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86D" w:rsidRPr="006F586D" w:rsidRDefault="006F586D" w:rsidP="006F586D">
      <w:pPr>
        <w:pStyle w:val="Heading1"/>
        <w:rPr>
          <w:color w:val="FFFFFF" w:themeColor="background1"/>
          <w:sz w:val="12"/>
          <w:szCs w:val="12"/>
        </w:rPr>
      </w:pPr>
      <w:r w:rsidRPr="006F586D">
        <w:rPr>
          <w:color w:val="FFFFFF" w:themeColor="background1"/>
          <w:sz w:val="12"/>
          <w:szCs w:val="12"/>
        </w:rPr>
        <w:t xml:space="preserve">Regulation of Australian Agriculture </w:t>
      </w:r>
    </w:p>
    <w:p w:rsidR="006F586D" w:rsidRPr="006F586D" w:rsidRDefault="006F586D" w:rsidP="006F586D">
      <w:pPr>
        <w:pStyle w:val="BodyText"/>
        <w:rPr>
          <w:color w:val="FFFFFF" w:themeColor="background1"/>
          <w:sz w:val="12"/>
          <w:szCs w:val="12"/>
        </w:rPr>
      </w:pPr>
      <w:r w:rsidRPr="006F586D">
        <w:rPr>
          <w:color w:val="FFFFFF" w:themeColor="background1"/>
          <w:sz w:val="12"/>
          <w:szCs w:val="12"/>
        </w:rPr>
        <w:t>Productivity Commission Draft Report, July 2016</w:t>
      </w:r>
    </w:p>
    <w:p w:rsidR="006F586D" w:rsidRPr="006F586D" w:rsidRDefault="006F586D" w:rsidP="006F586D">
      <w:pPr>
        <w:pStyle w:val="BodyText"/>
        <w:rPr>
          <w:color w:val="FFFFFF" w:themeColor="background1"/>
          <w:sz w:val="12"/>
          <w:szCs w:val="12"/>
        </w:rPr>
      </w:pPr>
      <w:r w:rsidRPr="006F586D">
        <w:rPr>
          <w:color w:val="FFFFFF" w:themeColor="background1"/>
          <w:sz w:val="12"/>
          <w:szCs w:val="12"/>
        </w:rPr>
        <w:t>This is a draft report prepared for further public consultation and input. The Commission will finalise its report after these processes have taken place.</w:t>
      </w:r>
    </w:p>
    <w:p w:rsidR="00B04D19" w:rsidRDefault="00B04D19" w:rsidP="00CD5E6B">
      <w:pPr>
        <w:pStyle w:val="BodyText"/>
        <w:rPr>
          <w:b/>
          <w:szCs w:val="26"/>
        </w:rPr>
      </w:pPr>
      <w:r>
        <w:br w:type="page"/>
      </w:r>
      <w:r w:rsidR="006F586D">
        <w:rPr>
          <w:b/>
          <w:noProof/>
          <w:szCs w:val="26"/>
        </w:rPr>
        <w:drawing>
          <wp:anchor distT="0" distB="0" distL="114300" distR="114300" simplePos="0" relativeHeight="251658240" behindDoc="0" locked="0" layoutInCell="1" allowOverlap="1">
            <wp:simplePos x="830580" y="982980"/>
            <wp:positionH relativeFrom="page">
              <wp:align>center</wp:align>
            </wp:positionH>
            <wp:positionV relativeFrom="page">
              <wp:align>center</wp:align>
            </wp:positionV>
            <wp:extent cx="7581600" cy="10771200"/>
            <wp:effectExtent l="0" t="0" r="635" b="0"/>
            <wp:wrapNone/>
            <wp:docPr id="1" name="Picture 1" descr="Regulation of Australian Agriculture &#10;Productivity Commission Draft Report, July 2016&#10;This is a draft report prepared for further public consultation and input. The Commission will finalise its report after these processes have taken plac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ft-agriculture-titl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581600" cy="10771200"/>
                    </a:xfrm>
                    <a:prstGeom prst="rect">
                      <a:avLst/>
                    </a:prstGeom>
                  </pic:spPr>
                </pic:pic>
              </a:graphicData>
            </a:graphic>
            <wp14:sizeRelH relativeFrom="margin">
              <wp14:pctWidth>0</wp14:pctWidth>
            </wp14:sizeRelH>
            <wp14:sizeRelV relativeFrom="margin">
              <wp14:pctHeight>0</wp14:pctHeight>
            </wp14:sizeRelV>
          </wp:anchor>
        </w:drawing>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bookmarkStart w:id="0" w:name="_GoBack"/>
      <w:bookmarkEnd w:id="0"/>
    </w:p>
    <w:p w:rsidR="008A3857" w:rsidRDefault="008A3857" w:rsidP="008E242D">
      <w:pPr>
        <w:pStyle w:val="BodyText"/>
        <w:spacing w:after="120"/>
      </w:pPr>
      <w:bookmarkStart w:id="1" w:name="ISSN"/>
      <w:bookmarkEnd w:id="1"/>
      <w:r w:rsidRPr="00862D8F">
        <w:rPr>
          <w:noProof/>
          <w:sz w:val="22"/>
          <w:szCs w:val="22"/>
        </w:rPr>
        <w:drawing>
          <wp:inline distT="0" distB="0" distL="0" distR="0" wp14:anchorId="5FBB4120" wp14:editId="5FBB4121">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7" w:history="1">
        <w:hyperlink r:id="rId18"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9" w:history="1">
        <w:r w:rsidRPr="00805FD7">
          <w:t>It’s an Honour</w:t>
        </w:r>
      </w:hyperlink>
      <w:r w:rsidRPr="008A3857">
        <w:t>’ website</w:t>
      </w:r>
      <w:r w:rsidR="00122FE9" w:rsidRPr="00BA0B81">
        <w:t>:</w:t>
      </w:r>
      <w:r w:rsidRPr="00BA0B81">
        <w:t xml:space="preserve"> </w:t>
      </w:r>
      <w:hyperlink r:id="rId20"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CF6CA3" w:rsidRDefault="008A3857" w:rsidP="008A3857">
      <w:pPr>
        <w:pStyle w:val="Copyrightsubtitle"/>
      </w:pPr>
      <w:r w:rsidRPr="00CF6CA3">
        <w:t>Attribution</w:t>
      </w:r>
    </w:p>
    <w:p w:rsidR="008A3857" w:rsidRPr="00CF6CA3" w:rsidRDefault="008A3857" w:rsidP="00BA0B81">
      <w:pPr>
        <w:pStyle w:val="Copyrightbodytext"/>
      </w:pPr>
      <w:r w:rsidRPr="00CF6CA3">
        <w:t xml:space="preserve">This work should be attributed as follows, </w:t>
      </w:r>
      <w:r w:rsidRPr="00CF6CA3">
        <w:rPr>
          <w:i/>
        </w:rPr>
        <w:t xml:space="preserve">Source: Productivity Commission, </w:t>
      </w:r>
      <w:r w:rsidR="00F84C77" w:rsidRPr="00CF6CA3">
        <w:rPr>
          <w:i/>
        </w:rPr>
        <w:t xml:space="preserve">Regulation of </w:t>
      </w:r>
      <w:r w:rsidR="00EC17DC" w:rsidRPr="00CF6CA3">
        <w:rPr>
          <w:i/>
        </w:rPr>
        <w:t xml:space="preserve">Australian </w:t>
      </w:r>
      <w:r w:rsidR="00F84C77" w:rsidRPr="00C97700">
        <w:rPr>
          <w:i/>
        </w:rPr>
        <w:t>Agriculture, Draft Report</w:t>
      </w:r>
      <w:r w:rsidRPr="00386884">
        <w:t>.</w:t>
      </w:r>
    </w:p>
    <w:p w:rsidR="008A3857" w:rsidRPr="00CF6CA3" w:rsidRDefault="008A3857" w:rsidP="00BA0B81">
      <w:pPr>
        <w:pStyle w:val="Copyrightbodytext"/>
        <w:spacing w:before="120"/>
      </w:pPr>
      <w:r w:rsidRPr="00CF6CA3">
        <w:t xml:space="preserve">If you have adapted, modified or transformed this work in anyway, please use the following, </w:t>
      </w:r>
      <w:r w:rsidRPr="00CF6CA3">
        <w:rPr>
          <w:i/>
        </w:rPr>
        <w:t>Source: based on Productivity Commission</w:t>
      </w:r>
      <w:r w:rsidR="00122FE9" w:rsidRPr="00CF6CA3">
        <w:rPr>
          <w:i/>
        </w:rPr>
        <w:t xml:space="preserve"> </w:t>
      </w:r>
      <w:r w:rsidRPr="00CF6CA3">
        <w:rPr>
          <w:i/>
        </w:rPr>
        <w:t>data</w:t>
      </w:r>
      <w:r w:rsidR="008E242D" w:rsidRPr="00CF6CA3">
        <w:rPr>
          <w:i/>
        </w:rPr>
        <w:t xml:space="preserve">, </w:t>
      </w:r>
      <w:r w:rsidR="00F84C77" w:rsidRPr="00CF6CA3">
        <w:rPr>
          <w:i/>
        </w:rPr>
        <w:t xml:space="preserve">Regulation of </w:t>
      </w:r>
      <w:r w:rsidR="001C35FA">
        <w:rPr>
          <w:i/>
        </w:rPr>
        <w:t xml:space="preserve">Australian </w:t>
      </w:r>
      <w:r w:rsidR="00F84C77" w:rsidRPr="00CF6CA3">
        <w:rPr>
          <w:i/>
        </w:rPr>
        <w:t xml:space="preserve">Agriculture, </w:t>
      </w:r>
      <w:r w:rsidR="00F84C77" w:rsidRPr="00C97700">
        <w:rPr>
          <w:i/>
        </w:rPr>
        <w:t>Draft Report</w:t>
      </w:r>
      <w:r w:rsidRPr="001C35FA">
        <w:t>.</w:t>
      </w:r>
    </w:p>
    <w:p w:rsidR="00F84C77" w:rsidRPr="00CF6CA3" w:rsidRDefault="008A3857" w:rsidP="008A3857">
      <w:pPr>
        <w:pStyle w:val="Copyrightsubtitle"/>
      </w:pPr>
      <w:r w:rsidRPr="00CF6CA3">
        <w:t xml:space="preserve">An appropriate </w:t>
      </w:r>
      <w:r w:rsidR="00122FE9" w:rsidRPr="00CF6CA3">
        <w:t>reference</w:t>
      </w:r>
      <w:r w:rsidRPr="00CF6CA3">
        <w:t xml:space="preserve"> for this publication is:</w:t>
      </w:r>
    </w:p>
    <w:p w:rsidR="00F84C77" w:rsidRPr="00CF6CA3" w:rsidRDefault="00F84C77" w:rsidP="00F84C77">
      <w:pPr>
        <w:pStyle w:val="Copyrightbodytext"/>
      </w:pPr>
      <w:bookmarkStart w:id="2" w:name="JEL"/>
      <w:bookmarkEnd w:id="2"/>
      <w:r w:rsidRPr="00CF6CA3">
        <w:t>Productivity Commission 2016,</w:t>
      </w:r>
      <w:r w:rsidRPr="00CF6CA3">
        <w:rPr>
          <w:i/>
        </w:rPr>
        <w:t xml:space="preserve"> Regulation of </w:t>
      </w:r>
      <w:r w:rsidR="00F419B8" w:rsidRPr="00CF6CA3">
        <w:rPr>
          <w:i/>
        </w:rPr>
        <w:t xml:space="preserve">Australian </w:t>
      </w:r>
      <w:r w:rsidRPr="00CF6CA3">
        <w:rPr>
          <w:i/>
        </w:rPr>
        <w:t>Agriculture</w:t>
      </w:r>
      <w:r w:rsidRPr="00102C69">
        <w:t>,</w:t>
      </w:r>
      <w:r w:rsidRPr="00CF6CA3">
        <w:rPr>
          <w:i/>
        </w:rPr>
        <w:t xml:space="preserve"> </w:t>
      </w:r>
      <w:r w:rsidRPr="00CF6CA3">
        <w:t>Draft Report, Canberra</w:t>
      </w:r>
      <w:r w:rsidR="00EC17DC">
        <w:t>.</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0402AD">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0402AD">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0402AD">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9A4EB4">
              <w:fldChar w:fldCharType="begin"/>
            </w:r>
            <w:r w:rsidR="009A4EB4">
              <w:instrText xml:space="preserve"> HYPERLINK "http://www.pc.gov.au/" </w:instrText>
            </w:r>
            <w:r w:rsidR="009A4EB4">
              <w:fldChar w:fldCharType="separate"/>
            </w:r>
            <w:r w:rsidRPr="00805FD7">
              <w:t>www.pc.gov.au</w:t>
            </w:r>
            <w:proofErr w:type="spellEnd"/>
            <w:r w:rsidR="009A4EB4">
              <w:fldChar w:fldCharType="end"/>
            </w:r>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0402AD">
            <w:pPr>
              <w:pStyle w:val="Box"/>
              <w:spacing w:before="0" w:line="120" w:lineRule="exact"/>
            </w:pPr>
          </w:p>
        </w:tc>
      </w:tr>
    </w:tbl>
    <w:p w:rsidR="00735FEA" w:rsidRDefault="00735FEA">
      <w:pPr>
        <w:pStyle w:val="BodyText"/>
        <w:sectPr w:rsidR="00735FEA" w:rsidSect="00122FE9">
          <w:headerReference w:type="even" r:id="rId21"/>
          <w:headerReference w:type="default" r:id="rId22"/>
          <w:footerReference w:type="even" r:id="rId23"/>
          <w:footerReference w:type="default" r:id="rId24"/>
          <w:headerReference w:type="first" r:id="rId25"/>
          <w:footerReference w:type="first" r:id="rId26"/>
          <w:type w:val="oddPage"/>
          <w:pgSz w:w="11907" w:h="16840" w:code="9"/>
          <w:pgMar w:top="1304" w:right="1304" w:bottom="567" w:left="1814" w:header="1701" w:footer="397" w:gutter="0"/>
          <w:pgNumType w:fmt="lowerRoman" w:start="1"/>
          <w:cols w:space="720"/>
          <w:titlePg/>
        </w:sectPr>
      </w:pPr>
      <w:bookmarkStart w:id="3" w:name="cov"/>
      <w:bookmarkEnd w:id="3"/>
    </w:p>
    <w:p w:rsidR="00F84C77" w:rsidRDefault="00F84C77">
      <w:pPr>
        <w:pStyle w:val="Heading1"/>
      </w:pPr>
      <w:bookmarkStart w:id="4" w:name="_Toc456172551"/>
      <w:r>
        <w:lastRenderedPageBreak/>
        <w:t>Opportunity for further comment</w:t>
      </w:r>
      <w:bookmarkEnd w:id="4"/>
    </w:p>
    <w:p w:rsidR="00F84C77" w:rsidRPr="00CF6CA3" w:rsidRDefault="00F84C77" w:rsidP="00F84C77">
      <w:pPr>
        <w:pStyle w:val="BodyText"/>
      </w:pPr>
      <w:r w:rsidRPr="00CF6CA3">
        <w:t xml:space="preserve">You are invited to examine this draft and comment on it by written submission to the Productivity Commission, preferably in electronic format, by </w:t>
      </w:r>
      <w:r w:rsidR="00571722" w:rsidRPr="00CF6CA3">
        <w:rPr>
          <w:b/>
        </w:rPr>
        <w:t>Thursday 18 August 2016</w:t>
      </w:r>
      <w:r w:rsidRPr="00CF6CA3">
        <w:t>. Further information on how to provide a submission is included on the inquiry website http://</w:t>
      </w:r>
      <w:proofErr w:type="spellStart"/>
      <w:r w:rsidRPr="00CF6CA3">
        <w:t>www.pc.gov.au</w:t>
      </w:r>
      <w:proofErr w:type="spellEnd"/>
      <w:r w:rsidRPr="00CF6CA3">
        <w:t>/inquiries/current/agriculture.</w:t>
      </w:r>
    </w:p>
    <w:p w:rsidR="00F84C77" w:rsidRPr="00CF6CA3" w:rsidRDefault="00F84C77">
      <w:pPr>
        <w:pStyle w:val="BodyText"/>
      </w:pPr>
      <w:r w:rsidRPr="00CF6CA3">
        <w:t xml:space="preserve">The final report will be prepared after further submissions have been received and public hearings have been held, and will be forwarded to the Australian </w:t>
      </w:r>
      <w:r w:rsidR="00E23F00">
        <w:t xml:space="preserve">Government </w:t>
      </w:r>
      <w:r w:rsidR="000610CB">
        <w:t>in November 2015.</w:t>
      </w:r>
      <w:r w:rsidR="0075701B" w:rsidRPr="00CF6CA3">
        <w:t xml:space="preserve"> </w:t>
      </w:r>
      <w:r w:rsidR="007E4E9F" w:rsidRPr="007E4E9F">
        <w:t xml:space="preserve">Under the </w:t>
      </w:r>
      <w:r w:rsidR="007E4E9F" w:rsidRPr="007E4E9F">
        <w:rPr>
          <w:i/>
        </w:rPr>
        <w:t>Productivity Commission Act 1998</w:t>
      </w:r>
      <w:r w:rsidR="007E4E9F">
        <w:t xml:space="preserve"> (</w:t>
      </w:r>
      <w:proofErr w:type="spellStart"/>
      <w:r w:rsidR="007E4E9F">
        <w:t>Cwlth</w:t>
      </w:r>
      <w:proofErr w:type="spellEnd"/>
      <w:r w:rsidR="007E4E9F">
        <w:t>)</w:t>
      </w:r>
      <w:r w:rsidR="007E4E9F" w:rsidRPr="007E4E9F">
        <w:t>, the Government is required to table the report in each House of the Parliament within 25 sitting days of receipt.</w:t>
      </w:r>
    </w:p>
    <w:p w:rsidR="00F84C77" w:rsidRPr="007151C7" w:rsidRDefault="00F84C77" w:rsidP="00B97C5C">
      <w:pPr>
        <w:pStyle w:val="Heading3"/>
        <w:spacing w:before="360" w:after="240"/>
      </w:pPr>
      <w:r w:rsidRPr="00B146AA">
        <w:t>Public hearing date</w:t>
      </w:r>
      <w:r>
        <w:t>s</w:t>
      </w:r>
      <w:r w:rsidRPr="00B146AA">
        <w:t xml:space="preserv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68"/>
        <w:gridCol w:w="2268"/>
        <w:gridCol w:w="4253"/>
      </w:tblGrid>
      <w:tr w:rsidR="00F84C77" w:rsidRPr="002E1C30" w:rsidTr="00027A28">
        <w:tc>
          <w:tcPr>
            <w:tcW w:w="2268" w:type="dxa"/>
            <w:tcBorders>
              <w:top w:val="single" w:sz="4" w:space="0" w:color="78A22F"/>
              <w:bottom w:val="single" w:sz="4" w:space="0" w:color="78A22F"/>
            </w:tcBorders>
            <w:tcMar>
              <w:left w:w="0" w:type="dxa"/>
              <w:right w:w="0" w:type="dxa"/>
            </w:tcMar>
            <w:vAlign w:val="center"/>
          </w:tcPr>
          <w:p w:rsidR="00F84C77" w:rsidRPr="002E1C30" w:rsidRDefault="00F84C77" w:rsidP="00027A28">
            <w:pPr>
              <w:pStyle w:val="TableColumnHeading"/>
              <w:jc w:val="left"/>
            </w:pPr>
            <w:r w:rsidRPr="002E1C30">
              <w:t>Location</w:t>
            </w:r>
          </w:p>
        </w:tc>
        <w:tc>
          <w:tcPr>
            <w:tcW w:w="2268" w:type="dxa"/>
            <w:tcBorders>
              <w:top w:val="single" w:sz="4" w:space="0" w:color="78A22F"/>
              <w:bottom w:val="single" w:sz="4" w:space="0" w:color="78A22F"/>
            </w:tcBorders>
            <w:vAlign w:val="center"/>
          </w:tcPr>
          <w:p w:rsidR="00F84C77" w:rsidRPr="002E1C30" w:rsidRDefault="00F84C77" w:rsidP="00027A28">
            <w:pPr>
              <w:pStyle w:val="TableColumnHeading"/>
              <w:jc w:val="left"/>
            </w:pPr>
            <w:r w:rsidRPr="002E1C30">
              <w:t>Date</w:t>
            </w:r>
          </w:p>
        </w:tc>
        <w:tc>
          <w:tcPr>
            <w:tcW w:w="4253" w:type="dxa"/>
            <w:tcBorders>
              <w:top w:val="single" w:sz="4" w:space="0" w:color="78A22F"/>
              <w:bottom w:val="single" w:sz="4" w:space="0" w:color="78A22F"/>
            </w:tcBorders>
            <w:vAlign w:val="center"/>
          </w:tcPr>
          <w:p w:rsidR="00F84C77" w:rsidRPr="002E1C30" w:rsidRDefault="00F84C77" w:rsidP="00027A28">
            <w:pPr>
              <w:pStyle w:val="TableColumnHeading"/>
              <w:jc w:val="left"/>
            </w:pPr>
            <w:r w:rsidRPr="002E1C30">
              <w:t>Venue</w:t>
            </w:r>
          </w:p>
        </w:tc>
      </w:tr>
      <w:tr w:rsidR="00F84C77" w:rsidTr="00027A28">
        <w:tc>
          <w:tcPr>
            <w:tcW w:w="2268" w:type="dxa"/>
            <w:tcBorders>
              <w:top w:val="single" w:sz="4" w:space="0" w:color="78A22F"/>
            </w:tcBorders>
            <w:shd w:val="clear" w:color="auto" w:fill="F2F2F2" w:themeFill="background1" w:themeFillShade="F2"/>
            <w:tcMar>
              <w:left w:w="0" w:type="dxa"/>
              <w:right w:w="0" w:type="dxa"/>
            </w:tcMar>
          </w:tcPr>
          <w:p w:rsidR="00F84C77" w:rsidRPr="00CF6CA3" w:rsidRDefault="00F22255" w:rsidP="00102C69">
            <w:pPr>
              <w:pStyle w:val="TableBodyText"/>
              <w:spacing w:before="80"/>
              <w:jc w:val="left"/>
            </w:pPr>
            <w:r w:rsidRPr="00CF6CA3">
              <w:t>Perth, WA</w:t>
            </w:r>
          </w:p>
        </w:tc>
        <w:tc>
          <w:tcPr>
            <w:tcW w:w="2268" w:type="dxa"/>
            <w:tcBorders>
              <w:top w:val="single" w:sz="4" w:space="0" w:color="78A22F"/>
            </w:tcBorders>
            <w:shd w:val="clear" w:color="auto" w:fill="F2F2F2" w:themeFill="background1" w:themeFillShade="F2"/>
          </w:tcPr>
          <w:p w:rsidR="00F84C77" w:rsidRPr="00CF6CA3" w:rsidRDefault="003C1649" w:rsidP="00102C69">
            <w:pPr>
              <w:pStyle w:val="TableBodyText"/>
              <w:spacing w:before="80"/>
              <w:jc w:val="left"/>
            </w:pPr>
            <w:r w:rsidRPr="00CF6CA3">
              <w:t>16 August 2016</w:t>
            </w:r>
          </w:p>
        </w:tc>
        <w:tc>
          <w:tcPr>
            <w:tcW w:w="4253" w:type="dxa"/>
            <w:tcBorders>
              <w:top w:val="single" w:sz="4" w:space="0" w:color="78A22F"/>
            </w:tcBorders>
            <w:shd w:val="clear" w:color="auto" w:fill="F2F2F2" w:themeFill="background1" w:themeFillShade="F2"/>
          </w:tcPr>
          <w:p w:rsidR="00E33702" w:rsidRDefault="00AA3096" w:rsidP="00102C69">
            <w:pPr>
              <w:pStyle w:val="TableBodyText"/>
              <w:spacing w:before="80"/>
              <w:jc w:val="left"/>
            </w:pPr>
            <w:r>
              <w:t>Mantra on Murray</w:t>
            </w:r>
          </w:p>
          <w:p w:rsidR="00DA6B23" w:rsidRPr="00E33702" w:rsidRDefault="00E33702" w:rsidP="00027A28">
            <w:pPr>
              <w:pStyle w:val="TableBodyText"/>
              <w:jc w:val="left"/>
            </w:pPr>
            <w:r w:rsidRPr="00E33702">
              <w:t>305 Murray Street, Perth</w:t>
            </w:r>
          </w:p>
        </w:tc>
      </w:tr>
      <w:tr w:rsidR="00F84C77" w:rsidTr="00027A28">
        <w:tc>
          <w:tcPr>
            <w:tcW w:w="2268" w:type="dxa"/>
            <w:tcMar>
              <w:left w:w="0" w:type="dxa"/>
              <w:right w:w="0" w:type="dxa"/>
            </w:tcMar>
          </w:tcPr>
          <w:p w:rsidR="00F84C77" w:rsidRPr="00CF6CA3" w:rsidRDefault="00F22255" w:rsidP="00027A28">
            <w:pPr>
              <w:pStyle w:val="TableBodyText"/>
              <w:spacing w:before="40"/>
              <w:jc w:val="left"/>
            </w:pPr>
            <w:r w:rsidRPr="00CF6CA3">
              <w:t>Melbourne, Vic</w:t>
            </w:r>
          </w:p>
        </w:tc>
        <w:tc>
          <w:tcPr>
            <w:tcW w:w="2268" w:type="dxa"/>
          </w:tcPr>
          <w:p w:rsidR="00F84C77" w:rsidRPr="00CF6CA3" w:rsidRDefault="00CF6CA3" w:rsidP="00027A28">
            <w:pPr>
              <w:pStyle w:val="TableBodyText"/>
              <w:spacing w:before="40"/>
              <w:jc w:val="left"/>
            </w:pPr>
            <w:r>
              <w:t>17 August 2016</w:t>
            </w:r>
          </w:p>
        </w:tc>
        <w:tc>
          <w:tcPr>
            <w:tcW w:w="4253" w:type="dxa"/>
          </w:tcPr>
          <w:p w:rsidR="00F84C77" w:rsidRDefault="00CF6CA3" w:rsidP="00027A28">
            <w:pPr>
              <w:pStyle w:val="TableBodyText"/>
              <w:spacing w:before="40"/>
              <w:jc w:val="left"/>
            </w:pPr>
            <w:r w:rsidRPr="00CF6CA3">
              <w:t xml:space="preserve">Productivity </w:t>
            </w:r>
            <w:r w:rsidR="00DA6B23">
              <w:t>Commission</w:t>
            </w:r>
          </w:p>
          <w:p w:rsidR="00DA6B23" w:rsidRPr="00457D2F" w:rsidRDefault="00DA6B23" w:rsidP="00027A28">
            <w:pPr>
              <w:pStyle w:val="TableBodyText"/>
              <w:jc w:val="left"/>
              <w:rPr>
                <w:highlight w:val="yellow"/>
              </w:rPr>
            </w:pPr>
            <w:r>
              <w:t>Level 12, 530 Collins St, Melbourne</w:t>
            </w:r>
          </w:p>
        </w:tc>
      </w:tr>
      <w:tr w:rsidR="00F84C77" w:rsidTr="00027A28">
        <w:tc>
          <w:tcPr>
            <w:tcW w:w="2268" w:type="dxa"/>
            <w:shd w:val="clear" w:color="auto" w:fill="F2F2F2" w:themeFill="background1" w:themeFillShade="F2"/>
            <w:tcMar>
              <w:left w:w="0" w:type="dxa"/>
              <w:right w:w="0" w:type="dxa"/>
            </w:tcMar>
          </w:tcPr>
          <w:p w:rsidR="00F84C77" w:rsidRPr="00CF6CA3" w:rsidRDefault="002B26F4" w:rsidP="00027A28">
            <w:pPr>
              <w:pStyle w:val="TableBodyText"/>
              <w:spacing w:before="40"/>
              <w:jc w:val="left"/>
            </w:pPr>
            <w:r w:rsidRPr="00CF6CA3">
              <w:t>Wagga Wagga,</w:t>
            </w:r>
            <w:r w:rsidR="00F419B8" w:rsidRPr="00CF6CA3">
              <w:t xml:space="preserve"> NSW</w:t>
            </w:r>
          </w:p>
        </w:tc>
        <w:tc>
          <w:tcPr>
            <w:tcW w:w="2268" w:type="dxa"/>
            <w:shd w:val="clear" w:color="auto" w:fill="F2F2F2" w:themeFill="background1" w:themeFillShade="F2"/>
          </w:tcPr>
          <w:p w:rsidR="00F84C77" w:rsidRPr="00CF6CA3" w:rsidRDefault="00CF6CA3" w:rsidP="00027A28">
            <w:pPr>
              <w:pStyle w:val="TableBodyText"/>
              <w:spacing w:before="40"/>
              <w:jc w:val="left"/>
            </w:pPr>
            <w:r>
              <w:t>18 August 2016</w:t>
            </w:r>
          </w:p>
        </w:tc>
        <w:tc>
          <w:tcPr>
            <w:tcW w:w="4253" w:type="dxa"/>
            <w:shd w:val="clear" w:color="auto" w:fill="F2F2F2" w:themeFill="background1" w:themeFillShade="F2"/>
          </w:tcPr>
          <w:p w:rsidR="007B2A69" w:rsidRDefault="00CF6CA3" w:rsidP="00027A28">
            <w:pPr>
              <w:pStyle w:val="TableBodyText"/>
              <w:spacing w:before="40"/>
              <w:jc w:val="left"/>
            </w:pPr>
            <w:proofErr w:type="spellStart"/>
            <w:r w:rsidRPr="00CF6CA3">
              <w:t>Mercure</w:t>
            </w:r>
            <w:proofErr w:type="spellEnd"/>
            <w:r w:rsidRPr="00CF6CA3">
              <w:t xml:space="preserve"> Wagga Wagga</w:t>
            </w:r>
          </w:p>
          <w:p w:rsidR="00DA6B23" w:rsidRPr="007B2A69" w:rsidRDefault="00E33702" w:rsidP="00027A28">
            <w:pPr>
              <w:pStyle w:val="TableBodyText"/>
              <w:jc w:val="left"/>
            </w:pPr>
            <w:r w:rsidRPr="007B2A69">
              <w:t>1 Morgan St, Wagga Wagga</w:t>
            </w:r>
          </w:p>
        </w:tc>
      </w:tr>
      <w:tr w:rsidR="00F84C77" w:rsidTr="00027A28">
        <w:tc>
          <w:tcPr>
            <w:tcW w:w="2268" w:type="dxa"/>
            <w:tcMar>
              <w:left w:w="0" w:type="dxa"/>
              <w:right w:w="0" w:type="dxa"/>
            </w:tcMar>
          </w:tcPr>
          <w:p w:rsidR="00F84C77" w:rsidRPr="00CF6CA3" w:rsidRDefault="00F22255" w:rsidP="00027A28">
            <w:pPr>
              <w:pStyle w:val="TableBodyText"/>
              <w:spacing w:before="40"/>
              <w:jc w:val="left"/>
            </w:pPr>
            <w:r w:rsidRPr="00CF6CA3">
              <w:t>Sydney, NSW</w:t>
            </w:r>
          </w:p>
        </w:tc>
        <w:tc>
          <w:tcPr>
            <w:tcW w:w="2268" w:type="dxa"/>
          </w:tcPr>
          <w:p w:rsidR="00F84C77" w:rsidRPr="00CF6CA3" w:rsidRDefault="00CF6CA3" w:rsidP="00027A28">
            <w:pPr>
              <w:pStyle w:val="TableBodyText"/>
              <w:spacing w:before="40"/>
              <w:jc w:val="left"/>
            </w:pPr>
            <w:r>
              <w:t>19 August 2016</w:t>
            </w:r>
          </w:p>
        </w:tc>
        <w:tc>
          <w:tcPr>
            <w:tcW w:w="4253" w:type="dxa"/>
          </w:tcPr>
          <w:p w:rsidR="007B2A69" w:rsidRDefault="00CF6CA3" w:rsidP="00027A28">
            <w:pPr>
              <w:pStyle w:val="TableBodyText"/>
              <w:spacing w:before="40"/>
              <w:jc w:val="left"/>
            </w:pPr>
            <w:r w:rsidRPr="00CF6CA3">
              <w:t>Adina Apartment Hotel</w:t>
            </w:r>
          </w:p>
          <w:p w:rsidR="00F84C77" w:rsidRPr="00E33702" w:rsidRDefault="00E33702" w:rsidP="00027A28">
            <w:pPr>
              <w:pStyle w:val="TableBodyText"/>
              <w:jc w:val="left"/>
            </w:pPr>
            <w:r w:rsidRPr="00E33702">
              <w:t>359 Crown St, Surry Hills</w:t>
            </w:r>
          </w:p>
        </w:tc>
      </w:tr>
      <w:tr w:rsidR="00F84C77" w:rsidTr="00027A28">
        <w:tc>
          <w:tcPr>
            <w:tcW w:w="2268" w:type="dxa"/>
            <w:shd w:val="clear" w:color="auto" w:fill="F2F2F2" w:themeFill="background1" w:themeFillShade="F2"/>
            <w:tcMar>
              <w:left w:w="0" w:type="dxa"/>
              <w:right w:w="0" w:type="dxa"/>
            </w:tcMar>
          </w:tcPr>
          <w:p w:rsidR="00F84C77" w:rsidRPr="00CF6CA3" w:rsidRDefault="00CF6CA3" w:rsidP="00027A28">
            <w:pPr>
              <w:pStyle w:val="TableBodyText"/>
              <w:spacing w:before="40"/>
              <w:jc w:val="left"/>
            </w:pPr>
            <w:r w:rsidRPr="00CF6CA3">
              <w:t xml:space="preserve">Canberra, ACT </w:t>
            </w:r>
          </w:p>
        </w:tc>
        <w:tc>
          <w:tcPr>
            <w:tcW w:w="2268" w:type="dxa"/>
            <w:shd w:val="clear" w:color="auto" w:fill="F2F2F2" w:themeFill="background1" w:themeFillShade="F2"/>
          </w:tcPr>
          <w:p w:rsidR="00F84C77" w:rsidRPr="00CF6CA3" w:rsidRDefault="00CF6CA3" w:rsidP="00027A28">
            <w:pPr>
              <w:pStyle w:val="TableBodyText"/>
              <w:spacing w:before="40"/>
              <w:jc w:val="left"/>
            </w:pPr>
            <w:r>
              <w:t>22 August 2016</w:t>
            </w:r>
          </w:p>
        </w:tc>
        <w:tc>
          <w:tcPr>
            <w:tcW w:w="4253" w:type="dxa"/>
            <w:shd w:val="clear" w:color="auto" w:fill="F2F2F2" w:themeFill="background1" w:themeFillShade="F2"/>
          </w:tcPr>
          <w:p w:rsidR="00DA6B23" w:rsidRDefault="00CF6CA3" w:rsidP="00027A28">
            <w:pPr>
              <w:pStyle w:val="TableBodyText"/>
              <w:spacing w:before="40"/>
              <w:jc w:val="left"/>
            </w:pPr>
            <w:r w:rsidRPr="00CF6CA3">
              <w:t xml:space="preserve">Productivity </w:t>
            </w:r>
            <w:r w:rsidR="00DA6B23">
              <w:t>Commission</w:t>
            </w:r>
          </w:p>
          <w:p w:rsidR="00F84C77" w:rsidRPr="00CF6CA3" w:rsidRDefault="008F2289" w:rsidP="00027A28">
            <w:pPr>
              <w:pStyle w:val="TableBodyText"/>
              <w:jc w:val="left"/>
            </w:pPr>
            <w:r>
              <w:t>Level 2, 15 Moore St</w:t>
            </w:r>
            <w:r w:rsidR="00DA6B23" w:rsidRPr="00DA6B23">
              <w:t>, Canberra</w:t>
            </w:r>
          </w:p>
        </w:tc>
      </w:tr>
      <w:tr w:rsidR="00CF6CA3" w:rsidTr="00027A28">
        <w:tc>
          <w:tcPr>
            <w:tcW w:w="2268" w:type="dxa"/>
            <w:shd w:val="clear" w:color="auto" w:fill="auto"/>
            <w:tcMar>
              <w:left w:w="0" w:type="dxa"/>
              <w:right w:w="0" w:type="dxa"/>
            </w:tcMar>
          </w:tcPr>
          <w:p w:rsidR="00CF6CA3" w:rsidRPr="00CF6CA3" w:rsidRDefault="00CF6CA3" w:rsidP="00027A28">
            <w:pPr>
              <w:pStyle w:val="TableBodyText"/>
              <w:spacing w:before="40"/>
              <w:jc w:val="left"/>
            </w:pPr>
            <w:r w:rsidRPr="00CF6CA3">
              <w:t>Toowoomba, Qld</w:t>
            </w:r>
          </w:p>
        </w:tc>
        <w:tc>
          <w:tcPr>
            <w:tcW w:w="2268" w:type="dxa"/>
            <w:shd w:val="clear" w:color="auto" w:fill="auto"/>
          </w:tcPr>
          <w:p w:rsidR="00CF6CA3" w:rsidRPr="00CF6CA3" w:rsidRDefault="00CF6CA3" w:rsidP="00027A28">
            <w:pPr>
              <w:pStyle w:val="TableBodyText"/>
              <w:spacing w:before="40"/>
              <w:jc w:val="left"/>
            </w:pPr>
            <w:r>
              <w:t>23 August 2016</w:t>
            </w:r>
          </w:p>
        </w:tc>
        <w:tc>
          <w:tcPr>
            <w:tcW w:w="4253" w:type="dxa"/>
            <w:shd w:val="clear" w:color="auto" w:fill="auto"/>
          </w:tcPr>
          <w:p w:rsidR="00CF6CA3" w:rsidRDefault="007B2A69" w:rsidP="00027A28">
            <w:pPr>
              <w:pStyle w:val="TableBodyText"/>
              <w:spacing w:before="40"/>
              <w:jc w:val="left"/>
            </w:pPr>
            <w:r>
              <w:t xml:space="preserve">Burke &amp; Wills </w:t>
            </w:r>
            <w:r w:rsidR="00042803">
              <w:t>Hotel</w:t>
            </w:r>
          </w:p>
          <w:p w:rsidR="00DA6B23" w:rsidRPr="00CF6CA3" w:rsidRDefault="00E33702" w:rsidP="00027A28">
            <w:pPr>
              <w:pStyle w:val="TableBodyText"/>
              <w:jc w:val="left"/>
            </w:pPr>
            <w:r w:rsidRPr="00E33702">
              <w:t>554 Ruthven Street, Toowoomba</w:t>
            </w:r>
          </w:p>
        </w:tc>
      </w:tr>
      <w:tr w:rsidR="00CF6CA3" w:rsidTr="00027A28">
        <w:tc>
          <w:tcPr>
            <w:tcW w:w="2268" w:type="dxa"/>
            <w:shd w:val="clear" w:color="auto" w:fill="F2F2F2" w:themeFill="background1" w:themeFillShade="F2"/>
            <w:tcMar>
              <w:left w:w="0" w:type="dxa"/>
              <w:right w:w="0" w:type="dxa"/>
            </w:tcMar>
          </w:tcPr>
          <w:p w:rsidR="00CF6CA3" w:rsidRPr="00CF6CA3" w:rsidRDefault="00CF6CA3" w:rsidP="00027A28">
            <w:pPr>
              <w:pStyle w:val="TableBodyText"/>
              <w:spacing w:before="40"/>
              <w:jc w:val="left"/>
            </w:pPr>
            <w:r w:rsidRPr="00CF6CA3">
              <w:t>Brisbane, Qld</w:t>
            </w:r>
          </w:p>
        </w:tc>
        <w:tc>
          <w:tcPr>
            <w:tcW w:w="2268" w:type="dxa"/>
            <w:shd w:val="clear" w:color="auto" w:fill="F2F2F2" w:themeFill="background1" w:themeFillShade="F2"/>
          </w:tcPr>
          <w:p w:rsidR="00CF6CA3" w:rsidRPr="00CF6CA3" w:rsidRDefault="00CF6CA3" w:rsidP="00027A28">
            <w:pPr>
              <w:pStyle w:val="TableBodyText"/>
              <w:spacing w:before="40"/>
              <w:jc w:val="left"/>
            </w:pPr>
            <w:r>
              <w:t>24 August 2016</w:t>
            </w:r>
          </w:p>
        </w:tc>
        <w:tc>
          <w:tcPr>
            <w:tcW w:w="4253" w:type="dxa"/>
            <w:shd w:val="clear" w:color="auto" w:fill="F2F2F2" w:themeFill="background1" w:themeFillShade="F2"/>
          </w:tcPr>
          <w:p w:rsidR="00DA6B23" w:rsidRDefault="00BA6A36" w:rsidP="00027A28">
            <w:pPr>
              <w:pStyle w:val="TableBodyText"/>
              <w:spacing w:before="40"/>
              <w:jc w:val="left"/>
            </w:pPr>
            <w:r>
              <w:t xml:space="preserve">Rendezvous </w:t>
            </w:r>
            <w:r w:rsidR="00AA3096">
              <w:t xml:space="preserve">Hotel </w:t>
            </w:r>
            <w:r>
              <w:t>Brisbane on George</w:t>
            </w:r>
          </w:p>
          <w:p w:rsidR="00CF6CA3" w:rsidRPr="00457D2F" w:rsidRDefault="00E33702" w:rsidP="00027A28">
            <w:pPr>
              <w:pStyle w:val="TableBodyText"/>
              <w:jc w:val="left"/>
              <w:rPr>
                <w:highlight w:val="yellow"/>
              </w:rPr>
            </w:pPr>
            <w:r w:rsidRPr="00E33702">
              <w:t>103 George Street, Brisbane</w:t>
            </w:r>
          </w:p>
        </w:tc>
      </w:tr>
      <w:tr w:rsidR="00CF6CA3" w:rsidTr="00027A28">
        <w:tc>
          <w:tcPr>
            <w:tcW w:w="2268" w:type="dxa"/>
            <w:tcBorders>
              <w:bottom w:val="single" w:sz="4" w:space="0" w:color="78A22F"/>
            </w:tcBorders>
            <w:tcMar>
              <w:left w:w="0" w:type="dxa"/>
              <w:right w:w="0" w:type="dxa"/>
            </w:tcMar>
          </w:tcPr>
          <w:p w:rsidR="00CF6CA3" w:rsidRPr="00CF6CA3" w:rsidRDefault="00CF6CA3" w:rsidP="00027A28">
            <w:pPr>
              <w:pStyle w:val="TableBodyText"/>
              <w:spacing w:before="40"/>
              <w:jc w:val="left"/>
            </w:pPr>
            <w:r w:rsidRPr="00CF6CA3">
              <w:t>Townsville, Qld</w:t>
            </w:r>
          </w:p>
        </w:tc>
        <w:tc>
          <w:tcPr>
            <w:tcW w:w="2268" w:type="dxa"/>
            <w:tcBorders>
              <w:bottom w:val="single" w:sz="4" w:space="0" w:color="78A22F"/>
            </w:tcBorders>
          </w:tcPr>
          <w:p w:rsidR="00CF6CA3" w:rsidRPr="00CF6CA3" w:rsidRDefault="00CF6CA3" w:rsidP="00027A28">
            <w:pPr>
              <w:pStyle w:val="TableBodyText"/>
              <w:spacing w:before="40"/>
              <w:jc w:val="left"/>
            </w:pPr>
            <w:r>
              <w:t>25 August 2016</w:t>
            </w:r>
          </w:p>
        </w:tc>
        <w:tc>
          <w:tcPr>
            <w:tcW w:w="4253" w:type="dxa"/>
            <w:tcBorders>
              <w:bottom w:val="single" w:sz="4" w:space="0" w:color="78A22F"/>
            </w:tcBorders>
          </w:tcPr>
          <w:p w:rsidR="00CF6CA3" w:rsidRDefault="00AA3096" w:rsidP="00027A28">
            <w:pPr>
              <w:pStyle w:val="TableBodyText"/>
              <w:spacing w:before="40"/>
              <w:jc w:val="left"/>
            </w:pPr>
            <w:proofErr w:type="spellStart"/>
            <w:r w:rsidRPr="00AA3096">
              <w:t>Rydges</w:t>
            </w:r>
            <w:proofErr w:type="spellEnd"/>
            <w:r w:rsidRPr="00AA3096">
              <w:t xml:space="preserve"> Southbank Townsville</w:t>
            </w:r>
          </w:p>
          <w:p w:rsidR="00DA6B23" w:rsidRPr="00457D2F" w:rsidRDefault="00E33702" w:rsidP="00027A28">
            <w:pPr>
              <w:pStyle w:val="TableBodyText"/>
              <w:jc w:val="left"/>
              <w:rPr>
                <w:highlight w:val="yellow"/>
              </w:rPr>
            </w:pPr>
            <w:r w:rsidRPr="00E33702">
              <w:t>23 Palmer St, Townsville</w:t>
            </w:r>
          </w:p>
        </w:tc>
      </w:tr>
    </w:tbl>
    <w:p w:rsidR="00F84C77" w:rsidRPr="00683E2C" w:rsidRDefault="00F84C77" w:rsidP="00B97C5C">
      <w:pPr>
        <w:pStyle w:val="Heading3"/>
        <w:spacing w:before="360" w:after="240"/>
      </w:pPr>
      <w:r w:rsidRPr="00683E2C">
        <w:t>Commissioners</w:t>
      </w:r>
    </w:p>
    <w:p w:rsidR="00F84C77" w:rsidRDefault="00F84C77" w:rsidP="000402AD">
      <w:pPr>
        <w:pStyle w:val="BodyText"/>
      </w:pPr>
      <w:r w:rsidRPr="007151C7">
        <w:t xml:space="preserve">For the purposes of this inquiry and draft report, in accordance with section 40 of the </w:t>
      </w:r>
      <w:r w:rsidRPr="00297BB6">
        <w:rPr>
          <w:i/>
        </w:rPr>
        <w:t>Productivity Commission Act 1998</w:t>
      </w:r>
      <w:r w:rsidRPr="007151C7">
        <w:t xml:space="preserve"> </w:t>
      </w:r>
      <w:r w:rsidR="008F6D34">
        <w:t>(</w:t>
      </w:r>
      <w:proofErr w:type="spellStart"/>
      <w:r w:rsidR="008F6D34">
        <w:t>Cwlth</w:t>
      </w:r>
      <w:proofErr w:type="spellEnd"/>
      <w:r w:rsidR="008F6D34">
        <w:t xml:space="preserve">) </w:t>
      </w:r>
      <w:r w:rsidRPr="007151C7">
        <w:t>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F84C77" w:rsidTr="000402AD">
        <w:tc>
          <w:tcPr>
            <w:tcW w:w="3969" w:type="dxa"/>
            <w:tcMar>
              <w:left w:w="0" w:type="dxa"/>
              <w:right w:w="0" w:type="dxa"/>
            </w:tcMar>
          </w:tcPr>
          <w:p w:rsidR="00F84C77" w:rsidRDefault="00F84C77" w:rsidP="000402AD">
            <w:pPr>
              <w:pStyle w:val="BodyText"/>
              <w:spacing w:before="120"/>
            </w:pPr>
            <w:r>
              <w:t>Paul Lindwall</w:t>
            </w:r>
          </w:p>
        </w:tc>
        <w:tc>
          <w:tcPr>
            <w:tcW w:w="4820" w:type="dxa"/>
          </w:tcPr>
          <w:p w:rsidR="00F84C77" w:rsidRDefault="00F84C77" w:rsidP="000402AD">
            <w:pPr>
              <w:pStyle w:val="BodyText"/>
              <w:spacing w:before="120"/>
            </w:pPr>
            <w:r>
              <w:t>Presiding Commissioner</w:t>
            </w:r>
          </w:p>
        </w:tc>
      </w:tr>
      <w:tr w:rsidR="00F84C77" w:rsidTr="000402AD">
        <w:tc>
          <w:tcPr>
            <w:tcW w:w="3969" w:type="dxa"/>
            <w:tcMar>
              <w:left w:w="0" w:type="dxa"/>
              <w:right w:w="0" w:type="dxa"/>
            </w:tcMar>
          </w:tcPr>
          <w:p w:rsidR="00F84C77" w:rsidRDefault="00F84C77" w:rsidP="00571722">
            <w:pPr>
              <w:pStyle w:val="BodyText"/>
              <w:spacing w:before="120"/>
            </w:pPr>
            <w:r>
              <w:t>Ken Baxter</w:t>
            </w:r>
          </w:p>
        </w:tc>
        <w:tc>
          <w:tcPr>
            <w:tcW w:w="4820" w:type="dxa"/>
          </w:tcPr>
          <w:p w:rsidR="00F84C77" w:rsidRDefault="00F84C77" w:rsidP="000402AD">
            <w:pPr>
              <w:pStyle w:val="BodyText"/>
              <w:spacing w:before="120"/>
            </w:pPr>
            <w:r>
              <w:t>Commissioner</w:t>
            </w:r>
          </w:p>
        </w:tc>
      </w:tr>
    </w:tbl>
    <w:p w:rsidR="00F84C77" w:rsidRPr="00DD35BF" w:rsidRDefault="00F84C77" w:rsidP="000402AD">
      <w:pPr>
        <w:pStyle w:val="BodyText"/>
        <w:rPr>
          <w:lang w:eastAsia="en-US"/>
        </w:rPr>
      </w:pPr>
    </w:p>
    <w:p w:rsidR="00F84C77" w:rsidRPr="003C10D8" w:rsidRDefault="00F84C77" w:rsidP="000402AD">
      <w:pPr>
        <w:pStyle w:val="BodyText"/>
        <w:rPr>
          <w:lang w:eastAsia="en-US"/>
        </w:rPr>
        <w:sectPr w:rsidR="00F84C77" w:rsidRPr="003C10D8" w:rsidSect="000402AD">
          <w:headerReference w:type="even" r:id="rId27"/>
          <w:headerReference w:type="default" r:id="rId28"/>
          <w:footerReference w:type="even" r:id="rId29"/>
          <w:footerReference w:type="default" r:id="rId30"/>
          <w:type w:val="oddPage"/>
          <w:pgSz w:w="11907" w:h="16840" w:code="9"/>
          <w:pgMar w:top="1985" w:right="1304" w:bottom="1191" w:left="1814" w:header="1701" w:footer="397" w:gutter="0"/>
          <w:pgNumType w:fmt="lowerRoman"/>
          <w:cols w:space="720"/>
        </w:sectPr>
      </w:pPr>
    </w:p>
    <w:p w:rsidR="00F84C77" w:rsidRDefault="00F84C77" w:rsidP="000402AD">
      <w:pPr>
        <w:pStyle w:val="Heading1"/>
      </w:pPr>
      <w:bookmarkStart w:id="5" w:name="_Toc456172552"/>
      <w:r>
        <w:lastRenderedPageBreak/>
        <w:t>Terms of reference</w:t>
      </w:r>
      <w:bookmarkEnd w:id="5"/>
    </w:p>
    <w:p w:rsidR="00355A9E" w:rsidRDefault="00355A9E" w:rsidP="00355A9E">
      <w:pPr>
        <w:pStyle w:val="Heading3"/>
        <w:rPr>
          <w:rFonts w:cs="Arial"/>
        </w:rPr>
      </w:pPr>
      <w:r w:rsidRPr="00355A9E">
        <w:t>Inquiry into regulation of Australian agricultural sector</w:t>
      </w:r>
    </w:p>
    <w:p w:rsidR="0002577D" w:rsidRDefault="00F84C77" w:rsidP="0002577D">
      <w:pPr>
        <w:pStyle w:val="BodyText"/>
      </w:pPr>
      <w:r>
        <w:t xml:space="preserve">I, </w:t>
      </w:r>
      <w:r w:rsidR="00F22255">
        <w:t>Scott Morrison</w:t>
      </w:r>
      <w:r w:rsidR="00B73473">
        <w:t>,</w:t>
      </w:r>
      <w:r w:rsidR="00F22255">
        <w:t xml:space="preserve"> </w:t>
      </w:r>
      <w:r w:rsidR="0002577D">
        <w:t xml:space="preserve">Treasurer, pursuant to Parts 2 and 3 of the </w:t>
      </w:r>
      <w:r w:rsidR="0002577D" w:rsidRPr="00FC55B0">
        <w:rPr>
          <w:i/>
        </w:rPr>
        <w:t>Productivity Commission Act 1998</w:t>
      </w:r>
      <w:r w:rsidR="0002577D">
        <w:t>, hereby request that the Productivity Commission undertake an inquiry into the regulatory burden imposed on Australian farm businesses.</w:t>
      </w:r>
    </w:p>
    <w:p w:rsidR="0002577D" w:rsidRPr="0002577D" w:rsidRDefault="0002577D" w:rsidP="00FC55B0">
      <w:pPr>
        <w:pStyle w:val="Heading3"/>
      </w:pPr>
      <w:r w:rsidRPr="0002577D">
        <w:t>Background</w:t>
      </w:r>
    </w:p>
    <w:p w:rsidR="00920B21" w:rsidRDefault="0002577D" w:rsidP="0002577D">
      <w:pPr>
        <w:pStyle w:val="BodyText"/>
      </w:pPr>
      <w:r>
        <w:t>The Australian Government has identified the agriculture sector as one of the five pillars of the economy. It is promoting the economic potential of the sector by removing unnecessary regulatory burdens and promoting improved productivity and global competitiveness.</w:t>
      </w:r>
    </w:p>
    <w:p w:rsidR="00920B21" w:rsidRDefault="0002577D" w:rsidP="0002577D">
      <w:pPr>
        <w:pStyle w:val="BodyText"/>
      </w:pPr>
      <w:r>
        <w:t>The Australian Government</w:t>
      </w:r>
      <w:r w:rsidR="00C8216E">
        <w:t>’</w:t>
      </w:r>
      <w:r>
        <w:t xml:space="preserve">s deregulation agenda has </w:t>
      </w:r>
      <w:proofErr w:type="spellStart"/>
      <w:r w:rsidRPr="00920B21">
        <w:t>focussed</w:t>
      </w:r>
      <w:proofErr w:type="spellEnd"/>
      <w:r>
        <w:t xml:space="preserve"> on reducing Commonwealth red tape. As part of its deregulation agenda, the Government is implementing reforms in agricultural and veterinary chemicals, biosecurity and export certification. However, there is an opportunity for better national outcomes for the agriculture sector by considering regulation at all levels of government. This is particularly applicable in the areas of transport, environmental protection, native vegetation management, land tenure, animal welfare and food safety in which the states and territories have significant responsibility.</w:t>
      </w:r>
    </w:p>
    <w:p w:rsidR="00920B21" w:rsidRDefault="0002577D" w:rsidP="0002577D">
      <w:pPr>
        <w:pStyle w:val="BodyText"/>
      </w:pPr>
      <w:r>
        <w:t>While regulation targets valid objectives, such as protecting consumers from unsafe food, protecting the environment or supporting the export of goods, poorly implemented and administered regulation and the cumulative impact of regulation can have adverse effects on fan-n businesses. It can unnecessarily restrict farm management decisions and reduce investment.</w:t>
      </w:r>
    </w:p>
    <w:p w:rsidR="0002577D" w:rsidRDefault="0002577D" w:rsidP="0002577D">
      <w:pPr>
        <w:pStyle w:val="BodyText"/>
      </w:pPr>
      <w:r>
        <w:t>Inconsistent and overlapping regulations between jurisdictions can also create adverse effects and raise costs for faun businesses.</w:t>
      </w:r>
    </w:p>
    <w:p w:rsidR="0002577D" w:rsidRPr="0002577D" w:rsidRDefault="0002577D" w:rsidP="00FC55B0">
      <w:pPr>
        <w:pStyle w:val="Heading3"/>
      </w:pPr>
      <w:r w:rsidRPr="0002577D">
        <w:t>Scope of the inquiry</w:t>
      </w:r>
    </w:p>
    <w:p w:rsidR="00920B21" w:rsidRDefault="0002577D" w:rsidP="0002577D">
      <w:pPr>
        <w:pStyle w:val="BodyText"/>
      </w:pPr>
      <w:r>
        <w:t>The inquiry will focus on regulation with a material impact on domestic and international competitiveness of farm businesses and the productivity of Australian agriculture.</w:t>
      </w:r>
    </w:p>
    <w:p w:rsidR="00920B21" w:rsidRDefault="0002577D" w:rsidP="0002577D">
      <w:pPr>
        <w:pStyle w:val="BodyText"/>
      </w:pPr>
      <w:r>
        <w:lastRenderedPageBreak/>
        <w:t>The inquiry will define priority areas for removing or reducing unnecessary regulatory burdens where doing so will/can contribute to improved productivity for farm businesses as well as the wider economy.</w:t>
      </w:r>
    </w:p>
    <w:p w:rsidR="0002577D" w:rsidRDefault="0002577D" w:rsidP="00FC55B0">
      <w:pPr>
        <w:pStyle w:val="BodyText"/>
        <w:keepNext/>
      </w:pPr>
      <w:r>
        <w:t>The inquiry will also review regulation of farm businesses to identify unnecessary restrictions on competition.</w:t>
      </w:r>
    </w:p>
    <w:p w:rsidR="00920B21" w:rsidRDefault="0002577D" w:rsidP="0002577D">
      <w:pPr>
        <w:pStyle w:val="BodyText"/>
      </w:pPr>
      <w:r>
        <w:t xml:space="preserve">While </w:t>
      </w:r>
      <w:proofErr w:type="spellStart"/>
      <w:r>
        <w:t>focussed</w:t>
      </w:r>
      <w:proofErr w:type="spellEnd"/>
      <w:r>
        <w:t xml:space="preserve"> on the impact of regulation on farm businesses, the inquiry should also consider the material impact arising from regulation imposed along the supply chain such as regulations introduced to meet the requirements of international markets.</w:t>
      </w:r>
    </w:p>
    <w:p w:rsidR="0002577D" w:rsidRDefault="0002577D" w:rsidP="0002577D">
      <w:pPr>
        <w:pStyle w:val="BodyText"/>
      </w:pPr>
      <w:r>
        <w:t>Consistent with its legislative remit, the Commission is to have particular regard to:</w:t>
      </w:r>
    </w:p>
    <w:p w:rsidR="0002577D" w:rsidRDefault="0002577D" w:rsidP="00920B21">
      <w:pPr>
        <w:pStyle w:val="ListBullet"/>
      </w:pPr>
      <w:r>
        <w:t xml:space="preserve">areas of regulation that directly affect farm businesses, including those identified as areas of concern through the white papers on agricultural competitiveness and northern Australia. This includes regulatory arrangements affecting access to new technologies, investment opportunities, land tenure, relevant environmental protection and native vegetation laws, animal welfare and the Exporter Supply Chain Assurance System </w:t>
      </w:r>
    </w:p>
    <w:p w:rsidR="0002577D" w:rsidRDefault="0002577D" w:rsidP="00920B21">
      <w:pPr>
        <w:pStyle w:val="ListBullet"/>
      </w:pPr>
      <w:r>
        <w:t>areas where there is greatest scope to reduce unnecessary regulatory burden and pursue regulatory objectives in more efficient (least cost) ways</w:t>
      </w:r>
    </w:p>
    <w:p w:rsidR="0002577D" w:rsidRDefault="0002577D" w:rsidP="00920B21">
      <w:pPr>
        <w:pStyle w:val="ListBullet"/>
      </w:pPr>
      <w:r>
        <w:t>whether the current level at which matters are regulated (national, State and local) is appropriate and whether there is scope for better coordinated action across governments to reduce unnecessary overlap</w:t>
      </w:r>
    </w:p>
    <w:p w:rsidR="0002577D" w:rsidRDefault="0002577D" w:rsidP="00920B21">
      <w:pPr>
        <w:pStyle w:val="ListBullet"/>
      </w:pPr>
      <w:r>
        <w:t>whether Australia</w:t>
      </w:r>
      <w:r w:rsidR="00C8216E">
        <w:t>’</w:t>
      </w:r>
      <w:r>
        <w:t>s farm export competitiveness can be improved by minimising duplication between domestic regulation and importing country requirements</w:t>
      </w:r>
    </w:p>
    <w:p w:rsidR="0002577D" w:rsidRDefault="0002577D" w:rsidP="00920B21">
      <w:pPr>
        <w:pStyle w:val="ListBullet"/>
      </w:pPr>
      <w:r>
        <w:t xml:space="preserve">relevant regulatory approaches adopted in other countries. </w:t>
      </w:r>
    </w:p>
    <w:p w:rsidR="0002577D" w:rsidRPr="0002577D" w:rsidRDefault="0002577D" w:rsidP="00FC55B0">
      <w:pPr>
        <w:pStyle w:val="Heading4"/>
      </w:pPr>
      <w:r w:rsidRPr="0002577D">
        <w:t>Specific requirements</w:t>
      </w:r>
    </w:p>
    <w:p w:rsidR="0002577D" w:rsidRDefault="0002577D" w:rsidP="0002577D">
      <w:pPr>
        <w:pStyle w:val="BodyText"/>
      </w:pPr>
      <w:r>
        <w:t>In undertaking the inquiry, the Commission should:</w:t>
      </w:r>
    </w:p>
    <w:p w:rsidR="0002577D" w:rsidRDefault="0002577D" w:rsidP="00920B21">
      <w:pPr>
        <w:pStyle w:val="ListBullet"/>
      </w:pPr>
      <w:r>
        <w:t>identify specific areas of regulation that are unnecessarily burdensome, complex or redundant</w:t>
      </w:r>
    </w:p>
    <w:p w:rsidR="0002577D" w:rsidRDefault="0002577D" w:rsidP="00920B21">
      <w:pPr>
        <w:pStyle w:val="ListBullet"/>
      </w:pPr>
      <w:r>
        <w:t>identify priority areas for regulatory reform</w:t>
      </w:r>
    </w:p>
    <w:p w:rsidR="0002577D" w:rsidRDefault="0002577D" w:rsidP="00920B21">
      <w:pPr>
        <w:pStyle w:val="ListBullet"/>
      </w:pPr>
      <w:r>
        <w:t>provide recommendations to alleviate regulatory burden identified.</w:t>
      </w:r>
    </w:p>
    <w:p w:rsidR="0002577D" w:rsidRDefault="0002577D" w:rsidP="00920B21">
      <w:pPr>
        <w:pStyle w:val="ListBullet"/>
      </w:pPr>
      <w:r>
        <w:t>For the purposes of this inquiry, the regulatory issues affecting:</w:t>
      </w:r>
    </w:p>
    <w:p w:rsidR="0002577D" w:rsidRDefault="0002577D" w:rsidP="00920B21">
      <w:pPr>
        <w:pStyle w:val="ListBullet"/>
      </w:pPr>
      <w:r>
        <w:t>marine fisheries and aquaculture industries will be investigated as part of a separate Productivity Commission inquiry into the Regulation of Australian Marine Fisheries and Aquaculture Sectors.</w:t>
      </w:r>
    </w:p>
    <w:p w:rsidR="0002577D" w:rsidRDefault="0002577D" w:rsidP="00FC55B0">
      <w:pPr>
        <w:pStyle w:val="Heading3"/>
      </w:pPr>
      <w:r w:rsidRPr="0002577D">
        <w:lastRenderedPageBreak/>
        <w:t>Process</w:t>
      </w:r>
    </w:p>
    <w:p w:rsidR="0002577D" w:rsidRPr="0002577D" w:rsidRDefault="0002577D" w:rsidP="0002577D">
      <w:pPr>
        <w:pStyle w:val="BodyText"/>
      </w:pPr>
      <w:r w:rsidRPr="0002577D">
        <w:t>The Commission is to advertise nationally, consult with key interest groups and affected parties, hold hearings, invite public submissions and release a draft report to the public.</w:t>
      </w:r>
    </w:p>
    <w:p w:rsidR="00920B21" w:rsidRDefault="0002577D" w:rsidP="0002577D">
      <w:pPr>
        <w:pStyle w:val="BodyText"/>
        <w:rPr>
          <w:szCs w:val="24"/>
        </w:rPr>
      </w:pPr>
      <w:r w:rsidRPr="0002577D">
        <w:t>To expedite the review the Commission should consider relevant submissions to the white papers</w:t>
      </w:r>
      <w:r>
        <w:t xml:space="preserve"> </w:t>
      </w:r>
      <w:r>
        <w:rPr>
          <w:szCs w:val="24"/>
        </w:rPr>
        <w:t>on agricultural competitiveness and Northern Australia and other relevant material in the public domain.</w:t>
      </w:r>
    </w:p>
    <w:p w:rsidR="0002577D" w:rsidRDefault="0002577D" w:rsidP="0002577D">
      <w:pPr>
        <w:pStyle w:val="BodyText"/>
      </w:pPr>
      <w:r>
        <w:rPr>
          <w:szCs w:val="24"/>
        </w:rPr>
        <w:t>The final report should be provided within nine months of the receipt of these Terms of Reference.</w:t>
      </w:r>
    </w:p>
    <w:p w:rsidR="00F84C77" w:rsidRDefault="0002577D" w:rsidP="006F586D">
      <w:pPr>
        <w:pStyle w:val="BodyText"/>
        <w:spacing w:before="600"/>
      </w:pPr>
      <w:r>
        <w:t>S</w:t>
      </w:r>
      <w:r w:rsidR="00EF3113">
        <w:t>.</w:t>
      </w:r>
      <w:r>
        <w:t xml:space="preserve"> MORRISON</w:t>
      </w:r>
    </w:p>
    <w:p w:rsidR="00920B21" w:rsidRDefault="00920B21" w:rsidP="000402AD">
      <w:pPr>
        <w:pStyle w:val="BodyText"/>
      </w:pPr>
      <w:r>
        <w:t>Treasurer</w:t>
      </w:r>
    </w:p>
    <w:p w:rsidR="00F84C77" w:rsidRDefault="00920B21" w:rsidP="000402AD">
      <w:pPr>
        <w:pStyle w:val="BodyText"/>
      </w:pPr>
      <w:r>
        <w:t>[Received 20 November 201</w:t>
      </w:r>
      <w:r w:rsidR="00B73473">
        <w:t>5</w:t>
      </w:r>
      <w:r>
        <w:t>]</w:t>
      </w:r>
    </w:p>
    <w:p w:rsidR="00F84C77" w:rsidRDefault="00F84C77" w:rsidP="0002577D">
      <w:pPr>
        <w:pStyle w:val="BodyText"/>
        <w:sectPr w:rsidR="00F84C77" w:rsidSect="000402AD">
          <w:headerReference w:type="even" r:id="rId31"/>
          <w:headerReference w:type="default" r:id="rId32"/>
          <w:footerReference w:type="even" r:id="rId33"/>
          <w:footerReference w:type="default" r:id="rId34"/>
          <w:pgSz w:w="11907" w:h="16840" w:code="9"/>
          <w:pgMar w:top="1985" w:right="1304" w:bottom="1247" w:left="1814" w:header="1701" w:footer="397" w:gutter="0"/>
          <w:pgNumType w:fmt="lowerRoman"/>
          <w:cols w:space="720"/>
        </w:sectPr>
      </w:pPr>
    </w:p>
    <w:p w:rsidR="00505601" w:rsidRPr="00D3155D" w:rsidRDefault="00735FEA" w:rsidP="00D3155D">
      <w:pPr>
        <w:pStyle w:val="Heading1NotTOC"/>
        <w:rPr>
          <w:noProof/>
        </w:rPr>
      </w:pPr>
      <w:bookmarkStart w:id="6" w:name="Contents"/>
      <w:bookmarkEnd w:id="6"/>
      <w:r w:rsidRPr="00B153C3">
        <w:lastRenderedPageBreak/>
        <w:t>Contents</w:t>
      </w:r>
      <w:bookmarkStart w:id="7" w:name="InsertContents"/>
      <w:bookmarkEnd w:id="7"/>
      <w:r w:rsidR="00505601">
        <w:fldChar w:fldCharType="begin"/>
      </w:r>
      <w:r w:rsidR="00505601">
        <w:instrText xml:space="preserve"> TOC \t "Part Title,1,Heading 1,1,Heading 1 (no chapter no.),1,chapter,1,Heading 2,2,Heading 2 (no section no.),2,3" </w:instrText>
      </w:r>
      <w:r w:rsidR="00505601">
        <w:fldChar w:fldCharType="separate"/>
      </w:r>
      <w:r w:rsidR="00D3155D">
        <w:rPr>
          <w:rFonts w:asciiTheme="minorHAnsi" w:eastAsiaTheme="minorEastAsia" w:hAnsiTheme="minorHAnsi" w:cstheme="minorBidi"/>
          <w:b/>
          <w:noProof/>
          <w:sz w:val="22"/>
          <w:szCs w:val="22"/>
          <w:lang w:eastAsia="en-AU"/>
        </w:rPr>
        <w:t xml:space="preserve"> </w:t>
      </w:r>
    </w:p>
    <w:p w:rsidR="00D3155D" w:rsidRDefault="00505601" w:rsidP="00D3155D">
      <w:pPr>
        <w:pStyle w:val="TOC1"/>
      </w:pPr>
      <w:r>
        <w:fldChar w:fldCharType="end"/>
      </w:r>
      <w:r w:rsidR="00D3155D">
        <w:t>Opportunity for further comment</w:t>
      </w:r>
      <w:r w:rsidR="00D3155D">
        <w:tab/>
        <w:t>iii</w:t>
      </w:r>
    </w:p>
    <w:p w:rsidR="00D3155D" w:rsidRDefault="00D3155D" w:rsidP="00D3155D">
      <w:pPr>
        <w:pStyle w:val="TOC1"/>
      </w:pPr>
      <w:r>
        <w:t>Terms of reference</w:t>
      </w:r>
      <w:r>
        <w:tab/>
        <w:t>iv</w:t>
      </w:r>
    </w:p>
    <w:p w:rsidR="00D3155D" w:rsidRDefault="00D3155D" w:rsidP="00D3155D">
      <w:pPr>
        <w:pStyle w:val="TOC1"/>
      </w:pPr>
      <w:r>
        <w:t>Acknowledgements</w:t>
      </w:r>
      <w:r>
        <w:tab/>
      </w:r>
      <w:r w:rsidR="00614FC6">
        <w:t>x</w:t>
      </w:r>
    </w:p>
    <w:p w:rsidR="00505601" w:rsidRPr="00586D10" w:rsidRDefault="00D3155D" w:rsidP="00FC7E2F">
      <w:pPr>
        <w:pStyle w:val="TOC1"/>
      </w:pPr>
      <w:r>
        <w:t>Abbreviations</w:t>
      </w:r>
      <w:r w:rsidR="00614FC6">
        <w:tab/>
      </w:r>
      <w:r w:rsidR="00FC7E2F">
        <w:t>x</w:t>
      </w:r>
      <w:r w:rsidR="00614FC6">
        <w:t>i</w:t>
      </w:r>
    </w:p>
    <w:p w:rsidR="00FC7E2F" w:rsidRDefault="00FC7E2F" w:rsidP="00FC7E2F">
      <w:pPr>
        <w:pStyle w:val="TOC1"/>
      </w:pPr>
      <w:r>
        <w:t>Overview</w:t>
      </w:r>
      <w:r>
        <w:tab/>
        <w:t>1</w:t>
      </w:r>
    </w:p>
    <w:p w:rsidR="00FC7E2F" w:rsidRDefault="00FC7E2F" w:rsidP="002F787B">
      <w:pPr>
        <w:pStyle w:val="TOC1"/>
      </w:pPr>
      <w:r>
        <w:t>Draft recommendations, findings and</w:t>
      </w:r>
      <w:r w:rsidR="002F787B">
        <w:t xml:space="preserve"> </w:t>
      </w:r>
      <w:r>
        <w:t>information requests</w:t>
      </w:r>
      <w:r>
        <w:tab/>
        <w:t>31</w:t>
      </w:r>
    </w:p>
    <w:p w:rsidR="00FC7E2F" w:rsidRDefault="00FC7E2F" w:rsidP="00A212F6">
      <w:pPr>
        <w:pStyle w:val="TOC1"/>
      </w:pPr>
      <w:r>
        <w:t>1</w:t>
      </w:r>
      <w:r>
        <w:tab/>
        <w:t>About this inquiry</w:t>
      </w:r>
      <w:r>
        <w:tab/>
        <w:t>43</w:t>
      </w:r>
    </w:p>
    <w:p w:rsidR="00FC7E2F" w:rsidRDefault="00FC7E2F" w:rsidP="00FC7E2F">
      <w:pPr>
        <w:pStyle w:val="TOC2"/>
      </w:pPr>
      <w:r>
        <w:t>1.1</w:t>
      </w:r>
      <w:r>
        <w:tab/>
        <w:t>What has the Commission been asked to do?</w:t>
      </w:r>
      <w:r>
        <w:tab/>
        <w:t>45</w:t>
      </w:r>
    </w:p>
    <w:p w:rsidR="00FC7E2F" w:rsidRDefault="00FC7E2F" w:rsidP="00FC7E2F">
      <w:pPr>
        <w:pStyle w:val="TOC2"/>
      </w:pPr>
      <w:r>
        <w:t>1.2</w:t>
      </w:r>
      <w:r>
        <w:tab/>
        <w:t>Our approach to reviewing regulation</w:t>
      </w:r>
      <w:r>
        <w:tab/>
        <w:t>46</w:t>
      </w:r>
    </w:p>
    <w:p w:rsidR="00FC7E2F" w:rsidRDefault="00FC7E2F" w:rsidP="00FC7E2F">
      <w:pPr>
        <w:pStyle w:val="TOC2"/>
      </w:pPr>
      <w:r>
        <w:t>1.3</w:t>
      </w:r>
      <w:r>
        <w:tab/>
        <w:t>There are regulations at every stage of the agricultural supply chain</w:t>
      </w:r>
      <w:r>
        <w:tab/>
        <w:t>49</w:t>
      </w:r>
    </w:p>
    <w:p w:rsidR="00FC7E2F" w:rsidRDefault="00FC7E2F" w:rsidP="00FC7E2F">
      <w:pPr>
        <w:pStyle w:val="TOC2"/>
      </w:pPr>
      <w:r>
        <w:t>1.4</w:t>
      </w:r>
      <w:r>
        <w:tab/>
        <w:t>Benefits and costs of regulation are acknowledged</w:t>
      </w:r>
      <w:r>
        <w:tab/>
        <w:t>51</w:t>
      </w:r>
    </w:p>
    <w:p w:rsidR="00FC7E2F" w:rsidRDefault="00FC7E2F" w:rsidP="00FC7E2F">
      <w:pPr>
        <w:pStyle w:val="TOC2"/>
      </w:pPr>
      <w:r>
        <w:t>1.5</w:t>
      </w:r>
      <w:r>
        <w:tab/>
        <w:t>Conduct of the inquiry</w:t>
      </w:r>
      <w:r>
        <w:tab/>
        <w:t>55</w:t>
      </w:r>
    </w:p>
    <w:p w:rsidR="00FC7E2F" w:rsidRDefault="00FC7E2F" w:rsidP="00A212F6">
      <w:pPr>
        <w:pStyle w:val="TOC1"/>
      </w:pPr>
      <w:r>
        <w:t>2</w:t>
      </w:r>
      <w:r>
        <w:tab/>
        <w:t>Land use regulation</w:t>
      </w:r>
      <w:r>
        <w:tab/>
        <w:t>57</w:t>
      </w:r>
    </w:p>
    <w:p w:rsidR="00FC7E2F" w:rsidRDefault="00FC7E2F" w:rsidP="00FC7E2F">
      <w:pPr>
        <w:pStyle w:val="TOC2"/>
      </w:pPr>
      <w:r>
        <w:t>2.1</w:t>
      </w:r>
      <w:r>
        <w:tab/>
        <w:t>The role of government in land use</w:t>
      </w:r>
      <w:r>
        <w:tab/>
        <w:t>59</w:t>
      </w:r>
    </w:p>
    <w:p w:rsidR="00FC7E2F" w:rsidRDefault="00FC7E2F" w:rsidP="00FC7E2F">
      <w:pPr>
        <w:pStyle w:val="TOC2"/>
      </w:pPr>
      <w:r>
        <w:t>2.2</w:t>
      </w:r>
      <w:r>
        <w:tab/>
        <w:t>How is land use regulated?</w:t>
      </w:r>
      <w:r>
        <w:tab/>
        <w:t>60</w:t>
      </w:r>
    </w:p>
    <w:p w:rsidR="00FC7E2F" w:rsidRDefault="00FC7E2F" w:rsidP="00FC7E2F">
      <w:pPr>
        <w:pStyle w:val="TOC2"/>
      </w:pPr>
      <w:r>
        <w:t>2.3</w:t>
      </w:r>
      <w:r>
        <w:tab/>
        <w:t>Agriculture on Crown land</w:t>
      </w:r>
      <w:r>
        <w:tab/>
        <w:t>62</w:t>
      </w:r>
    </w:p>
    <w:p w:rsidR="00FC7E2F" w:rsidRDefault="00FC7E2F" w:rsidP="00FC7E2F">
      <w:pPr>
        <w:pStyle w:val="TOC2"/>
      </w:pPr>
      <w:r>
        <w:t>2.4</w:t>
      </w:r>
      <w:r>
        <w:tab/>
        <w:t>Conflicts between farming and residential land use</w:t>
      </w:r>
      <w:r>
        <w:tab/>
        <w:t>71</w:t>
      </w:r>
    </w:p>
    <w:p w:rsidR="00FC7E2F" w:rsidRDefault="00FC7E2F" w:rsidP="00FC7E2F">
      <w:pPr>
        <w:pStyle w:val="TOC2"/>
      </w:pPr>
      <w:r>
        <w:t>2.5</w:t>
      </w:r>
      <w:r>
        <w:tab/>
        <w:t>Conflicts over land access for resource exploration and extraction</w:t>
      </w:r>
      <w:r>
        <w:tab/>
        <w:t>7</w:t>
      </w:r>
      <w:r w:rsidR="005E31B5">
        <w:t>7</w:t>
      </w:r>
    </w:p>
    <w:p w:rsidR="00FC7E2F" w:rsidRDefault="00FC7E2F" w:rsidP="00FC7E2F">
      <w:pPr>
        <w:pStyle w:val="TOC2"/>
      </w:pPr>
      <w:r>
        <w:t>2.6</w:t>
      </w:r>
      <w:r>
        <w:tab/>
        <w:t>Planning, zoning and development assessment</w:t>
      </w:r>
      <w:r>
        <w:tab/>
        <w:t>82</w:t>
      </w:r>
    </w:p>
    <w:p w:rsidR="00FC7E2F" w:rsidRDefault="00FC7E2F" w:rsidP="00A212F6">
      <w:pPr>
        <w:pStyle w:val="TOC1"/>
      </w:pPr>
      <w:r>
        <w:t>3</w:t>
      </w:r>
      <w:r>
        <w:tab/>
        <w:t>Environmental regulations</w:t>
      </w:r>
      <w:r>
        <w:tab/>
        <w:t>91</w:t>
      </w:r>
    </w:p>
    <w:p w:rsidR="00FC7E2F" w:rsidRDefault="00FC7E2F" w:rsidP="00FC7E2F">
      <w:pPr>
        <w:pStyle w:val="TOC2"/>
      </w:pPr>
      <w:r>
        <w:t>3.1</w:t>
      </w:r>
      <w:r>
        <w:tab/>
        <w:t>Why are governments involved in environmental protection?</w:t>
      </w:r>
      <w:r>
        <w:tab/>
        <w:t>92</w:t>
      </w:r>
    </w:p>
    <w:p w:rsidR="00FC7E2F" w:rsidRDefault="00FC7E2F" w:rsidP="00FC7E2F">
      <w:pPr>
        <w:pStyle w:val="TOC2"/>
      </w:pPr>
      <w:r>
        <w:t>3.2</w:t>
      </w:r>
      <w:r>
        <w:tab/>
        <w:t>Environmental regulations: the current state of play</w:t>
      </w:r>
      <w:r>
        <w:tab/>
        <w:t>94</w:t>
      </w:r>
    </w:p>
    <w:p w:rsidR="00FC7E2F" w:rsidRDefault="00FC7E2F" w:rsidP="00FC7E2F">
      <w:pPr>
        <w:pStyle w:val="TOC2"/>
      </w:pPr>
      <w:r>
        <w:t>3.3</w:t>
      </w:r>
      <w:r>
        <w:tab/>
        <w:t>The effect of environmental regulations on farm businesses</w:t>
      </w:r>
      <w:r>
        <w:tab/>
        <w:t>103</w:t>
      </w:r>
    </w:p>
    <w:p w:rsidR="00FC7E2F" w:rsidRDefault="00FC7E2F" w:rsidP="00FC7E2F">
      <w:pPr>
        <w:pStyle w:val="TOC2"/>
      </w:pPr>
      <w:r>
        <w:t>3.4</w:t>
      </w:r>
      <w:r>
        <w:tab/>
        <w:t xml:space="preserve">Addressing issues in </w:t>
      </w:r>
      <w:r w:rsidR="00B05406">
        <w:t>environmental</w:t>
      </w:r>
      <w:r w:rsidR="00B05406" w:rsidRPr="0097429F">
        <w:t xml:space="preserve"> </w:t>
      </w:r>
      <w:r>
        <w:t>regulations</w:t>
      </w:r>
      <w:r>
        <w:tab/>
        <w:t>124</w:t>
      </w:r>
    </w:p>
    <w:p w:rsidR="00FC7E2F" w:rsidRDefault="00FC7E2F" w:rsidP="00A212F6">
      <w:pPr>
        <w:pStyle w:val="TOC1"/>
      </w:pPr>
      <w:r>
        <w:lastRenderedPageBreak/>
        <w:t>4</w:t>
      </w:r>
      <w:r>
        <w:tab/>
        <w:t>On-farm regulation of water</w:t>
      </w:r>
      <w:r>
        <w:tab/>
        <w:t>143</w:t>
      </w:r>
    </w:p>
    <w:p w:rsidR="00FC7E2F" w:rsidRDefault="00FC7E2F" w:rsidP="00FC7E2F">
      <w:pPr>
        <w:pStyle w:val="TOC2"/>
      </w:pPr>
      <w:r>
        <w:t>4.1</w:t>
      </w:r>
      <w:r>
        <w:tab/>
        <w:t>Water and agriculture</w:t>
      </w:r>
      <w:r>
        <w:tab/>
        <w:t>143</w:t>
      </w:r>
    </w:p>
    <w:p w:rsidR="00FC7E2F" w:rsidRDefault="00FC7E2F" w:rsidP="00FC7E2F">
      <w:pPr>
        <w:pStyle w:val="TOC2"/>
      </w:pPr>
      <w:r>
        <w:t>4.2</w:t>
      </w:r>
      <w:r>
        <w:tab/>
        <w:t>Regulating farm access to water</w:t>
      </w:r>
      <w:r>
        <w:tab/>
        <w:t>149</w:t>
      </w:r>
    </w:p>
    <w:p w:rsidR="00FC7E2F" w:rsidRDefault="00FC7E2F" w:rsidP="00FC7E2F">
      <w:pPr>
        <w:pStyle w:val="TOC2"/>
      </w:pPr>
      <w:r>
        <w:t>4.3</w:t>
      </w:r>
      <w:r>
        <w:tab/>
        <w:t>Regulating farm use of water</w:t>
      </w:r>
      <w:r>
        <w:tab/>
        <w:t>164</w:t>
      </w:r>
    </w:p>
    <w:p w:rsidR="00FC7E2F" w:rsidRDefault="00FC7E2F" w:rsidP="00FC7E2F">
      <w:pPr>
        <w:pStyle w:val="TOC2"/>
      </w:pPr>
      <w:r>
        <w:t>4.4</w:t>
      </w:r>
      <w:r>
        <w:tab/>
        <w:t>Regulating farm disposal of water</w:t>
      </w:r>
      <w:r>
        <w:tab/>
        <w:t>164</w:t>
      </w:r>
    </w:p>
    <w:p w:rsidR="00FC7E2F" w:rsidRDefault="005344AC" w:rsidP="00FC7E2F">
      <w:pPr>
        <w:pStyle w:val="TOC2"/>
      </w:pPr>
      <w:r>
        <w:t>4.5</w:t>
      </w:r>
      <w:r>
        <w:tab/>
        <w:t>Water reporting</w:t>
      </w:r>
      <w:r>
        <w:tab/>
        <w:t>167</w:t>
      </w:r>
    </w:p>
    <w:p w:rsidR="00FC7E2F" w:rsidRDefault="00FC7E2F" w:rsidP="00A212F6">
      <w:pPr>
        <w:pStyle w:val="TOC1"/>
      </w:pPr>
      <w:r>
        <w:t>5</w:t>
      </w:r>
      <w:r>
        <w:tab/>
        <w:t>Regulation of farm animal welfare</w:t>
      </w:r>
      <w:r>
        <w:tab/>
        <w:t>171</w:t>
      </w:r>
    </w:p>
    <w:p w:rsidR="00FC7E2F" w:rsidRDefault="00FC7E2F" w:rsidP="00FC7E2F">
      <w:pPr>
        <w:pStyle w:val="TOC2"/>
      </w:pPr>
      <w:r>
        <w:t>5.1</w:t>
      </w:r>
      <w:r>
        <w:tab/>
        <w:t>The concept of animal welfare</w:t>
      </w:r>
      <w:r>
        <w:tab/>
        <w:t>172</w:t>
      </w:r>
    </w:p>
    <w:p w:rsidR="00FC7E2F" w:rsidRDefault="00FC7E2F" w:rsidP="00FC7E2F">
      <w:pPr>
        <w:pStyle w:val="TOC2"/>
      </w:pPr>
      <w:r>
        <w:t>5.2</w:t>
      </w:r>
      <w:r>
        <w:tab/>
        <w:t>A role for government in farm animal welfare?</w:t>
      </w:r>
      <w:r>
        <w:tab/>
        <w:t>174</w:t>
      </w:r>
    </w:p>
    <w:p w:rsidR="00FC7E2F" w:rsidRDefault="00FC7E2F" w:rsidP="00FC7E2F">
      <w:pPr>
        <w:pStyle w:val="TOC2"/>
      </w:pPr>
      <w:r>
        <w:t>5.3</w:t>
      </w:r>
      <w:r>
        <w:tab/>
        <w:t>Australia’s animal welfare system</w:t>
      </w:r>
      <w:r>
        <w:tab/>
        <w:t>178</w:t>
      </w:r>
    </w:p>
    <w:p w:rsidR="00FC7E2F" w:rsidRDefault="00FC7E2F" w:rsidP="00FC7E2F">
      <w:pPr>
        <w:pStyle w:val="TOC2"/>
      </w:pPr>
      <w:r>
        <w:t>5.4</w:t>
      </w:r>
      <w:r>
        <w:tab/>
        <w:t>How are farm a</w:t>
      </w:r>
      <w:r w:rsidR="00614FC6">
        <w:t>nimal welfare standards set?</w:t>
      </w:r>
      <w:r w:rsidR="00614FC6">
        <w:tab/>
        <w:t>181</w:t>
      </w:r>
    </w:p>
    <w:p w:rsidR="00FC7E2F" w:rsidRDefault="00FC7E2F" w:rsidP="00FC7E2F">
      <w:pPr>
        <w:pStyle w:val="TOC2"/>
      </w:pPr>
      <w:r>
        <w:t>5.5</w:t>
      </w:r>
      <w:r>
        <w:tab/>
        <w:t>Improving the effectiveness of fa</w:t>
      </w:r>
      <w:r w:rsidR="001E18B6">
        <w:t>rm animal welfare regulation</w:t>
      </w:r>
      <w:r w:rsidR="001E18B6">
        <w:tab/>
        <w:t>196</w:t>
      </w:r>
    </w:p>
    <w:p w:rsidR="00FC7E2F" w:rsidRDefault="00FC7E2F" w:rsidP="00FC7E2F">
      <w:pPr>
        <w:pStyle w:val="TOC2"/>
      </w:pPr>
      <w:r>
        <w:t>5.6</w:t>
      </w:r>
      <w:r>
        <w:tab/>
        <w:t>Live export regulation</w:t>
      </w:r>
      <w:r>
        <w:tab/>
      </w:r>
      <w:r w:rsidR="001E18B6">
        <w:t>211</w:t>
      </w:r>
    </w:p>
    <w:p w:rsidR="00FC7E2F" w:rsidRDefault="00FC7E2F" w:rsidP="00A212F6">
      <w:pPr>
        <w:pStyle w:val="TOC1"/>
      </w:pPr>
      <w:r w:rsidRPr="00A212F6">
        <w:t>6</w:t>
      </w:r>
      <w:r w:rsidRPr="00A212F6">
        <w:tab/>
        <w:t>Regulation of technologies and agricultural and veterinary</w:t>
      </w:r>
      <w:r>
        <w:t xml:space="preserve"> chemicals</w:t>
      </w:r>
      <w:r>
        <w:tab/>
        <w:t>223</w:t>
      </w:r>
    </w:p>
    <w:p w:rsidR="00FC7E2F" w:rsidRDefault="00FC7E2F" w:rsidP="00FC7E2F">
      <w:pPr>
        <w:pStyle w:val="TOC2"/>
      </w:pPr>
      <w:r>
        <w:t>6.1</w:t>
      </w:r>
      <w:r>
        <w:tab/>
        <w:t>Regulating the evolving world of agricultural technologies</w:t>
      </w:r>
      <w:r>
        <w:tab/>
        <w:t>225</w:t>
      </w:r>
    </w:p>
    <w:p w:rsidR="00FC7E2F" w:rsidRDefault="00FC7E2F" w:rsidP="00FC7E2F">
      <w:pPr>
        <w:pStyle w:val="TOC2"/>
      </w:pPr>
      <w:r>
        <w:t>6.2</w:t>
      </w:r>
      <w:r>
        <w:tab/>
        <w:t>Access to agricultu</w:t>
      </w:r>
      <w:r w:rsidR="001E18B6">
        <w:t>ral and veterinary chemicals</w:t>
      </w:r>
      <w:r w:rsidR="001E18B6">
        <w:tab/>
        <w:t>245</w:t>
      </w:r>
    </w:p>
    <w:p w:rsidR="00FC7E2F" w:rsidRDefault="00FC7E2F" w:rsidP="00FC7E2F">
      <w:pPr>
        <w:pStyle w:val="TOC2"/>
      </w:pPr>
      <w:r>
        <w:t>6.3</w:t>
      </w:r>
      <w:r>
        <w:tab/>
        <w:t>Is there scope for more significant reform?</w:t>
      </w:r>
      <w:r>
        <w:tab/>
        <w:t>2</w:t>
      </w:r>
      <w:r w:rsidR="001E18B6">
        <w:t>59</w:t>
      </w:r>
    </w:p>
    <w:p w:rsidR="00FC7E2F" w:rsidRDefault="00FC7E2F" w:rsidP="007804F4">
      <w:pPr>
        <w:pStyle w:val="TOC1"/>
      </w:pPr>
      <w:r>
        <w:t>7</w:t>
      </w:r>
      <w:r>
        <w:tab/>
      </w:r>
      <w:r w:rsidR="001E18B6">
        <w:t>Biosecurity</w:t>
      </w:r>
      <w:r w:rsidR="001E18B6">
        <w:tab/>
        <w:t>261</w:t>
      </w:r>
    </w:p>
    <w:p w:rsidR="00FC7E2F" w:rsidRDefault="00FC7E2F" w:rsidP="00FC7E2F">
      <w:pPr>
        <w:pStyle w:val="TOC2"/>
      </w:pPr>
      <w:r>
        <w:t>7.1</w:t>
      </w:r>
      <w:r>
        <w:tab/>
        <w:t>Australi</w:t>
      </w:r>
      <w:r w:rsidR="001E18B6">
        <w:t>a’s biosecurity arrangements</w:t>
      </w:r>
      <w:r w:rsidR="001E18B6">
        <w:tab/>
        <w:t>262</w:t>
      </w:r>
    </w:p>
    <w:p w:rsidR="00FC7E2F" w:rsidRDefault="00FC7E2F" w:rsidP="00FC7E2F">
      <w:pPr>
        <w:pStyle w:val="TOC2"/>
      </w:pPr>
      <w:r>
        <w:t>7.2</w:t>
      </w:r>
      <w:r>
        <w:tab/>
        <w:t>Why are governments involved in biosecurity?</w:t>
      </w:r>
      <w:r>
        <w:tab/>
        <w:t>2</w:t>
      </w:r>
      <w:r w:rsidR="001E18B6">
        <w:t>69</w:t>
      </w:r>
    </w:p>
    <w:p w:rsidR="00FC7E2F" w:rsidRDefault="00FC7E2F" w:rsidP="00FC7E2F">
      <w:pPr>
        <w:pStyle w:val="TOC2"/>
      </w:pPr>
      <w:r>
        <w:t>7.3</w:t>
      </w:r>
      <w:r>
        <w:tab/>
        <w:t>Benef</w:t>
      </w:r>
      <w:r w:rsidR="001E18B6">
        <w:t>its and costs of biosecurity</w:t>
      </w:r>
      <w:r w:rsidR="001E18B6">
        <w:tab/>
        <w:t>270</w:t>
      </w:r>
    </w:p>
    <w:p w:rsidR="00FC7E2F" w:rsidRDefault="00FC7E2F" w:rsidP="00FC7E2F">
      <w:pPr>
        <w:pStyle w:val="TOC2"/>
      </w:pPr>
      <w:r>
        <w:t>7.4</w:t>
      </w:r>
      <w:r>
        <w:tab/>
        <w:t>Regulatory issues raised about biosecurity</w:t>
      </w:r>
      <w:r>
        <w:tab/>
        <w:t>27</w:t>
      </w:r>
      <w:r w:rsidR="00614FC6">
        <w:t>3</w:t>
      </w:r>
    </w:p>
    <w:p w:rsidR="00FC7E2F" w:rsidRDefault="001E18B6" w:rsidP="007804F4">
      <w:pPr>
        <w:pStyle w:val="TOC1"/>
      </w:pPr>
      <w:r>
        <w:t>8</w:t>
      </w:r>
      <w:r>
        <w:tab/>
        <w:t>Transport</w:t>
      </w:r>
      <w:r>
        <w:tab/>
        <w:t>293</w:t>
      </w:r>
    </w:p>
    <w:p w:rsidR="00FC7E2F" w:rsidRDefault="00FC7E2F" w:rsidP="00FC7E2F">
      <w:pPr>
        <w:pStyle w:val="TOC2"/>
      </w:pPr>
      <w:r>
        <w:t>8.1</w:t>
      </w:r>
      <w:r>
        <w:tab/>
        <w:t>Heavy vehicles</w:t>
      </w:r>
      <w:r>
        <w:tab/>
        <w:t>29</w:t>
      </w:r>
      <w:r w:rsidR="001E18B6">
        <w:t>4</w:t>
      </w:r>
    </w:p>
    <w:p w:rsidR="00FC7E2F" w:rsidRDefault="00FC7E2F" w:rsidP="00FC7E2F">
      <w:pPr>
        <w:pStyle w:val="TOC2"/>
      </w:pPr>
      <w:r>
        <w:t>8.2</w:t>
      </w:r>
      <w:r>
        <w:tab/>
        <w:t>Rail</w:t>
      </w:r>
      <w:r>
        <w:tab/>
        <w:t>32</w:t>
      </w:r>
      <w:r w:rsidR="001E18B6">
        <w:t>3</w:t>
      </w:r>
    </w:p>
    <w:p w:rsidR="00FC7E2F" w:rsidRDefault="00FC7E2F" w:rsidP="00FC7E2F">
      <w:pPr>
        <w:pStyle w:val="TOC2"/>
      </w:pPr>
      <w:r>
        <w:t>8.3</w:t>
      </w:r>
      <w:r>
        <w:tab/>
        <w:t>Ports</w:t>
      </w:r>
      <w:r>
        <w:tab/>
        <w:t>32</w:t>
      </w:r>
      <w:r w:rsidR="001E18B6">
        <w:t>6</w:t>
      </w:r>
    </w:p>
    <w:p w:rsidR="00FC7E2F" w:rsidRDefault="00FC7E2F" w:rsidP="00FC7E2F">
      <w:pPr>
        <w:pStyle w:val="TOC2"/>
      </w:pPr>
      <w:r>
        <w:t>8.4</w:t>
      </w:r>
      <w:r>
        <w:tab/>
        <w:t>Coastal shipping</w:t>
      </w:r>
      <w:r>
        <w:tab/>
        <w:t>3</w:t>
      </w:r>
      <w:r w:rsidR="001E18B6">
        <w:t>29</w:t>
      </w:r>
    </w:p>
    <w:p w:rsidR="00FC7E2F" w:rsidRDefault="001E18B6" w:rsidP="00FC7E2F">
      <w:pPr>
        <w:pStyle w:val="TOC2"/>
      </w:pPr>
      <w:r>
        <w:t>8.5</w:t>
      </w:r>
      <w:r>
        <w:tab/>
        <w:t>Biofuel support programs</w:t>
      </w:r>
      <w:r>
        <w:tab/>
        <w:t>334</w:t>
      </w:r>
    </w:p>
    <w:p w:rsidR="00130F8D" w:rsidRDefault="00130F8D" w:rsidP="007804F4">
      <w:pPr>
        <w:pStyle w:val="TOC1"/>
      </w:pPr>
    </w:p>
    <w:p w:rsidR="00FC7E2F" w:rsidRDefault="001E18B6" w:rsidP="007804F4">
      <w:pPr>
        <w:pStyle w:val="TOC1"/>
      </w:pPr>
      <w:r>
        <w:lastRenderedPageBreak/>
        <w:t>9</w:t>
      </w:r>
      <w:r>
        <w:tab/>
        <w:t>Food regulation</w:t>
      </w:r>
      <w:r>
        <w:tab/>
        <w:t>33</w:t>
      </w:r>
      <w:r w:rsidR="005344AC">
        <w:t>9</w:t>
      </w:r>
    </w:p>
    <w:p w:rsidR="00FC7E2F" w:rsidRDefault="00FC7E2F" w:rsidP="00CA7DBD">
      <w:pPr>
        <w:pStyle w:val="TOC2"/>
        <w:ind w:left="1134" w:hanging="624"/>
      </w:pPr>
      <w:r>
        <w:t>9.1</w:t>
      </w:r>
      <w:r>
        <w:tab/>
        <w:t>R</w:t>
      </w:r>
      <w:r w:rsidR="005344AC">
        <w:t>ationale for food regulation</w:t>
      </w:r>
      <w:r w:rsidR="005344AC">
        <w:tab/>
        <w:t>340</w:t>
      </w:r>
    </w:p>
    <w:p w:rsidR="00FC7E2F" w:rsidRDefault="00FC7E2F" w:rsidP="00CA7DBD">
      <w:pPr>
        <w:pStyle w:val="TOC2"/>
        <w:ind w:left="1134" w:hanging="624"/>
      </w:pPr>
      <w:r>
        <w:t>9.2</w:t>
      </w:r>
      <w:r>
        <w:tab/>
      </w:r>
      <w:r w:rsidR="005344AC">
        <w:t>Food regulation in Australia</w:t>
      </w:r>
      <w:r w:rsidR="005344AC">
        <w:tab/>
        <w:t>343</w:t>
      </w:r>
    </w:p>
    <w:p w:rsidR="00FC7E2F" w:rsidRDefault="00FC7E2F" w:rsidP="00CA7DBD">
      <w:pPr>
        <w:pStyle w:val="TOC2"/>
        <w:ind w:left="1134" w:hanging="624"/>
      </w:pPr>
      <w:r>
        <w:t>9.3</w:t>
      </w:r>
      <w:r>
        <w:tab/>
      </w:r>
      <w:r w:rsidR="005344AC">
        <w:t>Regulation of food labelling</w:t>
      </w:r>
      <w:r w:rsidR="005344AC">
        <w:tab/>
        <w:t>346</w:t>
      </w:r>
    </w:p>
    <w:p w:rsidR="00FC7E2F" w:rsidRDefault="00FC7E2F" w:rsidP="00CA7DBD">
      <w:pPr>
        <w:pStyle w:val="TOC2"/>
        <w:ind w:left="1134" w:hanging="624"/>
      </w:pPr>
      <w:r>
        <w:t>9.4</w:t>
      </w:r>
      <w:r>
        <w:tab/>
        <w:t xml:space="preserve">Regulation of food safety in the </w:t>
      </w:r>
      <w:r w:rsidR="005344AC">
        <w:t>production process</w:t>
      </w:r>
      <w:r w:rsidR="005344AC">
        <w:tab/>
        <w:t>367</w:t>
      </w:r>
    </w:p>
    <w:p w:rsidR="00FC7E2F" w:rsidRDefault="00FC7E2F" w:rsidP="007804F4">
      <w:pPr>
        <w:pStyle w:val="TOC1"/>
      </w:pPr>
      <w:r>
        <w:t>10</w:t>
      </w:r>
      <w:r>
        <w:tab/>
        <w:t>Labour regulation</w:t>
      </w:r>
      <w:r>
        <w:tab/>
        <w:t>3</w:t>
      </w:r>
      <w:r w:rsidR="005344AC">
        <w:t>79</w:t>
      </w:r>
    </w:p>
    <w:p w:rsidR="00FC7E2F" w:rsidRDefault="00FC7E2F" w:rsidP="00146D37">
      <w:pPr>
        <w:pStyle w:val="TOC2"/>
        <w:ind w:left="1134" w:hanging="624"/>
      </w:pPr>
      <w:r>
        <w:t>10.1</w:t>
      </w:r>
      <w:r>
        <w:tab/>
        <w:t>Distinctive features of labour markets</w:t>
      </w:r>
      <w:r>
        <w:tab/>
        <w:t>3</w:t>
      </w:r>
      <w:r w:rsidR="005344AC">
        <w:t>81</w:t>
      </w:r>
    </w:p>
    <w:p w:rsidR="00FC7E2F" w:rsidRDefault="00FC7E2F" w:rsidP="00146D37">
      <w:pPr>
        <w:pStyle w:val="TOC2"/>
        <w:ind w:left="1134" w:hanging="624"/>
      </w:pPr>
      <w:r>
        <w:t>10.2</w:t>
      </w:r>
      <w:r>
        <w:tab/>
      </w:r>
      <w:r w:rsidR="005344AC">
        <w:t>Access to overseas workers</w:t>
      </w:r>
      <w:r w:rsidR="005344AC">
        <w:tab/>
        <w:t>382</w:t>
      </w:r>
    </w:p>
    <w:p w:rsidR="00FC7E2F" w:rsidRDefault="00FC7E2F" w:rsidP="00146D37">
      <w:pPr>
        <w:pStyle w:val="TOC2"/>
        <w:ind w:left="1134" w:hanging="624"/>
      </w:pPr>
      <w:r>
        <w:t>10.3</w:t>
      </w:r>
      <w:r>
        <w:tab/>
      </w:r>
      <w:r w:rsidR="005344AC">
        <w:t>Workplace relations</w:t>
      </w:r>
      <w:r w:rsidR="005344AC">
        <w:tab/>
        <w:t>397</w:t>
      </w:r>
    </w:p>
    <w:p w:rsidR="00FC7E2F" w:rsidRDefault="00FC7E2F" w:rsidP="00146D37">
      <w:pPr>
        <w:pStyle w:val="TOC2"/>
        <w:ind w:left="1134" w:hanging="624"/>
      </w:pPr>
      <w:r>
        <w:t>10.4</w:t>
      </w:r>
      <w:r>
        <w:tab/>
      </w:r>
      <w:r w:rsidR="005344AC">
        <w:t>Work health and safety</w:t>
      </w:r>
      <w:r w:rsidR="005344AC">
        <w:tab/>
        <w:t>400</w:t>
      </w:r>
    </w:p>
    <w:p w:rsidR="00FC7E2F" w:rsidRDefault="005344AC" w:rsidP="007804F4">
      <w:pPr>
        <w:pStyle w:val="TOC1"/>
      </w:pPr>
      <w:r>
        <w:t>11</w:t>
      </w:r>
      <w:r>
        <w:tab/>
        <w:t>Competition regulation</w:t>
      </w:r>
      <w:r>
        <w:tab/>
        <w:t>409</w:t>
      </w:r>
    </w:p>
    <w:p w:rsidR="00FC7E2F" w:rsidRDefault="00FC7E2F" w:rsidP="00146D37">
      <w:pPr>
        <w:pStyle w:val="TOC2"/>
        <w:ind w:left="1134" w:hanging="624"/>
      </w:pPr>
      <w:r>
        <w:t>11.1</w:t>
      </w:r>
      <w:r>
        <w:tab/>
      </w:r>
      <w:r w:rsidR="005344AC">
        <w:t>Statutory marketing</w:t>
      </w:r>
      <w:r w:rsidR="005344AC">
        <w:tab/>
        <w:t>411</w:t>
      </w:r>
    </w:p>
    <w:p w:rsidR="00FC7E2F" w:rsidRDefault="00FC7E2F" w:rsidP="00146D37">
      <w:pPr>
        <w:pStyle w:val="TOC2"/>
        <w:ind w:left="1134" w:hanging="624"/>
      </w:pPr>
      <w:r>
        <w:t>11.2</w:t>
      </w:r>
      <w:r>
        <w:tab/>
      </w:r>
      <w:r w:rsidR="005344AC">
        <w:t>Competition law</w:t>
      </w:r>
      <w:r w:rsidR="005344AC">
        <w:tab/>
        <w:t>426</w:t>
      </w:r>
    </w:p>
    <w:p w:rsidR="00FC7E2F" w:rsidRDefault="00FC7E2F" w:rsidP="00146D37">
      <w:pPr>
        <w:pStyle w:val="TOC2"/>
        <w:ind w:left="1134" w:hanging="624"/>
      </w:pPr>
      <w:r>
        <w:t>11.3</w:t>
      </w:r>
      <w:r>
        <w:tab/>
      </w:r>
      <w:r w:rsidR="001E18B6">
        <w:t>Industry codes of c</w:t>
      </w:r>
      <w:r w:rsidR="005344AC">
        <w:t>onduct</w:t>
      </w:r>
      <w:r w:rsidR="005344AC">
        <w:tab/>
        <w:t>434</w:t>
      </w:r>
    </w:p>
    <w:p w:rsidR="00FC7E2F" w:rsidRDefault="00FC7E2F" w:rsidP="007804F4">
      <w:pPr>
        <w:pStyle w:val="TOC1"/>
      </w:pPr>
      <w:r>
        <w:t>12</w:t>
      </w:r>
      <w:r>
        <w:tab/>
        <w:t>Forei</w:t>
      </w:r>
      <w:r w:rsidR="005344AC">
        <w:t>gn investment in agriculture</w:t>
      </w:r>
      <w:r w:rsidR="005344AC">
        <w:tab/>
        <w:t>439</w:t>
      </w:r>
    </w:p>
    <w:p w:rsidR="00FC7E2F" w:rsidRDefault="00FC7E2F" w:rsidP="00CA7DBD">
      <w:pPr>
        <w:pStyle w:val="TOC2"/>
        <w:ind w:left="1134" w:hanging="624"/>
      </w:pPr>
      <w:r>
        <w:t>12.1</w:t>
      </w:r>
      <w:r>
        <w:tab/>
        <w:t xml:space="preserve">About Australia’s </w:t>
      </w:r>
      <w:r w:rsidR="005344AC">
        <w:t>foreign investment framework</w:t>
      </w:r>
      <w:r w:rsidR="005344AC">
        <w:tab/>
        <w:t>441</w:t>
      </w:r>
    </w:p>
    <w:p w:rsidR="00FC7E2F" w:rsidRDefault="00FC7E2F" w:rsidP="00CA7DBD">
      <w:pPr>
        <w:pStyle w:val="TOC2"/>
        <w:ind w:left="1134" w:hanging="624"/>
      </w:pPr>
      <w:r>
        <w:t>12.2</w:t>
      </w:r>
      <w:r>
        <w:tab/>
        <w:t>The importance of for</w:t>
      </w:r>
      <w:r w:rsidR="005344AC">
        <w:t>eign investment to Australia</w:t>
      </w:r>
      <w:r w:rsidR="005344AC">
        <w:tab/>
        <w:t>445</w:t>
      </w:r>
    </w:p>
    <w:p w:rsidR="00FC7E2F" w:rsidRDefault="00FC7E2F" w:rsidP="00CA7DBD">
      <w:pPr>
        <w:pStyle w:val="TOC2"/>
        <w:ind w:left="1134" w:hanging="624"/>
      </w:pPr>
      <w:r>
        <w:t>12.3</w:t>
      </w:r>
      <w:r>
        <w:tab/>
        <w:t xml:space="preserve">A closer look at the new foreign investment arrangements </w:t>
      </w:r>
      <w:r w:rsidR="00C7671B">
        <w:t xml:space="preserve"> </w:t>
      </w:r>
      <w:r w:rsidR="005344AC">
        <w:t>for agriculture</w:t>
      </w:r>
      <w:r w:rsidR="005344AC">
        <w:tab/>
        <w:t>452</w:t>
      </w:r>
    </w:p>
    <w:p w:rsidR="00FC7E2F" w:rsidRDefault="001E18B6" w:rsidP="007804F4">
      <w:pPr>
        <w:pStyle w:val="TOC1"/>
      </w:pPr>
      <w:r>
        <w:t>13</w:t>
      </w:r>
      <w:r>
        <w:tab/>
        <w:t>Exp</w:t>
      </w:r>
      <w:r w:rsidR="005344AC">
        <w:t>ort regulation</w:t>
      </w:r>
      <w:r w:rsidR="005344AC">
        <w:tab/>
        <w:t>473</w:t>
      </w:r>
    </w:p>
    <w:p w:rsidR="00FC7E2F" w:rsidRDefault="00FC7E2F" w:rsidP="00CA7DBD">
      <w:pPr>
        <w:pStyle w:val="TOC2"/>
        <w:ind w:left="1134" w:hanging="624"/>
      </w:pPr>
      <w:r>
        <w:t>13.1</w:t>
      </w:r>
      <w:r>
        <w:tab/>
        <w:t>Regula</w:t>
      </w:r>
      <w:r w:rsidR="005344AC">
        <w:t>tion of agricultural exports</w:t>
      </w:r>
      <w:r w:rsidR="005344AC">
        <w:tab/>
        <w:t>474</w:t>
      </w:r>
    </w:p>
    <w:p w:rsidR="00FC7E2F" w:rsidRDefault="00FC7E2F" w:rsidP="00CA7DBD">
      <w:pPr>
        <w:pStyle w:val="TOC2"/>
        <w:ind w:left="1134" w:hanging="624"/>
      </w:pPr>
      <w:r>
        <w:t>13.2</w:t>
      </w:r>
      <w:r>
        <w:tab/>
        <w:t>The regulatory bu</w:t>
      </w:r>
      <w:r w:rsidR="005344AC">
        <w:t>rden of export certification</w:t>
      </w:r>
      <w:r w:rsidR="005344AC">
        <w:tab/>
        <w:t>476</w:t>
      </w:r>
    </w:p>
    <w:p w:rsidR="00FC7E2F" w:rsidRDefault="005344AC" w:rsidP="007804F4">
      <w:pPr>
        <w:pStyle w:val="TOC1"/>
      </w:pPr>
      <w:r>
        <w:t>14</w:t>
      </w:r>
      <w:r>
        <w:tab/>
        <w:t>The way forward</w:t>
      </w:r>
      <w:r>
        <w:tab/>
        <w:t>485</w:t>
      </w:r>
    </w:p>
    <w:p w:rsidR="00FC7E2F" w:rsidRDefault="00FC7E2F" w:rsidP="00CA7DBD">
      <w:pPr>
        <w:pStyle w:val="TOC2"/>
        <w:ind w:left="1134" w:hanging="624"/>
      </w:pPr>
      <w:r>
        <w:t>14.1</w:t>
      </w:r>
      <w:r>
        <w:tab/>
        <w:t>The nature of the regulatory burden facing farmers</w:t>
      </w:r>
      <w:r>
        <w:tab/>
        <w:t>4</w:t>
      </w:r>
      <w:r w:rsidR="005344AC">
        <w:t>86</w:t>
      </w:r>
    </w:p>
    <w:p w:rsidR="00FC7E2F" w:rsidRDefault="00FC7E2F" w:rsidP="00CA7DBD">
      <w:pPr>
        <w:pStyle w:val="TOC2"/>
        <w:ind w:left="1134" w:hanging="624"/>
      </w:pPr>
      <w:r>
        <w:t>14.2</w:t>
      </w:r>
      <w:r>
        <w:tab/>
        <w:t>Systemic regulatory</w:t>
      </w:r>
      <w:r w:rsidR="001E18B6">
        <w:t xml:space="preserve"> problems and inquiry themes</w:t>
      </w:r>
      <w:r w:rsidR="001E18B6">
        <w:tab/>
        <w:t>48</w:t>
      </w:r>
      <w:r w:rsidR="005344AC">
        <w:t>7</w:t>
      </w:r>
    </w:p>
    <w:p w:rsidR="00FC7E2F" w:rsidRDefault="005344AC" w:rsidP="007804F4">
      <w:pPr>
        <w:pStyle w:val="TOC1"/>
      </w:pPr>
      <w:r>
        <w:t>A</w:t>
      </w:r>
      <w:r>
        <w:tab/>
        <w:t>Public consultation</w:t>
      </w:r>
      <w:r>
        <w:tab/>
        <w:t>499</w:t>
      </w:r>
    </w:p>
    <w:p w:rsidR="00FC7E2F" w:rsidRDefault="005344AC" w:rsidP="007804F4">
      <w:pPr>
        <w:pStyle w:val="TOC1"/>
      </w:pPr>
      <w:r>
        <w:t>References</w:t>
      </w:r>
      <w:r>
        <w:tab/>
        <w:t>507</w:t>
      </w:r>
    </w:p>
    <w:p w:rsidR="00042381" w:rsidRPr="00042381" w:rsidRDefault="00042381" w:rsidP="00042381">
      <w:pPr>
        <w:pStyle w:val="TOC1"/>
        <w:rPr>
          <w:b w:val="0"/>
        </w:rPr>
      </w:pPr>
      <w:r w:rsidRPr="00042381">
        <w:rPr>
          <w:b w:val="0"/>
        </w:rPr>
        <w:t>The following appendixes are available online</w:t>
      </w:r>
      <w:r>
        <w:rPr>
          <w:b w:val="0"/>
        </w:rPr>
        <w:t xml:space="preserve"> at </w:t>
      </w:r>
      <w:proofErr w:type="spellStart"/>
      <w:r>
        <w:rPr>
          <w:b w:val="0"/>
        </w:rPr>
        <w:t>www.pc.gov.au</w:t>
      </w:r>
      <w:proofErr w:type="spellEnd"/>
    </w:p>
    <w:p w:rsidR="00042381" w:rsidRDefault="00042381" w:rsidP="00042381">
      <w:pPr>
        <w:pStyle w:val="TOC1"/>
        <w:ind w:right="142"/>
      </w:pPr>
      <w:r>
        <w:t>B</w:t>
      </w:r>
      <w:r>
        <w:tab/>
      </w:r>
      <w:bookmarkStart w:id="8" w:name="ChapterTitle"/>
      <w:r>
        <w:t>A brief history of statutory marketing in Australian agriculture</w:t>
      </w:r>
      <w:bookmarkEnd w:id="8"/>
    </w:p>
    <w:p w:rsidR="00042381" w:rsidRPr="00042381" w:rsidRDefault="00042381" w:rsidP="00042381">
      <w:pPr>
        <w:pStyle w:val="TOC1"/>
        <w:ind w:right="142"/>
      </w:pPr>
      <w:r>
        <w:t>C</w:t>
      </w:r>
      <w:r>
        <w:tab/>
        <w:t>Case studies: the burden of regulation on farm businesses</w:t>
      </w:r>
    </w:p>
    <w:p w:rsidR="006376AC" w:rsidRDefault="00042381" w:rsidP="00042381">
      <w:pPr>
        <w:pStyle w:val="TOC1"/>
        <w:ind w:right="142"/>
        <w:rPr>
          <w:kern w:val="28"/>
          <w:sz w:val="52"/>
        </w:rPr>
      </w:pPr>
      <w:r>
        <w:t>D</w:t>
      </w:r>
      <w:r>
        <w:tab/>
        <w:t>Analysis of rice price premiums</w:t>
      </w:r>
      <w:r w:rsidR="006376AC">
        <w:br w:type="page"/>
      </w:r>
    </w:p>
    <w:p w:rsidR="006376AC" w:rsidRDefault="006376AC" w:rsidP="006376AC">
      <w:pPr>
        <w:pStyle w:val="Heading1"/>
      </w:pPr>
      <w:bookmarkStart w:id="9" w:name="_Toc456172553"/>
      <w:r>
        <w:lastRenderedPageBreak/>
        <w:t>Acknowledgements</w:t>
      </w:r>
      <w:bookmarkEnd w:id="9"/>
    </w:p>
    <w:p w:rsidR="006376AC" w:rsidRPr="006376AC" w:rsidRDefault="006376AC" w:rsidP="006376AC">
      <w:pPr>
        <w:pStyle w:val="BodyText"/>
      </w:pPr>
      <w:r w:rsidRPr="006376AC">
        <w:t xml:space="preserve">The Commission is grateful to everyone who freely </w:t>
      </w:r>
      <w:r w:rsidR="005824A1">
        <w:t>gave</w:t>
      </w:r>
      <w:r w:rsidR="005824A1" w:rsidRPr="006376AC">
        <w:t xml:space="preserve"> </w:t>
      </w:r>
      <w:r w:rsidRPr="006376AC">
        <w:t xml:space="preserve">their time to discuss the very wide range of matters canvassed in the terms of reference, especially those </w:t>
      </w:r>
      <w:r>
        <w:t>who met with the Commission,</w:t>
      </w:r>
      <w:r w:rsidR="006777C8">
        <w:t xml:space="preserve"> participated in case studies and</w:t>
      </w:r>
      <w:r>
        <w:t xml:space="preserve"> </w:t>
      </w:r>
      <w:r w:rsidRPr="006376AC">
        <w:t>provid</w:t>
      </w:r>
      <w:r>
        <w:t>ed</w:t>
      </w:r>
      <w:r w:rsidRPr="006376AC">
        <w:t xml:space="preserve"> written submissions. </w:t>
      </w:r>
    </w:p>
    <w:p w:rsidR="004D3F58" w:rsidRDefault="006376AC">
      <w:pPr>
        <w:pStyle w:val="BodyText"/>
      </w:pPr>
      <w:r w:rsidRPr="007C65B0">
        <w:t>The Commissioners would like to express their appreciation to the staff who worked on the inquiry</w:t>
      </w:r>
      <w:r w:rsidR="007C65B0">
        <w:t>. The team was</w:t>
      </w:r>
      <w:r w:rsidRPr="007C65B0">
        <w:t xml:space="preserve"> led by Rosalie McLachlan and included </w:t>
      </w:r>
      <w:r w:rsidR="007C65B0" w:rsidRPr="007C65B0">
        <w:t>Lisa Chan, Imogen Curtis, Senna Eswaralingam, Cordelia Foo, Lisa Lee, Ana Markulev, Bonnie Nguyen</w:t>
      </w:r>
      <w:r w:rsidR="00917CF3">
        <w:t xml:space="preserve">, Marianna </w:t>
      </w:r>
      <w:proofErr w:type="spellStart"/>
      <w:r w:rsidR="00917CF3">
        <w:t>Olding</w:t>
      </w:r>
      <w:proofErr w:type="spellEnd"/>
      <w:r w:rsidR="00917CF3">
        <w:t xml:space="preserve">, Rohan Nelson, </w:t>
      </w:r>
      <w:r w:rsidR="007C65B0" w:rsidRPr="007C65B0">
        <w:t>Oliver Richards</w:t>
      </w:r>
      <w:r w:rsidR="00917CF3">
        <w:t xml:space="preserve"> and Isfaaq Timol</w:t>
      </w:r>
      <w:r w:rsidR="007C65B0" w:rsidRPr="007C65B0">
        <w:t>.</w:t>
      </w:r>
    </w:p>
    <w:p w:rsidR="007C65B0" w:rsidRDefault="007C65B0">
      <w:pPr>
        <w:pStyle w:val="BodyText"/>
        <w:sectPr w:rsidR="007C65B0" w:rsidSect="007448F7">
          <w:headerReference w:type="even" r:id="rId35"/>
          <w:headerReference w:type="default" r:id="rId36"/>
          <w:footerReference w:type="even" r:id="rId37"/>
          <w:footerReference w:type="default" r:id="rId38"/>
          <w:type w:val="oddPage"/>
          <w:pgSz w:w="11907" w:h="16840" w:code="9"/>
          <w:pgMar w:top="1985" w:right="1304" w:bottom="1247" w:left="1814" w:header="1701" w:footer="397" w:gutter="0"/>
          <w:pgNumType w:fmt="lowerRoman"/>
          <w:cols w:space="720"/>
        </w:sectPr>
      </w:pPr>
    </w:p>
    <w:p w:rsidR="00735FEA" w:rsidRDefault="00735FEA" w:rsidP="001D05EC">
      <w:pPr>
        <w:pStyle w:val="Heading1"/>
      </w:pPr>
      <w:bookmarkStart w:id="10" w:name="Abbreviations"/>
      <w:bookmarkStart w:id="11" w:name="EndContents"/>
      <w:bookmarkStart w:id="12" w:name="RDnote"/>
      <w:bookmarkStart w:id="13" w:name="_Toc456172554"/>
      <w:bookmarkEnd w:id="10"/>
      <w:bookmarkEnd w:id="11"/>
      <w:bookmarkEnd w:id="12"/>
      <w:r>
        <w:lastRenderedPageBreak/>
        <w:t>Abbreviations</w:t>
      </w:r>
      <w:bookmarkEnd w:id="13"/>
    </w:p>
    <w:tbl>
      <w:tblPr>
        <w:tblW w:w="0" w:type="auto"/>
        <w:tblCellMar>
          <w:left w:w="0" w:type="dxa"/>
          <w:right w:w="0" w:type="dxa"/>
        </w:tblCellMar>
        <w:tblLook w:val="0000" w:firstRow="0" w:lastRow="0" w:firstColumn="0" w:lastColumn="0" w:noHBand="0" w:noVBand="0"/>
        <w:tblDescription w:val="Table used for design layout."/>
      </w:tblPr>
      <w:tblGrid>
        <w:gridCol w:w="2013"/>
        <w:gridCol w:w="6776"/>
      </w:tblGrid>
      <w:tr w:rsidR="008E3811" w:rsidTr="00FD477B">
        <w:tc>
          <w:tcPr>
            <w:tcW w:w="2013" w:type="dxa"/>
          </w:tcPr>
          <w:p w:rsidR="008E3811" w:rsidRDefault="00E55DB8" w:rsidP="000402AD">
            <w:pPr>
              <w:pStyle w:val="BodyText"/>
              <w:spacing w:before="120"/>
              <w:ind w:right="6"/>
            </w:pPr>
            <w:proofErr w:type="spellStart"/>
            <w:r>
              <w:t>ABARE</w:t>
            </w:r>
            <w:r w:rsidR="00C8216E">
              <w:t>S</w:t>
            </w:r>
            <w:proofErr w:type="spellEnd"/>
          </w:p>
        </w:tc>
        <w:tc>
          <w:tcPr>
            <w:tcW w:w="6776" w:type="dxa"/>
          </w:tcPr>
          <w:p w:rsidR="008E3811" w:rsidRDefault="00A12EA8" w:rsidP="00C670DE">
            <w:pPr>
              <w:pStyle w:val="BodyText"/>
              <w:spacing w:before="120"/>
              <w:ind w:left="227" w:right="6"/>
            </w:pPr>
            <w:r>
              <w:t>Australian Bureau of Agricultural and Resource Economics and Sciences</w:t>
            </w:r>
          </w:p>
        </w:tc>
      </w:tr>
      <w:tr w:rsidR="007A06F0" w:rsidTr="00FD477B">
        <w:tc>
          <w:tcPr>
            <w:tcW w:w="2013" w:type="dxa"/>
          </w:tcPr>
          <w:p w:rsidR="007A06F0" w:rsidRDefault="007A06F0" w:rsidP="000402AD">
            <w:pPr>
              <w:pStyle w:val="BodyText"/>
              <w:spacing w:before="120"/>
              <w:ind w:right="6"/>
            </w:pPr>
            <w:r>
              <w:t>ABS</w:t>
            </w:r>
          </w:p>
        </w:tc>
        <w:tc>
          <w:tcPr>
            <w:tcW w:w="6776" w:type="dxa"/>
          </w:tcPr>
          <w:p w:rsidR="007A06F0" w:rsidRDefault="007A06F0" w:rsidP="00C670DE">
            <w:pPr>
              <w:pStyle w:val="BodyText"/>
              <w:spacing w:before="120"/>
              <w:ind w:left="227" w:right="6"/>
            </w:pPr>
            <w:r>
              <w:t>Australian Bureau of Statistics</w:t>
            </w:r>
          </w:p>
        </w:tc>
      </w:tr>
      <w:tr w:rsidR="002D1C49" w:rsidTr="00FD477B">
        <w:tc>
          <w:tcPr>
            <w:tcW w:w="2013" w:type="dxa"/>
          </w:tcPr>
          <w:p w:rsidR="002D1C49" w:rsidRDefault="002D1C49" w:rsidP="000402AD">
            <w:pPr>
              <w:pStyle w:val="BodyText"/>
              <w:spacing w:before="120"/>
              <w:ind w:right="6"/>
            </w:pPr>
            <w:proofErr w:type="spellStart"/>
            <w:r>
              <w:t>ACCC</w:t>
            </w:r>
            <w:proofErr w:type="spellEnd"/>
          </w:p>
        </w:tc>
        <w:tc>
          <w:tcPr>
            <w:tcW w:w="6776" w:type="dxa"/>
          </w:tcPr>
          <w:p w:rsidR="002D1C49" w:rsidRDefault="00091BA8" w:rsidP="00C670DE">
            <w:pPr>
              <w:pStyle w:val="BodyText"/>
              <w:spacing w:before="120"/>
              <w:ind w:left="227" w:right="6"/>
            </w:pPr>
            <w:r>
              <w:t>Australian Competition and Consumer Commission</w:t>
            </w:r>
          </w:p>
        </w:tc>
      </w:tr>
      <w:tr w:rsidR="00D4575C" w:rsidTr="00FD477B">
        <w:tc>
          <w:tcPr>
            <w:tcW w:w="2013" w:type="dxa"/>
          </w:tcPr>
          <w:p w:rsidR="00D4575C" w:rsidRDefault="00D4575C" w:rsidP="000402AD">
            <w:pPr>
              <w:pStyle w:val="BodyText"/>
              <w:spacing w:before="120"/>
              <w:ind w:right="6"/>
            </w:pPr>
            <w:r>
              <w:t>ACL</w:t>
            </w:r>
          </w:p>
        </w:tc>
        <w:tc>
          <w:tcPr>
            <w:tcW w:w="6776" w:type="dxa"/>
          </w:tcPr>
          <w:p w:rsidR="00D4575C" w:rsidRDefault="00D4575C" w:rsidP="00C670DE">
            <w:pPr>
              <w:pStyle w:val="BodyText"/>
              <w:spacing w:before="120"/>
              <w:ind w:left="227" w:right="6"/>
            </w:pPr>
            <w:r>
              <w:t>Australian Consumer Law</w:t>
            </w:r>
          </w:p>
        </w:tc>
      </w:tr>
      <w:tr w:rsidR="008E3811" w:rsidTr="00FD477B">
        <w:tc>
          <w:tcPr>
            <w:tcW w:w="2013" w:type="dxa"/>
          </w:tcPr>
          <w:p w:rsidR="008E3811" w:rsidRDefault="008E3811" w:rsidP="000402AD">
            <w:pPr>
              <w:pStyle w:val="BodyText"/>
              <w:spacing w:before="120"/>
              <w:ind w:right="6"/>
            </w:pPr>
            <w:proofErr w:type="spellStart"/>
            <w:r>
              <w:t>AGMIN</w:t>
            </w:r>
            <w:proofErr w:type="spellEnd"/>
          </w:p>
        </w:tc>
        <w:tc>
          <w:tcPr>
            <w:tcW w:w="6776" w:type="dxa"/>
          </w:tcPr>
          <w:p w:rsidR="008E3811" w:rsidRDefault="00A94506" w:rsidP="00C670DE">
            <w:pPr>
              <w:pStyle w:val="BodyText"/>
              <w:spacing w:before="120"/>
              <w:ind w:left="227" w:right="6"/>
            </w:pPr>
            <w:r>
              <w:t>Agriculture Ministers’ Forum</w:t>
            </w:r>
          </w:p>
        </w:tc>
      </w:tr>
      <w:tr w:rsidR="003B21C5" w:rsidTr="00FD477B">
        <w:tc>
          <w:tcPr>
            <w:tcW w:w="2013" w:type="dxa"/>
          </w:tcPr>
          <w:p w:rsidR="003B21C5" w:rsidRDefault="003B21C5" w:rsidP="000402AD">
            <w:pPr>
              <w:pStyle w:val="BodyText"/>
              <w:spacing w:before="120"/>
              <w:ind w:right="6"/>
            </w:pPr>
            <w:proofErr w:type="spellStart"/>
            <w:r>
              <w:t>agvet</w:t>
            </w:r>
            <w:proofErr w:type="spellEnd"/>
          </w:p>
        </w:tc>
        <w:tc>
          <w:tcPr>
            <w:tcW w:w="6776" w:type="dxa"/>
          </w:tcPr>
          <w:p w:rsidR="003B21C5" w:rsidRDefault="003B21C5" w:rsidP="00C670DE">
            <w:pPr>
              <w:pStyle w:val="BodyText"/>
              <w:spacing w:before="120"/>
              <w:ind w:left="227" w:right="6"/>
            </w:pPr>
            <w:r>
              <w:t>agricultural and veterinary</w:t>
            </w:r>
          </w:p>
        </w:tc>
      </w:tr>
      <w:tr w:rsidR="000402AD" w:rsidTr="00FD477B">
        <w:tc>
          <w:tcPr>
            <w:tcW w:w="2013" w:type="dxa"/>
          </w:tcPr>
          <w:p w:rsidR="000402AD" w:rsidRDefault="000402AD" w:rsidP="000402AD">
            <w:pPr>
              <w:pStyle w:val="BodyText"/>
              <w:spacing w:before="120"/>
              <w:ind w:right="6"/>
            </w:pPr>
            <w:proofErr w:type="spellStart"/>
            <w:r>
              <w:t>APVMA</w:t>
            </w:r>
            <w:proofErr w:type="spellEnd"/>
          </w:p>
        </w:tc>
        <w:tc>
          <w:tcPr>
            <w:tcW w:w="6776" w:type="dxa"/>
          </w:tcPr>
          <w:p w:rsidR="000402AD" w:rsidRDefault="00BA4744" w:rsidP="00C670DE">
            <w:pPr>
              <w:pStyle w:val="BodyText"/>
              <w:spacing w:before="120"/>
              <w:ind w:left="227" w:right="6"/>
            </w:pPr>
            <w:r>
              <w:t>Australian Pesticides and Veterinary Medicines Authority</w:t>
            </w:r>
          </w:p>
        </w:tc>
      </w:tr>
      <w:tr w:rsidR="00387ABD" w:rsidTr="00FD477B">
        <w:tc>
          <w:tcPr>
            <w:tcW w:w="2013" w:type="dxa"/>
          </w:tcPr>
          <w:p w:rsidR="00387ABD" w:rsidRDefault="00387ABD" w:rsidP="000402AD">
            <w:pPr>
              <w:pStyle w:val="BodyText"/>
              <w:spacing w:before="120"/>
              <w:ind w:right="6"/>
            </w:pPr>
            <w:proofErr w:type="spellStart"/>
            <w:r>
              <w:t>ASIC</w:t>
            </w:r>
            <w:proofErr w:type="spellEnd"/>
          </w:p>
        </w:tc>
        <w:tc>
          <w:tcPr>
            <w:tcW w:w="6776" w:type="dxa"/>
          </w:tcPr>
          <w:p w:rsidR="00387ABD" w:rsidRDefault="00387ABD" w:rsidP="00C670DE">
            <w:pPr>
              <w:pStyle w:val="BodyText"/>
              <w:spacing w:before="120"/>
              <w:ind w:left="227" w:right="6"/>
            </w:pPr>
            <w:r>
              <w:t>Australian Securities and Investments Commission</w:t>
            </w:r>
          </w:p>
        </w:tc>
      </w:tr>
      <w:tr w:rsidR="00AF16C8" w:rsidTr="00FD477B">
        <w:tc>
          <w:tcPr>
            <w:tcW w:w="2013" w:type="dxa"/>
          </w:tcPr>
          <w:p w:rsidR="00AF16C8" w:rsidRDefault="00AF16C8" w:rsidP="000402AD">
            <w:pPr>
              <w:pStyle w:val="BodyText"/>
              <w:spacing w:before="120"/>
              <w:ind w:right="6"/>
            </w:pPr>
            <w:proofErr w:type="spellStart"/>
            <w:r>
              <w:t>ATO</w:t>
            </w:r>
            <w:proofErr w:type="spellEnd"/>
          </w:p>
        </w:tc>
        <w:tc>
          <w:tcPr>
            <w:tcW w:w="6776" w:type="dxa"/>
          </w:tcPr>
          <w:p w:rsidR="00AF16C8" w:rsidRDefault="00582B68" w:rsidP="00C670DE">
            <w:pPr>
              <w:pStyle w:val="BodyText"/>
              <w:spacing w:before="120"/>
              <w:ind w:left="227" w:right="6"/>
            </w:pPr>
            <w:r>
              <w:t>Australian Tax Office</w:t>
            </w:r>
          </w:p>
        </w:tc>
      </w:tr>
      <w:tr w:rsidR="00CB03A7" w:rsidTr="00FD477B">
        <w:tc>
          <w:tcPr>
            <w:tcW w:w="2013" w:type="dxa"/>
          </w:tcPr>
          <w:p w:rsidR="00CB03A7" w:rsidRDefault="00CB03A7" w:rsidP="000402AD">
            <w:pPr>
              <w:pStyle w:val="BodyText"/>
              <w:spacing w:before="120"/>
              <w:ind w:right="6"/>
            </w:pPr>
            <w:r>
              <w:t>COAG</w:t>
            </w:r>
          </w:p>
        </w:tc>
        <w:tc>
          <w:tcPr>
            <w:tcW w:w="6776" w:type="dxa"/>
          </w:tcPr>
          <w:p w:rsidR="00CB03A7" w:rsidRDefault="0007703C" w:rsidP="00C670DE">
            <w:pPr>
              <w:pStyle w:val="BodyText"/>
              <w:spacing w:before="120"/>
              <w:ind w:left="227" w:right="6"/>
            </w:pPr>
            <w:r>
              <w:t>Council of Australian Governments</w:t>
            </w:r>
          </w:p>
        </w:tc>
      </w:tr>
      <w:tr w:rsidR="00D4575C" w:rsidTr="00FD477B">
        <w:tc>
          <w:tcPr>
            <w:tcW w:w="2013" w:type="dxa"/>
          </w:tcPr>
          <w:p w:rsidR="00D4575C" w:rsidRDefault="00D4575C" w:rsidP="000402AD">
            <w:pPr>
              <w:pStyle w:val="BodyText"/>
              <w:spacing w:before="120"/>
              <w:ind w:right="6"/>
            </w:pPr>
            <w:proofErr w:type="spellStart"/>
            <w:r>
              <w:t>CoOL</w:t>
            </w:r>
            <w:proofErr w:type="spellEnd"/>
          </w:p>
        </w:tc>
        <w:tc>
          <w:tcPr>
            <w:tcW w:w="6776" w:type="dxa"/>
          </w:tcPr>
          <w:p w:rsidR="00D4575C" w:rsidRDefault="00D4575C" w:rsidP="00C670DE">
            <w:pPr>
              <w:pStyle w:val="BodyText"/>
              <w:spacing w:before="120"/>
              <w:ind w:left="227" w:right="6"/>
            </w:pPr>
            <w:r>
              <w:t>Country-of-origin labelling</w:t>
            </w:r>
          </w:p>
        </w:tc>
      </w:tr>
      <w:tr w:rsidR="00A520C5" w:rsidTr="00FD477B">
        <w:tc>
          <w:tcPr>
            <w:tcW w:w="2013" w:type="dxa"/>
          </w:tcPr>
          <w:p w:rsidR="00A520C5" w:rsidRDefault="00A520C5" w:rsidP="000402AD">
            <w:pPr>
              <w:pStyle w:val="BodyText"/>
              <w:spacing w:before="120"/>
              <w:ind w:right="6"/>
            </w:pPr>
            <w:r>
              <w:t>CSIRO</w:t>
            </w:r>
          </w:p>
        </w:tc>
        <w:tc>
          <w:tcPr>
            <w:tcW w:w="6776" w:type="dxa"/>
          </w:tcPr>
          <w:p w:rsidR="00A520C5" w:rsidRDefault="00891EBA" w:rsidP="00C670DE">
            <w:pPr>
              <w:pStyle w:val="BodyText"/>
              <w:spacing w:before="120"/>
              <w:ind w:left="227" w:right="6"/>
            </w:pPr>
            <w:r>
              <w:t>Commonwealth Scientific and Industrial Research Organisation</w:t>
            </w:r>
          </w:p>
        </w:tc>
      </w:tr>
      <w:tr w:rsidR="000402AD" w:rsidTr="00FD477B">
        <w:tc>
          <w:tcPr>
            <w:tcW w:w="2013" w:type="dxa"/>
          </w:tcPr>
          <w:p w:rsidR="000402AD" w:rsidRDefault="000402AD" w:rsidP="000402AD">
            <w:pPr>
              <w:pStyle w:val="BodyText"/>
              <w:spacing w:before="120"/>
              <w:ind w:right="6"/>
            </w:pPr>
            <w:proofErr w:type="spellStart"/>
            <w:r>
              <w:t>DAWR</w:t>
            </w:r>
            <w:proofErr w:type="spellEnd"/>
          </w:p>
        </w:tc>
        <w:tc>
          <w:tcPr>
            <w:tcW w:w="6776" w:type="dxa"/>
          </w:tcPr>
          <w:p w:rsidR="000402AD" w:rsidRDefault="001F7533" w:rsidP="00C670DE">
            <w:pPr>
              <w:pStyle w:val="BodyText"/>
              <w:spacing w:before="120"/>
              <w:ind w:left="227" w:right="6"/>
            </w:pPr>
            <w:r>
              <w:t>Department of Agriculture and Water Resources</w:t>
            </w:r>
          </w:p>
        </w:tc>
      </w:tr>
      <w:tr w:rsidR="000E6406" w:rsidTr="00FD477B">
        <w:tc>
          <w:tcPr>
            <w:tcW w:w="2013" w:type="dxa"/>
          </w:tcPr>
          <w:p w:rsidR="000E6406" w:rsidRDefault="000E6406" w:rsidP="000402AD">
            <w:pPr>
              <w:pStyle w:val="BodyText"/>
              <w:spacing w:before="120"/>
              <w:ind w:right="6"/>
            </w:pPr>
            <w:proofErr w:type="spellStart"/>
            <w:r>
              <w:t>EPA</w:t>
            </w:r>
            <w:proofErr w:type="spellEnd"/>
          </w:p>
        </w:tc>
        <w:tc>
          <w:tcPr>
            <w:tcW w:w="6776" w:type="dxa"/>
          </w:tcPr>
          <w:p w:rsidR="000E6406" w:rsidRDefault="00265566" w:rsidP="00C670DE">
            <w:pPr>
              <w:pStyle w:val="BodyText"/>
              <w:spacing w:before="120"/>
              <w:ind w:left="227" w:right="6"/>
            </w:pPr>
            <w:r>
              <w:t>Environment Protection Authority</w:t>
            </w:r>
            <w:r w:rsidR="008221A7">
              <w:t xml:space="preserve"> or Agency </w:t>
            </w:r>
          </w:p>
        </w:tc>
      </w:tr>
      <w:tr w:rsidR="00001B4F" w:rsidTr="00FD477B">
        <w:tc>
          <w:tcPr>
            <w:tcW w:w="2013" w:type="dxa"/>
          </w:tcPr>
          <w:p w:rsidR="00001B4F" w:rsidRDefault="00001B4F" w:rsidP="000402AD">
            <w:pPr>
              <w:pStyle w:val="BodyText"/>
              <w:spacing w:before="120"/>
              <w:ind w:right="6"/>
            </w:pPr>
            <w:r>
              <w:t>EPG</w:t>
            </w:r>
          </w:p>
        </w:tc>
        <w:tc>
          <w:tcPr>
            <w:tcW w:w="6776" w:type="dxa"/>
          </w:tcPr>
          <w:p w:rsidR="00001B4F" w:rsidRDefault="00001B4F" w:rsidP="00C670DE">
            <w:pPr>
              <w:pStyle w:val="BodyText"/>
              <w:spacing w:before="120"/>
              <w:ind w:left="227" w:right="6"/>
            </w:pPr>
            <w:r>
              <w:t>Ethanol Production Grants</w:t>
            </w:r>
          </w:p>
        </w:tc>
      </w:tr>
      <w:tr w:rsidR="00C42596" w:rsidTr="00FD477B">
        <w:tc>
          <w:tcPr>
            <w:tcW w:w="2013" w:type="dxa"/>
          </w:tcPr>
          <w:p w:rsidR="00C42596" w:rsidRDefault="00C42596" w:rsidP="000402AD">
            <w:pPr>
              <w:pStyle w:val="BodyText"/>
              <w:spacing w:before="120"/>
              <w:ind w:right="6"/>
            </w:pPr>
            <w:r>
              <w:t>EU</w:t>
            </w:r>
          </w:p>
        </w:tc>
        <w:tc>
          <w:tcPr>
            <w:tcW w:w="6776" w:type="dxa"/>
          </w:tcPr>
          <w:p w:rsidR="00C42596" w:rsidRDefault="00BD115D" w:rsidP="00C670DE">
            <w:pPr>
              <w:pStyle w:val="BodyText"/>
              <w:spacing w:before="120"/>
              <w:ind w:left="227" w:right="6"/>
            </w:pPr>
            <w:r>
              <w:t>European Union</w:t>
            </w:r>
          </w:p>
        </w:tc>
      </w:tr>
      <w:tr w:rsidR="005D58E9" w:rsidTr="00FD477B">
        <w:tc>
          <w:tcPr>
            <w:tcW w:w="2013" w:type="dxa"/>
          </w:tcPr>
          <w:p w:rsidR="005D58E9" w:rsidRDefault="005D58E9" w:rsidP="000402AD">
            <w:pPr>
              <w:pStyle w:val="BodyText"/>
              <w:spacing w:before="120"/>
              <w:ind w:right="6"/>
            </w:pPr>
            <w:proofErr w:type="spellStart"/>
            <w:r>
              <w:t>FAO</w:t>
            </w:r>
            <w:proofErr w:type="spellEnd"/>
          </w:p>
        </w:tc>
        <w:tc>
          <w:tcPr>
            <w:tcW w:w="6776" w:type="dxa"/>
          </w:tcPr>
          <w:p w:rsidR="005D58E9" w:rsidRDefault="004D6613" w:rsidP="00C670DE">
            <w:pPr>
              <w:pStyle w:val="BodyText"/>
              <w:spacing w:before="120"/>
              <w:ind w:left="227" w:right="6"/>
            </w:pPr>
            <w:r>
              <w:t>Food and Agriculture Organization of the United Nations</w:t>
            </w:r>
          </w:p>
        </w:tc>
      </w:tr>
      <w:tr w:rsidR="00D4575C" w:rsidTr="00FD477B">
        <w:tc>
          <w:tcPr>
            <w:tcW w:w="2013" w:type="dxa"/>
          </w:tcPr>
          <w:p w:rsidR="00D4575C" w:rsidRDefault="00D4575C" w:rsidP="000402AD">
            <w:pPr>
              <w:pStyle w:val="BodyText"/>
              <w:spacing w:before="120"/>
              <w:ind w:right="6"/>
            </w:pPr>
            <w:proofErr w:type="spellStart"/>
            <w:r>
              <w:t>FDA</w:t>
            </w:r>
            <w:proofErr w:type="spellEnd"/>
          </w:p>
        </w:tc>
        <w:tc>
          <w:tcPr>
            <w:tcW w:w="6776" w:type="dxa"/>
          </w:tcPr>
          <w:p w:rsidR="00D4575C" w:rsidRDefault="00D4575C" w:rsidP="00531179">
            <w:pPr>
              <w:pStyle w:val="BodyText"/>
              <w:spacing w:before="120"/>
              <w:ind w:left="227" w:right="6"/>
            </w:pPr>
            <w:r>
              <w:t>United States Food and Drug Administration</w:t>
            </w:r>
          </w:p>
        </w:tc>
      </w:tr>
      <w:tr w:rsidR="00DA69F2" w:rsidTr="00FD477B">
        <w:tc>
          <w:tcPr>
            <w:tcW w:w="2013" w:type="dxa"/>
          </w:tcPr>
          <w:p w:rsidR="00DA69F2" w:rsidRDefault="00DA69F2" w:rsidP="000402AD">
            <w:pPr>
              <w:pStyle w:val="BodyText"/>
              <w:spacing w:before="120"/>
              <w:ind w:right="6"/>
            </w:pPr>
            <w:proofErr w:type="spellStart"/>
            <w:r>
              <w:t>FDI</w:t>
            </w:r>
            <w:proofErr w:type="spellEnd"/>
          </w:p>
        </w:tc>
        <w:tc>
          <w:tcPr>
            <w:tcW w:w="6776" w:type="dxa"/>
          </w:tcPr>
          <w:p w:rsidR="00DA69F2" w:rsidRDefault="00FA06E8" w:rsidP="00531179">
            <w:pPr>
              <w:pStyle w:val="BodyText"/>
              <w:spacing w:before="120"/>
              <w:ind w:left="227" w:right="6"/>
            </w:pPr>
            <w:r>
              <w:t xml:space="preserve">Foreign </w:t>
            </w:r>
            <w:r w:rsidR="00531179">
              <w:t>d</w:t>
            </w:r>
            <w:r>
              <w:t xml:space="preserve">irect </w:t>
            </w:r>
            <w:r w:rsidR="00531179">
              <w:t>i</w:t>
            </w:r>
            <w:r>
              <w:t>nvestment</w:t>
            </w:r>
          </w:p>
        </w:tc>
      </w:tr>
      <w:tr w:rsidR="00DA69F2" w:rsidTr="00FD477B">
        <w:tc>
          <w:tcPr>
            <w:tcW w:w="2013" w:type="dxa"/>
          </w:tcPr>
          <w:p w:rsidR="00DA69F2" w:rsidRDefault="00DA69F2" w:rsidP="000402AD">
            <w:pPr>
              <w:pStyle w:val="BodyText"/>
              <w:spacing w:before="120"/>
              <w:ind w:right="6"/>
            </w:pPr>
            <w:proofErr w:type="spellStart"/>
            <w:r>
              <w:t>FIRB</w:t>
            </w:r>
            <w:proofErr w:type="spellEnd"/>
          </w:p>
        </w:tc>
        <w:tc>
          <w:tcPr>
            <w:tcW w:w="6776" w:type="dxa"/>
          </w:tcPr>
          <w:p w:rsidR="00DA69F2" w:rsidRDefault="00847D06" w:rsidP="00C670DE">
            <w:pPr>
              <w:pStyle w:val="BodyText"/>
              <w:spacing w:before="120"/>
              <w:ind w:left="227" w:right="6"/>
            </w:pPr>
            <w:r>
              <w:t>Foreign Investment Review Board</w:t>
            </w:r>
          </w:p>
        </w:tc>
      </w:tr>
      <w:tr w:rsidR="00D4575C" w:rsidTr="00FD477B">
        <w:tc>
          <w:tcPr>
            <w:tcW w:w="2013" w:type="dxa"/>
          </w:tcPr>
          <w:p w:rsidR="00D4575C" w:rsidRDefault="00D4575C" w:rsidP="000402AD">
            <w:pPr>
              <w:pStyle w:val="BodyText"/>
              <w:spacing w:before="120"/>
              <w:ind w:right="6"/>
            </w:pPr>
            <w:proofErr w:type="spellStart"/>
            <w:r>
              <w:t>FoFR</w:t>
            </w:r>
            <w:proofErr w:type="spellEnd"/>
          </w:p>
        </w:tc>
        <w:tc>
          <w:tcPr>
            <w:tcW w:w="6776" w:type="dxa"/>
          </w:tcPr>
          <w:p w:rsidR="00D4575C" w:rsidRDefault="00D4575C" w:rsidP="00C670DE">
            <w:pPr>
              <w:pStyle w:val="BodyText"/>
              <w:spacing w:before="120"/>
              <w:ind w:left="227" w:right="6"/>
            </w:pPr>
            <w:r>
              <w:t>Australia and New Zealand Ministerial Forum on Food Regulation</w:t>
            </w:r>
          </w:p>
        </w:tc>
      </w:tr>
      <w:tr w:rsidR="000402AD" w:rsidTr="00FD477B">
        <w:tc>
          <w:tcPr>
            <w:tcW w:w="2013" w:type="dxa"/>
          </w:tcPr>
          <w:p w:rsidR="000402AD" w:rsidRDefault="00F17DEC" w:rsidP="000402AD">
            <w:pPr>
              <w:pStyle w:val="BodyText"/>
              <w:spacing w:before="120"/>
              <w:ind w:right="6"/>
            </w:pPr>
            <w:proofErr w:type="spellStart"/>
            <w:r>
              <w:t>FSANZ</w:t>
            </w:r>
            <w:proofErr w:type="spellEnd"/>
          </w:p>
        </w:tc>
        <w:tc>
          <w:tcPr>
            <w:tcW w:w="6776" w:type="dxa"/>
          </w:tcPr>
          <w:p w:rsidR="000402AD" w:rsidRDefault="00014982" w:rsidP="00C670DE">
            <w:pPr>
              <w:pStyle w:val="BodyText"/>
              <w:spacing w:before="120"/>
              <w:ind w:left="227" w:right="6"/>
            </w:pPr>
            <w:r>
              <w:t>Food Standards Australia New Zealand</w:t>
            </w:r>
          </w:p>
        </w:tc>
      </w:tr>
      <w:tr w:rsidR="00DA69F2" w:rsidTr="00FD477B">
        <w:tc>
          <w:tcPr>
            <w:tcW w:w="2013" w:type="dxa"/>
          </w:tcPr>
          <w:p w:rsidR="00DA69F2" w:rsidRDefault="00DA69F2" w:rsidP="000402AD">
            <w:pPr>
              <w:pStyle w:val="BodyText"/>
              <w:spacing w:before="120"/>
              <w:ind w:right="6"/>
            </w:pPr>
            <w:r>
              <w:t>GDP</w:t>
            </w:r>
          </w:p>
        </w:tc>
        <w:tc>
          <w:tcPr>
            <w:tcW w:w="6776" w:type="dxa"/>
          </w:tcPr>
          <w:p w:rsidR="00DA69F2" w:rsidRDefault="005462D7" w:rsidP="00C670DE">
            <w:pPr>
              <w:pStyle w:val="BodyText"/>
              <w:spacing w:before="120"/>
              <w:ind w:left="227" w:right="6"/>
            </w:pPr>
            <w:r>
              <w:t>Gross d</w:t>
            </w:r>
            <w:r w:rsidR="001A1051">
              <w:t>o</w:t>
            </w:r>
            <w:r>
              <w:t>mestic p</w:t>
            </w:r>
            <w:r w:rsidR="001A1051">
              <w:t>roduct</w:t>
            </w:r>
          </w:p>
        </w:tc>
      </w:tr>
      <w:tr w:rsidR="000402AD" w:rsidTr="00FD477B">
        <w:tc>
          <w:tcPr>
            <w:tcW w:w="2013" w:type="dxa"/>
          </w:tcPr>
          <w:p w:rsidR="000402AD" w:rsidRDefault="000402AD" w:rsidP="000402AD">
            <w:pPr>
              <w:pStyle w:val="BodyText"/>
              <w:spacing w:before="120"/>
              <w:ind w:right="6"/>
            </w:pPr>
            <w:r>
              <w:t>GM</w:t>
            </w:r>
          </w:p>
        </w:tc>
        <w:tc>
          <w:tcPr>
            <w:tcW w:w="6776" w:type="dxa"/>
          </w:tcPr>
          <w:p w:rsidR="000402AD" w:rsidRDefault="00506902" w:rsidP="00C670DE">
            <w:pPr>
              <w:pStyle w:val="BodyText"/>
              <w:spacing w:before="120"/>
              <w:ind w:left="227" w:right="6"/>
            </w:pPr>
            <w:r>
              <w:t>Genetically modified</w:t>
            </w:r>
          </w:p>
        </w:tc>
      </w:tr>
      <w:tr w:rsidR="000402AD" w:rsidTr="00FD477B">
        <w:tc>
          <w:tcPr>
            <w:tcW w:w="2013" w:type="dxa"/>
          </w:tcPr>
          <w:p w:rsidR="000402AD" w:rsidRDefault="000402AD" w:rsidP="000402AD">
            <w:pPr>
              <w:pStyle w:val="BodyText"/>
              <w:spacing w:before="120"/>
              <w:ind w:right="6"/>
            </w:pPr>
            <w:proofErr w:type="spellStart"/>
            <w:r>
              <w:t>GMO</w:t>
            </w:r>
            <w:proofErr w:type="spellEnd"/>
          </w:p>
        </w:tc>
        <w:tc>
          <w:tcPr>
            <w:tcW w:w="6776" w:type="dxa"/>
          </w:tcPr>
          <w:p w:rsidR="000402AD" w:rsidRDefault="00506902" w:rsidP="00C670DE">
            <w:pPr>
              <w:pStyle w:val="BodyText"/>
              <w:spacing w:before="120"/>
              <w:ind w:left="227" w:right="6"/>
            </w:pPr>
            <w:r>
              <w:t>Genetically modified organisms</w:t>
            </w:r>
          </w:p>
        </w:tc>
      </w:tr>
      <w:tr w:rsidR="00001B4F" w:rsidTr="00FD477B">
        <w:tc>
          <w:tcPr>
            <w:tcW w:w="2013" w:type="dxa"/>
          </w:tcPr>
          <w:p w:rsidR="00001B4F" w:rsidRPr="00837EF7" w:rsidRDefault="00001B4F" w:rsidP="000402AD">
            <w:pPr>
              <w:pStyle w:val="BodyText"/>
              <w:spacing w:before="120"/>
              <w:ind w:right="6"/>
            </w:pPr>
            <w:proofErr w:type="spellStart"/>
            <w:r>
              <w:t>HVNL</w:t>
            </w:r>
            <w:proofErr w:type="spellEnd"/>
          </w:p>
        </w:tc>
        <w:tc>
          <w:tcPr>
            <w:tcW w:w="6776" w:type="dxa"/>
          </w:tcPr>
          <w:p w:rsidR="00001B4F" w:rsidRPr="00437AFE" w:rsidRDefault="00001B4F" w:rsidP="00531179">
            <w:pPr>
              <w:pStyle w:val="BodyText"/>
              <w:spacing w:before="120"/>
              <w:ind w:left="227" w:right="6"/>
            </w:pPr>
            <w:r>
              <w:t>Heavy Vehicle National Law</w:t>
            </w:r>
          </w:p>
        </w:tc>
      </w:tr>
      <w:tr w:rsidR="00C670DE" w:rsidTr="00FD477B">
        <w:tc>
          <w:tcPr>
            <w:tcW w:w="2013" w:type="dxa"/>
          </w:tcPr>
          <w:p w:rsidR="00C670DE" w:rsidRPr="00837EF7" w:rsidRDefault="00C670DE" w:rsidP="000402AD">
            <w:pPr>
              <w:pStyle w:val="BodyText"/>
              <w:spacing w:before="120"/>
              <w:ind w:right="6"/>
            </w:pPr>
            <w:r w:rsidRPr="00837EF7">
              <w:lastRenderedPageBreak/>
              <w:t>IC</w:t>
            </w:r>
            <w:r w:rsidR="00BA101A">
              <w:t>A</w:t>
            </w:r>
          </w:p>
        </w:tc>
        <w:tc>
          <w:tcPr>
            <w:tcW w:w="6776" w:type="dxa"/>
          </w:tcPr>
          <w:p w:rsidR="00C670DE" w:rsidRPr="00837EF7" w:rsidRDefault="00BA101A" w:rsidP="00531179">
            <w:pPr>
              <w:pStyle w:val="BodyText"/>
              <w:spacing w:before="120"/>
              <w:ind w:left="227" w:right="6"/>
            </w:pPr>
            <w:r w:rsidRPr="00437AFE">
              <w:t>Interstate</w:t>
            </w:r>
            <w:r>
              <w:t xml:space="preserve"> </w:t>
            </w:r>
            <w:r w:rsidR="00531179">
              <w:t>c</w:t>
            </w:r>
            <w:r>
              <w:t xml:space="preserve">ertification </w:t>
            </w:r>
            <w:r w:rsidR="00531179">
              <w:t>a</w:t>
            </w:r>
            <w:r>
              <w:t>ssurance</w:t>
            </w:r>
          </w:p>
        </w:tc>
      </w:tr>
      <w:tr w:rsidR="00585F22" w:rsidTr="00FD477B">
        <w:tc>
          <w:tcPr>
            <w:tcW w:w="2013" w:type="dxa"/>
          </w:tcPr>
          <w:p w:rsidR="00585F22" w:rsidRDefault="00585F22" w:rsidP="000402AD">
            <w:pPr>
              <w:pStyle w:val="BodyText"/>
              <w:spacing w:before="120"/>
              <w:ind w:right="6"/>
            </w:pPr>
            <w:proofErr w:type="spellStart"/>
            <w:r>
              <w:t>IIO</w:t>
            </w:r>
            <w:proofErr w:type="spellEnd"/>
          </w:p>
        </w:tc>
        <w:tc>
          <w:tcPr>
            <w:tcW w:w="6776" w:type="dxa"/>
          </w:tcPr>
          <w:p w:rsidR="00585F22" w:rsidRDefault="00585F22" w:rsidP="00C670DE">
            <w:pPr>
              <w:pStyle w:val="BodyText"/>
              <w:spacing w:before="120"/>
              <w:ind w:left="227" w:right="6"/>
            </w:pPr>
            <w:r>
              <w:t>Irrigation Infrastructure Operator</w:t>
            </w:r>
          </w:p>
        </w:tc>
      </w:tr>
      <w:tr w:rsidR="000402AD" w:rsidTr="00FD477B">
        <w:tc>
          <w:tcPr>
            <w:tcW w:w="2013" w:type="dxa"/>
          </w:tcPr>
          <w:p w:rsidR="000402AD" w:rsidRDefault="00CB03A7" w:rsidP="000402AD">
            <w:pPr>
              <w:pStyle w:val="BodyText"/>
              <w:spacing w:before="120"/>
              <w:ind w:right="6"/>
            </w:pPr>
            <w:proofErr w:type="spellStart"/>
            <w:r>
              <w:t>IGA</w:t>
            </w:r>
            <w:r w:rsidR="00531179">
              <w:t>B</w:t>
            </w:r>
            <w:proofErr w:type="spellEnd"/>
          </w:p>
        </w:tc>
        <w:tc>
          <w:tcPr>
            <w:tcW w:w="6776" w:type="dxa"/>
          </w:tcPr>
          <w:p w:rsidR="00690258" w:rsidRDefault="0042752C" w:rsidP="00C670DE">
            <w:pPr>
              <w:pStyle w:val="BodyText"/>
              <w:spacing w:before="120"/>
              <w:ind w:left="227" w:right="6"/>
            </w:pPr>
            <w:r>
              <w:t>Intergovernmental Agreement</w:t>
            </w:r>
            <w:r w:rsidR="00531179">
              <w:t xml:space="preserve"> on Biosecurity</w:t>
            </w:r>
          </w:p>
        </w:tc>
      </w:tr>
      <w:tr w:rsidR="004623A4" w:rsidTr="00FD477B">
        <w:tc>
          <w:tcPr>
            <w:tcW w:w="2013" w:type="dxa"/>
          </w:tcPr>
          <w:p w:rsidR="004623A4" w:rsidRDefault="004623A4" w:rsidP="000402AD">
            <w:pPr>
              <w:pStyle w:val="BodyText"/>
              <w:spacing w:before="120"/>
              <w:ind w:right="6"/>
            </w:pPr>
            <w:proofErr w:type="spellStart"/>
            <w:r>
              <w:t>MDBA</w:t>
            </w:r>
            <w:proofErr w:type="spellEnd"/>
          </w:p>
        </w:tc>
        <w:tc>
          <w:tcPr>
            <w:tcW w:w="6776" w:type="dxa"/>
          </w:tcPr>
          <w:p w:rsidR="00274462" w:rsidRDefault="00274462" w:rsidP="00C670DE">
            <w:pPr>
              <w:pStyle w:val="BodyText"/>
              <w:spacing w:before="120"/>
              <w:ind w:left="227" w:right="6"/>
            </w:pPr>
            <w:r>
              <w:t>Murray-Darling Basin Authority</w:t>
            </w:r>
          </w:p>
        </w:tc>
      </w:tr>
      <w:tr w:rsidR="003D40A0" w:rsidTr="00FD477B">
        <w:tc>
          <w:tcPr>
            <w:tcW w:w="2013" w:type="dxa"/>
          </w:tcPr>
          <w:p w:rsidR="003D40A0" w:rsidRDefault="003D40A0" w:rsidP="000402AD">
            <w:pPr>
              <w:pStyle w:val="BodyText"/>
              <w:spacing w:before="120"/>
              <w:ind w:right="6"/>
            </w:pPr>
            <w:proofErr w:type="spellStart"/>
            <w:r>
              <w:t>NBC</w:t>
            </w:r>
            <w:proofErr w:type="spellEnd"/>
          </w:p>
        </w:tc>
        <w:tc>
          <w:tcPr>
            <w:tcW w:w="6776" w:type="dxa"/>
          </w:tcPr>
          <w:p w:rsidR="003D40A0" w:rsidRDefault="009B0A40" w:rsidP="00C670DE">
            <w:pPr>
              <w:pStyle w:val="BodyText"/>
              <w:spacing w:before="120"/>
              <w:ind w:left="227" w:right="6"/>
            </w:pPr>
            <w:r>
              <w:t>National Biosecurity Committee</w:t>
            </w:r>
          </w:p>
        </w:tc>
      </w:tr>
      <w:tr w:rsidR="003D40A0" w:rsidTr="00FD477B">
        <w:tc>
          <w:tcPr>
            <w:tcW w:w="2013" w:type="dxa"/>
          </w:tcPr>
          <w:p w:rsidR="003D40A0" w:rsidRDefault="003D40A0" w:rsidP="000402AD">
            <w:pPr>
              <w:pStyle w:val="BodyText"/>
              <w:spacing w:before="120"/>
              <w:ind w:right="6"/>
            </w:pPr>
            <w:proofErr w:type="spellStart"/>
            <w:r>
              <w:t>NEBRA</w:t>
            </w:r>
            <w:proofErr w:type="spellEnd"/>
          </w:p>
        </w:tc>
        <w:tc>
          <w:tcPr>
            <w:tcW w:w="6776" w:type="dxa"/>
          </w:tcPr>
          <w:p w:rsidR="003D40A0" w:rsidRDefault="0083582D" w:rsidP="00C670DE">
            <w:pPr>
              <w:pStyle w:val="BodyText"/>
              <w:spacing w:before="120"/>
              <w:ind w:left="227" w:right="6"/>
            </w:pPr>
            <w:r>
              <w:t>National Environmental Biosecurity Response Agreement</w:t>
            </w:r>
          </w:p>
        </w:tc>
      </w:tr>
      <w:tr w:rsidR="00CB03A7" w:rsidTr="00FD477B">
        <w:tc>
          <w:tcPr>
            <w:tcW w:w="2013" w:type="dxa"/>
          </w:tcPr>
          <w:p w:rsidR="00CB03A7" w:rsidRDefault="00CB03A7" w:rsidP="000402AD">
            <w:pPr>
              <w:pStyle w:val="BodyText"/>
              <w:spacing w:before="120"/>
              <w:ind w:right="6"/>
            </w:pPr>
            <w:proofErr w:type="spellStart"/>
            <w:r>
              <w:t>NFF</w:t>
            </w:r>
            <w:proofErr w:type="spellEnd"/>
          </w:p>
        </w:tc>
        <w:tc>
          <w:tcPr>
            <w:tcW w:w="6776" w:type="dxa"/>
          </w:tcPr>
          <w:p w:rsidR="00CB03A7" w:rsidRDefault="00F40852" w:rsidP="00C670DE">
            <w:pPr>
              <w:pStyle w:val="BodyText"/>
              <w:spacing w:before="120"/>
              <w:ind w:left="227" w:right="6"/>
            </w:pPr>
            <w:r>
              <w:t>National Farmers’ Federation</w:t>
            </w:r>
          </w:p>
        </w:tc>
      </w:tr>
      <w:tr w:rsidR="000402AD" w:rsidTr="00FD477B">
        <w:tc>
          <w:tcPr>
            <w:tcW w:w="2013" w:type="dxa"/>
          </w:tcPr>
          <w:p w:rsidR="000402AD" w:rsidRDefault="000402AD" w:rsidP="000402AD">
            <w:pPr>
              <w:pStyle w:val="BodyText"/>
              <w:spacing w:before="120"/>
              <w:ind w:right="6"/>
            </w:pPr>
            <w:proofErr w:type="spellStart"/>
            <w:r>
              <w:t>NHVR</w:t>
            </w:r>
            <w:proofErr w:type="spellEnd"/>
          </w:p>
        </w:tc>
        <w:tc>
          <w:tcPr>
            <w:tcW w:w="6776" w:type="dxa"/>
          </w:tcPr>
          <w:p w:rsidR="000402AD" w:rsidRDefault="00131C2D" w:rsidP="00C670DE">
            <w:pPr>
              <w:pStyle w:val="BodyText"/>
              <w:spacing w:before="120"/>
              <w:ind w:left="227" w:right="6"/>
            </w:pPr>
            <w:r>
              <w:t>National Heavy Vehicle Regulator</w:t>
            </w:r>
          </w:p>
        </w:tc>
      </w:tr>
      <w:tr w:rsidR="00056D79" w:rsidTr="00FD477B">
        <w:tc>
          <w:tcPr>
            <w:tcW w:w="2013" w:type="dxa"/>
          </w:tcPr>
          <w:p w:rsidR="00056D79" w:rsidRDefault="00056D79" w:rsidP="000402AD">
            <w:pPr>
              <w:pStyle w:val="BodyText"/>
              <w:spacing w:before="120"/>
              <w:ind w:right="6"/>
            </w:pPr>
            <w:proofErr w:type="spellStart"/>
            <w:r>
              <w:t>NPI</w:t>
            </w:r>
            <w:proofErr w:type="spellEnd"/>
          </w:p>
        </w:tc>
        <w:tc>
          <w:tcPr>
            <w:tcW w:w="6776" w:type="dxa"/>
          </w:tcPr>
          <w:p w:rsidR="00056D79" w:rsidRDefault="003944FE" w:rsidP="00C670DE">
            <w:pPr>
              <w:pStyle w:val="BodyText"/>
              <w:spacing w:before="120"/>
              <w:ind w:left="227" w:right="6"/>
            </w:pPr>
            <w:r>
              <w:t>National Pollutant Inventory</w:t>
            </w:r>
          </w:p>
        </w:tc>
      </w:tr>
      <w:tr w:rsidR="00056D79" w:rsidTr="00FD477B">
        <w:tc>
          <w:tcPr>
            <w:tcW w:w="2013" w:type="dxa"/>
          </w:tcPr>
          <w:p w:rsidR="00056D79" w:rsidRDefault="00056D79" w:rsidP="000402AD">
            <w:pPr>
              <w:pStyle w:val="BodyText"/>
              <w:spacing w:before="120"/>
              <w:ind w:right="6"/>
            </w:pPr>
            <w:proofErr w:type="spellStart"/>
            <w:r>
              <w:t>NRM</w:t>
            </w:r>
            <w:proofErr w:type="spellEnd"/>
          </w:p>
        </w:tc>
        <w:tc>
          <w:tcPr>
            <w:tcW w:w="6776" w:type="dxa"/>
          </w:tcPr>
          <w:p w:rsidR="00056D79" w:rsidRDefault="008159BF" w:rsidP="00C670DE">
            <w:pPr>
              <w:pStyle w:val="BodyText"/>
              <w:spacing w:before="120"/>
              <w:ind w:left="227" w:right="6"/>
            </w:pPr>
            <w:r>
              <w:t>National resource management</w:t>
            </w:r>
          </w:p>
        </w:tc>
      </w:tr>
      <w:tr w:rsidR="00C42596" w:rsidTr="00FD477B">
        <w:tc>
          <w:tcPr>
            <w:tcW w:w="2013" w:type="dxa"/>
          </w:tcPr>
          <w:p w:rsidR="00C42596" w:rsidRDefault="00C42596" w:rsidP="000402AD">
            <w:pPr>
              <w:pStyle w:val="BodyText"/>
              <w:spacing w:before="120"/>
              <w:ind w:right="6"/>
            </w:pPr>
            <w:r>
              <w:t>NZ</w:t>
            </w:r>
          </w:p>
        </w:tc>
        <w:tc>
          <w:tcPr>
            <w:tcW w:w="6776" w:type="dxa"/>
          </w:tcPr>
          <w:p w:rsidR="00C42596" w:rsidRDefault="00FD3787" w:rsidP="00C670DE">
            <w:pPr>
              <w:pStyle w:val="BodyText"/>
              <w:spacing w:before="120"/>
              <w:ind w:left="227" w:right="6"/>
            </w:pPr>
            <w:r>
              <w:t>New Zealand</w:t>
            </w:r>
          </w:p>
        </w:tc>
      </w:tr>
      <w:tr w:rsidR="004623A4" w:rsidTr="00FD477B">
        <w:tc>
          <w:tcPr>
            <w:tcW w:w="2013" w:type="dxa"/>
          </w:tcPr>
          <w:p w:rsidR="004623A4" w:rsidRDefault="004623A4" w:rsidP="000402AD">
            <w:pPr>
              <w:pStyle w:val="BodyText"/>
              <w:spacing w:before="120"/>
              <w:ind w:right="6"/>
            </w:pPr>
            <w:proofErr w:type="spellStart"/>
            <w:r>
              <w:t>NWC</w:t>
            </w:r>
            <w:proofErr w:type="spellEnd"/>
          </w:p>
        </w:tc>
        <w:tc>
          <w:tcPr>
            <w:tcW w:w="6776" w:type="dxa"/>
          </w:tcPr>
          <w:p w:rsidR="004623A4" w:rsidRDefault="00D543BC" w:rsidP="00C670DE">
            <w:pPr>
              <w:pStyle w:val="BodyText"/>
              <w:spacing w:before="120"/>
              <w:ind w:left="227" w:right="6"/>
            </w:pPr>
            <w:r>
              <w:t>National Water Commission</w:t>
            </w:r>
          </w:p>
        </w:tc>
      </w:tr>
      <w:tr w:rsidR="007A06F0" w:rsidTr="00FD477B">
        <w:tc>
          <w:tcPr>
            <w:tcW w:w="2013" w:type="dxa"/>
          </w:tcPr>
          <w:p w:rsidR="007A06F0" w:rsidRDefault="007A06F0" w:rsidP="000402AD">
            <w:pPr>
              <w:pStyle w:val="BodyText"/>
              <w:spacing w:before="120"/>
              <w:ind w:right="6"/>
            </w:pPr>
            <w:proofErr w:type="spellStart"/>
            <w:r>
              <w:t>NWI</w:t>
            </w:r>
            <w:proofErr w:type="spellEnd"/>
          </w:p>
        </w:tc>
        <w:tc>
          <w:tcPr>
            <w:tcW w:w="6776" w:type="dxa"/>
          </w:tcPr>
          <w:p w:rsidR="007A06F0" w:rsidRDefault="007A06F0" w:rsidP="007A06F0">
            <w:pPr>
              <w:pStyle w:val="BodyText"/>
              <w:spacing w:before="120"/>
              <w:ind w:left="227" w:right="6"/>
            </w:pPr>
            <w:r>
              <w:t>National Water Initiative</w:t>
            </w:r>
          </w:p>
        </w:tc>
      </w:tr>
      <w:tr w:rsidR="005D58E9" w:rsidTr="00FD477B">
        <w:tc>
          <w:tcPr>
            <w:tcW w:w="2013" w:type="dxa"/>
          </w:tcPr>
          <w:p w:rsidR="005D58E9" w:rsidRDefault="005D58E9" w:rsidP="000402AD">
            <w:pPr>
              <w:pStyle w:val="BodyText"/>
              <w:spacing w:before="120"/>
              <w:ind w:right="6"/>
            </w:pPr>
            <w:proofErr w:type="spellStart"/>
            <w:r>
              <w:t>OAW</w:t>
            </w:r>
            <w:proofErr w:type="spellEnd"/>
          </w:p>
        </w:tc>
        <w:tc>
          <w:tcPr>
            <w:tcW w:w="6776" w:type="dxa"/>
          </w:tcPr>
          <w:p w:rsidR="005D58E9" w:rsidRDefault="007031FC" w:rsidP="00C670DE">
            <w:pPr>
              <w:pStyle w:val="BodyText"/>
              <w:spacing w:before="120"/>
              <w:ind w:left="227" w:right="6"/>
            </w:pPr>
            <w:r>
              <w:t>Office of Animal Welfare</w:t>
            </w:r>
          </w:p>
        </w:tc>
      </w:tr>
      <w:tr w:rsidR="00CB03A7" w:rsidTr="00FD477B">
        <w:tc>
          <w:tcPr>
            <w:tcW w:w="2013" w:type="dxa"/>
          </w:tcPr>
          <w:p w:rsidR="00CB03A7" w:rsidRDefault="00CB03A7" w:rsidP="000402AD">
            <w:pPr>
              <w:pStyle w:val="BodyText"/>
              <w:spacing w:before="120"/>
              <w:ind w:right="6"/>
            </w:pPr>
            <w:proofErr w:type="spellStart"/>
            <w:r>
              <w:t>OBPR</w:t>
            </w:r>
            <w:proofErr w:type="spellEnd"/>
          </w:p>
        </w:tc>
        <w:tc>
          <w:tcPr>
            <w:tcW w:w="6776" w:type="dxa"/>
          </w:tcPr>
          <w:p w:rsidR="00CB03A7" w:rsidRDefault="00507F85" w:rsidP="00C670DE">
            <w:pPr>
              <w:pStyle w:val="BodyText"/>
              <w:spacing w:before="120"/>
              <w:ind w:left="227" w:right="6"/>
            </w:pPr>
            <w:r>
              <w:t>Office of Best Practice Regulation</w:t>
            </w:r>
          </w:p>
        </w:tc>
      </w:tr>
      <w:tr w:rsidR="00CB03A7" w:rsidTr="00FD477B">
        <w:tc>
          <w:tcPr>
            <w:tcW w:w="2013" w:type="dxa"/>
          </w:tcPr>
          <w:p w:rsidR="00CB03A7" w:rsidRDefault="00CB03A7" w:rsidP="000402AD">
            <w:pPr>
              <w:pStyle w:val="BodyText"/>
              <w:spacing w:before="120"/>
              <w:ind w:right="6"/>
            </w:pPr>
            <w:r>
              <w:t>OECD</w:t>
            </w:r>
          </w:p>
        </w:tc>
        <w:tc>
          <w:tcPr>
            <w:tcW w:w="6776" w:type="dxa"/>
          </w:tcPr>
          <w:p w:rsidR="00CB03A7" w:rsidRDefault="004A272B" w:rsidP="00C670DE">
            <w:pPr>
              <w:pStyle w:val="BodyText"/>
              <w:spacing w:before="120"/>
              <w:ind w:left="227" w:right="6"/>
            </w:pPr>
            <w:r>
              <w:t>Organisation for Economic Co-operation and Development</w:t>
            </w:r>
          </w:p>
        </w:tc>
      </w:tr>
      <w:tr w:rsidR="000402AD" w:rsidTr="00FD477B">
        <w:tc>
          <w:tcPr>
            <w:tcW w:w="2013" w:type="dxa"/>
          </w:tcPr>
          <w:p w:rsidR="000402AD" w:rsidRDefault="000402AD" w:rsidP="000402AD">
            <w:pPr>
              <w:pStyle w:val="BodyText"/>
              <w:spacing w:before="120"/>
              <w:ind w:right="6"/>
            </w:pPr>
            <w:proofErr w:type="spellStart"/>
            <w:r>
              <w:t>OGTR</w:t>
            </w:r>
            <w:proofErr w:type="spellEnd"/>
          </w:p>
        </w:tc>
        <w:tc>
          <w:tcPr>
            <w:tcW w:w="6776" w:type="dxa"/>
          </w:tcPr>
          <w:p w:rsidR="000402AD" w:rsidRDefault="00BD115D" w:rsidP="00C670DE">
            <w:pPr>
              <w:pStyle w:val="BodyText"/>
              <w:spacing w:before="120"/>
              <w:ind w:left="227" w:right="6"/>
            </w:pPr>
            <w:r>
              <w:t>Office of the Gene Technology Regulator</w:t>
            </w:r>
          </w:p>
        </w:tc>
      </w:tr>
      <w:tr w:rsidR="0049701F" w:rsidTr="00FD477B">
        <w:tc>
          <w:tcPr>
            <w:tcW w:w="2013" w:type="dxa"/>
          </w:tcPr>
          <w:p w:rsidR="0049701F" w:rsidRDefault="0049701F" w:rsidP="000402AD">
            <w:pPr>
              <w:pStyle w:val="BodyText"/>
              <w:spacing w:before="120"/>
              <w:ind w:right="6"/>
            </w:pPr>
            <w:proofErr w:type="spellStart"/>
            <w:r>
              <w:t>OIE</w:t>
            </w:r>
            <w:proofErr w:type="spellEnd"/>
          </w:p>
        </w:tc>
        <w:tc>
          <w:tcPr>
            <w:tcW w:w="6776" w:type="dxa"/>
          </w:tcPr>
          <w:p w:rsidR="0049701F" w:rsidRDefault="00CE59A6" w:rsidP="00C670DE">
            <w:pPr>
              <w:pStyle w:val="BodyText"/>
              <w:spacing w:before="120"/>
              <w:ind w:left="227" w:right="6"/>
            </w:pPr>
            <w:r>
              <w:t>World Organisation for Animal Health</w:t>
            </w:r>
          </w:p>
        </w:tc>
      </w:tr>
      <w:tr w:rsidR="00C670DE" w:rsidTr="00FD477B">
        <w:tc>
          <w:tcPr>
            <w:tcW w:w="2013" w:type="dxa"/>
          </w:tcPr>
          <w:p w:rsidR="00C670DE" w:rsidRDefault="00C670DE" w:rsidP="000402AD">
            <w:pPr>
              <w:pStyle w:val="BodyText"/>
              <w:spacing w:before="120"/>
              <w:ind w:right="6"/>
            </w:pPr>
            <w:r>
              <w:t>PC</w:t>
            </w:r>
          </w:p>
        </w:tc>
        <w:tc>
          <w:tcPr>
            <w:tcW w:w="6776" w:type="dxa"/>
          </w:tcPr>
          <w:p w:rsidR="00C670DE" w:rsidRDefault="00C670DE" w:rsidP="00C670DE">
            <w:pPr>
              <w:pStyle w:val="BodyText"/>
              <w:spacing w:before="120"/>
              <w:ind w:left="227" w:right="6"/>
            </w:pPr>
            <w:r>
              <w:t>Productivity Commission</w:t>
            </w:r>
          </w:p>
        </w:tc>
      </w:tr>
      <w:tr w:rsidR="0049701F" w:rsidTr="00FD477B">
        <w:tc>
          <w:tcPr>
            <w:tcW w:w="2013" w:type="dxa"/>
          </w:tcPr>
          <w:p w:rsidR="0049701F" w:rsidRDefault="0049701F" w:rsidP="000402AD">
            <w:pPr>
              <w:pStyle w:val="BodyText"/>
              <w:spacing w:before="120"/>
              <w:ind w:right="6"/>
            </w:pPr>
            <w:proofErr w:type="spellStart"/>
            <w:r>
              <w:t>PIMC</w:t>
            </w:r>
            <w:proofErr w:type="spellEnd"/>
          </w:p>
        </w:tc>
        <w:tc>
          <w:tcPr>
            <w:tcW w:w="6776" w:type="dxa"/>
          </w:tcPr>
          <w:p w:rsidR="0049701F" w:rsidRDefault="00875CA4" w:rsidP="00C670DE">
            <w:pPr>
              <w:pStyle w:val="BodyText"/>
              <w:spacing w:before="120"/>
              <w:ind w:left="227" w:right="6"/>
            </w:pPr>
            <w:r>
              <w:t>Primary Industries Ministerial Council</w:t>
            </w:r>
          </w:p>
        </w:tc>
      </w:tr>
      <w:tr w:rsidR="000402AD" w:rsidTr="00FD477B">
        <w:tc>
          <w:tcPr>
            <w:tcW w:w="2013" w:type="dxa"/>
          </w:tcPr>
          <w:p w:rsidR="000402AD" w:rsidRDefault="000402AD" w:rsidP="000402AD">
            <w:pPr>
              <w:pStyle w:val="BodyText"/>
              <w:spacing w:before="120"/>
              <w:ind w:right="6"/>
            </w:pPr>
            <w:proofErr w:type="spellStart"/>
            <w:r>
              <w:t>RIA</w:t>
            </w:r>
            <w:proofErr w:type="spellEnd"/>
          </w:p>
        </w:tc>
        <w:tc>
          <w:tcPr>
            <w:tcW w:w="6776" w:type="dxa"/>
          </w:tcPr>
          <w:p w:rsidR="000402AD" w:rsidRDefault="00AF7666" w:rsidP="00C670DE">
            <w:pPr>
              <w:pStyle w:val="BodyText"/>
              <w:spacing w:before="120"/>
              <w:ind w:left="227" w:right="6"/>
            </w:pPr>
            <w:r>
              <w:t>Regulatory impact assessment</w:t>
            </w:r>
          </w:p>
        </w:tc>
      </w:tr>
      <w:tr w:rsidR="000402AD" w:rsidTr="00FD477B">
        <w:tc>
          <w:tcPr>
            <w:tcW w:w="2013" w:type="dxa"/>
          </w:tcPr>
          <w:p w:rsidR="000402AD" w:rsidRDefault="000402AD" w:rsidP="000402AD">
            <w:pPr>
              <w:pStyle w:val="BodyText"/>
              <w:spacing w:before="120"/>
              <w:ind w:right="6"/>
            </w:pPr>
            <w:proofErr w:type="spellStart"/>
            <w:r>
              <w:t>RIS</w:t>
            </w:r>
            <w:proofErr w:type="spellEnd"/>
          </w:p>
        </w:tc>
        <w:tc>
          <w:tcPr>
            <w:tcW w:w="6776" w:type="dxa"/>
          </w:tcPr>
          <w:p w:rsidR="000402AD" w:rsidRDefault="00A271E6" w:rsidP="00C670DE">
            <w:pPr>
              <w:pStyle w:val="BodyText"/>
              <w:spacing w:before="120"/>
              <w:ind w:left="227" w:right="6"/>
            </w:pPr>
            <w:r>
              <w:t>R</w:t>
            </w:r>
            <w:r w:rsidR="00823D83">
              <w:t>egulation</w:t>
            </w:r>
            <w:r>
              <w:t xml:space="preserve"> impact statement</w:t>
            </w:r>
          </w:p>
        </w:tc>
      </w:tr>
      <w:tr w:rsidR="00C62BE4" w:rsidTr="00FD477B">
        <w:tc>
          <w:tcPr>
            <w:tcW w:w="2013" w:type="dxa"/>
          </w:tcPr>
          <w:p w:rsidR="00C62BE4" w:rsidRDefault="00C62BE4" w:rsidP="000402AD">
            <w:pPr>
              <w:pStyle w:val="BodyText"/>
              <w:spacing w:before="120"/>
              <w:ind w:right="6"/>
            </w:pPr>
            <w:proofErr w:type="spellStart"/>
            <w:r>
              <w:t>RSRT</w:t>
            </w:r>
            <w:proofErr w:type="spellEnd"/>
          </w:p>
        </w:tc>
        <w:tc>
          <w:tcPr>
            <w:tcW w:w="6776" w:type="dxa"/>
          </w:tcPr>
          <w:p w:rsidR="00C62BE4" w:rsidRDefault="005A385E" w:rsidP="00C670DE">
            <w:pPr>
              <w:pStyle w:val="BodyText"/>
              <w:spacing w:before="120"/>
              <w:ind w:left="227" w:right="6"/>
            </w:pPr>
            <w:r>
              <w:t>Road Safety Remuneration Tribunal</w:t>
            </w:r>
          </w:p>
        </w:tc>
      </w:tr>
      <w:tr w:rsidR="00D4575C" w:rsidTr="00FD477B">
        <w:tc>
          <w:tcPr>
            <w:tcW w:w="2013" w:type="dxa"/>
          </w:tcPr>
          <w:p w:rsidR="00D4575C" w:rsidRDefault="00D4575C" w:rsidP="000402AD">
            <w:pPr>
              <w:pStyle w:val="BodyText"/>
              <w:spacing w:before="120"/>
              <w:ind w:right="6"/>
            </w:pPr>
            <w:r>
              <w:t>RSPCA</w:t>
            </w:r>
          </w:p>
        </w:tc>
        <w:tc>
          <w:tcPr>
            <w:tcW w:w="6776" w:type="dxa"/>
          </w:tcPr>
          <w:p w:rsidR="00D4575C" w:rsidRDefault="00D4575C" w:rsidP="00C670DE">
            <w:pPr>
              <w:pStyle w:val="BodyText"/>
              <w:spacing w:before="120"/>
              <w:ind w:left="227" w:right="6"/>
            </w:pPr>
            <w:r>
              <w:t>Royal Society for the Prevention of Cruelty to Animals</w:t>
            </w:r>
          </w:p>
        </w:tc>
      </w:tr>
      <w:tr w:rsidR="00D363F7" w:rsidTr="00FD477B">
        <w:tc>
          <w:tcPr>
            <w:tcW w:w="2013" w:type="dxa"/>
          </w:tcPr>
          <w:p w:rsidR="00D363F7" w:rsidRDefault="00D363F7" w:rsidP="000402AD">
            <w:pPr>
              <w:pStyle w:val="BodyText"/>
              <w:spacing w:before="120"/>
              <w:ind w:right="6"/>
            </w:pPr>
            <w:proofErr w:type="spellStart"/>
            <w:r>
              <w:t>SDL</w:t>
            </w:r>
            <w:proofErr w:type="spellEnd"/>
          </w:p>
        </w:tc>
        <w:tc>
          <w:tcPr>
            <w:tcW w:w="6776" w:type="dxa"/>
          </w:tcPr>
          <w:p w:rsidR="00D363F7" w:rsidRDefault="00D363F7" w:rsidP="00C670DE">
            <w:pPr>
              <w:pStyle w:val="BodyText"/>
              <w:spacing w:before="120"/>
              <w:ind w:left="227" w:right="6"/>
            </w:pPr>
            <w:r>
              <w:t>Sustainable Diversion Limit</w:t>
            </w:r>
          </w:p>
        </w:tc>
      </w:tr>
      <w:tr w:rsidR="004A4BE7" w:rsidTr="00FD477B">
        <w:tc>
          <w:tcPr>
            <w:tcW w:w="2013" w:type="dxa"/>
          </w:tcPr>
          <w:p w:rsidR="004A4BE7" w:rsidRDefault="004A4BE7" w:rsidP="000402AD">
            <w:pPr>
              <w:pStyle w:val="BodyText"/>
              <w:spacing w:before="120"/>
              <w:ind w:right="6"/>
            </w:pPr>
            <w:r>
              <w:t>SKU</w:t>
            </w:r>
          </w:p>
        </w:tc>
        <w:tc>
          <w:tcPr>
            <w:tcW w:w="6776" w:type="dxa"/>
          </w:tcPr>
          <w:p w:rsidR="004A4BE7" w:rsidRDefault="00486DBB" w:rsidP="00C670DE">
            <w:pPr>
              <w:pStyle w:val="BodyText"/>
              <w:spacing w:before="120"/>
              <w:ind w:left="227" w:right="6"/>
            </w:pPr>
            <w:r>
              <w:t>Stock keeping unit</w:t>
            </w:r>
          </w:p>
        </w:tc>
      </w:tr>
      <w:tr w:rsidR="00B72B18" w:rsidTr="00FD477B">
        <w:tc>
          <w:tcPr>
            <w:tcW w:w="2013" w:type="dxa"/>
          </w:tcPr>
          <w:p w:rsidR="00B72B18" w:rsidRDefault="00B72B18" w:rsidP="000402AD">
            <w:pPr>
              <w:pStyle w:val="BodyText"/>
              <w:spacing w:before="120"/>
              <w:ind w:right="6"/>
            </w:pPr>
            <w:proofErr w:type="spellStart"/>
            <w:r>
              <w:t>VICH</w:t>
            </w:r>
            <w:proofErr w:type="spellEnd"/>
          </w:p>
        </w:tc>
        <w:tc>
          <w:tcPr>
            <w:tcW w:w="6776" w:type="dxa"/>
          </w:tcPr>
          <w:p w:rsidR="00B72B18" w:rsidRDefault="00B72B18" w:rsidP="00C670DE">
            <w:pPr>
              <w:pStyle w:val="BodyText"/>
              <w:spacing w:before="120"/>
              <w:ind w:left="227" w:right="6"/>
            </w:pPr>
            <w:r>
              <w:t>International Cooperation on Harmonisation of Technical Requirements for Veterinary Medicinal Products</w:t>
            </w:r>
          </w:p>
        </w:tc>
      </w:tr>
      <w:tr w:rsidR="00C42596" w:rsidTr="00FD477B">
        <w:tc>
          <w:tcPr>
            <w:tcW w:w="2013" w:type="dxa"/>
          </w:tcPr>
          <w:p w:rsidR="00C42596" w:rsidRDefault="00C42596" w:rsidP="000402AD">
            <w:pPr>
              <w:pStyle w:val="BodyText"/>
              <w:spacing w:before="120"/>
              <w:ind w:right="6"/>
            </w:pPr>
            <w:r>
              <w:t>WHO</w:t>
            </w:r>
          </w:p>
        </w:tc>
        <w:tc>
          <w:tcPr>
            <w:tcW w:w="6776" w:type="dxa"/>
          </w:tcPr>
          <w:p w:rsidR="00C42596" w:rsidRDefault="00C10877" w:rsidP="00C670DE">
            <w:pPr>
              <w:pStyle w:val="BodyText"/>
              <w:spacing w:before="120"/>
              <w:ind w:left="227" w:right="6"/>
            </w:pPr>
            <w:r>
              <w:t>World Health Organi</w:t>
            </w:r>
            <w:r w:rsidR="00EE7F17">
              <w:t>z</w:t>
            </w:r>
            <w:r>
              <w:t>ation</w:t>
            </w:r>
          </w:p>
        </w:tc>
      </w:tr>
      <w:tr w:rsidR="00C42596" w:rsidTr="00FD477B">
        <w:tc>
          <w:tcPr>
            <w:tcW w:w="2013" w:type="dxa"/>
          </w:tcPr>
          <w:p w:rsidR="00C42596" w:rsidRDefault="00C42596" w:rsidP="000402AD">
            <w:pPr>
              <w:pStyle w:val="BodyText"/>
              <w:spacing w:before="120"/>
              <w:ind w:right="6"/>
            </w:pPr>
            <w:proofErr w:type="spellStart"/>
            <w:r>
              <w:t>WHS</w:t>
            </w:r>
            <w:proofErr w:type="spellEnd"/>
          </w:p>
        </w:tc>
        <w:tc>
          <w:tcPr>
            <w:tcW w:w="6776" w:type="dxa"/>
          </w:tcPr>
          <w:p w:rsidR="00C42596" w:rsidRDefault="00333DB4" w:rsidP="00333DB4">
            <w:pPr>
              <w:pStyle w:val="BodyText"/>
              <w:spacing w:before="120"/>
              <w:ind w:left="227" w:right="6"/>
            </w:pPr>
            <w:r>
              <w:t>W</w:t>
            </w:r>
            <w:r w:rsidR="005C58A9">
              <w:t xml:space="preserve">ork </w:t>
            </w:r>
            <w:r>
              <w:t>H</w:t>
            </w:r>
            <w:r w:rsidR="005C58A9">
              <w:t xml:space="preserve">ealth and </w:t>
            </w:r>
            <w:r>
              <w:t>S</w:t>
            </w:r>
            <w:r w:rsidR="005C58A9">
              <w:t>afety</w:t>
            </w:r>
          </w:p>
        </w:tc>
      </w:tr>
      <w:tr w:rsidR="003D40A0" w:rsidTr="00FD477B">
        <w:tc>
          <w:tcPr>
            <w:tcW w:w="2013" w:type="dxa"/>
          </w:tcPr>
          <w:p w:rsidR="003D40A0" w:rsidRDefault="003D40A0" w:rsidP="000402AD">
            <w:pPr>
              <w:pStyle w:val="BodyText"/>
              <w:spacing w:before="120"/>
              <w:ind w:right="6"/>
            </w:pPr>
            <w:r>
              <w:t>WTO</w:t>
            </w:r>
          </w:p>
        </w:tc>
        <w:tc>
          <w:tcPr>
            <w:tcW w:w="6776" w:type="dxa"/>
          </w:tcPr>
          <w:p w:rsidR="003D40A0" w:rsidRDefault="00C10877" w:rsidP="008221A7">
            <w:pPr>
              <w:pStyle w:val="BodyText"/>
              <w:spacing w:before="120"/>
              <w:ind w:left="227" w:right="6"/>
            </w:pPr>
            <w:r>
              <w:t>World Trade Organi</w:t>
            </w:r>
            <w:r w:rsidR="008221A7">
              <w:t>z</w:t>
            </w:r>
            <w:r>
              <w:t>ation</w:t>
            </w:r>
          </w:p>
        </w:tc>
      </w:tr>
    </w:tbl>
    <w:p w:rsidR="000A5E12" w:rsidRDefault="000A5E12" w:rsidP="001D05EC">
      <w:pPr>
        <w:pStyle w:val="BodyText"/>
      </w:pPr>
      <w:bookmarkStart w:id="14" w:name="Glossary"/>
      <w:bookmarkEnd w:id="14"/>
    </w:p>
    <w:sectPr w:rsidR="000A5E12" w:rsidSect="00585B3F">
      <w:headerReference w:type="even" r:id="rId39"/>
      <w:headerReference w:type="default" r:id="rId40"/>
      <w:footerReference w:type="even" r:id="rId41"/>
      <w:footerReference w:type="default" r:id="rId42"/>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9F6" w:rsidRDefault="00F739F6">
      <w:r>
        <w:separator/>
      </w:r>
    </w:p>
    <w:p w:rsidR="00F739F6" w:rsidRDefault="00F739F6"/>
    <w:p w:rsidR="00F739F6" w:rsidRDefault="00F739F6"/>
  </w:endnote>
  <w:endnote w:type="continuationSeparator" w:id="0">
    <w:p w:rsidR="00F739F6" w:rsidRDefault="00F739F6">
      <w:r>
        <w:continuationSeparator/>
      </w:r>
    </w:p>
    <w:p w:rsidR="00F739F6" w:rsidRDefault="00F739F6"/>
    <w:p w:rsidR="00F739F6" w:rsidRDefault="00F739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EB4" w:rsidRDefault="009A4EB4">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512D" w:rsidTr="000402AD">
      <w:trPr>
        <w:trHeight w:hRule="exact" w:val="567"/>
      </w:trPr>
      <w:tc>
        <w:tcPr>
          <w:tcW w:w="510" w:type="dxa"/>
        </w:tcPr>
        <w:p w:rsidR="000C512D" w:rsidRPr="007448F7" w:rsidRDefault="000C512D" w:rsidP="000402AD">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A4EB4">
            <w:rPr>
              <w:rStyle w:val="PageNumber"/>
              <w:caps w:val="0"/>
              <w:noProof/>
            </w:rPr>
            <w:t>xii</w:t>
          </w:r>
          <w:r w:rsidRPr="007448F7">
            <w:rPr>
              <w:rStyle w:val="PageNumber"/>
              <w:caps w:val="0"/>
            </w:rPr>
            <w:fldChar w:fldCharType="end"/>
          </w:r>
        </w:p>
      </w:tc>
      <w:tc>
        <w:tcPr>
          <w:tcW w:w="7767" w:type="dxa"/>
        </w:tcPr>
        <w:p w:rsidR="000C512D" w:rsidRDefault="006F586D" w:rsidP="00271B0C">
          <w:pPr>
            <w:pStyle w:val="Footer"/>
            <w:rPr>
              <w:rFonts w:cs="Arial"/>
            </w:rPr>
          </w:pPr>
          <w:r>
            <w:rPr>
              <w:rFonts w:cs="Arial"/>
            </w:rPr>
            <w:t>REGULATION OF AUSTRALIAN AGRICULTURE</w:t>
          </w:r>
        </w:p>
        <w:p w:rsidR="006F586D" w:rsidRPr="0013739A" w:rsidRDefault="006F586D" w:rsidP="006F586D">
          <w:pPr>
            <w:pStyle w:val="FooterDraftReport"/>
          </w:pPr>
          <w:r>
            <w:t>draft report</w:t>
          </w:r>
        </w:p>
      </w:tc>
      <w:tc>
        <w:tcPr>
          <w:tcW w:w="510" w:type="dxa"/>
        </w:tcPr>
        <w:p w:rsidR="000C512D" w:rsidRDefault="000C512D" w:rsidP="000402AD">
          <w:pPr>
            <w:pStyle w:val="Footer"/>
          </w:pPr>
        </w:p>
      </w:tc>
    </w:tr>
  </w:tbl>
  <w:p w:rsidR="000C512D" w:rsidRDefault="000C512D" w:rsidP="000402AD">
    <w:pPr>
      <w:pStyle w:val="FooterEnd"/>
    </w:pPr>
  </w:p>
  <w:p w:rsidR="000C512D" w:rsidRDefault="000C512D">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512D" w:rsidTr="000402AD">
      <w:trPr>
        <w:trHeight w:hRule="exact" w:val="567"/>
      </w:trPr>
      <w:tc>
        <w:tcPr>
          <w:tcW w:w="510" w:type="dxa"/>
        </w:tcPr>
        <w:p w:rsidR="000C512D" w:rsidRDefault="000C512D">
          <w:pPr>
            <w:pStyle w:val="Footer"/>
            <w:ind w:right="360" w:firstLine="360"/>
          </w:pPr>
        </w:p>
      </w:tc>
      <w:tc>
        <w:tcPr>
          <w:tcW w:w="7767" w:type="dxa"/>
        </w:tcPr>
        <w:p w:rsidR="000C512D" w:rsidRDefault="000C512D" w:rsidP="00340511">
          <w:pPr>
            <w:pStyle w:val="Footer"/>
            <w:jc w:val="right"/>
            <w:rPr>
              <w:noProof/>
            </w:rPr>
          </w:pPr>
          <w:r w:rsidRPr="00340511">
            <w:rPr>
              <w:noProof/>
            </w:rPr>
            <w:fldChar w:fldCharType="begin"/>
          </w:r>
          <w:r w:rsidRPr="00340511">
            <w:rPr>
              <w:noProof/>
            </w:rPr>
            <w:instrText xml:space="preserve"> STYLEREF "Heading 1" \* MERGEFORMAT </w:instrText>
          </w:r>
          <w:r w:rsidRPr="00340511">
            <w:rPr>
              <w:noProof/>
            </w:rPr>
            <w:fldChar w:fldCharType="separate"/>
          </w:r>
          <w:r w:rsidR="009A4EB4" w:rsidRPr="009A4EB4">
            <w:rPr>
              <w:bCs/>
              <w:noProof/>
              <w:lang w:val="en-US"/>
            </w:rPr>
            <w:t>Abbreviations</w:t>
          </w:r>
          <w:r w:rsidRPr="00340511">
            <w:rPr>
              <w:noProof/>
            </w:rPr>
            <w:fldChar w:fldCharType="end"/>
          </w:r>
        </w:p>
        <w:p w:rsidR="006F586D" w:rsidRPr="00340511" w:rsidRDefault="006F586D" w:rsidP="006F586D">
          <w:pPr>
            <w:pStyle w:val="FooterDraftReport"/>
            <w:jc w:val="right"/>
          </w:pPr>
          <w:r>
            <w:t>draft report</w:t>
          </w:r>
        </w:p>
      </w:tc>
      <w:tc>
        <w:tcPr>
          <w:tcW w:w="510" w:type="dxa"/>
        </w:tcPr>
        <w:p w:rsidR="000C512D" w:rsidRPr="00A24443" w:rsidRDefault="000C512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A4EB4">
            <w:rPr>
              <w:rStyle w:val="PageNumber"/>
              <w:caps w:val="0"/>
              <w:noProof/>
            </w:rPr>
            <w:t>xi</w:t>
          </w:r>
          <w:r w:rsidRPr="00A24443">
            <w:rPr>
              <w:rStyle w:val="PageNumber"/>
              <w:caps w:val="0"/>
            </w:rPr>
            <w:fldChar w:fldCharType="end"/>
          </w:r>
        </w:p>
      </w:tc>
    </w:tr>
  </w:tbl>
  <w:p w:rsidR="000C512D" w:rsidRDefault="000C512D">
    <w:pPr>
      <w:pStyle w:val="FooterEnd"/>
    </w:pPr>
  </w:p>
  <w:p w:rsidR="000C512D" w:rsidRDefault="000C512D"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EB4" w:rsidRDefault="009A4E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EB4" w:rsidRDefault="009A4EB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512D" w:rsidTr="000402AD">
      <w:trPr>
        <w:trHeight w:hRule="exact" w:val="567"/>
      </w:trPr>
      <w:tc>
        <w:tcPr>
          <w:tcW w:w="510" w:type="dxa"/>
        </w:tcPr>
        <w:p w:rsidR="000C512D" w:rsidRDefault="000C512D" w:rsidP="000402AD">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97C5C">
            <w:rPr>
              <w:rStyle w:val="PageNumber"/>
              <w:noProof/>
            </w:rPr>
            <w:t>iv</w:t>
          </w:r>
          <w:r>
            <w:rPr>
              <w:rStyle w:val="PageNumber"/>
            </w:rPr>
            <w:fldChar w:fldCharType="end"/>
          </w:r>
        </w:p>
      </w:tc>
      <w:tc>
        <w:tcPr>
          <w:tcW w:w="7767" w:type="dxa"/>
        </w:tcPr>
        <w:p w:rsidR="000C512D" w:rsidRPr="0013739A" w:rsidRDefault="000C512D" w:rsidP="000402AD">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027A28">
            <w:rPr>
              <w:rFonts w:cs="Arial"/>
            </w:rPr>
            <w:t>Regulation of Australian Agriculture - Draft Report</w:t>
          </w:r>
          <w:r w:rsidRPr="00BA5B14">
            <w:rPr>
              <w:rFonts w:cs="Arial"/>
            </w:rPr>
            <w:fldChar w:fldCharType="end"/>
          </w:r>
        </w:p>
      </w:tc>
      <w:tc>
        <w:tcPr>
          <w:tcW w:w="510" w:type="dxa"/>
        </w:tcPr>
        <w:p w:rsidR="000C512D" w:rsidRDefault="000C512D" w:rsidP="000402AD">
          <w:pPr>
            <w:pStyle w:val="Footer"/>
          </w:pPr>
        </w:p>
      </w:tc>
    </w:tr>
  </w:tbl>
  <w:p w:rsidR="000C512D" w:rsidRDefault="000C512D" w:rsidP="000402AD">
    <w:pPr>
      <w:pStyle w:val="FooterEnd"/>
    </w:pPr>
  </w:p>
  <w:p w:rsidR="000C512D" w:rsidRDefault="000C512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512D" w:rsidTr="000402AD">
      <w:trPr>
        <w:trHeight w:hRule="exact" w:val="567"/>
      </w:trPr>
      <w:tc>
        <w:tcPr>
          <w:tcW w:w="510" w:type="dxa"/>
        </w:tcPr>
        <w:p w:rsidR="000C512D" w:rsidRDefault="000C512D">
          <w:pPr>
            <w:pStyle w:val="Footer"/>
            <w:ind w:right="360" w:firstLine="360"/>
          </w:pPr>
        </w:p>
      </w:tc>
      <w:tc>
        <w:tcPr>
          <w:tcW w:w="7767" w:type="dxa"/>
        </w:tcPr>
        <w:p w:rsidR="000C512D" w:rsidRDefault="000C512D" w:rsidP="000402AD">
          <w:pPr>
            <w:pStyle w:val="Footer"/>
            <w:jc w:val="right"/>
            <w:rPr>
              <w:rFonts w:cs="Arial"/>
            </w:rPr>
          </w:pPr>
          <w:r w:rsidRPr="00C24C8B">
            <w:rPr>
              <w:noProof/>
            </w:rPr>
            <w:fldChar w:fldCharType="begin"/>
          </w:r>
          <w:r w:rsidRPr="00C24C8B">
            <w:rPr>
              <w:noProof/>
            </w:rPr>
            <w:instrText xml:space="preserve"> STYLEREF "Heading 1" \* MERGEFORMAT </w:instrText>
          </w:r>
          <w:r w:rsidRPr="00C24C8B">
            <w:rPr>
              <w:noProof/>
            </w:rPr>
            <w:fldChar w:fldCharType="separate"/>
          </w:r>
          <w:r w:rsidR="009A4EB4" w:rsidRPr="009A4EB4">
            <w:rPr>
              <w:bCs/>
              <w:noProof/>
              <w:lang w:val="en-US"/>
            </w:rPr>
            <w:t>Opportunity for further</w:t>
          </w:r>
          <w:r w:rsidR="009A4EB4">
            <w:rPr>
              <w:noProof/>
            </w:rPr>
            <w:t xml:space="preserve"> comment</w:t>
          </w:r>
          <w:r w:rsidRPr="00C24C8B">
            <w:rPr>
              <w:noProof/>
            </w:rPr>
            <w:fldChar w:fldCharType="end"/>
          </w:r>
          <w:r w:rsidRPr="00C24C8B">
            <w:rPr>
              <w:rFonts w:cs="Arial"/>
            </w:rPr>
            <w:t xml:space="preserve"> </w:t>
          </w:r>
        </w:p>
        <w:p w:rsidR="006F586D" w:rsidRPr="00C24C8B" w:rsidRDefault="006F586D" w:rsidP="006F586D">
          <w:pPr>
            <w:pStyle w:val="FooterDraftReport"/>
            <w:jc w:val="right"/>
          </w:pPr>
          <w:r>
            <w:t>draft report</w:t>
          </w:r>
        </w:p>
      </w:tc>
      <w:tc>
        <w:tcPr>
          <w:tcW w:w="510" w:type="dxa"/>
        </w:tcPr>
        <w:p w:rsidR="000C512D" w:rsidRPr="00C24C8B" w:rsidRDefault="000C512D">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9A4EB4">
            <w:rPr>
              <w:rStyle w:val="PageNumber"/>
              <w:caps w:val="0"/>
              <w:noProof/>
            </w:rPr>
            <w:t>iii</w:t>
          </w:r>
          <w:r w:rsidRPr="00C24C8B">
            <w:rPr>
              <w:rStyle w:val="PageNumber"/>
              <w:caps w:val="0"/>
            </w:rPr>
            <w:fldChar w:fldCharType="end"/>
          </w:r>
        </w:p>
      </w:tc>
    </w:tr>
  </w:tbl>
  <w:p w:rsidR="000C512D" w:rsidRDefault="000C512D">
    <w:pPr>
      <w:pStyle w:val="FooterEnd"/>
    </w:pPr>
  </w:p>
  <w:p w:rsidR="000C512D" w:rsidRDefault="000C512D">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512D" w:rsidTr="000402AD">
      <w:trPr>
        <w:trHeight w:hRule="exact" w:val="567"/>
      </w:trPr>
      <w:tc>
        <w:tcPr>
          <w:tcW w:w="510" w:type="dxa"/>
        </w:tcPr>
        <w:p w:rsidR="000C512D" w:rsidRPr="00752FFF" w:rsidRDefault="000C512D" w:rsidP="000402AD">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9A4EB4">
            <w:rPr>
              <w:rStyle w:val="PageNumber"/>
              <w:caps w:val="0"/>
              <w:noProof/>
            </w:rPr>
            <w:t>vi</w:t>
          </w:r>
          <w:r w:rsidRPr="00752FFF">
            <w:rPr>
              <w:rStyle w:val="PageNumber"/>
              <w:caps w:val="0"/>
            </w:rPr>
            <w:fldChar w:fldCharType="end"/>
          </w:r>
        </w:p>
      </w:tc>
      <w:tc>
        <w:tcPr>
          <w:tcW w:w="7767" w:type="dxa"/>
        </w:tcPr>
        <w:p w:rsidR="000C512D" w:rsidRDefault="000C512D" w:rsidP="000402AD">
          <w:pPr>
            <w:pStyle w:val="Footer"/>
            <w:rPr>
              <w:rFonts w:cs="Arial"/>
            </w:rPr>
          </w:pPr>
          <w:r>
            <w:rPr>
              <w:rFonts w:cs="Arial"/>
            </w:rPr>
            <w:t>REGULATION OF AUSTRALIAN AGRICULTURE</w:t>
          </w:r>
        </w:p>
        <w:p w:rsidR="006F586D" w:rsidRPr="0013739A" w:rsidRDefault="006F586D" w:rsidP="006F586D">
          <w:pPr>
            <w:pStyle w:val="FooterDraftReport"/>
          </w:pPr>
          <w:r>
            <w:t>draft report</w:t>
          </w:r>
        </w:p>
      </w:tc>
      <w:tc>
        <w:tcPr>
          <w:tcW w:w="510" w:type="dxa"/>
        </w:tcPr>
        <w:p w:rsidR="000C512D" w:rsidRDefault="000C512D" w:rsidP="000402AD">
          <w:pPr>
            <w:pStyle w:val="Footer"/>
          </w:pPr>
        </w:p>
      </w:tc>
    </w:tr>
  </w:tbl>
  <w:p w:rsidR="000C512D" w:rsidRDefault="000C512D" w:rsidP="000402AD">
    <w:pPr>
      <w:pStyle w:val="FooterEnd"/>
    </w:pPr>
  </w:p>
  <w:p w:rsidR="000C512D" w:rsidRDefault="000C512D">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512D" w:rsidTr="000402AD">
      <w:trPr>
        <w:trHeight w:hRule="exact" w:val="567"/>
      </w:trPr>
      <w:tc>
        <w:tcPr>
          <w:tcW w:w="510" w:type="dxa"/>
        </w:tcPr>
        <w:p w:rsidR="000C512D" w:rsidRDefault="000C512D">
          <w:pPr>
            <w:pStyle w:val="Footer"/>
            <w:ind w:right="360" w:firstLine="360"/>
          </w:pPr>
        </w:p>
      </w:tc>
      <w:tc>
        <w:tcPr>
          <w:tcW w:w="7767" w:type="dxa"/>
        </w:tcPr>
        <w:p w:rsidR="000C512D" w:rsidRDefault="000C512D" w:rsidP="000402AD">
          <w:pPr>
            <w:pStyle w:val="Footer"/>
            <w:jc w:val="right"/>
            <w:rPr>
              <w:noProof/>
            </w:rPr>
          </w:pPr>
          <w:r w:rsidRPr="00752FFF">
            <w:rPr>
              <w:noProof/>
            </w:rPr>
            <w:fldChar w:fldCharType="begin"/>
          </w:r>
          <w:r w:rsidRPr="00752FFF">
            <w:rPr>
              <w:noProof/>
            </w:rPr>
            <w:instrText xml:space="preserve"> STYLEREF "Heading 1" \* MERGEFORMAT </w:instrText>
          </w:r>
          <w:r w:rsidRPr="00752FFF">
            <w:rPr>
              <w:noProof/>
            </w:rPr>
            <w:fldChar w:fldCharType="separate"/>
          </w:r>
          <w:r w:rsidR="009A4EB4" w:rsidRPr="009A4EB4">
            <w:rPr>
              <w:bCs/>
              <w:noProof/>
              <w:lang w:val="en-US"/>
            </w:rPr>
            <w:t>Terms of reference</w:t>
          </w:r>
          <w:r w:rsidRPr="00752FFF">
            <w:rPr>
              <w:noProof/>
            </w:rPr>
            <w:fldChar w:fldCharType="end"/>
          </w:r>
        </w:p>
        <w:p w:rsidR="006F586D" w:rsidRPr="00752FFF" w:rsidRDefault="006F586D" w:rsidP="006F586D">
          <w:pPr>
            <w:pStyle w:val="FooterDraftReport"/>
            <w:jc w:val="right"/>
          </w:pPr>
          <w:r>
            <w:t>draft report</w:t>
          </w:r>
        </w:p>
      </w:tc>
      <w:tc>
        <w:tcPr>
          <w:tcW w:w="510" w:type="dxa"/>
        </w:tcPr>
        <w:p w:rsidR="000C512D" w:rsidRPr="00A24443" w:rsidRDefault="000C512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A4EB4">
            <w:rPr>
              <w:rStyle w:val="PageNumber"/>
              <w:caps w:val="0"/>
              <w:noProof/>
            </w:rPr>
            <w:t>v</w:t>
          </w:r>
          <w:r w:rsidRPr="00A24443">
            <w:rPr>
              <w:rStyle w:val="PageNumber"/>
              <w:caps w:val="0"/>
            </w:rPr>
            <w:fldChar w:fldCharType="end"/>
          </w:r>
        </w:p>
      </w:tc>
    </w:tr>
  </w:tbl>
  <w:p w:rsidR="000C512D" w:rsidRDefault="000C512D">
    <w:pPr>
      <w:pStyle w:val="FooterEnd"/>
    </w:pPr>
  </w:p>
  <w:p w:rsidR="000C512D" w:rsidRPr="00D01645" w:rsidRDefault="000C512D" w:rsidP="000402AD">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512D" w:rsidTr="000402AD">
      <w:trPr>
        <w:trHeight w:hRule="exact" w:val="567"/>
      </w:trPr>
      <w:tc>
        <w:tcPr>
          <w:tcW w:w="510" w:type="dxa"/>
        </w:tcPr>
        <w:p w:rsidR="000C512D" w:rsidRPr="00A24443" w:rsidRDefault="000C512D" w:rsidP="000402AD">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A4EB4">
            <w:rPr>
              <w:rStyle w:val="PageNumber"/>
              <w:caps w:val="0"/>
              <w:noProof/>
            </w:rPr>
            <w:t>x</w:t>
          </w:r>
          <w:r w:rsidRPr="00A24443">
            <w:rPr>
              <w:rStyle w:val="PageNumber"/>
              <w:caps w:val="0"/>
            </w:rPr>
            <w:fldChar w:fldCharType="end"/>
          </w:r>
        </w:p>
      </w:tc>
      <w:tc>
        <w:tcPr>
          <w:tcW w:w="7767" w:type="dxa"/>
        </w:tcPr>
        <w:p w:rsidR="000C512D" w:rsidRDefault="006F586D" w:rsidP="000402AD">
          <w:pPr>
            <w:pStyle w:val="Footer"/>
            <w:rPr>
              <w:rFonts w:cs="Arial"/>
            </w:rPr>
          </w:pPr>
          <w:r>
            <w:rPr>
              <w:rFonts w:cs="Arial"/>
            </w:rPr>
            <w:t>REGULATION OF AUSTRALIAN AGRICULTURE</w:t>
          </w:r>
        </w:p>
        <w:p w:rsidR="006F586D" w:rsidRPr="0013739A" w:rsidRDefault="006F586D" w:rsidP="006F586D">
          <w:pPr>
            <w:pStyle w:val="FooterDraftReport"/>
          </w:pPr>
          <w:r>
            <w:t>draft report</w:t>
          </w:r>
        </w:p>
      </w:tc>
      <w:tc>
        <w:tcPr>
          <w:tcW w:w="510" w:type="dxa"/>
        </w:tcPr>
        <w:p w:rsidR="000C512D" w:rsidRDefault="000C512D" w:rsidP="000402AD">
          <w:pPr>
            <w:pStyle w:val="Footer"/>
          </w:pPr>
        </w:p>
      </w:tc>
    </w:tr>
  </w:tbl>
  <w:p w:rsidR="000C512D" w:rsidRDefault="000C512D" w:rsidP="000402AD">
    <w:pPr>
      <w:pStyle w:val="FooterEnd"/>
    </w:pPr>
  </w:p>
  <w:p w:rsidR="000C512D" w:rsidRDefault="000C512D">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512D" w:rsidTr="000402AD">
      <w:trPr>
        <w:trHeight w:hRule="exact" w:val="567"/>
      </w:trPr>
      <w:tc>
        <w:tcPr>
          <w:tcW w:w="510" w:type="dxa"/>
        </w:tcPr>
        <w:p w:rsidR="000C512D" w:rsidRDefault="000C512D">
          <w:pPr>
            <w:pStyle w:val="Footer"/>
            <w:ind w:right="360" w:firstLine="360"/>
          </w:pPr>
        </w:p>
      </w:tc>
      <w:tc>
        <w:tcPr>
          <w:tcW w:w="7767" w:type="dxa"/>
        </w:tcPr>
        <w:p w:rsidR="000C512D" w:rsidRDefault="000C512D"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9A4EB4">
            <w:rPr>
              <w:noProof/>
            </w:rPr>
            <w:t>Contents</w:t>
          </w:r>
          <w:r w:rsidRPr="008F7DB7">
            <w:rPr>
              <w:noProof/>
            </w:rPr>
            <w:fldChar w:fldCharType="end"/>
          </w:r>
          <w:r>
            <w:rPr>
              <w:rFonts w:cs="Arial"/>
            </w:rPr>
            <w:t xml:space="preserve"> </w:t>
          </w:r>
        </w:p>
        <w:p w:rsidR="006F586D" w:rsidRPr="00BA5B14" w:rsidRDefault="006F586D" w:rsidP="006F586D">
          <w:pPr>
            <w:pStyle w:val="FooterDraftReport"/>
            <w:jc w:val="right"/>
          </w:pPr>
          <w:r>
            <w:t>draft report</w:t>
          </w:r>
        </w:p>
      </w:tc>
      <w:tc>
        <w:tcPr>
          <w:tcW w:w="510" w:type="dxa"/>
        </w:tcPr>
        <w:p w:rsidR="000C512D" w:rsidRPr="007448F7" w:rsidRDefault="000C512D">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A4EB4">
            <w:rPr>
              <w:rStyle w:val="PageNumber"/>
              <w:caps w:val="0"/>
              <w:noProof/>
            </w:rPr>
            <w:t>ix</w:t>
          </w:r>
          <w:r w:rsidRPr="007448F7">
            <w:rPr>
              <w:rStyle w:val="PageNumber"/>
              <w:caps w:val="0"/>
            </w:rPr>
            <w:fldChar w:fldCharType="end"/>
          </w:r>
        </w:p>
      </w:tc>
    </w:tr>
  </w:tbl>
  <w:p w:rsidR="000C512D" w:rsidRDefault="000C512D">
    <w:pPr>
      <w:pStyle w:val="FooterEnd"/>
    </w:pPr>
  </w:p>
  <w:p w:rsidR="000C512D" w:rsidRDefault="000C512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9F6" w:rsidRDefault="00F739F6">
      <w:r>
        <w:separator/>
      </w:r>
    </w:p>
    <w:p w:rsidR="00F739F6" w:rsidRDefault="00F739F6"/>
    <w:p w:rsidR="00F739F6" w:rsidRDefault="00F739F6"/>
  </w:footnote>
  <w:footnote w:type="continuationSeparator" w:id="0">
    <w:p w:rsidR="00F739F6" w:rsidRDefault="00F739F6">
      <w:r>
        <w:continuationSeparator/>
      </w:r>
    </w:p>
    <w:p w:rsidR="00F739F6" w:rsidRDefault="00F739F6"/>
    <w:p w:rsidR="00F739F6" w:rsidRDefault="00F739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3BC" w:rsidRDefault="009A4EB4" w:rsidP="008433BC">
    <w:pPr>
      <w:pStyle w:val="Header"/>
      <w:jc w:val="center"/>
    </w:pPr>
    <w:sdt>
      <w:sdtPr>
        <w:rPr>
          <w:color w:val="C00000" w:themeColor="accent6"/>
          <w:sz w:val="14"/>
          <w:szCs w:val="14"/>
        </w:rPr>
        <w:id w:val="1267042829"/>
        <w:docPartObj>
          <w:docPartGallery w:val="Watermarks"/>
          <w:docPartUnique/>
        </w:docPartObj>
      </w:sdtPr>
      <w:sdtContent>
        <w:r w:rsidRPr="009A4EB4">
          <w:rPr>
            <w:noProof/>
            <w:color w:val="C00000" w:themeColor="accent6"/>
            <w:sz w:val="14"/>
            <w:szCs w:val="14"/>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8673"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433BC">
      <w:rPr>
        <w:color w:val="C00000" w:themeColor="accent6"/>
        <w:sz w:val="14"/>
        <w:szCs w:val="14"/>
      </w:rPr>
      <w:t>draft report: For final outcomes of this project refer to the inquiry report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C512D" w:rsidTr="005C68FE">
      <w:tc>
        <w:tcPr>
          <w:tcW w:w="2155" w:type="dxa"/>
          <w:tcBorders>
            <w:top w:val="single" w:sz="24" w:space="0" w:color="auto"/>
          </w:tcBorders>
        </w:tcPr>
        <w:p w:rsidR="000C512D" w:rsidRDefault="000C512D" w:rsidP="005C68FE">
          <w:pPr>
            <w:pStyle w:val="HeaderEven"/>
          </w:pPr>
        </w:p>
      </w:tc>
      <w:tc>
        <w:tcPr>
          <w:tcW w:w="6634" w:type="dxa"/>
          <w:tcBorders>
            <w:top w:val="single" w:sz="6" w:space="0" w:color="auto"/>
          </w:tcBorders>
        </w:tcPr>
        <w:p w:rsidR="000C512D" w:rsidRDefault="000C512D" w:rsidP="005C68FE">
          <w:pPr>
            <w:pStyle w:val="HeaderEven"/>
          </w:pPr>
        </w:p>
      </w:tc>
    </w:tr>
  </w:tbl>
  <w:p w:rsidR="000C512D" w:rsidRDefault="000C512D" w:rsidP="00D732FE">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C512D">
      <w:tc>
        <w:tcPr>
          <w:tcW w:w="6634" w:type="dxa"/>
          <w:tcBorders>
            <w:top w:val="single" w:sz="6" w:space="0" w:color="auto"/>
          </w:tcBorders>
        </w:tcPr>
        <w:p w:rsidR="000C512D" w:rsidRDefault="008433BC">
          <w:pPr>
            <w:pStyle w:val="HeaderOdd"/>
          </w:pPr>
          <w:r>
            <w:rPr>
              <w:color w:val="C00000" w:themeColor="accent6"/>
              <w:sz w:val="14"/>
              <w:szCs w:val="14"/>
            </w:rPr>
            <w:t>draft report: For final outcomes of this project refer to the inquiry report</w:t>
          </w:r>
        </w:p>
      </w:tc>
      <w:tc>
        <w:tcPr>
          <w:tcW w:w="2155" w:type="dxa"/>
          <w:tcBorders>
            <w:top w:val="single" w:sz="24" w:space="0" w:color="auto"/>
          </w:tcBorders>
        </w:tcPr>
        <w:p w:rsidR="000C512D" w:rsidRDefault="000C512D">
          <w:pPr>
            <w:pStyle w:val="HeaderOdd"/>
          </w:pPr>
        </w:p>
      </w:tc>
    </w:tr>
  </w:tbl>
  <w:p w:rsidR="000C512D" w:rsidRDefault="000C512D"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EB4" w:rsidRDefault="009A4E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EB4" w:rsidRDefault="009A4EB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C512D">
      <w:tc>
        <w:tcPr>
          <w:tcW w:w="2155" w:type="dxa"/>
          <w:tcBorders>
            <w:top w:val="single" w:sz="24" w:space="0" w:color="auto"/>
          </w:tcBorders>
        </w:tcPr>
        <w:p w:rsidR="000C512D" w:rsidRDefault="000C512D">
          <w:pPr>
            <w:pStyle w:val="Header"/>
          </w:pPr>
        </w:p>
      </w:tc>
      <w:tc>
        <w:tcPr>
          <w:tcW w:w="6634" w:type="dxa"/>
          <w:tcBorders>
            <w:top w:val="single" w:sz="6" w:space="0" w:color="auto"/>
          </w:tcBorders>
        </w:tcPr>
        <w:p w:rsidR="000C512D" w:rsidRDefault="000C512D">
          <w:pPr>
            <w:pStyle w:val="Header"/>
          </w:pPr>
        </w:p>
      </w:tc>
    </w:tr>
  </w:tbl>
  <w:p w:rsidR="000C512D" w:rsidRDefault="000C512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C512D" w:rsidTr="005C68FE">
      <w:tc>
        <w:tcPr>
          <w:tcW w:w="6634" w:type="dxa"/>
          <w:tcBorders>
            <w:top w:val="single" w:sz="6" w:space="0" w:color="auto"/>
          </w:tcBorders>
        </w:tcPr>
        <w:p w:rsidR="000C512D" w:rsidRDefault="008433BC" w:rsidP="005C68FE">
          <w:pPr>
            <w:pStyle w:val="HeaderOdd"/>
          </w:pPr>
          <w:r>
            <w:rPr>
              <w:color w:val="C00000" w:themeColor="accent6"/>
              <w:sz w:val="14"/>
              <w:szCs w:val="14"/>
            </w:rPr>
            <w:t>draft report: For final outcomes of this project refer to the inquiry report</w:t>
          </w:r>
        </w:p>
      </w:tc>
      <w:tc>
        <w:tcPr>
          <w:tcW w:w="2155" w:type="dxa"/>
          <w:tcBorders>
            <w:top w:val="single" w:sz="24" w:space="0" w:color="auto"/>
          </w:tcBorders>
        </w:tcPr>
        <w:p w:rsidR="000C512D" w:rsidRDefault="000C512D" w:rsidP="005C68FE">
          <w:pPr>
            <w:pStyle w:val="HeaderOdd"/>
          </w:pPr>
        </w:p>
      </w:tc>
    </w:tr>
  </w:tbl>
  <w:p w:rsidR="000C512D" w:rsidRPr="005C68FE" w:rsidRDefault="000C512D"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C512D">
      <w:tc>
        <w:tcPr>
          <w:tcW w:w="2155" w:type="dxa"/>
          <w:tcBorders>
            <w:top w:val="single" w:sz="24" w:space="0" w:color="auto"/>
          </w:tcBorders>
        </w:tcPr>
        <w:p w:rsidR="000C512D" w:rsidRDefault="000C512D">
          <w:pPr>
            <w:pStyle w:val="Header"/>
          </w:pPr>
        </w:p>
      </w:tc>
      <w:tc>
        <w:tcPr>
          <w:tcW w:w="6634" w:type="dxa"/>
          <w:tcBorders>
            <w:top w:val="single" w:sz="6" w:space="0" w:color="auto"/>
          </w:tcBorders>
        </w:tcPr>
        <w:p w:rsidR="000C512D" w:rsidRDefault="008433BC">
          <w:pPr>
            <w:pStyle w:val="Header"/>
          </w:pPr>
          <w:r>
            <w:rPr>
              <w:color w:val="C00000" w:themeColor="accent6"/>
              <w:sz w:val="14"/>
              <w:szCs w:val="14"/>
            </w:rPr>
            <w:t>draft report: For final outcomes of this project refer to the inquiry report</w:t>
          </w:r>
        </w:p>
      </w:tc>
    </w:tr>
  </w:tbl>
  <w:p w:rsidR="000C512D" w:rsidRDefault="000C512D">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C512D">
      <w:tc>
        <w:tcPr>
          <w:tcW w:w="6634" w:type="dxa"/>
          <w:tcBorders>
            <w:top w:val="single" w:sz="6" w:space="0" w:color="auto"/>
          </w:tcBorders>
        </w:tcPr>
        <w:p w:rsidR="000C512D" w:rsidRDefault="008433BC" w:rsidP="000402AD">
          <w:pPr>
            <w:pStyle w:val="HeaderOdd"/>
          </w:pPr>
          <w:r>
            <w:rPr>
              <w:color w:val="C00000" w:themeColor="accent6"/>
              <w:sz w:val="14"/>
              <w:szCs w:val="14"/>
            </w:rPr>
            <w:t>draft report: For final outcomes of this project refer to the inquiry report</w:t>
          </w:r>
        </w:p>
      </w:tc>
      <w:tc>
        <w:tcPr>
          <w:tcW w:w="2155" w:type="dxa"/>
          <w:tcBorders>
            <w:top w:val="single" w:sz="24" w:space="0" w:color="auto"/>
          </w:tcBorders>
        </w:tcPr>
        <w:p w:rsidR="000C512D" w:rsidRDefault="000C512D" w:rsidP="000402AD">
          <w:pPr>
            <w:pStyle w:val="HeaderOdd"/>
          </w:pPr>
        </w:p>
      </w:tc>
    </w:tr>
  </w:tbl>
  <w:p w:rsidR="000C512D" w:rsidRDefault="000C512D" w:rsidP="000402AD">
    <w:pPr>
      <w:pStyle w:val="HeaderEnd"/>
    </w:pPr>
  </w:p>
  <w:p w:rsidR="000C512D" w:rsidRPr="00D01645" w:rsidRDefault="000C512D" w:rsidP="000402AD">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C512D">
      <w:tc>
        <w:tcPr>
          <w:tcW w:w="2155" w:type="dxa"/>
          <w:tcBorders>
            <w:top w:val="single" w:sz="24" w:space="0" w:color="auto"/>
          </w:tcBorders>
        </w:tcPr>
        <w:p w:rsidR="000C512D" w:rsidRDefault="000C512D">
          <w:pPr>
            <w:pStyle w:val="Header"/>
          </w:pPr>
        </w:p>
      </w:tc>
      <w:tc>
        <w:tcPr>
          <w:tcW w:w="6634" w:type="dxa"/>
          <w:tcBorders>
            <w:top w:val="single" w:sz="6" w:space="0" w:color="auto"/>
          </w:tcBorders>
        </w:tcPr>
        <w:p w:rsidR="000C512D" w:rsidRDefault="008433BC">
          <w:pPr>
            <w:pStyle w:val="Header"/>
          </w:pPr>
          <w:r>
            <w:rPr>
              <w:color w:val="C00000" w:themeColor="accent6"/>
              <w:sz w:val="14"/>
              <w:szCs w:val="14"/>
            </w:rPr>
            <w:t>draft report: For final outcomes of this project refer to the inquiry report</w:t>
          </w:r>
        </w:p>
      </w:tc>
    </w:tr>
  </w:tbl>
  <w:p w:rsidR="000C512D" w:rsidRDefault="000C512D">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C512D" w:rsidTr="005C68FE">
      <w:tc>
        <w:tcPr>
          <w:tcW w:w="6634" w:type="dxa"/>
          <w:tcBorders>
            <w:top w:val="single" w:sz="6" w:space="0" w:color="auto"/>
          </w:tcBorders>
        </w:tcPr>
        <w:p w:rsidR="000C512D" w:rsidRDefault="008433BC" w:rsidP="005C68FE">
          <w:pPr>
            <w:pStyle w:val="HeaderOdd"/>
          </w:pPr>
          <w:r>
            <w:rPr>
              <w:color w:val="C00000" w:themeColor="accent6"/>
              <w:sz w:val="14"/>
              <w:szCs w:val="14"/>
            </w:rPr>
            <w:t>draft report: For final outcomes of this project refer to the inquiry report</w:t>
          </w:r>
        </w:p>
      </w:tc>
      <w:tc>
        <w:tcPr>
          <w:tcW w:w="2155" w:type="dxa"/>
          <w:tcBorders>
            <w:top w:val="single" w:sz="24" w:space="0" w:color="auto"/>
          </w:tcBorders>
        </w:tcPr>
        <w:p w:rsidR="000C512D" w:rsidRDefault="000C512D" w:rsidP="005C68FE">
          <w:pPr>
            <w:pStyle w:val="HeaderOdd"/>
          </w:pPr>
        </w:p>
      </w:tc>
    </w:tr>
  </w:tbl>
  <w:p w:rsidR="000C512D" w:rsidRPr="005C68FE" w:rsidRDefault="000C512D" w:rsidP="005C68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680"/>
  <w:evenAndOddHeaders/>
  <w:displayHorizontalDrawingGridEvery w:val="0"/>
  <w:displayVerticalDrawingGridEvery w:val="0"/>
  <w:doNotUseMarginsForDrawingGridOrigin/>
  <w:noPunctuationKerning/>
  <w:characterSpacingControl w:val="doNotCompress"/>
  <w:hdrShapeDefaults>
    <o:shapedefaults v:ext="edit" spidmax="28674"/>
    <o:shapelayout v:ext="edit">
      <o:idmap v:ext="edit" data="2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C77"/>
    <w:rsid w:val="000016CD"/>
    <w:rsid w:val="00001B4F"/>
    <w:rsid w:val="00001DBD"/>
    <w:rsid w:val="00001E9D"/>
    <w:rsid w:val="00014982"/>
    <w:rsid w:val="00017AFC"/>
    <w:rsid w:val="0002089E"/>
    <w:rsid w:val="0002577D"/>
    <w:rsid w:val="00025878"/>
    <w:rsid w:val="00026B38"/>
    <w:rsid w:val="00027A28"/>
    <w:rsid w:val="00034C01"/>
    <w:rsid w:val="000402AD"/>
    <w:rsid w:val="00042381"/>
    <w:rsid w:val="00042803"/>
    <w:rsid w:val="00042C07"/>
    <w:rsid w:val="0004480F"/>
    <w:rsid w:val="00047663"/>
    <w:rsid w:val="000502D3"/>
    <w:rsid w:val="00052CB2"/>
    <w:rsid w:val="0005492D"/>
    <w:rsid w:val="00056D79"/>
    <w:rsid w:val="000610CB"/>
    <w:rsid w:val="000623BF"/>
    <w:rsid w:val="00067CD5"/>
    <w:rsid w:val="00070B9E"/>
    <w:rsid w:val="00076995"/>
    <w:rsid w:val="0007703C"/>
    <w:rsid w:val="000779EB"/>
    <w:rsid w:val="00080023"/>
    <w:rsid w:val="00085644"/>
    <w:rsid w:val="00087D79"/>
    <w:rsid w:val="00090126"/>
    <w:rsid w:val="000905E4"/>
    <w:rsid w:val="00090912"/>
    <w:rsid w:val="00090E55"/>
    <w:rsid w:val="00091BA8"/>
    <w:rsid w:val="000940E2"/>
    <w:rsid w:val="0009465C"/>
    <w:rsid w:val="000954B3"/>
    <w:rsid w:val="00095EEA"/>
    <w:rsid w:val="00097C15"/>
    <w:rsid w:val="000A0194"/>
    <w:rsid w:val="000A0A0E"/>
    <w:rsid w:val="000A314A"/>
    <w:rsid w:val="000A40C2"/>
    <w:rsid w:val="000A5E12"/>
    <w:rsid w:val="000A72FC"/>
    <w:rsid w:val="000B0BED"/>
    <w:rsid w:val="000B3A6D"/>
    <w:rsid w:val="000B416E"/>
    <w:rsid w:val="000B7120"/>
    <w:rsid w:val="000C512D"/>
    <w:rsid w:val="000C678B"/>
    <w:rsid w:val="000C691B"/>
    <w:rsid w:val="000E3388"/>
    <w:rsid w:val="000E5F2A"/>
    <w:rsid w:val="000E6406"/>
    <w:rsid w:val="000F185F"/>
    <w:rsid w:val="000F2F5F"/>
    <w:rsid w:val="000F2FA4"/>
    <w:rsid w:val="000F7489"/>
    <w:rsid w:val="00102C69"/>
    <w:rsid w:val="00106041"/>
    <w:rsid w:val="0010611E"/>
    <w:rsid w:val="00122B7A"/>
    <w:rsid w:val="00122FE9"/>
    <w:rsid w:val="001257D0"/>
    <w:rsid w:val="001273CF"/>
    <w:rsid w:val="00130BF9"/>
    <w:rsid w:val="00130F8D"/>
    <w:rsid w:val="00131572"/>
    <w:rsid w:val="00131C2D"/>
    <w:rsid w:val="00131D4F"/>
    <w:rsid w:val="0013399B"/>
    <w:rsid w:val="001416A5"/>
    <w:rsid w:val="001442B8"/>
    <w:rsid w:val="00146D37"/>
    <w:rsid w:val="00151465"/>
    <w:rsid w:val="0015363D"/>
    <w:rsid w:val="0015696E"/>
    <w:rsid w:val="00157A94"/>
    <w:rsid w:val="00157D6D"/>
    <w:rsid w:val="0016619C"/>
    <w:rsid w:val="00173930"/>
    <w:rsid w:val="00174BA0"/>
    <w:rsid w:val="00180515"/>
    <w:rsid w:val="00180B8D"/>
    <w:rsid w:val="00181E22"/>
    <w:rsid w:val="00181F4B"/>
    <w:rsid w:val="00185180"/>
    <w:rsid w:val="00190919"/>
    <w:rsid w:val="001913A2"/>
    <w:rsid w:val="00193EB0"/>
    <w:rsid w:val="00196FB3"/>
    <w:rsid w:val="001A1051"/>
    <w:rsid w:val="001A5071"/>
    <w:rsid w:val="001A5F98"/>
    <w:rsid w:val="001A76CF"/>
    <w:rsid w:val="001B0D88"/>
    <w:rsid w:val="001B4E73"/>
    <w:rsid w:val="001B5E0B"/>
    <w:rsid w:val="001B74F3"/>
    <w:rsid w:val="001B7F1E"/>
    <w:rsid w:val="001C01C2"/>
    <w:rsid w:val="001C35FA"/>
    <w:rsid w:val="001C4C90"/>
    <w:rsid w:val="001D05EC"/>
    <w:rsid w:val="001D4B1F"/>
    <w:rsid w:val="001D627D"/>
    <w:rsid w:val="001D6629"/>
    <w:rsid w:val="001E18B6"/>
    <w:rsid w:val="001E3390"/>
    <w:rsid w:val="001E59B8"/>
    <w:rsid w:val="001E7426"/>
    <w:rsid w:val="001F2270"/>
    <w:rsid w:val="001F5420"/>
    <w:rsid w:val="001F6B77"/>
    <w:rsid w:val="001F7533"/>
    <w:rsid w:val="0020339B"/>
    <w:rsid w:val="00203B40"/>
    <w:rsid w:val="00205A82"/>
    <w:rsid w:val="00211BEE"/>
    <w:rsid w:val="002179C6"/>
    <w:rsid w:val="00231629"/>
    <w:rsid w:val="00233145"/>
    <w:rsid w:val="0023791A"/>
    <w:rsid w:val="00237CB9"/>
    <w:rsid w:val="0024040D"/>
    <w:rsid w:val="00242952"/>
    <w:rsid w:val="002440ED"/>
    <w:rsid w:val="00246EDA"/>
    <w:rsid w:val="00247CE0"/>
    <w:rsid w:val="00254666"/>
    <w:rsid w:val="0025616A"/>
    <w:rsid w:val="00261607"/>
    <w:rsid w:val="00263DD1"/>
    <w:rsid w:val="00264D3B"/>
    <w:rsid w:val="00265566"/>
    <w:rsid w:val="00265685"/>
    <w:rsid w:val="002716B9"/>
    <w:rsid w:val="00271B0C"/>
    <w:rsid w:val="0027333A"/>
    <w:rsid w:val="00274462"/>
    <w:rsid w:val="00277BD1"/>
    <w:rsid w:val="00281D5F"/>
    <w:rsid w:val="00282FB9"/>
    <w:rsid w:val="002864CE"/>
    <w:rsid w:val="002923AD"/>
    <w:rsid w:val="00294FF4"/>
    <w:rsid w:val="00296592"/>
    <w:rsid w:val="002977D8"/>
    <w:rsid w:val="002A0A4B"/>
    <w:rsid w:val="002A1E05"/>
    <w:rsid w:val="002A499E"/>
    <w:rsid w:val="002B2641"/>
    <w:rsid w:val="002B26F4"/>
    <w:rsid w:val="002B41D6"/>
    <w:rsid w:val="002B4EED"/>
    <w:rsid w:val="002B636E"/>
    <w:rsid w:val="002B64D6"/>
    <w:rsid w:val="002B6B9A"/>
    <w:rsid w:val="002B73C8"/>
    <w:rsid w:val="002C12F5"/>
    <w:rsid w:val="002C6AD4"/>
    <w:rsid w:val="002D1C49"/>
    <w:rsid w:val="002D6FCE"/>
    <w:rsid w:val="002D78D3"/>
    <w:rsid w:val="002E63CF"/>
    <w:rsid w:val="002E6918"/>
    <w:rsid w:val="002E6A39"/>
    <w:rsid w:val="002F2357"/>
    <w:rsid w:val="002F787B"/>
    <w:rsid w:val="0030161C"/>
    <w:rsid w:val="00302027"/>
    <w:rsid w:val="003063CA"/>
    <w:rsid w:val="00324170"/>
    <w:rsid w:val="00333DB4"/>
    <w:rsid w:val="00340511"/>
    <w:rsid w:val="00355A9E"/>
    <w:rsid w:val="00357D82"/>
    <w:rsid w:val="003704C6"/>
    <w:rsid w:val="003724A6"/>
    <w:rsid w:val="00373750"/>
    <w:rsid w:val="003839BF"/>
    <w:rsid w:val="0038647D"/>
    <w:rsid w:val="00386884"/>
    <w:rsid w:val="00387ABD"/>
    <w:rsid w:val="00391A90"/>
    <w:rsid w:val="00393A49"/>
    <w:rsid w:val="003944FE"/>
    <w:rsid w:val="003A1DC3"/>
    <w:rsid w:val="003A2B57"/>
    <w:rsid w:val="003B21C5"/>
    <w:rsid w:val="003B2815"/>
    <w:rsid w:val="003B41E0"/>
    <w:rsid w:val="003B7456"/>
    <w:rsid w:val="003C1649"/>
    <w:rsid w:val="003C3D73"/>
    <w:rsid w:val="003C6601"/>
    <w:rsid w:val="003D3B7D"/>
    <w:rsid w:val="003D3D1C"/>
    <w:rsid w:val="003D40A0"/>
    <w:rsid w:val="003D624D"/>
    <w:rsid w:val="003E27F6"/>
    <w:rsid w:val="003E7802"/>
    <w:rsid w:val="003F6ED1"/>
    <w:rsid w:val="004105A8"/>
    <w:rsid w:val="0041559B"/>
    <w:rsid w:val="00416933"/>
    <w:rsid w:val="0042007A"/>
    <w:rsid w:val="0042752C"/>
    <w:rsid w:val="0043389D"/>
    <w:rsid w:val="00433C81"/>
    <w:rsid w:val="004348A2"/>
    <w:rsid w:val="00444261"/>
    <w:rsid w:val="00444913"/>
    <w:rsid w:val="00446D6B"/>
    <w:rsid w:val="00457B3F"/>
    <w:rsid w:val="00457D2F"/>
    <w:rsid w:val="004623A4"/>
    <w:rsid w:val="00463022"/>
    <w:rsid w:val="004666E7"/>
    <w:rsid w:val="0046722F"/>
    <w:rsid w:val="00471E42"/>
    <w:rsid w:val="00477428"/>
    <w:rsid w:val="00481CF0"/>
    <w:rsid w:val="004824C0"/>
    <w:rsid w:val="004827C1"/>
    <w:rsid w:val="00482D86"/>
    <w:rsid w:val="00485AA5"/>
    <w:rsid w:val="00486DBB"/>
    <w:rsid w:val="004924B2"/>
    <w:rsid w:val="0049701F"/>
    <w:rsid w:val="004A272B"/>
    <w:rsid w:val="004A48A6"/>
    <w:rsid w:val="004A4BE7"/>
    <w:rsid w:val="004A5ED1"/>
    <w:rsid w:val="004B0F82"/>
    <w:rsid w:val="004B492A"/>
    <w:rsid w:val="004C0819"/>
    <w:rsid w:val="004C0B0C"/>
    <w:rsid w:val="004C5F4A"/>
    <w:rsid w:val="004C6526"/>
    <w:rsid w:val="004D049C"/>
    <w:rsid w:val="004D2E2B"/>
    <w:rsid w:val="004D3F58"/>
    <w:rsid w:val="004D6613"/>
    <w:rsid w:val="004E00CA"/>
    <w:rsid w:val="004E1863"/>
    <w:rsid w:val="004E52E2"/>
    <w:rsid w:val="004E6BB4"/>
    <w:rsid w:val="004E7D3C"/>
    <w:rsid w:val="004F1AE6"/>
    <w:rsid w:val="004F37D8"/>
    <w:rsid w:val="004F4AF5"/>
    <w:rsid w:val="00503D12"/>
    <w:rsid w:val="00505601"/>
    <w:rsid w:val="00506902"/>
    <w:rsid w:val="00507C51"/>
    <w:rsid w:val="00507F85"/>
    <w:rsid w:val="0051116F"/>
    <w:rsid w:val="00515D43"/>
    <w:rsid w:val="00521A3C"/>
    <w:rsid w:val="00524C00"/>
    <w:rsid w:val="00524F0C"/>
    <w:rsid w:val="0052544D"/>
    <w:rsid w:val="00526B19"/>
    <w:rsid w:val="00531179"/>
    <w:rsid w:val="00533D82"/>
    <w:rsid w:val="005344AC"/>
    <w:rsid w:val="0053452F"/>
    <w:rsid w:val="00534AB0"/>
    <w:rsid w:val="005462D7"/>
    <w:rsid w:val="00551FB8"/>
    <w:rsid w:val="00553592"/>
    <w:rsid w:val="005537F6"/>
    <w:rsid w:val="00560F43"/>
    <w:rsid w:val="00561364"/>
    <w:rsid w:val="005631D8"/>
    <w:rsid w:val="005654D0"/>
    <w:rsid w:val="00566D48"/>
    <w:rsid w:val="00571722"/>
    <w:rsid w:val="005735DF"/>
    <w:rsid w:val="00574423"/>
    <w:rsid w:val="00574449"/>
    <w:rsid w:val="00575928"/>
    <w:rsid w:val="00577668"/>
    <w:rsid w:val="005824A1"/>
    <w:rsid w:val="00582B68"/>
    <w:rsid w:val="00582E3B"/>
    <w:rsid w:val="00585B3F"/>
    <w:rsid w:val="00585F22"/>
    <w:rsid w:val="005867DE"/>
    <w:rsid w:val="00586D10"/>
    <w:rsid w:val="0059103C"/>
    <w:rsid w:val="00592763"/>
    <w:rsid w:val="00596611"/>
    <w:rsid w:val="005A1865"/>
    <w:rsid w:val="005A3821"/>
    <w:rsid w:val="005A385E"/>
    <w:rsid w:val="005A5FA6"/>
    <w:rsid w:val="005B17AB"/>
    <w:rsid w:val="005C2108"/>
    <w:rsid w:val="005C21F4"/>
    <w:rsid w:val="005C58A9"/>
    <w:rsid w:val="005C68FE"/>
    <w:rsid w:val="005D58E9"/>
    <w:rsid w:val="005E31B5"/>
    <w:rsid w:val="005F3B97"/>
    <w:rsid w:val="005F7C1A"/>
    <w:rsid w:val="005F7D30"/>
    <w:rsid w:val="005F7FB5"/>
    <w:rsid w:val="00601F60"/>
    <w:rsid w:val="00602523"/>
    <w:rsid w:val="006040CB"/>
    <w:rsid w:val="00604351"/>
    <w:rsid w:val="00607D8A"/>
    <w:rsid w:val="00612282"/>
    <w:rsid w:val="00614FC6"/>
    <w:rsid w:val="0061590F"/>
    <w:rsid w:val="006159A5"/>
    <w:rsid w:val="00616303"/>
    <w:rsid w:val="00617F9F"/>
    <w:rsid w:val="0062190F"/>
    <w:rsid w:val="00621BFA"/>
    <w:rsid w:val="00630E92"/>
    <w:rsid w:val="00635A2C"/>
    <w:rsid w:val="00636147"/>
    <w:rsid w:val="00636497"/>
    <w:rsid w:val="006376AC"/>
    <w:rsid w:val="00641AE2"/>
    <w:rsid w:val="0064456A"/>
    <w:rsid w:val="0064659F"/>
    <w:rsid w:val="00647FB0"/>
    <w:rsid w:val="00650DDA"/>
    <w:rsid w:val="0065126A"/>
    <w:rsid w:val="006528C7"/>
    <w:rsid w:val="0065394E"/>
    <w:rsid w:val="00653FA6"/>
    <w:rsid w:val="0065780A"/>
    <w:rsid w:val="00661936"/>
    <w:rsid w:val="00663B5B"/>
    <w:rsid w:val="00671978"/>
    <w:rsid w:val="0067554A"/>
    <w:rsid w:val="0067557D"/>
    <w:rsid w:val="006777C8"/>
    <w:rsid w:val="006802D4"/>
    <w:rsid w:val="00682533"/>
    <w:rsid w:val="00683397"/>
    <w:rsid w:val="00683849"/>
    <w:rsid w:val="006900FD"/>
    <w:rsid w:val="00690258"/>
    <w:rsid w:val="006913BA"/>
    <w:rsid w:val="00691AB5"/>
    <w:rsid w:val="0069756E"/>
    <w:rsid w:val="006A19FD"/>
    <w:rsid w:val="006A1F6F"/>
    <w:rsid w:val="006A258E"/>
    <w:rsid w:val="006A3AF5"/>
    <w:rsid w:val="006B0877"/>
    <w:rsid w:val="006B2E8A"/>
    <w:rsid w:val="006B39D7"/>
    <w:rsid w:val="006B62C1"/>
    <w:rsid w:val="006B6AFF"/>
    <w:rsid w:val="006D2CF9"/>
    <w:rsid w:val="006D6DFB"/>
    <w:rsid w:val="006D744B"/>
    <w:rsid w:val="006E1E6B"/>
    <w:rsid w:val="006E6C20"/>
    <w:rsid w:val="006F0EAC"/>
    <w:rsid w:val="006F586D"/>
    <w:rsid w:val="006F6A85"/>
    <w:rsid w:val="00702D48"/>
    <w:rsid w:val="00702EB4"/>
    <w:rsid w:val="007031FC"/>
    <w:rsid w:val="0070328D"/>
    <w:rsid w:val="00703E58"/>
    <w:rsid w:val="00704FD0"/>
    <w:rsid w:val="00713D66"/>
    <w:rsid w:val="00731F96"/>
    <w:rsid w:val="00734127"/>
    <w:rsid w:val="00735234"/>
    <w:rsid w:val="00735FEA"/>
    <w:rsid w:val="007369C7"/>
    <w:rsid w:val="00743460"/>
    <w:rsid w:val="00743A27"/>
    <w:rsid w:val="007448F7"/>
    <w:rsid w:val="007473CB"/>
    <w:rsid w:val="00751453"/>
    <w:rsid w:val="007517D6"/>
    <w:rsid w:val="00753DC6"/>
    <w:rsid w:val="0075578C"/>
    <w:rsid w:val="0075701B"/>
    <w:rsid w:val="00761399"/>
    <w:rsid w:val="00764B36"/>
    <w:rsid w:val="00765835"/>
    <w:rsid w:val="00766DFB"/>
    <w:rsid w:val="00772959"/>
    <w:rsid w:val="007734B5"/>
    <w:rsid w:val="007804F4"/>
    <w:rsid w:val="007809B8"/>
    <w:rsid w:val="007813A6"/>
    <w:rsid w:val="0078148D"/>
    <w:rsid w:val="00781CF0"/>
    <w:rsid w:val="00784E28"/>
    <w:rsid w:val="007926AF"/>
    <w:rsid w:val="00792908"/>
    <w:rsid w:val="007931AA"/>
    <w:rsid w:val="00795145"/>
    <w:rsid w:val="0079754C"/>
    <w:rsid w:val="007A024B"/>
    <w:rsid w:val="007A06F0"/>
    <w:rsid w:val="007A1242"/>
    <w:rsid w:val="007A2E32"/>
    <w:rsid w:val="007A3764"/>
    <w:rsid w:val="007B221E"/>
    <w:rsid w:val="007B2A69"/>
    <w:rsid w:val="007C58BF"/>
    <w:rsid w:val="007C5F7D"/>
    <w:rsid w:val="007C65B0"/>
    <w:rsid w:val="007D2DFF"/>
    <w:rsid w:val="007E0FB1"/>
    <w:rsid w:val="007E1894"/>
    <w:rsid w:val="007E4E9F"/>
    <w:rsid w:val="00800834"/>
    <w:rsid w:val="008032E6"/>
    <w:rsid w:val="00805FD7"/>
    <w:rsid w:val="00806452"/>
    <w:rsid w:val="00806A94"/>
    <w:rsid w:val="00806E54"/>
    <w:rsid w:val="008159BF"/>
    <w:rsid w:val="008206EE"/>
    <w:rsid w:val="008214B1"/>
    <w:rsid w:val="0082189E"/>
    <w:rsid w:val="00821927"/>
    <w:rsid w:val="008221A7"/>
    <w:rsid w:val="00822213"/>
    <w:rsid w:val="00823D83"/>
    <w:rsid w:val="00825359"/>
    <w:rsid w:val="008273A9"/>
    <w:rsid w:val="00827F80"/>
    <w:rsid w:val="0083582D"/>
    <w:rsid w:val="00836ED7"/>
    <w:rsid w:val="00837EF7"/>
    <w:rsid w:val="00842D03"/>
    <w:rsid w:val="008433BC"/>
    <w:rsid w:val="0084355E"/>
    <w:rsid w:val="008453AC"/>
    <w:rsid w:val="00847D06"/>
    <w:rsid w:val="008519F8"/>
    <w:rsid w:val="00852D48"/>
    <w:rsid w:val="008537C4"/>
    <w:rsid w:val="008555FA"/>
    <w:rsid w:val="00857B73"/>
    <w:rsid w:val="00860D09"/>
    <w:rsid w:val="00862044"/>
    <w:rsid w:val="00862902"/>
    <w:rsid w:val="00866BAB"/>
    <w:rsid w:val="008748BE"/>
    <w:rsid w:val="00875CA4"/>
    <w:rsid w:val="00880BF7"/>
    <w:rsid w:val="00880C61"/>
    <w:rsid w:val="008879F8"/>
    <w:rsid w:val="008904ED"/>
    <w:rsid w:val="00891EBA"/>
    <w:rsid w:val="0089269F"/>
    <w:rsid w:val="00894090"/>
    <w:rsid w:val="008A2133"/>
    <w:rsid w:val="008A350A"/>
    <w:rsid w:val="008A3857"/>
    <w:rsid w:val="008A4D75"/>
    <w:rsid w:val="008A51C4"/>
    <w:rsid w:val="008A55D6"/>
    <w:rsid w:val="008A5DBA"/>
    <w:rsid w:val="008A62FE"/>
    <w:rsid w:val="008A6CD6"/>
    <w:rsid w:val="008A7F38"/>
    <w:rsid w:val="008B08B1"/>
    <w:rsid w:val="008B2205"/>
    <w:rsid w:val="008C08EF"/>
    <w:rsid w:val="008C27CA"/>
    <w:rsid w:val="008C305F"/>
    <w:rsid w:val="008C3AD2"/>
    <w:rsid w:val="008C7C3D"/>
    <w:rsid w:val="008D313A"/>
    <w:rsid w:val="008D6F66"/>
    <w:rsid w:val="008E1BEA"/>
    <w:rsid w:val="008E2070"/>
    <w:rsid w:val="008E242D"/>
    <w:rsid w:val="008E3811"/>
    <w:rsid w:val="008E3CB5"/>
    <w:rsid w:val="008E43D2"/>
    <w:rsid w:val="008E5248"/>
    <w:rsid w:val="008E569E"/>
    <w:rsid w:val="008E6AC4"/>
    <w:rsid w:val="008F04C9"/>
    <w:rsid w:val="008F0A45"/>
    <w:rsid w:val="008F2289"/>
    <w:rsid w:val="008F2714"/>
    <w:rsid w:val="008F3D95"/>
    <w:rsid w:val="008F6D34"/>
    <w:rsid w:val="008F7C50"/>
    <w:rsid w:val="008F7DB7"/>
    <w:rsid w:val="009028B5"/>
    <w:rsid w:val="00903563"/>
    <w:rsid w:val="009037D7"/>
    <w:rsid w:val="009064D3"/>
    <w:rsid w:val="00906E2E"/>
    <w:rsid w:val="00915300"/>
    <w:rsid w:val="009169CB"/>
    <w:rsid w:val="00917CF3"/>
    <w:rsid w:val="00920B21"/>
    <w:rsid w:val="00921CA4"/>
    <w:rsid w:val="009274A2"/>
    <w:rsid w:val="009312ED"/>
    <w:rsid w:val="009329B4"/>
    <w:rsid w:val="00933B0C"/>
    <w:rsid w:val="00935676"/>
    <w:rsid w:val="00941260"/>
    <w:rsid w:val="00955C0B"/>
    <w:rsid w:val="0096331D"/>
    <w:rsid w:val="009657BB"/>
    <w:rsid w:val="00971D95"/>
    <w:rsid w:val="00973ACD"/>
    <w:rsid w:val="00982367"/>
    <w:rsid w:val="0098401D"/>
    <w:rsid w:val="0098748F"/>
    <w:rsid w:val="009960AB"/>
    <w:rsid w:val="00997291"/>
    <w:rsid w:val="009A0CA5"/>
    <w:rsid w:val="009A147E"/>
    <w:rsid w:val="009A1897"/>
    <w:rsid w:val="009A4EB4"/>
    <w:rsid w:val="009A5B86"/>
    <w:rsid w:val="009A789F"/>
    <w:rsid w:val="009A7F24"/>
    <w:rsid w:val="009B0A40"/>
    <w:rsid w:val="009B12EF"/>
    <w:rsid w:val="009B48F7"/>
    <w:rsid w:val="009B610A"/>
    <w:rsid w:val="009B6185"/>
    <w:rsid w:val="009C1E56"/>
    <w:rsid w:val="009C6C6D"/>
    <w:rsid w:val="009D1A32"/>
    <w:rsid w:val="009E1E78"/>
    <w:rsid w:val="009E5FF4"/>
    <w:rsid w:val="009E79F8"/>
    <w:rsid w:val="009F0EAA"/>
    <w:rsid w:val="009F2538"/>
    <w:rsid w:val="009F7396"/>
    <w:rsid w:val="00A12567"/>
    <w:rsid w:val="00A12EA8"/>
    <w:rsid w:val="00A14E3C"/>
    <w:rsid w:val="00A15919"/>
    <w:rsid w:val="00A1597D"/>
    <w:rsid w:val="00A176B5"/>
    <w:rsid w:val="00A212F6"/>
    <w:rsid w:val="00A271E6"/>
    <w:rsid w:val="00A46989"/>
    <w:rsid w:val="00A469AA"/>
    <w:rsid w:val="00A520C5"/>
    <w:rsid w:val="00A53B0A"/>
    <w:rsid w:val="00A57216"/>
    <w:rsid w:val="00A63C3E"/>
    <w:rsid w:val="00A66B1C"/>
    <w:rsid w:val="00A71CE9"/>
    <w:rsid w:val="00A7224A"/>
    <w:rsid w:val="00A72A19"/>
    <w:rsid w:val="00A73BC9"/>
    <w:rsid w:val="00A75A30"/>
    <w:rsid w:val="00A826D3"/>
    <w:rsid w:val="00A93C82"/>
    <w:rsid w:val="00A94506"/>
    <w:rsid w:val="00AA0F95"/>
    <w:rsid w:val="00AA2C0C"/>
    <w:rsid w:val="00AA3096"/>
    <w:rsid w:val="00AB22AC"/>
    <w:rsid w:val="00AB2A48"/>
    <w:rsid w:val="00AB2BC4"/>
    <w:rsid w:val="00AB64A8"/>
    <w:rsid w:val="00AC3236"/>
    <w:rsid w:val="00AD3FEF"/>
    <w:rsid w:val="00AD4874"/>
    <w:rsid w:val="00AE1F8A"/>
    <w:rsid w:val="00AE52AC"/>
    <w:rsid w:val="00AE5491"/>
    <w:rsid w:val="00AF16C8"/>
    <w:rsid w:val="00AF16E6"/>
    <w:rsid w:val="00AF7666"/>
    <w:rsid w:val="00AF7C36"/>
    <w:rsid w:val="00B02790"/>
    <w:rsid w:val="00B03460"/>
    <w:rsid w:val="00B036B2"/>
    <w:rsid w:val="00B04D19"/>
    <w:rsid w:val="00B05406"/>
    <w:rsid w:val="00B153C3"/>
    <w:rsid w:val="00B1547C"/>
    <w:rsid w:val="00B21EC7"/>
    <w:rsid w:val="00B22087"/>
    <w:rsid w:val="00B22845"/>
    <w:rsid w:val="00B2289D"/>
    <w:rsid w:val="00B26144"/>
    <w:rsid w:val="00B27530"/>
    <w:rsid w:val="00B35E0A"/>
    <w:rsid w:val="00B36616"/>
    <w:rsid w:val="00B36780"/>
    <w:rsid w:val="00B41B3D"/>
    <w:rsid w:val="00B464BC"/>
    <w:rsid w:val="00B54BFC"/>
    <w:rsid w:val="00B54D9D"/>
    <w:rsid w:val="00B64DBD"/>
    <w:rsid w:val="00B659F9"/>
    <w:rsid w:val="00B660B3"/>
    <w:rsid w:val="00B7175F"/>
    <w:rsid w:val="00B722F2"/>
    <w:rsid w:val="00B72B18"/>
    <w:rsid w:val="00B73473"/>
    <w:rsid w:val="00B80355"/>
    <w:rsid w:val="00B817B2"/>
    <w:rsid w:val="00B8486C"/>
    <w:rsid w:val="00B9045B"/>
    <w:rsid w:val="00B90958"/>
    <w:rsid w:val="00B92C37"/>
    <w:rsid w:val="00B92D5B"/>
    <w:rsid w:val="00B95339"/>
    <w:rsid w:val="00B9577E"/>
    <w:rsid w:val="00B95A7D"/>
    <w:rsid w:val="00B977AB"/>
    <w:rsid w:val="00B97C5C"/>
    <w:rsid w:val="00BA0B81"/>
    <w:rsid w:val="00BA101A"/>
    <w:rsid w:val="00BA311E"/>
    <w:rsid w:val="00BA4744"/>
    <w:rsid w:val="00BA607E"/>
    <w:rsid w:val="00BA6A36"/>
    <w:rsid w:val="00BB3154"/>
    <w:rsid w:val="00BB334E"/>
    <w:rsid w:val="00BB5DCF"/>
    <w:rsid w:val="00BC2476"/>
    <w:rsid w:val="00BC3E64"/>
    <w:rsid w:val="00BC467E"/>
    <w:rsid w:val="00BC46DD"/>
    <w:rsid w:val="00BD115D"/>
    <w:rsid w:val="00BD36C3"/>
    <w:rsid w:val="00BD4D4A"/>
    <w:rsid w:val="00BF59EA"/>
    <w:rsid w:val="00BF79CD"/>
    <w:rsid w:val="00C020E6"/>
    <w:rsid w:val="00C058AB"/>
    <w:rsid w:val="00C0673F"/>
    <w:rsid w:val="00C0721B"/>
    <w:rsid w:val="00C10877"/>
    <w:rsid w:val="00C20E75"/>
    <w:rsid w:val="00C231BD"/>
    <w:rsid w:val="00C33734"/>
    <w:rsid w:val="00C34C8C"/>
    <w:rsid w:val="00C41F28"/>
    <w:rsid w:val="00C42596"/>
    <w:rsid w:val="00C50792"/>
    <w:rsid w:val="00C51371"/>
    <w:rsid w:val="00C55A45"/>
    <w:rsid w:val="00C606BE"/>
    <w:rsid w:val="00C62BE4"/>
    <w:rsid w:val="00C65F14"/>
    <w:rsid w:val="00C670DE"/>
    <w:rsid w:val="00C67592"/>
    <w:rsid w:val="00C75E12"/>
    <w:rsid w:val="00C7671B"/>
    <w:rsid w:val="00C81B5A"/>
    <w:rsid w:val="00C8216E"/>
    <w:rsid w:val="00C821F9"/>
    <w:rsid w:val="00C904D9"/>
    <w:rsid w:val="00C94617"/>
    <w:rsid w:val="00C94C06"/>
    <w:rsid w:val="00C94D5A"/>
    <w:rsid w:val="00C95158"/>
    <w:rsid w:val="00C97700"/>
    <w:rsid w:val="00CA48BF"/>
    <w:rsid w:val="00CA7DBD"/>
    <w:rsid w:val="00CB03A7"/>
    <w:rsid w:val="00CB3ACC"/>
    <w:rsid w:val="00CB4745"/>
    <w:rsid w:val="00CB6634"/>
    <w:rsid w:val="00CC3496"/>
    <w:rsid w:val="00CC591A"/>
    <w:rsid w:val="00CD2163"/>
    <w:rsid w:val="00CD4FE7"/>
    <w:rsid w:val="00CD5E6B"/>
    <w:rsid w:val="00CE0678"/>
    <w:rsid w:val="00CE22A3"/>
    <w:rsid w:val="00CE4FBC"/>
    <w:rsid w:val="00CE59A6"/>
    <w:rsid w:val="00CE5D96"/>
    <w:rsid w:val="00CE7344"/>
    <w:rsid w:val="00CE7868"/>
    <w:rsid w:val="00CF0E11"/>
    <w:rsid w:val="00CF1E5D"/>
    <w:rsid w:val="00CF26EE"/>
    <w:rsid w:val="00CF5FBE"/>
    <w:rsid w:val="00CF6CA3"/>
    <w:rsid w:val="00D00BCD"/>
    <w:rsid w:val="00D03574"/>
    <w:rsid w:val="00D103FF"/>
    <w:rsid w:val="00D16F03"/>
    <w:rsid w:val="00D24FF1"/>
    <w:rsid w:val="00D310F0"/>
    <w:rsid w:val="00D3155D"/>
    <w:rsid w:val="00D359EA"/>
    <w:rsid w:val="00D363F7"/>
    <w:rsid w:val="00D37656"/>
    <w:rsid w:val="00D37AC2"/>
    <w:rsid w:val="00D4575C"/>
    <w:rsid w:val="00D500A9"/>
    <w:rsid w:val="00D50420"/>
    <w:rsid w:val="00D543BC"/>
    <w:rsid w:val="00D55DE9"/>
    <w:rsid w:val="00D56A45"/>
    <w:rsid w:val="00D61180"/>
    <w:rsid w:val="00D64121"/>
    <w:rsid w:val="00D67119"/>
    <w:rsid w:val="00D732FE"/>
    <w:rsid w:val="00D74E25"/>
    <w:rsid w:val="00D772E9"/>
    <w:rsid w:val="00D80B71"/>
    <w:rsid w:val="00D80CB7"/>
    <w:rsid w:val="00D82E10"/>
    <w:rsid w:val="00D9125B"/>
    <w:rsid w:val="00D93E3E"/>
    <w:rsid w:val="00D94336"/>
    <w:rsid w:val="00D969AE"/>
    <w:rsid w:val="00DA31AB"/>
    <w:rsid w:val="00DA3281"/>
    <w:rsid w:val="00DA51CD"/>
    <w:rsid w:val="00DA69F2"/>
    <w:rsid w:val="00DA6B23"/>
    <w:rsid w:val="00DA6D3E"/>
    <w:rsid w:val="00DB558C"/>
    <w:rsid w:val="00DC02E8"/>
    <w:rsid w:val="00DC4E31"/>
    <w:rsid w:val="00DC75C7"/>
    <w:rsid w:val="00DC78D3"/>
    <w:rsid w:val="00DD1077"/>
    <w:rsid w:val="00DD118D"/>
    <w:rsid w:val="00DE4C16"/>
    <w:rsid w:val="00DF00FE"/>
    <w:rsid w:val="00DF414C"/>
    <w:rsid w:val="00DF4592"/>
    <w:rsid w:val="00DF4A1F"/>
    <w:rsid w:val="00E00A9B"/>
    <w:rsid w:val="00E01C60"/>
    <w:rsid w:val="00E02988"/>
    <w:rsid w:val="00E10541"/>
    <w:rsid w:val="00E12C23"/>
    <w:rsid w:val="00E149B7"/>
    <w:rsid w:val="00E15FDC"/>
    <w:rsid w:val="00E20B34"/>
    <w:rsid w:val="00E216E2"/>
    <w:rsid w:val="00E23623"/>
    <w:rsid w:val="00E23F00"/>
    <w:rsid w:val="00E2651B"/>
    <w:rsid w:val="00E26B15"/>
    <w:rsid w:val="00E30DDB"/>
    <w:rsid w:val="00E33702"/>
    <w:rsid w:val="00E341F1"/>
    <w:rsid w:val="00E34729"/>
    <w:rsid w:val="00E3527A"/>
    <w:rsid w:val="00E429DD"/>
    <w:rsid w:val="00E4470D"/>
    <w:rsid w:val="00E45C97"/>
    <w:rsid w:val="00E47040"/>
    <w:rsid w:val="00E51334"/>
    <w:rsid w:val="00E528F4"/>
    <w:rsid w:val="00E55DB8"/>
    <w:rsid w:val="00E65BF5"/>
    <w:rsid w:val="00E6632E"/>
    <w:rsid w:val="00E719CC"/>
    <w:rsid w:val="00E74709"/>
    <w:rsid w:val="00E74810"/>
    <w:rsid w:val="00E77747"/>
    <w:rsid w:val="00E86A24"/>
    <w:rsid w:val="00E90CF2"/>
    <w:rsid w:val="00E91719"/>
    <w:rsid w:val="00E947FB"/>
    <w:rsid w:val="00EB253F"/>
    <w:rsid w:val="00EB6E6D"/>
    <w:rsid w:val="00EC17DC"/>
    <w:rsid w:val="00EC38C1"/>
    <w:rsid w:val="00EC5376"/>
    <w:rsid w:val="00EC628B"/>
    <w:rsid w:val="00EC6C8D"/>
    <w:rsid w:val="00ED0EF9"/>
    <w:rsid w:val="00ED0F61"/>
    <w:rsid w:val="00ED644F"/>
    <w:rsid w:val="00EE042E"/>
    <w:rsid w:val="00EE082E"/>
    <w:rsid w:val="00EE30FF"/>
    <w:rsid w:val="00EE3F6D"/>
    <w:rsid w:val="00EE69E6"/>
    <w:rsid w:val="00EE73E1"/>
    <w:rsid w:val="00EE7999"/>
    <w:rsid w:val="00EE7F17"/>
    <w:rsid w:val="00EF29D1"/>
    <w:rsid w:val="00EF3113"/>
    <w:rsid w:val="00EF3B6D"/>
    <w:rsid w:val="00EF5ADD"/>
    <w:rsid w:val="00EF7011"/>
    <w:rsid w:val="00EF73DC"/>
    <w:rsid w:val="00F00738"/>
    <w:rsid w:val="00F03DA3"/>
    <w:rsid w:val="00F04ED0"/>
    <w:rsid w:val="00F11015"/>
    <w:rsid w:val="00F12107"/>
    <w:rsid w:val="00F13165"/>
    <w:rsid w:val="00F17DEC"/>
    <w:rsid w:val="00F22255"/>
    <w:rsid w:val="00F24F3B"/>
    <w:rsid w:val="00F24FC1"/>
    <w:rsid w:val="00F258E9"/>
    <w:rsid w:val="00F25E22"/>
    <w:rsid w:val="00F37280"/>
    <w:rsid w:val="00F377C0"/>
    <w:rsid w:val="00F40852"/>
    <w:rsid w:val="00F419B8"/>
    <w:rsid w:val="00F4234E"/>
    <w:rsid w:val="00F46544"/>
    <w:rsid w:val="00F549EB"/>
    <w:rsid w:val="00F5650D"/>
    <w:rsid w:val="00F61429"/>
    <w:rsid w:val="00F723BE"/>
    <w:rsid w:val="00F729A4"/>
    <w:rsid w:val="00F739F6"/>
    <w:rsid w:val="00F7477E"/>
    <w:rsid w:val="00F84812"/>
    <w:rsid w:val="00F84C77"/>
    <w:rsid w:val="00F85393"/>
    <w:rsid w:val="00F85E90"/>
    <w:rsid w:val="00F908CA"/>
    <w:rsid w:val="00F91BC8"/>
    <w:rsid w:val="00F9459D"/>
    <w:rsid w:val="00F9713F"/>
    <w:rsid w:val="00FA06E8"/>
    <w:rsid w:val="00FA4A24"/>
    <w:rsid w:val="00FB36AD"/>
    <w:rsid w:val="00FB4775"/>
    <w:rsid w:val="00FB65D9"/>
    <w:rsid w:val="00FC2574"/>
    <w:rsid w:val="00FC41B4"/>
    <w:rsid w:val="00FC55B0"/>
    <w:rsid w:val="00FC5A6B"/>
    <w:rsid w:val="00FC7E2F"/>
    <w:rsid w:val="00FD06C0"/>
    <w:rsid w:val="00FD31B3"/>
    <w:rsid w:val="00FD3787"/>
    <w:rsid w:val="00FD4728"/>
    <w:rsid w:val="00FD477B"/>
    <w:rsid w:val="00FD5EFF"/>
    <w:rsid w:val="00FD741A"/>
    <w:rsid w:val="00FE446E"/>
    <w:rsid w:val="00FF0078"/>
    <w:rsid w:val="00FF03B8"/>
    <w:rsid w:val="00FF190E"/>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qFormat/>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84C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F84C77"/>
    <w:rPr>
      <w:kern w:val="28"/>
      <w:sz w:val="52"/>
      <w:lang w:eastAsia="en-US"/>
    </w:rPr>
  </w:style>
  <w:style w:type="character" w:customStyle="1" w:styleId="Heading3Char">
    <w:name w:val="Heading 3 Char"/>
    <w:basedOn w:val="DefaultParagraphFont"/>
    <w:link w:val="Heading3"/>
    <w:rsid w:val="00F84C77"/>
    <w:rPr>
      <w:rFonts w:ascii="Arial" w:hAnsi="Arial"/>
      <w:b/>
      <w:sz w:val="26"/>
    </w:rPr>
  </w:style>
  <w:style w:type="character" w:customStyle="1" w:styleId="CommentTextChar">
    <w:name w:val="Comment Text Char"/>
    <w:basedOn w:val="DefaultParagraphFont"/>
    <w:link w:val="CommentText"/>
    <w:semiHidden/>
    <w:rsid w:val="00F84C77"/>
    <w:rPr>
      <w:lang w:eastAsia="en-US"/>
    </w:rPr>
  </w:style>
  <w:style w:type="paragraph" w:styleId="CommentSubject">
    <w:name w:val="annotation subject"/>
    <w:basedOn w:val="CommentText"/>
    <w:next w:val="CommentText"/>
    <w:link w:val="CommentSubjectChar"/>
    <w:rsid w:val="00F84C77"/>
    <w:pPr>
      <w:spacing w:before="0" w:line="240" w:lineRule="auto"/>
      <w:ind w:left="0" w:firstLine="0"/>
    </w:pPr>
    <w:rPr>
      <w:b/>
      <w:bCs/>
    </w:rPr>
  </w:style>
  <w:style w:type="character" w:customStyle="1" w:styleId="CommentSubjectChar">
    <w:name w:val="Comment Subject Char"/>
    <w:basedOn w:val="CommentTextChar"/>
    <w:link w:val="CommentSubject"/>
    <w:rsid w:val="00F84C77"/>
    <w:rPr>
      <w:b/>
      <w:bCs/>
      <w:lang w:eastAsia="en-US"/>
    </w:rPr>
  </w:style>
  <w:style w:type="paragraph" w:styleId="Revision">
    <w:name w:val="Revision"/>
    <w:hidden/>
    <w:uiPriority w:val="99"/>
    <w:semiHidden/>
    <w:rsid w:val="00C8216E"/>
    <w:rPr>
      <w:sz w:val="26"/>
      <w:lang w:eastAsia="en-US"/>
    </w:rPr>
  </w:style>
  <w:style w:type="paragraph" w:customStyle="1" w:styleId="Nbody">
    <w:name w:val="Nbody"/>
    <w:basedOn w:val="Heading1"/>
    <w:rsid w:val="006376AC"/>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qFormat/>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84C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F84C77"/>
    <w:rPr>
      <w:kern w:val="28"/>
      <w:sz w:val="52"/>
      <w:lang w:eastAsia="en-US"/>
    </w:rPr>
  </w:style>
  <w:style w:type="character" w:customStyle="1" w:styleId="Heading3Char">
    <w:name w:val="Heading 3 Char"/>
    <w:basedOn w:val="DefaultParagraphFont"/>
    <w:link w:val="Heading3"/>
    <w:rsid w:val="00F84C77"/>
    <w:rPr>
      <w:rFonts w:ascii="Arial" w:hAnsi="Arial"/>
      <w:b/>
      <w:sz w:val="26"/>
    </w:rPr>
  </w:style>
  <w:style w:type="character" w:customStyle="1" w:styleId="CommentTextChar">
    <w:name w:val="Comment Text Char"/>
    <w:basedOn w:val="DefaultParagraphFont"/>
    <w:link w:val="CommentText"/>
    <w:semiHidden/>
    <w:rsid w:val="00F84C77"/>
    <w:rPr>
      <w:lang w:eastAsia="en-US"/>
    </w:rPr>
  </w:style>
  <w:style w:type="paragraph" w:styleId="CommentSubject">
    <w:name w:val="annotation subject"/>
    <w:basedOn w:val="CommentText"/>
    <w:next w:val="CommentText"/>
    <w:link w:val="CommentSubjectChar"/>
    <w:rsid w:val="00F84C77"/>
    <w:pPr>
      <w:spacing w:before="0" w:line="240" w:lineRule="auto"/>
      <w:ind w:left="0" w:firstLine="0"/>
    </w:pPr>
    <w:rPr>
      <w:b/>
      <w:bCs/>
    </w:rPr>
  </w:style>
  <w:style w:type="character" w:customStyle="1" w:styleId="CommentSubjectChar">
    <w:name w:val="Comment Subject Char"/>
    <w:basedOn w:val="CommentTextChar"/>
    <w:link w:val="CommentSubject"/>
    <w:rsid w:val="00F84C77"/>
    <w:rPr>
      <w:b/>
      <w:bCs/>
      <w:lang w:eastAsia="en-US"/>
    </w:rPr>
  </w:style>
  <w:style w:type="paragraph" w:styleId="Revision">
    <w:name w:val="Revision"/>
    <w:hidden/>
    <w:uiPriority w:val="99"/>
    <w:semiHidden/>
    <w:rsid w:val="00C8216E"/>
    <w:rPr>
      <w:sz w:val="26"/>
      <w:lang w:eastAsia="en-US"/>
    </w:rPr>
  </w:style>
  <w:style w:type="paragraph" w:customStyle="1" w:styleId="Nbody">
    <w:name w:val="Nbody"/>
    <w:basedOn w:val="Heading1"/>
    <w:rsid w:val="006376AC"/>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338391160">
      <w:bodyDiv w:val="1"/>
      <w:marLeft w:val="0"/>
      <w:marRight w:val="0"/>
      <w:marTop w:val="0"/>
      <w:marBottom w:val="0"/>
      <w:divBdr>
        <w:top w:val="none" w:sz="0" w:space="0" w:color="auto"/>
        <w:left w:val="none" w:sz="0" w:space="0" w:color="auto"/>
        <w:bottom w:val="none" w:sz="0" w:space="0" w:color="auto"/>
        <w:right w:val="none" w:sz="0" w:space="0" w:color="auto"/>
      </w:divBdr>
    </w:div>
    <w:div w:id="374500348">
      <w:bodyDiv w:val="1"/>
      <w:marLeft w:val="0"/>
      <w:marRight w:val="0"/>
      <w:marTop w:val="0"/>
      <w:marBottom w:val="0"/>
      <w:divBdr>
        <w:top w:val="none" w:sz="0" w:space="0" w:color="auto"/>
        <w:left w:val="none" w:sz="0" w:space="0" w:color="auto"/>
        <w:bottom w:val="none" w:sz="0" w:space="0" w:color="auto"/>
        <w:right w:val="none" w:sz="0" w:space="0" w:color="auto"/>
      </w:divBdr>
    </w:div>
    <w:div w:id="488718206">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971204885">
      <w:bodyDiv w:val="1"/>
      <w:marLeft w:val="0"/>
      <w:marRight w:val="0"/>
      <w:marTop w:val="0"/>
      <w:marBottom w:val="0"/>
      <w:divBdr>
        <w:top w:val="none" w:sz="0" w:space="0" w:color="auto"/>
        <w:left w:val="none" w:sz="0" w:space="0" w:color="auto"/>
        <w:bottom w:val="none" w:sz="0" w:space="0" w:color="auto"/>
        <w:right w:val="none" w:sz="0" w:space="0" w:color="auto"/>
      </w:divBdr>
    </w:div>
    <w:div w:id="12688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creativecommons.org/licenses/by/3.0/au" TargetMode="External"/><Relationship Id="rId26" Type="http://schemas.openxmlformats.org/officeDocument/2006/relationships/footer" Target="footer3.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7.xml"/><Relationship Id="rId42" Type="http://schemas.openxmlformats.org/officeDocument/2006/relationships/footer" Target="footer1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creativecommons.org/licenses/by/3.0/au" TargetMode="External"/><Relationship Id="rId25" Type="http://schemas.openxmlformats.org/officeDocument/2006/relationships/header" Target="header3.xml"/><Relationship Id="rId33" Type="http://schemas.openxmlformats.org/officeDocument/2006/relationships/footer" Target="footer6.xm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itsanhonour.gov.au" TargetMode="External"/><Relationship Id="rId29" Type="http://schemas.openxmlformats.org/officeDocument/2006/relationships/footer" Target="footer4.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2.xml"/><Relationship Id="rId32" Type="http://schemas.openxmlformats.org/officeDocument/2006/relationships/header" Target="header7.xml"/><Relationship Id="rId37" Type="http://schemas.openxmlformats.org/officeDocument/2006/relationships/footer" Target="footer8.xml"/><Relationship Id="rId40" Type="http://schemas.openxmlformats.org/officeDocument/2006/relationships/header" Target="header1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header" Target="header9.xml"/><Relationship Id="rId10" Type="http://schemas.microsoft.com/office/2007/relationships/stylesWithEffects" Target="stylesWithEffects.xml"/><Relationship Id="rId19" Type="http://schemas.openxmlformats.org/officeDocument/2006/relationships/hyperlink" Target="http://www.itsanhonour.gov.au/coat-arms/index.cfm" TargetMode="Externa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header" Target="header8.xm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70da5c63-8548-4ac8-9616-83b0f373280e" ContentTypeId="0x0101007916246811615643A710C6FEAFF56A871104" PreviousValue="false"/>
</file>

<file path=customXml/item3.xml><?xml version="1.0" encoding="utf-8"?>
<ct:contentTypeSchema xmlns:ct="http://schemas.microsoft.com/office/2006/metadata/contentType" xmlns:ma="http://schemas.microsoft.com/office/2006/metadata/properties/metaAttributes" ct:_="" ma:_="" ma:contentTypeName="Reports" ma:contentTypeID="0x0101007916246811615643A710C6FEAFF56A87110400744569953EEE1B499705EE570A857A44" ma:contentTypeVersion="0" ma:contentTypeDescription="" ma:contentTypeScope="" ma:versionID="ca0bba35cbb497dde4c3d0621ba743c7">
  <xsd:schema xmlns:xsd="http://www.w3.org/2001/XMLSchema" xmlns:xs="http://www.w3.org/2001/XMLSchema" xmlns:p="http://schemas.microsoft.com/office/2006/metadata/properties" xmlns:ns2="3f4bcce7-ac1a-4c9d-aa3e-7e77695652db" targetNamespace="http://schemas.microsoft.com/office/2006/metadata/properties" ma:root="true" ma:fieldsID="ced59f8c17a04fd942c98263fb3b9582" ns2:_="">
    <xsd:import namespace="3f4bcce7-ac1a-4c9d-aa3e-7e77695652db"/>
    <xsd:element name="properties">
      <xsd:complexType>
        <xsd:sequence>
          <xsd:element name="documentManagement">
            <xsd:complexType>
              <xsd:all>
                <xsd:element ref="ns2:TaxCatchAll" minOccurs="0"/>
                <xsd:element ref="ns2:TaxCatchAllLabel" minOccurs="0"/>
                <xsd:element ref="ns2:p7a0baa8c88445a78b6f55906390ba17" minOccurs="0"/>
                <xsd:element ref="ns2:TaxKeywordTaxHTField" minOccurs="0"/>
                <xsd:element ref="ns2:_dlc_DocId" minOccurs="0"/>
                <xsd:element ref="ns2:_dlc_DocIdUrl" minOccurs="0"/>
                <xsd:element ref="ns2:_dlc_DocIdPersistId" minOccurs="0"/>
                <xsd:element ref="ns2:Draft_x0020_Report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element name="TaxKeywordTaxHTField" ma:index="12" nillable="true" ma:taxonomy="true" ma:internalName="TaxKeywordTaxHTField" ma:taxonomyFieldName="TaxKeyword" ma:displayName="Enterprise Keywords" ma:fieldId="{23f27201-bee3-471e-b2e7-b64fd8b7ca38}" ma:taxonomyMulti="true" ma:sspId="70da5c63-8548-4ac8-9616-83b0f373280e" ma:termSetId="00000000-0000-0000-0000-000000000000" ma:anchorId="00000000-0000-0000-0000-000000000000" ma:open="true" ma:isKeyword="true">
      <xsd:complexType>
        <xsd:sequence>
          <xsd:element ref="pc:Terms" minOccurs="0" maxOccurs="1"/>
        </xsd:sequence>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Draft_x0020_Report_x0020_Status" ma:index="17" nillable="true" ma:displayName="Draft Report Status" ma:default="In initial draft state" ma:internalName="Draft_x0020_Report_x0020_Status" ma:requiredMultiChoice="true">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
      <Value>In initial draft state</Value>
    </Draft_x0020_Report_x0020_Status>
    <TaxKeywordTaxHTField xmlns="3f4bcce7-ac1a-4c9d-aa3e-7e77695652db">
      <Terms xmlns="http://schemas.microsoft.com/office/infopath/2007/PartnerControls"/>
    </TaxKeywordTaxHTField>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Draft Report</TermName>
          <TermId xmlns="http://schemas.microsoft.com/office/infopath/2007/PartnerControls">84e4af37-8871-4c42-ad2f-98d46afe06b0</TermId>
        </TermInfo>
      </Terms>
    </p7a0baa8c88445a78b6f55906390ba17>
    <TaxCatchAll xmlns="3f4bcce7-ac1a-4c9d-aa3e-7e77695652db">
      <Value>24</Value>
    </TaxCatchAl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FEC23A5-6143-47EC-B79F-85ABBF228C01}">
  <ds:schemaRefs>
    <ds:schemaRef ds:uri="http://schemas.microsoft.com/sharepoint/v3/contenttype/forms"/>
  </ds:schemaRefs>
</ds:datastoreItem>
</file>

<file path=customXml/itemProps2.xml><?xml version="1.0" encoding="utf-8"?>
<ds:datastoreItem xmlns:ds="http://schemas.openxmlformats.org/officeDocument/2006/customXml" ds:itemID="{BC4F9D02-51A4-46AF-812C-2F919C4A005A}">
  <ds:schemaRefs>
    <ds:schemaRef ds:uri="Microsoft.SharePoint.Taxonomy.ContentTypeSync"/>
  </ds:schemaRefs>
</ds:datastoreItem>
</file>

<file path=customXml/itemProps3.xml><?xml version="1.0" encoding="utf-8"?>
<ds:datastoreItem xmlns:ds="http://schemas.openxmlformats.org/officeDocument/2006/customXml" ds:itemID="{5C66EF3D-7036-444A-B249-E2DAC5C58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84AD61-D417-45F0-899D-4A02DE61B68C}">
  <ds:schemaRefs>
    <ds:schemaRef ds:uri="http://schemas.microsoft.com/office/2006/metadata/customXsn"/>
  </ds:schemaRefs>
</ds:datastoreItem>
</file>

<file path=customXml/itemProps5.xml><?xml version="1.0" encoding="utf-8"?>
<ds:datastoreItem xmlns:ds="http://schemas.openxmlformats.org/officeDocument/2006/customXml" ds:itemID="{DAFFF9A9-E88A-4677-BA59-7B9F23689E46}">
  <ds:schemaRefs>
    <ds:schemaRef ds:uri="http://schemas.microsoft.com/office/2006/documentManagement/types"/>
    <ds:schemaRef ds:uri="http://www.w3.org/XML/1998/namespace"/>
    <ds:schemaRef ds:uri="http://schemas.openxmlformats.org/package/2006/metadata/core-properties"/>
    <ds:schemaRef ds:uri="http://purl.org/dc/terms/"/>
    <ds:schemaRef ds:uri="http://purl.org/dc/dcmitype/"/>
    <ds:schemaRef ds:uri="http://purl.org/dc/elements/1.1/"/>
    <ds:schemaRef ds:uri="http://schemas.microsoft.com/office/2006/metadata/properties"/>
    <ds:schemaRef ds:uri="http://schemas.microsoft.com/office/infopath/2007/PartnerControls"/>
    <ds:schemaRef ds:uri="3f4bcce7-ac1a-4c9d-aa3e-7e77695652db"/>
  </ds:schemaRefs>
</ds:datastoreItem>
</file>

<file path=customXml/itemProps6.xml><?xml version="1.0" encoding="utf-8"?>
<ds:datastoreItem xmlns:ds="http://schemas.openxmlformats.org/officeDocument/2006/customXml" ds:itemID="{167DE328-11DD-4AC7-A958-E177AB1DE439}">
  <ds:schemaRefs>
    <ds:schemaRef ds:uri="http://schemas.microsoft.com/sharepoint/events"/>
  </ds:schemaRefs>
</ds:datastoreItem>
</file>

<file path=customXml/itemProps7.xml><?xml version="1.0" encoding="utf-8"?>
<ds:datastoreItem xmlns:ds="http://schemas.openxmlformats.org/officeDocument/2006/customXml" ds:itemID="{663BF17E-496B-4E27-B476-36EC3AFFA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3</TotalTime>
  <Pages>12</Pages>
  <Words>2149</Words>
  <Characters>13273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Regulation of Australian Agriculture - Draft Report</vt:lpstr>
    </vt:vector>
  </TitlesOfParts>
  <Company>Productivity Commission</Company>
  <LinksUpToDate>false</LinksUpToDate>
  <CharactersWithSpaces>15392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Regulation of Australian Agriculture - Draft Report</dc:title>
  <dc:creator>Productivity Commission</dc:creator>
  <cp:lastModifiedBy>Productivity Commission</cp:lastModifiedBy>
  <cp:revision>4</cp:revision>
  <cp:lastPrinted>2016-07-13T23:22:00Z</cp:lastPrinted>
  <dcterms:created xsi:type="dcterms:W3CDTF">2017-04-27T03:24:00Z</dcterms:created>
  <dcterms:modified xsi:type="dcterms:W3CDTF">2017-04-27T03:27:00Z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0x0101007916246811615643A710C6FEAFF56A87110400744569953EEE1B499705EE570A857A44</vt:lpwstr>
  </property>
  <property fmtid="{D5CDD505-2E9C-101B-9397-08002B2CF9AE}" pid="3" name="Order">
    <vt:r8>6600</vt:r8>
  </property>
  <property fmtid="{D5CDD505-2E9C-101B-9397-08002B2CF9AE}" pid="4" name="TaxKeyword">
    <vt:lpwstr/>
  </property>
  <property fmtid="{D5CDD505-2E9C-101B-9397-08002B2CF9AE}" pid="5" name="Record Tag">
    <vt:lpwstr>24;#Draft Report|84e4af37-8871-4c42-ad2f-98d46afe06b0</vt:lpwstr>
  </property>
</Properties>
</file>