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1579" w:rsidRPr="009D0ECC" w:rsidRDefault="00B71579" w:rsidP="009D0ECC">
      <w:pPr>
        <w:pStyle w:val="Heading1"/>
        <w:rPr>
          <w:color w:val="FFFFFF" w:themeColor="background1"/>
          <w:szCs w:val="26"/>
        </w:rPr>
      </w:pPr>
      <w:bookmarkStart w:id="0" w:name="_GoBack"/>
      <w:bookmarkEnd w:id="0"/>
      <w:r>
        <w:rPr>
          <w:noProof/>
          <w:szCs w:val="26"/>
          <w:lang w:eastAsia="en-AU"/>
        </w:rPr>
        <w:drawing>
          <wp:anchor distT="0" distB="0" distL="114300" distR="114300" simplePos="0" relativeHeight="251658240" behindDoc="0" locked="0" layoutInCell="1" allowOverlap="1" wp14:anchorId="172D2279" wp14:editId="3990484F">
            <wp:simplePos x="0" y="0"/>
            <wp:positionH relativeFrom="page">
              <wp:align>center</wp:align>
            </wp:positionH>
            <wp:positionV relativeFrom="page">
              <wp:align>center</wp:align>
            </wp:positionV>
            <wp:extent cx="7596000" cy="10788018"/>
            <wp:effectExtent l="0" t="0" r="5080" b="0"/>
            <wp:wrapNone/>
            <wp:docPr id="5" name="Picture 5" descr="Australian Government Productivity Commission Inquiry Report: Childcare and Early Childhood Learning: Volume 1; 31 October 2014.&#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care-final-vol-1-cover-web.png"/>
                    <pic:cNvPicPr/>
                  </pic:nvPicPr>
                  <pic:blipFill>
                    <a:blip r:embed="rId9">
                      <a:extLst>
                        <a:ext uri="{28A0092B-C50C-407E-A947-70E740481C1C}">
                          <a14:useLocalDpi xmlns:a14="http://schemas.microsoft.com/office/drawing/2010/main" val="0"/>
                        </a:ext>
                      </a:extLst>
                    </a:blip>
                    <a:stretch>
                      <a:fillRect/>
                    </a:stretch>
                  </pic:blipFill>
                  <pic:spPr>
                    <a:xfrm>
                      <a:off x="0" y="0"/>
                      <a:ext cx="7596000" cy="10788018"/>
                    </a:xfrm>
                    <a:prstGeom prst="rect">
                      <a:avLst/>
                    </a:prstGeom>
                  </pic:spPr>
                </pic:pic>
              </a:graphicData>
            </a:graphic>
            <wp14:sizeRelH relativeFrom="page">
              <wp14:pctWidth>0</wp14:pctWidth>
            </wp14:sizeRelH>
            <wp14:sizeRelV relativeFrom="page">
              <wp14:pctHeight>0</wp14:pctHeight>
            </wp14:sizeRelV>
          </wp:anchor>
        </w:drawing>
      </w:r>
      <w:r w:rsidR="00631DE1" w:rsidRPr="00631DE1">
        <w:rPr>
          <w:color w:val="FFFFFF" w:themeColor="background1"/>
          <w:sz w:val="16"/>
          <w:szCs w:val="16"/>
        </w:rPr>
        <w:t>Australian Government Productivity Commission Inquiry Report; Childcare and Early Childhood Learning: Volume 1; 31 October 2014.</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6B20AC" w:rsidRPr="007809B8" w:rsidRDefault="006B20AC">
      <w:pPr>
        <w:pStyle w:val="BodyText"/>
        <w:tabs>
          <w:tab w:val="left" w:pos="851"/>
        </w:tabs>
        <w:spacing w:before="200" w:after="120"/>
        <w:jc w:val="left"/>
        <w:rPr>
          <w:b/>
        </w:rPr>
      </w:pPr>
      <w:bookmarkStart w:id="1" w:name="ISSN"/>
      <w:bookmarkEnd w:id="1"/>
      <w:r>
        <w:rPr>
          <w:b/>
        </w:rPr>
        <w:t>ISSN</w:t>
      </w:r>
      <w:r>
        <w:rPr>
          <w:b/>
        </w:rPr>
        <w:tab/>
      </w:r>
      <w:r w:rsidR="00CF373D" w:rsidRPr="00CF373D">
        <w:rPr>
          <w:b/>
        </w:rPr>
        <w:t>1447-1329</w:t>
      </w:r>
      <w:r>
        <w:rPr>
          <w:b/>
        </w:rPr>
        <w:br/>
      </w:r>
      <w:r w:rsidR="00CF373D">
        <w:rPr>
          <w:b/>
        </w:rPr>
        <w:t>ISBN</w:t>
      </w:r>
      <w:r w:rsidR="00CF373D">
        <w:rPr>
          <w:b/>
        </w:rPr>
        <w:tab/>
      </w:r>
      <w:r w:rsidR="007D7797" w:rsidRPr="007D7797">
        <w:rPr>
          <w:b/>
        </w:rPr>
        <w:t>978-1-74037-514-6</w:t>
      </w:r>
      <w:r w:rsidR="00CF373D">
        <w:rPr>
          <w:b/>
        </w:rPr>
        <w:t xml:space="preserve"> (S</w:t>
      </w:r>
      <w:r w:rsidR="007D7797">
        <w:rPr>
          <w:b/>
        </w:rPr>
        <w:t>et</w:t>
      </w:r>
      <w:r w:rsidR="00CF373D">
        <w:rPr>
          <w:b/>
        </w:rPr>
        <w:t>)</w:t>
      </w:r>
      <w:r w:rsidR="00CF373D">
        <w:rPr>
          <w:b/>
        </w:rPr>
        <w:br/>
      </w:r>
      <w:r>
        <w:rPr>
          <w:b/>
        </w:rPr>
        <w:t>ISBN</w:t>
      </w:r>
      <w:r>
        <w:rPr>
          <w:b/>
        </w:rPr>
        <w:tab/>
      </w:r>
      <w:r w:rsidR="007D7797" w:rsidRPr="007D7797">
        <w:rPr>
          <w:b/>
        </w:rPr>
        <w:t>978-1-74037-515-3</w:t>
      </w:r>
      <w:r>
        <w:rPr>
          <w:b/>
        </w:rPr>
        <w:t xml:space="preserve"> (</w:t>
      </w:r>
      <w:r w:rsidR="00CF373D">
        <w:rPr>
          <w:b/>
        </w:rPr>
        <w:t>Volume 1</w:t>
      </w:r>
      <w:r>
        <w:rPr>
          <w:b/>
        </w:rPr>
        <w:t>)</w:t>
      </w:r>
      <w:r>
        <w:rPr>
          <w:b/>
        </w:rPr>
        <w:br/>
        <w:t>ISBN</w:t>
      </w:r>
      <w:r>
        <w:rPr>
          <w:b/>
        </w:rPr>
        <w:tab/>
      </w:r>
      <w:r w:rsidR="007D7797" w:rsidRPr="007D7797">
        <w:rPr>
          <w:b/>
        </w:rPr>
        <w:t>978-1-74037-516-0</w:t>
      </w:r>
      <w:r>
        <w:rPr>
          <w:b/>
        </w:rPr>
        <w:t xml:space="preserve"> (</w:t>
      </w:r>
      <w:r w:rsidR="00CF373D">
        <w:rPr>
          <w:b/>
        </w:rPr>
        <w:t xml:space="preserve">Volume </w:t>
      </w:r>
      <w:r w:rsidR="007D7797">
        <w:rPr>
          <w:b/>
        </w:rPr>
        <w:t>2</w:t>
      </w:r>
      <w:r>
        <w:rPr>
          <w:b/>
        </w:rPr>
        <w:t>)</w:t>
      </w:r>
    </w:p>
    <w:p w:rsidR="008A3857" w:rsidRDefault="008A3857" w:rsidP="008E242D">
      <w:pPr>
        <w:pStyle w:val="BodyText"/>
        <w:spacing w:after="120"/>
      </w:pPr>
      <w:r w:rsidRPr="00862D8F">
        <w:rPr>
          <w:noProof/>
          <w:sz w:val="22"/>
          <w:szCs w:val="22"/>
        </w:rPr>
        <w:drawing>
          <wp:inline distT="0" distB="0" distL="0" distR="0" wp14:anchorId="7AE9D8E0" wp14:editId="783215F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B20AC">
        <w:rPr>
          <w:i/>
        </w:rPr>
        <w:t>Childcare and Early Childhood Learning</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B20AC">
        <w:rPr>
          <w:i/>
        </w:rPr>
        <w:t>Childcare and Early Childhood Learning</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6B20AC" w:rsidRPr="008A3857" w:rsidRDefault="006B20AC" w:rsidP="006B20AC">
      <w:pPr>
        <w:pStyle w:val="Copyrightbodytext"/>
      </w:pPr>
      <w:bookmarkStart w:id="2" w:name="JEL"/>
      <w:bookmarkEnd w:id="2"/>
      <w:r>
        <w:t xml:space="preserve">Productivity Commission 2014, </w:t>
      </w:r>
      <w:r>
        <w:rPr>
          <w:i/>
        </w:rPr>
        <w:t>Childcare and Early Childhood Learning</w:t>
      </w:r>
      <w:r>
        <w:t>, Inquiry Report No. 7</w:t>
      </w:r>
      <w:r w:rsidR="000875FC">
        <w:t>3</w:t>
      </w:r>
      <w:r>
        <w:t>, Canberra.</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DB5F36">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DB5F36">
            <w:pPr>
              <w:pStyle w:val="BoxTitle"/>
              <w:rPr>
                <w:sz w:val="22"/>
                <w:szCs w:val="22"/>
              </w:rPr>
            </w:pPr>
            <w:bookmarkStart w:id="3" w:name="_Toc402184432"/>
            <w:bookmarkStart w:id="4" w:name="_Toc402265968"/>
            <w:r w:rsidRPr="008A3857">
              <w:rPr>
                <w:sz w:val="22"/>
                <w:szCs w:val="22"/>
              </w:rPr>
              <w:t>The Productivity Commission</w:t>
            </w:r>
            <w:bookmarkEnd w:id="3"/>
            <w:bookmarkEnd w:id="4"/>
          </w:p>
        </w:tc>
      </w:tr>
      <w:tr w:rsidR="008A3857" w:rsidTr="00DB5F36">
        <w:trPr>
          <w:cantSplit/>
        </w:trPr>
        <w:tc>
          <w:tcPr>
            <w:tcW w:w="8771" w:type="dxa"/>
            <w:tcBorders>
              <w:top w:val="nil"/>
              <w:left w:val="nil"/>
              <w:bottom w:val="nil"/>
              <w:right w:val="nil"/>
            </w:tcBorders>
            <w:shd w:val="clear" w:color="auto" w:fill="F2F2F2" w:themeFill="background1" w:themeFillShade="F2"/>
          </w:tcPr>
          <w:p w:rsidR="008A3857" w:rsidRDefault="008A3857" w:rsidP="00DB5F36">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DB5F36">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DB5F36">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DB5F36">
            <w:pPr>
              <w:pStyle w:val="Box"/>
              <w:spacing w:before="0" w:line="120" w:lineRule="exact"/>
            </w:pPr>
          </w:p>
        </w:tc>
      </w:tr>
    </w:tbl>
    <w:p w:rsidR="006B20AC" w:rsidRDefault="006B20AC" w:rsidP="006B20AC">
      <w:pPr>
        <w:pStyle w:val="BodyText"/>
      </w:pPr>
      <w:bookmarkStart w:id="5" w:name="cov"/>
      <w:bookmarkEnd w:id="5"/>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6B20AC" w:rsidTr="00DB5F36">
        <w:trPr>
          <w:cantSplit/>
          <w:trHeight w:hRule="exact" w:val="996"/>
        </w:trPr>
        <w:tc>
          <w:tcPr>
            <w:tcW w:w="2434" w:type="dxa"/>
          </w:tcPr>
          <w:p w:rsidR="006B20AC" w:rsidRPr="00205C77" w:rsidRDefault="006B20AC">
            <w:pPr>
              <w:pStyle w:val="PCAddress"/>
              <w:ind w:left="709"/>
              <w:rPr>
                <w:rFonts w:ascii="Goudy Old Style" w:hAnsi="Goudy Old Style"/>
                <w:b/>
                <w:i/>
              </w:rPr>
            </w:pPr>
          </w:p>
        </w:tc>
        <w:tc>
          <w:tcPr>
            <w:tcW w:w="1824" w:type="dxa"/>
          </w:tcPr>
          <w:p w:rsidR="006B20AC" w:rsidRPr="00205C77" w:rsidRDefault="006B20AC">
            <w:pPr>
              <w:pStyle w:val="PCAddress"/>
              <w:ind w:left="709"/>
              <w:rPr>
                <w:rFonts w:ascii="Goudy Old Style" w:hAnsi="Goudy Old Style"/>
                <w:b/>
                <w:i/>
              </w:rPr>
            </w:pPr>
          </w:p>
        </w:tc>
        <w:tc>
          <w:tcPr>
            <w:tcW w:w="4815" w:type="dxa"/>
            <w:gridSpan w:val="2"/>
          </w:tcPr>
          <w:p w:rsidR="006B20AC" w:rsidRPr="00205C77" w:rsidRDefault="006B20AC" w:rsidP="00DB5F36">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34808F1A" wp14:editId="42FE961D">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6B20AC" w:rsidTr="00DB5F36">
        <w:trPr>
          <w:cantSplit/>
          <w:trHeight w:hRule="exact" w:val="2793"/>
        </w:trPr>
        <w:tc>
          <w:tcPr>
            <w:tcW w:w="5954" w:type="dxa"/>
            <w:gridSpan w:val="3"/>
            <w:vAlign w:val="bottom"/>
          </w:tcPr>
          <w:p w:rsidR="006B20AC" w:rsidRPr="00E61DA2" w:rsidRDefault="006B20AC" w:rsidP="005A292C">
            <w:pPr>
              <w:pStyle w:val="LetterDate"/>
              <w:spacing w:after="280"/>
              <w:ind w:left="113"/>
            </w:pPr>
            <w:r>
              <w:t>31 October 2014</w:t>
            </w:r>
          </w:p>
        </w:tc>
        <w:tc>
          <w:tcPr>
            <w:tcW w:w="3119" w:type="dxa"/>
            <w:vAlign w:val="center"/>
          </w:tcPr>
          <w:p w:rsidR="006B20AC" w:rsidRPr="00706016" w:rsidRDefault="006B20AC" w:rsidP="006B20AC">
            <w:pPr>
              <w:pStyle w:val="PCAddress"/>
              <w:tabs>
                <w:tab w:val="clear" w:pos="866"/>
              </w:tabs>
              <w:ind w:left="743"/>
              <w:rPr>
                <w:b/>
                <w:i/>
              </w:rPr>
            </w:pPr>
            <w:smartTag w:uri="urn:schemas-microsoft-com:office:smarttags" w:element="City">
              <w:smartTag w:uri="urn:schemas-microsoft-com:office:smarttags" w:element="place">
                <w:r w:rsidRPr="00706016">
                  <w:rPr>
                    <w:b/>
                    <w:i/>
                  </w:rPr>
                  <w:t>Canberra</w:t>
                </w:r>
              </w:smartTag>
            </w:smartTag>
            <w:r w:rsidRPr="00706016">
              <w:rPr>
                <w:b/>
                <w:i/>
              </w:rPr>
              <w:t xml:space="preserve"> Office</w:t>
            </w:r>
          </w:p>
          <w:p w:rsidR="006B20AC" w:rsidRPr="00706016" w:rsidRDefault="006B20AC" w:rsidP="006B20AC">
            <w:pPr>
              <w:pStyle w:val="PCAddress"/>
              <w:tabs>
                <w:tab w:val="clear" w:pos="866"/>
              </w:tabs>
              <w:ind w:left="743"/>
            </w:pPr>
            <w:r w:rsidRPr="00706016">
              <w:t>Level 2, 15 Moore Street</w:t>
            </w:r>
            <w:r w:rsidRPr="00706016">
              <w:br/>
              <w:t>Canberra City ACT  2600</w:t>
            </w:r>
            <w:r w:rsidRPr="00706016">
              <w:br/>
              <w:t>GPO 1428</w:t>
            </w:r>
            <w:r w:rsidRPr="00706016">
              <w:br/>
              <w:t>Canberra City ACT  2600</w:t>
            </w:r>
          </w:p>
          <w:p w:rsidR="006B20AC" w:rsidRPr="00706016" w:rsidRDefault="006B20AC" w:rsidP="006B20AC">
            <w:pPr>
              <w:pStyle w:val="PCAddress"/>
              <w:tabs>
                <w:tab w:val="clear" w:pos="866"/>
              </w:tabs>
              <w:ind w:left="743"/>
            </w:pPr>
            <w:r w:rsidRPr="00706016">
              <w:t>Telephone</w:t>
            </w:r>
            <w:r w:rsidRPr="00706016">
              <w:tab/>
              <w:t>02 6240 3200</w:t>
            </w:r>
            <w:r w:rsidRPr="00706016">
              <w:br/>
              <w:t>Facsimile</w:t>
            </w:r>
            <w:r w:rsidRPr="00706016">
              <w:tab/>
              <w:t>02 6240 3399</w:t>
            </w:r>
          </w:p>
          <w:p w:rsidR="006B20AC" w:rsidRPr="00706016" w:rsidRDefault="006B20AC" w:rsidP="006B20AC">
            <w:pPr>
              <w:pStyle w:val="PCAddress"/>
              <w:tabs>
                <w:tab w:val="clear" w:pos="866"/>
              </w:tabs>
              <w:ind w:left="743"/>
              <w:rPr>
                <w:b/>
                <w:i/>
              </w:rPr>
            </w:pPr>
            <w:smartTag w:uri="urn:schemas-microsoft-com:office:smarttags" w:element="City">
              <w:smartTag w:uri="urn:schemas-microsoft-com:office:smarttags" w:element="place">
                <w:r w:rsidRPr="00706016">
                  <w:rPr>
                    <w:b/>
                    <w:i/>
                  </w:rPr>
                  <w:t>Melbourne</w:t>
                </w:r>
              </w:smartTag>
            </w:smartTag>
            <w:r w:rsidRPr="00706016">
              <w:rPr>
                <w:b/>
                <w:i/>
              </w:rPr>
              <w:t xml:space="preserve"> Office</w:t>
            </w:r>
          </w:p>
          <w:p w:rsidR="006B20AC" w:rsidRPr="00706016" w:rsidRDefault="006B20AC" w:rsidP="006B20AC">
            <w:pPr>
              <w:pStyle w:val="PCAddress"/>
              <w:tabs>
                <w:tab w:val="clear" w:pos="866"/>
              </w:tabs>
              <w:ind w:left="743"/>
            </w:pPr>
            <w:r w:rsidRPr="00706016">
              <w:t>Telephone</w:t>
            </w:r>
            <w:r w:rsidRPr="00706016">
              <w:tab/>
              <w:t>03 9653 2100</w:t>
            </w:r>
          </w:p>
          <w:p w:rsidR="006B20AC" w:rsidRPr="00706016" w:rsidRDefault="006B20AC" w:rsidP="006B20AC">
            <w:pPr>
              <w:pStyle w:val="PCAddress"/>
              <w:tabs>
                <w:tab w:val="clear" w:pos="866"/>
              </w:tabs>
              <w:ind w:left="743"/>
            </w:pPr>
            <w:r w:rsidRPr="00706016">
              <w:t>www.pc.gov.au</w:t>
            </w:r>
          </w:p>
        </w:tc>
      </w:tr>
    </w:tbl>
    <w:p w:rsidR="006B20AC" w:rsidRDefault="006B20AC" w:rsidP="005A292C">
      <w:pPr>
        <w:pStyle w:val="LetterAddress"/>
        <w:spacing w:before="240"/>
      </w:pPr>
      <w:r>
        <w:t>The Hon Joe Hockey MP</w:t>
      </w:r>
    </w:p>
    <w:p w:rsidR="006B20AC" w:rsidRDefault="006B20AC" w:rsidP="00DB5F36">
      <w:pPr>
        <w:pStyle w:val="LetterAddress"/>
      </w:pPr>
      <w:r>
        <w:t>Treasurer</w:t>
      </w:r>
    </w:p>
    <w:p w:rsidR="006B20AC" w:rsidRDefault="006B20AC" w:rsidP="00DB5F36">
      <w:pPr>
        <w:pStyle w:val="LetterAddress"/>
      </w:pPr>
      <w:r>
        <w:t>Parliament House</w:t>
      </w:r>
    </w:p>
    <w:p w:rsidR="006B20AC" w:rsidRDefault="006B20AC" w:rsidP="00DB5F36">
      <w:pPr>
        <w:pStyle w:val="LetterAddress"/>
      </w:pPr>
      <w:r>
        <w:t>CANBERRA ACT 2600</w:t>
      </w:r>
    </w:p>
    <w:p w:rsidR="006B20AC" w:rsidRPr="00C76C25" w:rsidRDefault="006B20AC" w:rsidP="005A292C">
      <w:pPr>
        <w:pStyle w:val="Salutation"/>
      </w:pPr>
      <w:r w:rsidRPr="00C76C25">
        <w:t>Dear Treasurer</w:t>
      </w:r>
    </w:p>
    <w:p w:rsidR="006B20AC" w:rsidRPr="0027513F" w:rsidRDefault="006B20AC" w:rsidP="00DB5F36">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w:t>
      </w:r>
      <w:r w:rsidR="00C26283">
        <w:t xml:space="preserve">inquiry </w:t>
      </w:r>
      <w:r w:rsidRPr="0027513F">
        <w:t xml:space="preserve">report </w:t>
      </w:r>
      <w:r w:rsidR="00C26283">
        <w:t>on</w:t>
      </w:r>
      <w:r w:rsidRPr="0027513F">
        <w:t xml:space="preserve"> </w:t>
      </w:r>
      <w:r>
        <w:rPr>
          <w:i/>
        </w:rPr>
        <w:t>Childcare and Early Childhood Learning</w:t>
      </w:r>
      <w:r w:rsidRPr="0027513F">
        <w:t>.</w:t>
      </w:r>
    </w:p>
    <w:p w:rsidR="006B20AC" w:rsidRPr="00C76C25" w:rsidRDefault="006B20AC" w:rsidP="005D0D04">
      <w:pPr>
        <w:pStyle w:val="Signoff"/>
      </w:pPr>
      <w:r w:rsidRPr="00C76C25">
        <w:t>Yours sincerely</w: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395"/>
      </w:tblGrid>
      <w:tr w:rsidR="005D0D04" w:rsidTr="006B20AC">
        <w:tc>
          <w:tcPr>
            <w:tcW w:w="4644" w:type="dxa"/>
          </w:tcPr>
          <w:p w:rsidR="005D0D04" w:rsidRDefault="005D0D04" w:rsidP="005D0D04">
            <w:pPr>
              <w:pStyle w:val="LetterAddress"/>
            </w:pPr>
            <w:r>
              <w:rPr>
                <w:noProof/>
              </w:rPr>
              <w:drawing>
                <wp:inline distT="0" distB="0" distL="0" distR="0" wp14:anchorId="3BD19CD2" wp14:editId="7379E64C">
                  <wp:extent cx="2388235" cy="1043305"/>
                  <wp:effectExtent l="0" t="0" r="0" b="4445"/>
                  <wp:docPr id="3" name="Picture 3" descr="Signatur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8235" cy="1043305"/>
                          </a:xfrm>
                          <a:prstGeom prst="rect">
                            <a:avLst/>
                          </a:prstGeom>
                          <a:noFill/>
                          <a:ln>
                            <a:noFill/>
                          </a:ln>
                        </pic:spPr>
                      </pic:pic>
                    </a:graphicData>
                  </a:graphic>
                </wp:inline>
              </w:drawing>
            </w:r>
          </w:p>
        </w:tc>
        <w:tc>
          <w:tcPr>
            <w:tcW w:w="4395" w:type="dxa"/>
          </w:tcPr>
          <w:p w:rsidR="005D0D04" w:rsidRDefault="005D0D04" w:rsidP="005D0D04">
            <w:pPr>
              <w:pStyle w:val="LetterAddress"/>
            </w:pPr>
            <w:r>
              <w:rPr>
                <w:noProof/>
              </w:rPr>
              <w:drawing>
                <wp:inline distT="0" distB="0" distL="0" distR="0" wp14:anchorId="2684F2CA" wp14:editId="5562E88D">
                  <wp:extent cx="2087245" cy="1010920"/>
                  <wp:effectExtent l="0" t="0" r="8255" b="0"/>
                  <wp:docPr id="4" name="Picture 4"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7245" cy="1010920"/>
                          </a:xfrm>
                          <a:prstGeom prst="rect">
                            <a:avLst/>
                          </a:prstGeom>
                          <a:noFill/>
                          <a:ln>
                            <a:noFill/>
                          </a:ln>
                        </pic:spPr>
                      </pic:pic>
                    </a:graphicData>
                  </a:graphic>
                </wp:inline>
              </w:drawing>
            </w:r>
          </w:p>
        </w:tc>
      </w:tr>
      <w:tr w:rsidR="006B20AC" w:rsidTr="006B20AC">
        <w:tc>
          <w:tcPr>
            <w:tcW w:w="4644" w:type="dxa"/>
          </w:tcPr>
          <w:p w:rsidR="006B20AC" w:rsidRDefault="006B20AC" w:rsidP="005D0D04">
            <w:pPr>
              <w:pStyle w:val="LetterAddress"/>
            </w:pPr>
            <w:r>
              <w:t>Wendy Craik</w:t>
            </w:r>
          </w:p>
          <w:p w:rsidR="006B20AC" w:rsidRPr="0027513F" w:rsidRDefault="006B20AC" w:rsidP="005D0D04">
            <w:pPr>
              <w:pStyle w:val="LetterAddress"/>
            </w:pPr>
            <w:r>
              <w:t>Presiding Commissioner</w:t>
            </w:r>
          </w:p>
        </w:tc>
        <w:tc>
          <w:tcPr>
            <w:tcW w:w="4395" w:type="dxa"/>
          </w:tcPr>
          <w:p w:rsidR="006B20AC" w:rsidRDefault="006B20AC" w:rsidP="005D0D04">
            <w:pPr>
              <w:pStyle w:val="LetterAddress"/>
            </w:pPr>
            <w:r>
              <w:t>Jonathan Coppel</w:t>
            </w:r>
          </w:p>
          <w:p w:rsidR="006B20AC" w:rsidRPr="0027513F" w:rsidRDefault="006B20AC" w:rsidP="005D0D04">
            <w:pPr>
              <w:pStyle w:val="LetterAddress"/>
            </w:pPr>
            <w:r w:rsidRPr="0027513F">
              <w:t>Commissioner</w:t>
            </w:r>
          </w:p>
        </w:tc>
      </w:tr>
    </w:tbl>
    <w:p w:rsidR="006B20AC" w:rsidRDefault="006B20AC"/>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6B20AC" w:rsidRDefault="006B20AC" w:rsidP="00DB5F36">
      <w:pPr>
        <w:pStyle w:val="Heading1"/>
      </w:pPr>
      <w:bookmarkStart w:id="6" w:name="_Toc401576434"/>
      <w:bookmarkStart w:id="7" w:name="_Toc402184141"/>
      <w:bookmarkStart w:id="8" w:name="_Toc402184279"/>
      <w:bookmarkStart w:id="9" w:name="_Toc402337630"/>
      <w:r>
        <w:lastRenderedPageBreak/>
        <w:t>Terms of reference</w:t>
      </w:r>
      <w:bookmarkEnd w:id="6"/>
      <w:bookmarkEnd w:id="7"/>
      <w:bookmarkEnd w:id="8"/>
      <w:bookmarkEnd w:id="9"/>
    </w:p>
    <w:p w:rsidR="006B20AC" w:rsidRPr="00B7119B" w:rsidRDefault="006B20AC" w:rsidP="006B20AC">
      <w:pPr>
        <w:pStyle w:val="BodyText"/>
      </w:pPr>
      <w:r>
        <w:t>I</w:t>
      </w:r>
      <w:r w:rsidRPr="00B7119B">
        <w:t xml:space="preserve">, Joseph Benedict Hockey, Treasurer, pursuant to Parts 2 and 3 of the </w:t>
      </w:r>
      <w:r w:rsidRPr="00D17B13">
        <w:rPr>
          <w:i/>
        </w:rPr>
        <w:t>Productivity Commission Act 1998</w:t>
      </w:r>
      <w:r w:rsidRPr="00B7119B">
        <w:t xml:space="preserve">, hereby request that the Productivity Commission undertake an Inquiry into Child Care and Early Childhood Learning. </w:t>
      </w:r>
    </w:p>
    <w:p w:rsidR="006B20AC" w:rsidRPr="00B7119B" w:rsidRDefault="006B20AC" w:rsidP="006B20AC">
      <w:pPr>
        <w:pStyle w:val="Heading3"/>
        <w:spacing w:before="360"/>
      </w:pPr>
      <w:r w:rsidRPr="00B7119B">
        <w:t xml:space="preserve">Background </w:t>
      </w:r>
    </w:p>
    <w:p w:rsidR="006B20AC" w:rsidRPr="00B7119B" w:rsidRDefault="006B20AC" w:rsidP="006B20AC">
      <w:pPr>
        <w:pStyle w:val="BodyText"/>
        <w:spacing w:before="200"/>
      </w:pPr>
      <w:r w:rsidRPr="00B7119B">
        <w:t xml:space="preserve">The Australian Government is committed to establishing a sustainable future for a more flexible, affordable and accessible child care and early childhood learning market that helps underpin the national economy and supports the community, especially parent's choices to participate in work and learning and children's growth, welfare, learning and development. </w:t>
      </w:r>
    </w:p>
    <w:p w:rsidR="006B20AC" w:rsidRDefault="006B20AC" w:rsidP="006B20AC">
      <w:pPr>
        <w:pStyle w:val="BodyText"/>
        <w:spacing w:before="200"/>
      </w:pPr>
      <w:r w:rsidRPr="00B7119B">
        <w:t>The market for child care and early childhood learning services is large, diverse and growing, and it touches the lives of practically every family in Australia. Almost all children in Australia participate in some form of child care or early learning service at some point in the years before starting school. In 2012, around 19,400 child care and early learning services enrolled over 1.3 million children in at least one child care or preschool programme (comprising around 15,100 approved child care services and 4,300 preschools). The Australian Government is the largest funder of the sector, with outlays exceeding $5 billion a year and growing. It is important that this expenditure achieves the best possible impact in terms of benefits to families and children as well as the wider economy.</w:t>
      </w:r>
    </w:p>
    <w:p w:rsidR="006B20AC" w:rsidRDefault="006B20AC" w:rsidP="006B20AC">
      <w:pPr>
        <w:pStyle w:val="BodyText"/>
      </w:pPr>
      <w:r>
        <w:t xml:space="preserve">The child care and early learning system can be improved because: </w:t>
      </w:r>
    </w:p>
    <w:p w:rsidR="006B20AC" w:rsidRDefault="006B20AC" w:rsidP="006B20AC">
      <w:pPr>
        <w:pStyle w:val="ListBullet"/>
        <w:numPr>
          <w:ilvl w:val="0"/>
          <w:numId w:val="16"/>
        </w:numPr>
      </w:pPr>
      <w:r>
        <w:t xml:space="preserve">families are struggling to find quality child care and early learning that is flexible and affordable enough to meet their needs and to participate in the workforce </w:t>
      </w:r>
    </w:p>
    <w:p w:rsidR="006B20AC" w:rsidRDefault="006B20AC" w:rsidP="006B20AC">
      <w:pPr>
        <w:pStyle w:val="ListBullet"/>
        <w:numPr>
          <w:ilvl w:val="0"/>
          <w:numId w:val="16"/>
        </w:numPr>
      </w:pPr>
      <w:r>
        <w:t xml:space="preserve">a small but significant number of children start school with learning and developmental delays </w:t>
      </w:r>
    </w:p>
    <w:p w:rsidR="006B20AC" w:rsidRDefault="006B20AC" w:rsidP="006B20AC">
      <w:pPr>
        <w:pStyle w:val="ListBullet"/>
        <w:numPr>
          <w:ilvl w:val="0"/>
          <w:numId w:val="16"/>
        </w:numPr>
      </w:pPr>
      <w:r>
        <w:t xml:space="preserve">there are shortfalls in reaching and properly supporting the needs of children with disabilities and vulnerable children, regional and rural families and parents who are moving from income support into study and employment </w:t>
      </w:r>
    </w:p>
    <w:p w:rsidR="006B20AC" w:rsidRDefault="006B20AC" w:rsidP="006B20AC">
      <w:pPr>
        <w:pStyle w:val="ListBullet"/>
        <w:numPr>
          <w:ilvl w:val="0"/>
          <w:numId w:val="16"/>
        </w:numPr>
      </w:pPr>
      <w:r>
        <w:t xml:space="preserve">services need to operate in a system that has clear and sustainable business arrangements, including regulation, planning and funding </w:t>
      </w:r>
    </w:p>
    <w:p w:rsidR="006B20AC" w:rsidRDefault="006B20AC" w:rsidP="006B20AC">
      <w:pPr>
        <w:pStyle w:val="ListBullet"/>
        <w:numPr>
          <w:ilvl w:val="0"/>
          <w:numId w:val="16"/>
        </w:numPr>
      </w:pPr>
      <w:r>
        <w:t xml:space="preserve">there is a need to ensure that public expenditure on child care and early childhood learning is both efficient and effective in addressing the needs of families and children. </w:t>
      </w:r>
    </w:p>
    <w:p w:rsidR="006B20AC" w:rsidRDefault="006B20AC" w:rsidP="006B20AC">
      <w:pPr>
        <w:pStyle w:val="BodyText"/>
        <w:spacing w:before="200"/>
      </w:pPr>
      <w:r>
        <w:lastRenderedPageBreak/>
        <w:t xml:space="preserve">The Australian Government's objectives in commissioning this Inquiry are to examine and identify future options for a child care and early childhood learning system that: </w:t>
      </w:r>
    </w:p>
    <w:p w:rsidR="006B20AC" w:rsidRDefault="006B20AC" w:rsidP="006B20AC">
      <w:pPr>
        <w:pStyle w:val="ListBullet"/>
        <w:numPr>
          <w:ilvl w:val="0"/>
          <w:numId w:val="16"/>
        </w:numPr>
      </w:pPr>
      <w:r>
        <w:t xml:space="preserve">supports workforce participation, particularly for women </w:t>
      </w:r>
    </w:p>
    <w:p w:rsidR="006B20AC" w:rsidRDefault="006B20AC" w:rsidP="006B20AC">
      <w:pPr>
        <w:pStyle w:val="ListBullet"/>
        <w:numPr>
          <w:ilvl w:val="0"/>
          <w:numId w:val="16"/>
        </w:numPr>
      </w:pPr>
      <w:r>
        <w:t xml:space="preserve">addresses children's learning and development needs, including the transition to schooling </w:t>
      </w:r>
    </w:p>
    <w:p w:rsidR="006B20AC" w:rsidRDefault="006B20AC" w:rsidP="006B20AC">
      <w:pPr>
        <w:pStyle w:val="ListBullet"/>
        <w:numPr>
          <w:ilvl w:val="0"/>
          <w:numId w:val="16"/>
        </w:numPr>
      </w:pPr>
      <w:r>
        <w:t xml:space="preserve">is more flexible to suit the needs of families, including families with non-standard work hours, disadvantaged children, and regional families </w:t>
      </w:r>
    </w:p>
    <w:p w:rsidR="006B20AC" w:rsidRDefault="006B20AC" w:rsidP="006B20AC">
      <w:pPr>
        <w:pStyle w:val="ListBullet"/>
        <w:numPr>
          <w:ilvl w:val="0"/>
          <w:numId w:val="16"/>
        </w:numPr>
      </w:pPr>
      <w:r>
        <w:t xml:space="preserve">is based on appropriate and fiscally sustainable funding arrangements that better support flexible, affordable and accessible quality child care and early childhood learning. </w:t>
      </w:r>
    </w:p>
    <w:p w:rsidR="006B20AC" w:rsidRDefault="006B20AC" w:rsidP="006B20AC">
      <w:pPr>
        <w:pStyle w:val="Heading3"/>
        <w:spacing w:before="360"/>
      </w:pPr>
      <w:r>
        <w:t xml:space="preserve">Scope of the inquiry </w:t>
      </w:r>
    </w:p>
    <w:p w:rsidR="006B20AC" w:rsidRDefault="006B20AC" w:rsidP="006B20AC">
      <w:pPr>
        <w:pStyle w:val="BodyText"/>
        <w:spacing w:before="200"/>
      </w:pPr>
      <w:r>
        <w:t xml:space="preserve">In undertaking this Inquiry, the Productivity Commission should use evidence from Australia and overseas to report on and make recommendations about the following: </w:t>
      </w:r>
    </w:p>
    <w:p w:rsidR="006B20AC" w:rsidRDefault="006B20AC" w:rsidP="006B20AC">
      <w:pPr>
        <w:pStyle w:val="ListNumber"/>
        <w:numPr>
          <w:ilvl w:val="0"/>
          <w:numId w:val="25"/>
        </w:numPr>
      </w:pPr>
      <w:r>
        <w:t xml:space="preserve">The contribution that access to affordable, high quality child care can make to: </w:t>
      </w:r>
    </w:p>
    <w:p w:rsidR="006B20AC" w:rsidRDefault="006B20AC" w:rsidP="006B20AC">
      <w:pPr>
        <w:pStyle w:val="ListNumber2"/>
        <w:numPr>
          <w:ilvl w:val="1"/>
          <w:numId w:val="25"/>
        </w:numPr>
        <w:tabs>
          <w:tab w:val="clear" w:pos="794"/>
        </w:tabs>
        <w:ind w:left="709" w:hanging="425"/>
      </w:pPr>
      <w:r>
        <w:t xml:space="preserve">increased participation in the workforce, particularly for women </w:t>
      </w:r>
    </w:p>
    <w:p w:rsidR="006B20AC" w:rsidRDefault="006B20AC" w:rsidP="006B20AC">
      <w:pPr>
        <w:pStyle w:val="ListNumber2"/>
        <w:numPr>
          <w:ilvl w:val="1"/>
          <w:numId w:val="25"/>
        </w:numPr>
        <w:tabs>
          <w:tab w:val="clear" w:pos="794"/>
        </w:tabs>
        <w:ind w:left="709" w:hanging="425"/>
      </w:pPr>
      <w:r>
        <w:t xml:space="preserve">optimising children's learning and development. </w:t>
      </w:r>
    </w:p>
    <w:p w:rsidR="006B20AC" w:rsidRDefault="006B20AC" w:rsidP="006B20AC">
      <w:pPr>
        <w:pStyle w:val="ListNumber"/>
        <w:numPr>
          <w:ilvl w:val="0"/>
          <w:numId w:val="25"/>
        </w:numPr>
      </w:pPr>
      <w:r>
        <w:t xml:space="preserve">The current and future need for child care in Australia, including consideration of the following: </w:t>
      </w:r>
    </w:p>
    <w:p w:rsidR="006B20AC" w:rsidRDefault="006B20AC" w:rsidP="006B20AC">
      <w:pPr>
        <w:pStyle w:val="ListNumber2"/>
        <w:numPr>
          <w:ilvl w:val="1"/>
          <w:numId w:val="25"/>
        </w:numPr>
        <w:tabs>
          <w:tab w:val="clear" w:pos="794"/>
        </w:tabs>
        <w:ind w:left="709" w:hanging="425"/>
      </w:pPr>
      <w:r>
        <w:t xml:space="preserve">hours parents work or study, or wish to work or study </w:t>
      </w:r>
    </w:p>
    <w:p w:rsidR="006B20AC" w:rsidRDefault="006B20AC" w:rsidP="006B20AC">
      <w:pPr>
        <w:pStyle w:val="ListNumber2"/>
        <w:numPr>
          <w:ilvl w:val="1"/>
          <w:numId w:val="25"/>
        </w:numPr>
        <w:tabs>
          <w:tab w:val="clear" w:pos="794"/>
        </w:tabs>
        <w:ind w:left="709" w:hanging="425"/>
      </w:pPr>
      <w:r>
        <w:t xml:space="preserve">the particular needs of rural, regional and remote parents, as well as shift workers </w:t>
      </w:r>
    </w:p>
    <w:p w:rsidR="006B20AC" w:rsidRDefault="006B20AC" w:rsidP="006B20AC">
      <w:pPr>
        <w:pStyle w:val="ListNumber2"/>
        <w:numPr>
          <w:ilvl w:val="1"/>
          <w:numId w:val="25"/>
        </w:numPr>
        <w:tabs>
          <w:tab w:val="clear" w:pos="794"/>
        </w:tabs>
        <w:ind w:left="709" w:hanging="425"/>
      </w:pPr>
      <w:r>
        <w:t xml:space="preserve">accessibility of affordable care </w:t>
      </w:r>
    </w:p>
    <w:p w:rsidR="006B20AC" w:rsidRDefault="006B20AC" w:rsidP="006B20AC">
      <w:pPr>
        <w:pStyle w:val="ListNumber2"/>
        <w:numPr>
          <w:ilvl w:val="1"/>
          <w:numId w:val="25"/>
        </w:numPr>
        <w:tabs>
          <w:tab w:val="clear" w:pos="794"/>
        </w:tabs>
        <w:ind w:left="709" w:hanging="425"/>
      </w:pPr>
      <w:r>
        <w:t xml:space="preserve">types of child care available including but not limited to: long day care, family day care, in home care including nannies and au pairs, mobile care, occasional care, and outside school hours care </w:t>
      </w:r>
    </w:p>
    <w:p w:rsidR="006B20AC" w:rsidRDefault="006B20AC" w:rsidP="006B20AC">
      <w:pPr>
        <w:pStyle w:val="ListNumber2"/>
        <w:numPr>
          <w:ilvl w:val="1"/>
          <w:numId w:val="25"/>
        </w:numPr>
        <w:tabs>
          <w:tab w:val="clear" w:pos="794"/>
        </w:tabs>
        <w:ind w:left="709" w:hanging="425"/>
      </w:pPr>
      <w:r>
        <w:t xml:space="preserve">the role and potential for employer provided child care </w:t>
      </w:r>
    </w:p>
    <w:p w:rsidR="006B20AC" w:rsidRDefault="006B20AC" w:rsidP="006B20AC">
      <w:pPr>
        <w:pStyle w:val="ListNumber2"/>
        <w:numPr>
          <w:ilvl w:val="1"/>
          <w:numId w:val="25"/>
        </w:numPr>
      </w:pPr>
      <w:r>
        <w:t xml:space="preserve">usual hours of operation of each type of care </w:t>
      </w:r>
    </w:p>
    <w:p w:rsidR="006B20AC" w:rsidRDefault="006B20AC" w:rsidP="006B20AC">
      <w:pPr>
        <w:pStyle w:val="ListNumber2"/>
        <w:numPr>
          <w:ilvl w:val="1"/>
          <w:numId w:val="25"/>
        </w:numPr>
      </w:pPr>
      <w:r>
        <w:t xml:space="preserve">the out of pocket cost of child care to families </w:t>
      </w:r>
    </w:p>
    <w:p w:rsidR="006B20AC" w:rsidRDefault="006B20AC" w:rsidP="006B20AC">
      <w:pPr>
        <w:pStyle w:val="ListNumber2"/>
        <w:numPr>
          <w:ilvl w:val="1"/>
          <w:numId w:val="25"/>
        </w:numPr>
      </w:pPr>
      <w:r>
        <w:t xml:space="preserve">rebates and subsidies available for each type of care </w:t>
      </w:r>
    </w:p>
    <w:p w:rsidR="006B20AC" w:rsidRDefault="006B20AC" w:rsidP="006B20AC">
      <w:pPr>
        <w:pStyle w:val="ListNumber2"/>
        <w:numPr>
          <w:ilvl w:val="1"/>
          <w:numId w:val="25"/>
        </w:numPr>
      </w:pPr>
      <w:r>
        <w:t xml:space="preserve">the capacity of the existing child care system to ensure children are transitioning from child care to school with a satisfactory level of school preparedness </w:t>
      </w:r>
    </w:p>
    <w:p w:rsidR="006B20AC" w:rsidRDefault="006B20AC" w:rsidP="006B20AC">
      <w:pPr>
        <w:pStyle w:val="ListNumber2"/>
        <w:numPr>
          <w:ilvl w:val="1"/>
          <w:numId w:val="25"/>
        </w:numPr>
      </w:pPr>
      <w:r>
        <w:t xml:space="preserve">opportunities to improve connections and transitions across early childhood services (including between child care and preschool/kindergarten services) </w:t>
      </w:r>
    </w:p>
    <w:p w:rsidR="006B20AC" w:rsidRDefault="006B20AC" w:rsidP="006B20AC">
      <w:pPr>
        <w:pStyle w:val="ListNumber2"/>
        <w:numPr>
          <w:ilvl w:val="1"/>
          <w:numId w:val="25"/>
        </w:numPr>
      </w:pPr>
      <w:r>
        <w:t xml:space="preserve">the needs of vulnerable or at risk children </w:t>
      </w:r>
    </w:p>
    <w:p w:rsidR="006B20AC" w:rsidRDefault="006B20AC" w:rsidP="006B20AC">
      <w:pPr>
        <w:pStyle w:val="ListNumber2"/>
        <w:numPr>
          <w:ilvl w:val="1"/>
          <w:numId w:val="25"/>
        </w:numPr>
      </w:pPr>
      <w:r>
        <w:t xml:space="preserve">interactions with relevant Australian Government policies and programmes. </w:t>
      </w:r>
    </w:p>
    <w:p w:rsidR="006B20AC" w:rsidRDefault="006B20AC" w:rsidP="006B20AC">
      <w:pPr>
        <w:pStyle w:val="ListNumber"/>
        <w:numPr>
          <w:ilvl w:val="0"/>
          <w:numId w:val="25"/>
        </w:numPr>
      </w:pPr>
      <w:r>
        <w:lastRenderedPageBreak/>
        <w:t xml:space="preserve">Whether there are any specific models of care that should be considered for trial or implementation in Australia, with consideration given to international models, such as the home based care model in New Zealand and models that specifically target vulnerable or at risk children and their families. </w:t>
      </w:r>
    </w:p>
    <w:p w:rsidR="006B20AC" w:rsidRDefault="006B20AC" w:rsidP="006B20AC">
      <w:pPr>
        <w:pStyle w:val="ListNumber"/>
        <w:numPr>
          <w:ilvl w:val="0"/>
          <w:numId w:val="25"/>
        </w:numPr>
      </w:pPr>
      <w:r>
        <w:t xml:space="preserve">Options for enhancing the choices available to Australian families as to how they receive child care support, so that this can occur in the manner most </w:t>
      </w:r>
      <w:r w:rsidR="00F35727">
        <w:t>suitable to</w:t>
      </w:r>
      <w:r>
        <w:t xml:space="preserve"> their individual family circumstances. Mechanisms to be considered include subsidies, rebates and tax deductions, to improve the accessibility, flexibility and affordability of child care for families facing diverse individual circumstances. </w:t>
      </w:r>
    </w:p>
    <w:p w:rsidR="006B20AC" w:rsidRPr="001A7BFF" w:rsidRDefault="006B20AC" w:rsidP="001A7BFF">
      <w:pPr>
        <w:pStyle w:val="ListNumber"/>
      </w:pPr>
      <w:r w:rsidRPr="001A7BFF">
        <w:t xml:space="preserve">The benefits and other impacts of regulatory changes in child care over the past decade, including the implementation of the National Quality Framework (NQF) in States and Territories, with specific consideration given to compliance costs, taking into account the Government's planned work with States and Territories to streamline the NQF. </w:t>
      </w:r>
    </w:p>
    <w:p w:rsidR="006B20AC" w:rsidRPr="001A7BFF" w:rsidRDefault="006B20AC" w:rsidP="001A7BFF">
      <w:pPr>
        <w:pStyle w:val="ListNumber"/>
      </w:pPr>
      <w:r w:rsidRPr="001A7BFF">
        <w:t xml:space="preserve">In making any recommendations for future Australian Government policy settings, the Commission will consider options within current funding parameters. </w:t>
      </w:r>
    </w:p>
    <w:p w:rsidR="006B20AC" w:rsidRDefault="006B20AC" w:rsidP="006B20AC">
      <w:pPr>
        <w:pStyle w:val="Heading3"/>
        <w:spacing w:before="360"/>
      </w:pPr>
      <w:r>
        <w:t xml:space="preserve">Process </w:t>
      </w:r>
    </w:p>
    <w:p w:rsidR="006B20AC" w:rsidRDefault="006B20AC" w:rsidP="006B20AC">
      <w:pPr>
        <w:pStyle w:val="BodyText"/>
        <w:spacing w:before="200"/>
      </w:pPr>
      <w:r>
        <w:t xml:space="preserve">The Commission is to undertake an appropriate public consultation process including holding hearings, inviting public submissions and releasing a draft report to the public. </w:t>
      </w:r>
    </w:p>
    <w:p w:rsidR="006B20AC" w:rsidRDefault="006B20AC" w:rsidP="006B20AC">
      <w:pPr>
        <w:pStyle w:val="BodyText"/>
        <w:spacing w:before="200"/>
      </w:pPr>
      <w:r>
        <w:t>The final report should be provided before the end of October 2014.</w:t>
      </w:r>
    </w:p>
    <w:p w:rsidR="006B20AC" w:rsidRDefault="006B20AC" w:rsidP="005A292C">
      <w:pPr>
        <w:pStyle w:val="BodyText"/>
        <w:spacing w:before="600"/>
        <w:jc w:val="left"/>
      </w:pPr>
      <w:r>
        <w:t>J. B. Hockey</w:t>
      </w:r>
      <w:r>
        <w:br/>
        <w:t>Treasurer</w:t>
      </w:r>
    </w:p>
    <w:p w:rsidR="006B20AC" w:rsidRDefault="006B20AC" w:rsidP="006B20AC">
      <w:pPr>
        <w:pStyle w:val="BodyText"/>
        <w:jc w:val="left"/>
      </w:pPr>
      <w:r>
        <w:t>[Received 22 November 2013]</w:t>
      </w:r>
    </w:p>
    <w:p w:rsidR="006B20AC" w:rsidRDefault="006B20AC" w:rsidP="00DB5F36">
      <w:pPr>
        <w:pStyle w:val="BodyText"/>
      </w:pPr>
    </w:p>
    <w:p w:rsidR="006B20AC" w:rsidRDefault="006B20AC" w:rsidP="00DB5F36">
      <w:pPr>
        <w:pStyle w:val="BodyText"/>
        <w:sectPr w:rsidR="006B20AC" w:rsidSect="00DB5F36">
          <w:headerReference w:type="even" r:id="rId14"/>
          <w:headerReference w:type="default" r:id="rId15"/>
          <w:footerReference w:type="even" r:id="rId16"/>
          <w:footerReference w:type="default" r:id="rId17"/>
          <w:pgSz w:w="11907" w:h="16840" w:code="9"/>
          <w:pgMar w:top="1985" w:right="1304" w:bottom="1247" w:left="1814" w:header="1701" w:footer="397" w:gutter="0"/>
          <w:pgNumType w:fmt="lowerRoman"/>
          <w:cols w:space="720"/>
        </w:sectPr>
      </w:pPr>
    </w:p>
    <w:p w:rsidR="00616AA7" w:rsidRDefault="00735FEA" w:rsidP="00C05C24">
      <w:pPr>
        <w:pStyle w:val="TOC10"/>
      </w:pPr>
      <w:bookmarkStart w:id="10" w:name="Contents"/>
      <w:bookmarkEnd w:id="10"/>
      <w:r w:rsidRPr="00B153C3">
        <w:lastRenderedPageBreak/>
        <w:t>Contents</w:t>
      </w:r>
      <w:bookmarkStart w:id="11" w:name="InsertContents"/>
      <w:bookmarkEnd w:id="11"/>
    </w:p>
    <w:p w:rsidR="00616AA7" w:rsidRPr="00701F72" w:rsidRDefault="00616AA7" w:rsidP="00A1796F">
      <w:pPr>
        <w:pStyle w:val="BodyText"/>
        <w:spacing w:after="240"/>
        <w:rPr>
          <w:noProof/>
          <w:spacing w:val="-2"/>
        </w:rPr>
      </w:pPr>
      <w:r>
        <w:rPr>
          <w:noProof/>
        </w:rPr>
        <w:t xml:space="preserve">The Commission’s report is in two volumes. </w:t>
      </w:r>
      <w:r w:rsidRPr="00244BEE">
        <w:rPr>
          <w:b/>
          <w:noProof/>
        </w:rPr>
        <w:t xml:space="preserve">This volume contains the </w:t>
      </w:r>
      <w:r>
        <w:rPr>
          <w:b/>
          <w:noProof/>
        </w:rPr>
        <w:t>o</w:t>
      </w:r>
      <w:r w:rsidRPr="00244BEE">
        <w:rPr>
          <w:b/>
          <w:noProof/>
        </w:rPr>
        <w:t xml:space="preserve">verview, </w:t>
      </w:r>
      <w:r>
        <w:rPr>
          <w:b/>
          <w:noProof/>
        </w:rPr>
        <w:t>r</w:t>
      </w:r>
      <w:r w:rsidRPr="00244BEE">
        <w:rPr>
          <w:b/>
          <w:noProof/>
        </w:rPr>
        <w:t xml:space="preserve">ecommendations, </w:t>
      </w:r>
      <w:r>
        <w:rPr>
          <w:b/>
          <w:noProof/>
        </w:rPr>
        <w:t>s</w:t>
      </w:r>
      <w:r w:rsidRPr="00244BEE">
        <w:rPr>
          <w:b/>
          <w:noProof/>
        </w:rPr>
        <w:t xml:space="preserve">ummary of the Commission’s main proposals and chapters 1 to </w:t>
      </w:r>
      <w:r>
        <w:rPr>
          <w:b/>
          <w:noProof/>
        </w:rPr>
        <w:t>6</w:t>
      </w:r>
      <w:r w:rsidRPr="00244BEE">
        <w:rPr>
          <w:b/>
          <w:noProof/>
        </w:rPr>
        <w:t>.</w:t>
      </w:r>
      <w:r>
        <w:rPr>
          <w:noProof/>
        </w:rPr>
        <w:t xml:space="preserve"> Volume 2 contains chapters 7 to 17, appendix A and references. Below is the table of contents for both volumes. </w:t>
      </w:r>
      <w:r>
        <w:rPr>
          <w:noProof/>
          <w:spacing w:val="-2"/>
        </w:rPr>
        <w:t>Appendi</w:t>
      </w:r>
      <w:r w:rsidR="00D42A3B">
        <w:rPr>
          <w:noProof/>
          <w:spacing w:val="-2"/>
        </w:rPr>
        <w:t>x</w:t>
      </w:r>
      <w:r>
        <w:rPr>
          <w:noProof/>
          <w:spacing w:val="-2"/>
        </w:rPr>
        <w:t>es B to J</w:t>
      </w:r>
      <w:r w:rsidRPr="00701F72">
        <w:rPr>
          <w:noProof/>
          <w:spacing w:val="-2"/>
        </w:rPr>
        <w:t xml:space="preserve"> </w:t>
      </w:r>
      <w:r w:rsidR="00A46BCF">
        <w:rPr>
          <w:noProof/>
          <w:spacing w:val="-2"/>
        </w:rPr>
        <w:t>and a technical s</w:t>
      </w:r>
      <w:r w:rsidR="00D42A3B">
        <w:rPr>
          <w:noProof/>
          <w:spacing w:val="-2"/>
        </w:rPr>
        <w:t xml:space="preserve">upplement on modelling </w:t>
      </w:r>
      <w:r w:rsidRPr="00701F72">
        <w:rPr>
          <w:noProof/>
          <w:spacing w:val="-2"/>
        </w:rPr>
        <w:t>are referred to in the chapters but are not included in the report. They are available from the Commission’s website (www.pc.gov.au).</w:t>
      </w:r>
    </w:p>
    <w:p w:rsidR="00491614" w:rsidRDefault="00491614">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491614" w:rsidRDefault="00491614">
      <w:pPr>
        <w:pStyle w:val="TOC1"/>
        <w:rPr>
          <w:rFonts w:asciiTheme="minorHAnsi" w:eastAsiaTheme="minorEastAsia" w:hAnsiTheme="minorHAnsi" w:cstheme="minorBidi"/>
          <w:b w:val="0"/>
          <w:noProof/>
          <w:sz w:val="22"/>
          <w:szCs w:val="22"/>
          <w:lang w:eastAsia="en-AU"/>
        </w:rPr>
      </w:pPr>
      <w:r>
        <w:rPr>
          <w:noProof/>
        </w:rPr>
        <w:t>Acknowledgments</w:t>
      </w:r>
      <w:r>
        <w:rPr>
          <w:noProof/>
        </w:rPr>
        <w:tab/>
        <w:t>xiii</w:t>
      </w:r>
    </w:p>
    <w:p w:rsidR="00491614" w:rsidRDefault="00491614">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xiv</w:t>
      </w:r>
    </w:p>
    <w:p w:rsidR="005A292C" w:rsidRPr="00A46BCF" w:rsidRDefault="005A292C" w:rsidP="005A292C">
      <w:pPr>
        <w:pStyle w:val="BodyText"/>
        <w:shd w:val="pct15" w:color="auto" w:fill="auto"/>
        <w:jc w:val="center"/>
        <w:rPr>
          <w:rFonts w:ascii="Arial" w:hAnsi="Arial" w:cs="Arial"/>
          <w:noProof/>
          <w:sz w:val="32"/>
          <w:szCs w:val="40"/>
        </w:rPr>
      </w:pPr>
      <w:r w:rsidRPr="00A46BCF">
        <w:rPr>
          <w:rFonts w:ascii="Arial" w:hAnsi="Arial" w:cs="Arial"/>
          <w:noProof/>
          <w:sz w:val="32"/>
          <w:szCs w:val="40"/>
        </w:rPr>
        <w:t xml:space="preserve">VOLUME </w:t>
      </w:r>
      <w:r>
        <w:rPr>
          <w:rFonts w:ascii="Arial" w:hAnsi="Arial" w:cs="Arial"/>
          <w:noProof/>
          <w:sz w:val="32"/>
          <w:szCs w:val="40"/>
        </w:rPr>
        <w:t>1</w:t>
      </w:r>
    </w:p>
    <w:p w:rsidR="00491614" w:rsidRDefault="00491614">
      <w:pPr>
        <w:pStyle w:val="TOC1"/>
        <w:rPr>
          <w:rFonts w:asciiTheme="minorHAnsi" w:eastAsiaTheme="minorEastAsia" w:hAnsiTheme="minorHAnsi" w:cstheme="minorBidi"/>
          <w:b w:val="0"/>
          <w:noProof/>
          <w:sz w:val="22"/>
          <w:szCs w:val="22"/>
          <w:lang w:eastAsia="en-AU"/>
        </w:rPr>
      </w:pPr>
      <w:r>
        <w:rPr>
          <w:noProof/>
        </w:rPr>
        <w:t>Key points</w:t>
      </w:r>
      <w:r>
        <w:rPr>
          <w:noProof/>
        </w:rPr>
        <w:tab/>
      </w:r>
      <w:r w:rsidR="00695AF7">
        <w:rPr>
          <w:noProof/>
        </w:rPr>
        <w:t>2</w:t>
      </w:r>
    </w:p>
    <w:p w:rsidR="00491614" w:rsidRDefault="00491614">
      <w:pPr>
        <w:pStyle w:val="TOC1"/>
        <w:rPr>
          <w:rFonts w:asciiTheme="minorHAnsi" w:eastAsiaTheme="minorEastAsia" w:hAnsiTheme="minorHAnsi" w:cstheme="minorBidi"/>
          <w:b w:val="0"/>
          <w:noProof/>
          <w:sz w:val="22"/>
          <w:szCs w:val="22"/>
          <w:lang w:eastAsia="en-AU"/>
        </w:rPr>
      </w:pPr>
      <w:r>
        <w:rPr>
          <w:noProof/>
        </w:rPr>
        <w:t>Overview</w:t>
      </w:r>
      <w:r>
        <w:rPr>
          <w:noProof/>
        </w:rPr>
        <w:tab/>
        <w:t>3</w:t>
      </w:r>
    </w:p>
    <w:p w:rsidR="00491614" w:rsidRDefault="00491614">
      <w:pPr>
        <w:pStyle w:val="TOC1"/>
        <w:rPr>
          <w:rFonts w:asciiTheme="minorHAnsi" w:eastAsiaTheme="minorEastAsia" w:hAnsiTheme="minorHAnsi" w:cstheme="minorBidi"/>
          <w:b w:val="0"/>
          <w:noProof/>
          <w:sz w:val="22"/>
          <w:szCs w:val="22"/>
          <w:lang w:eastAsia="en-AU"/>
        </w:rPr>
      </w:pPr>
      <w:r>
        <w:rPr>
          <w:noProof/>
        </w:rPr>
        <w:t>Recommendations and find</w:t>
      </w:r>
      <w:r w:rsidR="005A292C">
        <w:rPr>
          <w:noProof/>
        </w:rPr>
        <w:t>ings</w:t>
      </w:r>
      <w:r>
        <w:rPr>
          <w:noProof/>
        </w:rPr>
        <w:tab/>
        <w:t>44</w:t>
      </w:r>
    </w:p>
    <w:p w:rsidR="00491614" w:rsidRPr="00A1796F" w:rsidRDefault="00491614" w:rsidP="00D0452C">
      <w:pPr>
        <w:pStyle w:val="BodyText"/>
        <w:spacing w:before="360"/>
        <w:rPr>
          <w:rFonts w:asciiTheme="minorHAnsi" w:hAnsiTheme="minorHAnsi" w:cstheme="minorHAnsi"/>
          <w:noProof/>
          <w:sz w:val="28"/>
          <w:szCs w:val="28"/>
        </w:rPr>
      </w:pPr>
      <w:r w:rsidRPr="00A1796F">
        <w:rPr>
          <w:rFonts w:asciiTheme="minorHAnsi" w:hAnsiTheme="minorHAnsi" w:cstheme="minorHAnsi"/>
          <w:noProof/>
          <w:sz w:val="28"/>
          <w:szCs w:val="28"/>
        </w:rPr>
        <w:t>Part A: Background</w:t>
      </w:r>
    </w:p>
    <w:p w:rsidR="00491614" w:rsidRDefault="00491614">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the inquiry</w:t>
      </w:r>
      <w:r>
        <w:rPr>
          <w:noProof/>
        </w:rPr>
        <w:tab/>
        <w:t>61</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Background to the inquiry</w:t>
      </w:r>
      <w:r>
        <w:rPr>
          <w:noProof/>
        </w:rPr>
        <w:tab/>
        <w:t>61</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What has the Commission been asked to do?</w:t>
      </w:r>
      <w:r>
        <w:rPr>
          <w:noProof/>
        </w:rPr>
        <w:tab/>
        <w:t>63</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Desired features of an ECEC system</w:t>
      </w:r>
      <w:r>
        <w:rPr>
          <w:noProof/>
        </w:rPr>
        <w:tab/>
        <w:t>66</w:t>
      </w:r>
    </w:p>
    <w:p w:rsidR="00491614" w:rsidRDefault="00491614">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ECEC service providers</w:t>
      </w:r>
      <w:r>
        <w:rPr>
          <w:noProof/>
        </w:rPr>
        <w:tab/>
        <w:t>75</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What services are being provided?</w:t>
      </w:r>
      <w:r>
        <w:rPr>
          <w:noProof/>
        </w:rPr>
        <w:tab/>
        <w:t>76</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Approved service providers</w:t>
      </w:r>
      <w:r>
        <w:rPr>
          <w:noProof/>
        </w:rPr>
        <w:tab/>
        <w:t>78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Registered care providers</w:t>
      </w:r>
      <w:r>
        <w:rPr>
          <w:noProof/>
        </w:rPr>
        <w:tab/>
        <w:t>83</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2.4</w:t>
      </w:r>
      <w:r>
        <w:rPr>
          <w:rFonts w:asciiTheme="minorHAnsi" w:eastAsiaTheme="minorEastAsia" w:hAnsiTheme="minorHAnsi" w:cstheme="minorBidi"/>
          <w:noProof/>
          <w:sz w:val="22"/>
          <w:szCs w:val="22"/>
          <w:lang w:eastAsia="en-AU"/>
        </w:rPr>
        <w:tab/>
      </w:r>
      <w:r>
        <w:rPr>
          <w:noProof/>
        </w:rPr>
        <w:t>Other service providers</w:t>
      </w:r>
      <w:r>
        <w:rPr>
          <w:noProof/>
        </w:rPr>
        <w:tab/>
        <w:t>85</w:t>
      </w:r>
    </w:p>
    <w:p w:rsidR="00491614" w:rsidRDefault="00491614">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Family use of ECEC</w:t>
      </w:r>
      <w:r>
        <w:rPr>
          <w:noProof/>
        </w:rPr>
        <w:tab/>
        <w:t>89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The nature of non-parental care in Australia</w:t>
      </w:r>
      <w:r>
        <w:rPr>
          <w:noProof/>
        </w:rPr>
        <w:tab/>
        <w:t>90</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Why is non-parental care needed?</w:t>
      </w:r>
      <w:r>
        <w:rPr>
          <w:noProof/>
        </w:rPr>
        <w:tab/>
        <w:t>101</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Future demand for ECEC services</w:t>
      </w:r>
      <w:r>
        <w:rPr>
          <w:noProof/>
        </w:rPr>
        <w:tab/>
        <w:t>105</w:t>
      </w:r>
    </w:p>
    <w:p w:rsidR="00491614" w:rsidRDefault="00491614">
      <w:pPr>
        <w:pStyle w:val="TOC1"/>
        <w:rPr>
          <w:rFonts w:asciiTheme="minorHAnsi" w:eastAsiaTheme="minorEastAsia" w:hAnsiTheme="minorHAnsi" w:cstheme="minorBidi"/>
          <w:b w:val="0"/>
          <w:noProof/>
          <w:sz w:val="22"/>
          <w:szCs w:val="22"/>
          <w:lang w:eastAsia="en-AU"/>
        </w:rPr>
      </w:pPr>
      <w:r>
        <w:rPr>
          <w:noProof/>
        </w:rPr>
        <w:lastRenderedPageBreak/>
        <w:t>4</w:t>
      </w:r>
      <w:r>
        <w:rPr>
          <w:rFonts w:asciiTheme="minorHAnsi" w:eastAsiaTheme="minorEastAsia" w:hAnsiTheme="minorHAnsi" w:cstheme="minorBidi"/>
          <w:b w:val="0"/>
          <w:noProof/>
          <w:sz w:val="22"/>
          <w:szCs w:val="22"/>
          <w:lang w:eastAsia="en-AU"/>
        </w:rPr>
        <w:tab/>
      </w:r>
      <w:r>
        <w:rPr>
          <w:noProof/>
        </w:rPr>
        <w:t>Government assistance to ECEC</w:t>
      </w:r>
      <w:r>
        <w:rPr>
          <w:noProof/>
        </w:rPr>
        <w:tab/>
        <w:t>109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Funding to meet the objectives of ECEC</w:t>
      </w:r>
      <w:r>
        <w:rPr>
          <w:noProof/>
        </w:rPr>
        <w:tab/>
        <w:t>110</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Australian Government assistance</w:t>
      </w:r>
      <w:r>
        <w:rPr>
          <w:noProof/>
        </w:rPr>
        <w:tab/>
        <w:t>116</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State and territory government assistance</w:t>
      </w:r>
      <w:r>
        <w:rPr>
          <w:noProof/>
        </w:rPr>
        <w:tab/>
        <w:t>135</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4.4</w:t>
      </w:r>
      <w:r>
        <w:rPr>
          <w:rFonts w:asciiTheme="minorHAnsi" w:eastAsiaTheme="minorEastAsia" w:hAnsiTheme="minorHAnsi" w:cstheme="minorBidi"/>
          <w:noProof/>
          <w:sz w:val="22"/>
          <w:szCs w:val="22"/>
          <w:lang w:eastAsia="en-AU"/>
        </w:rPr>
        <w:tab/>
      </w:r>
      <w:r>
        <w:rPr>
          <w:noProof/>
        </w:rPr>
        <w:t>Local government assistance</w:t>
      </w:r>
      <w:r>
        <w:rPr>
          <w:noProof/>
        </w:rPr>
        <w:tab/>
        <w:t>138</w:t>
      </w:r>
    </w:p>
    <w:p w:rsidR="00491614" w:rsidRPr="00A1796F" w:rsidRDefault="00491614" w:rsidP="00491614">
      <w:pPr>
        <w:pStyle w:val="BodyText"/>
        <w:rPr>
          <w:rFonts w:asciiTheme="minorHAnsi" w:hAnsiTheme="minorHAnsi" w:cstheme="minorHAnsi"/>
          <w:noProof/>
          <w:sz w:val="28"/>
          <w:szCs w:val="28"/>
        </w:rPr>
      </w:pPr>
      <w:r>
        <w:rPr>
          <w:rFonts w:asciiTheme="minorHAnsi" w:hAnsiTheme="minorHAnsi" w:cstheme="minorHAnsi"/>
          <w:noProof/>
          <w:sz w:val="28"/>
          <w:szCs w:val="28"/>
        </w:rPr>
        <w:t>Part B</w:t>
      </w:r>
      <w:r w:rsidRPr="00A1796F">
        <w:rPr>
          <w:rFonts w:asciiTheme="minorHAnsi" w:hAnsiTheme="minorHAnsi" w:cstheme="minorHAnsi"/>
          <w:noProof/>
          <w:sz w:val="28"/>
          <w:szCs w:val="28"/>
        </w:rPr>
        <w:t xml:space="preserve">: </w:t>
      </w:r>
      <w:r>
        <w:rPr>
          <w:rFonts w:asciiTheme="minorHAnsi" w:hAnsiTheme="minorHAnsi" w:cstheme="minorHAnsi"/>
          <w:noProof/>
          <w:sz w:val="28"/>
          <w:szCs w:val="28"/>
        </w:rPr>
        <w:t>Outcomes of ECEC</w:t>
      </w:r>
    </w:p>
    <w:p w:rsidR="00491614" w:rsidRDefault="00491614">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Childhood learning and development</w:t>
      </w:r>
      <w:r>
        <w:rPr>
          <w:noProof/>
        </w:rPr>
        <w:tab/>
        <w:t>147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What facilitates children’s learning and development?</w:t>
      </w:r>
      <w:r>
        <w:rPr>
          <w:noProof/>
        </w:rPr>
        <w:tab/>
        <w:t>148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How are Australian children doing at present?</w:t>
      </w:r>
      <w:r>
        <w:rPr>
          <w:noProof/>
        </w:rPr>
        <w:tab/>
        <w:t>160</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Meeting the development needs of children</w:t>
      </w:r>
      <w:r>
        <w:rPr>
          <w:noProof/>
        </w:rPr>
        <w:tab/>
        <w:t>166</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5.4</w:t>
      </w:r>
      <w:r>
        <w:rPr>
          <w:rFonts w:asciiTheme="minorHAnsi" w:eastAsiaTheme="minorEastAsia" w:hAnsiTheme="minorHAnsi" w:cstheme="minorBidi"/>
          <w:noProof/>
          <w:sz w:val="22"/>
          <w:szCs w:val="22"/>
          <w:lang w:eastAsia="en-AU"/>
        </w:rPr>
        <w:tab/>
      </w:r>
      <w:r>
        <w:rPr>
          <w:noProof/>
        </w:rPr>
        <w:t>What are the benefits to the individual and the wider community from attending ECEC?</w:t>
      </w:r>
      <w:r>
        <w:rPr>
          <w:noProof/>
        </w:rPr>
        <w:tab/>
        <w:t>176</w:t>
      </w:r>
    </w:p>
    <w:p w:rsidR="00491614" w:rsidRDefault="00491614">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Workforce participation</w:t>
      </w:r>
      <w:r>
        <w:rPr>
          <w:noProof/>
        </w:rPr>
        <w:tab/>
        <w:t>183</w:t>
      </w:r>
    </w:p>
    <w:p w:rsidR="00491614" w:rsidRPr="00491614" w:rsidRDefault="00491614" w:rsidP="00491614">
      <w:pPr>
        <w:pStyle w:val="TOC2"/>
        <w:tabs>
          <w:tab w:val="left" w:pos="1190"/>
        </w:tabs>
        <w:spacing w:line="280" w:lineRule="exact"/>
        <w:ind w:left="1134" w:hanging="624"/>
        <w:rPr>
          <w:noProof/>
        </w:rPr>
      </w:pPr>
      <w:r>
        <w:rPr>
          <w:noProof/>
        </w:rPr>
        <w:t>6.1</w:t>
      </w:r>
      <w:r w:rsidRPr="00491614">
        <w:rPr>
          <w:noProof/>
        </w:rPr>
        <w:tab/>
      </w:r>
      <w:r>
        <w:rPr>
          <w:noProof/>
        </w:rPr>
        <w:t>Why are we interested in the workforce participation of parents?</w:t>
      </w:r>
      <w:r>
        <w:rPr>
          <w:noProof/>
        </w:rPr>
        <w:tab/>
        <w:t>184</w:t>
      </w:r>
    </w:p>
    <w:p w:rsidR="00491614" w:rsidRPr="00491614" w:rsidRDefault="00491614" w:rsidP="00491614">
      <w:pPr>
        <w:pStyle w:val="TOC2"/>
        <w:tabs>
          <w:tab w:val="left" w:pos="1190"/>
        </w:tabs>
        <w:spacing w:line="280" w:lineRule="exact"/>
        <w:ind w:left="1134" w:hanging="624"/>
        <w:rPr>
          <w:noProof/>
        </w:rPr>
      </w:pPr>
      <w:r>
        <w:rPr>
          <w:noProof/>
        </w:rPr>
        <w:t>6.2</w:t>
      </w:r>
      <w:r w:rsidRPr="00491614">
        <w:rPr>
          <w:noProof/>
        </w:rPr>
        <w:tab/>
      </w:r>
      <w:r>
        <w:rPr>
          <w:noProof/>
        </w:rPr>
        <w:t>Current workforce participation patterns and trends</w:t>
      </w:r>
      <w:r>
        <w:rPr>
          <w:noProof/>
        </w:rPr>
        <w:tab/>
        <w:t>186</w:t>
      </w:r>
    </w:p>
    <w:p w:rsidR="00491614" w:rsidRPr="00491614" w:rsidRDefault="00491614" w:rsidP="00491614">
      <w:pPr>
        <w:pStyle w:val="TOC2"/>
        <w:tabs>
          <w:tab w:val="left" w:pos="1190"/>
        </w:tabs>
        <w:spacing w:line="280" w:lineRule="exact"/>
        <w:ind w:left="1134" w:hanging="624"/>
        <w:rPr>
          <w:noProof/>
        </w:rPr>
      </w:pPr>
      <w:r>
        <w:rPr>
          <w:noProof/>
        </w:rPr>
        <w:t>6.3</w:t>
      </w:r>
      <w:r w:rsidRPr="00491614">
        <w:rPr>
          <w:noProof/>
        </w:rPr>
        <w:tab/>
      </w:r>
      <w:r>
        <w:rPr>
          <w:noProof/>
        </w:rPr>
        <w:t>What scope is there for increasing the workforce participation of mothers?</w:t>
      </w:r>
      <w:r>
        <w:rPr>
          <w:noProof/>
        </w:rPr>
        <w:tab/>
        <w:t>200</w:t>
      </w:r>
    </w:p>
    <w:p w:rsidR="00491614" w:rsidRPr="00491614" w:rsidRDefault="00491614" w:rsidP="00491614">
      <w:pPr>
        <w:pStyle w:val="TOC2"/>
        <w:tabs>
          <w:tab w:val="left" w:pos="1190"/>
        </w:tabs>
        <w:spacing w:line="280" w:lineRule="exact"/>
        <w:ind w:left="1134" w:hanging="624"/>
        <w:rPr>
          <w:noProof/>
        </w:rPr>
      </w:pPr>
      <w:r>
        <w:rPr>
          <w:noProof/>
        </w:rPr>
        <w:t>6.4</w:t>
      </w:r>
      <w:r w:rsidRPr="00491614">
        <w:rPr>
          <w:noProof/>
        </w:rPr>
        <w:tab/>
      </w:r>
      <w:r>
        <w:rPr>
          <w:noProof/>
        </w:rPr>
        <w:t xml:space="preserve">Workforce participation and future </w:t>
      </w:r>
      <w:r w:rsidR="00711065">
        <w:rPr>
          <w:noProof/>
        </w:rPr>
        <w:t>ECEC</w:t>
      </w:r>
      <w:r>
        <w:rPr>
          <w:noProof/>
        </w:rPr>
        <w:t xml:space="preserve"> needs</w:t>
      </w:r>
      <w:r>
        <w:rPr>
          <w:noProof/>
        </w:rPr>
        <w:tab/>
        <w:t>232</w:t>
      </w:r>
    </w:p>
    <w:p w:rsidR="00491614" w:rsidRPr="00491614" w:rsidRDefault="00491614" w:rsidP="00491614">
      <w:pPr>
        <w:pStyle w:val="TOC2"/>
        <w:tabs>
          <w:tab w:val="left" w:pos="1190"/>
        </w:tabs>
        <w:spacing w:line="280" w:lineRule="exact"/>
        <w:ind w:left="1134" w:hanging="624"/>
        <w:rPr>
          <w:noProof/>
        </w:rPr>
      </w:pPr>
      <w:r>
        <w:rPr>
          <w:noProof/>
        </w:rPr>
        <w:t>6.5</w:t>
      </w:r>
      <w:r w:rsidRPr="00491614">
        <w:rPr>
          <w:noProof/>
        </w:rPr>
        <w:tab/>
      </w:r>
      <w:r>
        <w:rPr>
          <w:noProof/>
        </w:rPr>
        <w:t>Supporting the workforce participation of parents through family</w:t>
      </w:r>
      <w:r>
        <w:rPr>
          <w:noProof/>
        </w:rPr>
        <w:noBreakHyphen/>
        <w:t>friendly arrangements</w:t>
      </w:r>
      <w:r>
        <w:rPr>
          <w:noProof/>
        </w:rPr>
        <w:tab/>
        <w:t>233</w:t>
      </w:r>
    </w:p>
    <w:p w:rsidR="00491614" w:rsidRPr="00A46BCF" w:rsidRDefault="00491614" w:rsidP="005A292C">
      <w:pPr>
        <w:pStyle w:val="BodyText"/>
        <w:shd w:val="pct15" w:color="auto" w:fill="auto"/>
        <w:jc w:val="center"/>
        <w:rPr>
          <w:rFonts w:ascii="Arial" w:hAnsi="Arial" w:cs="Arial"/>
          <w:noProof/>
          <w:sz w:val="32"/>
          <w:szCs w:val="40"/>
        </w:rPr>
      </w:pPr>
      <w:r w:rsidRPr="00A46BCF">
        <w:rPr>
          <w:rFonts w:ascii="Arial" w:hAnsi="Arial" w:cs="Arial"/>
          <w:noProof/>
          <w:sz w:val="32"/>
          <w:szCs w:val="40"/>
        </w:rPr>
        <w:t>VOLUME 2</w:t>
      </w:r>
    </w:p>
    <w:p w:rsidR="00491614" w:rsidRPr="00A1796F" w:rsidRDefault="00491614" w:rsidP="00491614">
      <w:pPr>
        <w:pStyle w:val="BodyText"/>
        <w:rPr>
          <w:rFonts w:asciiTheme="minorHAnsi" w:hAnsiTheme="minorHAnsi" w:cstheme="minorHAnsi"/>
          <w:noProof/>
          <w:sz w:val="28"/>
          <w:szCs w:val="28"/>
        </w:rPr>
      </w:pPr>
      <w:r>
        <w:rPr>
          <w:rFonts w:asciiTheme="minorHAnsi" w:hAnsiTheme="minorHAnsi" w:cstheme="minorHAnsi"/>
          <w:noProof/>
          <w:sz w:val="28"/>
          <w:szCs w:val="28"/>
        </w:rPr>
        <w:t>Part C</w:t>
      </w:r>
      <w:r w:rsidRPr="00A1796F">
        <w:rPr>
          <w:rFonts w:asciiTheme="minorHAnsi" w:hAnsiTheme="minorHAnsi" w:cstheme="minorHAnsi"/>
          <w:noProof/>
          <w:sz w:val="28"/>
          <w:szCs w:val="28"/>
        </w:rPr>
        <w:t>: Evaluation and options for improvement</w:t>
      </w:r>
    </w:p>
    <w:p w:rsidR="00491614" w:rsidRDefault="00491614">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Regulation of ECEC providers</w:t>
      </w:r>
      <w:r>
        <w:rPr>
          <w:noProof/>
        </w:rPr>
        <w:tab/>
        <w:t>247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Rationales for regulating ECEC</w:t>
      </w:r>
      <w:r>
        <w:rPr>
          <w:noProof/>
        </w:rPr>
        <w:tab/>
        <w:t>248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National Quality Framework</w:t>
      </w:r>
      <w:r>
        <w:rPr>
          <w:noProof/>
        </w:rPr>
        <w:tab/>
        <w:t>249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Other regulations affecting ECEC</w:t>
      </w:r>
      <w:r>
        <w:rPr>
          <w:noProof/>
        </w:rPr>
        <w:tab/>
        <w:t>295</w:t>
      </w:r>
    </w:p>
    <w:p w:rsidR="00491614" w:rsidRDefault="00491614">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Pr>
          <w:noProof/>
        </w:rPr>
        <w:t>ECEC Workforce</w:t>
      </w:r>
      <w:r>
        <w:rPr>
          <w:noProof/>
        </w:rPr>
        <w:tab/>
        <w:t>309</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The ECEC workforce</w:t>
      </w:r>
      <w:r>
        <w:rPr>
          <w:noProof/>
        </w:rPr>
        <w:tab/>
        <w:t>310</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Pay and conditions</w:t>
      </w:r>
      <w:r>
        <w:rPr>
          <w:noProof/>
        </w:rPr>
        <w:tab/>
        <w:t>316</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Recruitment, retention and workforce shortages</w:t>
      </w:r>
      <w:r>
        <w:rPr>
          <w:noProof/>
        </w:rPr>
        <w:tab/>
        <w:t>324</w:t>
      </w:r>
    </w:p>
    <w:p w:rsidR="00491614" w:rsidRDefault="00491614" w:rsidP="00491614">
      <w:pPr>
        <w:pStyle w:val="TOC2"/>
        <w:tabs>
          <w:tab w:val="left" w:pos="1190"/>
        </w:tabs>
        <w:ind w:left="1134" w:hanging="624"/>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Training and development</w:t>
      </w:r>
      <w:r>
        <w:rPr>
          <w:noProof/>
        </w:rPr>
        <w:tab/>
        <w:t>337</w:t>
      </w:r>
    </w:p>
    <w:p w:rsidR="006E7E0E" w:rsidRDefault="006E7E0E">
      <w:pPr>
        <w:rPr>
          <w:rFonts w:ascii="Arial" w:hAnsi="Arial"/>
          <w:b/>
          <w:noProof/>
          <w:szCs w:val="26"/>
        </w:rPr>
      </w:pPr>
      <w:r>
        <w:rPr>
          <w:noProof/>
        </w:rPr>
        <w:br w:type="page"/>
      </w:r>
    </w:p>
    <w:p w:rsidR="00491614" w:rsidRDefault="00491614">
      <w:pPr>
        <w:pStyle w:val="TOC1"/>
        <w:rPr>
          <w:rFonts w:asciiTheme="minorHAnsi" w:eastAsiaTheme="minorEastAsia" w:hAnsiTheme="minorHAnsi" w:cstheme="minorBidi"/>
          <w:b w:val="0"/>
          <w:noProof/>
          <w:sz w:val="22"/>
          <w:szCs w:val="22"/>
          <w:lang w:eastAsia="en-AU"/>
        </w:rPr>
      </w:pPr>
      <w:r>
        <w:rPr>
          <w:noProof/>
        </w:rPr>
        <w:lastRenderedPageBreak/>
        <w:t>9</w:t>
      </w:r>
      <w:r>
        <w:rPr>
          <w:rFonts w:asciiTheme="minorHAnsi" w:eastAsiaTheme="minorEastAsia" w:hAnsiTheme="minorHAnsi" w:cstheme="minorBidi"/>
          <w:b w:val="0"/>
          <w:noProof/>
          <w:sz w:val="22"/>
          <w:szCs w:val="22"/>
          <w:lang w:eastAsia="en-AU"/>
        </w:rPr>
        <w:tab/>
      </w:r>
      <w:r>
        <w:rPr>
          <w:noProof/>
        </w:rPr>
        <w:t xml:space="preserve">The market for </w:t>
      </w:r>
      <w:r w:rsidR="00EA154F">
        <w:rPr>
          <w:noProof/>
        </w:rPr>
        <w:t>ECEC</w:t>
      </w:r>
      <w:r>
        <w:rPr>
          <w:noProof/>
        </w:rPr>
        <w:t xml:space="preserve"> services</w:t>
      </w:r>
      <w:r>
        <w:rPr>
          <w:noProof/>
        </w:rPr>
        <w:tab/>
        <w:t>347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9.1</w:t>
      </w:r>
      <w:r>
        <w:rPr>
          <w:rFonts w:asciiTheme="minorHAnsi" w:eastAsiaTheme="minorEastAsia" w:hAnsiTheme="minorHAnsi" w:cstheme="minorBidi"/>
          <w:noProof/>
          <w:sz w:val="22"/>
          <w:szCs w:val="22"/>
          <w:lang w:eastAsia="en-AU"/>
        </w:rPr>
        <w:tab/>
      </w:r>
      <w:r>
        <w:rPr>
          <w:noProof/>
        </w:rPr>
        <w:t>The market</w:t>
      </w:r>
      <w:r>
        <w:rPr>
          <w:noProof/>
        </w:rPr>
        <w:noBreakHyphen/>
        <w:t>based delivery of services</w:t>
      </w:r>
      <w:r>
        <w:rPr>
          <w:noProof/>
        </w:rPr>
        <w:tab/>
        <w:t>348</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9.2</w:t>
      </w:r>
      <w:r>
        <w:rPr>
          <w:rFonts w:asciiTheme="minorHAnsi" w:eastAsiaTheme="minorEastAsia" w:hAnsiTheme="minorHAnsi" w:cstheme="minorBidi"/>
          <w:noProof/>
          <w:sz w:val="22"/>
          <w:szCs w:val="22"/>
          <w:lang w:eastAsia="en-AU"/>
        </w:rPr>
        <w:tab/>
      </w:r>
      <w:r>
        <w:rPr>
          <w:noProof/>
        </w:rPr>
        <w:t>How responsive is the supply of services?</w:t>
      </w:r>
      <w:r>
        <w:rPr>
          <w:noProof/>
        </w:rPr>
        <w:tab/>
        <w:t>349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9.3</w:t>
      </w:r>
      <w:r>
        <w:rPr>
          <w:rFonts w:asciiTheme="minorHAnsi" w:eastAsiaTheme="minorEastAsia" w:hAnsiTheme="minorHAnsi" w:cstheme="minorBidi"/>
          <w:noProof/>
          <w:sz w:val="22"/>
          <w:szCs w:val="22"/>
          <w:lang w:eastAsia="en-AU"/>
        </w:rPr>
        <w:tab/>
      </w:r>
      <w:r>
        <w:rPr>
          <w:noProof/>
        </w:rPr>
        <w:t>Do price rises reflect growth in costs?</w:t>
      </w:r>
      <w:r>
        <w:rPr>
          <w:noProof/>
        </w:rPr>
        <w:tab/>
        <w:t>359</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9.4</w:t>
      </w:r>
      <w:r>
        <w:rPr>
          <w:rFonts w:asciiTheme="minorHAnsi" w:eastAsiaTheme="minorEastAsia" w:hAnsiTheme="minorHAnsi" w:cstheme="minorBidi"/>
          <w:noProof/>
          <w:sz w:val="22"/>
          <w:szCs w:val="22"/>
          <w:lang w:eastAsia="en-AU"/>
        </w:rPr>
        <w:tab/>
      </w:r>
      <w:r>
        <w:rPr>
          <w:noProof/>
        </w:rPr>
        <w:t xml:space="preserve">The structure and performance of </w:t>
      </w:r>
      <w:r w:rsidR="00EA154F">
        <w:rPr>
          <w:noProof/>
        </w:rPr>
        <w:t>ECEC</w:t>
      </w:r>
      <w:r>
        <w:rPr>
          <w:noProof/>
        </w:rPr>
        <w:t xml:space="preserve"> markets</w:t>
      </w:r>
      <w:r>
        <w:rPr>
          <w:noProof/>
        </w:rPr>
        <w:tab/>
        <w:t>367</w:t>
      </w:r>
    </w:p>
    <w:p w:rsidR="00491614" w:rsidRDefault="00491614" w:rsidP="00491614">
      <w:pPr>
        <w:pStyle w:val="TOC2"/>
        <w:tabs>
          <w:tab w:val="left" w:pos="1190"/>
        </w:tabs>
        <w:spacing w:line="280" w:lineRule="exact"/>
        <w:ind w:left="1134" w:hanging="624"/>
        <w:rPr>
          <w:rFonts w:asciiTheme="minorHAnsi" w:eastAsiaTheme="minorEastAsia" w:hAnsiTheme="minorHAnsi" w:cstheme="minorBidi"/>
          <w:noProof/>
          <w:sz w:val="22"/>
          <w:szCs w:val="22"/>
          <w:lang w:eastAsia="en-AU"/>
        </w:rPr>
      </w:pPr>
      <w:r>
        <w:rPr>
          <w:noProof/>
        </w:rPr>
        <w:t>9.5</w:t>
      </w:r>
      <w:r>
        <w:rPr>
          <w:rFonts w:asciiTheme="minorHAnsi" w:eastAsiaTheme="minorEastAsia" w:hAnsiTheme="minorHAnsi" w:cstheme="minorBidi"/>
          <w:noProof/>
          <w:sz w:val="22"/>
          <w:szCs w:val="22"/>
          <w:lang w:eastAsia="en-AU"/>
        </w:rPr>
        <w:tab/>
      </w:r>
      <w:r>
        <w:rPr>
          <w:noProof/>
        </w:rPr>
        <w:t xml:space="preserve">The impact of government assistance on </w:t>
      </w:r>
      <w:r w:rsidR="00EA154F">
        <w:rPr>
          <w:noProof/>
        </w:rPr>
        <w:t>ECEC</w:t>
      </w:r>
      <w:r>
        <w:rPr>
          <w:noProof/>
        </w:rPr>
        <w:t xml:space="preserve"> markets and prices</w:t>
      </w:r>
      <w:r>
        <w:rPr>
          <w:noProof/>
        </w:rPr>
        <w:tab/>
        <w:t>387</w:t>
      </w:r>
    </w:p>
    <w:p w:rsidR="00491614" w:rsidRDefault="00491614">
      <w:pPr>
        <w:pStyle w:val="TOC1"/>
        <w:rPr>
          <w:rFonts w:asciiTheme="minorHAnsi" w:eastAsiaTheme="minorEastAsia" w:hAnsiTheme="minorHAnsi" w:cstheme="minorBidi"/>
          <w:b w:val="0"/>
          <w:noProof/>
          <w:sz w:val="22"/>
          <w:szCs w:val="22"/>
          <w:lang w:eastAsia="en-AU"/>
        </w:rPr>
      </w:pPr>
      <w:r>
        <w:rPr>
          <w:noProof/>
        </w:rPr>
        <w:t>10</w:t>
      </w:r>
      <w:r>
        <w:rPr>
          <w:rFonts w:asciiTheme="minorHAnsi" w:eastAsiaTheme="minorEastAsia" w:hAnsiTheme="minorHAnsi" w:cstheme="minorBidi"/>
          <w:b w:val="0"/>
          <w:noProof/>
          <w:sz w:val="22"/>
          <w:szCs w:val="22"/>
          <w:lang w:eastAsia="en-AU"/>
        </w:rPr>
        <w:tab/>
      </w:r>
      <w:r>
        <w:rPr>
          <w:noProof/>
        </w:rPr>
        <w:t>Accessibility and flexibility</w:t>
      </w:r>
      <w:r>
        <w:rPr>
          <w:noProof/>
        </w:rPr>
        <w:tab/>
        <w:t>401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10.1</w:t>
      </w:r>
      <w:r>
        <w:rPr>
          <w:rFonts w:asciiTheme="minorHAnsi" w:eastAsiaTheme="minorEastAsia" w:hAnsiTheme="minorHAnsi" w:cstheme="minorBidi"/>
          <w:noProof/>
          <w:sz w:val="22"/>
          <w:szCs w:val="22"/>
          <w:lang w:eastAsia="en-AU"/>
        </w:rPr>
        <w:tab/>
      </w:r>
      <w:r>
        <w:rPr>
          <w:noProof/>
        </w:rPr>
        <w:t>How accessible are current arrangements?</w:t>
      </w:r>
      <w:r>
        <w:rPr>
          <w:noProof/>
        </w:rPr>
        <w:tab/>
        <w:t>401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10.2</w:t>
      </w:r>
      <w:r>
        <w:rPr>
          <w:rFonts w:asciiTheme="minorHAnsi" w:eastAsiaTheme="minorEastAsia" w:hAnsiTheme="minorHAnsi" w:cstheme="minorBidi"/>
          <w:noProof/>
          <w:sz w:val="22"/>
          <w:szCs w:val="22"/>
          <w:lang w:eastAsia="en-AU"/>
        </w:rPr>
        <w:tab/>
      </w:r>
      <w:r>
        <w:rPr>
          <w:noProof/>
        </w:rPr>
        <w:t>How common are ECEC vacancies?</w:t>
      </w:r>
      <w:r>
        <w:rPr>
          <w:noProof/>
        </w:rPr>
        <w:tab/>
        <w:t>404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10.3</w:t>
      </w:r>
      <w:r>
        <w:rPr>
          <w:rFonts w:asciiTheme="minorHAnsi" w:eastAsiaTheme="minorEastAsia" w:hAnsiTheme="minorHAnsi" w:cstheme="minorBidi"/>
          <w:noProof/>
          <w:sz w:val="22"/>
          <w:szCs w:val="22"/>
          <w:lang w:eastAsia="en-AU"/>
        </w:rPr>
        <w:tab/>
      </w:r>
      <w:r>
        <w:rPr>
          <w:noProof/>
        </w:rPr>
        <w:t>Accessibility for different child age groups</w:t>
      </w:r>
      <w:r>
        <w:rPr>
          <w:noProof/>
        </w:rPr>
        <w:tab/>
        <w:t>410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10.4</w:t>
      </w:r>
      <w:r>
        <w:rPr>
          <w:rFonts w:asciiTheme="minorHAnsi" w:eastAsiaTheme="minorEastAsia" w:hAnsiTheme="minorHAnsi" w:cstheme="minorBidi"/>
          <w:noProof/>
          <w:sz w:val="22"/>
          <w:szCs w:val="22"/>
          <w:lang w:eastAsia="en-AU"/>
        </w:rPr>
        <w:tab/>
      </w:r>
      <w:r>
        <w:rPr>
          <w:noProof/>
        </w:rPr>
        <w:t>Geographic characteristics of access issues</w:t>
      </w:r>
      <w:r>
        <w:rPr>
          <w:noProof/>
        </w:rPr>
        <w:tab/>
        <w:t>416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10.5</w:t>
      </w:r>
      <w:r>
        <w:rPr>
          <w:rFonts w:asciiTheme="minorHAnsi" w:eastAsiaTheme="minorEastAsia" w:hAnsiTheme="minorHAnsi" w:cstheme="minorBidi"/>
          <w:noProof/>
          <w:sz w:val="22"/>
          <w:szCs w:val="22"/>
          <w:lang w:eastAsia="en-AU"/>
        </w:rPr>
        <w:tab/>
      </w:r>
      <w:r>
        <w:rPr>
          <w:noProof/>
        </w:rPr>
        <w:t>How flexible are current arrangements?</w:t>
      </w:r>
      <w:r>
        <w:rPr>
          <w:noProof/>
        </w:rPr>
        <w:tab/>
        <w:t>426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10.6</w:t>
      </w:r>
      <w:r>
        <w:rPr>
          <w:rFonts w:asciiTheme="minorHAnsi" w:eastAsiaTheme="minorEastAsia" w:hAnsiTheme="minorHAnsi" w:cstheme="minorBidi"/>
          <w:noProof/>
          <w:sz w:val="22"/>
          <w:szCs w:val="22"/>
          <w:lang w:eastAsia="en-AU"/>
        </w:rPr>
        <w:tab/>
      </w:r>
      <w:r>
        <w:rPr>
          <w:noProof/>
        </w:rPr>
        <w:t>Use of home</w:t>
      </w:r>
      <w:r>
        <w:rPr>
          <w:noProof/>
        </w:rPr>
        <w:noBreakHyphen/>
        <w:t>based care options for greater flexibility</w:t>
      </w:r>
      <w:r>
        <w:rPr>
          <w:noProof/>
        </w:rPr>
        <w:tab/>
        <w:t>434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10.7</w:t>
      </w:r>
      <w:r>
        <w:rPr>
          <w:rFonts w:asciiTheme="minorHAnsi" w:eastAsiaTheme="minorEastAsia" w:hAnsiTheme="minorHAnsi" w:cstheme="minorBidi"/>
          <w:noProof/>
          <w:sz w:val="22"/>
          <w:szCs w:val="22"/>
          <w:lang w:eastAsia="en-AU"/>
        </w:rPr>
        <w:tab/>
      </w:r>
      <w:r>
        <w:rPr>
          <w:noProof/>
        </w:rPr>
        <w:t>Provider trials of alternative flexible arrangements</w:t>
      </w:r>
      <w:r>
        <w:rPr>
          <w:noProof/>
        </w:rPr>
        <w:tab/>
        <w:t>445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10.8</w:t>
      </w:r>
      <w:r>
        <w:rPr>
          <w:rFonts w:asciiTheme="minorHAnsi" w:eastAsiaTheme="minorEastAsia" w:hAnsiTheme="minorHAnsi" w:cstheme="minorBidi"/>
          <w:noProof/>
          <w:sz w:val="22"/>
          <w:szCs w:val="22"/>
          <w:lang w:eastAsia="en-AU"/>
        </w:rPr>
        <w:tab/>
      </w:r>
      <w:r>
        <w:rPr>
          <w:noProof/>
        </w:rPr>
        <w:t>Summing up</w:t>
      </w:r>
      <w:r>
        <w:rPr>
          <w:noProof/>
        </w:rPr>
        <w:tab/>
        <w:t>446</w:t>
      </w:r>
    </w:p>
    <w:p w:rsidR="00491614" w:rsidRPr="00711065" w:rsidRDefault="00491614">
      <w:pPr>
        <w:pStyle w:val="TOC1"/>
        <w:rPr>
          <w:rFonts w:asciiTheme="minorHAnsi" w:eastAsiaTheme="minorEastAsia" w:hAnsiTheme="minorHAnsi" w:cstheme="minorBidi"/>
          <w:b w:val="0"/>
          <w:noProof/>
          <w:sz w:val="22"/>
          <w:szCs w:val="22"/>
          <w:lang w:eastAsia="en-AU"/>
        </w:rPr>
      </w:pPr>
      <w:r w:rsidRPr="00711065">
        <w:rPr>
          <w:noProof/>
        </w:rPr>
        <w:t>11</w:t>
      </w:r>
      <w:r w:rsidRPr="00711065">
        <w:rPr>
          <w:rFonts w:asciiTheme="minorHAnsi" w:eastAsiaTheme="minorEastAsia" w:hAnsiTheme="minorHAnsi" w:cstheme="minorBidi"/>
          <w:b w:val="0"/>
          <w:noProof/>
          <w:sz w:val="22"/>
          <w:szCs w:val="22"/>
          <w:lang w:eastAsia="en-AU"/>
        </w:rPr>
        <w:tab/>
      </w:r>
      <w:r w:rsidRPr="00711065">
        <w:rPr>
          <w:noProof/>
        </w:rPr>
        <w:t>Affordability</w:t>
      </w:r>
      <w:r w:rsidRPr="00711065">
        <w:rPr>
          <w:noProof/>
        </w:rPr>
        <w:tab/>
        <w:t>44</w:t>
      </w:r>
      <w:r w:rsidR="00711065">
        <w:rPr>
          <w:noProof/>
        </w:rPr>
        <w:t>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11.1</w:t>
      </w:r>
      <w:r>
        <w:rPr>
          <w:rFonts w:asciiTheme="minorHAnsi" w:eastAsiaTheme="minorEastAsia" w:hAnsiTheme="minorHAnsi" w:cstheme="minorBidi"/>
          <w:noProof/>
          <w:sz w:val="22"/>
          <w:szCs w:val="22"/>
          <w:lang w:eastAsia="en-AU"/>
        </w:rPr>
        <w:tab/>
      </w:r>
      <w:r>
        <w:rPr>
          <w:noProof/>
        </w:rPr>
        <w:t>How mu</w:t>
      </w:r>
      <w:r w:rsidR="00711065">
        <w:rPr>
          <w:noProof/>
        </w:rPr>
        <w:t>ch do families pay for ECEC?</w:t>
      </w:r>
      <w:r w:rsidR="00711065">
        <w:rPr>
          <w:noProof/>
        </w:rPr>
        <w:tab/>
        <w:t>450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11.2</w:t>
      </w:r>
      <w:r>
        <w:rPr>
          <w:rFonts w:asciiTheme="minorHAnsi" w:eastAsiaTheme="minorEastAsia" w:hAnsiTheme="minorHAnsi" w:cstheme="minorBidi"/>
          <w:noProof/>
          <w:sz w:val="22"/>
          <w:szCs w:val="22"/>
          <w:lang w:eastAsia="en-AU"/>
        </w:rPr>
        <w:tab/>
      </w:r>
      <w:r>
        <w:rPr>
          <w:noProof/>
        </w:rPr>
        <w:t>How does the C</w:t>
      </w:r>
      <w:r w:rsidR="00711065">
        <w:rPr>
          <w:noProof/>
        </w:rPr>
        <w:t>CR cap affect affordability?</w:t>
      </w:r>
      <w:r w:rsidR="00711065">
        <w:rPr>
          <w:noProof/>
        </w:rPr>
        <w:tab/>
        <w:t>466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11.3</w:t>
      </w:r>
      <w:r>
        <w:rPr>
          <w:rFonts w:asciiTheme="minorHAnsi" w:eastAsiaTheme="minorEastAsia" w:hAnsiTheme="minorHAnsi" w:cstheme="minorBidi"/>
          <w:noProof/>
          <w:sz w:val="22"/>
          <w:szCs w:val="22"/>
          <w:lang w:eastAsia="en-AU"/>
        </w:rPr>
        <w:tab/>
      </w:r>
      <w:r>
        <w:rPr>
          <w:noProof/>
        </w:rPr>
        <w:t>Is childcare becom</w:t>
      </w:r>
      <w:r w:rsidR="00711065">
        <w:rPr>
          <w:noProof/>
        </w:rPr>
        <w:t>ing more or less affordable?</w:t>
      </w:r>
      <w:r w:rsidR="00711065">
        <w:rPr>
          <w:noProof/>
        </w:rPr>
        <w:tab/>
        <w:t>474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11.4</w:t>
      </w:r>
      <w:r>
        <w:rPr>
          <w:rFonts w:asciiTheme="minorHAnsi" w:eastAsiaTheme="minorEastAsia" w:hAnsiTheme="minorHAnsi" w:cstheme="minorBidi"/>
          <w:noProof/>
          <w:sz w:val="22"/>
          <w:szCs w:val="22"/>
          <w:lang w:eastAsia="en-AU"/>
        </w:rPr>
        <w:tab/>
      </w:r>
      <w:r>
        <w:rPr>
          <w:noProof/>
        </w:rPr>
        <w:t>The design of current assistan</w:t>
      </w:r>
      <w:r w:rsidR="00711065">
        <w:rPr>
          <w:noProof/>
        </w:rPr>
        <w:t>ce arrangements for families</w:t>
      </w:r>
      <w:r w:rsidR="00711065">
        <w:rPr>
          <w:noProof/>
        </w:rPr>
        <w:tab/>
        <w:t>478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11.5</w:t>
      </w:r>
      <w:r>
        <w:rPr>
          <w:rFonts w:asciiTheme="minorHAnsi" w:eastAsiaTheme="minorEastAsia" w:hAnsiTheme="minorHAnsi" w:cstheme="minorBidi"/>
          <w:noProof/>
          <w:sz w:val="22"/>
          <w:szCs w:val="22"/>
          <w:lang w:eastAsia="en-AU"/>
        </w:rPr>
        <w:tab/>
      </w:r>
      <w:r w:rsidR="00711065">
        <w:rPr>
          <w:noProof/>
        </w:rPr>
        <w:t>Sustainability for taxpayers</w:t>
      </w:r>
      <w:r w:rsidR="00711065">
        <w:rPr>
          <w:noProof/>
        </w:rPr>
        <w:tab/>
        <w:t>483</w:t>
      </w:r>
    </w:p>
    <w:p w:rsidR="00491614" w:rsidRDefault="00491614">
      <w:pPr>
        <w:pStyle w:val="TOC1"/>
        <w:rPr>
          <w:rFonts w:asciiTheme="minorHAnsi" w:eastAsiaTheme="minorEastAsia" w:hAnsiTheme="minorHAnsi" w:cstheme="minorBidi"/>
          <w:b w:val="0"/>
          <w:noProof/>
          <w:sz w:val="22"/>
          <w:szCs w:val="22"/>
          <w:lang w:eastAsia="en-AU"/>
        </w:rPr>
      </w:pPr>
      <w:r>
        <w:rPr>
          <w:noProof/>
        </w:rPr>
        <w:t>12</w:t>
      </w:r>
      <w:r>
        <w:rPr>
          <w:rFonts w:asciiTheme="minorHAnsi" w:eastAsiaTheme="minorEastAsia" w:hAnsiTheme="minorHAnsi" w:cstheme="minorBidi"/>
          <w:b w:val="0"/>
          <w:noProof/>
          <w:sz w:val="22"/>
          <w:szCs w:val="22"/>
          <w:lang w:eastAsia="en-AU"/>
        </w:rPr>
        <w:tab/>
      </w:r>
      <w:r w:rsidR="00711065">
        <w:rPr>
          <w:noProof/>
        </w:rPr>
        <w:t>Preschool</w:t>
      </w:r>
      <w:r w:rsidR="00711065">
        <w:rPr>
          <w:noProof/>
        </w:rPr>
        <w:tab/>
        <w:t>489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12.1</w:t>
      </w:r>
      <w:r>
        <w:rPr>
          <w:rFonts w:asciiTheme="minorHAnsi" w:eastAsiaTheme="minorEastAsia" w:hAnsiTheme="minorHAnsi" w:cstheme="minorBidi"/>
          <w:noProof/>
          <w:sz w:val="22"/>
          <w:szCs w:val="22"/>
          <w:lang w:eastAsia="en-AU"/>
        </w:rPr>
        <w:tab/>
      </w:r>
      <w:r>
        <w:rPr>
          <w:noProof/>
        </w:rPr>
        <w:t>Current m</w:t>
      </w:r>
      <w:r w:rsidR="00711065">
        <w:rPr>
          <w:noProof/>
        </w:rPr>
        <w:t>ethods of preschool delivery</w:t>
      </w:r>
      <w:r w:rsidR="00711065">
        <w:rPr>
          <w:noProof/>
        </w:rPr>
        <w:tab/>
        <w:t>490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12.2</w:t>
      </w:r>
      <w:r>
        <w:rPr>
          <w:rFonts w:asciiTheme="minorHAnsi" w:eastAsiaTheme="minorEastAsia" w:hAnsiTheme="minorHAnsi" w:cstheme="minorBidi"/>
          <w:noProof/>
          <w:sz w:val="22"/>
          <w:szCs w:val="22"/>
          <w:lang w:eastAsia="en-AU"/>
        </w:rPr>
        <w:tab/>
      </w:r>
      <w:r>
        <w:rPr>
          <w:noProof/>
        </w:rPr>
        <w:t>Fu</w:t>
      </w:r>
      <w:r w:rsidR="00711065">
        <w:rPr>
          <w:noProof/>
        </w:rPr>
        <w:t>nding for preschool services</w:t>
      </w:r>
      <w:r w:rsidR="00711065">
        <w:rPr>
          <w:noProof/>
        </w:rPr>
        <w:tab/>
        <w:t>495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12.3</w:t>
      </w:r>
      <w:r>
        <w:rPr>
          <w:rFonts w:asciiTheme="minorHAnsi" w:eastAsiaTheme="minorEastAsia" w:hAnsiTheme="minorHAnsi" w:cstheme="minorBidi"/>
          <w:noProof/>
          <w:sz w:val="22"/>
          <w:szCs w:val="22"/>
          <w:lang w:eastAsia="en-AU"/>
        </w:rPr>
        <w:tab/>
      </w:r>
      <w:r>
        <w:rPr>
          <w:noProof/>
        </w:rPr>
        <w:t>Key issues in the de</w:t>
      </w:r>
      <w:r w:rsidR="00711065">
        <w:rPr>
          <w:noProof/>
        </w:rPr>
        <w:t>livery of preschool services</w:t>
      </w:r>
      <w:r w:rsidR="00711065">
        <w:rPr>
          <w:noProof/>
        </w:rPr>
        <w:tab/>
        <w:t>504</w:t>
      </w:r>
    </w:p>
    <w:p w:rsidR="00491614" w:rsidRDefault="00491614">
      <w:pPr>
        <w:pStyle w:val="TOC1"/>
        <w:rPr>
          <w:rFonts w:asciiTheme="minorHAnsi" w:eastAsiaTheme="minorEastAsia" w:hAnsiTheme="minorHAnsi" w:cstheme="minorBidi"/>
          <w:b w:val="0"/>
          <w:noProof/>
          <w:sz w:val="22"/>
          <w:szCs w:val="22"/>
          <w:lang w:eastAsia="en-AU"/>
        </w:rPr>
      </w:pPr>
      <w:r>
        <w:rPr>
          <w:noProof/>
        </w:rPr>
        <w:t>13</w:t>
      </w:r>
      <w:r>
        <w:rPr>
          <w:rFonts w:asciiTheme="minorHAnsi" w:eastAsiaTheme="minorEastAsia" w:hAnsiTheme="minorHAnsi" w:cstheme="minorBidi"/>
          <w:b w:val="0"/>
          <w:noProof/>
          <w:sz w:val="22"/>
          <w:szCs w:val="22"/>
          <w:lang w:eastAsia="en-AU"/>
        </w:rPr>
        <w:tab/>
      </w:r>
      <w:r>
        <w:rPr>
          <w:noProof/>
        </w:rPr>
        <w:t>Children w</w:t>
      </w:r>
      <w:r w:rsidR="00711065">
        <w:rPr>
          <w:noProof/>
        </w:rPr>
        <w:t>ith additional needs in ECEC</w:t>
      </w:r>
      <w:r w:rsidR="00711065">
        <w:rPr>
          <w:noProof/>
        </w:rPr>
        <w:tab/>
        <w:t>513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13.1</w:t>
      </w:r>
      <w:r>
        <w:rPr>
          <w:rFonts w:asciiTheme="minorHAnsi" w:eastAsiaTheme="minorEastAsia" w:hAnsiTheme="minorHAnsi" w:cstheme="minorBidi"/>
          <w:noProof/>
          <w:sz w:val="22"/>
          <w:szCs w:val="22"/>
          <w:lang w:eastAsia="en-AU"/>
        </w:rPr>
        <w:tab/>
      </w:r>
      <w:r>
        <w:rPr>
          <w:noProof/>
        </w:rPr>
        <w:t>Child</w:t>
      </w:r>
      <w:r w:rsidR="00711065">
        <w:rPr>
          <w:noProof/>
        </w:rPr>
        <w:t>ren with a disability</w:t>
      </w:r>
      <w:r w:rsidR="00711065">
        <w:rPr>
          <w:noProof/>
        </w:rPr>
        <w:tab/>
        <w:t>515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13.2</w:t>
      </w:r>
      <w:r>
        <w:rPr>
          <w:rFonts w:asciiTheme="minorHAnsi" w:eastAsiaTheme="minorEastAsia" w:hAnsiTheme="minorHAnsi" w:cstheme="minorBidi"/>
          <w:noProof/>
          <w:sz w:val="22"/>
          <w:szCs w:val="22"/>
          <w:lang w:eastAsia="en-AU"/>
        </w:rPr>
        <w:tab/>
      </w:r>
      <w:r>
        <w:rPr>
          <w:noProof/>
        </w:rPr>
        <w:t xml:space="preserve">Children from </w:t>
      </w:r>
      <w:r w:rsidR="00711065">
        <w:rPr>
          <w:noProof/>
        </w:rPr>
        <w:t>migrant and refugee families</w:t>
      </w:r>
      <w:r w:rsidR="00711065">
        <w:rPr>
          <w:noProof/>
        </w:rPr>
        <w:tab/>
        <w:t>521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13.3</w:t>
      </w:r>
      <w:r>
        <w:rPr>
          <w:rFonts w:asciiTheme="minorHAnsi" w:eastAsiaTheme="minorEastAsia" w:hAnsiTheme="minorHAnsi" w:cstheme="minorBidi"/>
          <w:noProof/>
          <w:sz w:val="22"/>
          <w:szCs w:val="22"/>
          <w:lang w:eastAsia="en-AU"/>
        </w:rPr>
        <w:tab/>
      </w:r>
      <w:r w:rsidR="00711065">
        <w:rPr>
          <w:noProof/>
        </w:rPr>
        <w:t>Indigenous children</w:t>
      </w:r>
      <w:r w:rsidR="00711065">
        <w:rPr>
          <w:noProof/>
        </w:rPr>
        <w:tab/>
        <w:t>524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13.4</w:t>
      </w:r>
      <w:r>
        <w:rPr>
          <w:rFonts w:asciiTheme="minorHAnsi" w:eastAsiaTheme="minorEastAsia" w:hAnsiTheme="minorHAnsi" w:cstheme="minorBidi"/>
          <w:noProof/>
          <w:sz w:val="22"/>
          <w:szCs w:val="22"/>
          <w:lang w:eastAsia="en-AU"/>
        </w:rPr>
        <w:tab/>
      </w:r>
      <w:r>
        <w:rPr>
          <w:noProof/>
        </w:rPr>
        <w:t>Childre</w:t>
      </w:r>
      <w:r w:rsidR="00711065">
        <w:rPr>
          <w:noProof/>
        </w:rPr>
        <w:t>n at risk of harm or neglect</w:t>
      </w:r>
      <w:r w:rsidR="00711065">
        <w:rPr>
          <w:noProof/>
        </w:rPr>
        <w:tab/>
        <w:t>527</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13.5</w:t>
      </w:r>
      <w:r>
        <w:rPr>
          <w:rFonts w:asciiTheme="minorHAnsi" w:eastAsiaTheme="minorEastAsia" w:hAnsiTheme="minorHAnsi" w:cstheme="minorBidi"/>
          <w:noProof/>
          <w:sz w:val="22"/>
          <w:szCs w:val="22"/>
          <w:lang w:eastAsia="en-AU"/>
        </w:rPr>
        <w:tab/>
      </w:r>
      <w:r>
        <w:rPr>
          <w:noProof/>
        </w:rPr>
        <w:t>Adequacy of programs targeting ch</w:t>
      </w:r>
      <w:r w:rsidR="00711065">
        <w:rPr>
          <w:noProof/>
        </w:rPr>
        <w:t>ildren with additional needs</w:t>
      </w:r>
      <w:r w:rsidR="00711065">
        <w:rPr>
          <w:noProof/>
        </w:rPr>
        <w:tab/>
        <w:t>528</w:t>
      </w:r>
    </w:p>
    <w:p w:rsidR="00491614" w:rsidRPr="00A1796F" w:rsidRDefault="00491614" w:rsidP="00491614">
      <w:pPr>
        <w:pStyle w:val="BodyText"/>
        <w:rPr>
          <w:rFonts w:asciiTheme="minorHAnsi" w:hAnsiTheme="minorHAnsi" w:cstheme="minorHAnsi"/>
          <w:noProof/>
          <w:sz w:val="28"/>
          <w:szCs w:val="28"/>
        </w:rPr>
      </w:pPr>
      <w:r>
        <w:rPr>
          <w:rFonts w:asciiTheme="minorHAnsi" w:hAnsiTheme="minorHAnsi" w:cstheme="minorHAnsi"/>
          <w:noProof/>
          <w:sz w:val="28"/>
          <w:szCs w:val="28"/>
        </w:rPr>
        <w:lastRenderedPageBreak/>
        <w:t>Part D</w:t>
      </w:r>
      <w:r w:rsidRPr="00A1796F">
        <w:rPr>
          <w:rFonts w:asciiTheme="minorHAnsi" w:hAnsiTheme="minorHAnsi" w:cstheme="minorHAnsi"/>
          <w:noProof/>
          <w:sz w:val="28"/>
          <w:szCs w:val="28"/>
        </w:rPr>
        <w:t xml:space="preserve">: </w:t>
      </w:r>
      <w:r>
        <w:rPr>
          <w:rFonts w:asciiTheme="minorHAnsi" w:hAnsiTheme="minorHAnsi" w:cstheme="minorHAnsi"/>
          <w:noProof/>
          <w:sz w:val="28"/>
          <w:szCs w:val="28"/>
        </w:rPr>
        <w:t>Funding, impacts and implementation</w:t>
      </w:r>
    </w:p>
    <w:p w:rsidR="00491614" w:rsidRDefault="00491614">
      <w:pPr>
        <w:pStyle w:val="TOC1"/>
        <w:rPr>
          <w:rFonts w:asciiTheme="minorHAnsi" w:eastAsiaTheme="minorEastAsia" w:hAnsiTheme="minorHAnsi" w:cstheme="minorBidi"/>
          <w:b w:val="0"/>
          <w:noProof/>
          <w:sz w:val="22"/>
          <w:szCs w:val="22"/>
          <w:lang w:eastAsia="en-AU"/>
        </w:rPr>
      </w:pPr>
      <w:r>
        <w:rPr>
          <w:noProof/>
        </w:rPr>
        <w:t>14</w:t>
      </w:r>
      <w:r>
        <w:rPr>
          <w:rFonts w:asciiTheme="minorHAnsi" w:eastAsiaTheme="minorEastAsia" w:hAnsiTheme="minorHAnsi" w:cstheme="minorBidi"/>
          <w:b w:val="0"/>
          <w:noProof/>
          <w:sz w:val="22"/>
          <w:szCs w:val="22"/>
          <w:lang w:eastAsia="en-AU"/>
        </w:rPr>
        <w:tab/>
      </w:r>
      <w:r w:rsidR="00711065">
        <w:rPr>
          <w:noProof/>
        </w:rPr>
        <w:t>Funding options</w:t>
      </w:r>
      <w:r w:rsidR="00711065">
        <w:rPr>
          <w:noProof/>
        </w:rPr>
        <w:tab/>
        <w:t>559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14.1</w:t>
      </w:r>
      <w:r>
        <w:rPr>
          <w:rFonts w:asciiTheme="minorHAnsi" w:eastAsiaTheme="minorEastAsia" w:hAnsiTheme="minorHAnsi" w:cstheme="minorBidi"/>
          <w:noProof/>
          <w:sz w:val="22"/>
          <w:szCs w:val="22"/>
          <w:lang w:eastAsia="en-AU"/>
        </w:rPr>
        <w:tab/>
      </w:r>
      <w:r>
        <w:rPr>
          <w:noProof/>
        </w:rPr>
        <w:t>The criteria fo</w:t>
      </w:r>
      <w:r w:rsidR="00711065">
        <w:rPr>
          <w:noProof/>
        </w:rPr>
        <w:t>r evaluating funding options</w:t>
      </w:r>
      <w:r w:rsidR="00711065">
        <w:rPr>
          <w:noProof/>
        </w:rPr>
        <w:tab/>
        <w:t>560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14.2</w:t>
      </w:r>
      <w:r>
        <w:rPr>
          <w:rFonts w:asciiTheme="minorHAnsi" w:eastAsiaTheme="minorEastAsia" w:hAnsiTheme="minorHAnsi" w:cstheme="minorBidi"/>
          <w:noProof/>
          <w:sz w:val="22"/>
          <w:szCs w:val="22"/>
          <w:lang w:eastAsia="en-AU"/>
        </w:rPr>
        <w:tab/>
      </w:r>
      <w:r>
        <w:rPr>
          <w:noProof/>
        </w:rPr>
        <w:t xml:space="preserve">What </w:t>
      </w:r>
      <w:r w:rsidR="00711065">
        <w:rPr>
          <w:noProof/>
        </w:rPr>
        <w:t>are the main funding models?</w:t>
      </w:r>
      <w:r w:rsidR="00711065">
        <w:rPr>
          <w:noProof/>
        </w:rPr>
        <w:tab/>
        <w:t>563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14.3</w:t>
      </w:r>
      <w:r>
        <w:rPr>
          <w:rFonts w:asciiTheme="minorHAnsi" w:eastAsiaTheme="minorEastAsia" w:hAnsiTheme="minorHAnsi" w:cstheme="minorBidi"/>
          <w:noProof/>
          <w:sz w:val="22"/>
          <w:szCs w:val="22"/>
          <w:lang w:eastAsia="en-AU"/>
        </w:rPr>
        <w:tab/>
      </w:r>
      <w:r>
        <w:rPr>
          <w:noProof/>
        </w:rPr>
        <w:t>Approac</w:t>
      </w:r>
      <w:r w:rsidR="00711065">
        <w:rPr>
          <w:noProof/>
        </w:rPr>
        <w:t>hes to child-based subsidies</w:t>
      </w:r>
      <w:r w:rsidR="00711065">
        <w:rPr>
          <w:noProof/>
        </w:rPr>
        <w:tab/>
        <w:t>567</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14.4</w:t>
      </w:r>
      <w:r>
        <w:rPr>
          <w:rFonts w:asciiTheme="minorHAnsi" w:eastAsiaTheme="minorEastAsia" w:hAnsiTheme="minorHAnsi" w:cstheme="minorBidi"/>
          <w:noProof/>
          <w:sz w:val="22"/>
          <w:szCs w:val="22"/>
          <w:lang w:eastAsia="en-AU"/>
        </w:rPr>
        <w:tab/>
      </w:r>
      <w:r>
        <w:rPr>
          <w:noProof/>
        </w:rPr>
        <w:t>Achieving object</w:t>
      </w:r>
      <w:r w:rsidR="00711065">
        <w:rPr>
          <w:noProof/>
        </w:rPr>
        <w:t>ives while managing the cost</w:t>
      </w:r>
      <w:r w:rsidR="00711065">
        <w:rPr>
          <w:noProof/>
        </w:rPr>
        <w:tab/>
        <w:t>581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14.5</w:t>
      </w:r>
      <w:r>
        <w:rPr>
          <w:rFonts w:asciiTheme="minorHAnsi" w:eastAsiaTheme="minorEastAsia" w:hAnsiTheme="minorHAnsi" w:cstheme="minorBidi"/>
          <w:noProof/>
          <w:sz w:val="22"/>
          <w:szCs w:val="22"/>
          <w:lang w:eastAsia="en-AU"/>
        </w:rPr>
        <w:tab/>
      </w:r>
      <w:r>
        <w:rPr>
          <w:noProof/>
        </w:rPr>
        <w:t>Desirable design f</w:t>
      </w:r>
      <w:r w:rsidR="00711065">
        <w:rPr>
          <w:noProof/>
        </w:rPr>
        <w:t>eatures</w:t>
      </w:r>
      <w:r w:rsidR="00711065">
        <w:rPr>
          <w:noProof/>
        </w:rPr>
        <w:tab/>
        <w:t>596</w:t>
      </w:r>
    </w:p>
    <w:p w:rsidR="00491614" w:rsidRDefault="00491614">
      <w:pPr>
        <w:pStyle w:val="TOC1"/>
        <w:rPr>
          <w:rFonts w:asciiTheme="minorHAnsi" w:eastAsiaTheme="minorEastAsia" w:hAnsiTheme="minorHAnsi" w:cstheme="minorBidi"/>
          <w:b w:val="0"/>
          <w:noProof/>
          <w:sz w:val="22"/>
          <w:szCs w:val="22"/>
          <w:lang w:eastAsia="en-AU"/>
        </w:rPr>
      </w:pPr>
      <w:r>
        <w:rPr>
          <w:noProof/>
        </w:rPr>
        <w:t>15</w:t>
      </w:r>
      <w:r>
        <w:rPr>
          <w:rFonts w:asciiTheme="minorHAnsi" w:eastAsiaTheme="minorEastAsia" w:hAnsiTheme="minorHAnsi" w:cstheme="minorBidi"/>
          <w:b w:val="0"/>
          <w:noProof/>
          <w:sz w:val="22"/>
          <w:szCs w:val="22"/>
          <w:lang w:eastAsia="en-AU"/>
        </w:rPr>
        <w:tab/>
      </w:r>
      <w:r w:rsidR="00711065">
        <w:rPr>
          <w:noProof/>
        </w:rPr>
        <w:t>A new approach</w:t>
      </w:r>
      <w:r w:rsidR="007F2E5F">
        <w:rPr>
          <w:noProof/>
        </w:rPr>
        <w:t xml:space="preserve"> to funding</w:t>
      </w:r>
      <w:r w:rsidR="00711065">
        <w:rPr>
          <w:noProof/>
        </w:rPr>
        <w:tab/>
        <w:t>597</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15.1</w:t>
      </w:r>
      <w:r>
        <w:rPr>
          <w:rFonts w:asciiTheme="minorHAnsi" w:eastAsiaTheme="minorEastAsia" w:hAnsiTheme="minorHAnsi" w:cstheme="minorBidi"/>
          <w:noProof/>
          <w:sz w:val="22"/>
          <w:szCs w:val="22"/>
          <w:lang w:eastAsia="en-AU"/>
        </w:rPr>
        <w:tab/>
      </w:r>
      <w:r>
        <w:rPr>
          <w:noProof/>
        </w:rPr>
        <w:t>Fun</w:t>
      </w:r>
      <w:r w:rsidR="00711065">
        <w:rPr>
          <w:noProof/>
        </w:rPr>
        <w:t>ding for mainstream services</w:t>
      </w:r>
      <w:r w:rsidR="00711065">
        <w:rPr>
          <w:noProof/>
        </w:rPr>
        <w:tab/>
        <w:t>598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15.2</w:t>
      </w:r>
      <w:r>
        <w:rPr>
          <w:rFonts w:asciiTheme="minorHAnsi" w:eastAsiaTheme="minorEastAsia" w:hAnsiTheme="minorHAnsi" w:cstheme="minorBidi"/>
          <w:noProof/>
          <w:sz w:val="22"/>
          <w:szCs w:val="22"/>
          <w:lang w:eastAsia="en-AU"/>
        </w:rPr>
        <w:tab/>
      </w:r>
      <w:r>
        <w:rPr>
          <w:noProof/>
        </w:rPr>
        <w:t>Funding for ch</w:t>
      </w:r>
      <w:r w:rsidR="00711065">
        <w:rPr>
          <w:noProof/>
        </w:rPr>
        <w:t>ildren with additional needs</w:t>
      </w:r>
      <w:r w:rsidR="00711065">
        <w:rPr>
          <w:noProof/>
        </w:rPr>
        <w:tab/>
        <w:t>620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15.3</w:t>
      </w:r>
      <w:r>
        <w:rPr>
          <w:rFonts w:asciiTheme="minorHAnsi" w:eastAsiaTheme="minorEastAsia" w:hAnsiTheme="minorHAnsi" w:cstheme="minorBidi"/>
          <w:noProof/>
          <w:sz w:val="22"/>
          <w:szCs w:val="22"/>
          <w:lang w:eastAsia="en-AU"/>
        </w:rPr>
        <w:tab/>
      </w:r>
      <w:r w:rsidR="00711065">
        <w:rPr>
          <w:noProof/>
        </w:rPr>
        <w:t>Preschool program funding</w:t>
      </w:r>
      <w:r w:rsidR="00711065">
        <w:rPr>
          <w:noProof/>
        </w:rPr>
        <w:tab/>
        <w:t>646</w:t>
      </w:r>
    </w:p>
    <w:p w:rsidR="00491614" w:rsidRDefault="00491614">
      <w:pPr>
        <w:pStyle w:val="TOC1"/>
        <w:rPr>
          <w:rFonts w:asciiTheme="minorHAnsi" w:eastAsiaTheme="minorEastAsia" w:hAnsiTheme="minorHAnsi" w:cstheme="minorBidi"/>
          <w:b w:val="0"/>
          <w:noProof/>
          <w:sz w:val="22"/>
          <w:szCs w:val="22"/>
          <w:lang w:eastAsia="en-AU"/>
        </w:rPr>
      </w:pPr>
      <w:r>
        <w:rPr>
          <w:noProof/>
        </w:rPr>
        <w:t>16</w:t>
      </w:r>
      <w:r>
        <w:rPr>
          <w:rFonts w:asciiTheme="minorHAnsi" w:eastAsiaTheme="minorEastAsia" w:hAnsiTheme="minorHAnsi" w:cstheme="minorBidi"/>
          <w:b w:val="0"/>
          <w:noProof/>
          <w:sz w:val="22"/>
          <w:szCs w:val="22"/>
          <w:lang w:eastAsia="en-AU"/>
        </w:rPr>
        <w:tab/>
      </w:r>
      <w:r>
        <w:rPr>
          <w:noProof/>
        </w:rPr>
        <w:t>Potential im</w:t>
      </w:r>
      <w:r w:rsidR="00711065">
        <w:rPr>
          <w:noProof/>
        </w:rPr>
        <w:t>pacts of recommended changes</w:t>
      </w:r>
      <w:r w:rsidR="00711065">
        <w:rPr>
          <w:noProof/>
        </w:rPr>
        <w:tab/>
        <w:t>651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16.1</w:t>
      </w:r>
      <w:r>
        <w:rPr>
          <w:rFonts w:asciiTheme="minorHAnsi" w:eastAsiaTheme="minorEastAsia" w:hAnsiTheme="minorHAnsi" w:cstheme="minorBidi"/>
          <w:noProof/>
          <w:sz w:val="22"/>
          <w:szCs w:val="22"/>
          <w:lang w:eastAsia="en-AU"/>
        </w:rPr>
        <w:tab/>
      </w:r>
      <w:r>
        <w:rPr>
          <w:noProof/>
        </w:rPr>
        <w:t xml:space="preserve">Uncertainty in the cost and use </w:t>
      </w:r>
      <w:r w:rsidR="00711065">
        <w:rPr>
          <w:noProof/>
        </w:rPr>
        <w:t>of ECEC services</w:t>
      </w:r>
      <w:r w:rsidR="00711065">
        <w:rPr>
          <w:noProof/>
        </w:rPr>
        <w:tab/>
        <w:t>652</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16.2</w:t>
      </w:r>
      <w:r>
        <w:rPr>
          <w:rFonts w:asciiTheme="minorHAnsi" w:eastAsiaTheme="minorEastAsia" w:hAnsiTheme="minorHAnsi" w:cstheme="minorBidi"/>
          <w:noProof/>
          <w:sz w:val="22"/>
          <w:szCs w:val="22"/>
          <w:lang w:eastAsia="en-AU"/>
        </w:rPr>
        <w:tab/>
      </w:r>
      <w:r>
        <w:rPr>
          <w:noProof/>
        </w:rPr>
        <w:t>Recommended ap</w:t>
      </w:r>
      <w:r w:rsidR="00711065">
        <w:rPr>
          <w:noProof/>
        </w:rPr>
        <w:t>proach to funding the system</w:t>
      </w:r>
      <w:r w:rsidR="00711065">
        <w:rPr>
          <w:noProof/>
        </w:rPr>
        <w:tab/>
        <w:t>653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16.3</w:t>
      </w:r>
      <w:r>
        <w:rPr>
          <w:rFonts w:asciiTheme="minorHAnsi" w:eastAsiaTheme="minorEastAsia" w:hAnsiTheme="minorHAnsi" w:cstheme="minorBidi"/>
          <w:noProof/>
          <w:sz w:val="22"/>
          <w:szCs w:val="22"/>
          <w:lang w:eastAsia="en-AU"/>
        </w:rPr>
        <w:tab/>
      </w:r>
      <w:r>
        <w:rPr>
          <w:noProof/>
        </w:rPr>
        <w:t>Estimated</w:t>
      </w:r>
      <w:r w:rsidR="00711065">
        <w:rPr>
          <w:noProof/>
        </w:rPr>
        <w:t xml:space="preserve"> cost of the funding options</w:t>
      </w:r>
      <w:r w:rsidR="00711065">
        <w:rPr>
          <w:noProof/>
        </w:rPr>
        <w:tab/>
        <w:t>656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16.4</w:t>
      </w:r>
      <w:r>
        <w:rPr>
          <w:rFonts w:asciiTheme="minorHAnsi" w:eastAsiaTheme="minorEastAsia" w:hAnsiTheme="minorHAnsi" w:cstheme="minorBidi"/>
          <w:noProof/>
          <w:sz w:val="22"/>
          <w:szCs w:val="22"/>
          <w:lang w:eastAsia="en-AU"/>
        </w:rPr>
        <w:tab/>
      </w:r>
      <w:r>
        <w:rPr>
          <w:noProof/>
        </w:rPr>
        <w:t>How the cost to fam</w:t>
      </w:r>
      <w:r w:rsidR="00DB7EA7">
        <w:rPr>
          <w:noProof/>
        </w:rPr>
        <w:t>ilies is estimated to change</w:t>
      </w:r>
      <w:r w:rsidR="00DB7EA7">
        <w:rPr>
          <w:noProof/>
        </w:rPr>
        <w:tab/>
        <w:t>661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16.5</w:t>
      </w:r>
      <w:r>
        <w:rPr>
          <w:rFonts w:asciiTheme="minorHAnsi" w:eastAsiaTheme="minorEastAsia" w:hAnsiTheme="minorHAnsi" w:cstheme="minorBidi"/>
          <w:noProof/>
          <w:sz w:val="22"/>
          <w:szCs w:val="22"/>
          <w:lang w:eastAsia="en-AU"/>
        </w:rPr>
        <w:tab/>
      </w:r>
      <w:r>
        <w:rPr>
          <w:noProof/>
        </w:rPr>
        <w:t>Estimates of the effec</w:t>
      </w:r>
      <w:r w:rsidR="00711065">
        <w:rPr>
          <w:noProof/>
        </w:rPr>
        <w:t>t on workforce participation</w:t>
      </w:r>
      <w:r w:rsidR="00711065">
        <w:rPr>
          <w:noProof/>
        </w:rPr>
        <w:tab/>
        <w:t>670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16.6</w:t>
      </w:r>
      <w:r>
        <w:rPr>
          <w:rFonts w:asciiTheme="minorHAnsi" w:eastAsiaTheme="minorEastAsia" w:hAnsiTheme="minorHAnsi" w:cstheme="minorBidi"/>
          <w:noProof/>
          <w:sz w:val="22"/>
          <w:szCs w:val="22"/>
          <w:lang w:eastAsia="en-AU"/>
        </w:rPr>
        <w:tab/>
      </w:r>
      <w:r>
        <w:rPr>
          <w:noProof/>
        </w:rPr>
        <w:t>Estimates of cha</w:t>
      </w:r>
      <w:r w:rsidR="00711065">
        <w:rPr>
          <w:noProof/>
        </w:rPr>
        <w:t>nges in use of ECEC services</w:t>
      </w:r>
      <w:r w:rsidR="00711065">
        <w:rPr>
          <w:noProof/>
        </w:rPr>
        <w:tab/>
        <w:t>675</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16.7</w:t>
      </w:r>
      <w:r>
        <w:rPr>
          <w:rFonts w:asciiTheme="minorHAnsi" w:eastAsiaTheme="minorEastAsia" w:hAnsiTheme="minorHAnsi" w:cstheme="minorBidi"/>
          <w:noProof/>
          <w:sz w:val="22"/>
          <w:szCs w:val="22"/>
          <w:lang w:eastAsia="en-AU"/>
        </w:rPr>
        <w:tab/>
      </w:r>
      <w:r>
        <w:rPr>
          <w:noProof/>
        </w:rPr>
        <w:t xml:space="preserve">Estimates of the </w:t>
      </w:r>
      <w:r w:rsidR="00DB7EA7">
        <w:rPr>
          <w:noProof/>
        </w:rPr>
        <w:t>fiscal impact for government</w:t>
      </w:r>
      <w:r w:rsidR="00DB7EA7">
        <w:rPr>
          <w:noProof/>
        </w:rPr>
        <w:tab/>
        <w:t>680</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16.8</w:t>
      </w:r>
      <w:r>
        <w:rPr>
          <w:rFonts w:asciiTheme="minorHAnsi" w:eastAsiaTheme="minorEastAsia" w:hAnsiTheme="minorHAnsi" w:cstheme="minorBidi"/>
          <w:noProof/>
          <w:sz w:val="22"/>
          <w:szCs w:val="22"/>
          <w:lang w:eastAsia="en-AU"/>
        </w:rPr>
        <w:tab/>
      </w:r>
      <w:r w:rsidR="00DB7EA7">
        <w:rPr>
          <w:noProof/>
        </w:rPr>
        <w:t>Longer term impacts</w:t>
      </w:r>
      <w:r w:rsidR="00DB7EA7">
        <w:rPr>
          <w:noProof/>
        </w:rPr>
        <w:tab/>
        <w:t>683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16.9</w:t>
      </w:r>
      <w:r>
        <w:rPr>
          <w:rFonts w:asciiTheme="minorHAnsi" w:eastAsiaTheme="minorEastAsia" w:hAnsiTheme="minorHAnsi" w:cstheme="minorBidi"/>
          <w:noProof/>
          <w:sz w:val="22"/>
          <w:szCs w:val="22"/>
          <w:lang w:eastAsia="en-AU"/>
        </w:rPr>
        <w:tab/>
      </w:r>
      <w:r w:rsidR="00DB7EA7">
        <w:rPr>
          <w:noProof/>
        </w:rPr>
        <w:t>Trade–offs will be required</w:t>
      </w:r>
      <w:r w:rsidR="00DB7EA7">
        <w:rPr>
          <w:noProof/>
        </w:rPr>
        <w:tab/>
        <w:t>688</w:t>
      </w:r>
    </w:p>
    <w:p w:rsidR="00491614" w:rsidRDefault="00491614">
      <w:pPr>
        <w:pStyle w:val="TOC1"/>
        <w:rPr>
          <w:rFonts w:asciiTheme="minorHAnsi" w:eastAsiaTheme="minorEastAsia" w:hAnsiTheme="minorHAnsi" w:cstheme="minorBidi"/>
          <w:b w:val="0"/>
          <w:noProof/>
          <w:sz w:val="22"/>
          <w:szCs w:val="22"/>
          <w:lang w:eastAsia="en-AU"/>
        </w:rPr>
      </w:pPr>
      <w:r>
        <w:rPr>
          <w:noProof/>
        </w:rPr>
        <w:t>17</w:t>
      </w:r>
      <w:r>
        <w:rPr>
          <w:rFonts w:asciiTheme="minorHAnsi" w:eastAsiaTheme="minorEastAsia" w:hAnsiTheme="minorHAnsi" w:cstheme="minorBidi"/>
          <w:b w:val="0"/>
          <w:noProof/>
          <w:sz w:val="22"/>
          <w:szCs w:val="22"/>
          <w:lang w:eastAsia="en-AU"/>
        </w:rPr>
        <w:tab/>
      </w:r>
      <w:r>
        <w:rPr>
          <w:noProof/>
        </w:rPr>
        <w:t>T</w:t>
      </w:r>
      <w:r w:rsidR="00711065">
        <w:rPr>
          <w:noProof/>
        </w:rPr>
        <w:t>ransition and implementation</w:t>
      </w:r>
      <w:r w:rsidR="00711065">
        <w:rPr>
          <w:noProof/>
        </w:rPr>
        <w:tab/>
        <w:t>693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17.1</w:t>
      </w:r>
      <w:r>
        <w:rPr>
          <w:rFonts w:asciiTheme="minorHAnsi" w:eastAsiaTheme="minorEastAsia" w:hAnsiTheme="minorHAnsi" w:cstheme="minorBidi"/>
          <w:noProof/>
          <w:sz w:val="22"/>
          <w:szCs w:val="22"/>
          <w:lang w:eastAsia="en-AU"/>
        </w:rPr>
        <w:tab/>
      </w:r>
      <w:r>
        <w:rPr>
          <w:noProof/>
        </w:rPr>
        <w:t>Why we need to think about transition and implementation</w:t>
      </w:r>
      <w:r>
        <w:rPr>
          <w:noProof/>
        </w:rPr>
        <w:tab/>
      </w:r>
      <w:r w:rsidR="00711065">
        <w:rPr>
          <w:noProof/>
        </w:rPr>
        <w:t>694</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17.2</w:t>
      </w:r>
      <w:r>
        <w:rPr>
          <w:rFonts w:asciiTheme="minorHAnsi" w:eastAsiaTheme="minorEastAsia" w:hAnsiTheme="minorHAnsi" w:cstheme="minorBidi"/>
          <w:noProof/>
          <w:sz w:val="22"/>
          <w:szCs w:val="22"/>
          <w:lang w:eastAsia="en-AU"/>
        </w:rPr>
        <w:tab/>
      </w:r>
      <w:r>
        <w:rPr>
          <w:noProof/>
        </w:rPr>
        <w:t>Implementation of funding cha</w:t>
      </w:r>
      <w:r w:rsidR="00711065">
        <w:rPr>
          <w:noProof/>
        </w:rPr>
        <w:t>nges for mainstream services</w:t>
      </w:r>
      <w:r w:rsidR="00711065">
        <w:rPr>
          <w:noProof/>
        </w:rPr>
        <w:tab/>
        <w:t>696</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17.3</w:t>
      </w:r>
      <w:r>
        <w:rPr>
          <w:rFonts w:asciiTheme="minorHAnsi" w:eastAsiaTheme="minorEastAsia" w:hAnsiTheme="minorHAnsi" w:cstheme="minorBidi"/>
          <w:noProof/>
          <w:sz w:val="22"/>
          <w:szCs w:val="22"/>
          <w:lang w:eastAsia="en-AU"/>
        </w:rPr>
        <w:tab/>
      </w:r>
      <w:r>
        <w:rPr>
          <w:noProof/>
        </w:rPr>
        <w:t>Implementation of funding changes f</w:t>
      </w:r>
      <w:r w:rsidR="00711065">
        <w:rPr>
          <w:noProof/>
        </w:rPr>
        <w:t>or additional needs children</w:t>
      </w:r>
      <w:r w:rsidR="00711065">
        <w:rPr>
          <w:noProof/>
        </w:rPr>
        <w:tab/>
        <w:t>703</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17.4</w:t>
      </w:r>
      <w:r>
        <w:rPr>
          <w:rFonts w:asciiTheme="minorHAnsi" w:eastAsiaTheme="minorEastAsia" w:hAnsiTheme="minorHAnsi" w:cstheme="minorBidi"/>
          <w:noProof/>
          <w:sz w:val="22"/>
          <w:szCs w:val="22"/>
          <w:lang w:eastAsia="en-AU"/>
        </w:rPr>
        <w:tab/>
      </w:r>
      <w:r>
        <w:rPr>
          <w:noProof/>
        </w:rPr>
        <w:t>Implementation of funding changes fo</w:t>
      </w:r>
      <w:r w:rsidR="00711065">
        <w:rPr>
          <w:noProof/>
        </w:rPr>
        <w:t>r universal preschool access</w:t>
      </w:r>
      <w:r w:rsidR="00711065">
        <w:rPr>
          <w:noProof/>
        </w:rPr>
        <w:tab/>
        <w:t>708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17.5</w:t>
      </w:r>
      <w:r>
        <w:rPr>
          <w:rFonts w:asciiTheme="minorHAnsi" w:eastAsiaTheme="minorEastAsia" w:hAnsiTheme="minorHAnsi" w:cstheme="minorBidi"/>
          <w:noProof/>
          <w:sz w:val="22"/>
          <w:szCs w:val="22"/>
          <w:lang w:eastAsia="en-AU"/>
        </w:rPr>
        <w:tab/>
      </w:r>
      <w:r>
        <w:rPr>
          <w:noProof/>
        </w:rPr>
        <w:t xml:space="preserve">Implementation of changes to the </w:t>
      </w:r>
      <w:r w:rsidR="00711065">
        <w:rPr>
          <w:noProof/>
        </w:rPr>
        <w:t>NQF</w:t>
      </w:r>
      <w:r w:rsidR="00711065">
        <w:rPr>
          <w:noProof/>
        </w:rPr>
        <w:tab/>
        <w:t>709</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17.6</w:t>
      </w:r>
      <w:r>
        <w:rPr>
          <w:rFonts w:asciiTheme="minorHAnsi" w:eastAsiaTheme="minorEastAsia" w:hAnsiTheme="minorHAnsi" w:cstheme="minorBidi"/>
          <w:noProof/>
          <w:sz w:val="22"/>
          <w:szCs w:val="22"/>
          <w:lang w:eastAsia="en-AU"/>
        </w:rPr>
        <w:tab/>
      </w:r>
      <w:r>
        <w:rPr>
          <w:noProof/>
        </w:rPr>
        <w:t>Some system</w:t>
      </w:r>
      <w:r w:rsidR="00711065">
        <w:rPr>
          <w:noProof/>
        </w:rPr>
        <w:noBreakHyphen/>
        <w:t>wide administrative changes</w:t>
      </w:r>
      <w:r w:rsidR="00711065">
        <w:rPr>
          <w:noProof/>
        </w:rPr>
        <w:tab/>
        <w:t>711</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17.7</w:t>
      </w:r>
      <w:r>
        <w:rPr>
          <w:rFonts w:asciiTheme="minorHAnsi" w:eastAsiaTheme="minorEastAsia" w:hAnsiTheme="minorHAnsi" w:cstheme="minorBidi"/>
          <w:noProof/>
          <w:sz w:val="22"/>
          <w:szCs w:val="22"/>
          <w:lang w:eastAsia="en-AU"/>
        </w:rPr>
        <w:tab/>
      </w:r>
      <w:r w:rsidR="00711065">
        <w:rPr>
          <w:noProof/>
        </w:rPr>
        <w:t>A pathway to implementation</w:t>
      </w:r>
      <w:r w:rsidR="00711065">
        <w:rPr>
          <w:noProof/>
        </w:rPr>
        <w:tab/>
        <w:t>718</w:t>
      </w:r>
    </w:p>
    <w:p w:rsidR="00491614" w:rsidRDefault="00491614" w:rsidP="00491614">
      <w:pPr>
        <w:pStyle w:val="TOC2"/>
        <w:tabs>
          <w:tab w:val="left" w:pos="1320"/>
        </w:tabs>
        <w:spacing w:line="280" w:lineRule="exact"/>
        <w:ind w:left="1134" w:hanging="624"/>
        <w:rPr>
          <w:rFonts w:asciiTheme="minorHAnsi" w:eastAsiaTheme="minorEastAsia" w:hAnsiTheme="minorHAnsi" w:cstheme="minorBidi"/>
          <w:noProof/>
          <w:sz w:val="22"/>
          <w:szCs w:val="22"/>
          <w:lang w:eastAsia="en-AU"/>
        </w:rPr>
      </w:pPr>
      <w:r>
        <w:rPr>
          <w:noProof/>
        </w:rPr>
        <w:t>17.8</w:t>
      </w:r>
      <w:r>
        <w:rPr>
          <w:rFonts w:asciiTheme="minorHAnsi" w:eastAsiaTheme="minorEastAsia" w:hAnsiTheme="minorHAnsi" w:cstheme="minorBidi"/>
          <w:noProof/>
          <w:sz w:val="22"/>
          <w:szCs w:val="22"/>
          <w:lang w:eastAsia="en-AU"/>
        </w:rPr>
        <w:tab/>
      </w:r>
      <w:r>
        <w:rPr>
          <w:noProof/>
        </w:rPr>
        <w:t>Evaluatin</w:t>
      </w:r>
      <w:r w:rsidR="00711065">
        <w:rPr>
          <w:noProof/>
        </w:rPr>
        <w:t>g changes in the ECEC system</w:t>
      </w:r>
      <w:r w:rsidR="00711065">
        <w:rPr>
          <w:noProof/>
        </w:rPr>
        <w:tab/>
        <w:t>72</w:t>
      </w:r>
      <w:r w:rsidR="00204764">
        <w:rPr>
          <w:noProof/>
        </w:rPr>
        <w:t>0</w:t>
      </w:r>
    </w:p>
    <w:p w:rsidR="00711065" w:rsidRDefault="00711065">
      <w:pPr>
        <w:rPr>
          <w:rFonts w:ascii="Arial" w:hAnsi="Arial"/>
          <w:b/>
          <w:noProof/>
          <w:szCs w:val="26"/>
        </w:rPr>
      </w:pPr>
      <w:r>
        <w:rPr>
          <w:noProof/>
        </w:rPr>
        <w:br w:type="page"/>
      </w:r>
    </w:p>
    <w:p w:rsidR="00491614" w:rsidRDefault="00491614">
      <w:pPr>
        <w:pStyle w:val="TOC1"/>
        <w:rPr>
          <w:rFonts w:asciiTheme="minorHAnsi" w:eastAsiaTheme="minorEastAsia" w:hAnsiTheme="minorHAnsi" w:cstheme="minorBidi"/>
          <w:b w:val="0"/>
          <w:noProof/>
          <w:sz w:val="22"/>
          <w:szCs w:val="22"/>
          <w:lang w:eastAsia="en-AU"/>
        </w:rPr>
      </w:pPr>
      <w:r>
        <w:rPr>
          <w:noProof/>
        </w:rPr>
        <w:lastRenderedPageBreak/>
        <w:t>A</w:t>
      </w:r>
      <w:r>
        <w:rPr>
          <w:rFonts w:asciiTheme="minorHAnsi" w:eastAsiaTheme="minorEastAsia" w:hAnsiTheme="minorHAnsi" w:cstheme="minorBidi"/>
          <w:b w:val="0"/>
          <w:noProof/>
          <w:sz w:val="22"/>
          <w:szCs w:val="22"/>
          <w:lang w:eastAsia="en-AU"/>
        </w:rPr>
        <w:tab/>
      </w:r>
      <w:r>
        <w:rPr>
          <w:noProof/>
        </w:rPr>
        <w:t>Inqu</w:t>
      </w:r>
      <w:r w:rsidR="00711065">
        <w:rPr>
          <w:noProof/>
        </w:rPr>
        <w:t>iry conduct and participants</w:t>
      </w:r>
      <w:r w:rsidR="00711065">
        <w:rPr>
          <w:noProof/>
        </w:rPr>
        <w:tab/>
        <w:t>723</w:t>
      </w:r>
    </w:p>
    <w:p w:rsidR="00491614" w:rsidRDefault="00711065">
      <w:pPr>
        <w:pStyle w:val="TOC1"/>
        <w:rPr>
          <w:noProof/>
        </w:rPr>
      </w:pPr>
      <w:r>
        <w:rPr>
          <w:noProof/>
        </w:rPr>
        <w:t>References</w:t>
      </w:r>
      <w:r>
        <w:rPr>
          <w:noProof/>
        </w:rPr>
        <w:tab/>
      </w:r>
      <w:r w:rsidR="00204764">
        <w:rPr>
          <w:noProof/>
        </w:rPr>
        <w:t>753</w:t>
      </w:r>
    </w:p>
    <w:p w:rsidR="00491614" w:rsidRPr="005A292C" w:rsidRDefault="00491614" w:rsidP="00A46BCF">
      <w:pPr>
        <w:pStyle w:val="TOC1"/>
        <w:spacing w:before="600" w:after="360"/>
        <w:ind w:left="0" w:firstLine="0"/>
        <w:jc w:val="both"/>
        <w:rPr>
          <w:rFonts w:cs="Arial"/>
          <w:b w:val="0"/>
          <w:noProof/>
          <w:spacing w:val="-4"/>
          <w:sz w:val="22"/>
          <w:szCs w:val="22"/>
          <w:lang w:eastAsia="en-AU"/>
        </w:rPr>
      </w:pPr>
      <w:r w:rsidRPr="005A292C">
        <w:rPr>
          <w:rFonts w:cs="Arial"/>
          <w:b w:val="0"/>
          <w:noProof/>
          <w:spacing w:val="-4"/>
          <w:sz w:val="22"/>
          <w:szCs w:val="22"/>
          <w:lang w:eastAsia="en-AU"/>
        </w:rPr>
        <w:t>These appendixes are available from the Commission</w:t>
      </w:r>
      <w:r w:rsidR="00A46BCF" w:rsidRPr="005A292C">
        <w:rPr>
          <w:rFonts w:cs="Arial"/>
          <w:b w:val="0"/>
          <w:noProof/>
          <w:spacing w:val="-4"/>
          <w:sz w:val="22"/>
          <w:szCs w:val="22"/>
          <w:lang w:eastAsia="en-AU"/>
        </w:rPr>
        <w:t>’</w:t>
      </w:r>
      <w:r w:rsidRPr="005A292C">
        <w:rPr>
          <w:rFonts w:cs="Arial"/>
          <w:b w:val="0"/>
          <w:noProof/>
          <w:spacing w:val="-4"/>
          <w:sz w:val="22"/>
          <w:szCs w:val="22"/>
          <w:lang w:eastAsia="en-AU"/>
        </w:rPr>
        <w:t>s website (www.pc.gov.au)</w:t>
      </w:r>
      <w:r w:rsidR="00A46BCF" w:rsidRPr="005A292C">
        <w:rPr>
          <w:rFonts w:cs="Arial"/>
          <w:b w:val="0"/>
          <w:noProof/>
          <w:spacing w:val="-4"/>
          <w:sz w:val="22"/>
          <w:szCs w:val="22"/>
          <w:lang w:eastAsia="en-AU"/>
        </w:rPr>
        <w:t>.</w:t>
      </w:r>
    </w:p>
    <w:p w:rsidR="00491614" w:rsidRDefault="00491614">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sidR="00711065">
        <w:rPr>
          <w:noProof/>
        </w:rPr>
        <w:t>Current assistance measures</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C</w:t>
      </w:r>
      <w:r>
        <w:rPr>
          <w:rFonts w:asciiTheme="minorHAnsi" w:eastAsiaTheme="minorEastAsia" w:hAnsiTheme="minorHAnsi" w:cstheme="minorBidi"/>
          <w:b w:val="0"/>
          <w:noProof/>
          <w:sz w:val="22"/>
          <w:szCs w:val="22"/>
          <w:lang w:eastAsia="en-AU"/>
        </w:rPr>
        <w:tab/>
      </w:r>
      <w:r w:rsidR="00711065">
        <w:rPr>
          <w:noProof/>
        </w:rPr>
        <w:t>Workforce participation data</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D</w:t>
      </w:r>
      <w:r>
        <w:rPr>
          <w:rFonts w:asciiTheme="minorHAnsi" w:eastAsiaTheme="minorEastAsia" w:hAnsiTheme="minorHAnsi" w:cstheme="minorBidi"/>
          <w:b w:val="0"/>
          <w:noProof/>
          <w:sz w:val="22"/>
          <w:szCs w:val="22"/>
          <w:lang w:eastAsia="en-AU"/>
        </w:rPr>
        <w:tab/>
      </w:r>
      <w:r>
        <w:rPr>
          <w:noProof/>
        </w:rPr>
        <w:t>Estimating the potenti</w:t>
      </w:r>
      <w:r w:rsidR="00711065">
        <w:rPr>
          <w:noProof/>
        </w:rPr>
        <w:t>al to increase labour supply</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E</w:t>
      </w:r>
      <w:r>
        <w:rPr>
          <w:rFonts w:asciiTheme="minorHAnsi" w:eastAsiaTheme="minorEastAsia" w:hAnsiTheme="minorHAnsi" w:cstheme="minorBidi"/>
          <w:b w:val="0"/>
          <w:noProof/>
          <w:sz w:val="22"/>
          <w:szCs w:val="22"/>
          <w:lang w:eastAsia="en-AU"/>
        </w:rPr>
        <w:tab/>
      </w:r>
      <w:r w:rsidR="00711065">
        <w:rPr>
          <w:noProof/>
        </w:rPr>
        <w:t>Effective marginal tax rates</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F</w:t>
      </w:r>
      <w:r>
        <w:rPr>
          <w:rFonts w:asciiTheme="minorHAnsi" w:eastAsiaTheme="minorEastAsia" w:hAnsiTheme="minorHAnsi" w:cstheme="minorBidi"/>
          <w:b w:val="0"/>
          <w:noProof/>
          <w:sz w:val="22"/>
          <w:szCs w:val="22"/>
          <w:lang w:eastAsia="en-AU"/>
        </w:rPr>
        <w:tab/>
      </w:r>
      <w:r>
        <w:rPr>
          <w:noProof/>
        </w:rPr>
        <w:t>Th</w:t>
      </w:r>
      <w:r w:rsidR="00711065">
        <w:rPr>
          <w:noProof/>
        </w:rPr>
        <w:t>e National Quality Framework</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G</w:t>
      </w:r>
      <w:r>
        <w:rPr>
          <w:rFonts w:asciiTheme="minorHAnsi" w:eastAsiaTheme="minorEastAsia" w:hAnsiTheme="minorHAnsi" w:cstheme="minorBidi"/>
          <w:b w:val="0"/>
          <w:noProof/>
          <w:sz w:val="22"/>
          <w:szCs w:val="22"/>
          <w:lang w:eastAsia="en-AU"/>
        </w:rPr>
        <w:tab/>
      </w:r>
      <w:r>
        <w:rPr>
          <w:noProof/>
        </w:rPr>
        <w:t>Int</w:t>
      </w:r>
      <w:r w:rsidR="00711065">
        <w:rPr>
          <w:noProof/>
        </w:rPr>
        <w:t>ernational approaches to ECEC</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H</w:t>
      </w:r>
      <w:r>
        <w:rPr>
          <w:rFonts w:asciiTheme="minorHAnsi" w:eastAsiaTheme="minorEastAsia" w:hAnsiTheme="minorHAnsi" w:cstheme="minorBidi"/>
          <w:b w:val="0"/>
          <w:noProof/>
          <w:sz w:val="22"/>
          <w:szCs w:val="22"/>
          <w:lang w:eastAsia="en-AU"/>
        </w:rPr>
        <w:tab/>
      </w:r>
      <w:r>
        <w:rPr>
          <w:noProof/>
        </w:rPr>
        <w:t>The costs and viabi</w:t>
      </w:r>
      <w:r w:rsidR="00711065">
        <w:rPr>
          <w:noProof/>
        </w:rPr>
        <w:t>lity of childcare operations</w:t>
      </w:r>
      <w:r w:rsidR="00711065">
        <w:rPr>
          <w:noProof/>
        </w:rPr>
        <w:tab/>
      </w:r>
    </w:p>
    <w:p w:rsidR="00491614" w:rsidRDefault="00491614">
      <w:pPr>
        <w:pStyle w:val="TOC1"/>
        <w:rPr>
          <w:rFonts w:asciiTheme="minorHAnsi" w:eastAsiaTheme="minorEastAsia" w:hAnsiTheme="minorHAnsi" w:cstheme="minorBidi"/>
          <w:b w:val="0"/>
          <w:noProof/>
          <w:sz w:val="22"/>
          <w:szCs w:val="22"/>
          <w:lang w:eastAsia="en-AU"/>
        </w:rPr>
      </w:pPr>
      <w:r>
        <w:rPr>
          <w:noProof/>
        </w:rPr>
        <w:t>I</w:t>
      </w:r>
      <w:r>
        <w:rPr>
          <w:rFonts w:asciiTheme="minorHAnsi" w:eastAsiaTheme="minorEastAsia" w:hAnsiTheme="minorHAnsi" w:cstheme="minorBidi"/>
          <w:b w:val="0"/>
          <w:noProof/>
          <w:sz w:val="22"/>
          <w:szCs w:val="22"/>
          <w:lang w:eastAsia="en-AU"/>
        </w:rPr>
        <w:tab/>
      </w:r>
      <w:r>
        <w:rPr>
          <w:noProof/>
        </w:rPr>
        <w:t>A benchm</w:t>
      </w:r>
      <w:r w:rsidR="00711065">
        <w:rPr>
          <w:noProof/>
        </w:rPr>
        <w:t>ark rate for ECEC assistance</w:t>
      </w:r>
      <w:r w:rsidR="00711065">
        <w:rPr>
          <w:noProof/>
        </w:rPr>
        <w:tab/>
      </w:r>
    </w:p>
    <w:p w:rsidR="00491614" w:rsidRPr="00491614" w:rsidRDefault="00491614" w:rsidP="00491614">
      <w:pPr>
        <w:pStyle w:val="TOC1"/>
        <w:rPr>
          <w:noProof/>
        </w:rPr>
      </w:pPr>
      <w:r>
        <w:rPr>
          <w:noProof/>
        </w:rPr>
        <w:t>J</w:t>
      </w:r>
      <w:r>
        <w:rPr>
          <w:rFonts w:asciiTheme="minorHAnsi" w:eastAsiaTheme="minorEastAsia" w:hAnsiTheme="minorHAnsi" w:cstheme="minorBidi"/>
          <w:b w:val="0"/>
          <w:noProof/>
          <w:sz w:val="22"/>
          <w:szCs w:val="22"/>
          <w:lang w:eastAsia="en-AU"/>
        </w:rPr>
        <w:tab/>
      </w:r>
      <w:r>
        <w:rPr>
          <w:noProof/>
        </w:rPr>
        <w:t>What is needed</w:t>
      </w:r>
      <w:r w:rsidR="00711065">
        <w:rPr>
          <w:noProof/>
        </w:rPr>
        <w:t xml:space="preserve"> in a cost-benefit analysis?</w:t>
      </w:r>
      <w:r w:rsidR="00711065">
        <w:rPr>
          <w:noProof/>
        </w:rPr>
        <w:tab/>
      </w:r>
    </w:p>
    <w:p w:rsidR="004D3F58" w:rsidRDefault="00491614" w:rsidP="00A46BCF">
      <w:pPr>
        <w:pStyle w:val="TOC1"/>
        <w:ind w:left="0" w:firstLine="0"/>
      </w:pPr>
      <w:r>
        <w:t>Technical supplement — Mod</w:t>
      </w:r>
      <w:r w:rsidR="008620AD">
        <w:t>elling the effects of childcare</w:t>
      </w:r>
      <w:r w:rsidR="00A46BCF">
        <w:t xml:space="preserve"> </w:t>
      </w:r>
      <w:r>
        <w:t>policy changes</w:t>
      </w:r>
    </w:p>
    <w:p w:rsidR="00C05C24" w:rsidRPr="00C05C24" w:rsidRDefault="00C05C24" w:rsidP="00C05C24">
      <w:pPr>
        <w:pStyle w:val="BodyText"/>
        <w:rPr>
          <w:lang w:eastAsia="en-US"/>
        </w:rPr>
      </w:pPr>
    </w:p>
    <w:p w:rsidR="00C05C24" w:rsidRPr="00C05C24" w:rsidRDefault="00C05C24" w:rsidP="00C05C24">
      <w:pPr>
        <w:pStyle w:val="BodyText"/>
        <w:rPr>
          <w:lang w:eastAsia="en-US"/>
        </w:rPr>
        <w:sectPr w:rsidR="00C05C24" w:rsidRPr="00C05C24" w:rsidSect="007448F7">
          <w:headerReference w:type="even" r:id="rId18"/>
          <w:headerReference w:type="default" r:id="rId19"/>
          <w:footerReference w:type="even" r:id="rId20"/>
          <w:footerReference w:type="default" r:id="rId21"/>
          <w:type w:val="oddPage"/>
          <w:pgSz w:w="11907" w:h="16840" w:code="9"/>
          <w:pgMar w:top="1985" w:right="1304" w:bottom="1247" w:left="1814" w:header="1701" w:footer="397" w:gutter="0"/>
          <w:pgNumType w:fmt="lowerRoman"/>
          <w:cols w:space="720"/>
        </w:sectPr>
      </w:pPr>
    </w:p>
    <w:p w:rsidR="006B20AC" w:rsidRDefault="006B20AC">
      <w:pPr>
        <w:pStyle w:val="Heading1"/>
      </w:pPr>
      <w:bookmarkStart w:id="12" w:name="Abbreviations"/>
      <w:bookmarkStart w:id="13" w:name="RDnote"/>
      <w:bookmarkStart w:id="14" w:name="_Toc401576435"/>
      <w:bookmarkStart w:id="15" w:name="_Toc402184142"/>
      <w:bookmarkStart w:id="16" w:name="_Toc402184280"/>
      <w:bookmarkStart w:id="17" w:name="_Toc402337631"/>
      <w:bookmarkEnd w:id="12"/>
      <w:bookmarkEnd w:id="13"/>
      <w:r>
        <w:lastRenderedPageBreak/>
        <w:t>Acknowledgments</w:t>
      </w:r>
      <w:bookmarkEnd w:id="14"/>
      <w:bookmarkEnd w:id="15"/>
      <w:bookmarkEnd w:id="16"/>
      <w:bookmarkEnd w:id="17"/>
    </w:p>
    <w:p w:rsidR="000B51D2" w:rsidRDefault="000B51D2" w:rsidP="000B51D2">
      <w:pPr>
        <w:pStyle w:val="BodyText"/>
        <w:rPr>
          <w:szCs w:val="26"/>
        </w:rPr>
      </w:pPr>
      <w:r>
        <w:rPr>
          <w:szCs w:val="26"/>
        </w:rPr>
        <w:t>The participation in this inquiry of families, ECEC workers, sector representatives and other stakeholders through submissions, online comments, visits and public hearings has been invaluable to the Commission and much appreciated.</w:t>
      </w:r>
    </w:p>
    <w:p w:rsidR="000B51D2" w:rsidRDefault="00C22F75" w:rsidP="00C22F75">
      <w:pPr>
        <w:pStyle w:val="BodyText"/>
        <w:rPr>
          <w:szCs w:val="26"/>
        </w:rPr>
      </w:pPr>
      <w:r w:rsidRPr="00F44E78">
        <w:rPr>
          <w:szCs w:val="26"/>
        </w:rPr>
        <w:t>The Commission is grateful for the assistance it</w:t>
      </w:r>
      <w:r>
        <w:rPr>
          <w:szCs w:val="26"/>
        </w:rPr>
        <w:t xml:space="preserve"> received from the </w:t>
      </w:r>
      <w:r w:rsidRPr="000556D1">
        <w:t xml:space="preserve">Australian Government </w:t>
      </w:r>
      <w:r>
        <w:rPr>
          <w:szCs w:val="26"/>
        </w:rPr>
        <w:t>Department of Education,</w:t>
      </w:r>
      <w:r w:rsidRPr="00F83202">
        <w:rPr>
          <w:szCs w:val="26"/>
        </w:rPr>
        <w:t xml:space="preserve"> </w:t>
      </w:r>
      <w:r>
        <w:rPr>
          <w:szCs w:val="26"/>
        </w:rPr>
        <w:t xml:space="preserve">the </w:t>
      </w:r>
      <w:r w:rsidRPr="000556D1">
        <w:t xml:space="preserve">Australian Government </w:t>
      </w:r>
      <w:r>
        <w:rPr>
          <w:szCs w:val="26"/>
        </w:rPr>
        <w:t>Department of Social Services,</w:t>
      </w:r>
      <w:r w:rsidRPr="000556D1">
        <w:t xml:space="preserve"> Australian Government </w:t>
      </w:r>
      <w:r>
        <w:rPr>
          <w:szCs w:val="26"/>
        </w:rPr>
        <w:t xml:space="preserve">Department of Human Services, the Australian Children’s Education and Care Quality Authority, and State and Territory Governments, </w:t>
      </w:r>
      <w:r w:rsidRPr="00F44E78">
        <w:rPr>
          <w:szCs w:val="26"/>
        </w:rPr>
        <w:t xml:space="preserve">including through the provision of </w:t>
      </w:r>
      <w:r>
        <w:rPr>
          <w:szCs w:val="26"/>
        </w:rPr>
        <w:t xml:space="preserve">unpublished administration data </w:t>
      </w:r>
      <w:r w:rsidRPr="00F44E78">
        <w:rPr>
          <w:szCs w:val="26"/>
        </w:rPr>
        <w:t xml:space="preserve">and helpful responses to many questions about </w:t>
      </w:r>
      <w:r>
        <w:rPr>
          <w:szCs w:val="26"/>
        </w:rPr>
        <w:t xml:space="preserve">existing arrangements. </w:t>
      </w:r>
    </w:p>
    <w:p w:rsidR="00C22F75" w:rsidRDefault="00C22F75" w:rsidP="00C22F75">
      <w:pPr>
        <w:pStyle w:val="BodyText"/>
        <w:rPr>
          <w:szCs w:val="26"/>
        </w:rPr>
      </w:pPr>
      <w:r w:rsidRPr="00CF72D1">
        <w:rPr>
          <w:szCs w:val="26"/>
        </w:rPr>
        <w:t>The modelling undertaken for th</w:t>
      </w:r>
      <w:r w:rsidR="00FD3662">
        <w:rPr>
          <w:szCs w:val="26"/>
        </w:rPr>
        <w:t>e</w:t>
      </w:r>
      <w:r w:rsidRPr="00CF72D1">
        <w:rPr>
          <w:szCs w:val="26"/>
        </w:rPr>
        <w:t xml:space="preserve"> inquiry benefited from the critique on a draft version and helpful comments of Professor Guyonne Kalb, University of Melbourne. </w:t>
      </w:r>
      <w:r w:rsidR="009B64EC">
        <w:rPr>
          <w:szCs w:val="26"/>
        </w:rPr>
        <w:t>Dr Gordon Cleveland</w:t>
      </w:r>
      <w:r>
        <w:rPr>
          <w:szCs w:val="26"/>
        </w:rPr>
        <w:t xml:space="preserve"> from the University of Toronto and Honorary Senior Fellow, University of Melbourne</w:t>
      </w:r>
      <w:r w:rsidR="009B64EC">
        <w:rPr>
          <w:szCs w:val="26"/>
        </w:rPr>
        <w:t>,</w:t>
      </w:r>
      <w:r>
        <w:rPr>
          <w:szCs w:val="26"/>
        </w:rPr>
        <w:t xml:space="preserve"> provided helpful comments on the draft report overview.</w:t>
      </w:r>
    </w:p>
    <w:p w:rsidR="00C22F75" w:rsidRDefault="00C22F75" w:rsidP="00C22F75">
      <w:pPr>
        <w:pStyle w:val="BodyText"/>
      </w:pPr>
      <w:r>
        <w:rPr>
          <w:szCs w:val="26"/>
        </w:rPr>
        <w:t>The inquiry used data from a number of Australian Bureau of Statistics (ABS) collections</w:t>
      </w:r>
      <w:r>
        <w:t xml:space="preserve"> and </w:t>
      </w:r>
      <w:r w:rsidRPr="004D7FC3">
        <w:t>unit record data</w:t>
      </w:r>
      <w:r>
        <w:t>, c</w:t>
      </w:r>
      <w:r w:rsidRPr="000556D1">
        <w:t xml:space="preserve">ustomised </w:t>
      </w:r>
      <w:r w:rsidR="005871CB">
        <w:t>population projections</w:t>
      </w:r>
      <w:r w:rsidRPr="000556D1">
        <w:t xml:space="preserve"> prepared for the Australian Government Department of Social Services</w:t>
      </w:r>
      <w:r w:rsidR="009B64EC">
        <w:t xml:space="preserve"> (DSS)</w:t>
      </w:r>
      <w:r>
        <w:t xml:space="preserve"> </w:t>
      </w:r>
      <w:r w:rsidRPr="000556D1">
        <w:t xml:space="preserve">by the </w:t>
      </w:r>
      <w:r>
        <w:t xml:space="preserve">ABS, and </w:t>
      </w:r>
      <w:r w:rsidRPr="004D7FC3">
        <w:t>from the Household, Income and Labour Dynami</w:t>
      </w:r>
      <w:r>
        <w:t>cs in Australia (HILDA) Survey.</w:t>
      </w:r>
      <w:r w:rsidRPr="004D7FC3">
        <w:t xml:space="preserve"> The HILDA project was initiated and is funded by the </w:t>
      </w:r>
      <w:r w:rsidR="00FD3662">
        <w:t>DSS</w:t>
      </w:r>
      <w:r w:rsidRPr="004D7FC3">
        <w:t xml:space="preserve"> and is managed by the Melbourne Institute of Applied Economic and Social Research.</w:t>
      </w:r>
      <w:r w:rsidR="000B51D2">
        <w:t xml:space="preserve"> The findings and views reported, however, are those of the Commission and should not be attributed to either DSS or the Melbourne Institute.</w:t>
      </w:r>
    </w:p>
    <w:p w:rsidR="00C22F75" w:rsidRDefault="00C22F75" w:rsidP="00C22F75">
      <w:pPr>
        <w:pStyle w:val="BodyText"/>
        <w:rPr>
          <w:szCs w:val="26"/>
        </w:rPr>
      </w:pPr>
      <w:r w:rsidRPr="00CF72D1">
        <w:rPr>
          <w:szCs w:val="26"/>
        </w:rPr>
        <w:t>The Commissioners would like to express their appreciation to the staff who worked on the inquiry report and the underlying analysis. The staff team was led by Rosalyn Bell and</w:t>
      </w:r>
      <w:r>
        <w:rPr>
          <w:szCs w:val="26"/>
        </w:rPr>
        <w:t xml:space="preserve"> included Joanna Abhayaratna, Steven Argy, Monika Binder, Mark Bryant, Bronwyn Fisher, Jenny Gordon, Bill Henderson, Nico Louw, Paulene McCalman, Troy Podbury, Ineke Redmond and other staff in the Canberra office. The Commissioners would also like to thank Phil Harslett, Patrick Jomini, Dan Marshall and Tim Murray</w:t>
      </w:r>
      <w:r w:rsidRPr="00CF72D1">
        <w:rPr>
          <w:szCs w:val="26"/>
        </w:rPr>
        <w:t xml:space="preserve"> </w:t>
      </w:r>
      <w:r>
        <w:rPr>
          <w:szCs w:val="26"/>
        </w:rPr>
        <w:t>in the Melbourne office for their modelling work for the inquiry.</w:t>
      </w:r>
    </w:p>
    <w:p w:rsidR="006B20AC" w:rsidRPr="00883E8C" w:rsidRDefault="006B20AC" w:rsidP="00DB5F36">
      <w:pPr>
        <w:pStyle w:val="BodyText"/>
        <w:rPr>
          <w:lang w:eastAsia="en-US"/>
        </w:rPr>
      </w:pPr>
    </w:p>
    <w:p w:rsidR="006B20AC" w:rsidRDefault="006B20AC">
      <w:pPr>
        <w:pStyle w:val="BodyText"/>
        <w:sectPr w:rsidR="006B20AC" w:rsidSect="00DB5F36">
          <w:headerReference w:type="even" r:id="rId22"/>
          <w:headerReference w:type="default" r:id="rId23"/>
          <w:footerReference w:type="even" r:id="rId24"/>
          <w:footerReference w:type="default" r:id="rId25"/>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8" w:name="EndContents"/>
      <w:bookmarkStart w:id="19" w:name="_Toc401576436"/>
      <w:bookmarkStart w:id="20" w:name="_Toc402184143"/>
      <w:bookmarkStart w:id="21" w:name="_Toc402184281"/>
      <w:bookmarkStart w:id="22" w:name="_Toc402337632"/>
      <w:bookmarkEnd w:id="18"/>
      <w:r>
        <w:lastRenderedPageBreak/>
        <w:t>Abbreviations and explanations</w:t>
      </w:r>
      <w:bookmarkEnd w:id="19"/>
      <w:bookmarkEnd w:id="20"/>
      <w:bookmarkEnd w:id="21"/>
      <w:bookmarkEnd w:id="22"/>
    </w:p>
    <w:p w:rsidR="001A7BFF" w:rsidRDefault="001A7BFF" w:rsidP="001A7BFF">
      <w:pPr>
        <w:pStyle w:val="Heading2NotTOC"/>
      </w:pPr>
      <w:bookmarkStart w:id="23" w:name="Glossary"/>
      <w:bookmarkEnd w:id="23"/>
      <w:r>
        <w:t>Abbrevia</w:t>
      </w:r>
      <w:r w:rsidRPr="00F85393">
        <w:t>t</w:t>
      </w:r>
      <w:r>
        <w:t>ions</w:t>
      </w:r>
    </w:p>
    <w:p w:rsidR="000B51D2" w:rsidRDefault="000B51D2" w:rsidP="000B51D2">
      <w:pPr>
        <w:pStyle w:val="Abbreviation"/>
      </w:pPr>
      <w:r>
        <w:t>ABS</w:t>
      </w:r>
      <w:r>
        <w:tab/>
        <w:t>Australian Bureau of Statistics</w:t>
      </w:r>
    </w:p>
    <w:p w:rsidR="000B51D2" w:rsidRDefault="000B51D2" w:rsidP="000B51D2">
      <w:pPr>
        <w:pStyle w:val="Abbreviation"/>
      </w:pPr>
      <w:r>
        <w:t>ACECQA</w:t>
      </w:r>
      <w:r>
        <w:tab/>
        <w:t>Australian Children’s Education and Care Quality Authority</w:t>
      </w:r>
    </w:p>
    <w:p w:rsidR="000B51D2" w:rsidRDefault="000B51D2" w:rsidP="000B51D2">
      <w:pPr>
        <w:pStyle w:val="Abbreviation"/>
      </w:pPr>
      <w:r>
        <w:t>AEDC</w:t>
      </w:r>
      <w:r>
        <w:tab/>
        <w:t>Australian Early Development Census</w:t>
      </w:r>
    </w:p>
    <w:p w:rsidR="000B51D2" w:rsidRDefault="000B51D2" w:rsidP="000B51D2">
      <w:pPr>
        <w:pStyle w:val="Abbreviation"/>
      </w:pPr>
      <w:r>
        <w:t>AEDI</w:t>
      </w:r>
      <w:r>
        <w:tab/>
        <w:t>Australian Early Development Index</w:t>
      </w:r>
    </w:p>
    <w:p w:rsidR="000B51D2" w:rsidRDefault="000B51D2" w:rsidP="000B51D2">
      <w:pPr>
        <w:pStyle w:val="Abbreviation"/>
      </w:pPr>
      <w:r>
        <w:t>AIFS</w:t>
      </w:r>
      <w:r>
        <w:tab/>
        <w:t>Australian Institute of Family Studies</w:t>
      </w:r>
    </w:p>
    <w:p w:rsidR="000B51D2" w:rsidRDefault="000B51D2" w:rsidP="000B51D2">
      <w:pPr>
        <w:pStyle w:val="Abbreviation"/>
      </w:pPr>
      <w:r>
        <w:t>AIHW</w:t>
      </w:r>
      <w:r>
        <w:tab/>
        <w:t>Australian Institute of Health and Welfare</w:t>
      </w:r>
    </w:p>
    <w:p w:rsidR="000B51D2" w:rsidRDefault="000B51D2" w:rsidP="000B51D2">
      <w:pPr>
        <w:pStyle w:val="Abbreviation"/>
      </w:pPr>
      <w:r>
        <w:t>ANZSIC</w:t>
      </w:r>
      <w:r>
        <w:tab/>
        <w:t>Australian and New Zealand Standard Industrial Classification</w:t>
      </w:r>
    </w:p>
    <w:p w:rsidR="000B51D2" w:rsidRDefault="000B51D2" w:rsidP="000B51D2">
      <w:pPr>
        <w:pStyle w:val="Abbreviation"/>
      </w:pPr>
      <w:r>
        <w:t>ARIA</w:t>
      </w:r>
      <w:r>
        <w:tab/>
        <w:t>Accessibility/Remoteness Index of Australia</w:t>
      </w:r>
    </w:p>
    <w:p w:rsidR="000B51D2" w:rsidRDefault="000B51D2" w:rsidP="000B51D2">
      <w:pPr>
        <w:pStyle w:val="Abbreviation"/>
      </w:pPr>
      <w:r>
        <w:t>ASC</w:t>
      </w:r>
      <w:r>
        <w:tab/>
        <w:t>after school care</w:t>
      </w:r>
    </w:p>
    <w:p w:rsidR="000B51D2" w:rsidRDefault="000B51D2" w:rsidP="000B51D2">
      <w:pPr>
        <w:pStyle w:val="Abbreviation"/>
      </w:pPr>
      <w:r>
        <w:t>ATO</w:t>
      </w:r>
      <w:r>
        <w:tab/>
        <w:t>Australian Taxation Office</w:t>
      </w:r>
    </w:p>
    <w:p w:rsidR="000B51D2" w:rsidRDefault="000B51D2" w:rsidP="000B51D2">
      <w:pPr>
        <w:pStyle w:val="Abbreviation"/>
      </w:pPr>
      <w:r>
        <w:t>BBF</w:t>
      </w:r>
      <w:r>
        <w:tab/>
        <w:t xml:space="preserve">Budget Based Funded </w:t>
      </w:r>
    </w:p>
    <w:p w:rsidR="000B51D2" w:rsidRDefault="000B51D2" w:rsidP="000B51D2">
      <w:pPr>
        <w:pStyle w:val="Abbreviation"/>
      </w:pPr>
      <w:r>
        <w:t>BSC</w:t>
      </w:r>
      <w:r>
        <w:tab/>
        <w:t>before school care</w:t>
      </w:r>
    </w:p>
    <w:p w:rsidR="000B51D2" w:rsidRDefault="000B51D2" w:rsidP="000B51D2">
      <w:pPr>
        <w:pStyle w:val="Abbreviation"/>
      </w:pPr>
      <w:r>
        <w:t>CALD</w:t>
      </w:r>
      <w:r>
        <w:tab/>
        <w:t>culturally and linguistically diverse</w:t>
      </w:r>
    </w:p>
    <w:p w:rsidR="000B51D2" w:rsidRDefault="000B51D2" w:rsidP="000B51D2">
      <w:pPr>
        <w:pStyle w:val="Abbreviation"/>
      </w:pPr>
      <w:r>
        <w:t>CBC</w:t>
      </w:r>
      <w:r>
        <w:tab/>
        <w:t>centre</w:t>
      </w:r>
      <w:r>
        <w:noBreakHyphen/>
        <w:t xml:space="preserve">based care </w:t>
      </w:r>
    </w:p>
    <w:p w:rsidR="000B51D2" w:rsidRDefault="000B51D2" w:rsidP="000B51D2">
      <w:pPr>
        <w:pStyle w:val="Abbreviation"/>
      </w:pPr>
      <w:r>
        <w:t>CBD</w:t>
      </w:r>
      <w:r>
        <w:tab/>
        <w:t>central business district</w:t>
      </w:r>
    </w:p>
    <w:p w:rsidR="000B51D2" w:rsidRDefault="000B51D2" w:rsidP="000B51D2">
      <w:pPr>
        <w:pStyle w:val="Abbreviation"/>
      </w:pPr>
      <w:r>
        <w:t>CCB</w:t>
      </w:r>
      <w:r>
        <w:tab/>
        <w:t>Child Care Benefit</w:t>
      </w:r>
    </w:p>
    <w:p w:rsidR="000B51D2" w:rsidRDefault="000B51D2" w:rsidP="000B51D2">
      <w:pPr>
        <w:pStyle w:val="Abbreviation"/>
      </w:pPr>
      <w:r>
        <w:t>CCR</w:t>
      </w:r>
      <w:r>
        <w:tab/>
        <w:t>Child Care Rebate</w:t>
      </w:r>
    </w:p>
    <w:p w:rsidR="000B51D2" w:rsidRDefault="000B51D2" w:rsidP="000B51D2">
      <w:pPr>
        <w:pStyle w:val="Abbreviation"/>
      </w:pPr>
      <w:r>
        <w:t>CCTR</w:t>
      </w:r>
      <w:r>
        <w:tab/>
        <w:t>Child Care Tax Rebate</w:t>
      </w:r>
    </w:p>
    <w:p w:rsidR="000B51D2" w:rsidRDefault="000B51D2" w:rsidP="000B51D2">
      <w:pPr>
        <w:pStyle w:val="Abbreviation"/>
      </w:pPr>
      <w:r>
        <w:t>CELP</w:t>
      </w:r>
      <w:r>
        <w:tab/>
        <w:t>Community Early Learning Program</w:t>
      </w:r>
    </w:p>
    <w:p w:rsidR="000B51D2" w:rsidRDefault="000B51D2" w:rsidP="000B51D2">
      <w:pPr>
        <w:pStyle w:val="Abbreviation"/>
      </w:pPr>
      <w:r>
        <w:t>COAG</w:t>
      </w:r>
      <w:r>
        <w:tab/>
        <w:t>Council of Australian Governments</w:t>
      </w:r>
    </w:p>
    <w:p w:rsidR="000B51D2" w:rsidRDefault="000B51D2" w:rsidP="000B51D2">
      <w:pPr>
        <w:pStyle w:val="Abbreviation"/>
      </w:pPr>
      <w:r>
        <w:t>CPI</w:t>
      </w:r>
      <w:r>
        <w:tab/>
        <w:t>Consumer Price Index</w:t>
      </w:r>
    </w:p>
    <w:p w:rsidR="000B51D2" w:rsidRDefault="000B51D2" w:rsidP="000B51D2">
      <w:pPr>
        <w:pStyle w:val="Abbreviation"/>
      </w:pPr>
      <w:r>
        <w:t>CSP</w:t>
      </w:r>
      <w:r>
        <w:tab/>
        <w:t>Community Support Programme</w:t>
      </w:r>
    </w:p>
    <w:p w:rsidR="000B51D2" w:rsidRDefault="000B51D2" w:rsidP="000B51D2">
      <w:pPr>
        <w:pStyle w:val="Abbreviation"/>
      </w:pPr>
      <w:r>
        <w:t>DEEWR</w:t>
      </w:r>
      <w:r>
        <w:tab/>
        <w:t>(former) Department of Education, Employment and Workplace Relations</w:t>
      </w:r>
    </w:p>
    <w:p w:rsidR="000B51D2" w:rsidRDefault="000B51D2" w:rsidP="000B51D2">
      <w:pPr>
        <w:pStyle w:val="Abbreviation"/>
      </w:pPr>
      <w:r>
        <w:t>DHS</w:t>
      </w:r>
      <w:r>
        <w:tab/>
        <w:t>Department of Human Services</w:t>
      </w:r>
    </w:p>
    <w:p w:rsidR="000B51D2" w:rsidRDefault="000B51D2" w:rsidP="000B51D2">
      <w:pPr>
        <w:pStyle w:val="Abbreviation"/>
      </w:pPr>
      <w:r>
        <w:t>DSS</w:t>
      </w:r>
      <w:r>
        <w:tab/>
        <w:t>Department of Social Services</w:t>
      </w:r>
    </w:p>
    <w:p w:rsidR="000B51D2" w:rsidRDefault="000B51D2" w:rsidP="000B51D2">
      <w:pPr>
        <w:pStyle w:val="Abbreviation"/>
      </w:pPr>
      <w:r>
        <w:lastRenderedPageBreak/>
        <w:t>ECEC</w:t>
      </w:r>
      <w:r>
        <w:tab/>
        <w:t>early childhood education and care</w:t>
      </w:r>
    </w:p>
    <w:p w:rsidR="000B51D2" w:rsidRDefault="000B51D2" w:rsidP="000B51D2">
      <w:pPr>
        <w:pStyle w:val="Abbreviation"/>
      </w:pPr>
      <w:r>
        <w:t>ECLS</w:t>
      </w:r>
      <w:r>
        <w:tab/>
        <w:t>Early Care and Learning Subsidy</w:t>
      </w:r>
    </w:p>
    <w:p w:rsidR="000B51D2" w:rsidRDefault="000B51D2" w:rsidP="000B51D2">
      <w:pPr>
        <w:pStyle w:val="Abbreviation"/>
      </w:pPr>
      <w:r>
        <w:t>ECT</w:t>
      </w:r>
      <w:r>
        <w:tab/>
        <w:t>early childhood teacher</w:t>
      </w:r>
    </w:p>
    <w:p w:rsidR="000B51D2" w:rsidRDefault="000B51D2" w:rsidP="000B51D2">
      <w:pPr>
        <w:pStyle w:val="Abbreviation"/>
      </w:pPr>
      <w:r>
        <w:t>EMTR</w:t>
      </w:r>
      <w:r>
        <w:tab/>
        <w:t xml:space="preserve">effective marginal tax rate </w:t>
      </w:r>
    </w:p>
    <w:p w:rsidR="000B51D2" w:rsidRDefault="000B51D2" w:rsidP="000B51D2">
      <w:pPr>
        <w:pStyle w:val="Abbreviation"/>
      </w:pPr>
      <w:r>
        <w:t>EPPE</w:t>
      </w:r>
      <w:r>
        <w:tab/>
        <w:t>Effective Provision of Preschool Education study</w:t>
      </w:r>
    </w:p>
    <w:p w:rsidR="000B51D2" w:rsidRDefault="000B51D2" w:rsidP="000B51D2">
      <w:pPr>
        <w:pStyle w:val="Abbreviation"/>
      </w:pPr>
      <w:r>
        <w:t>FAHCSIA</w:t>
      </w:r>
      <w:r>
        <w:tab/>
        <w:t>(former) Department of Families, Housing, Community Services and Indigenous Affairs</w:t>
      </w:r>
    </w:p>
    <w:p w:rsidR="000B51D2" w:rsidRDefault="000B51D2" w:rsidP="000B51D2">
      <w:pPr>
        <w:pStyle w:val="Abbreviation"/>
      </w:pPr>
      <w:r>
        <w:t>FBT</w:t>
      </w:r>
      <w:r>
        <w:tab/>
        <w:t>Fringe Benefits Tax</w:t>
      </w:r>
    </w:p>
    <w:p w:rsidR="000B51D2" w:rsidRDefault="000B51D2" w:rsidP="000B51D2">
      <w:pPr>
        <w:pStyle w:val="Abbreviation"/>
      </w:pPr>
      <w:r>
        <w:t>FDC</w:t>
      </w:r>
      <w:r>
        <w:tab/>
        <w:t>family day care</w:t>
      </w:r>
    </w:p>
    <w:p w:rsidR="000B51D2" w:rsidRDefault="000B51D2" w:rsidP="000B51D2">
      <w:pPr>
        <w:pStyle w:val="Abbreviation"/>
      </w:pPr>
      <w:r>
        <w:t>FTB</w:t>
      </w:r>
      <w:r>
        <w:tab/>
        <w:t>Family Tax Benefit</w:t>
      </w:r>
    </w:p>
    <w:p w:rsidR="000B51D2" w:rsidRDefault="000B51D2" w:rsidP="000B51D2">
      <w:pPr>
        <w:pStyle w:val="Abbreviation"/>
      </w:pPr>
      <w:r>
        <w:t>FTE</w:t>
      </w:r>
      <w:r>
        <w:tab/>
        <w:t>full</w:t>
      </w:r>
      <w:r>
        <w:noBreakHyphen/>
        <w:t xml:space="preserve">time equivalent  </w:t>
      </w:r>
    </w:p>
    <w:p w:rsidR="000B51D2" w:rsidRDefault="000B51D2" w:rsidP="000B51D2">
      <w:pPr>
        <w:pStyle w:val="Abbreviation"/>
      </w:pPr>
      <w:r>
        <w:t>GCCB</w:t>
      </w:r>
      <w:r>
        <w:tab/>
        <w:t>Grandparent Child Care Benefit</w:t>
      </w:r>
    </w:p>
    <w:p w:rsidR="000B51D2" w:rsidRDefault="000B51D2" w:rsidP="000B51D2">
      <w:pPr>
        <w:pStyle w:val="Abbreviation"/>
      </w:pPr>
      <w:r>
        <w:t>GDP</w:t>
      </w:r>
      <w:r>
        <w:tab/>
        <w:t>gross domestic product</w:t>
      </w:r>
    </w:p>
    <w:p w:rsidR="000B51D2" w:rsidRDefault="000B51D2" w:rsidP="000B51D2">
      <w:pPr>
        <w:pStyle w:val="Abbreviation"/>
      </w:pPr>
      <w:r>
        <w:t>GST</w:t>
      </w:r>
      <w:r>
        <w:tab/>
        <w:t>Goods and Services Tax</w:t>
      </w:r>
    </w:p>
    <w:p w:rsidR="000B51D2" w:rsidRDefault="000B51D2" w:rsidP="000B51D2">
      <w:pPr>
        <w:pStyle w:val="Abbreviation"/>
      </w:pPr>
      <w:r>
        <w:t>HBC</w:t>
      </w:r>
      <w:r>
        <w:tab/>
        <w:t>home</w:t>
      </w:r>
      <w:r>
        <w:noBreakHyphen/>
        <w:t>based care</w:t>
      </w:r>
    </w:p>
    <w:p w:rsidR="000B51D2" w:rsidRDefault="000B51D2" w:rsidP="000B51D2">
      <w:pPr>
        <w:pStyle w:val="Abbreviation"/>
      </w:pPr>
      <w:r>
        <w:t>HECS</w:t>
      </w:r>
      <w:r>
        <w:tab/>
        <w:t xml:space="preserve">Higher Education Contribution Scheme </w:t>
      </w:r>
    </w:p>
    <w:p w:rsidR="000B51D2" w:rsidRDefault="000B51D2" w:rsidP="000B51D2">
      <w:pPr>
        <w:pStyle w:val="Abbreviation"/>
      </w:pPr>
      <w:r>
        <w:t>HELP</w:t>
      </w:r>
      <w:r>
        <w:tab/>
        <w:t xml:space="preserve">Higher Education Loan Programme </w:t>
      </w:r>
    </w:p>
    <w:p w:rsidR="000B51D2" w:rsidRDefault="000B51D2" w:rsidP="000B51D2">
      <w:pPr>
        <w:pStyle w:val="Abbreviation"/>
      </w:pPr>
      <w:r>
        <w:t>HILDA</w:t>
      </w:r>
      <w:r>
        <w:tab/>
        <w:t xml:space="preserve">Household, Income and Labour Dynamics in Australia </w:t>
      </w:r>
    </w:p>
    <w:p w:rsidR="000B51D2" w:rsidRDefault="000B51D2" w:rsidP="000B51D2">
      <w:pPr>
        <w:pStyle w:val="Abbreviation"/>
      </w:pPr>
      <w:r>
        <w:t>HIPPY</w:t>
      </w:r>
      <w:r>
        <w:tab/>
        <w:t>Home Interaction Program for Parents and Youngsters</w:t>
      </w:r>
    </w:p>
    <w:p w:rsidR="000B51D2" w:rsidRDefault="000B51D2" w:rsidP="000B51D2">
      <w:pPr>
        <w:pStyle w:val="Abbreviation"/>
      </w:pPr>
      <w:r>
        <w:t>IHC</w:t>
      </w:r>
      <w:r>
        <w:tab/>
        <w:t>In</w:t>
      </w:r>
      <w:r>
        <w:noBreakHyphen/>
        <w:t>Home Care</w:t>
      </w:r>
    </w:p>
    <w:p w:rsidR="000B51D2" w:rsidRDefault="000B51D2" w:rsidP="000B51D2">
      <w:pPr>
        <w:pStyle w:val="Abbreviation"/>
      </w:pPr>
      <w:r>
        <w:t>IPSP</w:t>
      </w:r>
      <w:r>
        <w:tab/>
        <w:t xml:space="preserve">Inclusion and Professional Support Program </w:t>
      </w:r>
    </w:p>
    <w:p w:rsidR="000B51D2" w:rsidRDefault="000B51D2" w:rsidP="000B51D2">
      <w:pPr>
        <w:pStyle w:val="Abbreviation"/>
      </w:pPr>
      <w:r>
        <w:t>IPSU</w:t>
      </w:r>
      <w:r>
        <w:tab/>
        <w:t>Indigenous Professional Support Units</w:t>
      </w:r>
    </w:p>
    <w:p w:rsidR="000B51D2" w:rsidRDefault="000B51D2" w:rsidP="000B51D2">
      <w:pPr>
        <w:pStyle w:val="Abbreviation"/>
      </w:pPr>
      <w:r>
        <w:t>ISA</w:t>
      </w:r>
      <w:r>
        <w:tab/>
        <w:t>Inclusion Support Agency</w:t>
      </w:r>
    </w:p>
    <w:p w:rsidR="000B51D2" w:rsidRDefault="000B51D2" w:rsidP="000B51D2">
      <w:pPr>
        <w:pStyle w:val="Abbreviation"/>
      </w:pPr>
      <w:r>
        <w:t>ISF</w:t>
      </w:r>
      <w:r>
        <w:tab/>
        <w:t>Inclusion Support Facilitator</w:t>
      </w:r>
    </w:p>
    <w:p w:rsidR="000B51D2" w:rsidRDefault="000B51D2" w:rsidP="000B51D2">
      <w:pPr>
        <w:pStyle w:val="Abbreviation"/>
      </w:pPr>
      <w:r>
        <w:t>ISP</w:t>
      </w:r>
      <w:r>
        <w:tab/>
        <w:t>Inclusion Support Program</w:t>
      </w:r>
    </w:p>
    <w:p w:rsidR="000B51D2" w:rsidRDefault="000B51D2" w:rsidP="000B51D2">
      <w:pPr>
        <w:pStyle w:val="Abbreviation"/>
      </w:pPr>
      <w:r>
        <w:t>ISS</w:t>
      </w:r>
      <w:r>
        <w:tab/>
        <w:t>Inclusion Support Subsidy</w:t>
      </w:r>
    </w:p>
    <w:p w:rsidR="000B51D2" w:rsidRDefault="000B51D2" w:rsidP="000B51D2">
      <w:pPr>
        <w:pStyle w:val="Abbreviation"/>
      </w:pPr>
      <w:r>
        <w:t>JETCCFA</w:t>
      </w:r>
      <w:r>
        <w:tab/>
        <w:t>Jobs, Education and Training Child Care Fee Assistance</w:t>
      </w:r>
    </w:p>
    <w:p w:rsidR="000B51D2" w:rsidRDefault="000B51D2" w:rsidP="000B51D2">
      <w:pPr>
        <w:pStyle w:val="Abbreviation"/>
      </w:pPr>
      <w:r>
        <w:t>LDC</w:t>
      </w:r>
      <w:r>
        <w:tab/>
        <w:t>long day care</w:t>
      </w:r>
    </w:p>
    <w:p w:rsidR="000B51D2" w:rsidRDefault="000B51D2" w:rsidP="000B51D2">
      <w:pPr>
        <w:pStyle w:val="Abbreviation"/>
      </w:pPr>
      <w:r>
        <w:t>LSAC</w:t>
      </w:r>
      <w:r>
        <w:tab/>
        <w:t>Longitudinal Study of Australian Children</w:t>
      </w:r>
    </w:p>
    <w:p w:rsidR="000B51D2" w:rsidRDefault="000B51D2" w:rsidP="000B51D2">
      <w:pPr>
        <w:pStyle w:val="Abbreviation"/>
      </w:pPr>
      <w:r>
        <w:t>MACS</w:t>
      </w:r>
      <w:r>
        <w:tab/>
        <w:t>Multifunctional Aboriginal Children’s Services</w:t>
      </w:r>
    </w:p>
    <w:p w:rsidR="000B51D2" w:rsidRDefault="000B51D2" w:rsidP="000B51D2">
      <w:pPr>
        <w:pStyle w:val="Abbreviation"/>
      </w:pPr>
      <w:r>
        <w:t>NAPLAN</w:t>
      </w:r>
      <w:r>
        <w:tab/>
        <w:t>National Assessment Program — Literacy and Numeracy</w:t>
      </w:r>
    </w:p>
    <w:p w:rsidR="000B51D2" w:rsidRDefault="000B51D2" w:rsidP="000B51D2">
      <w:pPr>
        <w:pStyle w:val="Abbreviation"/>
      </w:pPr>
      <w:r>
        <w:t>NATSEM</w:t>
      </w:r>
      <w:r>
        <w:tab/>
        <w:t>National Centre for Social and Economic Modelling</w:t>
      </w:r>
    </w:p>
    <w:p w:rsidR="000B51D2" w:rsidRDefault="000B51D2" w:rsidP="000B51D2">
      <w:pPr>
        <w:pStyle w:val="Abbreviation"/>
      </w:pPr>
      <w:r>
        <w:lastRenderedPageBreak/>
        <w:t>NDIS</w:t>
      </w:r>
      <w:r>
        <w:tab/>
        <w:t>National Disability Insurance Scheme</w:t>
      </w:r>
    </w:p>
    <w:p w:rsidR="000B51D2" w:rsidRDefault="000B51D2" w:rsidP="000B51D2">
      <w:pPr>
        <w:pStyle w:val="Abbreviation"/>
      </w:pPr>
      <w:r>
        <w:t>NICHD</w:t>
      </w:r>
      <w:r>
        <w:tab/>
        <w:t>National Institute for Child Health and Human Development</w:t>
      </w:r>
    </w:p>
    <w:p w:rsidR="000B51D2" w:rsidRDefault="000B51D2" w:rsidP="000B51D2">
      <w:pPr>
        <w:pStyle w:val="Abbreviation"/>
      </w:pPr>
      <w:r>
        <w:t>NISSP</w:t>
      </w:r>
      <w:r>
        <w:tab/>
        <w:t>National Inclusion Support Subsidy Provider</w:t>
      </w:r>
    </w:p>
    <w:p w:rsidR="000B51D2" w:rsidRDefault="000B51D2" w:rsidP="000B51D2">
      <w:pPr>
        <w:pStyle w:val="Abbreviation"/>
      </w:pPr>
      <w:r>
        <w:t>NPA</w:t>
      </w:r>
      <w:r>
        <w:tab/>
        <w:t>National Partnership Agreement</w:t>
      </w:r>
    </w:p>
    <w:p w:rsidR="000B51D2" w:rsidRDefault="000B51D2" w:rsidP="000B51D2">
      <w:pPr>
        <w:pStyle w:val="Abbreviation"/>
      </w:pPr>
      <w:r>
        <w:t>NQF</w:t>
      </w:r>
      <w:r>
        <w:tab/>
        <w:t>National Quality Framework</w:t>
      </w:r>
    </w:p>
    <w:p w:rsidR="000B51D2" w:rsidRDefault="000B51D2" w:rsidP="000B51D2">
      <w:pPr>
        <w:pStyle w:val="Abbreviation"/>
      </w:pPr>
      <w:r>
        <w:t>NQS</w:t>
      </w:r>
      <w:r>
        <w:tab/>
        <w:t>National Quality Standard</w:t>
      </w:r>
    </w:p>
    <w:p w:rsidR="000B51D2" w:rsidRDefault="000B51D2" w:rsidP="000B51D2">
      <w:pPr>
        <w:pStyle w:val="Abbreviation"/>
      </w:pPr>
      <w:r>
        <w:t>OCC</w:t>
      </w:r>
      <w:r>
        <w:tab/>
        <w:t xml:space="preserve">occasional </w:t>
      </w:r>
      <w:r w:rsidR="00D42A3B">
        <w:t>child</w:t>
      </w:r>
      <w:r>
        <w:t>care</w:t>
      </w:r>
    </w:p>
    <w:p w:rsidR="000B51D2" w:rsidRDefault="000B51D2" w:rsidP="000B51D2">
      <w:pPr>
        <w:pStyle w:val="Abbreviation"/>
      </w:pPr>
      <w:r>
        <w:t>OECD</w:t>
      </w:r>
      <w:r>
        <w:tab/>
        <w:t>Organisation for Economic Co-operation and Development</w:t>
      </w:r>
    </w:p>
    <w:p w:rsidR="000B51D2" w:rsidRDefault="000B51D2" w:rsidP="000B51D2">
      <w:pPr>
        <w:pStyle w:val="Abbreviation"/>
      </w:pPr>
      <w:r>
        <w:t>OSHC</w:t>
      </w:r>
      <w:r>
        <w:tab/>
        <w:t>outside school hours care</w:t>
      </w:r>
    </w:p>
    <w:p w:rsidR="000B51D2" w:rsidRDefault="000B51D2" w:rsidP="000B51D2">
      <w:pPr>
        <w:pStyle w:val="Abbreviation"/>
      </w:pPr>
      <w:r>
        <w:t>PC</w:t>
      </w:r>
      <w:r>
        <w:tab/>
        <w:t>Productivity Commission</w:t>
      </w:r>
    </w:p>
    <w:p w:rsidR="000B51D2" w:rsidRDefault="000B51D2" w:rsidP="000B51D2">
      <w:pPr>
        <w:pStyle w:val="Abbreviation"/>
      </w:pPr>
      <w:r>
        <w:t>PSC</w:t>
      </w:r>
      <w:r>
        <w:tab/>
        <w:t>Professional Support Coordinator</w:t>
      </w:r>
    </w:p>
    <w:p w:rsidR="000B51D2" w:rsidRDefault="000B51D2" w:rsidP="000B51D2">
      <w:pPr>
        <w:pStyle w:val="Abbreviation"/>
      </w:pPr>
      <w:r>
        <w:t>QIP</w:t>
      </w:r>
      <w:r>
        <w:tab/>
        <w:t>Quality Improvement Plan</w:t>
      </w:r>
    </w:p>
    <w:p w:rsidR="000B51D2" w:rsidRDefault="000B51D2" w:rsidP="000B51D2">
      <w:pPr>
        <w:pStyle w:val="Abbreviation"/>
      </w:pPr>
      <w:r>
        <w:t>ROGS</w:t>
      </w:r>
      <w:r>
        <w:tab/>
        <w:t>Report on Government Services</w:t>
      </w:r>
    </w:p>
    <w:p w:rsidR="000B51D2" w:rsidRDefault="000B51D2" w:rsidP="000B51D2">
      <w:pPr>
        <w:pStyle w:val="Abbreviation"/>
      </w:pPr>
      <w:r>
        <w:t>SCCB</w:t>
      </w:r>
      <w:r>
        <w:tab/>
        <w:t>Special Child Care Benefit</w:t>
      </w:r>
    </w:p>
    <w:p w:rsidR="000B51D2" w:rsidRDefault="000B51D2" w:rsidP="000B51D2">
      <w:pPr>
        <w:pStyle w:val="Abbreviation"/>
      </w:pPr>
      <w:r>
        <w:t>SEIFA</w:t>
      </w:r>
      <w:r>
        <w:tab/>
        <w:t>Socio</w:t>
      </w:r>
      <w:r>
        <w:noBreakHyphen/>
        <w:t>Economic Index for Areas</w:t>
      </w:r>
    </w:p>
    <w:p w:rsidR="000B51D2" w:rsidRDefault="000B51D2" w:rsidP="000B51D2">
      <w:pPr>
        <w:pStyle w:val="Abbreviation"/>
      </w:pPr>
      <w:r>
        <w:t>VAC</w:t>
      </w:r>
      <w:r>
        <w:tab/>
        <w:t xml:space="preserve">vacation care </w:t>
      </w:r>
    </w:p>
    <w:p w:rsidR="001A7BFF" w:rsidRDefault="001A7BFF" w:rsidP="001A7BFF">
      <w:pPr>
        <w:pStyle w:val="Heading2NotTOC"/>
        <w:spacing w:before="480"/>
      </w:pPr>
      <w:r>
        <w:t>Explanations</w:t>
      </w:r>
    </w:p>
    <w:tbl>
      <w:tblPr>
        <w:tblW w:w="0" w:type="auto"/>
        <w:tblLayout w:type="fixed"/>
        <w:tblCellMar>
          <w:left w:w="0" w:type="dxa"/>
          <w:right w:w="0" w:type="dxa"/>
        </w:tblCellMar>
        <w:tblLook w:val="0000" w:firstRow="0" w:lastRow="0" w:firstColumn="0" w:lastColumn="0" w:noHBand="0" w:noVBand="0"/>
      </w:tblPr>
      <w:tblGrid>
        <w:gridCol w:w="8789"/>
      </w:tblGrid>
      <w:tr w:rsidR="00C26283" w:rsidRPr="004540C1" w:rsidTr="00DB5F36">
        <w:tc>
          <w:tcPr>
            <w:tcW w:w="8789" w:type="dxa"/>
          </w:tcPr>
          <w:tbl>
            <w:tblPr>
              <w:tblW w:w="0" w:type="auto"/>
              <w:tblLayout w:type="fixed"/>
              <w:tblCellMar>
                <w:left w:w="0" w:type="dxa"/>
                <w:right w:w="0" w:type="dxa"/>
              </w:tblCellMar>
              <w:tblLook w:val="0000" w:firstRow="0" w:lastRow="0" w:firstColumn="0" w:lastColumn="0" w:noHBand="0" w:noVBand="0"/>
            </w:tblPr>
            <w:tblGrid>
              <w:gridCol w:w="2410"/>
              <w:gridCol w:w="6379"/>
            </w:tblGrid>
            <w:tr w:rsidR="003D368C" w:rsidTr="00DB5F36">
              <w:tc>
                <w:tcPr>
                  <w:tcW w:w="2410" w:type="dxa"/>
                </w:tcPr>
                <w:p w:rsidR="003D368C" w:rsidRDefault="003D368C" w:rsidP="00DB5F36">
                  <w:pPr>
                    <w:pStyle w:val="BodyText"/>
                    <w:spacing w:before="120"/>
                    <w:ind w:right="6"/>
                  </w:pPr>
                  <w:r>
                    <w:t>Billion</w:t>
                  </w:r>
                </w:p>
              </w:tc>
              <w:tc>
                <w:tcPr>
                  <w:tcW w:w="6379" w:type="dxa"/>
                </w:tcPr>
                <w:p w:rsidR="003D368C" w:rsidRDefault="003D368C" w:rsidP="00DB5F36">
                  <w:pPr>
                    <w:pStyle w:val="BodyText"/>
                    <w:spacing w:before="120"/>
                    <w:ind w:left="227" w:right="6"/>
                  </w:pPr>
                  <w:r>
                    <w:t>The convention used for a billion is a thousand million (10</w:t>
                  </w:r>
                  <w:r>
                    <w:rPr>
                      <w:position w:val="6"/>
                      <w:sz w:val="22"/>
                    </w:rPr>
                    <w:t>9</w:t>
                  </w:r>
                  <w:r>
                    <w:t>).</w:t>
                  </w:r>
                </w:p>
              </w:tc>
            </w:tr>
            <w:tr w:rsidR="003D368C" w:rsidTr="00DB5F36">
              <w:tc>
                <w:tcPr>
                  <w:tcW w:w="2410" w:type="dxa"/>
                </w:tcPr>
                <w:p w:rsidR="003D368C" w:rsidRDefault="003D368C" w:rsidP="003D368C">
                  <w:pPr>
                    <w:pStyle w:val="BodyText"/>
                    <w:spacing w:before="120"/>
                    <w:ind w:right="6"/>
                    <w:jc w:val="left"/>
                  </w:pPr>
                  <w:r w:rsidRPr="004540C1">
                    <w:t xml:space="preserve">Findings and </w:t>
                  </w:r>
                  <w:r>
                    <w:t>recommendations</w:t>
                  </w:r>
                </w:p>
              </w:tc>
              <w:tc>
                <w:tcPr>
                  <w:tcW w:w="6379" w:type="dxa"/>
                </w:tcPr>
                <w:p w:rsidR="003D368C" w:rsidRDefault="003D368C" w:rsidP="003D368C">
                  <w:pPr>
                    <w:pStyle w:val="BodyText"/>
                    <w:spacing w:before="120"/>
                    <w:ind w:left="227" w:right="6"/>
                  </w:pPr>
                  <w:r>
                    <w:t xml:space="preserve">Findings and recommendations </w:t>
                  </w:r>
                  <w:r w:rsidRPr="004540C1">
                    <w:t>are listed thematically at the end of the report overview. The number of the finding or recommendation indicates its location in the body of the report. For example, ‘Recommendation 10.1’ and discussion relating to it</w:t>
                  </w:r>
                  <w:r w:rsidR="00A46BCF">
                    <w:t xml:space="preserve"> would be found in chapter 10.</w:t>
                  </w:r>
                </w:p>
              </w:tc>
            </w:tr>
          </w:tbl>
          <w:p w:rsidR="00C26283" w:rsidRPr="004540C1" w:rsidRDefault="00C26283" w:rsidP="004540C1">
            <w:pPr>
              <w:pStyle w:val="BodyText"/>
              <w:spacing w:before="120"/>
              <w:ind w:right="6"/>
            </w:pPr>
          </w:p>
        </w:tc>
      </w:tr>
    </w:tbl>
    <w:p w:rsidR="00F07DD6" w:rsidRPr="006E7E0E" w:rsidRDefault="00F07DD6" w:rsidP="006E7E0E">
      <w:pPr>
        <w:pStyle w:val="BodyText"/>
        <w:rPr>
          <w:rStyle w:val="CommentReference"/>
          <w:b w:val="0"/>
          <w:vanish w:val="0"/>
          <w:color w:val="auto"/>
          <w:sz w:val="24"/>
        </w:rPr>
      </w:pPr>
    </w:p>
    <w:sectPr w:rsidR="00F07DD6" w:rsidRPr="006E7E0E" w:rsidSect="00585B3F">
      <w:headerReference w:type="even" r:id="rId26"/>
      <w:headerReference w:type="default" r:id="rId27"/>
      <w:footerReference w:type="even" r:id="rId28"/>
      <w:footerReference w:type="default" r:id="rId2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614" w:rsidRDefault="00491614">
      <w:r>
        <w:separator/>
      </w:r>
    </w:p>
    <w:p w:rsidR="00491614" w:rsidRDefault="00491614"/>
    <w:p w:rsidR="00491614" w:rsidRDefault="00491614"/>
  </w:endnote>
  <w:endnote w:type="continuationSeparator" w:id="0">
    <w:p w:rsidR="00491614" w:rsidRDefault="00491614">
      <w:r>
        <w:continuationSeparator/>
      </w:r>
    </w:p>
    <w:p w:rsidR="00491614" w:rsidRDefault="00491614"/>
    <w:p w:rsidR="00491614" w:rsidRDefault="00491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752FFF" w:rsidRDefault="00491614" w:rsidP="00DB5F36">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CE587A">
            <w:rPr>
              <w:rStyle w:val="PageNumber"/>
              <w:caps w:val="0"/>
              <w:noProof/>
            </w:rPr>
            <w:t>iv</w:t>
          </w:r>
          <w:r w:rsidRPr="00752FFF">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752FFF" w:rsidRDefault="007D7797" w:rsidP="00DB5F36">
          <w:pPr>
            <w:pStyle w:val="Footer"/>
            <w:jc w:val="right"/>
            <w:rPr>
              <w:rFonts w:cs="Arial"/>
            </w:rPr>
          </w:pPr>
          <w:r w:rsidRPr="007D7797">
            <w:rPr>
              <w:bCs/>
              <w:noProof/>
              <w:lang w:val="en-US"/>
            </w:rPr>
            <w:t>Terms of reference</w:t>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E587A">
            <w:rPr>
              <w:rStyle w:val="PageNumber"/>
              <w:caps w:val="0"/>
              <w:noProof/>
            </w:rPr>
            <w:t>v</w:t>
          </w:r>
          <w:r w:rsidRPr="00A24443">
            <w:rPr>
              <w:rStyle w:val="PageNumber"/>
              <w:caps w:val="0"/>
            </w:rPr>
            <w:fldChar w:fldCharType="end"/>
          </w:r>
        </w:p>
      </w:tc>
    </w:tr>
  </w:tbl>
  <w:p w:rsidR="00491614" w:rsidRDefault="00491614">
    <w:pPr>
      <w:pStyle w:val="FooterEnd"/>
    </w:pPr>
  </w:p>
  <w:p w:rsidR="00491614" w:rsidRPr="00D01645" w:rsidRDefault="00491614" w:rsidP="00DB5F3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A24443" w:rsidRDefault="00491614" w:rsidP="00DB5F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E587A">
            <w:rPr>
              <w:rStyle w:val="PageNumber"/>
              <w:caps w:val="0"/>
              <w:noProof/>
            </w:rPr>
            <w:t>x</w:t>
          </w:r>
          <w:r w:rsidRPr="00A24443">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BA5B14" w:rsidRDefault="00491614" w:rsidP="007448F7">
          <w:pPr>
            <w:pStyle w:val="Footer"/>
            <w:jc w:val="right"/>
            <w:rPr>
              <w:rFonts w:cs="Arial"/>
            </w:rPr>
          </w:pPr>
          <w:r>
            <w:rPr>
              <w:noProof/>
            </w:rPr>
            <w:t>contents</w:t>
          </w:r>
          <w:r>
            <w:rPr>
              <w:rFonts w:cs="Arial"/>
            </w:rPr>
            <w:t xml:space="preserve"> </w:t>
          </w:r>
        </w:p>
      </w:tc>
      <w:tc>
        <w:tcPr>
          <w:tcW w:w="510" w:type="dxa"/>
        </w:tcPr>
        <w:p w:rsidR="00491614" w:rsidRPr="007448F7" w:rsidRDefault="0049161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E587A">
            <w:rPr>
              <w:rStyle w:val="PageNumber"/>
              <w:caps w:val="0"/>
              <w:noProof/>
            </w:rPr>
            <w:t>xi</w:t>
          </w:r>
          <w:r w:rsidRPr="007448F7">
            <w:rPr>
              <w:rStyle w:val="PageNumber"/>
              <w:caps w:val="0"/>
            </w:rPr>
            <w:fldChar w:fldCharType="end"/>
          </w:r>
        </w:p>
      </w:tc>
    </w:tr>
  </w:tbl>
  <w:p w:rsidR="00491614" w:rsidRDefault="00491614">
    <w:pPr>
      <w:pStyle w:val="FooterEnd"/>
    </w:pPr>
  </w:p>
  <w:p w:rsidR="00491614" w:rsidRDefault="0049161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A24443" w:rsidRDefault="00491614" w:rsidP="00DB5F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E587A">
            <w:rPr>
              <w:rStyle w:val="PageNumber"/>
              <w:caps w:val="0"/>
              <w:noProof/>
            </w:rPr>
            <w:t>xii</w:t>
          </w:r>
          <w:r w:rsidRPr="00A24443">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A90DAF" w:rsidRDefault="00491614" w:rsidP="00DB5F36">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A47B93" w:rsidRPr="00A47B93">
            <w:rPr>
              <w:bCs/>
              <w:noProof/>
              <w:lang w:val="en-US"/>
            </w:rPr>
            <w:t>Terms</w:t>
          </w:r>
          <w:r w:rsidR="00A47B93">
            <w:rPr>
              <w:noProof/>
            </w:rPr>
            <w:t xml:space="preserve"> of reference</w:t>
          </w:r>
          <w:r w:rsidRPr="00A90DAF">
            <w:rPr>
              <w:noProof/>
            </w:rPr>
            <w:fldChar w:fldCharType="end"/>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5A292C">
            <w:rPr>
              <w:rStyle w:val="PageNumber"/>
              <w:caps w:val="0"/>
              <w:noProof/>
            </w:rPr>
            <w:t>xiii</w:t>
          </w:r>
          <w:r w:rsidRPr="00A24443">
            <w:rPr>
              <w:rStyle w:val="PageNumber"/>
              <w:caps w:val="0"/>
            </w:rPr>
            <w:fldChar w:fldCharType="end"/>
          </w:r>
        </w:p>
      </w:tc>
    </w:tr>
  </w:tbl>
  <w:p w:rsidR="00491614" w:rsidRDefault="00491614">
    <w:pPr>
      <w:pStyle w:val="FooterEnd"/>
    </w:pPr>
  </w:p>
  <w:p w:rsidR="00491614" w:rsidRDefault="0049161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7448F7" w:rsidRDefault="00491614" w:rsidP="00DB5F36">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CE587A">
            <w:rPr>
              <w:rStyle w:val="PageNumber"/>
              <w:caps w:val="0"/>
              <w:noProof/>
            </w:rPr>
            <w:t>xiv</w:t>
          </w:r>
          <w:r w:rsidRPr="007448F7">
            <w:rPr>
              <w:rStyle w:val="PageNumber"/>
              <w:caps w:val="0"/>
            </w:rPr>
            <w:fldChar w:fldCharType="end"/>
          </w:r>
        </w:p>
      </w:tc>
      <w:tc>
        <w:tcPr>
          <w:tcW w:w="7767" w:type="dxa"/>
        </w:tcPr>
        <w:p w:rsidR="00491614" w:rsidRPr="0013739A" w:rsidRDefault="007D7797" w:rsidP="00271B0C">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340511" w:rsidRDefault="007D7797" w:rsidP="00340511">
          <w:pPr>
            <w:pStyle w:val="Footer"/>
            <w:jc w:val="right"/>
            <w:rPr>
              <w:rFonts w:cs="Arial"/>
            </w:rPr>
          </w:pPr>
          <w:r w:rsidRPr="007D7797">
            <w:rPr>
              <w:bCs/>
              <w:noProof/>
              <w:lang w:val="en-US"/>
            </w:rPr>
            <w:t>Abbreviations</w:t>
          </w:r>
          <w:r>
            <w:rPr>
              <w:noProof/>
            </w:rPr>
            <w:t xml:space="preserve"> and explanations</w:t>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CE587A">
            <w:rPr>
              <w:rStyle w:val="PageNumber"/>
              <w:caps w:val="0"/>
              <w:noProof/>
            </w:rPr>
            <w:t>xv</w:t>
          </w:r>
          <w:r w:rsidRPr="00A24443">
            <w:rPr>
              <w:rStyle w:val="PageNumber"/>
              <w:caps w:val="0"/>
            </w:rPr>
            <w:fldChar w:fldCharType="end"/>
          </w:r>
        </w:p>
      </w:tc>
    </w:tr>
  </w:tbl>
  <w:p w:rsidR="00491614" w:rsidRDefault="00491614">
    <w:pPr>
      <w:pStyle w:val="FooterEnd"/>
    </w:pPr>
  </w:p>
  <w:p w:rsidR="00491614" w:rsidRDefault="0049161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614" w:rsidRDefault="00491614">
      <w:r>
        <w:separator/>
      </w:r>
    </w:p>
    <w:p w:rsidR="00491614" w:rsidRDefault="00491614"/>
    <w:p w:rsidR="00491614" w:rsidRDefault="00491614"/>
  </w:footnote>
  <w:footnote w:type="continuationSeparator" w:id="0">
    <w:p w:rsidR="00491614" w:rsidRDefault="00491614">
      <w:r>
        <w:continuationSeparator/>
      </w:r>
    </w:p>
    <w:p w:rsidR="00491614" w:rsidRDefault="00491614"/>
    <w:p w:rsidR="00491614" w:rsidRDefault="004916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
          </w:pPr>
        </w:p>
      </w:tc>
      <w:tc>
        <w:tcPr>
          <w:tcW w:w="6634" w:type="dxa"/>
          <w:tcBorders>
            <w:top w:val="single" w:sz="6" w:space="0" w:color="auto"/>
          </w:tcBorders>
        </w:tcPr>
        <w:p w:rsidR="00491614" w:rsidRDefault="00491614">
          <w:pPr>
            <w:pStyle w:val="Header"/>
          </w:pPr>
        </w:p>
      </w:tc>
    </w:tr>
  </w:tbl>
  <w:p w:rsidR="00491614" w:rsidRDefault="0049161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rsidP="00DB5F36">
          <w:pPr>
            <w:pStyle w:val="HeaderOdd"/>
          </w:pPr>
        </w:p>
      </w:tc>
      <w:tc>
        <w:tcPr>
          <w:tcW w:w="2155" w:type="dxa"/>
          <w:tcBorders>
            <w:top w:val="single" w:sz="24" w:space="0" w:color="auto"/>
          </w:tcBorders>
        </w:tcPr>
        <w:p w:rsidR="00491614" w:rsidRDefault="00491614" w:rsidP="00DB5F36">
          <w:pPr>
            <w:pStyle w:val="HeaderOdd"/>
          </w:pPr>
        </w:p>
      </w:tc>
    </w:tr>
  </w:tbl>
  <w:p w:rsidR="00491614" w:rsidRDefault="00491614" w:rsidP="00DB5F36">
    <w:pPr>
      <w:pStyle w:val="HeaderEnd"/>
    </w:pPr>
  </w:p>
  <w:p w:rsidR="00491614" w:rsidRPr="00D01645" w:rsidRDefault="00491614" w:rsidP="00DB5F3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
          </w:pPr>
        </w:p>
      </w:tc>
      <w:tc>
        <w:tcPr>
          <w:tcW w:w="6634" w:type="dxa"/>
          <w:tcBorders>
            <w:top w:val="single" w:sz="6" w:space="0" w:color="auto"/>
          </w:tcBorders>
        </w:tcPr>
        <w:p w:rsidR="00491614" w:rsidRDefault="00491614">
          <w:pPr>
            <w:pStyle w:val="Header"/>
          </w:pPr>
        </w:p>
      </w:tc>
    </w:tr>
  </w:tbl>
  <w:p w:rsidR="00491614" w:rsidRDefault="0049161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rsidTr="005C68FE">
      <w:tc>
        <w:tcPr>
          <w:tcW w:w="6634" w:type="dxa"/>
          <w:tcBorders>
            <w:top w:val="single" w:sz="6" w:space="0" w:color="auto"/>
          </w:tcBorders>
        </w:tcPr>
        <w:p w:rsidR="00491614" w:rsidRDefault="00491614" w:rsidP="005C68FE">
          <w:pPr>
            <w:pStyle w:val="HeaderOdd"/>
          </w:pPr>
        </w:p>
      </w:tc>
      <w:tc>
        <w:tcPr>
          <w:tcW w:w="2155" w:type="dxa"/>
          <w:tcBorders>
            <w:top w:val="single" w:sz="24" w:space="0" w:color="auto"/>
          </w:tcBorders>
        </w:tcPr>
        <w:p w:rsidR="00491614" w:rsidRDefault="00491614" w:rsidP="005C68FE">
          <w:pPr>
            <w:pStyle w:val="HeaderOdd"/>
          </w:pPr>
        </w:p>
      </w:tc>
    </w:tr>
  </w:tbl>
  <w:p w:rsidR="00491614" w:rsidRPr="005C68FE" w:rsidRDefault="00491614"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Even"/>
          </w:pPr>
        </w:p>
      </w:tc>
      <w:tc>
        <w:tcPr>
          <w:tcW w:w="6634" w:type="dxa"/>
          <w:tcBorders>
            <w:top w:val="single" w:sz="6" w:space="0" w:color="auto"/>
          </w:tcBorders>
        </w:tcPr>
        <w:p w:rsidR="00491614" w:rsidRDefault="00491614">
          <w:pPr>
            <w:pStyle w:val="HeaderEven"/>
          </w:pPr>
        </w:p>
      </w:tc>
    </w:tr>
  </w:tbl>
  <w:p w:rsidR="00491614" w:rsidRDefault="00491614">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pPr>
            <w:pStyle w:val="HeaderOdd"/>
          </w:pPr>
        </w:p>
      </w:tc>
      <w:tc>
        <w:tcPr>
          <w:tcW w:w="2155" w:type="dxa"/>
          <w:tcBorders>
            <w:top w:val="single" w:sz="24" w:space="0" w:color="auto"/>
            <w:bottom w:val="nil"/>
          </w:tcBorders>
        </w:tcPr>
        <w:p w:rsidR="00491614" w:rsidRDefault="00491614">
          <w:pPr>
            <w:pStyle w:val="HeaderOdd"/>
          </w:pPr>
        </w:p>
      </w:tc>
    </w:tr>
  </w:tbl>
  <w:p w:rsidR="00491614" w:rsidRDefault="00491614">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1614" w:rsidTr="005C68FE">
      <w:tc>
        <w:tcPr>
          <w:tcW w:w="2155" w:type="dxa"/>
          <w:tcBorders>
            <w:top w:val="single" w:sz="24" w:space="0" w:color="auto"/>
          </w:tcBorders>
        </w:tcPr>
        <w:p w:rsidR="00491614" w:rsidRDefault="00491614" w:rsidP="005C68FE">
          <w:pPr>
            <w:pStyle w:val="HeaderEven"/>
          </w:pPr>
        </w:p>
      </w:tc>
      <w:tc>
        <w:tcPr>
          <w:tcW w:w="6634" w:type="dxa"/>
          <w:tcBorders>
            <w:top w:val="single" w:sz="6" w:space="0" w:color="auto"/>
          </w:tcBorders>
        </w:tcPr>
        <w:p w:rsidR="00491614" w:rsidRDefault="00491614" w:rsidP="005C68FE">
          <w:pPr>
            <w:pStyle w:val="HeaderEven"/>
          </w:pPr>
        </w:p>
      </w:tc>
    </w:tr>
  </w:tbl>
  <w:p w:rsidR="00491614" w:rsidRDefault="00491614"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pPr>
            <w:pStyle w:val="HeaderOdd"/>
          </w:pPr>
        </w:p>
      </w:tc>
      <w:tc>
        <w:tcPr>
          <w:tcW w:w="2155" w:type="dxa"/>
          <w:tcBorders>
            <w:top w:val="single" w:sz="24" w:space="0" w:color="auto"/>
          </w:tcBorders>
        </w:tcPr>
        <w:p w:rsidR="00491614" w:rsidRDefault="00491614">
          <w:pPr>
            <w:pStyle w:val="HeaderOdd"/>
          </w:pPr>
        </w:p>
      </w:tc>
    </w:tr>
  </w:tbl>
  <w:p w:rsidR="00491614" w:rsidRDefault="00491614"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0AC"/>
    <w:rsid w:val="00017AFC"/>
    <w:rsid w:val="00025878"/>
    <w:rsid w:val="00026B38"/>
    <w:rsid w:val="000502D3"/>
    <w:rsid w:val="00052CB2"/>
    <w:rsid w:val="000623BF"/>
    <w:rsid w:val="000875FC"/>
    <w:rsid w:val="00095EEA"/>
    <w:rsid w:val="00097C15"/>
    <w:rsid w:val="000A0A0E"/>
    <w:rsid w:val="000A5E12"/>
    <w:rsid w:val="000B416E"/>
    <w:rsid w:val="000B51D2"/>
    <w:rsid w:val="000F185F"/>
    <w:rsid w:val="000F2F5F"/>
    <w:rsid w:val="00106041"/>
    <w:rsid w:val="0010611E"/>
    <w:rsid w:val="00122FE9"/>
    <w:rsid w:val="00131572"/>
    <w:rsid w:val="00131D4F"/>
    <w:rsid w:val="0013399B"/>
    <w:rsid w:val="00180515"/>
    <w:rsid w:val="001807B5"/>
    <w:rsid w:val="00181F4B"/>
    <w:rsid w:val="00190919"/>
    <w:rsid w:val="00196FB3"/>
    <w:rsid w:val="001A5071"/>
    <w:rsid w:val="001A7BFF"/>
    <w:rsid w:val="001B4E73"/>
    <w:rsid w:val="001B7F1E"/>
    <w:rsid w:val="001D4B1F"/>
    <w:rsid w:val="001D6629"/>
    <w:rsid w:val="001E3390"/>
    <w:rsid w:val="001F2270"/>
    <w:rsid w:val="00203B40"/>
    <w:rsid w:val="00204764"/>
    <w:rsid w:val="00205A82"/>
    <w:rsid w:val="00211BEE"/>
    <w:rsid w:val="002179C6"/>
    <w:rsid w:val="002432DB"/>
    <w:rsid w:val="00261607"/>
    <w:rsid w:val="00263DD1"/>
    <w:rsid w:val="00264D3B"/>
    <w:rsid w:val="00265685"/>
    <w:rsid w:val="00271B0C"/>
    <w:rsid w:val="00281D5F"/>
    <w:rsid w:val="002923AD"/>
    <w:rsid w:val="00296592"/>
    <w:rsid w:val="002A0A4B"/>
    <w:rsid w:val="002A499E"/>
    <w:rsid w:val="002B636E"/>
    <w:rsid w:val="002B64D6"/>
    <w:rsid w:val="002C12F5"/>
    <w:rsid w:val="002D6FCE"/>
    <w:rsid w:val="002E059A"/>
    <w:rsid w:val="00340511"/>
    <w:rsid w:val="0038647D"/>
    <w:rsid w:val="00393A49"/>
    <w:rsid w:val="003B41E0"/>
    <w:rsid w:val="003C3D73"/>
    <w:rsid w:val="003D368C"/>
    <w:rsid w:val="003D624D"/>
    <w:rsid w:val="003E7802"/>
    <w:rsid w:val="0042007A"/>
    <w:rsid w:val="00433C81"/>
    <w:rsid w:val="00446D6B"/>
    <w:rsid w:val="004540C1"/>
    <w:rsid w:val="00457B3F"/>
    <w:rsid w:val="00463022"/>
    <w:rsid w:val="00474BEF"/>
    <w:rsid w:val="00481CF0"/>
    <w:rsid w:val="00491614"/>
    <w:rsid w:val="004B492A"/>
    <w:rsid w:val="004C0B0C"/>
    <w:rsid w:val="004D3F58"/>
    <w:rsid w:val="004E52E2"/>
    <w:rsid w:val="004E6BB4"/>
    <w:rsid w:val="004E7D3C"/>
    <w:rsid w:val="00515D43"/>
    <w:rsid w:val="0052544D"/>
    <w:rsid w:val="00526B19"/>
    <w:rsid w:val="00551FB8"/>
    <w:rsid w:val="005537F6"/>
    <w:rsid w:val="00560F43"/>
    <w:rsid w:val="005654D0"/>
    <w:rsid w:val="00585B3F"/>
    <w:rsid w:val="005871CB"/>
    <w:rsid w:val="005A292C"/>
    <w:rsid w:val="005B17AB"/>
    <w:rsid w:val="005C68FE"/>
    <w:rsid w:val="005D0D04"/>
    <w:rsid w:val="005F2877"/>
    <w:rsid w:val="005F7D30"/>
    <w:rsid w:val="00602523"/>
    <w:rsid w:val="006040CB"/>
    <w:rsid w:val="00604351"/>
    <w:rsid w:val="00607D8A"/>
    <w:rsid w:val="0061590F"/>
    <w:rsid w:val="00616AA7"/>
    <w:rsid w:val="00631DE1"/>
    <w:rsid w:val="00636497"/>
    <w:rsid w:val="00641AE2"/>
    <w:rsid w:val="0064456A"/>
    <w:rsid w:val="00650DDA"/>
    <w:rsid w:val="0065126A"/>
    <w:rsid w:val="00653FA6"/>
    <w:rsid w:val="0067557D"/>
    <w:rsid w:val="006802D4"/>
    <w:rsid w:val="00683849"/>
    <w:rsid w:val="00691AB5"/>
    <w:rsid w:val="00695AF7"/>
    <w:rsid w:val="006B20AC"/>
    <w:rsid w:val="006E1E6B"/>
    <w:rsid w:val="006E7E0E"/>
    <w:rsid w:val="006F0EAC"/>
    <w:rsid w:val="006F6A85"/>
    <w:rsid w:val="0070328D"/>
    <w:rsid w:val="00711065"/>
    <w:rsid w:val="00731F96"/>
    <w:rsid w:val="00734127"/>
    <w:rsid w:val="00735FEA"/>
    <w:rsid w:val="00743460"/>
    <w:rsid w:val="00743A27"/>
    <w:rsid w:val="007448F7"/>
    <w:rsid w:val="00753DC6"/>
    <w:rsid w:val="0075578C"/>
    <w:rsid w:val="00766DFB"/>
    <w:rsid w:val="007734B5"/>
    <w:rsid w:val="007809B8"/>
    <w:rsid w:val="007813A6"/>
    <w:rsid w:val="007D7797"/>
    <w:rsid w:val="007F2E5F"/>
    <w:rsid w:val="00805FD7"/>
    <w:rsid w:val="00806E54"/>
    <w:rsid w:val="008206EE"/>
    <w:rsid w:val="008214B1"/>
    <w:rsid w:val="008273A9"/>
    <w:rsid w:val="00836ED7"/>
    <w:rsid w:val="0084355E"/>
    <w:rsid w:val="008453AC"/>
    <w:rsid w:val="00860D09"/>
    <w:rsid w:val="00862044"/>
    <w:rsid w:val="008620AD"/>
    <w:rsid w:val="00880BF7"/>
    <w:rsid w:val="0089269F"/>
    <w:rsid w:val="008A1D9F"/>
    <w:rsid w:val="008A2133"/>
    <w:rsid w:val="008A3857"/>
    <w:rsid w:val="008B2205"/>
    <w:rsid w:val="008C305F"/>
    <w:rsid w:val="008C3AD2"/>
    <w:rsid w:val="008C7C3D"/>
    <w:rsid w:val="008D6F66"/>
    <w:rsid w:val="008E1BEA"/>
    <w:rsid w:val="008E242D"/>
    <w:rsid w:val="008E43D2"/>
    <w:rsid w:val="008E5248"/>
    <w:rsid w:val="008F04C9"/>
    <w:rsid w:val="008F7C50"/>
    <w:rsid w:val="008F7DB7"/>
    <w:rsid w:val="009064D3"/>
    <w:rsid w:val="00915300"/>
    <w:rsid w:val="00933B0C"/>
    <w:rsid w:val="00935676"/>
    <w:rsid w:val="0098401D"/>
    <w:rsid w:val="009A546E"/>
    <w:rsid w:val="009A789F"/>
    <w:rsid w:val="009B12EF"/>
    <w:rsid w:val="009B48F7"/>
    <w:rsid w:val="009B6185"/>
    <w:rsid w:val="009B64EC"/>
    <w:rsid w:val="009C6C6D"/>
    <w:rsid w:val="009D0ECC"/>
    <w:rsid w:val="009E1E78"/>
    <w:rsid w:val="00A1597D"/>
    <w:rsid w:val="00A1796F"/>
    <w:rsid w:val="00A46989"/>
    <w:rsid w:val="00A469AA"/>
    <w:rsid w:val="00A46BCF"/>
    <w:rsid w:val="00A47B93"/>
    <w:rsid w:val="00A71CE9"/>
    <w:rsid w:val="00A72A19"/>
    <w:rsid w:val="00A75A30"/>
    <w:rsid w:val="00A93C82"/>
    <w:rsid w:val="00AB2A48"/>
    <w:rsid w:val="00AC3236"/>
    <w:rsid w:val="00AD1991"/>
    <w:rsid w:val="00AD4874"/>
    <w:rsid w:val="00AE1F8A"/>
    <w:rsid w:val="00B036B2"/>
    <w:rsid w:val="00B04D19"/>
    <w:rsid w:val="00B153C3"/>
    <w:rsid w:val="00B22087"/>
    <w:rsid w:val="00B71579"/>
    <w:rsid w:val="00B722F2"/>
    <w:rsid w:val="00B80355"/>
    <w:rsid w:val="00B90958"/>
    <w:rsid w:val="00B95339"/>
    <w:rsid w:val="00BA0B81"/>
    <w:rsid w:val="00BB334E"/>
    <w:rsid w:val="00BB5DCF"/>
    <w:rsid w:val="00BC2476"/>
    <w:rsid w:val="00BC29EE"/>
    <w:rsid w:val="00BF59EA"/>
    <w:rsid w:val="00BF79CD"/>
    <w:rsid w:val="00C058AB"/>
    <w:rsid w:val="00C05C24"/>
    <w:rsid w:val="00C0721B"/>
    <w:rsid w:val="00C073DA"/>
    <w:rsid w:val="00C22F75"/>
    <w:rsid w:val="00C26283"/>
    <w:rsid w:val="00C34C8C"/>
    <w:rsid w:val="00C50792"/>
    <w:rsid w:val="00C51371"/>
    <w:rsid w:val="00C55A45"/>
    <w:rsid w:val="00C904D9"/>
    <w:rsid w:val="00C94C06"/>
    <w:rsid w:val="00CA48BF"/>
    <w:rsid w:val="00CB3ACC"/>
    <w:rsid w:val="00CB4745"/>
    <w:rsid w:val="00CD2163"/>
    <w:rsid w:val="00CD4FE7"/>
    <w:rsid w:val="00CD5E6B"/>
    <w:rsid w:val="00CE4FBC"/>
    <w:rsid w:val="00CE587A"/>
    <w:rsid w:val="00CE5D96"/>
    <w:rsid w:val="00CE7344"/>
    <w:rsid w:val="00CF26EE"/>
    <w:rsid w:val="00CF373D"/>
    <w:rsid w:val="00D0452C"/>
    <w:rsid w:val="00D233D1"/>
    <w:rsid w:val="00D310F0"/>
    <w:rsid w:val="00D37AC2"/>
    <w:rsid w:val="00D42A3B"/>
    <w:rsid w:val="00D500A9"/>
    <w:rsid w:val="00D61180"/>
    <w:rsid w:val="00D64121"/>
    <w:rsid w:val="00D67119"/>
    <w:rsid w:val="00D732FE"/>
    <w:rsid w:val="00D74E25"/>
    <w:rsid w:val="00D772E9"/>
    <w:rsid w:val="00D77D47"/>
    <w:rsid w:val="00D82E10"/>
    <w:rsid w:val="00D969AE"/>
    <w:rsid w:val="00DA31AB"/>
    <w:rsid w:val="00DA3281"/>
    <w:rsid w:val="00DA6D3E"/>
    <w:rsid w:val="00DB5F36"/>
    <w:rsid w:val="00DB7EA7"/>
    <w:rsid w:val="00DC02E8"/>
    <w:rsid w:val="00DC75C7"/>
    <w:rsid w:val="00DC78D3"/>
    <w:rsid w:val="00DD1077"/>
    <w:rsid w:val="00DF00FE"/>
    <w:rsid w:val="00DF4592"/>
    <w:rsid w:val="00E15FDC"/>
    <w:rsid w:val="00E2651B"/>
    <w:rsid w:val="00E30DDB"/>
    <w:rsid w:val="00E6632E"/>
    <w:rsid w:val="00E90CF2"/>
    <w:rsid w:val="00EA154F"/>
    <w:rsid w:val="00EC38C1"/>
    <w:rsid w:val="00EC628B"/>
    <w:rsid w:val="00ED0F61"/>
    <w:rsid w:val="00EE3F6D"/>
    <w:rsid w:val="00EE73E1"/>
    <w:rsid w:val="00F07DD6"/>
    <w:rsid w:val="00F12107"/>
    <w:rsid w:val="00F13165"/>
    <w:rsid w:val="00F35727"/>
    <w:rsid w:val="00F4234E"/>
    <w:rsid w:val="00F61429"/>
    <w:rsid w:val="00F7477E"/>
    <w:rsid w:val="00F85393"/>
    <w:rsid w:val="00FA4A24"/>
    <w:rsid w:val="00FC41B4"/>
    <w:rsid w:val="00FC5A6B"/>
    <w:rsid w:val="00FD3662"/>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14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5A292C"/>
    <w:pPr>
      <w:spacing w:before="480"/>
    </w:pPr>
    <w:rPr>
      <w:noProof/>
      <w:sz w:val="24"/>
      <w:lang w:eastAsia="en-AU"/>
    </w:rPr>
  </w:style>
  <w:style w:type="character" w:customStyle="1" w:styleId="SalutationChar">
    <w:name w:val="Salutation Char"/>
    <w:basedOn w:val="DefaultParagraphFont"/>
    <w:link w:val="Salutation"/>
    <w:rsid w:val="005A292C"/>
    <w:rPr>
      <w:noProof/>
      <w:sz w:val="24"/>
    </w:rPr>
  </w:style>
  <w:style w:type="paragraph" w:customStyle="1" w:styleId="Signoff">
    <w:name w:val="Signoff"/>
    <w:basedOn w:val="Normal"/>
    <w:autoRedefine/>
    <w:rsid w:val="005D0D0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2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20AC"/>
    <w:rPr>
      <w:kern w:val="28"/>
      <w:sz w:val="52"/>
      <w:lang w:eastAsia="en-US"/>
    </w:rPr>
  </w:style>
  <w:style w:type="paragraph" w:customStyle="1" w:styleId="TOC10">
    <w:name w:val="TOC1"/>
    <w:basedOn w:val="Heading1NotTOC"/>
    <w:rsid w:val="00C05C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5A292C"/>
    <w:pPr>
      <w:spacing w:before="480"/>
    </w:pPr>
    <w:rPr>
      <w:noProof/>
      <w:sz w:val="24"/>
      <w:lang w:eastAsia="en-AU"/>
    </w:rPr>
  </w:style>
  <w:style w:type="character" w:customStyle="1" w:styleId="SalutationChar">
    <w:name w:val="Salutation Char"/>
    <w:basedOn w:val="DefaultParagraphFont"/>
    <w:link w:val="Salutation"/>
    <w:rsid w:val="005A292C"/>
    <w:rPr>
      <w:noProof/>
      <w:sz w:val="24"/>
    </w:rPr>
  </w:style>
  <w:style w:type="paragraph" w:customStyle="1" w:styleId="Signoff">
    <w:name w:val="Signoff"/>
    <w:basedOn w:val="Normal"/>
    <w:autoRedefine/>
    <w:rsid w:val="005D0D0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2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20AC"/>
    <w:rPr>
      <w:kern w:val="28"/>
      <w:sz w:val="52"/>
      <w:lang w:eastAsia="en-US"/>
    </w:rPr>
  </w:style>
  <w:style w:type="paragraph" w:customStyle="1" w:styleId="TOC10">
    <w:name w:val="TOC1"/>
    <w:basedOn w:val="Heading1NotTOC"/>
    <w:rsid w:val="00C05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96898776">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944652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2C2E59C7-6E6D-4189-AD07-19596EA4A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273</TotalTime>
  <Pages>15</Pages>
  <Words>2998</Words>
  <Characters>17117</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Childcare and Early Childhood Learning</vt:lpstr>
    </vt:vector>
  </TitlesOfParts>
  <Company>Productivity Commission</Company>
  <LinksUpToDate>false</LinksUpToDate>
  <CharactersWithSpaces>20075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Childcare and Early Childhood Learning</dc:title>
  <dc:creator>Productivity Commission</dc:creator>
  <cp:lastModifiedBy>Productivity Commission</cp:lastModifiedBy>
  <cp:revision>35</cp:revision>
  <cp:lastPrinted>2014-11-12T12:26:00Z</cp:lastPrinted>
  <dcterms:created xsi:type="dcterms:W3CDTF">2014-10-20T02:33:00Z</dcterms:created>
  <dcterms:modified xsi:type="dcterms:W3CDTF">2015-02-02T01:37:00Z</dcterms:modified>
</cp:coreProperties>
</file>