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81A1AC" w14:textId="5ACA4844" w:rsidR="00B04D19" w:rsidRPr="001C247F" w:rsidRDefault="009B10AE" w:rsidP="00F939BC">
      <w:pPr>
        <w:pStyle w:val="BodyText"/>
      </w:pPr>
      <w:r>
        <w:rPr>
          <w:noProof/>
        </w:rPr>
        <w:drawing>
          <wp:anchor distT="0" distB="0" distL="114300" distR="114300" simplePos="0" relativeHeight="251658240" behindDoc="0" locked="0" layoutInCell="1" allowOverlap="1" wp14:anchorId="5ACC62C3" wp14:editId="02F47CAE">
            <wp:simplePos x="1152525" y="981075"/>
            <wp:positionH relativeFrom="page">
              <wp:align>center</wp:align>
            </wp:positionH>
            <wp:positionV relativeFrom="page">
              <wp:align>center</wp:align>
            </wp:positionV>
            <wp:extent cx="7560000" cy="10692000"/>
            <wp:effectExtent l="0" t="0" r="3175" b="0"/>
            <wp:wrapNone/>
            <wp:docPr id="7" name="Picture 7" descr="Cover of the Data Availability and Use Inquiry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 data.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r w:rsidR="00B04D19" w:rsidRPr="001C247F">
        <w:br w:type="page"/>
      </w:r>
    </w:p>
    <w:p w14:paraId="7681A1AD"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E11C15">
        <w:t>7</w:t>
      </w:r>
    </w:p>
    <w:p w14:paraId="7681A1AE" w14:textId="2C5DFC18" w:rsidR="007A3D1C" w:rsidRPr="007809B8" w:rsidRDefault="007A3D1C">
      <w:pPr>
        <w:pStyle w:val="BodyText"/>
        <w:tabs>
          <w:tab w:val="left" w:pos="851"/>
        </w:tabs>
        <w:spacing w:before="200" w:after="120"/>
        <w:jc w:val="left"/>
        <w:rPr>
          <w:b/>
        </w:rPr>
      </w:pPr>
      <w:bookmarkStart w:id="0" w:name="ISSN"/>
      <w:bookmarkEnd w:id="0"/>
      <w:r>
        <w:rPr>
          <w:b/>
        </w:rPr>
        <w:t>ISSN</w:t>
      </w:r>
      <w:r>
        <w:rPr>
          <w:b/>
        </w:rPr>
        <w:tab/>
      </w:r>
      <w:r w:rsidR="007B1D1C">
        <w:rPr>
          <w:b/>
        </w:rPr>
        <w:t>1447-1337 (online)</w:t>
      </w:r>
      <w:r w:rsidR="007B1D1C">
        <w:rPr>
          <w:b/>
        </w:rPr>
        <w:br/>
        <w:t>ISSN</w:t>
      </w:r>
      <w:r w:rsidR="007B1D1C">
        <w:rPr>
          <w:b/>
        </w:rPr>
        <w:tab/>
        <w:t>1447-1329 (print)</w:t>
      </w:r>
      <w:r w:rsidR="007B1D1C">
        <w:rPr>
          <w:b/>
        </w:rPr>
        <w:br/>
        <w:t>ISBN</w:t>
      </w:r>
      <w:r w:rsidR="007B1D1C">
        <w:rPr>
          <w:b/>
        </w:rPr>
        <w:tab/>
        <w:t>978-1-74037-617-4</w:t>
      </w:r>
      <w:r>
        <w:rPr>
          <w:b/>
        </w:rPr>
        <w:t xml:space="preserve"> (</w:t>
      </w:r>
      <w:r w:rsidR="007B1D1C">
        <w:rPr>
          <w:b/>
        </w:rPr>
        <w:t>online</w:t>
      </w:r>
      <w:r>
        <w:rPr>
          <w:b/>
        </w:rPr>
        <w:t>)</w:t>
      </w:r>
      <w:r>
        <w:rPr>
          <w:b/>
        </w:rPr>
        <w:br/>
        <w:t>ISBN</w:t>
      </w:r>
      <w:r>
        <w:rPr>
          <w:b/>
        </w:rPr>
        <w:tab/>
      </w:r>
      <w:r w:rsidR="007B1D1C">
        <w:rPr>
          <w:b/>
        </w:rPr>
        <w:t>978-1-74037-616-7</w:t>
      </w:r>
      <w:r>
        <w:rPr>
          <w:b/>
        </w:rPr>
        <w:t xml:space="preserve"> (Print)</w:t>
      </w:r>
    </w:p>
    <w:p w14:paraId="7681A1AF" w14:textId="77777777" w:rsidR="008A3857" w:rsidRDefault="008A3857" w:rsidP="008E242D">
      <w:pPr>
        <w:pStyle w:val="BodyText"/>
        <w:spacing w:after="120"/>
      </w:pPr>
      <w:r w:rsidRPr="00862D8F">
        <w:rPr>
          <w:noProof/>
          <w:sz w:val="22"/>
          <w:szCs w:val="22"/>
        </w:rPr>
        <w:drawing>
          <wp:inline distT="0" distB="0" distL="0" distR="0" wp14:anchorId="7681A2BF" wp14:editId="7681A2C0">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7681A1B0" w14:textId="0A93ACAA"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http://creativecommons.org/licenses/by/3.0/au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7681A1B1" w14:textId="77777777" w:rsidR="008A3857" w:rsidRPr="008A3857" w:rsidRDefault="008A3857" w:rsidP="008A3857">
      <w:pPr>
        <w:pStyle w:val="Copyrightsubtitle"/>
      </w:pPr>
      <w:r w:rsidRPr="008A3857">
        <w:t>Use of the Commonwealth Coat of Arms</w:t>
      </w:r>
    </w:p>
    <w:p w14:paraId="7681A1B2" w14:textId="4C0CF871"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http://www.itsanhonour.gov.au</w:t>
      </w:r>
    </w:p>
    <w:p w14:paraId="7681A1B3" w14:textId="77777777" w:rsidR="007A3D1C" w:rsidRPr="008A3857" w:rsidRDefault="007A3D1C" w:rsidP="007A3D1C">
      <w:pPr>
        <w:pStyle w:val="Copyrightsubtitle"/>
      </w:pPr>
      <w:r w:rsidRPr="008A3857">
        <w:t>Third party copyright</w:t>
      </w:r>
    </w:p>
    <w:p w14:paraId="7681A1B4" w14:textId="77777777" w:rsidR="007A3D1C" w:rsidRPr="008A3857" w:rsidRDefault="007A3D1C" w:rsidP="007A3D1C">
      <w:pPr>
        <w:pStyle w:val="Copyrightbodytext"/>
      </w:pPr>
      <w:r w:rsidRPr="008A3857">
        <w:t>Wherever a third party holds copyright in this material, the copyright remains with that party. Their permission may be required to use the material, please contact them directly.</w:t>
      </w:r>
    </w:p>
    <w:p w14:paraId="7681A1B5" w14:textId="77777777" w:rsidR="007A3D1C" w:rsidRPr="008A3857" w:rsidRDefault="007A3D1C" w:rsidP="007A3D1C">
      <w:pPr>
        <w:pStyle w:val="Copyrightsubtitle"/>
      </w:pPr>
      <w:r w:rsidRPr="008A3857">
        <w:t>Attribution</w:t>
      </w:r>
    </w:p>
    <w:p w14:paraId="7681A1B6" w14:textId="6EC0E942" w:rsidR="007A3D1C" w:rsidRPr="008A3857" w:rsidRDefault="007A3D1C" w:rsidP="007A3D1C">
      <w:pPr>
        <w:pStyle w:val="Copyrightbodytext"/>
      </w:pPr>
      <w:r w:rsidRPr="008A3857">
        <w:t xml:space="preserve">This work should be attributed as follows, </w:t>
      </w:r>
      <w:r w:rsidRPr="008E242D">
        <w:rPr>
          <w:i/>
        </w:rPr>
        <w:t>Source: Productivity Commission</w:t>
      </w:r>
      <w:r>
        <w:rPr>
          <w:i/>
        </w:rPr>
        <w:t>,</w:t>
      </w:r>
      <w:r w:rsidRPr="006556CE">
        <w:rPr>
          <w:i/>
        </w:rPr>
        <w:t xml:space="preserve"> </w:t>
      </w:r>
      <w:r>
        <w:rPr>
          <w:i/>
        </w:rPr>
        <w:t xml:space="preserve">Data Availability and Use, </w:t>
      </w:r>
      <w:r w:rsidR="00C60261">
        <w:rPr>
          <w:i/>
        </w:rPr>
        <w:t>Inquiry Report</w:t>
      </w:r>
      <w:r>
        <w:rPr>
          <w:i/>
        </w:rPr>
        <w:t>.</w:t>
      </w:r>
    </w:p>
    <w:p w14:paraId="7681A1B7" w14:textId="3C6CBD44" w:rsidR="007A3D1C" w:rsidRPr="008A3857" w:rsidRDefault="007A3D1C" w:rsidP="007A3D1C">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Pr>
          <w:i/>
        </w:rPr>
        <w:t xml:space="preserve"> </w:t>
      </w:r>
      <w:r w:rsidRPr="008E242D">
        <w:rPr>
          <w:i/>
        </w:rPr>
        <w:t xml:space="preserve">data, </w:t>
      </w:r>
      <w:r w:rsidR="006E0BA6">
        <w:rPr>
          <w:i/>
        </w:rPr>
        <w:t xml:space="preserve">Data Availability and Use, </w:t>
      </w:r>
      <w:r w:rsidR="00C60261">
        <w:rPr>
          <w:i/>
        </w:rPr>
        <w:t>Inquiry Report</w:t>
      </w:r>
      <w:r>
        <w:rPr>
          <w:i/>
        </w:rPr>
        <w:t>.</w:t>
      </w:r>
    </w:p>
    <w:p w14:paraId="7681A1B8" w14:textId="77777777" w:rsidR="007A3D1C" w:rsidRPr="008A3857" w:rsidRDefault="007A3D1C" w:rsidP="007A3D1C">
      <w:pPr>
        <w:pStyle w:val="Copyrightsubtitle"/>
      </w:pPr>
      <w:r w:rsidRPr="008A3857">
        <w:t xml:space="preserve">An appropriate </w:t>
      </w:r>
      <w:r>
        <w:t>reference</w:t>
      </w:r>
      <w:r w:rsidRPr="008A3857">
        <w:t xml:space="preserve"> for this publication is:</w:t>
      </w:r>
    </w:p>
    <w:p w14:paraId="7681A1B9" w14:textId="39E08E42" w:rsidR="007A3D1C" w:rsidRPr="008A3857" w:rsidRDefault="007A3D1C" w:rsidP="007A3D1C">
      <w:pPr>
        <w:pStyle w:val="Copyrightbodytext"/>
      </w:pPr>
      <w:r>
        <w:t xml:space="preserve">Productivity Commission 2017, </w:t>
      </w:r>
      <w:r>
        <w:rPr>
          <w:i/>
        </w:rPr>
        <w:t xml:space="preserve">Data Availability and Use, </w:t>
      </w:r>
      <w:r w:rsidRPr="00925441">
        <w:t>Report</w:t>
      </w:r>
      <w:r w:rsidR="006E0BA6">
        <w:t xml:space="preserve"> No. 82</w:t>
      </w:r>
      <w:r w:rsidRPr="00925441">
        <w:t>, Canberra</w:t>
      </w:r>
    </w:p>
    <w:p w14:paraId="7681A1BA" w14:textId="77777777" w:rsidR="007A3D1C" w:rsidRPr="008A3857" w:rsidRDefault="007A3D1C" w:rsidP="007A3D1C">
      <w:pPr>
        <w:pStyle w:val="Copyrightsubtitle"/>
      </w:pPr>
      <w:bookmarkStart w:id="1" w:name="JEL"/>
      <w:bookmarkEnd w:id="1"/>
      <w:r w:rsidRPr="008A3857">
        <w:t>Publications enquiries</w:t>
      </w:r>
    </w:p>
    <w:p w14:paraId="7681A1BB" w14:textId="77777777" w:rsidR="007A3D1C" w:rsidRDefault="007A3D1C" w:rsidP="007A3D1C">
      <w:pPr>
        <w:pStyle w:val="Copyrightbodytext"/>
      </w:pPr>
      <w:r w:rsidRPr="008A3857">
        <w:t xml:space="preserve">Media and Publications, </w:t>
      </w:r>
      <w:r>
        <w:rPr>
          <w:szCs w:val="24"/>
        </w:rPr>
        <w:t>phone:</w:t>
      </w:r>
      <w:r w:rsidRPr="00BB5DCF">
        <w:rPr>
          <w:szCs w:val="24"/>
        </w:rPr>
        <w:t xml:space="preserve"> (03) 9653 2244 or email: maps@pc.gov.au</w:t>
      </w:r>
    </w:p>
    <w:p w14:paraId="7681A1BC"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7681A1BE" w14:textId="77777777" w:rsidTr="00C670DE">
        <w:tc>
          <w:tcPr>
            <w:tcW w:w="8771" w:type="dxa"/>
            <w:tcBorders>
              <w:top w:val="single" w:sz="6" w:space="0" w:color="78A22F"/>
              <w:left w:val="nil"/>
              <w:bottom w:val="nil"/>
              <w:right w:val="nil"/>
            </w:tcBorders>
            <w:shd w:val="clear" w:color="auto" w:fill="F2F2F2" w:themeFill="background1" w:themeFillShade="F2"/>
          </w:tcPr>
          <w:p w14:paraId="7681A1BD" w14:textId="77777777" w:rsidR="008A3857" w:rsidRPr="008A3857" w:rsidRDefault="008A3857" w:rsidP="002F2A0B">
            <w:pPr>
              <w:pStyle w:val="BoxTitle"/>
              <w:rPr>
                <w:sz w:val="22"/>
                <w:szCs w:val="22"/>
              </w:rPr>
            </w:pPr>
            <w:r w:rsidRPr="008A3857">
              <w:rPr>
                <w:sz w:val="22"/>
                <w:szCs w:val="22"/>
              </w:rPr>
              <w:t>The Productivity Commission</w:t>
            </w:r>
          </w:p>
        </w:tc>
      </w:tr>
      <w:tr w:rsidR="008A3857" w14:paraId="7681A1C2" w14:textId="77777777" w:rsidTr="00C670DE">
        <w:tc>
          <w:tcPr>
            <w:tcW w:w="8771" w:type="dxa"/>
            <w:tcBorders>
              <w:top w:val="nil"/>
              <w:left w:val="nil"/>
              <w:bottom w:val="nil"/>
              <w:right w:val="nil"/>
            </w:tcBorders>
            <w:shd w:val="clear" w:color="auto" w:fill="F2F2F2" w:themeFill="background1" w:themeFillShade="F2"/>
          </w:tcPr>
          <w:p w14:paraId="7681A1BF" w14:textId="77777777" w:rsidR="008A3857" w:rsidRDefault="008A3857" w:rsidP="002F2A0B">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7681A1C0" w14:textId="77777777" w:rsidR="008A3857" w:rsidRDefault="008A3857" w:rsidP="002F2A0B">
            <w:pPr>
              <w:pStyle w:val="Box"/>
            </w:pPr>
            <w:r w:rsidRPr="00BB5DCF">
              <w:t>The Commission’s independence is underpinned by an Act of Parliament. Its processes and outputs are open to public scrutiny and are driven by concern for the wellbeing of the community as a whole.</w:t>
            </w:r>
          </w:p>
          <w:p w14:paraId="7681A1C1" w14:textId="10793DE9"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14:paraId="7681A1C4" w14:textId="77777777" w:rsidTr="00C670DE">
        <w:tc>
          <w:tcPr>
            <w:tcW w:w="8771" w:type="dxa"/>
            <w:tcBorders>
              <w:top w:val="nil"/>
              <w:left w:val="nil"/>
              <w:bottom w:val="single" w:sz="6" w:space="0" w:color="78A22F"/>
              <w:right w:val="nil"/>
            </w:tcBorders>
            <w:shd w:val="clear" w:color="auto" w:fill="F2F2F2" w:themeFill="background1" w:themeFillShade="F2"/>
          </w:tcPr>
          <w:p w14:paraId="7681A1C3" w14:textId="77777777" w:rsidR="008A3857" w:rsidRDefault="008A3857" w:rsidP="002F2A0B">
            <w:pPr>
              <w:pStyle w:val="Box"/>
              <w:spacing w:before="0" w:line="120" w:lineRule="exact"/>
            </w:pPr>
          </w:p>
        </w:tc>
      </w:tr>
    </w:tbl>
    <w:p w14:paraId="7681A1C6" w14:textId="77777777" w:rsidR="007A3D1C" w:rsidRDefault="007A3D1C" w:rsidP="007A3D1C">
      <w:pPr>
        <w:pStyle w:val="BodyText"/>
      </w:pPr>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7A3D1C" w14:paraId="7681A1CA" w14:textId="77777777" w:rsidTr="002F2A0B">
        <w:trPr>
          <w:cantSplit/>
          <w:trHeight w:hRule="exact" w:val="996"/>
        </w:trPr>
        <w:tc>
          <w:tcPr>
            <w:tcW w:w="2434" w:type="dxa"/>
          </w:tcPr>
          <w:p w14:paraId="7681A1C7" w14:textId="77777777" w:rsidR="007A3D1C" w:rsidRPr="00205C77" w:rsidRDefault="007A3D1C">
            <w:pPr>
              <w:pStyle w:val="PCAddress"/>
              <w:ind w:left="709"/>
              <w:rPr>
                <w:rFonts w:ascii="Goudy Old Style" w:hAnsi="Goudy Old Style"/>
                <w:b/>
                <w:i/>
              </w:rPr>
            </w:pPr>
          </w:p>
        </w:tc>
        <w:tc>
          <w:tcPr>
            <w:tcW w:w="1824" w:type="dxa"/>
          </w:tcPr>
          <w:p w14:paraId="7681A1C8" w14:textId="77777777" w:rsidR="007A3D1C" w:rsidRPr="00205C77" w:rsidRDefault="007A3D1C">
            <w:pPr>
              <w:pStyle w:val="PCAddress"/>
              <w:ind w:left="709"/>
              <w:rPr>
                <w:rFonts w:ascii="Goudy Old Style" w:hAnsi="Goudy Old Style"/>
                <w:b/>
                <w:i/>
              </w:rPr>
            </w:pPr>
          </w:p>
        </w:tc>
        <w:tc>
          <w:tcPr>
            <w:tcW w:w="4815" w:type="dxa"/>
            <w:gridSpan w:val="2"/>
          </w:tcPr>
          <w:p w14:paraId="7681A1C9" w14:textId="77777777" w:rsidR="007A3D1C" w:rsidRPr="00205C77" w:rsidRDefault="007A3D1C" w:rsidP="002F2A0B">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7681A2C1" wp14:editId="411CB9B0">
                  <wp:extent cx="2057400" cy="600075"/>
                  <wp:effectExtent l="0" t="0" r="0" b="9525"/>
                  <wp:docPr id="1" name="Picture 1" descr="Australian Government Productivity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7"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7A3D1C" w14:paraId="7681A1D5" w14:textId="77777777" w:rsidTr="002F2A0B">
        <w:trPr>
          <w:cantSplit/>
          <w:trHeight w:hRule="exact" w:val="2793"/>
        </w:trPr>
        <w:tc>
          <w:tcPr>
            <w:tcW w:w="5954" w:type="dxa"/>
            <w:gridSpan w:val="3"/>
            <w:vAlign w:val="bottom"/>
          </w:tcPr>
          <w:p w14:paraId="7681A1CB" w14:textId="0D133471" w:rsidR="007A3D1C" w:rsidRPr="00E61DA2" w:rsidRDefault="00AF0961" w:rsidP="002F2A0B">
            <w:pPr>
              <w:pStyle w:val="LetterDate"/>
            </w:pPr>
            <w:r>
              <w:t>31 March 2017</w:t>
            </w:r>
          </w:p>
        </w:tc>
        <w:tc>
          <w:tcPr>
            <w:tcW w:w="3119" w:type="dxa"/>
            <w:vAlign w:val="center"/>
          </w:tcPr>
          <w:p w14:paraId="7681A1CC" w14:textId="77777777" w:rsidR="007A3D1C" w:rsidRDefault="007A3D1C" w:rsidP="007A3D1C">
            <w:pPr>
              <w:pStyle w:val="PCAddress"/>
              <w:ind w:left="709"/>
              <w:rPr>
                <w:rFonts w:ascii="Goudy Old Style" w:hAnsi="Goudy Old Style"/>
                <w:b/>
                <w:i/>
              </w:rPr>
            </w:pPr>
            <w:r>
              <w:rPr>
                <w:rFonts w:ascii="Goudy Old Style" w:hAnsi="Goudy Old Style"/>
                <w:b/>
                <w:i/>
              </w:rPr>
              <w:t>Canberra</w:t>
            </w:r>
            <w:r w:rsidRPr="00205C77">
              <w:rPr>
                <w:rFonts w:ascii="Goudy Old Style" w:hAnsi="Goudy Old Style"/>
                <w:b/>
                <w:i/>
              </w:rPr>
              <w:t xml:space="preserve"> Office</w:t>
            </w:r>
          </w:p>
          <w:p w14:paraId="7681A1CD" w14:textId="77777777" w:rsidR="007A3D1C" w:rsidRPr="00205C77" w:rsidRDefault="007A3D1C" w:rsidP="007A3D1C">
            <w:pPr>
              <w:pStyle w:val="PCAddress"/>
              <w:spacing w:after="0"/>
              <w:ind w:left="709"/>
              <w:rPr>
                <w:rFonts w:ascii="Goudy Old Style" w:hAnsi="Goudy Old Style"/>
              </w:rPr>
            </w:pPr>
            <w:r w:rsidRPr="00205C77">
              <w:rPr>
                <w:rFonts w:ascii="Goudy Old Style" w:hAnsi="Goudy Old Style"/>
              </w:rPr>
              <w:t xml:space="preserve">Level </w:t>
            </w:r>
            <w:r>
              <w:rPr>
                <w:rFonts w:ascii="Goudy Old Style" w:hAnsi="Goudy Old Style"/>
              </w:rPr>
              <w:t>2</w:t>
            </w:r>
            <w:r w:rsidRPr="00205C77">
              <w:rPr>
                <w:rFonts w:ascii="Goudy Old Style" w:hAnsi="Goudy Old Style"/>
              </w:rPr>
              <w:t xml:space="preserve">, </w:t>
            </w:r>
            <w:r>
              <w:rPr>
                <w:rFonts w:ascii="Goudy Old Style" w:hAnsi="Goudy Old Style"/>
              </w:rPr>
              <w:t>4 National Circuit</w:t>
            </w:r>
          </w:p>
          <w:p w14:paraId="7681A1CE" w14:textId="77777777" w:rsidR="007A3D1C" w:rsidRPr="00205C77" w:rsidRDefault="007A3D1C" w:rsidP="007A3D1C">
            <w:pPr>
              <w:pStyle w:val="PCAddress"/>
              <w:ind w:left="709"/>
              <w:rPr>
                <w:rFonts w:ascii="Goudy Old Style" w:hAnsi="Goudy Old Style"/>
              </w:rPr>
            </w:pPr>
            <w:r>
              <w:rPr>
                <w:rFonts w:ascii="Goudy Old Style" w:hAnsi="Goudy Old Style"/>
              </w:rPr>
              <w:t>Barton  ACT  2600</w:t>
            </w:r>
          </w:p>
          <w:p w14:paraId="7681A1CF" w14:textId="77777777" w:rsidR="007A3D1C" w:rsidRPr="00205C77" w:rsidRDefault="007A3D1C" w:rsidP="007A3D1C">
            <w:pPr>
              <w:pStyle w:val="PCAddress"/>
              <w:spacing w:after="0"/>
              <w:ind w:left="709"/>
              <w:rPr>
                <w:rFonts w:ascii="Goudy Old Style" w:hAnsi="Goudy Old Style"/>
              </w:rPr>
            </w:pPr>
            <w:r>
              <w:rPr>
                <w:rFonts w:ascii="Goudy Old Style" w:hAnsi="Goudy Old Style"/>
              </w:rPr>
              <w:t>GPO Box 1428</w:t>
            </w:r>
          </w:p>
          <w:p w14:paraId="7681A1D0" w14:textId="77777777" w:rsidR="007A3D1C" w:rsidRPr="00205C77" w:rsidRDefault="007A3D1C" w:rsidP="007A3D1C">
            <w:pPr>
              <w:pStyle w:val="PCAddress"/>
              <w:ind w:left="709"/>
              <w:rPr>
                <w:rFonts w:ascii="Goudy Old Style" w:hAnsi="Goudy Old Style"/>
              </w:rPr>
            </w:pPr>
            <w:r>
              <w:rPr>
                <w:rFonts w:ascii="Goudy Old Style" w:hAnsi="Goudy Old Style"/>
              </w:rPr>
              <w:t xml:space="preserve">Canberra City  ACT  </w:t>
            </w:r>
          </w:p>
          <w:p w14:paraId="7681A1D1" w14:textId="77777777" w:rsidR="007A3D1C" w:rsidRPr="00205C77" w:rsidRDefault="007A3D1C" w:rsidP="007A3D1C">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r>
            <w:r>
              <w:rPr>
                <w:rFonts w:ascii="Goudy Old Style" w:hAnsi="Goudy Old Style"/>
              </w:rPr>
              <w:t>02 6240 3200</w:t>
            </w:r>
          </w:p>
          <w:p w14:paraId="7681A1D2" w14:textId="77777777" w:rsidR="007A3D1C" w:rsidRPr="00205C77" w:rsidRDefault="007A3D1C" w:rsidP="007A3D1C">
            <w:pPr>
              <w:pStyle w:val="PCAddress"/>
              <w:spacing w:before="120"/>
              <w:ind w:left="709"/>
              <w:rPr>
                <w:rFonts w:ascii="Goudy Old Style" w:hAnsi="Goudy Old Style"/>
                <w:b/>
                <w:i/>
              </w:rPr>
            </w:pPr>
            <w:r>
              <w:rPr>
                <w:rFonts w:ascii="Goudy Old Style" w:hAnsi="Goudy Old Style"/>
                <w:b/>
                <w:i/>
              </w:rPr>
              <w:t>Melbourne</w:t>
            </w:r>
            <w:r w:rsidRPr="00205C77">
              <w:rPr>
                <w:rFonts w:ascii="Goudy Old Style" w:hAnsi="Goudy Old Style"/>
                <w:b/>
                <w:i/>
              </w:rPr>
              <w:t xml:space="preserve"> Office</w:t>
            </w:r>
            <w:r>
              <w:rPr>
                <w:rFonts w:ascii="Goudy Old Style" w:hAnsi="Goudy Old Style"/>
                <w:b/>
                <w:i/>
              </w:rPr>
              <w:t xml:space="preserve"> </w:t>
            </w:r>
          </w:p>
          <w:p w14:paraId="7681A1D3" w14:textId="77777777" w:rsidR="007A3D1C" w:rsidRPr="00205C77" w:rsidRDefault="007A3D1C" w:rsidP="007A3D1C">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r>
            <w:r>
              <w:rPr>
                <w:rFonts w:ascii="Goudy Old Style" w:hAnsi="Goudy Old Style"/>
              </w:rPr>
              <w:t>03 9653 2100</w:t>
            </w:r>
          </w:p>
          <w:p w14:paraId="7681A1D4" w14:textId="77777777" w:rsidR="007A3D1C" w:rsidRPr="00205C77" w:rsidRDefault="007A3D1C" w:rsidP="007A3D1C">
            <w:pPr>
              <w:pStyle w:val="PCAddress"/>
              <w:ind w:left="709"/>
              <w:rPr>
                <w:rFonts w:ascii="Goudy Old Style" w:hAnsi="Goudy Old Style"/>
              </w:rPr>
            </w:pPr>
            <w:r w:rsidRPr="00205C77">
              <w:rPr>
                <w:rFonts w:ascii="Goudy Old Style" w:hAnsi="Goudy Old Style"/>
              </w:rPr>
              <w:t>www.pc.gov.au</w:t>
            </w:r>
          </w:p>
        </w:tc>
      </w:tr>
    </w:tbl>
    <w:p w14:paraId="7681A1D6" w14:textId="77777777" w:rsidR="007A3D1C" w:rsidRPr="00C76C25" w:rsidRDefault="007A3D1C" w:rsidP="002F2A0B">
      <w:pPr>
        <w:pStyle w:val="LetterAddress"/>
      </w:pPr>
    </w:p>
    <w:p w14:paraId="7681A1D7" w14:textId="77777777" w:rsidR="007A3D1C" w:rsidRDefault="007A3D1C" w:rsidP="00925441">
      <w:pPr>
        <w:pStyle w:val="LetterAddress"/>
        <w:ind w:left="-142"/>
      </w:pPr>
      <w:r>
        <w:t xml:space="preserve">The </w:t>
      </w:r>
      <w:proofErr w:type="spellStart"/>
      <w:r>
        <w:t>Hon</w:t>
      </w:r>
      <w:proofErr w:type="spellEnd"/>
      <w:r>
        <w:t xml:space="preserve"> Scott Morrison MP</w:t>
      </w:r>
    </w:p>
    <w:p w14:paraId="7681A1D8" w14:textId="77777777" w:rsidR="007A3D1C" w:rsidRDefault="007A3D1C" w:rsidP="00925441">
      <w:pPr>
        <w:pStyle w:val="LetterAddress"/>
        <w:ind w:left="-142"/>
      </w:pPr>
      <w:r>
        <w:t>Treasurer</w:t>
      </w:r>
    </w:p>
    <w:p w14:paraId="7681A1D9" w14:textId="77777777" w:rsidR="007A3D1C" w:rsidRDefault="007A3D1C" w:rsidP="00925441">
      <w:pPr>
        <w:pStyle w:val="LetterAddress"/>
        <w:ind w:left="-142"/>
      </w:pPr>
      <w:r>
        <w:t>Parliament House</w:t>
      </w:r>
    </w:p>
    <w:p w14:paraId="7681A1DA" w14:textId="77777777" w:rsidR="007A3D1C" w:rsidRDefault="007A3D1C" w:rsidP="00925441">
      <w:pPr>
        <w:pStyle w:val="LetterAddress"/>
        <w:spacing w:after="480"/>
        <w:ind w:left="-142"/>
      </w:pPr>
      <w:r>
        <w:t>CANBERRA ACT 2600</w:t>
      </w:r>
    </w:p>
    <w:p w14:paraId="7681A1DB" w14:textId="77777777" w:rsidR="007A3D1C" w:rsidRPr="00C76C25" w:rsidRDefault="007A3D1C" w:rsidP="00925441">
      <w:pPr>
        <w:pStyle w:val="Salutation"/>
        <w:ind w:left="-142"/>
      </w:pPr>
      <w:r w:rsidRPr="00C76C25">
        <w:t>Dear Treasurer</w:t>
      </w:r>
    </w:p>
    <w:p w14:paraId="7681A1DC" w14:textId="77777777" w:rsidR="007A3D1C" w:rsidRPr="0027513F" w:rsidRDefault="007A3D1C" w:rsidP="00925441">
      <w:pPr>
        <w:pStyle w:val="BodyText"/>
        <w:ind w:left="-142"/>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Pr>
          <w:i/>
        </w:rPr>
        <w:t>Data Availability and Use.</w:t>
      </w:r>
    </w:p>
    <w:p w14:paraId="7681A1DD" w14:textId="057DA2FE" w:rsidR="007A3D1C" w:rsidRDefault="007A3D1C" w:rsidP="00925441">
      <w:pPr>
        <w:pStyle w:val="Signoff"/>
        <w:ind w:left="-142"/>
      </w:pPr>
      <w:r w:rsidRPr="00C76C25">
        <w:t xml:space="preserve">Yours </w:t>
      </w:r>
      <w:r w:rsidR="00A83664" w:rsidRPr="00C76C25">
        <w:t>sincerely</w:t>
      </w:r>
    </w:p>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962"/>
      </w:tblGrid>
      <w:tr w:rsidR="00A83664" w14:paraId="32077087" w14:textId="77777777" w:rsidTr="007A3D1C">
        <w:tc>
          <w:tcPr>
            <w:tcW w:w="4077" w:type="dxa"/>
          </w:tcPr>
          <w:p w14:paraId="13369A46" w14:textId="317B867C" w:rsidR="00A83664" w:rsidRDefault="00A83664" w:rsidP="00A83664">
            <w:pPr>
              <w:pStyle w:val="BodyText"/>
              <w:spacing w:before="0"/>
              <w:rPr>
                <w:szCs w:val="25"/>
              </w:rPr>
            </w:pPr>
            <w:r>
              <w:rPr>
                <w:noProof/>
              </w:rPr>
              <w:drawing>
                <wp:inline distT="0" distB="0" distL="0" distR="0" wp14:anchorId="6AE315C4" wp14:editId="31735C51">
                  <wp:extent cx="1695450" cy="914400"/>
                  <wp:effectExtent l="0" t="0" r="0" b="0"/>
                  <wp:docPr id="4" name="Picture 4" descr="Peter Harri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695450" cy="914400"/>
                          </a:xfrm>
                          <a:prstGeom prst="rect">
                            <a:avLst/>
                          </a:prstGeom>
                        </pic:spPr>
                      </pic:pic>
                    </a:graphicData>
                  </a:graphic>
                </wp:inline>
              </w:drawing>
            </w:r>
          </w:p>
        </w:tc>
        <w:tc>
          <w:tcPr>
            <w:tcW w:w="4962" w:type="dxa"/>
          </w:tcPr>
          <w:p w14:paraId="30C9351D" w14:textId="60FAE77A" w:rsidR="00A83664" w:rsidRDefault="00A83664" w:rsidP="00A83664">
            <w:pPr>
              <w:pStyle w:val="BodyText"/>
              <w:spacing w:before="0"/>
              <w:rPr>
                <w:szCs w:val="25"/>
              </w:rPr>
            </w:pPr>
            <w:r w:rsidRPr="00A83664">
              <w:rPr>
                <w:noProof/>
              </w:rPr>
              <w:drawing>
                <wp:inline distT="0" distB="0" distL="0" distR="0" wp14:anchorId="148F1FF8" wp14:editId="4D55F694">
                  <wp:extent cx="1762125" cy="695325"/>
                  <wp:effectExtent l="0" t="0" r="9525" b="9525"/>
                  <wp:docPr id="3" name="Picture 3" descr="Melinda Cilento'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762125" cy="695325"/>
                          </a:xfrm>
                          <a:prstGeom prst="rect">
                            <a:avLst/>
                          </a:prstGeom>
                        </pic:spPr>
                      </pic:pic>
                    </a:graphicData>
                  </a:graphic>
                </wp:inline>
              </w:drawing>
            </w:r>
          </w:p>
        </w:tc>
      </w:tr>
      <w:tr w:rsidR="007A3D1C" w14:paraId="7681A1E2" w14:textId="77777777" w:rsidTr="007A3D1C">
        <w:tc>
          <w:tcPr>
            <w:tcW w:w="4077" w:type="dxa"/>
          </w:tcPr>
          <w:p w14:paraId="7681A1DE" w14:textId="768FC675" w:rsidR="007A3D1C" w:rsidRPr="0027513F" w:rsidRDefault="007A3D1C" w:rsidP="00A83664">
            <w:pPr>
              <w:pStyle w:val="BodyText"/>
              <w:spacing w:before="0"/>
              <w:rPr>
                <w:szCs w:val="25"/>
              </w:rPr>
            </w:pPr>
            <w:r>
              <w:rPr>
                <w:szCs w:val="25"/>
              </w:rPr>
              <w:t>Peter Harris</w:t>
            </w:r>
          </w:p>
          <w:p w14:paraId="7681A1DF" w14:textId="77777777" w:rsidR="007A3D1C" w:rsidRPr="0027513F" w:rsidRDefault="007A3D1C" w:rsidP="00A83664">
            <w:pPr>
              <w:pStyle w:val="LetterAddress"/>
              <w:rPr>
                <w:szCs w:val="25"/>
              </w:rPr>
            </w:pPr>
            <w:r>
              <w:rPr>
                <w:szCs w:val="25"/>
              </w:rPr>
              <w:t>Chair</w:t>
            </w:r>
          </w:p>
        </w:tc>
        <w:tc>
          <w:tcPr>
            <w:tcW w:w="4962" w:type="dxa"/>
          </w:tcPr>
          <w:p w14:paraId="7681A1E0" w14:textId="77777777" w:rsidR="007A3D1C" w:rsidRPr="0027513F" w:rsidRDefault="007A3D1C" w:rsidP="00A83664">
            <w:pPr>
              <w:pStyle w:val="BodyText"/>
              <w:spacing w:before="0"/>
              <w:rPr>
                <w:szCs w:val="25"/>
              </w:rPr>
            </w:pPr>
            <w:r>
              <w:rPr>
                <w:szCs w:val="25"/>
              </w:rPr>
              <w:t>Melinda Cilento</w:t>
            </w:r>
          </w:p>
          <w:p w14:paraId="7681A1E1" w14:textId="77777777" w:rsidR="007A3D1C" w:rsidRPr="0027513F" w:rsidRDefault="007A3D1C" w:rsidP="00A83664">
            <w:pPr>
              <w:pStyle w:val="LetterAddress"/>
              <w:rPr>
                <w:szCs w:val="25"/>
              </w:rPr>
            </w:pPr>
            <w:r w:rsidRPr="0027513F">
              <w:rPr>
                <w:szCs w:val="25"/>
              </w:rPr>
              <w:t>Commissioner</w:t>
            </w:r>
          </w:p>
        </w:tc>
      </w:tr>
    </w:tbl>
    <w:p w14:paraId="4694A29C" w14:textId="77777777" w:rsidR="00D310BF" w:rsidRDefault="00D310BF">
      <w:pPr>
        <w:pStyle w:val="BodyText"/>
        <w:sectPr w:rsidR="00D310BF" w:rsidSect="00CB0B46">
          <w:type w:val="oddPage"/>
          <w:pgSz w:w="11907" w:h="16839" w:code="9"/>
          <w:pgMar w:top="1304" w:right="1304" w:bottom="567" w:left="1814" w:header="1701" w:footer="397" w:gutter="0"/>
          <w:pgNumType w:fmt="lowerRoman" w:start="1"/>
          <w:cols w:space="720"/>
          <w:titlePg/>
          <w:docGrid w:linePitch="354"/>
        </w:sectPr>
      </w:pPr>
    </w:p>
    <w:p w14:paraId="7681A1E3" w14:textId="1D2F9C87" w:rsidR="00735FEA" w:rsidRDefault="00735FEA">
      <w:pPr>
        <w:pStyle w:val="BodyText"/>
        <w:sectPr w:rsidR="00735FEA" w:rsidSect="00D310BF">
          <w:type w:val="evenPage"/>
          <w:pgSz w:w="11907" w:h="16840" w:code="9"/>
          <w:pgMar w:top="1304" w:right="1304" w:bottom="567" w:left="1814" w:header="1701" w:footer="397" w:gutter="0"/>
          <w:pgNumType w:fmt="lowerRoman" w:start="1"/>
          <w:cols w:space="720"/>
          <w:titlePg/>
        </w:sectPr>
      </w:pPr>
    </w:p>
    <w:p w14:paraId="7681A1E4" w14:textId="77777777" w:rsidR="007A3D1C" w:rsidRDefault="007A3D1C" w:rsidP="002F2A0B">
      <w:pPr>
        <w:pStyle w:val="Heading1"/>
      </w:pPr>
      <w:bookmarkStart w:id="3" w:name="_Toc478564417"/>
      <w:r>
        <w:lastRenderedPageBreak/>
        <w:t>Terms of reference</w:t>
      </w:r>
      <w:bookmarkEnd w:id="3"/>
    </w:p>
    <w:p w14:paraId="7681A1E5" w14:textId="77777777" w:rsidR="007A3D1C" w:rsidRPr="0061544C" w:rsidRDefault="007A3D1C" w:rsidP="007A3D1C">
      <w:pPr>
        <w:pStyle w:val="BodyText"/>
        <w:rPr>
          <w:lang w:val="en"/>
        </w:rPr>
      </w:pPr>
      <w:r w:rsidRPr="0061544C">
        <w:rPr>
          <w:lang w:val="en"/>
        </w:rPr>
        <w:t xml:space="preserve">I, Scott Morrison, Treasurer, pursuant to Parts 2 and 3 of the </w:t>
      </w:r>
      <w:r w:rsidRPr="0061544C">
        <w:rPr>
          <w:i/>
          <w:iCs/>
          <w:lang w:val="en"/>
        </w:rPr>
        <w:t>Productivity Commission Act 1998</w:t>
      </w:r>
      <w:r w:rsidRPr="0061544C">
        <w:rPr>
          <w:lang w:val="en"/>
        </w:rPr>
        <w:t xml:space="preserve">, hereby request that the Productivity Commission undertake an inquiry into the benefits and costs of options for increasing availability of and improving the use of public and private sector data by individuals and </w:t>
      </w:r>
      <w:proofErr w:type="spellStart"/>
      <w:r w:rsidRPr="0061544C">
        <w:rPr>
          <w:lang w:val="en"/>
        </w:rPr>
        <w:t>organisations</w:t>
      </w:r>
      <w:proofErr w:type="spellEnd"/>
      <w:r w:rsidRPr="0061544C">
        <w:rPr>
          <w:lang w:val="en"/>
        </w:rPr>
        <w:t>.</w:t>
      </w:r>
    </w:p>
    <w:p w14:paraId="7681A1E6" w14:textId="77777777" w:rsidR="007A3D1C" w:rsidRPr="0061544C" w:rsidRDefault="007A3D1C" w:rsidP="007A3D1C">
      <w:pPr>
        <w:pStyle w:val="Heading3"/>
        <w:rPr>
          <w:lang w:val="en"/>
        </w:rPr>
      </w:pPr>
      <w:r w:rsidRPr="0061544C">
        <w:rPr>
          <w:lang w:val="en"/>
        </w:rPr>
        <w:t>Background</w:t>
      </w:r>
    </w:p>
    <w:p w14:paraId="7681A1E7" w14:textId="77777777" w:rsidR="007A3D1C" w:rsidRPr="0061544C" w:rsidRDefault="007A3D1C" w:rsidP="007A3D1C">
      <w:pPr>
        <w:pStyle w:val="BodyText"/>
        <w:rPr>
          <w:lang w:val="en"/>
        </w:rPr>
      </w:pPr>
      <w:r w:rsidRPr="0061544C">
        <w:rPr>
          <w:lang w:val="en"/>
        </w:rPr>
        <w:t>The 2014 Financial System Inquiry (the Murray Inquiry) recommended that the Government task the Commission to review the benefits and costs of increasing the availability and improving the use of data. The 2015 Harper Review of Competition Policy recommended that the Government consider ways to improve individuals' ability to access their own data to inform consumer choices. The Government has agreed to pursue these two recommendations.</w:t>
      </w:r>
    </w:p>
    <w:p w14:paraId="7681A1E8" w14:textId="77777777" w:rsidR="007A3D1C" w:rsidRPr="0061544C" w:rsidRDefault="007A3D1C" w:rsidP="007A3D1C">
      <w:pPr>
        <w:pStyle w:val="BodyText"/>
        <w:rPr>
          <w:lang w:val="en"/>
        </w:rPr>
      </w:pPr>
      <w:r w:rsidRPr="0061544C">
        <w:rPr>
          <w:lang w:val="en"/>
        </w:rPr>
        <w:t>The Australian Government seeks to consider policies to increase availability and use of data to boost innovation and competition in Australia and the relative benefits and costs of each option.</w:t>
      </w:r>
    </w:p>
    <w:p w14:paraId="7681A1E9" w14:textId="77777777" w:rsidR="007A3D1C" w:rsidRPr="0061544C" w:rsidRDefault="007A3D1C" w:rsidP="007A3D1C">
      <w:pPr>
        <w:pStyle w:val="BodyText"/>
        <w:rPr>
          <w:lang w:val="en"/>
        </w:rPr>
      </w:pPr>
      <w:r w:rsidRPr="0061544C">
        <w:rPr>
          <w:lang w:val="en"/>
        </w:rPr>
        <w:t>Effective use of data is increasingly integral to the efficient functioning of the economy. Improved availability of reliable data, combined with the tools to use it, is creating new economic opportunities. Increasing availability of data can facilitate development of new products and services, enhance consumer and business outcomes, better inform decision making and policy development, and facilitate greater efficiency and innovation in the economy.</w:t>
      </w:r>
    </w:p>
    <w:p w14:paraId="7681A1EA" w14:textId="77777777" w:rsidR="007A3D1C" w:rsidRPr="0061544C" w:rsidRDefault="007A3D1C" w:rsidP="007A3D1C">
      <w:pPr>
        <w:pStyle w:val="BodyText"/>
        <w:rPr>
          <w:lang w:val="en"/>
        </w:rPr>
      </w:pPr>
      <w:r w:rsidRPr="0061544C">
        <w:rPr>
          <w:lang w:val="en"/>
        </w:rPr>
        <w:t xml:space="preserve">As in Australia, international governments are encouraging greater use of data through open data policies. This will increase the transparency and accountability of government processes. </w:t>
      </w:r>
    </w:p>
    <w:p w14:paraId="7681A1EB" w14:textId="77777777" w:rsidR="007A3D1C" w:rsidRPr="0061544C" w:rsidRDefault="007A3D1C" w:rsidP="007A3D1C">
      <w:pPr>
        <w:pStyle w:val="BodyText"/>
        <w:rPr>
          <w:lang w:val="en"/>
        </w:rPr>
      </w:pPr>
      <w:r w:rsidRPr="0061544C">
        <w:rPr>
          <w:lang w:val="en"/>
        </w:rPr>
        <w:t>Increased sharing of data across the public and private sectors could facilitate greater leveraging of technology to improve individuals' and entities' interactions with government, improve the integrity of systems and increase administrative efficiency.</w:t>
      </w:r>
    </w:p>
    <w:p w14:paraId="7681A1EC" w14:textId="77777777" w:rsidR="007A3D1C" w:rsidRPr="0061544C" w:rsidRDefault="007A3D1C" w:rsidP="007A3D1C">
      <w:pPr>
        <w:pStyle w:val="BodyText"/>
        <w:rPr>
          <w:lang w:val="en"/>
        </w:rPr>
      </w:pPr>
      <w:r w:rsidRPr="0061544C">
        <w:rPr>
          <w:lang w:val="en"/>
        </w:rPr>
        <w:t>In taking advantage of greater use of data, it is important to give appropriate attention to other interests such as privacy, security and intellectual property.</w:t>
      </w:r>
    </w:p>
    <w:p w14:paraId="7681A1ED" w14:textId="77777777" w:rsidR="007A3D1C" w:rsidRPr="0061544C" w:rsidRDefault="007A3D1C" w:rsidP="007A3D1C">
      <w:pPr>
        <w:pStyle w:val="Heading3"/>
        <w:rPr>
          <w:lang w:val="en"/>
        </w:rPr>
      </w:pPr>
      <w:r w:rsidRPr="0061544C">
        <w:rPr>
          <w:lang w:val="en"/>
        </w:rPr>
        <w:lastRenderedPageBreak/>
        <w:t>Scope of the inquiry</w:t>
      </w:r>
    </w:p>
    <w:p w14:paraId="7681A1EE" w14:textId="77777777" w:rsidR="007A3D1C" w:rsidRPr="0061544C" w:rsidRDefault="007A3D1C" w:rsidP="007A3D1C">
      <w:pPr>
        <w:pStyle w:val="BodyText"/>
        <w:spacing w:before="200"/>
        <w:rPr>
          <w:lang w:val="en"/>
        </w:rPr>
      </w:pPr>
      <w:r w:rsidRPr="0061544C">
        <w:rPr>
          <w:lang w:val="en"/>
        </w:rPr>
        <w:t>The Commission is to conduct a broad ranging investigation into the benefits and costs of options for improving availability and use of data. In developing recommendations, the Commission is to:</w:t>
      </w:r>
    </w:p>
    <w:p w14:paraId="7681A1EF" w14:textId="77777777" w:rsidR="007A3D1C" w:rsidRPr="0061544C" w:rsidRDefault="007A3D1C" w:rsidP="007A3D1C">
      <w:pPr>
        <w:pStyle w:val="ListNumber"/>
        <w:numPr>
          <w:ilvl w:val="0"/>
          <w:numId w:val="25"/>
        </w:numPr>
        <w:spacing w:before="100"/>
        <w:rPr>
          <w:lang w:val="en"/>
        </w:rPr>
      </w:pPr>
      <w:r w:rsidRPr="0061544C">
        <w:rPr>
          <w:lang w:val="en"/>
        </w:rPr>
        <w:t xml:space="preserve">Examine the benefits and costs of options for increasing availability of public sector data to other public sector agencies (including between the different levels of government), the private sector, research sector, academics and the community. Where there are clear benefits, recommend ways to increase and improve data linking and availability. The Commission should: </w:t>
      </w:r>
    </w:p>
    <w:p w14:paraId="7681A1F0" w14:textId="77777777" w:rsidR="007A3D1C" w:rsidRPr="0061544C" w:rsidRDefault="007A3D1C" w:rsidP="007A3D1C">
      <w:pPr>
        <w:pStyle w:val="ListNumber2"/>
        <w:numPr>
          <w:ilvl w:val="1"/>
          <w:numId w:val="25"/>
        </w:numPr>
        <w:spacing w:before="100"/>
        <w:rPr>
          <w:lang w:val="en"/>
        </w:rPr>
      </w:pPr>
      <w:r w:rsidRPr="0061544C">
        <w:rPr>
          <w:lang w:val="en"/>
        </w:rPr>
        <w:t>identify the characteristics and provide examples of public sector datasets that would provide high-value to the public sector, research sector, academics and the community to assist public sector agencies to identify their most valuable data</w:t>
      </w:r>
    </w:p>
    <w:p w14:paraId="7681A1F1" w14:textId="77777777" w:rsidR="007A3D1C" w:rsidRPr="0061544C" w:rsidRDefault="007A3D1C" w:rsidP="007A3D1C">
      <w:pPr>
        <w:pStyle w:val="ListNumber2"/>
        <w:numPr>
          <w:ilvl w:val="1"/>
          <w:numId w:val="25"/>
        </w:numPr>
        <w:spacing w:before="100"/>
        <w:rPr>
          <w:lang w:val="en"/>
        </w:rPr>
      </w:pPr>
      <w:r w:rsidRPr="0061544C">
        <w:rPr>
          <w:lang w:val="en"/>
        </w:rPr>
        <w:t>examine legislation or other impediments that may unnecessarily restrict the availability and linking of data, including where the costs are substantial, and consider options to reduce or remove those impediments.</w:t>
      </w:r>
    </w:p>
    <w:p w14:paraId="7681A1F2" w14:textId="77777777" w:rsidR="007A3D1C" w:rsidRPr="0061544C" w:rsidRDefault="007A3D1C" w:rsidP="007A3D1C">
      <w:pPr>
        <w:pStyle w:val="ListNumber"/>
        <w:numPr>
          <w:ilvl w:val="0"/>
          <w:numId w:val="25"/>
        </w:numPr>
        <w:spacing w:before="100"/>
        <w:rPr>
          <w:lang w:val="en"/>
        </w:rPr>
      </w:pPr>
      <w:r w:rsidRPr="0061544C">
        <w:rPr>
          <w:lang w:val="en"/>
        </w:rPr>
        <w:t xml:space="preserve">Examine the benefits and costs of options for increasing availability of private sector data for other private sector firms, the public sector, the research sector, academics and the community. Where there are clear benefits, consider ways to increase and improve availability. The Commission should: </w:t>
      </w:r>
    </w:p>
    <w:p w14:paraId="7681A1F3" w14:textId="77777777" w:rsidR="007A3D1C" w:rsidRPr="0061544C" w:rsidRDefault="007A3D1C" w:rsidP="007A3D1C">
      <w:pPr>
        <w:pStyle w:val="ListNumber2"/>
        <w:numPr>
          <w:ilvl w:val="1"/>
          <w:numId w:val="25"/>
        </w:numPr>
        <w:rPr>
          <w:lang w:val="en"/>
        </w:rPr>
      </w:pPr>
      <w:r w:rsidRPr="0061544C">
        <w:rPr>
          <w:lang w:val="en"/>
        </w:rPr>
        <w:t>identify the characteristics and provide examples of private sector datasets that would provide high value to the private sector, public sector, the research sector, academics and the community in developing or providing products and services and undertaking research and developing policy</w:t>
      </w:r>
    </w:p>
    <w:p w14:paraId="7681A1F4" w14:textId="77777777" w:rsidR="007A3D1C" w:rsidRPr="0061544C" w:rsidRDefault="007A3D1C" w:rsidP="007A3D1C">
      <w:pPr>
        <w:pStyle w:val="ListNumber2"/>
        <w:numPr>
          <w:ilvl w:val="1"/>
          <w:numId w:val="25"/>
        </w:numPr>
        <w:rPr>
          <w:lang w:val="en"/>
        </w:rPr>
      </w:pPr>
      <w:r w:rsidRPr="0061544C">
        <w:rPr>
          <w:lang w:val="en"/>
        </w:rPr>
        <w:t>identify the concerns of private sector data owners and provide recommendations on principles or protocols to manage these concerns</w:t>
      </w:r>
    </w:p>
    <w:p w14:paraId="7681A1F5" w14:textId="77777777" w:rsidR="007A3D1C" w:rsidRPr="0061544C" w:rsidRDefault="007A3D1C" w:rsidP="007A3D1C">
      <w:pPr>
        <w:pStyle w:val="ListNumber2"/>
        <w:numPr>
          <w:ilvl w:val="1"/>
          <w:numId w:val="25"/>
        </w:numPr>
        <w:rPr>
          <w:lang w:val="en"/>
        </w:rPr>
      </w:pPr>
      <w:r w:rsidRPr="0061544C">
        <w:rPr>
          <w:lang w:val="en"/>
        </w:rPr>
        <w:t>examine legislation or other impediments that unnecessarily restrict the availability of data, including where the costs are substantial, and consider options to reduce or remove those impediments</w:t>
      </w:r>
    </w:p>
    <w:p w14:paraId="7681A1F6" w14:textId="77777777" w:rsidR="007A3D1C" w:rsidRPr="0061544C" w:rsidRDefault="007A3D1C" w:rsidP="007A3D1C">
      <w:pPr>
        <w:pStyle w:val="ListNumber2"/>
        <w:numPr>
          <w:ilvl w:val="1"/>
          <w:numId w:val="25"/>
        </w:numPr>
        <w:rPr>
          <w:lang w:val="en"/>
        </w:rPr>
      </w:pPr>
      <w:r w:rsidRPr="0061544C">
        <w:rPr>
          <w:lang w:val="en"/>
        </w:rPr>
        <w:t>provide an update on existing data sharing initiatives in Australia, including the uptake of the credit reporting framework. Consider recommendations for improving participation in such initiatives.</w:t>
      </w:r>
    </w:p>
    <w:p w14:paraId="7681A1F7" w14:textId="77777777" w:rsidR="007A3D1C" w:rsidRPr="0061544C" w:rsidRDefault="007A3D1C" w:rsidP="007A3D1C">
      <w:pPr>
        <w:pStyle w:val="ListNumber"/>
        <w:numPr>
          <w:ilvl w:val="0"/>
          <w:numId w:val="25"/>
        </w:numPr>
        <w:spacing w:before="100"/>
        <w:rPr>
          <w:lang w:val="en"/>
        </w:rPr>
      </w:pPr>
      <w:r w:rsidRPr="0061544C">
        <w:rPr>
          <w:lang w:val="en"/>
        </w:rPr>
        <w:t xml:space="preserve">Identify options to improve individuals' access to public and private sector data about themselves and examine the benefits and costs of those options. The Commission should: </w:t>
      </w:r>
    </w:p>
    <w:p w14:paraId="7681A1F8" w14:textId="77777777" w:rsidR="007A3D1C" w:rsidRPr="0061544C" w:rsidRDefault="007A3D1C" w:rsidP="007A3D1C">
      <w:pPr>
        <w:pStyle w:val="ListNumber2"/>
        <w:numPr>
          <w:ilvl w:val="1"/>
          <w:numId w:val="25"/>
        </w:numPr>
        <w:spacing w:before="100"/>
        <w:rPr>
          <w:lang w:val="en"/>
        </w:rPr>
      </w:pPr>
      <w:r w:rsidRPr="0061544C">
        <w:rPr>
          <w:lang w:val="en"/>
        </w:rPr>
        <w:t>examine how individuals can currently access their data, including data about them held by multiple government agencies, and develop recommendations to streamline access</w:t>
      </w:r>
    </w:p>
    <w:p w14:paraId="7681A1F9" w14:textId="77777777" w:rsidR="007A3D1C" w:rsidRPr="0061544C" w:rsidRDefault="007A3D1C" w:rsidP="007A3D1C">
      <w:pPr>
        <w:pStyle w:val="ListNumber2"/>
        <w:numPr>
          <w:ilvl w:val="1"/>
          <w:numId w:val="25"/>
        </w:numPr>
        <w:spacing w:before="100"/>
        <w:rPr>
          <w:lang w:val="en"/>
        </w:rPr>
      </w:pPr>
      <w:r w:rsidRPr="0061544C">
        <w:rPr>
          <w:lang w:val="en"/>
        </w:rPr>
        <w:t xml:space="preserve">identify datasets, including datasets of aggregated data on consumer outcomes at the product or provider level, that would provide high value to consumers in </w:t>
      </w:r>
      <w:r w:rsidRPr="0061544C">
        <w:rPr>
          <w:lang w:val="en"/>
        </w:rPr>
        <w:lastRenderedPageBreak/>
        <w:t>making informed decisions and any impediments to their use. Develop guidance to assist in identification of other high value datasets</w:t>
      </w:r>
    </w:p>
    <w:p w14:paraId="7681A1FA" w14:textId="77777777" w:rsidR="007A3D1C" w:rsidRPr="0061544C" w:rsidRDefault="007A3D1C" w:rsidP="007A3D1C">
      <w:pPr>
        <w:pStyle w:val="ListNumber2"/>
        <w:numPr>
          <w:ilvl w:val="1"/>
          <w:numId w:val="25"/>
        </w:numPr>
        <w:spacing w:before="100"/>
        <w:rPr>
          <w:lang w:val="en"/>
        </w:rPr>
      </w:pPr>
      <w:r w:rsidRPr="0061544C">
        <w:rPr>
          <w:lang w:val="en"/>
        </w:rPr>
        <w:t>examine the possible role of third party intermediaries to assist consumers in making use of their data.</w:t>
      </w:r>
    </w:p>
    <w:p w14:paraId="7681A1FB" w14:textId="77777777" w:rsidR="007A3D1C" w:rsidRPr="0061544C" w:rsidRDefault="007A3D1C" w:rsidP="007A3D1C">
      <w:pPr>
        <w:pStyle w:val="ListNumber"/>
        <w:numPr>
          <w:ilvl w:val="0"/>
          <w:numId w:val="25"/>
        </w:numPr>
        <w:spacing w:before="100"/>
        <w:rPr>
          <w:lang w:val="en"/>
        </w:rPr>
      </w:pPr>
      <w:r w:rsidRPr="0061544C">
        <w:rPr>
          <w:lang w:val="en"/>
        </w:rPr>
        <w:t xml:space="preserve">Examine the options for, and benefits and costs of, </w:t>
      </w:r>
      <w:proofErr w:type="spellStart"/>
      <w:r w:rsidRPr="0061544C">
        <w:rPr>
          <w:lang w:val="en"/>
        </w:rPr>
        <w:t>standardising</w:t>
      </w:r>
      <w:proofErr w:type="spellEnd"/>
      <w:r w:rsidRPr="0061544C">
        <w:rPr>
          <w:lang w:val="en"/>
        </w:rPr>
        <w:t xml:space="preserve"> the collection, sharing and release of public and private sector data.</w:t>
      </w:r>
    </w:p>
    <w:p w14:paraId="7681A1FC" w14:textId="77777777" w:rsidR="007A3D1C" w:rsidRPr="0061544C" w:rsidRDefault="007A3D1C" w:rsidP="007A3D1C">
      <w:pPr>
        <w:pStyle w:val="ListNumber"/>
        <w:numPr>
          <w:ilvl w:val="0"/>
          <w:numId w:val="25"/>
        </w:numPr>
        <w:spacing w:before="100"/>
        <w:rPr>
          <w:lang w:val="en"/>
        </w:rPr>
      </w:pPr>
      <w:r w:rsidRPr="0061544C">
        <w:rPr>
          <w:lang w:val="en"/>
        </w:rPr>
        <w:t xml:space="preserve">Examine ways to enhance and maintain individuals' and businesses' confidence and trust in the way data are used. Having regard to current legislation and practice, advise on the need for further protocols to facilitate disclosure and use of data about individuals and businesses while protecting privacy and commercial interests and, if recommended, advise on what these should be. The Commission should: </w:t>
      </w:r>
    </w:p>
    <w:p w14:paraId="7681A1FD" w14:textId="77777777" w:rsidR="007A3D1C" w:rsidRPr="0061544C" w:rsidRDefault="007A3D1C" w:rsidP="007A3D1C">
      <w:pPr>
        <w:pStyle w:val="ListNumber2"/>
        <w:numPr>
          <w:ilvl w:val="1"/>
          <w:numId w:val="25"/>
        </w:numPr>
        <w:spacing w:before="100"/>
        <w:rPr>
          <w:lang w:val="en"/>
        </w:rPr>
      </w:pPr>
      <w:r w:rsidRPr="0061544C">
        <w:rPr>
          <w:lang w:val="en"/>
        </w:rPr>
        <w:t>balance the benefits of greater disclosure and use of data with protecting the privacy of the individual and providing sufficient control to individuals as to who has their information and how it can be used</w:t>
      </w:r>
    </w:p>
    <w:p w14:paraId="7681A1FE" w14:textId="77777777" w:rsidR="007A3D1C" w:rsidRPr="0061544C" w:rsidRDefault="007A3D1C" w:rsidP="007A3D1C">
      <w:pPr>
        <w:pStyle w:val="ListNumber2"/>
        <w:numPr>
          <w:ilvl w:val="1"/>
          <w:numId w:val="25"/>
        </w:numPr>
        <w:spacing w:before="100"/>
        <w:rPr>
          <w:lang w:val="en"/>
        </w:rPr>
      </w:pPr>
      <w:r w:rsidRPr="0061544C">
        <w:rPr>
          <w:lang w:val="en"/>
        </w:rPr>
        <w:t>benchmark Australia's data protection laws, privacy principles and protocols against leading jurisdictions</w:t>
      </w:r>
    </w:p>
    <w:p w14:paraId="7681A1FF" w14:textId="77777777" w:rsidR="007A3D1C" w:rsidRPr="0061544C" w:rsidRDefault="007A3D1C" w:rsidP="007A3D1C">
      <w:pPr>
        <w:pStyle w:val="ListNumber2"/>
        <w:numPr>
          <w:ilvl w:val="1"/>
          <w:numId w:val="25"/>
        </w:numPr>
        <w:spacing w:before="100"/>
        <w:rPr>
          <w:lang w:val="en"/>
        </w:rPr>
      </w:pPr>
      <w:r w:rsidRPr="0061544C">
        <w:rPr>
          <w:lang w:val="en"/>
        </w:rPr>
        <w:t>examine whether there is adequate understanding across government about what data can be made openly available given existing legislation</w:t>
      </w:r>
    </w:p>
    <w:p w14:paraId="7681A200" w14:textId="77777777" w:rsidR="007A3D1C" w:rsidRPr="0061544C" w:rsidRDefault="007A3D1C" w:rsidP="007A3D1C">
      <w:pPr>
        <w:pStyle w:val="ListNumber2"/>
        <w:numPr>
          <w:ilvl w:val="1"/>
          <w:numId w:val="25"/>
        </w:numPr>
        <w:spacing w:before="100"/>
        <w:rPr>
          <w:lang w:val="en"/>
        </w:rPr>
      </w:pPr>
      <w:r w:rsidRPr="0061544C">
        <w:rPr>
          <w:lang w:val="en"/>
        </w:rPr>
        <w:t xml:space="preserve">consider the effectiveness and impacts of existing approaches to </w:t>
      </w:r>
      <w:proofErr w:type="spellStart"/>
      <w:r w:rsidRPr="0061544C">
        <w:rPr>
          <w:lang w:val="en"/>
        </w:rPr>
        <w:t>confidentialisation</w:t>
      </w:r>
      <w:proofErr w:type="spellEnd"/>
      <w:r w:rsidRPr="0061544C">
        <w:rPr>
          <w:lang w:val="en"/>
        </w:rPr>
        <w:t xml:space="preserve"> and data security in facilitating data sharing and linking while protecting privacy</w:t>
      </w:r>
    </w:p>
    <w:p w14:paraId="7681A201" w14:textId="77777777" w:rsidR="007A3D1C" w:rsidRPr="0061544C" w:rsidRDefault="007A3D1C" w:rsidP="007A3D1C">
      <w:pPr>
        <w:pStyle w:val="ListNumber2"/>
        <w:numPr>
          <w:ilvl w:val="1"/>
          <w:numId w:val="25"/>
        </w:numPr>
        <w:spacing w:before="100"/>
        <w:rPr>
          <w:lang w:val="en"/>
        </w:rPr>
      </w:pPr>
      <w:r w:rsidRPr="0061544C">
        <w:rPr>
          <w:lang w:val="en"/>
        </w:rPr>
        <w:t>consider the merits of codifying the treatment and classification of business data.</w:t>
      </w:r>
    </w:p>
    <w:p w14:paraId="7681A202" w14:textId="77777777" w:rsidR="007A3D1C" w:rsidRPr="0061544C" w:rsidRDefault="007A3D1C" w:rsidP="007A3D1C">
      <w:pPr>
        <w:pStyle w:val="BodyText"/>
        <w:spacing w:before="200"/>
        <w:rPr>
          <w:lang w:val="en"/>
        </w:rPr>
      </w:pPr>
      <w:r w:rsidRPr="0061544C">
        <w:rPr>
          <w:lang w:val="en"/>
        </w:rPr>
        <w:t xml:space="preserve">In developing its recommendations, the Commission should take into account the Government's policy to improve the availability and use of public sector data (the </w:t>
      </w:r>
      <w:r w:rsidRPr="0061544C">
        <w:rPr>
          <w:i/>
          <w:iCs/>
          <w:lang w:val="en"/>
        </w:rPr>
        <w:t>Public Data Policy Statement</w:t>
      </w:r>
      <w:r w:rsidRPr="0061544C">
        <w:rPr>
          <w:lang w:val="en"/>
        </w:rPr>
        <w:t xml:space="preserve">) as part of its </w:t>
      </w:r>
      <w:r w:rsidRPr="0061544C">
        <w:rPr>
          <w:i/>
          <w:iCs/>
          <w:lang w:val="en"/>
        </w:rPr>
        <w:t>National Innovation and Science Agenda</w:t>
      </w:r>
      <w:r w:rsidRPr="0061544C">
        <w:rPr>
          <w:lang w:val="en"/>
        </w:rPr>
        <w:t xml:space="preserve"> and to improve government performance through the </w:t>
      </w:r>
      <w:r w:rsidRPr="0061544C">
        <w:rPr>
          <w:i/>
          <w:iCs/>
          <w:lang w:val="en"/>
        </w:rPr>
        <w:t xml:space="preserve">Efficiency through Contestability </w:t>
      </w:r>
      <w:proofErr w:type="spellStart"/>
      <w:r w:rsidRPr="0061544C">
        <w:rPr>
          <w:i/>
          <w:iCs/>
          <w:lang w:val="en"/>
        </w:rPr>
        <w:t>Programme</w:t>
      </w:r>
      <w:proofErr w:type="spellEnd"/>
      <w:r w:rsidRPr="0061544C">
        <w:rPr>
          <w:lang w:val="en"/>
        </w:rPr>
        <w:t xml:space="preserve">, as well as the findings of the </w:t>
      </w:r>
      <w:r w:rsidRPr="0061544C">
        <w:rPr>
          <w:i/>
          <w:iCs/>
          <w:lang w:val="en"/>
        </w:rPr>
        <w:t>Public Sector Data Management Project</w:t>
      </w:r>
      <w:r w:rsidRPr="0061544C">
        <w:rPr>
          <w:lang w:val="en"/>
        </w:rPr>
        <w:t>.</w:t>
      </w:r>
    </w:p>
    <w:p w14:paraId="7681A203" w14:textId="77777777" w:rsidR="007A3D1C" w:rsidRPr="0061544C" w:rsidRDefault="007A3D1C" w:rsidP="007A3D1C">
      <w:pPr>
        <w:pStyle w:val="BodyText"/>
        <w:spacing w:before="200"/>
        <w:rPr>
          <w:lang w:val="en"/>
        </w:rPr>
      </w:pPr>
      <w:r w:rsidRPr="0061544C">
        <w:rPr>
          <w:lang w:val="en"/>
        </w:rPr>
        <w:t>The Commission should consider domestic and international best practice and the measures adopted internationally to encourage sharing and linking of both public and private data.</w:t>
      </w:r>
    </w:p>
    <w:p w14:paraId="7681A204" w14:textId="77777777" w:rsidR="007A3D1C" w:rsidRPr="0061544C" w:rsidRDefault="007A3D1C" w:rsidP="007A3D1C">
      <w:pPr>
        <w:pStyle w:val="Heading3"/>
        <w:spacing w:before="480"/>
        <w:rPr>
          <w:lang w:val="en"/>
        </w:rPr>
      </w:pPr>
      <w:r w:rsidRPr="0061544C">
        <w:rPr>
          <w:lang w:val="en"/>
        </w:rPr>
        <w:t>Process</w:t>
      </w:r>
    </w:p>
    <w:p w14:paraId="7681A205" w14:textId="77777777" w:rsidR="007A3D1C" w:rsidRPr="0061544C" w:rsidRDefault="007A3D1C" w:rsidP="007A3D1C">
      <w:pPr>
        <w:pStyle w:val="BodyText"/>
        <w:spacing w:before="200"/>
        <w:rPr>
          <w:lang w:val="en"/>
        </w:rPr>
      </w:pPr>
      <w:r w:rsidRPr="0061544C">
        <w:rPr>
          <w:lang w:val="en"/>
        </w:rPr>
        <w:t xml:space="preserve">The Commission is to undertake an appropriate public consultation process, inviting public submissions and releasing a draft report to the public. A final report should be provided to the Government within 12 months from the date of receipt of the reference. </w:t>
      </w:r>
    </w:p>
    <w:p w14:paraId="7681A206" w14:textId="77777777" w:rsidR="007A3D1C" w:rsidRPr="0061544C" w:rsidRDefault="007A3D1C" w:rsidP="007A3D1C">
      <w:pPr>
        <w:pStyle w:val="BodyText"/>
        <w:rPr>
          <w:bCs/>
          <w:lang w:val="en"/>
        </w:rPr>
      </w:pPr>
      <w:r w:rsidRPr="0061544C">
        <w:rPr>
          <w:bCs/>
          <w:lang w:val="en"/>
        </w:rPr>
        <w:t>Scott Morrison</w:t>
      </w:r>
    </w:p>
    <w:p w14:paraId="7681A207" w14:textId="77777777" w:rsidR="007A3D1C" w:rsidRPr="0061544C" w:rsidRDefault="007A3D1C" w:rsidP="007A3D1C">
      <w:pPr>
        <w:pStyle w:val="BodyText"/>
        <w:spacing w:before="0"/>
        <w:rPr>
          <w:lang w:val="en"/>
        </w:rPr>
      </w:pPr>
      <w:r w:rsidRPr="0061544C">
        <w:rPr>
          <w:bCs/>
          <w:lang w:val="en"/>
        </w:rPr>
        <w:t>Treasurer</w:t>
      </w:r>
    </w:p>
    <w:p w14:paraId="7681A208" w14:textId="77777777" w:rsidR="007A3D1C" w:rsidRDefault="007A3D1C" w:rsidP="002F2A0B">
      <w:pPr>
        <w:pStyle w:val="BodyText"/>
      </w:pPr>
      <w:r w:rsidRPr="0061544C">
        <w:rPr>
          <w:lang w:val="en"/>
        </w:rPr>
        <w:t>[Received 21 March 2016]</w:t>
      </w:r>
    </w:p>
    <w:p w14:paraId="7681A209" w14:textId="77777777" w:rsidR="007A3D1C" w:rsidRDefault="007A3D1C" w:rsidP="002F2A0B">
      <w:pPr>
        <w:pStyle w:val="BodyText"/>
        <w:sectPr w:rsidR="007A3D1C" w:rsidSect="00523E49">
          <w:headerReference w:type="even" r:id="rId20"/>
          <w:headerReference w:type="default" r:id="rId21"/>
          <w:footerReference w:type="even" r:id="rId22"/>
          <w:footerReference w:type="default" r:id="rId23"/>
          <w:pgSz w:w="11907" w:h="16840" w:code="9"/>
          <w:pgMar w:top="1985" w:right="1304" w:bottom="1247" w:left="1814" w:header="1701" w:footer="397" w:gutter="0"/>
          <w:pgNumType w:fmt="lowerRoman" w:start="5"/>
          <w:cols w:space="720"/>
        </w:sectPr>
      </w:pPr>
    </w:p>
    <w:p w14:paraId="7681A20A" w14:textId="77777777" w:rsidR="007A3D1C" w:rsidRDefault="007A3D1C" w:rsidP="007A3D1C">
      <w:pPr>
        <w:pStyle w:val="Heading2NotTOC"/>
        <w:spacing w:before="120"/>
      </w:pPr>
      <w:r>
        <w:lastRenderedPageBreak/>
        <w:t>Disclosure of interests</w:t>
      </w:r>
    </w:p>
    <w:p w14:paraId="7681A20B" w14:textId="77777777" w:rsidR="007A3D1C" w:rsidRDefault="007A3D1C" w:rsidP="007A3D1C">
      <w:pPr>
        <w:pStyle w:val="BodyText"/>
      </w:pPr>
      <w:r>
        <w:t xml:space="preserve">The </w:t>
      </w:r>
      <w:r w:rsidRPr="000A26A1">
        <w:rPr>
          <w:i/>
        </w:rPr>
        <w:t>Productivity Commission Act 1998</w:t>
      </w:r>
      <w:r>
        <w:t xml:space="preserve"> specifies that where Commissioners have or acquire interests, pecuniary or otherwise, that could conflict with the proper performance of their functions during an inquiry they must disclose the interests.</w:t>
      </w:r>
    </w:p>
    <w:p w14:paraId="7681A20E" w14:textId="4E12E8EE" w:rsidR="007A3D1C" w:rsidRDefault="007A3D1C">
      <w:pPr>
        <w:pStyle w:val="BodyText"/>
      </w:pPr>
      <w:r>
        <w:t>Ms Cilento has advised the Commission that she is a director of Australian Unity (which made a submission to this Inquiry) and of Woodside Petroleum (which is referred to in an included example in the Report). Ms Cilento is also co-chair of the National Australia Bank’s Advisory Council on Corporate Responsibility.</w:t>
      </w:r>
    </w:p>
    <w:p w14:paraId="7681A20F" w14:textId="77777777" w:rsidR="007A3D1C" w:rsidRDefault="007A3D1C">
      <w:pPr>
        <w:pStyle w:val="BodyText"/>
        <w:sectPr w:rsidR="007A3D1C" w:rsidSect="00BC5720">
          <w:headerReference w:type="even" r:id="rId24"/>
          <w:headerReference w:type="default" r:id="rId25"/>
          <w:footerReference w:type="even" r:id="rId26"/>
          <w:footerReference w:type="default" r:id="rId27"/>
          <w:pgSz w:w="11906" w:h="16838" w:code="9"/>
          <w:pgMar w:top="1985" w:right="1304" w:bottom="1418" w:left="1814" w:header="1701" w:footer="397" w:gutter="0"/>
          <w:pgNumType w:fmt="lowerRoman"/>
          <w:cols w:space="708"/>
          <w:docGrid w:linePitch="360"/>
        </w:sectPr>
      </w:pPr>
    </w:p>
    <w:p w14:paraId="6297763D" w14:textId="7805BAB1" w:rsidR="00F73726" w:rsidRDefault="00735FEA" w:rsidP="008206EE">
      <w:pPr>
        <w:pStyle w:val="Heading1NotTOC"/>
        <w:rPr>
          <w:noProof/>
        </w:rPr>
      </w:pPr>
      <w:bookmarkStart w:id="4" w:name="Contents"/>
      <w:bookmarkEnd w:id="4"/>
      <w:r w:rsidRPr="00B153C3">
        <w:lastRenderedPageBreak/>
        <w:t>Contents</w:t>
      </w:r>
      <w:bookmarkStart w:id="5" w:name="InsertContents"/>
      <w:bookmarkEnd w:id="5"/>
    </w:p>
    <w:p w14:paraId="679FE4FD" w14:textId="4DAAFA25" w:rsidR="00F73726" w:rsidRDefault="00F73726">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523E49">
        <w:rPr>
          <w:noProof/>
        </w:rPr>
        <w:t>v</w:t>
      </w:r>
    </w:p>
    <w:p w14:paraId="7C20AE26" w14:textId="334B31F6" w:rsidR="00F73726" w:rsidRDefault="00F73726">
      <w:pPr>
        <w:pStyle w:val="TOC1"/>
        <w:rPr>
          <w:rFonts w:asciiTheme="minorHAnsi" w:eastAsiaTheme="minorEastAsia" w:hAnsiTheme="minorHAnsi" w:cstheme="minorBidi"/>
          <w:b w:val="0"/>
          <w:noProof/>
          <w:sz w:val="22"/>
          <w:szCs w:val="22"/>
          <w:lang w:eastAsia="en-AU"/>
        </w:rPr>
      </w:pPr>
      <w:r>
        <w:rPr>
          <w:noProof/>
        </w:rPr>
        <w:t>Acknowledgments</w:t>
      </w:r>
      <w:r>
        <w:rPr>
          <w:noProof/>
        </w:rPr>
        <w:tab/>
        <w:t>x</w:t>
      </w:r>
      <w:r w:rsidR="00523E49">
        <w:rPr>
          <w:noProof/>
        </w:rPr>
        <w:t>i</w:t>
      </w:r>
      <w:r>
        <w:rPr>
          <w:noProof/>
        </w:rPr>
        <w:t>i</w:t>
      </w:r>
    </w:p>
    <w:p w14:paraId="0CC5EBC2" w14:textId="66C88002" w:rsidR="00F73726" w:rsidRDefault="00F73726">
      <w:pPr>
        <w:pStyle w:val="TOC1"/>
        <w:rPr>
          <w:rFonts w:asciiTheme="minorHAnsi" w:eastAsiaTheme="minorEastAsia" w:hAnsiTheme="minorHAnsi" w:cstheme="minorBidi"/>
          <w:b w:val="0"/>
          <w:noProof/>
          <w:sz w:val="22"/>
          <w:szCs w:val="22"/>
          <w:lang w:eastAsia="en-AU"/>
        </w:rPr>
      </w:pPr>
      <w:r>
        <w:rPr>
          <w:noProof/>
        </w:rPr>
        <w:t>Abbreviations</w:t>
      </w:r>
      <w:r>
        <w:rPr>
          <w:noProof/>
        </w:rPr>
        <w:tab/>
        <w:t>x</w:t>
      </w:r>
      <w:r w:rsidR="00523E49">
        <w:rPr>
          <w:noProof/>
        </w:rPr>
        <w:t>i</w:t>
      </w:r>
      <w:bookmarkStart w:id="6" w:name="_GoBack"/>
      <w:bookmarkEnd w:id="6"/>
      <w:r>
        <w:rPr>
          <w:noProof/>
        </w:rPr>
        <w:t>ii</w:t>
      </w:r>
    </w:p>
    <w:p w14:paraId="1FF22002" w14:textId="60191D94" w:rsidR="00F73726" w:rsidRDefault="00F73726">
      <w:pPr>
        <w:pStyle w:val="TOC1"/>
        <w:rPr>
          <w:rFonts w:asciiTheme="minorHAnsi" w:eastAsiaTheme="minorEastAsia" w:hAnsiTheme="minorHAnsi" w:cstheme="minorBidi"/>
          <w:b w:val="0"/>
          <w:noProof/>
          <w:sz w:val="22"/>
          <w:szCs w:val="22"/>
          <w:lang w:eastAsia="en-AU"/>
        </w:rPr>
      </w:pPr>
      <w:r>
        <w:rPr>
          <w:noProof/>
        </w:rPr>
        <w:t>Key points</w:t>
      </w:r>
      <w:r>
        <w:rPr>
          <w:noProof/>
        </w:rPr>
        <w:tab/>
        <w:t>1</w:t>
      </w:r>
    </w:p>
    <w:p w14:paraId="26C2BEDA" w14:textId="77777777" w:rsidR="00F73726" w:rsidRDefault="00F73726">
      <w:pPr>
        <w:pStyle w:val="TOC1"/>
        <w:rPr>
          <w:rFonts w:asciiTheme="minorHAnsi" w:eastAsiaTheme="minorEastAsia" w:hAnsiTheme="minorHAnsi" w:cstheme="minorBidi"/>
          <w:b w:val="0"/>
          <w:noProof/>
          <w:sz w:val="22"/>
          <w:szCs w:val="22"/>
          <w:lang w:eastAsia="en-AU"/>
        </w:rPr>
      </w:pPr>
      <w:r>
        <w:rPr>
          <w:noProof/>
        </w:rPr>
        <w:t>Overview</w:t>
      </w:r>
      <w:r>
        <w:rPr>
          <w:noProof/>
        </w:rPr>
        <w:tab/>
        <w:t>3</w:t>
      </w:r>
    </w:p>
    <w:p w14:paraId="6FE959E0" w14:textId="77777777" w:rsidR="00F73726" w:rsidRDefault="00F73726">
      <w:pPr>
        <w:pStyle w:val="TOC1"/>
        <w:rPr>
          <w:rFonts w:asciiTheme="minorHAnsi" w:eastAsiaTheme="minorEastAsia" w:hAnsiTheme="minorHAnsi" w:cstheme="minorBidi"/>
          <w:b w:val="0"/>
          <w:noProof/>
          <w:sz w:val="22"/>
          <w:szCs w:val="22"/>
          <w:lang w:eastAsia="en-AU"/>
        </w:rPr>
      </w:pPr>
      <w:r>
        <w:rPr>
          <w:noProof/>
        </w:rPr>
        <w:t>Findings and recommendations</w:t>
      </w:r>
      <w:r>
        <w:rPr>
          <w:noProof/>
        </w:rPr>
        <w:tab/>
        <w:t>33</w:t>
      </w:r>
    </w:p>
    <w:p w14:paraId="6629EC7F" w14:textId="77777777" w:rsidR="00F73726" w:rsidRDefault="00F73726">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Australia’s data landscape</w:t>
      </w:r>
      <w:r>
        <w:rPr>
          <w:noProof/>
        </w:rPr>
        <w:tab/>
        <w:t>53</w:t>
      </w:r>
    </w:p>
    <w:p w14:paraId="7162A35E"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About the Inquiry</w:t>
      </w:r>
      <w:r>
        <w:rPr>
          <w:noProof/>
        </w:rPr>
        <w:tab/>
        <w:t>54</w:t>
      </w:r>
    </w:p>
    <w:p w14:paraId="7022482E" w14:textId="4D48F4DB"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Why data matters</w:t>
      </w:r>
      <w:r>
        <w:rPr>
          <w:noProof/>
        </w:rPr>
        <w:tab/>
        <w:t>5</w:t>
      </w:r>
      <w:r w:rsidR="004D377B">
        <w:rPr>
          <w:noProof/>
        </w:rPr>
        <w:t>7</w:t>
      </w:r>
    </w:p>
    <w:p w14:paraId="6E37F070"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Stakeholders in data management and access</w:t>
      </w:r>
      <w:r>
        <w:rPr>
          <w:noProof/>
        </w:rPr>
        <w:tab/>
        <w:t>64</w:t>
      </w:r>
    </w:p>
    <w:p w14:paraId="730FEFE5"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 xml:space="preserve">What is the current landscape for data sharing and release in the </w:t>
      </w:r>
      <w:r w:rsidRPr="001234A7">
        <w:rPr>
          <w:i/>
          <w:noProof/>
        </w:rPr>
        <w:t>public</w:t>
      </w:r>
      <w:r>
        <w:rPr>
          <w:noProof/>
        </w:rPr>
        <w:t xml:space="preserve"> sector?</w:t>
      </w:r>
      <w:r>
        <w:rPr>
          <w:noProof/>
        </w:rPr>
        <w:tab/>
        <w:t>69</w:t>
      </w:r>
    </w:p>
    <w:p w14:paraId="45732418"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 xml:space="preserve">What </w:t>
      </w:r>
      <w:r w:rsidRPr="001234A7">
        <w:rPr>
          <w:i/>
          <w:noProof/>
        </w:rPr>
        <w:t>private</w:t>
      </w:r>
      <w:r>
        <w:rPr>
          <w:noProof/>
        </w:rPr>
        <w:t xml:space="preserve"> sector data is collected, and to what extent is it made available?</w:t>
      </w:r>
      <w:r>
        <w:rPr>
          <w:noProof/>
        </w:rPr>
        <w:tab/>
        <w:t>80</w:t>
      </w:r>
    </w:p>
    <w:p w14:paraId="6D3C88F4"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Pr>
          <w:noProof/>
        </w:rPr>
        <w:t>The challenges for governments and society</w:t>
      </w:r>
      <w:r>
        <w:rPr>
          <w:noProof/>
        </w:rPr>
        <w:tab/>
        <w:t>93</w:t>
      </w:r>
    </w:p>
    <w:p w14:paraId="465EE97C" w14:textId="77777777" w:rsidR="00F73726" w:rsidRDefault="00F73726">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Opportunities enabled by data</w:t>
      </w:r>
      <w:r>
        <w:rPr>
          <w:noProof/>
        </w:rPr>
        <w:tab/>
        <w:t>99</w:t>
      </w:r>
    </w:p>
    <w:p w14:paraId="423002CD" w14:textId="2FAE11D2"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sidR="004D377B">
        <w:rPr>
          <w:noProof/>
        </w:rPr>
        <w:t xml:space="preserve">Opportunities </w:t>
      </w:r>
      <w:r>
        <w:rPr>
          <w:noProof/>
        </w:rPr>
        <w:t>for individuals</w:t>
      </w:r>
      <w:r>
        <w:rPr>
          <w:noProof/>
        </w:rPr>
        <w:tab/>
        <w:t>100</w:t>
      </w:r>
    </w:p>
    <w:p w14:paraId="46E85A9F"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Opportunities for business</w:t>
      </w:r>
      <w:r>
        <w:rPr>
          <w:noProof/>
        </w:rPr>
        <w:tab/>
        <w:t>106</w:t>
      </w:r>
    </w:p>
    <w:p w14:paraId="5AE97208" w14:textId="045EA503"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sidR="004D377B">
        <w:rPr>
          <w:noProof/>
        </w:rPr>
        <w:t>Benefits for society</w:t>
      </w:r>
      <w:r>
        <w:rPr>
          <w:noProof/>
        </w:rPr>
        <w:tab/>
        <w:t>108</w:t>
      </w:r>
    </w:p>
    <w:p w14:paraId="48C888CE"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Estimates of the value of data</w:t>
      </w:r>
      <w:r>
        <w:rPr>
          <w:noProof/>
        </w:rPr>
        <w:tab/>
        <w:t>116</w:t>
      </w:r>
    </w:p>
    <w:p w14:paraId="50350FE4"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The sum of opportunities</w:t>
      </w:r>
      <w:r>
        <w:rPr>
          <w:noProof/>
        </w:rPr>
        <w:tab/>
        <w:t>118</w:t>
      </w:r>
    </w:p>
    <w:p w14:paraId="1EAF7B7E" w14:textId="77777777" w:rsidR="00F73726" w:rsidRDefault="00F73726">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What holds us back?</w:t>
      </w:r>
      <w:r>
        <w:rPr>
          <w:noProof/>
        </w:rPr>
        <w:tab/>
        <w:t>121</w:t>
      </w:r>
    </w:p>
    <w:p w14:paraId="4D214632"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Fragile community understanding and trust</w:t>
      </w:r>
      <w:r>
        <w:rPr>
          <w:noProof/>
        </w:rPr>
        <w:tab/>
        <w:t>122</w:t>
      </w:r>
    </w:p>
    <w:p w14:paraId="108ED990"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Legislative complexity</w:t>
      </w:r>
      <w:r>
        <w:rPr>
          <w:noProof/>
        </w:rPr>
        <w:tab/>
        <w:t>129</w:t>
      </w:r>
    </w:p>
    <w:p w14:paraId="533D2448"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Risk aversion and lack of leadership</w:t>
      </w:r>
      <w:r>
        <w:rPr>
          <w:noProof/>
        </w:rPr>
        <w:tab/>
        <w:t>140</w:t>
      </w:r>
    </w:p>
    <w:p w14:paraId="6BA5B61F"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Data breaches and re</w:t>
      </w:r>
      <w:r>
        <w:rPr>
          <w:noProof/>
        </w:rPr>
        <w:noBreakHyphen/>
        <w:t>identification</w:t>
      </w:r>
      <w:r>
        <w:rPr>
          <w:noProof/>
        </w:rPr>
        <w:tab/>
        <w:t>153</w:t>
      </w:r>
    </w:p>
    <w:p w14:paraId="4F48A68B"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lastRenderedPageBreak/>
        <w:t>3.5</w:t>
      </w:r>
      <w:r>
        <w:rPr>
          <w:rFonts w:asciiTheme="minorHAnsi" w:eastAsiaTheme="minorEastAsia" w:hAnsiTheme="minorHAnsi" w:cstheme="minorBidi"/>
          <w:noProof/>
          <w:sz w:val="22"/>
          <w:szCs w:val="22"/>
          <w:lang w:eastAsia="en-AU"/>
        </w:rPr>
        <w:tab/>
      </w:r>
      <w:r>
        <w:rPr>
          <w:noProof/>
        </w:rPr>
        <w:t>Poor usability of data</w:t>
      </w:r>
      <w:r>
        <w:rPr>
          <w:noProof/>
        </w:rPr>
        <w:tab/>
        <w:t>158</w:t>
      </w:r>
    </w:p>
    <w:p w14:paraId="3129EFE6"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There is scope for more effective use of business and consumer data</w:t>
      </w:r>
      <w:r>
        <w:rPr>
          <w:noProof/>
        </w:rPr>
        <w:tab/>
        <w:t>166</w:t>
      </w:r>
    </w:p>
    <w:p w14:paraId="30E51662" w14:textId="77777777" w:rsidR="00F73726" w:rsidRDefault="00F73726">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A way forward: what we must aim at</w:t>
      </w:r>
      <w:r>
        <w:rPr>
          <w:noProof/>
        </w:rPr>
        <w:tab/>
        <w:t>169</w:t>
      </w:r>
    </w:p>
    <w:p w14:paraId="5F98808C"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The world is changing, and Australia must adapt</w:t>
      </w:r>
      <w:r>
        <w:rPr>
          <w:noProof/>
        </w:rPr>
        <w:tab/>
        <w:t>170</w:t>
      </w:r>
    </w:p>
    <w:p w14:paraId="7888579E"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A Framework</w:t>
      </w:r>
      <w:r>
        <w:rPr>
          <w:noProof/>
        </w:rPr>
        <w:tab/>
        <w:t>172</w:t>
      </w:r>
    </w:p>
    <w:p w14:paraId="219643A8"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What outcomes is this Framework designed to achieve?</w:t>
      </w:r>
      <w:r>
        <w:rPr>
          <w:noProof/>
        </w:rPr>
        <w:tab/>
        <w:t>176</w:t>
      </w:r>
    </w:p>
    <w:p w14:paraId="1CAE563B" w14:textId="77777777" w:rsidR="00F73726" w:rsidRDefault="00F73726">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New competition policy — a right to use your data</w:t>
      </w:r>
      <w:r>
        <w:rPr>
          <w:noProof/>
        </w:rPr>
        <w:tab/>
        <w:t>191</w:t>
      </w:r>
    </w:p>
    <w:p w14:paraId="672ED2DF"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Why give consumers new rights?</w:t>
      </w:r>
      <w:r>
        <w:rPr>
          <w:noProof/>
        </w:rPr>
        <w:tab/>
        <w:t>193</w:t>
      </w:r>
    </w:p>
    <w:p w14:paraId="0A5CB31F"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A Comprehensive Right for consumers</w:t>
      </w:r>
      <w:r>
        <w:rPr>
          <w:noProof/>
        </w:rPr>
        <w:tab/>
        <w:t>197</w:t>
      </w:r>
    </w:p>
    <w:p w14:paraId="21505447" w14:textId="0DD6609B"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sidRPr="001234A7">
        <w:rPr>
          <w:rFonts w:asciiTheme="majorHAnsi" w:hAnsiTheme="majorHAnsi" w:cstheme="majorHAnsi"/>
          <w:noProof/>
        </w:rPr>
        <w:t>5.3</w:t>
      </w:r>
      <w:r>
        <w:rPr>
          <w:rFonts w:asciiTheme="minorHAnsi" w:eastAsiaTheme="minorEastAsia" w:hAnsiTheme="minorHAnsi" w:cstheme="minorBidi"/>
          <w:noProof/>
          <w:sz w:val="22"/>
          <w:szCs w:val="22"/>
          <w:lang w:eastAsia="en-AU"/>
        </w:rPr>
        <w:tab/>
      </w:r>
      <w:r>
        <w:rPr>
          <w:noProof/>
        </w:rPr>
        <w:t>Actioning the right to transfer data</w:t>
      </w:r>
      <w:r>
        <w:rPr>
          <w:noProof/>
        </w:rPr>
        <w:tab/>
        <w:t>2</w:t>
      </w:r>
      <w:r w:rsidR="007539D1">
        <w:rPr>
          <w:noProof/>
        </w:rPr>
        <w:t>20</w:t>
      </w:r>
    </w:p>
    <w:p w14:paraId="21BDDB1F"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Institutional arrangements to support consumers in using their data</w:t>
      </w:r>
      <w:r>
        <w:rPr>
          <w:noProof/>
        </w:rPr>
        <w:tab/>
        <w:t>226</w:t>
      </w:r>
    </w:p>
    <w:p w14:paraId="0B8BF800" w14:textId="77777777"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Comprehensive credit reporting</w:t>
      </w:r>
      <w:r>
        <w:rPr>
          <w:noProof/>
        </w:rPr>
        <w:tab/>
        <w:t>228</w:t>
      </w:r>
    </w:p>
    <w:p w14:paraId="13B5D345" w14:textId="61612D71" w:rsidR="00F73726" w:rsidRDefault="00F73726">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Sharing and releasing</w:t>
      </w:r>
      <w:r w:rsidR="007539D1">
        <w:rPr>
          <w:noProof/>
        </w:rPr>
        <w:t xml:space="preserve"> data for community benefits</w:t>
      </w:r>
      <w:r w:rsidR="007539D1">
        <w:rPr>
          <w:noProof/>
        </w:rPr>
        <w:tab/>
        <w:t>237</w:t>
      </w:r>
    </w:p>
    <w:p w14:paraId="4176CB8B" w14:textId="18FD5B0C"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A structure for future data rele</w:t>
      </w:r>
      <w:r w:rsidR="007539D1">
        <w:rPr>
          <w:noProof/>
        </w:rPr>
        <w:t>ase and widespread use</w:t>
      </w:r>
      <w:r w:rsidR="007539D1">
        <w:rPr>
          <w:noProof/>
        </w:rPr>
        <w:tab/>
        <w:t>238</w:t>
      </w:r>
    </w:p>
    <w:p w14:paraId="056B664C" w14:textId="06AA9292"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sidR="007539D1">
        <w:rPr>
          <w:noProof/>
        </w:rPr>
        <w:t>A National Data Custodian</w:t>
      </w:r>
      <w:r w:rsidR="007539D1">
        <w:rPr>
          <w:noProof/>
        </w:rPr>
        <w:tab/>
        <w:t>246</w:t>
      </w:r>
    </w:p>
    <w:p w14:paraId="04401A13" w14:textId="6CEC08D0"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Ac</w:t>
      </w:r>
      <w:r w:rsidR="007539D1">
        <w:rPr>
          <w:noProof/>
        </w:rPr>
        <w:t>credited Release Authorities</w:t>
      </w:r>
      <w:r w:rsidR="007539D1">
        <w:rPr>
          <w:noProof/>
        </w:rPr>
        <w:tab/>
        <w:t>250</w:t>
      </w:r>
    </w:p>
    <w:p w14:paraId="2A3501AD" w14:textId="09AB0E6A"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sidR="007539D1">
        <w:rPr>
          <w:noProof/>
        </w:rPr>
        <w:t>Trusted user models</w:t>
      </w:r>
      <w:r w:rsidR="007539D1">
        <w:rPr>
          <w:noProof/>
        </w:rPr>
        <w:tab/>
        <w:t>265</w:t>
      </w:r>
    </w:p>
    <w:p w14:paraId="4E8E1B38" w14:textId="54E4609B"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Changes to data pra</w:t>
      </w:r>
      <w:r w:rsidR="007539D1">
        <w:rPr>
          <w:noProof/>
        </w:rPr>
        <w:t>ctices affecting researchers</w:t>
      </w:r>
      <w:r w:rsidR="007539D1">
        <w:rPr>
          <w:noProof/>
        </w:rPr>
        <w:tab/>
        <w:t>272</w:t>
      </w:r>
    </w:p>
    <w:p w14:paraId="3CB71739" w14:textId="2F7B1952" w:rsidR="00F73726" w:rsidRDefault="00F73726">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Getting value from Australia'</w:t>
      </w:r>
      <w:r w:rsidR="007539D1">
        <w:rPr>
          <w:noProof/>
        </w:rPr>
        <w:t>s national interest datasets</w:t>
      </w:r>
      <w:r w:rsidR="007539D1">
        <w:rPr>
          <w:noProof/>
        </w:rPr>
        <w:tab/>
        <w:t>281</w:t>
      </w:r>
    </w:p>
    <w:p w14:paraId="5702C46A" w14:textId="5D44AACE"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High</w:t>
      </w:r>
      <w:r w:rsidR="007539D1">
        <w:rPr>
          <w:noProof/>
        </w:rPr>
        <w:t xml:space="preserve"> value datasets</w:t>
      </w:r>
      <w:r w:rsidR="007539D1">
        <w:rPr>
          <w:noProof/>
        </w:rPr>
        <w:tab/>
        <w:t>282</w:t>
      </w:r>
    </w:p>
    <w:p w14:paraId="20360721" w14:textId="790532D2"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Access to d</w:t>
      </w:r>
      <w:r w:rsidR="007539D1">
        <w:rPr>
          <w:noProof/>
        </w:rPr>
        <w:t>atasets of national interest</w:t>
      </w:r>
      <w:r w:rsidR="007539D1">
        <w:rPr>
          <w:noProof/>
        </w:rPr>
        <w:tab/>
        <w:t>291</w:t>
      </w:r>
    </w:p>
    <w:p w14:paraId="53BC30B0" w14:textId="05306589" w:rsidR="00F73726" w:rsidRDefault="00F73726">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A mod</w:t>
      </w:r>
      <w:r w:rsidR="007539D1">
        <w:rPr>
          <w:noProof/>
        </w:rPr>
        <w:t>ernised regulatory framework</w:t>
      </w:r>
      <w:r w:rsidR="007539D1">
        <w:rPr>
          <w:noProof/>
        </w:rPr>
        <w:tab/>
        <w:t>307</w:t>
      </w:r>
    </w:p>
    <w:p w14:paraId="75A4B683" w14:textId="371B34F5"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 xml:space="preserve">The </w:t>
      </w:r>
      <w:r w:rsidR="007539D1">
        <w:rPr>
          <w:noProof/>
        </w:rPr>
        <w:t>Data Sharing and Release Act</w:t>
      </w:r>
      <w:r w:rsidR="007539D1">
        <w:rPr>
          <w:noProof/>
        </w:rPr>
        <w:tab/>
        <w:t>308</w:t>
      </w:r>
    </w:p>
    <w:p w14:paraId="4AFAB2FB" w14:textId="5CF57B89"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Actioning a s</w:t>
      </w:r>
      <w:r w:rsidR="007539D1">
        <w:rPr>
          <w:noProof/>
        </w:rPr>
        <w:t>calable, risk</w:t>
      </w:r>
      <w:r w:rsidR="007539D1">
        <w:rPr>
          <w:noProof/>
        </w:rPr>
        <w:noBreakHyphen/>
        <w:t>based approach</w:t>
      </w:r>
      <w:r w:rsidR="007539D1">
        <w:rPr>
          <w:noProof/>
        </w:rPr>
        <w:tab/>
        <w:t>316</w:t>
      </w:r>
    </w:p>
    <w:p w14:paraId="0EB11689" w14:textId="18416A0A"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Ach</w:t>
      </w:r>
      <w:r w:rsidR="007539D1">
        <w:rPr>
          <w:noProof/>
        </w:rPr>
        <w:t>ieving a consistent approach</w:t>
      </w:r>
      <w:r w:rsidR="007539D1">
        <w:rPr>
          <w:noProof/>
        </w:rPr>
        <w:tab/>
        <w:t>331</w:t>
      </w:r>
    </w:p>
    <w:p w14:paraId="3ABA46F5" w14:textId="36F1AC49"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 xml:space="preserve">Implementing </w:t>
      </w:r>
      <w:r w:rsidR="007539D1">
        <w:rPr>
          <w:noProof/>
        </w:rPr>
        <w:t>the Comprehensive Right</w:t>
      </w:r>
      <w:r w:rsidR="007539D1">
        <w:rPr>
          <w:noProof/>
        </w:rPr>
        <w:tab/>
        <w:t>337</w:t>
      </w:r>
    </w:p>
    <w:p w14:paraId="1740FFE5" w14:textId="163A477A"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Streamlining</w:t>
      </w:r>
      <w:r w:rsidR="007539D1">
        <w:rPr>
          <w:noProof/>
        </w:rPr>
        <w:t xml:space="preserve"> regulatory responsibilities</w:t>
      </w:r>
      <w:r w:rsidR="007539D1">
        <w:rPr>
          <w:noProof/>
        </w:rPr>
        <w:tab/>
        <w:t>339</w:t>
      </w:r>
    </w:p>
    <w:p w14:paraId="735E02EC" w14:textId="77777777" w:rsidR="003428E3" w:rsidRDefault="003428E3">
      <w:pPr>
        <w:rPr>
          <w:rFonts w:ascii="Arial" w:hAnsi="Arial"/>
          <w:b/>
          <w:noProof/>
          <w:szCs w:val="26"/>
        </w:rPr>
      </w:pPr>
      <w:r>
        <w:rPr>
          <w:noProof/>
        </w:rPr>
        <w:br w:type="page"/>
      </w:r>
    </w:p>
    <w:p w14:paraId="33A5B455" w14:textId="31390412" w:rsidR="00F73726" w:rsidRDefault="00F73726">
      <w:pPr>
        <w:pStyle w:val="TOC1"/>
        <w:rPr>
          <w:rFonts w:asciiTheme="minorHAnsi" w:eastAsiaTheme="minorEastAsia" w:hAnsiTheme="minorHAnsi" w:cstheme="minorBidi"/>
          <w:b w:val="0"/>
          <w:noProof/>
          <w:sz w:val="22"/>
          <w:szCs w:val="22"/>
          <w:lang w:eastAsia="en-AU"/>
        </w:rPr>
      </w:pPr>
      <w:r>
        <w:rPr>
          <w:noProof/>
        </w:rPr>
        <w:lastRenderedPageBreak/>
        <w:t>9</w:t>
      </w:r>
      <w:r>
        <w:rPr>
          <w:rFonts w:asciiTheme="minorHAnsi" w:eastAsiaTheme="minorEastAsia" w:hAnsiTheme="minorHAnsi" w:cstheme="minorBidi"/>
          <w:b w:val="0"/>
          <w:noProof/>
          <w:sz w:val="22"/>
          <w:szCs w:val="22"/>
          <w:lang w:eastAsia="en-AU"/>
        </w:rPr>
        <w:tab/>
      </w:r>
      <w:r>
        <w:rPr>
          <w:noProof/>
        </w:rPr>
        <w:t>Transfor</w:t>
      </w:r>
      <w:r w:rsidR="007539D1">
        <w:rPr>
          <w:noProof/>
        </w:rPr>
        <w:t>mation and pricing decisions</w:t>
      </w:r>
      <w:r w:rsidR="007539D1">
        <w:rPr>
          <w:noProof/>
        </w:rPr>
        <w:tab/>
        <w:t>341</w:t>
      </w:r>
    </w:p>
    <w:p w14:paraId="7703E6EF" w14:textId="7512DCD2"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Transformation and</w:t>
      </w:r>
      <w:r w:rsidR="007539D1">
        <w:rPr>
          <w:noProof/>
        </w:rPr>
        <w:t xml:space="preserve"> sale of private sector data</w:t>
      </w:r>
      <w:r w:rsidR="007539D1">
        <w:rPr>
          <w:noProof/>
        </w:rPr>
        <w:tab/>
        <w:t>342</w:t>
      </w:r>
    </w:p>
    <w:p w14:paraId="6BBF58A8" w14:textId="46056623"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Transformation an</w:t>
      </w:r>
      <w:r w:rsidR="007539D1">
        <w:rPr>
          <w:noProof/>
        </w:rPr>
        <w:t>d sale of public sector data</w:t>
      </w:r>
      <w:r w:rsidR="007539D1">
        <w:rPr>
          <w:noProof/>
        </w:rPr>
        <w:tab/>
        <w:t>344</w:t>
      </w:r>
    </w:p>
    <w:p w14:paraId="26B90C5C" w14:textId="67D6307A"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 xml:space="preserve">Pricing of public </w:t>
      </w:r>
      <w:r w:rsidR="007539D1">
        <w:rPr>
          <w:noProof/>
        </w:rPr>
        <w:t>sector data</w:t>
      </w:r>
      <w:r w:rsidR="007539D1">
        <w:rPr>
          <w:noProof/>
        </w:rPr>
        <w:tab/>
        <w:t>352</w:t>
      </w:r>
    </w:p>
    <w:p w14:paraId="241BEB7B" w14:textId="17CB1F96" w:rsidR="00F73726" w:rsidRDefault="00F73726" w:rsidP="00F73726">
      <w:pPr>
        <w:pStyle w:val="TOC2"/>
        <w:tabs>
          <w:tab w:val="left" w:pos="1190"/>
        </w:tabs>
        <w:ind w:left="1134" w:hanging="624"/>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Funding support fo</w:t>
      </w:r>
      <w:r w:rsidR="007539D1">
        <w:rPr>
          <w:noProof/>
        </w:rPr>
        <w:t>r public sector data release</w:t>
      </w:r>
      <w:r w:rsidR="007539D1">
        <w:rPr>
          <w:noProof/>
        </w:rPr>
        <w:tab/>
        <w:t>364</w:t>
      </w:r>
    </w:p>
    <w:p w14:paraId="5E25A127" w14:textId="48210CDC" w:rsidR="00F73726" w:rsidRDefault="00F73726">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Impleme</w:t>
      </w:r>
      <w:r w:rsidR="007539D1">
        <w:rPr>
          <w:noProof/>
        </w:rPr>
        <w:t>nting the new data Framework</w:t>
      </w:r>
      <w:r w:rsidR="007539D1">
        <w:rPr>
          <w:noProof/>
        </w:rPr>
        <w:tab/>
        <w:t>371</w:t>
      </w:r>
    </w:p>
    <w:p w14:paraId="64A43C58" w14:textId="05F90B9B" w:rsidR="00F73726" w:rsidRDefault="00F73726" w:rsidP="00F73726">
      <w:pPr>
        <w:pStyle w:val="TOC2"/>
        <w:tabs>
          <w:tab w:val="left" w:pos="1320"/>
        </w:tabs>
        <w:ind w:left="1134" w:hanging="624"/>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Working with the community to maintai</w:t>
      </w:r>
      <w:r w:rsidR="007539D1">
        <w:rPr>
          <w:noProof/>
        </w:rPr>
        <w:t>n and enhance social licence</w:t>
      </w:r>
      <w:r w:rsidR="007539D1">
        <w:rPr>
          <w:noProof/>
        </w:rPr>
        <w:tab/>
        <w:t>372</w:t>
      </w:r>
    </w:p>
    <w:p w14:paraId="0BABDA62" w14:textId="0E20176E" w:rsidR="00F73726" w:rsidRDefault="00F73726" w:rsidP="00F73726">
      <w:pPr>
        <w:pStyle w:val="TOC2"/>
        <w:tabs>
          <w:tab w:val="left" w:pos="1320"/>
        </w:tabs>
        <w:ind w:left="1134" w:hanging="624"/>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A collaborative effort: working with States and Territories</w:t>
      </w:r>
      <w:r>
        <w:rPr>
          <w:noProof/>
        </w:rPr>
        <w:tab/>
        <w:t>37</w:t>
      </w:r>
      <w:r w:rsidR="007539D1">
        <w:rPr>
          <w:noProof/>
        </w:rPr>
        <w:t>8</w:t>
      </w:r>
    </w:p>
    <w:p w14:paraId="5AE58FFB" w14:textId="2B36124D" w:rsidR="00F73726" w:rsidRDefault="00F73726" w:rsidP="00F73726">
      <w:pPr>
        <w:pStyle w:val="TOC2"/>
        <w:tabs>
          <w:tab w:val="left" w:pos="1320"/>
        </w:tabs>
        <w:ind w:left="1134" w:hanging="624"/>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sidR="007539D1">
        <w:rPr>
          <w:noProof/>
        </w:rPr>
        <w:t>Implementation timeline</w:t>
      </w:r>
      <w:r w:rsidR="007539D1">
        <w:rPr>
          <w:noProof/>
        </w:rPr>
        <w:tab/>
        <w:t>381</w:t>
      </w:r>
    </w:p>
    <w:p w14:paraId="33D17ABC" w14:textId="4F7CD669" w:rsidR="00F73726" w:rsidRDefault="00F73726" w:rsidP="00F73726">
      <w:pPr>
        <w:pStyle w:val="TOC2"/>
        <w:tabs>
          <w:tab w:val="left" w:pos="1320"/>
        </w:tabs>
        <w:ind w:left="1134" w:hanging="624"/>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Ongoin</w:t>
      </w:r>
      <w:r w:rsidR="007539D1">
        <w:rPr>
          <w:noProof/>
        </w:rPr>
        <w:t>g priorities for governments</w:t>
      </w:r>
      <w:r w:rsidR="007539D1">
        <w:rPr>
          <w:noProof/>
        </w:rPr>
        <w:tab/>
        <w:t>385</w:t>
      </w:r>
    </w:p>
    <w:p w14:paraId="065E3D04" w14:textId="190DCADE" w:rsidR="00F73726" w:rsidRDefault="00F73726" w:rsidP="00F73726">
      <w:pPr>
        <w:pStyle w:val="TOC2"/>
        <w:tabs>
          <w:tab w:val="left" w:pos="1320"/>
        </w:tabs>
        <w:ind w:left="1134" w:hanging="624"/>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Pr>
          <w:noProof/>
        </w:rPr>
        <w:t>F</w:t>
      </w:r>
      <w:r w:rsidR="007539D1">
        <w:rPr>
          <w:noProof/>
        </w:rPr>
        <w:t>inally, a word on leadership</w:t>
      </w:r>
      <w:r w:rsidR="007539D1">
        <w:rPr>
          <w:noProof/>
        </w:rPr>
        <w:tab/>
        <w:t>391</w:t>
      </w:r>
    </w:p>
    <w:p w14:paraId="68577733" w14:textId="76154D02" w:rsidR="00F73726" w:rsidRDefault="00F73726">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Inqu</w:t>
      </w:r>
      <w:r w:rsidR="007539D1">
        <w:rPr>
          <w:noProof/>
        </w:rPr>
        <w:t>iry conduct and participants</w:t>
      </w:r>
      <w:r w:rsidR="007539D1">
        <w:rPr>
          <w:noProof/>
        </w:rPr>
        <w:tab/>
        <w:t>393</w:t>
      </w:r>
    </w:p>
    <w:p w14:paraId="7E84DAEE" w14:textId="272E86B1" w:rsidR="00F73726" w:rsidRDefault="00F73726">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What the Commis</w:t>
      </w:r>
      <w:r w:rsidR="007539D1">
        <w:rPr>
          <w:noProof/>
        </w:rPr>
        <w:t>sion’s framework can achieve</w:t>
      </w:r>
      <w:r w:rsidR="007539D1">
        <w:rPr>
          <w:noProof/>
        </w:rPr>
        <w:tab/>
        <w:t>407</w:t>
      </w:r>
    </w:p>
    <w:p w14:paraId="49CFE2E2" w14:textId="0039B1DC" w:rsidR="00F73726" w:rsidRDefault="00F73726">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Australia’s public sector data infrastructure</w:t>
      </w:r>
      <w:r>
        <w:rPr>
          <w:noProof/>
        </w:rPr>
        <w:tab/>
      </w:r>
      <w:r w:rsidR="007539D1">
        <w:rPr>
          <w:noProof/>
        </w:rPr>
        <w:t>415</w:t>
      </w:r>
    </w:p>
    <w:p w14:paraId="0BCE4F99" w14:textId="6F27EDE3" w:rsidR="00F73726" w:rsidRDefault="00F73726">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Australia’s legis</w:t>
      </w:r>
      <w:r w:rsidR="007539D1">
        <w:rPr>
          <w:noProof/>
        </w:rPr>
        <w:t>lative and policy frameworks</w:t>
      </w:r>
      <w:r w:rsidR="007539D1">
        <w:rPr>
          <w:noProof/>
        </w:rPr>
        <w:tab/>
        <w:t>443</w:t>
      </w:r>
    </w:p>
    <w:p w14:paraId="6C6CFE00" w14:textId="2C6717AE" w:rsidR="00F73726" w:rsidRDefault="00F73726">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sidR="007539D1">
        <w:rPr>
          <w:noProof/>
        </w:rPr>
        <w:t>Case Study: Health data</w:t>
      </w:r>
      <w:r w:rsidR="007539D1">
        <w:rPr>
          <w:noProof/>
        </w:rPr>
        <w:tab/>
        <w:t>509</w:t>
      </w:r>
    </w:p>
    <w:p w14:paraId="3D689E49" w14:textId="351DDA32" w:rsidR="00F73726" w:rsidRDefault="00F73726">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sidR="007539D1">
        <w:rPr>
          <w:noProof/>
        </w:rPr>
        <w:t>Case Study: Financial data</w:t>
      </w:r>
      <w:r w:rsidR="007539D1">
        <w:rPr>
          <w:noProof/>
        </w:rPr>
        <w:tab/>
        <w:t>541</w:t>
      </w:r>
    </w:p>
    <w:p w14:paraId="7B3B6B99" w14:textId="26AD3D2A" w:rsidR="00F73726" w:rsidRDefault="00F73726">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Case Study: Data from your Internet activi</w:t>
      </w:r>
      <w:r w:rsidR="007539D1">
        <w:rPr>
          <w:noProof/>
        </w:rPr>
        <w:t>ties and intelligent devices</w:t>
      </w:r>
      <w:r w:rsidR="007539D1">
        <w:rPr>
          <w:noProof/>
        </w:rPr>
        <w:tab/>
        <w:t>569</w:t>
      </w:r>
    </w:p>
    <w:p w14:paraId="5D7B9D76" w14:textId="3D178909" w:rsidR="00F73726" w:rsidRDefault="007539D1">
      <w:pPr>
        <w:pStyle w:val="TOC1"/>
        <w:rPr>
          <w:rFonts w:asciiTheme="minorHAnsi" w:eastAsiaTheme="minorEastAsia" w:hAnsiTheme="minorHAnsi" w:cstheme="minorBidi"/>
          <w:b w:val="0"/>
          <w:noProof/>
          <w:sz w:val="22"/>
          <w:szCs w:val="22"/>
          <w:lang w:eastAsia="en-AU"/>
        </w:rPr>
      </w:pPr>
      <w:r>
        <w:rPr>
          <w:noProof/>
        </w:rPr>
        <w:t>References</w:t>
      </w:r>
      <w:r>
        <w:rPr>
          <w:noProof/>
        </w:rPr>
        <w:tab/>
        <w:t>595</w:t>
      </w:r>
    </w:p>
    <w:p w14:paraId="7681A211" w14:textId="77777777" w:rsidR="00C058AB" w:rsidRDefault="00C058AB">
      <w:pPr>
        <w:pStyle w:val="BodyText"/>
      </w:pPr>
    </w:p>
    <w:p w14:paraId="7681A212" w14:textId="77777777" w:rsidR="004D3F58" w:rsidRDefault="004D3F58">
      <w:pPr>
        <w:pStyle w:val="BodyText"/>
        <w:sectPr w:rsidR="004D3F58" w:rsidSect="007448F7">
          <w:headerReference w:type="even" r:id="rId28"/>
          <w:headerReference w:type="default" r:id="rId29"/>
          <w:footerReference w:type="even" r:id="rId30"/>
          <w:footerReference w:type="default" r:id="rId31"/>
          <w:type w:val="oddPage"/>
          <w:pgSz w:w="11907" w:h="16840" w:code="9"/>
          <w:pgMar w:top="1985" w:right="1304" w:bottom="1247" w:left="1814" w:header="1701" w:footer="397" w:gutter="0"/>
          <w:pgNumType w:fmt="lowerRoman"/>
          <w:cols w:space="720"/>
        </w:sectPr>
      </w:pPr>
    </w:p>
    <w:p w14:paraId="7681A213" w14:textId="77777777" w:rsidR="007A3D1C" w:rsidRDefault="007A3D1C">
      <w:pPr>
        <w:pStyle w:val="Heading1"/>
      </w:pPr>
      <w:bookmarkStart w:id="7" w:name="Abbreviations"/>
      <w:bookmarkStart w:id="8" w:name="RDnote"/>
      <w:bookmarkStart w:id="9" w:name="_Toc478564418"/>
      <w:bookmarkEnd w:id="7"/>
      <w:bookmarkEnd w:id="8"/>
      <w:r>
        <w:lastRenderedPageBreak/>
        <w:t>Acknowledgments</w:t>
      </w:r>
      <w:bookmarkEnd w:id="9"/>
    </w:p>
    <w:p w14:paraId="7681A214" w14:textId="77777777" w:rsidR="007A3D1C" w:rsidRDefault="007A3D1C" w:rsidP="007A3D1C">
      <w:pPr>
        <w:pStyle w:val="BodyText"/>
        <w:rPr>
          <w:lang w:eastAsia="en-US"/>
        </w:rPr>
      </w:pPr>
      <w:r>
        <w:rPr>
          <w:lang w:eastAsia="en-US"/>
        </w:rPr>
        <w:t>The Commissioners express their appreciation to the staff who worked on the Inquiry report and underlying analysis.  </w:t>
      </w:r>
    </w:p>
    <w:p w14:paraId="7681A216" w14:textId="5B1FDF76" w:rsidR="007A3D1C" w:rsidRPr="00883E8C" w:rsidRDefault="007A3D1C" w:rsidP="002F2A0B">
      <w:pPr>
        <w:pStyle w:val="BodyText"/>
        <w:rPr>
          <w:lang w:eastAsia="en-US"/>
        </w:rPr>
      </w:pPr>
      <w:r>
        <w:rPr>
          <w:lang w:eastAsia="en-US"/>
        </w:rPr>
        <w:t xml:space="preserve">The </w:t>
      </w:r>
      <w:r w:rsidR="00566CFA">
        <w:rPr>
          <w:lang w:eastAsia="en-US"/>
        </w:rPr>
        <w:t>Inquiry</w:t>
      </w:r>
      <w:r>
        <w:rPr>
          <w:lang w:eastAsia="en-US"/>
        </w:rPr>
        <w:t xml:space="preserve"> team was led by Rosalyn Bell and included Elise Whalan, Miriam Veisman-Apter, Greg Thompson, Joshua Runciman, Claire Prideaux, </w:t>
      </w:r>
      <w:r w:rsidR="00F873E9">
        <w:rPr>
          <w:lang w:eastAsia="en-US"/>
        </w:rPr>
        <w:t xml:space="preserve">and </w:t>
      </w:r>
      <w:r>
        <w:rPr>
          <w:lang w:eastAsia="en-US"/>
        </w:rPr>
        <w:t xml:space="preserve">Anthony Housego.  Ian Moran, </w:t>
      </w:r>
      <w:r w:rsidRPr="00410043">
        <w:rPr>
          <w:lang w:eastAsia="en-US"/>
        </w:rPr>
        <w:t xml:space="preserve">Kathryn </w:t>
      </w:r>
      <w:proofErr w:type="spellStart"/>
      <w:r>
        <w:rPr>
          <w:lang w:eastAsia="en-US"/>
        </w:rPr>
        <w:t>Ovington</w:t>
      </w:r>
      <w:proofErr w:type="spellEnd"/>
      <w:r>
        <w:rPr>
          <w:lang w:eastAsia="en-US"/>
        </w:rPr>
        <w:t xml:space="preserve"> (from Attorney-General’s Department)</w:t>
      </w:r>
      <w:r w:rsidRPr="00410043">
        <w:rPr>
          <w:lang w:eastAsia="en-US"/>
        </w:rPr>
        <w:t xml:space="preserve"> and Gavin Walker</w:t>
      </w:r>
      <w:r w:rsidRPr="008E36EF">
        <w:rPr>
          <w:lang w:eastAsia="en-US"/>
        </w:rPr>
        <w:t xml:space="preserve"> (from CSIRO Data61)</w:t>
      </w:r>
      <w:r>
        <w:rPr>
          <w:lang w:eastAsia="en-US"/>
        </w:rPr>
        <w:t xml:space="preserve"> were also a part of the team for c</w:t>
      </w:r>
      <w:r w:rsidR="00E5551F">
        <w:rPr>
          <w:lang w:eastAsia="en-US"/>
        </w:rPr>
        <w:t>ompletion of the draft Report.</w:t>
      </w:r>
    </w:p>
    <w:p w14:paraId="7681A217" w14:textId="77777777" w:rsidR="007A3D1C" w:rsidRDefault="007A3D1C">
      <w:pPr>
        <w:pStyle w:val="BodyText"/>
        <w:sectPr w:rsidR="007A3D1C" w:rsidSect="002F2A0B">
          <w:headerReference w:type="even" r:id="rId32"/>
          <w:headerReference w:type="default" r:id="rId33"/>
          <w:footerReference w:type="even" r:id="rId34"/>
          <w:footerReference w:type="default" r:id="rId35"/>
          <w:pgSz w:w="11906" w:h="16838" w:code="9"/>
          <w:pgMar w:top="1985" w:right="1304" w:bottom="1247" w:left="1814" w:header="1701" w:footer="397" w:gutter="0"/>
          <w:pgNumType w:fmt="lowerRoman"/>
          <w:cols w:space="708"/>
          <w:docGrid w:linePitch="360"/>
        </w:sectPr>
      </w:pPr>
    </w:p>
    <w:p w14:paraId="7681A218" w14:textId="77777777" w:rsidR="00735FEA" w:rsidRDefault="007A3D1C" w:rsidP="007A3D1C">
      <w:pPr>
        <w:pStyle w:val="Heading1"/>
        <w:spacing w:after="1080"/>
      </w:pPr>
      <w:bookmarkStart w:id="10" w:name="EndContents"/>
      <w:bookmarkStart w:id="11" w:name="_Toc478564419"/>
      <w:bookmarkEnd w:id="10"/>
      <w:r>
        <w:lastRenderedPageBreak/>
        <w:t>Abbreviations</w:t>
      </w:r>
      <w:bookmarkEnd w:id="11"/>
    </w:p>
    <w:tbl>
      <w:tblPr>
        <w:tblW w:w="8789" w:type="dxa"/>
        <w:tblCellMar>
          <w:left w:w="0" w:type="dxa"/>
          <w:right w:w="0" w:type="dxa"/>
        </w:tblCellMar>
        <w:tblLook w:val="0000" w:firstRow="0" w:lastRow="0" w:firstColumn="0" w:lastColumn="0" w:noHBand="0" w:noVBand="0"/>
      </w:tblPr>
      <w:tblGrid>
        <w:gridCol w:w="2410"/>
        <w:gridCol w:w="6379"/>
      </w:tblGrid>
      <w:tr w:rsidR="00AD3B99" w:rsidRPr="00384AE8" w14:paraId="16C4B653" w14:textId="77777777" w:rsidTr="002F2A0B">
        <w:tc>
          <w:tcPr>
            <w:tcW w:w="2410" w:type="dxa"/>
            <w:shd w:val="clear" w:color="auto" w:fill="auto"/>
          </w:tcPr>
          <w:p w14:paraId="23A176CA" w14:textId="77777777" w:rsidR="00AD3B99" w:rsidRPr="00AD3B99" w:rsidRDefault="00AD3B99" w:rsidP="002F2A0B">
            <w:pPr>
              <w:pStyle w:val="BodyText"/>
              <w:spacing w:before="80"/>
              <w:ind w:right="6"/>
            </w:pPr>
            <w:bookmarkStart w:id="12" w:name="Glossary"/>
            <w:bookmarkEnd w:id="12"/>
            <w:r w:rsidRPr="00AD3B99">
              <w:t>ABS</w:t>
            </w:r>
          </w:p>
        </w:tc>
        <w:tc>
          <w:tcPr>
            <w:tcW w:w="6379" w:type="dxa"/>
            <w:shd w:val="clear" w:color="auto" w:fill="auto"/>
          </w:tcPr>
          <w:p w14:paraId="0456F369" w14:textId="77777777" w:rsidR="00AD3B99" w:rsidRPr="00AD3B99" w:rsidRDefault="00AD3B99" w:rsidP="002F2A0B">
            <w:pPr>
              <w:pStyle w:val="BodyText"/>
              <w:spacing w:before="80"/>
              <w:ind w:left="227" w:right="6"/>
            </w:pPr>
            <w:r w:rsidRPr="00AD3B99">
              <w:t>Australian Bureau of Statistics</w:t>
            </w:r>
          </w:p>
        </w:tc>
      </w:tr>
      <w:tr w:rsidR="00AD3B99" w:rsidRPr="00384AE8" w14:paraId="628CC3E5" w14:textId="77777777" w:rsidTr="002F2A0B">
        <w:tc>
          <w:tcPr>
            <w:tcW w:w="2410" w:type="dxa"/>
            <w:shd w:val="clear" w:color="auto" w:fill="auto"/>
          </w:tcPr>
          <w:p w14:paraId="139343F4" w14:textId="77777777" w:rsidR="00AD3B99" w:rsidRPr="00AD3B99" w:rsidRDefault="00AD3B99" w:rsidP="002F2A0B">
            <w:pPr>
              <w:pStyle w:val="BodyText"/>
              <w:spacing w:before="80"/>
              <w:ind w:right="6"/>
            </w:pPr>
            <w:r w:rsidRPr="00AD3B99">
              <w:t>ACCC</w:t>
            </w:r>
          </w:p>
        </w:tc>
        <w:tc>
          <w:tcPr>
            <w:tcW w:w="6379" w:type="dxa"/>
            <w:shd w:val="clear" w:color="auto" w:fill="auto"/>
          </w:tcPr>
          <w:p w14:paraId="13A2AB27" w14:textId="77777777" w:rsidR="00AD3B99" w:rsidRPr="00AD3B99" w:rsidRDefault="00AD3B99" w:rsidP="002F2A0B">
            <w:pPr>
              <w:pStyle w:val="BodyText"/>
              <w:spacing w:before="80"/>
              <w:ind w:left="227" w:right="6"/>
            </w:pPr>
            <w:r w:rsidRPr="00AD3B99">
              <w:t>Australian Competition and Consumer Commission</w:t>
            </w:r>
          </w:p>
        </w:tc>
      </w:tr>
      <w:tr w:rsidR="00AD3B99" w:rsidRPr="00384AE8" w14:paraId="61B20D27" w14:textId="77777777" w:rsidTr="002F2A0B">
        <w:tc>
          <w:tcPr>
            <w:tcW w:w="2410" w:type="dxa"/>
            <w:shd w:val="clear" w:color="auto" w:fill="auto"/>
          </w:tcPr>
          <w:p w14:paraId="4D440208" w14:textId="77777777" w:rsidR="00AD3B99" w:rsidRPr="00AD3B99" w:rsidRDefault="00AD3B99" w:rsidP="002F2A0B">
            <w:pPr>
              <w:pStyle w:val="BodyText"/>
              <w:spacing w:before="80"/>
              <w:ind w:right="6"/>
            </w:pPr>
            <w:r w:rsidRPr="00AD3B99">
              <w:t>ACMA</w:t>
            </w:r>
          </w:p>
        </w:tc>
        <w:tc>
          <w:tcPr>
            <w:tcW w:w="6379" w:type="dxa"/>
            <w:shd w:val="clear" w:color="auto" w:fill="auto"/>
          </w:tcPr>
          <w:p w14:paraId="450EBE94" w14:textId="77777777" w:rsidR="00AD3B99" w:rsidRPr="00AD3B99" w:rsidRDefault="00AD3B99" w:rsidP="002F2A0B">
            <w:pPr>
              <w:pStyle w:val="BodyText"/>
              <w:spacing w:before="80"/>
              <w:ind w:left="227" w:right="6"/>
            </w:pPr>
            <w:r w:rsidRPr="00AD3B99">
              <w:t>Australian Communications and Media Authority</w:t>
            </w:r>
          </w:p>
        </w:tc>
      </w:tr>
      <w:tr w:rsidR="00AD3B99" w:rsidRPr="00AE5990" w14:paraId="403FB669" w14:textId="77777777" w:rsidTr="002F2A0B">
        <w:tc>
          <w:tcPr>
            <w:tcW w:w="2410" w:type="dxa"/>
            <w:shd w:val="clear" w:color="auto" w:fill="auto"/>
          </w:tcPr>
          <w:p w14:paraId="06AF85C3" w14:textId="77777777" w:rsidR="00AD3B99" w:rsidRPr="00AD3B99" w:rsidRDefault="00AD3B99" w:rsidP="002F2A0B">
            <w:pPr>
              <w:pStyle w:val="BodyText"/>
              <w:spacing w:before="80"/>
              <w:ind w:right="6"/>
            </w:pPr>
            <w:r w:rsidRPr="00AD3B99">
              <w:t>AGD</w:t>
            </w:r>
          </w:p>
        </w:tc>
        <w:tc>
          <w:tcPr>
            <w:tcW w:w="6379" w:type="dxa"/>
            <w:shd w:val="clear" w:color="auto" w:fill="auto"/>
          </w:tcPr>
          <w:p w14:paraId="16AB2F3B" w14:textId="77777777" w:rsidR="00AD3B99" w:rsidRPr="00AD3B99" w:rsidRDefault="00AD3B99" w:rsidP="002F2A0B">
            <w:pPr>
              <w:pStyle w:val="BodyText"/>
              <w:spacing w:before="80"/>
              <w:ind w:left="227" w:right="6"/>
            </w:pPr>
            <w:r w:rsidRPr="00AD3B99">
              <w:t>Attorney-General’s Department</w:t>
            </w:r>
          </w:p>
        </w:tc>
      </w:tr>
      <w:tr w:rsidR="00AD3B99" w:rsidRPr="00384AE8" w14:paraId="144ECB75" w14:textId="77777777" w:rsidTr="002F2A0B">
        <w:tc>
          <w:tcPr>
            <w:tcW w:w="2410" w:type="dxa"/>
            <w:shd w:val="clear" w:color="auto" w:fill="auto"/>
          </w:tcPr>
          <w:p w14:paraId="6745BB06" w14:textId="77777777" w:rsidR="00AD3B99" w:rsidRPr="00AD3B99" w:rsidRDefault="00AD3B99" w:rsidP="002F2A0B">
            <w:pPr>
              <w:pStyle w:val="BodyText"/>
              <w:spacing w:before="80"/>
              <w:ind w:right="6"/>
            </w:pPr>
            <w:r w:rsidRPr="00AD3B99">
              <w:t>AGIMO</w:t>
            </w:r>
          </w:p>
        </w:tc>
        <w:tc>
          <w:tcPr>
            <w:tcW w:w="6379" w:type="dxa"/>
            <w:shd w:val="clear" w:color="auto" w:fill="auto"/>
          </w:tcPr>
          <w:p w14:paraId="7924D00F" w14:textId="77777777" w:rsidR="00AD3B99" w:rsidRPr="00AD3B99" w:rsidRDefault="00AD3B99" w:rsidP="002F2A0B">
            <w:pPr>
              <w:pStyle w:val="BodyText"/>
              <w:spacing w:before="80"/>
              <w:ind w:left="227" w:right="6"/>
            </w:pPr>
            <w:r w:rsidRPr="00AD3B99">
              <w:t>Australian Government Information Management Office</w:t>
            </w:r>
          </w:p>
        </w:tc>
      </w:tr>
      <w:tr w:rsidR="00AD3B99" w:rsidRPr="00AE5990" w14:paraId="7E2BA065" w14:textId="77777777" w:rsidTr="002F2A0B">
        <w:tc>
          <w:tcPr>
            <w:tcW w:w="2410" w:type="dxa"/>
            <w:shd w:val="clear" w:color="auto" w:fill="auto"/>
          </w:tcPr>
          <w:p w14:paraId="2DE012A9" w14:textId="77777777" w:rsidR="00AD3B99" w:rsidRPr="00AD3B99" w:rsidRDefault="00AD3B99" w:rsidP="002F2A0B">
            <w:pPr>
              <w:pStyle w:val="BodyText"/>
              <w:spacing w:before="80"/>
              <w:ind w:right="6"/>
            </w:pPr>
            <w:r w:rsidRPr="00AD3B99">
              <w:t>AGLDWG</w:t>
            </w:r>
          </w:p>
        </w:tc>
        <w:tc>
          <w:tcPr>
            <w:tcW w:w="6379" w:type="dxa"/>
            <w:shd w:val="clear" w:color="auto" w:fill="auto"/>
          </w:tcPr>
          <w:p w14:paraId="083897FE" w14:textId="77777777" w:rsidR="00AD3B99" w:rsidRPr="00AD3B99" w:rsidRDefault="00AD3B99" w:rsidP="002F2A0B">
            <w:pPr>
              <w:pStyle w:val="BodyText"/>
              <w:spacing w:before="80"/>
              <w:ind w:left="227" w:right="6"/>
            </w:pPr>
            <w:r w:rsidRPr="00AD3B99">
              <w:t>Australian Government Linked Data Working Group</w:t>
            </w:r>
          </w:p>
        </w:tc>
      </w:tr>
      <w:tr w:rsidR="00AD3B99" w:rsidRPr="00384AE8" w14:paraId="01DC39D1" w14:textId="77777777" w:rsidTr="002F2A0B">
        <w:tc>
          <w:tcPr>
            <w:tcW w:w="2410" w:type="dxa"/>
            <w:shd w:val="clear" w:color="auto" w:fill="auto"/>
          </w:tcPr>
          <w:p w14:paraId="6AB53A93" w14:textId="77777777" w:rsidR="00AD3B99" w:rsidRPr="00AD3B99" w:rsidRDefault="00AD3B99" w:rsidP="002F2A0B">
            <w:pPr>
              <w:pStyle w:val="BodyText"/>
              <w:spacing w:before="80"/>
              <w:ind w:right="6"/>
            </w:pPr>
            <w:r w:rsidRPr="00AD3B99">
              <w:t>AIHW</w:t>
            </w:r>
          </w:p>
        </w:tc>
        <w:tc>
          <w:tcPr>
            <w:tcW w:w="6379" w:type="dxa"/>
            <w:shd w:val="clear" w:color="auto" w:fill="auto"/>
          </w:tcPr>
          <w:p w14:paraId="45950B38" w14:textId="77777777" w:rsidR="00AD3B99" w:rsidRPr="00AD3B99" w:rsidRDefault="00AD3B99" w:rsidP="002F2A0B">
            <w:pPr>
              <w:pStyle w:val="BodyText"/>
              <w:spacing w:before="80"/>
              <w:ind w:left="227" w:right="6"/>
            </w:pPr>
            <w:r w:rsidRPr="00AD3B99">
              <w:t>Australian Institute of Health and Welfare</w:t>
            </w:r>
          </w:p>
        </w:tc>
      </w:tr>
      <w:tr w:rsidR="00AD3B99" w:rsidRPr="00384AE8" w14:paraId="7C9A2378" w14:textId="77777777" w:rsidTr="002F2A0B">
        <w:tc>
          <w:tcPr>
            <w:tcW w:w="2410" w:type="dxa"/>
            <w:shd w:val="clear" w:color="auto" w:fill="auto"/>
          </w:tcPr>
          <w:p w14:paraId="78A2AB90" w14:textId="77777777" w:rsidR="00AD3B99" w:rsidRPr="00AD3B99" w:rsidRDefault="00AD3B99" w:rsidP="002F2A0B">
            <w:pPr>
              <w:pStyle w:val="BodyText"/>
              <w:spacing w:before="80"/>
              <w:ind w:right="6"/>
            </w:pPr>
            <w:r w:rsidRPr="00AD3B99">
              <w:t>ALRC</w:t>
            </w:r>
          </w:p>
        </w:tc>
        <w:tc>
          <w:tcPr>
            <w:tcW w:w="6379" w:type="dxa"/>
            <w:shd w:val="clear" w:color="auto" w:fill="auto"/>
          </w:tcPr>
          <w:p w14:paraId="139CACB4" w14:textId="77777777" w:rsidR="00AD3B99" w:rsidRPr="00AD3B99" w:rsidRDefault="00AD3B99" w:rsidP="002F2A0B">
            <w:pPr>
              <w:pStyle w:val="BodyText"/>
              <w:spacing w:before="80"/>
              <w:ind w:left="227" w:right="6"/>
            </w:pPr>
            <w:r w:rsidRPr="00AD3B99">
              <w:t>Australian Law Reform Commission</w:t>
            </w:r>
          </w:p>
        </w:tc>
      </w:tr>
      <w:tr w:rsidR="00AD3B99" w:rsidRPr="00AE5990" w14:paraId="5EA6A914" w14:textId="77777777" w:rsidTr="002F2A0B">
        <w:tc>
          <w:tcPr>
            <w:tcW w:w="2410" w:type="dxa"/>
            <w:shd w:val="clear" w:color="auto" w:fill="auto"/>
          </w:tcPr>
          <w:p w14:paraId="404FA7A2" w14:textId="77777777" w:rsidR="00AD3B99" w:rsidRPr="00AD3B99" w:rsidRDefault="00AD3B99" w:rsidP="002F2A0B">
            <w:pPr>
              <w:pStyle w:val="BodyText"/>
              <w:spacing w:before="80"/>
              <w:ind w:right="6"/>
            </w:pPr>
            <w:r w:rsidRPr="00AD3B99">
              <w:t>ANAO</w:t>
            </w:r>
          </w:p>
        </w:tc>
        <w:tc>
          <w:tcPr>
            <w:tcW w:w="6379" w:type="dxa"/>
            <w:shd w:val="clear" w:color="auto" w:fill="auto"/>
          </w:tcPr>
          <w:p w14:paraId="4ADEC133" w14:textId="77777777" w:rsidR="00AD3B99" w:rsidRPr="00AD3B99" w:rsidRDefault="00AD3B99" w:rsidP="002F2A0B">
            <w:pPr>
              <w:pStyle w:val="BodyText"/>
              <w:spacing w:before="80"/>
              <w:ind w:left="227" w:right="6"/>
            </w:pPr>
            <w:r w:rsidRPr="00AD3B99">
              <w:t>Australian National Audit Office</w:t>
            </w:r>
          </w:p>
        </w:tc>
      </w:tr>
      <w:tr w:rsidR="00AD3B99" w:rsidRPr="00384AE8" w14:paraId="2AD7098B" w14:textId="77777777" w:rsidTr="002F2A0B">
        <w:tc>
          <w:tcPr>
            <w:tcW w:w="2410" w:type="dxa"/>
            <w:shd w:val="clear" w:color="auto" w:fill="auto"/>
          </w:tcPr>
          <w:p w14:paraId="3AB13F27" w14:textId="77777777" w:rsidR="00AD3B99" w:rsidRPr="00AD3B99" w:rsidRDefault="00AD3B99" w:rsidP="002F2A0B">
            <w:pPr>
              <w:pStyle w:val="BodyText"/>
              <w:spacing w:before="80"/>
              <w:ind w:right="6"/>
            </w:pPr>
            <w:r w:rsidRPr="00AD3B99">
              <w:t>ANDS</w:t>
            </w:r>
          </w:p>
        </w:tc>
        <w:tc>
          <w:tcPr>
            <w:tcW w:w="6379" w:type="dxa"/>
            <w:shd w:val="clear" w:color="auto" w:fill="auto"/>
          </w:tcPr>
          <w:p w14:paraId="3CD0A1AC" w14:textId="77777777" w:rsidR="00AD3B99" w:rsidRPr="00AD3B99" w:rsidRDefault="00AD3B99" w:rsidP="002F2A0B">
            <w:pPr>
              <w:pStyle w:val="BodyText"/>
              <w:spacing w:before="80"/>
              <w:ind w:left="227" w:right="6"/>
            </w:pPr>
            <w:r w:rsidRPr="00AD3B99">
              <w:t>Australian National Data Service</w:t>
            </w:r>
          </w:p>
        </w:tc>
      </w:tr>
      <w:tr w:rsidR="00AD3B99" w:rsidRPr="00384AE8" w14:paraId="63FFF0B0" w14:textId="77777777" w:rsidTr="002F2A0B">
        <w:tc>
          <w:tcPr>
            <w:tcW w:w="2410" w:type="dxa"/>
            <w:shd w:val="clear" w:color="auto" w:fill="auto"/>
          </w:tcPr>
          <w:p w14:paraId="1695ECF8" w14:textId="77777777" w:rsidR="00AD3B99" w:rsidRPr="00AD3B99" w:rsidRDefault="00AD3B99" w:rsidP="002F2A0B">
            <w:pPr>
              <w:pStyle w:val="BodyText"/>
              <w:spacing w:before="80"/>
              <w:ind w:right="6"/>
            </w:pPr>
            <w:r w:rsidRPr="00AD3B99">
              <w:t>API</w:t>
            </w:r>
          </w:p>
        </w:tc>
        <w:tc>
          <w:tcPr>
            <w:tcW w:w="6379" w:type="dxa"/>
            <w:shd w:val="clear" w:color="auto" w:fill="auto"/>
          </w:tcPr>
          <w:p w14:paraId="10B0A6E9" w14:textId="77777777" w:rsidR="00AD3B99" w:rsidRPr="00AD3B99" w:rsidRDefault="00AD3B99" w:rsidP="002F2A0B">
            <w:pPr>
              <w:pStyle w:val="BodyText"/>
              <w:spacing w:before="80"/>
              <w:ind w:left="227" w:right="6"/>
            </w:pPr>
            <w:r w:rsidRPr="00AD3B99">
              <w:t>Application Programming Interface</w:t>
            </w:r>
          </w:p>
        </w:tc>
      </w:tr>
      <w:tr w:rsidR="00AD3B99" w:rsidRPr="00384AE8" w14:paraId="15612CBA" w14:textId="77777777" w:rsidTr="002F2A0B">
        <w:tc>
          <w:tcPr>
            <w:tcW w:w="2410" w:type="dxa"/>
            <w:shd w:val="clear" w:color="auto" w:fill="auto"/>
          </w:tcPr>
          <w:p w14:paraId="6CC18B0B" w14:textId="77777777" w:rsidR="00AD3B99" w:rsidRPr="00AD3B99" w:rsidRDefault="00AD3B99" w:rsidP="002F2A0B">
            <w:pPr>
              <w:pStyle w:val="BodyText"/>
              <w:spacing w:before="80"/>
              <w:ind w:right="6"/>
            </w:pPr>
            <w:r w:rsidRPr="00AD3B99">
              <w:t>APP</w:t>
            </w:r>
          </w:p>
        </w:tc>
        <w:tc>
          <w:tcPr>
            <w:tcW w:w="6379" w:type="dxa"/>
            <w:shd w:val="clear" w:color="auto" w:fill="auto"/>
          </w:tcPr>
          <w:p w14:paraId="58000F8B" w14:textId="77777777" w:rsidR="00AD3B99" w:rsidRPr="00AD3B99" w:rsidRDefault="00AD3B99" w:rsidP="002F2A0B">
            <w:pPr>
              <w:pStyle w:val="BodyText"/>
              <w:spacing w:before="80"/>
              <w:ind w:left="227" w:right="6"/>
            </w:pPr>
            <w:r w:rsidRPr="00AD3B99">
              <w:t>Australian Privacy Principle</w:t>
            </w:r>
          </w:p>
        </w:tc>
      </w:tr>
      <w:tr w:rsidR="00AD3B99" w:rsidRPr="00384AE8" w14:paraId="1A4FB11A" w14:textId="77777777" w:rsidTr="002F2A0B">
        <w:tc>
          <w:tcPr>
            <w:tcW w:w="2410" w:type="dxa"/>
            <w:shd w:val="clear" w:color="auto" w:fill="auto"/>
          </w:tcPr>
          <w:p w14:paraId="4BFD9E42" w14:textId="77777777" w:rsidR="00AD3B99" w:rsidRPr="00AD3B99" w:rsidRDefault="00AD3B99" w:rsidP="002F2A0B">
            <w:pPr>
              <w:pStyle w:val="BodyText"/>
              <w:spacing w:before="80"/>
              <w:ind w:right="6"/>
            </w:pPr>
            <w:r w:rsidRPr="00AD3B99">
              <w:t>APRA</w:t>
            </w:r>
          </w:p>
        </w:tc>
        <w:tc>
          <w:tcPr>
            <w:tcW w:w="6379" w:type="dxa"/>
            <w:shd w:val="clear" w:color="auto" w:fill="auto"/>
          </w:tcPr>
          <w:p w14:paraId="5BAD16C7" w14:textId="77777777" w:rsidR="00AD3B99" w:rsidRPr="00AD3B99" w:rsidRDefault="00AD3B99" w:rsidP="002F2A0B">
            <w:pPr>
              <w:pStyle w:val="BodyText"/>
              <w:spacing w:before="80"/>
              <w:ind w:left="227" w:right="6"/>
            </w:pPr>
            <w:r w:rsidRPr="00AD3B99">
              <w:t>Australian Prudential Regulation Authority</w:t>
            </w:r>
          </w:p>
        </w:tc>
      </w:tr>
      <w:tr w:rsidR="00AD3B99" w:rsidRPr="00384AE8" w14:paraId="1B654146" w14:textId="77777777" w:rsidTr="002F2A0B">
        <w:tc>
          <w:tcPr>
            <w:tcW w:w="2410" w:type="dxa"/>
            <w:shd w:val="clear" w:color="auto" w:fill="auto"/>
          </w:tcPr>
          <w:p w14:paraId="7E49FFFE" w14:textId="77777777" w:rsidR="00AD3B99" w:rsidRPr="00AD3B99" w:rsidRDefault="00AD3B99" w:rsidP="002F2A0B">
            <w:pPr>
              <w:pStyle w:val="BodyText"/>
              <w:spacing w:before="80"/>
              <w:ind w:right="6"/>
            </w:pPr>
            <w:r w:rsidRPr="00AD3B99">
              <w:t>ARA</w:t>
            </w:r>
          </w:p>
        </w:tc>
        <w:tc>
          <w:tcPr>
            <w:tcW w:w="6379" w:type="dxa"/>
            <w:shd w:val="clear" w:color="auto" w:fill="auto"/>
          </w:tcPr>
          <w:p w14:paraId="77EEB366" w14:textId="77777777" w:rsidR="00AD3B99" w:rsidRPr="00AD3B99" w:rsidRDefault="00AD3B99" w:rsidP="002F2A0B">
            <w:pPr>
              <w:pStyle w:val="BodyText"/>
              <w:spacing w:before="80"/>
              <w:ind w:left="227" w:right="6"/>
            </w:pPr>
            <w:r w:rsidRPr="00AD3B99">
              <w:t>Accredited Release Authority</w:t>
            </w:r>
          </w:p>
        </w:tc>
      </w:tr>
      <w:tr w:rsidR="00AD3B99" w:rsidRPr="00384AE8" w14:paraId="1EE91E3B" w14:textId="77777777" w:rsidTr="002F2A0B">
        <w:tc>
          <w:tcPr>
            <w:tcW w:w="2410" w:type="dxa"/>
            <w:shd w:val="clear" w:color="auto" w:fill="auto"/>
          </w:tcPr>
          <w:p w14:paraId="1685DF97" w14:textId="77777777" w:rsidR="00AD3B99" w:rsidRPr="00AD3B99" w:rsidRDefault="00AD3B99" w:rsidP="002F2A0B">
            <w:pPr>
              <w:pStyle w:val="BodyText"/>
              <w:spacing w:before="80"/>
              <w:ind w:right="6"/>
            </w:pPr>
            <w:r w:rsidRPr="00AD3B99">
              <w:t>ARC</w:t>
            </w:r>
          </w:p>
        </w:tc>
        <w:tc>
          <w:tcPr>
            <w:tcW w:w="6379" w:type="dxa"/>
            <w:shd w:val="clear" w:color="auto" w:fill="auto"/>
          </w:tcPr>
          <w:p w14:paraId="28DF706F" w14:textId="77777777" w:rsidR="00AD3B99" w:rsidRPr="00AD3B99" w:rsidRDefault="00AD3B99" w:rsidP="002F2A0B">
            <w:pPr>
              <w:pStyle w:val="BodyText"/>
              <w:spacing w:before="80"/>
              <w:ind w:left="227" w:right="6"/>
            </w:pPr>
            <w:r w:rsidRPr="00AD3B99">
              <w:t>Australian Research Council</w:t>
            </w:r>
          </w:p>
        </w:tc>
      </w:tr>
      <w:tr w:rsidR="00AD3B99" w:rsidRPr="00AE5990" w14:paraId="1467A2C9" w14:textId="77777777" w:rsidTr="002F2A0B">
        <w:tc>
          <w:tcPr>
            <w:tcW w:w="2410" w:type="dxa"/>
            <w:shd w:val="clear" w:color="auto" w:fill="auto"/>
          </w:tcPr>
          <w:p w14:paraId="703970FB" w14:textId="77777777" w:rsidR="00AD3B99" w:rsidRPr="00AD3B99" w:rsidRDefault="00AD3B99" w:rsidP="002F2A0B">
            <w:pPr>
              <w:pStyle w:val="BodyText"/>
              <w:spacing w:before="80"/>
              <w:ind w:right="6"/>
            </w:pPr>
            <w:r w:rsidRPr="00AD3B99">
              <w:t>ARCA</w:t>
            </w:r>
          </w:p>
        </w:tc>
        <w:tc>
          <w:tcPr>
            <w:tcW w:w="6379" w:type="dxa"/>
            <w:shd w:val="clear" w:color="auto" w:fill="auto"/>
          </w:tcPr>
          <w:p w14:paraId="66B04C2F" w14:textId="77777777" w:rsidR="00AD3B99" w:rsidRPr="00AD3B99" w:rsidRDefault="00AD3B99" w:rsidP="002F2A0B">
            <w:pPr>
              <w:pStyle w:val="BodyText"/>
              <w:spacing w:before="80"/>
              <w:ind w:left="227" w:right="6"/>
            </w:pPr>
            <w:r w:rsidRPr="00AD3B99">
              <w:t>Australian Retail Credit Association</w:t>
            </w:r>
          </w:p>
        </w:tc>
      </w:tr>
      <w:tr w:rsidR="00AD3B99" w:rsidRPr="00384AE8" w14:paraId="24852BD3" w14:textId="77777777" w:rsidTr="002F2A0B">
        <w:tc>
          <w:tcPr>
            <w:tcW w:w="2410" w:type="dxa"/>
            <w:shd w:val="clear" w:color="auto" w:fill="auto"/>
          </w:tcPr>
          <w:p w14:paraId="66DCA839" w14:textId="77777777" w:rsidR="00AD3B99" w:rsidRPr="00AD3B99" w:rsidRDefault="00AD3B99" w:rsidP="002F2A0B">
            <w:pPr>
              <w:pStyle w:val="BodyText"/>
              <w:spacing w:before="80"/>
              <w:ind w:right="6"/>
            </w:pPr>
            <w:r w:rsidRPr="00AD3B99">
              <w:t>ASAC</w:t>
            </w:r>
          </w:p>
        </w:tc>
        <w:tc>
          <w:tcPr>
            <w:tcW w:w="6379" w:type="dxa"/>
            <w:shd w:val="clear" w:color="auto" w:fill="auto"/>
          </w:tcPr>
          <w:p w14:paraId="3A2E7D2E" w14:textId="77777777" w:rsidR="00AD3B99" w:rsidRPr="00AD3B99" w:rsidRDefault="00AD3B99" w:rsidP="002F2A0B">
            <w:pPr>
              <w:pStyle w:val="BodyText"/>
              <w:spacing w:before="80"/>
              <w:ind w:left="227" w:right="6"/>
            </w:pPr>
            <w:r w:rsidRPr="00AD3B99">
              <w:t>Australian Statistics Advisory Council</w:t>
            </w:r>
          </w:p>
        </w:tc>
      </w:tr>
      <w:tr w:rsidR="00AD3B99" w:rsidRPr="00AE5990" w14:paraId="04E204EA" w14:textId="77777777" w:rsidTr="002F2A0B">
        <w:tc>
          <w:tcPr>
            <w:tcW w:w="2410" w:type="dxa"/>
            <w:shd w:val="clear" w:color="auto" w:fill="auto"/>
          </w:tcPr>
          <w:p w14:paraId="23EEF686" w14:textId="77777777" w:rsidR="00AD3B99" w:rsidRPr="00AD3B99" w:rsidRDefault="00AD3B99" w:rsidP="002F2A0B">
            <w:pPr>
              <w:pStyle w:val="BodyText"/>
              <w:spacing w:before="80"/>
              <w:ind w:right="6"/>
            </w:pPr>
            <w:r w:rsidRPr="00AD3B99">
              <w:t>ASIC</w:t>
            </w:r>
          </w:p>
        </w:tc>
        <w:tc>
          <w:tcPr>
            <w:tcW w:w="6379" w:type="dxa"/>
            <w:shd w:val="clear" w:color="auto" w:fill="auto"/>
          </w:tcPr>
          <w:p w14:paraId="2174475A" w14:textId="77777777" w:rsidR="00AD3B99" w:rsidRPr="00AD3B99" w:rsidRDefault="00AD3B99" w:rsidP="002F2A0B">
            <w:pPr>
              <w:pStyle w:val="BodyText"/>
              <w:spacing w:before="80"/>
              <w:ind w:left="227" w:right="6"/>
            </w:pPr>
            <w:r w:rsidRPr="00AD3B99">
              <w:t>Australian Securities and Investments Commission</w:t>
            </w:r>
          </w:p>
        </w:tc>
      </w:tr>
      <w:tr w:rsidR="00AD3B99" w:rsidRPr="00384AE8" w14:paraId="3CD63DE5" w14:textId="77777777" w:rsidTr="002F2A0B">
        <w:tc>
          <w:tcPr>
            <w:tcW w:w="2410" w:type="dxa"/>
            <w:shd w:val="clear" w:color="auto" w:fill="auto"/>
          </w:tcPr>
          <w:p w14:paraId="6DE347D7" w14:textId="77777777" w:rsidR="00AD3B99" w:rsidRPr="00AD3B99" w:rsidRDefault="00AD3B99" w:rsidP="002F2A0B">
            <w:pPr>
              <w:pStyle w:val="BodyText"/>
              <w:spacing w:before="80"/>
              <w:ind w:right="6"/>
            </w:pPr>
            <w:r w:rsidRPr="00AD3B99">
              <w:t>ATO</w:t>
            </w:r>
          </w:p>
        </w:tc>
        <w:tc>
          <w:tcPr>
            <w:tcW w:w="6379" w:type="dxa"/>
            <w:shd w:val="clear" w:color="auto" w:fill="auto"/>
          </w:tcPr>
          <w:p w14:paraId="43480435" w14:textId="77777777" w:rsidR="00AD3B99" w:rsidRPr="00AD3B99" w:rsidRDefault="00AD3B99" w:rsidP="002F2A0B">
            <w:pPr>
              <w:pStyle w:val="BodyText"/>
              <w:spacing w:before="80"/>
              <w:ind w:left="227" w:right="6"/>
            </w:pPr>
            <w:r w:rsidRPr="00AD3B99">
              <w:t>Australian Tax Office</w:t>
            </w:r>
          </w:p>
        </w:tc>
      </w:tr>
      <w:tr w:rsidR="00AD3B99" w:rsidRPr="00384AE8" w14:paraId="53AA33D3" w14:textId="77777777" w:rsidTr="002F2A0B">
        <w:tc>
          <w:tcPr>
            <w:tcW w:w="2410" w:type="dxa"/>
            <w:shd w:val="clear" w:color="auto" w:fill="auto"/>
          </w:tcPr>
          <w:p w14:paraId="02114F77" w14:textId="77777777" w:rsidR="00AD3B99" w:rsidRPr="00AD3B99" w:rsidRDefault="00AD3B99" w:rsidP="002F2A0B">
            <w:pPr>
              <w:pStyle w:val="BodyText"/>
              <w:spacing w:before="80"/>
              <w:ind w:right="6"/>
            </w:pPr>
            <w:r w:rsidRPr="00AD3B99">
              <w:t>AURIN</w:t>
            </w:r>
          </w:p>
        </w:tc>
        <w:tc>
          <w:tcPr>
            <w:tcW w:w="6379" w:type="dxa"/>
            <w:shd w:val="clear" w:color="auto" w:fill="auto"/>
          </w:tcPr>
          <w:p w14:paraId="6D223077" w14:textId="77777777" w:rsidR="00AD3B99" w:rsidRPr="00AD3B99" w:rsidRDefault="00AD3B99" w:rsidP="002F2A0B">
            <w:pPr>
              <w:pStyle w:val="BodyText"/>
              <w:spacing w:before="80"/>
              <w:ind w:left="227" w:right="6"/>
            </w:pPr>
            <w:r w:rsidRPr="00AD3B99">
              <w:t>Australian Urban Research Infrastructure Network</w:t>
            </w:r>
          </w:p>
        </w:tc>
      </w:tr>
      <w:tr w:rsidR="00AD3B99" w:rsidRPr="00AE5990" w14:paraId="12E61572" w14:textId="77777777" w:rsidTr="002F2A0B">
        <w:tc>
          <w:tcPr>
            <w:tcW w:w="2410" w:type="dxa"/>
            <w:shd w:val="clear" w:color="auto" w:fill="auto"/>
          </w:tcPr>
          <w:p w14:paraId="43931A77" w14:textId="77777777" w:rsidR="00AD3B99" w:rsidRPr="00AD3B99" w:rsidRDefault="00AD3B99" w:rsidP="002F2A0B">
            <w:pPr>
              <w:pStyle w:val="BodyText"/>
              <w:spacing w:before="80"/>
              <w:ind w:right="6"/>
            </w:pPr>
            <w:r w:rsidRPr="00AD3B99">
              <w:t>AUSTRAC</w:t>
            </w:r>
          </w:p>
        </w:tc>
        <w:tc>
          <w:tcPr>
            <w:tcW w:w="6379" w:type="dxa"/>
            <w:shd w:val="clear" w:color="auto" w:fill="auto"/>
          </w:tcPr>
          <w:p w14:paraId="7D6B27E2" w14:textId="77777777" w:rsidR="00AD3B99" w:rsidRPr="00AD3B99" w:rsidRDefault="00AD3B99" w:rsidP="002F2A0B">
            <w:pPr>
              <w:pStyle w:val="BodyText"/>
              <w:spacing w:before="80"/>
              <w:ind w:left="227" w:right="6"/>
            </w:pPr>
            <w:r w:rsidRPr="00AD3B99">
              <w:t>Australian Transactions Reporting and Analysis Centre</w:t>
            </w:r>
          </w:p>
        </w:tc>
      </w:tr>
      <w:tr w:rsidR="00AD3B99" w:rsidRPr="00384AE8" w14:paraId="43CB84DD" w14:textId="77777777" w:rsidTr="002F2A0B">
        <w:tc>
          <w:tcPr>
            <w:tcW w:w="2410" w:type="dxa"/>
            <w:shd w:val="clear" w:color="auto" w:fill="auto"/>
          </w:tcPr>
          <w:p w14:paraId="1FD17222" w14:textId="77777777" w:rsidR="00AD3B99" w:rsidRPr="00AD3B99" w:rsidRDefault="00AD3B99" w:rsidP="002F2A0B">
            <w:pPr>
              <w:pStyle w:val="BodyText"/>
              <w:spacing w:before="80"/>
              <w:ind w:right="6"/>
            </w:pPr>
            <w:r w:rsidRPr="00AD3B99">
              <w:t>BLADE</w:t>
            </w:r>
          </w:p>
        </w:tc>
        <w:tc>
          <w:tcPr>
            <w:tcW w:w="6379" w:type="dxa"/>
            <w:shd w:val="clear" w:color="auto" w:fill="auto"/>
          </w:tcPr>
          <w:p w14:paraId="41145346" w14:textId="77777777" w:rsidR="00AD3B99" w:rsidRPr="00AD3B99" w:rsidRDefault="00AD3B99" w:rsidP="002F2A0B">
            <w:pPr>
              <w:pStyle w:val="BodyText"/>
              <w:spacing w:before="80"/>
              <w:ind w:left="227" w:right="6"/>
            </w:pPr>
            <w:r w:rsidRPr="00AD3B99">
              <w:t>Business Longitudinal Analytical Data Environment</w:t>
            </w:r>
          </w:p>
        </w:tc>
      </w:tr>
      <w:tr w:rsidR="00AD3B99" w:rsidRPr="00384AE8" w14:paraId="14E72CDE" w14:textId="77777777" w:rsidTr="002F2A0B">
        <w:tc>
          <w:tcPr>
            <w:tcW w:w="2410" w:type="dxa"/>
            <w:shd w:val="clear" w:color="auto" w:fill="auto"/>
          </w:tcPr>
          <w:p w14:paraId="71B4E35B" w14:textId="77777777" w:rsidR="00AD3B99" w:rsidRPr="00AD3B99" w:rsidRDefault="00AD3B99" w:rsidP="002F2A0B">
            <w:pPr>
              <w:pStyle w:val="BodyText"/>
              <w:spacing w:before="80"/>
              <w:ind w:right="6"/>
            </w:pPr>
            <w:r w:rsidRPr="00AD3B99">
              <w:t>CCR</w:t>
            </w:r>
          </w:p>
        </w:tc>
        <w:tc>
          <w:tcPr>
            <w:tcW w:w="6379" w:type="dxa"/>
            <w:shd w:val="clear" w:color="auto" w:fill="auto"/>
          </w:tcPr>
          <w:p w14:paraId="4383086E" w14:textId="77777777" w:rsidR="00AD3B99" w:rsidRPr="00AD3B99" w:rsidRDefault="00AD3B99" w:rsidP="002F2A0B">
            <w:pPr>
              <w:pStyle w:val="BodyText"/>
              <w:spacing w:before="80"/>
              <w:ind w:left="227" w:right="6"/>
            </w:pPr>
            <w:r w:rsidRPr="00AD3B99">
              <w:t>Comprehensive Credit Reporting</w:t>
            </w:r>
          </w:p>
        </w:tc>
      </w:tr>
      <w:tr w:rsidR="00AD3B99" w:rsidRPr="00384AE8" w14:paraId="0991CAC8" w14:textId="77777777" w:rsidTr="002F2A0B">
        <w:tc>
          <w:tcPr>
            <w:tcW w:w="2410" w:type="dxa"/>
            <w:shd w:val="clear" w:color="auto" w:fill="auto"/>
          </w:tcPr>
          <w:p w14:paraId="03B11060" w14:textId="77777777" w:rsidR="00AD3B99" w:rsidRPr="00AD3B99" w:rsidRDefault="00AD3B99" w:rsidP="002F2A0B">
            <w:pPr>
              <w:pStyle w:val="BodyText"/>
              <w:spacing w:before="80"/>
              <w:ind w:right="6"/>
            </w:pPr>
            <w:r w:rsidRPr="00AD3B99">
              <w:t>COAG</w:t>
            </w:r>
          </w:p>
        </w:tc>
        <w:tc>
          <w:tcPr>
            <w:tcW w:w="6379" w:type="dxa"/>
            <w:shd w:val="clear" w:color="auto" w:fill="auto"/>
          </w:tcPr>
          <w:p w14:paraId="3ACDF08B" w14:textId="77777777" w:rsidR="00AD3B99" w:rsidRPr="00AD3B99" w:rsidRDefault="00AD3B99" w:rsidP="002F2A0B">
            <w:pPr>
              <w:pStyle w:val="BodyText"/>
              <w:spacing w:before="80"/>
              <w:ind w:left="227" w:right="6"/>
            </w:pPr>
            <w:r w:rsidRPr="00AD3B99">
              <w:t>Council of Australian Governments</w:t>
            </w:r>
          </w:p>
        </w:tc>
      </w:tr>
      <w:tr w:rsidR="00AD3B99" w:rsidRPr="00384AE8" w14:paraId="67CDFE5B" w14:textId="77777777" w:rsidTr="002F2A0B">
        <w:tc>
          <w:tcPr>
            <w:tcW w:w="2410" w:type="dxa"/>
            <w:shd w:val="clear" w:color="auto" w:fill="auto"/>
          </w:tcPr>
          <w:p w14:paraId="391D1CAB" w14:textId="77777777" w:rsidR="00AD3B99" w:rsidRPr="00AD3B99" w:rsidRDefault="00AD3B99" w:rsidP="002F2A0B">
            <w:pPr>
              <w:pStyle w:val="BodyText"/>
              <w:spacing w:before="80"/>
              <w:ind w:right="6"/>
            </w:pPr>
            <w:r w:rsidRPr="00AD3B99">
              <w:t>CSIRO</w:t>
            </w:r>
          </w:p>
        </w:tc>
        <w:tc>
          <w:tcPr>
            <w:tcW w:w="6379" w:type="dxa"/>
            <w:shd w:val="clear" w:color="auto" w:fill="auto"/>
          </w:tcPr>
          <w:p w14:paraId="2CE1A6F0" w14:textId="77777777" w:rsidR="00AD3B99" w:rsidRPr="00AD3B99" w:rsidRDefault="00AD3B99" w:rsidP="002F2A0B">
            <w:pPr>
              <w:pStyle w:val="BodyText"/>
              <w:spacing w:before="80"/>
              <w:ind w:left="227" w:right="6"/>
            </w:pPr>
            <w:r w:rsidRPr="00AD3B99">
              <w:t>Commonwealth Scientific and Industrial Research Organisation</w:t>
            </w:r>
          </w:p>
        </w:tc>
      </w:tr>
      <w:tr w:rsidR="00AD3B99" w:rsidRPr="00384AE8" w14:paraId="2E3DB655" w14:textId="77777777" w:rsidTr="002F2A0B">
        <w:tc>
          <w:tcPr>
            <w:tcW w:w="2410" w:type="dxa"/>
            <w:shd w:val="clear" w:color="auto" w:fill="auto"/>
          </w:tcPr>
          <w:p w14:paraId="64A3D999" w14:textId="77777777" w:rsidR="00AD3B99" w:rsidRPr="00AD3B99" w:rsidRDefault="00AD3B99" w:rsidP="002F2A0B">
            <w:pPr>
              <w:pStyle w:val="BodyText"/>
              <w:spacing w:before="80"/>
              <w:ind w:right="6"/>
            </w:pPr>
            <w:r w:rsidRPr="00AD3B99">
              <w:t>DFAT</w:t>
            </w:r>
          </w:p>
        </w:tc>
        <w:tc>
          <w:tcPr>
            <w:tcW w:w="6379" w:type="dxa"/>
            <w:shd w:val="clear" w:color="auto" w:fill="auto"/>
          </w:tcPr>
          <w:p w14:paraId="7CDFBC0A" w14:textId="77777777" w:rsidR="00AD3B99" w:rsidRPr="00AD3B99" w:rsidRDefault="00AD3B99" w:rsidP="002F2A0B">
            <w:pPr>
              <w:pStyle w:val="BodyText"/>
              <w:spacing w:before="80"/>
              <w:ind w:left="227" w:right="6"/>
            </w:pPr>
            <w:r w:rsidRPr="00AD3B99">
              <w:t>Department of Foreign Affairs and Trade</w:t>
            </w:r>
          </w:p>
        </w:tc>
      </w:tr>
      <w:tr w:rsidR="00AD3B99" w:rsidRPr="00384AE8" w14:paraId="5B757C96" w14:textId="77777777" w:rsidTr="002F2A0B">
        <w:tc>
          <w:tcPr>
            <w:tcW w:w="2410" w:type="dxa"/>
            <w:shd w:val="clear" w:color="auto" w:fill="auto"/>
          </w:tcPr>
          <w:p w14:paraId="1088A789" w14:textId="77777777" w:rsidR="00AD3B99" w:rsidRPr="00AD3B99" w:rsidRDefault="00AD3B99" w:rsidP="002F2A0B">
            <w:pPr>
              <w:pStyle w:val="BodyText"/>
              <w:spacing w:before="80"/>
              <w:ind w:right="6"/>
            </w:pPr>
            <w:r w:rsidRPr="00AD3B99">
              <w:t>DHS</w:t>
            </w:r>
          </w:p>
        </w:tc>
        <w:tc>
          <w:tcPr>
            <w:tcW w:w="6379" w:type="dxa"/>
            <w:shd w:val="clear" w:color="auto" w:fill="auto"/>
          </w:tcPr>
          <w:p w14:paraId="658FDF46" w14:textId="77777777" w:rsidR="00AD3B99" w:rsidRPr="00AD3B99" w:rsidRDefault="00AD3B99" w:rsidP="002F2A0B">
            <w:pPr>
              <w:pStyle w:val="BodyText"/>
              <w:spacing w:before="80"/>
              <w:ind w:left="227" w:right="6"/>
            </w:pPr>
            <w:r w:rsidRPr="00AD3B99">
              <w:t>Department of Human Services</w:t>
            </w:r>
          </w:p>
        </w:tc>
      </w:tr>
      <w:tr w:rsidR="00AD3B99" w:rsidRPr="00384AE8" w14:paraId="576463D0" w14:textId="77777777" w:rsidTr="002F2A0B">
        <w:tc>
          <w:tcPr>
            <w:tcW w:w="2410" w:type="dxa"/>
            <w:shd w:val="clear" w:color="auto" w:fill="auto"/>
          </w:tcPr>
          <w:p w14:paraId="45395F82" w14:textId="77777777" w:rsidR="00AD3B99" w:rsidRPr="00AD3B99" w:rsidRDefault="00AD3B99" w:rsidP="002F2A0B">
            <w:pPr>
              <w:pStyle w:val="BodyText"/>
              <w:spacing w:before="80"/>
              <w:ind w:right="6"/>
            </w:pPr>
            <w:r w:rsidRPr="00AD3B99">
              <w:t>DPMC</w:t>
            </w:r>
          </w:p>
        </w:tc>
        <w:tc>
          <w:tcPr>
            <w:tcW w:w="6379" w:type="dxa"/>
            <w:shd w:val="clear" w:color="auto" w:fill="auto"/>
          </w:tcPr>
          <w:p w14:paraId="4511CFF9" w14:textId="77777777" w:rsidR="00AD3B99" w:rsidRPr="00AD3B99" w:rsidRDefault="00AD3B99" w:rsidP="002F2A0B">
            <w:pPr>
              <w:pStyle w:val="BodyText"/>
              <w:spacing w:before="80"/>
              <w:ind w:left="227" w:right="6"/>
            </w:pPr>
            <w:r w:rsidRPr="00AD3B99">
              <w:t>Department of Prime Minister and Cabinet</w:t>
            </w:r>
          </w:p>
        </w:tc>
      </w:tr>
      <w:tr w:rsidR="00AD3B99" w:rsidRPr="00AE5990" w14:paraId="0899AFBB" w14:textId="77777777" w:rsidTr="002F2A0B">
        <w:tc>
          <w:tcPr>
            <w:tcW w:w="2410" w:type="dxa"/>
            <w:shd w:val="clear" w:color="auto" w:fill="auto"/>
          </w:tcPr>
          <w:p w14:paraId="41561308" w14:textId="77777777" w:rsidR="00AD3B99" w:rsidRPr="00AD3B99" w:rsidRDefault="00AD3B99" w:rsidP="002F2A0B">
            <w:pPr>
              <w:pStyle w:val="BodyText"/>
              <w:spacing w:before="80"/>
              <w:ind w:right="6"/>
            </w:pPr>
            <w:r w:rsidRPr="00AD3B99">
              <w:t>DSS</w:t>
            </w:r>
          </w:p>
        </w:tc>
        <w:tc>
          <w:tcPr>
            <w:tcW w:w="6379" w:type="dxa"/>
            <w:shd w:val="clear" w:color="auto" w:fill="auto"/>
          </w:tcPr>
          <w:p w14:paraId="1E24E609" w14:textId="77777777" w:rsidR="00AD3B99" w:rsidRPr="00AD3B99" w:rsidRDefault="00AD3B99" w:rsidP="002F2A0B">
            <w:pPr>
              <w:pStyle w:val="BodyText"/>
              <w:spacing w:before="80"/>
              <w:ind w:left="227" w:right="6"/>
            </w:pPr>
            <w:r w:rsidRPr="00AD3B99">
              <w:t>Department of Social Services</w:t>
            </w:r>
          </w:p>
        </w:tc>
      </w:tr>
      <w:tr w:rsidR="00AD3B99" w:rsidRPr="00AE5990" w14:paraId="1CF7321C" w14:textId="77777777" w:rsidTr="002F2A0B">
        <w:tc>
          <w:tcPr>
            <w:tcW w:w="2410" w:type="dxa"/>
            <w:shd w:val="clear" w:color="auto" w:fill="auto"/>
          </w:tcPr>
          <w:p w14:paraId="0AF73EDA" w14:textId="77777777" w:rsidR="00AD3B99" w:rsidRPr="00AD3B99" w:rsidRDefault="00AD3B99" w:rsidP="002F2A0B">
            <w:pPr>
              <w:pStyle w:val="BodyText"/>
              <w:spacing w:before="80"/>
              <w:ind w:right="6"/>
            </w:pPr>
            <w:r w:rsidRPr="00AD3B99">
              <w:t>DTA</w:t>
            </w:r>
          </w:p>
        </w:tc>
        <w:tc>
          <w:tcPr>
            <w:tcW w:w="6379" w:type="dxa"/>
            <w:shd w:val="clear" w:color="auto" w:fill="auto"/>
          </w:tcPr>
          <w:p w14:paraId="4A32E139" w14:textId="77777777" w:rsidR="00AD3B99" w:rsidRPr="00AD3B99" w:rsidRDefault="00AD3B99" w:rsidP="002F2A0B">
            <w:pPr>
              <w:pStyle w:val="BodyText"/>
              <w:spacing w:before="80"/>
              <w:ind w:left="227" w:right="6"/>
            </w:pPr>
            <w:r w:rsidRPr="00AD3B99">
              <w:t>Digital Transformation Agency</w:t>
            </w:r>
          </w:p>
        </w:tc>
      </w:tr>
      <w:tr w:rsidR="00AD3B99" w:rsidRPr="00384AE8" w14:paraId="087B8026" w14:textId="77777777" w:rsidTr="002F2A0B">
        <w:tc>
          <w:tcPr>
            <w:tcW w:w="2410" w:type="dxa"/>
            <w:shd w:val="clear" w:color="auto" w:fill="auto"/>
          </w:tcPr>
          <w:p w14:paraId="524A0CF3" w14:textId="77777777" w:rsidR="00AD3B99" w:rsidRPr="00AD3B99" w:rsidRDefault="00AD3B99" w:rsidP="002F2A0B">
            <w:pPr>
              <w:pStyle w:val="BodyText"/>
              <w:spacing w:before="80"/>
              <w:ind w:right="6"/>
            </w:pPr>
            <w:r w:rsidRPr="00AD3B99">
              <w:lastRenderedPageBreak/>
              <w:t>DTO</w:t>
            </w:r>
          </w:p>
        </w:tc>
        <w:tc>
          <w:tcPr>
            <w:tcW w:w="6379" w:type="dxa"/>
            <w:shd w:val="clear" w:color="auto" w:fill="auto"/>
          </w:tcPr>
          <w:p w14:paraId="7DDFA9A1" w14:textId="77777777" w:rsidR="00AD3B99" w:rsidRPr="00AD3B99" w:rsidRDefault="00AD3B99" w:rsidP="002F2A0B">
            <w:pPr>
              <w:pStyle w:val="BodyText"/>
              <w:spacing w:before="80"/>
              <w:ind w:left="227" w:right="6"/>
            </w:pPr>
            <w:r w:rsidRPr="00AD3B99">
              <w:t>Digital Transformation Office</w:t>
            </w:r>
          </w:p>
        </w:tc>
      </w:tr>
      <w:tr w:rsidR="00AD3B99" w:rsidRPr="00384AE8" w14:paraId="78235AF1" w14:textId="77777777" w:rsidTr="002F2A0B">
        <w:tc>
          <w:tcPr>
            <w:tcW w:w="2410" w:type="dxa"/>
            <w:shd w:val="clear" w:color="auto" w:fill="auto"/>
          </w:tcPr>
          <w:p w14:paraId="04EFF29F" w14:textId="77777777" w:rsidR="00AD3B99" w:rsidRPr="00AD3B99" w:rsidRDefault="00AD3B99" w:rsidP="002F2A0B">
            <w:pPr>
              <w:pStyle w:val="BodyText"/>
              <w:spacing w:before="80"/>
              <w:ind w:right="6"/>
            </w:pPr>
            <w:r w:rsidRPr="00AD3B99">
              <w:t>FOI</w:t>
            </w:r>
          </w:p>
        </w:tc>
        <w:tc>
          <w:tcPr>
            <w:tcW w:w="6379" w:type="dxa"/>
            <w:shd w:val="clear" w:color="auto" w:fill="auto"/>
          </w:tcPr>
          <w:p w14:paraId="043B75D0" w14:textId="77777777" w:rsidR="00AD3B99" w:rsidRPr="00AD3B99" w:rsidRDefault="00AD3B99" w:rsidP="002F2A0B">
            <w:pPr>
              <w:pStyle w:val="BodyText"/>
              <w:spacing w:before="80"/>
              <w:ind w:left="227" w:right="6"/>
            </w:pPr>
            <w:r w:rsidRPr="00AD3B99">
              <w:t>Freedom of Information</w:t>
            </w:r>
          </w:p>
        </w:tc>
      </w:tr>
      <w:tr w:rsidR="00AD3B99" w:rsidRPr="00384AE8" w14:paraId="11E45DD4" w14:textId="77777777" w:rsidTr="002F2A0B">
        <w:tc>
          <w:tcPr>
            <w:tcW w:w="2410" w:type="dxa"/>
            <w:shd w:val="clear" w:color="auto" w:fill="auto"/>
          </w:tcPr>
          <w:p w14:paraId="7F64BA18" w14:textId="77777777" w:rsidR="00AD3B99" w:rsidRPr="00AD3B99" w:rsidRDefault="00AD3B99" w:rsidP="002F2A0B">
            <w:pPr>
              <w:pStyle w:val="BodyText"/>
              <w:spacing w:before="80"/>
              <w:ind w:right="6"/>
            </w:pPr>
            <w:r w:rsidRPr="00AD3B99">
              <w:t>GIF</w:t>
            </w:r>
          </w:p>
        </w:tc>
        <w:tc>
          <w:tcPr>
            <w:tcW w:w="6379" w:type="dxa"/>
            <w:shd w:val="clear" w:color="auto" w:fill="auto"/>
          </w:tcPr>
          <w:p w14:paraId="5644364F" w14:textId="77777777" w:rsidR="00AD3B99" w:rsidRPr="00AD3B99" w:rsidRDefault="00AD3B99" w:rsidP="002F2A0B">
            <w:pPr>
              <w:pStyle w:val="BodyText"/>
              <w:spacing w:before="80"/>
              <w:ind w:left="227" w:right="6"/>
            </w:pPr>
            <w:r w:rsidRPr="00AD3B99">
              <w:t xml:space="preserve">Graphics Interchange Format </w:t>
            </w:r>
          </w:p>
        </w:tc>
      </w:tr>
      <w:tr w:rsidR="00AD3B99" w:rsidRPr="00384AE8" w14:paraId="618C7DA9" w14:textId="77777777" w:rsidTr="002F2A0B">
        <w:tc>
          <w:tcPr>
            <w:tcW w:w="2410" w:type="dxa"/>
            <w:shd w:val="clear" w:color="auto" w:fill="auto"/>
          </w:tcPr>
          <w:p w14:paraId="00F03B6D" w14:textId="77777777" w:rsidR="00AD3B99" w:rsidRPr="00AD3B99" w:rsidRDefault="00AD3B99" w:rsidP="002F2A0B">
            <w:pPr>
              <w:pStyle w:val="BodyText"/>
              <w:spacing w:before="80"/>
              <w:ind w:right="6"/>
            </w:pPr>
            <w:r w:rsidRPr="00AD3B99">
              <w:t>GIS</w:t>
            </w:r>
          </w:p>
        </w:tc>
        <w:tc>
          <w:tcPr>
            <w:tcW w:w="6379" w:type="dxa"/>
            <w:shd w:val="clear" w:color="auto" w:fill="auto"/>
          </w:tcPr>
          <w:p w14:paraId="1B247AEC" w14:textId="77777777" w:rsidR="00AD3B99" w:rsidRPr="00AD3B99" w:rsidRDefault="00AD3B99" w:rsidP="002F2A0B">
            <w:pPr>
              <w:pStyle w:val="BodyText"/>
              <w:spacing w:before="80"/>
              <w:ind w:left="227" w:right="6"/>
            </w:pPr>
            <w:r w:rsidRPr="00AD3B99">
              <w:t>Geographic Information System</w:t>
            </w:r>
          </w:p>
        </w:tc>
      </w:tr>
      <w:tr w:rsidR="00AD3B99" w:rsidRPr="00384AE8" w14:paraId="6463E162" w14:textId="77777777" w:rsidTr="002F2A0B">
        <w:tc>
          <w:tcPr>
            <w:tcW w:w="2410" w:type="dxa"/>
            <w:shd w:val="clear" w:color="auto" w:fill="auto"/>
          </w:tcPr>
          <w:p w14:paraId="65BD9E23" w14:textId="77777777" w:rsidR="00AD3B99" w:rsidRPr="00AD3B99" w:rsidRDefault="00AD3B99" w:rsidP="002F2A0B">
            <w:pPr>
              <w:pStyle w:val="BodyText"/>
              <w:spacing w:before="80"/>
              <w:ind w:right="6"/>
            </w:pPr>
            <w:r w:rsidRPr="00AD3B99">
              <w:t>G-NAF</w:t>
            </w:r>
          </w:p>
        </w:tc>
        <w:tc>
          <w:tcPr>
            <w:tcW w:w="6379" w:type="dxa"/>
            <w:shd w:val="clear" w:color="auto" w:fill="auto"/>
          </w:tcPr>
          <w:p w14:paraId="36688FDD" w14:textId="77777777" w:rsidR="00AD3B99" w:rsidRPr="00AD3B99" w:rsidRDefault="00AD3B99" w:rsidP="002F2A0B">
            <w:pPr>
              <w:pStyle w:val="BodyText"/>
              <w:spacing w:before="80"/>
              <w:ind w:left="227" w:right="6"/>
            </w:pPr>
            <w:r w:rsidRPr="00AD3B99">
              <w:t>Geocoded National Address File</w:t>
            </w:r>
          </w:p>
        </w:tc>
      </w:tr>
      <w:tr w:rsidR="00AD3B99" w:rsidRPr="00384AE8" w14:paraId="7A7118DD" w14:textId="77777777" w:rsidTr="002F2A0B">
        <w:tc>
          <w:tcPr>
            <w:tcW w:w="2410" w:type="dxa"/>
            <w:shd w:val="clear" w:color="auto" w:fill="auto"/>
          </w:tcPr>
          <w:p w14:paraId="66CA4D1B" w14:textId="77777777" w:rsidR="00AD3B99" w:rsidRPr="00AD3B99" w:rsidRDefault="00AD3B99" w:rsidP="002F2A0B">
            <w:pPr>
              <w:pStyle w:val="BodyText"/>
              <w:spacing w:before="80"/>
              <w:ind w:right="6"/>
            </w:pPr>
            <w:r w:rsidRPr="00AD3B99">
              <w:t>GPS</w:t>
            </w:r>
          </w:p>
        </w:tc>
        <w:tc>
          <w:tcPr>
            <w:tcW w:w="6379" w:type="dxa"/>
            <w:shd w:val="clear" w:color="auto" w:fill="auto"/>
          </w:tcPr>
          <w:p w14:paraId="79FD0336" w14:textId="77777777" w:rsidR="00AD3B99" w:rsidRPr="00AD3B99" w:rsidRDefault="00AD3B99" w:rsidP="002F2A0B">
            <w:pPr>
              <w:pStyle w:val="BodyText"/>
              <w:spacing w:before="80"/>
              <w:ind w:left="227" w:right="6"/>
            </w:pPr>
            <w:r w:rsidRPr="00AD3B99">
              <w:t>Global Positioning System</w:t>
            </w:r>
          </w:p>
        </w:tc>
      </w:tr>
      <w:tr w:rsidR="00AD3B99" w:rsidRPr="00384AE8" w14:paraId="2C451DF2" w14:textId="77777777" w:rsidTr="002F2A0B">
        <w:tc>
          <w:tcPr>
            <w:tcW w:w="2410" w:type="dxa"/>
            <w:shd w:val="clear" w:color="auto" w:fill="auto"/>
          </w:tcPr>
          <w:p w14:paraId="5FD3C600" w14:textId="77777777" w:rsidR="00AD3B99" w:rsidRPr="00AD3B99" w:rsidRDefault="00AD3B99" w:rsidP="002F2A0B">
            <w:pPr>
              <w:pStyle w:val="BodyText"/>
              <w:spacing w:before="80"/>
              <w:ind w:right="6"/>
            </w:pPr>
            <w:r w:rsidRPr="00AD3B99">
              <w:t>HILDA</w:t>
            </w:r>
          </w:p>
        </w:tc>
        <w:tc>
          <w:tcPr>
            <w:tcW w:w="6379" w:type="dxa"/>
            <w:shd w:val="clear" w:color="auto" w:fill="auto"/>
          </w:tcPr>
          <w:p w14:paraId="5A5FE79B" w14:textId="77777777" w:rsidR="00AD3B99" w:rsidRPr="00AD3B99" w:rsidRDefault="00AD3B99" w:rsidP="002F2A0B">
            <w:pPr>
              <w:pStyle w:val="BodyText"/>
              <w:spacing w:before="80"/>
              <w:ind w:left="227" w:right="6"/>
            </w:pPr>
            <w:r w:rsidRPr="00AD3B99">
              <w:t>Household, Income and Labour Dynamics Australia</w:t>
            </w:r>
          </w:p>
        </w:tc>
      </w:tr>
      <w:tr w:rsidR="00AD3B99" w:rsidRPr="00384AE8" w14:paraId="7AB2AAAD" w14:textId="77777777" w:rsidTr="002F2A0B">
        <w:tc>
          <w:tcPr>
            <w:tcW w:w="2410" w:type="dxa"/>
            <w:shd w:val="clear" w:color="auto" w:fill="auto"/>
          </w:tcPr>
          <w:p w14:paraId="729A9152" w14:textId="77777777" w:rsidR="00AD3B99" w:rsidRPr="00AD3B99" w:rsidRDefault="00AD3B99" w:rsidP="002F2A0B">
            <w:pPr>
              <w:pStyle w:val="BodyText"/>
              <w:spacing w:before="80"/>
              <w:ind w:right="6"/>
            </w:pPr>
            <w:r w:rsidRPr="00AD3B99">
              <w:t>HREC</w:t>
            </w:r>
          </w:p>
        </w:tc>
        <w:tc>
          <w:tcPr>
            <w:tcW w:w="6379" w:type="dxa"/>
            <w:shd w:val="clear" w:color="auto" w:fill="auto"/>
          </w:tcPr>
          <w:p w14:paraId="2EC5F0C6" w14:textId="77777777" w:rsidR="00AD3B99" w:rsidRPr="00AD3B99" w:rsidRDefault="00AD3B99" w:rsidP="002F2A0B">
            <w:pPr>
              <w:pStyle w:val="BodyText"/>
              <w:spacing w:before="80"/>
              <w:ind w:left="227" w:right="6"/>
            </w:pPr>
            <w:r w:rsidRPr="00AD3B99">
              <w:t xml:space="preserve">Human Research Ethics Committee </w:t>
            </w:r>
          </w:p>
        </w:tc>
      </w:tr>
      <w:tr w:rsidR="00AD3B99" w:rsidRPr="00384AE8" w14:paraId="7EF3122D" w14:textId="77777777" w:rsidTr="002F2A0B">
        <w:tc>
          <w:tcPr>
            <w:tcW w:w="2410" w:type="dxa"/>
            <w:shd w:val="clear" w:color="auto" w:fill="auto"/>
          </w:tcPr>
          <w:p w14:paraId="334AAB61" w14:textId="77777777" w:rsidR="00AD3B99" w:rsidRPr="00AD3B99" w:rsidRDefault="00AD3B99" w:rsidP="002F2A0B">
            <w:pPr>
              <w:pStyle w:val="BodyText"/>
              <w:spacing w:before="80"/>
              <w:ind w:right="6"/>
            </w:pPr>
            <w:r w:rsidRPr="00AD3B99">
              <w:t>ICT</w:t>
            </w:r>
          </w:p>
        </w:tc>
        <w:tc>
          <w:tcPr>
            <w:tcW w:w="6379" w:type="dxa"/>
            <w:shd w:val="clear" w:color="auto" w:fill="auto"/>
          </w:tcPr>
          <w:p w14:paraId="529D7DE1" w14:textId="77777777" w:rsidR="00AD3B99" w:rsidRPr="00AD3B99" w:rsidRDefault="00AD3B99" w:rsidP="002F2A0B">
            <w:pPr>
              <w:pStyle w:val="BodyText"/>
              <w:spacing w:before="80"/>
              <w:ind w:left="227" w:right="6"/>
            </w:pPr>
            <w:r w:rsidRPr="00AD3B99">
              <w:t>Information and Communications Technology </w:t>
            </w:r>
          </w:p>
        </w:tc>
      </w:tr>
      <w:tr w:rsidR="00AD3B99" w:rsidRPr="00384AE8" w14:paraId="2B95503C" w14:textId="77777777" w:rsidTr="002F2A0B">
        <w:tc>
          <w:tcPr>
            <w:tcW w:w="2410" w:type="dxa"/>
            <w:shd w:val="clear" w:color="auto" w:fill="auto"/>
          </w:tcPr>
          <w:p w14:paraId="4E0D48B3" w14:textId="77777777" w:rsidR="00AD3B99" w:rsidRPr="00AD3B99" w:rsidRDefault="00AD3B99" w:rsidP="002F2A0B">
            <w:pPr>
              <w:pStyle w:val="BodyText"/>
              <w:spacing w:before="80"/>
              <w:ind w:right="6"/>
            </w:pPr>
            <w:r w:rsidRPr="00AD3B99">
              <w:t>IDI</w:t>
            </w:r>
          </w:p>
        </w:tc>
        <w:tc>
          <w:tcPr>
            <w:tcW w:w="6379" w:type="dxa"/>
            <w:shd w:val="clear" w:color="auto" w:fill="auto"/>
          </w:tcPr>
          <w:p w14:paraId="6EAADAB5" w14:textId="77777777" w:rsidR="00AD3B99" w:rsidRPr="00AD3B99" w:rsidRDefault="00AD3B99" w:rsidP="002F2A0B">
            <w:pPr>
              <w:pStyle w:val="BodyText"/>
              <w:spacing w:before="80"/>
              <w:ind w:left="227" w:right="6"/>
            </w:pPr>
            <w:r w:rsidRPr="00AD3B99">
              <w:t>Integrated Data Infrastructure</w:t>
            </w:r>
          </w:p>
        </w:tc>
      </w:tr>
      <w:tr w:rsidR="00AD3B99" w:rsidRPr="00384AE8" w14:paraId="153308B9" w14:textId="77777777" w:rsidTr="002F2A0B">
        <w:tc>
          <w:tcPr>
            <w:tcW w:w="2410" w:type="dxa"/>
            <w:shd w:val="clear" w:color="auto" w:fill="auto"/>
          </w:tcPr>
          <w:p w14:paraId="1A33D8A7" w14:textId="77777777" w:rsidR="00AD3B99" w:rsidRPr="00AD3B99" w:rsidRDefault="00AD3B99" w:rsidP="002F2A0B">
            <w:pPr>
              <w:pStyle w:val="BodyText"/>
              <w:spacing w:before="80"/>
              <w:ind w:right="6"/>
            </w:pPr>
            <w:r w:rsidRPr="00AD3B99">
              <w:t>IP</w:t>
            </w:r>
          </w:p>
        </w:tc>
        <w:tc>
          <w:tcPr>
            <w:tcW w:w="6379" w:type="dxa"/>
            <w:shd w:val="clear" w:color="auto" w:fill="auto"/>
          </w:tcPr>
          <w:p w14:paraId="520B43C0" w14:textId="77777777" w:rsidR="00AD3B99" w:rsidRPr="00AD3B99" w:rsidRDefault="00AD3B99" w:rsidP="002F2A0B">
            <w:pPr>
              <w:pStyle w:val="BodyText"/>
              <w:spacing w:before="80"/>
              <w:ind w:left="227" w:right="6"/>
            </w:pPr>
            <w:r w:rsidRPr="00AD3B99">
              <w:t xml:space="preserve">Internet Protocol </w:t>
            </w:r>
          </w:p>
        </w:tc>
      </w:tr>
      <w:tr w:rsidR="00AD3B99" w:rsidRPr="00384AE8" w14:paraId="016AD59F" w14:textId="77777777" w:rsidTr="002F2A0B">
        <w:tc>
          <w:tcPr>
            <w:tcW w:w="2410" w:type="dxa"/>
            <w:shd w:val="clear" w:color="auto" w:fill="auto"/>
          </w:tcPr>
          <w:p w14:paraId="61E2713B" w14:textId="77777777" w:rsidR="00AD3B99" w:rsidRPr="00AD3B99" w:rsidRDefault="00AD3B99" w:rsidP="002F2A0B">
            <w:pPr>
              <w:pStyle w:val="BodyText"/>
              <w:spacing w:before="80"/>
              <w:ind w:right="6"/>
            </w:pPr>
            <w:r w:rsidRPr="00AD3B99">
              <w:t>IT</w:t>
            </w:r>
          </w:p>
        </w:tc>
        <w:tc>
          <w:tcPr>
            <w:tcW w:w="6379" w:type="dxa"/>
            <w:shd w:val="clear" w:color="auto" w:fill="auto"/>
          </w:tcPr>
          <w:p w14:paraId="471EBDF9" w14:textId="77777777" w:rsidR="00AD3B99" w:rsidRPr="00AD3B99" w:rsidRDefault="00AD3B99" w:rsidP="002F2A0B">
            <w:pPr>
              <w:pStyle w:val="BodyText"/>
              <w:spacing w:before="80"/>
              <w:ind w:left="227" w:right="6"/>
            </w:pPr>
            <w:r w:rsidRPr="00AD3B99">
              <w:t>Information Technology</w:t>
            </w:r>
          </w:p>
        </w:tc>
      </w:tr>
      <w:tr w:rsidR="00AD3B99" w:rsidRPr="00384AE8" w14:paraId="70387DE8" w14:textId="77777777" w:rsidTr="002F2A0B">
        <w:tc>
          <w:tcPr>
            <w:tcW w:w="2410" w:type="dxa"/>
            <w:shd w:val="clear" w:color="auto" w:fill="auto"/>
          </w:tcPr>
          <w:p w14:paraId="7A91F845" w14:textId="77777777" w:rsidR="00AD3B99" w:rsidRPr="00AD3B99" w:rsidRDefault="00AD3B99" w:rsidP="002F2A0B">
            <w:pPr>
              <w:pStyle w:val="BodyText"/>
              <w:spacing w:before="80"/>
              <w:ind w:right="6"/>
            </w:pPr>
            <w:proofErr w:type="spellStart"/>
            <w:r w:rsidRPr="00AD3B99">
              <w:t>IoT</w:t>
            </w:r>
            <w:proofErr w:type="spellEnd"/>
          </w:p>
        </w:tc>
        <w:tc>
          <w:tcPr>
            <w:tcW w:w="6379" w:type="dxa"/>
            <w:shd w:val="clear" w:color="auto" w:fill="auto"/>
          </w:tcPr>
          <w:p w14:paraId="4CEE6228" w14:textId="77777777" w:rsidR="00AD3B99" w:rsidRPr="00AD3B99" w:rsidRDefault="00AD3B99" w:rsidP="002F2A0B">
            <w:pPr>
              <w:pStyle w:val="BodyText"/>
              <w:spacing w:before="80"/>
              <w:ind w:left="227" w:right="6"/>
            </w:pPr>
            <w:r w:rsidRPr="00AD3B99">
              <w:t>Internet of Things</w:t>
            </w:r>
          </w:p>
        </w:tc>
      </w:tr>
      <w:tr w:rsidR="00AD3B99" w:rsidRPr="00384AE8" w14:paraId="54D6EEAE" w14:textId="77777777" w:rsidTr="002F2A0B">
        <w:tc>
          <w:tcPr>
            <w:tcW w:w="2410" w:type="dxa"/>
            <w:shd w:val="clear" w:color="auto" w:fill="auto"/>
          </w:tcPr>
          <w:p w14:paraId="42432444" w14:textId="77777777" w:rsidR="00AD3B99" w:rsidRPr="00AD3B99" w:rsidRDefault="00AD3B99" w:rsidP="002F2A0B">
            <w:pPr>
              <w:pStyle w:val="BodyText"/>
              <w:spacing w:before="80"/>
              <w:ind w:right="6"/>
            </w:pPr>
            <w:r w:rsidRPr="00AD3B99">
              <w:t>JSON</w:t>
            </w:r>
          </w:p>
        </w:tc>
        <w:tc>
          <w:tcPr>
            <w:tcW w:w="6379" w:type="dxa"/>
            <w:shd w:val="clear" w:color="auto" w:fill="auto"/>
          </w:tcPr>
          <w:p w14:paraId="24D32FA1" w14:textId="77777777" w:rsidR="00AD3B99" w:rsidRPr="00AD3B99" w:rsidRDefault="00AD3B99" w:rsidP="002F2A0B">
            <w:pPr>
              <w:pStyle w:val="BodyText"/>
              <w:spacing w:before="80"/>
              <w:ind w:left="227" w:right="6"/>
            </w:pPr>
            <w:r w:rsidRPr="00AD3B99">
              <w:t xml:space="preserve">JavaScript Object Notation </w:t>
            </w:r>
          </w:p>
        </w:tc>
      </w:tr>
      <w:tr w:rsidR="00AD3B99" w:rsidRPr="00384AE8" w14:paraId="2819FB50" w14:textId="77777777" w:rsidTr="002F2A0B">
        <w:tc>
          <w:tcPr>
            <w:tcW w:w="2410" w:type="dxa"/>
            <w:shd w:val="clear" w:color="auto" w:fill="auto"/>
          </w:tcPr>
          <w:p w14:paraId="548F7615" w14:textId="77777777" w:rsidR="00AD3B99" w:rsidRPr="00AD3B99" w:rsidRDefault="00AD3B99" w:rsidP="002F2A0B">
            <w:pPr>
              <w:pStyle w:val="BodyText"/>
              <w:spacing w:before="80"/>
              <w:ind w:right="6"/>
            </w:pPr>
            <w:r w:rsidRPr="00AD3B99">
              <w:t>MADIP</w:t>
            </w:r>
          </w:p>
        </w:tc>
        <w:tc>
          <w:tcPr>
            <w:tcW w:w="6379" w:type="dxa"/>
            <w:shd w:val="clear" w:color="auto" w:fill="auto"/>
          </w:tcPr>
          <w:p w14:paraId="1EB1DA8C" w14:textId="77777777" w:rsidR="00AD3B99" w:rsidRPr="00AD3B99" w:rsidRDefault="00AD3B99" w:rsidP="002F2A0B">
            <w:pPr>
              <w:pStyle w:val="BodyText"/>
              <w:spacing w:before="80"/>
              <w:ind w:left="227" w:right="6"/>
            </w:pPr>
            <w:r w:rsidRPr="00AD3B99">
              <w:t>Multi</w:t>
            </w:r>
            <w:r w:rsidRPr="00AD3B99">
              <w:noBreakHyphen/>
              <w:t xml:space="preserve">Agency Data Integration Project </w:t>
            </w:r>
          </w:p>
        </w:tc>
      </w:tr>
      <w:tr w:rsidR="00AD3B99" w:rsidRPr="00384AE8" w14:paraId="68249646" w14:textId="77777777" w:rsidTr="002F2A0B">
        <w:tc>
          <w:tcPr>
            <w:tcW w:w="2410" w:type="dxa"/>
            <w:shd w:val="clear" w:color="auto" w:fill="auto"/>
          </w:tcPr>
          <w:p w14:paraId="07CAE65C" w14:textId="77777777" w:rsidR="00AD3B99" w:rsidRPr="00AD3B99" w:rsidRDefault="00AD3B99" w:rsidP="002F2A0B">
            <w:pPr>
              <w:pStyle w:val="BodyText"/>
              <w:spacing w:before="80"/>
              <w:ind w:right="6"/>
            </w:pPr>
            <w:r w:rsidRPr="00AD3B99">
              <w:t>MBS</w:t>
            </w:r>
          </w:p>
        </w:tc>
        <w:tc>
          <w:tcPr>
            <w:tcW w:w="6379" w:type="dxa"/>
            <w:shd w:val="clear" w:color="auto" w:fill="auto"/>
          </w:tcPr>
          <w:p w14:paraId="0DF4170A" w14:textId="77777777" w:rsidR="00AD3B99" w:rsidRPr="00AD3B99" w:rsidRDefault="00AD3B99" w:rsidP="002F2A0B">
            <w:pPr>
              <w:pStyle w:val="BodyText"/>
              <w:spacing w:before="80"/>
              <w:ind w:left="227" w:right="6"/>
            </w:pPr>
            <w:r w:rsidRPr="00AD3B99">
              <w:t>Medicare Benefits Schedule</w:t>
            </w:r>
          </w:p>
        </w:tc>
      </w:tr>
      <w:tr w:rsidR="00AD3B99" w:rsidRPr="00384AE8" w14:paraId="467C0840" w14:textId="77777777" w:rsidTr="002F2A0B">
        <w:tc>
          <w:tcPr>
            <w:tcW w:w="2410" w:type="dxa"/>
            <w:shd w:val="clear" w:color="auto" w:fill="auto"/>
          </w:tcPr>
          <w:p w14:paraId="5EA5EBBF" w14:textId="77777777" w:rsidR="00AD3B99" w:rsidRPr="00AD3B99" w:rsidRDefault="00AD3B99" w:rsidP="002F2A0B">
            <w:pPr>
              <w:pStyle w:val="BodyText"/>
              <w:spacing w:before="80"/>
              <w:ind w:right="6"/>
            </w:pPr>
            <w:r w:rsidRPr="00AD3B99">
              <w:t>MOG</w:t>
            </w:r>
          </w:p>
        </w:tc>
        <w:tc>
          <w:tcPr>
            <w:tcW w:w="6379" w:type="dxa"/>
            <w:shd w:val="clear" w:color="auto" w:fill="auto"/>
          </w:tcPr>
          <w:p w14:paraId="1E51E2F1" w14:textId="77777777" w:rsidR="00AD3B99" w:rsidRPr="00AD3B99" w:rsidRDefault="00AD3B99" w:rsidP="002F2A0B">
            <w:pPr>
              <w:pStyle w:val="BodyText"/>
              <w:spacing w:before="80"/>
              <w:ind w:left="227" w:right="6"/>
            </w:pPr>
            <w:r w:rsidRPr="00AD3B99">
              <w:t>Machinery of Government</w:t>
            </w:r>
          </w:p>
        </w:tc>
      </w:tr>
      <w:tr w:rsidR="00AD3B99" w:rsidRPr="00384AE8" w14:paraId="173D79D2" w14:textId="77777777" w:rsidTr="002F2A0B">
        <w:tc>
          <w:tcPr>
            <w:tcW w:w="2410" w:type="dxa"/>
            <w:shd w:val="clear" w:color="auto" w:fill="auto"/>
          </w:tcPr>
          <w:p w14:paraId="1F554AC8" w14:textId="77777777" w:rsidR="00AD3B99" w:rsidRPr="00AD3B99" w:rsidRDefault="00AD3B99" w:rsidP="002F2A0B">
            <w:pPr>
              <w:pStyle w:val="BodyText"/>
              <w:spacing w:before="80"/>
              <w:ind w:right="6"/>
            </w:pPr>
            <w:r w:rsidRPr="00AD3B99">
              <w:t>MOU</w:t>
            </w:r>
          </w:p>
        </w:tc>
        <w:tc>
          <w:tcPr>
            <w:tcW w:w="6379" w:type="dxa"/>
            <w:shd w:val="clear" w:color="auto" w:fill="auto"/>
          </w:tcPr>
          <w:p w14:paraId="262291BB" w14:textId="77777777" w:rsidR="00AD3B99" w:rsidRPr="00AD3B99" w:rsidRDefault="00AD3B99" w:rsidP="002F2A0B">
            <w:pPr>
              <w:pStyle w:val="BodyText"/>
              <w:spacing w:before="80"/>
              <w:ind w:left="227" w:right="6"/>
            </w:pPr>
            <w:r w:rsidRPr="00AD3B99">
              <w:t>Memorandum of Understanding</w:t>
            </w:r>
          </w:p>
        </w:tc>
      </w:tr>
      <w:tr w:rsidR="00AD3B99" w:rsidRPr="00384AE8" w14:paraId="6D22682A" w14:textId="77777777" w:rsidTr="002F2A0B">
        <w:tc>
          <w:tcPr>
            <w:tcW w:w="2410" w:type="dxa"/>
            <w:shd w:val="clear" w:color="auto" w:fill="auto"/>
          </w:tcPr>
          <w:p w14:paraId="2C771A53" w14:textId="77777777" w:rsidR="00AD3B99" w:rsidRPr="00AD3B99" w:rsidRDefault="00AD3B99" w:rsidP="002F2A0B">
            <w:pPr>
              <w:pStyle w:val="BodyText"/>
              <w:spacing w:before="80"/>
              <w:ind w:right="6"/>
            </w:pPr>
            <w:r w:rsidRPr="00AD3B99">
              <w:t>NAA</w:t>
            </w:r>
          </w:p>
        </w:tc>
        <w:tc>
          <w:tcPr>
            <w:tcW w:w="6379" w:type="dxa"/>
            <w:shd w:val="clear" w:color="auto" w:fill="auto"/>
          </w:tcPr>
          <w:p w14:paraId="70399BFF" w14:textId="77777777" w:rsidR="00AD3B99" w:rsidRPr="00AD3B99" w:rsidRDefault="00AD3B99" w:rsidP="002F2A0B">
            <w:pPr>
              <w:pStyle w:val="BodyText"/>
              <w:spacing w:before="80"/>
              <w:ind w:left="227" w:right="6"/>
            </w:pPr>
            <w:r w:rsidRPr="00AD3B99">
              <w:t>National Archives Australia</w:t>
            </w:r>
          </w:p>
        </w:tc>
      </w:tr>
      <w:tr w:rsidR="00AD3B99" w:rsidRPr="00384AE8" w14:paraId="28DC0A44" w14:textId="77777777" w:rsidTr="002F2A0B">
        <w:tc>
          <w:tcPr>
            <w:tcW w:w="2410" w:type="dxa"/>
            <w:shd w:val="clear" w:color="auto" w:fill="auto"/>
          </w:tcPr>
          <w:p w14:paraId="5C030E10" w14:textId="77777777" w:rsidR="00AD3B99" w:rsidRPr="00AD3B99" w:rsidRDefault="00AD3B99" w:rsidP="002F2A0B">
            <w:pPr>
              <w:pStyle w:val="BodyText"/>
              <w:spacing w:before="80"/>
              <w:ind w:right="6"/>
            </w:pPr>
            <w:r w:rsidRPr="00AD3B99">
              <w:t>NCRIS</w:t>
            </w:r>
          </w:p>
        </w:tc>
        <w:tc>
          <w:tcPr>
            <w:tcW w:w="6379" w:type="dxa"/>
            <w:shd w:val="clear" w:color="auto" w:fill="auto"/>
          </w:tcPr>
          <w:p w14:paraId="7C3F70EC" w14:textId="77777777" w:rsidR="00AD3B99" w:rsidRPr="00AD3B99" w:rsidRDefault="00AD3B99" w:rsidP="002F2A0B">
            <w:pPr>
              <w:pStyle w:val="BodyText"/>
              <w:spacing w:before="80"/>
              <w:ind w:left="227" w:right="6"/>
            </w:pPr>
            <w:r w:rsidRPr="00AD3B99">
              <w:t>National Collaborative Research Infrastructure Strategy</w:t>
            </w:r>
          </w:p>
        </w:tc>
      </w:tr>
      <w:tr w:rsidR="00AD3B99" w:rsidRPr="00384AE8" w14:paraId="051E7B23" w14:textId="77777777" w:rsidTr="002F2A0B">
        <w:tc>
          <w:tcPr>
            <w:tcW w:w="2410" w:type="dxa"/>
            <w:shd w:val="clear" w:color="auto" w:fill="auto"/>
          </w:tcPr>
          <w:p w14:paraId="1C82A859" w14:textId="77777777" w:rsidR="00AD3B99" w:rsidRPr="00AD3B99" w:rsidRDefault="00AD3B99" w:rsidP="002F2A0B">
            <w:pPr>
              <w:pStyle w:val="BodyText"/>
              <w:spacing w:before="80"/>
              <w:ind w:right="6"/>
            </w:pPr>
            <w:r w:rsidRPr="00AD3B99">
              <w:t>NDC</w:t>
            </w:r>
          </w:p>
        </w:tc>
        <w:tc>
          <w:tcPr>
            <w:tcW w:w="6379" w:type="dxa"/>
            <w:shd w:val="clear" w:color="auto" w:fill="auto"/>
          </w:tcPr>
          <w:p w14:paraId="5B812969" w14:textId="77777777" w:rsidR="00AD3B99" w:rsidRPr="00AD3B99" w:rsidRDefault="00AD3B99" w:rsidP="002F2A0B">
            <w:pPr>
              <w:pStyle w:val="BodyText"/>
              <w:spacing w:before="80"/>
              <w:ind w:left="227" w:right="6"/>
            </w:pPr>
            <w:r w:rsidRPr="00AD3B99">
              <w:t>National Data Custodian</w:t>
            </w:r>
          </w:p>
        </w:tc>
      </w:tr>
      <w:tr w:rsidR="00AD3B99" w:rsidRPr="00384AE8" w14:paraId="74272300" w14:textId="77777777" w:rsidTr="002F2A0B">
        <w:tc>
          <w:tcPr>
            <w:tcW w:w="2410" w:type="dxa"/>
            <w:shd w:val="clear" w:color="auto" w:fill="auto"/>
          </w:tcPr>
          <w:p w14:paraId="7D66A6F5" w14:textId="77777777" w:rsidR="00AD3B99" w:rsidRPr="00AD3B99" w:rsidRDefault="00AD3B99" w:rsidP="002F2A0B">
            <w:pPr>
              <w:pStyle w:val="BodyText"/>
              <w:spacing w:before="80"/>
              <w:ind w:right="6"/>
            </w:pPr>
            <w:r w:rsidRPr="00AD3B99">
              <w:t>NHMRC</w:t>
            </w:r>
          </w:p>
        </w:tc>
        <w:tc>
          <w:tcPr>
            <w:tcW w:w="6379" w:type="dxa"/>
            <w:shd w:val="clear" w:color="auto" w:fill="auto"/>
          </w:tcPr>
          <w:p w14:paraId="661FFC83" w14:textId="77777777" w:rsidR="00AD3B99" w:rsidRPr="00AD3B99" w:rsidRDefault="00AD3B99" w:rsidP="002F2A0B">
            <w:pPr>
              <w:pStyle w:val="BodyText"/>
              <w:spacing w:before="80"/>
              <w:ind w:left="227" w:right="6"/>
            </w:pPr>
            <w:r w:rsidRPr="00AD3B99">
              <w:t>National Health and Medical Research Council</w:t>
            </w:r>
          </w:p>
        </w:tc>
      </w:tr>
      <w:tr w:rsidR="00AD3B99" w:rsidRPr="00384AE8" w14:paraId="1E215B1C" w14:textId="77777777" w:rsidTr="002F2A0B">
        <w:tc>
          <w:tcPr>
            <w:tcW w:w="2410" w:type="dxa"/>
            <w:shd w:val="clear" w:color="auto" w:fill="auto"/>
          </w:tcPr>
          <w:p w14:paraId="1C76A90B" w14:textId="77777777" w:rsidR="00AD3B99" w:rsidRPr="00AD3B99" w:rsidRDefault="00AD3B99" w:rsidP="002F2A0B">
            <w:pPr>
              <w:pStyle w:val="BodyText"/>
              <w:spacing w:before="80"/>
              <w:ind w:right="6"/>
            </w:pPr>
            <w:r w:rsidRPr="00AD3B99">
              <w:t>NID</w:t>
            </w:r>
          </w:p>
        </w:tc>
        <w:tc>
          <w:tcPr>
            <w:tcW w:w="6379" w:type="dxa"/>
            <w:shd w:val="clear" w:color="auto" w:fill="auto"/>
          </w:tcPr>
          <w:p w14:paraId="0F3FD029" w14:textId="77777777" w:rsidR="00AD3B99" w:rsidRPr="00AD3B99" w:rsidRDefault="00AD3B99" w:rsidP="002F2A0B">
            <w:pPr>
              <w:pStyle w:val="BodyText"/>
              <w:spacing w:before="80"/>
              <w:ind w:left="227" w:right="6"/>
            </w:pPr>
            <w:r w:rsidRPr="00AD3B99">
              <w:t>National Interest Dataset</w:t>
            </w:r>
          </w:p>
        </w:tc>
      </w:tr>
      <w:tr w:rsidR="00AD3B99" w:rsidRPr="00384AE8" w14:paraId="38E80991" w14:textId="77777777" w:rsidTr="002F2A0B">
        <w:tc>
          <w:tcPr>
            <w:tcW w:w="2410" w:type="dxa"/>
            <w:shd w:val="clear" w:color="auto" w:fill="auto"/>
          </w:tcPr>
          <w:p w14:paraId="00B10D14" w14:textId="77777777" w:rsidR="00AD3B99" w:rsidRPr="00AD3B99" w:rsidRDefault="00AD3B99" w:rsidP="002F2A0B">
            <w:pPr>
              <w:pStyle w:val="BodyText"/>
              <w:spacing w:before="80"/>
              <w:ind w:right="6"/>
            </w:pPr>
            <w:r w:rsidRPr="00AD3B99">
              <w:t>NSS</w:t>
            </w:r>
          </w:p>
        </w:tc>
        <w:tc>
          <w:tcPr>
            <w:tcW w:w="6379" w:type="dxa"/>
            <w:shd w:val="clear" w:color="auto" w:fill="auto"/>
          </w:tcPr>
          <w:p w14:paraId="234F6BD2" w14:textId="77777777" w:rsidR="00AD3B99" w:rsidRPr="00AD3B99" w:rsidRDefault="00AD3B99" w:rsidP="002F2A0B">
            <w:pPr>
              <w:pStyle w:val="BodyText"/>
              <w:spacing w:before="80"/>
              <w:ind w:left="227" w:right="6"/>
            </w:pPr>
            <w:r w:rsidRPr="00AD3B99">
              <w:t>National Statistical Service</w:t>
            </w:r>
          </w:p>
        </w:tc>
      </w:tr>
      <w:tr w:rsidR="00AD3B99" w:rsidRPr="00384AE8" w14:paraId="351C9C77" w14:textId="77777777" w:rsidTr="002F2A0B">
        <w:tc>
          <w:tcPr>
            <w:tcW w:w="2410" w:type="dxa"/>
            <w:shd w:val="clear" w:color="auto" w:fill="auto"/>
          </w:tcPr>
          <w:p w14:paraId="38C3E072" w14:textId="77777777" w:rsidR="00AD3B99" w:rsidRPr="00AD3B99" w:rsidRDefault="00AD3B99" w:rsidP="002F2A0B">
            <w:pPr>
              <w:pStyle w:val="BodyText"/>
              <w:spacing w:before="80"/>
              <w:ind w:right="6"/>
            </w:pPr>
            <w:r w:rsidRPr="00AD3B99">
              <w:t>NSW DAC</w:t>
            </w:r>
          </w:p>
        </w:tc>
        <w:tc>
          <w:tcPr>
            <w:tcW w:w="6379" w:type="dxa"/>
            <w:shd w:val="clear" w:color="auto" w:fill="auto"/>
          </w:tcPr>
          <w:p w14:paraId="4D8652A0" w14:textId="77777777" w:rsidR="00AD3B99" w:rsidRPr="00AD3B99" w:rsidRDefault="00AD3B99" w:rsidP="002F2A0B">
            <w:pPr>
              <w:pStyle w:val="BodyText"/>
              <w:spacing w:before="80"/>
              <w:ind w:left="227" w:right="6"/>
            </w:pPr>
            <w:r w:rsidRPr="00AD3B99">
              <w:t>New South Wales Data Analytics Centre</w:t>
            </w:r>
          </w:p>
        </w:tc>
      </w:tr>
      <w:tr w:rsidR="00AD3B99" w:rsidRPr="00384AE8" w14:paraId="3FC4055F" w14:textId="77777777" w:rsidTr="002F2A0B">
        <w:tc>
          <w:tcPr>
            <w:tcW w:w="2410" w:type="dxa"/>
            <w:shd w:val="clear" w:color="auto" w:fill="auto"/>
          </w:tcPr>
          <w:p w14:paraId="25AB60FE" w14:textId="77777777" w:rsidR="00AD3B99" w:rsidRPr="00AD3B99" w:rsidRDefault="00AD3B99" w:rsidP="002F2A0B">
            <w:pPr>
              <w:pStyle w:val="BodyText"/>
              <w:spacing w:before="80"/>
              <w:ind w:right="6"/>
            </w:pPr>
            <w:r w:rsidRPr="00AD3B99">
              <w:t>OAIC</w:t>
            </w:r>
          </w:p>
        </w:tc>
        <w:tc>
          <w:tcPr>
            <w:tcW w:w="6379" w:type="dxa"/>
            <w:shd w:val="clear" w:color="auto" w:fill="auto"/>
          </w:tcPr>
          <w:p w14:paraId="3AB4A8FF" w14:textId="77777777" w:rsidR="00AD3B99" w:rsidRPr="00AD3B99" w:rsidRDefault="00AD3B99" w:rsidP="002F2A0B">
            <w:pPr>
              <w:pStyle w:val="BodyText"/>
              <w:spacing w:before="80"/>
              <w:ind w:left="227" w:right="6"/>
            </w:pPr>
            <w:r w:rsidRPr="00AD3B99">
              <w:t>Office of the Australian Information Commissioner</w:t>
            </w:r>
          </w:p>
        </w:tc>
      </w:tr>
      <w:tr w:rsidR="00AD3B99" w:rsidRPr="00384AE8" w14:paraId="63AB2247" w14:textId="77777777" w:rsidTr="002F2A0B">
        <w:tc>
          <w:tcPr>
            <w:tcW w:w="2410" w:type="dxa"/>
            <w:shd w:val="clear" w:color="auto" w:fill="auto"/>
          </w:tcPr>
          <w:p w14:paraId="5E0ED2F8" w14:textId="77777777" w:rsidR="00AD3B99" w:rsidRPr="00AD3B99" w:rsidRDefault="00AD3B99" w:rsidP="002F2A0B">
            <w:pPr>
              <w:pStyle w:val="BodyText"/>
              <w:spacing w:before="80"/>
              <w:ind w:right="6"/>
            </w:pPr>
            <w:r w:rsidRPr="00AD3B99">
              <w:t>OECD</w:t>
            </w:r>
          </w:p>
        </w:tc>
        <w:tc>
          <w:tcPr>
            <w:tcW w:w="6379" w:type="dxa"/>
            <w:shd w:val="clear" w:color="auto" w:fill="auto"/>
          </w:tcPr>
          <w:p w14:paraId="79C05C8A" w14:textId="77777777" w:rsidR="00AD3B99" w:rsidRPr="00AD3B99" w:rsidRDefault="00AD3B99" w:rsidP="002F2A0B">
            <w:pPr>
              <w:pStyle w:val="BodyText"/>
              <w:spacing w:before="80"/>
              <w:ind w:left="227" w:right="6"/>
            </w:pPr>
            <w:r w:rsidRPr="00AD3B99">
              <w:t>Organisation for Economic Co-operation and Development</w:t>
            </w:r>
          </w:p>
        </w:tc>
      </w:tr>
      <w:tr w:rsidR="00AD3B99" w:rsidRPr="00384AE8" w14:paraId="7DD98EA9" w14:textId="77777777" w:rsidTr="002F2A0B">
        <w:tc>
          <w:tcPr>
            <w:tcW w:w="2410" w:type="dxa"/>
            <w:shd w:val="clear" w:color="auto" w:fill="auto"/>
          </w:tcPr>
          <w:p w14:paraId="374ED948" w14:textId="77777777" w:rsidR="00AD3B99" w:rsidRPr="00AD3B99" w:rsidRDefault="00AD3B99" w:rsidP="002F2A0B">
            <w:pPr>
              <w:pStyle w:val="BodyText"/>
              <w:spacing w:before="80"/>
              <w:ind w:right="6"/>
            </w:pPr>
            <w:r w:rsidRPr="00AD3B99">
              <w:t>PBS</w:t>
            </w:r>
          </w:p>
        </w:tc>
        <w:tc>
          <w:tcPr>
            <w:tcW w:w="6379" w:type="dxa"/>
            <w:shd w:val="clear" w:color="auto" w:fill="auto"/>
          </w:tcPr>
          <w:p w14:paraId="66F270AD" w14:textId="77777777" w:rsidR="00AD3B99" w:rsidRPr="00AD3B99" w:rsidRDefault="00AD3B99" w:rsidP="002F2A0B">
            <w:pPr>
              <w:pStyle w:val="BodyText"/>
              <w:spacing w:before="80"/>
              <w:ind w:left="227" w:right="6"/>
            </w:pPr>
            <w:r w:rsidRPr="00AD3B99">
              <w:t>Pharmaceutical Benefits Scheme</w:t>
            </w:r>
          </w:p>
        </w:tc>
      </w:tr>
      <w:tr w:rsidR="00AD3B99" w:rsidRPr="00384AE8" w14:paraId="62A00DAA" w14:textId="77777777" w:rsidTr="002F2A0B">
        <w:tc>
          <w:tcPr>
            <w:tcW w:w="2410" w:type="dxa"/>
            <w:shd w:val="clear" w:color="auto" w:fill="auto"/>
          </w:tcPr>
          <w:p w14:paraId="1E42E63A" w14:textId="77777777" w:rsidR="00AD3B99" w:rsidRPr="00AD3B99" w:rsidRDefault="00AD3B99" w:rsidP="002F2A0B">
            <w:pPr>
              <w:pStyle w:val="BodyText"/>
              <w:spacing w:before="80"/>
              <w:ind w:right="6"/>
            </w:pPr>
            <w:r w:rsidRPr="00AD3B99">
              <w:t>PC</w:t>
            </w:r>
          </w:p>
        </w:tc>
        <w:tc>
          <w:tcPr>
            <w:tcW w:w="6379" w:type="dxa"/>
            <w:shd w:val="clear" w:color="auto" w:fill="auto"/>
          </w:tcPr>
          <w:p w14:paraId="07870A3A" w14:textId="77777777" w:rsidR="00AD3B99" w:rsidRPr="00AD3B99" w:rsidRDefault="00AD3B99" w:rsidP="002F2A0B">
            <w:pPr>
              <w:pStyle w:val="BodyText"/>
              <w:spacing w:before="80"/>
              <w:ind w:left="227" w:right="6"/>
            </w:pPr>
            <w:r w:rsidRPr="00AD3B99">
              <w:t>Productivity Commission</w:t>
            </w:r>
          </w:p>
        </w:tc>
      </w:tr>
      <w:tr w:rsidR="00AD3B99" w:rsidRPr="00384AE8" w14:paraId="77207F98" w14:textId="77777777" w:rsidTr="002F2A0B">
        <w:tc>
          <w:tcPr>
            <w:tcW w:w="2410" w:type="dxa"/>
            <w:shd w:val="clear" w:color="auto" w:fill="auto"/>
          </w:tcPr>
          <w:p w14:paraId="31390E3F" w14:textId="77777777" w:rsidR="00AD3B99" w:rsidRPr="00AD3B99" w:rsidRDefault="00AD3B99" w:rsidP="002F2A0B">
            <w:pPr>
              <w:pStyle w:val="BodyText"/>
              <w:spacing w:before="80"/>
              <w:ind w:right="6"/>
            </w:pPr>
            <w:r w:rsidRPr="00AD3B99">
              <w:t>PHRN</w:t>
            </w:r>
          </w:p>
        </w:tc>
        <w:tc>
          <w:tcPr>
            <w:tcW w:w="6379" w:type="dxa"/>
            <w:shd w:val="clear" w:color="auto" w:fill="auto"/>
          </w:tcPr>
          <w:p w14:paraId="74E45868" w14:textId="77777777" w:rsidR="00AD3B99" w:rsidRPr="00AD3B99" w:rsidRDefault="00AD3B99" w:rsidP="002F2A0B">
            <w:pPr>
              <w:pStyle w:val="BodyText"/>
              <w:spacing w:before="80"/>
              <w:ind w:left="227" w:right="6"/>
            </w:pPr>
            <w:r w:rsidRPr="00AD3B99">
              <w:t>Population Health Research Network</w:t>
            </w:r>
          </w:p>
        </w:tc>
      </w:tr>
      <w:tr w:rsidR="00AD3B99" w:rsidRPr="00384AE8" w14:paraId="647E045A" w14:textId="77777777" w:rsidTr="002F2A0B">
        <w:tc>
          <w:tcPr>
            <w:tcW w:w="2410" w:type="dxa"/>
            <w:shd w:val="clear" w:color="auto" w:fill="auto"/>
          </w:tcPr>
          <w:p w14:paraId="34CBE720" w14:textId="77777777" w:rsidR="00AD3B99" w:rsidRPr="00AD3B99" w:rsidRDefault="00AD3B99" w:rsidP="002F2A0B">
            <w:pPr>
              <w:pStyle w:val="BodyText"/>
              <w:spacing w:before="80"/>
              <w:ind w:right="6"/>
            </w:pPr>
            <w:r w:rsidRPr="00AD3B99">
              <w:t>RBA</w:t>
            </w:r>
          </w:p>
        </w:tc>
        <w:tc>
          <w:tcPr>
            <w:tcW w:w="6379" w:type="dxa"/>
            <w:shd w:val="clear" w:color="auto" w:fill="auto"/>
          </w:tcPr>
          <w:p w14:paraId="0D6E88AD" w14:textId="77777777" w:rsidR="00AD3B99" w:rsidRPr="00AD3B99" w:rsidRDefault="00AD3B99" w:rsidP="002F2A0B">
            <w:pPr>
              <w:pStyle w:val="BodyText"/>
              <w:spacing w:before="80"/>
              <w:ind w:left="227" w:right="6"/>
            </w:pPr>
            <w:r w:rsidRPr="00AD3B99">
              <w:t>Reserve Bank of Australia</w:t>
            </w:r>
          </w:p>
        </w:tc>
      </w:tr>
      <w:tr w:rsidR="00AD3B99" w:rsidRPr="00384AE8" w14:paraId="54C0A279" w14:textId="77777777" w:rsidTr="002F2A0B">
        <w:tc>
          <w:tcPr>
            <w:tcW w:w="2410" w:type="dxa"/>
            <w:shd w:val="clear" w:color="auto" w:fill="auto"/>
          </w:tcPr>
          <w:p w14:paraId="5179D0AD" w14:textId="77777777" w:rsidR="00AD3B99" w:rsidRPr="00AD3B99" w:rsidRDefault="00AD3B99" w:rsidP="002F2A0B">
            <w:pPr>
              <w:pStyle w:val="BodyText"/>
              <w:spacing w:before="80"/>
              <w:ind w:right="6"/>
            </w:pPr>
            <w:r w:rsidRPr="00AD3B99">
              <w:t>SURE</w:t>
            </w:r>
          </w:p>
        </w:tc>
        <w:tc>
          <w:tcPr>
            <w:tcW w:w="6379" w:type="dxa"/>
            <w:shd w:val="clear" w:color="auto" w:fill="auto"/>
          </w:tcPr>
          <w:p w14:paraId="494770D6" w14:textId="77777777" w:rsidR="00AD3B99" w:rsidRPr="00AD3B99" w:rsidRDefault="00AD3B99" w:rsidP="002F2A0B">
            <w:pPr>
              <w:pStyle w:val="BodyText"/>
              <w:spacing w:before="80"/>
              <w:ind w:left="227" w:right="6"/>
            </w:pPr>
            <w:r w:rsidRPr="00AD3B99">
              <w:t>Secure Unified Research Environment</w:t>
            </w:r>
          </w:p>
        </w:tc>
      </w:tr>
      <w:tr w:rsidR="00AD3B99" w:rsidRPr="00384AE8" w14:paraId="5EB8803D" w14:textId="77777777" w:rsidTr="002F2A0B">
        <w:tc>
          <w:tcPr>
            <w:tcW w:w="2410" w:type="dxa"/>
            <w:shd w:val="clear" w:color="auto" w:fill="auto"/>
          </w:tcPr>
          <w:p w14:paraId="7D25E8E6" w14:textId="77777777" w:rsidR="00AD3B99" w:rsidRPr="00AD3B99" w:rsidRDefault="00AD3B99" w:rsidP="002F2A0B">
            <w:pPr>
              <w:pStyle w:val="BodyText"/>
              <w:spacing w:before="80"/>
              <w:ind w:right="6"/>
            </w:pPr>
            <w:r w:rsidRPr="00AD3B99">
              <w:t>WWWF</w:t>
            </w:r>
          </w:p>
        </w:tc>
        <w:tc>
          <w:tcPr>
            <w:tcW w:w="6379" w:type="dxa"/>
            <w:shd w:val="clear" w:color="auto" w:fill="auto"/>
          </w:tcPr>
          <w:p w14:paraId="3264C3CE" w14:textId="77777777" w:rsidR="00AD3B99" w:rsidRPr="00AD3B99" w:rsidRDefault="00AD3B99" w:rsidP="002F2A0B">
            <w:pPr>
              <w:pStyle w:val="BodyText"/>
              <w:spacing w:before="80"/>
              <w:ind w:left="227" w:right="6"/>
            </w:pPr>
            <w:r w:rsidRPr="00AD3B99">
              <w:t>World Wide Web Foundation</w:t>
            </w:r>
          </w:p>
        </w:tc>
      </w:tr>
    </w:tbl>
    <w:p w14:paraId="3B625488" w14:textId="77777777" w:rsidR="002F2A0B" w:rsidRPr="00F5543F" w:rsidRDefault="002F2A0B" w:rsidP="00F5543F">
      <w:pPr>
        <w:pStyle w:val="BodyText"/>
        <w:rPr>
          <w:rStyle w:val="CommentReference"/>
          <w:b w:val="0"/>
          <w:vanish w:val="0"/>
          <w:color w:val="auto"/>
          <w:sz w:val="24"/>
        </w:rPr>
      </w:pPr>
    </w:p>
    <w:sectPr w:rsidR="002F2A0B" w:rsidRPr="00F5543F" w:rsidSect="00585B3F">
      <w:headerReference w:type="even" r:id="rId36"/>
      <w:headerReference w:type="default" r:id="rId37"/>
      <w:footerReference w:type="even" r:id="rId38"/>
      <w:footerReference w:type="default" r:id="rId39"/>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1A2C9" w14:textId="77777777" w:rsidR="00E5551F" w:rsidRDefault="00E5551F">
      <w:r>
        <w:separator/>
      </w:r>
    </w:p>
    <w:p w14:paraId="7681A2CA" w14:textId="77777777" w:rsidR="00E5551F" w:rsidRDefault="00E5551F"/>
    <w:p w14:paraId="7681A2CB" w14:textId="77777777" w:rsidR="00E5551F" w:rsidRDefault="00E5551F"/>
  </w:endnote>
  <w:endnote w:type="continuationSeparator" w:id="0">
    <w:p w14:paraId="7681A2CC" w14:textId="77777777" w:rsidR="00E5551F" w:rsidRDefault="00E5551F">
      <w:r>
        <w:continuationSeparator/>
      </w:r>
    </w:p>
    <w:p w14:paraId="7681A2CD" w14:textId="77777777" w:rsidR="00E5551F" w:rsidRDefault="00E5551F"/>
    <w:p w14:paraId="7681A2CE" w14:textId="77777777" w:rsidR="00E5551F" w:rsidRDefault="00E555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51F" w14:paraId="7681A2DB" w14:textId="77777777" w:rsidTr="002F2A0B">
      <w:trPr>
        <w:trHeight w:hRule="exact" w:val="567"/>
      </w:trPr>
      <w:tc>
        <w:tcPr>
          <w:tcW w:w="510" w:type="dxa"/>
        </w:tcPr>
        <w:p w14:paraId="7681A2D8" w14:textId="77777777" w:rsidR="00E5551F" w:rsidRPr="00752FFF" w:rsidRDefault="00E5551F" w:rsidP="002F2A0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523E49">
            <w:rPr>
              <w:rStyle w:val="PageNumber"/>
              <w:caps w:val="0"/>
              <w:noProof/>
            </w:rPr>
            <w:t>vi</w:t>
          </w:r>
          <w:r w:rsidRPr="00752FFF">
            <w:rPr>
              <w:rStyle w:val="PageNumber"/>
              <w:caps w:val="0"/>
            </w:rPr>
            <w:fldChar w:fldCharType="end"/>
          </w:r>
        </w:p>
      </w:tc>
      <w:tc>
        <w:tcPr>
          <w:tcW w:w="7767" w:type="dxa"/>
        </w:tcPr>
        <w:p w14:paraId="7681A2D9" w14:textId="61F77CED" w:rsidR="00E5551F" w:rsidRPr="0013739A" w:rsidRDefault="00E5551F" w:rsidP="002F2A0B">
          <w:pPr>
            <w:pStyle w:val="Footer"/>
            <w:rPr>
              <w:rFonts w:cs="Arial"/>
            </w:rPr>
          </w:pPr>
          <w:r>
            <w:rPr>
              <w:rFonts w:cs="Arial"/>
            </w:rPr>
            <w:t>data availability and use</w:t>
          </w:r>
        </w:p>
      </w:tc>
      <w:tc>
        <w:tcPr>
          <w:tcW w:w="510" w:type="dxa"/>
        </w:tcPr>
        <w:p w14:paraId="7681A2DA" w14:textId="77777777" w:rsidR="00E5551F" w:rsidRDefault="00E5551F" w:rsidP="002F2A0B">
          <w:pPr>
            <w:pStyle w:val="Footer"/>
          </w:pPr>
        </w:p>
      </w:tc>
    </w:tr>
  </w:tbl>
  <w:p w14:paraId="7681A2DC" w14:textId="77777777" w:rsidR="00E5551F" w:rsidRDefault="00E5551F" w:rsidP="002F2A0B">
    <w:pPr>
      <w:pStyle w:val="FooterEnd"/>
    </w:pPr>
  </w:p>
  <w:p w14:paraId="7681A2DD" w14:textId="77777777" w:rsidR="00E5551F" w:rsidRDefault="00E5551F">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51F" w14:paraId="7681A332" w14:textId="77777777" w:rsidTr="002F2A0B">
      <w:trPr>
        <w:trHeight w:hRule="exact" w:val="567"/>
      </w:trPr>
      <w:tc>
        <w:tcPr>
          <w:tcW w:w="510" w:type="dxa"/>
        </w:tcPr>
        <w:p w14:paraId="7681A32F" w14:textId="77777777" w:rsidR="00E5551F" w:rsidRDefault="00E5551F">
          <w:pPr>
            <w:pStyle w:val="Footer"/>
            <w:ind w:right="360" w:firstLine="360"/>
          </w:pPr>
        </w:p>
      </w:tc>
      <w:tc>
        <w:tcPr>
          <w:tcW w:w="7767" w:type="dxa"/>
        </w:tcPr>
        <w:p w14:paraId="7681A330" w14:textId="77777777" w:rsidR="00E5551F" w:rsidRPr="00340511" w:rsidRDefault="00E5551F"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523E49" w:rsidRPr="00523E49">
            <w:rPr>
              <w:bCs/>
              <w:noProof/>
              <w:lang w:val="en-US"/>
            </w:rPr>
            <w:t>Abbreviations</w:t>
          </w:r>
          <w:r w:rsidRPr="00340511">
            <w:rPr>
              <w:noProof/>
            </w:rPr>
            <w:fldChar w:fldCharType="end"/>
          </w:r>
        </w:p>
      </w:tc>
      <w:tc>
        <w:tcPr>
          <w:tcW w:w="510" w:type="dxa"/>
        </w:tcPr>
        <w:p w14:paraId="7681A331" w14:textId="77777777" w:rsidR="00E5551F" w:rsidRPr="00A24443" w:rsidRDefault="00E5551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23E49">
            <w:rPr>
              <w:rStyle w:val="PageNumber"/>
              <w:caps w:val="0"/>
              <w:noProof/>
            </w:rPr>
            <w:t>xiii</w:t>
          </w:r>
          <w:r w:rsidRPr="00A24443">
            <w:rPr>
              <w:rStyle w:val="PageNumber"/>
              <w:caps w:val="0"/>
            </w:rPr>
            <w:fldChar w:fldCharType="end"/>
          </w:r>
        </w:p>
      </w:tc>
    </w:tr>
  </w:tbl>
  <w:p w14:paraId="7681A333" w14:textId="77777777" w:rsidR="00E5551F" w:rsidRDefault="00E5551F">
    <w:pPr>
      <w:pStyle w:val="FooterEnd"/>
    </w:pPr>
  </w:p>
  <w:p w14:paraId="7681A334" w14:textId="77777777" w:rsidR="00E5551F" w:rsidRDefault="00E5551F"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51F" w14:paraId="7681A2E1" w14:textId="77777777" w:rsidTr="002F2A0B">
      <w:trPr>
        <w:trHeight w:hRule="exact" w:val="567"/>
      </w:trPr>
      <w:tc>
        <w:tcPr>
          <w:tcW w:w="510" w:type="dxa"/>
        </w:tcPr>
        <w:p w14:paraId="7681A2DE" w14:textId="77777777" w:rsidR="00E5551F" w:rsidRDefault="00E5551F">
          <w:pPr>
            <w:pStyle w:val="Footer"/>
            <w:ind w:right="360" w:firstLine="360"/>
          </w:pPr>
        </w:p>
      </w:tc>
      <w:tc>
        <w:tcPr>
          <w:tcW w:w="7767" w:type="dxa"/>
        </w:tcPr>
        <w:p w14:paraId="7681A2DF" w14:textId="77777777" w:rsidR="00E5551F" w:rsidRPr="00752FFF" w:rsidRDefault="00E5551F" w:rsidP="002F2A0B">
          <w:pPr>
            <w:pStyle w:val="Footer"/>
            <w:jc w:val="right"/>
            <w:rPr>
              <w:rFonts w:cs="Arial"/>
            </w:rPr>
          </w:pPr>
          <w:r w:rsidRPr="00752FFF">
            <w:rPr>
              <w:noProof/>
            </w:rPr>
            <w:fldChar w:fldCharType="begin"/>
          </w:r>
          <w:r w:rsidRPr="00752FFF">
            <w:rPr>
              <w:noProof/>
            </w:rPr>
            <w:instrText xml:space="preserve"> STYLEREF "Heading 1" \* MERGEFORMAT </w:instrText>
          </w:r>
          <w:r w:rsidRPr="00752FFF">
            <w:rPr>
              <w:noProof/>
            </w:rPr>
            <w:fldChar w:fldCharType="separate"/>
          </w:r>
          <w:r w:rsidR="00523E49" w:rsidRPr="00523E49">
            <w:rPr>
              <w:bCs/>
              <w:noProof/>
              <w:lang w:val="en-US"/>
            </w:rPr>
            <w:t>Terms of reference</w:t>
          </w:r>
          <w:r w:rsidRPr="00752FFF">
            <w:rPr>
              <w:noProof/>
            </w:rPr>
            <w:fldChar w:fldCharType="end"/>
          </w:r>
        </w:p>
      </w:tc>
      <w:tc>
        <w:tcPr>
          <w:tcW w:w="510" w:type="dxa"/>
        </w:tcPr>
        <w:p w14:paraId="7681A2E0" w14:textId="77777777" w:rsidR="00E5551F" w:rsidRPr="00A24443" w:rsidRDefault="00E5551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23E49">
            <w:rPr>
              <w:rStyle w:val="PageNumber"/>
              <w:caps w:val="0"/>
              <w:noProof/>
            </w:rPr>
            <w:t>vii</w:t>
          </w:r>
          <w:r w:rsidRPr="00A24443">
            <w:rPr>
              <w:rStyle w:val="PageNumber"/>
              <w:caps w:val="0"/>
            </w:rPr>
            <w:fldChar w:fldCharType="end"/>
          </w:r>
        </w:p>
      </w:tc>
    </w:tr>
  </w:tbl>
  <w:p w14:paraId="7681A2E2" w14:textId="77777777" w:rsidR="00E5551F" w:rsidRDefault="00E5551F">
    <w:pPr>
      <w:pStyle w:val="FooterEnd"/>
    </w:pPr>
  </w:p>
  <w:p w14:paraId="7681A2E3" w14:textId="77777777" w:rsidR="00E5551F" w:rsidRPr="00D01645" w:rsidRDefault="00E5551F" w:rsidP="002F2A0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51F" w14:paraId="7681A2F0" w14:textId="77777777" w:rsidTr="002F2A0B">
      <w:trPr>
        <w:trHeight w:hRule="exact" w:val="567"/>
      </w:trPr>
      <w:tc>
        <w:tcPr>
          <w:tcW w:w="510" w:type="dxa"/>
        </w:tcPr>
        <w:p w14:paraId="7681A2ED" w14:textId="77777777" w:rsidR="00E5551F" w:rsidRPr="00A24443" w:rsidRDefault="00E5551F" w:rsidP="002F2A0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23E49">
            <w:rPr>
              <w:rStyle w:val="PageNumber"/>
              <w:caps w:val="0"/>
              <w:noProof/>
            </w:rPr>
            <w:t>viii</w:t>
          </w:r>
          <w:r w:rsidRPr="00A24443">
            <w:rPr>
              <w:rStyle w:val="PageNumber"/>
              <w:caps w:val="0"/>
            </w:rPr>
            <w:fldChar w:fldCharType="end"/>
          </w:r>
        </w:p>
      </w:tc>
      <w:tc>
        <w:tcPr>
          <w:tcW w:w="7767" w:type="dxa"/>
        </w:tcPr>
        <w:p w14:paraId="7681A2EE" w14:textId="0C9F8C6B" w:rsidR="00E5551F" w:rsidRPr="0013739A" w:rsidRDefault="00E5551F" w:rsidP="002F2A0B">
          <w:pPr>
            <w:pStyle w:val="Footer"/>
            <w:rPr>
              <w:rFonts w:cs="Arial"/>
            </w:rPr>
          </w:pPr>
          <w:r>
            <w:rPr>
              <w:rFonts w:cs="Arial"/>
            </w:rPr>
            <w:t>data availability and use</w:t>
          </w:r>
          <w:r w:rsidRPr="00BA5B14">
            <w:rPr>
              <w:rFonts w:cs="Arial"/>
            </w:rPr>
            <w:fldChar w:fldCharType="begin"/>
          </w:r>
          <w:r w:rsidRPr="00BA5B14">
            <w:rPr>
              <w:rFonts w:cs="Arial"/>
            </w:rPr>
            <w:instrText xml:space="preserve"> SUBJECT  \* MERGEFORMAT </w:instrText>
          </w:r>
          <w:r w:rsidRPr="00BA5B14">
            <w:rPr>
              <w:rFonts w:cs="Arial"/>
            </w:rPr>
            <w:fldChar w:fldCharType="end"/>
          </w:r>
        </w:p>
      </w:tc>
      <w:tc>
        <w:tcPr>
          <w:tcW w:w="510" w:type="dxa"/>
        </w:tcPr>
        <w:p w14:paraId="7681A2EF" w14:textId="77777777" w:rsidR="00E5551F" w:rsidRDefault="00E5551F" w:rsidP="002F2A0B">
          <w:pPr>
            <w:pStyle w:val="Footer"/>
          </w:pPr>
        </w:p>
      </w:tc>
    </w:tr>
  </w:tbl>
  <w:p w14:paraId="7681A2F1" w14:textId="77777777" w:rsidR="00E5551F" w:rsidRDefault="00E5551F" w:rsidP="002F2A0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51F" w14:paraId="7681A2F6" w14:textId="77777777" w:rsidTr="002F2A0B">
      <w:trPr>
        <w:trHeight w:hRule="exact" w:val="567"/>
      </w:trPr>
      <w:tc>
        <w:tcPr>
          <w:tcW w:w="510" w:type="dxa"/>
        </w:tcPr>
        <w:p w14:paraId="7681A2F3" w14:textId="77777777" w:rsidR="00E5551F" w:rsidRDefault="00E5551F">
          <w:pPr>
            <w:pStyle w:val="Footer"/>
            <w:ind w:right="360" w:firstLine="360"/>
          </w:pPr>
        </w:p>
      </w:tc>
      <w:tc>
        <w:tcPr>
          <w:tcW w:w="7767" w:type="dxa"/>
        </w:tcPr>
        <w:p w14:paraId="7681A2F4" w14:textId="77777777" w:rsidR="00E5551F" w:rsidRPr="000A26A1" w:rsidRDefault="00E5551F" w:rsidP="002F2A0B">
          <w:pPr>
            <w:pStyle w:val="Footer"/>
            <w:jc w:val="right"/>
            <w:rPr>
              <w:rFonts w:cs="Arial"/>
            </w:rPr>
          </w:pPr>
          <w:r w:rsidRPr="000A26A1">
            <w:rPr>
              <w:noProof/>
            </w:rPr>
            <w:fldChar w:fldCharType="begin"/>
          </w:r>
          <w:r w:rsidRPr="000A26A1">
            <w:rPr>
              <w:noProof/>
            </w:rPr>
            <w:instrText xml:space="preserve"> STYLEREF "Heading 2 NOT TOC" \* MERGEFORMAT </w:instrText>
          </w:r>
          <w:r w:rsidRPr="000A26A1">
            <w:rPr>
              <w:noProof/>
            </w:rPr>
            <w:fldChar w:fldCharType="separate"/>
          </w:r>
          <w:r w:rsidR="00CB0B46" w:rsidRPr="00CB0B46">
            <w:rPr>
              <w:bCs/>
              <w:noProof/>
              <w:lang w:val="en-US"/>
            </w:rPr>
            <w:t>Disclosure of interests</w:t>
          </w:r>
          <w:r w:rsidRPr="000A26A1">
            <w:rPr>
              <w:noProof/>
            </w:rPr>
            <w:fldChar w:fldCharType="end"/>
          </w:r>
        </w:p>
      </w:tc>
      <w:tc>
        <w:tcPr>
          <w:tcW w:w="510" w:type="dxa"/>
        </w:tcPr>
        <w:p w14:paraId="7681A2F5" w14:textId="77777777" w:rsidR="00E5551F" w:rsidRPr="00A24443" w:rsidRDefault="00E5551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939BC">
            <w:rPr>
              <w:rStyle w:val="PageNumber"/>
              <w:caps w:val="0"/>
              <w:noProof/>
            </w:rPr>
            <w:t>v</w:t>
          </w:r>
          <w:r w:rsidRPr="00A24443">
            <w:rPr>
              <w:rStyle w:val="PageNumber"/>
              <w:caps w:val="0"/>
            </w:rPr>
            <w:fldChar w:fldCharType="end"/>
          </w:r>
        </w:p>
      </w:tc>
    </w:tr>
  </w:tbl>
  <w:p w14:paraId="7681A2F7" w14:textId="77777777" w:rsidR="00E5551F" w:rsidRDefault="00E5551F">
    <w:pPr>
      <w:pStyle w:val="FooterEnd"/>
    </w:pPr>
  </w:p>
  <w:p w14:paraId="7681A2F8" w14:textId="77777777" w:rsidR="00E5551F" w:rsidRDefault="00E5551F">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51F" w14:paraId="7681A304" w14:textId="77777777" w:rsidTr="002F2A0B">
      <w:trPr>
        <w:trHeight w:hRule="exact" w:val="567"/>
      </w:trPr>
      <w:tc>
        <w:tcPr>
          <w:tcW w:w="510" w:type="dxa"/>
        </w:tcPr>
        <w:p w14:paraId="7681A301" w14:textId="77777777" w:rsidR="00E5551F" w:rsidRPr="00A24443" w:rsidRDefault="00E5551F" w:rsidP="002F2A0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23E49">
            <w:rPr>
              <w:rStyle w:val="PageNumber"/>
              <w:caps w:val="0"/>
              <w:noProof/>
            </w:rPr>
            <w:t>x</w:t>
          </w:r>
          <w:r w:rsidRPr="00A24443">
            <w:rPr>
              <w:rStyle w:val="PageNumber"/>
              <w:caps w:val="0"/>
            </w:rPr>
            <w:fldChar w:fldCharType="end"/>
          </w:r>
        </w:p>
      </w:tc>
      <w:tc>
        <w:tcPr>
          <w:tcW w:w="7767" w:type="dxa"/>
        </w:tcPr>
        <w:p w14:paraId="7681A302" w14:textId="255EB9C2" w:rsidR="00E5551F" w:rsidRPr="0013739A" w:rsidRDefault="00E5551F" w:rsidP="002F2A0B">
          <w:pPr>
            <w:pStyle w:val="Footer"/>
            <w:rPr>
              <w:rFonts w:cs="Arial"/>
            </w:rPr>
          </w:pPr>
          <w:r>
            <w:rPr>
              <w:rFonts w:cs="Arial"/>
            </w:rPr>
            <w:t>data availability and use</w:t>
          </w:r>
        </w:p>
      </w:tc>
      <w:tc>
        <w:tcPr>
          <w:tcW w:w="510" w:type="dxa"/>
        </w:tcPr>
        <w:p w14:paraId="7681A303" w14:textId="77777777" w:rsidR="00E5551F" w:rsidRDefault="00E5551F" w:rsidP="002F2A0B">
          <w:pPr>
            <w:pStyle w:val="Footer"/>
          </w:pPr>
        </w:p>
      </w:tc>
    </w:tr>
  </w:tbl>
  <w:p w14:paraId="7681A305" w14:textId="77777777" w:rsidR="00E5551F" w:rsidRDefault="00E5551F" w:rsidP="002F2A0B">
    <w:pPr>
      <w:pStyle w:val="FooterEnd"/>
    </w:pPr>
  </w:p>
  <w:p w14:paraId="7681A306" w14:textId="77777777" w:rsidR="00E5551F" w:rsidRDefault="00E5551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51F" w14:paraId="7681A30A" w14:textId="77777777" w:rsidTr="002F2A0B">
      <w:trPr>
        <w:trHeight w:hRule="exact" w:val="567"/>
      </w:trPr>
      <w:tc>
        <w:tcPr>
          <w:tcW w:w="510" w:type="dxa"/>
        </w:tcPr>
        <w:p w14:paraId="7681A307" w14:textId="77777777" w:rsidR="00E5551F" w:rsidRDefault="00E5551F">
          <w:pPr>
            <w:pStyle w:val="Footer"/>
            <w:ind w:right="360" w:firstLine="360"/>
          </w:pPr>
        </w:p>
      </w:tc>
      <w:tc>
        <w:tcPr>
          <w:tcW w:w="7767" w:type="dxa"/>
        </w:tcPr>
        <w:p w14:paraId="7681A308" w14:textId="412D24E5" w:rsidR="00E5551F" w:rsidRPr="00BA5B14" w:rsidRDefault="00E5551F" w:rsidP="007448F7">
          <w:pPr>
            <w:pStyle w:val="Footer"/>
            <w:jc w:val="right"/>
            <w:rPr>
              <w:rFonts w:cs="Arial"/>
            </w:rPr>
          </w:pPr>
          <w:r>
            <w:rPr>
              <w:rFonts w:cs="Arial"/>
            </w:rPr>
            <w:t>contents</w:t>
          </w:r>
        </w:p>
      </w:tc>
      <w:tc>
        <w:tcPr>
          <w:tcW w:w="510" w:type="dxa"/>
        </w:tcPr>
        <w:p w14:paraId="7681A309" w14:textId="77777777" w:rsidR="00E5551F" w:rsidRPr="007448F7" w:rsidRDefault="00E5551F">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523E49">
            <w:rPr>
              <w:rStyle w:val="PageNumber"/>
              <w:caps w:val="0"/>
              <w:noProof/>
            </w:rPr>
            <w:t>ix</w:t>
          </w:r>
          <w:r w:rsidRPr="007448F7">
            <w:rPr>
              <w:rStyle w:val="PageNumber"/>
              <w:caps w:val="0"/>
            </w:rPr>
            <w:fldChar w:fldCharType="end"/>
          </w:r>
        </w:p>
      </w:tc>
    </w:tr>
  </w:tbl>
  <w:p w14:paraId="7681A30B" w14:textId="77777777" w:rsidR="00E5551F" w:rsidRDefault="00E5551F">
    <w:pPr>
      <w:pStyle w:val="FooterEnd"/>
    </w:pPr>
  </w:p>
  <w:p w14:paraId="7681A30C" w14:textId="77777777" w:rsidR="00E5551F" w:rsidRDefault="00E5551F">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51F" w14:paraId="7681A318" w14:textId="77777777" w:rsidTr="002F2A0B">
      <w:trPr>
        <w:trHeight w:hRule="exact" w:val="567"/>
      </w:trPr>
      <w:tc>
        <w:tcPr>
          <w:tcW w:w="510" w:type="dxa"/>
        </w:tcPr>
        <w:p w14:paraId="7681A315" w14:textId="77777777" w:rsidR="00E5551F" w:rsidRPr="00A24443" w:rsidRDefault="00E5551F" w:rsidP="002F2A0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23E49">
            <w:rPr>
              <w:rStyle w:val="PageNumber"/>
              <w:caps w:val="0"/>
              <w:noProof/>
            </w:rPr>
            <w:t>xii</w:t>
          </w:r>
          <w:r w:rsidRPr="00A24443">
            <w:rPr>
              <w:rStyle w:val="PageNumber"/>
              <w:caps w:val="0"/>
            </w:rPr>
            <w:fldChar w:fldCharType="end"/>
          </w:r>
        </w:p>
      </w:tc>
      <w:tc>
        <w:tcPr>
          <w:tcW w:w="7767" w:type="dxa"/>
        </w:tcPr>
        <w:p w14:paraId="7681A316" w14:textId="25296608" w:rsidR="00E5551F" w:rsidRPr="0013739A" w:rsidRDefault="00E5551F" w:rsidP="00EA1F9A">
          <w:pPr>
            <w:pStyle w:val="Footer"/>
            <w:rPr>
              <w:rFonts w:cs="Arial"/>
            </w:rPr>
          </w:pPr>
          <w:r>
            <w:rPr>
              <w:rFonts w:cs="Arial"/>
            </w:rPr>
            <w:t>data availability and use</w:t>
          </w:r>
        </w:p>
      </w:tc>
      <w:tc>
        <w:tcPr>
          <w:tcW w:w="510" w:type="dxa"/>
        </w:tcPr>
        <w:p w14:paraId="7681A317" w14:textId="77777777" w:rsidR="00E5551F" w:rsidRDefault="00E5551F" w:rsidP="002F2A0B">
          <w:pPr>
            <w:pStyle w:val="Footer"/>
          </w:pPr>
        </w:p>
      </w:tc>
    </w:tr>
  </w:tbl>
  <w:p w14:paraId="7681A319" w14:textId="77777777" w:rsidR="00E5551F" w:rsidRDefault="00E5551F" w:rsidP="002F2A0B">
    <w:pPr>
      <w:pStyle w:val="FooterEnd"/>
    </w:pPr>
  </w:p>
  <w:p w14:paraId="7681A31A" w14:textId="77777777" w:rsidR="00E5551F" w:rsidRDefault="00E5551F">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51F" w14:paraId="7681A31E" w14:textId="77777777" w:rsidTr="002F2A0B">
      <w:trPr>
        <w:trHeight w:hRule="exact" w:val="567"/>
      </w:trPr>
      <w:tc>
        <w:tcPr>
          <w:tcW w:w="510" w:type="dxa"/>
        </w:tcPr>
        <w:p w14:paraId="7681A31B" w14:textId="77777777" w:rsidR="00E5551F" w:rsidRDefault="00E5551F">
          <w:pPr>
            <w:pStyle w:val="Footer"/>
            <w:ind w:right="360" w:firstLine="360"/>
          </w:pPr>
        </w:p>
      </w:tc>
      <w:tc>
        <w:tcPr>
          <w:tcW w:w="7767" w:type="dxa"/>
        </w:tcPr>
        <w:p w14:paraId="7681A31C" w14:textId="77777777" w:rsidR="00E5551F" w:rsidRPr="00A90DAF" w:rsidRDefault="00E5551F" w:rsidP="002F2A0B">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CB0B46" w:rsidRPr="00CB0B46">
            <w:rPr>
              <w:bCs/>
              <w:noProof/>
              <w:lang w:val="en-US"/>
            </w:rPr>
            <w:t>Terms</w:t>
          </w:r>
          <w:r w:rsidR="00CB0B46">
            <w:rPr>
              <w:noProof/>
            </w:rPr>
            <w:t xml:space="preserve"> of reference</w:t>
          </w:r>
          <w:r w:rsidRPr="00A90DAF">
            <w:rPr>
              <w:noProof/>
            </w:rPr>
            <w:fldChar w:fldCharType="end"/>
          </w:r>
        </w:p>
      </w:tc>
      <w:tc>
        <w:tcPr>
          <w:tcW w:w="510" w:type="dxa"/>
        </w:tcPr>
        <w:p w14:paraId="7681A31D" w14:textId="77777777" w:rsidR="00E5551F" w:rsidRPr="00A24443" w:rsidRDefault="00E5551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xi</w:t>
          </w:r>
          <w:r w:rsidRPr="00A24443">
            <w:rPr>
              <w:rStyle w:val="PageNumber"/>
              <w:caps w:val="0"/>
            </w:rPr>
            <w:fldChar w:fldCharType="end"/>
          </w:r>
        </w:p>
      </w:tc>
    </w:tr>
  </w:tbl>
  <w:p w14:paraId="7681A31F" w14:textId="77777777" w:rsidR="00E5551F" w:rsidRDefault="00E5551F">
    <w:pPr>
      <w:pStyle w:val="FooterEnd"/>
    </w:pPr>
  </w:p>
  <w:p w14:paraId="7681A320" w14:textId="77777777" w:rsidR="00E5551F" w:rsidRDefault="00E5551F">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51F" w14:paraId="7681A32C" w14:textId="77777777" w:rsidTr="002F2A0B">
      <w:trPr>
        <w:trHeight w:hRule="exact" w:val="567"/>
      </w:trPr>
      <w:tc>
        <w:tcPr>
          <w:tcW w:w="510" w:type="dxa"/>
        </w:tcPr>
        <w:p w14:paraId="7681A329" w14:textId="77777777" w:rsidR="00E5551F" w:rsidRPr="007448F7" w:rsidRDefault="00E5551F" w:rsidP="002F2A0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523E49">
            <w:rPr>
              <w:rStyle w:val="PageNumber"/>
              <w:caps w:val="0"/>
              <w:noProof/>
            </w:rPr>
            <w:t>xiv</w:t>
          </w:r>
          <w:r w:rsidRPr="007448F7">
            <w:rPr>
              <w:rStyle w:val="PageNumber"/>
              <w:caps w:val="0"/>
            </w:rPr>
            <w:fldChar w:fldCharType="end"/>
          </w:r>
        </w:p>
      </w:tc>
      <w:tc>
        <w:tcPr>
          <w:tcW w:w="7767" w:type="dxa"/>
        </w:tcPr>
        <w:p w14:paraId="7681A32A" w14:textId="68244439" w:rsidR="00E5551F" w:rsidRPr="0013739A" w:rsidRDefault="00E5551F" w:rsidP="00271B0C">
          <w:pPr>
            <w:pStyle w:val="Footer"/>
            <w:rPr>
              <w:rFonts w:cs="Arial"/>
            </w:rPr>
          </w:pPr>
          <w:r>
            <w:rPr>
              <w:rFonts w:cs="Arial"/>
            </w:rPr>
            <w:t>data availability and use</w:t>
          </w:r>
        </w:p>
      </w:tc>
      <w:tc>
        <w:tcPr>
          <w:tcW w:w="510" w:type="dxa"/>
        </w:tcPr>
        <w:p w14:paraId="7681A32B" w14:textId="77777777" w:rsidR="00E5551F" w:rsidRDefault="00E5551F" w:rsidP="002F2A0B">
          <w:pPr>
            <w:pStyle w:val="Footer"/>
          </w:pPr>
        </w:p>
      </w:tc>
    </w:tr>
  </w:tbl>
  <w:p w14:paraId="7681A32D" w14:textId="77777777" w:rsidR="00E5551F" w:rsidRDefault="00E5551F" w:rsidP="002F2A0B">
    <w:pPr>
      <w:pStyle w:val="FooterEnd"/>
    </w:pPr>
  </w:p>
  <w:p w14:paraId="7681A32E" w14:textId="77777777" w:rsidR="00E5551F" w:rsidRDefault="00E5551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81A2C3" w14:textId="77777777" w:rsidR="00E5551F" w:rsidRDefault="00E5551F">
      <w:r>
        <w:separator/>
      </w:r>
    </w:p>
    <w:p w14:paraId="7681A2C4" w14:textId="77777777" w:rsidR="00E5551F" w:rsidRDefault="00E5551F"/>
    <w:p w14:paraId="7681A2C5" w14:textId="77777777" w:rsidR="00E5551F" w:rsidRDefault="00E5551F"/>
  </w:footnote>
  <w:footnote w:type="continuationSeparator" w:id="0">
    <w:p w14:paraId="7681A2C6" w14:textId="77777777" w:rsidR="00E5551F" w:rsidRDefault="00E5551F">
      <w:r>
        <w:continuationSeparator/>
      </w:r>
    </w:p>
    <w:p w14:paraId="7681A2C7" w14:textId="77777777" w:rsidR="00E5551F" w:rsidRDefault="00E5551F"/>
    <w:p w14:paraId="7681A2C8" w14:textId="77777777" w:rsidR="00E5551F" w:rsidRDefault="00E555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E5551F" w14:paraId="7681A2D1" w14:textId="77777777">
      <w:tc>
        <w:tcPr>
          <w:tcW w:w="2155" w:type="dxa"/>
          <w:tcBorders>
            <w:top w:val="single" w:sz="24" w:space="0" w:color="auto"/>
          </w:tcBorders>
        </w:tcPr>
        <w:p w14:paraId="7681A2CF" w14:textId="77777777" w:rsidR="00E5551F" w:rsidRDefault="00E5551F">
          <w:pPr>
            <w:pStyle w:val="Header"/>
          </w:pPr>
        </w:p>
      </w:tc>
      <w:tc>
        <w:tcPr>
          <w:tcW w:w="6634" w:type="dxa"/>
          <w:tcBorders>
            <w:top w:val="single" w:sz="6" w:space="0" w:color="auto"/>
          </w:tcBorders>
        </w:tcPr>
        <w:p w14:paraId="7681A2D0" w14:textId="77777777" w:rsidR="00E5551F" w:rsidRDefault="00E5551F">
          <w:pPr>
            <w:pStyle w:val="Header"/>
          </w:pPr>
        </w:p>
      </w:tc>
    </w:tr>
  </w:tbl>
  <w:p w14:paraId="7681A2D2" w14:textId="77777777" w:rsidR="00E5551F" w:rsidRDefault="00E5551F">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5551F" w14:paraId="7681A327" w14:textId="77777777">
      <w:tc>
        <w:tcPr>
          <w:tcW w:w="6634" w:type="dxa"/>
          <w:tcBorders>
            <w:top w:val="single" w:sz="6" w:space="0" w:color="auto"/>
          </w:tcBorders>
        </w:tcPr>
        <w:p w14:paraId="7681A325" w14:textId="77777777" w:rsidR="00E5551F" w:rsidRDefault="00E5551F">
          <w:pPr>
            <w:pStyle w:val="HeaderOdd"/>
          </w:pPr>
        </w:p>
      </w:tc>
      <w:tc>
        <w:tcPr>
          <w:tcW w:w="2155" w:type="dxa"/>
          <w:tcBorders>
            <w:top w:val="single" w:sz="24" w:space="0" w:color="auto"/>
          </w:tcBorders>
        </w:tcPr>
        <w:p w14:paraId="7681A326" w14:textId="77777777" w:rsidR="00E5551F" w:rsidRDefault="00E5551F">
          <w:pPr>
            <w:pStyle w:val="HeaderOdd"/>
          </w:pPr>
        </w:p>
      </w:tc>
    </w:tr>
  </w:tbl>
  <w:p w14:paraId="7681A328" w14:textId="77777777" w:rsidR="00E5551F" w:rsidRDefault="00E5551F" w:rsidP="00B953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5551F" w14:paraId="7681A2D5" w14:textId="77777777">
      <w:tc>
        <w:tcPr>
          <w:tcW w:w="6634" w:type="dxa"/>
          <w:tcBorders>
            <w:top w:val="single" w:sz="6" w:space="0" w:color="auto"/>
          </w:tcBorders>
        </w:tcPr>
        <w:p w14:paraId="7681A2D3" w14:textId="77777777" w:rsidR="00E5551F" w:rsidRDefault="00E5551F" w:rsidP="002F2A0B">
          <w:pPr>
            <w:pStyle w:val="HeaderOdd"/>
          </w:pPr>
        </w:p>
      </w:tc>
      <w:tc>
        <w:tcPr>
          <w:tcW w:w="2155" w:type="dxa"/>
          <w:tcBorders>
            <w:top w:val="single" w:sz="24" w:space="0" w:color="auto"/>
          </w:tcBorders>
        </w:tcPr>
        <w:p w14:paraId="7681A2D4" w14:textId="77777777" w:rsidR="00E5551F" w:rsidRDefault="00E5551F" w:rsidP="002F2A0B">
          <w:pPr>
            <w:pStyle w:val="HeaderOdd"/>
          </w:pPr>
        </w:p>
      </w:tc>
    </w:tr>
  </w:tbl>
  <w:p w14:paraId="7681A2D6" w14:textId="77777777" w:rsidR="00E5551F" w:rsidRDefault="00E5551F" w:rsidP="002F2A0B">
    <w:pPr>
      <w:pStyle w:val="HeaderEnd"/>
    </w:pPr>
  </w:p>
  <w:p w14:paraId="7681A2D7" w14:textId="77777777" w:rsidR="00E5551F" w:rsidRPr="00D01645" w:rsidRDefault="00E5551F" w:rsidP="002F2A0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5551F" w14:paraId="7681A2E6" w14:textId="77777777">
      <w:tc>
        <w:tcPr>
          <w:tcW w:w="2155" w:type="dxa"/>
          <w:tcBorders>
            <w:top w:val="single" w:sz="24" w:space="0" w:color="auto"/>
          </w:tcBorders>
        </w:tcPr>
        <w:p w14:paraId="7681A2E4" w14:textId="77777777" w:rsidR="00E5551F" w:rsidRDefault="00E5551F">
          <w:pPr>
            <w:pStyle w:val="HeaderEven"/>
          </w:pPr>
        </w:p>
      </w:tc>
      <w:tc>
        <w:tcPr>
          <w:tcW w:w="6634" w:type="dxa"/>
          <w:tcBorders>
            <w:top w:val="single" w:sz="6" w:space="0" w:color="auto"/>
          </w:tcBorders>
        </w:tcPr>
        <w:p w14:paraId="7681A2E5" w14:textId="77777777" w:rsidR="00E5551F" w:rsidRDefault="00E5551F">
          <w:pPr>
            <w:pStyle w:val="HeaderEven"/>
          </w:pPr>
        </w:p>
      </w:tc>
    </w:tr>
  </w:tbl>
  <w:p w14:paraId="7681A2E7" w14:textId="77777777" w:rsidR="00E5551F" w:rsidRDefault="00E5551F">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5551F" w14:paraId="7681A2EA" w14:textId="77777777">
      <w:tc>
        <w:tcPr>
          <w:tcW w:w="6634" w:type="dxa"/>
          <w:tcBorders>
            <w:top w:val="single" w:sz="6" w:space="0" w:color="auto"/>
          </w:tcBorders>
        </w:tcPr>
        <w:p w14:paraId="7681A2E8" w14:textId="77777777" w:rsidR="00E5551F" w:rsidRDefault="00E5551F">
          <w:pPr>
            <w:pStyle w:val="HeaderOdd"/>
          </w:pPr>
        </w:p>
      </w:tc>
      <w:tc>
        <w:tcPr>
          <w:tcW w:w="2155" w:type="dxa"/>
          <w:tcBorders>
            <w:top w:val="single" w:sz="24" w:space="0" w:color="auto"/>
          </w:tcBorders>
        </w:tcPr>
        <w:p w14:paraId="7681A2E9" w14:textId="77777777" w:rsidR="00E5551F" w:rsidRDefault="00E5551F">
          <w:pPr>
            <w:pStyle w:val="HeaderOdd"/>
          </w:pPr>
        </w:p>
      </w:tc>
    </w:tr>
  </w:tbl>
  <w:p w14:paraId="7681A2EB" w14:textId="77777777" w:rsidR="00E5551F" w:rsidRPr="005C68FE" w:rsidRDefault="00E5551F">
    <w:pPr>
      <w:pStyle w:val="HeaderEnd"/>
    </w:pPr>
  </w:p>
  <w:p w14:paraId="7681A2EC" w14:textId="77777777" w:rsidR="00E5551F" w:rsidRDefault="00E5551F">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E5551F" w14:paraId="7681A2FB" w14:textId="77777777">
      <w:tc>
        <w:tcPr>
          <w:tcW w:w="2155" w:type="dxa"/>
          <w:tcBorders>
            <w:top w:val="single" w:sz="24" w:space="0" w:color="auto"/>
          </w:tcBorders>
        </w:tcPr>
        <w:p w14:paraId="7681A2F9" w14:textId="77777777" w:rsidR="00E5551F" w:rsidRDefault="00E5551F">
          <w:pPr>
            <w:pStyle w:val="Header"/>
          </w:pPr>
        </w:p>
      </w:tc>
      <w:tc>
        <w:tcPr>
          <w:tcW w:w="6634" w:type="dxa"/>
          <w:tcBorders>
            <w:top w:val="single" w:sz="6" w:space="0" w:color="auto"/>
          </w:tcBorders>
        </w:tcPr>
        <w:p w14:paraId="7681A2FA" w14:textId="77777777" w:rsidR="00E5551F" w:rsidRDefault="00E5551F">
          <w:pPr>
            <w:pStyle w:val="Header"/>
          </w:pPr>
        </w:p>
      </w:tc>
    </w:tr>
  </w:tbl>
  <w:p w14:paraId="7681A2FC" w14:textId="77777777" w:rsidR="00E5551F" w:rsidRDefault="00E5551F">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5551F" w14:paraId="7681A2FF" w14:textId="77777777" w:rsidTr="005C68FE">
      <w:tc>
        <w:tcPr>
          <w:tcW w:w="6634" w:type="dxa"/>
          <w:tcBorders>
            <w:top w:val="single" w:sz="6" w:space="0" w:color="auto"/>
          </w:tcBorders>
        </w:tcPr>
        <w:p w14:paraId="7681A2FD" w14:textId="77777777" w:rsidR="00E5551F" w:rsidRDefault="00E5551F" w:rsidP="005C68FE">
          <w:pPr>
            <w:pStyle w:val="HeaderOdd"/>
          </w:pPr>
        </w:p>
      </w:tc>
      <w:tc>
        <w:tcPr>
          <w:tcW w:w="2155" w:type="dxa"/>
          <w:tcBorders>
            <w:top w:val="single" w:sz="24" w:space="0" w:color="auto"/>
          </w:tcBorders>
        </w:tcPr>
        <w:p w14:paraId="7681A2FE" w14:textId="77777777" w:rsidR="00E5551F" w:rsidRDefault="00E5551F" w:rsidP="005C68FE">
          <w:pPr>
            <w:pStyle w:val="HeaderOdd"/>
          </w:pPr>
        </w:p>
      </w:tc>
    </w:tr>
  </w:tbl>
  <w:p w14:paraId="7681A300" w14:textId="77777777" w:rsidR="00E5551F" w:rsidRPr="005C68FE" w:rsidRDefault="00E5551F"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5551F" w14:paraId="7681A30F" w14:textId="77777777">
      <w:tc>
        <w:tcPr>
          <w:tcW w:w="2155" w:type="dxa"/>
          <w:tcBorders>
            <w:top w:val="single" w:sz="24" w:space="0" w:color="auto"/>
          </w:tcBorders>
        </w:tcPr>
        <w:p w14:paraId="7681A30D" w14:textId="77777777" w:rsidR="00E5551F" w:rsidRDefault="00E5551F">
          <w:pPr>
            <w:pStyle w:val="HeaderEven"/>
          </w:pPr>
        </w:p>
      </w:tc>
      <w:tc>
        <w:tcPr>
          <w:tcW w:w="6634" w:type="dxa"/>
          <w:tcBorders>
            <w:top w:val="single" w:sz="6" w:space="0" w:color="auto"/>
          </w:tcBorders>
        </w:tcPr>
        <w:p w14:paraId="7681A30E" w14:textId="77777777" w:rsidR="00E5551F" w:rsidRDefault="00E5551F">
          <w:pPr>
            <w:pStyle w:val="HeaderEven"/>
          </w:pPr>
        </w:p>
      </w:tc>
    </w:tr>
  </w:tbl>
  <w:p w14:paraId="7681A310" w14:textId="77777777" w:rsidR="00E5551F" w:rsidRDefault="00E5551F">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5551F" w14:paraId="7681A313" w14:textId="77777777">
      <w:tc>
        <w:tcPr>
          <w:tcW w:w="6634" w:type="dxa"/>
          <w:tcBorders>
            <w:top w:val="single" w:sz="6" w:space="0" w:color="auto"/>
          </w:tcBorders>
        </w:tcPr>
        <w:p w14:paraId="7681A311" w14:textId="77777777" w:rsidR="00E5551F" w:rsidRDefault="00E5551F">
          <w:pPr>
            <w:pStyle w:val="HeaderOdd"/>
          </w:pPr>
        </w:p>
      </w:tc>
      <w:tc>
        <w:tcPr>
          <w:tcW w:w="2155" w:type="dxa"/>
          <w:tcBorders>
            <w:top w:val="single" w:sz="24" w:space="0" w:color="auto"/>
            <w:bottom w:val="nil"/>
          </w:tcBorders>
        </w:tcPr>
        <w:p w14:paraId="7681A312" w14:textId="77777777" w:rsidR="00E5551F" w:rsidRDefault="00E5551F">
          <w:pPr>
            <w:pStyle w:val="HeaderOdd"/>
          </w:pPr>
        </w:p>
      </w:tc>
    </w:tr>
  </w:tbl>
  <w:p w14:paraId="7681A314" w14:textId="77777777" w:rsidR="00E5551F" w:rsidRDefault="00E5551F">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5551F" w14:paraId="7681A323" w14:textId="77777777" w:rsidTr="005C68FE">
      <w:tc>
        <w:tcPr>
          <w:tcW w:w="2155" w:type="dxa"/>
          <w:tcBorders>
            <w:top w:val="single" w:sz="24" w:space="0" w:color="auto"/>
          </w:tcBorders>
        </w:tcPr>
        <w:p w14:paraId="7681A321" w14:textId="77777777" w:rsidR="00E5551F" w:rsidRDefault="00E5551F" w:rsidP="005C68FE">
          <w:pPr>
            <w:pStyle w:val="HeaderEven"/>
          </w:pPr>
        </w:p>
      </w:tc>
      <w:tc>
        <w:tcPr>
          <w:tcW w:w="6634" w:type="dxa"/>
          <w:tcBorders>
            <w:top w:val="single" w:sz="6" w:space="0" w:color="auto"/>
          </w:tcBorders>
        </w:tcPr>
        <w:p w14:paraId="7681A322" w14:textId="77777777" w:rsidR="00E5551F" w:rsidRDefault="00E5551F" w:rsidP="005C68FE">
          <w:pPr>
            <w:pStyle w:val="HeaderEven"/>
          </w:pPr>
        </w:p>
      </w:tc>
    </w:tr>
  </w:tbl>
  <w:p w14:paraId="7681A324" w14:textId="77777777" w:rsidR="00E5551F" w:rsidRDefault="00E5551F" w:rsidP="00D732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D1C"/>
    <w:rsid w:val="00017AFC"/>
    <w:rsid w:val="00025878"/>
    <w:rsid w:val="00026B38"/>
    <w:rsid w:val="000502D3"/>
    <w:rsid w:val="00052CB2"/>
    <w:rsid w:val="000623BF"/>
    <w:rsid w:val="000779EB"/>
    <w:rsid w:val="00095EEA"/>
    <w:rsid w:val="00097C15"/>
    <w:rsid w:val="000A0A0E"/>
    <w:rsid w:val="000A5E12"/>
    <w:rsid w:val="000B416E"/>
    <w:rsid w:val="000F185F"/>
    <w:rsid w:val="000F2F5F"/>
    <w:rsid w:val="00106041"/>
    <w:rsid w:val="0010611E"/>
    <w:rsid w:val="00122FE9"/>
    <w:rsid w:val="00131572"/>
    <w:rsid w:val="00131D4F"/>
    <w:rsid w:val="0013399B"/>
    <w:rsid w:val="00180515"/>
    <w:rsid w:val="00181F4B"/>
    <w:rsid w:val="00190919"/>
    <w:rsid w:val="00196FB3"/>
    <w:rsid w:val="001A5071"/>
    <w:rsid w:val="001B4E73"/>
    <w:rsid w:val="001B7F1E"/>
    <w:rsid w:val="001C247F"/>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2F2A0B"/>
    <w:rsid w:val="00340511"/>
    <w:rsid w:val="003428E3"/>
    <w:rsid w:val="0038647D"/>
    <w:rsid w:val="00393A49"/>
    <w:rsid w:val="003B41E0"/>
    <w:rsid w:val="003C3D73"/>
    <w:rsid w:val="003D624D"/>
    <w:rsid w:val="003E7802"/>
    <w:rsid w:val="0042007A"/>
    <w:rsid w:val="00433C81"/>
    <w:rsid w:val="00446D6B"/>
    <w:rsid w:val="00457B3F"/>
    <w:rsid w:val="00463022"/>
    <w:rsid w:val="00481CF0"/>
    <w:rsid w:val="004B492A"/>
    <w:rsid w:val="004C0B0C"/>
    <w:rsid w:val="004D377B"/>
    <w:rsid w:val="004D3F58"/>
    <w:rsid w:val="004E52E2"/>
    <w:rsid w:val="004E6BB4"/>
    <w:rsid w:val="004E7D3C"/>
    <w:rsid w:val="00515D43"/>
    <w:rsid w:val="00523E49"/>
    <w:rsid w:val="0052544D"/>
    <w:rsid w:val="00526B19"/>
    <w:rsid w:val="00551FB8"/>
    <w:rsid w:val="005537F6"/>
    <w:rsid w:val="00560F43"/>
    <w:rsid w:val="005654D0"/>
    <w:rsid w:val="00566CFA"/>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54C45"/>
    <w:rsid w:val="0067557D"/>
    <w:rsid w:val="006802D4"/>
    <w:rsid w:val="00683849"/>
    <w:rsid w:val="00691AB5"/>
    <w:rsid w:val="006E0BA6"/>
    <w:rsid w:val="006E1E6B"/>
    <w:rsid w:val="006F0EAC"/>
    <w:rsid w:val="006F6A85"/>
    <w:rsid w:val="0070328D"/>
    <w:rsid w:val="00731F96"/>
    <w:rsid w:val="00734127"/>
    <w:rsid w:val="00735FEA"/>
    <w:rsid w:val="00743460"/>
    <w:rsid w:val="00743A27"/>
    <w:rsid w:val="007448F7"/>
    <w:rsid w:val="007539D1"/>
    <w:rsid w:val="00753DC6"/>
    <w:rsid w:val="0075578C"/>
    <w:rsid w:val="00766DFB"/>
    <w:rsid w:val="007734B5"/>
    <w:rsid w:val="007809B8"/>
    <w:rsid w:val="007813A6"/>
    <w:rsid w:val="007A3D1C"/>
    <w:rsid w:val="007B1D1C"/>
    <w:rsid w:val="007F3CDB"/>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25441"/>
    <w:rsid w:val="00933B0C"/>
    <w:rsid w:val="00935676"/>
    <w:rsid w:val="0098401D"/>
    <w:rsid w:val="009A789F"/>
    <w:rsid w:val="009B10AE"/>
    <w:rsid w:val="009B12EF"/>
    <w:rsid w:val="009B48F7"/>
    <w:rsid w:val="009B6185"/>
    <w:rsid w:val="009C6C6D"/>
    <w:rsid w:val="009E1E78"/>
    <w:rsid w:val="00A1597D"/>
    <w:rsid w:val="00A46989"/>
    <w:rsid w:val="00A469AA"/>
    <w:rsid w:val="00A71CE9"/>
    <w:rsid w:val="00A72A19"/>
    <w:rsid w:val="00A75A30"/>
    <w:rsid w:val="00A83664"/>
    <w:rsid w:val="00A93C82"/>
    <w:rsid w:val="00A95CE7"/>
    <w:rsid w:val="00AB2A48"/>
    <w:rsid w:val="00AC3236"/>
    <w:rsid w:val="00AD3B99"/>
    <w:rsid w:val="00AD4874"/>
    <w:rsid w:val="00AE1F8A"/>
    <w:rsid w:val="00AE7B3A"/>
    <w:rsid w:val="00AF0961"/>
    <w:rsid w:val="00B036B2"/>
    <w:rsid w:val="00B04D19"/>
    <w:rsid w:val="00B153C3"/>
    <w:rsid w:val="00B22087"/>
    <w:rsid w:val="00B64DD0"/>
    <w:rsid w:val="00B722F2"/>
    <w:rsid w:val="00B728F1"/>
    <w:rsid w:val="00B80355"/>
    <w:rsid w:val="00B90958"/>
    <w:rsid w:val="00B95339"/>
    <w:rsid w:val="00BA0B81"/>
    <w:rsid w:val="00BA311E"/>
    <w:rsid w:val="00BB334E"/>
    <w:rsid w:val="00BB5DCF"/>
    <w:rsid w:val="00BC2476"/>
    <w:rsid w:val="00BC5720"/>
    <w:rsid w:val="00BF59EA"/>
    <w:rsid w:val="00BF79CD"/>
    <w:rsid w:val="00C058AB"/>
    <w:rsid w:val="00C0721B"/>
    <w:rsid w:val="00C34C8C"/>
    <w:rsid w:val="00C50792"/>
    <w:rsid w:val="00C51371"/>
    <w:rsid w:val="00C55A45"/>
    <w:rsid w:val="00C60261"/>
    <w:rsid w:val="00C670DE"/>
    <w:rsid w:val="00C904D9"/>
    <w:rsid w:val="00C94C06"/>
    <w:rsid w:val="00CA246E"/>
    <w:rsid w:val="00CA48BF"/>
    <w:rsid w:val="00CB0B46"/>
    <w:rsid w:val="00CB3ACC"/>
    <w:rsid w:val="00CB4745"/>
    <w:rsid w:val="00CD2163"/>
    <w:rsid w:val="00CD4FE7"/>
    <w:rsid w:val="00CD5E6B"/>
    <w:rsid w:val="00CE4FBC"/>
    <w:rsid w:val="00CE5D96"/>
    <w:rsid w:val="00CE7344"/>
    <w:rsid w:val="00CF26EE"/>
    <w:rsid w:val="00CF2711"/>
    <w:rsid w:val="00D310BF"/>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1C15"/>
    <w:rsid w:val="00E15FDC"/>
    <w:rsid w:val="00E2651B"/>
    <w:rsid w:val="00E30DDB"/>
    <w:rsid w:val="00E32AF4"/>
    <w:rsid w:val="00E5551F"/>
    <w:rsid w:val="00E6632E"/>
    <w:rsid w:val="00E90CF2"/>
    <w:rsid w:val="00EA1F9A"/>
    <w:rsid w:val="00EC38C1"/>
    <w:rsid w:val="00EC628B"/>
    <w:rsid w:val="00ED0F61"/>
    <w:rsid w:val="00EE3F6D"/>
    <w:rsid w:val="00EE73E1"/>
    <w:rsid w:val="00F12107"/>
    <w:rsid w:val="00F13165"/>
    <w:rsid w:val="00F4234E"/>
    <w:rsid w:val="00F5543F"/>
    <w:rsid w:val="00F61429"/>
    <w:rsid w:val="00F73726"/>
    <w:rsid w:val="00F7477E"/>
    <w:rsid w:val="00F85393"/>
    <w:rsid w:val="00F873E9"/>
    <w:rsid w:val="00F939BC"/>
    <w:rsid w:val="00FA4A24"/>
    <w:rsid w:val="00FC41B4"/>
    <w:rsid w:val="00FC5A6B"/>
    <w:rsid w:val="00FD06C0"/>
    <w:rsid w:val="00FD302A"/>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7681A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A83664"/>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7A3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7A3D1C"/>
    <w:rPr>
      <w:kern w:val="28"/>
      <w:sz w:val="52"/>
      <w:lang w:eastAsia="en-US"/>
    </w:rPr>
  </w:style>
  <w:style w:type="character" w:customStyle="1" w:styleId="Heading3Char">
    <w:name w:val="Heading 3 Char"/>
    <w:basedOn w:val="DefaultParagraphFont"/>
    <w:link w:val="Heading3"/>
    <w:rsid w:val="007A3D1C"/>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A83664"/>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7A3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7A3D1C"/>
    <w:rPr>
      <w:kern w:val="28"/>
      <w:sz w:val="52"/>
      <w:lang w:eastAsia="en-US"/>
    </w:rPr>
  </w:style>
  <w:style w:type="character" w:customStyle="1" w:styleId="Heading3Char">
    <w:name w:val="Heading 3 Char"/>
    <w:basedOn w:val="DefaultParagraphFont"/>
    <w:link w:val="Heading3"/>
    <w:rsid w:val="007A3D1C"/>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95732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image" Target="media/image4.png"/><Relationship Id="rId26" Type="http://schemas.openxmlformats.org/officeDocument/2006/relationships/footer" Target="footer3.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7.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3.png"/><Relationship Id="rId25" Type="http://schemas.openxmlformats.org/officeDocument/2006/relationships/header" Target="header4.xml"/><Relationship Id="rId33" Type="http://schemas.openxmlformats.org/officeDocument/2006/relationships/header" Target="header8.xm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29" Type="http://schemas.openxmlformats.org/officeDocument/2006/relationships/header" Target="head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3.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9.xml"/><Relationship Id="rId10" Type="http://schemas.microsoft.com/office/2007/relationships/stylesWithEffects" Target="stylesWithEffects.xml"/><Relationship Id="rId19" Type="http://schemas.openxmlformats.org/officeDocument/2006/relationships/image" Target="media/image5.png"/><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raft_x0020_Report_x0020_Status xmlns="3f4bcce7-ac1a-4c9d-aa3e-7e77695652db">
      <Value>In initial draft state</Value>
    </Draft_x0020_Report_x0020_Status>
    <V3Comments xmlns="http://schemas.microsoft.com/sharepoint/v3" xsi:nil="true"/>
    <h5f9b65cd6ce4f8686de7baeff8c5cd7 xmlns="7168f10f-cfb5-4b0d-94fa-66d3093ba412">
      <Terms xmlns="http://schemas.microsoft.com/office/infopath/2007/PartnerControls"/>
    </h5f9b65cd6ce4f8686de7baeff8c5cd7>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Final Report</TermName>
          <TermId xmlns="http://schemas.microsoft.com/office/infopath/2007/PartnerControls">2ba7de50-4c1d-4453-9bfb-2c08018fad73</TermId>
        </TermInfo>
      </Terms>
    </p7a0baa8c88445a78b6f55906390ba17>
    <TaxCatchAll xmlns="3f4bcce7-ac1a-4c9d-aa3e-7e77695652db">
      <Value>270</Value>
    </TaxCatchAll>
    <_dlc_DocId xmlns="3f4bcce7-ac1a-4c9d-aa3e-7e77695652db">PCDOC-1740500618-481</_dlc_DocId>
    <_dlc_DocIdUrl xmlns="3f4bcce7-ac1a-4c9d-aa3e-7e77695652db">
      <Url>https://inet.pc.gov.au/pmo/inq/data/_layouts/15/DocIdRedir.aspx?ID=PCDOC-1740500618-481</Url>
      <Description>PCDOC-1740500618-481</Description>
    </_dlc_DocIdUrl>
  </documentManagement>
</p:properties>
</file>

<file path=customXml/item2.xml><?xml version="1.0" encoding="utf-8"?>
<?mso-contentType ?>
<customXsn xmlns="http://schemas.microsoft.com/office/2006/metadata/customXsn">
  <xsnLocation/>
  <cached>True</cached>
  <openByDefault>False</openByDefault>
  <xsnScope/>
</customXs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Reports" ma:contentTypeID="0x0101007916246811615643A710C6FEAFF56A8711040050011828369BE341879C34A52AB1B97A" ma:contentTypeVersion="15" ma:contentTypeDescription="" ma:contentTypeScope="" ma:versionID="bb4e949369cc43ff4c9e120060fad899">
  <xsd:schema xmlns:xsd="http://www.w3.org/2001/XMLSchema" xmlns:xs="http://www.w3.org/2001/XMLSchema" xmlns:p="http://schemas.microsoft.com/office/2006/metadata/properties" xmlns:ns1="http://schemas.microsoft.com/sharepoint/v3" xmlns:ns2="3f4bcce7-ac1a-4c9d-aa3e-7e77695652db" xmlns:ns4="7168f10f-cfb5-4b0d-94fa-66d3093ba412" targetNamespace="http://schemas.microsoft.com/office/2006/metadata/properties" ma:root="true" ma:fieldsID="9c79887bbfb1ae9672a513e2a091d1e0" ns1:_="" ns2:_="" ns4:_="">
    <xsd:import namespace="http://schemas.microsoft.com/sharepoint/v3"/>
    <xsd:import namespace="3f4bcce7-ac1a-4c9d-aa3e-7e77695652db"/>
    <xsd:import namespace="7168f10f-cfb5-4b0d-94fa-66d3093ba412"/>
    <xsd:element name="properties">
      <xsd:complexType>
        <xsd:sequence>
          <xsd:element name="documentManagement">
            <xsd:complexType>
              <xsd:all>
                <xsd:element ref="ns2:TaxCatchAll" minOccurs="0"/>
                <xsd:element ref="ns2:TaxCatchAllLabel" minOccurs="0"/>
                <xsd:element ref="ns2:p7a0baa8c88445a78b6f55906390ba17" minOccurs="0"/>
                <xsd:element ref="ns2:_dlc_DocId" minOccurs="0"/>
                <xsd:element ref="ns2:_dlc_DocIdUrl" minOccurs="0"/>
                <xsd:element ref="ns2:_dlc_DocIdPersistId" minOccurs="0"/>
                <xsd:element ref="ns2:Draft_x0020_Report_x0020_Status" minOccurs="0"/>
                <xsd:element ref="ns1:V3Comments" minOccurs="0"/>
                <xsd:element ref="ns4:h5f9b65cd6ce4f8686de7baeff8c5cd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V3Comments" ma:index="16" nillable="true" ma:displayName="Append-Only Comments" ma:internalName="V3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default="" ma:fieldId="{97a0baa8-c884-45a7-8b6f-55906390ba17}" ma:sspId="70da5c63-8548-4ac8-9616-83b0f373280e" ma:termSetId="e99b77ca-c000-4e3f-a77f-a64077d5e2f2" ma:anchorId="609e2780-d171-4fcc-ba6e-ba515af27ffb" ma:open="false" ma:isKeyword="false">
      <xsd:complexType>
        <xsd:sequence>
          <xsd:element ref="pc:Terms" minOccurs="0" maxOccurs="1"/>
        </xsd:sequence>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raft_x0020_Report_x0020_Status" ma:index="15" nillable="true" ma:displayName="Draft Report Status" ma:default="In initial draft state" ma:internalName="Draft_x0020_Report_x0020_Status">
      <xsd:complexType>
        <xsd:complexContent>
          <xsd:extension base="dms:MultiChoice">
            <xsd:sequence>
              <xsd:element name="Value" maxOccurs="unbounded" minOccurs="0" nillable="true">
                <xsd:simpleType>
                  <xsd:restriction base="dms:Choice">
                    <xsd:enumeration value="In initial draft state"/>
                    <xsd:enumeration value="1st Circ to A/Comm"/>
                    <xsd:enumeration value="1st Circ to Comms"/>
                    <xsd:enumeration value="1st Circ comments back"/>
                    <xsd:enumeration value="2nd Circ to A/Comm"/>
                    <xsd:enumeration value="2nd Circ to Comms"/>
                    <xsd:enumeration value="2nd Circ comments back"/>
                    <xsd:enumeration value="3rd Circ to A/Comm"/>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168f10f-cfb5-4b0d-94fa-66d3093ba412" elementFormDefault="qualified">
    <xsd:import namespace="http://schemas.microsoft.com/office/2006/documentManagement/types"/>
    <xsd:import namespace="http://schemas.microsoft.com/office/infopath/2007/PartnerControls"/>
    <xsd:element name="h5f9b65cd6ce4f8686de7baeff8c5cd7" ma:index="19" nillable="true" ma:taxonomy="true" ma:internalName="h5f9b65cd6ce4f8686de7baeff8c5cd7" ma:taxonomyFieldName="Enterprise_x0020_Keywords" ma:displayName="Enterprise Keywords" ma:default="" ma:fieldId="{15f9b65c-d6ce-4f86-86de-7baeff8c5cd7}" ma:sspId="70da5c63-8548-4ac8-9616-83b0f373280e" ma:termSetId="e99b77ca-c000-4e3f-a77f-a64077d5e2f2" ma:anchorId="609e2780-d171-4fcc-ba6e-ba515af27ffb"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70da5c63-8548-4ac8-9616-83b0f373280e" ContentTypeId="0x0101007916246811615643A710C6FEAFF56A871104" PreviousValue="false"/>
</file>

<file path=customXml/item7.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5AAAAE0-705D-4260-B18D-C994DD20B24A}">
  <ds:schemaRefs>
    <ds:schemaRef ds:uri="http://purl.org/dc/elements/1.1/"/>
    <ds:schemaRef ds:uri="http://purl.org/dc/terms/"/>
    <ds:schemaRef ds:uri="7168f10f-cfb5-4b0d-94fa-66d3093ba412"/>
    <ds:schemaRef ds:uri="http://schemas.microsoft.com/office/infopath/2007/PartnerControls"/>
    <ds:schemaRef ds:uri="http://purl.org/dc/dcmitype/"/>
    <ds:schemaRef ds:uri="3f4bcce7-ac1a-4c9d-aa3e-7e77695652db"/>
    <ds:schemaRef ds:uri="http://schemas.microsoft.com/office/2006/documentManagement/types"/>
    <ds:schemaRef ds:uri="http://schemas.microsoft.com/office/2006/metadata/properties"/>
    <ds:schemaRef ds:uri="http://schemas.openxmlformats.org/package/2006/metadata/core-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2FD0B15A-B7E1-4A85-AB3F-0D8D6E3ACE01}">
  <ds:schemaRefs>
    <ds:schemaRef ds:uri="http://schemas.microsoft.com/office/2006/metadata/customXsn"/>
  </ds:schemaRefs>
</ds:datastoreItem>
</file>

<file path=customXml/itemProps3.xml><?xml version="1.0" encoding="utf-8"?>
<ds:datastoreItem xmlns:ds="http://schemas.openxmlformats.org/officeDocument/2006/customXml" ds:itemID="{1FB1223C-32E2-45CB-A7BB-6F3051EFE14A}">
  <ds:schemaRefs>
    <ds:schemaRef ds:uri="http://schemas.microsoft.com/sharepoint/events"/>
  </ds:schemaRefs>
</ds:datastoreItem>
</file>

<file path=customXml/itemProps4.xml><?xml version="1.0" encoding="utf-8"?>
<ds:datastoreItem xmlns:ds="http://schemas.openxmlformats.org/officeDocument/2006/customXml" ds:itemID="{E762764B-6F35-401B-96A9-C717EE36E5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f4bcce7-ac1a-4c9d-aa3e-7e77695652db"/>
    <ds:schemaRef ds:uri="7168f10f-cfb5-4b0d-94fa-66d3093ba4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6A42875-7F81-469F-B22E-8275F647B367}">
  <ds:schemaRefs>
    <ds:schemaRef ds:uri="http://schemas.microsoft.com/sharepoint/v3/contenttype/forms"/>
  </ds:schemaRefs>
</ds:datastoreItem>
</file>

<file path=customXml/itemProps6.xml><?xml version="1.0" encoding="utf-8"?>
<ds:datastoreItem xmlns:ds="http://schemas.openxmlformats.org/officeDocument/2006/customXml" ds:itemID="{41552BA6-2654-4880-8525-C9393403CDC3}">
  <ds:schemaRefs>
    <ds:schemaRef ds:uri="Microsoft.SharePoint.Taxonomy.ContentTypeSync"/>
  </ds:schemaRefs>
</ds:datastoreItem>
</file>

<file path=customXml/itemProps7.xml><?xml version="1.0" encoding="utf-8"?>
<ds:datastoreItem xmlns:ds="http://schemas.openxmlformats.org/officeDocument/2006/customXml" ds:itemID="{6221748B-34D3-41A8-B5C1-41FD2D6BF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31</TotalTime>
  <Pages>14</Pages>
  <Words>2414</Words>
  <Characters>14141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01-prelims-data</vt:lpstr>
    </vt:vector>
  </TitlesOfParts>
  <Company>Productivity Commission</Company>
  <LinksUpToDate>false</LinksUpToDate>
  <CharactersWithSpaces>16522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01-prelims-data</dc:title>
  <dc:creator>Horsfall, Tracey</dc:creator>
  <cp:lastModifiedBy>Alston, Chris</cp:lastModifiedBy>
  <cp:revision>4</cp:revision>
  <cp:lastPrinted>2017-04-20T03:15:00Z</cp:lastPrinted>
  <dcterms:created xsi:type="dcterms:W3CDTF">2017-04-06T02:09:00Z</dcterms:created>
  <dcterms:modified xsi:type="dcterms:W3CDTF">2017-04-26T01:22:00Z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0x0101007916246811615643A710C6FEAFF56A8711040050011828369BE341879C34A52AB1B97A</vt:lpwstr>
  </property>
  <property fmtid="{D5CDD505-2E9C-101B-9397-08002B2CF9AE}" pid="3" name="_dlc_DocIdItemGuid">
    <vt:lpwstr>771ff91f-de22-4435-b5f4-e98e501ed10a</vt:lpwstr>
  </property>
  <property fmtid="{D5CDD505-2E9C-101B-9397-08002B2CF9AE}" pid="4" name="Record Tag">
    <vt:lpwstr>270;#Final Report|2ba7de50-4c1d-4453-9bfb-2c08018fad73</vt:lpwstr>
  </property>
  <property fmtid="{D5CDD505-2E9C-101B-9397-08002B2CF9AE}" pid="5" name="TaxKeyword">
    <vt:lpwstr/>
  </property>
  <property fmtid="{D5CDD505-2E9C-101B-9397-08002B2CF9AE}" pid="6" name="TaxKeywordTaxHTField">
    <vt:lpwstr/>
  </property>
  <property fmtid="{D5CDD505-2E9C-101B-9397-08002B2CF9AE}" pid="7" name="Enterprise Keywords">
    <vt:lpwstr/>
  </property>
</Properties>
</file>