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D35E2A" w:rsidP="00D35E2A">
      <w:pPr>
        <w:pStyle w:val="Heading1"/>
        <w:keepNext w:val="0"/>
        <w:spacing w:before="0" w:after="900"/>
      </w:pPr>
      <w:bookmarkStart w:id="0" w:name="ChapterNumber"/>
      <w:r>
        <w:t>16</w:t>
      </w:r>
      <w:bookmarkEnd w:id="0"/>
      <w:r>
        <w:tab/>
      </w:r>
      <w:bookmarkStart w:id="1" w:name="ChapterTitle"/>
      <w:r>
        <w:t>Transmission reliability and planning</w:t>
      </w:r>
      <w:bookmarkEnd w:id="1"/>
    </w:p>
    <w:p w:rsidR="002E7A6E" w:rsidRDefault="002E7A6E">
      <w:pPr>
        <w:pStyle w:val="BoxSpaceAbove"/>
      </w:pPr>
      <w:bookmarkStart w:id="2" w:name="begin"/>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E7A6E">
        <w:tc>
          <w:tcPr>
            <w:tcW w:w="8771" w:type="dxa"/>
            <w:tcBorders>
              <w:top w:val="single" w:sz="6" w:space="0" w:color="auto"/>
              <w:bottom w:val="nil"/>
            </w:tcBorders>
          </w:tcPr>
          <w:p w:rsidR="002E7A6E" w:rsidRDefault="002E7A6E">
            <w:pPr>
              <w:pStyle w:val="BoxTitle"/>
            </w:pPr>
            <w:r>
              <w:t>Key points</w:t>
            </w:r>
          </w:p>
        </w:tc>
      </w:tr>
      <w:tr w:rsidR="002E7A6E">
        <w:trPr>
          <w:cantSplit/>
        </w:trPr>
        <w:tc>
          <w:tcPr>
            <w:tcW w:w="8771" w:type="dxa"/>
            <w:tcBorders>
              <w:top w:val="nil"/>
              <w:left w:val="single" w:sz="6" w:space="0" w:color="auto"/>
              <w:bottom w:val="nil"/>
              <w:right w:val="single" w:sz="6" w:space="0" w:color="auto"/>
            </w:tcBorders>
          </w:tcPr>
          <w:p w:rsidR="002E7A6E" w:rsidRDefault="002E7A6E" w:rsidP="00365691">
            <w:pPr>
              <w:pStyle w:val="BoxListBullet"/>
              <w:keepNext w:val="0"/>
              <w:spacing w:before="120"/>
            </w:pPr>
            <w:r>
              <w:t>Reliability settings for transmission networks in the National Electricity Market (</w:t>
            </w:r>
            <w:proofErr w:type="spellStart"/>
            <w:r>
              <w:t>NEM</w:t>
            </w:r>
            <w:proofErr w:type="spellEnd"/>
            <w:r>
              <w:t xml:space="preserve">) are a key determinant of network design, performance and cost. </w:t>
            </w:r>
          </w:p>
          <w:p w:rsidR="002E7A6E" w:rsidRDefault="002E7A6E" w:rsidP="00365691">
            <w:pPr>
              <w:pStyle w:val="BoxListBullet"/>
              <w:keepNext w:val="0"/>
              <w:spacing w:before="120"/>
            </w:pPr>
            <w:r>
              <w:t xml:space="preserve">Setting reliability in transmission is complicated by inherent problems not present in distribution networks, such as network inter-linkages between regional service providers, difficulties observing latent levels of reliability and a high cost of failures. </w:t>
            </w:r>
          </w:p>
          <w:p w:rsidR="002E7A6E" w:rsidRDefault="002E7A6E" w:rsidP="00365691">
            <w:pPr>
              <w:pStyle w:val="BoxListBullet"/>
              <w:keepNext w:val="0"/>
              <w:spacing w:before="120"/>
            </w:pPr>
            <w:r>
              <w:t>The special features of transmission networks require that incentiv</w:t>
            </w:r>
            <w:r w:rsidR="00270368">
              <w:t xml:space="preserve">e regulation used in the </w:t>
            </w:r>
            <w:proofErr w:type="spellStart"/>
            <w:r w:rsidR="00270368">
              <w:t>NEM</w:t>
            </w:r>
            <w:proofErr w:type="spellEnd"/>
            <w:r w:rsidR="00270368">
              <w:t xml:space="preserve"> </w:t>
            </w:r>
            <w:r>
              <w:t xml:space="preserve">be complemented by reliability standards (instead of reliability targets as recommended for distribution networks) to achieve efficient outcomes. </w:t>
            </w:r>
          </w:p>
          <w:p w:rsidR="002E7A6E" w:rsidRDefault="002E7A6E" w:rsidP="00365691">
            <w:pPr>
              <w:pStyle w:val="BoxListBullet"/>
              <w:keepNext w:val="0"/>
              <w:spacing w:before="120"/>
            </w:pPr>
            <w:r>
              <w:t xml:space="preserve">There are three quite different reliability standards currently used in the </w:t>
            </w:r>
            <w:proofErr w:type="spellStart"/>
            <w:r>
              <w:t>NEM</w:t>
            </w:r>
            <w:proofErr w:type="spellEnd"/>
            <w:r>
              <w:t>: deterministic standards, probabilistic planning and hybrids of the two. All involve inefficie</w:t>
            </w:r>
            <w:bookmarkStart w:id="3" w:name="_GoBack"/>
            <w:bookmarkEnd w:id="3"/>
            <w:r>
              <w:t>ncies.</w:t>
            </w:r>
          </w:p>
          <w:p w:rsidR="002E7A6E" w:rsidRPr="005E701A" w:rsidRDefault="002E7A6E" w:rsidP="00365691">
            <w:pPr>
              <w:pStyle w:val="BoxListBullet"/>
              <w:keepNext w:val="0"/>
              <w:spacing w:before="120"/>
            </w:pPr>
            <w:r>
              <w:t xml:space="preserve">Moving to a </w:t>
            </w:r>
            <w:proofErr w:type="spellStart"/>
            <w:r>
              <w:t>NEM</w:t>
            </w:r>
            <w:proofErr w:type="spellEnd"/>
            <w:r>
              <w:t xml:space="preserve">-wide transmission reliability framework, underpinned by probabilistic </w:t>
            </w:r>
            <w:r w:rsidR="002E563E">
              <w:t>cost–benefit</w:t>
            </w:r>
            <w:r>
              <w:t xml:space="preserve"> informed standards</w:t>
            </w:r>
            <w:r w:rsidR="00270368">
              <w:t xml:space="preserve"> is conservatively estimated by the Commission to</w:t>
            </w:r>
            <w:r>
              <w:t xml:space="preserve"> generate large efficiency gains of $2.2 billion to $3.8 billion over 30</w:t>
            </w:r>
            <w:r w:rsidR="00365691">
              <w:t> </w:t>
            </w:r>
            <w:r>
              <w:t xml:space="preserve">years. </w:t>
            </w:r>
          </w:p>
          <w:p w:rsidR="002E7A6E" w:rsidRDefault="002E7A6E" w:rsidP="00365691">
            <w:pPr>
              <w:pStyle w:val="BoxListBullet"/>
              <w:keepNext w:val="0"/>
              <w:spacing w:before="120"/>
              <w:rPr>
                <w:szCs w:val="24"/>
              </w:rPr>
            </w:pPr>
            <w:r>
              <w:t>The Commission’s proposed framework</w:t>
            </w:r>
            <w:r w:rsidR="00270368">
              <w:t xml:space="preserve"> (the PC model)</w:t>
            </w:r>
            <w:r>
              <w:t xml:space="preserve">, to be implemented </w:t>
            </w:r>
            <w:proofErr w:type="spellStart"/>
            <w:r>
              <w:t>NEM</w:t>
            </w:r>
            <w:proofErr w:type="spellEnd"/>
            <w:r>
              <w:t>-wide, comprises:</w:t>
            </w:r>
          </w:p>
          <w:p w:rsidR="002E7A6E" w:rsidRDefault="002E7A6E" w:rsidP="00365691">
            <w:pPr>
              <w:pStyle w:val="BoxListBullet2"/>
              <w:keepNext w:val="0"/>
              <w:numPr>
                <w:ilvl w:val="0"/>
                <w:numId w:val="2"/>
              </w:numPr>
              <w:tabs>
                <w:tab w:val="left" w:pos="284"/>
              </w:tabs>
            </w:pPr>
            <w:r>
              <w:t xml:space="preserve">A new </w:t>
            </w:r>
            <w:proofErr w:type="spellStart"/>
            <w:r>
              <w:t>NEM</w:t>
            </w:r>
            <w:proofErr w:type="spellEnd"/>
            <w:r>
              <w:t>-wide reliability framework in which the Australian Energy Market Operator (</w:t>
            </w:r>
            <w:proofErr w:type="spellStart"/>
            <w:r>
              <w:t>AEMO</w:t>
            </w:r>
            <w:proofErr w:type="spellEnd"/>
            <w:r>
              <w:t xml:space="preserve">), uses enhanced probabilistic planning methods and values of customer reliability to set </w:t>
            </w:r>
            <w:r w:rsidR="002E563E">
              <w:t>cost–benefit</w:t>
            </w:r>
            <w:r>
              <w:t xml:space="preserve"> based standards at the connection point level, and develops its National Transmission Network Development Plan.</w:t>
            </w:r>
          </w:p>
          <w:p w:rsidR="002E7A6E" w:rsidRDefault="002E7A6E" w:rsidP="00365691">
            <w:pPr>
              <w:pStyle w:val="BoxListBullet2"/>
              <w:keepNext w:val="0"/>
              <w:numPr>
                <w:ilvl w:val="0"/>
                <w:numId w:val="2"/>
              </w:numPr>
              <w:tabs>
                <w:tab w:val="left" w:pos="284"/>
              </w:tabs>
            </w:pPr>
            <w:r>
              <w:t xml:space="preserve">Transmission service providers undertaking a robust </w:t>
            </w:r>
            <w:r w:rsidR="002E563E">
              <w:t>cost–benefit</w:t>
            </w:r>
            <w:r>
              <w:t xml:space="preserve"> analysis of large proposed augmentation and replacement investments (over a threshold value).</w:t>
            </w:r>
          </w:p>
          <w:p w:rsidR="002E7A6E" w:rsidRDefault="002E7A6E" w:rsidP="00365691">
            <w:pPr>
              <w:pStyle w:val="BoxListBullet3"/>
            </w:pPr>
            <w:r>
              <w:t>These would be pursued through an enhanced Regulatory Investment Test–Transmission process where revenue determinations are made by the Australian Energy Regulator (</w:t>
            </w:r>
            <w:proofErr w:type="spellStart"/>
            <w:r>
              <w:t>AER</w:t>
            </w:r>
            <w:proofErr w:type="spellEnd"/>
            <w:r>
              <w:t xml:space="preserve">), with input from </w:t>
            </w:r>
            <w:proofErr w:type="spellStart"/>
            <w:r>
              <w:t>AEMO</w:t>
            </w:r>
            <w:proofErr w:type="spellEnd"/>
            <w:r>
              <w:t>, prior to investments taking place.</w:t>
            </w:r>
          </w:p>
          <w:p w:rsidR="002E7A6E" w:rsidRDefault="002E7A6E" w:rsidP="00365691">
            <w:pPr>
              <w:pStyle w:val="BoxListBullet3"/>
            </w:pPr>
            <w:r>
              <w:t xml:space="preserve">Projects under the threshold would be funded through the general </w:t>
            </w:r>
            <w:proofErr w:type="spellStart"/>
            <w:r>
              <w:t>AER</w:t>
            </w:r>
            <w:proofErr w:type="spellEnd"/>
            <w:r>
              <w:t xml:space="preserve"> revenue allowance and be subject to the workings of incentive regulation. </w:t>
            </w:r>
          </w:p>
          <w:p w:rsidR="002E7A6E" w:rsidRPr="00E44F72" w:rsidRDefault="002E7A6E" w:rsidP="00365691">
            <w:pPr>
              <w:pStyle w:val="BoxListBullet2"/>
              <w:keepNext w:val="0"/>
              <w:numPr>
                <w:ilvl w:val="0"/>
                <w:numId w:val="2"/>
              </w:numPr>
              <w:tabs>
                <w:tab w:val="left" w:pos="284"/>
              </w:tabs>
              <w:rPr>
                <w:spacing w:val="-4"/>
              </w:rPr>
            </w:pPr>
            <w:proofErr w:type="spellStart"/>
            <w:r>
              <w:t>AEMO</w:t>
            </w:r>
            <w:proofErr w:type="spellEnd"/>
            <w:r>
              <w:t xml:space="preserve"> acting as the planner of last resort where it considers underinvestment could put at risk efficient levels of reliability</w:t>
            </w:r>
            <w:r w:rsidRPr="00E44F72">
              <w:rPr>
                <w:spacing w:val="-4"/>
              </w:rPr>
              <w:t>.</w:t>
            </w:r>
          </w:p>
          <w:p w:rsidR="002E7A6E" w:rsidRDefault="002E7A6E" w:rsidP="00AD1304">
            <w:pPr>
              <w:pStyle w:val="BoxListBullet"/>
            </w:pPr>
            <w:r>
              <w:t xml:space="preserve">The benefits of the PC model would be severely undermined if standards were set at a jurisdictional level. If this were to occur, </w:t>
            </w:r>
            <w:r w:rsidR="00270368">
              <w:t xml:space="preserve">the </w:t>
            </w:r>
            <w:proofErr w:type="spellStart"/>
            <w:r>
              <w:t>AEMO</w:t>
            </w:r>
            <w:proofErr w:type="spellEnd"/>
            <w:r>
              <w:t xml:space="preserve"> planner model would yield greater gains than the proposed approach.</w:t>
            </w:r>
          </w:p>
        </w:tc>
      </w:tr>
      <w:tr w:rsidR="002E7A6E">
        <w:trPr>
          <w:cantSplit/>
        </w:trPr>
        <w:tc>
          <w:tcPr>
            <w:tcW w:w="8771" w:type="dxa"/>
            <w:tcBorders>
              <w:top w:val="nil"/>
              <w:left w:val="single" w:sz="6" w:space="0" w:color="auto"/>
              <w:bottom w:val="single" w:sz="6" w:space="0" w:color="auto"/>
              <w:right w:val="single" w:sz="6" w:space="0" w:color="auto"/>
            </w:tcBorders>
          </w:tcPr>
          <w:p w:rsidR="002E7A6E" w:rsidRDefault="002E7A6E" w:rsidP="00365691">
            <w:pPr>
              <w:pStyle w:val="Box"/>
              <w:keepNext w:val="0"/>
              <w:spacing w:before="0" w:line="120" w:lineRule="exact"/>
            </w:pPr>
          </w:p>
        </w:tc>
      </w:tr>
      <w:tr w:rsidR="002E7A6E" w:rsidRPr="000863A5">
        <w:tc>
          <w:tcPr>
            <w:tcW w:w="8771" w:type="dxa"/>
            <w:tcBorders>
              <w:top w:val="nil"/>
              <w:left w:val="nil"/>
              <w:bottom w:val="nil"/>
              <w:right w:val="nil"/>
            </w:tcBorders>
          </w:tcPr>
          <w:p w:rsidR="002E7A6E" w:rsidRPr="00626D32" w:rsidRDefault="002E7A6E" w:rsidP="00365691">
            <w:pPr>
              <w:pStyle w:val="BoxSpaceBelow"/>
            </w:pPr>
          </w:p>
        </w:tc>
      </w:tr>
    </w:tbl>
    <w:p w:rsidR="002E7A6E" w:rsidRDefault="00D35E2A" w:rsidP="00365691">
      <w:pPr>
        <w:pStyle w:val="Heading2"/>
      </w:pPr>
      <w:r>
        <w:lastRenderedPageBreak/>
        <w:t>16.</w:t>
      </w:r>
      <w:r w:rsidR="00E65331">
        <w:rPr>
          <w:noProof/>
        </w:rPr>
        <w:t>1</w:t>
      </w:r>
      <w:r w:rsidR="002E7A6E">
        <w:tab/>
        <w:t>Introduction</w:t>
      </w:r>
    </w:p>
    <w:p w:rsidR="002E7A6E" w:rsidRDefault="002E7A6E" w:rsidP="00365691">
      <w:pPr>
        <w:pStyle w:val="BodyText"/>
        <w:keepNext/>
      </w:pPr>
      <w:r>
        <w:t xml:space="preserve">The transmission network represents the ‘backbone’ of the </w:t>
      </w:r>
      <w:proofErr w:type="spellStart"/>
      <w:r>
        <w:t>NEM</w:t>
      </w:r>
      <w:proofErr w:type="spellEnd"/>
      <w:r>
        <w:t>, and is the conduit through which most electricity is transferred from generators to distribution networks, and ultimately</w:t>
      </w:r>
      <w:r w:rsidR="00DD45FA">
        <w:t>, to</w:t>
      </w:r>
      <w:r>
        <w:t xml:space="preserve"> the consumer. It is therefore important that it is reliable.</w:t>
      </w:r>
    </w:p>
    <w:p w:rsidR="002E7A6E" w:rsidRDefault="002E7A6E" w:rsidP="00365691">
      <w:pPr>
        <w:pStyle w:val="BodyText"/>
        <w:keepNext/>
      </w:pPr>
      <w:r>
        <w:t xml:space="preserve">There are two main concerns about transmission reliability. </w:t>
      </w:r>
    </w:p>
    <w:p w:rsidR="002E7A6E" w:rsidRDefault="002E7A6E" w:rsidP="002E7A6E">
      <w:pPr>
        <w:pStyle w:val="BodyText"/>
      </w:pPr>
      <w:r>
        <w:t>First, there is a contemporary concern that, outside Victoria, reliability standards, combined with state-ownership of transmission network service providers (</w:t>
      </w:r>
      <w:proofErr w:type="spellStart"/>
      <w:r>
        <w:t>TNSPs</w:t>
      </w:r>
      <w:proofErr w:type="spellEnd"/>
      <w:r>
        <w:t>), has led to excessive investment. Reliability settings are a major driver of the costs of investment in transmission networks (</w:t>
      </w:r>
      <w:proofErr w:type="spellStart"/>
      <w:r>
        <w:t>AEMC</w:t>
      </w:r>
      <w:proofErr w:type="spellEnd"/>
      <w:r>
        <w:t xml:space="preserve"> </w:t>
      </w:r>
      <w:proofErr w:type="spellStart"/>
      <w:r>
        <w:t>2008a</w:t>
      </w:r>
      <w:proofErr w:type="spellEnd"/>
      <w:r>
        <w:t>).</w:t>
      </w:r>
      <w:r>
        <w:rPr>
          <w:rStyle w:val="FootnoteReference"/>
        </w:rPr>
        <w:footnoteReference w:id="1"/>
      </w:r>
      <w:r w:rsidRPr="005758B2">
        <w:t xml:space="preserve"> </w:t>
      </w:r>
      <w:r>
        <w:t xml:space="preserve">The </w:t>
      </w:r>
      <w:proofErr w:type="spellStart"/>
      <w:r>
        <w:t>AER</w:t>
      </w:r>
      <w:proofErr w:type="spellEnd"/>
      <w:r>
        <w:t xml:space="preserve"> has been critical of reliability settings and, in particular, the:</w:t>
      </w:r>
    </w:p>
    <w:p w:rsidR="002E7A6E" w:rsidRDefault="002E7A6E" w:rsidP="002E7A6E">
      <w:pPr>
        <w:pStyle w:val="Quote"/>
      </w:pPr>
      <w:r>
        <w:t>... ambiguity inherent with deterministic reliability criteria, and the wide degree of scope this allows [transmission network service providers] to interpret and apply such standards ... [S]</w:t>
      </w:r>
      <w:proofErr w:type="spellStart"/>
      <w:r>
        <w:t>ignificant</w:t>
      </w:r>
      <w:proofErr w:type="spellEnd"/>
      <w:r>
        <w:t xml:space="preserve"> linkages exist between the standards and the regulatory processes used to set regulated revenues and to assess network performance. Poorly defined reliability requirements make it difficult for the </w:t>
      </w:r>
      <w:proofErr w:type="spellStart"/>
      <w:r>
        <w:t>AER</w:t>
      </w:r>
      <w:proofErr w:type="spellEnd"/>
      <w:r>
        <w:t xml:space="preserve"> to assess whether the capital expenditure proposals of [transmission network service providers] are genuinely required to meet reliability requirements. (</w:t>
      </w:r>
      <w:proofErr w:type="spellStart"/>
      <w:r>
        <w:t>AER</w:t>
      </w:r>
      <w:proofErr w:type="spellEnd"/>
      <w:r>
        <w:t xml:space="preserve"> in </w:t>
      </w:r>
      <w:proofErr w:type="spellStart"/>
      <w:r>
        <w:t>AEMC</w:t>
      </w:r>
      <w:proofErr w:type="spellEnd"/>
      <w:r>
        <w:t xml:space="preserve"> </w:t>
      </w:r>
      <w:proofErr w:type="spellStart"/>
      <w:r>
        <w:t>2008a</w:t>
      </w:r>
      <w:proofErr w:type="spellEnd"/>
      <w:r>
        <w:t>, pp. 14, 16)</w:t>
      </w:r>
    </w:p>
    <w:p w:rsidR="002E7A6E" w:rsidRDefault="002E7A6E" w:rsidP="002E7A6E">
      <w:pPr>
        <w:pStyle w:val="BodyText"/>
      </w:pPr>
      <w:r>
        <w:t>Some have even called the capacity to use reliability standards as a basis for inefficient investment the ‘Trojan Horse’ strategy. Others, using less colourful analogies, have argued that:</w:t>
      </w:r>
    </w:p>
    <w:p w:rsidR="002E7A6E" w:rsidRDefault="002E7A6E" w:rsidP="002E7A6E">
      <w:pPr>
        <w:pStyle w:val="Quote"/>
      </w:pPr>
      <w:r>
        <w:t xml:space="preserve">… divergent transmission standards across the </w:t>
      </w:r>
      <w:proofErr w:type="spellStart"/>
      <w:r>
        <w:t>NEM</w:t>
      </w:r>
      <w:proofErr w:type="spellEnd"/>
      <w:r>
        <w:t xml:space="preserve"> result in … potential for undue influence and discretion for [transmission network service providers]. (The Group,</w:t>
      </w:r>
      <w:r>
        <w:rPr>
          <w:rStyle w:val="FootnoteReference"/>
        </w:rPr>
        <w:footnoteReference w:id="2"/>
      </w:r>
      <w:r>
        <w:t xml:space="preserve"> cited in </w:t>
      </w:r>
      <w:proofErr w:type="spellStart"/>
      <w:r>
        <w:t>AEMC</w:t>
      </w:r>
      <w:proofErr w:type="spellEnd"/>
      <w:r>
        <w:t xml:space="preserve"> </w:t>
      </w:r>
      <w:proofErr w:type="spellStart"/>
      <w:r>
        <w:t>2008a</w:t>
      </w:r>
      <w:proofErr w:type="spellEnd"/>
      <w:r>
        <w:t xml:space="preserve">, p. 14) </w:t>
      </w:r>
    </w:p>
    <w:p w:rsidR="002E7A6E" w:rsidRDefault="002E7A6E" w:rsidP="002E7A6E">
      <w:pPr>
        <w:pStyle w:val="BodyText"/>
      </w:pPr>
      <w:r>
        <w:t xml:space="preserve">Second, there is a concern to ensure that future arrangements result in adequately reliable transmission networks. </w:t>
      </w:r>
      <w:r w:rsidR="00161AF5">
        <w:t xml:space="preserve">There are three main risk </w:t>
      </w:r>
      <w:r>
        <w:t xml:space="preserve">factors that, unless tempered by an appropriate reliability framework, could </w:t>
      </w:r>
      <w:r w:rsidR="00161AF5">
        <w:t xml:space="preserve">potentially lead to </w:t>
      </w:r>
      <w:r>
        <w:t>underinvestment. These include</w:t>
      </w:r>
      <w:r w:rsidR="00DD45FA">
        <w:t xml:space="preserve"> the</w:t>
      </w:r>
      <w:r>
        <w:t>:</w:t>
      </w:r>
    </w:p>
    <w:p w:rsidR="002E7A6E" w:rsidRDefault="002E7A6E" w:rsidP="002E7A6E">
      <w:pPr>
        <w:pStyle w:val="ListBullet"/>
      </w:pPr>
      <w:r>
        <w:t xml:space="preserve">desirable shift away from prescriptive deterministic reliability standards </w:t>
      </w:r>
    </w:p>
    <w:p w:rsidR="002E7A6E" w:rsidRDefault="002E7A6E" w:rsidP="002E7A6E">
      <w:pPr>
        <w:pStyle w:val="ListBullet"/>
      </w:pPr>
      <w:r>
        <w:t xml:space="preserve">presence of more </w:t>
      </w:r>
      <w:r w:rsidR="00AD1304">
        <w:t xml:space="preserve">commercially </w:t>
      </w:r>
      <w:proofErr w:type="spellStart"/>
      <w:r>
        <w:t>TNSPs</w:t>
      </w:r>
      <w:proofErr w:type="spellEnd"/>
      <w:r>
        <w:t xml:space="preserve"> (whether achieved through privatisation or better governance of state-owned </w:t>
      </w:r>
      <w:r w:rsidR="00DD45FA">
        <w:t>network businesses</w:t>
      </w:r>
      <w:r>
        <w:t xml:space="preserve">) </w:t>
      </w:r>
    </w:p>
    <w:p w:rsidR="002E7A6E" w:rsidRDefault="002E7A6E" w:rsidP="002E7A6E">
      <w:pPr>
        <w:pStyle w:val="ListBullet"/>
      </w:pPr>
      <w:r>
        <w:t>ongoing application of incentive regulation.</w:t>
      </w:r>
    </w:p>
    <w:p w:rsidR="002E7A6E" w:rsidRDefault="002E7A6E" w:rsidP="002E7A6E">
      <w:pPr>
        <w:pStyle w:val="BodyText"/>
      </w:pPr>
      <w:r>
        <w:lastRenderedPageBreak/>
        <w:t xml:space="preserve">There is already broad agreement among most stakeholders, including all governments, that the current reliability framework has provided scope for some </w:t>
      </w:r>
      <w:proofErr w:type="spellStart"/>
      <w:r>
        <w:t>TNSPs</w:t>
      </w:r>
      <w:proofErr w:type="spellEnd"/>
      <w:r>
        <w:t xml:space="preserve"> to make inefficient investments, with a shift away from prescriptive standards seen as desirable. Given this, the emphasis of this chapter is on the second concern</w:t>
      </w:r>
      <w:r w:rsidR="00AD1304">
        <w:t xml:space="preserve"> focusing on</w:t>
      </w:r>
      <w:r>
        <w:t xml:space="preserve"> reliability settings within future transmission planning frameworks. </w:t>
      </w:r>
    </w:p>
    <w:p w:rsidR="002E7A6E" w:rsidRDefault="002E7A6E" w:rsidP="002E7A6E">
      <w:pPr>
        <w:pStyle w:val="BodyText"/>
      </w:pPr>
      <w:r>
        <w:t>Any assessment of reliability settings within future transmission planning frameworks must consider</w:t>
      </w:r>
      <w:r w:rsidR="00DD45FA">
        <w:t xml:space="preserve"> the</w:t>
      </w:r>
      <w:r>
        <w:t>:</w:t>
      </w:r>
    </w:p>
    <w:p w:rsidR="002E7A6E" w:rsidRDefault="002E7A6E" w:rsidP="002E7A6E">
      <w:pPr>
        <w:pStyle w:val="ListBullet"/>
      </w:pPr>
      <w:r>
        <w:t>special features of transmission networks (section 16.2)</w:t>
      </w:r>
    </w:p>
    <w:p w:rsidR="002E7A6E" w:rsidRDefault="002E7A6E" w:rsidP="002E7A6E">
      <w:pPr>
        <w:pStyle w:val="ListBullet"/>
      </w:pPr>
      <w:r>
        <w:t>broader planning context and economic regulation (section 16.3)</w:t>
      </w:r>
    </w:p>
    <w:p w:rsidR="002E7A6E" w:rsidRDefault="002E7A6E" w:rsidP="002E7A6E">
      <w:pPr>
        <w:pStyle w:val="ListBullet"/>
      </w:pPr>
      <w:r>
        <w:t xml:space="preserve">appropriate criteria for making judgments about the most efficient framework (section 16.4). </w:t>
      </w:r>
    </w:p>
    <w:p w:rsidR="002E7A6E" w:rsidRDefault="002E7A6E" w:rsidP="002E7A6E">
      <w:pPr>
        <w:pStyle w:val="BodyText"/>
      </w:pPr>
      <w:r>
        <w:t xml:space="preserve">The chapter then draws conclusions about the desirable characteristics of a new framework for transmission reliability in the </w:t>
      </w:r>
      <w:proofErr w:type="spellStart"/>
      <w:r>
        <w:t>NEM</w:t>
      </w:r>
      <w:proofErr w:type="spellEnd"/>
      <w:r>
        <w:t xml:space="preserve"> (section 16.5). Operational and performance standards are addressed briefly towards the end of this chapter (section 16.</w:t>
      </w:r>
      <w:r w:rsidRPr="009B3E42">
        <w:t>6</w:t>
      </w:r>
      <w:r>
        <w:t xml:space="preserve">). </w:t>
      </w:r>
      <w:r w:rsidR="006828D3">
        <w:t xml:space="preserve">A summary of the proposed transmission planning reforms is </w:t>
      </w:r>
      <w:r w:rsidR="00904D3E">
        <w:t xml:space="preserve">then </w:t>
      </w:r>
      <w:r w:rsidR="006828D3">
        <w:t xml:space="preserve">outlined in section 16.7. </w:t>
      </w:r>
      <w:r>
        <w:t xml:space="preserve">A </w:t>
      </w:r>
      <w:r w:rsidR="00DD45FA">
        <w:t xml:space="preserve">proposed </w:t>
      </w:r>
      <w:r>
        <w:t>new approach for new connections and other separable investments is also put forward (section 16.8). The approach is underpinned by findings from detailed analysis of current and proposed (albeit fluid) models for transmission reliability and planning, which are presented in appendix</w:t>
      </w:r>
      <w:r w:rsidR="00911517">
        <w:t> </w:t>
      </w:r>
      <w:r>
        <w:t>F. Appendix</w:t>
      </w:r>
      <w:r w:rsidR="00911517">
        <w:t> </w:t>
      </w:r>
      <w:r>
        <w:t xml:space="preserve">F </w:t>
      </w:r>
      <w:r w:rsidR="00DD45FA">
        <w:t xml:space="preserve">also contains </w:t>
      </w:r>
      <w:r>
        <w:t>a full description and analysis of existing systems, along with recent models proposed by the Australian Energy Market Commission (AEMC) and Grid Australia, the latter in response to the draft report of this inquiry.</w:t>
      </w:r>
    </w:p>
    <w:p w:rsidR="002E7A6E" w:rsidRDefault="00D35E2A" w:rsidP="002E7A6E">
      <w:pPr>
        <w:pStyle w:val="Heading2"/>
      </w:pPr>
      <w:r>
        <w:t>16.</w:t>
      </w:r>
      <w:r w:rsidR="00E65331">
        <w:rPr>
          <w:noProof/>
        </w:rPr>
        <w:t>2</w:t>
      </w:r>
      <w:r w:rsidR="002E7A6E">
        <w:tab/>
        <w:t>The special characteristics of transmission networks</w:t>
      </w:r>
    </w:p>
    <w:p w:rsidR="002E7A6E" w:rsidRDefault="002E7A6E" w:rsidP="002E7A6E">
      <w:pPr>
        <w:pStyle w:val="BodyText"/>
      </w:pPr>
      <w:r>
        <w:t xml:space="preserve">The approach to planning and reliability setting for transmission networks needs to overcome a number of inherent problems that are not present in distribution networks. </w:t>
      </w:r>
    </w:p>
    <w:p w:rsidR="002E7A6E" w:rsidRDefault="002E7A6E" w:rsidP="002E7A6E">
      <w:pPr>
        <w:pStyle w:val="ListBullet"/>
      </w:pPr>
      <w:r>
        <w:t xml:space="preserve">The need for </w:t>
      </w:r>
      <w:proofErr w:type="spellStart"/>
      <w:r>
        <w:t>NEM</w:t>
      </w:r>
      <w:proofErr w:type="spellEnd"/>
      <w:r>
        <w:t>-wide planning. This reflects that transmission investments and reliability settings in one jurisdiction can affect other parts of the network</w:t>
      </w:r>
      <w:r w:rsidR="00DD45FA">
        <w:t xml:space="preserve"> in that jurisdiction</w:t>
      </w:r>
      <w:r>
        <w:t>, and that investments to address constraints in one transmission business’ network might be more efficiently made by a</w:t>
      </w:r>
      <w:r w:rsidR="00DD45FA">
        <w:t>nother</w:t>
      </w:r>
      <w:r>
        <w:t xml:space="preserve"> </w:t>
      </w:r>
      <w:proofErr w:type="spellStart"/>
      <w:r>
        <w:t>TNSP</w:t>
      </w:r>
      <w:proofErr w:type="spellEnd"/>
      <w:r>
        <w:t xml:space="preserve"> in another </w:t>
      </w:r>
      <w:r w:rsidR="00DD45FA">
        <w:t>jurisdiction</w:t>
      </w:r>
      <w:r>
        <w:t xml:space="preserve">. </w:t>
      </w:r>
    </w:p>
    <w:p w:rsidR="002E7A6E" w:rsidRDefault="002E7A6E" w:rsidP="002E7A6E">
      <w:pPr>
        <w:pStyle w:val="ListBullet"/>
      </w:pPr>
      <w:r>
        <w:lastRenderedPageBreak/>
        <w:t xml:space="preserve">The difficulty of observing the </w:t>
      </w:r>
      <w:r w:rsidRPr="0002062F">
        <w:rPr>
          <w:i/>
        </w:rPr>
        <w:t>latent</w:t>
      </w:r>
      <w:r>
        <w:t xml:space="preserve"> vulnerability of the transmission system to major outages. The majority of power interruptions that customers experience within the </w:t>
      </w:r>
      <w:proofErr w:type="spellStart"/>
      <w:r>
        <w:t>NEM</w:t>
      </w:r>
      <w:proofErr w:type="spellEnd"/>
      <w:r>
        <w:t xml:space="preserve"> result from faults or failures in distribution networks. In contrast, transmission networks typically deliver high levels of reliability. Indeed, transmission networks are said to be ‘inherently reliable’ (</w:t>
      </w:r>
      <w:proofErr w:type="spellStart"/>
      <w:r w:rsidR="00CC7DE8">
        <w:t>AER</w:t>
      </w:r>
      <w:proofErr w:type="spellEnd"/>
      <w:r>
        <w:t xml:space="preserve"> </w:t>
      </w:r>
      <w:proofErr w:type="spellStart"/>
      <w:r>
        <w:t>2011e</w:t>
      </w:r>
      <w:proofErr w:type="spellEnd"/>
      <w:r>
        <w:t>, p. 2). However, the low number and short duration of outages at a given time can lead to false optimism about the inherent reliability of the network over time. Moreover, the scale of transmission networks mean that any prolonged network failures can have widespread and very costly effects (box</w:t>
      </w:r>
      <w:r w:rsidR="00D314C8">
        <w:t> </w:t>
      </w:r>
      <w:r>
        <w:t xml:space="preserve">16.1). This means that a transmission system must be planned to reduce the risks of </w:t>
      </w:r>
      <w:r w:rsidRPr="00D53CE2">
        <w:t>future</w:t>
      </w:r>
      <w:r>
        <w:t xml:space="preserve"> major network failures. In that respect, concerns about transmission network reliability are akin to those relating to the safety of major chemical plants or nuclear power stations, where the goal is to prevent major incidents.</w:t>
      </w:r>
    </w:p>
    <w:p w:rsidR="002E7A6E" w:rsidRDefault="002E7A6E" w:rsidP="002E7A6E">
      <w:pPr>
        <w:pStyle w:val="BodyText"/>
      </w:pPr>
      <w:r>
        <w:t>These characteristics mean that it is not possible to rely on conventional incentive regulation alone to ensure efficient outcomes in transmission as:</w:t>
      </w:r>
    </w:p>
    <w:p w:rsidR="002E7A6E" w:rsidRDefault="002E7A6E" w:rsidP="002E7A6E">
      <w:pPr>
        <w:pStyle w:val="ListBullet"/>
      </w:pPr>
      <w:proofErr w:type="spellStart"/>
      <w:r>
        <w:t>TNSPs</w:t>
      </w:r>
      <w:proofErr w:type="spellEnd"/>
      <w:r>
        <w:t xml:space="preserve"> are set up on a regional basis and will have a tendency to only consider </w:t>
      </w:r>
      <w:proofErr w:type="spellStart"/>
      <w:r>
        <w:t>NEM</w:t>
      </w:r>
      <w:proofErr w:type="spellEnd"/>
      <w:r>
        <w:t xml:space="preserve">-wide effects (or lack thereof) of investments to the extent they influence their business — and may not sufficiently account for the costs of cascading failures or the efficient location of investments within the </w:t>
      </w:r>
      <w:proofErr w:type="spellStart"/>
      <w:r>
        <w:t>NEM</w:t>
      </w:r>
      <w:proofErr w:type="spellEnd"/>
      <w:r>
        <w:t xml:space="preserve"> as a whole</w:t>
      </w:r>
    </w:p>
    <w:p w:rsidR="002E7A6E" w:rsidRDefault="00DD45FA" w:rsidP="002E7A6E">
      <w:pPr>
        <w:pStyle w:val="ListBullet"/>
      </w:pPr>
      <w:r>
        <w:t>p</w:t>
      </w:r>
      <w:r w:rsidR="002E7A6E">
        <w:t>rivate</w:t>
      </w:r>
      <w:r>
        <w:t>ly-owned</w:t>
      </w:r>
      <w:r w:rsidR="002E7A6E">
        <w:t xml:space="preserve"> </w:t>
      </w:r>
      <w:proofErr w:type="spellStart"/>
      <w:r w:rsidR="002E7A6E">
        <w:t>TNSPs</w:t>
      </w:r>
      <w:proofErr w:type="spellEnd"/>
      <w:r w:rsidR="002E7A6E">
        <w:t xml:space="preserve"> will likely plan for reliability based on the commercial risks they face from having to compensate customers for outages, the loss of reputation and the possible loss of their license to operate. But </w:t>
      </w:r>
      <w:r>
        <w:t xml:space="preserve">they </w:t>
      </w:r>
      <w:r w:rsidR="002E7A6E">
        <w:t>have limited liability. This weakens their incentives to make very large investments to prevent extremely high cost, low probability events, whose costs would not be fully borne by the business. It seems unlikely that a business’ board would make the same decisions to mitigate the risk of an event that produced costs equivalent to the business’ market value</w:t>
      </w:r>
      <w:r w:rsidR="002E7A6E" w:rsidDel="00FA0DD4">
        <w:t xml:space="preserve"> </w:t>
      </w:r>
      <w:r w:rsidR="002E7A6E">
        <w:t xml:space="preserve">and one that produced costs </w:t>
      </w:r>
      <w:r w:rsidR="006960B2">
        <w:t>10</w:t>
      </w:r>
      <w:r w:rsidR="002E7A6E">
        <w:t xml:space="preserve"> or 100 times the business’ market value (creating a wedge between privately optimal investment and socially optimal investment)</w:t>
      </w:r>
    </w:p>
    <w:p w:rsidR="002E7A6E" w:rsidRDefault="002E7A6E" w:rsidP="002E7A6E">
      <w:pPr>
        <w:pStyle w:val="ListBullet"/>
      </w:pPr>
      <w:r>
        <w:t>private</w:t>
      </w:r>
      <w:r w:rsidR="00DD45FA">
        <w:t>ly-owned</w:t>
      </w:r>
      <w:r>
        <w:t xml:space="preserve"> </w:t>
      </w:r>
      <w:proofErr w:type="spellStart"/>
      <w:r w:rsidR="00DD45FA">
        <w:t>TNSPs</w:t>
      </w:r>
      <w:proofErr w:type="spellEnd"/>
      <w:r>
        <w:t xml:space="preserve"> have an incentive to put forward large investment proposals to the regulator for ex ante revenue determinations and to then delay investments necessary for reliability purposes in order to increase their profits. It is difficult to distinguish between profits acquired from strong efforts by the business to minimise the costs of achieving a given reliability standard (the goal of incentive regulation) and profits acquired from the inefficient deferral of investments needed for maintaining the inherent reliability (or indeed safety) of the network </w:t>
      </w:r>
    </w:p>
    <w:p w:rsidR="002E7A6E" w:rsidRDefault="002E7A6E" w:rsidP="002E7A6E">
      <w:pPr>
        <w:pStyle w:val="ListBullet"/>
      </w:pPr>
      <w:r>
        <w:lastRenderedPageBreak/>
        <w:t xml:space="preserve">it may be difficult to hold </w:t>
      </w:r>
      <w:proofErr w:type="spellStart"/>
      <w:r>
        <w:t>TNSPs</w:t>
      </w:r>
      <w:proofErr w:type="spellEnd"/>
      <w:r>
        <w:t xml:space="preserve"> accountable for failures in network reliability since some factors affecting system reliability lie outside the control of the network business (such as major natural disasters). </w:t>
      </w:r>
    </w:p>
    <w:p w:rsidR="002E7A6E" w:rsidRDefault="002E7A6E" w:rsidP="002E7A6E">
      <w:pPr>
        <w:pStyle w:val="BodyText"/>
      </w:pPr>
      <w:r>
        <w:t xml:space="preserve">To overcome this, Australian governments have set reliability standards for transmission networks, rather than relying exclusively on incentive regulation. (Setting reliability standards brings with it a number of other issues — see below.) These characteristics also mean that the best approach to ensuring efficient levels of reliability within distribution networks is not transferable to transmission. </w:t>
      </w:r>
    </w:p>
    <w:p w:rsidR="002E7A6E" w:rsidRDefault="002E7A6E" w:rsidP="002E7A6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E7A6E" w:rsidTr="003E7B90">
        <w:tc>
          <w:tcPr>
            <w:tcW w:w="8771" w:type="dxa"/>
            <w:tcBorders>
              <w:top w:val="single" w:sz="6" w:space="0" w:color="auto"/>
              <w:bottom w:val="nil"/>
            </w:tcBorders>
          </w:tcPr>
          <w:p w:rsidR="002E7A6E" w:rsidRDefault="002E7A6E" w:rsidP="003E7B90">
            <w:pPr>
              <w:pStyle w:val="BoxTitle"/>
            </w:pPr>
            <w:r>
              <w:rPr>
                <w:b w:val="0"/>
              </w:rPr>
              <w:t xml:space="preserve">Box </w:t>
            </w:r>
            <w:r w:rsidR="00D35E2A">
              <w:rPr>
                <w:b w:val="0"/>
              </w:rPr>
              <w:t>16.</w:t>
            </w:r>
            <w:r w:rsidR="00E65331">
              <w:rPr>
                <w:b w:val="0"/>
                <w:noProof/>
              </w:rPr>
              <w:t>1</w:t>
            </w:r>
            <w:r>
              <w:tab/>
              <w:t xml:space="preserve">The significant costs of unreliable transmission networks </w:t>
            </w:r>
          </w:p>
        </w:tc>
      </w:tr>
      <w:tr w:rsidR="002E7A6E" w:rsidTr="003E7B90">
        <w:trPr>
          <w:cantSplit/>
        </w:trPr>
        <w:tc>
          <w:tcPr>
            <w:tcW w:w="8771" w:type="dxa"/>
            <w:tcBorders>
              <w:top w:val="nil"/>
              <w:left w:val="single" w:sz="6" w:space="0" w:color="auto"/>
              <w:bottom w:val="nil"/>
              <w:right w:val="single" w:sz="6" w:space="0" w:color="auto"/>
            </w:tcBorders>
          </w:tcPr>
          <w:p w:rsidR="002E7A6E" w:rsidRPr="0081325C" w:rsidRDefault="002E7A6E" w:rsidP="003E7B90">
            <w:pPr>
              <w:pStyle w:val="Box"/>
            </w:pPr>
            <w:r w:rsidRPr="0081325C">
              <w:t>Some of the most significant blackouts worldwide have resulted from inadequate planning, maintenance or operation of transmission networks in response to one or several contingencies (</w:t>
            </w:r>
            <w:proofErr w:type="spellStart"/>
            <w:r w:rsidRPr="0081325C">
              <w:t>Cepin</w:t>
            </w:r>
            <w:proofErr w:type="spellEnd"/>
            <w:r w:rsidRPr="0081325C">
              <w:t xml:space="preserve"> 2011, p.</w:t>
            </w:r>
            <w:r>
              <w:t> </w:t>
            </w:r>
            <w:r w:rsidRPr="0081325C">
              <w:t xml:space="preserve">16). </w:t>
            </w:r>
          </w:p>
          <w:p w:rsidR="002E7A6E" w:rsidRPr="0081325C" w:rsidRDefault="00DD45FA" w:rsidP="003E7B90">
            <w:pPr>
              <w:pStyle w:val="BoxListBullet"/>
            </w:pPr>
            <w:r>
              <w:t>A</w:t>
            </w:r>
            <w:r w:rsidR="002E7A6E" w:rsidRPr="0081325C">
              <w:t xml:space="preserve"> blackout in Italy and Switzerla</w:t>
            </w:r>
            <w:r w:rsidR="002E7A6E">
              <w:t>nd (28 September 2003) which affected</w:t>
            </w:r>
            <w:r w:rsidR="002E7A6E" w:rsidRPr="0081325C">
              <w:t xml:space="preserve"> 56 million people for 48 hours was caused by the operational overloading of a transmission line in Switzerland on a hot day, causing the line to sag and arc to the trees below. Power flows on the inter-network connections between Italy and its neighbours were cut in response to the failed Swiss transmission line, causing the I</w:t>
            </w:r>
            <w:r w:rsidR="002E7A6E">
              <w:t>talian power system to collapse</w:t>
            </w:r>
            <w:r>
              <w:t>.</w:t>
            </w:r>
          </w:p>
          <w:p w:rsidR="002E7A6E" w:rsidRPr="0081325C" w:rsidRDefault="002E7A6E" w:rsidP="003E7B90">
            <w:pPr>
              <w:pStyle w:val="BoxListBullet"/>
            </w:pPr>
            <w:r w:rsidRPr="0081325C">
              <w:t>Moscow (25 May 2005) experienced a blackout estimated to have caused damage to the value of $US 70 million</w:t>
            </w:r>
            <w:r w:rsidR="00DD45FA">
              <w:t>, which resulted from</w:t>
            </w:r>
            <w:r w:rsidRPr="0081325C">
              <w:t xml:space="preserve"> the failure of two electrical transformers that were reported to be ‘exhausted’. A combination of old and damaged transmission infrastructure and mistakes by operational personnel are said to have been the cause of the blackout </w:t>
            </w:r>
          </w:p>
          <w:p w:rsidR="002E7A6E" w:rsidRPr="0081325C" w:rsidRDefault="00DD45FA" w:rsidP="003E7B90">
            <w:pPr>
              <w:pStyle w:val="BoxListBullet"/>
            </w:pPr>
            <w:r>
              <w:t>S</w:t>
            </w:r>
            <w:r w:rsidR="002E7A6E" w:rsidRPr="0081325C">
              <w:t>evere outages in the United States and Canada (14 August 2003) that affected 260 power plants and tens of millions of people (some for up to eight days), and caused 61 800 MW of lost load, were caused by a combination of factors, including inadequate real time information available to network operators, failure to manage tree growth in easements, and a failure to manage network effects across i</w:t>
            </w:r>
            <w:r w:rsidR="002E7A6E">
              <w:t>nterconnected regional networks</w:t>
            </w:r>
            <w:r>
              <w:t>.</w:t>
            </w:r>
            <w:r w:rsidR="002E7A6E" w:rsidRPr="0081325C">
              <w:t xml:space="preserve"> </w:t>
            </w:r>
          </w:p>
          <w:p w:rsidR="002E7A6E" w:rsidRPr="0081325C" w:rsidRDefault="002E7A6E" w:rsidP="003E7B90">
            <w:pPr>
              <w:pStyle w:val="BoxListBullet"/>
            </w:pPr>
            <w:r w:rsidRPr="0081325C">
              <w:t>10 million people across Germany, France, Belgium, Spain and Austria were without power on</w:t>
            </w:r>
            <w:r>
              <w:t> </w:t>
            </w:r>
            <w:r w:rsidRPr="0081325C">
              <w:t>4 November 2006 due to errors of a transmission system operator in Germany, inadequate system security procedures, lack of information relayed to system operators in connected networks, and inadeq</w:t>
            </w:r>
            <w:r>
              <w:t>uate redundancy in the networks</w:t>
            </w:r>
            <w:r w:rsidRPr="0081325C">
              <w:t xml:space="preserve"> </w:t>
            </w:r>
          </w:p>
          <w:p w:rsidR="002E7A6E" w:rsidRPr="0081325C" w:rsidRDefault="00DD45FA" w:rsidP="003E7B90">
            <w:pPr>
              <w:pStyle w:val="BoxListBullet"/>
            </w:pPr>
            <w:r>
              <w:t>I</w:t>
            </w:r>
            <w:r w:rsidR="002E7A6E" w:rsidRPr="0081325C">
              <w:t>n late July 2012, India faced massive system failures that cut power to around 670 million people or around 10 per cent of the world’s popul</w:t>
            </w:r>
            <w:r w:rsidR="002E7A6E">
              <w:t>ation (Yardley and Harris 2012)</w:t>
            </w:r>
            <w:r>
              <w:t>.</w:t>
            </w:r>
            <w:r w:rsidR="002E7A6E" w:rsidRPr="0081325C">
              <w:t xml:space="preserve"> </w:t>
            </w:r>
          </w:p>
          <w:p w:rsidR="002E7A6E" w:rsidRDefault="00DD45FA" w:rsidP="003E7B90">
            <w:pPr>
              <w:pStyle w:val="BoxListBullet"/>
            </w:pPr>
            <w:r>
              <w:t>T</w:t>
            </w:r>
            <w:r w:rsidR="002E7A6E" w:rsidRPr="0081325C">
              <w:t>he economic cost of outages in some African countries amounted to around 6 per cent of their annual GDP (Foster an</w:t>
            </w:r>
            <w:r w:rsidR="002E7A6E">
              <w:t xml:space="preserve">d </w:t>
            </w:r>
            <w:proofErr w:type="spellStart"/>
            <w:r w:rsidR="002E7A6E">
              <w:t>Briceno-Garmendia</w:t>
            </w:r>
            <w:proofErr w:type="spellEnd"/>
            <w:r w:rsidR="002E7A6E">
              <w:t xml:space="preserve"> 2010</w:t>
            </w:r>
            <w:r w:rsidR="002E7A6E" w:rsidRPr="0081325C">
              <w:t>).</w:t>
            </w:r>
          </w:p>
        </w:tc>
      </w:tr>
      <w:tr w:rsidR="002E7A6E" w:rsidTr="003E7B90">
        <w:trPr>
          <w:cantSplit/>
        </w:trPr>
        <w:tc>
          <w:tcPr>
            <w:tcW w:w="8771" w:type="dxa"/>
            <w:tcBorders>
              <w:top w:val="nil"/>
              <w:left w:val="single" w:sz="6" w:space="0" w:color="auto"/>
              <w:bottom w:val="single" w:sz="6" w:space="0" w:color="auto"/>
              <w:right w:val="single" w:sz="6" w:space="0" w:color="auto"/>
            </w:tcBorders>
          </w:tcPr>
          <w:p w:rsidR="002E7A6E" w:rsidRDefault="002E7A6E" w:rsidP="003E7B90">
            <w:pPr>
              <w:pStyle w:val="Box"/>
              <w:spacing w:before="0" w:line="120" w:lineRule="exact"/>
            </w:pPr>
          </w:p>
        </w:tc>
      </w:tr>
      <w:tr w:rsidR="002E7A6E" w:rsidRPr="000863A5" w:rsidTr="003E7B90">
        <w:tc>
          <w:tcPr>
            <w:tcW w:w="8771" w:type="dxa"/>
            <w:tcBorders>
              <w:top w:val="nil"/>
              <w:left w:val="nil"/>
              <w:bottom w:val="nil"/>
              <w:right w:val="nil"/>
            </w:tcBorders>
          </w:tcPr>
          <w:p w:rsidR="002E7A6E" w:rsidRPr="00626D32" w:rsidRDefault="002E7A6E" w:rsidP="003E7B90">
            <w:pPr>
              <w:pStyle w:val="BoxSpaceBelow"/>
            </w:pPr>
          </w:p>
        </w:tc>
      </w:tr>
    </w:tbl>
    <w:p w:rsidR="002E7A6E" w:rsidRDefault="00D35E2A" w:rsidP="002E7A6E">
      <w:pPr>
        <w:pStyle w:val="Heading2"/>
      </w:pPr>
      <w:r>
        <w:lastRenderedPageBreak/>
        <w:t>16.</w:t>
      </w:r>
      <w:r w:rsidR="00E65331">
        <w:rPr>
          <w:noProof/>
        </w:rPr>
        <w:t>3</w:t>
      </w:r>
      <w:r w:rsidR="002E7A6E">
        <w:tab/>
        <w:t>The broader planning context and economic regulation</w:t>
      </w:r>
    </w:p>
    <w:p w:rsidR="002E7A6E" w:rsidRDefault="002E7A6E" w:rsidP="002E7A6E">
      <w:pPr>
        <w:pStyle w:val="BodyText"/>
      </w:pPr>
      <w:r>
        <w:t>Reliability standards are just one component of a complex system of economic regulation and planning (including the Regulatory Investment Test For Transmission (</w:t>
      </w:r>
      <w:proofErr w:type="spellStart"/>
      <w:r>
        <w:t>RIT</w:t>
      </w:r>
      <w:proofErr w:type="spellEnd"/>
      <w:r>
        <w:t xml:space="preserve">-T) — box 16.2 and chapter 17). </w:t>
      </w:r>
      <w:r w:rsidR="00DD45FA">
        <w:t>D</w:t>
      </w:r>
      <w:r>
        <w:t>ecisions about how to regulate reliability will have broader implications for economic regulation and investment planning (and vice versa)</w:t>
      </w:r>
      <w:r w:rsidR="00DD45FA">
        <w:t xml:space="preserve"> (f</w:t>
      </w:r>
      <w:r>
        <w:t>igure 16.1</w:t>
      </w:r>
      <w:r w:rsidR="00DD45FA">
        <w:t>, which applies to jurisdictions other than Victoria).</w:t>
      </w:r>
      <w:r>
        <w:t xml:space="preserve"> </w:t>
      </w:r>
    </w:p>
    <w:p w:rsidR="002E7A6E" w:rsidRDefault="002E7A6E" w:rsidP="002E7A6E">
      <w:pPr>
        <w:pStyle w:val="BodyText"/>
      </w:pPr>
      <w:r>
        <w:t xml:space="preserve">Economic regulation is centred on the revenue determination process, undertaken using the building block methodology (chapter 5). The outcome of the determination is an overall estimate of the efficient cost of operating a network over the upcoming regulatory period. It sets a ‘pool’ of allowed revenue for the </w:t>
      </w:r>
      <w:proofErr w:type="spellStart"/>
      <w:r>
        <w:t>TNSP</w:t>
      </w:r>
      <w:proofErr w:type="spellEnd"/>
      <w:r>
        <w:t xml:space="preserve">, but does not require that the </w:t>
      </w:r>
      <w:proofErr w:type="spellStart"/>
      <w:r>
        <w:t>TNSP</w:t>
      </w:r>
      <w:proofErr w:type="spellEnd"/>
      <w:r>
        <w:t xml:space="preserve"> build any particular project. </w:t>
      </w:r>
    </w:p>
    <w:p w:rsidR="002E7A6E" w:rsidRDefault="002E7A6E" w:rsidP="002E7A6E">
      <w:pPr>
        <w:pStyle w:val="FigureTitle"/>
      </w:pPr>
      <w:r>
        <w:rPr>
          <w:b w:val="0"/>
        </w:rPr>
        <w:t xml:space="preserve">Figure </w:t>
      </w:r>
      <w:r w:rsidR="00D35E2A">
        <w:rPr>
          <w:b w:val="0"/>
        </w:rPr>
        <w:t>16.</w:t>
      </w:r>
      <w:r w:rsidR="00E65331">
        <w:rPr>
          <w:b w:val="0"/>
          <w:noProof/>
        </w:rPr>
        <w:t>1</w:t>
      </w:r>
      <w:r>
        <w:tab/>
        <w:t>Parallel processes — economic regulation and planning</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E7A6E" w:rsidTr="003E7B90">
        <w:tc>
          <w:tcPr>
            <w:tcW w:w="8777" w:type="dxa"/>
          </w:tcPr>
          <w:p w:rsidR="002E7A6E" w:rsidRDefault="00394E64" w:rsidP="003E7B90">
            <w:pPr>
              <w:pStyle w:val="Figure"/>
            </w:pPr>
            <w:r w:rsidRPr="00394E64">
              <w:rPr>
                <w:noProof/>
              </w:rPr>
              <w:drawing>
                <wp:inline distT="0" distB="0" distL="0" distR="0" wp14:anchorId="0EA03544" wp14:editId="33281A8A">
                  <wp:extent cx="5553075" cy="4493895"/>
                  <wp:effectExtent l="0" t="0" r="9525" b="1905"/>
                  <wp:docPr id="1" name="Picture 1" descr="Figure 16.1 Parallel processes – economic regulation and planning. This diagram depicts two separate timelines, one for the economic regulation of transmission, and another for the transmission planning process. &#10;&#10;At the start of the transmission planning process, some of the information from it can be used to 'feed into' the revenue determination, but the two processes are otherwise separate.&#10;" title="Parallel processes - economic regulation and plan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553075" cy="4493895"/>
                          </a:xfrm>
                          <a:prstGeom prst="rect">
                            <a:avLst/>
                          </a:prstGeom>
                        </pic:spPr>
                      </pic:pic>
                    </a:graphicData>
                  </a:graphic>
                </wp:inline>
              </w:drawing>
            </w:r>
          </w:p>
        </w:tc>
      </w:tr>
    </w:tbl>
    <w:p w:rsidR="002E7A6E" w:rsidRDefault="002E7A6E" w:rsidP="002E7A6E">
      <w:pPr>
        <w:pStyle w:val="Source"/>
      </w:pPr>
      <w:r w:rsidRPr="009B3E42">
        <w:rPr>
          <w:i/>
        </w:rPr>
        <w:t>Source</w:t>
      </w:r>
      <w:r w:rsidRPr="009B3E42">
        <w:t xml:space="preserve">: Based on </w:t>
      </w:r>
      <w:proofErr w:type="spellStart"/>
      <w:r w:rsidRPr="009B3E42">
        <w:t>AER</w:t>
      </w:r>
      <w:proofErr w:type="spellEnd"/>
      <w:r w:rsidRPr="009B3E42">
        <w:t xml:space="preserve"> (per. comm., 20 September 2012).</w:t>
      </w:r>
    </w:p>
    <w:p w:rsidR="002E7A6E" w:rsidRDefault="002E7A6E" w:rsidP="002E7A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E7A6E" w:rsidTr="003E7B90">
        <w:tc>
          <w:tcPr>
            <w:tcW w:w="8771" w:type="dxa"/>
            <w:tcBorders>
              <w:top w:val="single" w:sz="6" w:space="0" w:color="auto"/>
              <w:bottom w:val="nil"/>
            </w:tcBorders>
          </w:tcPr>
          <w:p w:rsidR="002E7A6E" w:rsidRPr="009B3E42" w:rsidRDefault="002E7A6E" w:rsidP="003E7B90">
            <w:pPr>
              <w:pStyle w:val="BoxTitle"/>
              <w:rPr>
                <w:rStyle w:val="DraftingNote"/>
                <w:color w:val="auto"/>
              </w:rPr>
            </w:pPr>
            <w:r w:rsidRPr="009B3E42">
              <w:rPr>
                <w:b w:val="0"/>
              </w:rPr>
              <w:t xml:space="preserve">Box </w:t>
            </w:r>
            <w:r w:rsidR="00D35E2A">
              <w:rPr>
                <w:b w:val="0"/>
              </w:rPr>
              <w:t>16.</w:t>
            </w:r>
            <w:r w:rsidR="00E65331">
              <w:rPr>
                <w:b w:val="0"/>
                <w:noProof/>
              </w:rPr>
              <w:t>2</w:t>
            </w:r>
            <w:r w:rsidRPr="009B3E42">
              <w:tab/>
            </w:r>
            <w:r w:rsidRPr="009B3E42">
              <w:rPr>
                <w:rFonts w:cs="Arial"/>
                <w:bCs/>
                <w:szCs w:val="26"/>
                <w:lang w:eastAsia="en-US"/>
              </w:rPr>
              <w:t xml:space="preserve">The role and application of the </w:t>
            </w:r>
            <w:proofErr w:type="spellStart"/>
            <w:r w:rsidRPr="009B3E42">
              <w:rPr>
                <w:rFonts w:cs="Arial"/>
                <w:bCs/>
                <w:szCs w:val="26"/>
                <w:lang w:eastAsia="en-US"/>
              </w:rPr>
              <w:t>RIT</w:t>
            </w:r>
            <w:proofErr w:type="spellEnd"/>
            <w:r w:rsidRPr="009B3E42">
              <w:rPr>
                <w:rFonts w:cs="Arial"/>
                <w:bCs/>
                <w:szCs w:val="26"/>
                <w:lang w:eastAsia="en-US"/>
              </w:rPr>
              <w:t xml:space="preserve">-T </w:t>
            </w:r>
          </w:p>
        </w:tc>
      </w:tr>
      <w:tr w:rsidR="002E7A6E" w:rsidTr="003E7B90">
        <w:trPr>
          <w:cantSplit/>
        </w:trPr>
        <w:tc>
          <w:tcPr>
            <w:tcW w:w="8771" w:type="dxa"/>
            <w:tcBorders>
              <w:top w:val="nil"/>
              <w:left w:val="single" w:sz="6" w:space="0" w:color="auto"/>
              <w:bottom w:val="nil"/>
              <w:right w:val="single" w:sz="6" w:space="0" w:color="auto"/>
            </w:tcBorders>
          </w:tcPr>
          <w:p w:rsidR="002E7A6E" w:rsidRPr="00AD4E31" w:rsidRDefault="002E7A6E" w:rsidP="003E7B90">
            <w:pPr>
              <w:keepNext/>
              <w:spacing w:before="120" w:line="280" w:lineRule="atLeast"/>
              <w:jc w:val="both"/>
              <w:rPr>
                <w:rFonts w:ascii="Arial" w:hAnsi="Arial" w:cs="Arial"/>
                <w:sz w:val="20"/>
                <w:szCs w:val="20"/>
                <w:lang w:eastAsia="en-US"/>
              </w:rPr>
            </w:pPr>
            <w:r w:rsidRPr="00AD4E31">
              <w:rPr>
                <w:rFonts w:ascii="Arial" w:hAnsi="Arial" w:cs="Arial"/>
                <w:sz w:val="20"/>
                <w:szCs w:val="20"/>
                <w:lang w:eastAsia="en-US"/>
              </w:rPr>
              <w:t xml:space="preserve">The </w:t>
            </w:r>
            <w:proofErr w:type="spellStart"/>
            <w:r>
              <w:rPr>
                <w:rFonts w:ascii="Arial" w:hAnsi="Arial" w:cs="Arial"/>
                <w:sz w:val="20"/>
                <w:szCs w:val="20"/>
                <w:lang w:eastAsia="en-US"/>
              </w:rPr>
              <w:t>RIT</w:t>
            </w:r>
            <w:proofErr w:type="spellEnd"/>
            <w:r>
              <w:rPr>
                <w:rFonts w:ascii="Arial" w:hAnsi="Arial" w:cs="Arial"/>
                <w:sz w:val="20"/>
                <w:szCs w:val="20"/>
                <w:lang w:eastAsia="en-US"/>
              </w:rPr>
              <w:t>-T</w:t>
            </w:r>
            <w:r w:rsidRPr="00AD4E31">
              <w:rPr>
                <w:rFonts w:ascii="Arial" w:hAnsi="Arial" w:cs="Arial"/>
                <w:sz w:val="20"/>
                <w:szCs w:val="20"/>
                <w:lang w:eastAsia="en-US"/>
              </w:rPr>
              <w:t xml:space="preserve">, as currently designed, has a narrow focus and is not equivalent to the </w:t>
            </w:r>
            <w:r w:rsidR="002E563E">
              <w:rPr>
                <w:rFonts w:ascii="Arial" w:hAnsi="Arial" w:cs="Arial"/>
                <w:sz w:val="20"/>
                <w:szCs w:val="20"/>
                <w:lang w:eastAsia="en-US"/>
              </w:rPr>
              <w:t>cost–benefit</w:t>
            </w:r>
            <w:r w:rsidRPr="00AD4E31">
              <w:rPr>
                <w:rFonts w:ascii="Arial" w:hAnsi="Arial" w:cs="Arial"/>
                <w:sz w:val="20"/>
                <w:szCs w:val="20"/>
                <w:lang w:eastAsia="en-US"/>
              </w:rPr>
              <w:t xml:space="preserve"> analysis that </w:t>
            </w:r>
            <w:proofErr w:type="spellStart"/>
            <w:r w:rsidRPr="00AD4E31">
              <w:rPr>
                <w:rFonts w:ascii="Arial" w:hAnsi="Arial" w:cs="Arial"/>
                <w:sz w:val="20"/>
                <w:szCs w:val="20"/>
                <w:lang w:eastAsia="en-US"/>
              </w:rPr>
              <w:t>AEMO</w:t>
            </w:r>
            <w:proofErr w:type="spellEnd"/>
            <w:r w:rsidRPr="00AD4E31">
              <w:rPr>
                <w:rFonts w:ascii="Arial" w:hAnsi="Arial" w:cs="Arial"/>
                <w:sz w:val="20"/>
                <w:szCs w:val="20"/>
                <w:lang w:eastAsia="en-US"/>
              </w:rPr>
              <w:t xml:space="preserve"> carries out in the lead up to a network augment</w:t>
            </w:r>
            <w:r>
              <w:rPr>
                <w:rFonts w:ascii="Arial" w:hAnsi="Arial" w:cs="Arial"/>
                <w:sz w:val="20"/>
                <w:szCs w:val="20"/>
                <w:lang w:eastAsia="en-US"/>
              </w:rPr>
              <w:t>ation in Victoria for several reasons (discussed further in chapter 17)</w:t>
            </w:r>
            <w:r w:rsidR="00AD1304">
              <w:rPr>
                <w:rFonts w:ascii="Arial" w:hAnsi="Arial" w:cs="Arial"/>
                <w:sz w:val="20"/>
                <w:szCs w:val="20"/>
                <w:lang w:eastAsia="en-US"/>
              </w:rPr>
              <w:t>.</w:t>
            </w:r>
          </w:p>
          <w:p w:rsidR="002E7A6E" w:rsidRDefault="00030D0C" w:rsidP="003E7B90">
            <w:pPr>
              <w:pStyle w:val="BoxListBullet"/>
              <w:spacing w:before="120"/>
              <w:rPr>
                <w:sz w:val="20"/>
                <w:lang w:eastAsia="en-US"/>
              </w:rPr>
            </w:pPr>
            <w:r>
              <w:rPr>
                <w:sz w:val="20"/>
                <w:lang w:eastAsia="en-US"/>
              </w:rPr>
              <w:t>B</w:t>
            </w:r>
            <w:r w:rsidR="002E7A6E" w:rsidRPr="00316198">
              <w:rPr>
                <w:sz w:val="20"/>
                <w:lang w:eastAsia="en-US"/>
              </w:rPr>
              <w:t xml:space="preserve">enefits do not have to outweigh costs for a project to ‘pass’ if the augmentation is being built </w:t>
            </w:r>
            <w:r w:rsidR="002E7A6E">
              <w:rPr>
                <w:sz w:val="20"/>
                <w:lang w:eastAsia="en-US"/>
              </w:rPr>
              <w:t xml:space="preserve">to meet a </w:t>
            </w:r>
            <w:r w:rsidR="002E7A6E" w:rsidRPr="00316198">
              <w:rPr>
                <w:sz w:val="20"/>
                <w:lang w:eastAsia="en-US"/>
              </w:rPr>
              <w:t xml:space="preserve">reliability </w:t>
            </w:r>
            <w:r w:rsidR="002E7A6E">
              <w:rPr>
                <w:sz w:val="20"/>
                <w:lang w:eastAsia="en-US"/>
              </w:rPr>
              <w:t>standard</w:t>
            </w:r>
            <w:r>
              <w:rPr>
                <w:sz w:val="20"/>
                <w:lang w:eastAsia="en-US"/>
              </w:rPr>
              <w:t>.</w:t>
            </w:r>
          </w:p>
          <w:p w:rsidR="002E7A6E" w:rsidRPr="00316198" w:rsidRDefault="00030D0C" w:rsidP="003E7B90">
            <w:pPr>
              <w:pStyle w:val="BoxListBullet"/>
              <w:spacing w:before="120"/>
              <w:rPr>
                <w:sz w:val="20"/>
                <w:lang w:eastAsia="en-US"/>
              </w:rPr>
            </w:pPr>
            <w:r>
              <w:rPr>
                <w:sz w:val="20"/>
                <w:lang w:eastAsia="en-US"/>
              </w:rPr>
              <w:t>T</w:t>
            </w:r>
            <w:r w:rsidR="002E7A6E" w:rsidRPr="00316198">
              <w:rPr>
                <w:sz w:val="20"/>
                <w:lang w:eastAsia="en-US"/>
              </w:rPr>
              <w:t>he transmission business intending to under</w:t>
            </w:r>
            <w:r w:rsidR="002E7A6E">
              <w:rPr>
                <w:sz w:val="20"/>
                <w:lang w:eastAsia="en-US"/>
              </w:rPr>
              <w:t xml:space="preserve">take a project carries out the </w:t>
            </w:r>
            <w:proofErr w:type="spellStart"/>
            <w:r w:rsidR="002E7A6E">
              <w:rPr>
                <w:sz w:val="20"/>
                <w:lang w:eastAsia="en-US"/>
              </w:rPr>
              <w:t>RIT</w:t>
            </w:r>
            <w:proofErr w:type="spellEnd"/>
            <w:r w:rsidR="002E7A6E">
              <w:rPr>
                <w:sz w:val="20"/>
                <w:lang w:eastAsia="en-US"/>
              </w:rPr>
              <w:t>-T</w:t>
            </w:r>
            <w:r w:rsidR="002E7A6E" w:rsidRPr="00316198">
              <w:rPr>
                <w:sz w:val="20"/>
                <w:lang w:eastAsia="en-US"/>
              </w:rPr>
              <w:t xml:space="preserve"> — not an independent party</w:t>
            </w:r>
            <w:r>
              <w:rPr>
                <w:sz w:val="20"/>
                <w:lang w:eastAsia="en-US"/>
              </w:rPr>
              <w:t>.</w:t>
            </w:r>
          </w:p>
          <w:p w:rsidR="002E7A6E" w:rsidRPr="00AD4E31" w:rsidRDefault="00030D0C" w:rsidP="003E7B90">
            <w:pPr>
              <w:pStyle w:val="BoxListBullet"/>
              <w:spacing w:before="120"/>
              <w:rPr>
                <w:sz w:val="20"/>
                <w:lang w:eastAsia="en-US"/>
              </w:rPr>
            </w:pPr>
            <w:r>
              <w:rPr>
                <w:sz w:val="20"/>
                <w:lang w:eastAsia="en-US"/>
              </w:rPr>
              <w:t>T</w:t>
            </w:r>
            <w:r w:rsidR="002E7A6E" w:rsidRPr="00AD4E31">
              <w:rPr>
                <w:sz w:val="20"/>
                <w:lang w:eastAsia="en-US"/>
              </w:rPr>
              <w:t xml:space="preserve">he details of alternatives canvassed in the </w:t>
            </w:r>
            <w:proofErr w:type="spellStart"/>
            <w:r w:rsidR="002E7A6E">
              <w:rPr>
                <w:sz w:val="20"/>
                <w:lang w:eastAsia="en-US"/>
              </w:rPr>
              <w:t>RIT</w:t>
            </w:r>
            <w:proofErr w:type="spellEnd"/>
            <w:r w:rsidR="002E7A6E">
              <w:rPr>
                <w:sz w:val="20"/>
                <w:lang w:eastAsia="en-US"/>
              </w:rPr>
              <w:t>-T</w:t>
            </w:r>
            <w:r w:rsidR="002E7A6E" w:rsidRPr="00AD4E31">
              <w:rPr>
                <w:sz w:val="20"/>
                <w:lang w:eastAsia="en-US"/>
              </w:rPr>
              <w:t xml:space="preserve"> (and their costs and benefits) cannot be rigorously tested by parties outside the business due to the information asymmetries that exist between the business and all others (except perhaps where </w:t>
            </w:r>
            <w:proofErr w:type="spellStart"/>
            <w:r w:rsidR="002E7A6E" w:rsidRPr="00AD4E31">
              <w:rPr>
                <w:sz w:val="20"/>
                <w:lang w:eastAsia="en-US"/>
              </w:rPr>
              <w:t>AEMO</w:t>
            </w:r>
            <w:proofErr w:type="spellEnd"/>
            <w:r w:rsidR="002E7A6E" w:rsidRPr="00AD4E31">
              <w:rPr>
                <w:sz w:val="20"/>
                <w:lang w:eastAsia="en-US"/>
              </w:rPr>
              <w:t xml:space="preserve"> is involve</w:t>
            </w:r>
            <w:r>
              <w:rPr>
                <w:sz w:val="20"/>
                <w:lang w:eastAsia="en-US"/>
              </w:rPr>
              <w:t>d in an inter-regional project).</w:t>
            </w:r>
          </w:p>
          <w:p w:rsidR="002E7A6E" w:rsidRDefault="00030D0C" w:rsidP="003E7B90">
            <w:pPr>
              <w:pStyle w:val="BoxListBullet"/>
              <w:spacing w:before="120"/>
              <w:rPr>
                <w:sz w:val="20"/>
                <w:lang w:eastAsia="en-US"/>
              </w:rPr>
            </w:pPr>
            <w:r>
              <w:rPr>
                <w:sz w:val="20"/>
                <w:lang w:eastAsia="en-US"/>
              </w:rPr>
              <w:t>O</w:t>
            </w:r>
            <w:r w:rsidR="002E7A6E" w:rsidRPr="00AD4E31">
              <w:rPr>
                <w:sz w:val="20"/>
                <w:lang w:eastAsia="en-US"/>
              </w:rPr>
              <w:t>ther parts of the regulatory regime, as well as state ownership, c</w:t>
            </w:r>
            <w:r w:rsidR="002E7A6E">
              <w:rPr>
                <w:sz w:val="20"/>
                <w:lang w:eastAsia="en-US"/>
              </w:rPr>
              <w:t>an create incentives that cause</w:t>
            </w:r>
            <w:r w:rsidR="002E7A6E" w:rsidRPr="00AD4E31">
              <w:rPr>
                <w:sz w:val="20"/>
                <w:lang w:eastAsia="en-US"/>
              </w:rPr>
              <w:t xml:space="preserve"> businesses to prefer options that diverge from a true </w:t>
            </w:r>
            <w:proofErr w:type="spellStart"/>
            <w:r w:rsidR="002E7A6E" w:rsidRPr="00AD4E31">
              <w:rPr>
                <w:sz w:val="20"/>
                <w:lang w:eastAsia="en-US"/>
              </w:rPr>
              <w:t>NEM</w:t>
            </w:r>
            <w:proofErr w:type="spellEnd"/>
            <w:r w:rsidR="002E7A6E" w:rsidRPr="00AD4E31">
              <w:rPr>
                <w:sz w:val="20"/>
                <w:lang w:eastAsia="en-US"/>
              </w:rPr>
              <w:noBreakHyphen/>
              <w:t xml:space="preserve">wide </w:t>
            </w:r>
            <w:r w:rsidR="002E7A6E">
              <w:rPr>
                <w:sz w:val="20"/>
                <w:lang w:eastAsia="en-US"/>
              </w:rPr>
              <w:t xml:space="preserve">efficient </w:t>
            </w:r>
            <w:r w:rsidR="002E7A6E" w:rsidRPr="00AD4E31">
              <w:rPr>
                <w:sz w:val="20"/>
                <w:lang w:eastAsia="en-US"/>
              </w:rPr>
              <w:t xml:space="preserve">solution. </w:t>
            </w:r>
            <w:r w:rsidR="00AD1304">
              <w:rPr>
                <w:sz w:val="20"/>
                <w:lang w:eastAsia="en-US"/>
              </w:rPr>
              <w:t>T</w:t>
            </w:r>
            <w:r w:rsidR="002E7A6E" w:rsidRPr="00AD4E31">
              <w:rPr>
                <w:sz w:val="20"/>
                <w:lang w:eastAsia="en-US"/>
              </w:rPr>
              <w:t>hese i</w:t>
            </w:r>
            <w:r w:rsidR="002E7A6E">
              <w:rPr>
                <w:sz w:val="20"/>
                <w:lang w:eastAsia="en-US"/>
              </w:rPr>
              <w:t>ncentives will not be overcome</w:t>
            </w:r>
            <w:r w:rsidR="002E7A6E" w:rsidRPr="00AD4E31">
              <w:rPr>
                <w:sz w:val="20"/>
                <w:lang w:eastAsia="en-US"/>
              </w:rPr>
              <w:t xml:space="preserve"> by any requirements in the </w:t>
            </w:r>
            <w:proofErr w:type="spellStart"/>
            <w:r w:rsidR="002E7A6E">
              <w:rPr>
                <w:sz w:val="20"/>
                <w:lang w:eastAsia="en-US"/>
              </w:rPr>
              <w:t>RIT</w:t>
            </w:r>
            <w:proofErr w:type="spellEnd"/>
            <w:r w:rsidR="002E7A6E">
              <w:rPr>
                <w:sz w:val="20"/>
                <w:lang w:eastAsia="en-US"/>
              </w:rPr>
              <w:t>-T</w:t>
            </w:r>
            <w:r>
              <w:rPr>
                <w:sz w:val="20"/>
                <w:lang w:eastAsia="en-US"/>
              </w:rPr>
              <w:t>.</w:t>
            </w:r>
          </w:p>
          <w:p w:rsidR="002E7A6E" w:rsidRPr="00AD4E31" w:rsidRDefault="00030D0C" w:rsidP="003E7B90">
            <w:pPr>
              <w:pStyle w:val="BoxListBullet"/>
              <w:spacing w:before="120"/>
              <w:rPr>
                <w:sz w:val="20"/>
                <w:lang w:eastAsia="en-US"/>
              </w:rPr>
            </w:pPr>
            <w:r>
              <w:rPr>
                <w:sz w:val="20"/>
                <w:lang w:eastAsia="en-US"/>
              </w:rPr>
              <w:t>T</w:t>
            </w:r>
            <w:r w:rsidR="002E7A6E">
              <w:rPr>
                <w:sz w:val="20"/>
                <w:lang w:eastAsia="en-US"/>
              </w:rPr>
              <w:t xml:space="preserve">here is no substantive consequence for the </w:t>
            </w:r>
            <w:proofErr w:type="spellStart"/>
            <w:r w:rsidR="002E7A6E">
              <w:rPr>
                <w:sz w:val="20"/>
                <w:lang w:eastAsia="en-US"/>
              </w:rPr>
              <w:t>TNSP</w:t>
            </w:r>
            <w:proofErr w:type="spellEnd"/>
            <w:r w:rsidR="002E7A6E">
              <w:rPr>
                <w:sz w:val="20"/>
                <w:lang w:eastAsia="en-US"/>
              </w:rPr>
              <w:t xml:space="preserve"> from producing an inadequate </w:t>
            </w:r>
            <w:proofErr w:type="spellStart"/>
            <w:r w:rsidR="002E7A6E">
              <w:rPr>
                <w:sz w:val="20"/>
                <w:lang w:eastAsia="en-US"/>
              </w:rPr>
              <w:t>RIT</w:t>
            </w:r>
            <w:proofErr w:type="spellEnd"/>
            <w:r w:rsidR="002E7A6E">
              <w:rPr>
                <w:sz w:val="20"/>
                <w:lang w:eastAsia="en-US"/>
              </w:rPr>
              <w:t>-T.</w:t>
            </w:r>
          </w:p>
          <w:p w:rsidR="002E7A6E" w:rsidRPr="00AD4E31" w:rsidRDefault="002E7A6E" w:rsidP="003E7B90">
            <w:pPr>
              <w:keepNext/>
              <w:spacing w:before="120" w:line="280" w:lineRule="atLeast"/>
              <w:jc w:val="both"/>
              <w:rPr>
                <w:rFonts w:ascii="Arial" w:hAnsi="Arial" w:cs="Arial"/>
                <w:sz w:val="20"/>
                <w:szCs w:val="20"/>
                <w:lang w:eastAsia="en-US"/>
              </w:rPr>
            </w:pPr>
            <w:r>
              <w:rPr>
                <w:rFonts w:ascii="Arial" w:hAnsi="Arial" w:cs="Arial"/>
                <w:sz w:val="20"/>
                <w:szCs w:val="20"/>
                <w:lang w:eastAsia="en-US"/>
              </w:rPr>
              <w:t xml:space="preserve">The </w:t>
            </w:r>
            <w:proofErr w:type="spellStart"/>
            <w:r>
              <w:rPr>
                <w:rFonts w:ascii="Arial" w:hAnsi="Arial" w:cs="Arial"/>
                <w:sz w:val="20"/>
                <w:szCs w:val="20"/>
                <w:lang w:eastAsia="en-US"/>
              </w:rPr>
              <w:t>RIT</w:t>
            </w:r>
            <w:proofErr w:type="spellEnd"/>
            <w:r>
              <w:rPr>
                <w:rFonts w:ascii="Arial" w:hAnsi="Arial" w:cs="Arial"/>
                <w:sz w:val="20"/>
                <w:szCs w:val="20"/>
                <w:lang w:eastAsia="en-US"/>
              </w:rPr>
              <w:t>-T</w:t>
            </w:r>
            <w:r w:rsidRPr="00AD4E31">
              <w:rPr>
                <w:rFonts w:ascii="Arial" w:hAnsi="Arial" w:cs="Arial"/>
                <w:sz w:val="20"/>
                <w:szCs w:val="20"/>
                <w:lang w:eastAsia="en-US"/>
              </w:rPr>
              <w:t xml:space="preserve"> also has little role in the </w:t>
            </w:r>
            <w:proofErr w:type="spellStart"/>
            <w:r w:rsidRPr="00AD4E31">
              <w:rPr>
                <w:rFonts w:ascii="Arial" w:hAnsi="Arial" w:cs="Arial"/>
                <w:sz w:val="20"/>
                <w:szCs w:val="20"/>
                <w:lang w:eastAsia="en-US"/>
              </w:rPr>
              <w:t>AER’s</w:t>
            </w:r>
            <w:proofErr w:type="spellEnd"/>
            <w:r w:rsidRPr="00AD4E31">
              <w:rPr>
                <w:rFonts w:ascii="Arial" w:hAnsi="Arial" w:cs="Arial"/>
                <w:sz w:val="20"/>
                <w:szCs w:val="20"/>
                <w:lang w:eastAsia="en-US"/>
              </w:rPr>
              <w:t xml:space="preserve"> revenue determination process for transmiss</w:t>
            </w:r>
            <w:r>
              <w:rPr>
                <w:rFonts w:ascii="Arial" w:hAnsi="Arial" w:cs="Arial"/>
                <w:sz w:val="20"/>
                <w:szCs w:val="20"/>
                <w:lang w:eastAsia="en-US"/>
              </w:rPr>
              <w:t xml:space="preserve">ion. The only role of any </w:t>
            </w:r>
            <w:proofErr w:type="spellStart"/>
            <w:r>
              <w:rPr>
                <w:rFonts w:ascii="Arial" w:hAnsi="Arial" w:cs="Arial"/>
                <w:sz w:val="20"/>
                <w:szCs w:val="20"/>
                <w:lang w:eastAsia="en-US"/>
              </w:rPr>
              <w:t>RIT</w:t>
            </w:r>
            <w:proofErr w:type="spellEnd"/>
            <w:r>
              <w:rPr>
                <w:rFonts w:ascii="Arial" w:hAnsi="Arial" w:cs="Arial"/>
                <w:sz w:val="20"/>
                <w:szCs w:val="20"/>
                <w:lang w:eastAsia="en-US"/>
              </w:rPr>
              <w:t>-T</w:t>
            </w:r>
            <w:r w:rsidRPr="00AD4E31">
              <w:rPr>
                <w:rFonts w:ascii="Arial" w:hAnsi="Arial" w:cs="Arial"/>
                <w:sz w:val="20"/>
                <w:szCs w:val="20"/>
                <w:lang w:eastAsia="en-US"/>
              </w:rPr>
              <w:t xml:space="preserve"> is that the business must include any augmentation option that has passed a </w:t>
            </w:r>
            <w:proofErr w:type="spellStart"/>
            <w:r w:rsidRPr="00AD4E31">
              <w:rPr>
                <w:rFonts w:ascii="Arial" w:hAnsi="Arial" w:cs="Arial"/>
                <w:sz w:val="20"/>
                <w:szCs w:val="20"/>
                <w:lang w:eastAsia="en-US"/>
              </w:rPr>
              <w:t>RIT</w:t>
            </w:r>
            <w:proofErr w:type="spellEnd"/>
            <w:r w:rsidRPr="00AD4E31">
              <w:rPr>
                <w:rFonts w:ascii="Arial" w:hAnsi="Arial" w:cs="Arial"/>
                <w:sz w:val="20"/>
                <w:szCs w:val="20"/>
                <w:lang w:eastAsia="en-US"/>
              </w:rPr>
              <w:t xml:space="preserve">-T in its aggregate </w:t>
            </w:r>
            <w:r w:rsidR="00030D0C">
              <w:rPr>
                <w:rFonts w:ascii="Arial" w:hAnsi="Arial" w:cs="Arial"/>
                <w:sz w:val="20"/>
                <w:szCs w:val="20"/>
                <w:lang w:eastAsia="en-US"/>
              </w:rPr>
              <w:t>capital expenditure (</w:t>
            </w:r>
            <w:proofErr w:type="spellStart"/>
            <w:r w:rsidRPr="00AD4E31">
              <w:rPr>
                <w:rFonts w:ascii="Arial" w:hAnsi="Arial" w:cs="Arial"/>
                <w:sz w:val="20"/>
                <w:szCs w:val="20"/>
                <w:lang w:eastAsia="en-US"/>
              </w:rPr>
              <w:t>capex</w:t>
            </w:r>
            <w:proofErr w:type="spellEnd"/>
            <w:r w:rsidR="00030D0C">
              <w:rPr>
                <w:rFonts w:ascii="Arial" w:hAnsi="Arial" w:cs="Arial"/>
                <w:sz w:val="20"/>
                <w:szCs w:val="20"/>
                <w:lang w:eastAsia="en-US"/>
              </w:rPr>
              <w:t>)</w:t>
            </w:r>
            <w:r w:rsidRPr="00AD4E31">
              <w:rPr>
                <w:rFonts w:ascii="Arial" w:hAnsi="Arial" w:cs="Arial"/>
                <w:sz w:val="20"/>
                <w:szCs w:val="20"/>
                <w:lang w:eastAsia="en-US"/>
              </w:rPr>
              <w:t xml:space="preserve"> revenue proposal. (In fact, many capital spending projects do not require a </w:t>
            </w:r>
            <w:proofErr w:type="spellStart"/>
            <w:r w:rsidRPr="00AD4E31">
              <w:rPr>
                <w:rFonts w:ascii="Arial" w:hAnsi="Arial" w:cs="Arial"/>
                <w:sz w:val="20"/>
                <w:szCs w:val="20"/>
                <w:lang w:eastAsia="en-US"/>
              </w:rPr>
              <w:t>RIT</w:t>
            </w:r>
            <w:proofErr w:type="spellEnd"/>
            <w:r w:rsidRPr="00AD4E31">
              <w:rPr>
                <w:rFonts w:ascii="Arial" w:hAnsi="Arial" w:cs="Arial"/>
                <w:sz w:val="20"/>
                <w:szCs w:val="20"/>
                <w:lang w:eastAsia="en-US"/>
              </w:rPr>
              <w:t xml:space="preserve">-T and a </w:t>
            </w:r>
            <w:proofErr w:type="spellStart"/>
            <w:r w:rsidRPr="00AD4E31">
              <w:rPr>
                <w:rFonts w:ascii="Arial" w:hAnsi="Arial" w:cs="Arial"/>
                <w:sz w:val="20"/>
                <w:szCs w:val="20"/>
                <w:lang w:eastAsia="en-US"/>
              </w:rPr>
              <w:t>RIT</w:t>
            </w:r>
            <w:proofErr w:type="spellEnd"/>
            <w:r w:rsidRPr="00AD4E31">
              <w:rPr>
                <w:rFonts w:ascii="Arial" w:hAnsi="Arial" w:cs="Arial"/>
                <w:sz w:val="20"/>
                <w:szCs w:val="20"/>
                <w:lang w:eastAsia="en-US"/>
              </w:rPr>
              <w:t xml:space="preserve">-T may not have been undertaken at the time the </w:t>
            </w:r>
            <w:proofErr w:type="spellStart"/>
            <w:r w:rsidRPr="00AD4E31">
              <w:rPr>
                <w:rFonts w:ascii="Arial" w:hAnsi="Arial" w:cs="Arial"/>
                <w:sz w:val="20"/>
                <w:szCs w:val="20"/>
                <w:lang w:eastAsia="en-US"/>
              </w:rPr>
              <w:t>AER</w:t>
            </w:r>
            <w:proofErr w:type="spellEnd"/>
            <w:r w:rsidRPr="00AD4E31">
              <w:rPr>
                <w:rFonts w:ascii="Arial" w:hAnsi="Arial" w:cs="Arial"/>
                <w:sz w:val="20"/>
                <w:szCs w:val="20"/>
                <w:lang w:eastAsia="en-US"/>
              </w:rPr>
              <w:t xml:space="preserve"> makes its revenue determination.) The </w:t>
            </w:r>
            <w:proofErr w:type="spellStart"/>
            <w:r w:rsidRPr="00AD4E31">
              <w:rPr>
                <w:rFonts w:ascii="Arial" w:hAnsi="Arial" w:cs="Arial"/>
                <w:sz w:val="20"/>
                <w:szCs w:val="20"/>
                <w:lang w:eastAsia="en-US"/>
              </w:rPr>
              <w:t>AER</w:t>
            </w:r>
            <w:proofErr w:type="spellEnd"/>
            <w:r w:rsidRPr="00AD4E31">
              <w:rPr>
                <w:rFonts w:ascii="Arial" w:hAnsi="Arial" w:cs="Arial"/>
                <w:sz w:val="20"/>
                <w:szCs w:val="20"/>
                <w:lang w:eastAsia="en-US"/>
              </w:rPr>
              <w:t xml:space="preserve"> does not approve specific investment projects, but instead provides a revenue allowance that leaves the business with choices about the timing and nature of its overall portfolio of investments over the regulatory period. Under that approach, the business must build to meet any specified </w:t>
            </w:r>
            <w:r>
              <w:rPr>
                <w:rFonts w:ascii="Arial" w:hAnsi="Arial" w:cs="Arial"/>
                <w:sz w:val="20"/>
                <w:szCs w:val="20"/>
                <w:lang w:eastAsia="en-US"/>
              </w:rPr>
              <w:t xml:space="preserve">reliability </w:t>
            </w:r>
            <w:r w:rsidRPr="00AD4E31">
              <w:rPr>
                <w:rFonts w:ascii="Arial" w:hAnsi="Arial" w:cs="Arial"/>
                <w:sz w:val="20"/>
                <w:szCs w:val="20"/>
                <w:lang w:eastAsia="en-US"/>
              </w:rPr>
              <w:t xml:space="preserve">standards, but if it can undertake the projects to achieve those standards at lower cost, it can retain the savings as profits. In that sense, the term ‘Regulatory’ Investment Test is a misnomer as it may have very little bearing on the aggregate </w:t>
            </w:r>
            <w:proofErr w:type="spellStart"/>
            <w:r w:rsidRPr="00AD4E31">
              <w:rPr>
                <w:rFonts w:ascii="Arial" w:hAnsi="Arial" w:cs="Arial"/>
                <w:sz w:val="20"/>
                <w:szCs w:val="20"/>
                <w:lang w:eastAsia="en-US"/>
              </w:rPr>
              <w:t>capex</w:t>
            </w:r>
            <w:proofErr w:type="spellEnd"/>
            <w:r w:rsidRPr="00AD4E31">
              <w:rPr>
                <w:rFonts w:ascii="Arial" w:hAnsi="Arial" w:cs="Arial"/>
                <w:sz w:val="20"/>
                <w:szCs w:val="20"/>
                <w:lang w:eastAsia="en-US"/>
              </w:rPr>
              <w:t xml:space="preserve"> revenue proposal and may make little difference to what</w:t>
            </w:r>
            <w:r>
              <w:rPr>
                <w:rFonts w:ascii="Arial" w:hAnsi="Arial" w:cs="Arial"/>
                <w:sz w:val="20"/>
                <w:szCs w:val="20"/>
                <w:lang w:eastAsia="en-US"/>
              </w:rPr>
              <w:t xml:space="preserve"> would have been built had the T</w:t>
            </w:r>
            <w:r w:rsidRPr="00AD4E31">
              <w:rPr>
                <w:rFonts w:ascii="Arial" w:hAnsi="Arial" w:cs="Arial"/>
                <w:sz w:val="20"/>
                <w:szCs w:val="20"/>
                <w:lang w:eastAsia="en-US"/>
              </w:rPr>
              <w:t xml:space="preserve">est not been </w:t>
            </w:r>
            <w:r>
              <w:rPr>
                <w:rFonts w:ascii="Arial" w:hAnsi="Arial" w:cs="Arial"/>
                <w:sz w:val="20"/>
                <w:szCs w:val="20"/>
                <w:lang w:eastAsia="en-US"/>
              </w:rPr>
              <w:t>undertaken</w:t>
            </w:r>
            <w:r w:rsidRPr="00AD4E31">
              <w:rPr>
                <w:rFonts w:ascii="Arial" w:hAnsi="Arial" w:cs="Arial"/>
                <w:sz w:val="20"/>
                <w:szCs w:val="20"/>
                <w:lang w:eastAsia="en-US"/>
              </w:rPr>
              <w:t xml:space="preserve">. </w:t>
            </w:r>
          </w:p>
          <w:p w:rsidR="002E7A6E" w:rsidRPr="00AD4E31" w:rsidRDefault="002E7A6E" w:rsidP="003E7B90">
            <w:pPr>
              <w:keepNext/>
              <w:spacing w:before="120" w:line="280" w:lineRule="atLeast"/>
              <w:jc w:val="both"/>
              <w:rPr>
                <w:rFonts w:ascii="Arial" w:hAnsi="Arial" w:cs="Arial"/>
                <w:sz w:val="20"/>
                <w:szCs w:val="20"/>
                <w:lang w:eastAsia="en-US"/>
              </w:rPr>
            </w:pPr>
            <w:r w:rsidRPr="00AD4E31">
              <w:rPr>
                <w:rFonts w:ascii="Arial" w:hAnsi="Arial" w:cs="Arial"/>
                <w:sz w:val="20"/>
                <w:szCs w:val="20"/>
                <w:lang w:eastAsia="en-US"/>
              </w:rPr>
              <w:t xml:space="preserve">This is not to say that the </w:t>
            </w:r>
            <w:proofErr w:type="spellStart"/>
            <w:r>
              <w:rPr>
                <w:rFonts w:ascii="Arial" w:hAnsi="Arial" w:cs="Arial"/>
                <w:sz w:val="20"/>
                <w:szCs w:val="20"/>
                <w:lang w:eastAsia="en-US"/>
              </w:rPr>
              <w:t>RIT</w:t>
            </w:r>
            <w:proofErr w:type="spellEnd"/>
            <w:r>
              <w:rPr>
                <w:rFonts w:ascii="Arial" w:hAnsi="Arial" w:cs="Arial"/>
                <w:sz w:val="20"/>
                <w:szCs w:val="20"/>
                <w:lang w:eastAsia="en-US"/>
              </w:rPr>
              <w:t>-T</w:t>
            </w:r>
            <w:r w:rsidRPr="00AD4E31">
              <w:rPr>
                <w:rFonts w:ascii="Arial" w:hAnsi="Arial" w:cs="Arial"/>
                <w:sz w:val="20"/>
                <w:szCs w:val="20"/>
                <w:lang w:eastAsia="en-US"/>
              </w:rPr>
              <w:t xml:space="preserve"> has no impact or should be discarded. </w:t>
            </w:r>
            <w:r>
              <w:rPr>
                <w:rFonts w:ascii="Arial" w:hAnsi="Arial" w:cs="Arial"/>
                <w:sz w:val="20"/>
                <w:szCs w:val="20"/>
                <w:lang w:eastAsia="en-US"/>
              </w:rPr>
              <w:t>Even if it does not overcome all information asymmetries between the prospective investor and other stakeholders, t</w:t>
            </w:r>
            <w:r w:rsidRPr="00AD4E31">
              <w:rPr>
                <w:rFonts w:ascii="Arial" w:hAnsi="Arial" w:cs="Arial"/>
                <w:sz w:val="20"/>
                <w:szCs w:val="20"/>
                <w:lang w:eastAsia="en-US"/>
              </w:rPr>
              <w:t xml:space="preserve">he Test is </w:t>
            </w:r>
            <w:r>
              <w:rPr>
                <w:rFonts w:ascii="Arial" w:hAnsi="Arial" w:cs="Arial"/>
                <w:sz w:val="20"/>
                <w:szCs w:val="20"/>
                <w:lang w:eastAsia="en-US"/>
              </w:rPr>
              <w:t xml:space="preserve">still </w:t>
            </w:r>
            <w:r w:rsidRPr="00AD4E31">
              <w:rPr>
                <w:rFonts w:ascii="Arial" w:hAnsi="Arial" w:cs="Arial"/>
                <w:sz w:val="20"/>
                <w:szCs w:val="20"/>
                <w:lang w:eastAsia="en-US"/>
              </w:rPr>
              <w:t xml:space="preserve">able to </w:t>
            </w:r>
            <w:r>
              <w:rPr>
                <w:rFonts w:ascii="Arial" w:hAnsi="Arial" w:cs="Arial"/>
                <w:sz w:val="20"/>
                <w:szCs w:val="20"/>
                <w:lang w:eastAsia="en-US"/>
              </w:rPr>
              <w:t>shed some light on</w:t>
            </w:r>
            <w:r w:rsidRPr="00AD4E31">
              <w:rPr>
                <w:rFonts w:ascii="Arial" w:hAnsi="Arial" w:cs="Arial"/>
                <w:sz w:val="20"/>
                <w:szCs w:val="20"/>
                <w:lang w:eastAsia="en-US"/>
              </w:rPr>
              <w:t xml:space="preserve"> egregious examples of gold plating, </w:t>
            </w:r>
            <w:r>
              <w:rPr>
                <w:rFonts w:ascii="Arial" w:hAnsi="Arial" w:cs="Arial"/>
                <w:sz w:val="20"/>
                <w:szCs w:val="20"/>
                <w:lang w:eastAsia="en-US"/>
              </w:rPr>
              <w:t xml:space="preserve">or unjustified </w:t>
            </w:r>
            <w:r w:rsidRPr="00AD4E31">
              <w:rPr>
                <w:rFonts w:ascii="Arial" w:hAnsi="Arial" w:cs="Arial"/>
                <w:sz w:val="20"/>
                <w:szCs w:val="20"/>
                <w:lang w:eastAsia="en-US"/>
              </w:rPr>
              <w:t>preference</w:t>
            </w:r>
            <w:r>
              <w:rPr>
                <w:rFonts w:ascii="Arial" w:hAnsi="Arial" w:cs="Arial"/>
                <w:sz w:val="20"/>
                <w:szCs w:val="20"/>
                <w:lang w:eastAsia="en-US"/>
              </w:rPr>
              <w:t>s</w:t>
            </w:r>
            <w:r w:rsidRPr="00AD4E31">
              <w:rPr>
                <w:rFonts w:ascii="Arial" w:hAnsi="Arial" w:cs="Arial"/>
                <w:sz w:val="20"/>
                <w:szCs w:val="20"/>
                <w:lang w:eastAsia="en-US"/>
              </w:rPr>
              <w:t xml:space="preserve"> for network-based solutions, or intra-jurisdictional preference</w:t>
            </w:r>
            <w:r>
              <w:rPr>
                <w:rFonts w:ascii="Arial" w:hAnsi="Arial" w:cs="Arial"/>
                <w:sz w:val="20"/>
                <w:szCs w:val="20"/>
                <w:lang w:eastAsia="en-US"/>
              </w:rPr>
              <w:t>s</w:t>
            </w:r>
            <w:r w:rsidRPr="00AD4E31">
              <w:rPr>
                <w:rFonts w:ascii="Arial" w:hAnsi="Arial" w:cs="Arial"/>
                <w:sz w:val="20"/>
                <w:szCs w:val="20"/>
                <w:lang w:eastAsia="en-US"/>
              </w:rPr>
              <w:t>. Further, it provide</w:t>
            </w:r>
            <w:r>
              <w:rPr>
                <w:rFonts w:ascii="Arial" w:hAnsi="Arial" w:cs="Arial"/>
                <w:sz w:val="20"/>
                <w:szCs w:val="20"/>
                <w:lang w:eastAsia="en-US"/>
              </w:rPr>
              <w:t>s</w:t>
            </w:r>
            <w:r w:rsidRPr="00AD4E31">
              <w:rPr>
                <w:rFonts w:ascii="Arial" w:hAnsi="Arial" w:cs="Arial"/>
                <w:sz w:val="20"/>
                <w:szCs w:val="20"/>
                <w:lang w:eastAsia="en-US"/>
              </w:rPr>
              <w:t xml:space="preserve"> a platform for public consultation of possible alternative options, especially for demand management options. </w:t>
            </w:r>
            <w:r>
              <w:rPr>
                <w:rFonts w:ascii="Arial" w:hAnsi="Arial" w:cs="Arial"/>
                <w:sz w:val="20"/>
                <w:szCs w:val="20"/>
                <w:lang w:eastAsia="en-US"/>
              </w:rPr>
              <w:t>However, as discussed in chapter 17, there are strong grounds for improving the Test.</w:t>
            </w:r>
          </w:p>
          <w:p w:rsidR="002E7A6E" w:rsidRPr="009D24AB" w:rsidRDefault="002E7A6E" w:rsidP="003E7B90">
            <w:pPr>
              <w:keepNext/>
              <w:spacing w:before="120" w:line="280" w:lineRule="atLeast"/>
              <w:jc w:val="both"/>
              <w:rPr>
                <w:rFonts w:ascii="Arial" w:hAnsi="Arial" w:cs="Arial"/>
                <w:sz w:val="20"/>
                <w:szCs w:val="20"/>
                <w:lang w:eastAsia="en-US"/>
              </w:rPr>
            </w:pPr>
            <w:r w:rsidRPr="00AD4E31">
              <w:rPr>
                <w:rFonts w:ascii="Arial" w:hAnsi="Arial" w:cs="Arial"/>
                <w:sz w:val="20"/>
                <w:szCs w:val="20"/>
                <w:lang w:eastAsia="en-US"/>
              </w:rPr>
              <w:t>The ‘</w:t>
            </w:r>
            <w:proofErr w:type="spellStart"/>
            <w:r w:rsidRPr="00AD4E31">
              <w:rPr>
                <w:rFonts w:ascii="Arial" w:hAnsi="Arial" w:cs="Arial"/>
                <w:sz w:val="20"/>
                <w:szCs w:val="20"/>
                <w:lang w:eastAsia="en-US"/>
              </w:rPr>
              <w:t>RI</w:t>
            </w:r>
            <w:r w:rsidR="00030D0C">
              <w:rPr>
                <w:rFonts w:ascii="Arial" w:hAnsi="Arial" w:cs="Arial"/>
                <w:sz w:val="20"/>
                <w:szCs w:val="20"/>
                <w:lang w:eastAsia="en-US"/>
              </w:rPr>
              <w:t>T</w:t>
            </w:r>
            <w:proofErr w:type="spellEnd"/>
            <w:r w:rsidR="00030D0C">
              <w:rPr>
                <w:rFonts w:ascii="Arial" w:hAnsi="Arial" w:cs="Arial"/>
                <w:sz w:val="20"/>
                <w:szCs w:val="20"/>
                <w:lang w:eastAsia="en-US"/>
              </w:rPr>
              <w:t xml:space="preserve">-T’ as undertaken by </w:t>
            </w:r>
            <w:proofErr w:type="spellStart"/>
            <w:r w:rsidR="00030D0C">
              <w:rPr>
                <w:rFonts w:ascii="Arial" w:hAnsi="Arial" w:cs="Arial"/>
                <w:sz w:val="20"/>
                <w:szCs w:val="20"/>
                <w:lang w:eastAsia="en-US"/>
              </w:rPr>
              <w:t>AEMO</w:t>
            </w:r>
            <w:proofErr w:type="spellEnd"/>
            <w:r w:rsidR="00030D0C">
              <w:rPr>
                <w:rFonts w:ascii="Arial" w:hAnsi="Arial" w:cs="Arial"/>
                <w:sz w:val="20"/>
                <w:szCs w:val="20"/>
                <w:lang w:eastAsia="en-US"/>
              </w:rPr>
              <w:t xml:space="preserve"> i</w:t>
            </w:r>
            <w:r>
              <w:rPr>
                <w:rFonts w:ascii="Arial" w:hAnsi="Arial" w:cs="Arial"/>
                <w:sz w:val="20"/>
                <w:szCs w:val="20"/>
                <w:lang w:eastAsia="en-US"/>
              </w:rPr>
              <w:t xml:space="preserve">n Victoria </w:t>
            </w:r>
            <w:r w:rsidRPr="00AD4E31">
              <w:rPr>
                <w:rFonts w:ascii="Arial" w:hAnsi="Arial" w:cs="Arial"/>
                <w:sz w:val="20"/>
                <w:szCs w:val="20"/>
                <w:lang w:eastAsia="en-US"/>
              </w:rPr>
              <w:t xml:space="preserve">has a different role. </w:t>
            </w:r>
            <w:r>
              <w:rPr>
                <w:rFonts w:ascii="Arial" w:hAnsi="Arial" w:cs="Arial"/>
                <w:sz w:val="20"/>
                <w:szCs w:val="20"/>
                <w:lang w:eastAsia="en-US"/>
              </w:rPr>
              <w:t>In this case</w:t>
            </w:r>
            <w:r w:rsidR="00030D0C">
              <w:rPr>
                <w:rFonts w:ascii="Arial" w:hAnsi="Arial" w:cs="Arial"/>
                <w:sz w:val="20"/>
                <w:szCs w:val="20"/>
                <w:lang w:eastAsia="en-US"/>
              </w:rPr>
              <w:t>,</w:t>
            </w:r>
            <w:r>
              <w:rPr>
                <w:rFonts w:ascii="Arial" w:hAnsi="Arial" w:cs="Arial"/>
                <w:sz w:val="20"/>
                <w:szCs w:val="20"/>
                <w:lang w:eastAsia="en-US"/>
              </w:rPr>
              <w:t xml:space="preserve"> it</w:t>
            </w:r>
            <w:r w:rsidRPr="00AD4E31">
              <w:rPr>
                <w:rFonts w:ascii="Arial" w:hAnsi="Arial" w:cs="Arial"/>
                <w:sz w:val="20"/>
                <w:szCs w:val="20"/>
                <w:lang w:eastAsia="en-US"/>
              </w:rPr>
              <w:t xml:space="preserve"> </w:t>
            </w:r>
            <w:r>
              <w:rPr>
                <w:rFonts w:ascii="Arial" w:hAnsi="Arial" w:cs="Arial"/>
                <w:sz w:val="20"/>
                <w:szCs w:val="20"/>
                <w:lang w:eastAsia="en-US"/>
              </w:rPr>
              <w:t xml:space="preserve">is </w:t>
            </w:r>
            <w:r w:rsidRPr="00AD4E31">
              <w:rPr>
                <w:rFonts w:ascii="Arial" w:hAnsi="Arial" w:cs="Arial"/>
                <w:sz w:val="20"/>
                <w:szCs w:val="20"/>
                <w:lang w:eastAsia="en-US"/>
              </w:rPr>
              <w:t xml:space="preserve">an independent </w:t>
            </w:r>
            <w:r w:rsidR="002E563E">
              <w:rPr>
                <w:rFonts w:ascii="Arial" w:hAnsi="Arial" w:cs="Arial"/>
                <w:sz w:val="20"/>
                <w:szCs w:val="20"/>
                <w:lang w:eastAsia="en-US"/>
              </w:rPr>
              <w:t>cost–benefit</w:t>
            </w:r>
            <w:r w:rsidRPr="00AD4E31">
              <w:rPr>
                <w:rFonts w:ascii="Arial" w:hAnsi="Arial" w:cs="Arial"/>
                <w:sz w:val="20"/>
                <w:szCs w:val="20"/>
                <w:lang w:eastAsia="en-US"/>
              </w:rPr>
              <w:t xml:space="preserve"> analysis </w:t>
            </w:r>
            <w:r>
              <w:rPr>
                <w:rFonts w:ascii="Arial" w:hAnsi="Arial" w:cs="Arial"/>
                <w:sz w:val="20"/>
                <w:szCs w:val="20"/>
                <w:lang w:eastAsia="en-US"/>
              </w:rPr>
              <w:t xml:space="preserve">that </w:t>
            </w:r>
            <w:r w:rsidRPr="00AD4E31">
              <w:rPr>
                <w:rFonts w:ascii="Arial" w:hAnsi="Arial" w:cs="Arial"/>
                <w:sz w:val="20"/>
                <w:szCs w:val="20"/>
                <w:lang w:eastAsia="en-US"/>
              </w:rPr>
              <w:t>determine</w:t>
            </w:r>
            <w:r>
              <w:rPr>
                <w:rFonts w:ascii="Arial" w:hAnsi="Arial" w:cs="Arial"/>
                <w:sz w:val="20"/>
                <w:szCs w:val="20"/>
                <w:lang w:eastAsia="en-US"/>
              </w:rPr>
              <w:t>s</w:t>
            </w:r>
            <w:r w:rsidRPr="00AD4E31">
              <w:rPr>
                <w:rFonts w:ascii="Arial" w:hAnsi="Arial" w:cs="Arial"/>
                <w:sz w:val="20"/>
                <w:szCs w:val="20"/>
                <w:lang w:eastAsia="en-US"/>
              </w:rPr>
              <w:t xml:space="preserve"> the nature of the solution (which might not be </w:t>
            </w:r>
            <w:proofErr w:type="spellStart"/>
            <w:r w:rsidRPr="00AD4E31">
              <w:rPr>
                <w:rFonts w:ascii="Arial" w:hAnsi="Arial" w:cs="Arial"/>
                <w:sz w:val="20"/>
                <w:szCs w:val="20"/>
                <w:lang w:eastAsia="en-US"/>
              </w:rPr>
              <w:t>capex</w:t>
            </w:r>
            <w:proofErr w:type="spellEnd"/>
            <w:r w:rsidRPr="00AD4E31">
              <w:rPr>
                <w:rFonts w:ascii="Arial" w:hAnsi="Arial" w:cs="Arial"/>
                <w:sz w:val="20"/>
                <w:szCs w:val="20"/>
                <w:lang w:eastAsia="en-US"/>
              </w:rPr>
              <w:t>) and th</w:t>
            </w:r>
            <w:r>
              <w:rPr>
                <w:rFonts w:ascii="Arial" w:hAnsi="Arial" w:cs="Arial"/>
                <w:sz w:val="20"/>
                <w:szCs w:val="20"/>
                <w:lang w:eastAsia="en-US"/>
              </w:rPr>
              <w:t xml:space="preserve">e </w:t>
            </w:r>
            <w:r w:rsidR="00030D0C">
              <w:rPr>
                <w:rFonts w:ascii="Arial" w:hAnsi="Arial" w:cs="Arial"/>
                <w:sz w:val="20"/>
                <w:szCs w:val="20"/>
                <w:lang w:eastAsia="en-US"/>
              </w:rPr>
              <w:t xml:space="preserve">required </w:t>
            </w:r>
            <w:r>
              <w:rPr>
                <w:rFonts w:ascii="Arial" w:hAnsi="Arial" w:cs="Arial"/>
                <w:sz w:val="20"/>
                <w:szCs w:val="20"/>
                <w:lang w:eastAsia="en-US"/>
              </w:rPr>
              <w:t xml:space="preserve">revenue to meet those costs. To have the </w:t>
            </w:r>
            <w:proofErr w:type="spellStart"/>
            <w:r>
              <w:rPr>
                <w:rFonts w:ascii="Arial" w:hAnsi="Arial" w:cs="Arial"/>
                <w:sz w:val="20"/>
                <w:szCs w:val="20"/>
                <w:lang w:eastAsia="en-US"/>
              </w:rPr>
              <w:t>RIT</w:t>
            </w:r>
            <w:proofErr w:type="spellEnd"/>
            <w:r>
              <w:rPr>
                <w:rFonts w:ascii="Arial" w:hAnsi="Arial" w:cs="Arial"/>
                <w:sz w:val="20"/>
                <w:szCs w:val="20"/>
                <w:lang w:eastAsia="en-US"/>
              </w:rPr>
              <w:t xml:space="preserve">-T play the same role in other jurisdictions, the </w:t>
            </w:r>
            <w:proofErr w:type="spellStart"/>
            <w:r w:rsidRPr="00AD4E31">
              <w:rPr>
                <w:rFonts w:ascii="Arial" w:hAnsi="Arial" w:cs="Arial"/>
                <w:sz w:val="20"/>
                <w:szCs w:val="20"/>
                <w:lang w:eastAsia="en-US"/>
              </w:rPr>
              <w:t>AER</w:t>
            </w:r>
            <w:proofErr w:type="spellEnd"/>
            <w:r w:rsidRPr="00AD4E31">
              <w:rPr>
                <w:rFonts w:ascii="Arial" w:hAnsi="Arial" w:cs="Arial"/>
                <w:sz w:val="20"/>
                <w:szCs w:val="20"/>
                <w:lang w:eastAsia="en-US"/>
              </w:rPr>
              <w:t xml:space="preserve"> or some other body could use an objectively appraised </w:t>
            </w:r>
            <w:proofErr w:type="spellStart"/>
            <w:r w:rsidRPr="00AD4E31">
              <w:rPr>
                <w:rFonts w:ascii="Arial" w:hAnsi="Arial" w:cs="Arial"/>
                <w:sz w:val="20"/>
                <w:szCs w:val="20"/>
                <w:lang w:eastAsia="en-US"/>
              </w:rPr>
              <w:t>RIT</w:t>
            </w:r>
            <w:proofErr w:type="spellEnd"/>
            <w:r w:rsidRPr="00AD4E31">
              <w:rPr>
                <w:rFonts w:ascii="Arial" w:hAnsi="Arial" w:cs="Arial"/>
                <w:sz w:val="20"/>
                <w:szCs w:val="20"/>
                <w:lang w:eastAsia="en-US"/>
              </w:rPr>
              <w:t xml:space="preserve">-T to determine required investments, but to do so effectively would require impartial advice on </w:t>
            </w:r>
            <w:r>
              <w:rPr>
                <w:rFonts w:ascii="Arial" w:hAnsi="Arial" w:cs="Arial"/>
                <w:sz w:val="20"/>
                <w:szCs w:val="20"/>
                <w:lang w:eastAsia="en-US"/>
              </w:rPr>
              <w:t xml:space="preserve">specifications, options, timing, </w:t>
            </w:r>
            <w:r w:rsidRPr="00AD4E31">
              <w:rPr>
                <w:rFonts w:ascii="Arial" w:hAnsi="Arial" w:cs="Arial"/>
                <w:sz w:val="20"/>
                <w:szCs w:val="20"/>
                <w:lang w:eastAsia="en-US"/>
              </w:rPr>
              <w:t xml:space="preserve">costs and network-wide needs. </w:t>
            </w:r>
          </w:p>
        </w:tc>
      </w:tr>
      <w:tr w:rsidR="002E7A6E" w:rsidTr="003E7B90">
        <w:trPr>
          <w:cantSplit/>
        </w:trPr>
        <w:tc>
          <w:tcPr>
            <w:tcW w:w="8771" w:type="dxa"/>
            <w:tcBorders>
              <w:top w:val="nil"/>
              <w:left w:val="single" w:sz="6" w:space="0" w:color="auto"/>
              <w:bottom w:val="single" w:sz="6" w:space="0" w:color="auto"/>
              <w:right w:val="single" w:sz="6" w:space="0" w:color="auto"/>
            </w:tcBorders>
          </w:tcPr>
          <w:p w:rsidR="002E7A6E" w:rsidRDefault="002E7A6E" w:rsidP="003E7B90">
            <w:pPr>
              <w:pStyle w:val="Box"/>
              <w:spacing w:before="0" w:line="120" w:lineRule="exact"/>
            </w:pPr>
          </w:p>
        </w:tc>
      </w:tr>
      <w:tr w:rsidR="002E7A6E" w:rsidRPr="000863A5" w:rsidTr="003E7B90">
        <w:tc>
          <w:tcPr>
            <w:tcW w:w="8771" w:type="dxa"/>
            <w:tcBorders>
              <w:top w:val="nil"/>
              <w:left w:val="nil"/>
              <w:bottom w:val="nil"/>
              <w:right w:val="nil"/>
            </w:tcBorders>
          </w:tcPr>
          <w:p w:rsidR="002E7A6E" w:rsidRPr="000863A5" w:rsidRDefault="002E7A6E" w:rsidP="003E7B90">
            <w:pPr>
              <w:pStyle w:val="Box"/>
              <w:keepNext w:val="0"/>
              <w:spacing w:before="60" w:after="60" w:line="80" w:lineRule="exact"/>
              <w:rPr>
                <w:b/>
                <w:sz w:val="14"/>
              </w:rPr>
            </w:pPr>
          </w:p>
        </w:tc>
      </w:tr>
    </w:tbl>
    <w:p w:rsidR="002E7A6E" w:rsidRPr="003E2234" w:rsidRDefault="002E7A6E" w:rsidP="002E7A6E">
      <w:pPr>
        <w:pStyle w:val="BodyText"/>
      </w:pPr>
      <w:r>
        <w:lastRenderedPageBreak/>
        <w:t xml:space="preserve">As shown in figure 16.1, information from planning processes (which include Annual Planning Reports and the </w:t>
      </w:r>
      <w:proofErr w:type="spellStart"/>
      <w:r>
        <w:t>RIT</w:t>
      </w:r>
      <w:proofErr w:type="spellEnd"/>
      <w:r>
        <w:t xml:space="preserve">-T) feed in to the revenue determination process, but is only used to inform the process, and is not used in a way that ‘locks in’ any particular investment. In the example in figure 16.1, information from the </w:t>
      </w:r>
      <w:proofErr w:type="spellStart"/>
      <w:r>
        <w:t>RIT</w:t>
      </w:r>
      <w:proofErr w:type="spellEnd"/>
      <w:r>
        <w:t xml:space="preserve">-T for project A (which is due to be built in the regulatory period) is available as an input into the </w:t>
      </w:r>
      <w:proofErr w:type="spellStart"/>
      <w:r>
        <w:t>AER’s</w:t>
      </w:r>
      <w:proofErr w:type="spellEnd"/>
      <w:r>
        <w:t xml:space="preserve"> revenue determination. It is not possible to use information from the </w:t>
      </w:r>
      <w:proofErr w:type="spellStart"/>
      <w:r>
        <w:t>RIT</w:t>
      </w:r>
      <w:proofErr w:type="spellEnd"/>
      <w:r>
        <w:t xml:space="preserve">-T for project B as it has not been prepared at the time of the determination. Instead, the Annual Planning Report would identify a network need, for which reliability standards are a key determinant, and the estimated cost of efficiently meeting the need would be included as part of the overall figure set by the revenue determination. </w:t>
      </w:r>
    </w:p>
    <w:p w:rsidR="002E7A6E" w:rsidRDefault="002E7A6E" w:rsidP="002E7A6E">
      <w:pPr>
        <w:pStyle w:val="BodyText"/>
      </w:pPr>
      <w:r>
        <w:t xml:space="preserve">Under incentive regulation, there is no requirement that expenditure proposals used to inform revenue determinations actually materialise. At the end of the regulatory period, it is the actual spending — rather than that predicted by the </w:t>
      </w:r>
      <w:proofErr w:type="spellStart"/>
      <w:r>
        <w:t>RIT</w:t>
      </w:r>
      <w:proofErr w:type="spellEnd"/>
      <w:r>
        <w:t xml:space="preserve">-T or the planning report — that is entered into the regulatory asset base </w:t>
      </w:r>
      <w:r w:rsidR="00030D0C">
        <w:t>(</w:t>
      </w:r>
      <w:proofErr w:type="spellStart"/>
      <w:r w:rsidR="00030D0C">
        <w:t>RAB</w:t>
      </w:r>
      <w:proofErr w:type="spellEnd"/>
      <w:r w:rsidR="00030D0C">
        <w:t xml:space="preserve">) </w:t>
      </w:r>
      <w:r>
        <w:t xml:space="preserve">for the next revenue determination. Indeed, neither the </w:t>
      </w:r>
      <w:proofErr w:type="spellStart"/>
      <w:r>
        <w:t>RIT</w:t>
      </w:r>
      <w:proofErr w:type="spellEnd"/>
      <w:r>
        <w:t xml:space="preserve">-T, nor the planning process, directly determine the revenue allocated to a </w:t>
      </w:r>
      <w:proofErr w:type="spellStart"/>
      <w:r>
        <w:t>TNSP</w:t>
      </w:r>
      <w:proofErr w:type="spellEnd"/>
      <w:r>
        <w:t xml:space="preserve"> by the regulator.</w:t>
      </w:r>
    </w:p>
    <w:p w:rsidR="002E7A6E" w:rsidRDefault="00D35E2A" w:rsidP="002E7A6E">
      <w:pPr>
        <w:pStyle w:val="Heading2"/>
      </w:pPr>
      <w:r>
        <w:t>16.</w:t>
      </w:r>
      <w:r w:rsidR="00E65331">
        <w:rPr>
          <w:noProof/>
        </w:rPr>
        <w:t>4</w:t>
      </w:r>
      <w:r w:rsidR="002E7A6E">
        <w:tab/>
        <w:t>An efficient transmission framework?</w:t>
      </w:r>
    </w:p>
    <w:p w:rsidR="002E7A6E" w:rsidRDefault="002E7A6E" w:rsidP="002E7A6E">
      <w:pPr>
        <w:pStyle w:val="BodyText"/>
      </w:pPr>
      <w:r>
        <w:t xml:space="preserve">Within the </w:t>
      </w:r>
      <w:proofErr w:type="spellStart"/>
      <w:r>
        <w:t>NEM</w:t>
      </w:r>
      <w:proofErr w:type="spellEnd"/>
      <w:r>
        <w:t>, each jurisdiction has a separate planning framework for setting reliability standards for transmission businesses (table</w:t>
      </w:r>
      <w:r w:rsidR="00AF6E6B">
        <w:t> </w:t>
      </w:r>
      <w:r>
        <w:t>16.1). The frameworks vary in the:</w:t>
      </w:r>
    </w:p>
    <w:p w:rsidR="002E7A6E" w:rsidRDefault="002E7A6E" w:rsidP="002E7A6E">
      <w:pPr>
        <w:pStyle w:val="ListBullet"/>
      </w:pPr>
      <w:r>
        <w:t>type of standards applied and the level of discretion businesses have when meeting them</w:t>
      </w:r>
    </w:p>
    <w:p w:rsidR="002E7A6E" w:rsidRDefault="002E7A6E" w:rsidP="002E7A6E">
      <w:pPr>
        <w:pStyle w:val="ListBullet"/>
      </w:pPr>
      <w:r>
        <w:t>level of standards, both within jurisdictions where standards in central business district areas are usually higher than elsewhere, and between jurisdictions even for similar types of location and customer</w:t>
      </w:r>
    </w:p>
    <w:p w:rsidR="002E7A6E" w:rsidRDefault="002E7A6E" w:rsidP="002E7A6E">
      <w:pPr>
        <w:pStyle w:val="ListBullet"/>
      </w:pPr>
      <w:r>
        <w:t xml:space="preserve">body responsible for setting standards and the instruments used to specify them, including codes, licence conditions, legislation and Network Management Plans. </w:t>
      </w:r>
    </w:p>
    <w:p w:rsidR="002E7A6E" w:rsidRDefault="002E7A6E" w:rsidP="002E7A6E">
      <w:pPr>
        <w:pStyle w:val="BodyText"/>
      </w:pPr>
      <w:r>
        <w:t xml:space="preserve">Each planning framework is a reflection of the historical development of the electricity network in the particular jurisdiction prior to the </w:t>
      </w:r>
      <w:proofErr w:type="spellStart"/>
      <w:r>
        <w:t>NEM</w:t>
      </w:r>
      <w:proofErr w:type="spellEnd"/>
      <w:r>
        <w:t xml:space="preserve">. The final report of the </w:t>
      </w:r>
      <w:r w:rsidR="00030D0C">
        <w:t>Council of Australia Government (</w:t>
      </w:r>
      <w:proofErr w:type="spellStart"/>
      <w:r>
        <w:t>COAG</w:t>
      </w:r>
      <w:proofErr w:type="spellEnd"/>
      <w:r w:rsidR="00030D0C">
        <w:t>)</w:t>
      </w:r>
      <w:r>
        <w:t xml:space="preserve"> Independent Review of Energy Market Directions in 2002 noted that </w:t>
      </w:r>
      <w:r w:rsidR="00AD1304">
        <w:t>it</w:t>
      </w:r>
      <w:r>
        <w:t xml:space="preserve"> was ‘very much aware of community and hence government sensitivity to issues of supply reliability’ (MCE 2002, p. 8), which underpinned the reluctance of governments to relinquish control of reliability settings in their networks. </w:t>
      </w:r>
    </w:p>
    <w:p w:rsidR="002E7A6E" w:rsidRDefault="002E7A6E" w:rsidP="002E7A6E">
      <w:pPr>
        <w:pStyle w:val="TableTitle"/>
      </w:pPr>
      <w:r>
        <w:rPr>
          <w:b w:val="0"/>
        </w:rPr>
        <w:lastRenderedPageBreak/>
        <w:t xml:space="preserve">Table </w:t>
      </w:r>
      <w:r w:rsidR="00D35E2A">
        <w:rPr>
          <w:b w:val="0"/>
        </w:rPr>
        <w:t>16.</w:t>
      </w:r>
      <w:r w:rsidR="00E65331">
        <w:rPr>
          <w:b w:val="0"/>
          <w:noProof/>
        </w:rPr>
        <w:t>1</w:t>
      </w:r>
      <w:r>
        <w:tab/>
        <w:t>Transmission network reliability standards under existing planning frameworks</w:t>
      </w:r>
      <w:r w:rsidRPr="00F30492">
        <w:rPr>
          <w:rStyle w:val="NoteLabel"/>
          <w:b/>
        </w:rPr>
        <w:t>a</w:t>
      </w:r>
    </w:p>
    <w:tbl>
      <w:tblPr>
        <w:tblW w:w="5000" w:type="pct"/>
        <w:tblCellMar>
          <w:left w:w="0" w:type="dxa"/>
          <w:right w:w="0" w:type="dxa"/>
        </w:tblCellMar>
        <w:tblLook w:val="0000" w:firstRow="0" w:lastRow="0" w:firstColumn="0" w:lastColumn="0" w:noHBand="0" w:noVBand="0"/>
      </w:tblPr>
      <w:tblGrid>
        <w:gridCol w:w="853"/>
        <w:gridCol w:w="1842"/>
        <w:gridCol w:w="3684"/>
        <w:gridCol w:w="2410"/>
      </w:tblGrid>
      <w:tr w:rsidR="002E7A6E" w:rsidTr="003E7B90">
        <w:tc>
          <w:tcPr>
            <w:tcW w:w="485" w:type="pct"/>
            <w:tcBorders>
              <w:top w:val="single" w:sz="6" w:space="0" w:color="auto"/>
              <w:bottom w:val="single" w:sz="6" w:space="0" w:color="auto"/>
            </w:tcBorders>
            <w:shd w:val="clear" w:color="auto" w:fill="auto"/>
          </w:tcPr>
          <w:p w:rsidR="002E7A6E" w:rsidRDefault="002E7A6E" w:rsidP="003E7B90">
            <w:pPr>
              <w:pStyle w:val="TableColumnHeading"/>
              <w:jc w:val="left"/>
            </w:pPr>
            <w:r>
              <w:t>State</w:t>
            </w:r>
          </w:p>
        </w:tc>
        <w:tc>
          <w:tcPr>
            <w:tcW w:w="1048" w:type="pct"/>
            <w:tcBorders>
              <w:top w:val="single" w:sz="6" w:space="0" w:color="auto"/>
              <w:bottom w:val="single" w:sz="6" w:space="0" w:color="auto"/>
            </w:tcBorders>
            <w:shd w:val="clear" w:color="auto" w:fill="auto"/>
          </w:tcPr>
          <w:p w:rsidR="002E7A6E" w:rsidRDefault="002E7A6E" w:rsidP="003E7B90">
            <w:pPr>
              <w:pStyle w:val="TableColumnHeading"/>
              <w:jc w:val="left"/>
            </w:pPr>
            <w:r>
              <w:t>Type of standard</w:t>
            </w:r>
          </w:p>
        </w:tc>
        <w:tc>
          <w:tcPr>
            <w:tcW w:w="2096" w:type="pct"/>
            <w:tcBorders>
              <w:top w:val="single" w:sz="6" w:space="0" w:color="auto"/>
              <w:bottom w:val="single" w:sz="6" w:space="0" w:color="auto"/>
            </w:tcBorders>
            <w:shd w:val="clear" w:color="auto" w:fill="auto"/>
          </w:tcPr>
          <w:p w:rsidR="002E7A6E" w:rsidRDefault="002E7A6E" w:rsidP="003E7B90">
            <w:pPr>
              <w:pStyle w:val="TableColumnHeading"/>
              <w:jc w:val="left"/>
            </w:pPr>
            <w:r>
              <w:t>Standard</w:t>
            </w:r>
          </w:p>
        </w:tc>
        <w:tc>
          <w:tcPr>
            <w:tcW w:w="1371" w:type="pct"/>
            <w:tcBorders>
              <w:top w:val="single" w:sz="6" w:space="0" w:color="auto"/>
              <w:bottom w:val="single" w:sz="6" w:space="0" w:color="auto"/>
            </w:tcBorders>
            <w:shd w:val="clear" w:color="auto" w:fill="auto"/>
          </w:tcPr>
          <w:p w:rsidR="002E7A6E" w:rsidRDefault="002E7A6E" w:rsidP="003E7B90">
            <w:pPr>
              <w:pStyle w:val="TableColumnHeading"/>
              <w:jc w:val="left"/>
            </w:pPr>
            <w:r>
              <w:t>Source of standard</w:t>
            </w:r>
          </w:p>
        </w:tc>
      </w:tr>
      <w:tr w:rsidR="002E7A6E" w:rsidTr="003E7B90">
        <w:tc>
          <w:tcPr>
            <w:tcW w:w="485" w:type="pct"/>
            <w:tcBorders>
              <w:top w:val="single" w:sz="6" w:space="0" w:color="auto"/>
            </w:tcBorders>
          </w:tcPr>
          <w:p w:rsidR="002E7A6E" w:rsidRDefault="002E7A6E" w:rsidP="003E7B90">
            <w:pPr>
              <w:pStyle w:val="TableBodyText"/>
              <w:spacing w:before="40"/>
              <w:jc w:val="left"/>
            </w:pPr>
            <w:r>
              <w:t>NSW</w:t>
            </w:r>
          </w:p>
        </w:tc>
        <w:tc>
          <w:tcPr>
            <w:tcW w:w="1048" w:type="pct"/>
            <w:tcBorders>
              <w:top w:val="single" w:sz="6" w:space="0" w:color="auto"/>
            </w:tcBorders>
          </w:tcPr>
          <w:p w:rsidR="002E7A6E" w:rsidRPr="005E701A" w:rsidRDefault="002E7A6E" w:rsidP="003E7B90">
            <w:pPr>
              <w:pStyle w:val="TableBodyText"/>
              <w:framePr w:w="2155" w:hSpace="227" w:vSpace="181" w:wrap="around" w:vAnchor="text" w:hAnchor="page" w:xAlign="outside" w:y="1"/>
              <w:spacing w:before="40"/>
              <w:jc w:val="left"/>
            </w:pPr>
            <w:r w:rsidRPr="006854EF">
              <w:t>Deterministic</w:t>
            </w:r>
          </w:p>
        </w:tc>
        <w:tc>
          <w:tcPr>
            <w:tcW w:w="2096" w:type="pct"/>
            <w:tcBorders>
              <w:top w:val="single" w:sz="6" w:space="0" w:color="auto"/>
            </w:tcBorders>
          </w:tcPr>
          <w:p w:rsidR="002E7A6E" w:rsidRPr="005E701A" w:rsidRDefault="002E7A6E" w:rsidP="00AF446F">
            <w:pPr>
              <w:pStyle w:val="TableBodyText"/>
              <w:framePr w:w="2155" w:hSpace="227" w:vSpace="181" w:wrap="around" w:vAnchor="text" w:hAnchor="page" w:xAlign="outside" w:y="1"/>
              <w:spacing w:before="40"/>
              <w:jc w:val="left"/>
            </w:pPr>
            <w:r w:rsidRPr="006854EF">
              <w:t xml:space="preserve">N-1 everywhere, except </w:t>
            </w:r>
            <w:r w:rsidR="00AF446F">
              <w:t>central business district</w:t>
            </w:r>
            <w:r w:rsidRPr="006854EF">
              <w:t xml:space="preserve"> of Sydney where it is N-2</w:t>
            </w:r>
          </w:p>
        </w:tc>
        <w:tc>
          <w:tcPr>
            <w:tcW w:w="1371" w:type="pct"/>
            <w:tcBorders>
              <w:top w:val="single" w:sz="6" w:space="0" w:color="auto"/>
            </w:tcBorders>
          </w:tcPr>
          <w:p w:rsidR="002E7A6E" w:rsidRPr="005F65BE" w:rsidRDefault="002E7A6E" w:rsidP="003E7B90">
            <w:pPr>
              <w:pStyle w:val="TableBodyText"/>
              <w:framePr w:w="2155" w:hSpace="227" w:vSpace="181" w:wrap="around" w:vAnchor="text" w:hAnchor="page" w:xAlign="outside" w:y="1"/>
              <w:spacing w:before="40"/>
              <w:jc w:val="left"/>
            </w:pPr>
            <w:r w:rsidRPr="006854EF">
              <w:t>Contained in Transmission Network Design and Reliability Standard for NSW from the Department of Industry and Investment</w:t>
            </w:r>
          </w:p>
        </w:tc>
      </w:tr>
      <w:tr w:rsidR="002E7A6E" w:rsidTr="003E7B90">
        <w:tc>
          <w:tcPr>
            <w:tcW w:w="485" w:type="pct"/>
          </w:tcPr>
          <w:p w:rsidR="002E7A6E" w:rsidRDefault="002E7A6E" w:rsidP="003E7B90">
            <w:pPr>
              <w:pStyle w:val="TableBodyText"/>
              <w:spacing w:before="40"/>
              <w:jc w:val="left"/>
              <w:rPr>
                <w:i/>
              </w:rPr>
            </w:pPr>
            <w:r>
              <w:t>Vic</w:t>
            </w:r>
          </w:p>
        </w:tc>
        <w:tc>
          <w:tcPr>
            <w:tcW w:w="1048" w:type="pct"/>
          </w:tcPr>
          <w:p w:rsidR="002E7A6E" w:rsidRPr="00EC60A0" w:rsidRDefault="002E7A6E" w:rsidP="003E7B90">
            <w:pPr>
              <w:pStyle w:val="TableBodyText"/>
              <w:framePr w:w="2155" w:hSpace="227" w:vSpace="181" w:wrap="around" w:vAnchor="text" w:hAnchor="page" w:xAlign="outside" w:y="1"/>
              <w:spacing w:before="40"/>
              <w:jc w:val="left"/>
            </w:pPr>
            <w:r w:rsidRPr="00EC60A0">
              <w:t>Probabilistic planning</w:t>
            </w:r>
          </w:p>
        </w:tc>
        <w:tc>
          <w:tcPr>
            <w:tcW w:w="2096" w:type="pct"/>
          </w:tcPr>
          <w:p w:rsidR="002E7A6E" w:rsidRPr="00EC60A0" w:rsidRDefault="002E7A6E" w:rsidP="00AF446F">
            <w:pPr>
              <w:pStyle w:val="TableBodyText"/>
              <w:framePr w:w="2155" w:hSpace="227" w:vSpace="181" w:wrap="around" w:vAnchor="text" w:hAnchor="page" w:xAlign="outside" w:y="1"/>
              <w:spacing w:before="40"/>
              <w:jc w:val="left"/>
            </w:pPr>
            <w:r w:rsidRPr="00EC60A0">
              <w:t xml:space="preserve">Standard depends on the value of customer reliability (VCR) used at each connection point. The higher the VCR, the higher the standard (Melbourne </w:t>
            </w:r>
            <w:r w:rsidR="00AF446F">
              <w:t>central business district</w:t>
            </w:r>
            <w:r w:rsidRPr="00EC60A0">
              <w:t xml:space="preserve"> has the highest VCR)</w:t>
            </w:r>
          </w:p>
        </w:tc>
        <w:tc>
          <w:tcPr>
            <w:tcW w:w="1371" w:type="pct"/>
          </w:tcPr>
          <w:p w:rsidR="002E7A6E" w:rsidRPr="00894C13" w:rsidRDefault="002E7A6E" w:rsidP="003E7B90">
            <w:pPr>
              <w:pStyle w:val="TableBodyText"/>
              <w:spacing w:before="40"/>
              <w:jc w:val="left"/>
            </w:pPr>
            <w:r w:rsidRPr="00894C13">
              <w:t xml:space="preserve">Sections </w:t>
            </w:r>
            <w:proofErr w:type="spellStart"/>
            <w:r w:rsidRPr="00894C13">
              <w:t>50C</w:t>
            </w:r>
            <w:proofErr w:type="spellEnd"/>
            <w:r w:rsidRPr="00894C13">
              <w:t xml:space="preserve"> and </w:t>
            </w:r>
            <w:proofErr w:type="spellStart"/>
            <w:r w:rsidRPr="00894C13">
              <w:t>50F</w:t>
            </w:r>
            <w:proofErr w:type="spellEnd"/>
            <w:r w:rsidRPr="00894C13">
              <w:t xml:space="preserve"> of the National Electricity Law</w:t>
            </w:r>
          </w:p>
        </w:tc>
      </w:tr>
      <w:tr w:rsidR="002E7A6E" w:rsidTr="003E7B90">
        <w:tc>
          <w:tcPr>
            <w:tcW w:w="485" w:type="pct"/>
          </w:tcPr>
          <w:p w:rsidR="002E7A6E" w:rsidRDefault="002E7A6E" w:rsidP="003E7B90">
            <w:pPr>
              <w:pStyle w:val="TableBodyText"/>
              <w:spacing w:before="40"/>
              <w:jc w:val="left"/>
              <w:rPr>
                <w:i/>
              </w:rPr>
            </w:pPr>
            <w:r>
              <w:t>Qld</w:t>
            </w:r>
          </w:p>
        </w:tc>
        <w:tc>
          <w:tcPr>
            <w:tcW w:w="1048" w:type="pct"/>
          </w:tcPr>
          <w:p w:rsidR="002E7A6E" w:rsidRPr="005E701A" w:rsidRDefault="002E7A6E" w:rsidP="003E7B90">
            <w:pPr>
              <w:pStyle w:val="TableBodyText"/>
              <w:framePr w:w="2155" w:hSpace="227" w:vSpace="181" w:wrap="around" w:vAnchor="text" w:hAnchor="page" w:xAlign="outside" w:y="1"/>
              <w:spacing w:before="40"/>
              <w:jc w:val="left"/>
            </w:pPr>
            <w:r w:rsidRPr="006854EF">
              <w:t>Deterministic</w:t>
            </w:r>
          </w:p>
        </w:tc>
        <w:tc>
          <w:tcPr>
            <w:tcW w:w="2096" w:type="pct"/>
          </w:tcPr>
          <w:p w:rsidR="002E7A6E" w:rsidRPr="005E701A" w:rsidRDefault="002E7A6E" w:rsidP="003E7B90">
            <w:pPr>
              <w:pStyle w:val="TableBodyText"/>
              <w:framePr w:w="2155" w:hSpace="227" w:vSpace="181" w:wrap="around" w:vAnchor="text" w:hAnchor="page" w:xAlign="outside" w:y="1"/>
              <w:spacing w:before="40"/>
              <w:jc w:val="left"/>
            </w:pPr>
            <w:r w:rsidRPr="006854EF">
              <w:t xml:space="preserve">N-1 everywhere </w:t>
            </w:r>
            <w:r>
              <w:t>but also</w:t>
            </w:r>
            <w:r w:rsidRPr="006854EF">
              <w:t xml:space="preserve"> includes generation assets (sometimes expressed as N-1-G)</w:t>
            </w:r>
          </w:p>
          <w:p w:rsidR="002E7A6E" w:rsidRPr="006854EF" w:rsidRDefault="002E7A6E" w:rsidP="003E7B90">
            <w:pPr>
              <w:pStyle w:val="TableBodyText"/>
              <w:spacing w:before="40"/>
              <w:jc w:val="left"/>
            </w:pPr>
          </w:p>
        </w:tc>
        <w:tc>
          <w:tcPr>
            <w:tcW w:w="1371" w:type="pct"/>
          </w:tcPr>
          <w:p w:rsidR="002E7A6E" w:rsidRPr="006854EF" w:rsidRDefault="002E7A6E" w:rsidP="003E7B90">
            <w:pPr>
              <w:pStyle w:val="TableBodyText"/>
              <w:spacing w:before="40"/>
              <w:jc w:val="left"/>
            </w:pPr>
            <w:r w:rsidRPr="00256014">
              <w:t xml:space="preserve">Transmission Authority (licence) issued under </w:t>
            </w:r>
            <w:proofErr w:type="spellStart"/>
            <w:r w:rsidRPr="00256014">
              <w:t>S.34</w:t>
            </w:r>
            <w:proofErr w:type="spellEnd"/>
            <w:r w:rsidRPr="00256014">
              <w:t xml:space="preserve"> of the </w:t>
            </w:r>
            <w:r w:rsidRPr="00F72BF2">
              <w:rPr>
                <w:i/>
              </w:rPr>
              <w:t>Queensland Electricity Act 1994</w:t>
            </w:r>
          </w:p>
        </w:tc>
      </w:tr>
      <w:tr w:rsidR="002E7A6E" w:rsidTr="003E7B90">
        <w:tc>
          <w:tcPr>
            <w:tcW w:w="485" w:type="pct"/>
          </w:tcPr>
          <w:p w:rsidR="002E7A6E" w:rsidRDefault="002E7A6E" w:rsidP="003E7B90">
            <w:pPr>
              <w:pStyle w:val="TableBodyText"/>
              <w:spacing w:before="40"/>
              <w:jc w:val="left"/>
              <w:rPr>
                <w:i/>
              </w:rPr>
            </w:pPr>
            <w:r>
              <w:t>SA</w:t>
            </w:r>
          </w:p>
        </w:tc>
        <w:tc>
          <w:tcPr>
            <w:tcW w:w="1048" w:type="pct"/>
          </w:tcPr>
          <w:p w:rsidR="002E7A6E" w:rsidRPr="005E701A" w:rsidRDefault="002E7A6E" w:rsidP="003E7B90">
            <w:pPr>
              <w:pStyle w:val="TableBodyText"/>
              <w:framePr w:w="2155" w:hSpace="227" w:vSpace="181" w:wrap="around" w:vAnchor="text" w:hAnchor="page" w:xAlign="outside" w:y="1"/>
              <w:spacing w:before="40"/>
              <w:jc w:val="left"/>
            </w:pPr>
            <w:r w:rsidRPr="006854EF">
              <w:t>Expressed as deterministic, but changes are made based on probabilistic analysis</w:t>
            </w:r>
          </w:p>
        </w:tc>
        <w:tc>
          <w:tcPr>
            <w:tcW w:w="2096" w:type="pct"/>
          </w:tcPr>
          <w:p w:rsidR="002E7A6E" w:rsidRPr="005E701A" w:rsidRDefault="002E7A6E" w:rsidP="003E7B90">
            <w:pPr>
              <w:pStyle w:val="TableBodyText"/>
              <w:framePr w:w="2155" w:hSpace="227" w:vSpace="181" w:wrap="around" w:vAnchor="text" w:hAnchor="page" w:xAlign="outside" w:y="1"/>
              <w:spacing w:before="40"/>
              <w:jc w:val="left"/>
            </w:pPr>
            <w:r>
              <w:t>Six</w:t>
            </w:r>
            <w:r w:rsidRPr="006854EF">
              <w:t xml:space="preserve"> (</w:t>
            </w:r>
            <w:r>
              <w:t>revised to five from July 2013</w:t>
            </w:r>
            <w:r w:rsidRPr="006854EF">
              <w:t>) categories of standard specified at connection points ranging from N to equivalent N</w:t>
            </w:r>
            <w:r w:rsidRPr="006854EF">
              <w:noBreakHyphen/>
              <w:t>2 for line and transformer capacity. Categorisation depends on VCR at that point</w:t>
            </w:r>
          </w:p>
        </w:tc>
        <w:tc>
          <w:tcPr>
            <w:tcW w:w="1371" w:type="pct"/>
          </w:tcPr>
          <w:p w:rsidR="002E7A6E" w:rsidRPr="005E701A" w:rsidRDefault="002E7A6E" w:rsidP="00F503A1">
            <w:pPr>
              <w:pStyle w:val="TableBodyText"/>
              <w:framePr w:w="2155" w:hSpace="227" w:vSpace="181" w:wrap="around" w:vAnchor="text" w:hAnchor="page" w:xAlign="outside" w:y="1"/>
              <w:spacing w:before="40"/>
              <w:jc w:val="left"/>
            </w:pPr>
            <w:r w:rsidRPr="006854EF">
              <w:t xml:space="preserve">Electricity Transmission Code administered by </w:t>
            </w:r>
            <w:r>
              <w:t xml:space="preserve">the </w:t>
            </w:r>
            <w:r w:rsidR="00F503A1">
              <w:t xml:space="preserve">Essential Services Commission of South Australia </w:t>
            </w:r>
            <w:r w:rsidRPr="006854EF">
              <w:t xml:space="preserve">with advice from </w:t>
            </w:r>
            <w:r>
              <w:t xml:space="preserve">the </w:t>
            </w:r>
            <w:proofErr w:type="spellStart"/>
            <w:r>
              <w:t>AEMO</w:t>
            </w:r>
            <w:proofErr w:type="spellEnd"/>
          </w:p>
        </w:tc>
      </w:tr>
      <w:tr w:rsidR="002E7A6E" w:rsidTr="003E7B90">
        <w:tc>
          <w:tcPr>
            <w:tcW w:w="485" w:type="pct"/>
            <w:tcBorders>
              <w:bottom w:val="single" w:sz="6" w:space="0" w:color="auto"/>
            </w:tcBorders>
            <w:shd w:val="clear" w:color="auto" w:fill="auto"/>
          </w:tcPr>
          <w:p w:rsidR="002E7A6E" w:rsidRDefault="002E7A6E" w:rsidP="003E7B90">
            <w:pPr>
              <w:pStyle w:val="TableBodyText"/>
              <w:spacing w:before="40"/>
              <w:jc w:val="left"/>
              <w:rPr>
                <w:i/>
              </w:rPr>
            </w:pPr>
            <w:proofErr w:type="spellStart"/>
            <w:r>
              <w:t>Tas</w:t>
            </w:r>
            <w:proofErr w:type="spellEnd"/>
          </w:p>
        </w:tc>
        <w:tc>
          <w:tcPr>
            <w:tcW w:w="1048" w:type="pct"/>
            <w:tcBorders>
              <w:bottom w:val="single" w:sz="6" w:space="0" w:color="auto"/>
            </w:tcBorders>
            <w:shd w:val="clear" w:color="auto" w:fill="auto"/>
          </w:tcPr>
          <w:p w:rsidR="002E7A6E" w:rsidRPr="005E701A" w:rsidRDefault="002E7A6E" w:rsidP="003E7B90">
            <w:pPr>
              <w:pStyle w:val="TableBodyText"/>
              <w:framePr w:w="2155" w:hSpace="227" w:vSpace="181" w:wrap="around" w:vAnchor="text" w:hAnchor="page" w:xAlign="outside" w:y="1"/>
              <w:spacing w:before="40"/>
              <w:jc w:val="left"/>
            </w:pPr>
            <w:r w:rsidRPr="006854EF">
              <w:t>Deterministic and performance based, according to limits on size of load interrupted or duration of interruption</w:t>
            </w:r>
          </w:p>
        </w:tc>
        <w:tc>
          <w:tcPr>
            <w:tcW w:w="2096" w:type="pct"/>
            <w:tcBorders>
              <w:bottom w:val="single" w:sz="6" w:space="0" w:color="auto"/>
            </w:tcBorders>
            <w:shd w:val="clear" w:color="auto" w:fill="auto"/>
          </w:tcPr>
          <w:p w:rsidR="002E7A6E" w:rsidRPr="005E701A" w:rsidRDefault="002E7A6E" w:rsidP="003E7B90">
            <w:pPr>
              <w:pStyle w:val="TableBodyText"/>
              <w:framePr w:w="2155" w:hSpace="227" w:vSpace="181" w:wrap="around" w:vAnchor="text" w:hAnchor="page" w:xAlign="outside" w:y="1"/>
              <w:spacing w:before="40"/>
              <w:jc w:val="left"/>
            </w:pPr>
            <w:r w:rsidRPr="006854EF">
              <w:t>For intact system:</w:t>
            </w:r>
          </w:p>
          <w:p w:rsidR="002E7A6E" w:rsidRPr="005F65BE" w:rsidRDefault="002E7A6E" w:rsidP="003E7B90">
            <w:pPr>
              <w:pStyle w:val="TableBodyText"/>
              <w:spacing w:before="40"/>
              <w:jc w:val="left"/>
            </w:pPr>
            <w:r w:rsidRPr="006854EF">
              <w:t>N-1 for connections &gt;25</w:t>
            </w:r>
            <w:r>
              <w:t> </w:t>
            </w:r>
            <w:r w:rsidR="0032166A">
              <w:t>MW</w:t>
            </w:r>
          </w:p>
          <w:p w:rsidR="002E7A6E" w:rsidRPr="005F65BE" w:rsidRDefault="002E7A6E" w:rsidP="003E7B90">
            <w:pPr>
              <w:pStyle w:val="TableBodyText"/>
              <w:spacing w:before="40"/>
              <w:jc w:val="left"/>
            </w:pPr>
            <w:r w:rsidRPr="006854EF">
              <w:t>No asset failure will interrupt &gt;850</w:t>
            </w:r>
            <w:r>
              <w:t> </w:t>
            </w:r>
            <w:r w:rsidRPr="006854EF">
              <w:t>MW</w:t>
            </w:r>
          </w:p>
          <w:p w:rsidR="002E7A6E" w:rsidRPr="005F65BE" w:rsidRDefault="002E7A6E" w:rsidP="003E7B90">
            <w:pPr>
              <w:pStyle w:val="TableBodyText"/>
              <w:spacing w:before="40"/>
              <w:jc w:val="left"/>
            </w:pPr>
            <w:r w:rsidRPr="006854EF">
              <w:t>No credible contingency will cause unserved energy &gt;3000</w:t>
            </w:r>
            <w:r>
              <w:t> </w:t>
            </w:r>
            <w:proofErr w:type="spellStart"/>
            <w:r w:rsidRPr="006854EF">
              <w:t>MWh</w:t>
            </w:r>
            <w:proofErr w:type="spellEnd"/>
          </w:p>
          <w:p w:rsidR="002E7A6E" w:rsidRPr="005F65BE" w:rsidRDefault="002E7A6E" w:rsidP="003E7B90">
            <w:pPr>
              <w:pStyle w:val="TableBodyText"/>
              <w:spacing w:before="40"/>
              <w:jc w:val="left"/>
            </w:pPr>
            <w:r w:rsidRPr="006854EF">
              <w:t>For network element out of service, no credible contingency to cause unserved energy of &gt;18</w:t>
            </w:r>
            <w:r>
              <w:t> </w:t>
            </w:r>
            <w:r w:rsidRPr="006854EF">
              <w:t>000</w:t>
            </w:r>
            <w:r>
              <w:t> </w:t>
            </w:r>
            <w:proofErr w:type="spellStart"/>
            <w:r w:rsidRPr="006854EF">
              <w:t>MWh</w:t>
            </w:r>
            <w:proofErr w:type="spellEnd"/>
          </w:p>
        </w:tc>
        <w:tc>
          <w:tcPr>
            <w:tcW w:w="1371" w:type="pct"/>
            <w:tcBorders>
              <w:bottom w:val="single" w:sz="6" w:space="0" w:color="auto"/>
            </w:tcBorders>
            <w:shd w:val="clear" w:color="auto" w:fill="auto"/>
          </w:tcPr>
          <w:p w:rsidR="002E7A6E" w:rsidRPr="005E701A" w:rsidRDefault="002E7A6E" w:rsidP="003E7B90">
            <w:pPr>
              <w:pStyle w:val="TableBodyText"/>
              <w:spacing w:before="40"/>
              <w:jc w:val="left"/>
            </w:pPr>
            <w:r w:rsidRPr="006854EF">
              <w:t>Regulations recommended by Tasmanian Reliability and Network Planning Panel of the Tasmanian Energy Regulator and issued by Tasmanian Government</w:t>
            </w:r>
          </w:p>
        </w:tc>
      </w:tr>
    </w:tbl>
    <w:p w:rsidR="002E7A6E" w:rsidRDefault="002E7A6E" w:rsidP="002E7A6E">
      <w:pPr>
        <w:pStyle w:val="Note"/>
      </w:pPr>
      <w:r w:rsidRPr="008E77FE">
        <w:rPr>
          <w:rStyle w:val="NoteLabel"/>
        </w:rPr>
        <w:t>a</w:t>
      </w:r>
      <w:r>
        <w:t xml:space="preserve"> Deterministic standards and probabilistic planning are described in appendix </w:t>
      </w:r>
      <w:r w:rsidRPr="00F00797">
        <w:t>F</w:t>
      </w:r>
      <w:r>
        <w:t xml:space="preserve"> and VCRs are discussed in chapter 14. </w:t>
      </w:r>
    </w:p>
    <w:p w:rsidR="002E7A6E" w:rsidRPr="00BD39A6" w:rsidRDefault="002E7A6E" w:rsidP="002E7A6E">
      <w:pPr>
        <w:pStyle w:val="Source"/>
      </w:pPr>
      <w:r>
        <w:rPr>
          <w:i/>
        </w:rPr>
        <w:t>Source</w:t>
      </w:r>
      <w:r>
        <w:t xml:space="preserve">: </w:t>
      </w:r>
      <w:proofErr w:type="spellStart"/>
      <w:r>
        <w:t>AEMC</w:t>
      </w:r>
      <w:proofErr w:type="spellEnd"/>
      <w:r>
        <w:t xml:space="preserve"> (</w:t>
      </w:r>
      <w:proofErr w:type="spellStart"/>
      <w:r>
        <w:t>2008a</w:t>
      </w:r>
      <w:proofErr w:type="spellEnd"/>
      <w:r>
        <w:t>, pp. 171</w:t>
      </w:r>
      <w:r>
        <w:noBreakHyphen/>
        <w:t>4).</w:t>
      </w:r>
    </w:p>
    <w:p w:rsidR="002E7A6E" w:rsidRDefault="002E7A6E" w:rsidP="0025775F">
      <w:pPr>
        <w:pStyle w:val="BodyText"/>
      </w:pPr>
      <w:r>
        <w:t xml:space="preserve">While significant variations between jurisdictions exist, it is possible to assign each jurisdiction’s </w:t>
      </w:r>
      <w:r w:rsidR="00030D0C">
        <w:t xml:space="preserve">planning </w:t>
      </w:r>
      <w:r>
        <w:t>framework for setting transmission network reliability standards</w:t>
      </w:r>
      <w:r w:rsidR="00030D0C">
        <w:t xml:space="preserve"> into one of three broad categories</w:t>
      </w:r>
      <w:r>
        <w:t>:</w:t>
      </w:r>
    </w:p>
    <w:p w:rsidR="002E7A6E" w:rsidRDefault="002E7A6E" w:rsidP="002E7A6E">
      <w:pPr>
        <w:pStyle w:val="ListBullet"/>
      </w:pPr>
      <w:r>
        <w:t>deterministic standards in New South Wales, Queensland and Tasmania</w:t>
      </w:r>
    </w:p>
    <w:p w:rsidR="002E7A6E" w:rsidRDefault="002E7A6E" w:rsidP="002E7A6E">
      <w:pPr>
        <w:pStyle w:val="ListBullet"/>
      </w:pPr>
      <w:r>
        <w:t>probabilistic planning in Victoria</w:t>
      </w:r>
    </w:p>
    <w:p w:rsidR="002E7A6E" w:rsidRDefault="002E7A6E" w:rsidP="002E7A6E">
      <w:pPr>
        <w:pStyle w:val="ListBullet"/>
      </w:pPr>
      <w:r>
        <w:t xml:space="preserve">hybrid standards in South Australia. </w:t>
      </w:r>
    </w:p>
    <w:p w:rsidR="002E7A6E" w:rsidRDefault="002E7A6E" w:rsidP="002E7A6E">
      <w:pPr>
        <w:pStyle w:val="BodyText"/>
      </w:pPr>
      <w:r>
        <w:t xml:space="preserve">There has also been considerable debate around a possible national framework for transmission reliability. The </w:t>
      </w:r>
      <w:r w:rsidR="00145789">
        <w:t>f</w:t>
      </w:r>
      <w:r>
        <w:t xml:space="preserve">inal </w:t>
      </w:r>
      <w:r w:rsidR="00145789">
        <w:t>r</w:t>
      </w:r>
      <w:r>
        <w:t xml:space="preserve">eport of the </w:t>
      </w:r>
      <w:proofErr w:type="spellStart"/>
      <w:r>
        <w:t>AEMC’s</w:t>
      </w:r>
      <w:proofErr w:type="spellEnd"/>
      <w:r>
        <w:t xml:space="preserve"> 2008 </w:t>
      </w:r>
      <w:r w:rsidR="00145789" w:rsidRPr="00145789">
        <w:rPr>
          <w:i/>
        </w:rPr>
        <w:t xml:space="preserve">Towards a Nationally Consistent Framework for </w:t>
      </w:r>
      <w:r w:rsidRPr="00145789">
        <w:rPr>
          <w:i/>
        </w:rPr>
        <w:t>Transmission Reliability Standards Review</w:t>
      </w:r>
      <w:r>
        <w:t xml:space="preserve"> found that </w:t>
      </w:r>
      <w:r>
        <w:lastRenderedPageBreak/>
        <w:t>most parties agreed with a national framework, but differed in how they envisioned that framework, and most particularly, its scope to allow jurisdictions to set their own standards (</w:t>
      </w:r>
      <w:proofErr w:type="spellStart"/>
      <w:r>
        <w:t>AEMC</w:t>
      </w:r>
      <w:proofErr w:type="spellEnd"/>
      <w:r>
        <w:t xml:space="preserve"> </w:t>
      </w:r>
      <w:proofErr w:type="spellStart"/>
      <w:r>
        <w:t>2008a</w:t>
      </w:r>
      <w:proofErr w:type="spellEnd"/>
      <w:r>
        <w:t>, p. 13).</w:t>
      </w:r>
      <w:r w:rsidR="00F40E4F">
        <w:rPr>
          <w:rStyle w:val="FootnoteReference"/>
        </w:rPr>
        <w:footnoteReference w:id="3"/>
      </w:r>
      <w:r>
        <w:t xml:space="preserve"> </w:t>
      </w:r>
    </w:p>
    <w:p w:rsidR="002E7A6E" w:rsidRDefault="002E7A6E" w:rsidP="002E7A6E">
      <w:pPr>
        <w:pStyle w:val="Heading3"/>
      </w:pPr>
      <w:r>
        <w:t>Approach to assessing frameworks for reliability settings</w:t>
      </w:r>
    </w:p>
    <w:p w:rsidR="002E7A6E" w:rsidRDefault="002E7A6E" w:rsidP="002E7A6E">
      <w:pPr>
        <w:pStyle w:val="BodyText"/>
      </w:pPr>
      <w:r>
        <w:t xml:space="preserve">The efficiency of reliability standards within transmission planning frameworks can be assessed in four main ways, including: </w:t>
      </w:r>
    </w:p>
    <w:p w:rsidR="002E7A6E" w:rsidRDefault="002E7A6E" w:rsidP="002E7A6E">
      <w:pPr>
        <w:pStyle w:val="ListBullet"/>
      </w:pPr>
      <w:r>
        <w:t xml:space="preserve">their impacts on a </w:t>
      </w:r>
      <w:proofErr w:type="spellStart"/>
      <w:r>
        <w:t>TNSP’s</w:t>
      </w:r>
      <w:proofErr w:type="spellEnd"/>
      <w:r>
        <w:t xml:space="preserve"> efficient choices about the various options for meeting reliability standards and their optimal timing</w:t>
      </w:r>
    </w:p>
    <w:p w:rsidR="002E7A6E" w:rsidRDefault="002E7A6E" w:rsidP="002E7A6E">
      <w:pPr>
        <w:pStyle w:val="ListBullet"/>
      </w:pPr>
      <w:r>
        <w:t>whether the standards are set using a methodology based on the value consumers place on reliability (chapter 14)</w:t>
      </w:r>
    </w:p>
    <w:p w:rsidR="002E7A6E" w:rsidRDefault="002E7A6E" w:rsidP="002E7A6E">
      <w:pPr>
        <w:pStyle w:val="ListBullet"/>
      </w:pPr>
      <w:r>
        <w:t>their administrative and compliance costs</w:t>
      </w:r>
    </w:p>
    <w:p w:rsidR="002E7A6E" w:rsidRDefault="002E7A6E" w:rsidP="002E7A6E">
      <w:pPr>
        <w:pStyle w:val="ListBullet"/>
      </w:pPr>
      <w:r>
        <w:t>the extent to which a reliability framework allows businesses to make excess profits that do not reflect innovation or efforts to minimise costs (termed windfall gains by Grid Australia (sub. </w:t>
      </w:r>
      <w:proofErr w:type="spellStart"/>
      <w:r>
        <w:t>DR91</w:t>
      </w:r>
      <w:proofErr w:type="spellEnd"/>
      <w:r>
        <w:t>, p. 18)).</w:t>
      </w:r>
    </w:p>
    <w:p w:rsidR="002E7A6E" w:rsidRDefault="002E7A6E" w:rsidP="002E7A6E">
      <w:pPr>
        <w:pStyle w:val="BodyText"/>
      </w:pPr>
      <w:r>
        <w:t xml:space="preserve">A comprehensive assessment also requires taking into account the innate characteristics of transmission networks as spelt out in section 16.2. </w:t>
      </w:r>
    </w:p>
    <w:p w:rsidR="002E7A6E" w:rsidRDefault="002E7A6E" w:rsidP="002E7A6E">
      <w:pPr>
        <w:pStyle w:val="BodyText"/>
      </w:pPr>
      <w:r>
        <w:t xml:space="preserve">These characteristics require that the efficiency of reliability planning frameworks is assessed with a </w:t>
      </w:r>
      <w:proofErr w:type="spellStart"/>
      <w:r>
        <w:t>NEM</w:t>
      </w:r>
      <w:proofErr w:type="spellEnd"/>
      <w:r>
        <w:t>-wide perspective including by considering how well the frameworks:</w:t>
      </w:r>
    </w:p>
    <w:p w:rsidR="002E7A6E" w:rsidRDefault="002E7A6E" w:rsidP="002E7A6E">
      <w:pPr>
        <w:pStyle w:val="ListBullet"/>
      </w:pPr>
      <w:r>
        <w:t xml:space="preserve">assist with the national operation of the grid </w:t>
      </w:r>
    </w:p>
    <w:p w:rsidR="002E7A6E" w:rsidRDefault="002E7A6E" w:rsidP="002E7A6E">
      <w:pPr>
        <w:pStyle w:val="ListBullet"/>
      </w:pPr>
      <w:r>
        <w:t>encourage neutrality in choices between intra- and inter-regional network and non-network solutions</w:t>
      </w:r>
    </w:p>
    <w:p w:rsidR="002E7A6E" w:rsidRDefault="002E7A6E" w:rsidP="002E7A6E">
      <w:pPr>
        <w:pStyle w:val="ListBullet"/>
      </w:pPr>
      <w:r>
        <w:t xml:space="preserve">deal with network effects and the possibility of cascading failures through the </w:t>
      </w:r>
      <w:proofErr w:type="spellStart"/>
      <w:r>
        <w:t>NEM</w:t>
      </w:r>
      <w:proofErr w:type="spellEnd"/>
      <w:r>
        <w:t>.</w:t>
      </w:r>
    </w:p>
    <w:p w:rsidR="002E7A6E" w:rsidRDefault="002E7A6E" w:rsidP="002E7A6E">
      <w:pPr>
        <w:pStyle w:val="BodyText"/>
      </w:pPr>
      <w:r>
        <w:t>A further consideration is the degree to which the frameworks need to incorporate auditing of facilities and processes in transmission networks to assess the latent and actual reliability of networks. This reflects the difficulties in using current reliability performance as a guide to latent reliability (section 16.2). Therefore, the only way of accurately assessing the inherent reliability of such networks is to:</w:t>
      </w:r>
    </w:p>
    <w:p w:rsidR="002E7A6E" w:rsidRDefault="002E7A6E" w:rsidP="002E7A6E">
      <w:pPr>
        <w:pStyle w:val="ListBullet"/>
      </w:pPr>
      <w:r>
        <w:t>specify in some way what needs to be done to achieve a given level of reliability</w:t>
      </w:r>
    </w:p>
    <w:p w:rsidR="002E7A6E" w:rsidRDefault="002E7A6E" w:rsidP="002E7A6E">
      <w:pPr>
        <w:pStyle w:val="ListBullet"/>
      </w:pPr>
      <w:r>
        <w:lastRenderedPageBreak/>
        <w:t xml:space="preserve">utilise methods to confirm that the transmission business is actually doing what it is supposed to have done. </w:t>
      </w:r>
    </w:p>
    <w:p w:rsidR="002E7A6E" w:rsidRDefault="002E7A6E" w:rsidP="002E7A6E">
      <w:pPr>
        <w:pStyle w:val="BodyText"/>
      </w:pPr>
      <w:r>
        <w:t>In this sense, there is an analogy to safety management systems where a set of risk reduction measures are agreed, but then there is an auditing process to confirm that these are in place and operating as intended. Just as for major failures with a transmission network, it is not acceptable to simply wait and see if a major safety problem eventually arises.</w:t>
      </w:r>
    </w:p>
    <w:p w:rsidR="002E7A6E" w:rsidRDefault="002E7A6E" w:rsidP="002E7A6E">
      <w:pPr>
        <w:pStyle w:val="BodyText"/>
      </w:pPr>
      <w:r>
        <w:t xml:space="preserve">The broad planning frameworks in the </w:t>
      </w:r>
      <w:proofErr w:type="spellStart"/>
      <w:r>
        <w:t>NEM</w:t>
      </w:r>
      <w:proofErr w:type="spellEnd"/>
      <w:r>
        <w:t xml:space="preserve"> are therefore assessed in terms of the following six broad criteria:</w:t>
      </w:r>
    </w:p>
    <w:p w:rsidR="002E7A6E" w:rsidRDefault="002E7A6E" w:rsidP="002E7A6E">
      <w:pPr>
        <w:pStyle w:val="ListBullet"/>
      </w:pPr>
      <w:r>
        <w:rPr>
          <w:i/>
        </w:rPr>
        <w:t xml:space="preserve">efficiency in investments </w:t>
      </w:r>
      <w:r w:rsidRPr="0032710A">
        <w:t>— under</w:t>
      </w:r>
      <w:r>
        <w:t>-</w:t>
      </w:r>
      <w:r w:rsidRPr="0032710A">
        <w:t xml:space="preserve"> and </w:t>
      </w:r>
      <w:r>
        <w:t>over-investment, along with optimal investment timing</w:t>
      </w:r>
    </w:p>
    <w:p w:rsidR="002E7A6E" w:rsidRDefault="002E7A6E" w:rsidP="002E7A6E">
      <w:pPr>
        <w:pStyle w:val="ListBullet"/>
      </w:pPr>
      <w:r>
        <w:rPr>
          <w:i/>
        </w:rPr>
        <w:t xml:space="preserve">efficiency of standards </w:t>
      </w:r>
      <w:r>
        <w:t>— whether standards are set by determining the level of reliability that provides net benefits for customers</w:t>
      </w:r>
    </w:p>
    <w:p w:rsidR="002E7A6E" w:rsidRDefault="002E7A6E" w:rsidP="002E7A6E">
      <w:pPr>
        <w:pStyle w:val="ListBullet"/>
      </w:pPr>
      <w:r>
        <w:rPr>
          <w:i/>
        </w:rPr>
        <w:t>minimising administrative and compliance burdens</w:t>
      </w:r>
      <w:r>
        <w:t xml:space="preserve"> </w:t>
      </w:r>
      <w:r>
        <w:rPr>
          <w:i/>
        </w:rPr>
        <w:t xml:space="preserve">— </w:t>
      </w:r>
      <w:r>
        <w:t>costs imposed on market participants and regulators</w:t>
      </w:r>
    </w:p>
    <w:p w:rsidR="002E7A6E" w:rsidRDefault="002E7A6E" w:rsidP="002E7A6E">
      <w:pPr>
        <w:pStyle w:val="ListBullet"/>
      </w:pPr>
      <w:r>
        <w:rPr>
          <w:i/>
        </w:rPr>
        <w:t>minimising windfall gains</w:t>
      </w:r>
      <w:r>
        <w:t xml:space="preserve"> — whether it is possible to avoid windfall gains (or losses) from ex-ante revenue settings reliant on demand forecasts that may not eventuate </w:t>
      </w:r>
    </w:p>
    <w:p w:rsidR="002E7A6E" w:rsidRPr="00FC016B" w:rsidRDefault="002E7A6E" w:rsidP="002E7A6E">
      <w:pPr>
        <w:pStyle w:val="ListBullet"/>
      </w:pPr>
      <w:proofErr w:type="spellStart"/>
      <w:r>
        <w:rPr>
          <w:i/>
        </w:rPr>
        <w:t>NEM</w:t>
      </w:r>
      <w:proofErr w:type="spellEnd"/>
      <w:r>
        <w:rPr>
          <w:i/>
        </w:rPr>
        <w:t xml:space="preserve">-wide effects — </w:t>
      </w:r>
      <w:r>
        <w:t xml:space="preserve">whether efficient investment location in the </w:t>
      </w:r>
      <w:proofErr w:type="spellStart"/>
      <w:r>
        <w:t>NEM</w:t>
      </w:r>
      <w:proofErr w:type="spellEnd"/>
      <w:r>
        <w:t xml:space="preserve"> is considered, along with other </w:t>
      </w:r>
      <w:proofErr w:type="spellStart"/>
      <w:r>
        <w:t>NEM</w:t>
      </w:r>
      <w:proofErr w:type="spellEnd"/>
      <w:r>
        <w:t>-wide risks such as cascading failures</w:t>
      </w:r>
    </w:p>
    <w:p w:rsidR="002E7A6E" w:rsidRDefault="002E7A6E" w:rsidP="002E7A6E">
      <w:pPr>
        <w:pStyle w:val="ListBullet"/>
      </w:pPr>
      <w:r w:rsidRPr="00655490">
        <w:rPr>
          <w:i/>
        </w:rPr>
        <w:t xml:space="preserve">auditing compliance to ensure reliability and efficiency in the long run </w:t>
      </w:r>
      <w:r w:rsidRPr="0032710A">
        <w:t>—</w:t>
      </w:r>
      <w:r>
        <w:t xml:space="preserve"> overcoming the inability to observe differing levels of reliability and ensuring that, where circumstances have not changed, proposed investments take place</w:t>
      </w:r>
      <w:r w:rsidRPr="00655490">
        <w:rPr>
          <w:i/>
        </w:rPr>
        <w:t>.</w:t>
      </w:r>
    </w:p>
    <w:p w:rsidR="002E7A6E" w:rsidRDefault="002E7A6E" w:rsidP="002E7A6E">
      <w:pPr>
        <w:pStyle w:val="Heading3"/>
      </w:pPr>
      <w:r>
        <w:t>Current approaches vary and have drawbacks</w:t>
      </w:r>
    </w:p>
    <w:p w:rsidR="002E7A6E" w:rsidRDefault="00030D0C" w:rsidP="002E7A6E">
      <w:pPr>
        <w:pStyle w:val="BodyText"/>
      </w:pPr>
      <w:r>
        <w:t>T</w:t>
      </w:r>
      <w:r w:rsidR="002E7A6E" w:rsidRPr="0066700D">
        <w:t xml:space="preserve">here are no easy solutions for ensuring efficient transmission reliability and planning in the </w:t>
      </w:r>
      <w:proofErr w:type="spellStart"/>
      <w:r w:rsidR="002E7A6E" w:rsidRPr="0066700D">
        <w:t>NEM</w:t>
      </w:r>
      <w:proofErr w:type="spellEnd"/>
      <w:r w:rsidR="002E7A6E" w:rsidRPr="0066700D">
        <w:t xml:space="preserve"> (and indeed this is the </w:t>
      </w:r>
      <w:r w:rsidR="002E7A6E">
        <w:t>experience internationally). A</w:t>
      </w:r>
      <w:r w:rsidR="002E7A6E" w:rsidRPr="0066700D">
        <w:t xml:space="preserve"> fundamental reason for this is that, unlike for distribution networks, it is impossible to rely upon output measures and leading indicators to regulate reliability for transmission networks. All arrangements involve ‘big brother’ in one form or another, whether it be governments, a confederation of network businesses, or a single body, and there are compromises and </w:t>
      </w:r>
      <w:r w:rsidR="002E7A6E">
        <w:t>judgment</w:t>
      </w:r>
      <w:r w:rsidR="002E7A6E" w:rsidRPr="0066700D">
        <w:t xml:space="preserve">s </w:t>
      </w:r>
      <w:r w:rsidR="002E7A6E">
        <w:t>that</w:t>
      </w:r>
      <w:r w:rsidR="002E7A6E" w:rsidRPr="0066700D">
        <w:t xml:space="preserve"> must be made. A combination of transparency, accountability, consultation, specialist knowledge, independent decision-making and giving pre-eminence to consumer preferences are the essential components of a workable arrangement. However all arrange</w:t>
      </w:r>
      <w:r w:rsidR="002E7A6E">
        <w:t>ments have their pros and cons — there is no</w:t>
      </w:r>
      <w:r w:rsidR="002E7A6E" w:rsidRPr="0066700D">
        <w:t xml:space="preserve"> </w:t>
      </w:r>
      <w:r w:rsidR="002E7A6E">
        <w:t xml:space="preserve">single </w:t>
      </w:r>
      <w:r w:rsidR="002E7A6E" w:rsidRPr="0066700D">
        <w:t>perfect solution.</w:t>
      </w:r>
    </w:p>
    <w:p w:rsidR="002E7A6E" w:rsidRDefault="002E7A6E" w:rsidP="002E7A6E">
      <w:pPr>
        <w:pStyle w:val="BodyText"/>
      </w:pPr>
      <w:r>
        <w:lastRenderedPageBreak/>
        <w:t xml:space="preserve">Assessments of the current approaches to transmission reliability across the </w:t>
      </w:r>
      <w:proofErr w:type="spellStart"/>
      <w:r>
        <w:t>NEM</w:t>
      </w:r>
      <w:proofErr w:type="spellEnd"/>
      <w:r>
        <w:t xml:space="preserve"> (appendix</w:t>
      </w:r>
      <w:r w:rsidR="00911517">
        <w:t> </w:t>
      </w:r>
      <w:r w:rsidRPr="009B3E42">
        <w:t>F</w:t>
      </w:r>
      <w:r>
        <w:t>) reveal a number of shortcomings of the current approaches.</w:t>
      </w:r>
    </w:p>
    <w:p w:rsidR="002E7A6E" w:rsidRDefault="002E7A6E" w:rsidP="002E7A6E">
      <w:pPr>
        <w:pStyle w:val="ListBullet"/>
      </w:pPr>
      <w:r>
        <w:t xml:space="preserve">The deterministic standard systems used in New South Wales, Queensland and Tasmania provide weak incentives for </w:t>
      </w:r>
      <w:proofErr w:type="spellStart"/>
      <w:r>
        <w:t>TNSPs</w:t>
      </w:r>
      <w:proofErr w:type="spellEnd"/>
      <w:r>
        <w:t xml:space="preserve"> to adopt the cheapest solutions to address identified network constraints, are unlikely to identify efficient reliability standards and do not consider </w:t>
      </w:r>
      <w:proofErr w:type="spellStart"/>
      <w:r>
        <w:t>NEM</w:t>
      </w:r>
      <w:proofErr w:type="spellEnd"/>
      <w:r>
        <w:t xml:space="preserve">-wide effects. However, they do have low administration and compliance burdens. Shifting away from deterministic standards towards a probabilistic </w:t>
      </w:r>
      <w:r w:rsidR="002E563E">
        <w:t>cost–benefit</w:t>
      </w:r>
      <w:r w:rsidRPr="0071095A">
        <w:t xml:space="preserve"> framework could produce net present v</w:t>
      </w:r>
      <w:r>
        <w:t>alue savings in the realm of $2.2 </w:t>
      </w:r>
      <w:r w:rsidRPr="0071095A">
        <w:t>billion</w:t>
      </w:r>
      <w:r>
        <w:t xml:space="preserve"> to $3.8 billion</w:t>
      </w:r>
      <w:r w:rsidRPr="0071095A">
        <w:t xml:space="preserve"> </w:t>
      </w:r>
      <w:r>
        <w:t>over a 30 year period (appendix F).</w:t>
      </w:r>
    </w:p>
    <w:p w:rsidR="002E7A6E" w:rsidRDefault="002E7A6E" w:rsidP="002E7A6E">
      <w:pPr>
        <w:pStyle w:val="ListBullet"/>
      </w:pPr>
      <w:r>
        <w:t>Victoria’s planner model performs well against many of the criteria.</w:t>
      </w:r>
      <w:r w:rsidRPr="00A43DAD">
        <w:t xml:space="preserve"> </w:t>
      </w:r>
      <w:proofErr w:type="spellStart"/>
      <w:r>
        <w:t>AEMO’s</w:t>
      </w:r>
      <w:proofErr w:type="spellEnd"/>
      <w:r>
        <w:t xml:space="preserve"> joint role as Victorian planner and operator mean</w:t>
      </w:r>
      <w:r w:rsidR="002D507B">
        <w:t>s</w:t>
      </w:r>
      <w:r>
        <w:t xml:space="preserve"> that </w:t>
      </w:r>
      <w:proofErr w:type="spellStart"/>
      <w:r>
        <w:t>NEM</w:t>
      </w:r>
      <w:proofErr w:type="spellEnd"/>
      <w:r>
        <w:t xml:space="preserve">-wide effects are </w:t>
      </w:r>
      <w:r w:rsidRPr="00C32B5B">
        <w:t>incorporated into investment decision making, albeit to a limited extent</w:t>
      </w:r>
      <w:r>
        <w:t xml:space="preserve">. The model should ensure that network constraints are resolved without over-investment, given independent </w:t>
      </w:r>
      <w:r w:rsidR="002E563E">
        <w:t>cost–benefit</w:t>
      </w:r>
      <w:r>
        <w:t xml:space="preserve"> analysis of prospective solutions to network constraints and the adoption of a probabilistic approach to standards. Contestability for separable investments (section 16.8) creates strong incentives for businesses to provide solutions at the lowest cost to customers. And for non-separable augmentations, once </w:t>
      </w:r>
      <w:proofErr w:type="spellStart"/>
      <w:r>
        <w:t>AEMO</w:t>
      </w:r>
      <w:proofErr w:type="spellEnd"/>
      <w:r>
        <w:t xml:space="preserve"> and the transmission business identify a required investment and have negotiated payments, cost savings by the business translate into higher profits, creating incentives for cost minimisation at the project level. However, the incentive regulations overseen by the </w:t>
      </w:r>
      <w:proofErr w:type="spellStart"/>
      <w:r>
        <w:t>AER</w:t>
      </w:r>
      <w:proofErr w:type="spellEnd"/>
      <w:r>
        <w:t xml:space="preserve"> do not apply for network augmentations in Victoria. Furthermore </w:t>
      </w:r>
      <w:r w:rsidR="006960B2">
        <w:t>as a not-</w:t>
      </w:r>
      <w:r>
        <w:t>for</w:t>
      </w:r>
      <w:r w:rsidR="006960B2">
        <w:t>-</w:t>
      </w:r>
      <w:r>
        <w:t>profit entity</w:t>
      </w:r>
      <w:r w:rsidR="002D507B">
        <w:t>,</w:t>
      </w:r>
      <w:r>
        <w:t xml:space="preserve"> </w:t>
      </w:r>
      <w:proofErr w:type="spellStart"/>
      <w:r>
        <w:t>AEMO</w:t>
      </w:r>
      <w:proofErr w:type="spellEnd"/>
      <w:r>
        <w:t xml:space="preserve"> does not face any direct financial incentives to find innovative ways of resolving network constraints without costly investments. On the other hand, it has no direct financial incentives to ‘gold</w:t>
      </w:r>
      <w:r w:rsidR="00AD1304">
        <w:t>-</w:t>
      </w:r>
      <w:r>
        <w:t xml:space="preserve">plate’ or defer necessary investments. Administration and compliance costs are also likely to be higher than the deterministic approach used in New South Wales, Queensland and Tasmania. Further, a number of improvements to the current probabilistic planning approach could be adopted. </w:t>
      </w:r>
    </w:p>
    <w:p w:rsidR="002E7A6E" w:rsidRDefault="002E7A6E" w:rsidP="002E7A6E">
      <w:pPr>
        <w:pStyle w:val="ListBullet"/>
      </w:pPr>
      <w:r>
        <w:t xml:space="preserve">The hybrid approach used in South Australia is likely to reduce the risk of over-investment because of its use of probabilistic </w:t>
      </w:r>
      <w:r w:rsidR="002E563E">
        <w:t>cost–benefit</w:t>
      </w:r>
      <w:r>
        <w:t xml:space="preserve"> estimates for determining reliability standards. On the other hand, the approach may still risk some over-investment. First, it involves the translation of probabilistic estimates (based on Victorian customer reliability values) into deterministic standards that are expressed in excessively broad categories.</w:t>
      </w:r>
      <w:r w:rsidRPr="00ED1C8C">
        <w:t xml:space="preserve"> </w:t>
      </w:r>
      <w:r>
        <w:t xml:space="preserve">Moreover, while the standards may rise as circumstances change, they cannot be revised down. Administration and compliance costs are likely to sit between the other approaches and, as in Victoria, </w:t>
      </w:r>
      <w:proofErr w:type="spellStart"/>
      <w:r>
        <w:t>AEMO’s</w:t>
      </w:r>
      <w:proofErr w:type="spellEnd"/>
      <w:r>
        <w:t xml:space="preserve"> involvement is likely to lead to </w:t>
      </w:r>
      <w:proofErr w:type="spellStart"/>
      <w:r>
        <w:t>NEM</w:t>
      </w:r>
      <w:proofErr w:type="spellEnd"/>
      <w:r>
        <w:t xml:space="preserve">-wide effects being indirectly included in reliability planning. </w:t>
      </w:r>
    </w:p>
    <w:p w:rsidR="002E7A6E" w:rsidRDefault="002E7A6E" w:rsidP="002E7A6E">
      <w:pPr>
        <w:pStyle w:val="BodyText"/>
      </w:pPr>
      <w:r>
        <w:lastRenderedPageBreak/>
        <w:t>None of the current approaches address</w:t>
      </w:r>
      <w:r w:rsidR="002D507B">
        <w:t>es</w:t>
      </w:r>
      <w:r>
        <w:t xml:space="preserve"> concerns about auditing and compliance and, with the exception of Victoria, do</w:t>
      </w:r>
      <w:r w:rsidR="002D507B">
        <w:t>es</w:t>
      </w:r>
      <w:r>
        <w:t xml:space="preserve"> little to minimise any windfall gains or losses from revenue determinations based on demand forecasts </w:t>
      </w:r>
      <w:r w:rsidR="00C541C7">
        <w:t>that</w:t>
      </w:r>
      <w:r>
        <w:t xml:space="preserve"> may not eventuate. Outside Victoria, </w:t>
      </w:r>
      <w:proofErr w:type="spellStart"/>
      <w:r>
        <w:t>TNSPs</w:t>
      </w:r>
      <w:proofErr w:type="spellEnd"/>
      <w:r>
        <w:t xml:space="preserve"> have the incentive to attempt to justify inefficiently costly expenditures in order to meet reliability standards.</w:t>
      </w:r>
    </w:p>
    <w:p w:rsidR="002E7A6E" w:rsidRPr="008B0FE3" w:rsidRDefault="002E7A6E" w:rsidP="002E7A6E">
      <w:pPr>
        <w:pStyle w:val="BodyText"/>
        <w:rPr>
          <w:sz w:val="28"/>
        </w:rPr>
      </w:pPr>
      <w:r>
        <w:t>T</w:t>
      </w:r>
      <w:r w:rsidRPr="00A22C7D">
        <w:t>he as</w:t>
      </w:r>
      <w:r>
        <w:t>sessment of the existing planning frameworks</w:t>
      </w:r>
      <w:r w:rsidRPr="00A22C7D">
        <w:t xml:space="preserve"> for transmission reliability </w:t>
      </w:r>
      <w:r>
        <w:t>against the criteria noted above provide a number of lessons for the development of a new national framework. These are outlined below.</w:t>
      </w:r>
    </w:p>
    <w:p w:rsidR="002E7A6E" w:rsidRPr="00EF5EB5" w:rsidRDefault="002E7A6E" w:rsidP="002E7A6E">
      <w:pPr>
        <w:pStyle w:val="Heading3"/>
      </w:pPr>
      <w:r w:rsidRPr="00EF5EB5">
        <w:t>Efficiency of investments</w:t>
      </w:r>
    </w:p>
    <w:p w:rsidR="002E7A6E" w:rsidRDefault="00AD1304" w:rsidP="002E7A6E">
      <w:pPr>
        <w:pStyle w:val="ListBullet"/>
      </w:pPr>
      <w:r>
        <w:t xml:space="preserve">Commercially-orientated </w:t>
      </w:r>
      <w:r w:rsidR="002E7A6E">
        <w:t>businesses with strong incentives to cost minimise (once committed to action rather than simply deferral) are more likely to identify efficient options for addressing a given reliability constraint. If these incentives are weakened, or business choices are influenced by other objectives, this will not necessarily be the case.</w:t>
      </w:r>
    </w:p>
    <w:p w:rsidR="002E7A6E" w:rsidRDefault="002E7A6E" w:rsidP="002E7A6E">
      <w:pPr>
        <w:pStyle w:val="ListBullet"/>
      </w:pPr>
      <w:r>
        <w:t>Identifying which option should be adopted, how much it will cost, and when the project should occur is unlikely to be able to be undertaken with any level of certainty or efficiency years in advance of the project commencement. Technology changes, demand, external events and other cost drivers can all change significantly over the course of several years.</w:t>
      </w:r>
    </w:p>
    <w:p w:rsidR="002E7A6E" w:rsidRDefault="002E7A6E" w:rsidP="002E7A6E">
      <w:pPr>
        <w:pStyle w:val="ListBullet"/>
      </w:pPr>
      <w:r>
        <w:t>Accurately specifying and costing projects</w:t>
      </w:r>
      <w:r w:rsidRPr="00812FDC">
        <w:t xml:space="preserve"> </w:t>
      </w:r>
      <w:r>
        <w:t xml:space="preserve">close to their commencement, and approving the associated revenue allowances for projects based on this knowledge, can help deliver cost savings to customers. </w:t>
      </w:r>
    </w:p>
    <w:p w:rsidR="002E7A6E" w:rsidRDefault="002E7A6E" w:rsidP="002E7A6E">
      <w:pPr>
        <w:pStyle w:val="ListBullet"/>
      </w:pPr>
      <w:r>
        <w:t>Competitive tendering of separable investments may reduce (net) costs and encourage innovation.</w:t>
      </w:r>
    </w:p>
    <w:p w:rsidR="002E7A6E" w:rsidRDefault="002E7A6E" w:rsidP="002E7A6E">
      <w:pPr>
        <w:pStyle w:val="ListBullet"/>
      </w:pPr>
      <w:r>
        <w:t>Reliability can be enhanced using network and non-network solutions. Reliability settings (such as the type of standard) and regulatory settings (such as incentives) should not constrain or bias businesses in identifying the most cost</w:t>
      </w:r>
      <w:r>
        <w:noBreakHyphen/>
        <w:t xml:space="preserve">effective solution and timing to deliver reliability benefits. </w:t>
      </w:r>
    </w:p>
    <w:p w:rsidR="002E7A6E" w:rsidRDefault="002E7A6E" w:rsidP="002E7A6E">
      <w:pPr>
        <w:pStyle w:val="ListBullet"/>
      </w:pPr>
      <w:r>
        <w:t>Independent analysis of costs and benefits can provide greater assurance to governments and consumers of the value of investments.</w:t>
      </w:r>
    </w:p>
    <w:p w:rsidR="002E7A6E" w:rsidRPr="00EF5EB5" w:rsidRDefault="002E7A6E" w:rsidP="002E7A6E">
      <w:pPr>
        <w:pStyle w:val="ListBullet"/>
      </w:pPr>
      <w:r>
        <w:t xml:space="preserve">Transparency in assumptions and models helps generate confidence in investment choices. </w:t>
      </w:r>
    </w:p>
    <w:p w:rsidR="002E7A6E" w:rsidRPr="00E55306" w:rsidRDefault="002E7A6E" w:rsidP="002E7A6E">
      <w:pPr>
        <w:pStyle w:val="Heading3"/>
      </w:pPr>
      <w:r w:rsidRPr="00E55306">
        <w:lastRenderedPageBreak/>
        <w:t>Efficiency of standards</w:t>
      </w:r>
    </w:p>
    <w:p w:rsidR="002E7A6E" w:rsidRDefault="002E7A6E" w:rsidP="002E7A6E">
      <w:pPr>
        <w:pStyle w:val="ListBullet"/>
      </w:pPr>
      <w:r>
        <w:t xml:space="preserve">Levels of reliability are only likely to be efficient if they are identified within a </w:t>
      </w:r>
      <w:r w:rsidR="002E563E">
        <w:t>cost–benefit</w:t>
      </w:r>
      <w:r>
        <w:t xml:space="preserve"> framework.</w:t>
      </w:r>
    </w:p>
    <w:p w:rsidR="002E7A6E" w:rsidRDefault="002E7A6E" w:rsidP="002E7A6E">
      <w:pPr>
        <w:pStyle w:val="ListBullet"/>
      </w:pPr>
      <w:r>
        <w:t xml:space="preserve">A </w:t>
      </w:r>
      <w:r w:rsidR="002E563E">
        <w:t>cost–benefit</w:t>
      </w:r>
      <w:r>
        <w:t xml:space="preserve"> framework requires a measure of the value customers place on reliability, which is a function of the costs they incur when an interruption occurs. VCRs that are robust, current, and disaggregated by relevant area and customer type should be the cornerstone of reliability settings. </w:t>
      </w:r>
    </w:p>
    <w:p w:rsidR="002E7A6E" w:rsidRDefault="002E7A6E" w:rsidP="002E7A6E">
      <w:pPr>
        <w:pStyle w:val="ListBullet"/>
      </w:pPr>
      <w:r>
        <w:t>Incorporating VCRs in a planning context requires information on the probabilities of interruptions, and these probabilities must account for all foreseeable contingencies and their likely effects.</w:t>
      </w:r>
    </w:p>
    <w:p w:rsidR="002E7A6E" w:rsidRDefault="002E7A6E" w:rsidP="002E7A6E">
      <w:pPr>
        <w:pStyle w:val="ListBullet"/>
      </w:pPr>
      <w:r>
        <w:t>The costs for transmission businesses of providing a reliable network and the costs to customers from interruptions change over time. Reliability settings need to be flexible to reflect the changing nature of the costs and benefits that underlie them.</w:t>
      </w:r>
    </w:p>
    <w:p w:rsidR="002E7A6E" w:rsidRPr="00EF5EB5" w:rsidRDefault="002E7A6E" w:rsidP="002E7A6E">
      <w:pPr>
        <w:pStyle w:val="ListBullet"/>
      </w:pPr>
      <w:r>
        <w:t>Planning standards and modelling should be transparent, with stakeholders able to query methods and results.</w:t>
      </w:r>
    </w:p>
    <w:p w:rsidR="002E7A6E" w:rsidRPr="00E55306" w:rsidRDefault="002E7A6E" w:rsidP="002E7A6E">
      <w:pPr>
        <w:pStyle w:val="Heading3"/>
      </w:pPr>
      <w:r>
        <w:t>Minimising a</w:t>
      </w:r>
      <w:r w:rsidRPr="00E55306">
        <w:t>dministrative and compliance burden</w:t>
      </w:r>
      <w:r>
        <w:t>s</w:t>
      </w:r>
    </w:p>
    <w:p w:rsidR="002E7A6E" w:rsidRDefault="002E7A6E" w:rsidP="002E7A6E">
      <w:pPr>
        <w:pStyle w:val="ListBullet"/>
      </w:pPr>
      <w:r>
        <w:t xml:space="preserve">Transmission businesses (and their owners) have a conflict of interest if they are responsible for both setting reliability standards and meeting them. Reliability settings for the </w:t>
      </w:r>
      <w:proofErr w:type="spellStart"/>
      <w:r>
        <w:t>NEM</w:t>
      </w:r>
      <w:proofErr w:type="spellEnd"/>
      <w:r>
        <w:t xml:space="preserve"> should be determined by an independent, non-conflicted, well-informed third party. </w:t>
      </w:r>
      <w:r w:rsidR="002D507B">
        <w:t xml:space="preserve">Decision making about </w:t>
      </w:r>
      <w:r>
        <w:t xml:space="preserve">augmentation, replacement and maintenance should rest with </w:t>
      </w:r>
      <w:proofErr w:type="spellStart"/>
      <w:r>
        <w:t>TNSPs</w:t>
      </w:r>
      <w:proofErr w:type="spellEnd"/>
      <w:r>
        <w:t xml:space="preserve"> due to potential synergies in jointly planning these activities. There should, however, be external oversight of decisions for large projects. For smaller projects, there are grounds for </w:t>
      </w:r>
      <w:proofErr w:type="spellStart"/>
      <w:r>
        <w:t>TNSPs</w:t>
      </w:r>
      <w:proofErr w:type="spellEnd"/>
      <w:r>
        <w:t xml:space="preserve"> to undertake probabilistic analysis for determining the best way of meeting externally set customer-driven reliability standards without detailed external oversight of all augmentations due to the potential administrative costs involved. </w:t>
      </w:r>
    </w:p>
    <w:p w:rsidR="002E7A6E" w:rsidRPr="00067EC6" w:rsidRDefault="002E7A6E" w:rsidP="002E7A6E">
      <w:pPr>
        <w:pStyle w:val="ListBullet"/>
      </w:pPr>
      <w:r>
        <w:t>The process of setting reliability standards and for establishing efficient augmentation solutions should itself be as efficient as possible in terms of costs, timeliness and responsiveness.</w:t>
      </w:r>
    </w:p>
    <w:p w:rsidR="002E7A6E" w:rsidRDefault="002E7A6E" w:rsidP="002E7A6E">
      <w:pPr>
        <w:pStyle w:val="Heading3"/>
      </w:pPr>
      <w:r>
        <w:t>Minimising windfall gains</w:t>
      </w:r>
    </w:p>
    <w:p w:rsidR="002E7A6E" w:rsidRPr="0020477A" w:rsidRDefault="002E7A6E" w:rsidP="002E7A6E">
      <w:pPr>
        <w:pStyle w:val="ListBullet"/>
      </w:pPr>
      <w:r>
        <w:t>A planning framework should avoid, where possible, large transfers that might arise from revenue determinations based on demand forecasts that do not eventuate while keeping the cost minimisation and innovation incentives of the incentive regulatory framework</w:t>
      </w:r>
      <w:r w:rsidRPr="009B3E42">
        <w:t xml:space="preserve"> </w:t>
      </w:r>
      <w:r>
        <w:t xml:space="preserve">intact. Given the possible price and therefore </w:t>
      </w:r>
      <w:r>
        <w:lastRenderedPageBreak/>
        <w:t xml:space="preserve">consumption distortion effects of large transfers to </w:t>
      </w:r>
      <w:proofErr w:type="spellStart"/>
      <w:r>
        <w:t>TNSPs</w:t>
      </w:r>
      <w:proofErr w:type="spellEnd"/>
      <w:r>
        <w:t xml:space="preserve"> due to the large and lumpy nature of some augmentation investments, critical and contemporary reviews of major investment decisions should occur to minimise the potential for large windfall gains. </w:t>
      </w:r>
    </w:p>
    <w:p w:rsidR="002E7A6E" w:rsidRDefault="002E7A6E" w:rsidP="002E7A6E">
      <w:pPr>
        <w:pStyle w:val="Heading3"/>
      </w:pPr>
      <w:r>
        <w:t xml:space="preserve">Taking account of </w:t>
      </w:r>
      <w:proofErr w:type="spellStart"/>
      <w:r>
        <w:t>NEM</w:t>
      </w:r>
      <w:proofErr w:type="spellEnd"/>
      <w:r>
        <w:t>-wide effects</w:t>
      </w:r>
    </w:p>
    <w:p w:rsidR="002E7A6E" w:rsidRDefault="002E7A6E" w:rsidP="002E7A6E">
      <w:pPr>
        <w:pStyle w:val="ListBullet"/>
      </w:pPr>
      <w:r>
        <w:t xml:space="preserve">A planning framework should consider the costs and benefits of the effects that reliability settings in one area of the network can have on another (that is, network effects). As put by </w:t>
      </w:r>
      <w:proofErr w:type="spellStart"/>
      <w:r>
        <w:t>AEMO</w:t>
      </w:r>
      <w:proofErr w:type="spellEnd"/>
      <w:r>
        <w:t>, a national planning approach ensures that interconnectors are viewed as part of the meshed intra-regional transmission networks that they connect (sub. </w:t>
      </w:r>
      <w:proofErr w:type="spellStart"/>
      <w:r>
        <w:t>DR100</w:t>
      </w:r>
      <w:proofErr w:type="spellEnd"/>
      <w:r>
        <w:t xml:space="preserve">, p. 10). </w:t>
      </w:r>
    </w:p>
    <w:p w:rsidR="002E7A6E" w:rsidRDefault="002E7A6E" w:rsidP="002E7A6E">
      <w:pPr>
        <w:pStyle w:val="ListBullet"/>
      </w:pPr>
      <w:r>
        <w:t xml:space="preserve">Desired levels of reliability should be delivered using a combination of intra-regional and inter-regional network and non-network solutions — that is, the net benefits should be maximised using a </w:t>
      </w:r>
      <w:proofErr w:type="spellStart"/>
      <w:r>
        <w:t>NEM</w:t>
      </w:r>
      <w:proofErr w:type="spellEnd"/>
      <w:r>
        <w:t>-wide perspective.</w:t>
      </w:r>
    </w:p>
    <w:p w:rsidR="002E7A6E" w:rsidRDefault="002E7A6E" w:rsidP="002E7A6E">
      <w:pPr>
        <w:pStyle w:val="ListBullet"/>
      </w:pPr>
      <w:r>
        <w:t xml:space="preserve">The risk of cascading failure across jurisdictions, the presence of network effects in increasingly interconnected transmission networks, and the importance of implementing inter-regional solutions to network constraints when beneficial to do so, suggests that the regulation of reliability in transmission networks in the </w:t>
      </w:r>
      <w:proofErr w:type="spellStart"/>
      <w:r>
        <w:t>NEM</w:t>
      </w:r>
      <w:proofErr w:type="spellEnd"/>
      <w:r>
        <w:t xml:space="preserve"> should be the responsibility of a </w:t>
      </w:r>
      <w:proofErr w:type="spellStart"/>
      <w:r>
        <w:t>NEM</w:t>
      </w:r>
      <w:proofErr w:type="spellEnd"/>
      <w:r>
        <w:t>-wide authority, and not jurisdiction</w:t>
      </w:r>
      <w:r>
        <w:noBreakHyphen/>
        <w:t>specific.</w:t>
      </w:r>
    </w:p>
    <w:p w:rsidR="002E7A6E" w:rsidRDefault="002E7A6E" w:rsidP="002E7A6E">
      <w:pPr>
        <w:pStyle w:val="ListBullet"/>
      </w:pPr>
      <w:r>
        <w:t xml:space="preserve">This </w:t>
      </w:r>
      <w:proofErr w:type="spellStart"/>
      <w:r>
        <w:t>NEM</w:t>
      </w:r>
      <w:proofErr w:type="spellEnd"/>
      <w:r>
        <w:t>-wide authority would be best placed to take responsibility for managing the national grid by developing and managing national transmission flow paths and reliability standards.</w:t>
      </w:r>
    </w:p>
    <w:p w:rsidR="002E7A6E" w:rsidRPr="00FA357D" w:rsidRDefault="002E7A6E" w:rsidP="002E7A6E">
      <w:pPr>
        <w:pStyle w:val="Heading3"/>
      </w:pPr>
      <w:r>
        <w:t>A</w:t>
      </w:r>
      <w:r w:rsidRPr="00FA357D">
        <w:t>uditing compliance to ensure reliability and efficiency in the long run</w:t>
      </w:r>
    </w:p>
    <w:p w:rsidR="002E7A6E" w:rsidRDefault="002E7A6E" w:rsidP="002E7A6E">
      <w:pPr>
        <w:pStyle w:val="ListBullet"/>
      </w:pPr>
      <w:r>
        <w:t xml:space="preserve">The difficulty of observing reliability outcomes in transmission networks is only addressed implicitly in the current frameworks. Economic regulations need to recognise the value of reliability and measure the latent and actual reliability of networks. If they do not, incentive regulations may lead to greater short-run profits at the expense of under-investment in reliability. </w:t>
      </w:r>
    </w:p>
    <w:p w:rsidR="002E7A6E" w:rsidRDefault="002E7A6E" w:rsidP="002E7A6E">
      <w:pPr>
        <w:pStyle w:val="ListBullet"/>
      </w:pPr>
      <w:r>
        <w:t>Auditing compliance with reliability standards, including redundancy, and continuing to model the probability of interruptions, to the greatest extent possible, would be required to counter any such motivations, even with standards in place. Auditing whether networks meet deterministic standards would appear to be considerably easier than checking whether probabilistic criteria have been followed appropriately. In Victoria, this issue was addressed by appointing an independent planner (</w:t>
      </w:r>
      <w:proofErr w:type="spellStart"/>
      <w:r>
        <w:t>AEMO</w:t>
      </w:r>
      <w:proofErr w:type="spellEnd"/>
      <w:r>
        <w:t xml:space="preserve">) with the appropriate resources </w:t>
      </w:r>
      <w:r>
        <w:lastRenderedPageBreak/>
        <w:t xml:space="preserve">and expertise. However, even in Victoria, there are grounds for auditing the delivery and performance of new investments, as well as maintenance and replacement projects. </w:t>
      </w:r>
    </w:p>
    <w:p w:rsidR="002E7A6E" w:rsidRDefault="00D35E2A" w:rsidP="002E7A6E">
      <w:pPr>
        <w:pStyle w:val="Heading2"/>
      </w:pPr>
      <w:r>
        <w:t>16.</w:t>
      </w:r>
      <w:r w:rsidR="00E65331">
        <w:rPr>
          <w:noProof/>
        </w:rPr>
        <w:t>5</w:t>
      </w:r>
      <w:r w:rsidR="002E7A6E">
        <w:tab/>
        <w:t>The way forward</w:t>
      </w:r>
    </w:p>
    <w:p w:rsidR="002E7A6E" w:rsidRDefault="002E7A6E" w:rsidP="002E7A6E">
      <w:pPr>
        <w:pStyle w:val="BodyText"/>
      </w:pPr>
      <w:r>
        <w:t xml:space="preserve">In the Commission’s judgment, the way forward for transmission reliability and planning frameworks in the </w:t>
      </w:r>
      <w:proofErr w:type="spellStart"/>
      <w:r>
        <w:t>NEM</w:t>
      </w:r>
      <w:proofErr w:type="spellEnd"/>
      <w:r>
        <w:t xml:space="preserve"> should be through some form of national framework that takes account of the characteristics identified above. </w:t>
      </w:r>
    </w:p>
    <w:p w:rsidR="002E7A6E" w:rsidRDefault="002E7A6E" w:rsidP="002E7A6E">
      <w:pPr>
        <w:pStyle w:val="BodyText"/>
      </w:pPr>
      <w:r>
        <w:t xml:space="preserve">There has been a recent broad acceptance of the assessment that deterministic standards have an inherent potential to generate inefficient outcomes if not underpinned by a consideration of the value consumers place on reliability. This has led most stakeholders and governments, to varying degrees, to acknowledge the need to move to a reliability planning framework that is based on an economic </w:t>
      </w:r>
      <w:r w:rsidR="002E563E">
        <w:t>cost–benefit</w:t>
      </w:r>
      <w:r>
        <w:t xml:space="preserve"> framework — namely a probabilistic planning approach. For example, </w:t>
      </w:r>
      <w:proofErr w:type="spellStart"/>
      <w:r>
        <w:t>COAG</w:t>
      </w:r>
      <w:proofErr w:type="spellEnd"/>
      <w:r>
        <w:t xml:space="preserve"> stated that the national framework, developed by the AEMC should:</w:t>
      </w:r>
      <w:r>
        <w:rPr>
          <w:rStyle w:val="FootnoteReference"/>
        </w:rPr>
        <w:footnoteReference w:id="4"/>
      </w:r>
    </w:p>
    <w:p w:rsidR="002E7A6E" w:rsidRDefault="002E7A6E" w:rsidP="002E7A6E">
      <w:pPr>
        <w:pStyle w:val="Quote"/>
      </w:pPr>
      <w:r>
        <w:t xml:space="preserve">… </w:t>
      </w:r>
      <w:r w:rsidRPr="00B07717">
        <w:t>incorporate values of customer reliability and differences arising from geographical location.</w:t>
      </w:r>
      <w:r>
        <w:t xml:space="preserve"> (2012, p. 9)</w:t>
      </w:r>
    </w:p>
    <w:p w:rsidR="002E7A6E" w:rsidRPr="00FD0A9D" w:rsidRDefault="002E7A6E" w:rsidP="002E7A6E">
      <w:pPr>
        <w:pStyle w:val="BodyText"/>
      </w:pPr>
      <w:r>
        <w:t>Grid Australia also supported a national move to a framework where reliability standards were determined with consideration of their costs and benefits:</w:t>
      </w:r>
    </w:p>
    <w:p w:rsidR="002E7A6E" w:rsidRDefault="002E7A6E" w:rsidP="002E7A6E">
      <w:pPr>
        <w:pStyle w:val="Quote"/>
      </w:pPr>
      <w:r>
        <w:t>… there are many aspects of the Commission’s report that Grid Australia supports, including: … The approach to setting planning standards in each jurisdiction should be improved and a new approach is needed that properly considers the full economic costs and benefits of network investment. (sub. </w:t>
      </w:r>
      <w:proofErr w:type="spellStart"/>
      <w:r>
        <w:t>DR91</w:t>
      </w:r>
      <w:proofErr w:type="spellEnd"/>
      <w:r>
        <w:t>, p. 6)</w:t>
      </w:r>
    </w:p>
    <w:p w:rsidR="002E7A6E" w:rsidRDefault="002E7A6E" w:rsidP="002E7A6E">
      <w:pPr>
        <w:pStyle w:val="BodyText"/>
      </w:pPr>
      <w:r>
        <w:t xml:space="preserve">This change, if adopted, should overcome inefficiencies in </w:t>
      </w:r>
      <w:r w:rsidR="002D507B">
        <w:t>reliability standards</w:t>
      </w:r>
      <w:r>
        <w:t>. Indeed, in a high-level review of existing projects for 2012</w:t>
      </w:r>
      <w:r>
        <w:noBreakHyphen/>
        <w:t xml:space="preserve">13 ($3 billion worth of projects) focusing on differences in investment timing between deterministic standards and those based on an economic </w:t>
      </w:r>
      <w:r w:rsidR="002E563E">
        <w:t>cost–benefit</w:t>
      </w:r>
      <w:r>
        <w:t xml:space="preserve"> framework, </w:t>
      </w:r>
      <w:proofErr w:type="spellStart"/>
      <w:r>
        <w:t>AEMO</w:t>
      </w:r>
      <w:proofErr w:type="spellEnd"/>
      <w:r>
        <w:t xml:space="preserve"> found that annual electricity bills for households in 2012</w:t>
      </w:r>
      <w:r>
        <w:noBreakHyphen/>
        <w:t xml:space="preserve">13 could be at least $40 </w:t>
      </w:r>
      <w:r w:rsidR="002D507B">
        <w:t xml:space="preserve">per customer </w:t>
      </w:r>
      <w:r>
        <w:t>too high:</w:t>
      </w:r>
    </w:p>
    <w:p w:rsidR="002E7A6E" w:rsidRDefault="002E7A6E" w:rsidP="002E7A6E">
      <w:pPr>
        <w:pStyle w:val="Quote"/>
      </w:pPr>
      <w:proofErr w:type="spellStart"/>
      <w:r>
        <w:t>AEMO</w:t>
      </w:r>
      <w:proofErr w:type="spellEnd"/>
      <w:r>
        <w:t xml:space="preserve"> compared the timing of augmentations proposed by the </w:t>
      </w:r>
      <w:proofErr w:type="spellStart"/>
      <w:r>
        <w:t>TNSPs</w:t>
      </w:r>
      <w:proofErr w:type="spellEnd"/>
      <w:r>
        <w:t xml:space="preserve">, applying existing planning criteria requiring a specific reliability outcome, with investments that are timed to deliver a better price-service balance for customers. The high-level study into the benefits of an economic </w:t>
      </w:r>
      <w:r w:rsidR="002E563E">
        <w:t>cost–benefit</w:t>
      </w:r>
      <w:r>
        <w:t xml:space="preserve"> approach to network investment showed that there are significant savings that could be achieved.</w:t>
      </w:r>
    </w:p>
    <w:p w:rsidR="002E7A6E" w:rsidRDefault="002E7A6E" w:rsidP="002E7A6E">
      <w:pPr>
        <w:pStyle w:val="Quote"/>
      </w:pPr>
      <w:r>
        <w:lastRenderedPageBreak/>
        <w:t>The study indicated that 2012–13 electricity bills may be at least $40 per customer, on average, too high because current electricity investment is based on reliability in isolation of cost and the type of investment and would defer most augmentation timings.</w:t>
      </w:r>
    </w:p>
    <w:p w:rsidR="002E7A6E" w:rsidRDefault="002E7A6E" w:rsidP="002E7A6E">
      <w:pPr>
        <w:pStyle w:val="Quote"/>
      </w:pPr>
      <w:proofErr w:type="spellStart"/>
      <w:r>
        <w:t>AEMO</w:t>
      </w:r>
      <w:proofErr w:type="spellEnd"/>
      <w:r>
        <w:t xml:space="preserve"> believes that an economic approach is expected to deliver even greater savings to electricity consumers in the long term by providing more time to develop new generation and transmission solutions and technologies; and accommodate changes to demand profiles, acknowledging a more energy-conscious community</w:t>
      </w:r>
      <w:r w:rsidRPr="00E55B27">
        <w:t>. (sub. </w:t>
      </w:r>
      <w:proofErr w:type="spellStart"/>
      <w:r w:rsidRPr="00E55B27">
        <w:t>DR100</w:t>
      </w:r>
      <w:proofErr w:type="spellEnd"/>
      <w:r w:rsidRPr="00E55B27">
        <w:t>, p. 5)</w:t>
      </w:r>
    </w:p>
    <w:p w:rsidR="002E7A6E" w:rsidRDefault="002E7A6E" w:rsidP="002E7A6E">
      <w:pPr>
        <w:pStyle w:val="BodyText"/>
      </w:pPr>
      <w:r>
        <w:t xml:space="preserve">There is, however, some contention over the best way to implement a probabilistic planning approach. The principal debate relates to who undertakes the augmentation (and replacement) investment planning and puts forward the suggested options. (Under a probabilistic framework used to set standards the term ‘planning’ can become confusing — box 16.3.) </w:t>
      </w:r>
    </w:p>
    <w:p w:rsidR="002E7A6E" w:rsidRDefault="002E7A6E" w:rsidP="002E7A6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E7A6E" w:rsidTr="003E7B90">
        <w:tc>
          <w:tcPr>
            <w:tcW w:w="8771" w:type="dxa"/>
            <w:tcBorders>
              <w:top w:val="single" w:sz="6" w:space="0" w:color="auto"/>
              <w:bottom w:val="nil"/>
            </w:tcBorders>
          </w:tcPr>
          <w:p w:rsidR="002E7A6E" w:rsidRDefault="002E7A6E" w:rsidP="003E7B90">
            <w:pPr>
              <w:pStyle w:val="BoxTitle"/>
            </w:pPr>
            <w:r>
              <w:rPr>
                <w:b w:val="0"/>
              </w:rPr>
              <w:t xml:space="preserve">Box </w:t>
            </w:r>
            <w:r w:rsidR="00D35E2A">
              <w:rPr>
                <w:b w:val="0"/>
              </w:rPr>
              <w:t>16.</w:t>
            </w:r>
            <w:r w:rsidR="00E65331">
              <w:rPr>
                <w:b w:val="0"/>
                <w:noProof/>
              </w:rPr>
              <w:t>3</w:t>
            </w:r>
            <w:r>
              <w:tab/>
              <w:t>The term ‘planning’</w:t>
            </w:r>
          </w:p>
        </w:tc>
      </w:tr>
      <w:tr w:rsidR="002E7A6E" w:rsidTr="003E7B90">
        <w:trPr>
          <w:cantSplit/>
        </w:trPr>
        <w:tc>
          <w:tcPr>
            <w:tcW w:w="8771" w:type="dxa"/>
            <w:tcBorders>
              <w:top w:val="nil"/>
              <w:left w:val="single" w:sz="6" w:space="0" w:color="auto"/>
              <w:bottom w:val="nil"/>
              <w:right w:val="single" w:sz="6" w:space="0" w:color="auto"/>
            </w:tcBorders>
          </w:tcPr>
          <w:p w:rsidR="002E7A6E" w:rsidRDefault="002E7A6E" w:rsidP="003E7B90">
            <w:pPr>
              <w:pStyle w:val="Box"/>
            </w:pPr>
            <w:r>
              <w:t xml:space="preserve">Under probabilistic </w:t>
            </w:r>
            <w:r w:rsidR="002E563E">
              <w:t>cost–benefit</w:t>
            </w:r>
            <w:r>
              <w:t xml:space="preserve"> informed standards, what is meant by reliability ‘planning’ is not always clear. A significant degree of network planning must occur to identify the standards at a connection point level. This involves comparing the value of customer reliability with the costs of various investment options to achieve the most efficient reliability settings for the network. </w:t>
            </w:r>
          </w:p>
          <w:p w:rsidR="002E7A6E" w:rsidRDefault="002E7A6E" w:rsidP="003E7B90">
            <w:pPr>
              <w:pStyle w:val="Box"/>
            </w:pPr>
            <w:r>
              <w:t xml:space="preserve">Under such a system, certain planning activities are also conducted by </w:t>
            </w:r>
            <w:proofErr w:type="spellStart"/>
            <w:r>
              <w:t>TNSPs</w:t>
            </w:r>
            <w:proofErr w:type="spellEnd"/>
            <w:r>
              <w:t xml:space="preserve">. To meet standards, </w:t>
            </w:r>
            <w:proofErr w:type="spellStart"/>
            <w:r>
              <w:t>TNSPs</w:t>
            </w:r>
            <w:proofErr w:type="spellEnd"/>
            <w:r>
              <w:t xml:space="preserve"> have to determine investment options, timing (subject to external review in some instances) and integration with other maintenance and replacement activities. These latter aspects have been termed ‘</w:t>
            </w:r>
            <w:proofErr w:type="spellStart"/>
            <w:r>
              <w:t>TNSP</w:t>
            </w:r>
            <w:proofErr w:type="spellEnd"/>
            <w:r>
              <w:t xml:space="preserve"> planning’ under the proposed model put forward in this chapter. </w:t>
            </w:r>
          </w:p>
        </w:tc>
      </w:tr>
      <w:tr w:rsidR="002E7A6E" w:rsidTr="003E7B90">
        <w:trPr>
          <w:cantSplit/>
        </w:trPr>
        <w:tc>
          <w:tcPr>
            <w:tcW w:w="8771" w:type="dxa"/>
            <w:tcBorders>
              <w:top w:val="nil"/>
              <w:left w:val="single" w:sz="6" w:space="0" w:color="auto"/>
              <w:bottom w:val="single" w:sz="6" w:space="0" w:color="auto"/>
              <w:right w:val="single" w:sz="6" w:space="0" w:color="auto"/>
            </w:tcBorders>
          </w:tcPr>
          <w:p w:rsidR="002E7A6E" w:rsidRDefault="002E7A6E" w:rsidP="003E7B90">
            <w:pPr>
              <w:pStyle w:val="Box"/>
              <w:spacing w:before="0" w:line="120" w:lineRule="exact"/>
            </w:pPr>
          </w:p>
        </w:tc>
      </w:tr>
      <w:tr w:rsidR="002E7A6E" w:rsidRPr="000863A5" w:rsidTr="003E7B90">
        <w:tc>
          <w:tcPr>
            <w:tcW w:w="8771" w:type="dxa"/>
            <w:tcBorders>
              <w:top w:val="nil"/>
              <w:left w:val="nil"/>
              <w:bottom w:val="nil"/>
              <w:right w:val="nil"/>
            </w:tcBorders>
          </w:tcPr>
          <w:p w:rsidR="002E7A6E" w:rsidRPr="00626D32" w:rsidRDefault="002E7A6E" w:rsidP="003E7B90">
            <w:pPr>
              <w:pStyle w:val="BoxSpaceBelow"/>
            </w:pPr>
          </w:p>
        </w:tc>
      </w:tr>
    </w:tbl>
    <w:p w:rsidR="002E7A6E" w:rsidRDefault="002E7A6E" w:rsidP="002E7A6E">
      <w:pPr>
        <w:pStyle w:val="BodyText"/>
      </w:pPr>
      <w:r>
        <w:t xml:space="preserve">Grid Australia has argued that having </w:t>
      </w:r>
      <w:proofErr w:type="spellStart"/>
      <w:r>
        <w:t>TNSPs</w:t>
      </w:r>
      <w:proofErr w:type="spellEnd"/>
      <w:r>
        <w:t xml:space="preserve"> undertake network reliability planning subject to independently set standards would generate the greatest gains: </w:t>
      </w:r>
    </w:p>
    <w:p w:rsidR="002E7A6E" w:rsidRDefault="002E7A6E" w:rsidP="002E7A6E">
      <w:pPr>
        <w:pStyle w:val="Quote"/>
      </w:pPr>
      <w:r w:rsidRPr="007F3966">
        <w:t>We maintain that electricity consumers are better served by adopting a nationally consistent arrangement involving transmission asset owners retaining responsibility for augmentation investment decisions in the shared transmission network.</w:t>
      </w:r>
      <w:r>
        <w:t xml:space="preserve"> (trans., p. 289)</w:t>
      </w:r>
    </w:p>
    <w:p w:rsidR="002E7A6E" w:rsidRDefault="002E7A6E" w:rsidP="002E7A6E">
      <w:pPr>
        <w:pStyle w:val="BodyText"/>
      </w:pPr>
      <w:r>
        <w:t>The AEMC also supported this view, stating that it:</w:t>
      </w:r>
    </w:p>
    <w:p w:rsidR="002E7A6E" w:rsidRDefault="00A07837" w:rsidP="002E7A6E">
      <w:pPr>
        <w:pStyle w:val="Quote"/>
      </w:pPr>
      <w:r>
        <w:t xml:space="preserve">… </w:t>
      </w:r>
      <w:r w:rsidR="002E7A6E">
        <w:t>considers that financial incentives are likely to provide the most robust and transparent driver for efficient decision-making, as efficient outcomes can best be promoted by aligning the commercial incentives on businesses with the interests of consumers. (sub. </w:t>
      </w:r>
      <w:proofErr w:type="spellStart"/>
      <w:r w:rsidR="002E7A6E">
        <w:t>DR89</w:t>
      </w:r>
      <w:proofErr w:type="spellEnd"/>
      <w:r w:rsidR="002E7A6E">
        <w:t>, p. 7)</w:t>
      </w:r>
    </w:p>
    <w:p w:rsidR="00870FCD" w:rsidRDefault="00870FCD" w:rsidP="002E7A6E">
      <w:pPr>
        <w:pStyle w:val="BodyText"/>
      </w:pPr>
    </w:p>
    <w:p w:rsidR="002E7A6E" w:rsidRDefault="002D507B" w:rsidP="002E7A6E">
      <w:pPr>
        <w:pStyle w:val="BodyText"/>
      </w:pPr>
      <w:proofErr w:type="spellStart"/>
      <w:r>
        <w:lastRenderedPageBreak/>
        <w:t>AEMO</w:t>
      </w:r>
      <w:proofErr w:type="spellEnd"/>
      <w:r>
        <w:t xml:space="preserve"> agreed</w:t>
      </w:r>
      <w:r w:rsidR="002E7A6E">
        <w:t xml:space="preserve"> that arrangements along the above lines are likely to be a substantial improvement on the current situation (</w:t>
      </w:r>
      <w:r w:rsidR="002E7A6E" w:rsidRPr="00E55B27">
        <w:t>sub.</w:t>
      </w:r>
      <w:r w:rsidR="002E7A6E">
        <w:t> </w:t>
      </w:r>
      <w:proofErr w:type="spellStart"/>
      <w:r w:rsidR="002E7A6E" w:rsidRPr="00E55B27">
        <w:t>DR100</w:t>
      </w:r>
      <w:proofErr w:type="spellEnd"/>
      <w:r w:rsidR="002E7A6E">
        <w:t>, p. </w:t>
      </w:r>
      <w:r w:rsidR="002E7A6E" w:rsidRPr="00E55B27">
        <w:t>5</w:t>
      </w:r>
      <w:r w:rsidR="002E7A6E">
        <w:t xml:space="preserve">). Nevertheless, </w:t>
      </w:r>
      <w:proofErr w:type="spellStart"/>
      <w:r w:rsidR="002E7A6E">
        <w:t>AEMO’s</w:t>
      </w:r>
      <w:proofErr w:type="spellEnd"/>
      <w:r w:rsidR="002E7A6E">
        <w:t xml:space="preserve"> preferred position (articulated most fully in its first submission (sub. 32)) is that planning should be undertaken by a </w:t>
      </w:r>
      <w:proofErr w:type="spellStart"/>
      <w:r w:rsidR="002E7A6E">
        <w:t>NEM</w:t>
      </w:r>
      <w:proofErr w:type="spellEnd"/>
      <w:r w:rsidR="002E7A6E">
        <w:t>-wide central planner to ensure efficiency across the entire network:</w:t>
      </w:r>
    </w:p>
    <w:p w:rsidR="002E7A6E" w:rsidRDefault="002E7A6E" w:rsidP="002E7A6E">
      <w:pPr>
        <w:pStyle w:val="Quote"/>
      </w:pPr>
      <w:r>
        <w:t>Australia’s transmission regulation and planning regime must optimise network development on a national basis to deliver the most efficient response to the challenges of the future. … Independent planning coupled with the competitive provision of network services will deliver the most efficient outcomes. (sub. 32, p. 4)</w:t>
      </w:r>
    </w:p>
    <w:p w:rsidR="002E7A6E" w:rsidRDefault="002E7A6E" w:rsidP="00AC7A34">
      <w:pPr>
        <w:pStyle w:val="BodyText"/>
      </w:pPr>
      <w:r>
        <w:t xml:space="preserve">In the Commission’s view, the most efficient model would draw on both the original </w:t>
      </w:r>
      <w:proofErr w:type="spellStart"/>
      <w:r>
        <w:t>AEMO</w:t>
      </w:r>
      <w:proofErr w:type="spellEnd"/>
      <w:r>
        <w:t xml:space="preserve"> and the new Grid Australia/AEMC approaches (a summary of the existing and proposed models is provided in table</w:t>
      </w:r>
      <w:r w:rsidR="00AF6E6B">
        <w:t> </w:t>
      </w:r>
      <w:r>
        <w:t>16.2</w:t>
      </w:r>
      <w:r w:rsidR="00AD1304">
        <w:t>)</w:t>
      </w:r>
      <w:r>
        <w:t>. Transmission businesses would be free to undertake augmentation (and replacement) investment planning subject to independently set national reliability planning standards, but with all planning un</w:t>
      </w:r>
      <w:r w:rsidR="002E563E">
        <w:t>derpinned by probabilistic cost–benefit</w:t>
      </w:r>
      <w:r>
        <w:t xml:space="preserve"> assessments. This model corrects some of the deficiencies of the current approach in Victoria and that of the proposed </w:t>
      </w:r>
      <w:proofErr w:type="spellStart"/>
      <w:r>
        <w:t>AEMC’s</w:t>
      </w:r>
      <w:proofErr w:type="spellEnd"/>
      <w:r>
        <w:t xml:space="preserve"> hybrid</w:t>
      </w:r>
      <w:r>
        <w:rPr>
          <w:rStyle w:val="FootnoteReference"/>
        </w:rPr>
        <w:footnoteReference w:id="5"/>
      </w:r>
      <w:r>
        <w:t xml:space="preserve"> and Grid Australia (sub. 91, pp. 10</w:t>
      </w:r>
      <w:r>
        <w:noBreakHyphen/>
        <w:t xml:space="preserve">38) models. The relative costs and benefits of the proposed approaches, along with existing reliability planning models are assessed in appendix F. </w:t>
      </w:r>
    </w:p>
    <w:p w:rsidR="00AC7A34" w:rsidRPr="00AC7A34" w:rsidRDefault="00AC7A34" w:rsidP="00AC7A34">
      <w:pPr>
        <w:pStyle w:val="Heading3"/>
      </w:pPr>
      <w:r w:rsidRPr="00AC7A34">
        <w:t>The Commission’s national transmission probabilistic reliability standards model (the ‘PC model’)</w:t>
      </w:r>
    </w:p>
    <w:p w:rsidR="00AC7A34" w:rsidRDefault="00AC7A34" w:rsidP="00AC7A34">
      <w:pPr>
        <w:pStyle w:val="BodyText"/>
      </w:pPr>
      <w:r>
        <w:t xml:space="preserve">The Commission’s proposed model — set out in greater detail in figure 16.2 —could overcome many of the issues identified with the current reliability planning approaches. The PC model seeks to improve national oversight of transmission planning, making </w:t>
      </w:r>
      <w:proofErr w:type="spellStart"/>
      <w:r>
        <w:t>TNSPs</w:t>
      </w:r>
      <w:proofErr w:type="spellEnd"/>
      <w:r>
        <w:t xml:space="preserve"> more accountable (a concern raised by </w:t>
      </w:r>
      <w:proofErr w:type="spellStart"/>
      <w:r>
        <w:t>AEMO</w:t>
      </w:r>
      <w:proofErr w:type="spellEnd"/>
      <w:r>
        <w:t xml:space="preserve"> (sub. </w:t>
      </w:r>
      <w:proofErr w:type="spellStart"/>
      <w:r>
        <w:t>DR100</w:t>
      </w:r>
      <w:proofErr w:type="spellEnd"/>
      <w:r>
        <w:t>, p. 5) Grid Australia (sub. </w:t>
      </w:r>
      <w:proofErr w:type="spellStart"/>
      <w:r>
        <w:t>DR91</w:t>
      </w:r>
      <w:proofErr w:type="spellEnd"/>
      <w:r>
        <w:t xml:space="preserve">, p. 10); and </w:t>
      </w:r>
      <w:proofErr w:type="spellStart"/>
      <w:r>
        <w:t>SP</w:t>
      </w:r>
      <w:proofErr w:type="spellEnd"/>
      <w:r>
        <w:t xml:space="preserve"> </w:t>
      </w:r>
      <w:proofErr w:type="spellStart"/>
      <w:r>
        <w:t>AusNet</w:t>
      </w:r>
      <w:proofErr w:type="spellEnd"/>
      <w:r>
        <w:t xml:space="preserve"> (</w:t>
      </w:r>
      <w:r w:rsidRPr="005530F1">
        <w:t>sub. </w:t>
      </w:r>
      <w:proofErr w:type="spellStart"/>
      <w:r w:rsidRPr="005530F1">
        <w:t>DR99</w:t>
      </w:r>
      <w:proofErr w:type="spellEnd"/>
      <w:r w:rsidRPr="005530F1">
        <w:t>, p. 3</w:t>
      </w:r>
      <w:r>
        <w:t>)).</w:t>
      </w:r>
    </w:p>
    <w:p w:rsidR="00AC7A34" w:rsidRDefault="00AC7A34" w:rsidP="002E7A6E">
      <w:pPr>
        <w:pStyle w:val="BodyText"/>
      </w:pPr>
    </w:p>
    <w:p w:rsidR="002E7A6E" w:rsidRDefault="002E7A6E" w:rsidP="002E7A6E">
      <w:pPr>
        <w:pStyle w:val="BodyText"/>
        <w:sectPr w:rsidR="002E7A6E" w:rsidSect="00D35E2A">
          <w:headerReference w:type="even" r:id="rId10"/>
          <w:headerReference w:type="default" r:id="rId11"/>
          <w:footerReference w:type="even" r:id="rId12"/>
          <w:footerReference w:type="default" r:id="rId13"/>
          <w:pgSz w:w="11907" w:h="16840" w:code="9"/>
          <w:pgMar w:top="1985" w:right="1304" w:bottom="1418" w:left="1814" w:header="1701" w:footer="567" w:gutter="0"/>
          <w:pgNumType w:start="581" w:chapSep="period"/>
          <w:cols w:space="720"/>
        </w:sectPr>
      </w:pPr>
      <w:r>
        <w:br w:type="page"/>
      </w:r>
    </w:p>
    <w:p w:rsidR="002E7A6E" w:rsidRDefault="002E7A6E" w:rsidP="002E7A6E">
      <w:pPr>
        <w:pStyle w:val="TableTitle"/>
      </w:pPr>
      <w:r>
        <w:rPr>
          <w:b w:val="0"/>
        </w:rPr>
        <w:lastRenderedPageBreak/>
        <w:t xml:space="preserve">Table </w:t>
      </w:r>
      <w:r w:rsidR="00D35E2A">
        <w:rPr>
          <w:b w:val="0"/>
        </w:rPr>
        <w:t>16.</w:t>
      </w:r>
      <w:r w:rsidR="00E65331">
        <w:rPr>
          <w:b w:val="0"/>
          <w:noProof/>
        </w:rPr>
        <w:t>2</w:t>
      </w:r>
      <w:r>
        <w:tab/>
      </w:r>
      <w:r w:rsidR="002D507B">
        <w:t>C</w:t>
      </w:r>
      <w:r>
        <w:t>urrent and proposed</w:t>
      </w:r>
      <w:r w:rsidRPr="000B3E61">
        <w:t xml:space="preserve"> transmission planning models</w:t>
      </w:r>
    </w:p>
    <w:tbl>
      <w:tblPr>
        <w:tblW w:w="5000" w:type="pct"/>
        <w:tblCellMar>
          <w:left w:w="0" w:type="dxa"/>
          <w:right w:w="0" w:type="dxa"/>
        </w:tblCellMar>
        <w:tblLook w:val="0000" w:firstRow="0" w:lastRow="0" w:firstColumn="0" w:lastColumn="0" w:noHBand="0" w:noVBand="0"/>
      </w:tblPr>
      <w:tblGrid>
        <w:gridCol w:w="1334"/>
        <w:gridCol w:w="2019"/>
        <w:gridCol w:w="1750"/>
        <w:gridCol w:w="2285"/>
        <w:gridCol w:w="2018"/>
        <w:gridCol w:w="2018"/>
        <w:gridCol w:w="2013"/>
      </w:tblGrid>
      <w:tr w:rsidR="002E7A6E" w:rsidTr="00F503A1">
        <w:tc>
          <w:tcPr>
            <w:tcW w:w="496" w:type="pct"/>
            <w:tcBorders>
              <w:top w:val="single" w:sz="6" w:space="0" w:color="auto"/>
              <w:bottom w:val="single" w:sz="6" w:space="0" w:color="auto"/>
            </w:tcBorders>
            <w:shd w:val="clear" w:color="auto" w:fill="auto"/>
          </w:tcPr>
          <w:p w:rsidR="002E7A6E" w:rsidRDefault="002E7A6E" w:rsidP="003E7B90">
            <w:pPr>
              <w:pStyle w:val="TableColumnHeading"/>
              <w:jc w:val="left"/>
            </w:pPr>
          </w:p>
        </w:tc>
        <w:tc>
          <w:tcPr>
            <w:tcW w:w="751" w:type="pct"/>
            <w:tcBorders>
              <w:top w:val="single" w:sz="6" w:space="0" w:color="auto"/>
              <w:bottom w:val="single" w:sz="6" w:space="0" w:color="auto"/>
            </w:tcBorders>
            <w:shd w:val="clear" w:color="auto" w:fill="auto"/>
          </w:tcPr>
          <w:p w:rsidR="002E7A6E" w:rsidRPr="000B3E61" w:rsidRDefault="002E7A6E" w:rsidP="00B86EAB">
            <w:pPr>
              <w:pStyle w:val="TableColumnHeading"/>
              <w:jc w:val="left"/>
            </w:pPr>
            <w:r>
              <w:t xml:space="preserve">Deterministic standards model (NSW, Qld &amp; </w:t>
            </w:r>
            <w:proofErr w:type="spellStart"/>
            <w:r>
              <w:t>Tas</w:t>
            </w:r>
            <w:proofErr w:type="spellEnd"/>
            <w:r>
              <w:t>)</w:t>
            </w:r>
          </w:p>
        </w:tc>
        <w:tc>
          <w:tcPr>
            <w:tcW w:w="651" w:type="pct"/>
            <w:tcBorders>
              <w:top w:val="single" w:sz="6" w:space="0" w:color="auto"/>
              <w:bottom w:val="single" w:sz="6" w:space="0" w:color="auto"/>
            </w:tcBorders>
            <w:shd w:val="clear" w:color="auto" w:fill="auto"/>
          </w:tcPr>
          <w:p w:rsidR="002E7A6E" w:rsidRPr="000B3E61" w:rsidRDefault="002E7A6E" w:rsidP="00B86EAB">
            <w:pPr>
              <w:pStyle w:val="TableColumnHeading"/>
              <w:jc w:val="left"/>
            </w:pPr>
            <w:proofErr w:type="spellStart"/>
            <w:r w:rsidRPr="000B3E61">
              <w:t>AEMO</w:t>
            </w:r>
            <w:proofErr w:type="spellEnd"/>
            <w:r w:rsidRPr="000B3E61">
              <w:t xml:space="preserve"> planner model (Vic)</w:t>
            </w:r>
          </w:p>
        </w:tc>
        <w:tc>
          <w:tcPr>
            <w:tcW w:w="850" w:type="pct"/>
            <w:tcBorders>
              <w:top w:val="single" w:sz="6" w:space="0" w:color="auto"/>
              <w:bottom w:val="single" w:sz="6" w:space="0" w:color="auto"/>
            </w:tcBorders>
            <w:shd w:val="clear" w:color="auto" w:fill="auto"/>
          </w:tcPr>
          <w:p w:rsidR="002E7A6E" w:rsidRPr="000B3E61" w:rsidRDefault="002E7A6E" w:rsidP="00B86EAB">
            <w:pPr>
              <w:pStyle w:val="TableColumnHeading"/>
              <w:jc w:val="left"/>
            </w:pPr>
            <w:r>
              <w:t xml:space="preserve">Hybrid standards </w:t>
            </w:r>
            <w:r w:rsidR="00E65331">
              <w:br/>
            </w:r>
            <w:r>
              <w:t>model (SA)</w:t>
            </w:r>
          </w:p>
        </w:tc>
        <w:tc>
          <w:tcPr>
            <w:tcW w:w="751" w:type="pct"/>
            <w:tcBorders>
              <w:top w:val="single" w:sz="6" w:space="0" w:color="auto"/>
              <w:bottom w:val="single" w:sz="6" w:space="0" w:color="auto"/>
            </w:tcBorders>
            <w:shd w:val="clear" w:color="auto" w:fill="auto"/>
          </w:tcPr>
          <w:p w:rsidR="002E7A6E" w:rsidRDefault="002E7A6E" w:rsidP="00B86EAB">
            <w:pPr>
              <w:pStyle w:val="TableColumnHeading"/>
              <w:jc w:val="left"/>
            </w:pPr>
            <w:r w:rsidRPr="000B3E61">
              <w:t xml:space="preserve">AEMC hybrid </w:t>
            </w:r>
            <w:r w:rsidR="00E65331">
              <w:br/>
            </w:r>
            <w:r w:rsidRPr="000B3E61">
              <w:t>model</w:t>
            </w:r>
          </w:p>
        </w:tc>
        <w:tc>
          <w:tcPr>
            <w:tcW w:w="751" w:type="pct"/>
            <w:tcBorders>
              <w:top w:val="single" w:sz="6" w:space="0" w:color="auto"/>
              <w:bottom w:val="single" w:sz="6" w:space="0" w:color="auto"/>
            </w:tcBorders>
            <w:shd w:val="clear" w:color="auto" w:fill="auto"/>
          </w:tcPr>
          <w:p w:rsidR="002E7A6E" w:rsidRDefault="002E7A6E" w:rsidP="00B86EAB">
            <w:pPr>
              <w:pStyle w:val="TableColumnHeading"/>
              <w:ind w:right="0"/>
              <w:jc w:val="left"/>
            </w:pPr>
            <w:r>
              <w:t xml:space="preserve">Grid Australia’s </w:t>
            </w:r>
            <w:r w:rsidR="00E65331">
              <w:br/>
            </w:r>
            <w:r>
              <w:t>model</w:t>
            </w:r>
          </w:p>
        </w:tc>
        <w:tc>
          <w:tcPr>
            <w:tcW w:w="749" w:type="pct"/>
            <w:tcBorders>
              <w:top w:val="single" w:sz="6" w:space="0" w:color="auto"/>
              <w:bottom w:val="single" w:sz="6" w:space="0" w:color="auto"/>
            </w:tcBorders>
            <w:shd w:val="clear" w:color="auto" w:fill="auto"/>
          </w:tcPr>
          <w:p w:rsidR="002E7A6E" w:rsidRDefault="002E7A6E" w:rsidP="00B86EAB">
            <w:pPr>
              <w:pStyle w:val="TableColumnHeading"/>
              <w:ind w:right="0"/>
              <w:jc w:val="left"/>
            </w:pPr>
            <w:r>
              <w:t>PC mode</w:t>
            </w:r>
            <w:r w:rsidR="002D507B">
              <w:t>l</w:t>
            </w:r>
            <w:r>
              <w:t xml:space="preserve"> </w:t>
            </w:r>
          </w:p>
        </w:tc>
      </w:tr>
      <w:tr w:rsidR="002E7A6E" w:rsidTr="00F503A1">
        <w:tc>
          <w:tcPr>
            <w:tcW w:w="496" w:type="pct"/>
            <w:tcBorders>
              <w:top w:val="single" w:sz="6" w:space="0" w:color="auto"/>
            </w:tcBorders>
            <w:shd w:val="clear" w:color="auto" w:fill="F2F2F2" w:themeFill="background1" w:themeFillShade="F2"/>
          </w:tcPr>
          <w:p w:rsidR="002E7A6E" w:rsidRPr="000B3E61" w:rsidRDefault="002E7A6E" w:rsidP="00E65331">
            <w:pPr>
              <w:pStyle w:val="TableBodyText"/>
              <w:spacing w:before="80"/>
              <w:jc w:val="left"/>
            </w:pPr>
            <w:r w:rsidRPr="000B3E61">
              <w:t xml:space="preserve">Type of reliability standard or planning? </w:t>
            </w:r>
          </w:p>
        </w:tc>
        <w:tc>
          <w:tcPr>
            <w:tcW w:w="751" w:type="pct"/>
            <w:tcBorders>
              <w:top w:val="single" w:sz="6" w:space="0" w:color="auto"/>
            </w:tcBorders>
            <w:shd w:val="clear" w:color="auto" w:fill="F2F2F2" w:themeFill="background1" w:themeFillShade="F2"/>
          </w:tcPr>
          <w:p w:rsidR="002E7A6E" w:rsidRPr="000B3E61" w:rsidRDefault="002E7A6E" w:rsidP="00E65331">
            <w:pPr>
              <w:pStyle w:val="TableBodyText"/>
              <w:spacing w:before="80"/>
              <w:jc w:val="left"/>
            </w:pPr>
            <w:r>
              <w:t>Deterministic</w:t>
            </w:r>
          </w:p>
        </w:tc>
        <w:tc>
          <w:tcPr>
            <w:tcW w:w="651" w:type="pct"/>
            <w:tcBorders>
              <w:top w:val="single" w:sz="6" w:space="0" w:color="auto"/>
            </w:tcBorders>
            <w:shd w:val="clear" w:color="auto" w:fill="F2F2F2" w:themeFill="background1" w:themeFillShade="F2"/>
          </w:tcPr>
          <w:p w:rsidR="002E7A6E" w:rsidRPr="000B3E61" w:rsidRDefault="002E7A6E" w:rsidP="00E65331">
            <w:pPr>
              <w:pStyle w:val="TableBodyText"/>
              <w:spacing w:before="80"/>
              <w:jc w:val="left"/>
            </w:pPr>
            <w:r w:rsidRPr="000B3E61">
              <w:t>Probabilistic planning</w:t>
            </w:r>
          </w:p>
        </w:tc>
        <w:tc>
          <w:tcPr>
            <w:tcW w:w="850" w:type="pct"/>
            <w:tcBorders>
              <w:top w:val="single" w:sz="6" w:space="0" w:color="auto"/>
            </w:tcBorders>
            <w:shd w:val="clear" w:color="auto" w:fill="F2F2F2" w:themeFill="background1" w:themeFillShade="F2"/>
          </w:tcPr>
          <w:p w:rsidR="002E7A6E" w:rsidRPr="000B3E61" w:rsidRDefault="002E7A6E" w:rsidP="00E65331">
            <w:pPr>
              <w:pStyle w:val="TableBodyText"/>
              <w:spacing w:before="80"/>
              <w:jc w:val="left"/>
            </w:pPr>
            <w:r w:rsidRPr="000B3E61">
              <w:t>Probabilistic planning</w:t>
            </w:r>
            <w:r>
              <w:t xml:space="preserve"> informed deterministic standards (applied to 6 connection point categories) subject to no downward revision requirements</w:t>
            </w:r>
          </w:p>
        </w:tc>
        <w:tc>
          <w:tcPr>
            <w:tcW w:w="751" w:type="pct"/>
            <w:tcBorders>
              <w:top w:val="single" w:sz="6" w:space="0" w:color="auto"/>
            </w:tcBorders>
            <w:shd w:val="clear" w:color="auto" w:fill="F2F2F2" w:themeFill="background1" w:themeFillShade="F2"/>
          </w:tcPr>
          <w:p w:rsidR="002E7A6E" w:rsidRPr="000B3E61" w:rsidRDefault="002E7A6E" w:rsidP="00E65331">
            <w:pPr>
              <w:pStyle w:val="TableBodyText"/>
              <w:spacing w:before="80"/>
              <w:jc w:val="left"/>
            </w:pPr>
            <w:r w:rsidRPr="000B3E61">
              <w:t>Hybrid standards for connection points</w:t>
            </w:r>
          </w:p>
        </w:tc>
        <w:tc>
          <w:tcPr>
            <w:tcW w:w="751" w:type="pct"/>
            <w:tcBorders>
              <w:top w:val="single" w:sz="6" w:space="0" w:color="auto"/>
            </w:tcBorders>
            <w:shd w:val="clear" w:color="auto" w:fill="F2F2F2" w:themeFill="background1" w:themeFillShade="F2"/>
          </w:tcPr>
          <w:p w:rsidR="002E7A6E" w:rsidRDefault="002E7A6E" w:rsidP="00E65331">
            <w:pPr>
              <w:pStyle w:val="TableBodyText"/>
              <w:spacing w:before="80"/>
              <w:ind w:right="0"/>
              <w:jc w:val="left"/>
            </w:pPr>
            <w:r>
              <w:t xml:space="preserve">Probabilistic </w:t>
            </w:r>
            <w:r w:rsidR="002E563E">
              <w:t>cost–benefit</w:t>
            </w:r>
            <w:r>
              <w:t xml:space="preserve"> standards expressed deterministically</w:t>
            </w:r>
          </w:p>
        </w:tc>
        <w:tc>
          <w:tcPr>
            <w:tcW w:w="749" w:type="pct"/>
            <w:tcBorders>
              <w:top w:val="single" w:sz="6" w:space="0" w:color="auto"/>
            </w:tcBorders>
            <w:shd w:val="clear" w:color="auto" w:fill="F2F2F2" w:themeFill="background1" w:themeFillShade="F2"/>
          </w:tcPr>
          <w:p w:rsidR="002E7A6E" w:rsidRDefault="002E7A6E" w:rsidP="00E65331">
            <w:pPr>
              <w:pStyle w:val="TableBodyText"/>
              <w:spacing w:before="80"/>
              <w:ind w:right="0"/>
              <w:jc w:val="left"/>
            </w:pPr>
            <w:r>
              <w:t xml:space="preserve">Probabilistic </w:t>
            </w:r>
            <w:r w:rsidR="002E563E">
              <w:t>cost–benefit</w:t>
            </w:r>
            <w:r>
              <w:t xml:space="preserve"> standards expressed deterministically or probabilistically</w:t>
            </w:r>
          </w:p>
        </w:tc>
      </w:tr>
      <w:tr w:rsidR="002E7A6E" w:rsidTr="00F503A1">
        <w:tc>
          <w:tcPr>
            <w:tcW w:w="496" w:type="pct"/>
          </w:tcPr>
          <w:p w:rsidR="002E7A6E" w:rsidRPr="008D2821" w:rsidRDefault="002E7A6E" w:rsidP="003E7B90">
            <w:pPr>
              <w:pStyle w:val="TableBodyText"/>
              <w:jc w:val="left"/>
            </w:pPr>
            <w:r w:rsidRPr="008D2821">
              <w:t>Standards contained in?</w:t>
            </w:r>
          </w:p>
        </w:tc>
        <w:tc>
          <w:tcPr>
            <w:tcW w:w="751" w:type="pct"/>
          </w:tcPr>
          <w:p w:rsidR="002E7A6E" w:rsidRPr="008D2821" w:rsidRDefault="002E7A6E" w:rsidP="003E7B90">
            <w:pPr>
              <w:pStyle w:val="TableBodyText"/>
              <w:jc w:val="left"/>
            </w:pPr>
            <w:r>
              <w:t>State-specific regulations and licence conditions</w:t>
            </w:r>
          </w:p>
        </w:tc>
        <w:tc>
          <w:tcPr>
            <w:tcW w:w="651" w:type="pct"/>
          </w:tcPr>
          <w:p w:rsidR="002E7A6E" w:rsidRPr="008D2821" w:rsidRDefault="002E7A6E" w:rsidP="003E7B90">
            <w:pPr>
              <w:pStyle w:val="TableBodyText"/>
              <w:jc w:val="left"/>
            </w:pPr>
            <w:r w:rsidRPr="008D2821">
              <w:t>Not specified but most likely reliability to become a national function</w:t>
            </w:r>
          </w:p>
        </w:tc>
        <w:tc>
          <w:tcPr>
            <w:tcW w:w="850" w:type="pct"/>
          </w:tcPr>
          <w:p w:rsidR="002E7A6E" w:rsidRPr="008D2821" w:rsidRDefault="002E7A6E" w:rsidP="003E7B90">
            <w:pPr>
              <w:pStyle w:val="TableBodyText"/>
              <w:jc w:val="left"/>
            </w:pPr>
            <w:r w:rsidRPr="008C350D">
              <w:t xml:space="preserve">Electricity Transmission Code administered by </w:t>
            </w:r>
            <w:r w:rsidR="00F503A1">
              <w:t>Essential Services Commission of South Australia</w:t>
            </w:r>
            <w:r w:rsidR="00F503A1" w:rsidRPr="008C350D">
              <w:t xml:space="preserve"> </w:t>
            </w:r>
            <w:r w:rsidRPr="008C350D">
              <w:t>with advice from</w:t>
            </w:r>
            <w:r>
              <w:t xml:space="preserve"> </w:t>
            </w:r>
            <w:proofErr w:type="spellStart"/>
            <w:r>
              <w:t>AEMO</w:t>
            </w:r>
            <w:proofErr w:type="spellEnd"/>
          </w:p>
        </w:tc>
        <w:tc>
          <w:tcPr>
            <w:tcW w:w="751" w:type="pct"/>
          </w:tcPr>
          <w:p w:rsidR="002E7A6E" w:rsidRPr="008D2821" w:rsidRDefault="002E7A6E" w:rsidP="003E7B90">
            <w:pPr>
              <w:pStyle w:val="TableBodyText"/>
              <w:jc w:val="left"/>
            </w:pPr>
            <w:r w:rsidRPr="008D2821">
              <w:t xml:space="preserve">National template and/or jurisdictional instruments. Reliability to remain as a state and territory function </w:t>
            </w:r>
          </w:p>
        </w:tc>
        <w:tc>
          <w:tcPr>
            <w:tcW w:w="751" w:type="pct"/>
          </w:tcPr>
          <w:p w:rsidR="002E7A6E" w:rsidRDefault="002E7A6E" w:rsidP="003E7B90">
            <w:pPr>
              <w:pStyle w:val="TableBodyText"/>
              <w:ind w:right="0"/>
              <w:jc w:val="left"/>
            </w:pPr>
            <w:r w:rsidRPr="008D2821">
              <w:t>Reliability to become a national function</w:t>
            </w:r>
          </w:p>
        </w:tc>
        <w:tc>
          <w:tcPr>
            <w:tcW w:w="749" w:type="pct"/>
          </w:tcPr>
          <w:p w:rsidR="002E7A6E" w:rsidRDefault="002E7A6E" w:rsidP="003E7B90">
            <w:pPr>
              <w:pStyle w:val="TableBodyText"/>
              <w:ind w:right="0"/>
              <w:jc w:val="left"/>
            </w:pPr>
            <w:r w:rsidRPr="008D2821">
              <w:t>Reliability to become a national function</w:t>
            </w:r>
          </w:p>
        </w:tc>
      </w:tr>
      <w:tr w:rsidR="002E7A6E" w:rsidTr="00F503A1">
        <w:tc>
          <w:tcPr>
            <w:tcW w:w="496" w:type="pct"/>
            <w:shd w:val="clear" w:color="auto" w:fill="F2F2F2" w:themeFill="background1" w:themeFillShade="F2"/>
          </w:tcPr>
          <w:p w:rsidR="002E7A6E" w:rsidRPr="008D2821" w:rsidRDefault="002E7A6E" w:rsidP="003E7B90">
            <w:pPr>
              <w:pStyle w:val="TableBodyText"/>
              <w:jc w:val="left"/>
            </w:pPr>
            <w:r w:rsidRPr="008D2821">
              <w:t>Who sets the standards?</w:t>
            </w:r>
          </w:p>
        </w:tc>
        <w:tc>
          <w:tcPr>
            <w:tcW w:w="751" w:type="pct"/>
            <w:shd w:val="clear" w:color="auto" w:fill="F2F2F2" w:themeFill="background1" w:themeFillShade="F2"/>
          </w:tcPr>
          <w:p w:rsidR="002E7A6E" w:rsidRPr="008D2821" w:rsidRDefault="002E7A6E" w:rsidP="003E7B90">
            <w:pPr>
              <w:pStyle w:val="TableBodyText"/>
              <w:jc w:val="left"/>
            </w:pPr>
            <w:r>
              <w:t xml:space="preserve">Jurisdictions </w:t>
            </w:r>
          </w:p>
        </w:tc>
        <w:tc>
          <w:tcPr>
            <w:tcW w:w="651" w:type="pct"/>
            <w:shd w:val="clear" w:color="auto" w:fill="F2F2F2" w:themeFill="background1" w:themeFillShade="F2"/>
          </w:tcPr>
          <w:p w:rsidR="002E7A6E" w:rsidRPr="008D2821" w:rsidRDefault="002E7A6E" w:rsidP="003E7B90">
            <w:pPr>
              <w:pStyle w:val="TableBodyText"/>
              <w:jc w:val="left"/>
            </w:pPr>
            <w:proofErr w:type="spellStart"/>
            <w:r w:rsidRPr="008D2821">
              <w:t>AEMO</w:t>
            </w:r>
            <w:proofErr w:type="spellEnd"/>
          </w:p>
        </w:tc>
        <w:tc>
          <w:tcPr>
            <w:tcW w:w="850" w:type="pct"/>
            <w:shd w:val="clear" w:color="auto" w:fill="F2F2F2" w:themeFill="background1" w:themeFillShade="F2"/>
          </w:tcPr>
          <w:p w:rsidR="002E7A6E" w:rsidRPr="008D2821" w:rsidRDefault="002E7A6E" w:rsidP="003E7B90">
            <w:pPr>
              <w:pStyle w:val="TableBodyText"/>
              <w:jc w:val="left"/>
            </w:pPr>
            <w:r>
              <w:t>Jurisdiction</w:t>
            </w:r>
          </w:p>
        </w:tc>
        <w:tc>
          <w:tcPr>
            <w:tcW w:w="751" w:type="pct"/>
            <w:shd w:val="clear" w:color="auto" w:fill="F2F2F2" w:themeFill="background1" w:themeFillShade="F2"/>
          </w:tcPr>
          <w:p w:rsidR="002E7A6E" w:rsidRPr="008D2821" w:rsidRDefault="002E7A6E" w:rsidP="003E7B90">
            <w:pPr>
              <w:pStyle w:val="TableBodyText"/>
              <w:jc w:val="left"/>
            </w:pPr>
            <w:r w:rsidRPr="008D2821">
              <w:t>Jurisdictions</w:t>
            </w:r>
            <w:r>
              <w:t xml:space="preserve"> with input from expert </w:t>
            </w:r>
            <w:proofErr w:type="spellStart"/>
            <w:r>
              <w:t>advisor</w:t>
            </w:r>
            <w:proofErr w:type="spellEnd"/>
          </w:p>
        </w:tc>
        <w:tc>
          <w:tcPr>
            <w:tcW w:w="751" w:type="pct"/>
            <w:shd w:val="clear" w:color="auto" w:fill="F2F2F2" w:themeFill="background1" w:themeFillShade="F2"/>
          </w:tcPr>
          <w:p w:rsidR="002E7A6E" w:rsidRDefault="002E7A6E" w:rsidP="003E7B90">
            <w:pPr>
              <w:pStyle w:val="TableBodyText"/>
              <w:ind w:right="0"/>
              <w:jc w:val="left"/>
            </w:pPr>
            <w:r>
              <w:t>Independent body in consultation with consumer representatives and stakeholders</w:t>
            </w:r>
          </w:p>
        </w:tc>
        <w:tc>
          <w:tcPr>
            <w:tcW w:w="749" w:type="pct"/>
            <w:shd w:val="clear" w:color="auto" w:fill="F2F2F2" w:themeFill="background1" w:themeFillShade="F2"/>
          </w:tcPr>
          <w:p w:rsidR="002E7A6E" w:rsidRDefault="002E7A6E" w:rsidP="003E7B90">
            <w:pPr>
              <w:pStyle w:val="TableBodyText"/>
              <w:ind w:right="0"/>
              <w:jc w:val="left"/>
            </w:pPr>
            <w:proofErr w:type="spellStart"/>
            <w:r w:rsidRPr="008D2821">
              <w:t>AEMO</w:t>
            </w:r>
            <w:proofErr w:type="spellEnd"/>
            <w:r w:rsidRPr="008D2821">
              <w:t xml:space="preserve"> in consultation with transmission businesses</w:t>
            </w:r>
          </w:p>
        </w:tc>
      </w:tr>
      <w:tr w:rsidR="002E7A6E" w:rsidTr="00F503A1">
        <w:tc>
          <w:tcPr>
            <w:tcW w:w="496" w:type="pct"/>
            <w:tcBorders>
              <w:bottom w:val="single" w:sz="4" w:space="0" w:color="auto"/>
            </w:tcBorders>
            <w:shd w:val="clear" w:color="auto" w:fill="auto"/>
          </w:tcPr>
          <w:p w:rsidR="002E7A6E" w:rsidRPr="008D2821" w:rsidRDefault="002E7A6E" w:rsidP="00E65331">
            <w:pPr>
              <w:pStyle w:val="TableBodyText"/>
              <w:spacing w:after="80"/>
              <w:jc w:val="left"/>
            </w:pPr>
            <w:r w:rsidRPr="008D2821">
              <w:t xml:space="preserve">Who makes </w:t>
            </w:r>
            <w:r>
              <w:t>augmentation investment</w:t>
            </w:r>
            <w:r w:rsidRPr="008D2821">
              <w:t xml:space="preserve"> decisions?</w:t>
            </w:r>
          </w:p>
        </w:tc>
        <w:tc>
          <w:tcPr>
            <w:tcW w:w="751" w:type="pct"/>
            <w:tcBorders>
              <w:bottom w:val="single" w:sz="4" w:space="0" w:color="auto"/>
            </w:tcBorders>
            <w:shd w:val="clear" w:color="auto" w:fill="auto"/>
          </w:tcPr>
          <w:p w:rsidR="002E7A6E" w:rsidRPr="008D2821" w:rsidRDefault="002E7A6E" w:rsidP="00E65331">
            <w:pPr>
              <w:pStyle w:val="TableBodyText"/>
              <w:spacing w:after="80"/>
              <w:jc w:val="left"/>
            </w:pPr>
            <w:r>
              <w:t>Transmission businesses</w:t>
            </w:r>
          </w:p>
        </w:tc>
        <w:tc>
          <w:tcPr>
            <w:tcW w:w="651" w:type="pct"/>
            <w:tcBorders>
              <w:bottom w:val="single" w:sz="4" w:space="0" w:color="auto"/>
            </w:tcBorders>
            <w:shd w:val="clear" w:color="auto" w:fill="auto"/>
          </w:tcPr>
          <w:p w:rsidR="002E7A6E" w:rsidRPr="008D2821" w:rsidRDefault="002E7A6E" w:rsidP="00E65331">
            <w:pPr>
              <w:pStyle w:val="TableBodyText"/>
              <w:spacing w:after="80"/>
              <w:jc w:val="left"/>
            </w:pPr>
            <w:proofErr w:type="spellStart"/>
            <w:r w:rsidRPr="008D2821">
              <w:t>AEMO</w:t>
            </w:r>
            <w:proofErr w:type="spellEnd"/>
          </w:p>
        </w:tc>
        <w:tc>
          <w:tcPr>
            <w:tcW w:w="850" w:type="pct"/>
            <w:tcBorders>
              <w:bottom w:val="single" w:sz="4" w:space="0" w:color="auto"/>
            </w:tcBorders>
            <w:shd w:val="clear" w:color="auto" w:fill="auto"/>
          </w:tcPr>
          <w:p w:rsidR="002E7A6E" w:rsidRPr="008D2821" w:rsidRDefault="002E7A6E" w:rsidP="00E65331">
            <w:pPr>
              <w:pStyle w:val="TableBodyText"/>
              <w:spacing w:after="80"/>
              <w:jc w:val="left"/>
            </w:pPr>
            <w:r>
              <w:t>Transmission business</w:t>
            </w:r>
          </w:p>
        </w:tc>
        <w:tc>
          <w:tcPr>
            <w:tcW w:w="751" w:type="pct"/>
            <w:tcBorders>
              <w:bottom w:val="single" w:sz="4" w:space="0" w:color="auto"/>
            </w:tcBorders>
            <w:shd w:val="clear" w:color="auto" w:fill="auto"/>
          </w:tcPr>
          <w:p w:rsidR="002E7A6E" w:rsidRPr="008D2821" w:rsidRDefault="002E7A6E" w:rsidP="00E65331">
            <w:pPr>
              <w:pStyle w:val="TableBodyText"/>
              <w:spacing w:after="80"/>
              <w:jc w:val="left"/>
            </w:pPr>
            <w:r w:rsidRPr="008D2821">
              <w:t>Transmission businesses</w:t>
            </w:r>
          </w:p>
        </w:tc>
        <w:tc>
          <w:tcPr>
            <w:tcW w:w="751" w:type="pct"/>
            <w:tcBorders>
              <w:bottom w:val="single" w:sz="4" w:space="0" w:color="auto"/>
            </w:tcBorders>
            <w:shd w:val="clear" w:color="auto" w:fill="auto"/>
          </w:tcPr>
          <w:p w:rsidR="002E7A6E" w:rsidRDefault="002E7A6E" w:rsidP="00E65331">
            <w:pPr>
              <w:pStyle w:val="TableBodyText"/>
              <w:spacing w:after="80"/>
              <w:ind w:right="0"/>
              <w:jc w:val="left"/>
            </w:pPr>
            <w:r>
              <w:t xml:space="preserve">Transmission businesses with oversight of </w:t>
            </w:r>
            <w:proofErr w:type="spellStart"/>
            <w:r>
              <w:t>AEMO</w:t>
            </w:r>
            <w:proofErr w:type="spellEnd"/>
            <w:r>
              <w:t xml:space="preserve"> and </w:t>
            </w:r>
            <w:proofErr w:type="spellStart"/>
            <w:r>
              <w:t>AER</w:t>
            </w:r>
            <w:proofErr w:type="spellEnd"/>
          </w:p>
        </w:tc>
        <w:tc>
          <w:tcPr>
            <w:tcW w:w="749" w:type="pct"/>
            <w:tcBorders>
              <w:bottom w:val="single" w:sz="4" w:space="0" w:color="auto"/>
            </w:tcBorders>
            <w:shd w:val="clear" w:color="auto" w:fill="auto"/>
          </w:tcPr>
          <w:p w:rsidR="002E7A6E" w:rsidRDefault="002E7A6E" w:rsidP="00E65331">
            <w:pPr>
              <w:pStyle w:val="TableBodyText"/>
              <w:spacing w:after="80"/>
              <w:ind w:right="0"/>
              <w:jc w:val="left"/>
            </w:pPr>
            <w:r>
              <w:t xml:space="preserve">Transmission businesses with oversight of </w:t>
            </w:r>
            <w:proofErr w:type="spellStart"/>
            <w:r>
              <w:t>AEMO</w:t>
            </w:r>
            <w:proofErr w:type="spellEnd"/>
            <w:r>
              <w:t xml:space="preserve"> and </w:t>
            </w:r>
            <w:proofErr w:type="spellStart"/>
            <w:r>
              <w:t>AER</w:t>
            </w:r>
            <w:proofErr w:type="spellEnd"/>
          </w:p>
        </w:tc>
      </w:tr>
    </w:tbl>
    <w:p w:rsidR="00F503A1" w:rsidRDefault="00F503A1" w:rsidP="00F503A1">
      <w:pPr>
        <w:pStyle w:val="Continued"/>
      </w:pPr>
      <w:r>
        <w:t>(Continued next page)</w:t>
      </w:r>
    </w:p>
    <w:p w:rsidR="002E7A6E" w:rsidRDefault="002E7A6E" w:rsidP="002E7A6E">
      <w:pPr>
        <w:pStyle w:val="TableTitle"/>
      </w:pPr>
      <w:r>
        <w:rPr>
          <w:b w:val="0"/>
        </w:rPr>
        <w:lastRenderedPageBreak/>
        <w:t xml:space="preserve">Table </w:t>
      </w:r>
      <w:r w:rsidR="00D35E2A">
        <w:rPr>
          <w:b w:val="0"/>
        </w:rPr>
        <w:t>16.</w:t>
      </w:r>
      <w:r>
        <w:rPr>
          <w:b w:val="0"/>
        </w:rPr>
        <w:t>2</w:t>
      </w:r>
      <w:r>
        <w:tab/>
      </w:r>
      <w:r w:rsidR="00F503A1">
        <w:t>(</w:t>
      </w:r>
      <w:r>
        <w:t>cont</w:t>
      </w:r>
      <w:r w:rsidR="00F503A1">
        <w:t>inued</w:t>
      </w:r>
      <w:r>
        <w:t>)</w:t>
      </w:r>
    </w:p>
    <w:tbl>
      <w:tblPr>
        <w:tblW w:w="5000" w:type="pct"/>
        <w:tblCellMar>
          <w:left w:w="0" w:type="dxa"/>
          <w:right w:w="0" w:type="dxa"/>
        </w:tblCellMar>
        <w:tblLook w:val="0000" w:firstRow="0" w:lastRow="0" w:firstColumn="0" w:lastColumn="0" w:noHBand="0" w:noVBand="0"/>
      </w:tblPr>
      <w:tblGrid>
        <w:gridCol w:w="1920"/>
        <w:gridCol w:w="1766"/>
        <w:gridCol w:w="2075"/>
        <w:gridCol w:w="1919"/>
        <w:gridCol w:w="1677"/>
        <w:gridCol w:w="2161"/>
        <w:gridCol w:w="1919"/>
      </w:tblGrid>
      <w:tr w:rsidR="002E7A6E" w:rsidTr="00F503A1">
        <w:tc>
          <w:tcPr>
            <w:tcW w:w="714" w:type="pct"/>
            <w:tcBorders>
              <w:top w:val="single" w:sz="6" w:space="0" w:color="auto"/>
              <w:bottom w:val="single" w:sz="4" w:space="0" w:color="auto"/>
            </w:tcBorders>
            <w:shd w:val="clear" w:color="auto" w:fill="auto"/>
          </w:tcPr>
          <w:p w:rsidR="002E7A6E" w:rsidRDefault="002E7A6E" w:rsidP="003E7B90">
            <w:pPr>
              <w:pStyle w:val="TableColumnHeading"/>
              <w:jc w:val="left"/>
            </w:pPr>
          </w:p>
        </w:tc>
        <w:tc>
          <w:tcPr>
            <w:tcW w:w="657" w:type="pct"/>
            <w:tcBorders>
              <w:top w:val="single" w:sz="6" w:space="0" w:color="auto"/>
              <w:bottom w:val="single" w:sz="4" w:space="0" w:color="auto"/>
            </w:tcBorders>
            <w:shd w:val="clear" w:color="auto" w:fill="auto"/>
          </w:tcPr>
          <w:p w:rsidR="002E7A6E" w:rsidRPr="000B3E61" w:rsidRDefault="002E7A6E" w:rsidP="00B86EAB">
            <w:pPr>
              <w:pStyle w:val="TableColumnHeading"/>
              <w:jc w:val="left"/>
            </w:pPr>
            <w:r>
              <w:t xml:space="preserve">Deterministic standards model (NSW, Qld &amp; </w:t>
            </w:r>
            <w:proofErr w:type="spellStart"/>
            <w:r>
              <w:t>Tas</w:t>
            </w:r>
            <w:proofErr w:type="spellEnd"/>
            <w:r>
              <w:t>)</w:t>
            </w:r>
          </w:p>
        </w:tc>
        <w:tc>
          <w:tcPr>
            <w:tcW w:w="772" w:type="pct"/>
            <w:tcBorders>
              <w:top w:val="single" w:sz="6" w:space="0" w:color="auto"/>
              <w:bottom w:val="single" w:sz="4" w:space="0" w:color="auto"/>
            </w:tcBorders>
            <w:shd w:val="clear" w:color="auto" w:fill="auto"/>
          </w:tcPr>
          <w:p w:rsidR="002E7A6E" w:rsidRPr="000B3E61" w:rsidRDefault="002E7A6E" w:rsidP="00B86EAB">
            <w:pPr>
              <w:pStyle w:val="TableColumnHeading"/>
              <w:jc w:val="left"/>
            </w:pPr>
            <w:proofErr w:type="spellStart"/>
            <w:r w:rsidRPr="000B3E61">
              <w:t>AEMO</w:t>
            </w:r>
            <w:proofErr w:type="spellEnd"/>
            <w:r w:rsidRPr="000B3E61">
              <w:t xml:space="preserve"> planner </w:t>
            </w:r>
            <w:r w:rsidR="00E65331">
              <w:br/>
            </w:r>
            <w:r w:rsidRPr="000B3E61">
              <w:t>model (Vic)</w:t>
            </w:r>
          </w:p>
        </w:tc>
        <w:tc>
          <w:tcPr>
            <w:tcW w:w="714" w:type="pct"/>
            <w:tcBorders>
              <w:top w:val="single" w:sz="6" w:space="0" w:color="auto"/>
              <w:bottom w:val="single" w:sz="4" w:space="0" w:color="auto"/>
            </w:tcBorders>
            <w:shd w:val="clear" w:color="auto" w:fill="auto"/>
          </w:tcPr>
          <w:p w:rsidR="002E7A6E" w:rsidRPr="000B3E61" w:rsidRDefault="002E7A6E" w:rsidP="00B86EAB">
            <w:pPr>
              <w:pStyle w:val="TableColumnHeading"/>
              <w:jc w:val="left"/>
            </w:pPr>
            <w:r>
              <w:t>Hybrid standards model (SA)</w:t>
            </w:r>
          </w:p>
        </w:tc>
        <w:tc>
          <w:tcPr>
            <w:tcW w:w="624" w:type="pct"/>
            <w:tcBorders>
              <w:top w:val="single" w:sz="6" w:space="0" w:color="auto"/>
              <w:bottom w:val="single" w:sz="4" w:space="0" w:color="auto"/>
            </w:tcBorders>
            <w:shd w:val="clear" w:color="auto" w:fill="auto"/>
          </w:tcPr>
          <w:p w:rsidR="002E7A6E" w:rsidRDefault="002E7A6E" w:rsidP="00B86EAB">
            <w:pPr>
              <w:pStyle w:val="TableColumnHeading"/>
              <w:jc w:val="left"/>
            </w:pPr>
            <w:r w:rsidRPr="000B3E61">
              <w:t>AEMC hybrid model</w:t>
            </w:r>
          </w:p>
        </w:tc>
        <w:tc>
          <w:tcPr>
            <w:tcW w:w="804" w:type="pct"/>
            <w:tcBorders>
              <w:top w:val="single" w:sz="6" w:space="0" w:color="auto"/>
              <w:bottom w:val="single" w:sz="4" w:space="0" w:color="auto"/>
            </w:tcBorders>
            <w:shd w:val="clear" w:color="auto" w:fill="auto"/>
          </w:tcPr>
          <w:p w:rsidR="002E7A6E" w:rsidRDefault="002E7A6E" w:rsidP="00B86EAB">
            <w:pPr>
              <w:pStyle w:val="TableColumnHeading"/>
              <w:jc w:val="left"/>
            </w:pPr>
            <w:r>
              <w:t xml:space="preserve">Grid Australia’s </w:t>
            </w:r>
            <w:r w:rsidR="00E65331">
              <w:br/>
            </w:r>
            <w:r>
              <w:t>model</w:t>
            </w:r>
          </w:p>
        </w:tc>
        <w:tc>
          <w:tcPr>
            <w:tcW w:w="714" w:type="pct"/>
            <w:tcBorders>
              <w:top w:val="single" w:sz="6" w:space="0" w:color="auto"/>
              <w:bottom w:val="single" w:sz="4" w:space="0" w:color="auto"/>
            </w:tcBorders>
            <w:shd w:val="clear" w:color="auto" w:fill="auto"/>
          </w:tcPr>
          <w:p w:rsidR="002E7A6E" w:rsidRDefault="002E7A6E" w:rsidP="00B86EAB">
            <w:pPr>
              <w:pStyle w:val="TableColumnHeading"/>
              <w:jc w:val="left"/>
            </w:pPr>
            <w:r>
              <w:t xml:space="preserve">PC model </w:t>
            </w:r>
          </w:p>
        </w:tc>
      </w:tr>
      <w:tr w:rsidR="00F503A1" w:rsidTr="00F503A1">
        <w:tc>
          <w:tcPr>
            <w:tcW w:w="714" w:type="pct"/>
            <w:tcBorders>
              <w:top w:val="single" w:sz="4" w:space="0" w:color="auto"/>
            </w:tcBorders>
            <w:shd w:val="clear" w:color="auto" w:fill="F2F2F2" w:themeFill="background1" w:themeFillShade="F2"/>
          </w:tcPr>
          <w:p w:rsidR="00F503A1" w:rsidRPr="008D2821" w:rsidRDefault="00F503A1" w:rsidP="00E65331">
            <w:pPr>
              <w:pStyle w:val="TableBodyText"/>
              <w:spacing w:before="80"/>
              <w:jc w:val="left"/>
            </w:pPr>
            <w:r w:rsidRPr="008D2821">
              <w:t>Process for planning or setting standards?</w:t>
            </w:r>
          </w:p>
        </w:tc>
        <w:tc>
          <w:tcPr>
            <w:tcW w:w="657" w:type="pct"/>
            <w:tcBorders>
              <w:top w:val="single" w:sz="4" w:space="0" w:color="auto"/>
            </w:tcBorders>
            <w:shd w:val="clear" w:color="auto" w:fill="F2F2F2" w:themeFill="background1" w:themeFillShade="F2"/>
          </w:tcPr>
          <w:p w:rsidR="00F503A1" w:rsidRPr="008D2821" w:rsidRDefault="00F503A1" w:rsidP="00E65331">
            <w:pPr>
              <w:pStyle w:val="TableBodyText"/>
              <w:spacing w:before="80"/>
              <w:jc w:val="left"/>
            </w:pPr>
            <w:r>
              <w:t>Set at level deemed appropriate by jurisdictional standard setting body</w:t>
            </w:r>
          </w:p>
        </w:tc>
        <w:tc>
          <w:tcPr>
            <w:tcW w:w="772" w:type="pct"/>
            <w:tcBorders>
              <w:top w:val="single" w:sz="4" w:space="0" w:color="auto"/>
            </w:tcBorders>
            <w:shd w:val="clear" w:color="auto" w:fill="F2F2F2" w:themeFill="background1" w:themeFillShade="F2"/>
          </w:tcPr>
          <w:p w:rsidR="00F503A1" w:rsidRPr="008D2821" w:rsidRDefault="00F503A1" w:rsidP="00E65331">
            <w:pPr>
              <w:pStyle w:val="TableBodyText"/>
              <w:spacing w:before="80"/>
              <w:jc w:val="left"/>
            </w:pPr>
            <w:proofErr w:type="spellStart"/>
            <w:r w:rsidRPr="008D2821">
              <w:t>AEMO</w:t>
            </w:r>
            <w:proofErr w:type="spellEnd"/>
            <w:r w:rsidRPr="008D2821">
              <w:t xml:space="preserve"> probabilistic planning process</w:t>
            </w:r>
          </w:p>
        </w:tc>
        <w:tc>
          <w:tcPr>
            <w:tcW w:w="714" w:type="pct"/>
            <w:tcBorders>
              <w:top w:val="single" w:sz="4" w:space="0" w:color="auto"/>
            </w:tcBorders>
            <w:shd w:val="clear" w:color="auto" w:fill="F2F2F2" w:themeFill="background1" w:themeFillShade="F2"/>
          </w:tcPr>
          <w:p w:rsidR="00F503A1" w:rsidRPr="008D2821" w:rsidRDefault="00F503A1" w:rsidP="00E65331">
            <w:pPr>
              <w:pStyle w:val="TableBodyText"/>
              <w:spacing w:before="80"/>
              <w:jc w:val="left"/>
            </w:pPr>
            <w:r>
              <w:t>Historical deterministic levels with upwards revision based on probabilistic analysis</w:t>
            </w:r>
          </w:p>
        </w:tc>
        <w:tc>
          <w:tcPr>
            <w:tcW w:w="624" w:type="pct"/>
            <w:tcBorders>
              <w:top w:val="single" w:sz="4" w:space="0" w:color="auto"/>
            </w:tcBorders>
            <w:shd w:val="clear" w:color="auto" w:fill="F2F2F2" w:themeFill="background1" w:themeFillShade="F2"/>
          </w:tcPr>
          <w:p w:rsidR="00F503A1" w:rsidRPr="008D2821" w:rsidRDefault="00F503A1" w:rsidP="00E65331">
            <w:pPr>
              <w:pStyle w:val="TableBodyText"/>
              <w:spacing w:before="80"/>
              <w:jc w:val="left"/>
            </w:pPr>
            <w:proofErr w:type="spellStart"/>
            <w:r w:rsidRPr="008D2821">
              <w:t>AEMO</w:t>
            </w:r>
            <w:proofErr w:type="spellEnd"/>
            <w:r w:rsidRPr="008D2821">
              <w:t xml:space="preserve"> to develop national template. Standards to be ‘informed’ by jurisdictionally appointed body</w:t>
            </w:r>
          </w:p>
        </w:tc>
        <w:tc>
          <w:tcPr>
            <w:tcW w:w="804" w:type="pct"/>
            <w:tcBorders>
              <w:top w:val="single" w:sz="4" w:space="0" w:color="auto"/>
            </w:tcBorders>
            <w:shd w:val="clear" w:color="auto" w:fill="F2F2F2" w:themeFill="background1" w:themeFillShade="F2"/>
          </w:tcPr>
          <w:p w:rsidR="00F503A1" w:rsidRDefault="00F503A1" w:rsidP="00E65331">
            <w:pPr>
              <w:pStyle w:val="TableBodyText"/>
              <w:spacing w:before="80"/>
              <w:ind w:right="0"/>
              <w:jc w:val="left"/>
            </w:pPr>
            <w:r>
              <w:t xml:space="preserve">Independent body to apply best practice probabilistic </w:t>
            </w:r>
            <w:r w:rsidR="002E563E">
              <w:t>cost–benefit</w:t>
            </w:r>
            <w:r>
              <w:t xml:space="preserve"> assessment in consultation with consumer representatives and stakeholders</w:t>
            </w:r>
          </w:p>
        </w:tc>
        <w:tc>
          <w:tcPr>
            <w:tcW w:w="714" w:type="pct"/>
            <w:tcBorders>
              <w:top w:val="single" w:sz="4" w:space="0" w:color="auto"/>
            </w:tcBorders>
            <w:shd w:val="clear" w:color="auto" w:fill="F2F2F2" w:themeFill="background1" w:themeFillShade="F2"/>
          </w:tcPr>
          <w:p w:rsidR="00F503A1" w:rsidRDefault="00F503A1" w:rsidP="00E65331">
            <w:pPr>
              <w:pStyle w:val="TableBodyText"/>
              <w:spacing w:before="80"/>
              <w:ind w:right="0"/>
              <w:jc w:val="left"/>
            </w:pPr>
            <w:proofErr w:type="spellStart"/>
            <w:r w:rsidRPr="008D2821">
              <w:t>AEMO</w:t>
            </w:r>
            <w:proofErr w:type="spellEnd"/>
            <w:r w:rsidRPr="008D2821">
              <w:t xml:space="preserve"> probabilistic planning process, </w:t>
            </w:r>
            <w:r>
              <w:t xml:space="preserve">based on ABS data, </w:t>
            </w:r>
            <w:r w:rsidRPr="008D2821">
              <w:t>pee</w:t>
            </w:r>
            <w:r>
              <w:t>r reviewed and designed to be</w:t>
            </w:r>
            <w:r w:rsidRPr="008D2821">
              <w:t xml:space="preserve"> international best practice</w:t>
            </w:r>
          </w:p>
        </w:tc>
      </w:tr>
      <w:tr w:rsidR="00F503A1" w:rsidTr="00F503A1">
        <w:tc>
          <w:tcPr>
            <w:tcW w:w="714" w:type="pct"/>
          </w:tcPr>
          <w:p w:rsidR="00F503A1" w:rsidRPr="008D2821" w:rsidRDefault="00F503A1" w:rsidP="003E7B90">
            <w:pPr>
              <w:pStyle w:val="TableBodyText"/>
              <w:jc w:val="left"/>
            </w:pPr>
            <w:r w:rsidRPr="008D2821">
              <w:t>How is revenue allocated?</w:t>
            </w:r>
          </w:p>
        </w:tc>
        <w:tc>
          <w:tcPr>
            <w:tcW w:w="657" w:type="pct"/>
          </w:tcPr>
          <w:p w:rsidR="00F503A1" w:rsidRPr="008D2821" w:rsidRDefault="00F503A1" w:rsidP="003E7B90">
            <w:pPr>
              <w:pStyle w:val="TableBodyText"/>
              <w:jc w:val="left"/>
            </w:pPr>
            <w:proofErr w:type="spellStart"/>
            <w:r w:rsidRPr="008D2821">
              <w:t>AER</w:t>
            </w:r>
            <w:proofErr w:type="spellEnd"/>
            <w:r w:rsidRPr="008D2821">
              <w:t xml:space="preserve"> </w:t>
            </w:r>
            <w:r>
              <w:t xml:space="preserve">five yearly </w:t>
            </w:r>
            <w:r w:rsidRPr="008D2821">
              <w:t>revenue determination process</w:t>
            </w:r>
          </w:p>
        </w:tc>
        <w:tc>
          <w:tcPr>
            <w:tcW w:w="772" w:type="pct"/>
          </w:tcPr>
          <w:p w:rsidR="00F503A1" w:rsidRPr="008D2821" w:rsidRDefault="00F503A1" w:rsidP="003E7B90">
            <w:pPr>
              <w:pStyle w:val="TableBodyText"/>
              <w:jc w:val="left"/>
            </w:pPr>
            <w:r w:rsidRPr="008D2821">
              <w:t>Negotiation</w:t>
            </w:r>
            <w:r>
              <w:t xml:space="preserve"> </w:t>
            </w:r>
            <w:r w:rsidRPr="008D2821">
              <w:t xml:space="preserve">between </w:t>
            </w:r>
            <w:proofErr w:type="spellStart"/>
            <w:r w:rsidRPr="008D2821">
              <w:t>AEMO</w:t>
            </w:r>
            <w:proofErr w:type="spellEnd"/>
            <w:r w:rsidRPr="008D2821">
              <w:t xml:space="preserve"> and transmission business </w:t>
            </w:r>
            <w:r>
              <w:t>before start of non</w:t>
            </w:r>
            <w:r>
              <w:noBreakHyphen/>
            </w:r>
            <w:r w:rsidRPr="008D2821">
              <w:t>separable projects. Contestability for separable projects.</w:t>
            </w:r>
          </w:p>
        </w:tc>
        <w:tc>
          <w:tcPr>
            <w:tcW w:w="714" w:type="pct"/>
          </w:tcPr>
          <w:p w:rsidR="00F503A1" w:rsidRPr="008D2821" w:rsidRDefault="00F503A1" w:rsidP="003E7B90">
            <w:pPr>
              <w:pStyle w:val="TableBodyText"/>
              <w:jc w:val="left"/>
            </w:pPr>
            <w:proofErr w:type="spellStart"/>
            <w:r w:rsidRPr="008D2821">
              <w:t>AER</w:t>
            </w:r>
            <w:proofErr w:type="spellEnd"/>
            <w:r w:rsidRPr="008D2821">
              <w:t xml:space="preserve"> </w:t>
            </w:r>
            <w:r>
              <w:t xml:space="preserve">five yearly </w:t>
            </w:r>
            <w:r w:rsidRPr="008D2821">
              <w:t>revenue determination process</w:t>
            </w:r>
          </w:p>
        </w:tc>
        <w:tc>
          <w:tcPr>
            <w:tcW w:w="624" w:type="pct"/>
          </w:tcPr>
          <w:p w:rsidR="00F503A1" w:rsidRPr="008D2821" w:rsidRDefault="00F503A1" w:rsidP="003E7B90">
            <w:pPr>
              <w:pStyle w:val="TableBodyText"/>
              <w:jc w:val="left"/>
            </w:pPr>
            <w:proofErr w:type="spellStart"/>
            <w:r w:rsidRPr="008D2821">
              <w:t>AER</w:t>
            </w:r>
            <w:proofErr w:type="spellEnd"/>
            <w:r w:rsidRPr="008D2821">
              <w:t xml:space="preserve"> </w:t>
            </w:r>
            <w:r>
              <w:t xml:space="preserve">five yearly </w:t>
            </w:r>
            <w:r w:rsidRPr="008D2821">
              <w:t>revenue determination process</w:t>
            </w:r>
          </w:p>
        </w:tc>
        <w:tc>
          <w:tcPr>
            <w:tcW w:w="804" w:type="pct"/>
          </w:tcPr>
          <w:p w:rsidR="00F503A1" w:rsidRDefault="00F503A1" w:rsidP="003E7B90">
            <w:pPr>
              <w:pStyle w:val="TableBodyText"/>
              <w:jc w:val="left"/>
            </w:pPr>
            <w:r>
              <w:t xml:space="preserve">Combination of </w:t>
            </w:r>
            <w:proofErr w:type="spellStart"/>
            <w:r w:rsidRPr="008D2821">
              <w:t>AER</w:t>
            </w:r>
            <w:proofErr w:type="spellEnd"/>
            <w:r w:rsidRPr="008D2821">
              <w:t xml:space="preserve"> </w:t>
            </w:r>
            <w:r>
              <w:t xml:space="preserve">five yearly </w:t>
            </w:r>
            <w:r w:rsidRPr="008D2821">
              <w:t>revenue determination process</w:t>
            </w:r>
            <w:r>
              <w:t xml:space="preserve"> and contingent projects subject to ‘trigger’ criteria</w:t>
            </w:r>
          </w:p>
        </w:tc>
        <w:tc>
          <w:tcPr>
            <w:tcW w:w="714" w:type="pct"/>
          </w:tcPr>
          <w:p w:rsidR="00F503A1" w:rsidRDefault="00F503A1" w:rsidP="003E7B90">
            <w:pPr>
              <w:pStyle w:val="TableBodyText"/>
              <w:jc w:val="left"/>
            </w:pPr>
            <w:r>
              <w:t xml:space="preserve">Improved </w:t>
            </w:r>
            <w:proofErr w:type="spellStart"/>
            <w:r>
              <w:t>RIT</w:t>
            </w:r>
            <w:proofErr w:type="spellEnd"/>
            <w:r>
              <w:t xml:space="preserve">-T process for large projects above threshold before start of project. </w:t>
            </w:r>
            <w:proofErr w:type="spellStart"/>
            <w:r>
              <w:t>AER</w:t>
            </w:r>
            <w:proofErr w:type="spellEnd"/>
            <w:r>
              <w:t xml:space="preserve"> five yearly review for below threshold projects</w:t>
            </w:r>
          </w:p>
        </w:tc>
      </w:tr>
      <w:tr w:rsidR="00F503A1" w:rsidTr="00F503A1">
        <w:tc>
          <w:tcPr>
            <w:tcW w:w="714" w:type="pct"/>
            <w:shd w:val="clear" w:color="auto" w:fill="F2F2F2" w:themeFill="background1" w:themeFillShade="F2"/>
          </w:tcPr>
          <w:p w:rsidR="00F503A1" w:rsidRPr="008D2821" w:rsidRDefault="00F503A1" w:rsidP="003E7B90">
            <w:pPr>
              <w:pStyle w:val="TableBodyText"/>
              <w:jc w:val="left"/>
            </w:pPr>
            <w:r>
              <w:t xml:space="preserve">Independent </w:t>
            </w:r>
            <w:r w:rsidR="002E563E">
              <w:t>cost–benefit</w:t>
            </w:r>
            <w:r>
              <w:t xml:space="preserve"> analysis or </w:t>
            </w:r>
            <w:proofErr w:type="spellStart"/>
            <w:r>
              <w:t>RIT</w:t>
            </w:r>
            <w:proofErr w:type="spellEnd"/>
            <w:r>
              <w:t>-T?</w:t>
            </w:r>
          </w:p>
        </w:tc>
        <w:tc>
          <w:tcPr>
            <w:tcW w:w="657" w:type="pct"/>
            <w:shd w:val="clear" w:color="auto" w:fill="F2F2F2" w:themeFill="background1" w:themeFillShade="F2"/>
          </w:tcPr>
          <w:p w:rsidR="00F503A1" w:rsidRPr="008D2821" w:rsidRDefault="00F503A1" w:rsidP="003E7B90">
            <w:pPr>
              <w:pStyle w:val="TableBodyText"/>
              <w:jc w:val="left"/>
            </w:pPr>
            <w:r>
              <w:t xml:space="preserve">Businesses to conduct </w:t>
            </w:r>
            <w:proofErr w:type="spellStart"/>
            <w:r>
              <w:t>RIT</w:t>
            </w:r>
            <w:proofErr w:type="spellEnd"/>
            <w:r>
              <w:t>-T (net costly augmentations possible if justified to meet reliability standards)</w:t>
            </w:r>
          </w:p>
        </w:tc>
        <w:tc>
          <w:tcPr>
            <w:tcW w:w="772" w:type="pct"/>
            <w:shd w:val="clear" w:color="auto" w:fill="F2F2F2" w:themeFill="background1" w:themeFillShade="F2"/>
          </w:tcPr>
          <w:p w:rsidR="00F503A1" w:rsidRPr="008D2821" w:rsidRDefault="00F503A1" w:rsidP="003E7B90">
            <w:pPr>
              <w:pStyle w:val="TableBodyText"/>
              <w:jc w:val="left"/>
            </w:pPr>
            <w:r>
              <w:t xml:space="preserve">Independent </w:t>
            </w:r>
            <w:r w:rsidR="002E563E">
              <w:t>cost–benefit</w:t>
            </w:r>
            <w:r>
              <w:t xml:space="preserve"> analysis</w:t>
            </w:r>
          </w:p>
        </w:tc>
        <w:tc>
          <w:tcPr>
            <w:tcW w:w="714" w:type="pct"/>
            <w:shd w:val="clear" w:color="auto" w:fill="F2F2F2" w:themeFill="background1" w:themeFillShade="F2"/>
          </w:tcPr>
          <w:p w:rsidR="00F503A1" w:rsidRPr="008D2821" w:rsidRDefault="00F503A1" w:rsidP="003E7B90">
            <w:pPr>
              <w:pStyle w:val="TableBodyText"/>
              <w:jc w:val="left"/>
            </w:pPr>
            <w:r>
              <w:t xml:space="preserve">Businesses to conduct </w:t>
            </w:r>
            <w:proofErr w:type="spellStart"/>
            <w:r>
              <w:t>RIT</w:t>
            </w:r>
            <w:proofErr w:type="spellEnd"/>
            <w:r>
              <w:t>-T (net costly augmentations possible if justified to meet reliability standards)</w:t>
            </w:r>
          </w:p>
        </w:tc>
        <w:tc>
          <w:tcPr>
            <w:tcW w:w="624" w:type="pct"/>
            <w:shd w:val="clear" w:color="auto" w:fill="F2F2F2" w:themeFill="background1" w:themeFillShade="F2"/>
          </w:tcPr>
          <w:p w:rsidR="00F503A1" w:rsidRPr="008D2821" w:rsidRDefault="00F503A1" w:rsidP="003E7B90">
            <w:pPr>
              <w:pStyle w:val="TableBodyText"/>
              <w:jc w:val="left"/>
            </w:pPr>
            <w:r>
              <w:t xml:space="preserve">Businesses to conduct </w:t>
            </w:r>
            <w:proofErr w:type="spellStart"/>
            <w:r>
              <w:t>RIT</w:t>
            </w:r>
            <w:proofErr w:type="spellEnd"/>
            <w:r>
              <w:t xml:space="preserve">-T with scrutiny by </w:t>
            </w:r>
            <w:proofErr w:type="spellStart"/>
            <w:r>
              <w:t>AEMO</w:t>
            </w:r>
            <w:proofErr w:type="spellEnd"/>
            <w:r>
              <w:t xml:space="preserve"> </w:t>
            </w:r>
          </w:p>
        </w:tc>
        <w:tc>
          <w:tcPr>
            <w:tcW w:w="804" w:type="pct"/>
            <w:shd w:val="clear" w:color="auto" w:fill="F2F2F2" w:themeFill="background1" w:themeFillShade="F2"/>
          </w:tcPr>
          <w:p w:rsidR="00F503A1" w:rsidRDefault="00F503A1" w:rsidP="003E7B90">
            <w:pPr>
              <w:pStyle w:val="TableBodyText"/>
              <w:jc w:val="left"/>
            </w:pPr>
            <w:r>
              <w:t xml:space="preserve">Businesses to conduct </w:t>
            </w:r>
            <w:proofErr w:type="spellStart"/>
            <w:r>
              <w:t>RIT</w:t>
            </w:r>
            <w:proofErr w:type="spellEnd"/>
            <w:r>
              <w:t xml:space="preserve">-T with scrutiny by </w:t>
            </w:r>
            <w:proofErr w:type="spellStart"/>
            <w:r>
              <w:t>AEMO</w:t>
            </w:r>
            <w:proofErr w:type="spellEnd"/>
            <w:r>
              <w:t xml:space="preserve"> and oversight by </w:t>
            </w:r>
            <w:proofErr w:type="spellStart"/>
            <w:r>
              <w:t>AER</w:t>
            </w:r>
            <w:proofErr w:type="spellEnd"/>
          </w:p>
        </w:tc>
        <w:tc>
          <w:tcPr>
            <w:tcW w:w="714" w:type="pct"/>
            <w:shd w:val="clear" w:color="auto" w:fill="F2F2F2" w:themeFill="background1" w:themeFillShade="F2"/>
          </w:tcPr>
          <w:p w:rsidR="00F503A1" w:rsidRDefault="00F503A1" w:rsidP="003E7B90">
            <w:pPr>
              <w:pStyle w:val="TableBodyText"/>
              <w:jc w:val="left"/>
            </w:pPr>
            <w:r>
              <w:t xml:space="preserve">Business to conduct </w:t>
            </w:r>
            <w:r w:rsidR="002E563E">
              <w:t>cost–benefit</w:t>
            </w:r>
            <w:r>
              <w:t xml:space="preserve"> analysis through improved </w:t>
            </w:r>
            <w:proofErr w:type="spellStart"/>
            <w:r>
              <w:t>RIT</w:t>
            </w:r>
            <w:proofErr w:type="spellEnd"/>
            <w:r>
              <w:t xml:space="preserve">-T with scrutiny from </w:t>
            </w:r>
            <w:proofErr w:type="spellStart"/>
            <w:r>
              <w:t>AEMO</w:t>
            </w:r>
            <w:proofErr w:type="spellEnd"/>
            <w:r>
              <w:t xml:space="preserve"> whose advice takes presumptive force and approval by the </w:t>
            </w:r>
            <w:proofErr w:type="spellStart"/>
            <w:r>
              <w:t>AER</w:t>
            </w:r>
            <w:proofErr w:type="spellEnd"/>
          </w:p>
        </w:tc>
      </w:tr>
      <w:tr w:rsidR="00F503A1" w:rsidTr="00F503A1">
        <w:tc>
          <w:tcPr>
            <w:tcW w:w="714" w:type="pct"/>
            <w:tcBorders>
              <w:bottom w:val="single" w:sz="6" w:space="0" w:color="auto"/>
            </w:tcBorders>
            <w:shd w:val="clear" w:color="auto" w:fill="auto"/>
          </w:tcPr>
          <w:p w:rsidR="00F503A1" w:rsidRPr="008D2821" w:rsidRDefault="00F503A1" w:rsidP="00E65331">
            <w:pPr>
              <w:pStyle w:val="TableBodyText"/>
              <w:spacing w:after="80"/>
              <w:jc w:val="left"/>
            </w:pPr>
            <w:r w:rsidRPr="008D2821">
              <w:t>Last resort planning power</w:t>
            </w:r>
          </w:p>
        </w:tc>
        <w:tc>
          <w:tcPr>
            <w:tcW w:w="657" w:type="pct"/>
            <w:tcBorders>
              <w:bottom w:val="single" w:sz="6" w:space="0" w:color="auto"/>
            </w:tcBorders>
            <w:shd w:val="clear" w:color="auto" w:fill="auto"/>
          </w:tcPr>
          <w:p w:rsidR="00F503A1" w:rsidRPr="008D2821" w:rsidRDefault="00F503A1" w:rsidP="00E65331">
            <w:pPr>
              <w:pStyle w:val="TableBodyText"/>
              <w:spacing w:after="80"/>
              <w:jc w:val="left"/>
            </w:pPr>
            <w:r>
              <w:t>AEMC</w:t>
            </w:r>
          </w:p>
        </w:tc>
        <w:tc>
          <w:tcPr>
            <w:tcW w:w="772" w:type="pct"/>
            <w:tcBorders>
              <w:bottom w:val="single" w:sz="6" w:space="0" w:color="auto"/>
            </w:tcBorders>
            <w:shd w:val="clear" w:color="auto" w:fill="auto"/>
          </w:tcPr>
          <w:p w:rsidR="00F503A1" w:rsidRPr="008D2821" w:rsidRDefault="00F503A1" w:rsidP="00E65331">
            <w:pPr>
              <w:pStyle w:val="TableBodyText"/>
              <w:spacing w:after="80"/>
              <w:jc w:val="left"/>
            </w:pPr>
            <w:r>
              <w:t>AEMC</w:t>
            </w:r>
          </w:p>
        </w:tc>
        <w:tc>
          <w:tcPr>
            <w:tcW w:w="714" w:type="pct"/>
            <w:tcBorders>
              <w:bottom w:val="single" w:sz="6" w:space="0" w:color="auto"/>
            </w:tcBorders>
            <w:shd w:val="clear" w:color="auto" w:fill="auto"/>
          </w:tcPr>
          <w:p w:rsidR="00F503A1" w:rsidRPr="008D2821" w:rsidRDefault="00F503A1" w:rsidP="00E65331">
            <w:pPr>
              <w:pStyle w:val="TableBodyText"/>
              <w:spacing w:after="80"/>
              <w:jc w:val="left"/>
            </w:pPr>
            <w:r>
              <w:t>AEMC</w:t>
            </w:r>
          </w:p>
        </w:tc>
        <w:tc>
          <w:tcPr>
            <w:tcW w:w="624" w:type="pct"/>
            <w:tcBorders>
              <w:bottom w:val="single" w:sz="6" w:space="0" w:color="auto"/>
            </w:tcBorders>
            <w:shd w:val="clear" w:color="auto" w:fill="auto"/>
          </w:tcPr>
          <w:p w:rsidR="00F503A1" w:rsidRPr="008D2821" w:rsidRDefault="00F503A1" w:rsidP="00E65331">
            <w:pPr>
              <w:pStyle w:val="TableBodyText"/>
              <w:spacing w:after="80"/>
              <w:jc w:val="left"/>
            </w:pPr>
            <w:proofErr w:type="spellStart"/>
            <w:r w:rsidRPr="008D2821">
              <w:t>AEMO</w:t>
            </w:r>
            <w:proofErr w:type="spellEnd"/>
          </w:p>
        </w:tc>
        <w:tc>
          <w:tcPr>
            <w:tcW w:w="804" w:type="pct"/>
            <w:tcBorders>
              <w:bottom w:val="single" w:sz="6" w:space="0" w:color="auto"/>
            </w:tcBorders>
            <w:shd w:val="clear" w:color="auto" w:fill="auto"/>
          </w:tcPr>
          <w:p w:rsidR="00F503A1" w:rsidRDefault="00F503A1" w:rsidP="00E65331">
            <w:pPr>
              <w:pStyle w:val="TableBodyText"/>
              <w:spacing w:after="80"/>
              <w:jc w:val="left"/>
            </w:pPr>
            <w:proofErr w:type="spellStart"/>
            <w:r>
              <w:t>AEMO</w:t>
            </w:r>
            <w:proofErr w:type="spellEnd"/>
          </w:p>
        </w:tc>
        <w:tc>
          <w:tcPr>
            <w:tcW w:w="714" w:type="pct"/>
            <w:tcBorders>
              <w:bottom w:val="single" w:sz="6" w:space="0" w:color="auto"/>
            </w:tcBorders>
            <w:shd w:val="clear" w:color="auto" w:fill="auto"/>
          </w:tcPr>
          <w:p w:rsidR="00F503A1" w:rsidRDefault="00F503A1" w:rsidP="00E65331">
            <w:pPr>
              <w:pStyle w:val="TableBodyText"/>
              <w:spacing w:after="80"/>
              <w:jc w:val="left"/>
            </w:pPr>
            <w:proofErr w:type="spellStart"/>
            <w:r>
              <w:t>AEMO</w:t>
            </w:r>
            <w:proofErr w:type="spellEnd"/>
          </w:p>
        </w:tc>
      </w:tr>
    </w:tbl>
    <w:p w:rsidR="002E7A6E" w:rsidRDefault="002E7A6E" w:rsidP="002E7A6E">
      <w:pPr>
        <w:pStyle w:val="BodyText"/>
      </w:pPr>
    </w:p>
    <w:p w:rsidR="002E7A6E" w:rsidRDefault="002E7A6E" w:rsidP="002E7A6E">
      <w:pPr>
        <w:pStyle w:val="BodyText"/>
        <w:sectPr w:rsidR="002E7A6E">
          <w:headerReference w:type="even" r:id="rId14"/>
          <w:headerReference w:type="default" r:id="rId15"/>
          <w:footerReference w:type="even" r:id="rId16"/>
          <w:footerReference w:type="default" r:id="rId17"/>
          <w:pgSz w:w="16840" w:h="11907" w:orient="landscape" w:code="9"/>
          <w:pgMar w:top="1814" w:right="1985" w:bottom="1304" w:left="1418" w:header="1701" w:footer="567" w:gutter="0"/>
          <w:pgNumType w:chapSep="period"/>
          <w:cols w:space="720"/>
        </w:sectPr>
      </w:pPr>
    </w:p>
    <w:p w:rsidR="002E7A6E" w:rsidRDefault="002E7A6E" w:rsidP="00AC7A34">
      <w:pPr>
        <w:pStyle w:val="Heading4"/>
        <w:spacing w:before="160"/>
      </w:pPr>
      <w:proofErr w:type="spellStart"/>
      <w:r>
        <w:lastRenderedPageBreak/>
        <w:t>AEMO</w:t>
      </w:r>
      <w:proofErr w:type="spellEnd"/>
      <w:r>
        <w:t xml:space="preserve"> sets standards using a probabilistic approach</w:t>
      </w:r>
    </w:p>
    <w:p w:rsidR="002E7A6E" w:rsidRDefault="002E7A6E" w:rsidP="002E7A6E">
      <w:pPr>
        <w:pStyle w:val="BodyText"/>
      </w:pPr>
      <w:r>
        <w:t xml:space="preserve">On a </w:t>
      </w:r>
      <w:proofErr w:type="spellStart"/>
      <w:r>
        <w:t>NEM</w:t>
      </w:r>
      <w:proofErr w:type="spellEnd"/>
      <w:r>
        <w:t xml:space="preserve">-wide basis, </w:t>
      </w:r>
      <w:proofErr w:type="spellStart"/>
      <w:r>
        <w:t>AEMO</w:t>
      </w:r>
      <w:proofErr w:type="spellEnd"/>
      <w:r>
        <w:t xml:space="preserve"> should undertake probabilistic </w:t>
      </w:r>
      <w:r w:rsidR="002E563E">
        <w:t>cost–benefit</w:t>
      </w:r>
      <w:r>
        <w:t xml:space="preserve"> analysis using VCR estimates obtained from the ABS (recommendation</w:t>
      </w:r>
      <w:r w:rsidR="00911517">
        <w:t> </w:t>
      </w:r>
      <w:r>
        <w:t>14.2) and input from distribution businesses on demand forecasts to develop a reliability standard at each connection point. The standards could be expressed in the same manner as existing deterministic standards (the N-x formulation). Alternatively, they could be expressed in other ways, such as the probability-weighted quantity of electricity at risk — the approach taken by Victorian distribution business (</w:t>
      </w:r>
      <w:proofErr w:type="spellStart"/>
      <w:r>
        <w:t>AEMC</w:t>
      </w:r>
      <w:proofErr w:type="spellEnd"/>
      <w:r>
        <w:t xml:space="preserve"> </w:t>
      </w:r>
      <w:proofErr w:type="spellStart"/>
      <w:r>
        <w:t>2012k</w:t>
      </w:r>
      <w:proofErr w:type="spellEnd"/>
      <w:r>
        <w:t xml:space="preserve">, p. 81). Distribution businesses should also be consulted on standards for the connection points that link their network with the transmission grid. </w:t>
      </w:r>
    </w:p>
    <w:p w:rsidR="002E7A6E" w:rsidRDefault="002E7A6E" w:rsidP="002E7A6E">
      <w:pPr>
        <w:pStyle w:val="BodyText"/>
      </w:pPr>
      <w:proofErr w:type="spellStart"/>
      <w:r>
        <w:t>AEMO</w:t>
      </w:r>
      <w:proofErr w:type="spellEnd"/>
      <w:r>
        <w:t xml:space="preserve"> should revisit this analysis periodically. </w:t>
      </w:r>
      <w:proofErr w:type="spellStart"/>
      <w:r>
        <w:t>AEMO’s</w:t>
      </w:r>
      <w:proofErr w:type="spellEnd"/>
      <w:r>
        <w:t xml:space="preserve"> probabilistic analysis as currently used in Victoria, and to a lesser extent in South Australia, should be improved to include</w:t>
      </w:r>
      <w:r w:rsidR="000C31A8">
        <w:t xml:space="preserve"> the following</w:t>
      </w:r>
      <w:r>
        <w:t>:</w:t>
      </w:r>
    </w:p>
    <w:p w:rsidR="002E7A6E" w:rsidRDefault="000C31A8" w:rsidP="002E7A6E">
      <w:pPr>
        <w:pStyle w:val="ListBullet"/>
      </w:pPr>
      <w:r>
        <w:t>G</w:t>
      </w:r>
      <w:r w:rsidR="002E7A6E">
        <w:t xml:space="preserve">reater scrutiny over its process, through regular reporting of modelling parameters, assumptions and results, and data inputs to the </w:t>
      </w:r>
      <w:proofErr w:type="spellStart"/>
      <w:r w:rsidR="002E7A6E">
        <w:t>AER</w:t>
      </w:r>
      <w:proofErr w:type="spellEnd"/>
      <w:r w:rsidR="002E7A6E">
        <w:t>. This would include releasing details of the estimated amount of load customers were willing to lose at any connection point, based on the estimated VCR, before any reliability increase or augmentation needed to be considered (</w:t>
      </w:r>
      <w:proofErr w:type="spellStart"/>
      <w:r w:rsidR="002E7A6E" w:rsidRPr="00FB1E47">
        <w:t>AEMO</w:t>
      </w:r>
      <w:proofErr w:type="spellEnd"/>
      <w:r w:rsidR="002E7A6E" w:rsidRPr="00FB1E47">
        <w:t>, sub. </w:t>
      </w:r>
      <w:proofErr w:type="spellStart"/>
      <w:r w:rsidR="002E7A6E" w:rsidRPr="00FB1E47">
        <w:t>DR100</w:t>
      </w:r>
      <w:proofErr w:type="spellEnd"/>
      <w:r w:rsidR="002E7A6E" w:rsidRPr="00FB1E47">
        <w:t>, p. 5).</w:t>
      </w:r>
      <w:r w:rsidR="002E7A6E">
        <w:t xml:space="preserve"> Periodic review would also be appropriate to ensure that the standard setting framework was delivering optimal outcomes in accordance with the National Electricity Objective (NEO). </w:t>
      </w:r>
    </w:p>
    <w:p w:rsidR="002E7A6E" w:rsidRDefault="000C31A8" w:rsidP="002E7A6E">
      <w:pPr>
        <w:pStyle w:val="ListBullet"/>
      </w:pPr>
      <w:r>
        <w:t>A</w:t>
      </w:r>
      <w:r w:rsidR="002E7A6E">
        <w:t xml:space="preserve">n enhanced process for probabilistic analysis — assessed through periodic peer review — to ensure that the analysis represents international best practice. One of the first steps is to identify the deficiencies in the data collected by network businesses and </w:t>
      </w:r>
      <w:proofErr w:type="spellStart"/>
      <w:r w:rsidR="002E7A6E">
        <w:t>AEMO</w:t>
      </w:r>
      <w:proofErr w:type="spellEnd"/>
      <w:r w:rsidR="002E7A6E">
        <w:t>, and establish the required collection and reporting processes.</w:t>
      </w:r>
    </w:p>
    <w:p w:rsidR="00AC7A34" w:rsidRDefault="00AC7A34" w:rsidP="002E7A6E">
      <w:pPr>
        <w:pStyle w:val="ListBullet"/>
      </w:pPr>
      <w:r>
        <w:t xml:space="preserve">The use of disaggregated VCR estimates, including by geographical location, customer type and interruption duration. Given the difficulties with estimating an accurate VCR and the fact that VCR is an aggregate of the differing preferences of many customers, adopting a VCR that is at the higher end of the reasonable range of possible values would be sensible. The ABS would be the most appropriate body to undertake the research required to reveal accurate VCRs (recommendation 14.2). The VCR surveys would be undertaken periodically, with </w:t>
      </w:r>
      <w:proofErr w:type="spellStart"/>
      <w:r>
        <w:t>AEMO’s</w:t>
      </w:r>
      <w:proofErr w:type="spellEnd"/>
      <w:r>
        <w:t xml:space="preserve"> annual probabilistic analysis and planning based on extrapolated data for periods between the survey dates. </w:t>
      </w:r>
    </w:p>
    <w:p w:rsidR="002E7A6E" w:rsidRDefault="002E7A6E" w:rsidP="002E7A6E">
      <w:pPr>
        <w:pStyle w:val="FigureTitle"/>
      </w:pPr>
      <w:r>
        <w:rPr>
          <w:b w:val="0"/>
        </w:rPr>
        <w:lastRenderedPageBreak/>
        <w:t xml:space="preserve">Figure </w:t>
      </w:r>
      <w:r w:rsidR="00D35E2A">
        <w:rPr>
          <w:b w:val="0"/>
        </w:rPr>
        <w:t>16.</w:t>
      </w:r>
      <w:r w:rsidR="00E65331">
        <w:rPr>
          <w:b w:val="0"/>
          <w:noProof/>
        </w:rPr>
        <w:t>2</w:t>
      </w:r>
      <w:r>
        <w:tab/>
        <w:t xml:space="preserve">The </w:t>
      </w:r>
      <w:r w:rsidR="000C31A8">
        <w:t>PC</w:t>
      </w:r>
      <w:r>
        <w:t xml:space="preserve"> model</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E7A6E" w:rsidTr="003E7B90">
        <w:tc>
          <w:tcPr>
            <w:tcW w:w="8777" w:type="dxa"/>
          </w:tcPr>
          <w:p w:rsidR="002E7A6E" w:rsidRDefault="00E86396" w:rsidP="003E7B90">
            <w:pPr>
              <w:pStyle w:val="Figure"/>
            </w:pPr>
            <w:r>
              <w:rPr>
                <w:noProof/>
              </w:rPr>
              <mc:AlternateContent>
                <mc:Choice Requires="wpc">
                  <w:drawing>
                    <wp:inline distT="0" distB="0" distL="0" distR="0">
                      <wp:extent cx="5572125" cy="7248525"/>
                      <wp:effectExtent l="0" t="0" r="9525" b="9525"/>
                      <wp:docPr id="526" name="Canvas 526" descr="Figure 16.2 The PC model. This figure shows how the different organisations within the NEM would interact in the proposed Productivity Commission model."/>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4" name="Group 207"/>
                              <wpg:cNvGrpSpPr>
                                <a:grpSpLocks/>
                              </wpg:cNvGrpSpPr>
                              <wpg:grpSpPr bwMode="auto">
                                <a:xfrm>
                                  <a:off x="306070" y="10795"/>
                                  <a:ext cx="5261610" cy="7228205"/>
                                  <a:chOff x="482" y="17"/>
                                  <a:chExt cx="8286" cy="11383"/>
                                </a:xfrm>
                              </wpg:grpSpPr>
                              <wps:wsp>
                                <wps:cNvPr id="5" name="Freeform 7"/>
                                <wps:cNvSpPr>
                                  <a:spLocks noEditPoints="1"/>
                                </wps:cNvSpPr>
                                <wps:spPr bwMode="auto">
                                  <a:xfrm>
                                    <a:off x="485" y="10067"/>
                                    <a:ext cx="7978" cy="1333"/>
                                  </a:xfrm>
                                  <a:custGeom>
                                    <a:avLst/>
                                    <a:gdLst>
                                      <a:gd name="T0" fmla="*/ 16 w 10599"/>
                                      <a:gd name="T1" fmla="*/ 408 h 1770"/>
                                      <a:gd name="T2" fmla="*/ 16 w 10599"/>
                                      <a:gd name="T3" fmla="*/ 904 h 1770"/>
                                      <a:gd name="T4" fmla="*/ 8 w 10599"/>
                                      <a:gd name="T5" fmla="*/ 1296 h 1770"/>
                                      <a:gd name="T6" fmla="*/ 0 w 10599"/>
                                      <a:gd name="T7" fmla="*/ 1672 h 1770"/>
                                      <a:gd name="T8" fmla="*/ 191 w 10599"/>
                                      <a:gd name="T9" fmla="*/ 1754 h 1770"/>
                                      <a:gd name="T10" fmla="*/ 687 w 10599"/>
                                      <a:gd name="T11" fmla="*/ 1754 h 1770"/>
                                      <a:gd name="T12" fmla="*/ 1079 w 10599"/>
                                      <a:gd name="T13" fmla="*/ 1762 h 1770"/>
                                      <a:gd name="T14" fmla="*/ 1455 w 10599"/>
                                      <a:gd name="T15" fmla="*/ 1770 h 1770"/>
                                      <a:gd name="T16" fmla="*/ 1727 w 10599"/>
                                      <a:gd name="T17" fmla="*/ 1770 h 1770"/>
                                      <a:gd name="T18" fmla="*/ 2103 w 10599"/>
                                      <a:gd name="T19" fmla="*/ 1762 h 1770"/>
                                      <a:gd name="T20" fmla="*/ 2495 w 10599"/>
                                      <a:gd name="T21" fmla="*/ 1754 h 1770"/>
                                      <a:gd name="T22" fmla="*/ 3071 w 10599"/>
                                      <a:gd name="T23" fmla="*/ 1754 h 1770"/>
                                      <a:gd name="T24" fmla="*/ 3567 w 10599"/>
                                      <a:gd name="T25" fmla="*/ 1754 h 1770"/>
                                      <a:gd name="T26" fmla="*/ 3959 w 10599"/>
                                      <a:gd name="T27" fmla="*/ 1762 h 1770"/>
                                      <a:gd name="T28" fmla="*/ 4335 w 10599"/>
                                      <a:gd name="T29" fmla="*/ 1770 h 1770"/>
                                      <a:gd name="T30" fmla="*/ 4607 w 10599"/>
                                      <a:gd name="T31" fmla="*/ 1770 h 1770"/>
                                      <a:gd name="T32" fmla="*/ 4983 w 10599"/>
                                      <a:gd name="T33" fmla="*/ 1762 h 1770"/>
                                      <a:gd name="T34" fmla="*/ 5375 w 10599"/>
                                      <a:gd name="T35" fmla="*/ 1754 h 1770"/>
                                      <a:gd name="T36" fmla="*/ 5951 w 10599"/>
                                      <a:gd name="T37" fmla="*/ 1754 h 1770"/>
                                      <a:gd name="T38" fmla="*/ 6447 w 10599"/>
                                      <a:gd name="T39" fmla="*/ 1754 h 1770"/>
                                      <a:gd name="T40" fmla="*/ 6839 w 10599"/>
                                      <a:gd name="T41" fmla="*/ 1762 h 1770"/>
                                      <a:gd name="T42" fmla="*/ 7215 w 10599"/>
                                      <a:gd name="T43" fmla="*/ 1770 h 1770"/>
                                      <a:gd name="T44" fmla="*/ 7487 w 10599"/>
                                      <a:gd name="T45" fmla="*/ 1770 h 1770"/>
                                      <a:gd name="T46" fmla="*/ 7863 w 10599"/>
                                      <a:gd name="T47" fmla="*/ 1762 h 1770"/>
                                      <a:gd name="T48" fmla="*/ 8255 w 10599"/>
                                      <a:gd name="T49" fmla="*/ 1754 h 1770"/>
                                      <a:gd name="T50" fmla="*/ 8831 w 10599"/>
                                      <a:gd name="T51" fmla="*/ 1754 h 1770"/>
                                      <a:gd name="T52" fmla="*/ 9327 w 10599"/>
                                      <a:gd name="T53" fmla="*/ 1754 h 1770"/>
                                      <a:gd name="T54" fmla="*/ 9719 w 10599"/>
                                      <a:gd name="T55" fmla="*/ 1762 h 1770"/>
                                      <a:gd name="T56" fmla="*/ 10095 w 10599"/>
                                      <a:gd name="T57" fmla="*/ 1770 h 1770"/>
                                      <a:gd name="T58" fmla="*/ 10367 w 10599"/>
                                      <a:gd name="T59" fmla="*/ 1770 h 1770"/>
                                      <a:gd name="T60" fmla="*/ 10583 w 10599"/>
                                      <a:gd name="T61" fmla="*/ 1490 h 1770"/>
                                      <a:gd name="T62" fmla="*/ 10591 w 10599"/>
                                      <a:gd name="T63" fmla="*/ 1098 h 1770"/>
                                      <a:gd name="T64" fmla="*/ 10599 w 10599"/>
                                      <a:gd name="T65" fmla="*/ 722 h 1770"/>
                                      <a:gd name="T66" fmla="*/ 10599 w 10599"/>
                                      <a:gd name="T67" fmla="*/ 450 h 1770"/>
                                      <a:gd name="T68" fmla="*/ 10537 w 10599"/>
                                      <a:gd name="T69" fmla="*/ 0 h 1770"/>
                                      <a:gd name="T70" fmla="*/ 10145 w 10599"/>
                                      <a:gd name="T71" fmla="*/ 8 h 1770"/>
                                      <a:gd name="T72" fmla="*/ 9769 w 10599"/>
                                      <a:gd name="T73" fmla="*/ 0 h 1770"/>
                                      <a:gd name="T74" fmla="*/ 9497 w 10599"/>
                                      <a:gd name="T75" fmla="*/ 0 h 1770"/>
                                      <a:gd name="T76" fmla="*/ 9121 w 10599"/>
                                      <a:gd name="T77" fmla="*/ 8 h 1770"/>
                                      <a:gd name="T78" fmla="*/ 8729 w 10599"/>
                                      <a:gd name="T79" fmla="*/ 16 h 1770"/>
                                      <a:gd name="T80" fmla="*/ 8153 w 10599"/>
                                      <a:gd name="T81" fmla="*/ 16 h 1770"/>
                                      <a:gd name="T82" fmla="*/ 7657 w 10599"/>
                                      <a:gd name="T83" fmla="*/ 16 h 1770"/>
                                      <a:gd name="T84" fmla="*/ 7265 w 10599"/>
                                      <a:gd name="T85" fmla="*/ 8 h 1770"/>
                                      <a:gd name="T86" fmla="*/ 6889 w 10599"/>
                                      <a:gd name="T87" fmla="*/ 0 h 1770"/>
                                      <a:gd name="T88" fmla="*/ 6617 w 10599"/>
                                      <a:gd name="T89" fmla="*/ 0 h 1770"/>
                                      <a:gd name="T90" fmla="*/ 6241 w 10599"/>
                                      <a:gd name="T91" fmla="*/ 8 h 1770"/>
                                      <a:gd name="T92" fmla="*/ 5849 w 10599"/>
                                      <a:gd name="T93" fmla="*/ 16 h 1770"/>
                                      <a:gd name="T94" fmla="*/ 5273 w 10599"/>
                                      <a:gd name="T95" fmla="*/ 16 h 1770"/>
                                      <a:gd name="T96" fmla="*/ 4777 w 10599"/>
                                      <a:gd name="T97" fmla="*/ 16 h 1770"/>
                                      <a:gd name="T98" fmla="*/ 4385 w 10599"/>
                                      <a:gd name="T99" fmla="*/ 8 h 1770"/>
                                      <a:gd name="T100" fmla="*/ 4009 w 10599"/>
                                      <a:gd name="T101" fmla="*/ 0 h 1770"/>
                                      <a:gd name="T102" fmla="*/ 3737 w 10599"/>
                                      <a:gd name="T103" fmla="*/ 0 h 1770"/>
                                      <a:gd name="T104" fmla="*/ 3361 w 10599"/>
                                      <a:gd name="T105" fmla="*/ 8 h 1770"/>
                                      <a:gd name="T106" fmla="*/ 2969 w 10599"/>
                                      <a:gd name="T107" fmla="*/ 16 h 1770"/>
                                      <a:gd name="T108" fmla="*/ 2393 w 10599"/>
                                      <a:gd name="T109" fmla="*/ 16 h 1770"/>
                                      <a:gd name="T110" fmla="*/ 1897 w 10599"/>
                                      <a:gd name="T111" fmla="*/ 16 h 1770"/>
                                      <a:gd name="T112" fmla="*/ 1505 w 10599"/>
                                      <a:gd name="T113" fmla="*/ 8 h 1770"/>
                                      <a:gd name="T114" fmla="*/ 1129 w 10599"/>
                                      <a:gd name="T115" fmla="*/ 0 h 1770"/>
                                      <a:gd name="T116" fmla="*/ 857 w 10599"/>
                                      <a:gd name="T117" fmla="*/ 0 h 1770"/>
                                      <a:gd name="T118" fmla="*/ 481 w 10599"/>
                                      <a:gd name="T119" fmla="*/ 8 h 1770"/>
                                      <a:gd name="T120" fmla="*/ 89 w 10599"/>
                                      <a:gd name="T121" fmla="*/ 16 h 17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0599" h="1770">
                                        <a:moveTo>
                                          <a:pt x="16" y="24"/>
                                        </a:moveTo>
                                        <a:lnTo>
                                          <a:pt x="16" y="136"/>
                                        </a:lnTo>
                                        <a:cubicBezTo>
                                          <a:pt x="16" y="141"/>
                                          <a:pt x="13" y="144"/>
                                          <a:pt x="8" y="144"/>
                                        </a:cubicBezTo>
                                        <a:cubicBezTo>
                                          <a:pt x="4" y="144"/>
                                          <a:pt x="0" y="141"/>
                                          <a:pt x="0" y="136"/>
                                        </a:cubicBezTo>
                                        <a:lnTo>
                                          <a:pt x="0" y="24"/>
                                        </a:lnTo>
                                        <a:cubicBezTo>
                                          <a:pt x="0" y="20"/>
                                          <a:pt x="4" y="16"/>
                                          <a:pt x="8" y="16"/>
                                        </a:cubicBezTo>
                                        <a:cubicBezTo>
                                          <a:pt x="13" y="16"/>
                                          <a:pt x="16" y="20"/>
                                          <a:pt x="16" y="24"/>
                                        </a:cubicBezTo>
                                        <a:close/>
                                        <a:moveTo>
                                          <a:pt x="16" y="216"/>
                                        </a:moveTo>
                                        <a:lnTo>
                                          <a:pt x="16" y="328"/>
                                        </a:lnTo>
                                        <a:cubicBezTo>
                                          <a:pt x="16" y="333"/>
                                          <a:pt x="13" y="336"/>
                                          <a:pt x="8" y="336"/>
                                        </a:cubicBezTo>
                                        <a:cubicBezTo>
                                          <a:pt x="4" y="336"/>
                                          <a:pt x="0" y="333"/>
                                          <a:pt x="0" y="328"/>
                                        </a:cubicBezTo>
                                        <a:lnTo>
                                          <a:pt x="0" y="216"/>
                                        </a:lnTo>
                                        <a:cubicBezTo>
                                          <a:pt x="0" y="212"/>
                                          <a:pt x="4" y="208"/>
                                          <a:pt x="8" y="208"/>
                                        </a:cubicBezTo>
                                        <a:cubicBezTo>
                                          <a:pt x="13" y="208"/>
                                          <a:pt x="16" y="212"/>
                                          <a:pt x="16" y="216"/>
                                        </a:cubicBezTo>
                                        <a:close/>
                                        <a:moveTo>
                                          <a:pt x="16" y="408"/>
                                        </a:moveTo>
                                        <a:lnTo>
                                          <a:pt x="16" y="520"/>
                                        </a:lnTo>
                                        <a:cubicBezTo>
                                          <a:pt x="16" y="525"/>
                                          <a:pt x="13" y="528"/>
                                          <a:pt x="8" y="528"/>
                                        </a:cubicBezTo>
                                        <a:cubicBezTo>
                                          <a:pt x="4" y="528"/>
                                          <a:pt x="0" y="525"/>
                                          <a:pt x="0" y="520"/>
                                        </a:cubicBezTo>
                                        <a:lnTo>
                                          <a:pt x="0" y="408"/>
                                        </a:lnTo>
                                        <a:cubicBezTo>
                                          <a:pt x="0" y="404"/>
                                          <a:pt x="4" y="400"/>
                                          <a:pt x="8" y="400"/>
                                        </a:cubicBezTo>
                                        <a:cubicBezTo>
                                          <a:pt x="13" y="400"/>
                                          <a:pt x="16" y="404"/>
                                          <a:pt x="16" y="408"/>
                                        </a:cubicBezTo>
                                        <a:close/>
                                        <a:moveTo>
                                          <a:pt x="16" y="600"/>
                                        </a:moveTo>
                                        <a:lnTo>
                                          <a:pt x="16" y="712"/>
                                        </a:lnTo>
                                        <a:cubicBezTo>
                                          <a:pt x="16" y="717"/>
                                          <a:pt x="13" y="720"/>
                                          <a:pt x="8" y="720"/>
                                        </a:cubicBezTo>
                                        <a:cubicBezTo>
                                          <a:pt x="4" y="720"/>
                                          <a:pt x="0" y="717"/>
                                          <a:pt x="0" y="712"/>
                                        </a:cubicBezTo>
                                        <a:lnTo>
                                          <a:pt x="0" y="600"/>
                                        </a:lnTo>
                                        <a:cubicBezTo>
                                          <a:pt x="0" y="596"/>
                                          <a:pt x="4" y="592"/>
                                          <a:pt x="8" y="592"/>
                                        </a:cubicBezTo>
                                        <a:cubicBezTo>
                                          <a:pt x="13" y="592"/>
                                          <a:pt x="16" y="596"/>
                                          <a:pt x="16" y="600"/>
                                        </a:cubicBezTo>
                                        <a:close/>
                                        <a:moveTo>
                                          <a:pt x="16" y="792"/>
                                        </a:moveTo>
                                        <a:lnTo>
                                          <a:pt x="16" y="904"/>
                                        </a:lnTo>
                                        <a:cubicBezTo>
                                          <a:pt x="16" y="909"/>
                                          <a:pt x="13" y="912"/>
                                          <a:pt x="8" y="912"/>
                                        </a:cubicBezTo>
                                        <a:cubicBezTo>
                                          <a:pt x="4" y="912"/>
                                          <a:pt x="0" y="909"/>
                                          <a:pt x="0" y="904"/>
                                        </a:cubicBezTo>
                                        <a:lnTo>
                                          <a:pt x="0" y="792"/>
                                        </a:lnTo>
                                        <a:cubicBezTo>
                                          <a:pt x="0" y="788"/>
                                          <a:pt x="4" y="784"/>
                                          <a:pt x="8" y="784"/>
                                        </a:cubicBezTo>
                                        <a:cubicBezTo>
                                          <a:pt x="13" y="784"/>
                                          <a:pt x="16" y="788"/>
                                          <a:pt x="16" y="792"/>
                                        </a:cubicBezTo>
                                        <a:close/>
                                        <a:moveTo>
                                          <a:pt x="16" y="984"/>
                                        </a:moveTo>
                                        <a:lnTo>
                                          <a:pt x="16" y="1096"/>
                                        </a:lnTo>
                                        <a:cubicBezTo>
                                          <a:pt x="16" y="1101"/>
                                          <a:pt x="13" y="1104"/>
                                          <a:pt x="8" y="1104"/>
                                        </a:cubicBezTo>
                                        <a:cubicBezTo>
                                          <a:pt x="4" y="1104"/>
                                          <a:pt x="0" y="1101"/>
                                          <a:pt x="0" y="1096"/>
                                        </a:cubicBezTo>
                                        <a:lnTo>
                                          <a:pt x="0" y="984"/>
                                        </a:lnTo>
                                        <a:cubicBezTo>
                                          <a:pt x="0" y="980"/>
                                          <a:pt x="4" y="976"/>
                                          <a:pt x="8" y="976"/>
                                        </a:cubicBezTo>
                                        <a:cubicBezTo>
                                          <a:pt x="13" y="976"/>
                                          <a:pt x="16" y="980"/>
                                          <a:pt x="16" y="984"/>
                                        </a:cubicBezTo>
                                        <a:close/>
                                        <a:moveTo>
                                          <a:pt x="16" y="1176"/>
                                        </a:moveTo>
                                        <a:lnTo>
                                          <a:pt x="16" y="1288"/>
                                        </a:lnTo>
                                        <a:cubicBezTo>
                                          <a:pt x="16" y="1293"/>
                                          <a:pt x="13" y="1296"/>
                                          <a:pt x="8" y="1296"/>
                                        </a:cubicBezTo>
                                        <a:cubicBezTo>
                                          <a:pt x="4" y="1296"/>
                                          <a:pt x="0" y="1293"/>
                                          <a:pt x="0" y="1288"/>
                                        </a:cubicBezTo>
                                        <a:lnTo>
                                          <a:pt x="0" y="1176"/>
                                        </a:lnTo>
                                        <a:cubicBezTo>
                                          <a:pt x="0" y="1172"/>
                                          <a:pt x="4" y="1168"/>
                                          <a:pt x="8" y="1168"/>
                                        </a:cubicBezTo>
                                        <a:cubicBezTo>
                                          <a:pt x="13" y="1168"/>
                                          <a:pt x="16" y="1172"/>
                                          <a:pt x="16" y="1176"/>
                                        </a:cubicBezTo>
                                        <a:close/>
                                        <a:moveTo>
                                          <a:pt x="16" y="1368"/>
                                        </a:moveTo>
                                        <a:lnTo>
                                          <a:pt x="16" y="1480"/>
                                        </a:lnTo>
                                        <a:cubicBezTo>
                                          <a:pt x="16" y="1485"/>
                                          <a:pt x="13" y="1488"/>
                                          <a:pt x="8" y="1488"/>
                                        </a:cubicBezTo>
                                        <a:cubicBezTo>
                                          <a:pt x="4" y="1488"/>
                                          <a:pt x="0" y="1485"/>
                                          <a:pt x="0" y="1480"/>
                                        </a:cubicBezTo>
                                        <a:lnTo>
                                          <a:pt x="0" y="1368"/>
                                        </a:lnTo>
                                        <a:cubicBezTo>
                                          <a:pt x="0" y="1364"/>
                                          <a:pt x="4" y="1360"/>
                                          <a:pt x="8" y="1360"/>
                                        </a:cubicBezTo>
                                        <a:cubicBezTo>
                                          <a:pt x="13" y="1360"/>
                                          <a:pt x="16" y="1364"/>
                                          <a:pt x="16" y="1368"/>
                                        </a:cubicBezTo>
                                        <a:close/>
                                        <a:moveTo>
                                          <a:pt x="16" y="1560"/>
                                        </a:moveTo>
                                        <a:lnTo>
                                          <a:pt x="16" y="1672"/>
                                        </a:lnTo>
                                        <a:cubicBezTo>
                                          <a:pt x="16" y="1677"/>
                                          <a:pt x="13" y="1680"/>
                                          <a:pt x="8" y="1680"/>
                                        </a:cubicBezTo>
                                        <a:cubicBezTo>
                                          <a:pt x="4" y="1680"/>
                                          <a:pt x="0" y="1677"/>
                                          <a:pt x="0" y="1672"/>
                                        </a:cubicBezTo>
                                        <a:lnTo>
                                          <a:pt x="0" y="1560"/>
                                        </a:lnTo>
                                        <a:cubicBezTo>
                                          <a:pt x="0" y="1556"/>
                                          <a:pt x="4" y="1552"/>
                                          <a:pt x="8" y="1552"/>
                                        </a:cubicBezTo>
                                        <a:cubicBezTo>
                                          <a:pt x="13" y="1552"/>
                                          <a:pt x="16" y="1556"/>
                                          <a:pt x="16" y="1560"/>
                                        </a:cubicBezTo>
                                        <a:close/>
                                        <a:moveTo>
                                          <a:pt x="16" y="1752"/>
                                        </a:moveTo>
                                        <a:lnTo>
                                          <a:pt x="16" y="1762"/>
                                        </a:lnTo>
                                        <a:lnTo>
                                          <a:pt x="8" y="1754"/>
                                        </a:lnTo>
                                        <a:lnTo>
                                          <a:pt x="111" y="1754"/>
                                        </a:lnTo>
                                        <a:cubicBezTo>
                                          <a:pt x="115" y="1754"/>
                                          <a:pt x="119" y="1757"/>
                                          <a:pt x="119" y="1762"/>
                                        </a:cubicBezTo>
                                        <a:cubicBezTo>
                                          <a:pt x="119" y="1766"/>
                                          <a:pt x="115" y="1770"/>
                                          <a:pt x="111" y="1770"/>
                                        </a:cubicBezTo>
                                        <a:lnTo>
                                          <a:pt x="8" y="1770"/>
                                        </a:lnTo>
                                        <a:cubicBezTo>
                                          <a:pt x="4" y="1770"/>
                                          <a:pt x="0" y="1766"/>
                                          <a:pt x="0" y="1762"/>
                                        </a:cubicBezTo>
                                        <a:lnTo>
                                          <a:pt x="0" y="1752"/>
                                        </a:lnTo>
                                        <a:cubicBezTo>
                                          <a:pt x="0" y="1748"/>
                                          <a:pt x="4" y="1744"/>
                                          <a:pt x="8" y="1744"/>
                                        </a:cubicBezTo>
                                        <a:cubicBezTo>
                                          <a:pt x="13" y="1744"/>
                                          <a:pt x="16" y="1748"/>
                                          <a:pt x="16" y="1752"/>
                                        </a:cubicBezTo>
                                        <a:close/>
                                        <a:moveTo>
                                          <a:pt x="191" y="1754"/>
                                        </a:moveTo>
                                        <a:lnTo>
                                          <a:pt x="303" y="1754"/>
                                        </a:lnTo>
                                        <a:cubicBezTo>
                                          <a:pt x="307" y="1754"/>
                                          <a:pt x="311" y="1757"/>
                                          <a:pt x="311" y="1762"/>
                                        </a:cubicBezTo>
                                        <a:cubicBezTo>
                                          <a:pt x="311" y="1766"/>
                                          <a:pt x="307" y="1770"/>
                                          <a:pt x="303" y="1770"/>
                                        </a:cubicBezTo>
                                        <a:lnTo>
                                          <a:pt x="191" y="1770"/>
                                        </a:lnTo>
                                        <a:cubicBezTo>
                                          <a:pt x="186" y="1770"/>
                                          <a:pt x="183" y="1766"/>
                                          <a:pt x="183" y="1762"/>
                                        </a:cubicBezTo>
                                        <a:cubicBezTo>
                                          <a:pt x="183" y="1757"/>
                                          <a:pt x="186" y="1754"/>
                                          <a:pt x="191" y="1754"/>
                                        </a:cubicBezTo>
                                        <a:close/>
                                        <a:moveTo>
                                          <a:pt x="383" y="1754"/>
                                        </a:moveTo>
                                        <a:lnTo>
                                          <a:pt x="495" y="1754"/>
                                        </a:lnTo>
                                        <a:cubicBezTo>
                                          <a:pt x="499" y="1754"/>
                                          <a:pt x="503" y="1757"/>
                                          <a:pt x="503" y="1762"/>
                                        </a:cubicBezTo>
                                        <a:cubicBezTo>
                                          <a:pt x="503" y="1766"/>
                                          <a:pt x="499" y="1770"/>
                                          <a:pt x="495" y="1770"/>
                                        </a:cubicBezTo>
                                        <a:lnTo>
                                          <a:pt x="383" y="1770"/>
                                        </a:lnTo>
                                        <a:cubicBezTo>
                                          <a:pt x="378" y="1770"/>
                                          <a:pt x="375" y="1766"/>
                                          <a:pt x="375" y="1762"/>
                                        </a:cubicBezTo>
                                        <a:cubicBezTo>
                                          <a:pt x="375" y="1757"/>
                                          <a:pt x="378" y="1754"/>
                                          <a:pt x="383" y="1754"/>
                                        </a:cubicBezTo>
                                        <a:close/>
                                        <a:moveTo>
                                          <a:pt x="575" y="1754"/>
                                        </a:moveTo>
                                        <a:lnTo>
                                          <a:pt x="687" y="1754"/>
                                        </a:lnTo>
                                        <a:cubicBezTo>
                                          <a:pt x="691" y="1754"/>
                                          <a:pt x="695" y="1757"/>
                                          <a:pt x="695" y="1762"/>
                                        </a:cubicBezTo>
                                        <a:cubicBezTo>
                                          <a:pt x="695" y="1766"/>
                                          <a:pt x="691" y="1770"/>
                                          <a:pt x="687" y="1770"/>
                                        </a:cubicBezTo>
                                        <a:lnTo>
                                          <a:pt x="575" y="1770"/>
                                        </a:lnTo>
                                        <a:cubicBezTo>
                                          <a:pt x="570" y="1770"/>
                                          <a:pt x="567" y="1766"/>
                                          <a:pt x="567" y="1762"/>
                                        </a:cubicBezTo>
                                        <a:cubicBezTo>
                                          <a:pt x="567" y="1757"/>
                                          <a:pt x="570" y="1754"/>
                                          <a:pt x="575" y="1754"/>
                                        </a:cubicBezTo>
                                        <a:close/>
                                        <a:moveTo>
                                          <a:pt x="767" y="1754"/>
                                        </a:moveTo>
                                        <a:lnTo>
                                          <a:pt x="879" y="1754"/>
                                        </a:lnTo>
                                        <a:cubicBezTo>
                                          <a:pt x="883" y="1754"/>
                                          <a:pt x="887" y="1757"/>
                                          <a:pt x="887" y="1762"/>
                                        </a:cubicBezTo>
                                        <a:cubicBezTo>
                                          <a:pt x="887" y="1766"/>
                                          <a:pt x="883" y="1770"/>
                                          <a:pt x="879" y="1770"/>
                                        </a:cubicBezTo>
                                        <a:lnTo>
                                          <a:pt x="767" y="1770"/>
                                        </a:lnTo>
                                        <a:cubicBezTo>
                                          <a:pt x="762" y="1770"/>
                                          <a:pt x="759" y="1766"/>
                                          <a:pt x="759" y="1762"/>
                                        </a:cubicBezTo>
                                        <a:cubicBezTo>
                                          <a:pt x="759" y="1757"/>
                                          <a:pt x="762" y="1754"/>
                                          <a:pt x="767" y="1754"/>
                                        </a:cubicBezTo>
                                        <a:close/>
                                        <a:moveTo>
                                          <a:pt x="959" y="1754"/>
                                        </a:moveTo>
                                        <a:lnTo>
                                          <a:pt x="1071" y="1754"/>
                                        </a:lnTo>
                                        <a:cubicBezTo>
                                          <a:pt x="1075" y="1754"/>
                                          <a:pt x="1079" y="1757"/>
                                          <a:pt x="1079" y="1762"/>
                                        </a:cubicBezTo>
                                        <a:cubicBezTo>
                                          <a:pt x="1079" y="1766"/>
                                          <a:pt x="1075" y="1770"/>
                                          <a:pt x="1071" y="1770"/>
                                        </a:cubicBezTo>
                                        <a:lnTo>
                                          <a:pt x="959" y="1770"/>
                                        </a:lnTo>
                                        <a:cubicBezTo>
                                          <a:pt x="954" y="1770"/>
                                          <a:pt x="951" y="1766"/>
                                          <a:pt x="951" y="1762"/>
                                        </a:cubicBezTo>
                                        <a:cubicBezTo>
                                          <a:pt x="951" y="1757"/>
                                          <a:pt x="954" y="1754"/>
                                          <a:pt x="959" y="1754"/>
                                        </a:cubicBezTo>
                                        <a:close/>
                                        <a:moveTo>
                                          <a:pt x="1151" y="1754"/>
                                        </a:moveTo>
                                        <a:lnTo>
                                          <a:pt x="1263" y="1754"/>
                                        </a:lnTo>
                                        <a:cubicBezTo>
                                          <a:pt x="1267" y="1754"/>
                                          <a:pt x="1271" y="1757"/>
                                          <a:pt x="1271" y="1762"/>
                                        </a:cubicBezTo>
                                        <a:cubicBezTo>
                                          <a:pt x="1271" y="1766"/>
                                          <a:pt x="1267" y="1770"/>
                                          <a:pt x="1263" y="1770"/>
                                        </a:cubicBezTo>
                                        <a:lnTo>
                                          <a:pt x="1151" y="1770"/>
                                        </a:lnTo>
                                        <a:cubicBezTo>
                                          <a:pt x="1146" y="1770"/>
                                          <a:pt x="1143" y="1766"/>
                                          <a:pt x="1143" y="1762"/>
                                        </a:cubicBezTo>
                                        <a:cubicBezTo>
                                          <a:pt x="1143" y="1757"/>
                                          <a:pt x="1146" y="1754"/>
                                          <a:pt x="1151" y="1754"/>
                                        </a:cubicBezTo>
                                        <a:close/>
                                        <a:moveTo>
                                          <a:pt x="1343" y="1754"/>
                                        </a:moveTo>
                                        <a:lnTo>
                                          <a:pt x="1455" y="1754"/>
                                        </a:lnTo>
                                        <a:cubicBezTo>
                                          <a:pt x="1459" y="1754"/>
                                          <a:pt x="1463" y="1757"/>
                                          <a:pt x="1463" y="1762"/>
                                        </a:cubicBezTo>
                                        <a:cubicBezTo>
                                          <a:pt x="1463" y="1766"/>
                                          <a:pt x="1459" y="1770"/>
                                          <a:pt x="1455" y="1770"/>
                                        </a:cubicBezTo>
                                        <a:lnTo>
                                          <a:pt x="1343" y="1770"/>
                                        </a:lnTo>
                                        <a:cubicBezTo>
                                          <a:pt x="1338" y="1770"/>
                                          <a:pt x="1335" y="1766"/>
                                          <a:pt x="1335" y="1762"/>
                                        </a:cubicBezTo>
                                        <a:cubicBezTo>
                                          <a:pt x="1335" y="1757"/>
                                          <a:pt x="1338" y="1754"/>
                                          <a:pt x="1343" y="1754"/>
                                        </a:cubicBezTo>
                                        <a:close/>
                                        <a:moveTo>
                                          <a:pt x="1535" y="1754"/>
                                        </a:moveTo>
                                        <a:lnTo>
                                          <a:pt x="1647" y="1754"/>
                                        </a:lnTo>
                                        <a:cubicBezTo>
                                          <a:pt x="1651" y="1754"/>
                                          <a:pt x="1655" y="1757"/>
                                          <a:pt x="1655" y="1762"/>
                                        </a:cubicBezTo>
                                        <a:cubicBezTo>
                                          <a:pt x="1655" y="1766"/>
                                          <a:pt x="1651" y="1770"/>
                                          <a:pt x="1647" y="1770"/>
                                        </a:cubicBezTo>
                                        <a:lnTo>
                                          <a:pt x="1535" y="1770"/>
                                        </a:lnTo>
                                        <a:cubicBezTo>
                                          <a:pt x="1530" y="1770"/>
                                          <a:pt x="1527" y="1766"/>
                                          <a:pt x="1527" y="1762"/>
                                        </a:cubicBezTo>
                                        <a:cubicBezTo>
                                          <a:pt x="1527" y="1757"/>
                                          <a:pt x="1530" y="1754"/>
                                          <a:pt x="1535" y="1754"/>
                                        </a:cubicBezTo>
                                        <a:close/>
                                        <a:moveTo>
                                          <a:pt x="1727" y="1754"/>
                                        </a:moveTo>
                                        <a:lnTo>
                                          <a:pt x="1839" y="1754"/>
                                        </a:lnTo>
                                        <a:cubicBezTo>
                                          <a:pt x="1843" y="1754"/>
                                          <a:pt x="1847" y="1757"/>
                                          <a:pt x="1847" y="1762"/>
                                        </a:cubicBezTo>
                                        <a:cubicBezTo>
                                          <a:pt x="1847" y="1766"/>
                                          <a:pt x="1843" y="1770"/>
                                          <a:pt x="1839" y="1770"/>
                                        </a:cubicBezTo>
                                        <a:lnTo>
                                          <a:pt x="1727" y="1770"/>
                                        </a:lnTo>
                                        <a:cubicBezTo>
                                          <a:pt x="1722" y="1770"/>
                                          <a:pt x="1719" y="1766"/>
                                          <a:pt x="1719" y="1762"/>
                                        </a:cubicBezTo>
                                        <a:cubicBezTo>
                                          <a:pt x="1719" y="1757"/>
                                          <a:pt x="1722" y="1754"/>
                                          <a:pt x="1727" y="1754"/>
                                        </a:cubicBezTo>
                                        <a:close/>
                                        <a:moveTo>
                                          <a:pt x="1919" y="1754"/>
                                        </a:moveTo>
                                        <a:lnTo>
                                          <a:pt x="2031" y="1754"/>
                                        </a:lnTo>
                                        <a:cubicBezTo>
                                          <a:pt x="2035" y="1754"/>
                                          <a:pt x="2039" y="1757"/>
                                          <a:pt x="2039" y="1762"/>
                                        </a:cubicBezTo>
                                        <a:cubicBezTo>
                                          <a:pt x="2039" y="1766"/>
                                          <a:pt x="2035" y="1770"/>
                                          <a:pt x="2031" y="1770"/>
                                        </a:cubicBezTo>
                                        <a:lnTo>
                                          <a:pt x="1919" y="1770"/>
                                        </a:lnTo>
                                        <a:cubicBezTo>
                                          <a:pt x="1914" y="1770"/>
                                          <a:pt x="1911" y="1766"/>
                                          <a:pt x="1911" y="1762"/>
                                        </a:cubicBezTo>
                                        <a:cubicBezTo>
                                          <a:pt x="1911" y="1757"/>
                                          <a:pt x="1914" y="1754"/>
                                          <a:pt x="1919" y="1754"/>
                                        </a:cubicBezTo>
                                        <a:close/>
                                        <a:moveTo>
                                          <a:pt x="2111" y="1754"/>
                                        </a:moveTo>
                                        <a:lnTo>
                                          <a:pt x="2223" y="1754"/>
                                        </a:lnTo>
                                        <a:cubicBezTo>
                                          <a:pt x="2227" y="1754"/>
                                          <a:pt x="2231" y="1757"/>
                                          <a:pt x="2231" y="1762"/>
                                        </a:cubicBezTo>
                                        <a:cubicBezTo>
                                          <a:pt x="2231" y="1766"/>
                                          <a:pt x="2227" y="1770"/>
                                          <a:pt x="2223" y="1770"/>
                                        </a:cubicBezTo>
                                        <a:lnTo>
                                          <a:pt x="2111" y="1770"/>
                                        </a:lnTo>
                                        <a:cubicBezTo>
                                          <a:pt x="2106" y="1770"/>
                                          <a:pt x="2103" y="1766"/>
                                          <a:pt x="2103" y="1762"/>
                                        </a:cubicBezTo>
                                        <a:cubicBezTo>
                                          <a:pt x="2103" y="1757"/>
                                          <a:pt x="2106" y="1754"/>
                                          <a:pt x="2111" y="1754"/>
                                        </a:cubicBezTo>
                                        <a:close/>
                                        <a:moveTo>
                                          <a:pt x="2303" y="1754"/>
                                        </a:moveTo>
                                        <a:lnTo>
                                          <a:pt x="2415" y="1754"/>
                                        </a:lnTo>
                                        <a:cubicBezTo>
                                          <a:pt x="2419" y="1754"/>
                                          <a:pt x="2423" y="1757"/>
                                          <a:pt x="2423" y="1762"/>
                                        </a:cubicBezTo>
                                        <a:cubicBezTo>
                                          <a:pt x="2423" y="1766"/>
                                          <a:pt x="2419" y="1770"/>
                                          <a:pt x="2415" y="1770"/>
                                        </a:cubicBezTo>
                                        <a:lnTo>
                                          <a:pt x="2303" y="1770"/>
                                        </a:lnTo>
                                        <a:cubicBezTo>
                                          <a:pt x="2298" y="1770"/>
                                          <a:pt x="2295" y="1766"/>
                                          <a:pt x="2295" y="1762"/>
                                        </a:cubicBezTo>
                                        <a:cubicBezTo>
                                          <a:pt x="2295" y="1757"/>
                                          <a:pt x="2298" y="1754"/>
                                          <a:pt x="2303" y="1754"/>
                                        </a:cubicBezTo>
                                        <a:close/>
                                        <a:moveTo>
                                          <a:pt x="2495" y="1754"/>
                                        </a:moveTo>
                                        <a:lnTo>
                                          <a:pt x="2607" y="1754"/>
                                        </a:lnTo>
                                        <a:cubicBezTo>
                                          <a:pt x="2611" y="1754"/>
                                          <a:pt x="2615" y="1757"/>
                                          <a:pt x="2615" y="1762"/>
                                        </a:cubicBezTo>
                                        <a:cubicBezTo>
                                          <a:pt x="2615" y="1766"/>
                                          <a:pt x="2611" y="1770"/>
                                          <a:pt x="2607" y="1770"/>
                                        </a:cubicBezTo>
                                        <a:lnTo>
                                          <a:pt x="2495" y="1770"/>
                                        </a:lnTo>
                                        <a:cubicBezTo>
                                          <a:pt x="2490" y="1770"/>
                                          <a:pt x="2487" y="1766"/>
                                          <a:pt x="2487" y="1762"/>
                                        </a:cubicBezTo>
                                        <a:cubicBezTo>
                                          <a:pt x="2487" y="1757"/>
                                          <a:pt x="2490" y="1754"/>
                                          <a:pt x="2495" y="1754"/>
                                        </a:cubicBezTo>
                                        <a:close/>
                                        <a:moveTo>
                                          <a:pt x="2687" y="1754"/>
                                        </a:moveTo>
                                        <a:lnTo>
                                          <a:pt x="2799" y="1754"/>
                                        </a:lnTo>
                                        <a:cubicBezTo>
                                          <a:pt x="2803" y="1754"/>
                                          <a:pt x="2807" y="1757"/>
                                          <a:pt x="2807" y="1762"/>
                                        </a:cubicBezTo>
                                        <a:cubicBezTo>
                                          <a:pt x="2807" y="1766"/>
                                          <a:pt x="2803" y="1770"/>
                                          <a:pt x="2799" y="1770"/>
                                        </a:cubicBezTo>
                                        <a:lnTo>
                                          <a:pt x="2687" y="1770"/>
                                        </a:lnTo>
                                        <a:cubicBezTo>
                                          <a:pt x="2682" y="1770"/>
                                          <a:pt x="2679" y="1766"/>
                                          <a:pt x="2679" y="1762"/>
                                        </a:cubicBezTo>
                                        <a:cubicBezTo>
                                          <a:pt x="2679" y="1757"/>
                                          <a:pt x="2682" y="1754"/>
                                          <a:pt x="2687" y="1754"/>
                                        </a:cubicBezTo>
                                        <a:close/>
                                        <a:moveTo>
                                          <a:pt x="2879" y="1754"/>
                                        </a:moveTo>
                                        <a:lnTo>
                                          <a:pt x="2991" y="1754"/>
                                        </a:lnTo>
                                        <a:cubicBezTo>
                                          <a:pt x="2995" y="1754"/>
                                          <a:pt x="2999" y="1757"/>
                                          <a:pt x="2999" y="1762"/>
                                        </a:cubicBezTo>
                                        <a:cubicBezTo>
                                          <a:pt x="2999" y="1766"/>
                                          <a:pt x="2995" y="1770"/>
                                          <a:pt x="2991" y="1770"/>
                                        </a:cubicBezTo>
                                        <a:lnTo>
                                          <a:pt x="2879" y="1770"/>
                                        </a:lnTo>
                                        <a:cubicBezTo>
                                          <a:pt x="2874" y="1770"/>
                                          <a:pt x="2871" y="1766"/>
                                          <a:pt x="2871" y="1762"/>
                                        </a:cubicBezTo>
                                        <a:cubicBezTo>
                                          <a:pt x="2871" y="1757"/>
                                          <a:pt x="2874" y="1754"/>
                                          <a:pt x="2879" y="1754"/>
                                        </a:cubicBezTo>
                                        <a:close/>
                                        <a:moveTo>
                                          <a:pt x="3071" y="1754"/>
                                        </a:moveTo>
                                        <a:lnTo>
                                          <a:pt x="3183" y="1754"/>
                                        </a:lnTo>
                                        <a:cubicBezTo>
                                          <a:pt x="3187" y="1754"/>
                                          <a:pt x="3191" y="1757"/>
                                          <a:pt x="3191" y="1762"/>
                                        </a:cubicBezTo>
                                        <a:cubicBezTo>
                                          <a:pt x="3191" y="1766"/>
                                          <a:pt x="3187" y="1770"/>
                                          <a:pt x="3183" y="1770"/>
                                        </a:cubicBezTo>
                                        <a:lnTo>
                                          <a:pt x="3071" y="1770"/>
                                        </a:lnTo>
                                        <a:cubicBezTo>
                                          <a:pt x="3066" y="1770"/>
                                          <a:pt x="3063" y="1766"/>
                                          <a:pt x="3063" y="1762"/>
                                        </a:cubicBezTo>
                                        <a:cubicBezTo>
                                          <a:pt x="3063" y="1757"/>
                                          <a:pt x="3066" y="1754"/>
                                          <a:pt x="3071" y="1754"/>
                                        </a:cubicBezTo>
                                        <a:close/>
                                        <a:moveTo>
                                          <a:pt x="3263" y="1754"/>
                                        </a:moveTo>
                                        <a:lnTo>
                                          <a:pt x="3375" y="1754"/>
                                        </a:lnTo>
                                        <a:cubicBezTo>
                                          <a:pt x="3379" y="1754"/>
                                          <a:pt x="3383" y="1757"/>
                                          <a:pt x="3383" y="1762"/>
                                        </a:cubicBezTo>
                                        <a:cubicBezTo>
                                          <a:pt x="3383" y="1766"/>
                                          <a:pt x="3379" y="1770"/>
                                          <a:pt x="3375" y="1770"/>
                                        </a:cubicBezTo>
                                        <a:lnTo>
                                          <a:pt x="3263" y="1770"/>
                                        </a:lnTo>
                                        <a:cubicBezTo>
                                          <a:pt x="3258" y="1770"/>
                                          <a:pt x="3255" y="1766"/>
                                          <a:pt x="3255" y="1762"/>
                                        </a:cubicBezTo>
                                        <a:cubicBezTo>
                                          <a:pt x="3255" y="1757"/>
                                          <a:pt x="3258" y="1754"/>
                                          <a:pt x="3263" y="1754"/>
                                        </a:cubicBezTo>
                                        <a:close/>
                                        <a:moveTo>
                                          <a:pt x="3455" y="1754"/>
                                        </a:moveTo>
                                        <a:lnTo>
                                          <a:pt x="3567" y="1754"/>
                                        </a:lnTo>
                                        <a:cubicBezTo>
                                          <a:pt x="3571" y="1754"/>
                                          <a:pt x="3575" y="1757"/>
                                          <a:pt x="3575" y="1762"/>
                                        </a:cubicBezTo>
                                        <a:cubicBezTo>
                                          <a:pt x="3575" y="1766"/>
                                          <a:pt x="3571" y="1770"/>
                                          <a:pt x="3567" y="1770"/>
                                        </a:cubicBezTo>
                                        <a:lnTo>
                                          <a:pt x="3455" y="1770"/>
                                        </a:lnTo>
                                        <a:cubicBezTo>
                                          <a:pt x="3450" y="1770"/>
                                          <a:pt x="3447" y="1766"/>
                                          <a:pt x="3447" y="1762"/>
                                        </a:cubicBezTo>
                                        <a:cubicBezTo>
                                          <a:pt x="3447" y="1757"/>
                                          <a:pt x="3450" y="1754"/>
                                          <a:pt x="3455" y="1754"/>
                                        </a:cubicBezTo>
                                        <a:close/>
                                        <a:moveTo>
                                          <a:pt x="3647" y="1754"/>
                                        </a:moveTo>
                                        <a:lnTo>
                                          <a:pt x="3759" y="1754"/>
                                        </a:lnTo>
                                        <a:cubicBezTo>
                                          <a:pt x="3763" y="1754"/>
                                          <a:pt x="3767" y="1757"/>
                                          <a:pt x="3767" y="1762"/>
                                        </a:cubicBezTo>
                                        <a:cubicBezTo>
                                          <a:pt x="3767" y="1766"/>
                                          <a:pt x="3763" y="1770"/>
                                          <a:pt x="3759" y="1770"/>
                                        </a:cubicBezTo>
                                        <a:lnTo>
                                          <a:pt x="3647" y="1770"/>
                                        </a:lnTo>
                                        <a:cubicBezTo>
                                          <a:pt x="3642" y="1770"/>
                                          <a:pt x="3639" y="1766"/>
                                          <a:pt x="3639" y="1762"/>
                                        </a:cubicBezTo>
                                        <a:cubicBezTo>
                                          <a:pt x="3639" y="1757"/>
                                          <a:pt x="3642" y="1754"/>
                                          <a:pt x="3647" y="1754"/>
                                        </a:cubicBezTo>
                                        <a:close/>
                                        <a:moveTo>
                                          <a:pt x="3839" y="1754"/>
                                        </a:moveTo>
                                        <a:lnTo>
                                          <a:pt x="3951" y="1754"/>
                                        </a:lnTo>
                                        <a:cubicBezTo>
                                          <a:pt x="3955" y="1754"/>
                                          <a:pt x="3959" y="1757"/>
                                          <a:pt x="3959" y="1762"/>
                                        </a:cubicBezTo>
                                        <a:cubicBezTo>
                                          <a:pt x="3959" y="1766"/>
                                          <a:pt x="3955" y="1770"/>
                                          <a:pt x="3951" y="1770"/>
                                        </a:cubicBezTo>
                                        <a:lnTo>
                                          <a:pt x="3839" y="1770"/>
                                        </a:lnTo>
                                        <a:cubicBezTo>
                                          <a:pt x="3834" y="1770"/>
                                          <a:pt x="3831" y="1766"/>
                                          <a:pt x="3831" y="1762"/>
                                        </a:cubicBezTo>
                                        <a:cubicBezTo>
                                          <a:pt x="3831" y="1757"/>
                                          <a:pt x="3834" y="1754"/>
                                          <a:pt x="3839" y="1754"/>
                                        </a:cubicBezTo>
                                        <a:close/>
                                        <a:moveTo>
                                          <a:pt x="4031" y="1754"/>
                                        </a:moveTo>
                                        <a:lnTo>
                                          <a:pt x="4143" y="1754"/>
                                        </a:lnTo>
                                        <a:cubicBezTo>
                                          <a:pt x="4147" y="1754"/>
                                          <a:pt x="4151" y="1757"/>
                                          <a:pt x="4151" y="1762"/>
                                        </a:cubicBezTo>
                                        <a:cubicBezTo>
                                          <a:pt x="4151" y="1766"/>
                                          <a:pt x="4147" y="1770"/>
                                          <a:pt x="4143" y="1770"/>
                                        </a:cubicBezTo>
                                        <a:lnTo>
                                          <a:pt x="4031" y="1770"/>
                                        </a:lnTo>
                                        <a:cubicBezTo>
                                          <a:pt x="4026" y="1770"/>
                                          <a:pt x="4023" y="1766"/>
                                          <a:pt x="4023" y="1762"/>
                                        </a:cubicBezTo>
                                        <a:cubicBezTo>
                                          <a:pt x="4023" y="1757"/>
                                          <a:pt x="4026" y="1754"/>
                                          <a:pt x="4031" y="1754"/>
                                        </a:cubicBezTo>
                                        <a:close/>
                                        <a:moveTo>
                                          <a:pt x="4223" y="1754"/>
                                        </a:moveTo>
                                        <a:lnTo>
                                          <a:pt x="4335" y="1754"/>
                                        </a:lnTo>
                                        <a:cubicBezTo>
                                          <a:pt x="4339" y="1754"/>
                                          <a:pt x="4343" y="1757"/>
                                          <a:pt x="4343" y="1762"/>
                                        </a:cubicBezTo>
                                        <a:cubicBezTo>
                                          <a:pt x="4343" y="1766"/>
                                          <a:pt x="4339" y="1770"/>
                                          <a:pt x="4335" y="1770"/>
                                        </a:cubicBezTo>
                                        <a:lnTo>
                                          <a:pt x="4223" y="1770"/>
                                        </a:lnTo>
                                        <a:cubicBezTo>
                                          <a:pt x="4218" y="1770"/>
                                          <a:pt x="4215" y="1766"/>
                                          <a:pt x="4215" y="1762"/>
                                        </a:cubicBezTo>
                                        <a:cubicBezTo>
                                          <a:pt x="4215" y="1757"/>
                                          <a:pt x="4218" y="1754"/>
                                          <a:pt x="4223" y="1754"/>
                                        </a:cubicBezTo>
                                        <a:close/>
                                        <a:moveTo>
                                          <a:pt x="4415" y="1754"/>
                                        </a:moveTo>
                                        <a:lnTo>
                                          <a:pt x="4527" y="1754"/>
                                        </a:lnTo>
                                        <a:cubicBezTo>
                                          <a:pt x="4531" y="1754"/>
                                          <a:pt x="4535" y="1757"/>
                                          <a:pt x="4535" y="1762"/>
                                        </a:cubicBezTo>
                                        <a:cubicBezTo>
                                          <a:pt x="4535" y="1766"/>
                                          <a:pt x="4531" y="1770"/>
                                          <a:pt x="4527" y="1770"/>
                                        </a:cubicBezTo>
                                        <a:lnTo>
                                          <a:pt x="4415" y="1770"/>
                                        </a:lnTo>
                                        <a:cubicBezTo>
                                          <a:pt x="4410" y="1770"/>
                                          <a:pt x="4407" y="1766"/>
                                          <a:pt x="4407" y="1762"/>
                                        </a:cubicBezTo>
                                        <a:cubicBezTo>
                                          <a:pt x="4407" y="1757"/>
                                          <a:pt x="4410" y="1754"/>
                                          <a:pt x="4415" y="1754"/>
                                        </a:cubicBezTo>
                                        <a:close/>
                                        <a:moveTo>
                                          <a:pt x="4607" y="1754"/>
                                        </a:moveTo>
                                        <a:lnTo>
                                          <a:pt x="4719" y="1754"/>
                                        </a:lnTo>
                                        <a:cubicBezTo>
                                          <a:pt x="4723" y="1754"/>
                                          <a:pt x="4727" y="1757"/>
                                          <a:pt x="4727" y="1762"/>
                                        </a:cubicBezTo>
                                        <a:cubicBezTo>
                                          <a:pt x="4727" y="1766"/>
                                          <a:pt x="4723" y="1770"/>
                                          <a:pt x="4719" y="1770"/>
                                        </a:cubicBezTo>
                                        <a:lnTo>
                                          <a:pt x="4607" y="1770"/>
                                        </a:lnTo>
                                        <a:cubicBezTo>
                                          <a:pt x="4602" y="1770"/>
                                          <a:pt x="4599" y="1766"/>
                                          <a:pt x="4599" y="1762"/>
                                        </a:cubicBezTo>
                                        <a:cubicBezTo>
                                          <a:pt x="4599" y="1757"/>
                                          <a:pt x="4602" y="1754"/>
                                          <a:pt x="4607" y="1754"/>
                                        </a:cubicBezTo>
                                        <a:close/>
                                        <a:moveTo>
                                          <a:pt x="4799" y="1754"/>
                                        </a:moveTo>
                                        <a:lnTo>
                                          <a:pt x="4911" y="1754"/>
                                        </a:lnTo>
                                        <a:cubicBezTo>
                                          <a:pt x="4915" y="1754"/>
                                          <a:pt x="4919" y="1757"/>
                                          <a:pt x="4919" y="1762"/>
                                        </a:cubicBezTo>
                                        <a:cubicBezTo>
                                          <a:pt x="4919" y="1766"/>
                                          <a:pt x="4915" y="1770"/>
                                          <a:pt x="4911" y="1770"/>
                                        </a:cubicBezTo>
                                        <a:lnTo>
                                          <a:pt x="4799" y="1770"/>
                                        </a:lnTo>
                                        <a:cubicBezTo>
                                          <a:pt x="4794" y="1770"/>
                                          <a:pt x="4791" y="1766"/>
                                          <a:pt x="4791" y="1762"/>
                                        </a:cubicBezTo>
                                        <a:cubicBezTo>
                                          <a:pt x="4791" y="1757"/>
                                          <a:pt x="4794" y="1754"/>
                                          <a:pt x="4799" y="1754"/>
                                        </a:cubicBezTo>
                                        <a:close/>
                                        <a:moveTo>
                                          <a:pt x="4991" y="1754"/>
                                        </a:moveTo>
                                        <a:lnTo>
                                          <a:pt x="5103" y="1754"/>
                                        </a:lnTo>
                                        <a:cubicBezTo>
                                          <a:pt x="5107" y="1754"/>
                                          <a:pt x="5111" y="1757"/>
                                          <a:pt x="5111" y="1762"/>
                                        </a:cubicBezTo>
                                        <a:cubicBezTo>
                                          <a:pt x="5111" y="1766"/>
                                          <a:pt x="5107" y="1770"/>
                                          <a:pt x="5103" y="1770"/>
                                        </a:cubicBezTo>
                                        <a:lnTo>
                                          <a:pt x="4991" y="1770"/>
                                        </a:lnTo>
                                        <a:cubicBezTo>
                                          <a:pt x="4986" y="1770"/>
                                          <a:pt x="4983" y="1766"/>
                                          <a:pt x="4983" y="1762"/>
                                        </a:cubicBezTo>
                                        <a:cubicBezTo>
                                          <a:pt x="4983" y="1757"/>
                                          <a:pt x="4986" y="1754"/>
                                          <a:pt x="4991" y="1754"/>
                                        </a:cubicBezTo>
                                        <a:close/>
                                        <a:moveTo>
                                          <a:pt x="5183" y="1754"/>
                                        </a:moveTo>
                                        <a:lnTo>
                                          <a:pt x="5295" y="1754"/>
                                        </a:lnTo>
                                        <a:cubicBezTo>
                                          <a:pt x="5299" y="1754"/>
                                          <a:pt x="5303" y="1757"/>
                                          <a:pt x="5303" y="1762"/>
                                        </a:cubicBezTo>
                                        <a:cubicBezTo>
                                          <a:pt x="5303" y="1766"/>
                                          <a:pt x="5299" y="1770"/>
                                          <a:pt x="5295" y="1770"/>
                                        </a:cubicBezTo>
                                        <a:lnTo>
                                          <a:pt x="5183" y="1770"/>
                                        </a:lnTo>
                                        <a:cubicBezTo>
                                          <a:pt x="5178" y="1770"/>
                                          <a:pt x="5175" y="1766"/>
                                          <a:pt x="5175" y="1762"/>
                                        </a:cubicBezTo>
                                        <a:cubicBezTo>
                                          <a:pt x="5175" y="1757"/>
                                          <a:pt x="5178" y="1754"/>
                                          <a:pt x="5183" y="1754"/>
                                        </a:cubicBezTo>
                                        <a:close/>
                                        <a:moveTo>
                                          <a:pt x="5375" y="1754"/>
                                        </a:moveTo>
                                        <a:lnTo>
                                          <a:pt x="5487" y="1754"/>
                                        </a:lnTo>
                                        <a:cubicBezTo>
                                          <a:pt x="5491" y="1754"/>
                                          <a:pt x="5495" y="1757"/>
                                          <a:pt x="5495" y="1762"/>
                                        </a:cubicBezTo>
                                        <a:cubicBezTo>
                                          <a:pt x="5495" y="1766"/>
                                          <a:pt x="5491" y="1770"/>
                                          <a:pt x="5487" y="1770"/>
                                        </a:cubicBezTo>
                                        <a:lnTo>
                                          <a:pt x="5375" y="1770"/>
                                        </a:lnTo>
                                        <a:cubicBezTo>
                                          <a:pt x="5370" y="1770"/>
                                          <a:pt x="5367" y="1766"/>
                                          <a:pt x="5367" y="1762"/>
                                        </a:cubicBezTo>
                                        <a:cubicBezTo>
                                          <a:pt x="5367" y="1757"/>
                                          <a:pt x="5370" y="1754"/>
                                          <a:pt x="5375" y="1754"/>
                                        </a:cubicBezTo>
                                        <a:close/>
                                        <a:moveTo>
                                          <a:pt x="5567" y="1754"/>
                                        </a:moveTo>
                                        <a:lnTo>
                                          <a:pt x="5679" y="1754"/>
                                        </a:lnTo>
                                        <a:cubicBezTo>
                                          <a:pt x="5683" y="1754"/>
                                          <a:pt x="5687" y="1757"/>
                                          <a:pt x="5687" y="1762"/>
                                        </a:cubicBezTo>
                                        <a:cubicBezTo>
                                          <a:pt x="5687" y="1766"/>
                                          <a:pt x="5683" y="1770"/>
                                          <a:pt x="5679" y="1770"/>
                                        </a:cubicBezTo>
                                        <a:lnTo>
                                          <a:pt x="5567" y="1770"/>
                                        </a:lnTo>
                                        <a:cubicBezTo>
                                          <a:pt x="5562" y="1770"/>
                                          <a:pt x="5559" y="1766"/>
                                          <a:pt x="5559" y="1762"/>
                                        </a:cubicBezTo>
                                        <a:cubicBezTo>
                                          <a:pt x="5559" y="1757"/>
                                          <a:pt x="5562" y="1754"/>
                                          <a:pt x="5567" y="1754"/>
                                        </a:cubicBezTo>
                                        <a:close/>
                                        <a:moveTo>
                                          <a:pt x="5759" y="1754"/>
                                        </a:moveTo>
                                        <a:lnTo>
                                          <a:pt x="5871" y="1754"/>
                                        </a:lnTo>
                                        <a:cubicBezTo>
                                          <a:pt x="5875" y="1754"/>
                                          <a:pt x="5879" y="1757"/>
                                          <a:pt x="5879" y="1762"/>
                                        </a:cubicBezTo>
                                        <a:cubicBezTo>
                                          <a:pt x="5879" y="1766"/>
                                          <a:pt x="5875" y="1770"/>
                                          <a:pt x="5871" y="1770"/>
                                        </a:cubicBezTo>
                                        <a:lnTo>
                                          <a:pt x="5759" y="1770"/>
                                        </a:lnTo>
                                        <a:cubicBezTo>
                                          <a:pt x="5754" y="1770"/>
                                          <a:pt x="5751" y="1766"/>
                                          <a:pt x="5751" y="1762"/>
                                        </a:cubicBezTo>
                                        <a:cubicBezTo>
                                          <a:pt x="5751" y="1757"/>
                                          <a:pt x="5754" y="1754"/>
                                          <a:pt x="5759" y="1754"/>
                                        </a:cubicBezTo>
                                        <a:close/>
                                        <a:moveTo>
                                          <a:pt x="5951" y="1754"/>
                                        </a:moveTo>
                                        <a:lnTo>
                                          <a:pt x="6063" y="1754"/>
                                        </a:lnTo>
                                        <a:cubicBezTo>
                                          <a:pt x="6067" y="1754"/>
                                          <a:pt x="6071" y="1757"/>
                                          <a:pt x="6071" y="1762"/>
                                        </a:cubicBezTo>
                                        <a:cubicBezTo>
                                          <a:pt x="6071" y="1766"/>
                                          <a:pt x="6067" y="1770"/>
                                          <a:pt x="6063" y="1770"/>
                                        </a:cubicBezTo>
                                        <a:lnTo>
                                          <a:pt x="5951" y="1770"/>
                                        </a:lnTo>
                                        <a:cubicBezTo>
                                          <a:pt x="5946" y="1770"/>
                                          <a:pt x="5943" y="1766"/>
                                          <a:pt x="5943" y="1762"/>
                                        </a:cubicBezTo>
                                        <a:cubicBezTo>
                                          <a:pt x="5943" y="1757"/>
                                          <a:pt x="5946" y="1754"/>
                                          <a:pt x="5951" y="1754"/>
                                        </a:cubicBezTo>
                                        <a:close/>
                                        <a:moveTo>
                                          <a:pt x="6143" y="1754"/>
                                        </a:moveTo>
                                        <a:lnTo>
                                          <a:pt x="6255" y="1754"/>
                                        </a:lnTo>
                                        <a:cubicBezTo>
                                          <a:pt x="6259" y="1754"/>
                                          <a:pt x="6263" y="1757"/>
                                          <a:pt x="6263" y="1762"/>
                                        </a:cubicBezTo>
                                        <a:cubicBezTo>
                                          <a:pt x="6263" y="1766"/>
                                          <a:pt x="6259" y="1770"/>
                                          <a:pt x="6255" y="1770"/>
                                        </a:cubicBezTo>
                                        <a:lnTo>
                                          <a:pt x="6143" y="1770"/>
                                        </a:lnTo>
                                        <a:cubicBezTo>
                                          <a:pt x="6138" y="1770"/>
                                          <a:pt x="6135" y="1766"/>
                                          <a:pt x="6135" y="1762"/>
                                        </a:cubicBezTo>
                                        <a:cubicBezTo>
                                          <a:pt x="6135" y="1757"/>
                                          <a:pt x="6138" y="1754"/>
                                          <a:pt x="6143" y="1754"/>
                                        </a:cubicBezTo>
                                        <a:close/>
                                        <a:moveTo>
                                          <a:pt x="6335" y="1754"/>
                                        </a:moveTo>
                                        <a:lnTo>
                                          <a:pt x="6447" y="1754"/>
                                        </a:lnTo>
                                        <a:cubicBezTo>
                                          <a:pt x="6451" y="1754"/>
                                          <a:pt x="6455" y="1757"/>
                                          <a:pt x="6455" y="1762"/>
                                        </a:cubicBezTo>
                                        <a:cubicBezTo>
                                          <a:pt x="6455" y="1766"/>
                                          <a:pt x="6451" y="1770"/>
                                          <a:pt x="6447" y="1770"/>
                                        </a:cubicBezTo>
                                        <a:lnTo>
                                          <a:pt x="6335" y="1770"/>
                                        </a:lnTo>
                                        <a:cubicBezTo>
                                          <a:pt x="6330" y="1770"/>
                                          <a:pt x="6327" y="1766"/>
                                          <a:pt x="6327" y="1762"/>
                                        </a:cubicBezTo>
                                        <a:cubicBezTo>
                                          <a:pt x="6327" y="1757"/>
                                          <a:pt x="6330" y="1754"/>
                                          <a:pt x="6335" y="1754"/>
                                        </a:cubicBezTo>
                                        <a:close/>
                                        <a:moveTo>
                                          <a:pt x="6527" y="1754"/>
                                        </a:moveTo>
                                        <a:lnTo>
                                          <a:pt x="6639" y="1754"/>
                                        </a:lnTo>
                                        <a:cubicBezTo>
                                          <a:pt x="6643" y="1754"/>
                                          <a:pt x="6647" y="1757"/>
                                          <a:pt x="6647" y="1762"/>
                                        </a:cubicBezTo>
                                        <a:cubicBezTo>
                                          <a:pt x="6647" y="1766"/>
                                          <a:pt x="6643" y="1770"/>
                                          <a:pt x="6639" y="1770"/>
                                        </a:cubicBezTo>
                                        <a:lnTo>
                                          <a:pt x="6527" y="1770"/>
                                        </a:lnTo>
                                        <a:cubicBezTo>
                                          <a:pt x="6522" y="1770"/>
                                          <a:pt x="6519" y="1766"/>
                                          <a:pt x="6519" y="1762"/>
                                        </a:cubicBezTo>
                                        <a:cubicBezTo>
                                          <a:pt x="6519" y="1757"/>
                                          <a:pt x="6522" y="1754"/>
                                          <a:pt x="6527" y="1754"/>
                                        </a:cubicBezTo>
                                        <a:close/>
                                        <a:moveTo>
                                          <a:pt x="6719" y="1754"/>
                                        </a:moveTo>
                                        <a:lnTo>
                                          <a:pt x="6831" y="1754"/>
                                        </a:lnTo>
                                        <a:cubicBezTo>
                                          <a:pt x="6835" y="1754"/>
                                          <a:pt x="6839" y="1757"/>
                                          <a:pt x="6839" y="1762"/>
                                        </a:cubicBezTo>
                                        <a:cubicBezTo>
                                          <a:pt x="6839" y="1766"/>
                                          <a:pt x="6835" y="1770"/>
                                          <a:pt x="6831" y="1770"/>
                                        </a:cubicBezTo>
                                        <a:lnTo>
                                          <a:pt x="6719" y="1770"/>
                                        </a:lnTo>
                                        <a:cubicBezTo>
                                          <a:pt x="6714" y="1770"/>
                                          <a:pt x="6711" y="1766"/>
                                          <a:pt x="6711" y="1762"/>
                                        </a:cubicBezTo>
                                        <a:cubicBezTo>
                                          <a:pt x="6711" y="1757"/>
                                          <a:pt x="6714" y="1754"/>
                                          <a:pt x="6719" y="1754"/>
                                        </a:cubicBezTo>
                                        <a:close/>
                                        <a:moveTo>
                                          <a:pt x="6911" y="1754"/>
                                        </a:moveTo>
                                        <a:lnTo>
                                          <a:pt x="7023" y="1754"/>
                                        </a:lnTo>
                                        <a:cubicBezTo>
                                          <a:pt x="7027" y="1754"/>
                                          <a:pt x="7031" y="1757"/>
                                          <a:pt x="7031" y="1762"/>
                                        </a:cubicBezTo>
                                        <a:cubicBezTo>
                                          <a:pt x="7031" y="1766"/>
                                          <a:pt x="7027" y="1770"/>
                                          <a:pt x="7023" y="1770"/>
                                        </a:cubicBezTo>
                                        <a:lnTo>
                                          <a:pt x="6911" y="1770"/>
                                        </a:lnTo>
                                        <a:cubicBezTo>
                                          <a:pt x="6906" y="1770"/>
                                          <a:pt x="6903" y="1766"/>
                                          <a:pt x="6903" y="1762"/>
                                        </a:cubicBezTo>
                                        <a:cubicBezTo>
                                          <a:pt x="6903" y="1757"/>
                                          <a:pt x="6906" y="1754"/>
                                          <a:pt x="6911" y="1754"/>
                                        </a:cubicBezTo>
                                        <a:close/>
                                        <a:moveTo>
                                          <a:pt x="7103" y="1754"/>
                                        </a:moveTo>
                                        <a:lnTo>
                                          <a:pt x="7215" y="1754"/>
                                        </a:lnTo>
                                        <a:cubicBezTo>
                                          <a:pt x="7219" y="1754"/>
                                          <a:pt x="7223" y="1757"/>
                                          <a:pt x="7223" y="1762"/>
                                        </a:cubicBezTo>
                                        <a:cubicBezTo>
                                          <a:pt x="7223" y="1766"/>
                                          <a:pt x="7219" y="1770"/>
                                          <a:pt x="7215" y="1770"/>
                                        </a:cubicBezTo>
                                        <a:lnTo>
                                          <a:pt x="7103" y="1770"/>
                                        </a:lnTo>
                                        <a:cubicBezTo>
                                          <a:pt x="7098" y="1770"/>
                                          <a:pt x="7095" y="1766"/>
                                          <a:pt x="7095" y="1762"/>
                                        </a:cubicBezTo>
                                        <a:cubicBezTo>
                                          <a:pt x="7095" y="1757"/>
                                          <a:pt x="7098" y="1754"/>
                                          <a:pt x="7103" y="1754"/>
                                        </a:cubicBezTo>
                                        <a:close/>
                                        <a:moveTo>
                                          <a:pt x="7295" y="1754"/>
                                        </a:moveTo>
                                        <a:lnTo>
                                          <a:pt x="7407" y="1754"/>
                                        </a:lnTo>
                                        <a:cubicBezTo>
                                          <a:pt x="7411" y="1754"/>
                                          <a:pt x="7415" y="1757"/>
                                          <a:pt x="7415" y="1762"/>
                                        </a:cubicBezTo>
                                        <a:cubicBezTo>
                                          <a:pt x="7415" y="1766"/>
                                          <a:pt x="7411" y="1770"/>
                                          <a:pt x="7407" y="1770"/>
                                        </a:cubicBezTo>
                                        <a:lnTo>
                                          <a:pt x="7295" y="1770"/>
                                        </a:lnTo>
                                        <a:cubicBezTo>
                                          <a:pt x="7290" y="1770"/>
                                          <a:pt x="7287" y="1766"/>
                                          <a:pt x="7287" y="1762"/>
                                        </a:cubicBezTo>
                                        <a:cubicBezTo>
                                          <a:pt x="7287" y="1757"/>
                                          <a:pt x="7290" y="1754"/>
                                          <a:pt x="7295" y="1754"/>
                                        </a:cubicBezTo>
                                        <a:close/>
                                        <a:moveTo>
                                          <a:pt x="7487" y="1754"/>
                                        </a:moveTo>
                                        <a:lnTo>
                                          <a:pt x="7599" y="1754"/>
                                        </a:lnTo>
                                        <a:cubicBezTo>
                                          <a:pt x="7603" y="1754"/>
                                          <a:pt x="7607" y="1757"/>
                                          <a:pt x="7607" y="1762"/>
                                        </a:cubicBezTo>
                                        <a:cubicBezTo>
                                          <a:pt x="7607" y="1766"/>
                                          <a:pt x="7603" y="1770"/>
                                          <a:pt x="7599" y="1770"/>
                                        </a:cubicBezTo>
                                        <a:lnTo>
                                          <a:pt x="7487" y="1770"/>
                                        </a:lnTo>
                                        <a:cubicBezTo>
                                          <a:pt x="7482" y="1770"/>
                                          <a:pt x="7479" y="1766"/>
                                          <a:pt x="7479" y="1762"/>
                                        </a:cubicBezTo>
                                        <a:cubicBezTo>
                                          <a:pt x="7479" y="1757"/>
                                          <a:pt x="7482" y="1754"/>
                                          <a:pt x="7487" y="1754"/>
                                        </a:cubicBezTo>
                                        <a:close/>
                                        <a:moveTo>
                                          <a:pt x="7679" y="1754"/>
                                        </a:moveTo>
                                        <a:lnTo>
                                          <a:pt x="7791" y="1754"/>
                                        </a:lnTo>
                                        <a:cubicBezTo>
                                          <a:pt x="7795" y="1754"/>
                                          <a:pt x="7799" y="1757"/>
                                          <a:pt x="7799" y="1762"/>
                                        </a:cubicBezTo>
                                        <a:cubicBezTo>
                                          <a:pt x="7799" y="1766"/>
                                          <a:pt x="7795" y="1770"/>
                                          <a:pt x="7791" y="1770"/>
                                        </a:cubicBezTo>
                                        <a:lnTo>
                                          <a:pt x="7679" y="1770"/>
                                        </a:lnTo>
                                        <a:cubicBezTo>
                                          <a:pt x="7674" y="1770"/>
                                          <a:pt x="7671" y="1766"/>
                                          <a:pt x="7671" y="1762"/>
                                        </a:cubicBezTo>
                                        <a:cubicBezTo>
                                          <a:pt x="7671" y="1757"/>
                                          <a:pt x="7674" y="1754"/>
                                          <a:pt x="7679" y="1754"/>
                                        </a:cubicBezTo>
                                        <a:close/>
                                        <a:moveTo>
                                          <a:pt x="7871" y="1754"/>
                                        </a:moveTo>
                                        <a:lnTo>
                                          <a:pt x="7983" y="1754"/>
                                        </a:lnTo>
                                        <a:cubicBezTo>
                                          <a:pt x="7987" y="1754"/>
                                          <a:pt x="7991" y="1757"/>
                                          <a:pt x="7991" y="1762"/>
                                        </a:cubicBezTo>
                                        <a:cubicBezTo>
                                          <a:pt x="7991" y="1766"/>
                                          <a:pt x="7987" y="1770"/>
                                          <a:pt x="7983" y="1770"/>
                                        </a:cubicBezTo>
                                        <a:lnTo>
                                          <a:pt x="7871" y="1770"/>
                                        </a:lnTo>
                                        <a:cubicBezTo>
                                          <a:pt x="7866" y="1770"/>
                                          <a:pt x="7863" y="1766"/>
                                          <a:pt x="7863" y="1762"/>
                                        </a:cubicBezTo>
                                        <a:cubicBezTo>
                                          <a:pt x="7863" y="1757"/>
                                          <a:pt x="7866" y="1754"/>
                                          <a:pt x="7871" y="1754"/>
                                        </a:cubicBezTo>
                                        <a:close/>
                                        <a:moveTo>
                                          <a:pt x="8063" y="1754"/>
                                        </a:moveTo>
                                        <a:lnTo>
                                          <a:pt x="8175" y="1754"/>
                                        </a:lnTo>
                                        <a:cubicBezTo>
                                          <a:pt x="8179" y="1754"/>
                                          <a:pt x="8183" y="1757"/>
                                          <a:pt x="8183" y="1762"/>
                                        </a:cubicBezTo>
                                        <a:cubicBezTo>
                                          <a:pt x="8183" y="1766"/>
                                          <a:pt x="8179" y="1770"/>
                                          <a:pt x="8175" y="1770"/>
                                        </a:cubicBezTo>
                                        <a:lnTo>
                                          <a:pt x="8063" y="1770"/>
                                        </a:lnTo>
                                        <a:cubicBezTo>
                                          <a:pt x="8058" y="1770"/>
                                          <a:pt x="8055" y="1766"/>
                                          <a:pt x="8055" y="1762"/>
                                        </a:cubicBezTo>
                                        <a:cubicBezTo>
                                          <a:pt x="8055" y="1757"/>
                                          <a:pt x="8058" y="1754"/>
                                          <a:pt x="8063" y="1754"/>
                                        </a:cubicBezTo>
                                        <a:close/>
                                        <a:moveTo>
                                          <a:pt x="8255" y="1754"/>
                                        </a:moveTo>
                                        <a:lnTo>
                                          <a:pt x="8367" y="1754"/>
                                        </a:lnTo>
                                        <a:cubicBezTo>
                                          <a:pt x="8371" y="1754"/>
                                          <a:pt x="8375" y="1757"/>
                                          <a:pt x="8375" y="1762"/>
                                        </a:cubicBezTo>
                                        <a:cubicBezTo>
                                          <a:pt x="8375" y="1766"/>
                                          <a:pt x="8371" y="1770"/>
                                          <a:pt x="8367" y="1770"/>
                                        </a:cubicBezTo>
                                        <a:lnTo>
                                          <a:pt x="8255" y="1770"/>
                                        </a:lnTo>
                                        <a:cubicBezTo>
                                          <a:pt x="8250" y="1770"/>
                                          <a:pt x="8247" y="1766"/>
                                          <a:pt x="8247" y="1762"/>
                                        </a:cubicBezTo>
                                        <a:cubicBezTo>
                                          <a:pt x="8247" y="1757"/>
                                          <a:pt x="8250" y="1754"/>
                                          <a:pt x="8255" y="1754"/>
                                        </a:cubicBezTo>
                                        <a:close/>
                                        <a:moveTo>
                                          <a:pt x="8447" y="1754"/>
                                        </a:moveTo>
                                        <a:lnTo>
                                          <a:pt x="8559" y="1754"/>
                                        </a:lnTo>
                                        <a:cubicBezTo>
                                          <a:pt x="8563" y="1754"/>
                                          <a:pt x="8567" y="1757"/>
                                          <a:pt x="8567" y="1762"/>
                                        </a:cubicBezTo>
                                        <a:cubicBezTo>
                                          <a:pt x="8567" y="1766"/>
                                          <a:pt x="8563" y="1770"/>
                                          <a:pt x="8559" y="1770"/>
                                        </a:cubicBezTo>
                                        <a:lnTo>
                                          <a:pt x="8447" y="1770"/>
                                        </a:lnTo>
                                        <a:cubicBezTo>
                                          <a:pt x="8442" y="1770"/>
                                          <a:pt x="8439" y="1766"/>
                                          <a:pt x="8439" y="1762"/>
                                        </a:cubicBezTo>
                                        <a:cubicBezTo>
                                          <a:pt x="8439" y="1757"/>
                                          <a:pt x="8442" y="1754"/>
                                          <a:pt x="8447" y="1754"/>
                                        </a:cubicBezTo>
                                        <a:close/>
                                        <a:moveTo>
                                          <a:pt x="8639" y="1754"/>
                                        </a:moveTo>
                                        <a:lnTo>
                                          <a:pt x="8751" y="1754"/>
                                        </a:lnTo>
                                        <a:cubicBezTo>
                                          <a:pt x="8755" y="1754"/>
                                          <a:pt x="8759" y="1757"/>
                                          <a:pt x="8759" y="1762"/>
                                        </a:cubicBezTo>
                                        <a:cubicBezTo>
                                          <a:pt x="8759" y="1766"/>
                                          <a:pt x="8755" y="1770"/>
                                          <a:pt x="8751" y="1770"/>
                                        </a:cubicBezTo>
                                        <a:lnTo>
                                          <a:pt x="8639" y="1770"/>
                                        </a:lnTo>
                                        <a:cubicBezTo>
                                          <a:pt x="8634" y="1770"/>
                                          <a:pt x="8631" y="1766"/>
                                          <a:pt x="8631" y="1762"/>
                                        </a:cubicBezTo>
                                        <a:cubicBezTo>
                                          <a:pt x="8631" y="1757"/>
                                          <a:pt x="8634" y="1754"/>
                                          <a:pt x="8639" y="1754"/>
                                        </a:cubicBezTo>
                                        <a:close/>
                                        <a:moveTo>
                                          <a:pt x="8831" y="1754"/>
                                        </a:moveTo>
                                        <a:lnTo>
                                          <a:pt x="8943" y="1754"/>
                                        </a:lnTo>
                                        <a:cubicBezTo>
                                          <a:pt x="8947" y="1754"/>
                                          <a:pt x="8951" y="1757"/>
                                          <a:pt x="8951" y="1762"/>
                                        </a:cubicBezTo>
                                        <a:cubicBezTo>
                                          <a:pt x="8951" y="1766"/>
                                          <a:pt x="8947" y="1770"/>
                                          <a:pt x="8943" y="1770"/>
                                        </a:cubicBezTo>
                                        <a:lnTo>
                                          <a:pt x="8831" y="1770"/>
                                        </a:lnTo>
                                        <a:cubicBezTo>
                                          <a:pt x="8826" y="1770"/>
                                          <a:pt x="8823" y="1766"/>
                                          <a:pt x="8823" y="1762"/>
                                        </a:cubicBezTo>
                                        <a:cubicBezTo>
                                          <a:pt x="8823" y="1757"/>
                                          <a:pt x="8826" y="1754"/>
                                          <a:pt x="8831" y="1754"/>
                                        </a:cubicBezTo>
                                        <a:close/>
                                        <a:moveTo>
                                          <a:pt x="9023" y="1754"/>
                                        </a:moveTo>
                                        <a:lnTo>
                                          <a:pt x="9135" y="1754"/>
                                        </a:lnTo>
                                        <a:cubicBezTo>
                                          <a:pt x="9139" y="1754"/>
                                          <a:pt x="9143" y="1757"/>
                                          <a:pt x="9143" y="1762"/>
                                        </a:cubicBezTo>
                                        <a:cubicBezTo>
                                          <a:pt x="9143" y="1766"/>
                                          <a:pt x="9139" y="1770"/>
                                          <a:pt x="9135" y="1770"/>
                                        </a:cubicBezTo>
                                        <a:lnTo>
                                          <a:pt x="9023" y="1770"/>
                                        </a:lnTo>
                                        <a:cubicBezTo>
                                          <a:pt x="9018" y="1770"/>
                                          <a:pt x="9015" y="1766"/>
                                          <a:pt x="9015" y="1762"/>
                                        </a:cubicBezTo>
                                        <a:cubicBezTo>
                                          <a:pt x="9015" y="1757"/>
                                          <a:pt x="9018" y="1754"/>
                                          <a:pt x="9023" y="1754"/>
                                        </a:cubicBezTo>
                                        <a:close/>
                                        <a:moveTo>
                                          <a:pt x="9215" y="1754"/>
                                        </a:moveTo>
                                        <a:lnTo>
                                          <a:pt x="9327" y="1754"/>
                                        </a:lnTo>
                                        <a:cubicBezTo>
                                          <a:pt x="9331" y="1754"/>
                                          <a:pt x="9335" y="1757"/>
                                          <a:pt x="9335" y="1762"/>
                                        </a:cubicBezTo>
                                        <a:cubicBezTo>
                                          <a:pt x="9335" y="1766"/>
                                          <a:pt x="9331" y="1770"/>
                                          <a:pt x="9327" y="1770"/>
                                        </a:cubicBezTo>
                                        <a:lnTo>
                                          <a:pt x="9215" y="1770"/>
                                        </a:lnTo>
                                        <a:cubicBezTo>
                                          <a:pt x="9210" y="1770"/>
                                          <a:pt x="9207" y="1766"/>
                                          <a:pt x="9207" y="1762"/>
                                        </a:cubicBezTo>
                                        <a:cubicBezTo>
                                          <a:pt x="9207" y="1757"/>
                                          <a:pt x="9210" y="1754"/>
                                          <a:pt x="9215" y="1754"/>
                                        </a:cubicBezTo>
                                        <a:close/>
                                        <a:moveTo>
                                          <a:pt x="9407" y="1754"/>
                                        </a:moveTo>
                                        <a:lnTo>
                                          <a:pt x="9519" y="1754"/>
                                        </a:lnTo>
                                        <a:cubicBezTo>
                                          <a:pt x="9523" y="1754"/>
                                          <a:pt x="9527" y="1757"/>
                                          <a:pt x="9527" y="1762"/>
                                        </a:cubicBezTo>
                                        <a:cubicBezTo>
                                          <a:pt x="9527" y="1766"/>
                                          <a:pt x="9523" y="1770"/>
                                          <a:pt x="9519" y="1770"/>
                                        </a:cubicBezTo>
                                        <a:lnTo>
                                          <a:pt x="9407" y="1770"/>
                                        </a:lnTo>
                                        <a:cubicBezTo>
                                          <a:pt x="9402" y="1770"/>
                                          <a:pt x="9399" y="1766"/>
                                          <a:pt x="9399" y="1762"/>
                                        </a:cubicBezTo>
                                        <a:cubicBezTo>
                                          <a:pt x="9399" y="1757"/>
                                          <a:pt x="9402" y="1754"/>
                                          <a:pt x="9407" y="1754"/>
                                        </a:cubicBezTo>
                                        <a:close/>
                                        <a:moveTo>
                                          <a:pt x="9599" y="1754"/>
                                        </a:moveTo>
                                        <a:lnTo>
                                          <a:pt x="9711" y="1754"/>
                                        </a:lnTo>
                                        <a:cubicBezTo>
                                          <a:pt x="9715" y="1754"/>
                                          <a:pt x="9719" y="1757"/>
                                          <a:pt x="9719" y="1762"/>
                                        </a:cubicBezTo>
                                        <a:cubicBezTo>
                                          <a:pt x="9719" y="1766"/>
                                          <a:pt x="9715" y="1770"/>
                                          <a:pt x="9711" y="1770"/>
                                        </a:cubicBezTo>
                                        <a:lnTo>
                                          <a:pt x="9599" y="1770"/>
                                        </a:lnTo>
                                        <a:cubicBezTo>
                                          <a:pt x="9594" y="1770"/>
                                          <a:pt x="9591" y="1766"/>
                                          <a:pt x="9591" y="1762"/>
                                        </a:cubicBezTo>
                                        <a:cubicBezTo>
                                          <a:pt x="9591" y="1757"/>
                                          <a:pt x="9594" y="1754"/>
                                          <a:pt x="9599" y="1754"/>
                                        </a:cubicBezTo>
                                        <a:close/>
                                        <a:moveTo>
                                          <a:pt x="9791" y="1754"/>
                                        </a:moveTo>
                                        <a:lnTo>
                                          <a:pt x="9903" y="1754"/>
                                        </a:lnTo>
                                        <a:cubicBezTo>
                                          <a:pt x="9907" y="1754"/>
                                          <a:pt x="9911" y="1757"/>
                                          <a:pt x="9911" y="1762"/>
                                        </a:cubicBezTo>
                                        <a:cubicBezTo>
                                          <a:pt x="9911" y="1766"/>
                                          <a:pt x="9907" y="1770"/>
                                          <a:pt x="9903" y="1770"/>
                                        </a:cubicBezTo>
                                        <a:lnTo>
                                          <a:pt x="9791" y="1770"/>
                                        </a:lnTo>
                                        <a:cubicBezTo>
                                          <a:pt x="9786" y="1770"/>
                                          <a:pt x="9783" y="1766"/>
                                          <a:pt x="9783" y="1762"/>
                                        </a:cubicBezTo>
                                        <a:cubicBezTo>
                                          <a:pt x="9783" y="1757"/>
                                          <a:pt x="9786" y="1754"/>
                                          <a:pt x="9791" y="1754"/>
                                        </a:cubicBezTo>
                                        <a:close/>
                                        <a:moveTo>
                                          <a:pt x="9983" y="1754"/>
                                        </a:moveTo>
                                        <a:lnTo>
                                          <a:pt x="10095" y="1754"/>
                                        </a:lnTo>
                                        <a:cubicBezTo>
                                          <a:pt x="10099" y="1754"/>
                                          <a:pt x="10103" y="1757"/>
                                          <a:pt x="10103" y="1762"/>
                                        </a:cubicBezTo>
                                        <a:cubicBezTo>
                                          <a:pt x="10103" y="1766"/>
                                          <a:pt x="10099" y="1770"/>
                                          <a:pt x="10095" y="1770"/>
                                        </a:cubicBezTo>
                                        <a:lnTo>
                                          <a:pt x="9983" y="1770"/>
                                        </a:lnTo>
                                        <a:cubicBezTo>
                                          <a:pt x="9978" y="1770"/>
                                          <a:pt x="9975" y="1766"/>
                                          <a:pt x="9975" y="1762"/>
                                        </a:cubicBezTo>
                                        <a:cubicBezTo>
                                          <a:pt x="9975" y="1757"/>
                                          <a:pt x="9978" y="1754"/>
                                          <a:pt x="9983" y="1754"/>
                                        </a:cubicBezTo>
                                        <a:close/>
                                        <a:moveTo>
                                          <a:pt x="10175" y="1754"/>
                                        </a:moveTo>
                                        <a:lnTo>
                                          <a:pt x="10287" y="1754"/>
                                        </a:lnTo>
                                        <a:cubicBezTo>
                                          <a:pt x="10291" y="1754"/>
                                          <a:pt x="10295" y="1757"/>
                                          <a:pt x="10295" y="1762"/>
                                        </a:cubicBezTo>
                                        <a:cubicBezTo>
                                          <a:pt x="10295" y="1766"/>
                                          <a:pt x="10291" y="1770"/>
                                          <a:pt x="10287" y="1770"/>
                                        </a:cubicBezTo>
                                        <a:lnTo>
                                          <a:pt x="10175" y="1770"/>
                                        </a:lnTo>
                                        <a:cubicBezTo>
                                          <a:pt x="10170" y="1770"/>
                                          <a:pt x="10167" y="1766"/>
                                          <a:pt x="10167" y="1762"/>
                                        </a:cubicBezTo>
                                        <a:cubicBezTo>
                                          <a:pt x="10167" y="1757"/>
                                          <a:pt x="10170" y="1754"/>
                                          <a:pt x="10175" y="1754"/>
                                        </a:cubicBezTo>
                                        <a:close/>
                                        <a:moveTo>
                                          <a:pt x="10367" y="1754"/>
                                        </a:moveTo>
                                        <a:lnTo>
                                          <a:pt x="10479" y="1754"/>
                                        </a:lnTo>
                                        <a:cubicBezTo>
                                          <a:pt x="10483" y="1754"/>
                                          <a:pt x="10487" y="1757"/>
                                          <a:pt x="10487" y="1762"/>
                                        </a:cubicBezTo>
                                        <a:cubicBezTo>
                                          <a:pt x="10487" y="1766"/>
                                          <a:pt x="10483" y="1770"/>
                                          <a:pt x="10479" y="1770"/>
                                        </a:cubicBezTo>
                                        <a:lnTo>
                                          <a:pt x="10367" y="1770"/>
                                        </a:lnTo>
                                        <a:cubicBezTo>
                                          <a:pt x="10362" y="1770"/>
                                          <a:pt x="10359" y="1766"/>
                                          <a:pt x="10359" y="1762"/>
                                        </a:cubicBezTo>
                                        <a:cubicBezTo>
                                          <a:pt x="10359" y="1757"/>
                                          <a:pt x="10362" y="1754"/>
                                          <a:pt x="10367" y="1754"/>
                                        </a:cubicBezTo>
                                        <a:close/>
                                        <a:moveTo>
                                          <a:pt x="10559" y="1754"/>
                                        </a:moveTo>
                                        <a:lnTo>
                                          <a:pt x="10591" y="1754"/>
                                        </a:lnTo>
                                        <a:lnTo>
                                          <a:pt x="10583" y="1762"/>
                                        </a:lnTo>
                                        <a:lnTo>
                                          <a:pt x="10583" y="1682"/>
                                        </a:lnTo>
                                        <a:cubicBezTo>
                                          <a:pt x="10583" y="1678"/>
                                          <a:pt x="10586" y="1674"/>
                                          <a:pt x="10591" y="1674"/>
                                        </a:cubicBezTo>
                                        <a:cubicBezTo>
                                          <a:pt x="10595" y="1674"/>
                                          <a:pt x="10599" y="1678"/>
                                          <a:pt x="10599" y="1682"/>
                                        </a:cubicBezTo>
                                        <a:lnTo>
                                          <a:pt x="10599" y="1762"/>
                                        </a:lnTo>
                                        <a:cubicBezTo>
                                          <a:pt x="10599" y="1766"/>
                                          <a:pt x="10595" y="1770"/>
                                          <a:pt x="10591" y="1770"/>
                                        </a:cubicBezTo>
                                        <a:lnTo>
                                          <a:pt x="10559" y="1770"/>
                                        </a:lnTo>
                                        <a:cubicBezTo>
                                          <a:pt x="10554" y="1770"/>
                                          <a:pt x="10551" y="1766"/>
                                          <a:pt x="10551" y="1762"/>
                                        </a:cubicBezTo>
                                        <a:cubicBezTo>
                                          <a:pt x="10551" y="1757"/>
                                          <a:pt x="10554" y="1754"/>
                                          <a:pt x="10559" y="1754"/>
                                        </a:cubicBezTo>
                                        <a:close/>
                                        <a:moveTo>
                                          <a:pt x="10583" y="1602"/>
                                        </a:moveTo>
                                        <a:lnTo>
                                          <a:pt x="10583" y="1490"/>
                                        </a:lnTo>
                                        <a:cubicBezTo>
                                          <a:pt x="10583" y="1486"/>
                                          <a:pt x="10586" y="1482"/>
                                          <a:pt x="10591" y="1482"/>
                                        </a:cubicBezTo>
                                        <a:cubicBezTo>
                                          <a:pt x="10595" y="1482"/>
                                          <a:pt x="10599" y="1486"/>
                                          <a:pt x="10599" y="1490"/>
                                        </a:cubicBezTo>
                                        <a:lnTo>
                                          <a:pt x="10599" y="1602"/>
                                        </a:lnTo>
                                        <a:cubicBezTo>
                                          <a:pt x="10599" y="1607"/>
                                          <a:pt x="10595" y="1610"/>
                                          <a:pt x="10591" y="1610"/>
                                        </a:cubicBezTo>
                                        <a:cubicBezTo>
                                          <a:pt x="10586" y="1610"/>
                                          <a:pt x="10583" y="1607"/>
                                          <a:pt x="10583" y="1602"/>
                                        </a:cubicBezTo>
                                        <a:close/>
                                        <a:moveTo>
                                          <a:pt x="10583" y="1410"/>
                                        </a:moveTo>
                                        <a:lnTo>
                                          <a:pt x="10583" y="1298"/>
                                        </a:lnTo>
                                        <a:cubicBezTo>
                                          <a:pt x="10583" y="1294"/>
                                          <a:pt x="10586" y="1290"/>
                                          <a:pt x="10591" y="1290"/>
                                        </a:cubicBezTo>
                                        <a:cubicBezTo>
                                          <a:pt x="10595" y="1290"/>
                                          <a:pt x="10599" y="1294"/>
                                          <a:pt x="10599" y="1298"/>
                                        </a:cubicBezTo>
                                        <a:lnTo>
                                          <a:pt x="10599" y="1410"/>
                                        </a:lnTo>
                                        <a:cubicBezTo>
                                          <a:pt x="10599" y="1415"/>
                                          <a:pt x="10595" y="1418"/>
                                          <a:pt x="10591" y="1418"/>
                                        </a:cubicBezTo>
                                        <a:cubicBezTo>
                                          <a:pt x="10586" y="1418"/>
                                          <a:pt x="10583" y="1415"/>
                                          <a:pt x="10583" y="1410"/>
                                        </a:cubicBezTo>
                                        <a:close/>
                                        <a:moveTo>
                                          <a:pt x="10583" y="1218"/>
                                        </a:moveTo>
                                        <a:lnTo>
                                          <a:pt x="10583" y="1106"/>
                                        </a:lnTo>
                                        <a:cubicBezTo>
                                          <a:pt x="10583" y="1102"/>
                                          <a:pt x="10586" y="1098"/>
                                          <a:pt x="10591" y="1098"/>
                                        </a:cubicBezTo>
                                        <a:cubicBezTo>
                                          <a:pt x="10595" y="1098"/>
                                          <a:pt x="10599" y="1102"/>
                                          <a:pt x="10599" y="1106"/>
                                        </a:cubicBezTo>
                                        <a:lnTo>
                                          <a:pt x="10599" y="1218"/>
                                        </a:lnTo>
                                        <a:cubicBezTo>
                                          <a:pt x="10599" y="1223"/>
                                          <a:pt x="10595" y="1226"/>
                                          <a:pt x="10591" y="1226"/>
                                        </a:cubicBezTo>
                                        <a:cubicBezTo>
                                          <a:pt x="10586" y="1226"/>
                                          <a:pt x="10583" y="1223"/>
                                          <a:pt x="10583" y="1218"/>
                                        </a:cubicBezTo>
                                        <a:close/>
                                        <a:moveTo>
                                          <a:pt x="10583" y="1026"/>
                                        </a:moveTo>
                                        <a:lnTo>
                                          <a:pt x="10583" y="914"/>
                                        </a:lnTo>
                                        <a:cubicBezTo>
                                          <a:pt x="10583" y="910"/>
                                          <a:pt x="10586" y="906"/>
                                          <a:pt x="10591" y="906"/>
                                        </a:cubicBezTo>
                                        <a:cubicBezTo>
                                          <a:pt x="10595" y="906"/>
                                          <a:pt x="10599" y="910"/>
                                          <a:pt x="10599" y="914"/>
                                        </a:cubicBezTo>
                                        <a:lnTo>
                                          <a:pt x="10599" y="1026"/>
                                        </a:lnTo>
                                        <a:cubicBezTo>
                                          <a:pt x="10599" y="1031"/>
                                          <a:pt x="10595" y="1034"/>
                                          <a:pt x="10591" y="1034"/>
                                        </a:cubicBezTo>
                                        <a:cubicBezTo>
                                          <a:pt x="10586" y="1034"/>
                                          <a:pt x="10583" y="1031"/>
                                          <a:pt x="10583" y="1026"/>
                                        </a:cubicBezTo>
                                        <a:close/>
                                        <a:moveTo>
                                          <a:pt x="10583" y="834"/>
                                        </a:moveTo>
                                        <a:lnTo>
                                          <a:pt x="10583" y="722"/>
                                        </a:lnTo>
                                        <a:cubicBezTo>
                                          <a:pt x="10583" y="718"/>
                                          <a:pt x="10586" y="714"/>
                                          <a:pt x="10591" y="714"/>
                                        </a:cubicBezTo>
                                        <a:cubicBezTo>
                                          <a:pt x="10595" y="714"/>
                                          <a:pt x="10599" y="718"/>
                                          <a:pt x="10599" y="722"/>
                                        </a:cubicBezTo>
                                        <a:lnTo>
                                          <a:pt x="10599" y="834"/>
                                        </a:lnTo>
                                        <a:cubicBezTo>
                                          <a:pt x="10599" y="839"/>
                                          <a:pt x="10595" y="842"/>
                                          <a:pt x="10591" y="842"/>
                                        </a:cubicBezTo>
                                        <a:cubicBezTo>
                                          <a:pt x="10586" y="842"/>
                                          <a:pt x="10583" y="839"/>
                                          <a:pt x="10583" y="834"/>
                                        </a:cubicBezTo>
                                        <a:close/>
                                        <a:moveTo>
                                          <a:pt x="10583" y="642"/>
                                        </a:moveTo>
                                        <a:lnTo>
                                          <a:pt x="10583" y="530"/>
                                        </a:lnTo>
                                        <a:cubicBezTo>
                                          <a:pt x="10583" y="526"/>
                                          <a:pt x="10586" y="522"/>
                                          <a:pt x="10591" y="522"/>
                                        </a:cubicBezTo>
                                        <a:cubicBezTo>
                                          <a:pt x="10595" y="522"/>
                                          <a:pt x="10599" y="526"/>
                                          <a:pt x="10599" y="530"/>
                                        </a:cubicBezTo>
                                        <a:lnTo>
                                          <a:pt x="10599" y="642"/>
                                        </a:lnTo>
                                        <a:cubicBezTo>
                                          <a:pt x="10599" y="647"/>
                                          <a:pt x="10595" y="650"/>
                                          <a:pt x="10591" y="650"/>
                                        </a:cubicBezTo>
                                        <a:cubicBezTo>
                                          <a:pt x="10586" y="650"/>
                                          <a:pt x="10583" y="647"/>
                                          <a:pt x="10583" y="642"/>
                                        </a:cubicBezTo>
                                        <a:close/>
                                        <a:moveTo>
                                          <a:pt x="10583" y="450"/>
                                        </a:moveTo>
                                        <a:lnTo>
                                          <a:pt x="10583" y="338"/>
                                        </a:lnTo>
                                        <a:cubicBezTo>
                                          <a:pt x="10583" y="334"/>
                                          <a:pt x="10586" y="330"/>
                                          <a:pt x="10591" y="330"/>
                                        </a:cubicBezTo>
                                        <a:cubicBezTo>
                                          <a:pt x="10595" y="330"/>
                                          <a:pt x="10599" y="334"/>
                                          <a:pt x="10599" y="338"/>
                                        </a:cubicBezTo>
                                        <a:lnTo>
                                          <a:pt x="10599" y="450"/>
                                        </a:lnTo>
                                        <a:cubicBezTo>
                                          <a:pt x="10599" y="455"/>
                                          <a:pt x="10595" y="458"/>
                                          <a:pt x="10591" y="458"/>
                                        </a:cubicBezTo>
                                        <a:cubicBezTo>
                                          <a:pt x="10586" y="458"/>
                                          <a:pt x="10583" y="455"/>
                                          <a:pt x="10583" y="450"/>
                                        </a:cubicBezTo>
                                        <a:close/>
                                        <a:moveTo>
                                          <a:pt x="10583" y="258"/>
                                        </a:moveTo>
                                        <a:lnTo>
                                          <a:pt x="10583" y="146"/>
                                        </a:lnTo>
                                        <a:cubicBezTo>
                                          <a:pt x="10583" y="142"/>
                                          <a:pt x="10586" y="138"/>
                                          <a:pt x="10591" y="138"/>
                                        </a:cubicBezTo>
                                        <a:cubicBezTo>
                                          <a:pt x="10595" y="138"/>
                                          <a:pt x="10599" y="142"/>
                                          <a:pt x="10599" y="146"/>
                                        </a:cubicBezTo>
                                        <a:lnTo>
                                          <a:pt x="10599" y="258"/>
                                        </a:lnTo>
                                        <a:cubicBezTo>
                                          <a:pt x="10599" y="263"/>
                                          <a:pt x="10595" y="266"/>
                                          <a:pt x="10591" y="266"/>
                                        </a:cubicBezTo>
                                        <a:cubicBezTo>
                                          <a:pt x="10586" y="266"/>
                                          <a:pt x="10583" y="263"/>
                                          <a:pt x="10583" y="258"/>
                                        </a:cubicBezTo>
                                        <a:close/>
                                        <a:moveTo>
                                          <a:pt x="10583" y="66"/>
                                        </a:moveTo>
                                        <a:lnTo>
                                          <a:pt x="10583" y="8"/>
                                        </a:lnTo>
                                        <a:lnTo>
                                          <a:pt x="10591" y="16"/>
                                        </a:lnTo>
                                        <a:lnTo>
                                          <a:pt x="10537" y="16"/>
                                        </a:lnTo>
                                        <a:cubicBezTo>
                                          <a:pt x="10533" y="16"/>
                                          <a:pt x="10529" y="13"/>
                                          <a:pt x="10529" y="8"/>
                                        </a:cubicBezTo>
                                        <a:cubicBezTo>
                                          <a:pt x="10529" y="4"/>
                                          <a:pt x="10533" y="0"/>
                                          <a:pt x="10537" y="0"/>
                                        </a:cubicBezTo>
                                        <a:lnTo>
                                          <a:pt x="10591" y="0"/>
                                        </a:lnTo>
                                        <a:cubicBezTo>
                                          <a:pt x="10595" y="0"/>
                                          <a:pt x="10599" y="4"/>
                                          <a:pt x="10599" y="8"/>
                                        </a:cubicBezTo>
                                        <a:lnTo>
                                          <a:pt x="10599" y="66"/>
                                        </a:lnTo>
                                        <a:cubicBezTo>
                                          <a:pt x="10599" y="71"/>
                                          <a:pt x="10595" y="74"/>
                                          <a:pt x="10591" y="74"/>
                                        </a:cubicBezTo>
                                        <a:cubicBezTo>
                                          <a:pt x="10586" y="74"/>
                                          <a:pt x="10583" y="71"/>
                                          <a:pt x="10583" y="66"/>
                                        </a:cubicBezTo>
                                        <a:close/>
                                        <a:moveTo>
                                          <a:pt x="10457" y="16"/>
                                        </a:moveTo>
                                        <a:lnTo>
                                          <a:pt x="10345" y="16"/>
                                        </a:lnTo>
                                        <a:cubicBezTo>
                                          <a:pt x="10341" y="16"/>
                                          <a:pt x="10337" y="13"/>
                                          <a:pt x="10337" y="8"/>
                                        </a:cubicBezTo>
                                        <a:cubicBezTo>
                                          <a:pt x="10337" y="4"/>
                                          <a:pt x="10341" y="0"/>
                                          <a:pt x="10345" y="0"/>
                                        </a:cubicBezTo>
                                        <a:lnTo>
                                          <a:pt x="10457" y="0"/>
                                        </a:lnTo>
                                        <a:cubicBezTo>
                                          <a:pt x="10461" y="0"/>
                                          <a:pt x="10465" y="4"/>
                                          <a:pt x="10465" y="8"/>
                                        </a:cubicBezTo>
                                        <a:cubicBezTo>
                                          <a:pt x="10465" y="13"/>
                                          <a:pt x="10461" y="16"/>
                                          <a:pt x="10457" y="16"/>
                                        </a:cubicBezTo>
                                        <a:close/>
                                        <a:moveTo>
                                          <a:pt x="10265" y="16"/>
                                        </a:moveTo>
                                        <a:lnTo>
                                          <a:pt x="10153" y="16"/>
                                        </a:lnTo>
                                        <a:cubicBezTo>
                                          <a:pt x="10149" y="16"/>
                                          <a:pt x="10145" y="13"/>
                                          <a:pt x="10145" y="8"/>
                                        </a:cubicBezTo>
                                        <a:cubicBezTo>
                                          <a:pt x="10145" y="4"/>
                                          <a:pt x="10149" y="0"/>
                                          <a:pt x="10153" y="0"/>
                                        </a:cubicBezTo>
                                        <a:lnTo>
                                          <a:pt x="10265" y="0"/>
                                        </a:lnTo>
                                        <a:cubicBezTo>
                                          <a:pt x="10269" y="0"/>
                                          <a:pt x="10273" y="4"/>
                                          <a:pt x="10273" y="8"/>
                                        </a:cubicBezTo>
                                        <a:cubicBezTo>
                                          <a:pt x="10273" y="13"/>
                                          <a:pt x="10269" y="16"/>
                                          <a:pt x="10265" y="16"/>
                                        </a:cubicBezTo>
                                        <a:close/>
                                        <a:moveTo>
                                          <a:pt x="10073" y="16"/>
                                        </a:moveTo>
                                        <a:lnTo>
                                          <a:pt x="9961" y="16"/>
                                        </a:lnTo>
                                        <a:cubicBezTo>
                                          <a:pt x="9957" y="16"/>
                                          <a:pt x="9953" y="13"/>
                                          <a:pt x="9953" y="8"/>
                                        </a:cubicBezTo>
                                        <a:cubicBezTo>
                                          <a:pt x="9953" y="4"/>
                                          <a:pt x="9957" y="0"/>
                                          <a:pt x="9961" y="0"/>
                                        </a:cubicBezTo>
                                        <a:lnTo>
                                          <a:pt x="10073" y="0"/>
                                        </a:lnTo>
                                        <a:cubicBezTo>
                                          <a:pt x="10077" y="0"/>
                                          <a:pt x="10081" y="4"/>
                                          <a:pt x="10081" y="8"/>
                                        </a:cubicBezTo>
                                        <a:cubicBezTo>
                                          <a:pt x="10081" y="13"/>
                                          <a:pt x="10077" y="16"/>
                                          <a:pt x="10073" y="16"/>
                                        </a:cubicBezTo>
                                        <a:close/>
                                        <a:moveTo>
                                          <a:pt x="9881" y="16"/>
                                        </a:moveTo>
                                        <a:lnTo>
                                          <a:pt x="9769" y="16"/>
                                        </a:lnTo>
                                        <a:cubicBezTo>
                                          <a:pt x="9765" y="16"/>
                                          <a:pt x="9761" y="13"/>
                                          <a:pt x="9761" y="8"/>
                                        </a:cubicBezTo>
                                        <a:cubicBezTo>
                                          <a:pt x="9761" y="4"/>
                                          <a:pt x="9765" y="0"/>
                                          <a:pt x="9769" y="0"/>
                                        </a:cubicBezTo>
                                        <a:lnTo>
                                          <a:pt x="9881" y="0"/>
                                        </a:lnTo>
                                        <a:cubicBezTo>
                                          <a:pt x="9885" y="0"/>
                                          <a:pt x="9889" y="4"/>
                                          <a:pt x="9889" y="8"/>
                                        </a:cubicBezTo>
                                        <a:cubicBezTo>
                                          <a:pt x="9889" y="13"/>
                                          <a:pt x="9885" y="16"/>
                                          <a:pt x="9881" y="16"/>
                                        </a:cubicBezTo>
                                        <a:close/>
                                        <a:moveTo>
                                          <a:pt x="9689" y="16"/>
                                        </a:moveTo>
                                        <a:lnTo>
                                          <a:pt x="9577" y="16"/>
                                        </a:lnTo>
                                        <a:cubicBezTo>
                                          <a:pt x="9573" y="16"/>
                                          <a:pt x="9569" y="13"/>
                                          <a:pt x="9569" y="8"/>
                                        </a:cubicBezTo>
                                        <a:cubicBezTo>
                                          <a:pt x="9569" y="4"/>
                                          <a:pt x="9573" y="0"/>
                                          <a:pt x="9577" y="0"/>
                                        </a:cubicBezTo>
                                        <a:lnTo>
                                          <a:pt x="9689" y="0"/>
                                        </a:lnTo>
                                        <a:cubicBezTo>
                                          <a:pt x="9693" y="0"/>
                                          <a:pt x="9697" y="4"/>
                                          <a:pt x="9697" y="8"/>
                                        </a:cubicBezTo>
                                        <a:cubicBezTo>
                                          <a:pt x="9697" y="13"/>
                                          <a:pt x="9693" y="16"/>
                                          <a:pt x="9689" y="16"/>
                                        </a:cubicBezTo>
                                        <a:close/>
                                        <a:moveTo>
                                          <a:pt x="9497" y="16"/>
                                        </a:moveTo>
                                        <a:lnTo>
                                          <a:pt x="9385" y="16"/>
                                        </a:lnTo>
                                        <a:cubicBezTo>
                                          <a:pt x="9381" y="16"/>
                                          <a:pt x="9377" y="13"/>
                                          <a:pt x="9377" y="8"/>
                                        </a:cubicBezTo>
                                        <a:cubicBezTo>
                                          <a:pt x="9377" y="4"/>
                                          <a:pt x="9381" y="0"/>
                                          <a:pt x="9385" y="0"/>
                                        </a:cubicBezTo>
                                        <a:lnTo>
                                          <a:pt x="9497" y="0"/>
                                        </a:lnTo>
                                        <a:cubicBezTo>
                                          <a:pt x="9501" y="0"/>
                                          <a:pt x="9505" y="4"/>
                                          <a:pt x="9505" y="8"/>
                                        </a:cubicBezTo>
                                        <a:cubicBezTo>
                                          <a:pt x="9505" y="13"/>
                                          <a:pt x="9501" y="16"/>
                                          <a:pt x="9497" y="16"/>
                                        </a:cubicBezTo>
                                        <a:close/>
                                        <a:moveTo>
                                          <a:pt x="9305" y="16"/>
                                        </a:moveTo>
                                        <a:lnTo>
                                          <a:pt x="9193" y="16"/>
                                        </a:lnTo>
                                        <a:cubicBezTo>
                                          <a:pt x="9189" y="16"/>
                                          <a:pt x="9185" y="13"/>
                                          <a:pt x="9185" y="8"/>
                                        </a:cubicBezTo>
                                        <a:cubicBezTo>
                                          <a:pt x="9185" y="4"/>
                                          <a:pt x="9189" y="0"/>
                                          <a:pt x="9193" y="0"/>
                                        </a:cubicBezTo>
                                        <a:lnTo>
                                          <a:pt x="9305" y="0"/>
                                        </a:lnTo>
                                        <a:cubicBezTo>
                                          <a:pt x="9309" y="0"/>
                                          <a:pt x="9313" y="4"/>
                                          <a:pt x="9313" y="8"/>
                                        </a:cubicBezTo>
                                        <a:cubicBezTo>
                                          <a:pt x="9313" y="13"/>
                                          <a:pt x="9309" y="16"/>
                                          <a:pt x="9305" y="16"/>
                                        </a:cubicBezTo>
                                        <a:close/>
                                        <a:moveTo>
                                          <a:pt x="9113" y="16"/>
                                        </a:moveTo>
                                        <a:lnTo>
                                          <a:pt x="9001" y="16"/>
                                        </a:lnTo>
                                        <a:cubicBezTo>
                                          <a:pt x="8997" y="16"/>
                                          <a:pt x="8993" y="13"/>
                                          <a:pt x="8993" y="8"/>
                                        </a:cubicBezTo>
                                        <a:cubicBezTo>
                                          <a:pt x="8993" y="4"/>
                                          <a:pt x="8997" y="0"/>
                                          <a:pt x="9001" y="0"/>
                                        </a:cubicBezTo>
                                        <a:lnTo>
                                          <a:pt x="9113" y="0"/>
                                        </a:lnTo>
                                        <a:cubicBezTo>
                                          <a:pt x="9117" y="0"/>
                                          <a:pt x="9121" y="4"/>
                                          <a:pt x="9121" y="8"/>
                                        </a:cubicBezTo>
                                        <a:cubicBezTo>
                                          <a:pt x="9121" y="13"/>
                                          <a:pt x="9117" y="16"/>
                                          <a:pt x="9113" y="16"/>
                                        </a:cubicBezTo>
                                        <a:close/>
                                        <a:moveTo>
                                          <a:pt x="8921" y="16"/>
                                        </a:moveTo>
                                        <a:lnTo>
                                          <a:pt x="8809" y="16"/>
                                        </a:lnTo>
                                        <a:cubicBezTo>
                                          <a:pt x="8805" y="16"/>
                                          <a:pt x="8801" y="13"/>
                                          <a:pt x="8801" y="8"/>
                                        </a:cubicBezTo>
                                        <a:cubicBezTo>
                                          <a:pt x="8801" y="4"/>
                                          <a:pt x="8805" y="0"/>
                                          <a:pt x="8809" y="0"/>
                                        </a:cubicBezTo>
                                        <a:lnTo>
                                          <a:pt x="8921" y="0"/>
                                        </a:lnTo>
                                        <a:cubicBezTo>
                                          <a:pt x="8925" y="0"/>
                                          <a:pt x="8929" y="4"/>
                                          <a:pt x="8929" y="8"/>
                                        </a:cubicBezTo>
                                        <a:cubicBezTo>
                                          <a:pt x="8929" y="13"/>
                                          <a:pt x="8925" y="16"/>
                                          <a:pt x="8921" y="16"/>
                                        </a:cubicBezTo>
                                        <a:close/>
                                        <a:moveTo>
                                          <a:pt x="8729" y="16"/>
                                        </a:moveTo>
                                        <a:lnTo>
                                          <a:pt x="8617" y="16"/>
                                        </a:lnTo>
                                        <a:cubicBezTo>
                                          <a:pt x="8613" y="16"/>
                                          <a:pt x="8609" y="13"/>
                                          <a:pt x="8609" y="8"/>
                                        </a:cubicBezTo>
                                        <a:cubicBezTo>
                                          <a:pt x="8609" y="4"/>
                                          <a:pt x="8613" y="0"/>
                                          <a:pt x="8617" y="0"/>
                                        </a:cubicBezTo>
                                        <a:lnTo>
                                          <a:pt x="8729" y="0"/>
                                        </a:lnTo>
                                        <a:cubicBezTo>
                                          <a:pt x="8733" y="0"/>
                                          <a:pt x="8737" y="4"/>
                                          <a:pt x="8737" y="8"/>
                                        </a:cubicBezTo>
                                        <a:cubicBezTo>
                                          <a:pt x="8737" y="13"/>
                                          <a:pt x="8733" y="16"/>
                                          <a:pt x="8729" y="16"/>
                                        </a:cubicBezTo>
                                        <a:close/>
                                        <a:moveTo>
                                          <a:pt x="8537" y="16"/>
                                        </a:moveTo>
                                        <a:lnTo>
                                          <a:pt x="8425" y="16"/>
                                        </a:lnTo>
                                        <a:cubicBezTo>
                                          <a:pt x="8421" y="16"/>
                                          <a:pt x="8417" y="13"/>
                                          <a:pt x="8417" y="8"/>
                                        </a:cubicBezTo>
                                        <a:cubicBezTo>
                                          <a:pt x="8417" y="4"/>
                                          <a:pt x="8421" y="0"/>
                                          <a:pt x="8425" y="0"/>
                                        </a:cubicBezTo>
                                        <a:lnTo>
                                          <a:pt x="8537" y="0"/>
                                        </a:lnTo>
                                        <a:cubicBezTo>
                                          <a:pt x="8541" y="0"/>
                                          <a:pt x="8545" y="4"/>
                                          <a:pt x="8545" y="8"/>
                                        </a:cubicBezTo>
                                        <a:cubicBezTo>
                                          <a:pt x="8545" y="13"/>
                                          <a:pt x="8541" y="16"/>
                                          <a:pt x="8537" y="16"/>
                                        </a:cubicBezTo>
                                        <a:close/>
                                        <a:moveTo>
                                          <a:pt x="8345" y="16"/>
                                        </a:moveTo>
                                        <a:lnTo>
                                          <a:pt x="8233" y="16"/>
                                        </a:lnTo>
                                        <a:cubicBezTo>
                                          <a:pt x="8229" y="16"/>
                                          <a:pt x="8225" y="13"/>
                                          <a:pt x="8225" y="8"/>
                                        </a:cubicBezTo>
                                        <a:cubicBezTo>
                                          <a:pt x="8225" y="4"/>
                                          <a:pt x="8229" y="0"/>
                                          <a:pt x="8233" y="0"/>
                                        </a:cubicBezTo>
                                        <a:lnTo>
                                          <a:pt x="8345" y="0"/>
                                        </a:lnTo>
                                        <a:cubicBezTo>
                                          <a:pt x="8349" y="0"/>
                                          <a:pt x="8353" y="4"/>
                                          <a:pt x="8353" y="8"/>
                                        </a:cubicBezTo>
                                        <a:cubicBezTo>
                                          <a:pt x="8353" y="13"/>
                                          <a:pt x="8349" y="16"/>
                                          <a:pt x="8345" y="16"/>
                                        </a:cubicBezTo>
                                        <a:close/>
                                        <a:moveTo>
                                          <a:pt x="8153" y="16"/>
                                        </a:moveTo>
                                        <a:lnTo>
                                          <a:pt x="8041" y="16"/>
                                        </a:lnTo>
                                        <a:cubicBezTo>
                                          <a:pt x="8037" y="16"/>
                                          <a:pt x="8033" y="13"/>
                                          <a:pt x="8033" y="8"/>
                                        </a:cubicBezTo>
                                        <a:cubicBezTo>
                                          <a:pt x="8033" y="4"/>
                                          <a:pt x="8037" y="0"/>
                                          <a:pt x="8041" y="0"/>
                                        </a:cubicBezTo>
                                        <a:lnTo>
                                          <a:pt x="8153" y="0"/>
                                        </a:lnTo>
                                        <a:cubicBezTo>
                                          <a:pt x="8157" y="0"/>
                                          <a:pt x="8161" y="4"/>
                                          <a:pt x="8161" y="8"/>
                                        </a:cubicBezTo>
                                        <a:cubicBezTo>
                                          <a:pt x="8161" y="13"/>
                                          <a:pt x="8157" y="16"/>
                                          <a:pt x="8153" y="16"/>
                                        </a:cubicBezTo>
                                        <a:close/>
                                        <a:moveTo>
                                          <a:pt x="7961" y="16"/>
                                        </a:moveTo>
                                        <a:lnTo>
                                          <a:pt x="7849" y="16"/>
                                        </a:lnTo>
                                        <a:cubicBezTo>
                                          <a:pt x="7845" y="16"/>
                                          <a:pt x="7841" y="13"/>
                                          <a:pt x="7841" y="8"/>
                                        </a:cubicBezTo>
                                        <a:cubicBezTo>
                                          <a:pt x="7841" y="4"/>
                                          <a:pt x="7845" y="0"/>
                                          <a:pt x="7849" y="0"/>
                                        </a:cubicBezTo>
                                        <a:lnTo>
                                          <a:pt x="7961" y="0"/>
                                        </a:lnTo>
                                        <a:cubicBezTo>
                                          <a:pt x="7965" y="0"/>
                                          <a:pt x="7969" y="4"/>
                                          <a:pt x="7969" y="8"/>
                                        </a:cubicBezTo>
                                        <a:cubicBezTo>
                                          <a:pt x="7969" y="13"/>
                                          <a:pt x="7965" y="16"/>
                                          <a:pt x="7961" y="16"/>
                                        </a:cubicBezTo>
                                        <a:close/>
                                        <a:moveTo>
                                          <a:pt x="7769" y="16"/>
                                        </a:moveTo>
                                        <a:lnTo>
                                          <a:pt x="7657" y="16"/>
                                        </a:lnTo>
                                        <a:cubicBezTo>
                                          <a:pt x="7653" y="16"/>
                                          <a:pt x="7649" y="13"/>
                                          <a:pt x="7649" y="8"/>
                                        </a:cubicBezTo>
                                        <a:cubicBezTo>
                                          <a:pt x="7649" y="4"/>
                                          <a:pt x="7653" y="0"/>
                                          <a:pt x="7657" y="0"/>
                                        </a:cubicBezTo>
                                        <a:lnTo>
                                          <a:pt x="7769" y="0"/>
                                        </a:lnTo>
                                        <a:cubicBezTo>
                                          <a:pt x="7773" y="0"/>
                                          <a:pt x="7777" y="4"/>
                                          <a:pt x="7777" y="8"/>
                                        </a:cubicBezTo>
                                        <a:cubicBezTo>
                                          <a:pt x="7777" y="13"/>
                                          <a:pt x="7773" y="16"/>
                                          <a:pt x="7769" y="16"/>
                                        </a:cubicBezTo>
                                        <a:close/>
                                        <a:moveTo>
                                          <a:pt x="7577" y="16"/>
                                        </a:moveTo>
                                        <a:lnTo>
                                          <a:pt x="7465" y="16"/>
                                        </a:lnTo>
                                        <a:cubicBezTo>
                                          <a:pt x="7461" y="16"/>
                                          <a:pt x="7457" y="13"/>
                                          <a:pt x="7457" y="8"/>
                                        </a:cubicBezTo>
                                        <a:cubicBezTo>
                                          <a:pt x="7457" y="4"/>
                                          <a:pt x="7461" y="0"/>
                                          <a:pt x="7465" y="0"/>
                                        </a:cubicBezTo>
                                        <a:lnTo>
                                          <a:pt x="7577" y="0"/>
                                        </a:lnTo>
                                        <a:cubicBezTo>
                                          <a:pt x="7581" y="0"/>
                                          <a:pt x="7585" y="4"/>
                                          <a:pt x="7585" y="8"/>
                                        </a:cubicBezTo>
                                        <a:cubicBezTo>
                                          <a:pt x="7585" y="13"/>
                                          <a:pt x="7581" y="16"/>
                                          <a:pt x="7577" y="16"/>
                                        </a:cubicBezTo>
                                        <a:close/>
                                        <a:moveTo>
                                          <a:pt x="7385" y="16"/>
                                        </a:moveTo>
                                        <a:lnTo>
                                          <a:pt x="7273" y="16"/>
                                        </a:lnTo>
                                        <a:cubicBezTo>
                                          <a:pt x="7269" y="16"/>
                                          <a:pt x="7265" y="13"/>
                                          <a:pt x="7265" y="8"/>
                                        </a:cubicBezTo>
                                        <a:cubicBezTo>
                                          <a:pt x="7265" y="4"/>
                                          <a:pt x="7269" y="0"/>
                                          <a:pt x="7273" y="0"/>
                                        </a:cubicBezTo>
                                        <a:lnTo>
                                          <a:pt x="7385" y="0"/>
                                        </a:lnTo>
                                        <a:cubicBezTo>
                                          <a:pt x="7389" y="0"/>
                                          <a:pt x="7393" y="4"/>
                                          <a:pt x="7393" y="8"/>
                                        </a:cubicBezTo>
                                        <a:cubicBezTo>
                                          <a:pt x="7393" y="13"/>
                                          <a:pt x="7389" y="16"/>
                                          <a:pt x="7385" y="16"/>
                                        </a:cubicBezTo>
                                        <a:close/>
                                        <a:moveTo>
                                          <a:pt x="7193" y="16"/>
                                        </a:moveTo>
                                        <a:lnTo>
                                          <a:pt x="7081" y="16"/>
                                        </a:lnTo>
                                        <a:cubicBezTo>
                                          <a:pt x="7077" y="16"/>
                                          <a:pt x="7073" y="13"/>
                                          <a:pt x="7073" y="8"/>
                                        </a:cubicBezTo>
                                        <a:cubicBezTo>
                                          <a:pt x="7073" y="4"/>
                                          <a:pt x="7077" y="0"/>
                                          <a:pt x="7081" y="0"/>
                                        </a:cubicBezTo>
                                        <a:lnTo>
                                          <a:pt x="7193" y="0"/>
                                        </a:lnTo>
                                        <a:cubicBezTo>
                                          <a:pt x="7197" y="0"/>
                                          <a:pt x="7201" y="4"/>
                                          <a:pt x="7201" y="8"/>
                                        </a:cubicBezTo>
                                        <a:cubicBezTo>
                                          <a:pt x="7201" y="13"/>
                                          <a:pt x="7197" y="16"/>
                                          <a:pt x="7193" y="16"/>
                                        </a:cubicBezTo>
                                        <a:close/>
                                        <a:moveTo>
                                          <a:pt x="7001" y="16"/>
                                        </a:moveTo>
                                        <a:lnTo>
                                          <a:pt x="6889" y="16"/>
                                        </a:lnTo>
                                        <a:cubicBezTo>
                                          <a:pt x="6885" y="16"/>
                                          <a:pt x="6881" y="13"/>
                                          <a:pt x="6881" y="8"/>
                                        </a:cubicBezTo>
                                        <a:cubicBezTo>
                                          <a:pt x="6881" y="4"/>
                                          <a:pt x="6885" y="0"/>
                                          <a:pt x="6889" y="0"/>
                                        </a:cubicBezTo>
                                        <a:lnTo>
                                          <a:pt x="7001" y="0"/>
                                        </a:lnTo>
                                        <a:cubicBezTo>
                                          <a:pt x="7005" y="0"/>
                                          <a:pt x="7009" y="4"/>
                                          <a:pt x="7009" y="8"/>
                                        </a:cubicBezTo>
                                        <a:cubicBezTo>
                                          <a:pt x="7009" y="13"/>
                                          <a:pt x="7005" y="16"/>
                                          <a:pt x="7001" y="16"/>
                                        </a:cubicBezTo>
                                        <a:close/>
                                        <a:moveTo>
                                          <a:pt x="6809" y="16"/>
                                        </a:moveTo>
                                        <a:lnTo>
                                          <a:pt x="6697" y="16"/>
                                        </a:lnTo>
                                        <a:cubicBezTo>
                                          <a:pt x="6693" y="16"/>
                                          <a:pt x="6689" y="13"/>
                                          <a:pt x="6689" y="8"/>
                                        </a:cubicBezTo>
                                        <a:cubicBezTo>
                                          <a:pt x="6689" y="4"/>
                                          <a:pt x="6693" y="0"/>
                                          <a:pt x="6697" y="0"/>
                                        </a:cubicBezTo>
                                        <a:lnTo>
                                          <a:pt x="6809" y="0"/>
                                        </a:lnTo>
                                        <a:cubicBezTo>
                                          <a:pt x="6813" y="0"/>
                                          <a:pt x="6817" y="4"/>
                                          <a:pt x="6817" y="8"/>
                                        </a:cubicBezTo>
                                        <a:cubicBezTo>
                                          <a:pt x="6817" y="13"/>
                                          <a:pt x="6813" y="16"/>
                                          <a:pt x="6809" y="16"/>
                                        </a:cubicBezTo>
                                        <a:close/>
                                        <a:moveTo>
                                          <a:pt x="6617" y="16"/>
                                        </a:moveTo>
                                        <a:lnTo>
                                          <a:pt x="6505" y="16"/>
                                        </a:lnTo>
                                        <a:cubicBezTo>
                                          <a:pt x="6501" y="16"/>
                                          <a:pt x="6497" y="13"/>
                                          <a:pt x="6497" y="8"/>
                                        </a:cubicBezTo>
                                        <a:cubicBezTo>
                                          <a:pt x="6497" y="4"/>
                                          <a:pt x="6501" y="0"/>
                                          <a:pt x="6505" y="0"/>
                                        </a:cubicBezTo>
                                        <a:lnTo>
                                          <a:pt x="6617" y="0"/>
                                        </a:lnTo>
                                        <a:cubicBezTo>
                                          <a:pt x="6621" y="0"/>
                                          <a:pt x="6625" y="4"/>
                                          <a:pt x="6625" y="8"/>
                                        </a:cubicBezTo>
                                        <a:cubicBezTo>
                                          <a:pt x="6625" y="13"/>
                                          <a:pt x="6621" y="16"/>
                                          <a:pt x="6617" y="16"/>
                                        </a:cubicBezTo>
                                        <a:close/>
                                        <a:moveTo>
                                          <a:pt x="6425" y="16"/>
                                        </a:moveTo>
                                        <a:lnTo>
                                          <a:pt x="6313" y="16"/>
                                        </a:lnTo>
                                        <a:cubicBezTo>
                                          <a:pt x="6309" y="16"/>
                                          <a:pt x="6305" y="13"/>
                                          <a:pt x="6305" y="8"/>
                                        </a:cubicBezTo>
                                        <a:cubicBezTo>
                                          <a:pt x="6305" y="4"/>
                                          <a:pt x="6309" y="0"/>
                                          <a:pt x="6313" y="0"/>
                                        </a:cubicBezTo>
                                        <a:lnTo>
                                          <a:pt x="6425" y="0"/>
                                        </a:lnTo>
                                        <a:cubicBezTo>
                                          <a:pt x="6429" y="0"/>
                                          <a:pt x="6433" y="4"/>
                                          <a:pt x="6433" y="8"/>
                                        </a:cubicBezTo>
                                        <a:cubicBezTo>
                                          <a:pt x="6433" y="13"/>
                                          <a:pt x="6429" y="16"/>
                                          <a:pt x="6425" y="16"/>
                                        </a:cubicBezTo>
                                        <a:close/>
                                        <a:moveTo>
                                          <a:pt x="6233" y="16"/>
                                        </a:moveTo>
                                        <a:lnTo>
                                          <a:pt x="6121" y="16"/>
                                        </a:lnTo>
                                        <a:cubicBezTo>
                                          <a:pt x="6117" y="16"/>
                                          <a:pt x="6113" y="13"/>
                                          <a:pt x="6113" y="8"/>
                                        </a:cubicBezTo>
                                        <a:cubicBezTo>
                                          <a:pt x="6113" y="4"/>
                                          <a:pt x="6117" y="0"/>
                                          <a:pt x="6121" y="0"/>
                                        </a:cubicBezTo>
                                        <a:lnTo>
                                          <a:pt x="6233" y="0"/>
                                        </a:lnTo>
                                        <a:cubicBezTo>
                                          <a:pt x="6237" y="0"/>
                                          <a:pt x="6241" y="4"/>
                                          <a:pt x="6241" y="8"/>
                                        </a:cubicBezTo>
                                        <a:cubicBezTo>
                                          <a:pt x="6241" y="13"/>
                                          <a:pt x="6237" y="16"/>
                                          <a:pt x="6233" y="16"/>
                                        </a:cubicBezTo>
                                        <a:close/>
                                        <a:moveTo>
                                          <a:pt x="6041" y="16"/>
                                        </a:moveTo>
                                        <a:lnTo>
                                          <a:pt x="5929" y="16"/>
                                        </a:lnTo>
                                        <a:cubicBezTo>
                                          <a:pt x="5925" y="16"/>
                                          <a:pt x="5921" y="13"/>
                                          <a:pt x="5921" y="8"/>
                                        </a:cubicBezTo>
                                        <a:cubicBezTo>
                                          <a:pt x="5921" y="4"/>
                                          <a:pt x="5925" y="0"/>
                                          <a:pt x="5929" y="0"/>
                                        </a:cubicBezTo>
                                        <a:lnTo>
                                          <a:pt x="6041" y="0"/>
                                        </a:lnTo>
                                        <a:cubicBezTo>
                                          <a:pt x="6045" y="0"/>
                                          <a:pt x="6049" y="4"/>
                                          <a:pt x="6049" y="8"/>
                                        </a:cubicBezTo>
                                        <a:cubicBezTo>
                                          <a:pt x="6049" y="13"/>
                                          <a:pt x="6045" y="16"/>
                                          <a:pt x="6041" y="16"/>
                                        </a:cubicBezTo>
                                        <a:close/>
                                        <a:moveTo>
                                          <a:pt x="5849" y="16"/>
                                        </a:moveTo>
                                        <a:lnTo>
                                          <a:pt x="5737" y="16"/>
                                        </a:lnTo>
                                        <a:cubicBezTo>
                                          <a:pt x="5733" y="16"/>
                                          <a:pt x="5729" y="13"/>
                                          <a:pt x="5729" y="8"/>
                                        </a:cubicBezTo>
                                        <a:cubicBezTo>
                                          <a:pt x="5729" y="4"/>
                                          <a:pt x="5733" y="0"/>
                                          <a:pt x="5737" y="0"/>
                                        </a:cubicBezTo>
                                        <a:lnTo>
                                          <a:pt x="5849" y="0"/>
                                        </a:lnTo>
                                        <a:cubicBezTo>
                                          <a:pt x="5853" y="0"/>
                                          <a:pt x="5857" y="4"/>
                                          <a:pt x="5857" y="8"/>
                                        </a:cubicBezTo>
                                        <a:cubicBezTo>
                                          <a:pt x="5857" y="13"/>
                                          <a:pt x="5853" y="16"/>
                                          <a:pt x="5849" y="16"/>
                                        </a:cubicBezTo>
                                        <a:close/>
                                        <a:moveTo>
                                          <a:pt x="5657" y="16"/>
                                        </a:moveTo>
                                        <a:lnTo>
                                          <a:pt x="5545" y="16"/>
                                        </a:lnTo>
                                        <a:cubicBezTo>
                                          <a:pt x="5541" y="16"/>
                                          <a:pt x="5537" y="13"/>
                                          <a:pt x="5537" y="8"/>
                                        </a:cubicBezTo>
                                        <a:cubicBezTo>
                                          <a:pt x="5537" y="4"/>
                                          <a:pt x="5541" y="0"/>
                                          <a:pt x="5545" y="0"/>
                                        </a:cubicBezTo>
                                        <a:lnTo>
                                          <a:pt x="5657" y="0"/>
                                        </a:lnTo>
                                        <a:cubicBezTo>
                                          <a:pt x="5661" y="0"/>
                                          <a:pt x="5665" y="4"/>
                                          <a:pt x="5665" y="8"/>
                                        </a:cubicBezTo>
                                        <a:cubicBezTo>
                                          <a:pt x="5665" y="13"/>
                                          <a:pt x="5661" y="16"/>
                                          <a:pt x="5657" y="16"/>
                                        </a:cubicBezTo>
                                        <a:close/>
                                        <a:moveTo>
                                          <a:pt x="5465" y="16"/>
                                        </a:moveTo>
                                        <a:lnTo>
                                          <a:pt x="5353" y="16"/>
                                        </a:lnTo>
                                        <a:cubicBezTo>
                                          <a:pt x="5349" y="16"/>
                                          <a:pt x="5345" y="13"/>
                                          <a:pt x="5345" y="8"/>
                                        </a:cubicBezTo>
                                        <a:cubicBezTo>
                                          <a:pt x="5345" y="4"/>
                                          <a:pt x="5349" y="0"/>
                                          <a:pt x="5353" y="0"/>
                                        </a:cubicBezTo>
                                        <a:lnTo>
                                          <a:pt x="5465" y="0"/>
                                        </a:lnTo>
                                        <a:cubicBezTo>
                                          <a:pt x="5469" y="0"/>
                                          <a:pt x="5473" y="4"/>
                                          <a:pt x="5473" y="8"/>
                                        </a:cubicBezTo>
                                        <a:cubicBezTo>
                                          <a:pt x="5473" y="13"/>
                                          <a:pt x="5469" y="16"/>
                                          <a:pt x="5465" y="16"/>
                                        </a:cubicBezTo>
                                        <a:close/>
                                        <a:moveTo>
                                          <a:pt x="5273" y="16"/>
                                        </a:moveTo>
                                        <a:lnTo>
                                          <a:pt x="5161" y="16"/>
                                        </a:lnTo>
                                        <a:cubicBezTo>
                                          <a:pt x="5157" y="16"/>
                                          <a:pt x="5153" y="13"/>
                                          <a:pt x="5153" y="8"/>
                                        </a:cubicBezTo>
                                        <a:cubicBezTo>
                                          <a:pt x="5153" y="4"/>
                                          <a:pt x="5157" y="0"/>
                                          <a:pt x="5161" y="0"/>
                                        </a:cubicBezTo>
                                        <a:lnTo>
                                          <a:pt x="5273" y="0"/>
                                        </a:lnTo>
                                        <a:cubicBezTo>
                                          <a:pt x="5277" y="0"/>
                                          <a:pt x="5281" y="4"/>
                                          <a:pt x="5281" y="8"/>
                                        </a:cubicBezTo>
                                        <a:cubicBezTo>
                                          <a:pt x="5281" y="13"/>
                                          <a:pt x="5277" y="16"/>
                                          <a:pt x="5273" y="16"/>
                                        </a:cubicBezTo>
                                        <a:close/>
                                        <a:moveTo>
                                          <a:pt x="5081" y="16"/>
                                        </a:moveTo>
                                        <a:lnTo>
                                          <a:pt x="4969" y="16"/>
                                        </a:lnTo>
                                        <a:cubicBezTo>
                                          <a:pt x="4965" y="16"/>
                                          <a:pt x="4961" y="13"/>
                                          <a:pt x="4961" y="8"/>
                                        </a:cubicBezTo>
                                        <a:cubicBezTo>
                                          <a:pt x="4961" y="4"/>
                                          <a:pt x="4965" y="0"/>
                                          <a:pt x="4969" y="0"/>
                                        </a:cubicBezTo>
                                        <a:lnTo>
                                          <a:pt x="5081" y="0"/>
                                        </a:lnTo>
                                        <a:cubicBezTo>
                                          <a:pt x="5085" y="0"/>
                                          <a:pt x="5089" y="4"/>
                                          <a:pt x="5089" y="8"/>
                                        </a:cubicBezTo>
                                        <a:cubicBezTo>
                                          <a:pt x="5089" y="13"/>
                                          <a:pt x="5085" y="16"/>
                                          <a:pt x="5081" y="16"/>
                                        </a:cubicBezTo>
                                        <a:close/>
                                        <a:moveTo>
                                          <a:pt x="4889" y="16"/>
                                        </a:moveTo>
                                        <a:lnTo>
                                          <a:pt x="4777" y="16"/>
                                        </a:lnTo>
                                        <a:cubicBezTo>
                                          <a:pt x="4773" y="16"/>
                                          <a:pt x="4769" y="13"/>
                                          <a:pt x="4769" y="8"/>
                                        </a:cubicBezTo>
                                        <a:cubicBezTo>
                                          <a:pt x="4769" y="4"/>
                                          <a:pt x="4773" y="0"/>
                                          <a:pt x="4777" y="0"/>
                                        </a:cubicBezTo>
                                        <a:lnTo>
                                          <a:pt x="4889" y="0"/>
                                        </a:lnTo>
                                        <a:cubicBezTo>
                                          <a:pt x="4893" y="0"/>
                                          <a:pt x="4897" y="4"/>
                                          <a:pt x="4897" y="8"/>
                                        </a:cubicBezTo>
                                        <a:cubicBezTo>
                                          <a:pt x="4897" y="13"/>
                                          <a:pt x="4893" y="16"/>
                                          <a:pt x="4889" y="16"/>
                                        </a:cubicBezTo>
                                        <a:close/>
                                        <a:moveTo>
                                          <a:pt x="4697" y="16"/>
                                        </a:moveTo>
                                        <a:lnTo>
                                          <a:pt x="4585" y="16"/>
                                        </a:lnTo>
                                        <a:cubicBezTo>
                                          <a:pt x="4581" y="16"/>
                                          <a:pt x="4577" y="13"/>
                                          <a:pt x="4577" y="8"/>
                                        </a:cubicBezTo>
                                        <a:cubicBezTo>
                                          <a:pt x="4577" y="4"/>
                                          <a:pt x="4581" y="0"/>
                                          <a:pt x="4585" y="0"/>
                                        </a:cubicBezTo>
                                        <a:lnTo>
                                          <a:pt x="4697" y="0"/>
                                        </a:lnTo>
                                        <a:cubicBezTo>
                                          <a:pt x="4701" y="0"/>
                                          <a:pt x="4705" y="4"/>
                                          <a:pt x="4705" y="8"/>
                                        </a:cubicBezTo>
                                        <a:cubicBezTo>
                                          <a:pt x="4705" y="13"/>
                                          <a:pt x="4701" y="16"/>
                                          <a:pt x="4697" y="16"/>
                                        </a:cubicBezTo>
                                        <a:close/>
                                        <a:moveTo>
                                          <a:pt x="4505" y="16"/>
                                        </a:moveTo>
                                        <a:lnTo>
                                          <a:pt x="4393" y="16"/>
                                        </a:lnTo>
                                        <a:cubicBezTo>
                                          <a:pt x="4389" y="16"/>
                                          <a:pt x="4385" y="13"/>
                                          <a:pt x="4385" y="8"/>
                                        </a:cubicBezTo>
                                        <a:cubicBezTo>
                                          <a:pt x="4385" y="4"/>
                                          <a:pt x="4389" y="0"/>
                                          <a:pt x="4393" y="0"/>
                                        </a:cubicBezTo>
                                        <a:lnTo>
                                          <a:pt x="4505" y="0"/>
                                        </a:lnTo>
                                        <a:cubicBezTo>
                                          <a:pt x="4509" y="0"/>
                                          <a:pt x="4513" y="4"/>
                                          <a:pt x="4513" y="8"/>
                                        </a:cubicBezTo>
                                        <a:cubicBezTo>
                                          <a:pt x="4513" y="13"/>
                                          <a:pt x="4509" y="16"/>
                                          <a:pt x="4505" y="16"/>
                                        </a:cubicBezTo>
                                        <a:close/>
                                        <a:moveTo>
                                          <a:pt x="4313" y="16"/>
                                        </a:moveTo>
                                        <a:lnTo>
                                          <a:pt x="4201" y="16"/>
                                        </a:lnTo>
                                        <a:cubicBezTo>
                                          <a:pt x="4197" y="16"/>
                                          <a:pt x="4193" y="13"/>
                                          <a:pt x="4193" y="8"/>
                                        </a:cubicBezTo>
                                        <a:cubicBezTo>
                                          <a:pt x="4193" y="4"/>
                                          <a:pt x="4197" y="0"/>
                                          <a:pt x="4201" y="0"/>
                                        </a:cubicBezTo>
                                        <a:lnTo>
                                          <a:pt x="4313" y="0"/>
                                        </a:lnTo>
                                        <a:cubicBezTo>
                                          <a:pt x="4317" y="0"/>
                                          <a:pt x="4321" y="4"/>
                                          <a:pt x="4321" y="8"/>
                                        </a:cubicBezTo>
                                        <a:cubicBezTo>
                                          <a:pt x="4321" y="13"/>
                                          <a:pt x="4317" y="16"/>
                                          <a:pt x="4313" y="16"/>
                                        </a:cubicBezTo>
                                        <a:close/>
                                        <a:moveTo>
                                          <a:pt x="4121" y="16"/>
                                        </a:moveTo>
                                        <a:lnTo>
                                          <a:pt x="4009" y="16"/>
                                        </a:lnTo>
                                        <a:cubicBezTo>
                                          <a:pt x="4005" y="16"/>
                                          <a:pt x="4001" y="13"/>
                                          <a:pt x="4001" y="8"/>
                                        </a:cubicBezTo>
                                        <a:cubicBezTo>
                                          <a:pt x="4001" y="4"/>
                                          <a:pt x="4005" y="0"/>
                                          <a:pt x="4009" y="0"/>
                                        </a:cubicBezTo>
                                        <a:lnTo>
                                          <a:pt x="4121" y="0"/>
                                        </a:lnTo>
                                        <a:cubicBezTo>
                                          <a:pt x="4125" y="0"/>
                                          <a:pt x="4129" y="4"/>
                                          <a:pt x="4129" y="8"/>
                                        </a:cubicBezTo>
                                        <a:cubicBezTo>
                                          <a:pt x="4129" y="13"/>
                                          <a:pt x="4125" y="16"/>
                                          <a:pt x="4121" y="16"/>
                                        </a:cubicBezTo>
                                        <a:close/>
                                        <a:moveTo>
                                          <a:pt x="3929" y="16"/>
                                        </a:moveTo>
                                        <a:lnTo>
                                          <a:pt x="3817" y="16"/>
                                        </a:lnTo>
                                        <a:cubicBezTo>
                                          <a:pt x="3813" y="16"/>
                                          <a:pt x="3809" y="13"/>
                                          <a:pt x="3809" y="8"/>
                                        </a:cubicBezTo>
                                        <a:cubicBezTo>
                                          <a:pt x="3809" y="4"/>
                                          <a:pt x="3813" y="0"/>
                                          <a:pt x="3817" y="0"/>
                                        </a:cubicBezTo>
                                        <a:lnTo>
                                          <a:pt x="3929" y="0"/>
                                        </a:lnTo>
                                        <a:cubicBezTo>
                                          <a:pt x="3933" y="0"/>
                                          <a:pt x="3937" y="4"/>
                                          <a:pt x="3937" y="8"/>
                                        </a:cubicBezTo>
                                        <a:cubicBezTo>
                                          <a:pt x="3937" y="13"/>
                                          <a:pt x="3933" y="16"/>
                                          <a:pt x="3929" y="16"/>
                                        </a:cubicBezTo>
                                        <a:close/>
                                        <a:moveTo>
                                          <a:pt x="3737" y="16"/>
                                        </a:moveTo>
                                        <a:lnTo>
                                          <a:pt x="3625" y="16"/>
                                        </a:lnTo>
                                        <a:cubicBezTo>
                                          <a:pt x="3621" y="16"/>
                                          <a:pt x="3617" y="13"/>
                                          <a:pt x="3617" y="8"/>
                                        </a:cubicBezTo>
                                        <a:cubicBezTo>
                                          <a:pt x="3617" y="4"/>
                                          <a:pt x="3621" y="0"/>
                                          <a:pt x="3625" y="0"/>
                                        </a:cubicBezTo>
                                        <a:lnTo>
                                          <a:pt x="3737" y="0"/>
                                        </a:lnTo>
                                        <a:cubicBezTo>
                                          <a:pt x="3741" y="0"/>
                                          <a:pt x="3745" y="4"/>
                                          <a:pt x="3745" y="8"/>
                                        </a:cubicBezTo>
                                        <a:cubicBezTo>
                                          <a:pt x="3745" y="13"/>
                                          <a:pt x="3741" y="16"/>
                                          <a:pt x="3737" y="16"/>
                                        </a:cubicBezTo>
                                        <a:close/>
                                        <a:moveTo>
                                          <a:pt x="3545" y="16"/>
                                        </a:moveTo>
                                        <a:lnTo>
                                          <a:pt x="3433" y="16"/>
                                        </a:lnTo>
                                        <a:cubicBezTo>
                                          <a:pt x="3429" y="16"/>
                                          <a:pt x="3425" y="13"/>
                                          <a:pt x="3425" y="8"/>
                                        </a:cubicBezTo>
                                        <a:cubicBezTo>
                                          <a:pt x="3425" y="4"/>
                                          <a:pt x="3429" y="0"/>
                                          <a:pt x="3433" y="0"/>
                                        </a:cubicBezTo>
                                        <a:lnTo>
                                          <a:pt x="3545" y="0"/>
                                        </a:lnTo>
                                        <a:cubicBezTo>
                                          <a:pt x="3549" y="0"/>
                                          <a:pt x="3553" y="4"/>
                                          <a:pt x="3553" y="8"/>
                                        </a:cubicBezTo>
                                        <a:cubicBezTo>
                                          <a:pt x="3553" y="13"/>
                                          <a:pt x="3549" y="16"/>
                                          <a:pt x="3545" y="16"/>
                                        </a:cubicBezTo>
                                        <a:close/>
                                        <a:moveTo>
                                          <a:pt x="3353" y="16"/>
                                        </a:moveTo>
                                        <a:lnTo>
                                          <a:pt x="3241" y="16"/>
                                        </a:lnTo>
                                        <a:cubicBezTo>
                                          <a:pt x="3237" y="16"/>
                                          <a:pt x="3233" y="13"/>
                                          <a:pt x="3233" y="8"/>
                                        </a:cubicBezTo>
                                        <a:cubicBezTo>
                                          <a:pt x="3233" y="4"/>
                                          <a:pt x="3237" y="0"/>
                                          <a:pt x="3241" y="0"/>
                                        </a:cubicBezTo>
                                        <a:lnTo>
                                          <a:pt x="3353" y="0"/>
                                        </a:lnTo>
                                        <a:cubicBezTo>
                                          <a:pt x="3357" y="0"/>
                                          <a:pt x="3361" y="4"/>
                                          <a:pt x="3361" y="8"/>
                                        </a:cubicBezTo>
                                        <a:cubicBezTo>
                                          <a:pt x="3361" y="13"/>
                                          <a:pt x="3357" y="16"/>
                                          <a:pt x="3353" y="16"/>
                                        </a:cubicBezTo>
                                        <a:close/>
                                        <a:moveTo>
                                          <a:pt x="3161" y="16"/>
                                        </a:moveTo>
                                        <a:lnTo>
                                          <a:pt x="3049" y="16"/>
                                        </a:lnTo>
                                        <a:cubicBezTo>
                                          <a:pt x="3045" y="16"/>
                                          <a:pt x="3041" y="13"/>
                                          <a:pt x="3041" y="8"/>
                                        </a:cubicBezTo>
                                        <a:cubicBezTo>
                                          <a:pt x="3041" y="4"/>
                                          <a:pt x="3045" y="0"/>
                                          <a:pt x="3049" y="0"/>
                                        </a:cubicBezTo>
                                        <a:lnTo>
                                          <a:pt x="3161" y="0"/>
                                        </a:lnTo>
                                        <a:cubicBezTo>
                                          <a:pt x="3165" y="0"/>
                                          <a:pt x="3169" y="4"/>
                                          <a:pt x="3169" y="8"/>
                                        </a:cubicBezTo>
                                        <a:cubicBezTo>
                                          <a:pt x="3169" y="13"/>
                                          <a:pt x="3165" y="16"/>
                                          <a:pt x="3161" y="16"/>
                                        </a:cubicBezTo>
                                        <a:close/>
                                        <a:moveTo>
                                          <a:pt x="2969" y="16"/>
                                        </a:moveTo>
                                        <a:lnTo>
                                          <a:pt x="2857" y="16"/>
                                        </a:lnTo>
                                        <a:cubicBezTo>
                                          <a:pt x="2853" y="16"/>
                                          <a:pt x="2849" y="13"/>
                                          <a:pt x="2849" y="8"/>
                                        </a:cubicBezTo>
                                        <a:cubicBezTo>
                                          <a:pt x="2849" y="4"/>
                                          <a:pt x="2853" y="0"/>
                                          <a:pt x="2857" y="0"/>
                                        </a:cubicBezTo>
                                        <a:lnTo>
                                          <a:pt x="2969" y="0"/>
                                        </a:lnTo>
                                        <a:cubicBezTo>
                                          <a:pt x="2973" y="0"/>
                                          <a:pt x="2977" y="4"/>
                                          <a:pt x="2977" y="8"/>
                                        </a:cubicBezTo>
                                        <a:cubicBezTo>
                                          <a:pt x="2977" y="13"/>
                                          <a:pt x="2973" y="16"/>
                                          <a:pt x="2969" y="16"/>
                                        </a:cubicBezTo>
                                        <a:close/>
                                        <a:moveTo>
                                          <a:pt x="2777" y="16"/>
                                        </a:moveTo>
                                        <a:lnTo>
                                          <a:pt x="2665" y="16"/>
                                        </a:lnTo>
                                        <a:cubicBezTo>
                                          <a:pt x="2661" y="16"/>
                                          <a:pt x="2657" y="13"/>
                                          <a:pt x="2657" y="8"/>
                                        </a:cubicBezTo>
                                        <a:cubicBezTo>
                                          <a:pt x="2657" y="4"/>
                                          <a:pt x="2661" y="0"/>
                                          <a:pt x="2665" y="0"/>
                                        </a:cubicBezTo>
                                        <a:lnTo>
                                          <a:pt x="2777" y="0"/>
                                        </a:lnTo>
                                        <a:cubicBezTo>
                                          <a:pt x="2781" y="0"/>
                                          <a:pt x="2785" y="4"/>
                                          <a:pt x="2785" y="8"/>
                                        </a:cubicBezTo>
                                        <a:cubicBezTo>
                                          <a:pt x="2785" y="13"/>
                                          <a:pt x="2781" y="16"/>
                                          <a:pt x="2777" y="16"/>
                                        </a:cubicBezTo>
                                        <a:close/>
                                        <a:moveTo>
                                          <a:pt x="2585" y="16"/>
                                        </a:moveTo>
                                        <a:lnTo>
                                          <a:pt x="2473" y="16"/>
                                        </a:lnTo>
                                        <a:cubicBezTo>
                                          <a:pt x="2469" y="16"/>
                                          <a:pt x="2465" y="13"/>
                                          <a:pt x="2465" y="8"/>
                                        </a:cubicBezTo>
                                        <a:cubicBezTo>
                                          <a:pt x="2465" y="4"/>
                                          <a:pt x="2469" y="0"/>
                                          <a:pt x="2473" y="0"/>
                                        </a:cubicBezTo>
                                        <a:lnTo>
                                          <a:pt x="2585" y="0"/>
                                        </a:lnTo>
                                        <a:cubicBezTo>
                                          <a:pt x="2589" y="0"/>
                                          <a:pt x="2593" y="4"/>
                                          <a:pt x="2593" y="8"/>
                                        </a:cubicBezTo>
                                        <a:cubicBezTo>
                                          <a:pt x="2593" y="13"/>
                                          <a:pt x="2589" y="16"/>
                                          <a:pt x="2585" y="16"/>
                                        </a:cubicBezTo>
                                        <a:close/>
                                        <a:moveTo>
                                          <a:pt x="2393" y="16"/>
                                        </a:moveTo>
                                        <a:lnTo>
                                          <a:pt x="2281" y="16"/>
                                        </a:lnTo>
                                        <a:cubicBezTo>
                                          <a:pt x="2277" y="16"/>
                                          <a:pt x="2273" y="13"/>
                                          <a:pt x="2273" y="8"/>
                                        </a:cubicBezTo>
                                        <a:cubicBezTo>
                                          <a:pt x="2273" y="4"/>
                                          <a:pt x="2277" y="0"/>
                                          <a:pt x="2281" y="0"/>
                                        </a:cubicBezTo>
                                        <a:lnTo>
                                          <a:pt x="2393" y="0"/>
                                        </a:lnTo>
                                        <a:cubicBezTo>
                                          <a:pt x="2397" y="0"/>
                                          <a:pt x="2401" y="4"/>
                                          <a:pt x="2401" y="8"/>
                                        </a:cubicBezTo>
                                        <a:cubicBezTo>
                                          <a:pt x="2401" y="13"/>
                                          <a:pt x="2397" y="16"/>
                                          <a:pt x="2393" y="16"/>
                                        </a:cubicBezTo>
                                        <a:close/>
                                        <a:moveTo>
                                          <a:pt x="2201" y="16"/>
                                        </a:moveTo>
                                        <a:lnTo>
                                          <a:pt x="2089" y="16"/>
                                        </a:lnTo>
                                        <a:cubicBezTo>
                                          <a:pt x="2085" y="16"/>
                                          <a:pt x="2081" y="13"/>
                                          <a:pt x="2081" y="8"/>
                                        </a:cubicBezTo>
                                        <a:cubicBezTo>
                                          <a:pt x="2081" y="4"/>
                                          <a:pt x="2085" y="0"/>
                                          <a:pt x="2089" y="0"/>
                                        </a:cubicBezTo>
                                        <a:lnTo>
                                          <a:pt x="2201" y="0"/>
                                        </a:lnTo>
                                        <a:cubicBezTo>
                                          <a:pt x="2205" y="0"/>
                                          <a:pt x="2209" y="4"/>
                                          <a:pt x="2209" y="8"/>
                                        </a:cubicBezTo>
                                        <a:cubicBezTo>
                                          <a:pt x="2209" y="13"/>
                                          <a:pt x="2205" y="16"/>
                                          <a:pt x="2201" y="16"/>
                                        </a:cubicBezTo>
                                        <a:close/>
                                        <a:moveTo>
                                          <a:pt x="2009" y="16"/>
                                        </a:moveTo>
                                        <a:lnTo>
                                          <a:pt x="1897" y="16"/>
                                        </a:lnTo>
                                        <a:cubicBezTo>
                                          <a:pt x="1893" y="16"/>
                                          <a:pt x="1889" y="13"/>
                                          <a:pt x="1889" y="8"/>
                                        </a:cubicBezTo>
                                        <a:cubicBezTo>
                                          <a:pt x="1889" y="4"/>
                                          <a:pt x="1893" y="0"/>
                                          <a:pt x="1897" y="0"/>
                                        </a:cubicBezTo>
                                        <a:lnTo>
                                          <a:pt x="2009" y="0"/>
                                        </a:lnTo>
                                        <a:cubicBezTo>
                                          <a:pt x="2013" y="0"/>
                                          <a:pt x="2017" y="4"/>
                                          <a:pt x="2017" y="8"/>
                                        </a:cubicBezTo>
                                        <a:cubicBezTo>
                                          <a:pt x="2017" y="13"/>
                                          <a:pt x="2013" y="16"/>
                                          <a:pt x="2009" y="16"/>
                                        </a:cubicBezTo>
                                        <a:close/>
                                        <a:moveTo>
                                          <a:pt x="1817" y="16"/>
                                        </a:moveTo>
                                        <a:lnTo>
                                          <a:pt x="1705" y="16"/>
                                        </a:lnTo>
                                        <a:cubicBezTo>
                                          <a:pt x="1701" y="16"/>
                                          <a:pt x="1697" y="13"/>
                                          <a:pt x="1697" y="8"/>
                                        </a:cubicBezTo>
                                        <a:cubicBezTo>
                                          <a:pt x="1697" y="4"/>
                                          <a:pt x="1701" y="0"/>
                                          <a:pt x="1705" y="0"/>
                                        </a:cubicBezTo>
                                        <a:lnTo>
                                          <a:pt x="1817" y="0"/>
                                        </a:lnTo>
                                        <a:cubicBezTo>
                                          <a:pt x="1821" y="0"/>
                                          <a:pt x="1825" y="4"/>
                                          <a:pt x="1825" y="8"/>
                                        </a:cubicBezTo>
                                        <a:cubicBezTo>
                                          <a:pt x="1825" y="13"/>
                                          <a:pt x="1821" y="16"/>
                                          <a:pt x="1817" y="16"/>
                                        </a:cubicBezTo>
                                        <a:close/>
                                        <a:moveTo>
                                          <a:pt x="1625" y="16"/>
                                        </a:moveTo>
                                        <a:lnTo>
                                          <a:pt x="1513" y="16"/>
                                        </a:lnTo>
                                        <a:cubicBezTo>
                                          <a:pt x="1509" y="16"/>
                                          <a:pt x="1505" y="13"/>
                                          <a:pt x="1505" y="8"/>
                                        </a:cubicBezTo>
                                        <a:cubicBezTo>
                                          <a:pt x="1505" y="4"/>
                                          <a:pt x="1509" y="0"/>
                                          <a:pt x="1513" y="0"/>
                                        </a:cubicBezTo>
                                        <a:lnTo>
                                          <a:pt x="1625" y="0"/>
                                        </a:lnTo>
                                        <a:cubicBezTo>
                                          <a:pt x="1629" y="0"/>
                                          <a:pt x="1633" y="4"/>
                                          <a:pt x="1633" y="8"/>
                                        </a:cubicBezTo>
                                        <a:cubicBezTo>
                                          <a:pt x="1633" y="13"/>
                                          <a:pt x="1629" y="16"/>
                                          <a:pt x="1625" y="16"/>
                                        </a:cubicBezTo>
                                        <a:close/>
                                        <a:moveTo>
                                          <a:pt x="1433" y="16"/>
                                        </a:moveTo>
                                        <a:lnTo>
                                          <a:pt x="1321" y="16"/>
                                        </a:lnTo>
                                        <a:cubicBezTo>
                                          <a:pt x="1317" y="16"/>
                                          <a:pt x="1313" y="13"/>
                                          <a:pt x="1313" y="8"/>
                                        </a:cubicBezTo>
                                        <a:cubicBezTo>
                                          <a:pt x="1313" y="4"/>
                                          <a:pt x="1317" y="0"/>
                                          <a:pt x="1321" y="0"/>
                                        </a:cubicBezTo>
                                        <a:lnTo>
                                          <a:pt x="1433" y="0"/>
                                        </a:lnTo>
                                        <a:cubicBezTo>
                                          <a:pt x="1437" y="0"/>
                                          <a:pt x="1441" y="4"/>
                                          <a:pt x="1441" y="8"/>
                                        </a:cubicBezTo>
                                        <a:cubicBezTo>
                                          <a:pt x="1441" y="13"/>
                                          <a:pt x="1437" y="16"/>
                                          <a:pt x="1433" y="16"/>
                                        </a:cubicBezTo>
                                        <a:close/>
                                        <a:moveTo>
                                          <a:pt x="1241" y="16"/>
                                        </a:moveTo>
                                        <a:lnTo>
                                          <a:pt x="1129" y="16"/>
                                        </a:lnTo>
                                        <a:cubicBezTo>
                                          <a:pt x="1125" y="16"/>
                                          <a:pt x="1121" y="13"/>
                                          <a:pt x="1121" y="8"/>
                                        </a:cubicBezTo>
                                        <a:cubicBezTo>
                                          <a:pt x="1121" y="4"/>
                                          <a:pt x="1125" y="0"/>
                                          <a:pt x="1129" y="0"/>
                                        </a:cubicBezTo>
                                        <a:lnTo>
                                          <a:pt x="1241" y="0"/>
                                        </a:lnTo>
                                        <a:cubicBezTo>
                                          <a:pt x="1245" y="0"/>
                                          <a:pt x="1249" y="4"/>
                                          <a:pt x="1249" y="8"/>
                                        </a:cubicBezTo>
                                        <a:cubicBezTo>
                                          <a:pt x="1249" y="13"/>
                                          <a:pt x="1245" y="16"/>
                                          <a:pt x="1241" y="16"/>
                                        </a:cubicBezTo>
                                        <a:close/>
                                        <a:moveTo>
                                          <a:pt x="1049" y="16"/>
                                        </a:moveTo>
                                        <a:lnTo>
                                          <a:pt x="937" y="16"/>
                                        </a:lnTo>
                                        <a:cubicBezTo>
                                          <a:pt x="933" y="16"/>
                                          <a:pt x="929" y="13"/>
                                          <a:pt x="929" y="8"/>
                                        </a:cubicBezTo>
                                        <a:cubicBezTo>
                                          <a:pt x="929" y="4"/>
                                          <a:pt x="933" y="0"/>
                                          <a:pt x="937" y="0"/>
                                        </a:cubicBezTo>
                                        <a:lnTo>
                                          <a:pt x="1049" y="0"/>
                                        </a:lnTo>
                                        <a:cubicBezTo>
                                          <a:pt x="1053" y="0"/>
                                          <a:pt x="1057" y="4"/>
                                          <a:pt x="1057" y="8"/>
                                        </a:cubicBezTo>
                                        <a:cubicBezTo>
                                          <a:pt x="1057" y="13"/>
                                          <a:pt x="1053" y="16"/>
                                          <a:pt x="1049" y="16"/>
                                        </a:cubicBezTo>
                                        <a:close/>
                                        <a:moveTo>
                                          <a:pt x="857" y="16"/>
                                        </a:moveTo>
                                        <a:lnTo>
                                          <a:pt x="745" y="16"/>
                                        </a:lnTo>
                                        <a:cubicBezTo>
                                          <a:pt x="741" y="16"/>
                                          <a:pt x="737" y="13"/>
                                          <a:pt x="737" y="8"/>
                                        </a:cubicBezTo>
                                        <a:cubicBezTo>
                                          <a:pt x="737" y="4"/>
                                          <a:pt x="741" y="0"/>
                                          <a:pt x="745" y="0"/>
                                        </a:cubicBezTo>
                                        <a:lnTo>
                                          <a:pt x="857" y="0"/>
                                        </a:lnTo>
                                        <a:cubicBezTo>
                                          <a:pt x="861" y="0"/>
                                          <a:pt x="865" y="4"/>
                                          <a:pt x="865" y="8"/>
                                        </a:cubicBezTo>
                                        <a:cubicBezTo>
                                          <a:pt x="865" y="13"/>
                                          <a:pt x="861" y="16"/>
                                          <a:pt x="857" y="16"/>
                                        </a:cubicBezTo>
                                        <a:close/>
                                        <a:moveTo>
                                          <a:pt x="665" y="16"/>
                                        </a:moveTo>
                                        <a:lnTo>
                                          <a:pt x="553" y="16"/>
                                        </a:lnTo>
                                        <a:cubicBezTo>
                                          <a:pt x="549" y="16"/>
                                          <a:pt x="545" y="13"/>
                                          <a:pt x="545" y="8"/>
                                        </a:cubicBezTo>
                                        <a:cubicBezTo>
                                          <a:pt x="545" y="4"/>
                                          <a:pt x="549" y="0"/>
                                          <a:pt x="553" y="0"/>
                                        </a:cubicBezTo>
                                        <a:lnTo>
                                          <a:pt x="665" y="0"/>
                                        </a:lnTo>
                                        <a:cubicBezTo>
                                          <a:pt x="669" y="0"/>
                                          <a:pt x="673" y="4"/>
                                          <a:pt x="673" y="8"/>
                                        </a:cubicBezTo>
                                        <a:cubicBezTo>
                                          <a:pt x="673" y="13"/>
                                          <a:pt x="669" y="16"/>
                                          <a:pt x="665" y="16"/>
                                        </a:cubicBezTo>
                                        <a:close/>
                                        <a:moveTo>
                                          <a:pt x="473" y="16"/>
                                        </a:moveTo>
                                        <a:lnTo>
                                          <a:pt x="361" y="16"/>
                                        </a:lnTo>
                                        <a:cubicBezTo>
                                          <a:pt x="357" y="16"/>
                                          <a:pt x="353" y="13"/>
                                          <a:pt x="353" y="8"/>
                                        </a:cubicBezTo>
                                        <a:cubicBezTo>
                                          <a:pt x="353" y="4"/>
                                          <a:pt x="357" y="0"/>
                                          <a:pt x="361" y="0"/>
                                        </a:cubicBezTo>
                                        <a:lnTo>
                                          <a:pt x="473" y="0"/>
                                        </a:lnTo>
                                        <a:cubicBezTo>
                                          <a:pt x="477" y="0"/>
                                          <a:pt x="481" y="4"/>
                                          <a:pt x="481" y="8"/>
                                        </a:cubicBezTo>
                                        <a:cubicBezTo>
                                          <a:pt x="481" y="13"/>
                                          <a:pt x="477" y="16"/>
                                          <a:pt x="473" y="16"/>
                                        </a:cubicBezTo>
                                        <a:close/>
                                        <a:moveTo>
                                          <a:pt x="281" y="16"/>
                                        </a:moveTo>
                                        <a:lnTo>
                                          <a:pt x="169" y="16"/>
                                        </a:lnTo>
                                        <a:cubicBezTo>
                                          <a:pt x="165" y="16"/>
                                          <a:pt x="161" y="13"/>
                                          <a:pt x="161" y="8"/>
                                        </a:cubicBezTo>
                                        <a:cubicBezTo>
                                          <a:pt x="161" y="4"/>
                                          <a:pt x="165" y="0"/>
                                          <a:pt x="169" y="0"/>
                                        </a:cubicBezTo>
                                        <a:lnTo>
                                          <a:pt x="281" y="0"/>
                                        </a:lnTo>
                                        <a:cubicBezTo>
                                          <a:pt x="285" y="0"/>
                                          <a:pt x="289" y="4"/>
                                          <a:pt x="289" y="8"/>
                                        </a:cubicBezTo>
                                        <a:cubicBezTo>
                                          <a:pt x="289" y="13"/>
                                          <a:pt x="285" y="16"/>
                                          <a:pt x="281" y="16"/>
                                        </a:cubicBezTo>
                                        <a:close/>
                                        <a:moveTo>
                                          <a:pt x="89" y="16"/>
                                        </a:moveTo>
                                        <a:lnTo>
                                          <a:pt x="8" y="16"/>
                                        </a:lnTo>
                                        <a:cubicBezTo>
                                          <a:pt x="4" y="16"/>
                                          <a:pt x="0" y="13"/>
                                          <a:pt x="0" y="8"/>
                                        </a:cubicBezTo>
                                        <a:cubicBezTo>
                                          <a:pt x="0" y="4"/>
                                          <a:pt x="4" y="0"/>
                                          <a:pt x="8" y="0"/>
                                        </a:cubicBezTo>
                                        <a:lnTo>
                                          <a:pt x="89" y="0"/>
                                        </a:lnTo>
                                        <a:cubicBezTo>
                                          <a:pt x="93" y="0"/>
                                          <a:pt x="97" y="4"/>
                                          <a:pt x="97" y="8"/>
                                        </a:cubicBezTo>
                                        <a:cubicBezTo>
                                          <a:pt x="97" y="13"/>
                                          <a:pt x="93" y="16"/>
                                          <a:pt x="89" y="16"/>
                                        </a:cubicBezTo>
                                        <a:close/>
                                      </a:path>
                                    </a:pathLst>
                                  </a:custGeom>
                                  <a:solidFill>
                                    <a:srgbClr val="FF0000"/>
                                  </a:solidFill>
                                  <a:ln w="12" cap="flat">
                                    <a:solidFill>
                                      <a:srgbClr val="FF0000"/>
                                    </a:solidFill>
                                    <a:prstDash val="solid"/>
                                    <a:bevel/>
                                    <a:headEnd/>
                                    <a:tailEnd/>
                                  </a:ln>
                                </wps:spPr>
                                <wps:bodyPr rot="0" vert="horz" wrap="square" lIns="91440" tIns="45720" rIns="91440" bIns="45720" anchor="t" anchorCtr="0" upright="1">
                                  <a:noAutofit/>
                                </wps:bodyPr>
                              </wps:wsp>
                              <wps:wsp>
                                <wps:cNvPr id="6" name="Freeform 8"/>
                                <wps:cNvSpPr>
                                  <a:spLocks noEditPoints="1"/>
                                </wps:cNvSpPr>
                                <wps:spPr bwMode="auto">
                                  <a:xfrm>
                                    <a:off x="4696" y="6573"/>
                                    <a:ext cx="3881" cy="2300"/>
                                  </a:xfrm>
                                  <a:custGeom>
                                    <a:avLst/>
                                    <a:gdLst>
                                      <a:gd name="T0" fmla="*/ 8 w 5156"/>
                                      <a:gd name="T1" fmla="*/ 336 h 3055"/>
                                      <a:gd name="T2" fmla="*/ 8 w 5156"/>
                                      <a:gd name="T3" fmla="*/ 400 h 3055"/>
                                      <a:gd name="T4" fmla="*/ 16 w 5156"/>
                                      <a:gd name="T5" fmla="*/ 904 h 3055"/>
                                      <a:gd name="T6" fmla="*/ 0 w 5156"/>
                                      <a:gd name="T7" fmla="*/ 984 h 3055"/>
                                      <a:gd name="T8" fmla="*/ 16 w 5156"/>
                                      <a:gd name="T9" fmla="*/ 1368 h 3055"/>
                                      <a:gd name="T10" fmla="*/ 0 w 5156"/>
                                      <a:gd name="T11" fmla="*/ 1672 h 3055"/>
                                      <a:gd name="T12" fmla="*/ 16 w 5156"/>
                                      <a:gd name="T13" fmla="*/ 1752 h 3055"/>
                                      <a:gd name="T14" fmla="*/ 8 w 5156"/>
                                      <a:gd name="T15" fmla="*/ 2256 h 3055"/>
                                      <a:gd name="T16" fmla="*/ 8 w 5156"/>
                                      <a:gd name="T17" fmla="*/ 2320 h 3055"/>
                                      <a:gd name="T18" fmla="*/ 16 w 5156"/>
                                      <a:gd name="T19" fmla="*/ 2824 h 3055"/>
                                      <a:gd name="T20" fmla="*/ 0 w 5156"/>
                                      <a:gd name="T21" fmla="*/ 2904 h 3055"/>
                                      <a:gd name="T22" fmla="*/ 249 w 5156"/>
                                      <a:gd name="T23" fmla="*/ 3039 h 3055"/>
                                      <a:gd name="T24" fmla="*/ 553 w 5156"/>
                                      <a:gd name="T25" fmla="*/ 3055 h 3055"/>
                                      <a:gd name="T26" fmla="*/ 633 w 5156"/>
                                      <a:gd name="T27" fmla="*/ 3039 h 3055"/>
                                      <a:gd name="T28" fmla="*/ 1137 w 5156"/>
                                      <a:gd name="T29" fmla="*/ 3047 h 3055"/>
                                      <a:gd name="T30" fmla="*/ 1201 w 5156"/>
                                      <a:gd name="T31" fmla="*/ 3047 h 3055"/>
                                      <a:gd name="T32" fmla="*/ 1705 w 5156"/>
                                      <a:gd name="T33" fmla="*/ 3039 h 3055"/>
                                      <a:gd name="T34" fmla="*/ 1785 w 5156"/>
                                      <a:gd name="T35" fmla="*/ 3055 h 3055"/>
                                      <a:gd name="T36" fmla="*/ 2169 w 5156"/>
                                      <a:gd name="T37" fmla="*/ 3039 h 3055"/>
                                      <a:gd name="T38" fmla="*/ 2473 w 5156"/>
                                      <a:gd name="T39" fmla="*/ 3055 h 3055"/>
                                      <a:gd name="T40" fmla="*/ 2553 w 5156"/>
                                      <a:gd name="T41" fmla="*/ 3039 h 3055"/>
                                      <a:gd name="T42" fmla="*/ 3057 w 5156"/>
                                      <a:gd name="T43" fmla="*/ 3047 h 3055"/>
                                      <a:gd name="T44" fmla="*/ 3121 w 5156"/>
                                      <a:gd name="T45" fmla="*/ 3047 h 3055"/>
                                      <a:gd name="T46" fmla="*/ 3625 w 5156"/>
                                      <a:gd name="T47" fmla="*/ 3039 h 3055"/>
                                      <a:gd name="T48" fmla="*/ 3705 w 5156"/>
                                      <a:gd name="T49" fmla="*/ 3055 h 3055"/>
                                      <a:gd name="T50" fmla="*/ 4089 w 5156"/>
                                      <a:gd name="T51" fmla="*/ 3039 h 3055"/>
                                      <a:gd name="T52" fmla="*/ 4393 w 5156"/>
                                      <a:gd name="T53" fmla="*/ 3055 h 3055"/>
                                      <a:gd name="T54" fmla="*/ 4473 w 5156"/>
                                      <a:gd name="T55" fmla="*/ 3039 h 3055"/>
                                      <a:gd name="T56" fmla="*/ 4977 w 5156"/>
                                      <a:gd name="T57" fmla="*/ 3047 h 3055"/>
                                      <a:gd name="T58" fmla="*/ 5156 w 5156"/>
                                      <a:gd name="T59" fmla="*/ 3033 h 3055"/>
                                      <a:gd name="T60" fmla="*/ 5156 w 5156"/>
                                      <a:gd name="T61" fmla="*/ 2953 h 3055"/>
                                      <a:gd name="T62" fmla="*/ 5140 w 5156"/>
                                      <a:gd name="T63" fmla="*/ 2569 h 3055"/>
                                      <a:gd name="T64" fmla="*/ 5156 w 5156"/>
                                      <a:gd name="T65" fmla="*/ 2265 h 3055"/>
                                      <a:gd name="T66" fmla="*/ 5140 w 5156"/>
                                      <a:gd name="T67" fmla="*/ 2185 h 3055"/>
                                      <a:gd name="T68" fmla="*/ 5148 w 5156"/>
                                      <a:gd name="T69" fmla="*/ 1681 h 3055"/>
                                      <a:gd name="T70" fmla="*/ 5148 w 5156"/>
                                      <a:gd name="T71" fmla="*/ 1617 h 3055"/>
                                      <a:gd name="T72" fmla="*/ 5140 w 5156"/>
                                      <a:gd name="T73" fmla="*/ 1113 h 3055"/>
                                      <a:gd name="T74" fmla="*/ 5156 w 5156"/>
                                      <a:gd name="T75" fmla="*/ 1033 h 3055"/>
                                      <a:gd name="T76" fmla="*/ 5140 w 5156"/>
                                      <a:gd name="T77" fmla="*/ 649 h 3055"/>
                                      <a:gd name="T78" fmla="*/ 5156 w 5156"/>
                                      <a:gd name="T79" fmla="*/ 345 h 3055"/>
                                      <a:gd name="T80" fmla="*/ 5140 w 5156"/>
                                      <a:gd name="T81" fmla="*/ 265 h 3055"/>
                                      <a:gd name="T82" fmla="*/ 5148 w 5156"/>
                                      <a:gd name="T83" fmla="*/ 81 h 3055"/>
                                      <a:gd name="T84" fmla="*/ 4718 w 5156"/>
                                      <a:gd name="T85" fmla="*/ 16 h 3055"/>
                                      <a:gd name="T86" fmla="*/ 4638 w 5156"/>
                                      <a:gd name="T87" fmla="*/ 0 h 3055"/>
                                      <a:gd name="T88" fmla="*/ 4254 w 5156"/>
                                      <a:gd name="T89" fmla="*/ 16 h 3055"/>
                                      <a:gd name="T90" fmla="*/ 3950 w 5156"/>
                                      <a:gd name="T91" fmla="*/ 0 h 3055"/>
                                      <a:gd name="T92" fmla="*/ 3870 w 5156"/>
                                      <a:gd name="T93" fmla="*/ 16 h 3055"/>
                                      <a:gd name="T94" fmla="*/ 3366 w 5156"/>
                                      <a:gd name="T95" fmla="*/ 8 h 3055"/>
                                      <a:gd name="T96" fmla="*/ 3302 w 5156"/>
                                      <a:gd name="T97" fmla="*/ 8 h 3055"/>
                                      <a:gd name="T98" fmla="*/ 2798 w 5156"/>
                                      <a:gd name="T99" fmla="*/ 16 h 3055"/>
                                      <a:gd name="T100" fmla="*/ 2718 w 5156"/>
                                      <a:gd name="T101" fmla="*/ 0 h 3055"/>
                                      <a:gd name="T102" fmla="*/ 2334 w 5156"/>
                                      <a:gd name="T103" fmla="*/ 16 h 3055"/>
                                      <a:gd name="T104" fmla="*/ 2030 w 5156"/>
                                      <a:gd name="T105" fmla="*/ 0 h 3055"/>
                                      <a:gd name="T106" fmla="*/ 1950 w 5156"/>
                                      <a:gd name="T107" fmla="*/ 16 h 3055"/>
                                      <a:gd name="T108" fmla="*/ 1446 w 5156"/>
                                      <a:gd name="T109" fmla="*/ 8 h 3055"/>
                                      <a:gd name="T110" fmla="*/ 1382 w 5156"/>
                                      <a:gd name="T111" fmla="*/ 8 h 3055"/>
                                      <a:gd name="T112" fmla="*/ 878 w 5156"/>
                                      <a:gd name="T113" fmla="*/ 16 h 3055"/>
                                      <a:gd name="T114" fmla="*/ 798 w 5156"/>
                                      <a:gd name="T115" fmla="*/ 0 h 3055"/>
                                      <a:gd name="T116" fmla="*/ 414 w 5156"/>
                                      <a:gd name="T117" fmla="*/ 16 h 3055"/>
                                      <a:gd name="T118" fmla="*/ 110 w 5156"/>
                                      <a:gd name="T119" fmla="*/ 0 h 3055"/>
                                      <a:gd name="T120" fmla="*/ 30 w 5156"/>
                                      <a:gd name="T121" fmla="*/ 16 h 30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156" h="3055">
                                        <a:moveTo>
                                          <a:pt x="16" y="24"/>
                                        </a:moveTo>
                                        <a:lnTo>
                                          <a:pt x="16" y="136"/>
                                        </a:lnTo>
                                        <a:cubicBezTo>
                                          <a:pt x="16" y="140"/>
                                          <a:pt x="12" y="144"/>
                                          <a:pt x="8" y="144"/>
                                        </a:cubicBezTo>
                                        <a:cubicBezTo>
                                          <a:pt x="3" y="144"/>
                                          <a:pt x="0" y="140"/>
                                          <a:pt x="0" y="136"/>
                                        </a:cubicBezTo>
                                        <a:lnTo>
                                          <a:pt x="0" y="24"/>
                                        </a:lnTo>
                                        <a:cubicBezTo>
                                          <a:pt x="0" y="19"/>
                                          <a:pt x="3" y="16"/>
                                          <a:pt x="8" y="16"/>
                                        </a:cubicBezTo>
                                        <a:cubicBezTo>
                                          <a:pt x="12" y="16"/>
                                          <a:pt x="16" y="19"/>
                                          <a:pt x="16" y="24"/>
                                        </a:cubicBezTo>
                                        <a:close/>
                                        <a:moveTo>
                                          <a:pt x="16" y="216"/>
                                        </a:moveTo>
                                        <a:lnTo>
                                          <a:pt x="16" y="328"/>
                                        </a:lnTo>
                                        <a:cubicBezTo>
                                          <a:pt x="16" y="332"/>
                                          <a:pt x="12" y="336"/>
                                          <a:pt x="8" y="336"/>
                                        </a:cubicBezTo>
                                        <a:cubicBezTo>
                                          <a:pt x="3" y="336"/>
                                          <a:pt x="0" y="332"/>
                                          <a:pt x="0" y="328"/>
                                        </a:cubicBezTo>
                                        <a:lnTo>
                                          <a:pt x="0" y="216"/>
                                        </a:lnTo>
                                        <a:cubicBezTo>
                                          <a:pt x="0" y="211"/>
                                          <a:pt x="3" y="208"/>
                                          <a:pt x="8" y="208"/>
                                        </a:cubicBezTo>
                                        <a:cubicBezTo>
                                          <a:pt x="12" y="208"/>
                                          <a:pt x="16" y="211"/>
                                          <a:pt x="16" y="216"/>
                                        </a:cubicBezTo>
                                        <a:close/>
                                        <a:moveTo>
                                          <a:pt x="16" y="408"/>
                                        </a:moveTo>
                                        <a:lnTo>
                                          <a:pt x="16" y="520"/>
                                        </a:lnTo>
                                        <a:cubicBezTo>
                                          <a:pt x="16" y="524"/>
                                          <a:pt x="12" y="528"/>
                                          <a:pt x="8" y="528"/>
                                        </a:cubicBezTo>
                                        <a:cubicBezTo>
                                          <a:pt x="3" y="528"/>
                                          <a:pt x="0" y="524"/>
                                          <a:pt x="0" y="520"/>
                                        </a:cubicBezTo>
                                        <a:lnTo>
                                          <a:pt x="0" y="408"/>
                                        </a:lnTo>
                                        <a:cubicBezTo>
                                          <a:pt x="0" y="403"/>
                                          <a:pt x="3" y="400"/>
                                          <a:pt x="8" y="400"/>
                                        </a:cubicBezTo>
                                        <a:cubicBezTo>
                                          <a:pt x="12" y="400"/>
                                          <a:pt x="16" y="403"/>
                                          <a:pt x="16" y="408"/>
                                        </a:cubicBezTo>
                                        <a:close/>
                                        <a:moveTo>
                                          <a:pt x="16" y="600"/>
                                        </a:moveTo>
                                        <a:lnTo>
                                          <a:pt x="16" y="712"/>
                                        </a:lnTo>
                                        <a:cubicBezTo>
                                          <a:pt x="16" y="716"/>
                                          <a:pt x="12" y="720"/>
                                          <a:pt x="8" y="720"/>
                                        </a:cubicBezTo>
                                        <a:cubicBezTo>
                                          <a:pt x="3" y="720"/>
                                          <a:pt x="0" y="716"/>
                                          <a:pt x="0" y="712"/>
                                        </a:cubicBezTo>
                                        <a:lnTo>
                                          <a:pt x="0" y="600"/>
                                        </a:lnTo>
                                        <a:cubicBezTo>
                                          <a:pt x="0" y="595"/>
                                          <a:pt x="3" y="592"/>
                                          <a:pt x="8" y="592"/>
                                        </a:cubicBezTo>
                                        <a:cubicBezTo>
                                          <a:pt x="12" y="592"/>
                                          <a:pt x="16" y="595"/>
                                          <a:pt x="16" y="600"/>
                                        </a:cubicBezTo>
                                        <a:close/>
                                        <a:moveTo>
                                          <a:pt x="16" y="792"/>
                                        </a:moveTo>
                                        <a:lnTo>
                                          <a:pt x="16" y="904"/>
                                        </a:lnTo>
                                        <a:cubicBezTo>
                                          <a:pt x="16" y="908"/>
                                          <a:pt x="12" y="912"/>
                                          <a:pt x="8" y="912"/>
                                        </a:cubicBezTo>
                                        <a:cubicBezTo>
                                          <a:pt x="3" y="912"/>
                                          <a:pt x="0" y="908"/>
                                          <a:pt x="0" y="904"/>
                                        </a:cubicBezTo>
                                        <a:lnTo>
                                          <a:pt x="0" y="792"/>
                                        </a:lnTo>
                                        <a:cubicBezTo>
                                          <a:pt x="0" y="787"/>
                                          <a:pt x="3" y="784"/>
                                          <a:pt x="8" y="784"/>
                                        </a:cubicBezTo>
                                        <a:cubicBezTo>
                                          <a:pt x="12" y="784"/>
                                          <a:pt x="16" y="787"/>
                                          <a:pt x="16" y="792"/>
                                        </a:cubicBezTo>
                                        <a:close/>
                                        <a:moveTo>
                                          <a:pt x="16" y="984"/>
                                        </a:moveTo>
                                        <a:lnTo>
                                          <a:pt x="16" y="1096"/>
                                        </a:lnTo>
                                        <a:cubicBezTo>
                                          <a:pt x="16" y="1100"/>
                                          <a:pt x="12" y="1104"/>
                                          <a:pt x="8" y="1104"/>
                                        </a:cubicBezTo>
                                        <a:cubicBezTo>
                                          <a:pt x="3" y="1104"/>
                                          <a:pt x="0" y="1100"/>
                                          <a:pt x="0" y="1096"/>
                                        </a:cubicBezTo>
                                        <a:lnTo>
                                          <a:pt x="0" y="984"/>
                                        </a:lnTo>
                                        <a:cubicBezTo>
                                          <a:pt x="0" y="979"/>
                                          <a:pt x="3" y="976"/>
                                          <a:pt x="8" y="976"/>
                                        </a:cubicBezTo>
                                        <a:cubicBezTo>
                                          <a:pt x="12" y="976"/>
                                          <a:pt x="16" y="979"/>
                                          <a:pt x="16" y="984"/>
                                        </a:cubicBezTo>
                                        <a:close/>
                                        <a:moveTo>
                                          <a:pt x="16" y="1176"/>
                                        </a:moveTo>
                                        <a:lnTo>
                                          <a:pt x="16" y="1288"/>
                                        </a:lnTo>
                                        <a:cubicBezTo>
                                          <a:pt x="16" y="1292"/>
                                          <a:pt x="12" y="1296"/>
                                          <a:pt x="8" y="1296"/>
                                        </a:cubicBezTo>
                                        <a:cubicBezTo>
                                          <a:pt x="3" y="1296"/>
                                          <a:pt x="0" y="1292"/>
                                          <a:pt x="0" y="1288"/>
                                        </a:cubicBezTo>
                                        <a:lnTo>
                                          <a:pt x="0" y="1176"/>
                                        </a:lnTo>
                                        <a:cubicBezTo>
                                          <a:pt x="0" y="1171"/>
                                          <a:pt x="3" y="1168"/>
                                          <a:pt x="8" y="1168"/>
                                        </a:cubicBezTo>
                                        <a:cubicBezTo>
                                          <a:pt x="12" y="1168"/>
                                          <a:pt x="16" y="1171"/>
                                          <a:pt x="16" y="1176"/>
                                        </a:cubicBezTo>
                                        <a:close/>
                                        <a:moveTo>
                                          <a:pt x="16" y="1368"/>
                                        </a:moveTo>
                                        <a:lnTo>
                                          <a:pt x="16" y="1480"/>
                                        </a:lnTo>
                                        <a:cubicBezTo>
                                          <a:pt x="16" y="1484"/>
                                          <a:pt x="12" y="1488"/>
                                          <a:pt x="8" y="1488"/>
                                        </a:cubicBezTo>
                                        <a:cubicBezTo>
                                          <a:pt x="3" y="1488"/>
                                          <a:pt x="0" y="1484"/>
                                          <a:pt x="0" y="1480"/>
                                        </a:cubicBezTo>
                                        <a:lnTo>
                                          <a:pt x="0" y="1368"/>
                                        </a:lnTo>
                                        <a:cubicBezTo>
                                          <a:pt x="0" y="1363"/>
                                          <a:pt x="3" y="1360"/>
                                          <a:pt x="8" y="1360"/>
                                        </a:cubicBezTo>
                                        <a:cubicBezTo>
                                          <a:pt x="12" y="1360"/>
                                          <a:pt x="16" y="1363"/>
                                          <a:pt x="16" y="1368"/>
                                        </a:cubicBezTo>
                                        <a:close/>
                                        <a:moveTo>
                                          <a:pt x="16" y="1560"/>
                                        </a:moveTo>
                                        <a:lnTo>
                                          <a:pt x="16" y="1672"/>
                                        </a:lnTo>
                                        <a:cubicBezTo>
                                          <a:pt x="16" y="1676"/>
                                          <a:pt x="12" y="1680"/>
                                          <a:pt x="8" y="1680"/>
                                        </a:cubicBezTo>
                                        <a:cubicBezTo>
                                          <a:pt x="3" y="1680"/>
                                          <a:pt x="0" y="1676"/>
                                          <a:pt x="0" y="1672"/>
                                        </a:cubicBezTo>
                                        <a:lnTo>
                                          <a:pt x="0" y="1560"/>
                                        </a:lnTo>
                                        <a:cubicBezTo>
                                          <a:pt x="0" y="1555"/>
                                          <a:pt x="3" y="1552"/>
                                          <a:pt x="8" y="1552"/>
                                        </a:cubicBezTo>
                                        <a:cubicBezTo>
                                          <a:pt x="12" y="1552"/>
                                          <a:pt x="16" y="1555"/>
                                          <a:pt x="16" y="1560"/>
                                        </a:cubicBezTo>
                                        <a:close/>
                                        <a:moveTo>
                                          <a:pt x="16" y="1752"/>
                                        </a:moveTo>
                                        <a:lnTo>
                                          <a:pt x="16" y="1864"/>
                                        </a:lnTo>
                                        <a:cubicBezTo>
                                          <a:pt x="16" y="1868"/>
                                          <a:pt x="12" y="1872"/>
                                          <a:pt x="8" y="1872"/>
                                        </a:cubicBezTo>
                                        <a:cubicBezTo>
                                          <a:pt x="3" y="1872"/>
                                          <a:pt x="0" y="1868"/>
                                          <a:pt x="0" y="1864"/>
                                        </a:cubicBezTo>
                                        <a:lnTo>
                                          <a:pt x="0" y="1752"/>
                                        </a:lnTo>
                                        <a:cubicBezTo>
                                          <a:pt x="0" y="1747"/>
                                          <a:pt x="3" y="1744"/>
                                          <a:pt x="8" y="1744"/>
                                        </a:cubicBezTo>
                                        <a:cubicBezTo>
                                          <a:pt x="12" y="1744"/>
                                          <a:pt x="16" y="1747"/>
                                          <a:pt x="16" y="1752"/>
                                        </a:cubicBezTo>
                                        <a:close/>
                                        <a:moveTo>
                                          <a:pt x="16" y="1944"/>
                                        </a:moveTo>
                                        <a:lnTo>
                                          <a:pt x="16" y="2056"/>
                                        </a:lnTo>
                                        <a:cubicBezTo>
                                          <a:pt x="16" y="2060"/>
                                          <a:pt x="12" y="2064"/>
                                          <a:pt x="8" y="2064"/>
                                        </a:cubicBezTo>
                                        <a:cubicBezTo>
                                          <a:pt x="3" y="2064"/>
                                          <a:pt x="0" y="2060"/>
                                          <a:pt x="0" y="2056"/>
                                        </a:cubicBezTo>
                                        <a:lnTo>
                                          <a:pt x="0" y="1944"/>
                                        </a:lnTo>
                                        <a:cubicBezTo>
                                          <a:pt x="0" y="1939"/>
                                          <a:pt x="3" y="1936"/>
                                          <a:pt x="8" y="1936"/>
                                        </a:cubicBezTo>
                                        <a:cubicBezTo>
                                          <a:pt x="12" y="1936"/>
                                          <a:pt x="16" y="1939"/>
                                          <a:pt x="16" y="1944"/>
                                        </a:cubicBezTo>
                                        <a:close/>
                                        <a:moveTo>
                                          <a:pt x="16" y="2136"/>
                                        </a:moveTo>
                                        <a:lnTo>
                                          <a:pt x="16" y="2248"/>
                                        </a:lnTo>
                                        <a:cubicBezTo>
                                          <a:pt x="16" y="2252"/>
                                          <a:pt x="12" y="2256"/>
                                          <a:pt x="8" y="2256"/>
                                        </a:cubicBezTo>
                                        <a:cubicBezTo>
                                          <a:pt x="3" y="2256"/>
                                          <a:pt x="0" y="2252"/>
                                          <a:pt x="0" y="2248"/>
                                        </a:cubicBezTo>
                                        <a:lnTo>
                                          <a:pt x="0" y="2136"/>
                                        </a:lnTo>
                                        <a:cubicBezTo>
                                          <a:pt x="0" y="2131"/>
                                          <a:pt x="3" y="2128"/>
                                          <a:pt x="8" y="2128"/>
                                        </a:cubicBezTo>
                                        <a:cubicBezTo>
                                          <a:pt x="12" y="2128"/>
                                          <a:pt x="16" y="2131"/>
                                          <a:pt x="16" y="2136"/>
                                        </a:cubicBezTo>
                                        <a:close/>
                                        <a:moveTo>
                                          <a:pt x="16" y="2328"/>
                                        </a:moveTo>
                                        <a:lnTo>
                                          <a:pt x="16" y="2440"/>
                                        </a:lnTo>
                                        <a:cubicBezTo>
                                          <a:pt x="16" y="2444"/>
                                          <a:pt x="12" y="2448"/>
                                          <a:pt x="8" y="2448"/>
                                        </a:cubicBezTo>
                                        <a:cubicBezTo>
                                          <a:pt x="3" y="2448"/>
                                          <a:pt x="0" y="2444"/>
                                          <a:pt x="0" y="2440"/>
                                        </a:cubicBezTo>
                                        <a:lnTo>
                                          <a:pt x="0" y="2328"/>
                                        </a:lnTo>
                                        <a:cubicBezTo>
                                          <a:pt x="0" y="2323"/>
                                          <a:pt x="3" y="2320"/>
                                          <a:pt x="8" y="2320"/>
                                        </a:cubicBezTo>
                                        <a:cubicBezTo>
                                          <a:pt x="12" y="2320"/>
                                          <a:pt x="16" y="2323"/>
                                          <a:pt x="16" y="2328"/>
                                        </a:cubicBezTo>
                                        <a:close/>
                                        <a:moveTo>
                                          <a:pt x="16" y="2520"/>
                                        </a:moveTo>
                                        <a:lnTo>
                                          <a:pt x="16" y="2632"/>
                                        </a:lnTo>
                                        <a:cubicBezTo>
                                          <a:pt x="16" y="2636"/>
                                          <a:pt x="12" y="2640"/>
                                          <a:pt x="8" y="2640"/>
                                        </a:cubicBezTo>
                                        <a:cubicBezTo>
                                          <a:pt x="3" y="2640"/>
                                          <a:pt x="0" y="2636"/>
                                          <a:pt x="0" y="2632"/>
                                        </a:cubicBezTo>
                                        <a:lnTo>
                                          <a:pt x="0" y="2520"/>
                                        </a:lnTo>
                                        <a:cubicBezTo>
                                          <a:pt x="0" y="2515"/>
                                          <a:pt x="3" y="2512"/>
                                          <a:pt x="8" y="2512"/>
                                        </a:cubicBezTo>
                                        <a:cubicBezTo>
                                          <a:pt x="12" y="2512"/>
                                          <a:pt x="16" y="2515"/>
                                          <a:pt x="16" y="2520"/>
                                        </a:cubicBezTo>
                                        <a:close/>
                                        <a:moveTo>
                                          <a:pt x="16" y="2712"/>
                                        </a:moveTo>
                                        <a:lnTo>
                                          <a:pt x="16" y="2824"/>
                                        </a:lnTo>
                                        <a:cubicBezTo>
                                          <a:pt x="16" y="2828"/>
                                          <a:pt x="12" y="2832"/>
                                          <a:pt x="8" y="2832"/>
                                        </a:cubicBezTo>
                                        <a:cubicBezTo>
                                          <a:pt x="3" y="2832"/>
                                          <a:pt x="0" y="2828"/>
                                          <a:pt x="0" y="2824"/>
                                        </a:cubicBezTo>
                                        <a:lnTo>
                                          <a:pt x="0" y="2712"/>
                                        </a:lnTo>
                                        <a:cubicBezTo>
                                          <a:pt x="0" y="2707"/>
                                          <a:pt x="3" y="2704"/>
                                          <a:pt x="8" y="2704"/>
                                        </a:cubicBezTo>
                                        <a:cubicBezTo>
                                          <a:pt x="12" y="2704"/>
                                          <a:pt x="16" y="2707"/>
                                          <a:pt x="16" y="2712"/>
                                        </a:cubicBezTo>
                                        <a:close/>
                                        <a:moveTo>
                                          <a:pt x="16" y="2904"/>
                                        </a:moveTo>
                                        <a:lnTo>
                                          <a:pt x="16" y="3016"/>
                                        </a:lnTo>
                                        <a:cubicBezTo>
                                          <a:pt x="16" y="3020"/>
                                          <a:pt x="12" y="3024"/>
                                          <a:pt x="8" y="3024"/>
                                        </a:cubicBezTo>
                                        <a:cubicBezTo>
                                          <a:pt x="3" y="3024"/>
                                          <a:pt x="0" y="3020"/>
                                          <a:pt x="0" y="3016"/>
                                        </a:cubicBezTo>
                                        <a:lnTo>
                                          <a:pt x="0" y="2904"/>
                                        </a:lnTo>
                                        <a:cubicBezTo>
                                          <a:pt x="0" y="2899"/>
                                          <a:pt x="3" y="2896"/>
                                          <a:pt x="8" y="2896"/>
                                        </a:cubicBezTo>
                                        <a:cubicBezTo>
                                          <a:pt x="12" y="2896"/>
                                          <a:pt x="16" y="2899"/>
                                          <a:pt x="16" y="2904"/>
                                        </a:cubicBezTo>
                                        <a:close/>
                                        <a:moveTo>
                                          <a:pt x="57" y="3039"/>
                                        </a:moveTo>
                                        <a:lnTo>
                                          <a:pt x="169" y="3039"/>
                                        </a:lnTo>
                                        <a:cubicBezTo>
                                          <a:pt x="174" y="3039"/>
                                          <a:pt x="177" y="3042"/>
                                          <a:pt x="177" y="3047"/>
                                        </a:cubicBezTo>
                                        <a:cubicBezTo>
                                          <a:pt x="177" y="3051"/>
                                          <a:pt x="174" y="3055"/>
                                          <a:pt x="169" y="3055"/>
                                        </a:cubicBezTo>
                                        <a:lnTo>
                                          <a:pt x="57" y="3055"/>
                                        </a:lnTo>
                                        <a:cubicBezTo>
                                          <a:pt x="53" y="3055"/>
                                          <a:pt x="49" y="3051"/>
                                          <a:pt x="49" y="3047"/>
                                        </a:cubicBezTo>
                                        <a:cubicBezTo>
                                          <a:pt x="49" y="3042"/>
                                          <a:pt x="53" y="3039"/>
                                          <a:pt x="57" y="3039"/>
                                        </a:cubicBezTo>
                                        <a:close/>
                                        <a:moveTo>
                                          <a:pt x="249" y="3039"/>
                                        </a:moveTo>
                                        <a:lnTo>
                                          <a:pt x="361" y="3039"/>
                                        </a:lnTo>
                                        <a:cubicBezTo>
                                          <a:pt x="366" y="3039"/>
                                          <a:pt x="369" y="3042"/>
                                          <a:pt x="369" y="3047"/>
                                        </a:cubicBezTo>
                                        <a:cubicBezTo>
                                          <a:pt x="369" y="3051"/>
                                          <a:pt x="366" y="3055"/>
                                          <a:pt x="361" y="3055"/>
                                        </a:cubicBezTo>
                                        <a:lnTo>
                                          <a:pt x="249" y="3055"/>
                                        </a:lnTo>
                                        <a:cubicBezTo>
                                          <a:pt x="245" y="3055"/>
                                          <a:pt x="241" y="3051"/>
                                          <a:pt x="241" y="3047"/>
                                        </a:cubicBezTo>
                                        <a:cubicBezTo>
                                          <a:pt x="241" y="3042"/>
                                          <a:pt x="245" y="3039"/>
                                          <a:pt x="249" y="3039"/>
                                        </a:cubicBezTo>
                                        <a:close/>
                                        <a:moveTo>
                                          <a:pt x="441" y="3039"/>
                                        </a:moveTo>
                                        <a:lnTo>
                                          <a:pt x="553" y="3039"/>
                                        </a:lnTo>
                                        <a:cubicBezTo>
                                          <a:pt x="558" y="3039"/>
                                          <a:pt x="561" y="3042"/>
                                          <a:pt x="561" y="3047"/>
                                        </a:cubicBezTo>
                                        <a:cubicBezTo>
                                          <a:pt x="561" y="3051"/>
                                          <a:pt x="558" y="3055"/>
                                          <a:pt x="553" y="3055"/>
                                        </a:cubicBezTo>
                                        <a:lnTo>
                                          <a:pt x="441" y="3055"/>
                                        </a:lnTo>
                                        <a:cubicBezTo>
                                          <a:pt x="437" y="3055"/>
                                          <a:pt x="433" y="3051"/>
                                          <a:pt x="433" y="3047"/>
                                        </a:cubicBezTo>
                                        <a:cubicBezTo>
                                          <a:pt x="433" y="3042"/>
                                          <a:pt x="437" y="3039"/>
                                          <a:pt x="441" y="3039"/>
                                        </a:cubicBezTo>
                                        <a:close/>
                                        <a:moveTo>
                                          <a:pt x="633" y="3039"/>
                                        </a:moveTo>
                                        <a:lnTo>
                                          <a:pt x="745" y="3039"/>
                                        </a:lnTo>
                                        <a:cubicBezTo>
                                          <a:pt x="750" y="3039"/>
                                          <a:pt x="753" y="3042"/>
                                          <a:pt x="753" y="3047"/>
                                        </a:cubicBezTo>
                                        <a:cubicBezTo>
                                          <a:pt x="753" y="3051"/>
                                          <a:pt x="750" y="3055"/>
                                          <a:pt x="745" y="3055"/>
                                        </a:cubicBezTo>
                                        <a:lnTo>
                                          <a:pt x="633" y="3055"/>
                                        </a:lnTo>
                                        <a:cubicBezTo>
                                          <a:pt x="629" y="3055"/>
                                          <a:pt x="625" y="3051"/>
                                          <a:pt x="625" y="3047"/>
                                        </a:cubicBezTo>
                                        <a:cubicBezTo>
                                          <a:pt x="625" y="3042"/>
                                          <a:pt x="629" y="3039"/>
                                          <a:pt x="633" y="3039"/>
                                        </a:cubicBezTo>
                                        <a:close/>
                                        <a:moveTo>
                                          <a:pt x="825" y="3039"/>
                                        </a:moveTo>
                                        <a:lnTo>
                                          <a:pt x="937" y="3039"/>
                                        </a:lnTo>
                                        <a:cubicBezTo>
                                          <a:pt x="942" y="3039"/>
                                          <a:pt x="945" y="3042"/>
                                          <a:pt x="945" y="3047"/>
                                        </a:cubicBezTo>
                                        <a:cubicBezTo>
                                          <a:pt x="945" y="3051"/>
                                          <a:pt x="942" y="3055"/>
                                          <a:pt x="937" y="3055"/>
                                        </a:cubicBezTo>
                                        <a:lnTo>
                                          <a:pt x="825" y="3055"/>
                                        </a:lnTo>
                                        <a:cubicBezTo>
                                          <a:pt x="821" y="3055"/>
                                          <a:pt x="817" y="3051"/>
                                          <a:pt x="817" y="3047"/>
                                        </a:cubicBezTo>
                                        <a:cubicBezTo>
                                          <a:pt x="817" y="3042"/>
                                          <a:pt x="821" y="3039"/>
                                          <a:pt x="825" y="3039"/>
                                        </a:cubicBezTo>
                                        <a:close/>
                                        <a:moveTo>
                                          <a:pt x="1017" y="3039"/>
                                        </a:moveTo>
                                        <a:lnTo>
                                          <a:pt x="1129" y="3039"/>
                                        </a:lnTo>
                                        <a:cubicBezTo>
                                          <a:pt x="1134" y="3039"/>
                                          <a:pt x="1137" y="3042"/>
                                          <a:pt x="1137" y="3047"/>
                                        </a:cubicBezTo>
                                        <a:cubicBezTo>
                                          <a:pt x="1137" y="3051"/>
                                          <a:pt x="1134" y="3055"/>
                                          <a:pt x="1129" y="3055"/>
                                        </a:cubicBezTo>
                                        <a:lnTo>
                                          <a:pt x="1017" y="3055"/>
                                        </a:lnTo>
                                        <a:cubicBezTo>
                                          <a:pt x="1013" y="3055"/>
                                          <a:pt x="1009" y="3051"/>
                                          <a:pt x="1009" y="3047"/>
                                        </a:cubicBezTo>
                                        <a:cubicBezTo>
                                          <a:pt x="1009" y="3042"/>
                                          <a:pt x="1013" y="3039"/>
                                          <a:pt x="1017" y="3039"/>
                                        </a:cubicBezTo>
                                        <a:close/>
                                        <a:moveTo>
                                          <a:pt x="1209" y="3039"/>
                                        </a:moveTo>
                                        <a:lnTo>
                                          <a:pt x="1321" y="3039"/>
                                        </a:lnTo>
                                        <a:cubicBezTo>
                                          <a:pt x="1326" y="3039"/>
                                          <a:pt x="1329" y="3042"/>
                                          <a:pt x="1329" y="3047"/>
                                        </a:cubicBezTo>
                                        <a:cubicBezTo>
                                          <a:pt x="1329" y="3051"/>
                                          <a:pt x="1326" y="3055"/>
                                          <a:pt x="1321" y="3055"/>
                                        </a:cubicBezTo>
                                        <a:lnTo>
                                          <a:pt x="1209" y="3055"/>
                                        </a:lnTo>
                                        <a:cubicBezTo>
                                          <a:pt x="1205" y="3055"/>
                                          <a:pt x="1201" y="3051"/>
                                          <a:pt x="1201" y="3047"/>
                                        </a:cubicBezTo>
                                        <a:cubicBezTo>
                                          <a:pt x="1201" y="3042"/>
                                          <a:pt x="1205" y="3039"/>
                                          <a:pt x="1209" y="3039"/>
                                        </a:cubicBezTo>
                                        <a:close/>
                                        <a:moveTo>
                                          <a:pt x="1401" y="3039"/>
                                        </a:moveTo>
                                        <a:lnTo>
                                          <a:pt x="1513" y="3039"/>
                                        </a:lnTo>
                                        <a:cubicBezTo>
                                          <a:pt x="1518" y="3039"/>
                                          <a:pt x="1521" y="3042"/>
                                          <a:pt x="1521" y="3047"/>
                                        </a:cubicBezTo>
                                        <a:cubicBezTo>
                                          <a:pt x="1521" y="3051"/>
                                          <a:pt x="1518" y="3055"/>
                                          <a:pt x="1513" y="3055"/>
                                        </a:cubicBezTo>
                                        <a:lnTo>
                                          <a:pt x="1401" y="3055"/>
                                        </a:lnTo>
                                        <a:cubicBezTo>
                                          <a:pt x="1397" y="3055"/>
                                          <a:pt x="1393" y="3051"/>
                                          <a:pt x="1393" y="3047"/>
                                        </a:cubicBezTo>
                                        <a:cubicBezTo>
                                          <a:pt x="1393" y="3042"/>
                                          <a:pt x="1397" y="3039"/>
                                          <a:pt x="1401" y="3039"/>
                                        </a:cubicBezTo>
                                        <a:close/>
                                        <a:moveTo>
                                          <a:pt x="1593" y="3039"/>
                                        </a:moveTo>
                                        <a:lnTo>
                                          <a:pt x="1705" y="3039"/>
                                        </a:lnTo>
                                        <a:cubicBezTo>
                                          <a:pt x="1710" y="3039"/>
                                          <a:pt x="1713" y="3042"/>
                                          <a:pt x="1713" y="3047"/>
                                        </a:cubicBezTo>
                                        <a:cubicBezTo>
                                          <a:pt x="1713" y="3051"/>
                                          <a:pt x="1710" y="3055"/>
                                          <a:pt x="1705" y="3055"/>
                                        </a:cubicBezTo>
                                        <a:lnTo>
                                          <a:pt x="1593" y="3055"/>
                                        </a:lnTo>
                                        <a:cubicBezTo>
                                          <a:pt x="1589" y="3055"/>
                                          <a:pt x="1585" y="3051"/>
                                          <a:pt x="1585" y="3047"/>
                                        </a:cubicBezTo>
                                        <a:cubicBezTo>
                                          <a:pt x="1585" y="3042"/>
                                          <a:pt x="1589" y="3039"/>
                                          <a:pt x="1593" y="3039"/>
                                        </a:cubicBezTo>
                                        <a:close/>
                                        <a:moveTo>
                                          <a:pt x="1785" y="3039"/>
                                        </a:moveTo>
                                        <a:lnTo>
                                          <a:pt x="1897" y="3039"/>
                                        </a:lnTo>
                                        <a:cubicBezTo>
                                          <a:pt x="1902" y="3039"/>
                                          <a:pt x="1905" y="3042"/>
                                          <a:pt x="1905" y="3047"/>
                                        </a:cubicBezTo>
                                        <a:cubicBezTo>
                                          <a:pt x="1905" y="3051"/>
                                          <a:pt x="1902" y="3055"/>
                                          <a:pt x="1897" y="3055"/>
                                        </a:cubicBezTo>
                                        <a:lnTo>
                                          <a:pt x="1785" y="3055"/>
                                        </a:lnTo>
                                        <a:cubicBezTo>
                                          <a:pt x="1781" y="3055"/>
                                          <a:pt x="1777" y="3051"/>
                                          <a:pt x="1777" y="3047"/>
                                        </a:cubicBezTo>
                                        <a:cubicBezTo>
                                          <a:pt x="1777" y="3042"/>
                                          <a:pt x="1781" y="3039"/>
                                          <a:pt x="1785" y="3039"/>
                                        </a:cubicBezTo>
                                        <a:close/>
                                        <a:moveTo>
                                          <a:pt x="1977" y="3039"/>
                                        </a:moveTo>
                                        <a:lnTo>
                                          <a:pt x="2089" y="3039"/>
                                        </a:lnTo>
                                        <a:cubicBezTo>
                                          <a:pt x="2094" y="3039"/>
                                          <a:pt x="2097" y="3042"/>
                                          <a:pt x="2097" y="3047"/>
                                        </a:cubicBezTo>
                                        <a:cubicBezTo>
                                          <a:pt x="2097" y="3051"/>
                                          <a:pt x="2094" y="3055"/>
                                          <a:pt x="2089" y="3055"/>
                                        </a:cubicBezTo>
                                        <a:lnTo>
                                          <a:pt x="1977" y="3055"/>
                                        </a:lnTo>
                                        <a:cubicBezTo>
                                          <a:pt x="1973" y="3055"/>
                                          <a:pt x="1969" y="3051"/>
                                          <a:pt x="1969" y="3047"/>
                                        </a:cubicBezTo>
                                        <a:cubicBezTo>
                                          <a:pt x="1969" y="3042"/>
                                          <a:pt x="1973" y="3039"/>
                                          <a:pt x="1977" y="3039"/>
                                        </a:cubicBezTo>
                                        <a:close/>
                                        <a:moveTo>
                                          <a:pt x="2169" y="3039"/>
                                        </a:moveTo>
                                        <a:lnTo>
                                          <a:pt x="2281" y="3039"/>
                                        </a:lnTo>
                                        <a:cubicBezTo>
                                          <a:pt x="2286" y="3039"/>
                                          <a:pt x="2289" y="3042"/>
                                          <a:pt x="2289" y="3047"/>
                                        </a:cubicBezTo>
                                        <a:cubicBezTo>
                                          <a:pt x="2289" y="3051"/>
                                          <a:pt x="2286" y="3055"/>
                                          <a:pt x="2281" y="3055"/>
                                        </a:cubicBezTo>
                                        <a:lnTo>
                                          <a:pt x="2169" y="3055"/>
                                        </a:lnTo>
                                        <a:cubicBezTo>
                                          <a:pt x="2165" y="3055"/>
                                          <a:pt x="2161" y="3051"/>
                                          <a:pt x="2161" y="3047"/>
                                        </a:cubicBezTo>
                                        <a:cubicBezTo>
                                          <a:pt x="2161" y="3042"/>
                                          <a:pt x="2165" y="3039"/>
                                          <a:pt x="2169" y="3039"/>
                                        </a:cubicBezTo>
                                        <a:close/>
                                        <a:moveTo>
                                          <a:pt x="2361" y="3039"/>
                                        </a:moveTo>
                                        <a:lnTo>
                                          <a:pt x="2473" y="3039"/>
                                        </a:lnTo>
                                        <a:cubicBezTo>
                                          <a:pt x="2478" y="3039"/>
                                          <a:pt x="2481" y="3042"/>
                                          <a:pt x="2481" y="3047"/>
                                        </a:cubicBezTo>
                                        <a:cubicBezTo>
                                          <a:pt x="2481" y="3051"/>
                                          <a:pt x="2478" y="3055"/>
                                          <a:pt x="2473" y="3055"/>
                                        </a:cubicBezTo>
                                        <a:lnTo>
                                          <a:pt x="2361" y="3055"/>
                                        </a:lnTo>
                                        <a:cubicBezTo>
                                          <a:pt x="2357" y="3055"/>
                                          <a:pt x="2353" y="3051"/>
                                          <a:pt x="2353" y="3047"/>
                                        </a:cubicBezTo>
                                        <a:cubicBezTo>
                                          <a:pt x="2353" y="3042"/>
                                          <a:pt x="2357" y="3039"/>
                                          <a:pt x="2361" y="3039"/>
                                        </a:cubicBezTo>
                                        <a:close/>
                                        <a:moveTo>
                                          <a:pt x="2553" y="3039"/>
                                        </a:moveTo>
                                        <a:lnTo>
                                          <a:pt x="2665" y="3039"/>
                                        </a:lnTo>
                                        <a:cubicBezTo>
                                          <a:pt x="2670" y="3039"/>
                                          <a:pt x="2673" y="3042"/>
                                          <a:pt x="2673" y="3047"/>
                                        </a:cubicBezTo>
                                        <a:cubicBezTo>
                                          <a:pt x="2673" y="3051"/>
                                          <a:pt x="2670" y="3055"/>
                                          <a:pt x="2665" y="3055"/>
                                        </a:cubicBezTo>
                                        <a:lnTo>
                                          <a:pt x="2553" y="3055"/>
                                        </a:lnTo>
                                        <a:cubicBezTo>
                                          <a:pt x="2549" y="3055"/>
                                          <a:pt x="2545" y="3051"/>
                                          <a:pt x="2545" y="3047"/>
                                        </a:cubicBezTo>
                                        <a:cubicBezTo>
                                          <a:pt x="2545" y="3042"/>
                                          <a:pt x="2549" y="3039"/>
                                          <a:pt x="2553" y="3039"/>
                                        </a:cubicBezTo>
                                        <a:close/>
                                        <a:moveTo>
                                          <a:pt x="2745" y="3039"/>
                                        </a:moveTo>
                                        <a:lnTo>
                                          <a:pt x="2857" y="3039"/>
                                        </a:lnTo>
                                        <a:cubicBezTo>
                                          <a:pt x="2862" y="3039"/>
                                          <a:pt x="2865" y="3042"/>
                                          <a:pt x="2865" y="3047"/>
                                        </a:cubicBezTo>
                                        <a:cubicBezTo>
                                          <a:pt x="2865" y="3051"/>
                                          <a:pt x="2862" y="3055"/>
                                          <a:pt x="2857" y="3055"/>
                                        </a:cubicBezTo>
                                        <a:lnTo>
                                          <a:pt x="2745" y="3055"/>
                                        </a:lnTo>
                                        <a:cubicBezTo>
                                          <a:pt x="2741" y="3055"/>
                                          <a:pt x="2737" y="3051"/>
                                          <a:pt x="2737" y="3047"/>
                                        </a:cubicBezTo>
                                        <a:cubicBezTo>
                                          <a:pt x="2737" y="3042"/>
                                          <a:pt x="2741" y="3039"/>
                                          <a:pt x="2745" y="3039"/>
                                        </a:cubicBezTo>
                                        <a:close/>
                                        <a:moveTo>
                                          <a:pt x="2937" y="3039"/>
                                        </a:moveTo>
                                        <a:lnTo>
                                          <a:pt x="3049" y="3039"/>
                                        </a:lnTo>
                                        <a:cubicBezTo>
                                          <a:pt x="3054" y="3039"/>
                                          <a:pt x="3057" y="3042"/>
                                          <a:pt x="3057" y="3047"/>
                                        </a:cubicBezTo>
                                        <a:cubicBezTo>
                                          <a:pt x="3057" y="3051"/>
                                          <a:pt x="3054" y="3055"/>
                                          <a:pt x="3049" y="3055"/>
                                        </a:cubicBezTo>
                                        <a:lnTo>
                                          <a:pt x="2937" y="3055"/>
                                        </a:lnTo>
                                        <a:cubicBezTo>
                                          <a:pt x="2933" y="3055"/>
                                          <a:pt x="2929" y="3051"/>
                                          <a:pt x="2929" y="3047"/>
                                        </a:cubicBezTo>
                                        <a:cubicBezTo>
                                          <a:pt x="2929" y="3042"/>
                                          <a:pt x="2933" y="3039"/>
                                          <a:pt x="2937" y="3039"/>
                                        </a:cubicBezTo>
                                        <a:close/>
                                        <a:moveTo>
                                          <a:pt x="3129" y="3039"/>
                                        </a:moveTo>
                                        <a:lnTo>
                                          <a:pt x="3241" y="3039"/>
                                        </a:lnTo>
                                        <a:cubicBezTo>
                                          <a:pt x="3246" y="3039"/>
                                          <a:pt x="3249" y="3042"/>
                                          <a:pt x="3249" y="3047"/>
                                        </a:cubicBezTo>
                                        <a:cubicBezTo>
                                          <a:pt x="3249" y="3051"/>
                                          <a:pt x="3246" y="3055"/>
                                          <a:pt x="3241" y="3055"/>
                                        </a:cubicBezTo>
                                        <a:lnTo>
                                          <a:pt x="3129" y="3055"/>
                                        </a:lnTo>
                                        <a:cubicBezTo>
                                          <a:pt x="3125" y="3055"/>
                                          <a:pt x="3121" y="3051"/>
                                          <a:pt x="3121" y="3047"/>
                                        </a:cubicBezTo>
                                        <a:cubicBezTo>
                                          <a:pt x="3121" y="3042"/>
                                          <a:pt x="3125" y="3039"/>
                                          <a:pt x="3129" y="3039"/>
                                        </a:cubicBezTo>
                                        <a:close/>
                                        <a:moveTo>
                                          <a:pt x="3321" y="3039"/>
                                        </a:moveTo>
                                        <a:lnTo>
                                          <a:pt x="3433" y="3039"/>
                                        </a:lnTo>
                                        <a:cubicBezTo>
                                          <a:pt x="3438" y="3039"/>
                                          <a:pt x="3441" y="3042"/>
                                          <a:pt x="3441" y="3047"/>
                                        </a:cubicBezTo>
                                        <a:cubicBezTo>
                                          <a:pt x="3441" y="3051"/>
                                          <a:pt x="3438" y="3055"/>
                                          <a:pt x="3433" y="3055"/>
                                        </a:cubicBezTo>
                                        <a:lnTo>
                                          <a:pt x="3321" y="3055"/>
                                        </a:lnTo>
                                        <a:cubicBezTo>
                                          <a:pt x="3317" y="3055"/>
                                          <a:pt x="3313" y="3051"/>
                                          <a:pt x="3313" y="3047"/>
                                        </a:cubicBezTo>
                                        <a:cubicBezTo>
                                          <a:pt x="3313" y="3042"/>
                                          <a:pt x="3317" y="3039"/>
                                          <a:pt x="3321" y="3039"/>
                                        </a:cubicBezTo>
                                        <a:close/>
                                        <a:moveTo>
                                          <a:pt x="3513" y="3039"/>
                                        </a:moveTo>
                                        <a:lnTo>
                                          <a:pt x="3625" y="3039"/>
                                        </a:lnTo>
                                        <a:cubicBezTo>
                                          <a:pt x="3630" y="3039"/>
                                          <a:pt x="3633" y="3042"/>
                                          <a:pt x="3633" y="3047"/>
                                        </a:cubicBezTo>
                                        <a:cubicBezTo>
                                          <a:pt x="3633" y="3051"/>
                                          <a:pt x="3630" y="3055"/>
                                          <a:pt x="3625" y="3055"/>
                                        </a:cubicBezTo>
                                        <a:lnTo>
                                          <a:pt x="3513" y="3055"/>
                                        </a:lnTo>
                                        <a:cubicBezTo>
                                          <a:pt x="3509" y="3055"/>
                                          <a:pt x="3505" y="3051"/>
                                          <a:pt x="3505" y="3047"/>
                                        </a:cubicBezTo>
                                        <a:cubicBezTo>
                                          <a:pt x="3505" y="3042"/>
                                          <a:pt x="3509" y="3039"/>
                                          <a:pt x="3513" y="3039"/>
                                        </a:cubicBezTo>
                                        <a:close/>
                                        <a:moveTo>
                                          <a:pt x="3705" y="3039"/>
                                        </a:moveTo>
                                        <a:lnTo>
                                          <a:pt x="3817" y="3039"/>
                                        </a:lnTo>
                                        <a:cubicBezTo>
                                          <a:pt x="3822" y="3039"/>
                                          <a:pt x="3825" y="3042"/>
                                          <a:pt x="3825" y="3047"/>
                                        </a:cubicBezTo>
                                        <a:cubicBezTo>
                                          <a:pt x="3825" y="3051"/>
                                          <a:pt x="3822" y="3055"/>
                                          <a:pt x="3817" y="3055"/>
                                        </a:cubicBezTo>
                                        <a:lnTo>
                                          <a:pt x="3705" y="3055"/>
                                        </a:lnTo>
                                        <a:cubicBezTo>
                                          <a:pt x="3701" y="3055"/>
                                          <a:pt x="3697" y="3051"/>
                                          <a:pt x="3697" y="3047"/>
                                        </a:cubicBezTo>
                                        <a:cubicBezTo>
                                          <a:pt x="3697" y="3042"/>
                                          <a:pt x="3701" y="3039"/>
                                          <a:pt x="3705" y="3039"/>
                                        </a:cubicBezTo>
                                        <a:close/>
                                        <a:moveTo>
                                          <a:pt x="3897" y="3039"/>
                                        </a:moveTo>
                                        <a:lnTo>
                                          <a:pt x="4009" y="3039"/>
                                        </a:lnTo>
                                        <a:cubicBezTo>
                                          <a:pt x="4014" y="3039"/>
                                          <a:pt x="4017" y="3042"/>
                                          <a:pt x="4017" y="3047"/>
                                        </a:cubicBezTo>
                                        <a:cubicBezTo>
                                          <a:pt x="4017" y="3051"/>
                                          <a:pt x="4014" y="3055"/>
                                          <a:pt x="4009" y="3055"/>
                                        </a:cubicBezTo>
                                        <a:lnTo>
                                          <a:pt x="3897" y="3055"/>
                                        </a:lnTo>
                                        <a:cubicBezTo>
                                          <a:pt x="3893" y="3055"/>
                                          <a:pt x="3889" y="3051"/>
                                          <a:pt x="3889" y="3047"/>
                                        </a:cubicBezTo>
                                        <a:cubicBezTo>
                                          <a:pt x="3889" y="3042"/>
                                          <a:pt x="3893" y="3039"/>
                                          <a:pt x="3897" y="3039"/>
                                        </a:cubicBezTo>
                                        <a:close/>
                                        <a:moveTo>
                                          <a:pt x="4089" y="3039"/>
                                        </a:moveTo>
                                        <a:lnTo>
                                          <a:pt x="4201" y="3039"/>
                                        </a:lnTo>
                                        <a:cubicBezTo>
                                          <a:pt x="4206" y="3039"/>
                                          <a:pt x="4209" y="3042"/>
                                          <a:pt x="4209" y="3047"/>
                                        </a:cubicBezTo>
                                        <a:cubicBezTo>
                                          <a:pt x="4209" y="3051"/>
                                          <a:pt x="4206" y="3055"/>
                                          <a:pt x="4201" y="3055"/>
                                        </a:cubicBezTo>
                                        <a:lnTo>
                                          <a:pt x="4089" y="3055"/>
                                        </a:lnTo>
                                        <a:cubicBezTo>
                                          <a:pt x="4085" y="3055"/>
                                          <a:pt x="4081" y="3051"/>
                                          <a:pt x="4081" y="3047"/>
                                        </a:cubicBezTo>
                                        <a:cubicBezTo>
                                          <a:pt x="4081" y="3042"/>
                                          <a:pt x="4085" y="3039"/>
                                          <a:pt x="4089" y="3039"/>
                                        </a:cubicBezTo>
                                        <a:close/>
                                        <a:moveTo>
                                          <a:pt x="4281" y="3039"/>
                                        </a:moveTo>
                                        <a:lnTo>
                                          <a:pt x="4393" y="3039"/>
                                        </a:lnTo>
                                        <a:cubicBezTo>
                                          <a:pt x="4398" y="3039"/>
                                          <a:pt x="4401" y="3042"/>
                                          <a:pt x="4401" y="3047"/>
                                        </a:cubicBezTo>
                                        <a:cubicBezTo>
                                          <a:pt x="4401" y="3051"/>
                                          <a:pt x="4398" y="3055"/>
                                          <a:pt x="4393" y="3055"/>
                                        </a:cubicBezTo>
                                        <a:lnTo>
                                          <a:pt x="4281" y="3055"/>
                                        </a:lnTo>
                                        <a:cubicBezTo>
                                          <a:pt x="4277" y="3055"/>
                                          <a:pt x="4273" y="3051"/>
                                          <a:pt x="4273" y="3047"/>
                                        </a:cubicBezTo>
                                        <a:cubicBezTo>
                                          <a:pt x="4273" y="3042"/>
                                          <a:pt x="4277" y="3039"/>
                                          <a:pt x="4281" y="3039"/>
                                        </a:cubicBezTo>
                                        <a:close/>
                                        <a:moveTo>
                                          <a:pt x="4473" y="3039"/>
                                        </a:moveTo>
                                        <a:lnTo>
                                          <a:pt x="4585" y="3039"/>
                                        </a:lnTo>
                                        <a:cubicBezTo>
                                          <a:pt x="4590" y="3039"/>
                                          <a:pt x="4593" y="3042"/>
                                          <a:pt x="4593" y="3047"/>
                                        </a:cubicBezTo>
                                        <a:cubicBezTo>
                                          <a:pt x="4593" y="3051"/>
                                          <a:pt x="4590" y="3055"/>
                                          <a:pt x="4585" y="3055"/>
                                        </a:cubicBezTo>
                                        <a:lnTo>
                                          <a:pt x="4473" y="3055"/>
                                        </a:lnTo>
                                        <a:cubicBezTo>
                                          <a:pt x="4469" y="3055"/>
                                          <a:pt x="4465" y="3051"/>
                                          <a:pt x="4465" y="3047"/>
                                        </a:cubicBezTo>
                                        <a:cubicBezTo>
                                          <a:pt x="4465" y="3042"/>
                                          <a:pt x="4469" y="3039"/>
                                          <a:pt x="4473" y="3039"/>
                                        </a:cubicBezTo>
                                        <a:close/>
                                        <a:moveTo>
                                          <a:pt x="4665" y="3039"/>
                                        </a:moveTo>
                                        <a:lnTo>
                                          <a:pt x="4777" y="3039"/>
                                        </a:lnTo>
                                        <a:cubicBezTo>
                                          <a:pt x="4782" y="3039"/>
                                          <a:pt x="4785" y="3042"/>
                                          <a:pt x="4785" y="3047"/>
                                        </a:cubicBezTo>
                                        <a:cubicBezTo>
                                          <a:pt x="4785" y="3051"/>
                                          <a:pt x="4782" y="3055"/>
                                          <a:pt x="4777" y="3055"/>
                                        </a:cubicBezTo>
                                        <a:lnTo>
                                          <a:pt x="4665" y="3055"/>
                                        </a:lnTo>
                                        <a:cubicBezTo>
                                          <a:pt x="4661" y="3055"/>
                                          <a:pt x="4657" y="3051"/>
                                          <a:pt x="4657" y="3047"/>
                                        </a:cubicBezTo>
                                        <a:cubicBezTo>
                                          <a:pt x="4657" y="3042"/>
                                          <a:pt x="4661" y="3039"/>
                                          <a:pt x="4665" y="3039"/>
                                        </a:cubicBezTo>
                                        <a:close/>
                                        <a:moveTo>
                                          <a:pt x="4857" y="3039"/>
                                        </a:moveTo>
                                        <a:lnTo>
                                          <a:pt x="4969" y="3039"/>
                                        </a:lnTo>
                                        <a:cubicBezTo>
                                          <a:pt x="4974" y="3039"/>
                                          <a:pt x="4977" y="3042"/>
                                          <a:pt x="4977" y="3047"/>
                                        </a:cubicBezTo>
                                        <a:cubicBezTo>
                                          <a:pt x="4977" y="3051"/>
                                          <a:pt x="4974" y="3055"/>
                                          <a:pt x="4969" y="3055"/>
                                        </a:cubicBezTo>
                                        <a:lnTo>
                                          <a:pt x="4857" y="3055"/>
                                        </a:lnTo>
                                        <a:cubicBezTo>
                                          <a:pt x="4853" y="3055"/>
                                          <a:pt x="4849" y="3051"/>
                                          <a:pt x="4849" y="3047"/>
                                        </a:cubicBezTo>
                                        <a:cubicBezTo>
                                          <a:pt x="4849" y="3042"/>
                                          <a:pt x="4853" y="3039"/>
                                          <a:pt x="4857" y="3039"/>
                                        </a:cubicBezTo>
                                        <a:close/>
                                        <a:moveTo>
                                          <a:pt x="5049" y="3039"/>
                                        </a:moveTo>
                                        <a:lnTo>
                                          <a:pt x="5148" y="3039"/>
                                        </a:lnTo>
                                        <a:lnTo>
                                          <a:pt x="5140" y="3047"/>
                                        </a:lnTo>
                                        <a:lnTo>
                                          <a:pt x="5140" y="3033"/>
                                        </a:lnTo>
                                        <a:cubicBezTo>
                                          <a:pt x="5140" y="3029"/>
                                          <a:pt x="5144" y="3025"/>
                                          <a:pt x="5148" y="3025"/>
                                        </a:cubicBezTo>
                                        <a:cubicBezTo>
                                          <a:pt x="5152" y="3025"/>
                                          <a:pt x="5156" y="3029"/>
                                          <a:pt x="5156" y="3033"/>
                                        </a:cubicBezTo>
                                        <a:lnTo>
                                          <a:pt x="5156" y="3047"/>
                                        </a:lnTo>
                                        <a:cubicBezTo>
                                          <a:pt x="5156" y="3051"/>
                                          <a:pt x="5152" y="3055"/>
                                          <a:pt x="5148" y="3055"/>
                                        </a:cubicBezTo>
                                        <a:lnTo>
                                          <a:pt x="5049" y="3055"/>
                                        </a:lnTo>
                                        <a:cubicBezTo>
                                          <a:pt x="5045" y="3055"/>
                                          <a:pt x="5041" y="3051"/>
                                          <a:pt x="5041" y="3047"/>
                                        </a:cubicBezTo>
                                        <a:cubicBezTo>
                                          <a:pt x="5041" y="3042"/>
                                          <a:pt x="5045" y="3039"/>
                                          <a:pt x="5049" y="3039"/>
                                        </a:cubicBezTo>
                                        <a:close/>
                                        <a:moveTo>
                                          <a:pt x="5140" y="2953"/>
                                        </a:moveTo>
                                        <a:lnTo>
                                          <a:pt x="5140" y="2841"/>
                                        </a:lnTo>
                                        <a:cubicBezTo>
                                          <a:pt x="5140" y="2837"/>
                                          <a:pt x="5144" y="2833"/>
                                          <a:pt x="5148" y="2833"/>
                                        </a:cubicBezTo>
                                        <a:cubicBezTo>
                                          <a:pt x="5152" y="2833"/>
                                          <a:pt x="5156" y="2837"/>
                                          <a:pt x="5156" y="2841"/>
                                        </a:cubicBezTo>
                                        <a:lnTo>
                                          <a:pt x="5156" y="2953"/>
                                        </a:lnTo>
                                        <a:cubicBezTo>
                                          <a:pt x="5156" y="2958"/>
                                          <a:pt x="5152" y="2961"/>
                                          <a:pt x="5148" y="2961"/>
                                        </a:cubicBezTo>
                                        <a:cubicBezTo>
                                          <a:pt x="5144" y="2961"/>
                                          <a:pt x="5140" y="2958"/>
                                          <a:pt x="5140" y="2953"/>
                                        </a:cubicBezTo>
                                        <a:close/>
                                        <a:moveTo>
                                          <a:pt x="5140" y="2761"/>
                                        </a:moveTo>
                                        <a:lnTo>
                                          <a:pt x="5140" y="2649"/>
                                        </a:lnTo>
                                        <a:cubicBezTo>
                                          <a:pt x="5140" y="2645"/>
                                          <a:pt x="5144" y="2641"/>
                                          <a:pt x="5148" y="2641"/>
                                        </a:cubicBezTo>
                                        <a:cubicBezTo>
                                          <a:pt x="5152" y="2641"/>
                                          <a:pt x="5156" y="2645"/>
                                          <a:pt x="5156" y="2649"/>
                                        </a:cubicBezTo>
                                        <a:lnTo>
                                          <a:pt x="5156" y="2761"/>
                                        </a:lnTo>
                                        <a:cubicBezTo>
                                          <a:pt x="5156" y="2766"/>
                                          <a:pt x="5152" y="2769"/>
                                          <a:pt x="5148" y="2769"/>
                                        </a:cubicBezTo>
                                        <a:cubicBezTo>
                                          <a:pt x="5144" y="2769"/>
                                          <a:pt x="5140" y="2766"/>
                                          <a:pt x="5140" y="2761"/>
                                        </a:cubicBezTo>
                                        <a:close/>
                                        <a:moveTo>
                                          <a:pt x="5140" y="2569"/>
                                        </a:moveTo>
                                        <a:lnTo>
                                          <a:pt x="5140" y="2457"/>
                                        </a:lnTo>
                                        <a:cubicBezTo>
                                          <a:pt x="5140" y="2453"/>
                                          <a:pt x="5144" y="2449"/>
                                          <a:pt x="5148" y="2449"/>
                                        </a:cubicBezTo>
                                        <a:cubicBezTo>
                                          <a:pt x="5152" y="2449"/>
                                          <a:pt x="5156" y="2453"/>
                                          <a:pt x="5156" y="2457"/>
                                        </a:cubicBezTo>
                                        <a:lnTo>
                                          <a:pt x="5156" y="2569"/>
                                        </a:lnTo>
                                        <a:cubicBezTo>
                                          <a:pt x="5156" y="2574"/>
                                          <a:pt x="5152" y="2577"/>
                                          <a:pt x="5148" y="2577"/>
                                        </a:cubicBezTo>
                                        <a:cubicBezTo>
                                          <a:pt x="5144" y="2577"/>
                                          <a:pt x="5140" y="2574"/>
                                          <a:pt x="5140" y="2569"/>
                                        </a:cubicBezTo>
                                        <a:close/>
                                        <a:moveTo>
                                          <a:pt x="5140" y="2377"/>
                                        </a:moveTo>
                                        <a:lnTo>
                                          <a:pt x="5140" y="2265"/>
                                        </a:lnTo>
                                        <a:cubicBezTo>
                                          <a:pt x="5140" y="2261"/>
                                          <a:pt x="5144" y="2257"/>
                                          <a:pt x="5148" y="2257"/>
                                        </a:cubicBezTo>
                                        <a:cubicBezTo>
                                          <a:pt x="5152" y="2257"/>
                                          <a:pt x="5156" y="2261"/>
                                          <a:pt x="5156" y="2265"/>
                                        </a:cubicBezTo>
                                        <a:lnTo>
                                          <a:pt x="5156" y="2377"/>
                                        </a:lnTo>
                                        <a:cubicBezTo>
                                          <a:pt x="5156" y="2382"/>
                                          <a:pt x="5152" y="2385"/>
                                          <a:pt x="5148" y="2385"/>
                                        </a:cubicBezTo>
                                        <a:cubicBezTo>
                                          <a:pt x="5144" y="2385"/>
                                          <a:pt x="5140" y="2382"/>
                                          <a:pt x="5140" y="2377"/>
                                        </a:cubicBezTo>
                                        <a:close/>
                                        <a:moveTo>
                                          <a:pt x="5140" y="2185"/>
                                        </a:moveTo>
                                        <a:lnTo>
                                          <a:pt x="5140" y="2073"/>
                                        </a:lnTo>
                                        <a:cubicBezTo>
                                          <a:pt x="5140" y="2069"/>
                                          <a:pt x="5144" y="2065"/>
                                          <a:pt x="5148" y="2065"/>
                                        </a:cubicBezTo>
                                        <a:cubicBezTo>
                                          <a:pt x="5152" y="2065"/>
                                          <a:pt x="5156" y="2069"/>
                                          <a:pt x="5156" y="2073"/>
                                        </a:cubicBezTo>
                                        <a:lnTo>
                                          <a:pt x="5156" y="2185"/>
                                        </a:lnTo>
                                        <a:cubicBezTo>
                                          <a:pt x="5156" y="2190"/>
                                          <a:pt x="5152" y="2193"/>
                                          <a:pt x="5148" y="2193"/>
                                        </a:cubicBezTo>
                                        <a:cubicBezTo>
                                          <a:pt x="5144" y="2193"/>
                                          <a:pt x="5140" y="2190"/>
                                          <a:pt x="5140" y="2185"/>
                                        </a:cubicBezTo>
                                        <a:close/>
                                        <a:moveTo>
                                          <a:pt x="5140" y="1993"/>
                                        </a:moveTo>
                                        <a:lnTo>
                                          <a:pt x="5140" y="1881"/>
                                        </a:lnTo>
                                        <a:cubicBezTo>
                                          <a:pt x="5140" y="1877"/>
                                          <a:pt x="5144" y="1873"/>
                                          <a:pt x="5148" y="1873"/>
                                        </a:cubicBezTo>
                                        <a:cubicBezTo>
                                          <a:pt x="5152" y="1873"/>
                                          <a:pt x="5156" y="1877"/>
                                          <a:pt x="5156" y="1881"/>
                                        </a:cubicBezTo>
                                        <a:lnTo>
                                          <a:pt x="5156" y="1993"/>
                                        </a:lnTo>
                                        <a:cubicBezTo>
                                          <a:pt x="5156" y="1998"/>
                                          <a:pt x="5152" y="2001"/>
                                          <a:pt x="5148" y="2001"/>
                                        </a:cubicBezTo>
                                        <a:cubicBezTo>
                                          <a:pt x="5144" y="2001"/>
                                          <a:pt x="5140" y="1998"/>
                                          <a:pt x="5140" y="1993"/>
                                        </a:cubicBezTo>
                                        <a:close/>
                                        <a:moveTo>
                                          <a:pt x="5140" y="1801"/>
                                        </a:moveTo>
                                        <a:lnTo>
                                          <a:pt x="5140" y="1689"/>
                                        </a:lnTo>
                                        <a:cubicBezTo>
                                          <a:pt x="5140" y="1685"/>
                                          <a:pt x="5144" y="1681"/>
                                          <a:pt x="5148" y="1681"/>
                                        </a:cubicBezTo>
                                        <a:cubicBezTo>
                                          <a:pt x="5152" y="1681"/>
                                          <a:pt x="5156" y="1685"/>
                                          <a:pt x="5156" y="1689"/>
                                        </a:cubicBezTo>
                                        <a:lnTo>
                                          <a:pt x="5156" y="1801"/>
                                        </a:lnTo>
                                        <a:cubicBezTo>
                                          <a:pt x="5156" y="1806"/>
                                          <a:pt x="5152" y="1809"/>
                                          <a:pt x="5148" y="1809"/>
                                        </a:cubicBezTo>
                                        <a:cubicBezTo>
                                          <a:pt x="5144" y="1809"/>
                                          <a:pt x="5140" y="1806"/>
                                          <a:pt x="5140" y="1801"/>
                                        </a:cubicBezTo>
                                        <a:close/>
                                        <a:moveTo>
                                          <a:pt x="5140" y="1609"/>
                                        </a:moveTo>
                                        <a:lnTo>
                                          <a:pt x="5140" y="1497"/>
                                        </a:lnTo>
                                        <a:cubicBezTo>
                                          <a:pt x="5140" y="1493"/>
                                          <a:pt x="5144" y="1489"/>
                                          <a:pt x="5148" y="1489"/>
                                        </a:cubicBezTo>
                                        <a:cubicBezTo>
                                          <a:pt x="5152" y="1489"/>
                                          <a:pt x="5156" y="1493"/>
                                          <a:pt x="5156" y="1497"/>
                                        </a:cubicBezTo>
                                        <a:lnTo>
                                          <a:pt x="5156" y="1609"/>
                                        </a:lnTo>
                                        <a:cubicBezTo>
                                          <a:pt x="5156" y="1614"/>
                                          <a:pt x="5152" y="1617"/>
                                          <a:pt x="5148" y="1617"/>
                                        </a:cubicBezTo>
                                        <a:cubicBezTo>
                                          <a:pt x="5144" y="1617"/>
                                          <a:pt x="5140" y="1614"/>
                                          <a:pt x="5140" y="1609"/>
                                        </a:cubicBezTo>
                                        <a:close/>
                                        <a:moveTo>
                                          <a:pt x="5140" y="1417"/>
                                        </a:moveTo>
                                        <a:lnTo>
                                          <a:pt x="5140" y="1305"/>
                                        </a:lnTo>
                                        <a:cubicBezTo>
                                          <a:pt x="5140" y="1301"/>
                                          <a:pt x="5144" y="1297"/>
                                          <a:pt x="5148" y="1297"/>
                                        </a:cubicBezTo>
                                        <a:cubicBezTo>
                                          <a:pt x="5152" y="1297"/>
                                          <a:pt x="5156" y="1301"/>
                                          <a:pt x="5156" y="1305"/>
                                        </a:cubicBezTo>
                                        <a:lnTo>
                                          <a:pt x="5156" y="1417"/>
                                        </a:lnTo>
                                        <a:cubicBezTo>
                                          <a:pt x="5156" y="1422"/>
                                          <a:pt x="5152" y="1425"/>
                                          <a:pt x="5148" y="1425"/>
                                        </a:cubicBezTo>
                                        <a:cubicBezTo>
                                          <a:pt x="5144" y="1425"/>
                                          <a:pt x="5140" y="1422"/>
                                          <a:pt x="5140" y="1417"/>
                                        </a:cubicBezTo>
                                        <a:close/>
                                        <a:moveTo>
                                          <a:pt x="5140" y="1225"/>
                                        </a:moveTo>
                                        <a:lnTo>
                                          <a:pt x="5140" y="1113"/>
                                        </a:lnTo>
                                        <a:cubicBezTo>
                                          <a:pt x="5140" y="1109"/>
                                          <a:pt x="5144" y="1105"/>
                                          <a:pt x="5148" y="1105"/>
                                        </a:cubicBezTo>
                                        <a:cubicBezTo>
                                          <a:pt x="5152" y="1105"/>
                                          <a:pt x="5156" y="1109"/>
                                          <a:pt x="5156" y="1113"/>
                                        </a:cubicBezTo>
                                        <a:lnTo>
                                          <a:pt x="5156" y="1225"/>
                                        </a:lnTo>
                                        <a:cubicBezTo>
                                          <a:pt x="5156" y="1230"/>
                                          <a:pt x="5152" y="1233"/>
                                          <a:pt x="5148" y="1233"/>
                                        </a:cubicBezTo>
                                        <a:cubicBezTo>
                                          <a:pt x="5144" y="1233"/>
                                          <a:pt x="5140" y="1230"/>
                                          <a:pt x="5140" y="1225"/>
                                        </a:cubicBezTo>
                                        <a:close/>
                                        <a:moveTo>
                                          <a:pt x="5140" y="1033"/>
                                        </a:moveTo>
                                        <a:lnTo>
                                          <a:pt x="5140" y="921"/>
                                        </a:lnTo>
                                        <a:cubicBezTo>
                                          <a:pt x="5140" y="917"/>
                                          <a:pt x="5144" y="913"/>
                                          <a:pt x="5148" y="913"/>
                                        </a:cubicBezTo>
                                        <a:cubicBezTo>
                                          <a:pt x="5152" y="913"/>
                                          <a:pt x="5156" y="917"/>
                                          <a:pt x="5156" y="921"/>
                                        </a:cubicBezTo>
                                        <a:lnTo>
                                          <a:pt x="5156" y="1033"/>
                                        </a:lnTo>
                                        <a:cubicBezTo>
                                          <a:pt x="5156" y="1038"/>
                                          <a:pt x="5152" y="1041"/>
                                          <a:pt x="5148" y="1041"/>
                                        </a:cubicBezTo>
                                        <a:cubicBezTo>
                                          <a:pt x="5144" y="1041"/>
                                          <a:pt x="5140" y="1038"/>
                                          <a:pt x="5140" y="1033"/>
                                        </a:cubicBezTo>
                                        <a:close/>
                                        <a:moveTo>
                                          <a:pt x="5140" y="841"/>
                                        </a:moveTo>
                                        <a:lnTo>
                                          <a:pt x="5140" y="729"/>
                                        </a:lnTo>
                                        <a:cubicBezTo>
                                          <a:pt x="5140" y="725"/>
                                          <a:pt x="5144" y="721"/>
                                          <a:pt x="5148" y="721"/>
                                        </a:cubicBezTo>
                                        <a:cubicBezTo>
                                          <a:pt x="5152" y="721"/>
                                          <a:pt x="5156" y="725"/>
                                          <a:pt x="5156" y="729"/>
                                        </a:cubicBezTo>
                                        <a:lnTo>
                                          <a:pt x="5156" y="841"/>
                                        </a:lnTo>
                                        <a:cubicBezTo>
                                          <a:pt x="5156" y="846"/>
                                          <a:pt x="5152" y="849"/>
                                          <a:pt x="5148" y="849"/>
                                        </a:cubicBezTo>
                                        <a:cubicBezTo>
                                          <a:pt x="5144" y="849"/>
                                          <a:pt x="5140" y="846"/>
                                          <a:pt x="5140" y="841"/>
                                        </a:cubicBezTo>
                                        <a:close/>
                                        <a:moveTo>
                                          <a:pt x="5140" y="649"/>
                                        </a:moveTo>
                                        <a:lnTo>
                                          <a:pt x="5140" y="537"/>
                                        </a:lnTo>
                                        <a:cubicBezTo>
                                          <a:pt x="5140" y="533"/>
                                          <a:pt x="5144" y="529"/>
                                          <a:pt x="5148" y="529"/>
                                        </a:cubicBezTo>
                                        <a:cubicBezTo>
                                          <a:pt x="5152" y="529"/>
                                          <a:pt x="5156" y="533"/>
                                          <a:pt x="5156" y="537"/>
                                        </a:cubicBezTo>
                                        <a:lnTo>
                                          <a:pt x="5156" y="649"/>
                                        </a:lnTo>
                                        <a:cubicBezTo>
                                          <a:pt x="5156" y="654"/>
                                          <a:pt x="5152" y="657"/>
                                          <a:pt x="5148" y="657"/>
                                        </a:cubicBezTo>
                                        <a:cubicBezTo>
                                          <a:pt x="5144" y="657"/>
                                          <a:pt x="5140" y="654"/>
                                          <a:pt x="5140" y="649"/>
                                        </a:cubicBezTo>
                                        <a:close/>
                                        <a:moveTo>
                                          <a:pt x="5140" y="457"/>
                                        </a:moveTo>
                                        <a:lnTo>
                                          <a:pt x="5140" y="345"/>
                                        </a:lnTo>
                                        <a:cubicBezTo>
                                          <a:pt x="5140" y="341"/>
                                          <a:pt x="5144" y="337"/>
                                          <a:pt x="5148" y="337"/>
                                        </a:cubicBezTo>
                                        <a:cubicBezTo>
                                          <a:pt x="5152" y="337"/>
                                          <a:pt x="5156" y="341"/>
                                          <a:pt x="5156" y="345"/>
                                        </a:cubicBezTo>
                                        <a:lnTo>
                                          <a:pt x="5156" y="457"/>
                                        </a:lnTo>
                                        <a:cubicBezTo>
                                          <a:pt x="5156" y="462"/>
                                          <a:pt x="5152" y="465"/>
                                          <a:pt x="5148" y="465"/>
                                        </a:cubicBezTo>
                                        <a:cubicBezTo>
                                          <a:pt x="5144" y="465"/>
                                          <a:pt x="5140" y="462"/>
                                          <a:pt x="5140" y="457"/>
                                        </a:cubicBezTo>
                                        <a:close/>
                                        <a:moveTo>
                                          <a:pt x="5140" y="265"/>
                                        </a:moveTo>
                                        <a:lnTo>
                                          <a:pt x="5140" y="153"/>
                                        </a:lnTo>
                                        <a:cubicBezTo>
                                          <a:pt x="5140" y="149"/>
                                          <a:pt x="5144" y="145"/>
                                          <a:pt x="5148" y="145"/>
                                        </a:cubicBezTo>
                                        <a:cubicBezTo>
                                          <a:pt x="5152" y="145"/>
                                          <a:pt x="5156" y="149"/>
                                          <a:pt x="5156" y="153"/>
                                        </a:cubicBezTo>
                                        <a:lnTo>
                                          <a:pt x="5156" y="265"/>
                                        </a:lnTo>
                                        <a:cubicBezTo>
                                          <a:pt x="5156" y="270"/>
                                          <a:pt x="5152" y="273"/>
                                          <a:pt x="5148" y="273"/>
                                        </a:cubicBezTo>
                                        <a:cubicBezTo>
                                          <a:pt x="5144" y="273"/>
                                          <a:pt x="5140" y="270"/>
                                          <a:pt x="5140" y="265"/>
                                        </a:cubicBezTo>
                                        <a:close/>
                                        <a:moveTo>
                                          <a:pt x="5140" y="73"/>
                                        </a:moveTo>
                                        <a:lnTo>
                                          <a:pt x="5140" y="8"/>
                                        </a:lnTo>
                                        <a:lnTo>
                                          <a:pt x="5148" y="16"/>
                                        </a:lnTo>
                                        <a:lnTo>
                                          <a:pt x="5102" y="16"/>
                                        </a:lnTo>
                                        <a:cubicBezTo>
                                          <a:pt x="5097" y="16"/>
                                          <a:pt x="5094" y="12"/>
                                          <a:pt x="5094" y="8"/>
                                        </a:cubicBezTo>
                                        <a:cubicBezTo>
                                          <a:pt x="5094" y="3"/>
                                          <a:pt x="5097" y="0"/>
                                          <a:pt x="5102" y="0"/>
                                        </a:cubicBezTo>
                                        <a:lnTo>
                                          <a:pt x="5148" y="0"/>
                                        </a:lnTo>
                                        <a:cubicBezTo>
                                          <a:pt x="5152" y="0"/>
                                          <a:pt x="5156" y="3"/>
                                          <a:pt x="5156" y="8"/>
                                        </a:cubicBezTo>
                                        <a:lnTo>
                                          <a:pt x="5156" y="73"/>
                                        </a:lnTo>
                                        <a:cubicBezTo>
                                          <a:pt x="5156" y="78"/>
                                          <a:pt x="5152" y="81"/>
                                          <a:pt x="5148" y="81"/>
                                        </a:cubicBezTo>
                                        <a:cubicBezTo>
                                          <a:pt x="5144" y="81"/>
                                          <a:pt x="5140" y="78"/>
                                          <a:pt x="5140" y="73"/>
                                        </a:cubicBezTo>
                                        <a:close/>
                                        <a:moveTo>
                                          <a:pt x="5022" y="16"/>
                                        </a:moveTo>
                                        <a:lnTo>
                                          <a:pt x="4910" y="16"/>
                                        </a:lnTo>
                                        <a:cubicBezTo>
                                          <a:pt x="4905" y="16"/>
                                          <a:pt x="4902" y="12"/>
                                          <a:pt x="4902" y="8"/>
                                        </a:cubicBezTo>
                                        <a:cubicBezTo>
                                          <a:pt x="4902" y="3"/>
                                          <a:pt x="4905" y="0"/>
                                          <a:pt x="4910" y="0"/>
                                        </a:cubicBezTo>
                                        <a:lnTo>
                                          <a:pt x="5022" y="0"/>
                                        </a:lnTo>
                                        <a:cubicBezTo>
                                          <a:pt x="5026" y="0"/>
                                          <a:pt x="5030" y="3"/>
                                          <a:pt x="5030" y="8"/>
                                        </a:cubicBezTo>
                                        <a:cubicBezTo>
                                          <a:pt x="5030" y="12"/>
                                          <a:pt x="5026" y="16"/>
                                          <a:pt x="5022" y="16"/>
                                        </a:cubicBezTo>
                                        <a:close/>
                                        <a:moveTo>
                                          <a:pt x="4830" y="16"/>
                                        </a:moveTo>
                                        <a:lnTo>
                                          <a:pt x="4718" y="16"/>
                                        </a:lnTo>
                                        <a:cubicBezTo>
                                          <a:pt x="4713" y="16"/>
                                          <a:pt x="4710" y="12"/>
                                          <a:pt x="4710" y="8"/>
                                        </a:cubicBezTo>
                                        <a:cubicBezTo>
                                          <a:pt x="4710" y="3"/>
                                          <a:pt x="4713" y="0"/>
                                          <a:pt x="4718" y="0"/>
                                        </a:cubicBezTo>
                                        <a:lnTo>
                                          <a:pt x="4830" y="0"/>
                                        </a:lnTo>
                                        <a:cubicBezTo>
                                          <a:pt x="4834" y="0"/>
                                          <a:pt x="4838" y="3"/>
                                          <a:pt x="4838" y="8"/>
                                        </a:cubicBezTo>
                                        <a:cubicBezTo>
                                          <a:pt x="4838" y="12"/>
                                          <a:pt x="4834" y="16"/>
                                          <a:pt x="4830" y="16"/>
                                        </a:cubicBezTo>
                                        <a:close/>
                                        <a:moveTo>
                                          <a:pt x="4638" y="16"/>
                                        </a:moveTo>
                                        <a:lnTo>
                                          <a:pt x="4526" y="16"/>
                                        </a:lnTo>
                                        <a:cubicBezTo>
                                          <a:pt x="4521" y="16"/>
                                          <a:pt x="4518" y="12"/>
                                          <a:pt x="4518" y="8"/>
                                        </a:cubicBezTo>
                                        <a:cubicBezTo>
                                          <a:pt x="4518" y="3"/>
                                          <a:pt x="4521" y="0"/>
                                          <a:pt x="4526" y="0"/>
                                        </a:cubicBezTo>
                                        <a:lnTo>
                                          <a:pt x="4638" y="0"/>
                                        </a:lnTo>
                                        <a:cubicBezTo>
                                          <a:pt x="4642" y="0"/>
                                          <a:pt x="4646" y="3"/>
                                          <a:pt x="4646" y="8"/>
                                        </a:cubicBezTo>
                                        <a:cubicBezTo>
                                          <a:pt x="4646" y="12"/>
                                          <a:pt x="4642" y="16"/>
                                          <a:pt x="4638" y="16"/>
                                        </a:cubicBezTo>
                                        <a:close/>
                                        <a:moveTo>
                                          <a:pt x="4446" y="16"/>
                                        </a:moveTo>
                                        <a:lnTo>
                                          <a:pt x="4334" y="16"/>
                                        </a:lnTo>
                                        <a:cubicBezTo>
                                          <a:pt x="4329" y="16"/>
                                          <a:pt x="4326" y="12"/>
                                          <a:pt x="4326" y="8"/>
                                        </a:cubicBezTo>
                                        <a:cubicBezTo>
                                          <a:pt x="4326" y="3"/>
                                          <a:pt x="4329" y="0"/>
                                          <a:pt x="4334" y="0"/>
                                        </a:cubicBezTo>
                                        <a:lnTo>
                                          <a:pt x="4446" y="0"/>
                                        </a:lnTo>
                                        <a:cubicBezTo>
                                          <a:pt x="4450" y="0"/>
                                          <a:pt x="4454" y="3"/>
                                          <a:pt x="4454" y="8"/>
                                        </a:cubicBezTo>
                                        <a:cubicBezTo>
                                          <a:pt x="4454" y="12"/>
                                          <a:pt x="4450" y="16"/>
                                          <a:pt x="4446" y="16"/>
                                        </a:cubicBezTo>
                                        <a:close/>
                                        <a:moveTo>
                                          <a:pt x="4254" y="16"/>
                                        </a:moveTo>
                                        <a:lnTo>
                                          <a:pt x="4142" y="16"/>
                                        </a:lnTo>
                                        <a:cubicBezTo>
                                          <a:pt x="4137" y="16"/>
                                          <a:pt x="4134" y="12"/>
                                          <a:pt x="4134" y="8"/>
                                        </a:cubicBezTo>
                                        <a:cubicBezTo>
                                          <a:pt x="4134" y="3"/>
                                          <a:pt x="4137" y="0"/>
                                          <a:pt x="4142" y="0"/>
                                        </a:cubicBezTo>
                                        <a:lnTo>
                                          <a:pt x="4254" y="0"/>
                                        </a:lnTo>
                                        <a:cubicBezTo>
                                          <a:pt x="4258" y="0"/>
                                          <a:pt x="4262" y="3"/>
                                          <a:pt x="4262" y="8"/>
                                        </a:cubicBezTo>
                                        <a:cubicBezTo>
                                          <a:pt x="4262" y="12"/>
                                          <a:pt x="4258" y="16"/>
                                          <a:pt x="4254" y="16"/>
                                        </a:cubicBezTo>
                                        <a:close/>
                                        <a:moveTo>
                                          <a:pt x="4062" y="16"/>
                                        </a:moveTo>
                                        <a:lnTo>
                                          <a:pt x="3950" y="16"/>
                                        </a:lnTo>
                                        <a:cubicBezTo>
                                          <a:pt x="3945" y="16"/>
                                          <a:pt x="3942" y="12"/>
                                          <a:pt x="3942" y="8"/>
                                        </a:cubicBezTo>
                                        <a:cubicBezTo>
                                          <a:pt x="3942" y="3"/>
                                          <a:pt x="3945" y="0"/>
                                          <a:pt x="3950" y="0"/>
                                        </a:cubicBezTo>
                                        <a:lnTo>
                                          <a:pt x="4062" y="0"/>
                                        </a:lnTo>
                                        <a:cubicBezTo>
                                          <a:pt x="4066" y="0"/>
                                          <a:pt x="4070" y="3"/>
                                          <a:pt x="4070" y="8"/>
                                        </a:cubicBezTo>
                                        <a:cubicBezTo>
                                          <a:pt x="4070" y="12"/>
                                          <a:pt x="4066" y="16"/>
                                          <a:pt x="4062" y="16"/>
                                        </a:cubicBezTo>
                                        <a:close/>
                                        <a:moveTo>
                                          <a:pt x="3870" y="16"/>
                                        </a:moveTo>
                                        <a:lnTo>
                                          <a:pt x="3758" y="16"/>
                                        </a:lnTo>
                                        <a:cubicBezTo>
                                          <a:pt x="3753" y="16"/>
                                          <a:pt x="3750" y="12"/>
                                          <a:pt x="3750" y="8"/>
                                        </a:cubicBezTo>
                                        <a:cubicBezTo>
                                          <a:pt x="3750" y="3"/>
                                          <a:pt x="3753" y="0"/>
                                          <a:pt x="3758" y="0"/>
                                        </a:cubicBezTo>
                                        <a:lnTo>
                                          <a:pt x="3870" y="0"/>
                                        </a:lnTo>
                                        <a:cubicBezTo>
                                          <a:pt x="3874" y="0"/>
                                          <a:pt x="3878" y="3"/>
                                          <a:pt x="3878" y="8"/>
                                        </a:cubicBezTo>
                                        <a:cubicBezTo>
                                          <a:pt x="3878" y="12"/>
                                          <a:pt x="3874" y="16"/>
                                          <a:pt x="3870" y="16"/>
                                        </a:cubicBezTo>
                                        <a:close/>
                                        <a:moveTo>
                                          <a:pt x="3678" y="16"/>
                                        </a:moveTo>
                                        <a:lnTo>
                                          <a:pt x="3566" y="16"/>
                                        </a:lnTo>
                                        <a:cubicBezTo>
                                          <a:pt x="3561" y="16"/>
                                          <a:pt x="3558" y="12"/>
                                          <a:pt x="3558" y="8"/>
                                        </a:cubicBezTo>
                                        <a:cubicBezTo>
                                          <a:pt x="3558" y="3"/>
                                          <a:pt x="3561" y="0"/>
                                          <a:pt x="3566" y="0"/>
                                        </a:cubicBezTo>
                                        <a:lnTo>
                                          <a:pt x="3678" y="0"/>
                                        </a:lnTo>
                                        <a:cubicBezTo>
                                          <a:pt x="3682" y="0"/>
                                          <a:pt x="3686" y="3"/>
                                          <a:pt x="3686" y="8"/>
                                        </a:cubicBezTo>
                                        <a:cubicBezTo>
                                          <a:pt x="3686" y="12"/>
                                          <a:pt x="3682" y="16"/>
                                          <a:pt x="3678" y="16"/>
                                        </a:cubicBezTo>
                                        <a:close/>
                                        <a:moveTo>
                                          <a:pt x="3486" y="16"/>
                                        </a:moveTo>
                                        <a:lnTo>
                                          <a:pt x="3374" y="16"/>
                                        </a:lnTo>
                                        <a:cubicBezTo>
                                          <a:pt x="3369" y="16"/>
                                          <a:pt x="3366" y="12"/>
                                          <a:pt x="3366" y="8"/>
                                        </a:cubicBezTo>
                                        <a:cubicBezTo>
                                          <a:pt x="3366" y="3"/>
                                          <a:pt x="3369" y="0"/>
                                          <a:pt x="3374" y="0"/>
                                        </a:cubicBezTo>
                                        <a:lnTo>
                                          <a:pt x="3486" y="0"/>
                                        </a:lnTo>
                                        <a:cubicBezTo>
                                          <a:pt x="3490" y="0"/>
                                          <a:pt x="3494" y="3"/>
                                          <a:pt x="3494" y="8"/>
                                        </a:cubicBezTo>
                                        <a:cubicBezTo>
                                          <a:pt x="3494" y="12"/>
                                          <a:pt x="3490" y="16"/>
                                          <a:pt x="3486" y="16"/>
                                        </a:cubicBezTo>
                                        <a:close/>
                                        <a:moveTo>
                                          <a:pt x="3294" y="16"/>
                                        </a:moveTo>
                                        <a:lnTo>
                                          <a:pt x="3182" y="16"/>
                                        </a:lnTo>
                                        <a:cubicBezTo>
                                          <a:pt x="3177" y="16"/>
                                          <a:pt x="3174" y="12"/>
                                          <a:pt x="3174" y="8"/>
                                        </a:cubicBezTo>
                                        <a:cubicBezTo>
                                          <a:pt x="3174" y="3"/>
                                          <a:pt x="3177" y="0"/>
                                          <a:pt x="3182" y="0"/>
                                        </a:cubicBezTo>
                                        <a:lnTo>
                                          <a:pt x="3294" y="0"/>
                                        </a:lnTo>
                                        <a:cubicBezTo>
                                          <a:pt x="3298" y="0"/>
                                          <a:pt x="3302" y="3"/>
                                          <a:pt x="3302" y="8"/>
                                        </a:cubicBezTo>
                                        <a:cubicBezTo>
                                          <a:pt x="3302" y="12"/>
                                          <a:pt x="3298" y="16"/>
                                          <a:pt x="3294" y="16"/>
                                        </a:cubicBezTo>
                                        <a:close/>
                                        <a:moveTo>
                                          <a:pt x="3102" y="16"/>
                                        </a:moveTo>
                                        <a:lnTo>
                                          <a:pt x="2990" y="16"/>
                                        </a:lnTo>
                                        <a:cubicBezTo>
                                          <a:pt x="2985" y="16"/>
                                          <a:pt x="2982" y="12"/>
                                          <a:pt x="2982" y="8"/>
                                        </a:cubicBezTo>
                                        <a:cubicBezTo>
                                          <a:pt x="2982" y="3"/>
                                          <a:pt x="2985" y="0"/>
                                          <a:pt x="2990" y="0"/>
                                        </a:cubicBezTo>
                                        <a:lnTo>
                                          <a:pt x="3102" y="0"/>
                                        </a:lnTo>
                                        <a:cubicBezTo>
                                          <a:pt x="3106" y="0"/>
                                          <a:pt x="3110" y="3"/>
                                          <a:pt x="3110" y="8"/>
                                        </a:cubicBezTo>
                                        <a:cubicBezTo>
                                          <a:pt x="3110" y="12"/>
                                          <a:pt x="3106" y="16"/>
                                          <a:pt x="3102" y="16"/>
                                        </a:cubicBezTo>
                                        <a:close/>
                                        <a:moveTo>
                                          <a:pt x="2910" y="16"/>
                                        </a:moveTo>
                                        <a:lnTo>
                                          <a:pt x="2798" y="16"/>
                                        </a:lnTo>
                                        <a:cubicBezTo>
                                          <a:pt x="2793" y="16"/>
                                          <a:pt x="2790" y="12"/>
                                          <a:pt x="2790" y="8"/>
                                        </a:cubicBezTo>
                                        <a:cubicBezTo>
                                          <a:pt x="2790" y="3"/>
                                          <a:pt x="2793" y="0"/>
                                          <a:pt x="2798" y="0"/>
                                        </a:cubicBezTo>
                                        <a:lnTo>
                                          <a:pt x="2910" y="0"/>
                                        </a:lnTo>
                                        <a:cubicBezTo>
                                          <a:pt x="2914" y="0"/>
                                          <a:pt x="2918" y="3"/>
                                          <a:pt x="2918" y="8"/>
                                        </a:cubicBezTo>
                                        <a:cubicBezTo>
                                          <a:pt x="2918" y="12"/>
                                          <a:pt x="2914" y="16"/>
                                          <a:pt x="2910" y="16"/>
                                        </a:cubicBezTo>
                                        <a:close/>
                                        <a:moveTo>
                                          <a:pt x="2718" y="16"/>
                                        </a:moveTo>
                                        <a:lnTo>
                                          <a:pt x="2606" y="16"/>
                                        </a:lnTo>
                                        <a:cubicBezTo>
                                          <a:pt x="2601" y="16"/>
                                          <a:pt x="2598" y="12"/>
                                          <a:pt x="2598" y="8"/>
                                        </a:cubicBezTo>
                                        <a:cubicBezTo>
                                          <a:pt x="2598" y="3"/>
                                          <a:pt x="2601" y="0"/>
                                          <a:pt x="2606" y="0"/>
                                        </a:cubicBezTo>
                                        <a:lnTo>
                                          <a:pt x="2718" y="0"/>
                                        </a:lnTo>
                                        <a:cubicBezTo>
                                          <a:pt x="2722" y="0"/>
                                          <a:pt x="2726" y="3"/>
                                          <a:pt x="2726" y="8"/>
                                        </a:cubicBezTo>
                                        <a:cubicBezTo>
                                          <a:pt x="2726" y="12"/>
                                          <a:pt x="2722" y="16"/>
                                          <a:pt x="2718" y="16"/>
                                        </a:cubicBezTo>
                                        <a:close/>
                                        <a:moveTo>
                                          <a:pt x="2526" y="16"/>
                                        </a:moveTo>
                                        <a:lnTo>
                                          <a:pt x="2414" y="16"/>
                                        </a:lnTo>
                                        <a:cubicBezTo>
                                          <a:pt x="2409" y="16"/>
                                          <a:pt x="2406" y="12"/>
                                          <a:pt x="2406" y="8"/>
                                        </a:cubicBezTo>
                                        <a:cubicBezTo>
                                          <a:pt x="2406" y="3"/>
                                          <a:pt x="2409" y="0"/>
                                          <a:pt x="2414" y="0"/>
                                        </a:cubicBezTo>
                                        <a:lnTo>
                                          <a:pt x="2526" y="0"/>
                                        </a:lnTo>
                                        <a:cubicBezTo>
                                          <a:pt x="2530" y="0"/>
                                          <a:pt x="2534" y="3"/>
                                          <a:pt x="2534" y="8"/>
                                        </a:cubicBezTo>
                                        <a:cubicBezTo>
                                          <a:pt x="2534" y="12"/>
                                          <a:pt x="2530" y="16"/>
                                          <a:pt x="2526" y="16"/>
                                        </a:cubicBezTo>
                                        <a:close/>
                                        <a:moveTo>
                                          <a:pt x="2334" y="16"/>
                                        </a:moveTo>
                                        <a:lnTo>
                                          <a:pt x="2222" y="16"/>
                                        </a:lnTo>
                                        <a:cubicBezTo>
                                          <a:pt x="2217" y="16"/>
                                          <a:pt x="2214" y="12"/>
                                          <a:pt x="2214" y="8"/>
                                        </a:cubicBezTo>
                                        <a:cubicBezTo>
                                          <a:pt x="2214" y="3"/>
                                          <a:pt x="2217" y="0"/>
                                          <a:pt x="2222" y="0"/>
                                        </a:cubicBezTo>
                                        <a:lnTo>
                                          <a:pt x="2334" y="0"/>
                                        </a:lnTo>
                                        <a:cubicBezTo>
                                          <a:pt x="2338" y="0"/>
                                          <a:pt x="2342" y="3"/>
                                          <a:pt x="2342" y="8"/>
                                        </a:cubicBezTo>
                                        <a:cubicBezTo>
                                          <a:pt x="2342" y="12"/>
                                          <a:pt x="2338" y="16"/>
                                          <a:pt x="2334" y="16"/>
                                        </a:cubicBezTo>
                                        <a:close/>
                                        <a:moveTo>
                                          <a:pt x="2142" y="16"/>
                                        </a:moveTo>
                                        <a:lnTo>
                                          <a:pt x="2030" y="16"/>
                                        </a:lnTo>
                                        <a:cubicBezTo>
                                          <a:pt x="2025" y="16"/>
                                          <a:pt x="2022" y="12"/>
                                          <a:pt x="2022" y="8"/>
                                        </a:cubicBezTo>
                                        <a:cubicBezTo>
                                          <a:pt x="2022" y="3"/>
                                          <a:pt x="2025" y="0"/>
                                          <a:pt x="2030" y="0"/>
                                        </a:cubicBezTo>
                                        <a:lnTo>
                                          <a:pt x="2142" y="0"/>
                                        </a:lnTo>
                                        <a:cubicBezTo>
                                          <a:pt x="2146" y="0"/>
                                          <a:pt x="2150" y="3"/>
                                          <a:pt x="2150" y="8"/>
                                        </a:cubicBezTo>
                                        <a:cubicBezTo>
                                          <a:pt x="2150" y="12"/>
                                          <a:pt x="2146" y="16"/>
                                          <a:pt x="2142" y="16"/>
                                        </a:cubicBezTo>
                                        <a:close/>
                                        <a:moveTo>
                                          <a:pt x="1950" y="16"/>
                                        </a:moveTo>
                                        <a:lnTo>
                                          <a:pt x="1838" y="16"/>
                                        </a:lnTo>
                                        <a:cubicBezTo>
                                          <a:pt x="1833" y="16"/>
                                          <a:pt x="1830" y="12"/>
                                          <a:pt x="1830" y="8"/>
                                        </a:cubicBezTo>
                                        <a:cubicBezTo>
                                          <a:pt x="1830" y="3"/>
                                          <a:pt x="1833" y="0"/>
                                          <a:pt x="1838" y="0"/>
                                        </a:cubicBezTo>
                                        <a:lnTo>
                                          <a:pt x="1950" y="0"/>
                                        </a:lnTo>
                                        <a:cubicBezTo>
                                          <a:pt x="1954" y="0"/>
                                          <a:pt x="1958" y="3"/>
                                          <a:pt x="1958" y="8"/>
                                        </a:cubicBezTo>
                                        <a:cubicBezTo>
                                          <a:pt x="1958" y="12"/>
                                          <a:pt x="1954" y="16"/>
                                          <a:pt x="1950" y="16"/>
                                        </a:cubicBezTo>
                                        <a:close/>
                                        <a:moveTo>
                                          <a:pt x="1758" y="16"/>
                                        </a:moveTo>
                                        <a:lnTo>
                                          <a:pt x="1646" y="16"/>
                                        </a:lnTo>
                                        <a:cubicBezTo>
                                          <a:pt x="1641" y="16"/>
                                          <a:pt x="1638" y="12"/>
                                          <a:pt x="1638" y="8"/>
                                        </a:cubicBezTo>
                                        <a:cubicBezTo>
                                          <a:pt x="1638" y="3"/>
                                          <a:pt x="1641" y="0"/>
                                          <a:pt x="1646" y="0"/>
                                        </a:cubicBezTo>
                                        <a:lnTo>
                                          <a:pt x="1758" y="0"/>
                                        </a:lnTo>
                                        <a:cubicBezTo>
                                          <a:pt x="1762" y="0"/>
                                          <a:pt x="1766" y="3"/>
                                          <a:pt x="1766" y="8"/>
                                        </a:cubicBezTo>
                                        <a:cubicBezTo>
                                          <a:pt x="1766" y="12"/>
                                          <a:pt x="1762" y="16"/>
                                          <a:pt x="1758" y="16"/>
                                        </a:cubicBezTo>
                                        <a:close/>
                                        <a:moveTo>
                                          <a:pt x="1566" y="16"/>
                                        </a:moveTo>
                                        <a:lnTo>
                                          <a:pt x="1454" y="16"/>
                                        </a:lnTo>
                                        <a:cubicBezTo>
                                          <a:pt x="1449" y="16"/>
                                          <a:pt x="1446" y="12"/>
                                          <a:pt x="1446" y="8"/>
                                        </a:cubicBezTo>
                                        <a:cubicBezTo>
                                          <a:pt x="1446" y="3"/>
                                          <a:pt x="1449" y="0"/>
                                          <a:pt x="1454" y="0"/>
                                        </a:cubicBezTo>
                                        <a:lnTo>
                                          <a:pt x="1566" y="0"/>
                                        </a:lnTo>
                                        <a:cubicBezTo>
                                          <a:pt x="1570" y="0"/>
                                          <a:pt x="1574" y="3"/>
                                          <a:pt x="1574" y="8"/>
                                        </a:cubicBezTo>
                                        <a:cubicBezTo>
                                          <a:pt x="1574" y="12"/>
                                          <a:pt x="1570" y="16"/>
                                          <a:pt x="1566" y="16"/>
                                        </a:cubicBezTo>
                                        <a:close/>
                                        <a:moveTo>
                                          <a:pt x="1374" y="16"/>
                                        </a:moveTo>
                                        <a:lnTo>
                                          <a:pt x="1262" y="16"/>
                                        </a:lnTo>
                                        <a:cubicBezTo>
                                          <a:pt x="1257" y="16"/>
                                          <a:pt x="1254" y="12"/>
                                          <a:pt x="1254" y="8"/>
                                        </a:cubicBezTo>
                                        <a:cubicBezTo>
                                          <a:pt x="1254" y="3"/>
                                          <a:pt x="1257" y="0"/>
                                          <a:pt x="1262" y="0"/>
                                        </a:cubicBezTo>
                                        <a:lnTo>
                                          <a:pt x="1374" y="0"/>
                                        </a:lnTo>
                                        <a:cubicBezTo>
                                          <a:pt x="1378" y="0"/>
                                          <a:pt x="1382" y="3"/>
                                          <a:pt x="1382" y="8"/>
                                        </a:cubicBezTo>
                                        <a:cubicBezTo>
                                          <a:pt x="1382" y="12"/>
                                          <a:pt x="1378" y="16"/>
                                          <a:pt x="1374" y="16"/>
                                        </a:cubicBezTo>
                                        <a:close/>
                                        <a:moveTo>
                                          <a:pt x="1182" y="16"/>
                                        </a:moveTo>
                                        <a:lnTo>
                                          <a:pt x="1070" y="16"/>
                                        </a:lnTo>
                                        <a:cubicBezTo>
                                          <a:pt x="1065" y="16"/>
                                          <a:pt x="1062" y="12"/>
                                          <a:pt x="1062" y="8"/>
                                        </a:cubicBezTo>
                                        <a:cubicBezTo>
                                          <a:pt x="1062" y="3"/>
                                          <a:pt x="1065" y="0"/>
                                          <a:pt x="1070" y="0"/>
                                        </a:cubicBezTo>
                                        <a:lnTo>
                                          <a:pt x="1182" y="0"/>
                                        </a:lnTo>
                                        <a:cubicBezTo>
                                          <a:pt x="1186" y="0"/>
                                          <a:pt x="1190" y="3"/>
                                          <a:pt x="1190" y="8"/>
                                        </a:cubicBezTo>
                                        <a:cubicBezTo>
                                          <a:pt x="1190" y="12"/>
                                          <a:pt x="1186" y="16"/>
                                          <a:pt x="1182" y="16"/>
                                        </a:cubicBezTo>
                                        <a:close/>
                                        <a:moveTo>
                                          <a:pt x="990" y="16"/>
                                        </a:moveTo>
                                        <a:lnTo>
                                          <a:pt x="878" y="16"/>
                                        </a:lnTo>
                                        <a:cubicBezTo>
                                          <a:pt x="873" y="16"/>
                                          <a:pt x="870" y="12"/>
                                          <a:pt x="870" y="8"/>
                                        </a:cubicBezTo>
                                        <a:cubicBezTo>
                                          <a:pt x="870" y="3"/>
                                          <a:pt x="873" y="0"/>
                                          <a:pt x="878" y="0"/>
                                        </a:cubicBezTo>
                                        <a:lnTo>
                                          <a:pt x="990" y="0"/>
                                        </a:lnTo>
                                        <a:cubicBezTo>
                                          <a:pt x="994" y="0"/>
                                          <a:pt x="998" y="3"/>
                                          <a:pt x="998" y="8"/>
                                        </a:cubicBezTo>
                                        <a:cubicBezTo>
                                          <a:pt x="998" y="12"/>
                                          <a:pt x="994" y="16"/>
                                          <a:pt x="990" y="16"/>
                                        </a:cubicBezTo>
                                        <a:close/>
                                        <a:moveTo>
                                          <a:pt x="798" y="16"/>
                                        </a:moveTo>
                                        <a:lnTo>
                                          <a:pt x="686" y="16"/>
                                        </a:lnTo>
                                        <a:cubicBezTo>
                                          <a:pt x="681" y="16"/>
                                          <a:pt x="678" y="12"/>
                                          <a:pt x="678" y="8"/>
                                        </a:cubicBezTo>
                                        <a:cubicBezTo>
                                          <a:pt x="678" y="3"/>
                                          <a:pt x="681" y="0"/>
                                          <a:pt x="686" y="0"/>
                                        </a:cubicBezTo>
                                        <a:lnTo>
                                          <a:pt x="798" y="0"/>
                                        </a:lnTo>
                                        <a:cubicBezTo>
                                          <a:pt x="802" y="0"/>
                                          <a:pt x="806" y="3"/>
                                          <a:pt x="806" y="8"/>
                                        </a:cubicBezTo>
                                        <a:cubicBezTo>
                                          <a:pt x="806" y="12"/>
                                          <a:pt x="802" y="16"/>
                                          <a:pt x="798" y="16"/>
                                        </a:cubicBezTo>
                                        <a:close/>
                                        <a:moveTo>
                                          <a:pt x="606" y="16"/>
                                        </a:moveTo>
                                        <a:lnTo>
                                          <a:pt x="494" y="16"/>
                                        </a:lnTo>
                                        <a:cubicBezTo>
                                          <a:pt x="489" y="16"/>
                                          <a:pt x="486" y="12"/>
                                          <a:pt x="486" y="8"/>
                                        </a:cubicBezTo>
                                        <a:cubicBezTo>
                                          <a:pt x="486" y="3"/>
                                          <a:pt x="489" y="0"/>
                                          <a:pt x="494" y="0"/>
                                        </a:cubicBezTo>
                                        <a:lnTo>
                                          <a:pt x="606" y="0"/>
                                        </a:lnTo>
                                        <a:cubicBezTo>
                                          <a:pt x="610" y="0"/>
                                          <a:pt x="614" y="3"/>
                                          <a:pt x="614" y="8"/>
                                        </a:cubicBezTo>
                                        <a:cubicBezTo>
                                          <a:pt x="614" y="12"/>
                                          <a:pt x="610" y="16"/>
                                          <a:pt x="606" y="16"/>
                                        </a:cubicBezTo>
                                        <a:close/>
                                        <a:moveTo>
                                          <a:pt x="414" y="16"/>
                                        </a:moveTo>
                                        <a:lnTo>
                                          <a:pt x="302" y="16"/>
                                        </a:lnTo>
                                        <a:cubicBezTo>
                                          <a:pt x="297" y="16"/>
                                          <a:pt x="294" y="12"/>
                                          <a:pt x="294" y="8"/>
                                        </a:cubicBezTo>
                                        <a:cubicBezTo>
                                          <a:pt x="294" y="3"/>
                                          <a:pt x="297" y="0"/>
                                          <a:pt x="302" y="0"/>
                                        </a:cubicBezTo>
                                        <a:lnTo>
                                          <a:pt x="414" y="0"/>
                                        </a:lnTo>
                                        <a:cubicBezTo>
                                          <a:pt x="418" y="0"/>
                                          <a:pt x="422" y="3"/>
                                          <a:pt x="422" y="8"/>
                                        </a:cubicBezTo>
                                        <a:cubicBezTo>
                                          <a:pt x="422" y="12"/>
                                          <a:pt x="418" y="16"/>
                                          <a:pt x="414" y="16"/>
                                        </a:cubicBezTo>
                                        <a:close/>
                                        <a:moveTo>
                                          <a:pt x="222" y="16"/>
                                        </a:moveTo>
                                        <a:lnTo>
                                          <a:pt x="110" y="16"/>
                                        </a:lnTo>
                                        <a:cubicBezTo>
                                          <a:pt x="105" y="16"/>
                                          <a:pt x="102" y="12"/>
                                          <a:pt x="102" y="8"/>
                                        </a:cubicBezTo>
                                        <a:cubicBezTo>
                                          <a:pt x="102" y="3"/>
                                          <a:pt x="105" y="0"/>
                                          <a:pt x="110" y="0"/>
                                        </a:cubicBezTo>
                                        <a:lnTo>
                                          <a:pt x="222" y="0"/>
                                        </a:lnTo>
                                        <a:cubicBezTo>
                                          <a:pt x="226" y="0"/>
                                          <a:pt x="230" y="3"/>
                                          <a:pt x="230" y="8"/>
                                        </a:cubicBezTo>
                                        <a:cubicBezTo>
                                          <a:pt x="230" y="12"/>
                                          <a:pt x="226" y="16"/>
                                          <a:pt x="222" y="16"/>
                                        </a:cubicBezTo>
                                        <a:close/>
                                        <a:moveTo>
                                          <a:pt x="30" y="16"/>
                                        </a:moveTo>
                                        <a:lnTo>
                                          <a:pt x="8" y="16"/>
                                        </a:lnTo>
                                        <a:cubicBezTo>
                                          <a:pt x="3" y="16"/>
                                          <a:pt x="0" y="12"/>
                                          <a:pt x="0" y="8"/>
                                        </a:cubicBezTo>
                                        <a:cubicBezTo>
                                          <a:pt x="0" y="3"/>
                                          <a:pt x="3" y="0"/>
                                          <a:pt x="8" y="0"/>
                                        </a:cubicBezTo>
                                        <a:lnTo>
                                          <a:pt x="30" y="0"/>
                                        </a:lnTo>
                                        <a:cubicBezTo>
                                          <a:pt x="34" y="0"/>
                                          <a:pt x="38" y="3"/>
                                          <a:pt x="38" y="8"/>
                                        </a:cubicBezTo>
                                        <a:cubicBezTo>
                                          <a:pt x="38" y="12"/>
                                          <a:pt x="34" y="16"/>
                                          <a:pt x="30" y="16"/>
                                        </a:cubicBezTo>
                                        <a:close/>
                                      </a:path>
                                    </a:pathLst>
                                  </a:custGeom>
                                  <a:solidFill>
                                    <a:srgbClr val="FF0000"/>
                                  </a:solidFill>
                                  <a:ln w="12" cap="flat">
                                    <a:solidFill>
                                      <a:srgbClr val="FF0000"/>
                                    </a:solidFill>
                                    <a:prstDash val="solid"/>
                                    <a:bevel/>
                                    <a:headEnd/>
                                    <a:tailEnd/>
                                  </a:ln>
                                </wps:spPr>
                                <wps:bodyPr rot="0" vert="horz" wrap="square" lIns="91440" tIns="45720" rIns="91440" bIns="45720" anchor="t" anchorCtr="0" upright="1">
                                  <a:noAutofit/>
                                </wps:bodyPr>
                              </wps:wsp>
                              <wps:wsp>
                                <wps:cNvPr id="7" name="Freeform 9"/>
                                <wps:cNvSpPr>
                                  <a:spLocks noEditPoints="1"/>
                                </wps:cNvSpPr>
                                <wps:spPr bwMode="auto">
                                  <a:xfrm>
                                    <a:off x="485" y="6618"/>
                                    <a:ext cx="3881" cy="2243"/>
                                  </a:xfrm>
                                  <a:custGeom>
                                    <a:avLst/>
                                    <a:gdLst>
                                      <a:gd name="T0" fmla="*/ 8 w 5156"/>
                                      <a:gd name="T1" fmla="*/ 336 h 2979"/>
                                      <a:gd name="T2" fmla="*/ 8 w 5156"/>
                                      <a:gd name="T3" fmla="*/ 400 h 2979"/>
                                      <a:gd name="T4" fmla="*/ 16 w 5156"/>
                                      <a:gd name="T5" fmla="*/ 904 h 2979"/>
                                      <a:gd name="T6" fmla="*/ 0 w 5156"/>
                                      <a:gd name="T7" fmla="*/ 984 h 2979"/>
                                      <a:gd name="T8" fmla="*/ 16 w 5156"/>
                                      <a:gd name="T9" fmla="*/ 1368 h 2979"/>
                                      <a:gd name="T10" fmla="*/ 0 w 5156"/>
                                      <a:gd name="T11" fmla="*/ 1672 h 2979"/>
                                      <a:gd name="T12" fmla="*/ 16 w 5156"/>
                                      <a:gd name="T13" fmla="*/ 1752 h 2979"/>
                                      <a:gd name="T14" fmla="*/ 8 w 5156"/>
                                      <a:gd name="T15" fmla="*/ 2256 h 2979"/>
                                      <a:gd name="T16" fmla="*/ 8 w 5156"/>
                                      <a:gd name="T17" fmla="*/ 2320 h 2979"/>
                                      <a:gd name="T18" fmla="*/ 16 w 5156"/>
                                      <a:gd name="T19" fmla="*/ 2824 h 2979"/>
                                      <a:gd name="T20" fmla="*/ 61 w 5156"/>
                                      <a:gd name="T21" fmla="*/ 2971 h 2979"/>
                                      <a:gd name="T22" fmla="*/ 245 w 5156"/>
                                      <a:gd name="T23" fmla="*/ 2979 h 2979"/>
                                      <a:gd name="T24" fmla="*/ 325 w 5156"/>
                                      <a:gd name="T25" fmla="*/ 2963 h 2979"/>
                                      <a:gd name="T26" fmla="*/ 829 w 5156"/>
                                      <a:gd name="T27" fmla="*/ 2971 h 2979"/>
                                      <a:gd name="T28" fmla="*/ 893 w 5156"/>
                                      <a:gd name="T29" fmla="*/ 2971 h 2979"/>
                                      <a:gd name="T30" fmla="*/ 1397 w 5156"/>
                                      <a:gd name="T31" fmla="*/ 2963 h 2979"/>
                                      <a:gd name="T32" fmla="*/ 1477 w 5156"/>
                                      <a:gd name="T33" fmla="*/ 2979 h 2979"/>
                                      <a:gd name="T34" fmla="*/ 1861 w 5156"/>
                                      <a:gd name="T35" fmla="*/ 2963 h 2979"/>
                                      <a:gd name="T36" fmla="*/ 2165 w 5156"/>
                                      <a:gd name="T37" fmla="*/ 2979 h 2979"/>
                                      <a:gd name="T38" fmla="*/ 2245 w 5156"/>
                                      <a:gd name="T39" fmla="*/ 2963 h 2979"/>
                                      <a:gd name="T40" fmla="*/ 2749 w 5156"/>
                                      <a:gd name="T41" fmla="*/ 2971 h 2979"/>
                                      <a:gd name="T42" fmla="*/ 2813 w 5156"/>
                                      <a:gd name="T43" fmla="*/ 2971 h 2979"/>
                                      <a:gd name="T44" fmla="*/ 3317 w 5156"/>
                                      <a:gd name="T45" fmla="*/ 2963 h 2979"/>
                                      <a:gd name="T46" fmla="*/ 3397 w 5156"/>
                                      <a:gd name="T47" fmla="*/ 2979 h 2979"/>
                                      <a:gd name="T48" fmla="*/ 3781 w 5156"/>
                                      <a:gd name="T49" fmla="*/ 2963 h 2979"/>
                                      <a:gd name="T50" fmla="*/ 4085 w 5156"/>
                                      <a:gd name="T51" fmla="*/ 2979 h 2979"/>
                                      <a:gd name="T52" fmla="*/ 4165 w 5156"/>
                                      <a:gd name="T53" fmla="*/ 2963 h 2979"/>
                                      <a:gd name="T54" fmla="*/ 4669 w 5156"/>
                                      <a:gd name="T55" fmla="*/ 2971 h 2979"/>
                                      <a:gd name="T56" fmla="*/ 4733 w 5156"/>
                                      <a:gd name="T57" fmla="*/ 2971 h 2979"/>
                                      <a:gd name="T58" fmla="*/ 5148 w 5156"/>
                                      <a:gd name="T59" fmla="*/ 2963 h 2979"/>
                                      <a:gd name="T60" fmla="*/ 5140 w 5156"/>
                                      <a:gd name="T61" fmla="*/ 2803 h 2979"/>
                                      <a:gd name="T62" fmla="*/ 5156 w 5156"/>
                                      <a:gd name="T63" fmla="*/ 2499 h 2979"/>
                                      <a:gd name="T64" fmla="*/ 5140 w 5156"/>
                                      <a:gd name="T65" fmla="*/ 2419 h 2979"/>
                                      <a:gd name="T66" fmla="*/ 5148 w 5156"/>
                                      <a:gd name="T67" fmla="*/ 1915 h 2979"/>
                                      <a:gd name="T68" fmla="*/ 5148 w 5156"/>
                                      <a:gd name="T69" fmla="*/ 1851 h 2979"/>
                                      <a:gd name="T70" fmla="*/ 5140 w 5156"/>
                                      <a:gd name="T71" fmla="*/ 1347 h 2979"/>
                                      <a:gd name="T72" fmla="*/ 5156 w 5156"/>
                                      <a:gd name="T73" fmla="*/ 1267 h 2979"/>
                                      <a:gd name="T74" fmla="*/ 5140 w 5156"/>
                                      <a:gd name="T75" fmla="*/ 883 h 2979"/>
                                      <a:gd name="T76" fmla="*/ 5156 w 5156"/>
                                      <a:gd name="T77" fmla="*/ 579 h 2979"/>
                                      <a:gd name="T78" fmla="*/ 5140 w 5156"/>
                                      <a:gd name="T79" fmla="*/ 499 h 2979"/>
                                      <a:gd name="T80" fmla="*/ 5148 w 5156"/>
                                      <a:gd name="T81" fmla="*/ 16 h 2979"/>
                                      <a:gd name="T82" fmla="*/ 4951 w 5156"/>
                                      <a:gd name="T83" fmla="*/ 16 h 2979"/>
                                      <a:gd name="T84" fmla="*/ 4871 w 5156"/>
                                      <a:gd name="T85" fmla="*/ 0 h 2979"/>
                                      <a:gd name="T86" fmla="*/ 4487 w 5156"/>
                                      <a:gd name="T87" fmla="*/ 16 h 2979"/>
                                      <a:gd name="T88" fmla="*/ 4183 w 5156"/>
                                      <a:gd name="T89" fmla="*/ 0 h 2979"/>
                                      <a:gd name="T90" fmla="*/ 4103 w 5156"/>
                                      <a:gd name="T91" fmla="*/ 16 h 2979"/>
                                      <a:gd name="T92" fmla="*/ 3599 w 5156"/>
                                      <a:gd name="T93" fmla="*/ 8 h 2979"/>
                                      <a:gd name="T94" fmla="*/ 3535 w 5156"/>
                                      <a:gd name="T95" fmla="*/ 8 h 2979"/>
                                      <a:gd name="T96" fmla="*/ 3031 w 5156"/>
                                      <a:gd name="T97" fmla="*/ 16 h 2979"/>
                                      <a:gd name="T98" fmla="*/ 2951 w 5156"/>
                                      <a:gd name="T99" fmla="*/ 0 h 2979"/>
                                      <a:gd name="T100" fmla="*/ 2567 w 5156"/>
                                      <a:gd name="T101" fmla="*/ 16 h 2979"/>
                                      <a:gd name="T102" fmla="*/ 2263 w 5156"/>
                                      <a:gd name="T103" fmla="*/ 0 h 2979"/>
                                      <a:gd name="T104" fmla="*/ 2183 w 5156"/>
                                      <a:gd name="T105" fmla="*/ 16 h 2979"/>
                                      <a:gd name="T106" fmla="*/ 1679 w 5156"/>
                                      <a:gd name="T107" fmla="*/ 8 h 2979"/>
                                      <a:gd name="T108" fmla="*/ 1615 w 5156"/>
                                      <a:gd name="T109" fmla="*/ 8 h 2979"/>
                                      <a:gd name="T110" fmla="*/ 1111 w 5156"/>
                                      <a:gd name="T111" fmla="*/ 16 h 2979"/>
                                      <a:gd name="T112" fmla="*/ 1031 w 5156"/>
                                      <a:gd name="T113" fmla="*/ 0 h 2979"/>
                                      <a:gd name="T114" fmla="*/ 647 w 5156"/>
                                      <a:gd name="T115" fmla="*/ 16 h 2979"/>
                                      <a:gd name="T116" fmla="*/ 343 w 5156"/>
                                      <a:gd name="T117" fmla="*/ 0 h 2979"/>
                                      <a:gd name="T118" fmla="*/ 263 w 5156"/>
                                      <a:gd name="T119" fmla="*/ 16 h 29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5156" h="2979">
                                        <a:moveTo>
                                          <a:pt x="16" y="24"/>
                                        </a:moveTo>
                                        <a:lnTo>
                                          <a:pt x="16" y="136"/>
                                        </a:lnTo>
                                        <a:cubicBezTo>
                                          <a:pt x="16" y="141"/>
                                          <a:pt x="13" y="144"/>
                                          <a:pt x="8" y="144"/>
                                        </a:cubicBezTo>
                                        <a:cubicBezTo>
                                          <a:pt x="4" y="144"/>
                                          <a:pt x="0" y="141"/>
                                          <a:pt x="0" y="136"/>
                                        </a:cubicBezTo>
                                        <a:lnTo>
                                          <a:pt x="0" y="24"/>
                                        </a:lnTo>
                                        <a:cubicBezTo>
                                          <a:pt x="0" y="20"/>
                                          <a:pt x="4" y="16"/>
                                          <a:pt x="8" y="16"/>
                                        </a:cubicBezTo>
                                        <a:cubicBezTo>
                                          <a:pt x="13" y="16"/>
                                          <a:pt x="16" y="20"/>
                                          <a:pt x="16" y="24"/>
                                        </a:cubicBezTo>
                                        <a:close/>
                                        <a:moveTo>
                                          <a:pt x="16" y="216"/>
                                        </a:moveTo>
                                        <a:lnTo>
                                          <a:pt x="16" y="328"/>
                                        </a:lnTo>
                                        <a:cubicBezTo>
                                          <a:pt x="16" y="333"/>
                                          <a:pt x="13" y="336"/>
                                          <a:pt x="8" y="336"/>
                                        </a:cubicBezTo>
                                        <a:cubicBezTo>
                                          <a:pt x="4" y="336"/>
                                          <a:pt x="0" y="333"/>
                                          <a:pt x="0" y="328"/>
                                        </a:cubicBezTo>
                                        <a:lnTo>
                                          <a:pt x="0" y="216"/>
                                        </a:lnTo>
                                        <a:cubicBezTo>
                                          <a:pt x="0" y="212"/>
                                          <a:pt x="4" y="208"/>
                                          <a:pt x="8" y="208"/>
                                        </a:cubicBezTo>
                                        <a:cubicBezTo>
                                          <a:pt x="13" y="208"/>
                                          <a:pt x="16" y="212"/>
                                          <a:pt x="16" y="216"/>
                                        </a:cubicBezTo>
                                        <a:close/>
                                        <a:moveTo>
                                          <a:pt x="16" y="408"/>
                                        </a:moveTo>
                                        <a:lnTo>
                                          <a:pt x="16" y="520"/>
                                        </a:lnTo>
                                        <a:cubicBezTo>
                                          <a:pt x="16" y="525"/>
                                          <a:pt x="13" y="528"/>
                                          <a:pt x="8" y="528"/>
                                        </a:cubicBezTo>
                                        <a:cubicBezTo>
                                          <a:pt x="4" y="528"/>
                                          <a:pt x="0" y="525"/>
                                          <a:pt x="0" y="520"/>
                                        </a:cubicBezTo>
                                        <a:lnTo>
                                          <a:pt x="0" y="408"/>
                                        </a:lnTo>
                                        <a:cubicBezTo>
                                          <a:pt x="0" y="404"/>
                                          <a:pt x="4" y="400"/>
                                          <a:pt x="8" y="400"/>
                                        </a:cubicBezTo>
                                        <a:cubicBezTo>
                                          <a:pt x="13" y="400"/>
                                          <a:pt x="16" y="404"/>
                                          <a:pt x="16" y="408"/>
                                        </a:cubicBezTo>
                                        <a:close/>
                                        <a:moveTo>
                                          <a:pt x="16" y="600"/>
                                        </a:moveTo>
                                        <a:lnTo>
                                          <a:pt x="16" y="712"/>
                                        </a:lnTo>
                                        <a:cubicBezTo>
                                          <a:pt x="16" y="717"/>
                                          <a:pt x="13" y="720"/>
                                          <a:pt x="8" y="720"/>
                                        </a:cubicBezTo>
                                        <a:cubicBezTo>
                                          <a:pt x="4" y="720"/>
                                          <a:pt x="0" y="717"/>
                                          <a:pt x="0" y="712"/>
                                        </a:cubicBezTo>
                                        <a:lnTo>
                                          <a:pt x="0" y="600"/>
                                        </a:lnTo>
                                        <a:cubicBezTo>
                                          <a:pt x="0" y="596"/>
                                          <a:pt x="4" y="592"/>
                                          <a:pt x="8" y="592"/>
                                        </a:cubicBezTo>
                                        <a:cubicBezTo>
                                          <a:pt x="13" y="592"/>
                                          <a:pt x="16" y="596"/>
                                          <a:pt x="16" y="600"/>
                                        </a:cubicBezTo>
                                        <a:close/>
                                        <a:moveTo>
                                          <a:pt x="16" y="792"/>
                                        </a:moveTo>
                                        <a:lnTo>
                                          <a:pt x="16" y="904"/>
                                        </a:lnTo>
                                        <a:cubicBezTo>
                                          <a:pt x="16" y="909"/>
                                          <a:pt x="13" y="912"/>
                                          <a:pt x="8" y="912"/>
                                        </a:cubicBezTo>
                                        <a:cubicBezTo>
                                          <a:pt x="4" y="912"/>
                                          <a:pt x="0" y="909"/>
                                          <a:pt x="0" y="904"/>
                                        </a:cubicBezTo>
                                        <a:lnTo>
                                          <a:pt x="0" y="792"/>
                                        </a:lnTo>
                                        <a:cubicBezTo>
                                          <a:pt x="0" y="788"/>
                                          <a:pt x="4" y="784"/>
                                          <a:pt x="8" y="784"/>
                                        </a:cubicBezTo>
                                        <a:cubicBezTo>
                                          <a:pt x="13" y="784"/>
                                          <a:pt x="16" y="788"/>
                                          <a:pt x="16" y="792"/>
                                        </a:cubicBezTo>
                                        <a:close/>
                                        <a:moveTo>
                                          <a:pt x="16" y="984"/>
                                        </a:moveTo>
                                        <a:lnTo>
                                          <a:pt x="16" y="1096"/>
                                        </a:lnTo>
                                        <a:cubicBezTo>
                                          <a:pt x="16" y="1101"/>
                                          <a:pt x="13" y="1104"/>
                                          <a:pt x="8" y="1104"/>
                                        </a:cubicBezTo>
                                        <a:cubicBezTo>
                                          <a:pt x="4" y="1104"/>
                                          <a:pt x="0" y="1101"/>
                                          <a:pt x="0" y="1096"/>
                                        </a:cubicBezTo>
                                        <a:lnTo>
                                          <a:pt x="0" y="984"/>
                                        </a:lnTo>
                                        <a:cubicBezTo>
                                          <a:pt x="0" y="980"/>
                                          <a:pt x="4" y="976"/>
                                          <a:pt x="8" y="976"/>
                                        </a:cubicBezTo>
                                        <a:cubicBezTo>
                                          <a:pt x="13" y="976"/>
                                          <a:pt x="16" y="980"/>
                                          <a:pt x="16" y="984"/>
                                        </a:cubicBezTo>
                                        <a:close/>
                                        <a:moveTo>
                                          <a:pt x="16" y="1176"/>
                                        </a:moveTo>
                                        <a:lnTo>
                                          <a:pt x="16" y="1288"/>
                                        </a:lnTo>
                                        <a:cubicBezTo>
                                          <a:pt x="16" y="1293"/>
                                          <a:pt x="13" y="1296"/>
                                          <a:pt x="8" y="1296"/>
                                        </a:cubicBezTo>
                                        <a:cubicBezTo>
                                          <a:pt x="4" y="1296"/>
                                          <a:pt x="0" y="1293"/>
                                          <a:pt x="0" y="1288"/>
                                        </a:cubicBezTo>
                                        <a:lnTo>
                                          <a:pt x="0" y="1176"/>
                                        </a:lnTo>
                                        <a:cubicBezTo>
                                          <a:pt x="0" y="1172"/>
                                          <a:pt x="4" y="1168"/>
                                          <a:pt x="8" y="1168"/>
                                        </a:cubicBezTo>
                                        <a:cubicBezTo>
                                          <a:pt x="13" y="1168"/>
                                          <a:pt x="16" y="1172"/>
                                          <a:pt x="16" y="1176"/>
                                        </a:cubicBezTo>
                                        <a:close/>
                                        <a:moveTo>
                                          <a:pt x="16" y="1368"/>
                                        </a:moveTo>
                                        <a:lnTo>
                                          <a:pt x="16" y="1480"/>
                                        </a:lnTo>
                                        <a:cubicBezTo>
                                          <a:pt x="16" y="1485"/>
                                          <a:pt x="13" y="1488"/>
                                          <a:pt x="8" y="1488"/>
                                        </a:cubicBezTo>
                                        <a:cubicBezTo>
                                          <a:pt x="4" y="1488"/>
                                          <a:pt x="0" y="1485"/>
                                          <a:pt x="0" y="1480"/>
                                        </a:cubicBezTo>
                                        <a:lnTo>
                                          <a:pt x="0" y="1368"/>
                                        </a:lnTo>
                                        <a:cubicBezTo>
                                          <a:pt x="0" y="1364"/>
                                          <a:pt x="4" y="1360"/>
                                          <a:pt x="8" y="1360"/>
                                        </a:cubicBezTo>
                                        <a:cubicBezTo>
                                          <a:pt x="13" y="1360"/>
                                          <a:pt x="16" y="1364"/>
                                          <a:pt x="16" y="1368"/>
                                        </a:cubicBezTo>
                                        <a:close/>
                                        <a:moveTo>
                                          <a:pt x="16" y="1560"/>
                                        </a:moveTo>
                                        <a:lnTo>
                                          <a:pt x="16" y="1672"/>
                                        </a:lnTo>
                                        <a:cubicBezTo>
                                          <a:pt x="16" y="1677"/>
                                          <a:pt x="13" y="1680"/>
                                          <a:pt x="8" y="1680"/>
                                        </a:cubicBezTo>
                                        <a:cubicBezTo>
                                          <a:pt x="4" y="1680"/>
                                          <a:pt x="0" y="1677"/>
                                          <a:pt x="0" y="1672"/>
                                        </a:cubicBezTo>
                                        <a:lnTo>
                                          <a:pt x="0" y="1560"/>
                                        </a:lnTo>
                                        <a:cubicBezTo>
                                          <a:pt x="0" y="1556"/>
                                          <a:pt x="4" y="1552"/>
                                          <a:pt x="8" y="1552"/>
                                        </a:cubicBezTo>
                                        <a:cubicBezTo>
                                          <a:pt x="13" y="1552"/>
                                          <a:pt x="16" y="1556"/>
                                          <a:pt x="16" y="1560"/>
                                        </a:cubicBezTo>
                                        <a:close/>
                                        <a:moveTo>
                                          <a:pt x="16" y="1752"/>
                                        </a:moveTo>
                                        <a:lnTo>
                                          <a:pt x="16" y="1864"/>
                                        </a:lnTo>
                                        <a:cubicBezTo>
                                          <a:pt x="16" y="1869"/>
                                          <a:pt x="13" y="1872"/>
                                          <a:pt x="8" y="1872"/>
                                        </a:cubicBezTo>
                                        <a:cubicBezTo>
                                          <a:pt x="4" y="1872"/>
                                          <a:pt x="0" y="1869"/>
                                          <a:pt x="0" y="1864"/>
                                        </a:cubicBezTo>
                                        <a:lnTo>
                                          <a:pt x="0" y="1752"/>
                                        </a:lnTo>
                                        <a:cubicBezTo>
                                          <a:pt x="0" y="1748"/>
                                          <a:pt x="4" y="1744"/>
                                          <a:pt x="8" y="1744"/>
                                        </a:cubicBezTo>
                                        <a:cubicBezTo>
                                          <a:pt x="13" y="1744"/>
                                          <a:pt x="16" y="1748"/>
                                          <a:pt x="16" y="1752"/>
                                        </a:cubicBezTo>
                                        <a:close/>
                                        <a:moveTo>
                                          <a:pt x="16" y="1944"/>
                                        </a:moveTo>
                                        <a:lnTo>
                                          <a:pt x="16" y="2056"/>
                                        </a:lnTo>
                                        <a:cubicBezTo>
                                          <a:pt x="16" y="2061"/>
                                          <a:pt x="13" y="2064"/>
                                          <a:pt x="8" y="2064"/>
                                        </a:cubicBezTo>
                                        <a:cubicBezTo>
                                          <a:pt x="4" y="2064"/>
                                          <a:pt x="0" y="2061"/>
                                          <a:pt x="0" y="2056"/>
                                        </a:cubicBezTo>
                                        <a:lnTo>
                                          <a:pt x="0" y="1944"/>
                                        </a:lnTo>
                                        <a:cubicBezTo>
                                          <a:pt x="0" y="1940"/>
                                          <a:pt x="4" y="1936"/>
                                          <a:pt x="8" y="1936"/>
                                        </a:cubicBezTo>
                                        <a:cubicBezTo>
                                          <a:pt x="13" y="1936"/>
                                          <a:pt x="16" y="1940"/>
                                          <a:pt x="16" y="1944"/>
                                        </a:cubicBezTo>
                                        <a:close/>
                                        <a:moveTo>
                                          <a:pt x="16" y="2136"/>
                                        </a:moveTo>
                                        <a:lnTo>
                                          <a:pt x="16" y="2248"/>
                                        </a:lnTo>
                                        <a:cubicBezTo>
                                          <a:pt x="16" y="2253"/>
                                          <a:pt x="13" y="2256"/>
                                          <a:pt x="8" y="2256"/>
                                        </a:cubicBezTo>
                                        <a:cubicBezTo>
                                          <a:pt x="4" y="2256"/>
                                          <a:pt x="0" y="2253"/>
                                          <a:pt x="0" y="2248"/>
                                        </a:cubicBezTo>
                                        <a:lnTo>
                                          <a:pt x="0" y="2136"/>
                                        </a:lnTo>
                                        <a:cubicBezTo>
                                          <a:pt x="0" y="2132"/>
                                          <a:pt x="4" y="2128"/>
                                          <a:pt x="8" y="2128"/>
                                        </a:cubicBezTo>
                                        <a:cubicBezTo>
                                          <a:pt x="13" y="2128"/>
                                          <a:pt x="16" y="2132"/>
                                          <a:pt x="16" y="2136"/>
                                        </a:cubicBezTo>
                                        <a:close/>
                                        <a:moveTo>
                                          <a:pt x="16" y="2328"/>
                                        </a:moveTo>
                                        <a:lnTo>
                                          <a:pt x="16" y="2440"/>
                                        </a:lnTo>
                                        <a:cubicBezTo>
                                          <a:pt x="16" y="2445"/>
                                          <a:pt x="13" y="2448"/>
                                          <a:pt x="8" y="2448"/>
                                        </a:cubicBezTo>
                                        <a:cubicBezTo>
                                          <a:pt x="4" y="2448"/>
                                          <a:pt x="0" y="2445"/>
                                          <a:pt x="0" y="2440"/>
                                        </a:cubicBezTo>
                                        <a:lnTo>
                                          <a:pt x="0" y="2328"/>
                                        </a:lnTo>
                                        <a:cubicBezTo>
                                          <a:pt x="0" y="2324"/>
                                          <a:pt x="4" y="2320"/>
                                          <a:pt x="8" y="2320"/>
                                        </a:cubicBezTo>
                                        <a:cubicBezTo>
                                          <a:pt x="13" y="2320"/>
                                          <a:pt x="16" y="2324"/>
                                          <a:pt x="16" y="2328"/>
                                        </a:cubicBezTo>
                                        <a:close/>
                                        <a:moveTo>
                                          <a:pt x="16" y="2520"/>
                                        </a:moveTo>
                                        <a:lnTo>
                                          <a:pt x="16" y="2632"/>
                                        </a:lnTo>
                                        <a:cubicBezTo>
                                          <a:pt x="16" y="2637"/>
                                          <a:pt x="13" y="2640"/>
                                          <a:pt x="8" y="2640"/>
                                        </a:cubicBezTo>
                                        <a:cubicBezTo>
                                          <a:pt x="4" y="2640"/>
                                          <a:pt x="0" y="2637"/>
                                          <a:pt x="0" y="2632"/>
                                        </a:cubicBezTo>
                                        <a:lnTo>
                                          <a:pt x="0" y="2520"/>
                                        </a:lnTo>
                                        <a:cubicBezTo>
                                          <a:pt x="0" y="2516"/>
                                          <a:pt x="4" y="2512"/>
                                          <a:pt x="8" y="2512"/>
                                        </a:cubicBezTo>
                                        <a:cubicBezTo>
                                          <a:pt x="13" y="2512"/>
                                          <a:pt x="16" y="2516"/>
                                          <a:pt x="16" y="2520"/>
                                        </a:cubicBezTo>
                                        <a:close/>
                                        <a:moveTo>
                                          <a:pt x="16" y="2712"/>
                                        </a:moveTo>
                                        <a:lnTo>
                                          <a:pt x="16" y="2824"/>
                                        </a:lnTo>
                                        <a:cubicBezTo>
                                          <a:pt x="16" y="2829"/>
                                          <a:pt x="13" y="2832"/>
                                          <a:pt x="8" y="2832"/>
                                        </a:cubicBezTo>
                                        <a:cubicBezTo>
                                          <a:pt x="4" y="2832"/>
                                          <a:pt x="0" y="2829"/>
                                          <a:pt x="0" y="2824"/>
                                        </a:cubicBezTo>
                                        <a:lnTo>
                                          <a:pt x="0" y="2712"/>
                                        </a:lnTo>
                                        <a:cubicBezTo>
                                          <a:pt x="0" y="2708"/>
                                          <a:pt x="4" y="2704"/>
                                          <a:pt x="8" y="2704"/>
                                        </a:cubicBezTo>
                                        <a:cubicBezTo>
                                          <a:pt x="13" y="2704"/>
                                          <a:pt x="16" y="2708"/>
                                          <a:pt x="16" y="2712"/>
                                        </a:cubicBezTo>
                                        <a:close/>
                                        <a:moveTo>
                                          <a:pt x="16" y="2904"/>
                                        </a:moveTo>
                                        <a:lnTo>
                                          <a:pt x="16" y="2971"/>
                                        </a:lnTo>
                                        <a:lnTo>
                                          <a:pt x="8" y="2963"/>
                                        </a:lnTo>
                                        <a:lnTo>
                                          <a:pt x="53" y="2963"/>
                                        </a:lnTo>
                                        <a:cubicBezTo>
                                          <a:pt x="57" y="2963"/>
                                          <a:pt x="61" y="2967"/>
                                          <a:pt x="61" y="2971"/>
                                        </a:cubicBezTo>
                                        <a:cubicBezTo>
                                          <a:pt x="61" y="2976"/>
                                          <a:pt x="57" y="2979"/>
                                          <a:pt x="53" y="2979"/>
                                        </a:cubicBezTo>
                                        <a:lnTo>
                                          <a:pt x="8" y="2979"/>
                                        </a:lnTo>
                                        <a:cubicBezTo>
                                          <a:pt x="4" y="2979"/>
                                          <a:pt x="0" y="2976"/>
                                          <a:pt x="0" y="2971"/>
                                        </a:cubicBezTo>
                                        <a:lnTo>
                                          <a:pt x="0" y="2904"/>
                                        </a:lnTo>
                                        <a:cubicBezTo>
                                          <a:pt x="0" y="2900"/>
                                          <a:pt x="4" y="2896"/>
                                          <a:pt x="8" y="2896"/>
                                        </a:cubicBezTo>
                                        <a:cubicBezTo>
                                          <a:pt x="13" y="2896"/>
                                          <a:pt x="16" y="2900"/>
                                          <a:pt x="16" y="2904"/>
                                        </a:cubicBezTo>
                                        <a:close/>
                                        <a:moveTo>
                                          <a:pt x="133" y="2963"/>
                                        </a:moveTo>
                                        <a:lnTo>
                                          <a:pt x="245" y="2963"/>
                                        </a:lnTo>
                                        <a:cubicBezTo>
                                          <a:pt x="249" y="2963"/>
                                          <a:pt x="253" y="2967"/>
                                          <a:pt x="253" y="2971"/>
                                        </a:cubicBezTo>
                                        <a:cubicBezTo>
                                          <a:pt x="253" y="2976"/>
                                          <a:pt x="249" y="2979"/>
                                          <a:pt x="245" y="2979"/>
                                        </a:cubicBezTo>
                                        <a:lnTo>
                                          <a:pt x="133" y="2979"/>
                                        </a:lnTo>
                                        <a:cubicBezTo>
                                          <a:pt x="129" y="2979"/>
                                          <a:pt x="125" y="2976"/>
                                          <a:pt x="125" y="2971"/>
                                        </a:cubicBezTo>
                                        <a:cubicBezTo>
                                          <a:pt x="125" y="2967"/>
                                          <a:pt x="129" y="2963"/>
                                          <a:pt x="133" y="2963"/>
                                        </a:cubicBezTo>
                                        <a:close/>
                                        <a:moveTo>
                                          <a:pt x="325" y="2963"/>
                                        </a:moveTo>
                                        <a:lnTo>
                                          <a:pt x="437" y="2963"/>
                                        </a:lnTo>
                                        <a:cubicBezTo>
                                          <a:pt x="441" y="2963"/>
                                          <a:pt x="445" y="2967"/>
                                          <a:pt x="445" y="2971"/>
                                        </a:cubicBezTo>
                                        <a:cubicBezTo>
                                          <a:pt x="445" y="2976"/>
                                          <a:pt x="441" y="2979"/>
                                          <a:pt x="437" y="2979"/>
                                        </a:cubicBezTo>
                                        <a:lnTo>
                                          <a:pt x="325" y="2979"/>
                                        </a:lnTo>
                                        <a:cubicBezTo>
                                          <a:pt x="321" y="2979"/>
                                          <a:pt x="317" y="2976"/>
                                          <a:pt x="317" y="2971"/>
                                        </a:cubicBezTo>
                                        <a:cubicBezTo>
                                          <a:pt x="317" y="2967"/>
                                          <a:pt x="321" y="2963"/>
                                          <a:pt x="325" y="2963"/>
                                        </a:cubicBezTo>
                                        <a:close/>
                                        <a:moveTo>
                                          <a:pt x="517" y="2963"/>
                                        </a:moveTo>
                                        <a:lnTo>
                                          <a:pt x="629" y="2963"/>
                                        </a:lnTo>
                                        <a:cubicBezTo>
                                          <a:pt x="633" y="2963"/>
                                          <a:pt x="637" y="2967"/>
                                          <a:pt x="637" y="2971"/>
                                        </a:cubicBezTo>
                                        <a:cubicBezTo>
                                          <a:pt x="637" y="2976"/>
                                          <a:pt x="633" y="2979"/>
                                          <a:pt x="629" y="2979"/>
                                        </a:cubicBezTo>
                                        <a:lnTo>
                                          <a:pt x="517" y="2979"/>
                                        </a:lnTo>
                                        <a:cubicBezTo>
                                          <a:pt x="513" y="2979"/>
                                          <a:pt x="509" y="2976"/>
                                          <a:pt x="509" y="2971"/>
                                        </a:cubicBezTo>
                                        <a:cubicBezTo>
                                          <a:pt x="509" y="2967"/>
                                          <a:pt x="513" y="2963"/>
                                          <a:pt x="517" y="2963"/>
                                        </a:cubicBezTo>
                                        <a:close/>
                                        <a:moveTo>
                                          <a:pt x="709" y="2963"/>
                                        </a:moveTo>
                                        <a:lnTo>
                                          <a:pt x="821" y="2963"/>
                                        </a:lnTo>
                                        <a:cubicBezTo>
                                          <a:pt x="825" y="2963"/>
                                          <a:pt x="829" y="2967"/>
                                          <a:pt x="829" y="2971"/>
                                        </a:cubicBezTo>
                                        <a:cubicBezTo>
                                          <a:pt x="829" y="2976"/>
                                          <a:pt x="825" y="2979"/>
                                          <a:pt x="821" y="2979"/>
                                        </a:cubicBezTo>
                                        <a:lnTo>
                                          <a:pt x="709" y="2979"/>
                                        </a:lnTo>
                                        <a:cubicBezTo>
                                          <a:pt x="705" y="2979"/>
                                          <a:pt x="701" y="2976"/>
                                          <a:pt x="701" y="2971"/>
                                        </a:cubicBezTo>
                                        <a:cubicBezTo>
                                          <a:pt x="701" y="2967"/>
                                          <a:pt x="705" y="2963"/>
                                          <a:pt x="709" y="2963"/>
                                        </a:cubicBezTo>
                                        <a:close/>
                                        <a:moveTo>
                                          <a:pt x="901" y="2963"/>
                                        </a:moveTo>
                                        <a:lnTo>
                                          <a:pt x="1013" y="2963"/>
                                        </a:lnTo>
                                        <a:cubicBezTo>
                                          <a:pt x="1017" y="2963"/>
                                          <a:pt x="1021" y="2967"/>
                                          <a:pt x="1021" y="2971"/>
                                        </a:cubicBezTo>
                                        <a:cubicBezTo>
                                          <a:pt x="1021" y="2976"/>
                                          <a:pt x="1017" y="2979"/>
                                          <a:pt x="1013" y="2979"/>
                                        </a:cubicBezTo>
                                        <a:lnTo>
                                          <a:pt x="901" y="2979"/>
                                        </a:lnTo>
                                        <a:cubicBezTo>
                                          <a:pt x="897" y="2979"/>
                                          <a:pt x="893" y="2976"/>
                                          <a:pt x="893" y="2971"/>
                                        </a:cubicBezTo>
                                        <a:cubicBezTo>
                                          <a:pt x="893" y="2967"/>
                                          <a:pt x="897" y="2963"/>
                                          <a:pt x="901" y="2963"/>
                                        </a:cubicBezTo>
                                        <a:close/>
                                        <a:moveTo>
                                          <a:pt x="1093" y="2963"/>
                                        </a:moveTo>
                                        <a:lnTo>
                                          <a:pt x="1205" y="2963"/>
                                        </a:lnTo>
                                        <a:cubicBezTo>
                                          <a:pt x="1209" y="2963"/>
                                          <a:pt x="1213" y="2967"/>
                                          <a:pt x="1213" y="2971"/>
                                        </a:cubicBezTo>
                                        <a:cubicBezTo>
                                          <a:pt x="1213" y="2976"/>
                                          <a:pt x="1209" y="2979"/>
                                          <a:pt x="1205" y="2979"/>
                                        </a:cubicBezTo>
                                        <a:lnTo>
                                          <a:pt x="1093" y="2979"/>
                                        </a:lnTo>
                                        <a:cubicBezTo>
                                          <a:pt x="1089" y="2979"/>
                                          <a:pt x="1085" y="2976"/>
                                          <a:pt x="1085" y="2971"/>
                                        </a:cubicBezTo>
                                        <a:cubicBezTo>
                                          <a:pt x="1085" y="2967"/>
                                          <a:pt x="1089" y="2963"/>
                                          <a:pt x="1093" y="2963"/>
                                        </a:cubicBezTo>
                                        <a:close/>
                                        <a:moveTo>
                                          <a:pt x="1285" y="2963"/>
                                        </a:moveTo>
                                        <a:lnTo>
                                          <a:pt x="1397" y="2963"/>
                                        </a:lnTo>
                                        <a:cubicBezTo>
                                          <a:pt x="1401" y="2963"/>
                                          <a:pt x="1405" y="2967"/>
                                          <a:pt x="1405" y="2971"/>
                                        </a:cubicBezTo>
                                        <a:cubicBezTo>
                                          <a:pt x="1405" y="2976"/>
                                          <a:pt x="1401" y="2979"/>
                                          <a:pt x="1397" y="2979"/>
                                        </a:cubicBezTo>
                                        <a:lnTo>
                                          <a:pt x="1285" y="2979"/>
                                        </a:lnTo>
                                        <a:cubicBezTo>
                                          <a:pt x="1281" y="2979"/>
                                          <a:pt x="1277" y="2976"/>
                                          <a:pt x="1277" y="2971"/>
                                        </a:cubicBezTo>
                                        <a:cubicBezTo>
                                          <a:pt x="1277" y="2967"/>
                                          <a:pt x="1281" y="2963"/>
                                          <a:pt x="1285" y="2963"/>
                                        </a:cubicBezTo>
                                        <a:close/>
                                        <a:moveTo>
                                          <a:pt x="1477" y="2963"/>
                                        </a:moveTo>
                                        <a:lnTo>
                                          <a:pt x="1589" y="2963"/>
                                        </a:lnTo>
                                        <a:cubicBezTo>
                                          <a:pt x="1593" y="2963"/>
                                          <a:pt x="1597" y="2967"/>
                                          <a:pt x="1597" y="2971"/>
                                        </a:cubicBezTo>
                                        <a:cubicBezTo>
                                          <a:pt x="1597" y="2976"/>
                                          <a:pt x="1593" y="2979"/>
                                          <a:pt x="1589" y="2979"/>
                                        </a:cubicBezTo>
                                        <a:lnTo>
                                          <a:pt x="1477" y="2979"/>
                                        </a:lnTo>
                                        <a:cubicBezTo>
                                          <a:pt x="1473" y="2979"/>
                                          <a:pt x="1469" y="2976"/>
                                          <a:pt x="1469" y="2971"/>
                                        </a:cubicBezTo>
                                        <a:cubicBezTo>
                                          <a:pt x="1469" y="2967"/>
                                          <a:pt x="1473" y="2963"/>
                                          <a:pt x="1477" y="2963"/>
                                        </a:cubicBezTo>
                                        <a:close/>
                                        <a:moveTo>
                                          <a:pt x="1669" y="2963"/>
                                        </a:moveTo>
                                        <a:lnTo>
                                          <a:pt x="1781" y="2963"/>
                                        </a:lnTo>
                                        <a:cubicBezTo>
                                          <a:pt x="1785" y="2963"/>
                                          <a:pt x="1789" y="2967"/>
                                          <a:pt x="1789" y="2971"/>
                                        </a:cubicBezTo>
                                        <a:cubicBezTo>
                                          <a:pt x="1789" y="2976"/>
                                          <a:pt x="1785" y="2979"/>
                                          <a:pt x="1781" y="2979"/>
                                        </a:cubicBezTo>
                                        <a:lnTo>
                                          <a:pt x="1669" y="2979"/>
                                        </a:lnTo>
                                        <a:cubicBezTo>
                                          <a:pt x="1665" y="2979"/>
                                          <a:pt x="1661" y="2976"/>
                                          <a:pt x="1661" y="2971"/>
                                        </a:cubicBezTo>
                                        <a:cubicBezTo>
                                          <a:pt x="1661" y="2967"/>
                                          <a:pt x="1665" y="2963"/>
                                          <a:pt x="1669" y="2963"/>
                                        </a:cubicBezTo>
                                        <a:close/>
                                        <a:moveTo>
                                          <a:pt x="1861" y="2963"/>
                                        </a:moveTo>
                                        <a:lnTo>
                                          <a:pt x="1973" y="2963"/>
                                        </a:lnTo>
                                        <a:cubicBezTo>
                                          <a:pt x="1977" y="2963"/>
                                          <a:pt x="1981" y="2967"/>
                                          <a:pt x="1981" y="2971"/>
                                        </a:cubicBezTo>
                                        <a:cubicBezTo>
                                          <a:pt x="1981" y="2976"/>
                                          <a:pt x="1977" y="2979"/>
                                          <a:pt x="1973" y="2979"/>
                                        </a:cubicBezTo>
                                        <a:lnTo>
                                          <a:pt x="1861" y="2979"/>
                                        </a:lnTo>
                                        <a:cubicBezTo>
                                          <a:pt x="1857" y="2979"/>
                                          <a:pt x="1853" y="2976"/>
                                          <a:pt x="1853" y="2971"/>
                                        </a:cubicBezTo>
                                        <a:cubicBezTo>
                                          <a:pt x="1853" y="2967"/>
                                          <a:pt x="1857" y="2963"/>
                                          <a:pt x="1861" y="2963"/>
                                        </a:cubicBezTo>
                                        <a:close/>
                                        <a:moveTo>
                                          <a:pt x="2053" y="2963"/>
                                        </a:moveTo>
                                        <a:lnTo>
                                          <a:pt x="2165" y="2963"/>
                                        </a:lnTo>
                                        <a:cubicBezTo>
                                          <a:pt x="2169" y="2963"/>
                                          <a:pt x="2173" y="2967"/>
                                          <a:pt x="2173" y="2971"/>
                                        </a:cubicBezTo>
                                        <a:cubicBezTo>
                                          <a:pt x="2173" y="2976"/>
                                          <a:pt x="2169" y="2979"/>
                                          <a:pt x="2165" y="2979"/>
                                        </a:cubicBezTo>
                                        <a:lnTo>
                                          <a:pt x="2053" y="2979"/>
                                        </a:lnTo>
                                        <a:cubicBezTo>
                                          <a:pt x="2049" y="2979"/>
                                          <a:pt x="2045" y="2976"/>
                                          <a:pt x="2045" y="2971"/>
                                        </a:cubicBezTo>
                                        <a:cubicBezTo>
                                          <a:pt x="2045" y="2967"/>
                                          <a:pt x="2049" y="2963"/>
                                          <a:pt x="2053" y="2963"/>
                                        </a:cubicBezTo>
                                        <a:close/>
                                        <a:moveTo>
                                          <a:pt x="2245" y="2963"/>
                                        </a:moveTo>
                                        <a:lnTo>
                                          <a:pt x="2357" y="2963"/>
                                        </a:lnTo>
                                        <a:cubicBezTo>
                                          <a:pt x="2361" y="2963"/>
                                          <a:pt x="2365" y="2967"/>
                                          <a:pt x="2365" y="2971"/>
                                        </a:cubicBezTo>
                                        <a:cubicBezTo>
                                          <a:pt x="2365" y="2976"/>
                                          <a:pt x="2361" y="2979"/>
                                          <a:pt x="2357" y="2979"/>
                                        </a:cubicBezTo>
                                        <a:lnTo>
                                          <a:pt x="2245" y="2979"/>
                                        </a:lnTo>
                                        <a:cubicBezTo>
                                          <a:pt x="2241" y="2979"/>
                                          <a:pt x="2237" y="2976"/>
                                          <a:pt x="2237" y="2971"/>
                                        </a:cubicBezTo>
                                        <a:cubicBezTo>
                                          <a:pt x="2237" y="2967"/>
                                          <a:pt x="2241" y="2963"/>
                                          <a:pt x="2245" y="2963"/>
                                        </a:cubicBezTo>
                                        <a:close/>
                                        <a:moveTo>
                                          <a:pt x="2437" y="2963"/>
                                        </a:moveTo>
                                        <a:lnTo>
                                          <a:pt x="2549" y="2963"/>
                                        </a:lnTo>
                                        <a:cubicBezTo>
                                          <a:pt x="2553" y="2963"/>
                                          <a:pt x="2557" y="2967"/>
                                          <a:pt x="2557" y="2971"/>
                                        </a:cubicBezTo>
                                        <a:cubicBezTo>
                                          <a:pt x="2557" y="2976"/>
                                          <a:pt x="2553" y="2979"/>
                                          <a:pt x="2549" y="2979"/>
                                        </a:cubicBezTo>
                                        <a:lnTo>
                                          <a:pt x="2437" y="2979"/>
                                        </a:lnTo>
                                        <a:cubicBezTo>
                                          <a:pt x="2433" y="2979"/>
                                          <a:pt x="2429" y="2976"/>
                                          <a:pt x="2429" y="2971"/>
                                        </a:cubicBezTo>
                                        <a:cubicBezTo>
                                          <a:pt x="2429" y="2967"/>
                                          <a:pt x="2433" y="2963"/>
                                          <a:pt x="2437" y="2963"/>
                                        </a:cubicBezTo>
                                        <a:close/>
                                        <a:moveTo>
                                          <a:pt x="2629" y="2963"/>
                                        </a:moveTo>
                                        <a:lnTo>
                                          <a:pt x="2741" y="2963"/>
                                        </a:lnTo>
                                        <a:cubicBezTo>
                                          <a:pt x="2745" y="2963"/>
                                          <a:pt x="2749" y="2967"/>
                                          <a:pt x="2749" y="2971"/>
                                        </a:cubicBezTo>
                                        <a:cubicBezTo>
                                          <a:pt x="2749" y="2976"/>
                                          <a:pt x="2745" y="2979"/>
                                          <a:pt x="2741" y="2979"/>
                                        </a:cubicBezTo>
                                        <a:lnTo>
                                          <a:pt x="2629" y="2979"/>
                                        </a:lnTo>
                                        <a:cubicBezTo>
                                          <a:pt x="2625" y="2979"/>
                                          <a:pt x="2621" y="2976"/>
                                          <a:pt x="2621" y="2971"/>
                                        </a:cubicBezTo>
                                        <a:cubicBezTo>
                                          <a:pt x="2621" y="2967"/>
                                          <a:pt x="2625" y="2963"/>
                                          <a:pt x="2629" y="2963"/>
                                        </a:cubicBezTo>
                                        <a:close/>
                                        <a:moveTo>
                                          <a:pt x="2821" y="2963"/>
                                        </a:moveTo>
                                        <a:lnTo>
                                          <a:pt x="2933" y="2963"/>
                                        </a:lnTo>
                                        <a:cubicBezTo>
                                          <a:pt x="2937" y="2963"/>
                                          <a:pt x="2941" y="2967"/>
                                          <a:pt x="2941" y="2971"/>
                                        </a:cubicBezTo>
                                        <a:cubicBezTo>
                                          <a:pt x="2941" y="2976"/>
                                          <a:pt x="2937" y="2979"/>
                                          <a:pt x="2933" y="2979"/>
                                        </a:cubicBezTo>
                                        <a:lnTo>
                                          <a:pt x="2821" y="2979"/>
                                        </a:lnTo>
                                        <a:cubicBezTo>
                                          <a:pt x="2817" y="2979"/>
                                          <a:pt x="2813" y="2976"/>
                                          <a:pt x="2813" y="2971"/>
                                        </a:cubicBezTo>
                                        <a:cubicBezTo>
                                          <a:pt x="2813" y="2967"/>
                                          <a:pt x="2817" y="2963"/>
                                          <a:pt x="2821" y="2963"/>
                                        </a:cubicBezTo>
                                        <a:close/>
                                        <a:moveTo>
                                          <a:pt x="3013" y="2963"/>
                                        </a:moveTo>
                                        <a:lnTo>
                                          <a:pt x="3125" y="2963"/>
                                        </a:lnTo>
                                        <a:cubicBezTo>
                                          <a:pt x="3129" y="2963"/>
                                          <a:pt x="3133" y="2967"/>
                                          <a:pt x="3133" y="2971"/>
                                        </a:cubicBezTo>
                                        <a:cubicBezTo>
                                          <a:pt x="3133" y="2976"/>
                                          <a:pt x="3129" y="2979"/>
                                          <a:pt x="3125" y="2979"/>
                                        </a:cubicBezTo>
                                        <a:lnTo>
                                          <a:pt x="3013" y="2979"/>
                                        </a:lnTo>
                                        <a:cubicBezTo>
                                          <a:pt x="3009" y="2979"/>
                                          <a:pt x="3005" y="2976"/>
                                          <a:pt x="3005" y="2971"/>
                                        </a:cubicBezTo>
                                        <a:cubicBezTo>
                                          <a:pt x="3005" y="2967"/>
                                          <a:pt x="3009" y="2963"/>
                                          <a:pt x="3013" y="2963"/>
                                        </a:cubicBezTo>
                                        <a:close/>
                                        <a:moveTo>
                                          <a:pt x="3205" y="2963"/>
                                        </a:moveTo>
                                        <a:lnTo>
                                          <a:pt x="3317" y="2963"/>
                                        </a:lnTo>
                                        <a:cubicBezTo>
                                          <a:pt x="3321" y="2963"/>
                                          <a:pt x="3325" y="2967"/>
                                          <a:pt x="3325" y="2971"/>
                                        </a:cubicBezTo>
                                        <a:cubicBezTo>
                                          <a:pt x="3325" y="2976"/>
                                          <a:pt x="3321" y="2979"/>
                                          <a:pt x="3317" y="2979"/>
                                        </a:cubicBezTo>
                                        <a:lnTo>
                                          <a:pt x="3205" y="2979"/>
                                        </a:lnTo>
                                        <a:cubicBezTo>
                                          <a:pt x="3201" y="2979"/>
                                          <a:pt x="3197" y="2976"/>
                                          <a:pt x="3197" y="2971"/>
                                        </a:cubicBezTo>
                                        <a:cubicBezTo>
                                          <a:pt x="3197" y="2967"/>
                                          <a:pt x="3201" y="2963"/>
                                          <a:pt x="3205" y="2963"/>
                                        </a:cubicBezTo>
                                        <a:close/>
                                        <a:moveTo>
                                          <a:pt x="3397" y="2963"/>
                                        </a:moveTo>
                                        <a:lnTo>
                                          <a:pt x="3509" y="2963"/>
                                        </a:lnTo>
                                        <a:cubicBezTo>
                                          <a:pt x="3513" y="2963"/>
                                          <a:pt x="3517" y="2967"/>
                                          <a:pt x="3517" y="2971"/>
                                        </a:cubicBezTo>
                                        <a:cubicBezTo>
                                          <a:pt x="3517" y="2976"/>
                                          <a:pt x="3513" y="2979"/>
                                          <a:pt x="3509" y="2979"/>
                                        </a:cubicBezTo>
                                        <a:lnTo>
                                          <a:pt x="3397" y="2979"/>
                                        </a:lnTo>
                                        <a:cubicBezTo>
                                          <a:pt x="3393" y="2979"/>
                                          <a:pt x="3389" y="2976"/>
                                          <a:pt x="3389" y="2971"/>
                                        </a:cubicBezTo>
                                        <a:cubicBezTo>
                                          <a:pt x="3389" y="2967"/>
                                          <a:pt x="3393" y="2963"/>
                                          <a:pt x="3397" y="2963"/>
                                        </a:cubicBezTo>
                                        <a:close/>
                                        <a:moveTo>
                                          <a:pt x="3589" y="2963"/>
                                        </a:moveTo>
                                        <a:lnTo>
                                          <a:pt x="3701" y="2963"/>
                                        </a:lnTo>
                                        <a:cubicBezTo>
                                          <a:pt x="3705" y="2963"/>
                                          <a:pt x="3709" y="2967"/>
                                          <a:pt x="3709" y="2971"/>
                                        </a:cubicBezTo>
                                        <a:cubicBezTo>
                                          <a:pt x="3709" y="2976"/>
                                          <a:pt x="3705" y="2979"/>
                                          <a:pt x="3701" y="2979"/>
                                        </a:cubicBezTo>
                                        <a:lnTo>
                                          <a:pt x="3589" y="2979"/>
                                        </a:lnTo>
                                        <a:cubicBezTo>
                                          <a:pt x="3585" y="2979"/>
                                          <a:pt x="3581" y="2976"/>
                                          <a:pt x="3581" y="2971"/>
                                        </a:cubicBezTo>
                                        <a:cubicBezTo>
                                          <a:pt x="3581" y="2967"/>
                                          <a:pt x="3585" y="2963"/>
                                          <a:pt x="3589" y="2963"/>
                                        </a:cubicBezTo>
                                        <a:close/>
                                        <a:moveTo>
                                          <a:pt x="3781" y="2963"/>
                                        </a:moveTo>
                                        <a:lnTo>
                                          <a:pt x="3893" y="2963"/>
                                        </a:lnTo>
                                        <a:cubicBezTo>
                                          <a:pt x="3897" y="2963"/>
                                          <a:pt x="3901" y="2967"/>
                                          <a:pt x="3901" y="2971"/>
                                        </a:cubicBezTo>
                                        <a:cubicBezTo>
                                          <a:pt x="3901" y="2976"/>
                                          <a:pt x="3897" y="2979"/>
                                          <a:pt x="3893" y="2979"/>
                                        </a:cubicBezTo>
                                        <a:lnTo>
                                          <a:pt x="3781" y="2979"/>
                                        </a:lnTo>
                                        <a:cubicBezTo>
                                          <a:pt x="3777" y="2979"/>
                                          <a:pt x="3773" y="2976"/>
                                          <a:pt x="3773" y="2971"/>
                                        </a:cubicBezTo>
                                        <a:cubicBezTo>
                                          <a:pt x="3773" y="2967"/>
                                          <a:pt x="3777" y="2963"/>
                                          <a:pt x="3781" y="2963"/>
                                        </a:cubicBezTo>
                                        <a:close/>
                                        <a:moveTo>
                                          <a:pt x="3973" y="2963"/>
                                        </a:moveTo>
                                        <a:lnTo>
                                          <a:pt x="4085" y="2963"/>
                                        </a:lnTo>
                                        <a:cubicBezTo>
                                          <a:pt x="4089" y="2963"/>
                                          <a:pt x="4093" y="2967"/>
                                          <a:pt x="4093" y="2971"/>
                                        </a:cubicBezTo>
                                        <a:cubicBezTo>
                                          <a:pt x="4093" y="2976"/>
                                          <a:pt x="4089" y="2979"/>
                                          <a:pt x="4085" y="2979"/>
                                        </a:cubicBezTo>
                                        <a:lnTo>
                                          <a:pt x="3973" y="2979"/>
                                        </a:lnTo>
                                        <a:cubicBezTo>
                                          <a:pt x="3969" y="2979"/>
                                          <a:pt x="3965" y="2976"/>
                                          <a:pt x="3965" y="2971"/>
                                        </a:cubicBezTo>
                                        <a:cubicBezTo>
                                          <a:pt x="3965" y="2967"/>
                                          <a:pt x="3969" y="2963"/>
                                          <a:pt x="3973" y="2963"/>
                                        </a:cubicBezTo>
                                        <a:close/>
                                        <a:moveTo>
                                          <a:pt x="4165" y="2963"/>
                                        </a:moveTo>
                                        <a:lnTo>
                                          <a:pt x="4277" y="2963"/>
                                        </a:lnTo>
                                        <a:cubicBezTo>
                                          <a:pt x="4281" y="2963"/>
                                          <a:pt x="4285" y="2967"/>
                                          <a:pt x="4285" y="2971"/>
                                        </a:cubicBezTo>
                                        <a:cubicBezTo>
                                          <a:pt x="4285" y="2976"/>
                                          <a:pt x="4281" y="2979"/>
                                          <a:pt x="4277" y="2979"/>
                                        </a:cubicBezTo>
                                        <a:lnTo>
                                          <a:pt x="4165" y="2979"/>
                                        </a:lnTo>
                                        <a:cubicBezTo>
                                          <a:pt x="4161" y="2979"/>
                                          <a:pt x="4157" y="2976"/>
                                          <a:pt x="4157" y="2971"/>
                                        </a:cubicBezTo>
                                        <a:cubicBezTo>
                                          <a:pt x="4157" y="2967"/>
                                          <a:pt x="4161" y="2963"/>
                                          <a:pt x="4165" y="2963"/>
                                        </a:cubicBezTo>
                                        <a:close/>
                                        <a:moveTo>
                                          <a:pt x="4357" y="2963"/>
                                        </a:moveTo>
                                        <a:lnTo>
                                          <a:pt x="4469" y="2963"/>
                                        </a:lnTo>
                                        <a:cubicBezTo>
                                          <a:pt x="4473" y="2963"/>
                                          <a:pt x="4477" y="2967"/>
                                          <a:pt x="4477" y="2971"/>
                                        </a:cubicBezTo>
                                        <a:cubicBezTo>
                                          <a:pt x="4477" y="2976"/>
                                          <a:pt x="4473" y="2979"/>
                                          <a:pt x="4469" y="2979"/>
                                        </a:cubicBezTo>
                                        <a:lnTo>
                                          <a:pt x="4357" y="2979"/>
                                        </a:lnTo>
                                        <a:cubicBezTo>
                                          <a:pt x="4353" y="2979"/>
                                          <a:pt x="4349" y="2976"/>
                                          <a:pt x="4349" y="2971"/>
                                        </a:cubicBezTo>
                                        <a:cubicBezTo>
                                          <a:pt x="4349" y="2967"/>
                                          <a:pt x="4353" y="2963"/>
                                          <a:pt x="4357" y="2963"/>
                                        </a:cubicBezTo>
                                        <a:close/>
                                        <a:moveTo>
                                          <a:pt x="4549" y="2963"/>
                                        </a:moveTo>
                                        <a:lnTo>
                                          <a:pt x="4661" y="2963"/>
                                        </a:lnTo>
                                        <a:cubicBezTo>
                                          <a:pt x="4665" y="2963"/>
                                          <a:pt x="4669" y="2967"/>
                                          <a:pt x="4669" y="2971"/>
                                        </a:cubicBezTo>
                                        <a:cubicBezTo>
                                          <a:pt x="4669" y="2976"/>
                                          <a:pt x="4665" y="2979"/>
                                          <a:pt x="4661" y="2979"/>
                                        </a:cubicBezTo>
                                        <a:lnTo>
                                          <a:pt x="4549" y="2979"/>
                                        </a:lnTo>
                                        <a:cubicBezTo>
                                          <a:pt x="4545" y="2979"/>
                                          <a:pt x="4541" y="2976"/>
                                          <a:pt x="4541" y="2971"/>
                                        </a:cubicBezTo>
                                        <a:cubicBezTo>
                                          <a:pt x="4541" y="2967"/>
                                          <a:pt x="4545" y="2963"/>
                                          <a:pt x="4549" y="2963"/>
                                        </a:cubicBezTo>
                                        <a:close/>
                                        <a:moveTo>
                                          <a:pt x="4741" y="2963"/>
                                        </a:moveTo>
                                        <a:lnTo>
                                          <a:pt x="4853" y="2963"/>
                                        </a:lnTo>
                                        <a:cubicBezTo>
                                          <a:pt x="4857" y="2963"/>
                                          <a:pt x="4861" y="2967"/>
                                          <a:pt x="4861" y="2971"/>
                                        </a:cubicBezTo>
                                        <a:cubicBezTo>
                                          <a:pt x="4861" y="2976"/>
                                          <a:pt x="4857" y="2979"/>
                                          <a:pt x="4853" y="2979"/>
                                        </a:cubicBezTo>
                                        <a:lnTo>
                                          <a:pt x="4741" y="2979"/>
                                        </a:lnTo>
                                        <a:cubicBezTo>
                                          <a:pt x="4737" y="2979"/>
                                          <a:pt x="4733" y="2976"/>
                                          <a:pt x="4733" y="2971"/>
                                        </a:cubicBezTo>
                                        <a:cubicBezTo>
                                          <a:pt x="4733" y="2967"/>
                                          <a:pt x="4737" y="2963"/>
                                          <a:pt x="4741" y="2963"/>
                                        </a:cubicBezTo>
                                        <a:close/>
                                        <a:moveTo>
                                          <a:pt x="4933" y="2963"/>
                                        </a:moveTo>
                                        <a:lnTo>
                                          <a:pt x="5045" y="2963"/>
                                        </a:lnTo>
                                        <a:cubicBezTo>
                                          <a:pt x="5049" y="2963"/>
                                          <a:pt x="5053" y="2967"/>
                                          <a:pt x="5053" y="2971"/>
                                        </a:cubicBezTo>
                                        <a:cubicBezTo>
                                          <a:pt x="5053" y="2976"/>
                                          <a:pt x="5049" y="2979"/>
                                          <a:pt x="5045" y="2979"/>
                                        </a:cubicBezTo>
                                        <a:lnTo>
                                          <a:pt x="4933" y="2979"/>
                                        </a:lnTo>
                                        <a:cubicBezTo>
                                          <a:pt x="4929" y="2979"/>
                                          <a:pt x="4925" y="2976"/>
                                          <a:pt x="4925" y="2971"/>
                                        </a:cubicBezTo>
                                        <a:cubicBezTo>
                                          <a:pt x="4925" y="2967"/>
                                          <a:pt x="4929" y="2963"/>
                                          <a:pt x="4933" y="2963"/>
                                        </a:cubicBezTo>
                                        <a:close/>
                                        <a:moveTo>
                                          <a:pt x="5125" y="2963"/>
                                        </a:moveTo>
                                        <a:lnTo>
                                          <a:pt x="5148" y="2963"/>
                                        </a:lnTo>
                                        <a:lnTo>
                                          <a:pt x="5140" y="2971"/>
                                        </a:lnTo>
                                        <a:lnTo>
                                          <a:pt x="5140" y="2883"/>
                                        </a:lnTo>
                                        <a:cubicBezTo>
                                          <a:pt x="5140" y="2878"/>
                                          <a:pt x="5144" y="2875"/>
                                          <a:pt x="5148" y="2875"/>
                                        </a:cubicBezTo>
                                        <a:cubicBezTo>
                                          <a:pt x="5153" y="2875"/>
                                          <a:pt x="5156" y="2878"/>
                                          <a:pt x="5156" y="2883"/>
                                        </a:cubicBezTo>
                                        <a:lnTo>
                                          <a:pt x="5156" y="2971"/>
                                        </a:lnTo>
                                        <a:cubicBezTo>
                                          <a:pt x="5156" y="2976"/>
                                          <a:pt x="5153" y="2979"/>
                                          <a:pt x="5148" y="2979"/>
                                        </a:cubicBezTo>
                                        <a:lnTo>
                                          <a:pt x="5125" y="2979"/>
                                        </a:lnTo>
                                        <a:cubicBezTo>
                                          <a:pt x="5121" y="2979"/>
                                          <a:pt x="5117" y="2976"/>
                                          <a:pt x="5117" y="2971"/>
                                        </a:cubicBezTo>
                                        <a:cubicBezTo>
                                          <a:pt x="5117" y="2967"/>
                                          <a:pt x="5121" y="2963"/>
                                          <a:pt x="5125" y="2963"/>
                                        </a:cubicBezTo>
                                        <a:close/>
                                        <a:moveTo>
                                          <a:pt x="5140" y="2803"/>
                                        </a:moveTo>
                                        <a:lnTo>
                                          <a:pt x="5140" y="2691"/>
                                        </a:lnTo>
                                        <a:cubicBezTo>
                                          <a:pt x="5140" y="2686"/>
                                          <a:pt x="5144" y="2683"/>
                                          <a:pt x="5148" y="2683"/>
                                        </a:cubicBezTo>
                                        <a:cubicBezTo>
                                          <a:pt x="5153" y="2683"/>
                                          <a:pt x="5156" y="2686"/>
                                          <a:pt x="5156" y="2691"/>
                                        </a:cubicBezTo>
                                        <a:lnTo>
                                          <a:pt x="5156" y="2803"/>
                                        </a:lnTo>
                                        <a:cubicBezTo>
                                          <a:pt x="5156" y="2807"/>
                                          <a:pt x="5153" y="2811"/>
                                          <a:pt x="5148" y="2811"/>
                                        </a:cubicBezTo>
                                        <a:cubicBezTo>
                                          <a:pt x="5144" y="2811"/>
                                          <a:pt x="5140" y="2807"/>
                                          <a:pt x="5140" y="2803"/>
                                        </a:cubicBezTo>
                                        <a:close/>
                                        <a:moveTo>
                                          <a:pt x="5140" y="2611"/>
                                        </a:moveTo>
                                        <a:lnTo>
                                          <a:pt x="5140" y="2499"/>
                                        </a:lnTo>
                                        <a:cubicBezTo>
                                          <a:pt x="5140" y="2494"/>
                                          <a:pt x="5144" y="2491"/>
                                          <a:pt x="5148" y="2491"/>
                                        </a:cubicBezTo>
                                        <a:cubicBezTo>
                                          <a:pt x="5153" y="2491"/>
                                          <a:pt x="5156" y="2494"/>
                                          <a:pt x="5156" y="2499"/>
                                        </a:cubicBezTo>
                                        <a:lnTo>
                                          <a:pt x="5156" y="2611"/>
                                        </a:lnTo>
                                        <a:cubicBezTo>
                                          <a:pt x="5156" y="2615"/>
                                          <a:pt x="5153" y="2619"/>
                                          <a:pt x="5148" y="2619"/>
                                        </a:cubicBezTo>
                                        <a:cubicBezTo>
                                          <a:pt x="5144" y="2619"/>
                                          <a:pt x="5140" y="2615"/>
                                          <a:pt x="5140" y="2611"/>
                                        </a:cubicBezTo>
                                        <a:close/>
                                        <a:moveTo>
                                          <a:pt x="5140" y="2419"/>
                                        </a:moveTo>
                                        <a:lnTo>
                                          <a:pt x="5140" y="2307"/>
                                        </a:lnTo>
                                        <a:cubicBezTo>
                                          <a:pt x="5140" y="2302"/>
                                          <a:pt x="5144" y="2299"/>
                                          <a:pt x="5148" y="2299"/>
                                        </a:cubicBezTo>
                                        <a:cubicBezTo>
                                          <a:pt x="5153" y="2299"/>
                                          <a:pt x="5156" y="2302"/>
                                          <a:pt x="5156" y="2307"/>
                                        </a:cubicBezTo>
                                        <a:lnTo>
                                          <a:pt x="5156" y="2419"/>
                                        </a:lnTo>
                                        <a:cubicBezTo>
                                          <a:pt x="5156" y="2423"/>
                                          <a:pt x="5153" y="2427"/>
                                          <a:pt x="5148" y="2427"/>
                                        </a:cubicBezTo>
                                        <a:cubicBezTo>
                                          <a:pt x="5144" y="2427"/>
                                          <a:pt x="5140" y="2423"/>
                                          <a:pt x="5140" y="2419"/>
                                        </a:cubicBezTo>
                                        <a:close/>
                                        <a:moveTo>
                                          <a:pt x="5140" y="2227"/>
                                        </a:moveTo>
                                        <a:lnTo>
                                          <a:pt x="5140" y="2115"/>
                                        </a:lnTo>
                                        <a:cubicBezTo>
                                          <a:pt x="5140" y="2110"/>
                                          <a:pt x="5144" y="2107"/>
                                          <a:pt x="5148" y="2107"/>
                                        </a:cubicBezTo>
                                        <a:cubicBezTo>
                                          <a:pt x="5153" y="2107"/>
                                          <a:pt x="5156" y="2110"/>
                                          <a:pt x="5156" y="2115"/>
                                        </a:cubicBezTo>
                                        <a:lnTo>
                                          <a:pt x="5156" y="2227"/>
                                        </a:lnTo>
                                        <a:cubicBezTo>
                                          <a:pt x="5156" y="2231"/>
                                          <a:pt x="5153" y="2235"/>
                                          <a:pt x="5148" y="2235"/>
                                        </a:cubicBezTo>
                                        <a:cubicBezTo>
                                          <a:pt x="5144" y="2235"/>
                                          <a:pt x="5140" y="2231"/>
                                          <a:pt x="5140" y="2227"/>
                                        </a:cubicBezTo>
                                        <a:close/>
                                        <a:moveTo>
                                          <a:pt x="5140" y="2035"/>
                                        </a:moveTo>
                                        <a:lnTo>
                                          <a:pt x="5140" y="1923"/>
                                        </a:lnTo>
                                        <a:cubicBezTo>
                                          <a:pt x="5140" y="1918"/>
                                          <a:pt x="5144" y="1915"/>
                                          <a:pt x="5148" y="1915"/>
                                        </a:cubicBezTo>
                                        <a:cubicBezTo>
                                          <a:pt x="5153" y="1915"/>
                                          <a:pt x="5156" y="1918"/>
                                          <a:pt x="5156" y="1923"/>
                                        </a:cubicBezTo>
                                        <a:lnTo>
                                          <a:pt x="5156" y="2035"/>
                                        </a:lnTo>
                                        <a:cubicBezTo>
                                          <a:pt x="5156" y="2039"/>
                                          <a:pt x="5153" y="2043"/>
                                          <a:pt x="5148" y="2043"/>
                                        </a:cubicBezTo>
                                        <a:cubicBezTo>
                                          <a:pt x="5144" y="2043"/>
                                          <a:pt x="5140" y="2039"/>
                                          <a:pt x="5140" y="2035"/>
                                        </a:cubicBezTo>
                                        <a:close/>
                                        <a:moveTo>
                                          <a:pt x="5140" y="1843"/>
                                        </a:moveTo>
                                        <a:lnTo>
                                          <a:pt x="5140" y="1731"/>
                                        </a:lnTo>
                                        <a:cubicBezTo>
                                          <a:pt x="5140" y="1726"/>
                                          <a:pt x="5144" y="1723"/>
                                          <a:pt x="5148" y="1723"/>
                                        </a:cubicBezTo>
                                        <a:cubicBezTo>
                                          <a:pt x="5153" y="1723"/>
                                          <a:pt x="5156" y="1726"/>
                                          <a:pt x="5156" y="1731"/>
                                        </a:cubicBezTo>
                                        <a:lnTo>
                                          <a:pt x="5156" y="1843"/>
                                        </a:lnTo>
                                        <a:cubicBezTo>
                                          <a:pt x="5156" y="1847"/>
                                          <a:pt x="5153" y="1851"/>
                                          <a:pt x="5148" y="1851"/>
                                        </a:cubicBezTo>
                                        <a:cubicBezTo>
                                          <a:pt x="5144" y="1851"/>
                                          <a:pt x="5140" y="1847"/>
                                          <a:pt x="5140" y="1843"/>
                                        </a:cubicBezTo>
                                        <a:close/>
                                        <a:moveTo>
                                          <a:pt x="5140" y="1651"/>
                                        </a:moveTo>
                                        <a:lnTo>
                                          <a:pt x="5140" y="1539"/>
                                        </a:lnTo>
                                        <a:cubicBezTo>
                                          <a:pt x="5140" y="1534"/>
                                          <a:pt x="5144" y="1531"/>
                                          <a:pt x="5148" y="1531"/>
                                        </a:cubicBezTo>
                                        <a:cubicBezTo>
                                          <a:pt x="5153" y="1531"/>
                                          <a:pt x="5156" y="1534"/>
                                          <a:pt x="5156" y="1539"/>
                                        </a:cubicBezTo>
                                        <a:lnTo>
                                          <a:pt x="5156" y="1651"/>
                                        </a:lnTo>
                                        <a:cubicBezTo>
                                          <a:pt x="5156" y="1655"/>
                                          <a:pt x="5153" y="1659"/>
                                          <a:pt x="5148" y="1659"/>
                                        </a:cubicBezTo>
                                        <a:cubicBezTo>
                                          <a:pt x="5144" y="1659"/>
                                          <a:pt x="5140" y="1655"/>
                                          <a:pt x="5140" y="1651"/>
                                        </a:cubicBezTo>
                                        <a:close/>
                                        <a:moveTo>
                                          <a:pt x="5140" y="1459"/>
                                        </a:moveTo>
                                        <a:lnTo>
                                          <a:pt x="5140" y="1347"/>
                                        </a:lnTo>
                                        <a:cubicBezTo>
                                          <a:pt x="5140" y="1342"/>
                                          <a:pt x="5144" y="1339"/>
                                          <a:pt x="5148" y="1339"/>
                                        </a:cubicBezTo>
                                        <a:cubicBezTo>
                                          <a:pt x="5153" y="1339"/>
                                          <a:pt x="5156" y="1342"/>
                                          <a:pt x="5156" y="1347"/>
                                        </a:cubicBezTo>
                                        <a:lnTo>
                                          <a:pt x="5156" y="1459"/>
                                        </a:lnTo>
                                        <a:cubicBezTo>
                                          <a:pt x="5156" y="1463"/>
                                          <a:pt x="5153" y="1467"/>
                                          <a:pt x="5148" y="1467"/>
                                        </a:cubicBezTo>
                                        <a:cubicBezTo>
                                          <a:pt x="5144" y="1467"/>
                                          <a:pt x="5140" y="1463"/>
                                          <a:pt x="5140" y="1459"/>
                                        </a:cubicBezTo>
                                        <a:close/>
                                        <a:moveTo>
                                          <a:pt x="5140" y="1267"/>
                                        </a:moveTo>
                                        <a:lnTo>
                                          <a:pt x="5140" y="1155"/>
                                        </a:lnTo>
                                        <a:cubicBezTo>
                                          <a:pt x="5140" y="1150"/>
                                          <a:pt x="5144" y="1147"/>
                                          <a:pt x="5148" y="1147"/>
                                        </a:cubicBezTo>
                                        <a:cubicBezTo>
                                          <a:pt x="5153" y="1147"/>
                                          <a:pt x="5156" y="1150"/>
                                          <a:pt x="5156" y="1155"/>
                                        </a:cubicBezTo>
                                        <a:lnTo>
                                          <a:pt x="5156" y="1267"/>
                                        </a:lnTo>
                                        <a:cubicBezTo>
                                          <a:pt x="5156" y="1271"/>
                                          <a:pt x="5153" y="1275"/>
                                          <a:pt x="5148" y="1275"/>
                                        </a:cubicBezTo>
                                        <a:cubicBezTo>
                                          <a:pt x="5144" y="1275"/>
                                          <a:pt x="5140" y="1271"/>
                                          <a:pt x="5140" y="1267"/>
                                        </a:cubicBezTo>
                                        <a:close/>
                                        <a:moveTo>
                                          <a:pt x="5140" y="1075"/>
                                        </a:moveTo>
                                        <a:lnTo>
                                          <a:pt x="5140" y="963"/>
                                        </a:lnTo>
                                        <a:cubicBezTo>
                                          <a:pt x="5140" y="958"/>
                                          <a:pt x="5144" y="955"/>
                                          <a:pt x="5148" y="955"/>
                                        </a:cubicBezTo>
                                        <a:cubicBezTo>
                                          <a:pt x="5153" y="955"/>
                                          <a:pt x="5156" y="958"/>
                                          <a:pt x="5156" y="963"/>
                                        </a:cubicBezTo>
                                        <a:lnTo>
                                          <a:pt x="5156" y="1075"/>
                                        </a:lnTo>
                                        <a:cubicBezTo>
                                          <a:pt x="5156" y="1079"/>
                                          <a:pt x="5153" y="1083"/>
                                          <a:pt x="5148" y="1083"/>
                                        </a:cubicBezTo>
                                        <a:cubicBezTo>
                                          <a:pt x="5144" y="1083"/>
                                          <a:pt x="5140" y="1079"/>
                                          <a:pt x="5140" y="1075"/>
                                        </a:cubicBezTo>
                                        <a:close/>
                                        <a:moveTo>
                                          <a:pt x="5140" y="883"/>
                                        </a:moveTo>
                                        <a:lnTo>
                                          <a:pt x="5140" y="771"/>
                                        </a:lnTo>
                                        <a:cubicBezTo>
                                          <a:pt x="5140" y="766"/>
                                          <a:pt x="5144" y="763"/>
                                          <a:pt x="5148" y="763"/>
                                        </a:cubicBezTo>
                                        <a:cubicBezTo>
                                          <a:pt x="5153" y="763"/>
                                          <a:pt x="5156" y="766"/>
                                          <a:pt x="5156" y="771"/>
                                        </a:cubicBezTo>
                                        <a:lnTo>
                                          <a:pt x="5156" y="883"/>
                                        </a:lnTo>
                                        <a:cubicBezTo>
                                          <a:pt x="5156" y="887"/>
                                          <a:pt x="5153" y="891"/>
                                          <a:pt x="5148" y="891"/>
                                        </a:cubicBezTo>
                                        <a:cubicBezTo>
                                          <a:pt x="5144" y="891"/>
                                          <a:pt x="5140" y="887"/>
                                          <a:pt x="5140" y="883"/>
                                        </a:cubicBezTo>
                                        <a:close/>
                                        <a:moveTo>
                                          <a:pt x="5140" y="691"/>
                                        </a:moveTo>
                                        <a:lnTo>
                                          <a:pt x="5140" y="579"/>
                                        </a:lnTo>
                                        <a:cubicBezTo>
                                          <a:pt x="5140" y="574"/>
                                          <a:pt x="5144" y="571"/>
                                          <a:pt x="5148" y="571"/>
                                        </a:cubicBezTo>
                                        <a:cubicBezTo>
                                          <a:pt x="5153" y="571"/>
                                          <a:pt x="5156" y="574"/>
                                          <a:pt x="5156" y="579"/>
                                        </a:cubicBezTo>
                                        <a:lnTo>
                                          <a:pt x="5156" y="691"/>
                                        </a:lnTo>
                                        <a:cubicBezTo>
                                          <a:pt x="5156" y="695"/>
                                          <a:pt x="5153" y="699"/>
                                          <a:pt x="5148" y="699"/>
                                        </a:cubicBezTo>
                                        <a:cubicBezTo>
                                          <a:pt x="5144" y="699"/>
                                          <a:pt x="5140" y="695"/>
                                          <a:pt x="5140" y="691"/>
                                        </a:cubicBezTo>
                                        <a:close/>
                                        <a:moveTo>
                                          <a:pt x="5140" y="499"/>
                                        </a:moveTo>
                                        <a:lnTo>
                                          <a:pt x="5140" y="387"/>
                                        </a:lnTo>
                                        <a:cubicBezTo>
                                          <a:pt x="5140" y="382"/>
                                          <a:pt x="5144" y="379"/>
                                          <a:pt x="5148" y="379"/>
                                        </a:cubicBezTo>
                                        <a:cubicBezTo>
                                          <a:pt x="5153" y="379"/>
                                          <a:pt x="5156" y="382"/>
                                          <a:pt x="5156" y="387"/>
                                        </a:cubicBezTo>
                                        <a:lnTo>
                                          <a:pt x="5156" y="499"/>
                                        </a:lnTo>
                                        <a:cubicBezTo>
                                          <a:pt x="5156" y="503"/>
                                          <a:pt x="5153" y="507"/>
                                          <a:pt x="5148" y="507"/>
                                        </a:cubicBezTo>
                                        <a:cubicBezTo>
                                          <a:pt x="5144" y="507"/>
                                          <a:pt x="5140" y="503"/>
                                          <a:pt x="5140" y="499"/>
                                        </a:cubicBezTo>
                                        <a:close/>
                                        <a:moveTo>
                                          <a:pt x="5140" y="307"/>
                                        </a:moveTo>
                                        <a:lnTo>
                                          <a:pt x="5140" y="195"/>
                                        </a:lnTo>
                                        <a:cubicBezTo>
                                          <a:pt x="5140" y="190"/>
                                          <a:pt x="5144" y="187"/>
                                          <a:pt x="5148" y="187"/>
                                        </a:cubicBezTo>
                                        <a:cubicBezTo>
                                          <a:pt x="5153" y="187"/>
                                          <a:pt x="5156" y="190"/>
                                          <a:pt x="5156" y="195"/>
                                        </a:cubicBezTo>
                                        <a:lnTo>
                                          <a:pt x="5156" y="307"/>
                                        </a:lnTo>
                                        <a:cubicBezTo>
                                          <a:pt x="5156" y="311"/>
                                          <a:pt x="5153" y="315"/>
                                          <a:pt x="5148" y="315"/>
                                        </a:cubicBezTo>
                                        <a:cubicBezTo>
                                          <a:pt x="5144" y="315"/>
                                          <a:pt x="5140" y="311"/>
                                          <a:pt x="5140" y="307"/>
                                        </a:cubicBezTo>
                                        <a:close/>
                                        <a:moveTo>
                                          <a:pt x="5140" y="115"/>
                                        </a:moveTo>
                                        <a:lnTo>
                                          <a:pt x="5140" y="8"/>
                                        </a:lnTo>
                                        <a:lnTo>
                                          <a:pt x="5148" y="16"/>
                                        </a:lnTo>
                                        <a:lnTo>
                                          <a:pt x="5143" y="16"/>
                                        </a:lnTo>
                                        <a:cubicBezTo>
                                          <a:pt x="5138" y="16"/>
                                          <a:pt x="5135" y="13"/>
                                          <a:pt x="5135" y="8"/>
                                        </a:cubicBezTo>
                                        <a:cubicBezTo>
                                          <a:pt x="5135" y="4"/>
                                          <a:pt x="5138" y="0"/>
                                          <a:pt x="5143" y="0"/>
                                        </a:cubicBezTo>
                                        <a:lnTo>
                                          <a:pt x="5148" y="0"/>
                                        </a:lnTo>
                                        <a:cubicBezTo>
                                          <a:pt x="5153" y="0"/>
                                          <a:pt x="5156" y="4"/>
                                          <a:pt x="5156" y="8"/>
                                        </a:cubicBezTo>
                                        <a:lnTo>
                                          <a:pt x="5156" y="115"/>
                                        </a:lnTo>
                                        <a:cubicBezTo>
                                          <a:pt x="5156" y="119"/>
                                          <a:pt x="5153" y="123"/>
                                          <a:pt x="5148" y="123"/>
                                        </a:cubicBezTo>
                                        <a:cubicBezTo>
                                          <a:pt x="5144" y="123"/>
                                          <a:pt x="5140" y="119"/>
                                          <a:pt x="5140" y="115"/>
                                        </a:cubicBezTo>
                                        <a:close/>
                                        <a:moveTo>
                                          <a:pt x="5063" y="16"/>
                                        </a:moveTo>
                                        <a:lnTo>
                                          <a:pt x="4951" y="16"/>
                                        </a:lnTo>
                                        <a:cubicBezTo>
                                          <a:pt x="4946" y="16"/>
                                          <a:pt x="4943" y="13"/>
                                          <a:pt x="4943" y="8"/>
                                        </a:cubicBezTo>
                                        <a:cubicBezTo>
                                          <a:pt x="4943" y="4"/>
                                          <a:pt x="4946" y="0"/>
                                          <a:pt x="4951" y="0"/>
                                        </a:cubicBezTo>
                                        <a:lnTo>
                                          <a:pt x="5063" y="0"/>
                                        </a:lnTo>
                                        <a:cubicBezTo>
                                          <a:pt x="5067" y="0"/>
                                          <a:pt x="5071" y="4"/>
                                          <a:pt x="5071" y="8"/>
                                        </a:cubicBezTo>
                                        <a:cubicBezTo>
                                          <a:pt x="5071" y="13"/>
                                          <a:pt x="5067" y="16"/>
                                          <a:pt x="5063" y="16"/>
                                        </a:cubicBezTo>
                                        <a:close/>
                                        <a:moveTo>
                                          <a:pt x="4871" y="16"/>
                                        </a:moveTo>
                                        <a:lnTo>
                                          <a:pt x="4759" y="16"/>
                                        </a:lnTo>
                                        <a:cubicBezTo>
                                          <a:pt x="4754" y="16"/>
                                          <a:pt x="4751" y="13"/>
                                          <a:pt x="4751" y="8"/>
                                        </a:cubicBezTo>
                                        <a:cubicBezTo>
                                          <a:pt x="4751" y="4"/>
                                          <a:pt x="4754" y="0"/>
                                          <a:pt x="4759" y="0"/>
                                        </a:cubicBezTo>
                                        <a:lnTo>
                                          <a:pt x="4871" y="0"/>
                                        </a:lnTo>
                                        <a:cubicBezTo>
                                          <a:pt x="4875" y="0"/>
                                          <a:pt x="4879" y="4"/>
                                          <a:pt x="4879" y="8"/>
                                        </a:cubicBezTo>
                                        <a:cubicBezTo>
                                          <a:pt x="4879" y="13"/>
                                          <a:pt x="4875" y="16"/>
                                          <a:pt x="4871" y="16"/>
                                        </a:cubicBezTo>
                                        <a:close/>
                                        <a:moveTo>
                                          <a:pt x="4679" y="16"/>
                                        </a:moveTo>
                                        <a:lnTo>
                                          <a:pt x="4567" y="16"/>
                                        </a:lnTo>
                                        <a:cubicBezTo>
                                          <a:pt x="4562" y="16"/>
                                          <a:pt x="4559" y="13"/>
                                          <a:pt x="4559" y="8"/>
                                        </a:cubicBezTo>
                                        <a:cubicBezTo>
                                          <a:pt x="4559" y="4"/>
                                          <a:pt x="4562" y="0"/>
                                          <a:pt x="4567" y="0"/>
                                        </a:cubicBezTo>
                                        <a:lnTo>
                                          <a:pt x="4679" y="0"/>
                                        </a:lnTo>
                                        <a:cubicBezTo>
                                          <a:pt x="4683" y="0"/>
                                          <a:pt x="4687" y="4"/>
                                          <a:pt x="4687" y="8"/>
                                        </a:cubicBezTo>
                                        <a:cubicBezTo>
                                          <a:pt x="4687" y="13"/>
                                          <a:pt x="4683" y="16"/>
                                          <a:pt x="4679" y="16"/>
                                        </a:cubicBezTo>
                                        <a:close/>
                                        <a:moveTo>
                                          <a:pt x="4487" y="16"/>
                                        </a:moveTo>
                                        <a:lnTo>
                                          <a:pt x="4375" y="16"/>
                                        </a:lnTo>
                                        <a:cubicBezTo>
                                          <a:pt x="4370" y="16"/>
                                          <a:pt x="4367" y="13"/>
                                          <a:pt x="4367" y="8"/>
                                        </a:cubicBezTo>
                                        <a:cubicBezTo>
                                          <a:pt x="4367" y="4"/>
                                          <a:pt x="4370" y="0"/>
                                          <a:pt x="4375" y="0"/>
                                        </a:cubicBezTo>
                                        <a:lnTo>
                                          <a:pt x="4487" y="0"/>
                                        </a:lnTo>
                                        <a:cubicBezTo>
                                          <a:pt x="4491" y="0"/>
                                          <a:pt x="4495" y="4"/>
                                          <a:pt x="4495" y="8"/>
                                        </a:cubicBezTo>
                                        <a:cubicBezTo>
                                          <a:pt x="4495" y="13"/>
                                          <a:pt x="4491" y="16"/>
                                          <a:pt x="4487" y="16"/>
                                        </a:cubicBezTo>
                                        <a:close/>
                                        <a:moveTo>
                                          <a:pt x="4295" y="16"/>
                                        </a:moveTo>
                                        <a:lnTo>
                                          <a:pt x="4183" y="16"/>
                                        </a:lnTo>
                                        <a:cubicBezTo>
                                          <a:pt x="4178" y="16"/>
                                          <a:pt x="4175" y="13"/>
                                          <a:pt x="4175" y="8"/>
                                        </a:cubicBezTo>
                                        <a:cubicBezTo>
                                          <a:pt x="4175" y="4"/>
                                          <a:pt x="4178" y="0"/>
                                          <a:pt x="4183" y="0"/>
                                        </a:cubicBezTo>
                                        <a:lnTo>
                                          <a:pt x="4295" y="0"/>
                                        </a:lnTo>
                                        <a:cubicBezTo>
                                          <a:pt x="4299" y="0"/>
                                          <a:pt x="4303" y="4"/>
                                          <a:pt x="4303" y="8"/>
                                        </a:cubicBezTo>
                                        <a:cubicBezTo>
                                          <a:pt x="4303" y="13"/>
                                          <a:pt x="4299" y="16"/>
                                          <a:pt x="4295" y="16"/>
                                        </a:cubicBezTo>
                                        <a:close/>
                                        <a:moveTo>
                                          <a:pt x="4103" y="16"/>
                                        </a:moveTo>
                                        <a:lnTo>
                                          <a:pt x="3991" y="16"/>
                                        </a:lnTo>
                                        <a:cubicBezTo>
                                          <a:pt x="3986" y="16"/>
                                          <a:pt x="3983" y="13"/>
                                          <a:pt x="3983" y="8"/>
                                        </a:cubicBezTo>
                                        <a:cubicBezTo>
                                          <a:pt x="3983" y="4"/>
                                          <a:pt x="3986" y="0"/>
                                          <a:pt x="3991" y="0"/>
                                        </a:cubicBezTo>
                                        <a:lnTo>
                                          <a:pt x="4103" y="0"/>
                                        </a:lnTo>
                                        <a:cubicBezTo>
                                          <a:pt x="4107" y="0"/>
                                          <a:pt x="4111" y="4"/>
                                          <a:pt x="4111" y="8"/>
                                        </a:cubicBezTo>
                                        <a:cubicBezTo>
                                          <a:pt x="4111" y="13"/>
                                          <a:pt x="4107" y="16"/>
                                          <a:pt x="4103" y="16"/>
                                        </a:cubicBezTo>
                                        <a:close/>
                                        <a:moveTo>
                                          <a:pt x="3911" y="16"/>
                                        </a:moveTo>
                                        <a:lnTo>
                                          <a:pt x="3799" y="16"/>
                                        </a:lnTo>
                                        <a:cubicBezTo>
                                          <a:pt x="3794" y="16"/>
                                          <a:pt x="3791" y="13"/>
                                          <a:pt x="3791" y="8"/>
                                        </a:cubicBezTo>
                                        <a:cubicBezTo>
                                          <a:pt x="3791" y="4"/>
                                          <a:pt x="3794" y="0"/>
                                          <a:pt x="3799" y="0"/>
                                        </a:cubicBezTo>
                                        <a:lnTo>
                                          <a:pt x="3911" y="0"/>
                                        </a:lnTo>
                                        <a:cubicBezTo>
                                          <a:pt x="3915" y="0"/>
                                          <a:pt x="3919" y="4"/>
                                          <a:pt x="3919" y="8"/>
                                        </a:cubicBezTo>
                                        <a:cubicBezTo>
                                          <a:pt x="3919" y="13"/>
                                          <a:pt x="3915" y="16"/>
                                          <a:pt x="3911" y="16"/>
                                        </a:cubicBezTo>
                                        <a:close/>
                                        <a:moveTo>
                                          <a:pt x="3719" y="16"/>
                                        </a:moveTo>
                                        <a:lnTo>
                                          <a:pt x="3607" y="16"/>
                                        </a:lnTo>
                                        <a:cubicBezTo>
                                          <a:pt x="3602" y="16"/>
                                          <a:pt x="3599" y="13"/>
                                          <a:pt x="3599" y="8"/>
                                        </a:cubicBezTo>
                                        <a:cubicBezTo>
                                          <a:pt x="3599" y="4"/>
                                          <a:pt x="3602" y="0"/>
                                          <a:pt x="3607" y="0"/>
                                        </a:cubicBezTo>
                                        <a:lnTo>
                                          <a:pt x="3719" y="0"/>
                                        </a:lnTo>
                                        <a:cubicBezTo>
                                          <a:pt x="3723" y="0"/>
                                          <a:pt x="3727" y="4"/>
                                          <a:pt x="3727" y="8"/>
                                        </a:cubicBezTo>
                                        <a:cubicBezTo>
                                          <a:pt x="3727" y="13"/>
                                          <a:pt x="3723" y="16"/>
                                          <a:pt x="3719" y="16"/>
                                        </a:cubicBezTo>
                                        <a:close/>
                                        <a:moveTo>
                                          <a:pt x="3527" y="16"/>
                                        </a:moveTo>
                                        <a:lnTo>
                                          <a:pt x="3415" y="16"/>
                                        </a:lnTo>
                                        <a:cubicBezTo>
                                          <a:pt x="3410" y="16"/>
                                          <a:pt x="3407" y="13"/>
                                          <a:pt x="3407" y="8"/>
                                        </a:cubicBezTo>
                                        <a:cubicBezTo>
                                          <a:pt x="3407" y="4"/>
                                          <a:pt x="3410" y="0"/>
                                          <a:pt x="3415" y="0"/>
                                        </a:cubicBezTo>
                                        <a:lnTo>
                                          <a:pt x="3527" y="0"/>
                                        </a:lnTo>
                                        <a:cubicBezTo>
                                          <a:pt x="3531" y="0"/>
                                          <a:pt x="3535" y="4"/>
                                          <a:pt x="3535" y="8"/>
                                        </a:cubicBezTo>
                                        <a:cubicBezTo>
                                          <a:pt x="3535" y="13"/>
                                          <a:pt x="3531" y="16"/>
                                          <a:pt x="3527" y="16"/>
                                        </a:cubicBezTo>
                                        <a:close/>
                                        <a:moveTo>
                                          <a:pt x="3335" y="16"/>
                                        </a:moveTo>
                                        <a:lnTo>
                                          <a:pt x="3223" y="16"/>
                                        </a:lnTo>
                                        <a:cubicBezTo>
                                          <a:pt x="3218" y="16"/>
                                          <a:pt x="3215" y="13"/>
                                          <a:pt x="3215" y="8"/>
                                        </a:cubicBezTo>
                                        <a:cubicBezTo>
                                          <a:pt x="3215" y="4"/>
                                          <a:pt x="3218" y="0"/>
                                          <a:pt x="3223" y="0"/>
                                        </a:cubicBezTo>
                                        <a:lnTo>
                                          <a:pt x="3335" y="0"/>
                                        </a:lnTo>
                                        <a:cubicBezTo>
                                          <a:pt x="3339" y="0"/>
                                          <a:pt x="3343" y="4"/>
                                          <a:pt x="3343" y="8"/>
                                        </a:cubicBezTo>
                                        <a:cubicBezTo>
                                          <a:pt x="3343" y="13"/>
                                          <a:pt x="3339" y="16"/>
                                          <a:pt x="3335" y="16"/>
                                        </a:cubicBezTo>
                                        <a:close/>
                                        <a:moveTo>
                                          <a:pt x="3143" y="16"/>
                                        </a:moveTo>
                                        <a:lnTo>
                                          <a:pt x="3031" y="16"/>
                                        </a:lnTo>
                                        <a:cubicBezTo>
                                          <a:pt x="3026" y="16"/>
                                          <a:pt x="3023" y="13"/>
                                          <a:pt x="3023" y="8"/>
                                        </a:cubicBezTo>
                                        <a:cubicBezTo>
                                          <a:pt x="3023" y="4"/>
                                          <a:pt x="3026" y="0"/>
                                          <a:pt x="3031" y="0"/>
                                        </a:cubicBezTo>
                                        <a:lnTo>
                                          <a:pt x="3143" y="0"/>
                                        </a:lnTo>
                                        <a:cubicBezTo>
                                          <a:pt x="3147" y="0"/>
                                          <a:pt x="3151" y="4"/>
                                          <a:pt x="3151" y="8"/>
                                        </a:cubicBezTo>
                                        <a:cubicBezTo>
                                          <a:pt x="3151" y="13"/>
                                          <a:pt x="3147" y="16"/>
                                          <a:pt x="3143" y="16"/>
                                        </a:cubicBezTo>
                                        <a:close/>
                                        <a:moveTo>
                                          <a:pt x="2951" y="16"/>
                                        </a:moveTo>
                                        <a:lnTo>
                                          <a:pt x="2839" y="16"/>
                                        </a:lnTo>
                                        <a:cubicBezTo>
                                          <a:pt x="2834" y="16"/>
                                          <a:pt x="2831" y="13"/>
                                          <a:pt x="2831" y="8"/>
                                        </a:cubicBezTo>
                                        <a:cubicBezTo>
                                          <a:pt x="2831" y="4"/>
                                          <a:pt x="2834" y="0"/>
                                          <a:pt x="2839" y="0"/>
                                        </a:cubicBezTo>
                                        <a:lnTo>
                                          <a:pt x="2951" y="0"/>
                                        </a:lnTo>
                                        <a:cubicBezTo>
                                          <a:pt x="2955" y="0"/>
                                          <a:pt x="2959" y="4"/>
                                          <a:pt x="2959" y="8"/>
                                        </a:cubicBezTo>
                                        <a:cubicBezTo>
                                          <a:pt x="2959" y="13"/>
                                          <a:pt x="2955" y="16"/>
                                          <a:pt x="2951" y="16"/>
                                        </a:cubicBezTo>
                                        <a:close/>
                                        <a:moveTo>
                                          <a:pt x="2759" y="16"/>
                                        </a:moveTo>
                                        <a:lnTo>
                                          <a:pt x="2647" y="16"/>
                                        </a:lnTo>
                                        <a:cubicBezTo>
                                          <a:pt x="2642" y="16"/>
                                          <a:pt x="2639" y="13"/>
                                          <a:pt x="2639" y="8"/>
                                        </a:cubicBezTo>
                                        <a:cubicBezTo>
                                          <a:pt x="2639" y="4"/>
                                          <a:pt x="2642" y="0"/>
                                          <a:pt x="2647" y="0"/>
                                        </a:cubicBezTo>
                                        <a:lnTo>
                                          <a:pt x="2759" y="0"/>
                                        </a:lnTo>
                                        <a:cubicBezTo>
                                          <a:pt x="2763" y="0"/>
                                          <a:pt x="2767" y="4"/>
                                          <a:pt x="2767" y="8"/>
                                        </a:cubicBezTo>
                                        <a:cubicBezTo>
                                          <a:pt x="2767" y="13"/>
                                          <a:pt x="2763" y="16"/>
                                          <a:pt x="2759" y="16"/>
                                        </a:cubicBezTo>
                                        <a:close/>
                                        <a:moveTo>
                                          <a:pt x="2567" y="16"/>
                                        </a:moveTo>
                                        <a:lnTo>
                                          <a:pt x="2455" y="16"/>
                                        </a:lnTo>
                                        <a:cubicBezTo>
                                          <a:pt x="2450" y="16"/>
                                          <a:pt x="2447" y="13"/>
                                          <a:pt x="2447" y="8"/>
                                        </a:cubicBezTo>
                                        <a:cubicBezTo>
                                          <a:pt x="2447" y="4"/>
                                          <a:pt x="2450" y="0"/>
                                          <a:pt x="2455" y="0"/>
                                        </a:cubicBezTo>
                                        <a:lnTo>
                                          <a:pt x="2567" y="0"/>
                                        </a:lnTo>
                                        <a:cubicBezTo>
                                          <a:pt x="2571" y="0"/>
                                          <a:pt x="2575" y="4"/>
                                          <a:pt x="2575" y="8"/>
                                        </a:cubicBezTo>
                                        <a:cubicBezTo>
                                          <a:pt x="2575" y="13"/>
                                          <a:pt x="2571" y="16"/>
                                          <a:pt x="2567" y="16"/>
                                        </a:cubicBezTo>
                                        <a:close/>
                                        <a:moveTo>
                                          <a:pt x="2375" y="16"/>
                                        </a:moveTo>
                                        <a:lnTo>
                                          <a:pt x="2263" y="16"/>
                                        </a:lnTo>
                                        <a:cubicBezTo>
                                          <a:pt x="2258" y="16"/>
                                          <a:pt x="2255" y="13"/>
                                          <a:pt x="2255" y="8"/>
                                        </a:cubicBezTo>
                                        <a:cubicBezTo>
                                          <a:pt x="2255" y="4"/>
                                          <a:pt x="2258" y="0"/>
                                          <a:pt x="2263" y="0"/>
                                        </a:cubicBezTo>
                                        <a:lnTo>
                                          <a:pt x="2375" y="0"/>
                                        </a:lnTo>
                                        <a:cubicBezTo>
                                          <a:pt x="2379" y="0"/>
                                          <a:pt x="2383" y="4"/>
                                          <a:pt x="2383" y="8"/>
                                        </a:cubicBezTo>
                                        <a:cubicBezTo>
                                          <a:pt x="2383" y="13"/>
                                          <a:pt x="2379" y="16"/>
                                          <a:pt x="2375" y="16"/>
                                        </a:cubicBezTo>
                                        <a:close/>
                                        <a:moveTo>
                                          <a:pt x="2183" y="16"/>
                                        </a:moveTo>
                                        <a:lnTo>
                                          <a:pt x="2071" y="16"/>
                                        </a:lnTo>
                                        <a:cubicBezTo>
                                          <a:pt x="2066" y="16"/>
                                          <a:pt x="2063" y="13"/>
                                          <a:pt x="2063" y="8"/>
                                        </a:cubicBezTo>
                                        <a:cubicBezTo>
                                          <a:pt x="2063" y="4"/>
                                          <a:pt x="2066" y="0"/>
                                          <a:pt x="2071" y="0"/>
                                        </a:cubicBezTo>
                                        <a:lnTo>
                                          <a:pt x="2183" y="0"/>
                                        </a:lnTo>
                                        <a:cubicBezTo>
                                          <a:pt x="2187" y="0"/>
                                          <a:pt x="2191" y="4"/>
                                          <a:pt x="2191" y="8"/>
                                        </a:cubicBezTo>
                                        <a:cubicBezTo>
                                          <a:pt x="2191" y="13"/>
                                          <a:pt x="2187" y="16"/>
                                          <a:pt x="2183" y="16"/>
                                        </a:cubicBezTo>
                                        <a:close/>
                                        <a:moveTo>
                                          <a:pt x="1991" y="16"/>
                                        </a:moveTo>
                                        <a:lnTo>
                                          <a:pt x="1879" y="16"/>
                                        </a:lnTo>
                                        <a:cubicBezTo>
                                          <a:pt x="1874" y="16"/>
                                          <a:pt x="1871" y="13"/>
                                          <a:pt x="1871" y="8"/>
                                        </a:cubicBezTo>
                                        <a:cubicBezTo>
                                          <a:pt x="1871" y="4"/>
                                          <a:pt x="1874" y="0"/>
                                          <a:pt x="1879" y="0"/>
                                        </a:cubicBezTo>
                                        <a:lnTo>
                                          <a:pt x="1991" y="0"/>
                                        </a:lnTo>
                                        <a:cubicBezTo>
                                          <a:pt x="1995" y="0"/>
                                          <a:pt x="1999" y="4"/>
                                          <a:pt x="1999" y="8"/>
                                        </a:cubicBezTo>
                                        <a:cubicBezTo>
                                          <a:pt x="1999" y="13"/>
                                          <a:pt x="1995" y="16"/>
                                          <a:pt x="1991" y="16"/>
                                        </a:cubicBezTo>
                                        <a:close/>
                                        <a:moveTo>
                                          <a:pt x="1799" y="16"/>
                                        </a:moveTo>
                                        <a:lnTo>
                                          <a:pt x="1687" y="16"/>
                                        </a:lnTo>
                                        <a:cubicBezTo>
                                          <a:pt x="1682" y="16"/>
                                          <a:pt x="1679" y="13"/>
                                          <a:pt x="1679" y="8"/>
                                        </a:cubicBezTo>
                                        <a:cubicBezTo>
                                          <a:pt x="1679" y="4"/>
                                          <a:pt x="1682" y="0"/>
                                          <a:pt x="1687" y="0"/>
                                        </a:cubicBezTo>
                                        <a:lnTo>
                                          <a:pt x="1799" y="0"/>
                                        </a:lnTo>
                                        <a:cubicBezTo>
                                          <a:pt x="1803" y="0"/>
                                          <a:pt x="1807" y="4"/>
                                          <a:pt x="1807" y="8"/>
                                        </a:cubicBezTo>
                                        <a:cubicBezTo>
                                          <a:pt x="1807" y="13"/>
                                          <a:pt x="1803" y="16"/>
                                          <a:pt x="1799" y="16"/>
                                        </a:cubicBezTo>
                                        <a:close/>
                                        <a:moveTo>
                                          <a:pt x="1607" y="16"/>
                                        </a:moveTo>
                                        <a:lnTo>
                                          <a:pt x="1495" y="16"/>
                                        </a:lnTo>
                                        <a:cubicBezTo>
                                          <a:pt x="1490" y="16"/>
                                          <a:pt x="1487" y="13"/>
                                          <a:pt x="1487" y="8"/>
                                        </a:cubicBezTo>
                                        <a:cubicBezTo>
                                          <a:pt x="1487" y="4"/>
                                          <a:pt x="1490" y="0"/>
                                          <a:pt x="1495" y="0"/>
                                        </a:cubicBezTo>
                                        <a:lnTo>
                                          <a:pt x="1607" y="0"/>
                                        </a:lnTo>
                                        <a:cubicBezTo>
                                          <a:pt x="1611" y="0"/>
                                          <a:pt x="1615" y="4"/>
                                          <a:pt x="1615" y="8"/>
                                        </a:cubicBezTo>
                                        <a:cubicBezTo>
                                          <a:pt x="1615" y="13"/>
                                          <a:pt x="1611" y="16"/>
                                          <a:pt x="1607" y="16"/>
                                        </a:cubicBezTo>
                                        <a:close/>
                                        <a:moveTo>
                                          <a:pt x="1415" y="16"/>
                                        </a:moveTo>
                                        <a:lnTo>
                                          <a:pt x="1303" y="16"/>
                                        </a:lnTo>
                                        <a:cubicBezTo>
                                          <a:pt x="1298" y="16"/>
                                          <a:pt x="1295" y="13"/>
                                          <a:pt x="1295" y="8"/>
                                        </a:cubicBezTo>
                                        <a:cubicBezTo>
                                          <a:pt x="1295" y="4"/>
                                          <a:pt x="1298" y="0"/>
                                          <a:pt x="1303" y="0"/>
                                        </a:cubicBezTo>
                                        <a:lnTo>
                                          <a:pt x="1415" y="0"/>
                                        </a:lnTo>
                                        <a:cubicBezTo>
                                          <a:pt x="1419" y="0"/>
                                          <a:pt x="1423" y="4"/>
                                          <a:pt x="1423" y="8"/>
                                        </a:cubicBezTo>
                                        <a:cubicBezTo>
                                          <a:pt x="1423" y="13"/>
                                          <a:pt x="1419" y="16"/>
                                          <a:pt x="1415" y="16"/>
                                        </a:cubicBezTo>
                                        <a:close/>
                                        <a:moveTo>
                                          <a:pt x="1223" y="16"/>
                                        </a:moveTo>
                                        <a:lnTo>
                                          <a:pt x="1111" y="16"/>
                                        </a:lnTo>
                                        <a:cubicBezTo>
                                          <a:pt x="1106" y="16"/>
                                          <a:pt x="1103" y="13"/>
                                          <a:pt x="1103" y="8"/>
                                        </a:cubicBezTo>
                                        <a:cubicBezTo>
                                          <a:pt x="1103" y="4"/>
                                          <a:pt x="1106" y="0"/>
                                          <a:pt x="1111" y="0"/>
                                        </a:cubicBezTo>
                                        <a:lnTo>
                                          <a:pt x="1223" y="0"/>
                                        </a:lnTo>
                                        <a:cubicBezTo>
                                          <a:pt x="1227" y="0"/>
                                          <a:pt x="1231" y="4"/>
                                          <a:pt x="1231" y="8"/>
                                        </a:cubicBezTo>
                                        <a:cubicBezTo>
                                          <a:pt x="1231" y="13"/>
                                          <a:pt x="1227" y="16"/>
                                          <a:pt x="1223" y="16"/>
                                        </a:cubicBezTo>
                                        <a:close/>
                                        <a:moveTo>
                                          <a:pt x="1031" y="16"/>
                                        </a:moveTo>
                                        <a:lnTo>
                                          <a:pt x="919" y="16"/>
                                        </a:lnTo>
                                        <a:cubicBezTo>
                                          <a:pt x="914" y="16"/>
                                          <a:pt x="911" y="13"/>
                                          <a:pt x="911" y="8"/>
                                        </a:cubicBezTo>
                                        <a:cubicBezTo>
                                          <a:pt x="911" y="4"/>
                                          <a:pt x="914" y="0"/>
                                          <a:pt x="919" y="0"/>
                                        </a:cubicBezTo>
                                        <a:lnTo>
                                          <a:pt x="1031" y="0"/>
                                        </a:lnTo>
                                        <a:cubicBezTo>
                                          <a:pt x="1035" y="0"/>
                                          <a:pt x="1039" y="4"/>
                                          <a:pt x="1039" y="8"/>
                                        </a:cubicBezTo>
                                        <a:cubicBezTo>
                                          <a:pt x="1039" y="13"/>
                                          <a:pt x="1035" y="16"/>
                                          <a:pt x="1031" y="16"/>
                                        </a:cubicBezTo>
                                        <a:close/>
                                        <a:moveTo>
                                          <a:pt x="839" y="16"/>
                                        </a:moveTo>
                                        <a:lnTo>
                                          <a:pt x="727" y="16"/>
                                        </a:lnTo>
                                        <a:cubicBezTo>
                                          <a:pt x="722" y="16"/>
                                          <a:pt x="719" y="13"/>
                                          <a:pt x="719" y="8"/>
                                        </a:cubicBezTo>
                                        <a:cubicBezTo>
                                          <a:pt x="719" y="4"/>
                                          <a:pt x="722" y="0"/>
                                          <a:pt x="727" y="0"/>
                                        </a:cubicBezTo>
                                        <a:lnTo>
                                          <a:pt x="839" y="0"/>
                                        </a:lnTo>
                                        <a:cubicBezTo>
                                          <a:pt x="843" y="0"/>
                                          <a:pt x="847" y="4"/>
                                          <a:pt x="847" y="8"/>
                                        </a:cubicBezTo>
                                        <a:cubicBezTo>
                                          <a:pt x="847" y="13"/>
                                          <a:pt x="843" y="16"/>
                                          <a:pt x="839" y="16"/>
                                        </a:cubicBezTo>
                                        <a:close/>
                                        <a:moveTo>
                                          <a:pt x="647" y="16"/>
                                        </a:moveTo>
                                        <a:lnTo>
                                          <a:pt x="535" y="16"/>
                                        </a:lnTo>
                                        <a:cubicBezTo>
                                          <a:pt x="530" y="16"/>
                                          <a:pt x="527" y="13"/>
                                          <a:pt x="527" y="8"/>
                                        </a:cubicBezTo>
                                        <a:cubicBezTo>
                                          <a:pt x="527" y="4"/>
                                          <a:pt x="530" y="0"/>
                                          <a:pt x="535" y="0"/>
                                        </a:cubicBezTo>
                                        <a:lnTo>
                                          <a:pt x="647" y="0"/>
                                        </a:lnTo>
                                        <a:cubicBezTo>
                                          <a:pt x="651" y="0"/>
                                          <a:pt x="655" y="4"/>
                                          <a:pt x="655" y="8"/>
                                        </a:cubicBezTo>
                                        <a:cubicBezTo>
                                          <a:pt x="655" y="13"/>
                                          <a:pt x="651" y="16"/>
                                          <a:pt x="647" y="16"/>
                                        </a:cubicBezTo>
                                        <a:close/>
                                        <a:moveTo>
                                          <a:pt x="455" y="16"/>
                                        </a:moveTo>
                                        <a:lnTo>
                                          <a:pt x="343" y="16"/>
                                        </a:lnTo>
                                        <a:cubicBezTo>
                                          <a:pt x="338" y="16"/>
                                          <a:pt x="335" y="13"/>
                                          <a:pt x="335" y="8"/>
                                        </a:cubicBezTo>
                                        <a:cubicBezTo>
                                          <a:pt x="335" y="4"/>
                                          <a:pt x="338" y="0"/>
                                          <a:pt x="343" y="0"/>
                                        </a:cubicBezTo>
                                        <a:lnTo>
                                          <a:pt x="455" y="0"/>
                                        </a:lnTo>
                                        <a:cubicBezTo>
                                          <a:pt x="459" y="0"/>
                                          <a:pt x="463" y="4"/>
                                          <a:pt x="463" y="8"/>
                                        </a:cubicBezTo>
                                        <a:cubicBezTo>
                                          <a:pt x="463" y="13"/>
                                          <a:pt x="459" y="16"/>
                                          <a:pt x="455" y="16"/>
                                        </a:cubicBezTo>
                                        <a:close/>
                                        <a:moveTo>
                                          <a:pt x="263" y="16"/>
                                        </a:moveTo>
                                        <a:lnTo>
                                          <a:pt x="151" y="16"/>
                                        </a:lnTo>
                                        <a:cubicBezTo>
                                          <a:pt x="146" y="16"/>
                                          <a:pt x="143" y="13"/>
                                          <a:pt x="143" y="8"/>
                                        </a:cubicBezTo>
                                        <a:cubicBezTo>
                                          <a:pt x="143" y="4"/>
                                          <a:pt x="146" y="0"/>
                                          <a:pt x="151" y="0"/>
                                        </a:cubicBezTo>
                                        <a:lnTo>
                                          <a:pt x="263" y="0"/>
                                        </a:lnTo>
                                        <a:cubicBezTo>
                                          <a:pt x="267" y="0"/>
                                          <a:pt x="271" y="4"/>
                                          <a:pt x="271" y="8"/>
                                        </a:cubicBezTo>
                                        <a:cubicBezTo>
                                          <a:pt x="271" y="13"/>
                                          <a:pt x="267" y="16"/>
                                          <a:pt x="263" y="16"/>
                                        </a:cubicBezTo>
                                        <a:close/>
                                        <a:moveTo>
                                          <a:pt x="71" y="16"/>
                                        </a:moveTo>
                                        <a:lnTo>
                                          <a:pt x="8" y="16"/>
                                        </a:lnTo>
                                        <a:cubicBezTo>
                                          <a:pt x="4" y="16"/>
                                          <a:pt x="0" y="13"/>
                                          <a:pt x="0" y="8"/>
                                        </a:cubicBezTo>
                                        <a:cubicBezTo>
                                          <a:pt x="0" y="4"/>
                                          <a:pt x="4" y="0"/>
                                          <a:pt x="8" y="0"/>
                                        </a:cubicBezTo>
                                        <a:lnTo>
                                          <a:pt x="71" y="0"/>
                                        </a:lnTo>
                                        <a:cubicBezTo>
                                          <a:pt x="75" y="0"/>
                                          <a:pt x="79" y="4"/>
                                          <a:pt x="79" y="8"/>
                                        </a:cubicBezTo>
                                        <a:cubicBezTo>
                                          <a:pt x="79" y="13"/>
                                          <a:pt x="75" y="16"/>
                                          <a:pt x="71" y="16"/>
                                        </a:cubicBezTo>
                                        <a:close/>
                                      </a:path>
                                    </a:pathLst>
                                  </a:custGeom>
                                  <a:solidFill>
                                    <a:srgbClr val="FF0000"/>
                                  </a:solidFill>
                                  <a:ln w="12" cap="flat">
                                    <a:solidFill>
                                      <a:srgbClr val="FF0000"/>
                                    </a:solidFill>
                                    <a:prstDash val="solid"/>
                                    <a:bevel/>
                                    <a:headEnd/>
                                    <a:tailEnd/>
                                  </a:ln>
                                </wps:spPr>
                                <wps:bodyPr rot="0" vert="horz" wrap="square" lIns="91440" tIns="45720" rIns="91440" bIns="45720" anchor="t" anchorCtr="0" upright="1">
                                  <a:noAutofit/>
                                </wps:bodyPr>
                              </wps:wsp>
                              <wps:wsp>
                                <wps:cNvPr id="8" name="Freeform 10"/>
                                <wps:cNvSpPr>
                                  <a:spLocks noEditPoints="1"/>
                                </wps:cNvSpPr>
                                <wps:spPr bwMode="auto">
                                  <a:xfrm>
                                    <a:off x="485" y="17"/>
                                    <a:ext cx="6931" cy="4519"/>
                                  </a:xfrm>
                                  <a:custGeom>
                                    <a:avLst/>
                                    <a:gdLst>
                                      <a:gd name="T0" fmla="*/ 0 w 9208"/>
                                      <a:gd name="T1" fmla="*/ 520 h 6003"/>
                                      <a:gd name="T2" fmla="*/ 16 w 9208"/>
                                      <a:gd name="T3" fmla="*/ 984 h 6003"/>
                                      <a:gd name="T4" fmla="*/ 0 w 9208"/>
                                      <a:gd name="T5" fmla="*/ 1368 h 6003"/>
                                      <a:gd name="T6" fmla="*/ 16 w 9208"/>
                                      <a:gd name="T7" fmla="*/ 2056 h 6003"/>
                                      <a:gd name="T8" fmla="*/ 8 w 9208"/>
                                      <a:gd name="T9" fmla="*/ 2320 h 6003"/>
                                      <a:gd name="T10" fmla="*/ 8 w 9208"/>
                                      <a:gd name="T11" fmla="*/ 3024 h 6003"/>
                                      <a:gd name="T12" fmla="*/ 16 w 9208"/>
                                      <a:gd name="T13" fmla="*/ 3288 h 6003"/>
                                      <a:gd name="T14" fmla="*/ 0 w 9208"/>
                                      <a:gd name="T15" fmla="*/ 3976 h 6003"/>
                                      <a:gd name="T16" fmla="*/ 16 w 9208"/>
                                      <a:gd name="T17" fmla="*/ 4440 h 6003"/>
                                      <a:gd name="T18" fmla="*/ 0 w 9208"/>
                                      <a:gd name="T19" fmla="*/ 4824 h 6003"/>
                                      <a:gd name="T20" fmla="*/ 16 w 9208"/>
                                      <a:gd name="T21" fmla="*/ 5512 h 6003"/>
                                      <a:gd name="T22" fmla="*/ 8 w 9208"/>
                                      <a:gd name="T23" fmla="*/ 5776 h 6003"/>
                                      <a:gd name="T24" fmla="*/ 173 w 9208"/>
                                      <a:gd name="T25" fmla="*/ 5995 h 6003"/>
                                      <a:gd name="T26" fmla="*/ 877 w 9208"/>
                                      <a:gd name="T27" fmla="*/ 5995 h 6003"/>
                                      <a:gd name="T28" fmla="*/ 1141 w 9208"/>
                                      <a:gd name="T29" fmla="*/ 5987 h 6003"/>
                                      <a:gd name="T30" fmla="*/ 1829 w 9208"/>
                                      <a:gd name="T31" fmla="*/ 6003 h 6003"/>
                                      <a:gd name="T32" fmla="*/ 2293 w 9208"/>
                                      <a:gd name="T33" fmla="*/ 5987 h 6003"/>
                                      <a:gd name="T34" fmla="*/ 2677 w 9208"/>
                                      <a:gd name="T35" fmla="*/ 6003 h 6003"/>
                                      <a:gd name="T36" fmla="*/ 3365 w 9208"/>
                                      <a:gd name="T37" fmla="*/ 5987 h 6003"/>
                                      <a:gd name="T38" fmla="*/ 3629 w 9208"/>
                                      <a:gd name="T39" fmla="*/ 5995 h 6003"/>
                                      <a:gd name="T40" fmla="*/ 4333 w 9208"/>
                                      <a:gd name="T41" fmla="*/ 5995 h 6003"/>
                                      <a:gd name="T42" fmla="*/ 4597 w 9208"/>
                                      <a:gd name="T43" fmla="*/ 5987 h 6003"/>
                                      <a:gd name="T44" fmla="*/ 5285 w 9208"/>
                                      <a:gd name="T45" fmla="*/ 6003 h 6003"/>
                                      <a:gd name="T46" fmla="*/ 5749 w 9208"/>
                                      <a:gd name="T47" fmla="*/ 5987 h 6003"/>
                                      <a:gd name="T48" fmla="*/ 6133 w 9208"/>
                                      <a:gd name="T49" fmla="*/ 6003 h 6003"/>
                                      <a:gd name="T50" fmla="*/ 6821 w 9208"/>
                                      <a:gd name="T51" fmla="*/ 5987 h 6003"/>
                                      <a:gd name="T52" fmla="*/ 7085 w 9208"/>
                                      <a:gd name="T53" fmla="*/ 5995 h 6003"/>
                                      <a:gd name="T54" fmla="*/ 7789 w 9208"/>
                                      <a:gd name="T55" fmla="*/ 5995 h 6003"/>
                                      <a:gd name="T56" fmla="*/ 8053 w 9208"/>
                                      <a:gd name="T57" fmla="*/ 5987 h 6003"/>
                                      <a:gd name="T58" fmla="*/ 8741 w 9208"/>
                                      <a:gd name="T59" fmla="*/ 6003 h 6003"/>
                                      <a:gd name="T60" fmla="*/ 9192 w 9208"/>
                                      <a:gd name="T61" fmla="*/ 5989 h 6003"/>
                                      <a:gd name="T62" fmla="*/ 9208 w 9208"/>
                                      <a:gd name="T63" fmla="*/ 5605 h 6003"/>
                                      <a:gd name="T64" fmla="*/ 9192 w 9208"/>
                                      <a:gd name="T65" fmla="*/ 4917 h 6003"/>
                                      <a:gd name="T66" fmla="*/ 9200 w 9208"/>
                                      <a:gd name="T67" fmla="*/ 4653 h 6003"/>
                                      <a:gd name="T68" fmla="*/ 9200 w 9208"/>
                                      <a:gd name="T69" fmla="*/ 3949 h 6003"/>
                                      <a:gd name="T70" fmla="*/ 9192 w 9208"/>
                                      <a:gd name="T71" fmla="*/ 3685 h 6003"/>
                                      <a:gd name="T72" fmla="*/ 9208 w 9208"/>
                                      <a:gd name="T73" fmla="*/ 2997 h 6003"/>
                                      <a:gd name="T74" fmla="*/ 9192 w 9208"/>
                                      <a:gd name="T75" fmla="*/ 2533 h 6003"/>
                                      <a:gd name="T76" fmla="*/ 9208 w 9208"/>
                                      <a:gd name="T77" fmla="*/ 2149 h 6003"/>
                                      <a:gd name="T78" fmla="*/ 9192 w 9208"/>
                                      <a:gd name="T79" fmla="*/ 1461 h 6003"/>
                                      <a:gd name="T80" fmla="*/ 9200 w 9208"/>
                                      <a:gd name="T81" fmla="*/ 1197 h 6003"/>
                                      <a:gd name="T82" fmla="*/ 9200 w 9208"/>
                                      <a:gd name="T83" fmla="*/ 493 h 6003"/>
                                      <a:gd name="T84" fmla="*/ 9192 w 9208"/>
                                      <a:gd name="T85" fmla="*/ 229 h 6003"/>
                                      <a:gd name="T86" fmla="*/ 9037 w 9208"/>
                                      <a:gd name="T87" fmla="*/ 16 h 6003"/>
                                      <a:gd name="T88" fmla="*/ 8349 w 9208"/>
                                      <a:gd name="T89" fmla="*/ 0 h 6003"/>
                                      <a:gd name="T90" fmla="*/ 7885 w 9208"/>
                                      <a:gd name="T91" fmla="*/ 16 h 6003"/>
                                      <a:gd name="T92" fmla="*/ 7501 w 9208"/>
                                      <a:gd name="T93" fmla="*/ 0 h 6003"/>
                                      <a:gd name="T94" fmla="*/ 6813 w 9208"/>
                                      <a:gd name="T95" fmla="*/ 16 h 6003"/>
                                      <a:gd name="T96" fmla="*/ 6549 w 9208"/>
                                      <a:gd name="T97" fmla="*/ 8 h 6003"/>
                                      <a:gd name="T98" fmla="*/ 5845 w 9208"/>
                                      <a:gd name="T99" fmla="*/ 8 h 6003"/>
                                      <a:gd name="T100" fmla="*/ 5581 w 9208"/>
                                      <a:gd name="T101" fmla="*/ 16 h 6003"/>
                                      <a:gd name="T102" fmla="*/ 4893 w 9208"/>
                                      <a:gd name="T103" fmla="*/ 0 h 6003"/>
                                      <a:gd name="T104" fmla="*/ 4429 w 9208"/>
                                      <a:gd name="T105" fmla="*/ 16 h 6003"/>
                                      <a:gd name="T106" fmla="*/ 4045 w 9208"/>
                                      <a:gd name="T107" fmla="*/ 0 h 6003"/>
                                      <a:gd name="T108" fmla="*/ 3357 w 9208"/>
                                      <a:gd name="T109" fmla="*/ 16 h 6003"/>
                                      <a:gd name="T110" fmla="*/ 3093 w 9208"/>
                                      <a:gd name="T111" fmla="*/ 8 h 6003"/>
                                      <a:gd name="T112" fmla="*/ 2389 w 9208"/>
                                      <a:gd name="T113" fmla="*/ 8 h 6003"/>
                                      <a:gd name="T114" fmla="*/ 2125 w 9208"/>
                                      <a:gd name="T115" fmla="*/ 16 h 6003"/>
                                      <a:gd name="T116" fmla="*/ 1437 w 9208"/>
                                      <a:gd name="T117" fmla="*/ 0 h 6003"/>
                                      <a:gd name="T118" fmla="*/ 973 w 9208"/>
                                      <a:gd name="T119" fmla="*/ 16 h 6003"/>
                                      <a:gd name="T120" fmla="*/ 589 w 9208"/>
                                      <a:gd name="T121" fmla="*/ 0 h 6003"/>
                                      <a:gd name="T122" fmla="*/ 8 w 9208"/>
                                      <a:gd name="T123" fmla="*/ 16 h 60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208" h="6003">
                                        <a:moveTo>
                                          <a:pt x="16" y="24"/>
                                        </a:moveTo>
                                        <a:lnTo>
                                          <a:pt x="16" y="136"/>
                                        </a:lnTo>
                                        <a:cubicBezTo>
                                          <a:pt x="16" y="140"/>
                                          <a:pt x="13" y="144"/>
                                          <a:pt x="8" y="144"/>
                                        </a:cubicBezTo>
                                        <a:cubicBezTo>
                                          <a:pt x="4" y="144"/>
                                          <a:pt x="0" y="140"/>
                                          <a:pt x="0" y="136"/>
                                        </a:cubicBezTo>
                                        <a:lnTo>
                                          <a:pt x="0" y="24"/>
                                        </a:lnTo>
                                        <a:cubicBezTo>
                                          <a:pt x="0" y="19"/>
                                          <a:pt x="4" y="16"/>
                                          <a:pt x="8" y="16"/>
                                        </a:cubicBezTo>
                                        <a:cubicBezTo>
                                          <a:pt x="13" y="16"/>
                                          <a:pt x="16" y="19"/>
                                          <a:pt x="16" y="24"/>
                                        </a:cubicBezTo>
                                        <a:close/>
                                        <a:moveTo>
                                          <a:pt x="16" y="216"/>
                                        </a:moveTo>
                                        <a:lnTo>
                                          <a:pt x="16" y="328"/>
                                        </a:lnTo>
                                        <a:cubicBezTo>
                                          <a:pt x="16" y="332"/>
                                          <a:pt x="13" y="336"/>
                                          <a:pt x="8" y="336"/>
                                        </a:cubicBezTo>
                                        <a:cubicBezTo>
                                          <a:pt x="4" y="336"/>
                                          <a:pt x="0" y="332"/>
                                          <a:pt x="0" y="328"/>
                                        </a:cubicBezTo>
                                        <a:lnTo>
                                          <a:pt x="0" y="216"/>
                                        </a:lnTo>
                                        <a:cubicBezTo>
                                          <a:pt x="0" y="211"/>
                                          <a:pt x="4" y="208"/>
                                          <a:pt x="8" y="208"/>
                                        </a:cubicBezTo>
                                        <a:cubicBezTo>
                                          <a:pt x="13" y="208"/>
                                          <a:pt x="16" y="211"/>
                                          <a:pt x="16" y="216"/>
                                        </a:cubicBezTo>
                                        <a:close/>
                                        <a:moveTo>
                                          <a:pt x="16" y="408"/>
                                        </a:moveTo>
                                        <a:lnTo>
                                          <a:pt x="16" y="520"/>
                                        </a:lnTo>
                                        <a:cubicBezTo>
                                          <a:pt x="16" y="524"/>
                                          <a:pt x="13" y="528"/>
                                          <a:pt x="8" y="528"/>
                                        </a:cubicBezTo>
                                        <a:cubicBezTo>
                                          <a:pt x="4" y="528"/>
                                          <a:pt x="0" y="524"/>
                                          <a:pt x="0" y="520"/>
                                        </a:cubicBezTo>
                                        <a:lnTo>
                                          <a:pt x="0" y="408"/>
                                        </a:lnTo>
                                        <a:cubicBezTo>
                                          <a:pt x="0" y="403"/>
                                          <a:pt x="4" y="400"/>
                                          <a:pt x="8" y="400"/>
                                        </a:cubicBezTo>
                                        <a:cubicBezTo>
                                          <a:pt x="13" y="400"/>
                                          <a:pt x="16" y="403"/>
                                          <a:pt x="16" y="408"/>
                                        </a:cubicBezTo>
                                        <a:close/>
                                        <a:moveTo>
                                          <a:pt x="16" y="600"/>
                                        </a:moveTo>
                                        <a:lnTo>
                                          <a:pt x="16" y="712"/>
                                        </a:lnTo>
                                        <a:cubicBezTo>
                                          <a:pt x="16" y="716"/>
                                          <a:pt x="13" y="720"/>
                                          <a:pt x="8" y="720"/>
                                        </a:cubicBezTo>
                                        <a:cubicBezTo>
                                          <a:pt x="4" y="720"/>
                                          <a:pt x="0" y="716"/>
                                          <a:pt x="0" y="712"/>
                                        </a:cubicBezTo>
                                        <a:lnTo>
                                          <a:pt x="0" y="600"/>
                                        </a:lnTo>
                                        <a:cubicBezTo>
                                          <a:pt x="0" y="595"/>
                                          <a:pt x="4" y="592"/>
                                          <a:pt x="8" y="592"/>
                                        </a:cubicBezTo>
                                        <a:cubicBezTo>
                                          <a:pt x="13" y="592"/>
                                          <a:pt x="16" y="595"/>
                                          <a:pt x="16" y="600"/>
                                        </a:cubicBezTo>
                                        <a:close/>
                                        <a:moveTo>
                                          <a:pt x="16" y="792"/>
                                        </a:moveTo>
                                        <a:lnTo>
                                          <a:pt x="16" y="904"/>
                                        </a:lnTo>
                                        <a:cubicBezTo>
                                          <a:pt x="16" y="908"/>
                                          <a:pt x="13" y="912"/>
                                          <a:pt x="8" y="912"/>
                                        </a:cubicBezTo>
                                        <a:cubicBezTo>
                                          <a:pt x="4" y="912"/>
                                          <a:pt x="0" y="908"/>
                                          <a:pt x="0" y="904"/>
                                        </a:cubicBezTo>
                                        <a:lnTo>
                                          <a:pt x="0" y="792"/>
                                        </a:lnTo>
                                        <a:cubicBezTo>
                                          <a:pt x="0" y="787"/>
                                          <a:pt x="4" y="784"/>
                                          <a:pt x="8" y="784"/>
                                        </a:cubicBezTo>
                                        <a:cubicBezTo>
                                          <a:pt x="13" y="784"/>
                                          <a:pt x="16" y="787"/>
                                          <a:pt x="16" y="792"/>
                                        </a:cubicBezTo>
                                        <a:close/>
                                        <a:moveTo>
                                          <a:pt x="16" y="984"/>
                                        </a:moveTo>
                                        <a:lnTo>
                                          <a:pt x="16" y="1096"/>
                                        </a:lnTo>
                                        <a:cubicBezTo>
                                          <a:pt x="16" y="1100"/>
                                          <a:pt x="13" y="1104"/>
                                          <a:pt x="8" y="1104"/>
                                        </a:cubicBezTo>
                                        <a:cubicBezTo>
                                          <a:pt x="4" y="1104"/>
                                          <a:pt x="0" y="1100"/>
                                          <a:pt x="0" y="1096"/>
                                        </a:cubicBezTo>
                                        <a:lnTo>
                                          <a:pt x="0" y="984"/>
                                        </a:lnTo>
                                        <a:cubicBezTo>
                                          <a:pt x="0" y="979"/>
                                          <a:pt x="4" y="976"/>
                                          <a:pt x="8" y="976"/>
                                        </a:cubicBezTo>
                                        <a:cubicBezTo>
                                          <a:pt x="13" y="976"/>
                                          <a:pt x="16" y="979"/>
                                          <a:pt x="16" y="984"/>
                                        </a:cubicBezTo>
                                        <a:close/>
                                        <a:moveTo>
                                          <a:pt x="16" y="1176"/>
                                        </a:moveTo>
                                        <a:lnTo>
                                          <a:pt x="16" y="1288"/>
                                        </a:lnTo>
                                        <a:cubicBezTo>
                                          <a:pt x="16" y="1292"/>
                                          <a:pt x="13" y="1296"/>
                                          <a:pt x="8" y="1296"/>
                                        </a:cubicBezTo>
                                        <a:cubicBezTo>
                                          <a:pt x="4" y="1296"/>
                                          <a:pt x="0" y="1292"/>
                                          <a:pt x="0" y="1288"/>
                                        </a:cubicBezTo>
                                        <a:lnTo>
                                          <a:pt x="0" y="1176"/>
                                        </a:lnTo>
                                        <a:cubicBezTo>
                                          <a:pt x="0" y="1171"/>
                                          <a:pt x="4" y="1168"/>
                                          <a:pt x="8" y="1168"/>
                                        </a:cubicBezTo>
                                        <a:cubicBezTo>
                                          <a:pt x="13" y="1168"/>
                                          <a:pt x="16" y="1171"/>
                                          <a:pt x="16" y="1176"/>
                                        </a:cubicBezTo>
                                        <a:close/>
                                        <a:moveTo>
                                          <a:pt x="16" y="1368"/>
                                        </a:moveTo>
                                        <a:lnTo>
                                          <a:pt x="16" y="1480"/>
                                        </a:lnTo>
                                        <a:cubicBezTo>
                                          <a:pt x="16" y="1484"/>
                                          <a:pt x="13" y="1488"/>
                                          <a:pt x="8" y="1488"/>
                                        </a:cubicBezTo>
                                        <a:cubicBezTo>
                                          <a:pt x="4" y="1488"/>
                                          <a:pt x="0" y="1484"/>
                                          <a:pt x="0" y="1480"/>
                                        </a:cubicBezTo>
                                        <a:lnTo>
                                          <a:pt x="0" y="1368"/>
                                        </a:lnTo>
                                        <a:cubicBezTo>
                                          <a:pt x="0" y="1363"/>
                                          <a:pt x="4" y="1360"/>
                                          <a:pt x="8" y="1360"/>
                                        </a:cubicBezTo>
                                        <a:cubicBezTo>
                                          <a:pt x="13" y="1360"/>
                                          <a:pt x="16" y="1363"/>
                                          <a:pt x="16" y="1368"/>
                                        </a:cubicBezTo>
                                        <a:close/>
                                        <a:moveTo>
                                          <a:pt x="16" y="1560"/>
                                        </a:moveTo>
                                        <a:lnTo>
                                          <a:pt x="16" y="1672"/>
                                        </a:lnTo>
                                        <a:cubicBezTo>
                                          <a:pt x="16" y="1676"/>
                                          <a:pt x="13" y="1680"/>
                                          <a:pt x="8" y="1680"/>
                                        </a:cubicBezTo>
                                        <a:cubicBezTo>
                                          <a:pt x="4" y="1680"/>
                                          <a:pt x="0" y="1676"/>
                                          <a:pt x="0" y="1672"/>
                                        </a:cubicBezTo>
                                        <a:lnTo>
                                          <a:pt x="0" y="1560"/>
                                        </a:lnTo>
                                        <a:cubicBezTo>
                                          <a:pt x="0" y="1555"/>
                                          <a:pt x="4" y="1552"/>
                                          <a:pt x="8" y="1552"/>
                                        </a:cubicBezTo>
                                        <a:cubicBezTo>
                                          <a:pt x="13" y="1552"/>
                                          <a:pt x="16" y="1555"/>
                                          <a:pt x="16" y="1560"/>
                                        </a:cubicBezTo>
                                        <a:close/>
                                        <a:moveTo>
                                          <a:pt x="16" y="1752"/>
                                        </a:moveTo>
                                        <a:lnTo>
                                          <a:pt x="16" y="1864"/>
                                        </a:lnTo>
                                        <a:cubicBezTo>
                                          <a:pt x="16" y="1868"/>
                                          <a:pt x="13" y="1872"/>
                                          <a:pt x="8" y="1872"/>
                                        </a:cubicBezTo>
                                        <a:cubicBezTo>
                                          <a:pt x="4" y="1872"/>
                                          <a:pt x="0" y="1868"/>
                                          <a:pt x="0" y="1864"/>
                                        </a:cubicBezTo>
                                        <a:lnTo>
                                          <a:pt x="0" y="1752"/>
                                        </a:lnTo>
                                        <a:cubicBezTo>
                                          <a:pt x="0" y="1747"/>
                                          <a:pt x="4" y="1744"/>
                                          <a:pt x="8" y="1744"/>
                                        </a:cubicBezTo>
                                        <a:cubicBezTo>
                                          <a:pt x="13" y="1744"/>
                                          <a:pt x="16" y="1747"/>
                                          <a:pt x="16" y="1752"/>
                                        </a:cubicBezTo>
                                        <a:close/>
                                        <a:moveTo>
                                          <a:pt x="16" y="1944"/>
                                        </a:moveTo>
                                        <a:lnTo>
                                          <a:pt x="16" y="2056"/>
                                        </a:lnTo>
                                        <a:cubicBezTo>
                                          <a:pt x="16" y="2060"/>
                                          <a:pt x="13" y="2064"/>
                                          <a:pt x="8" y="2064"/>
                                        </a:cubicBezTo>
                                        <a:cubicBezTo>
                                          <a:pt x="4" y="2064"/>
                                          <a:pt x="0" y="2060"/>
                                          <a:pt x="0" y="2056"/>
                                        </a:cubicBezTo>
                                        <a:lnTo>
                                          <a:pt x="0" y="1944"/>
                                        </a:lnTo>
                                        <a:cubicBezTo>
                                          <a:pt x="0" y="1939"/>
                                          <a:pt x="4" y="1936"/>
                                          <a:pt x="8" y="1936"/>
                                        </a:cubicBezTo>
                                        <a:cubicBezTo>
                                          <a:pt x="13" y="1936"/>
                                          <a:pt x="16" y="1939"/>
                                          <a:pt x="16" y="1944"/>
                                        </a:cubicBezTo>
                                        <a:close/>
                                        <a:moveTo>
                                          <a:pt x="16" y="2136"/>
                                        </a:moveTo>
                                        <a:lnTo>
                                          <a:pt x="16" y="2248"/>
                                        </a:lnTo>
                                        <a:cubicBezTo>
                                          <a:pt x="16" y="2252"/>
                                          <a:pt x="13" y="2256"/>
                                          <a:pt x="8" y="2256"/>
                                        </a:cubicBezTo>
                                        <a:cubicBezTo>
                                          <a:pt x="4" y="2256"/>
                                          <a:pt x="0" y="2252"/>
                                          <a:pt x="0" y="2248"/>
                                        </a:cubicBezTo>
                                        <a:lnTo>
                                          <a:pt x="0" y="2136"/>
                                        </a:lnTo>
                                        <a:cubicBezTo>
                                          <a:pt x="0" y="2131"/>
                                          <a:pt x="4" y="2128"/>
                                          <a:pt x="8" y="2128"/>
                                        </a:cubicBezTo>
                                        <a:cubicBezTo>
                                          <a:pt x="13" y="2128"/>
                                          <a:pt x="16" y="2131"/>
                                          <a:pt x="16" y="2136"/>
                                        </a:cubicBezTo>
                                        <a:close/>
                                        <a:moveTo>
                                          <a:pt x="16" y="2328"/>
                                        </a:moveTo>
                                        <a:lnTo>
                                          <a:pt x="16" y="2440"/>
                                        </a:lnTo>
                                        <a:cubicBezTo>
                                          <a:pt x="16" y="2444"/>
                                          <a:pt x="13" y="2448"/>
                                          <a:pt x="8" y="2448"/>
                                        </a:cubicBezTo>
                                        <a:cubicBezTo>
                                          <a:pt x="4" y="2448"/>
                                          <a:pt x="0" y="2444"/>
                                          <a:pt x="0" y="2440"/>
                                        </a:cubicBezTo>
                                        <a:lnTo>
                                          <a:pt x="0" y="2328"/>
                                        </a:lnTo>
                                        <a:cubicBezTo>
                                          <a:pt x="0" y="2323"/>
                                          <a:pt x="4" y="2320"/>
                                          <a:pt x="8" y="2320"/>
                                        </a:cubicBezTo>
                                        <a:cubicBezTo>
                                          <a:pt x="13" y="2320"/>
                                          <a:pt x="16" y="2323"/>
                                          <a:pt x="16" y="2328"/>
                                        </a:cubicBezTo>
                                        <a:close/>
                                        <a:moveTo>
                                          <a:pt x="16" y="2520"/>
                                        </a:moveTo>
                                        <a:lnTo>
                                          <a:pt x="16" y="2632"/>
                                        </a:lnTo>
                                        <a:cubicBezTo>
                                          <a:pt x="16" y="2636"/>
                                          <a:pt x="13" y="2640"/>
                                          <a:pt x="8" y="2640"/>
                                        </a:cubicBezTo>
                                        <a:cubicBezTo>
                                          <a:pt x="4" y="2640"/>
                                          <a:pt x="0" y="2636"/>
                                          <a:pt x="0" y="2632"/>
                                        </a:cubicBezTo>
                                        <a:lnTo>
                                          <a:pt x="0" y="2520"/>
                                        </a:lnTo>
                                        <a:cubicBezTo>
                                          <a:pt x="0" y="2515"/>
                                          <a:pt x="4" y="2512"/>
                                          <a:pt x="8" y="2512"/>
                                        </a:cubicBezTo>
                                        <a:cubicBezTo>
                                          <a:pt x="13" y="2512"/>
                                          <a:pt x="16" y="2515"/>
                                          <a:pt x="16" y="2520"/>
                                        </a:cubicBezTo>
                                        <a:close/>
                                        <a:moveTo>
                                          <a:pt x="16" y="2712"/>
                                        </a:moveTo>
                                        <a:lnTo>
                                          <a:pt x="16" y="2824"/>
                                        </a:lnTo>
                                        <a:cubicBezTo>
                                          <a:pt x="16" y="2828"/>
                                          <a:pt x="13" y="2832"/>
                                          <a:pt x="8" y="2832"/>
                                        </a:cubicBezTo>
                                        <a:cubicBezTo>
                                          <a:pt x="4" y="2832"/>
                                          <a:pt x="0" y="2828"/>
                                          <a:pt x="0" y="2824"/>
                                        </a:cubicBezTo>
                                        <a:lnTo>
                                          <a:pt x="0" y="2712"/>
                                        </a:lnTo>
                                        <a:cubicBezTo>
                                          <a:pt x="0" y="2707"/>
                                          <a:pt x="4" y="2704"/>
                                          <a:pt x="8" y="2704"/>
                                        </a:cubicBezTo>
                                        <a:cubicBezTo>
                                          <a:pt x="13" y="2704"/>
                                          <a:pt x="16" y="2707"/>
                                          <a:pt x="16" y="2712"/>
                                        </a:cubicBezTo>
                                        <a:close/>
                                        <a:moveTo>
                                          <a:pt x="16" y="2904"/>
                                        </a:moveTo>
                                        <a:lnTo>
                                          <a:pt x="16" y="3016"/>
                                        </a:lnTo>
                                        <a:cubicBezTo>
                                          <a:pt x="16" y="3020"/>
                                          <a:pt x="13" y="3024"/>
                                          <a:pt x="8" y="3024"/>
                                        </a:cubicBezTo>
                                        <a:cubicBezTo>
                                          <a:pt x="4" y="3024"/>
                                          <a:pt x="0" y="3020"/>
                                          <a:pt x="0" y="3016"/>
                                        </a:cubicBezTo>
                                        <a:lnTo>
                                          <a:pt x="0" y="2904"/>
                                        </a:lnTo>
                                        <a:cubicBezTo>
                                          <a:pt x="0" y="2899"/>
                                          <a:pt x="4" y="2896"/>
                                          <a:pt x="8" y="2896"/>
                                        </a:cubicBezTo>
                                        <a:cubicBezTo>
                                          <a:pt x="13" y="2896"/>
                                          <a:pt x="16" y="2899"/>
                                          <a:pt x="16" y="2904"/>
                                        </a:cubicBezTo>
                                        <a:close/>
                                        <a:moveTo>
                                          <a:pt x="16" y="3096"/>
                                        </a:moveTo>
                                        <a:lnTo>
                                          <a:pt x="16" y="3208"/>
                                        </a:lnTo>
                                        <a:cubicBezTo>
                                          <a:pt x="16" y="3212"/>
                                          <a:pt x="13" y="3216"/>
                                          <a:pt x="8" y="3216"/>
                                        </a:cubicBezTo>
                                        <a:cubicBezTo>
                                          <a:pt x="4" y="3216"/>
                                          <a:pt x="0" y="3212"/>
                                          <a:pt x="0" y="3208"/>
                                        </a:cubicBezTo>
                                        <a:lnTo>
                                          <a:pt x="0" y="3096"/>
                                        </a:lnTo>
                                        <a:cubicBezTo>
                                          <a:pt x="0" y="3091"/>
                                          <a:pt x="4" y="3088"/>
                                          <a:pt x="8" y="3088"/>
                                        </a:cubicBezTo>
                                        <a:cubicBezTo>
                                          <a:pt x="13" y="3088"/>
                                          <a:pt x="16" y="3091"/>
                                          <a:pt x="16" y="3096"/>
                                        </a:cubicBezTo>
                                        <a:close/>
                                        <a:moveTo>
                                          <a:pt x="16" y="3288"/>
                                        </a:moveTo>
                                        <a:lnTo>
                                          <a:pt x="16" y="3400"/>
                                        </a:lnTo>
                                        <a:cubicBezTo>
                                          <a:pt x="16" y="3404"/>
                                          <a:pt x="13" y="3408"/>
                                          <a:pt x="8" y="3408"/>
                                        </a:cubicBezTo>
                                        <a:cubicBezTo>
                                          <a:pt x="4" y="3408"/>
                                          <a:pt x="0" y="3404"/>
                                          <a:pt x="0" y="3400"/>
                                        </a:cubicBezTo>
                                        <a:lnTo>
                                          <a:pt x="0" y="3288"/>
                                        </a:lnTo>
                                        <a:cubicBezTo>
                                          <a:pt x="0" y="3283"/>
                                          <a:pt x="4" y="3280"/>
                                          <a:pt x="8" y="3280"/>
                                        </a:cubicBezTo>
                                        <a:cubicBezTo>
                                          <a:pt x="13" y="3280"/>
                                          <a:pt x="16" y="3283"/>
                                          <a:pt x="16" y="3288"/>
                                        </a:cubicBezTo>
                                        <a:close/>
                                        <a:moveTo>
                                          <a:pt x="16" y="3480"/>
                                        </a:moveTo>
                                        <a:lnTo>
                                          <a:pt x="16" y="3592"/>
                                        </a:lnTo>
                                        <a:cubicBezTo>
                                          <a:pt x="16" y="3596"/>
                                          <a:pt x="13" y="3600"/>
                                          <a:pt x="8" y="3600"/>
                                        </a:cubicBezTo>
                                        <a:cubicBezTo>
                                          <a:pt x="4" y="3600"/>
                                          <a:pt x="0" y="3596"/>
                                          <a:pt x="0" y="3592"/>
                                        </a:cubicBezTo>
                                        <a:lnTo>
                                          <a:pt x="0" y="3480"/>
                                        </a:lnTo>
                                        <a:cubicBezTo>
                                          <a:pt x="0" y="3475"/>
                                          <a:pt x="4" y="3472"/>
                                          <a:pt x="8" y="3472"/>
                                        </a:cubicBezTo>
                                        <a:cubicBezTo>
                                          <a:pt x="13" y="3472"/>
                                          <a:pt x="16" y="3475"/>
                                          <a:pt x="16" y="3480"/>
                                        </a:cubicBezTo>
                                        <a:close/>
                                        <a:moveTo>
                                          <a:pt x="16" y="3672"/>
                                        </a:moveTo>
                                        <a:lnTo>
                                          <a:pt x="16" y="3784"/>
                                        </a:lnTo>
                                        <a:cubicBezTo>
                                          <a:pt x="16" y="3788"/>
                                          <a:pt x="13" y="3792"/>
                                          <a:pt x="8" y="3792"/>
                                        </a:cubicBezTo>
                                        <a:cubicBezTo>
                                          <a:pt x="4" y="3792"/>
                                          <a:pt x="0" y="3788"/>
                                          <a:pt x="0" y="3784"/>
                                        </a:cubicBezTo>
                                        <a:lnTo>
                                          <a:pt x="0" y="3672"/>
                                        </a:lnTo>
                                        <a:cubicBezTo>
                                          <a:pt x="0" y="3667"/>
                                          <a:pt x="4" y="3664"/>
                                          <a:pt x="8" y="3664"/>
                                        </a:cubicBezTo>
                                        <a:cubicBezTo>
                                          <a:pt x="13" y="3664"/>
                                          <a:pt x="16" y="3667"/>
                                          <a:pt x="16" y="3672"/>
                                        </a:cubicBezTo>
                                        <a:close/>
                                        <a:moveTo>
                                          <a:pt x="16" y="3864"/>
                                        </a:moveTo>
                                        <a:lnTo>
                                          <a:pt x="16" y="3976"/>
                                        </a:lnTo>
                                        <a:cubicBezTo>
                                          <a:pt x="16" y="3980"/>
                                          <a:pt x="13" y="3984"/>
                                          <a:pt x="8" y="3984"/>
                                        </a:cubicBezTo>
                                        <a:cubicBezTo>
                                          <a:pt x="4" y="3984"/>
                                          <a:pt x="0" y="3980"/>
                                          <a:pt x="0" y="3976"/>
                                        </a:cubicBezTo>
                                        <a:lnTo>
                                          <a:pt x="0" y="3864"/>
                                        </a:lnTo>
                                        <a:cubicBezTo>
                                          <a:pt x="0" y="3859"/>
                                          <a:pt x="4" y="3856"/>
                                          <a:pt x="8" y="3856"/>
                                        </a:cubicBezTo>
                                        <a:cubicBezTo>
                                          <a:pt x="13" y="3856"/>
                                          <a:pt x="16" y="3859"/>
                                          <a:pt x="16" y="3864"/>
                                        </a:cubicBezTo>
                                        <a:close/>
                                        <a:moveTo>
                                          <a:pt x="16" y="4056"/>
                                        </a:moveTo>
                                        <a:lnTo>
                                          <a:pt x="16" y="4168"/>
                                        </a:lnTo>
                                        <a:cubicBezTo>
                                          <a:pt x="16" y="4172"/>
                                          <a:pt x="13" y="4176"/>
                                          <a:pt x="8" y="4176"/>
                                        </a:cubicBezTo>
                                        <a:cubicBezTo>
                                          <a:pt x="4" y="4176"/>
                                          <a:pt x="0" y="4172"/>
                                          <a:pt x="0" y="4168"/>
                                        </a:cubicBezTo>
                                        <a:lnTo>
                                          <a:pt x="0" y="4056"/>
                                        </a:lnTo>
                                        <a:cubicBezTo>
                                          <a:pt x="0" y="4051"/>
                                          <a:pt x="4" y="4048"/>
                                          <a:pt x="8" y="4048"/>
                                        </a:cubicBezTo>
                                        <a:cubicBezTo>
                                          <a:pt x="13" y="4048"/>
                                          <a:pt x="16" y="4051"/>
                                          <a:pt x="16" y="4056"/>
                                        </a:cubicBezTo>
                                        <a:close/>
                                        <a:moveTo>
                                          <a:pt x="16" y="4248"/>
                                        </a:moveTo>
                                        <a:lnTo>
                                          <a:pt x="16" y="4360"/>
                                        </a:lnTo>
                                        <a:cubicBezTo>
                                          <a:pt x="16" y="4364"/>
                                          <a:pt x="13" y="4368"/>
                                          <a:pt x="8" y="4368"/>
                                        </a:cubicBezTo>
                                        <a:cubicBezTo>
                                          <a:pt x="4" y="4368"/>
                                          <a:pt x="0" y="4364"/>
                                          <a:pt x="0" y="4360"/>
                                        </a:cubicBezTo>
                                        <a:lnTo>
                                          <a:pt x="0" y="4248"/>
                                        </a:lnTo>
                                        <a:cubicBezTo>
                                          <a:pt x="0" y="4243"/>
                                          <a:pt x="4" y="4240"/>
                                          <a:pt x="8" y="4240"/>
                                        </a:cubicBezTo>
                                        <a:cubicBezTo>
                                          <a:pt x="13" y="4240"/>
                                          <a:pt x="16" y="4243"/>
                                          <a:pt x="16" y="4248"/>
                                        </a:cubicBezTo>
                                        <a:close/>
                                        <a:moveTo>
                                          <a:pt x="16" y="4440"/>
                                        </a:moveTo>
                                        <a:lnTo>
                                          <a:pt x="16" y="4552"/>
                                        </a:lnTo>
                                        <a:cubicBezTo>
                                          <a:pt x="16" y="4556"/>
                                          <a:pt x="13" y="4560"/>
                                          <a:pt x="8" y="4560"/>
                                        </a:cubicBezTo>
                                        <a:cubicBezTo>
                                          <a:pt x="4" y="4560"/>
                                          <a:pt x="0" y="4556"/>
                                          <a:pt x="0" y="4552"/>
                                        </a:cubicBezTo>
                                        <a:lnTo>
                                          <a:pt x="0" y="4440"/>
                                        </a:lnTo>
                                        <a:cubicBezTo>
                                          <a:pt x="0" y="4435"/>
                                          <a:pt x="4" y="4432"/>
                                          <a:pt x="8" y="4432"/>
                                        </a:cubicBezTo>
                                        <a:cubicBezTo>
                                          <a:pt x="13" y="4432"/>
                                          <a:pt x="16" y="4435"/>
                                          <a:pt x="16" y="4440"/>
                                        </a:cubicBezTo>
                                        <a:close/>
                                        <a:moveTo>
                                          <a:pt x="16" y="4632"/>
                                        </a:moveTo>
                                        <a:lnTo>
                                          <a:pt x="16" y="4744"/>
                                        </a:lnTo>
                                        <a:cubicBezTo>
                                          <a:pt x="16" y="4748"/>
                                          <a:pt x="13" y="4752"/>
                                          <a:pt x="8" y="4752"/>
                                        </a:cubicBezTo>
                                        <a:cubicBezTo>
                                          <a:pt x="4" y="4752"/>
                                          <a:pt x="0" y="4748"/>
                                          <a:pt x="0" y="4744"/>
                                        </a:cubicBezTo>
                                        <a:lnTo>
                                          <a:pt x="0" y="4632"/>
                                        </a:lnTo>
                                        <a:cubicBezTo>
                                          <a:pt x="0" y="4627"/>
                                          <a:pt x="4" y="4624"/>
                                          <a:pt x="8" y="4624"/>
                                        </a:cubicBezTo>
                                        <a:cubicBezTo>
                                          <a:pt x="13" y="4624"/>
                                          <a:pt x="16" y="4627"/>
                                          <a:pt x="16" y="4632"/>
                                        </a:cubicBezTo>
                                        <a:close/>
                                        <a:moveTo>
                                          <a:pt x="16" y="4824"/>
                                        </a:moveTo>
                                        <a:lnTo>
                                          <a:pt x="16" y="4936"/>
                                        </a:lnTo>
                                        <a:cubicBezTo>
                                          <a:pt x="16" y="4940"/>
                                          <a:pt x="13" y="4944"/>
                                          <a:pt x="8" y="4944"/>
                                        </a:cubicBezTo>
                                        <a:cubicBezTo>
                                          <a:pt x="4" y="4944"/>
                                          <a:pt x="0" y="4940"/>
                                          <a:pt x="0" y="4936"/>
                                        </a:cubicBezTo>
                                        <a:lnTo>
                                          <a:pt x="0" y="4824"/>
                                        </a:lnTo>
                                        <a:cubicBezTo>
                                          <a:pt x="0" y="4819"/>
                                          <a:pt x="4" y="4816"/>
                                          <a:pt x="8" y="4816"/>
                                        </a:cubicBezTo>
                                        <a:cubicBezTo>
                                          <a:pt x="13" y="4816"/>
                                          <a:pt x="16" y="4819"/>
                                          <a:pt x="16" y="4824"/>
                                        </a:cubicBezTo>
                                        <a:close/>
                                        <a:moveTo>
                                          <a:pt x="16" y="5016"/>
                                        </a:moveTo>
                                        <a:lnTo>
                                          <a:pt x="16" y="5128"/>
                                        </a:lnTo>
                                        <a:cubicBezTo>
                                          <a:pt x="16" y="5132"/>
                                          <a:pt x="13" y="5136"/>
                                          <a:pt x="8" y="5136"/>
                                        </a:cubicBezTo>
                                        <a:cubicBezTo>
                                          <a:pt x="4" y="5136"/>
                                          <a:pt x="0" y="5132"/>
                                          <a:pt x="0" y="5128"/>
                                        </a:cubicBezTo>
                                        <a:lnTo>
                                          <a:pt x="0" y="5016"/>
                                        </a:lnTo>
                                        <a:cubicBezTo>
                                          <a:pt x="0" y="5011"/>
                                          <a:pt x="4" y="5008"/>
                                          <a:pt x="8" y="5008"/>
                                        </a:cubicBezTo>
                                        <a:cubicBezTo>
                                          <a:pt x="13" y="5008"/>
                                          <a:pt x="16" y="5011"/>
                                          <a:pt x="16" y="5016"/>
                                        </a:cubicBezTo>
                                        <a:close/>
                                        <a:moveTo>
                                          <a:pt x="16" y="5208"/>
                                        </a:moveTo>
                                        <a:lnTo>
                                          <a:pt x="16" y="5320"/>
                                        </a:lnTo>
                                        <a:cubicBezTo>
                                          <a:pt x="16" y="5324"/>
                                          <a:pt x="13" y="5328"/>
                                          <a:pt x="8" y="5328"/>
                                        </a:cubicBezTo>
                                        <a:cubicBezTo>
                                          <a:pt x="4" y="5328"/>
                                          <a:pt x="0" y="5324"/>
                                          <a:pt x="0" y="5320"/>
                                        </a:cubicBezTo>
                                        <a:lnTo>
                                          <a:pt x="0" y="5208"/>
                                        </a:lnTo>
                                        <a:cubicBezTo>
                                          <a:pt x="0" y="5203"/>
                                          <a:pt x="4" y="5200"/>
                                          <a:pt x="8" y="5200"/>
                                        </a:cubicBezTo>
                                        <a:cubicBezTo>
                                          <a:pt x="13" y="5200"/>
                                          <a:pt x="16" y="5203"/>
                                          <a:pt x="16" y="5208"/>
                                        </a:cubicBezTo>
                                        <a:close/>
                                        <a:moveTo>
                                          <a:pt x="16" y="5400"/>
                                        </a:moveTo>
                                        <a:lnTo>
                                          <a:pt x="16" y="5512"/>
                                        </a:lnTo>
                                        <a:cubicBezTo>
                                          <a:pt x="16" y="5516"/>
                                          <a:pt x="13" y="5520"/>
                                          <a:pt x="8" y="5520"/>
                                        </a:cubicBezTo>
                                        <a:cubicBezTo>
                                          <a:pt x="4" y="5520"/>
                                          <a:pt x="0" y="5516"/>
                                          <a:pt x="0" y="5512"/>
                                        </a:cubicBezTo>
                                        <a:lnTo>
                                          <a:pt x="0" y="5400"/>
                                        </a:lnTo>
                                        <a:cubicBezTo>
                                          <a:pt x="0" y="5395"/>
                                          <a:pt x="4" y="5392"/>
                                          <a:pt x="8" y="5392"/>
                                        </a:cubicBezTo>
                                        <a:cubicBezTo>
                                          <a:pt x="13" y="5392"/>
                                          <a:pt x="16" y="5395"/>
                                          <a:pt x="16" y="5400"/>
                                        </a:cubicBezTo>
                                        <a:close/>
                                        <a:moveTo>
                                          <a:pt x="16" y="5592"/>
                                        </a:moveTo>
                                        <a:lnTo>
                                          <a:pt x="16" y="5704"/>
                                        </a:lnTo>
                                        <a:cubicBezTo>
                                          <a:pt x="16" y="5708"/>
                                          <a:pt x="13" y="5712"/>
                                          <a:pt x="8" y="5712"/>
                                        </a:cubicBezTo>
                                        <a:cubicBezTo>
                                          <a:pt x="4" y="5712"/>
                                          <a:pt x="0" y="5708"/>
                                          <a:pt x="0" y="5704"/>
                                        </a:cubicBezTo>
                                        <a:lnTo>
                                          <a:pt x="0" y="5592"/>
                                        </a:lnTo>
                                        <a:cubicBezTo>
                                          <a:pt x="0" y="5587"/>
                                          <a:pt x="4" y="5584"/>
                                          <a:pt x="8" y="5584"/>
                                        </a:cubicBezTo>
                                        <a:cubicBezTo>
                                          <a:pt x="13" y="5584"/>
                                          <a:pt x="16" y="5587"/>
                                          <a:pt x="16" y="5592"/>
                                        </a:cubicBezTo>
                                        <a:close/>
                                        <a:moveTo>
                                          <a:pt x="16" y="5784"/>
                                        </a:moveTo>
                                        <a:lnTo>
                                          <a:pt x="16" y="5896"/>
                                        </a:lnTo>
                                        <a:cubicBezTo>
                                          <a:pt x="16" y="5900"/>
                                          <a:pt x="13" y="5904"/>
                                          <a:pt x="8" y="5904"/>
                                        </a:cubicBezTo>
                                        <a:cubicBezTo>
                                          <a:pt x="4" y="5904"/>
                                          <a:pt x="0" y="5900"/>
                                          <a:pt x="0" y="5896"/>
                                        </a:cubicBezTo>
                                        <a:lnTo>
                                          <a:pt x="0" y="5784"/>
                                        </a:lnTo>
                                        <a:cubicBezTo>
                                          <a:pt x="0" y="5779"/>
                                          <a:pt x="4" y="5776"/>
                                          <a:pt x="8" y="5776"/>
                                        </a:cubicBezTo>
                                        <a:cubicBezTo>
                                          <a:pt x="13" y="5776"/>
                                          <a:pt x="16" y="5779"/>
                                          <a:pt x="16" y="5784"/>
                                        </a:cubicBezTo>
                                        <a:close/>
                                        <a:moveTo>
                                          <a:pt x="16" y="5976"/>
                                        </a:moveTo>
                                        <a:lnTo>
                                          <a:pt x="16" y="5995"/>
                                        </a:lnTo>
                                        <a:lnTo>
                                          <a:pt x="8" y="5987"/>
                                        </a:lnTo>
                                        <a:lnTo>
                                          <a:pt x="101" y="5987"/>
                                        </a:lnTo>
                                        <a:cubicBezTo>
                                          <a:pt x="106" y="5987"/>
                                          <a:pt x="109" y="5990"/>
                                          <a:pt x="109" y="5995"/>
                                        </a:cubicBezTo>
                                        <a:cubicBezTo>
                                          <a:pt x="109" y="5999"/>
                                          <a:pt x="106" y="6003"/>
                                          <a:pt x="101" y="6003"/>
                                        </a:cubicBezTo>
                                        <a:lnTo>
                                          <a:pt x="8" y="6003"/>
                                        </a:lnTo>
                                        <a:cubicBezTo>
                                          <a:pt x="4" y="6003"/>
                                          <a:pt x="0" y="5999"/>
                                          <a:pt x="0" y="5995"/>
                                        </a:cubicBezTo>
                                        <a:lnTo>
                                          <a:pt x="0" y="5976"/>
                                        </a:lnTo>
                                        <a:cubicBezTo>
                                          <a:pt x="0" y="5971"/>
                                          <a:pt x="4" y="5968"/>
                                          <a:pt x="8" y="5968"/>
                                        </a:cubicBezTo>
                                        <a:cubicBezTo>
                                          <a:pt x="13" y="5968"/>
                                          <a:pt x="16" y="5971"/>
                                          <a:pt x="16" y="5976"/>
                                        </a:cubicBezTo>
                                        <a:close/>
                                        <a:moveTo>
                                          <a:pt x="181" y="5987"/>
                                        </a:moveTo>
                                        <a:lnTo>
                                          <a:pt x="293" y="5987"/>
                                        </a:lnTo>
                                        <a:cubicBezTo>
                                          <a:pt x="298" y="5987"/>
                                          <a:pt x="301" y="5990"/>
                                          <a:pt x="301" y="5995"/>
                                        </a:cubicBezTo>
                                        <a:cubicBezTo>
                                          <a:pt x="301" y="5999"/>
                                          <a:pt x="298" y="6003"/>
                                          <a:pt x="293" y="6003"/>
                                        </a:cubicBezTo>
                                        <a:lnTo>
                                          <a:pt x="181" y="6003"/>
                                        </a:lnTo>
                                        <a:cubicBezTo>
                                          <a:pt x="177" y="6003"/>
                                          <a:pt x="173" y="5999"/>
                                          <a:pt x="173" y="5995"/>
                                        </a:cubicBezTo>
                                        <a:cubicBezTo>
                                          <a:pt x="173" y="5990"/>
                                          <a:pt x="177" y="5987"/>
                                          <a:pt x="181" y="5987"/>
                                        </a:cubicBezTo>
                                        <a:close/>
                                        <a:moveTo>
                                          <a:pt x="373" y="5987"/>
                                        </a:moveTo>
                                        <a:lnTo>
                                          <a:pt x="485" y="5987"/>
                                        </a:lnTo>
                                        <a:cubicBezTo>
                                          <a:pt x="490" y="5987"/>
                                          <a:pt x="493" y="5990"/>
                                          <a:pt x="493" y="5995"/>
                                        </a:cubicBezTo>
                                        <a:cubicBezTo>
                                          <a:pt x="493" y="5999"/>
                                          <a:pt x="490" y="6003"/>
                                          <a:pt x="485" y="6003"/>
                                        </a:cubicBezTo>
                                        <a:lnTo>
                                          <a:pt x="373" y="6003"/>
                                        </a:lnTo>
                                        <a:cubicBezTo>
                                          <a:pt x="369" y="6003"/>
                                          <a:pt x="365" y="5999"/>
                                          <a:pt x="365" y="5995"/>
                                        </a:cubicBezTo>
                                        <a:cubicBezTo>
                                          <a:pt x="365" y="5990"/>
                                          <a:pt x="369" y="5987"/>
                                          <a:pt x="373" y="5987"/>
                                        </a:cubicBezTo>
                                        <a:close/>
                                        <a:moveTo>
                                          <a:pt x="565" y="5987"/>
                                        </a:moveTo>
                                        <a:lnTo>
                                          <a:pt x="677" y="5987"/>
                                        </a:lnTo>
                                        <a:cubicBezTo>
                                          <a:pt x="682" y="5987"/>
                                          <a:pt x="685" y="5990"/>
                                          <a:pt x="685" y="5995"/>
                                        </a:cubicBezTo>
                                        <a:cubicBezTo>
                                          <a:pt x="685" y="5999"/>
                                          <a:pt x="682" y="6003"/>
                                          <a:pt x="677" y="6003"/>
                                        </a:cubicBezTo>
                                        <a:lnTo>
                                          <a:pt x="565" y="6003"/>
                                        </a:lnTo>
                                        <a:cubicBezTo>
                                          <a:pt x="561" y="6003"/>
                                          <a:pt x="557" y="5999"/>
                                          <a:pt x="557" y="5995"/>
                                        </a:cubicBezTo>
                                        <a:cubicBezTo>
                                          <a:pt x="557" y="5990"/>
                                          <a:pt x="561" y="5987"/>
                                          <a:pt x="565" y="5987"/>
                                        </a:cubicBezTo>
                                        <a:close/>
                                        <a:moveTo>
                                          <a:pt x="757" y="5987"/>
                                        </a:moveTo>
                                        <a:lnTo>
                                          <a:pt x="869" y="5987"/>
                                        </a:lnTo>
                                        <a:cubicBezTo>
                                          <a:pt x="874" y="5987"/>
                                          <a:pt x="877" y="5990"/>
                                          <a:pt x="877" y="5995"/>
                                        </a:cubicBezTo>
                                        <a:cubicBezTo>
                                          <a:pt x="877" y="5999"/>
                                          <a:pt x="874" y="6003"/>
                                          <a:pt x="869" y="6003"/>
                                        </a:cubicBezTo>
                                        <a:lnTo>
                                          <a:pt x="757" y="6003"/>
                                        </a:lnTo>
                                        <a:cubicBezTo>
                                          <a:pt x="753" y="6003"/>
                                          <a:pt x="749" y="5999"/>
                                          <a:pt x="749" y="5995"/>
                                        </a:cubicBezTo>
                                        <a:cubicBezTo>
                                          <a:pt x="749" y="5990"/>
                                          <a:pt x="753" y="5987"/>
                                          <a:pt x="757" y="5987"/>
                                        </a:cubicBezTo>
                                        <a:close/>
                                        <a:moveTo>
                                          <a:pt x="949" y="5987"/>
                                        </a:moveTo>
                                        <a:lnTo>
                                          <a:pt x="1061" y="5987"/>
                                        </a:lnTo>
                                        <a:cubicBezTo>
                                          <a:pt x="1066" y="5987"/>
                                          <a:pt x="1069" y="5990"/>
                                          <a:pt x="1069" y="5995"/>
                                        </a:cubicBezTo>
                                        <a:cubicBezTo>
                                          <a:pt x="1069" y="5999"/>
                                          <a:pt x="1066" y="6003"/>
                                          <a:pt x="1061" y="6003"/>
                                        </a:cubicBezTo>
                                        <a:lnTo>
                                          <a:pt x="949" y="6003"/>
                                        </a:lnTo>
                                        <a:cubicBezTo>
                                          <a:pt x="945" y="6003"/>
                                          <a:pt x="941" y="5999"/>
                                          <a:pt x="941" y="5995"/>
                                        </a:cubicBezTo>
                                        <a:cubicBezTo>
                                          <a:pt x="941" y="5990"/>
                                          <a:pt x="945" y="5987"/>
                                          <a:pt x="949" y="5987"/>
                                        </a:cubicBezTo>
                                        <a:close/>
                                        <a:moveTo>
                                          <a:pt x="1141" y="5987"/>
                                        </a:moveTo>
                                        <a:lnTo>
                                          <a:pt x="1253" y="5987"/>
                                        </a:lnTo>
                                        <a:cubicBezTo>
                                          <a:pt x="1258" y="5987"/>
                                          <a:pt x="1261" y="5990"/>
                                          <a:pt x="1261" y="5995"/>
                                        </a:cubicBezTo>
                                        <a:cubicBezTo>
                                          <a:pt x="1261" y="5999"/>
                                          <a:pt x="1258" y="6003"/>
                                          <a:pt x="1253" y="6003"/>
                                        </a:cubicBezTo>
                                        <a:lnTo>
                                          <a:pt x="1141" y="6003"/>
                                        </a:lnTo>
                                        <a:cubicBezTo>
                                          <a:pt x="1137" y="6003"/>
                                          <a:pt x="1133" y="5999"/>
                                          <a:pt x="1133" y="5995"/>
                                        </a:cubicBezTo>
                                        <a:cubicBezTo>
                                          <a:pt x="1133" y="5990"/>
                                          <a:pt x="1137" y="5987"/>
                                          <a:pt x="1141" y="5987"/>
                                        </a:cubicBezTo>
                                        <a:close/>
                                        <a:moveTo>
                                          <a:pt x="1333" y="5987"/>
                                        </a:moveTo>
                                        <a:lnTo>
                                          <a:pt x="1445" y="5987"/>
                                        </a:lnTo>
                                        <a:cubicBezTo>
                                          <a:pt x="1450" y="5987"/>
                                          <a:pt x="1453" y="5990"/>
                                          <a:pt x="1453" y="5995"/>
                                        </a:cubicBezTo>
                                        <a:cubicBezTo>
                                          <a:pt x="1453" y="5999"/>
                                          <a:pt x="1450" y="6003"/>
                                          <a:pt x="1445" y="6003"/>
                                        </a:cubicBezTo>
                                        <a:lnTo>
                                          <a:pt x="1333" y="6003"/>
                                        </a:lnTo>
                                        <a:cubicBezTo>
                                          <a:pt x="1329" y="6003"/>
                                          <a:pt x="1325" y="5999"/>
                                          <a:pt x="1325" y="5995"/>
                                        </a:cubicBezTo>
                                        <a:cubicBezTo>
                                          <a:pt x="1325" y="5990"/>
                                          <a:pt x="1329" y="5987"/>
                                          <a:pt x="1333" y="5987"/>
                                        </a:cubicBezTo>
                                        <a:close/>
                                        <a:moveTo>
                                          <a:pt x="1525" y="5987"/>
                                        </a:moveTo>
                                        <a:lnTo>
                                          <a:pt x="1637" y="5987"/>
                                        </a:lnTo>
                                        <a:cubicBezTo>
                                          <a:pt x="1642" y="5987"/>
                                          <a:pt x="1645" y="5990"/>
                                          <a:pt x="1645" y="5995"/>
                                        </a:cubicBezTo>
                                        <a:cubicBezTo>
                                          <a:pt x="1645" y="5999"/>
                                          <a:pt x="1642" y="6003"/>
                                          <a:pt x="1637" y="6003"/>
                                        </a:cubicBezTo>
                                        <a:lnTo>
                                          <a:pt x="1525" y="6003"/>
                                        </a:lnTo>
                                        <a:cubicBezTo>
                                          <a:pt x="1521" y="6003"/>
                                          <a:pt x="1517" y="5999"/>
                                          <a:pt x="1517" y="5995"/>
                                        </a:cubicBezTo>
                                        <a:cubicBezTo>
                                          <a:pt x="1517" y="5990"/>
                                          <a:pt x="1521" y="5987"/>
                                          <a:pt x="1525" y="5987"/>
                                        </a:cubicBezTo>
                                        <a:close/>
                                        <a:moveTo>
                                          <a:pt x="1717" y="5987"/>
                                        </a:moveTo>
                                        <a:lnTo>
                                          <a:pt x="1829" y="5987"/>
                                        </a:lnTo>
                                        <a:cubicBezTo>
                                          <a:pt x="1834" y="5987"/>
                                          <a:pt x="1837" y="5990"/>
                                          <a:pt x="1837" y="5995"/>
                                        </a:cubicBezTo>
                                        <a:cubicBezTo>
                                          <a:pt x="1837" y="5999"/>
                                          <a:pt x="1834" y="6003"/>
                                          <a:pt x="1829" y="6003"/>
                                        </a:cubicBezTo>
                                        <a:lnTo>
                                          <a:pt x="1717" y="6003"/>
                                        </a:lnTo>
                                        <a:cubicBezTo>
                                          <a:pt x="1713" y="6003"/>
                                          <a:pt x="1709" y="5999"/>
                                          <a:pt x="1709" y="5995"/>
                                        </a:cubicBezTo>
                                        <a:cubicBezTo>
                                          <a:pt x="1709" y="5990"/>
                                          <a:pt x="1713" y="5987"/>
                                          <a:pt x="1717" y="5987"/>
                                        </a:cubicBezTo>
                                        <a:close/>
                                        <a:moveTo>
                                          <a:pt x="1909" y="5987"/>
                                        </a:moveTo>
                                        <a:lnTo>
                                          <a:pt x="2021" y="5987"/>
                                        </a:lnTo>
                                        <a:cubicBezTo>
                                          <a:pt x="2026" y="5987"/>
                                          <a:pt x="2029" y="5990"/>
                                          <a:pt x="2029" y="5995"/>
                                        </a:cubicBezTo>
                                        <a:cubicBezTo>
                                          <a:pt x="2029" y="5999"/>
                                          <a:pt x="2026" y="6003"/>
                                          <a:pt x="2021" y="6003"/>
                                        </a:cubicBezTo>
                                        <a:lnTo>
                                          <a:pt x="1909" y="6003"/>
                                        </a:lnTo>
                                        <a:cubicBezTo>
                                          <a:pt x="1905" y="6003"/>
                                          <a:pt x="1901" y="5999"/>
                                          <a:pt x="1901" y="5995"/>
                                        </a:cubicBezTo>
                                        <a:cubicBezTo>
                                          <a:pt x="1901" y="5990"/>
                                          <a:pt x="1905" y="5987"/>
                                          <a:pt x="1909" y="5987"/>
                                        </a:cubicBezTo>
                                        <a:close/>
                                        <a:moveTo>
                                          <a:pt x="2101" y="5987"/>
                                        </a:moveTo>
                                        <a:lnTo>
                                          <a:pt x="2213" y="5987"/>
                                        </a:lnTo>
                                        <a:cubicBezTo>
                                          <a:pt x="2218" y="5987"/>
                                          <a:pt x="2221" y="5990"/>
                                          <a:pt x="2221" y="5995"/>
                                        </a:cubicBezTo>
                                        <a:cubicBezTo>
                                          <a:pt x="2221" y="5999"/>
                                          <a:pt x="2218" y="6003"/>
                                          <a:pt x="2213" y="6003"/>
                                        </a:cubicBezTo>
                                        <a:lnTo>
                                          <a:pt x="2101" y="6003"/>
                                        </a:lnTo>
                                        <a:cubicBezTo>
                                          <a:pt x="2097" y="6003"/>
                                          <a:pt x="2093" y="5999"/>
                                          <a:pt x="2093" y="5995"/>
                                        </a:cubicBezTo>
                                        <a:cubicBezTo>
                                          <a:pt x="2093" y="5990"/>
                                          <a:pt x="2097" y="5987"/>
                                          <a:pt x="2101" y="5987"/>
                                        </a:cubicBezTo>
                                        <a:close/>
                                        <a:moveTo>
                                          <a:pt x="2293" y="5987"/>
                                        </a:moveTo>
                                        <a:lnTo>
                                          <a:pt x="2405" y="5987"/>
                                        </a:lnTo>
                                        <a:cubicBezTo>
                                          <a:pt x="2410" y="5987"/>
                                          <a:pt x="2413" y="5990"/>
                                          <a:pt x="2413" y="5995"/>
                                        </a:cubicBezTo>
                                        <a:cubicBezTo>
                                          <a:pt x="2413" y="5999"/>
                                          <a:pt x="2410" y="6003"/>
                                          <a:pt x="2405" y="6003"/>
                                        </a:cubicBezTo>
                                        <a:lnTo>
                                          <a:pt x="2293" y="6003"/>
                                        </a:lnTo>
                                        <a:cubicBezTo>
                                          <a:pt x="2289" y="6003"/>
                                          <a:pt x="2285" y="5999"/>
                                          <a:pt x="2285" y="5995"/>
                                        </a:cubicBezTo>
                                        <a:cubicBezTo>
                                          <a:pt x="2285" y="5990"/>
                                          <a:pt x="2289" y="5987"/>
                                          <a:pt x="2293" y="5987"/>
                                        </a:cubicBezTo>
                                        <a:close/>
                                        <a:moveTo>
                                          <a:pt x="2485" y="5987"/>
                                        </a:moveTo>
                                        <a:lnTo>
                                          <a:pt x="2597" y="5987"/>
                                        </a:lnTo>
                                        <a:cubicBezTo>
                                          <a:pt x="2602" y="5987"/>
                                          <a:pt x="2605" y="5990"/>
                                          <a:pt x="2605" y="5995"/>
                                        </a:cubicBezTo>
                                        <a:cubicBezTo>
                                          <a:pt x="2605" y="5999"/>
                                          <a:pt x="2602" y="6003"/>
                                          <a:pt x="2597" y="6003"/>
                                        </a:cubicBezTo>
                                        <a:lnTo>
                                          <a:pt x="2485" y="6003"/>
                                        </a:lnTo>
                                        <a:cubicBezTo>
                                          <a:pt x="2481" y="6003"/>
                                          <a:pt x="2477" y="5999"/>
                                          <a:pt x="2477" y="5995"/>
                                        </a:cubicBezTo>
                                        <a:cubicBezTo>
                                          <a:pt x="2477" y="5990"/>
                                          <a:pt x="2481" y="5987"/>
                                          <a:pt x="2485" y="5987"/>
                                        </a:cubicBezTo>
                                        <a:close/>
                                        <a:moveTo>
                                          <a:pt x="2677" y="5987"/>
                                        </a:moveTo>
                                        <a:lnTo>
                                          <a:pt x="2789" y="5987"/>
                                        </a:lnTo>
                                        <a:cubicBezTo>
                                          <a:pt x="2794" y="5987"/>
                                          <a:pt x="2797" y="5990"/>
                                          <a:pt x="2797" y="5995"/>
                                        </a:cubicBezTo>
                                        <a:cubicBezTo>
                                          <a:pt x="2797" y="5999"/>
                                          <a:pt x="2794" y="6003"/>
                                          <a:pt x="2789" y="6003"/>
                                        </a:cubicBezTo>
                                        <a:lnTo>
                                          <a:pt x="2677" y="6003"/>
                                        </a:lnTo>
                                        <a:cubicBezTo>
                                          <a:pt x="2673" y="6003"/>
                                          <a:pt x="2669" y="5999"/>
                                          <a:pt x="2669" y="5995"/>
                                        </a:cubicBezTo>
                                        <a:cubicBezTo>
                                          <a:pt x="2669" y="5990"/>
                                          <a:pt x="2673" y="5987"/>
                                          <a:pt x="2677" y="5987"/>
                                        </a:cubicBezTo>
                                        <a:close/>
                                        <a:moveTo>
                                          <a:pt x="2869" y="5987"/>
                                        </a:moveTo>
                                        <a:lnTo>
                                          <a:pt x="2981" y="5987"/>
                                        </a:lnTo>
                                        <a:cubicBezTo>
                                          <a:pt x="2986" y="5987"/>
                                          <a:pt x="2989" y="5990"/>
                                          <a:pt x="2989" y="5995"/>
                                        </a:cubicBezTo>
                                        <a:cubicBezTo>
                                          <a:pt x="2989" y="5999"/>
                                          <a:pt x="2986" y="6003"/>
                                          <a:pt x="2981" y="6003"/>
                                        </a:cubicBezTo>
                                        <a:lnTo>
                                          <a:pt x="2869" y="6003"/>
                                        </a:lnTo>
                                        <a:cubicBezTo>
                                          <a:pt x="2865" y="6003"/>
                                          <a:pt x="2861" y="5999"/>
                                          <a:pt x="2861" y="5995"/>
                                        </a:cubicBezTo>
                                        <a:cubicBezTo>
                                          <a:pt x="2861" y="5990"/>
                                          <a:pt x="2865" y="5987"/>
                                          <a:pt x="2869" y="5987"/>
                                        </a:cubicBezTo>
                                        <a:close/>
                                        <a:moveTo>
                                          <a:pt x="3061" y="5987"/>
                                        </a:moveTo>
                                        <a:lnTo>
                                          <a:pt x="3173" y="5987"/>
                                        </a:lnTo>
                                        <a:cubicBezTo>
                                          <a:pt x="3178" y="5987"/>
                                          <a:pt x="3181" y="5990"/>
                                          <a:pt x="3181" y="5995"/>
                                        </a:cubicBezTo>
                                        <a:cubicBezTo>
                                          <a:pt x="3181" y="5999"/>
                                          <a:pt x="3178" y="6003"/>
                                          <a:pt x="3173" y="6003"/>
                                        </a:cubicBezTo>
                                        <a:lnTo>
                                          <a:pt x="3061" y="6003"/>
                                        </a:lnTo>
                                        <a:cubicBezTo>
                                          <a:pt x="3057" y="6003"/>
                                          <a:pt x="3053" y="5999"/>
                                          <a:pt x="3053" y="5995"/>
                                        </a:cubicBezTo>
                                        <a:cubicBezTo>
                                          <a:pt x="3053" y="5990"/>
                                          <a:pt x="3057" y="5987"/>
                                          <a:pt x="3061" y="5987"/>
                                        </a:cubicBezTo>
                                        <a:close/>
                                        <a:moveTo>
                                          <a:pt x="3253" y="5987"/>
                                        </a:moveTo>
                                        <a:lnTo>
                                          <a:pt x="3365" y="5987"/>
                                        </a:lnTo>
                                        <a:cubicBezTo>
                                          <a:pt x="3370" y="5987"/>
                                          <a:pt x="3373" y="5990"/>
                                          <a:pt x="3373" y="5995"/>
                                        </a:cubicBezTo>
                                        <a:cubicBezTo>
                                          <a:pt x="3373" y="5999"/>
                                          <a:pt x="3370" y="6003"/>
                                          <a:pt x="3365" y="6003"/>
                                        </a:cubicBezTo>
                                        <a:lnTo>
                                          <a:pt x="3253" y="6003"/>
                                        </a:lnTo>
                                        <a:cubicBezTo>
                                          <a:pt x="3249" y="6003"/>
                                          <a:pt x="3245" y="5999"/>
                                          <a:pt x="3245" y="5995"/>
                                        </a:cubicBezTo>
                                        <a:cubicBezTo>
                                          <a:pt x="3245" y="5990"/>
                                          <a:pt x="3249" y="5987"/>
                                          <a:pt x="3253" y="5987"/>
                                        </a:cubicBezTo>
                                        <a:close/>
                                        <a:moveTo>
                                          <a:pt x="3445" y="5987"/>
                                        </a:moveTo>
                                        <a:lnTo>
                                          <a:pt x="3557" y="5987"/>
                                        </a:lnTo>
                                        <a:cubicBezTo>
                                          <a:pt x="3562" y="5987"/>
                                          <a:pt x="3565" y="5990"/>
                                          <a:pt x="3565" y="5995"/>
                                        </a:cubicBezTo>
                                        <a:cubicBezTo>
                                          <a:pt x="3565" y="5999"/>
                                          <a:pt x="3562" y="6003"/>
                                          <a:pt x="3557" y="6003"/>
                                        </a:cubicBezTo>
                                        <a:lnTo>
                                          <a:pt x="3445" y="6003"/>
                                        </a:lnTo>
                                        <a:cubicBezTo>
                                          <a:pt x="3441" y="6003"/>
                                          <a:pt x="3437" y="5999"/>
                                          <a:pt x="3437" y="5995"/>
                                        </a:cubicBezTo>
                                        <a:cubicBezTo>
                                          <a:pt x="3437" y="5990"/>
                                          <a:pt x="3441" y="5987"/>
                                          <a:pt x="3445" y="5987"/>
                                        </a:cubicBezTo>
                                        <a:close/>
                                        <a:moveTo>
                                          <a:pt x="3637" y="5987"/>
                                        </a:moveTo>
                                        <a:lnTo>
                                          <a:pt x="3749" y="5987"/>
                                        </a:lnTo>
                                        <a:cubicBezTo>
                                          <a:pt x="3754" y="5987"/>
                                          <a:pt x="3757" y="5990"/>
                                          <a:pt x="3757" y="5995"/>
                                        </a:cubicBezTo>
                                        <a:cubicBezTo>
                                          <a:pt x="3757" y="5999"/>
                                          <a:pt x="3754" y="6003"/>
                                          <a:pt x="3749" y="6003"/>
                                        </a:cubicBezTo>
                                        <a:lnTo>
                                          <a:pt x="3637" y="6003"/>
                                        </a:lnTo>
                                        <a:cubicBezTo>
                                          <a:pt x="3633" y="6003"/>
                                          <a:pt x="3629" y="5999"/>
                                          <a:pt x="3629" y="5995"/>
                                        </a:cubicBezTo>
                                        <a:cubicBezTo>
                                          <a:pt x="3629" y="5990"/>
                                          <a:pt x="3633" y="5987"/>
                                          <a:pt x="3637" y="5987"/>
                                        </a:cubicBezTo>
                                        <a:close/>
                                        <a:moveTo>
                                          <a:pt x="3829" y="5987"/>
                                        </a:moveTo>
                                        <a:lnTo>
                                          <a:pt x="3941" y="5987"/>
                                        </a:lnTo>
                                        <a:cubicBezTo>
                                          <a:pt x="3946" y="5987"/>
                                          <a:pt x="3949" y="5990"/>
                                          <a:pt x="3949" y="5995"/>
                                        </a:cubicBezTo>
                                        <a:cubicBezTo>
                                          <a:pt x="3949" y="5999"/>
                                          <a:pt x="3946" y="6003"/>
                                          <a:pt x="3941" y="6003"/>
                                        </a:cubicBezTo>
                                        <a:lnTo>
                                          <a:pt x="3829" y="6003"/>
                                        </a:lnTo>
                                        <a:cubicBezTo>
                                          <a:pt x="3825" y="6003"/>
                                          <a:pt x="3821" y="5999"/>
                                          <a:pt x="3821" y="5995"/>
                                        </a:cubicBezTo>
                                        <a:cubicBezTo>
                                          <a:pt x="3821" y="5990"/>
                                          <a:pt x="3825" y="5987"/>
                                          <a:pt x="3829" y="5987"/>
                                        </a:cubicBezTo>
                                        <a:close/>
                                        <a:moveTo>
                                          <a:pt x="4021" y="5987"/>
                                        </a:moveTo>
                                        <a:lnTo>
                                          <a:pt x="4133" y="5987"/>
                                        </a:lnTo>
                                        <a:cubicBezTo>
                                          <a:pt x="4138" y="5987"/>
                                          <a:pt x="4141" y="5990"/>
                                          <a:pt x="4141" y="5995"/>
                                        </a:cubicBezTo>
                                        <a:cubicBezTo>
                                          <a:pt x="4141" y="5999"/>
                                          <a:pt x="4138" y="6003"/>
                                          <a:pt x="4133" y="6003"/>
                                        </a:cubicBezTo>
                                        <a:lnTo>
                                          <a:pt x="4021" y="6003"/>
                                        </a:lnTo>
                                        <a:cubicBezTo>
                                          <a:pt x="4017" y="6003"/>
                                          <a:pt x="4013" y="5999"/>
                                          <a:pt x="4013" y="5995"/>
                                        </a:cubicBezTo>
                                        <a:cubicBezTo>
                                          <a:pt x="4013" y="5990"/>
                                          <a:pt x="4017" y="5987"/>
                                          <a:pt x="4021" y="5987"/>
                                        </a:cubicBezTo>
                                        <a:close/>
                                        <a:moveTo>
                                          <a:pt x="4213" y="5987"/>
                                        </a:moveTo>
                                        <a:lnTo>
                                          <a:pt x="4325" y="5987"/>
                                        </a:lnTo>
                                        <a:cubicBezTo>
                                          <a:pt x="4330" y="5987"/>
                                          <a:pt x="4333" y="5990"/>
                                          <a:pt x="4333" y="5995"/>
                                        </a:cubicBezTo>
                                        <a:cubicBezTo>
                                          <a:pt x="4333" y="5999"/>
                                          <a:pt x="4330" y="6003"/>
                                          <a:pt x="4325" y="6003"/>
                                        </a:cubicBezTo>
                                        <a:lnTo>
                                          <a:pt x="4213" y="6003"/>
                                        </a:lnTo>
                                        <a:cubicBezTo>
                                          <a:pt x="4209" y="6003"/>
                                          <a:pt x="4205" y="5999"/>
                                          <a:pt x="4205" y="5995"/>
                                        </a:cubicBezTo>
                                        <a:cubicBezTo>
                                          <a:pt x="4205" y="5990"/>
                                          <a:pt x="4209" y="5987"/>
                                          <a:pt x="4213" y="5987"/>
                                        </a:cubicBezTo>
                                        <a:close/>
                                        <a:moveTo>
                                          <a:pt x="4405" y="5987"/>
                                        </a:moveTo>
                                        <a:lnTo>
                                          <a:pt x="4517" y="5987"/>
                                        </a:lnTo>
                                        <a:cubicBezTo>
                                          <a:pt x="4522" y="5987"/>
                                          <a:pt x="4525" y="5990"/>
                                          <a:pt x="4525" y="5995"/>
                                        </a:cubicBezTo>
                                        <a:cubicBezTo>
                                          <a:pt x="4525" y="5999"/>
                                          <a:pt x="4522" y="6003"/>
                                          <a:pt x="4517" y="6003"/>
                                        </a:cubicBezTo>
                                        <a:lnTo>
                                          <a:pt x="4405" y="6003"/>
                                        </a:lnTo>
                                        <a:cubicBezTo>
                                          <a:pt x="4401" y="6003"/>
                                          <a:pt x="4397" y="5999"/>
                                          <a:pt x="4397" y="5995"/>
                                        </a:cubicBezTo>
                                        <a:cubicBezTo>
                                          <a:pt x="4397" y="5990"/>
                                          <a:pt x="4401" y="5987"/>
                                          <a:pt x="4405" y="5987"/>
                                        </a:cubicBezTo>
                                        <a:close/>
                                        <a:moveTo>
                                          <a:pt x="4597" y="5987"/>
                                        </a:moveTo>
                                        <a:lnTo>
                                          <a:pt x="4709" y="5987"/>
                                        </a:lnTo>
                                        <a:cubicBezTo>
                                          <a:pt x="4714" y="5987"/>
                                          <a:pt x="4717" y="5990"/>
                                          <a:pt x="4717" y="5995"/>
                                        </a:cubicBezTo>
                                        <a:cubicBezTo>
                                          <a:pt x="4717" y="5999"/>
                                          <a:pt x="4714" y="6003"/>
                                          <a:pt x="4709" y="6003"/>
                                        </a:cubicBezTo>
                                        <a:lnTo>
                                          <a:pt x="4597" y="6003"/>
                                        </a:lnTo>
                                        <a:cubicBezTo>
                                          <a:pt x="4593" y="6003"/>
                                          <a:pt x="4589" y="5999"/>
                                          <a:pt x="4589" y="5995"/>
                                        </a:cubicBezTo>
                                        <a:cubicBezTo>
                                          <a:pt x="4589" y="5990"/>
                                          <a:pt x="4593" y="5987"/>
                                          <a:pt x="4597" y="5987"/>
                                        </a:cubicBezTo>
                                        <a:close/>
                                        <a:moveTo>
                                          <a:pt x="4789" y="5987"/>
                                        </a:moveTo>
                                        <a:lnTo>
                                          <a:pt x="4901" y="5987"/>
                                        </a:lnTo>
                                        <a:cubicBezTo>
                                          <a:pt x="4906" y="5987"/>
                                          <a:pt x="4909" y="5990"/>
                                          <a:pt x="4909" y="5995"/>
                                        </a:cubicBezTo>
                                        <a:cubicBezTo>
                                          <a:pt x="4909" y="5999"/>
                                          <a:pt x="4906" y="6003"/>
                                          <a:pt x="4901" y="6003"/>
                                        </a:cubicBezTo>
                                        <a:lnTo>
                                          <a:pt x="4789" y="6003"/>
                                        </a:lnTo>
                                        <a:cubicBezTo>
                                          <a:pt x="4785" y="6003"/>
                                          <a:pt x="4781" y="5999"/>
                                          <a:pt x="4781" y="5995"/>
                                        </a:cubicBezTo>
                                        <a:cubicBezTo>
                                          <a:pt x="4781" y="5990"/>
                                          <a:pt x="4785" y="5987"/>
                                          <a:pt x="4789" y="5987"/>
                                        </a:cubicBezTo>
                                        <a:close/>
                                        <a:moveTo>
                                          <a:pt x="4981" y="5987"/>
                                        </a:moveTo>
                                        <a:lnTo>
                                          <a:pt x="5093" y="5987"/>
                                        </a:lnTo>
                                        <a:cubicBezTo>
                                          <a:pt x="5098" y="5987"/>
                                          <a:pt x="5101" y="5990"/>
                                          <a:pt x="5101" y="5995"/>
                                        </a:cubicBezTo>
                                        <a:cubicBezTo>
                                          <a:pt x="5101" y="5999"/>
                                          <a:pt x="5098" y="6003"/>
                                          <a:pt x="5093" y="6003"/>
                                        </a:cubicBezTo>
                                        <a:lnTo>
                                          <a:pt x="4981" y="6003"/>
                                        </a:lnTo>
                                        <a:cubicBezTo>
                                          <a:pt x="4977" y="6003"/>
                                          <a:pt x="4973" y="5999"/>
                                          <a:pt x="4973" y="5995"/>
                                        </a:cubicBezTo>
                                        <a:cubicBezTo>
                                          <a:pt x="4973" y="5990"/>
                                          <a:pt x="4977" y="5987"/>
                                          <a:pt x="4981" y="5987"/>
                                        </a:cubicBezTo>
                                        <a:close/>
                                        <a:moveTo>
                                          <a:pt x="5173" y="5987"/>
                                        </a:moveTo>
                                        <a:lnTo>
                                          <a:pt x="5285" y="5987"/>
                                        </a:lnTo>
                                        <a:cubicBezTo>
                                          <a:pt x="5290" y="5987"/>
                                          <a:pt x="5293" y="5990"/>
                                          <a:pt x="5293" y="5995"/>
                                        </a:cubicBezTo>
                                        <a:cubicBezTo>
                                          <a:pt x="5293" y="5999"/>
                                          <a:pt x="5290" y="6003"/>
                                          <a:pt x="5285" y="6003"/>
                                        </a:cubicBezTo>
                                        <a:lnTo>
                                          <a:pt x="5173" y="6003"/>
                                        </a:lnTo>
                                        <a:cubicBezTo>
                                          <a:pt x="5169" y="6003"/>
                                          <a:pt x="5165" y="5999"/>
                                          <a:pt x="5165" y="5995"/>
                                        </a:cubicBezTo>
                                        <a:cubicBezTo>
                                          <a:pt x="5165" y="5990"/>
                                          <a:pt x="5169" y="5987"/>
                                          <a:pt x="5173" y="5987"/>
                                        </a:cubicBezTo>
                                        <a:close/>
                                        <a:moveTo>
                                          <a:pt x="5365" y="5987"/>
                                        </a:moveTo>
                                        <a:lnTo>
                                          <a:pt x="5477" y="5987"/>
                                        </a:lnTo>
                                        <a:cubicBezTo>
                                          <a:pt x="5482" y="5987"/>
                                          <a:pt x="5485" y="5990"/>
                                          <a:pt x="5485" y="5995"/>
                                        </a:cubicBezTo>
                                        <a:cubicBezTo>
                                          <a:pt x="5485" y="5999"/>
                                          <a:pt x="5482" y="6003"/>
                                          <a:pt x="5477" y="6003"/>
                                        </a:cubicBezTo>
                                        <a:lnTo>
                                          <a:pt x="5365" y="6003"/>
                                        </a:lnTo>
                                        <a:cubicBezTo>
                                          <a:pt x="5361" y="6003"/>
                                          <a:pt x="5357" y="5999"/>
                                          <a:pt x="5357" y="5995"/>
                                        </a:cubicBezTo>
                                        <a:cubicBezTo>
                                          <a:pt x="5357" y="5990"/>
                                          <a:pt x="5361" y="5987"/>
                                          <a:pt x="5365" y="5987"/>
                                        </a:cubicBezTo>
                                        <a:close/>
                                        <a:moveTo>
                                          <a:pt x="5557" y="5987"/>
                                        </a:moveTo>
                                        <a:lnTo>
                                          <a:pt x="5669" y="5987"/>
                                        </a:lnTo>
                                        <a:cubicBezTo>
                                          <a:pt x="5674" y="5987"/>
                                          <a:pt x="5677" y="5990"/>
                                          <a:pt x="5677" y="5995"/>
                                        </a:cubicBezTo>
                                        <a:cubicBezTo>
                                          <a:pt x="5677" y="5999"/>
                                          <a:pt x="5674" y="6003"/>
                                          <a:pt x="5669" y="6003"/>
                                        </a:cubicBezTo>
                                        <a:lnTo>
                                          <a:pt x="5557" y="6003"/>
                                        </a:lnTo>
                                        <a:cubicBezTo>
                                          <a:pt x="5553" y="6003"/>
                                          <a:pt x="5549" y="5999"/>
                                          <a:pt x="5549" y="5995"/>
                                        </a:cubicBezTo>
                                        <a:cubicBezTo>
                                          <a:pt x="5549" y="5990"/>
                                          <a:pt x="5553" y="5987"/>
                                          <a:pt x="5557" y="5987"/>
                                        </a:cubicBezTo>
                                        <a:close/>
                                        <a:moveTo>
                                          <a:pt x="5749" y="5987"/>
                                        </a:moveTo>
                                        <a:lnTo>
                                          <a:pt x="5861" y="5987"/>
                                        </a:lnTo>
                                        <a:cubicBezTo>
                                          <a:pt x="5866" y="5987"/>
                                          <a:pt x="5869" y="5990"/>
                                          <a:pt x="5869" y="5995"/>
                                        </a:cubicBezTo>
                                        <a:cubicBezTo>
                                          <a:pt x="5869" y="5999"/>
                                          <a:pt x="5866" y="6003"/>
                                          <a:pt x="5861" y="6003"/>
                                        </a:cubicBezTo>
                                        <a:lnTo>
                                          <a:pt x="5749" y="6003"/>
                                        </a:lnTo>
                                        <a:cubicBezTo>
                                          <a:pt x="5745" y="6003"/>
                                          <a:pt x="5741" y="5999"/>
                                          <a:pt x="5741" y="5995"/>
                                        </a:cubicBezTo>
                                        <a:cubicBezTo>
                                          <a:pt x="5741" y="5990"/>
                                          <a:pt x="5745" y="5987"/>
                                          <a:pt x="5749" y="5987"/>
                                        </a:cubicBezTo>
                                        <a:close/>
                                        <a:moveTo>
                                          <a:pt x="5941" y="5987"/>
                                        </a:moveTo>
                                        <a:lnTo>
                                          <a:pt x="6053" y="5987"/>
                                        </a:lnTo>
                                        <a:cubicBezTo>
                                          <a:pt x="6058" y="5987"/>
                                          <a:pt x="6061" y="5990"/>
                                          <a:pt x="6061" y="5995"/>
                                        </a:cubicBezTo>
                                        <a:cubicBezTo>
                                          <a:pt x="6061" y="5999"/>
                                          <a:pt x="6058" y="6003"/>
                                          <a:pt x="6053" y="6003"/>
                                        </a:cubicBezTo>
                                        <a:lnTo>
                                          <a:pt x="5941" y="6003"/>
                                        </a:lnTo>
                                        <a:cubicBezTo>
                                          <a:pt x="5937" y="6003"/>
                                          <a:pt x="5933" y="5999"/>
                                          <a:pt x="5933" y="5995"/>
                                        </a:cubicBezTo>
                                        <a:cubicBezTo>
                                          <a:pt x="5933" y="5990"/>
                                          <a:pt x="5937" y="5987"/>
                                          <a:pt x="5941" y="5987"/>
                                        </a:cubicBezTo>
                                        <a:close/>
                                        <a:moveTo>
                                          <a:pt x="6133" y="5987"/>
                                        </a:moveTo>
                                        <a:lnTo>
                                          <a:pt x="6245" y="5987"/>
                                        </a:lnTo>
                                        <a:cubicBezTo>
                                          <a:pt x="6250" y="5987"/>
                                          <a:pt x="6253" y="5990"/>
                                          <a:pt x="6253" y="5995"/>
                                        </a:cubicBezTo>
                                        <a:cubicBezTo>
                                          <a:pt x="6253" y="5999"/>
                                          <a:pt x="6250" y="6003"/>
                                          <a:pt x="6245" y="6003"/>
                                        </a:cubicBezTo>
                                        <a:lnTo>
                                          <a:pt x="6133" y="6003"/>
                                        </a:lnTo>
                                        <a:cubicBezTo>
                                          <a:pt x="6129" y="6003"/>
                                          <a:pt x="6125" y="5999"/>
                                          <a:pt x="6125" y="5995"/>
                                        </a:cubicBezTo>
                                        <a:cubicBezTo>
                                          <a:pt x="6125" y="5990"/>
                                          <a:pt x="6129" y="5987"/>
                                          <a:pt x="6133" y="5987"/>
                                        </a:cubicBezTo>
                                        <a:close/>
                                        <a:moveTo>
                                          <a:pt x="6325" y="5987"/>
                                        </a:moveTo>
                                        <a:lnTo>
                                          <a:pt x="6437" y="5987"/>
                                        </a:lnTo>
                                        <a:cubicBezTo>
                                          <a:pt x="6442" y="5987"/>
                                          <a:pt x="6445" y="5990"/>
                                          <a:pt x="6445" y="5995"/>
                                        </a:cubicBezTo>
                                        <a:cubicBezTo>
                                          <a:pt x="6445" y="5999"/>
                                          <a:pt x="6442" y="6003"/>
                                          <a:pt x="6437" y="6003"/>
                                        </a:cubicBezTo>
                                        <a:lnTo>
                                          <a:pt x="6325" y="6003"/>
                                        </a:lnTo>
                                        <a:cubicBezTo>
                                          <a:pt x="6321" y="6003"/>
                                          <a:pt x="6317" y="5999"/>
                                          <a:pt x="6317" y="5995"/>
                                        </a:cubicBezTo>
                                        <a:cubicBezTo>
                                          <a:pt x="6317" y="5990"/>
                                          <a:pt x="6321" y="5987"/>
                                          <a:pt x="6325" y="5987"/>
                                        </a:cubicBezTo>
                                        <a:close/>
                                        <a:moveTo>
                                          <a:pt x="6517" y="5987"/>
                                        </a:moveTo>
                                        <a:lnTo>
                                          <a:pt x="6629" y="5987"/>
                                        </a:lnTo>
                                        <a:cubicBezTo>
                                          <a:pt x="6634" y="5987"/>
                                          <a:pt x="6637" y="5990"/>
                                          <a:pt x="6637" y="5995"/>
                                        </a:cubicBezTo>
                                        <a:cubicBezTo>
                                          <a:pt x="6637" y="5999"/>
                                          <a:pt x="6634" y="6003"/>
                                          <a:pt x="6629" y="6003"/>
                                        </a:cubicBezTo>
                                        <a:lnTo>
                                          <a:pt x="6517" y="6003"/>
                                        </a:lnTo>
                                        <a:cubicBezTo>
                                          <a:pt x="6513" y="6003"/>
                                          <a:pt x="6509" y="5999"/>
                                          <a:pt x="6509" y="5995"/>
                                        </a:cubicBezTo>
                                        <a:cubicBezTo>
                                          <a:pt x="6509" y="5990"/>
                                          <a:pt x="6513" y="5987"/>
                                          <a:pt x="6517" y="5987"/>
                                        </a:cubicBezTo>
                                        <a:close/>
                                        <a:moveTo>
                                          <a:pt x="6709" y="5987"/>
                                        </a:moveTo>
                                        <a:lnTo>
                                          <a:pt x="6821" y="5987"/>
                                        </a:lnTo>
                                        <a:cubicBezTo>
                                          <a:pt x="6826" y="5987"/>
                                          <a:pt x="6829" y="5990"/>
                                          <a:pt x="6829" y="5995"/>
                                        </a:cubicBezTo>
                                        <a:cubicBezTo>
                                          <a:pt x="6829" y="5999"/>
                                          <a:pt x="6826" y="6003"/>
                                          <a:pt x="6821" y="6003"/>
                                        </a:cubicBezTo>
                                        <a:lnTo>
                                          <a:pt x="6709" y="6003"/>
                                        </a:lnTo>
                                        <a:cubicBezTo>
                                          <a:pt x="6705" y="6003"/>
                                          <a:pt x="6701" y="5999"/>
                                          <a:pt x="6701" y="5995"/>
                                        </a:cubicBezTo>
                                        <a:cubicBezTo>
                                          <a:pt x="6701" y="5990"/>
                                          <a:pt x="6705" y="5987"/>
                                          <a:pt x="6709" y="5987"/>
                                        </a:cubicBezTo>
                                        <a:close/>
                                        <a:moveTo>
                                          <a:pt x="6901" y="5987"/>
                                        </a:moveTo>
                                        <a:lnTo>
                                          <a:pt x="7013" y="5987"/>
                                        </a:lnTo>
                                        <a:cubicBezTo>
                                          <a:pt x="7018" y="5987"/>
                                          <a:pt x="7021" y="5990"/>
                                          <a:pt x="7021" y="5995"/>
                                        </a:cubicBezTo>
                                        <a:cubicBezTo>
                                          <a:pt x="7021" y="5999"/>
                                          <a:pt x="7018" y="6003"/>
                                          <a:pt x="7013" y="6003"/>
                                        </a:cubicBezTo>
                                        <a:lnTo>
                                          <a:pt x="6901" y="6003"/>
                                        </a:lnTo>
                                        <a:cubicBezTo>
                                          <a:pt x="6897" y="6003"/>
                                          <a:pt x="6893" y="5999"/>
                                          <a:pt x="6893" y="5995"/>
                                        </a:cubicBezTo>
                                        <a:cubicBezTo>
                                          <a:pt x="6893" y="5990"/>
                                          <a:pt x="6897" y="5987"/>
                                          <a:pt x="6901" y="5987"/>
                                        </a:cubicBezTo>
                                        <a:close/>
                                        <a:moveTo>
                                          <a:pt x="7093" y="5987"/>
                                        </a:moveTo>
                                        <a:lnTo>
                                          <a:pt x="7205" y="5987"/>
                                        </a:lnTo>
                                        <a:cubicBezTo>
                                          <a:pt x="7210" y="5987"/>
                                          <a:pt x="7213" y="5990"/>
                                          <a:pt x="7213" y="5995"/>
                                        </a:cubicBezTo>
                                        <a:cubicBezTo>
                                          <a:pt x="7213" y="5999"/>
                                          <a:pt x="7210" y="6003"/>
                                          <a:pt x="7205" y="6003"/>
                                        </a:cubicBezTo>
                                        <a:lnTo>
                                          <a:pt x="7093" y="6003"/>
                                        </a:lnTo>
                                        <a:cubicBezTo>
                                          <a:pt x="7089" y="6003"/>
                                          <a:pt x="7085" y="5999"/>
                                          <a:pt x="7085" y="5995"/>
                                        </a:cubicBezTo>
                                        <a:cubicBezTo>
                                          <a:pt x="7085" y="5990"/>
                                          <a:pt x="7089" y="5987"/>
                                          <a:pt x="7093" y="5987"/>
                                        </a:cubicBezTo>
                                        <a:close/>
                                        <a:moveTo>
                                          <a:pt x="7285" y="5987"/>
                                        </a:moveTo>
                                        <a:lnTo>
                                          <a:pt x="7397" y="5987"/>
                                        </a:lnTo>
                                        <a:cubicBezTo>
                                          <a:pt x="7402" y="5987"/>
                                          <a:pt x="7405" y="5990"/>
                                          <a:pt x="7405" y="5995"/>
                                        </a:cubicBezTo>
                                        <a:cubicBezTo>
                                          <a:pt x="7405" y="5999"/>
                                          <a:pt x="7402" y="6003"/>
                                          <a:pt x="7397" y="6003"/>
                                        </a:cubicBezTo>
                                        <a:lnTo>
                                          <a:pt x="7285" y="6003"/>
                                        </a:lnTo>
                                        <a:cubicBezTo>
                                          <a:pt x="7281" y="6003"/>
                                          <a:pt x="7277" y="5999"/>
                                          <a:pt x="7277" y="5995"/>
                                        </a:cubicBezTo>
                                        <a:cubicBezTo>
                                          <a:pt x="7277" y="5990"/>
                                          <a:pt x="7281" y="5987"/>
                                          <a:pt x="7285" y="5987"/>
                                        </a:cubicBezTo>
                                        <a:close/>
                                        <a:moveTo>
                                          <a:pt x="7477" y="5987"/>
                                        </a:moveTo>
                                        <a:lnTo>
                                          <a:pt x="7589" y="5987"/>
                                        </a:lnTo>
                                        <a:cubicBezTo>
                                          <a:pt x="7594" y="5987"/>
                                          <a:pt x="7597" y="5990"/>
                                          <a:pt x="7597" y="5995"/>
                                        </a:cubicBezTo>
                                        <a:cubicBezTo>
                                          <a:pt x="7597" y="5999"/>
                                          <a:pt x="7594" y="6003"/>
                                          <a:pt x="7589" y="6003"/>
                                        </a:cubicBezTo>
                                        <a:lnTo>
                                          <a:pt x="7477" y="6003"/>
                                        </a:lnTo>
                                        <a:cubicBezTo>
                                          <a:pt x="7473" y="6003"/>
                                          <a:pt x="7469" y="5999"/>
                                          <a:pt x="7469" y="5995"/>
                                        </a:cubicBezTo>
                                        <a:cubicBezTo>
                                          <a:pt x="7469" y="5990"/>
                                          <a:pt x="7473" y="5987"/>
                                          <a:pt x="7477" y="5987"/>
                                        </a:cubicBezTo>
                                        <a:close/>
                                        <a:moveTo>
                                          <a:pt x="7669" y="5987"/>
                                        </a:moveTo>
                                        <a:lnTo>
                                          <a:pt x="7781" y="5987"/>
                                        </a:lnTo>
                                        <a:cubicBezTo>
                                          <a:pt x="7786" y="5987"/>
                                          <a:pt x="7789" y="5990"/>
                                          <a:pt x="7789" y="5995"/>
                                        </a:cubicBezTo>
                                        <a:cubicBezTo>
                                          <a:pt x="7789" y="5999"/>
                                          <a:pt x="7786" y="6003"/>
                                          <a:pt x="7781" y="6003"/>
                                        </a:cubicBezTo>
                                        <a:lnTo>
                                          <a:pt x="7669" y="6003"/>
                                        </a:lnTo>
                                        <a:cubicBezTo>
                                          <a:pt x="7665" y="6003"/>
                                          <a:pt x="7661" y="5999"/>
                                          <a:pt x="7661" y="5995"/>
                                        </a:cubicBezTo>
                                        <a:cubicBezTo>
                                          <a:pt x="7661" y="5990"/>
                                          <a:pt x="7665" y="5987"/>
                                          <a:pt x="7669" y="5987"/>
                                        </a:cubicBezTo>
                                        <a:close/>
                                        <a:moveTo>
                                          <a:pt x="7861" y="5987"/>
                                        </a:moveTo>
                                        <a:lnTo>
                                          <a:pt x="7973" y="5987"/>
                                        </a:lnTo>
                                        <a:cubicBezTo>
                                          <a:pt x="7978" y="5987"/>
                                          <a:pt x="7981" y="5990"/>
                                          <a:pt x="7981" y="5995"/>
                                        </a:cubicBezTo>
                                        <a:cubicBezTo>
                                          <a:pt x="7981" y="5999"/>
                                          <a:pt x="7978" y="6003"/>
                                          <a:pt x="7973" y="6003"/>
                                        </a:cubicBezTo>
                                        <a:lnTo>
                                          <a:pt x="7861" y="6003"/>
                                        </a:lnTo>
                                        <a:cubicBezTo>
                                          <a:pt x="7857" y="6003"/>
                                          <a:pt x="7853" y="5999"/>
                                          <a:pt x="7853" y="5995"/>
                                        </a:cubicBezTo>
                                        <a:cubicBezTo>
                                          <a:pt x="7853" y="5990"/>
                                          <a:pt x="7857" y="5987"/>
                                          <a:pt x="7861" y="5987"/>
                                        </a:cubicBezTo>
                                        <a:close/>
                                        <a:moveTo>
                                          <a:pt x="8053" y="5987"/>
                                        </a:moveTo>
                                        <a:lnTo>
                                          <a:pt x="8165" y="5987"/>
                                        </a:lnTo>
                                        <a:cubicBezTo>
                                          <a:pt x="8170" y="5987"/>
                                          <a:pt x="8173" y="5990"/>
                                          <a:pt x="8173" y="5995"/>
                                        </a:cubicBezTo>
                                        <a:cubicBezTo>
                                          <a:pt x="8173" y="5999"/>
                                          <a:pt x="8170" y="6003"/>
                                          <a:pt x="8165" y="6003"/>
                                        </a:cubicBezTo>
                                        <a:lnTo>
                                          <a:pt x="8053" y="6003"/>
                                        </a:lnTo>
                                        <a:cubicBezTo>
                                          <a:pt x="8049" y="6003"/>
                                          <a:pt x="8045" y="5999"/>
                                          <a:pt x="8045" y="5995"/>
                                        </a:cubicBezTo>
                                        <a:cubicBezTo>
                                          <a:pt x="8045" y="5990"/>
                                          <a:pt x="8049" y="5987"/>
                                          <a:pt x="8053" y="5987"/>
                                        </a:cubicBezTo>
                                        <a:close/>
                                        <a:moveTo>
                                          <a:pt x="8245" y="5987"/>
                                        </a:moveTo>
                                        <a:lnTo>
                                          <a:pt x="8357" y="5987"/>
                                        </a:lnTo>
                                        <a:cubicBezTo>
                                          <a:pt x="8362" y="5987"/>
                                          <a:pt x="8365" y="5990"/>
                                          <a:pt x="8365" y="5995"/>
                                        </a:cubicBezTo>
                                        <a:cubicBezTo>
                                          <a:pt x="8365" y="5999"/>
                                          <a:pt x="8362" y="6003"/>
                                          <a:pt x="8357" y="6003"/>
                                        </a:cubicBezTo>
                                        <a:lnTo>
                                          <a:pt x="8245" y="6003"/>
                                        </a:lnTo>
                                        <a:cubicBezTo>
                                          <a:pt x="8241" y="6003"/>
                                          <a:pt x="8237" y="5999"/>
                                          <a:pt x="8237" y="5995"/>
                                        </a:cubicBezTo>
                                        <a:cubicBezTo>
                                          <a:pt x="8237" y="5990"/>
                                          <a:pt x="8241" y="5987"/>
                                          <a:pt x="8245" y="5987"/>
                                        </a:cubicBezTo>
                                        <a:close/>
                                        <a:moveTo>
                                          <a:pt x="8437" y="5987"/>
                                        </a:moveTo>
                                        <a:lnTo>
                                          <a:pt x="8549" y="5987"/>
                                        </a:lnTo>
                                        <a:cubicBezTo>
                                          <a:pt x="8554" y="5987"/>
                                          <a:pt x="8557" y="5990"/>
                                          <a:pt x="8557" y="5995"/>
                                        </a:cubicBezTo>
                                        <a:cubicBezTo>
                                          <a:pt x="8557" y="5999"/>
                                          <a:pt x="8554" y="6003"/>
                                          <a:pt x="8549" y="6003"/>
                                        </a:cubicBezTo>
                                        <a:lnTo>
                                          <a:pt x="8437" y="6003"/>
                                        </a:lnTo>
                                        <a:cubicBezTo>
                                          <a:pt x="8433" y="6003"/>
                                          <a:pt x="8429" y="5999"/>
                                          <a:pt x="8429" y="5995"/>
                                        </a:cubicBezTo>
                                        <a:cubicBezTo>
                                          <a:pt x="8429" y="5990"/>
                                          <a:pt x="8433" y="5987"/>
                                          <a:pt x="8437" y="5987"/>
                                        </a:cubicBezTo>
                                        <a:close/>
                                        <a:moveTo>
                                          <a:pt x="8629" y="5987"/>
                                        </a:moveTo>
                                        <a:lnTo>
                                          <a:pt x="8741" y="5987"/>
                                        </a:lnTo>
                                        <a:cubicBezTo>
                                          <a:pt x="8746" y="5987"/>
                                          <a:pt x="8749" y="5990"/>
                                          <a:pt x="8749" y="5995"/>
                                        </a:cubicBezTo>
                                        <a:cubicBezTo>
                                          <a:pt x="8749" y="5999"/>
                                          <a:pt x="8746" y="6003"/>
                                          <a:pt x="8741" y="6003"/>
                                        </a:cubicBezTo>
                                        <a:lnTo>
                                          <a:pt x="8629" y="6003"/>
                                        </a:lnTo>
                                        <a:cubicBezTo>
                                          <a:pt x="8625" y="6003"/>
                                          <a:pt x="8621" y="5999"/>
                                          <a:pt x="8621" y="5995"/>
                                        </a:cubicBezTo>
                                        <a:cubicBezTo>
                                          <a:pt x="8621" y="5990"/>
                                          <a:pt x="8625" y="5987"/>
                                          <a:pt x="8629" y="5987"/>
                                        </a:cubicBezTo>
                                        <a:close/>
                                        <a:moveTo>
                                          <a:pt x="8821" y="5987"/>
                                        </a:moveTo>
                                        <a:lnTo>
                                          <a:pt x="8933" y="5987"/>
                                        </a:lnTo>
                                        <a:cubicBezTo>
                                          <a:pt x="8938" y="5987"/>
                                          <a:pt x="8941" y="5990"/>
                                          <a:pt x="8941" y="5995"/>
                                        </a:cubicBezTo>
                                        <a:cubicBezTo>
                                          <a:pt x="8941" y="5999"/>
                                          <a:pt x="8938" y="6003"/>
                                          <a:pt x="8933" y="6003"/>
                                        </a:cubicBezTo>
                                        <a:lnTo>
                                          <a:pt x="8821" y="6003"/>
                                        </a:lnTo>
                                        <a:cubicBezTo>
                                          <a:pt x="8817" y="6003"/>
                                          <a:pt x="8813" y="5999"/>
                                          <a:pt x="8813" y="5995"/>
                                        </a:cubicBezTo>
                                        <a:cubicBezTo>
                                          <a:pt x="8813" y="5990"/>
                                          <a:pt x="8817" y="5987"/>
                                          <a:pt x="8821" y="5987"/>
                                        </a:cubicBezTo>
                                        <a:close/>
                                        <a:moveTo>
                                          <a:pt x="9013" y="5987"/>
                                        </a:moveTo>
                                        <a:lnTo>
                                          <a:pt x="9125" y="5987"/>
                                        </a:lnTo>
                                        <a:cubicBezTo>
                                          <a:pt x="9130" y="5987"/>
                                          <a:pt x="9133" y="5990"/>
                                          <a:pt x="9133" y="5995"/>
                                        </a:cubicBezTo>
                                        <a:cubicBezTo>
                                          <a:pt x="9133" y="5999"/>
                                          <a:pt x="9130" y="6003"/>
                                          <a:pt x="9125" y="6003"/>
                                        </a:cubicBezTo>
                                        <a:lnTo>
                                          <a:pt x="9013" y="6003"/>
                                        </a:lnTo>
                                        <a:cubicBezTo>
                                          <a:pt x="9009" y="6003"/>
                                          <a:pt x="9005" y="5999"/>
                                          <a:pt x="9005" y="5995"/>
                                        </a:cubicBezTo>
                                        <a:cubicBezTo>
                                          <a:pt x="9005" y="5990"/>
                                          <a:pt x="9009" y="5987"/>
                                          <a:pt x="9013" y="5987"/>
                                        </a:cubicBezTo>
                                        <a:close/>
                                        <a:moveTo>
                                          <a:pt x="9192" y="5989"/>
                                        </a:moveTo>
                                        <a:lnTo>
                                          <a:pt x="9192" y="5877"/>
                                        </a:lnTo>
                                        <a:cubicBezTo>
                                          <a:pt x="9192" y="5873"/>
                                          <a:pt x="9196" y="5869"/>
                                          <a:pt x="9200" y="5869"/>
                                        </a:cubicBezTo>
                                        <a:cubicBezTo>
                                          <a:pt x="9204" y="5869"/>
                                          <a:pt x="9208" y="5873"/>
                                          <a:pt x="9208" y="5877"/>
                                        </a:cubicBezTo>
                                        <a:lnTo>
                                          <a:pt x="9208" y="5989"/>
                                        </a:lnTo>
                                        <a:cubicBezTo>
                                          <a:pt x="9208" y="5994"/>
                                          <a:pt x="9204" y="5997"/>
                                          <a:pt x="9200" y="5997"/>
                                        </a:cubicBezTo>
                                        <a:cubicBezTo>
                                          <a:pt x="9196" y="5997"/>
                                          <a:pt x="9192" y="5994"/>
                                          <a:pt x="9192" y="5989"/>
                                        </a:cubicBezTo>
                                        <a:close/>
                                        <a:moveTo>
                                          <a:pt x="9192" y="5797"/>
                                        </a:moveTo>
                                        <a:lnTo>
                                          <a:pt x="9192" y="5685"/>
                                        </a:lnTo>
                                        <a:cubicBezTo>
                                          <a:pt x="9192" y="5681"/>
                                          <a:pt x="9196" y="5677"/>
                                          <a:pt x="9200" y="5677"/>
                                        </a:cubicBezTo>
                                        <a:cubicBezTo>
                                          <a:pt x="9204" y="5677"/>
                                          <a:pt x="9208" y="5681"/>
                                          <a:pt x="9208" y="5685"/>
                                        </a:cubicBezTo>
                                        <a:lnTo>
                                          <a:pt x="9208" y="5797"/>
                                        </a:lnTo>
                                        <a:cubicBezTo>
                                          <a:pt x="9208" y="5802"/>
                                          <a:pt x="9204" y="5805"/>
                                          <a:pt x="9200" y="5805"/>
                                        </a:cubicBezTo>
                                        <a:cubicBezTo>
                                          <a:pt x="9196" y="5805"/>
                                          <a:pt x="9192" y="5802"/>
                                          <a:pt x="9192" y="5797"/>
                                        </a:cubicBezTo>
                                        <a:close/>
                                        <a:moveTo>
                                          <a:pt x="9192" y="5605"/>
                                        </a:moveTo>
                                        <a:lnTo>
                                          <a:pt x="9192" y="5493"/>
                                        </a:lnTo>
                                        <a:cubicBezTo>
                                          <a:pt x="9192" y="5489"/>
                                          <a:pt x="9196" y="5485"/>
                                          <a:pt x="9200" y="5485"/>
                                        </a:cubicBezTo>
                                        <a:cubicBezTo>
                                          <a:pt x="9204" y="5485"/>
                                          <a:pt x="9208" y="5489"/>
                                          <a:pt x="9208" y="5493"/>
                                        </a:cubicBezTo>
                                        <a:lnTo>
                                          <a:pt x="9208" y="5605"/>
                                        </a:lnTo>
                                        <a:cubicBezTo>
                                          <a:pt x="9208" y="5610"/>
                                          <a:pt x="9204" y="5613"/>
                                          <a:pt x="9200" y="5613"/>
                                        </a:cubicBezTo>
                                        <a:cubicBezTo>
                                          <a:pt x="9196" y="5613"/>
                                          <a:pt x="9192" y="5610"/>
                                          <a:pt x="9192" y="5605"/>
                                        </a:cubicBezTo>
                                        <a:close/>
                                        <a:moveTo>
                                          <a:pt x="9192" y="5413"/>
                                        </a:moveTo>
                                        <a:lnTo>
                                          <a:pt x="9192" y="5301"/>
                                        </a:lnTo>
                                        <a:cubicBezTo>
                                          <a:pt x="9192" y="5297"/>
                                          <a:pt x="9196" y="5293"/>
                                          <a:pt x="9200" y="5293"/>
                                        </a:cubicBezTo>
                                        <a:cubicBezTo>
                                          <a:pt x="9204" y="5293"/>
                                          <a:pt x="9208" y="5297"/>
                                          <a:pt x="9208" y="5301"/>
                                        </a:cubicBezTo>
                                        <a:lnTo>
                                          <a:pt x="9208" y="5413"/>
                                        </a:lnTo>
                                        <a:cubicBezTo>
                                          <a:pt x="9208" y="5418"/>
                                          <a:pt x="9204" y="5421"/>
                                          <a:pt x="9200" y="5421"/>
                                        </a:cubicBezTo>
                                        <a:cubicBezTo>
                                          <a:pt x="9196" y="5421"/>
                                          <a:pt x="9192" y="5418"/>
                                          <a:pt x="9192" y="5413"/>
                                        </a:cubicBezTo>
                                        <a:close/>
                                        <a:moveTo>
                                          <a:pt x="9192" y="5221"/>
                                        </a:moveTo>
                                        <a:lnTo>
                                          <a:pt x="9192" y="5109"/>
                                        </a:lnTo>
                                        <a:cubicBezTo>
                                          <a:pt x="9192" y="5105"/>
                                          <a:pt x="9196" y="5101"/>
                                          <a:pt x="9200" y="5101"/>
                                        </a:cubicBezTo>
                                        <a:cubicBezTo>
                                          <a:pt x="9204" y="5101"/>
                                          <a:pt x="9208" y="5105"/>
                                          <a:pt x="9208" y="5109"/>
                                        </a:cubicBezTo>
                                        <a:lnTo>
                                          <a:pt x="9208" y="5221"/>
                                        </a:lnTo>
                                        <a:cubicBezTo>
                                          <a:pt x="9208" y="5226"/>
                                          <a:pt x="9204" y="5229"/>
                                          <a:pt x="9200" y="5229"/>
                                        </a:cubicBezTo>
                                        <a:cubicBezTo>
                                          <a:pt x="9196" y="5229"/>
                                          <a:pt x="9192" y="5226"/>
                                          <a:pt x="9192" y="5221"/>
                                        </a:cubicBezTo>
                                        <a:close/>
                                        <a:moveTo>
                                          <a:pt x="9192" y="5029"/>
                                        </a:moveTo>
                                        <a:lnTo>
                                          <a:pt x="9192" y="4917"/>
                                        </a:lnTo>
                                        <a:cubicBezTo>
                                          <a:pt x="9192" y="4913"/>
                                          <a:pt x="9196" y="4909"/>
                                          <a:pt x="9200" y="4909"/>
                                        </a:cubicBezTo>
                                        <a:cubicBezTo>
                                          <a:pt x="9204" y="4909"/>
                                          <a:pt x="9208" y="4913"/>
                                          <a:pt x="9208" y="4917"/>
                                        </a:cubicBezTo>
                                        <a:lnTo>
                                          <a:pt x="9208" y="5029"/>
                                        </a:lnTo>
                                        <a:cubicBezTo>
                                          <a:pt x="9208" y="5034"/>
                                          <a:pt x="9204" y="5037"/>
                                          <a:pt x="9200" y="5037"/>
                                        </a:cubicBezTo>
                                        <a:cubicBezTo>
                                          <a:pt x="9196" y="5037"/>
                                          <a:pt x="9192" y="5034"/>
                                          <a:pt x="9192" y="5029"/>
                                        </a:cubicBezTo>
                                        <a:close/>
                                        <a:moveTo>
                                          <a:pt x="9192" y="4837"/>
                                        </a:moveTo>
                                        <a:lnTo>
                                          <a:pt x="9192" y="4725"/>
                                        </a:lnTo>
                                        <a:cubicBezTo>
                                          <a:pt x="9192" y="4721"/>
                                          <a:pt x="9196" y="4717"/>
                                          <a:pt x="9200" y="4717"/>
                                        </a:cubicBezTo>
                                        <a:cubicBezTo>
                                          <a:pt x="9204" y="4717"/>
                                          <a:pt x="9208" y="4721"/>
                                          <a:pt x="9208" y="4725"/>
                                        </a:cubicBezTo>
                                        <a:lnTo>
                                          <a:pt x="9208" y="4837"/>
                                        </a:lnTo>
                                        <a:cubicBezTo>
                                          <a:pt x="9208" y="4842"/>
                                          <a:pt x="9204" y="4845"/>
                                          <a:pt x="9200" y="4845"/>
                                        </a:cubicBezTo>
                                        <a:cubicBezTo>
                                          <a:pt x="9196" y="4845"/>
                                          <a:pt x="9192" y="4842"/>
                                          <a:pt x="9192" y="4837"/>
                                        </a:cubicBezTo>
                                        <a:close/>
                                        <a:moveTo>
                                          <a:pt x="9192" y="4645"/>
                                        </a:moveTo>
                                        <a:lnTo>
                                          <a:pt x="9192" y="4533"/>
                                        </a:lnTo>
                                        <a:cubicBezTo>
                                          <a:pt x="9192" y="4529"/>
                                          <a:pt x="9196" y="4525"/>
                                          <a:pt x="9200" y="4525"/>
                                        </a:cubicBezTo>
                                        <a:cubicBezTo>
                                          <a:pt x="9204" y="4525"/>
                                          <a:pt x="9208" y="4529"/>
                                          <a:pt x="9208" y="4533"/>
                                        </a:cubicBezTo>
                                        <a:lnTo>
                                          <a:pt x="9208" y="4645"/>
                                        </a:lnTo>
                                        <a:cubicBezTo>
                                          <a:pt x="9208" y="4650"/>
                                          <a:pt x="9204" y="4653"/>
                                          <a:pt x="9200" y="4653"/>
                                        </a:cubicBezTo>
                                        <a:cubicBezTo>
                                          <a:pt x="9196" y="4653"/>
                                          <a:pt x="9192" y="4650"/>
                                          <a:pt x="9192" y="4645"/>
                                        </a:cubicBezTo>
                                        <a:close/>
                                        <a:moveTo>
                                          <a:pt x="9192" y="4453"/>
                                        </a:moveTo>
                                        <a:lnTo>
                                          <a:pt x="9192" y="4341"/>
                                        </a:lnTo>
                                        <a:cubicBezTo>
                                          <a:pt x="9192" y="4337"/>
                                          <a:pt x="9196" y="4333"/>
                                          <a:pt x="9200" y="4333"/>
                                        </a:cubicBezTo>
                                        <a:cubicBezTo>
                                          <a:pt x="9204" y="4333"/>
                                          <a:pt x="9208" y="4337"/>
                                          <a:pt x="9208" y="4341"/>
                                        </a:cubicBezTo>
                                        <a:lnTo>
                                          <a:pt x="9208" y="4453"/>
                                        </a:lnTo>
                                        <a:cubicBezTo>
                                          <a:pt x="9208" y="4458"/>
                                          <a:pt x="9204" y="4461"/>
                                          <a:pt x="9200" y="4461"/>
                                        </a:cubicBezTo>
                                        <a:cubicBezTo>
                                          <a:pt x="9196" y="4461"/>
                                          <a:pt x="9192" y="4458"/>
                                          <a:pt x="9192" y="4453"/>
                                        </a:cubicBezTo>
                                        <a:close/>
                                        <a:moveTo>
                                          <a:pt x="9192" y="4261"/>
                                        </a:moveTo>
                                        <a:lnTo>
                                          <a:pt x="9192" y="4149"/>
                                        </a:lnTo>
                                        <a:cubicBezTo>
                                          <a:pt x="9192" y="4145"/>
                                          <a:pt x="9196" y="4141"/>
                                          <a:pt x="9200" y="4141"/>
                                        </a:cubicBezTo>
                                        <a:cubicBezTo>
                                          <a:pt x="9204" y="4141"/>
                                          <a:pt x="9208" y="4145"/>
                                          <a:pt x="9208" y="4149"/>
                                        </a:cubicBezTo>
                                        <a:lnTo>
                                          <a:pt x="9208" y="4261"/>
                                        </a:lnTo>
                                        <a:cubicBezTo>
                                          <a:pt x="9208" y="4266"/>
                                          <a:pt x="9204" y="4269"/>
                                          <a:pt x="9200" y="4269"/>
                                        </a:cubicBezTo>
                                        <a:cubicBezTo>
                                          <a:pt x="9196" y="4269"/>
                                          <a:pt x="9192" y="4266"/>
                                          <a:pt x="9192" y="4261"/>
                                        </a:cubicBezTo>
                                        <a:close/>
                                        <a:moveTo>
                                          <a:pt x="9192" y="4069"/>
                                        </a:moveTo>
                                        <a:lnTo>
                                          <a:pt x="9192" y="3957"/>
                                        </a:lnTo>
                                        <a:cubicBezTo>
                                          <a:pt x="9192" y="3953"/>
                                          <a:pt x="9196" y="3949"/>
                                          <a:pt x="9200" y="3949"/>
                                        </a:cubicBezTo>
                                        <a:cubicBezTo>
                                          <a:pt x="9204" y="3949"/>
                                          <a:pt x="9208" y="3953"/>
                                          <a:pt x="9208" y="3957"/>
                                        </a:cubicBezTo>
                                        <a:lnTo>
                                          <a:pt x="9208" y="4069"/>
                                        </a:lnTo>
                                        <a:cubicBezTo>
                                          <a:pt x="9208" y="4074"/>
                                          <a:pt x="9204" y="4077"/>
                                          <a:pt x="9200" y="4077"/>
                                        </a:cubicBezTo>
                                        <a:cubicBezTo>
                                          <a:pt x="9196" y="4077"/>
                                          <a:pt x="9192" y="4074"/>
                                          <a:pt x="9192" y="4069"/>
                                        </a:cubicBezTo>
                                        <a:close/>
                                        <a:moveTo>
                                          <a:pt x="9192" y="3877"/>
                                        </a:moveTo>
                                        <a:lnTo>
                                          <a:pt x="9192" y="3765"/>
                                        </a:lnTo>
                                        <a:cubicBezTo>
                                          <a:pt x="9192" y="3761"/>
                                          <a:pt x="9196" y="3757"/>
                                          <a:pt x="9200" y="3757"/>
                                        </a:cubicBezTo>
                                        <a:cubicBezTo>
                                          <a:pt x="9204" y="3757"/>
                                          <a:pt x="9208" y="3761"/>
                                          <a:pt x="9208" y="3765"/>
                                        </a:cubicBezTo>
                                        <a:lnTo>
                                          <a:pt x="9208" y="3877"/>
                                        </a:lnTo>
                                        <a:cubicBezTo>
                                          <a:pt x="9208" y="3882"/>
                                          <a:pt x="9204" y="3885"/>
                                          <a:pt x="9200" y="3885"/>
                                        </a:cubicBezTo>
                                        <a:cubicBezTo>
                                          <a:pt x="9196" y="3885"/>
                                          <a:pt x="9192" y="3882"/>
                                          <a:pt x="9192" y="3877"/>
                                        </a:cubicBezTo>
                                        <a:close/>
                                        <a:moveTo>
                                          <a:pt x="9192" y="3685"/>
                                        </a:moveTo>
                                        <a:lnTo>
                                          <a:pt x="9192" y="3573"/>
                                        </a:lnTo>
                                        <a:cubicBezTo>
                                          <a:pt x="9192" y="3569"/>
                                          <a:pt x="9196" y="3565"/>
                                          <a:pt x="9200" y="3565"/>
                                        </a:cubicBezTo>
                                        <a:cubicBezTo>
                                          <a:pt x="9204" y="3565"/>
                                          <a:pt x="9208" y="3569"/>
                                          <a:pt x="9208" y="3573"/>
                                        </a:cubicBezTo>
                                        <a:lnTo>
                                          <a:pt x="9208" y="3685"/>
                                        </a:lnTo>
                                        <a:cubicBezTo>
                                          <a:pt x="9208" y="3690"/>
                                          <a:pt x="9204" y="3693"/>
                                          <a:pt x="9200" y="3693"/>
                                        </a:cubicBezTo>
                                        <a:cubicBezTo>
                                          <a:pt x="9196" y="3693"/>
                                          <a:pt x="9192" y="3690"/>
                                          <a:pt x="9192" y="3685"/>
                                        </a:cubicBezTo>
                                        <a:close/>
                                        <a:moveTo>
                                          <a:pt x="9192" y="3493"/>
                                        </a:moveTo>
                                        <a:lnTo>
                                          <a:pt x="9192" y="3381"/>
                                        </a:lnTo>
                                        <a:cubicBezTo>
                                          <a:pt x="9192" y="3377"/>
                                          <a:pt x="9196" y="3373"/>
                                          <a:pt x="9200" y="3373"/>
                                        </a:cubicBezTo>
                                        <a:cubicBezTo>
                                          <a:pt x="9204" y="3373"/>
                                          <a:pt x="9208" y="3377"/>
                                          <a:pt x="9208" y="3381"/>
                                        </a:cubicBezTo>
                                        <a:lnTo>
                                          <a:pt x="9208" y="3493"/>
                                        </a:lnTo>
                                        <a:cubicBezTo>
                                          <a:pt x="9208" y="3498"/>
                                          <a:pt x="9204" y="3501"/>
                                          <a:pt x="9200" y="3501"/>
                                        </a:cubicBezTo>
                                        <a:cubicBezTo>
                                          <a:pt x="9196" y="3501"/>
                                          <a:pt x="9192" y="3498"/>
                                          <a:pt x="9192" y="3493"/>
                                        </a:cubicBezTo>
                                        <a:close/>
                                        <a:moveTo>
                                          <a:pt x="9192" y="3301"/>
                                        </a:moveTo>
                                        <a:lnTo>
                                          <a:pt x="9192" y="3189"/>
                                        </a:lnTo>
                                        <a:cubicBezTo>
                                          <a:pt x="9192" y="3185"/>
                                          <a:pt x="9196" y="3181"/>
                                          <a:pt x="9200" y="3181"/>
                                        </a:cubicBezTo>
                                        <a:cubicBezTo>
                                          <a:pt x="9204" y="3181"/>
                                          <a:pt x="9208" y="3185"/>
                                          <a:pt x="9208" y="3189"/>
                                        </a:cubicBezTo>
                                        <a:lnTo>
                                          <a:pt x="9208" y="3301"/>
                                        </a:lnTo>
                                        <a:cubicBezTo>
                                          <a:pt x="9208" y="3306"/>
                                          <a:pt x="9204" y="3309"/>
                                          <a:pt x="9200" y="3309"/>
                                        </a:cubicBezTo>
                                        <a:cubicBezTo>
                                          <a:pt x="9196" y="3309"/>
                                          <a:pt x="9192" y="3306"/>
                                          <a:pt x="9192" y="3301"/>
                                        </a:cubicBezTo>
                                        <a:close/>
                                        <a:moveTo>
                                          <a:pt x="9192" y="3109"/>
                                        </a:moveTo>
                                        <a:lnTo>
                                          <a:pt x="9192" y="2997"/>
                                        </a:lnTo>
                                        <a:cubicBezTo>
                                          <a:pt x="9192" y="2993"/>
                                          <a:pt x="9196" y="2989"/>
                                          <a:pt x="9200" y="2989"/>
                                        </a:cubicBezTo>
                                        <a:cubicBezTo>
                                          <a:pt x="9204" y="2989"/>
                                          <a:pt x="9208" y="2993"/>
                                          <a:pt x="9208" y="2997"/>
                                        </a:cubicBezTo>
                                        <a:lnTo>
                                          <a:pt x="9208" y="3109"/>
                                        </a:lnTo>
                                        <a:cubicBezTo>
                                          <a:pt x="9208" y="3114"/>
                                          <a:pt x="9204" y="3117"/>
                                          <a:pt x="9200" y="3117"/>
                                        </a:cubicBezTo>
                                        <a:cubicBezTo>
                                          <a:pt x="9196" y="3117"/>
                                          <a:pt x="9192" y="3114"/>
                                          <a:pt x="9192" y="3109"/>
                                        </a:cubicBezTo>
                                        <a:close/>
                                        <a:moveTo>
                                          <a:pt x="9192" y="2917"/>
                                        </a:moveTo>
                                        <a:lnTo>
                                          <a:pt x="9192" y="2805"/>
                                        </a:lnTo>
                                        <a:cubicBezTo>
                                          <a:pt x="9192" y="2801"/>
                                          <a:pt x="9196" y="2797"/>
                                          <a:pt x="9200" y="2797"/>
                                        </a:cubicBezTo>
                                        <a:cubicBezTo>
                                          <a:pt x="9204" y="2797"/>
                                          <a:pt x="9208" y="2801"/>
                                          <a:pt x="9208" y="2805"/>
                                        </a:cubicBezTo>
                                        <a:lnTo>
                                          <a:pt x="9208" y="2917"/>
                                        </a:lnTo>
                                        <a:cubicBezTo>
                                          <a:pt x="9208" y="2922"/>
                                          <a:pt x="9204" y="2925"/>
                                          <a:pt x="9200" y="2925"/>
                                        </a:cubicBezTo>
                                        <a:cubicBezTo>
                                          <a:pt x="9196" y="2925"/>
                                          <a:pt x="9192" y="2922"/>
                                          <a:pt x="9192" y="2917"/>
                                        </a:cubicBezTo>
                                        <a:close/>
                                        <a:moveTo>
                                          <a:pt x="9192" y="2725"/>
                                        </a:moveTo>
                                        <a:lnTo>
                                          <a:pt x="9192" y="2613"/>
                                        </a:lnTo>
                                        <a:cubicBezTo>
                                          <a:pt x="9192" y="2609"/>
                                          <a:pt x="9196" y="2605"/>
                                          <a:pt x="9200" y="2605"/>
                                        </a:cubicBezTo>
                                        <a:cubicBezTo>
                                          <a:pt x="9204" y="2605"/>
                                          <a:pt x="9208" y="2609"/>
                                          <a:pt x="9208" y="2613"/>
                                        </a:cubicBezTo>
                                        <a:lnTo>
                                          <a:pt x="9208" y="2725"/>
                                        </a:lnTo>
                                        <a:cubicBezTo>
                                          <a:pt x="9208" y="2730"/>
                                          <a:pt x="9204" y="2733"/>
                                          <a:pt x="9200" y="2733"/>
                                        </a:cubicBezTo>
                                        <a:cubicBezTo>
                                          <a:pt x="9196" y="2733"/>
                                          <a:pt x="9192" y="2730"/>
                                          <a:pt x="9192" y="2725"/>
                                        </a:cubicBezTo>
                                        <a:close/>
                                        <a:moveTo>
                                          <a:pt x="9192" y="2533"/>
                                        </a:moveTo>
                                        <a:lnTo>
                                          <a:pt x="9192" y="2421"/>
                                        </a:lnTo>
                                        <a:cubicBezTo>
                                          <a:pt x="9192" y="2417"/>
                                          <a:pt x="9196" y="2413"/>
                                          <a:pt x="9200" y="2413"/>
                                        </a:cubicBezTo>
                                        <a:cubicBezTo>
                                          <a:pt x="9204" y="2413"/>
                                          <a:pt x="9208" y="2417"/>
                                          <a:pt x="9208" y="2421"/>
                                        </a:cubicBezTo>
                                        <a:lnTo>
                                          <a:pt x="9208" y="2533"/>
                                        </a:lnTo>
                                        <a:cubicBezTo>
                                          <a:pt x="9208" y="2538"/>
                                          <a:pt x="9204" y="2541"/>
                                          <a:pt x="9200" y="2541"/>
                                        </a:cubicBezTo>
                                        <a:cubicBezTo>
                                          <a:pt x="9196" y="2541"/>
                                          <a:pt x="9192" y="2538"/>
                                          <a:pt x="9192" y="2533"/>
                                        </a:cubicBezTo>
                                        <a:close/>
                                        <a:moveTo>
                                          <a:pt x="9192" y="2341"/>
                                        </a:moveTo>
                                        <a:lnTo>
                                          <a:pt x="9192" y="2229"/>
                                        </a:lnTo>
                                        <a:cubicBezTo>
                                          <a:pt x="9192" y="2225"/>
                                          <a:pt x="9196" y="2221"/>
                                          <a:pt x="9200" y="2221"/>
                                        </a:cubicBezTo>
                                        <a:cubicBezTo>
                                          <a:pt x="9204" y="2221"/>
                                          <a:pt x="9208" y="2225"/>
                                          <a:pt x="9208" y="2229"/>
                                        </a:cubicBezTo>
                                        <a:lnTo>
                                          <a:pt x="9208" y="2341"/>
                                        </a:lnTo>
                                        <a:cubicBezTo>
                                          <a:pt x="9208" y="2346"/>
                                          <a:pt x="9204" y="2349"/>
                                          <a:pt x="9200" y="2349"/>
                                        </a:cubicBezTo>
                                        <a:cubicBezTo>
                                          <a:pt x="9196" y="2349"/>
                                          <a:pt x="9192" y="2346"/>
                                          <a:pt x="9192" y="2341"/>
                                        </a:cubicBezTo>
                                        <a:close/>
                                        <a:moveTo>
                                          <a:pt x="9192" y="2149"/>
                                        </a:moveTo>
                                        <a:lnTo>
                                          <a:pt x="9192" y="2037"/>
                                        </a:lnTo>
                                        <a:cubicBezTo>
                                          <a:pt x="9192" y="2033"/>
                                          <a:pt x="9196" y="2029"/>
                                          <a:pt x="9200" y="2029"/>
                                        </a:cubicBezTo>
                                        <a:cubicBezTo>
                                          <a:pt x="9204" y="2029"/>
                                          <a:pt x="9208" y="2033"/>
                                          <a:pt x="9208" y="2037"/>
                                        </a:cubicBezTo>
                                        <a:lnTo>
                                          <a:pt x="9208" y="2149"/>
                                        </a:lnTo>
                                        <a:cubicBezTo>
                                          <a:pt x="9208" y="2154"/>
                                          <a:pt x="9204" y="2157"/>
                                          <a:pt x="9200" y="2157"/>
                                        </a:cubicBezTo>
                                        <a:cubicBezTo>
                                          <a:pt x="9196" y="2157"/>
                                          <a:pt x="9192" y="2154"/>
                                          <a:pt x="9192" y="2149"/>
                                        </a:cubicBezTo>
                                        <a:close/>
                                        <a:moveTo>
                                          <a:pt x="9192" y="1957"/>
                                        </a:moveTo>
                                        <a:lnTo>
                                          <a:pt x="9192" y="1845"/>
                                        </a:lnTo>
                                        <a:cubicBezTo>
                                          <a:pt x="9192" y="1841"/>
                                          <a:pt x="9196" y="1837"/>
                                          <a:pt x="9200" y="1837"/>
                                        </a:cubicBezTo>
                                        <a:cubicBezTo>
                                          <a:pt x="9204" y="1837"/>
                                          <a:pt x="9208" y="1841"/>
                                          <a:pt x="9208" y="1845"/>
                                        </a:cubicBezTo>
                                        <a:lnTo>
                                          <a:pt x="9208" y="1957"/>
                                        </a:lnTo>
                                        <a:cubicBezTo>
                                          <a:pt x="9208" y="1962"/>
                                          <a:pt x="9204" y="1965"/>
                                          <a:pt x="9200" y="1965"/>
                                        </a:cubicBezTo>
                                        <a:cubicBezTo>
                                          <a:pt x="9196" y="1965"/>
                                          <a:pt x="9192" y="1962"/>
                                          <a:pt x="9192" y="1957"/>
                                        </a:cubicBezTo>
                                        <a:close/>
                                        <a:moveTo>
                                          <a:pt x="9192" y="1765"/>
                                        </a:moveTo>
                                        <a:lnTo>
                                          <a:pt x="9192" y="1653"/>
                                        </a:lnTo>
                                        <a:cubicBezTo>
                                          <a:pt x="9192" y="1649"/>
                                          <a:pt x="9196" y="1645"/>
                                          <a:pt x="9200" y="1645"/>
                                        </a:cubicBezTo>
                                        <a:cubicBezTo>
                                          <a:pt x="9204" y="1645"/>
                                          <a:pt x="9208" y="1649"/>
                                          <a:pt x="9208" y="1653"/>
                                        </a:cubicBezTo>
                                        <a:lnTo>
                                          <a:pt x="9208" y="1765"/>
                                        </a:lnTo>
                                        <a:cubicBezTo>
                                          <a:pt x="9208" y="1770"/>
                                          <a:pt x="9204" y="1773"/>
                                          <a:pt x="9200" y="1773"/>
                                        </a:cubicBezTo>
                                        <a:cubicBezTo>
                                          <a:pt x="9196" y="1773"/>
                                          <a:pt x="9192" y="1770"/>
                                          <a:pt x="9192" y="1765"/>
                                        </a:cubicBezTo>
                                        <a:close/>
                                        <a:moveTo>
                                          <a:pt x="9192" y="1573"/>
                                        </a:moveTo>
                                        <a:lnTo>
                                          <a:pt x="9192" y="1461"/>
                                        </a:lnTo>
                                        <a:cubicBezTo>
                                          <a:pt x="9192" y="1457"/>
                                          <a:pt x="9196" y="1453"/>
                                          <a:pt x="9200" y="1453"/>
                                        </a:cubicBezTo>
                                        <a:cubicBezTo>
                                          <a:pt x="9204" y="1453"/>
                                          <a:pt x="9208" y="1457"/>
                                          <a:pt x="9208" y="1461"/>
                                        </a:cubicBezTo>
                                        <a:lnTo>
                                          <a:pt x="9208" y="1573"/>
                                        </a:lnTo>
                                        <a:cubicBezTo>
                                          <a:pt x="9208" y="1578"/>
                                          <a:pt x="9204" y="1581"/>
                                          <a:pt x="9200" y="1581"/>
                                        </a:cubicBezTo>
                                        <a:cubicBezTo>
                                          <a:pt x="9196" y="1581"/>
                                          <a:pt x="9192" y="1578"/>
                                          <a:pt x="9192" y="1573"/>
                                        </a:cubicBezTo>
                                        <a:close/>
                                        <a:moveTo>
                                          <a:pt x="9192" y="1381"/>
                                        </a:moveTo>
                                        <a:lnTo>
                                          <a:pt x="9192" y="1269"/>
                                        </a:lnTo>
                                        <a:cubicBezTo>
                                          <a:pt x="9192" y="1265"/>
                                          <a:pt x="9196" y="1261"/>
                                          <a:pt x="9200" y="1261"/>
                                        </a:cubicBezTo>
                                        <a:cubicBezTo>
                                          <a:pt x="9204" y="1261"/>
                                          <a:pt x="9208" y="1265"/>
                                          <a:pt x="9208" y="1269"/>
                                        </a:cubicBezTo>
                                        <a:lnTo>
                                          <a:pt x="9208" y="1381"/>
                                        </a:lnTo>
                                        <a:cubicBezTo>
                                          <a:pt x="9208" y="1386"/>
                                          <a:pt x="9204" y="1389"/>
                                          <a:pt x="9200" y="1389"/>
                                        </a:cubicBezTo>
                                        <a:cubicBezTo>
                                          <a:pt x="9196" y="1389"/>
                                          <a:pt x="9192" y="1386"/>
                                          <a:pt x="9192" y="1381"/>
                                        </a:cubicBezTo>
                                        <a:close/>
                                        <a:moveTo>
                                          <a:pt x="9192" y="1189"/>
                                        </a:moveTo>
                                        <a:lnTo>
                                          <a:pt x="9192" y="1077"/>
                                        </a:lnTo>
                                        <a:cubicBezTo>
                                          <a:pt x="9192" y="1073"/>
                                          <a:pt x="9196" y="1069"/>
                                          <a:pt x="9200" y="1069"/>
                                        </a:cubicBezTo>
                                        <a:cubicBezTo>
                                          <a:pt x="9204" y="1069"/>
                                          <a:pt x="9208" y="1073"/>
                                          <a:pt x="9208" y="1077"/>
                                        </a:cubicBezTo>
                                        <a:lnTo>
                                          <a:pt x="9208" y="1189"/>
                                        </a:lnTo>
                                        <a:cubicBezTo>
                                          <a:pt x="9208" y="1194"/>
                                          <a:pt x="9204" y="1197"/>
                                          <a:pt x="9200" y="1197"/>
                                        </a:cubicBezTo>
                                        <a:cubicBezTo>
                                          <a:pt x="9196" y="1197"/>
                                          <a:pt x="9192" y="1194"/>
                                          <a:pt x="9192" y="1189"/>
                                        </a:cubicBezTo>
                                        <a:close/>
                                        <a:moveTo>
                                          <a:pt x="9192" y="997"/>
                                        </a:moveTo>
                                        <a:lnTo>
                                          <a:pt x="9192" y="885"/>
                                        </a:lnTo>
                                        <a:cubicBezTo>
                                          <a:pt x="9192" y="881"/>
                                          <a:pt x="9196" y="877"/>
                                          <a:pt x="9200" y="877"/>
                                        </a:cubicBezTo>
                                        <a:cubicBezTo>
                                          <a:pt x="9204" y="877"/>
                                          <a:pt x="9208" y="881"/>
                                          <a:pt x="9208" y="885"/>
                                        </a:cubicBezTo>
                                        <a:lnTo>
                                          <a:pt x="9208" y="997"/>
                                        </a:lnTo>
                                        <a:cubicBezTo>
                                          <a:pt x="9208" y="1002"/>
                                          <a:pt x="9204" y="1005"/>
                                          <a:pt x="9200" y="1005"/>
                                        </a:cubicBezTo>
                                        <a:cubicBezTo>
                                          <a:pt x="9196" y="1005"/>
                                          <a:pt x="9192" y="1002"/>
                                          <a:pt x="9192" y="997"/>
                                        </a:cubicBezTo>
                                        <a:close/>
                                        <a:moveTo>
                                          <a:pt x="9192" y="805"/>
                                        </a:moveTo>
                                        <a:lnTo>
                                          <a:pt x="9192" y="693"/>
                                        </a:lnTo>
                                        <a:cubicBezTo>
                                          <a:pt x="9192" y="689"/>
                                          <a:pt x="9196" y="685"/>
                                          <a:pt x="9200" y="685"/>
                                        </a:cubicBezTo>
                                        <a:cubicBezTo>
                                          <a:pt x="9204" y="685"/>
                                          <a:pt x="9208" y="689"/>
                                          <a:pt x="9208" y="693"/>
                                        </a:cubicBezTo>
                                        <a:lnTo>
                                          <a:pt x="9208" y="805"/>
                                        </a:lnTo>
                                        <a:cubicBezTo>
                                          <a:pt x="9208" y="810"/>
                                          <a:pt x="9204" y="813"/>
                                          <a:pt x="9200" y="813"/>
                                        </a:cubicBezTo>
                                        <a:cubicBezTo>
                                          <a:pt x="9196" y="813"/>
                                          <a:pt x="9192" y="810"/>
                                          <a:pt x="9192" y="805"/>
                                        </a:cubicBezTo>
                                        <a:close/>
                                        <a:moveTo>
                                          <a:pt x="9192" y="613"/>
                                        </a:moveTo>
                                        <a:lnTo>
                                          <a:pt x="9192" y="501"/>
                                        </a:lnTo>
                                        <a:cubicBezTo>
                                          <a:pt x="9192" y="497"/>
                                          <a:pt x="9196" y="493"/>
                                          <a:pt x="9200" y="493"/>
                                        </a:cubicBezTo>
                                        <a:cubicBezTo>
                                          <a:pt x="9204" y="493"/>
                                          <a:pt x="9208" y="497"/>
                                          <a:pt x="9208" y="501"/>
                                        </a:cubicBezTo>
                                        <a:lnTo>
                                          <a:pt x="9208" y="613"/>
                                        </a:lnTo>
                                        <a:cubicBezTo>
                                          <a:pt x="9208" y="618"/>
                                          <a:pt x="9204" y="621"/>
                                          <a:pt x="9200" y="621"/>
                                        </a:cubicBezTo>
                                        <a:cubicBezTo>
                                          <a:pt x="9196" y="621"/>
                                          <a:pt x="9192" y="618"/>
                                          <a:pt x="9192" y="613"/>
                                        </a:cubicBezTo>
                                        <a:close/>
                                        <a:moveTo>
                                          <a:pt x="9192" y="421"/>
                                        </a:moveTo>
                                        <a:lnTo>
                                          <a:pt x="9192" y="309"/>
                                        </a:lnTo>
                                        <a:cubicBezTo>
                                          <a:pt x="9192" y="305"/>
                                          <a:pt x="9196" y="301"/>
                                          <a:pt x="9200" y="301"/>
                                        </a:cubicBezTo>
                                        <a:cubicBezTo>
                                          <a:pt x="9204" y="301"/>
                                          <a:pt x="9208" y="305"/>
                                          <a:pt x="9208" y="309"/>
                                        </a:cubicBezTo>
                                        <a:lnTo>
                                          <a:pt x="9208" y="421"/>
                                        </a:lnTo>
                                        <a:cubicBezTo>
                                          <a:pt x="9208" y="426"/>
                                          <a:pt x="9204" y="429"/>
                                          <a:pt x="9200" y="429"/>
                                        </a:cubicBezTo>
                                        <a:cubicBezTo>
                                          <a:pt x="9196" y="429"/>
                                          <a:pt x="9192" y="426"/>
                                          <a:pt x="9192" y="421"/>
                                        </a:cubicBezTo>
                                        <a:close/>
                                        <a:moveTo>
                                          <a:pt x="9192" y="229"/>
                                        </a:moveTo>
                                        <a:lnTo>
                                          <a:pt x="9192" y="117"/>
                                        </a:lnTo>
                                        <a:cubicBezTo>
                                          <a:pt x="9192" y="113"/>
                                          <a:pt x="9196" y="109"/>
                                          <a:pt x="9200" y="109"/>
                                        </a:cubicBezTo>
                                        <a:cubicBezTo>
                                          <a:pt x="9204" y="109"/>
                                          <a:pt x="9208" y="113"/>
                                          <a:pt x="9208" y="117"/>
                                        </a:cubicBezTo>
                                        <a:lnTo>
                                          <a:pt x="9208" y="229"/>
                                        </a:lnTo>
                                        <a:cubicBezTo>
                                          <a:pt x="9208" y="234"/>
                                          <a:pt x="9204" y="237"/>
                                          <a:pt x="9200" y="237"/>
                                        </a:cubicBezTo>
                                        <a:cubicBezTo>
                                          <a:pt x="9196" y="237"/>
                                          <a:pt x="9192" y="234"/>
                                          <a:pt x="9192" y="229"/>
                                        </a:cubicBezTo>
                                        <a:close/>
                                        <a:moveTo>
                                          <a:pt x="9192" y="37"/>
                                        </a:moveTo>
                                        <a:lnTo>
                                          <a:pt x="9192" y="8"/>
                                        </a:lnTo>
                                        <a:lnTo>
                                          <a:pt x="9200" y="16"/>
                                        </a:lnTo>
                                        <a:lnTo>
                                          <a:pt x="9117" y="16"/>
                                        </a:lnTo>
                                        <a:cubicBezTo>
                                          <a:pt x="9113" y="16"/>
                                          <a:pt x="9109" y="12"/>
                                          <a:pt x="9109" y="8"/>
                                        </a:cubicBezTo>
                                        <a:cubicBezTo>
                                          <a:pt x="9109" y="3"/>
                                          <a:pt x="9113" y="0"/>
                                          <a:pt x="9117" y="0"/>
                                        </a:cubicBezTo>
                                        <a:lnTo>
                                          <a:pt x="9200" y="0"/>
                                        </a:lnTo>
                                        <a:cubicBezTo>
                                          <a:pt x="9204" y="0"/>
                                          <a:pt x="9208" y="3"/>
                                          <a:pt x="9208" y="8"/>
                                        </a:cubicBezTo>
                                        <a:lnTo>
                                          <a:pt x="9208" y="37"/>
                                        </a:lnTo>
                                        <a:cubicBezTo>
                                          <a:pt x="9208" y="42"/>
                                          <a:pt x="9204" y="45"/>
                                          <a:pt x="9200" y="45"/>
                                        </a:cubicBezTo>
                                        <a:cubicBezTo>
                                          <a:pt x="9196" y="45"/>
                                          <a:pt x="9192" y="42"/>
                                          <a:pt x="9192" y="37"/>
                                        </a:cubicBezTo>
                                        <a:close/>
                                        <a:moveTo>
                                          <a:pt x="9037" y="16"/>
                                        </a:moveTo>
                                        <a:lnTo>
                                          <a:pt x="8925" y="16"/>
                                        </a:lnTo>
                                        <a:cubicBezTo>
                                          <a:pt x="8921" y="16"/>
                                          <a:pt x="8917" y="12"/>
                                          <a:pt x="8917" y="8"/>
                                        </a:cubicBezTo>
                                        <a:cubicBezTo>
                                          <a:pt x="8917" y="3"/>
                                          <a:pt x="8921" y="0"/>
                                          <a:pt x="8925" y="0"/>
                                        </a:cubicBezTo>
                                        <a:lnTo>
                                          <a:pt x="9037" y="0"/>
                                        </a:lnTo>
                                        <a:cubicBezTo>
                                          <a:pt x="9042" y="0"/>
                                          <a:pt x="9045" y="3"/>
                                          <a:pt x="9045" y="8"/>
                                        </a:cubicBezTo>
                                        <a:cubicBezTo>
                                          <a:pt x="9045" y="12"/>
                                          <a:pt x="9042" y="16"/>
                                          <a:pt x="9037" y="16"/>
                                        </a:cubicBezTo>
                                        <a:close/>
                                        <a:moveTo>
                                          <a:pt x="8845" y="16"/>
                                        </a:moveTo>
                                        <a:lnTo>
                                          <a:pt x="8733" y="16"/>
                                        </a:lnTo>
                                        <a:cubicBezTo>
                                          <a:pt x="8729" y="16"/>
                                          <a:pt x="8725" y="12"/>
                                          <a:pt x="8725" y="8"/>
                                        </a:cubicBezTo>
                                        <a:cubicBezTo>
                                          <a:pt x="8725" y="3"/>
                                          <a:pt x="8729" y="0"/>
                                          <a:pt x="8733" y="0"/>
                                        </a:cubicBezTo>
                                        <a:lnTo>
                                          <a:pt x="8845" y="0"/>
                                        </a:lnTo>
                                        <a:cubicBezTo>
                                          <a:pt x="8850" y="0"/>
                                          <a:pt x="8853" y="3"/>
                                          <a:pt x="8853" y="8"/>
                                        </a:cubicBezTo>
                                        <a:cubicBezTo>
                                          <a:pt x="8853" y="12"/>
                                          <a:pt x="8850" y="16"/>
                                          <a:pt x="8845" y="16"/>
                                        </a:cubicBezTo>
                                        <a:close/>
                                        <a:moveTo>
                                          <a:pt x="8653" y="16"/>
                                        </a:moveTo>
                                        <a:lnTo>
                                          <a:pt x="8541" y="16"/>
                                        </a:lnTo>
                                        <a:cubicBezTo>
                                          <a:pt x="8537" y="16"/>
                                          <a:pt x="8533" y="12"/>
                                          <a:pt x="8533" y="8"/>
                                        </a:cubicBezTo>
                                        <a:cubicBezTo>
                                          <a:pt x="8533" y="3"/>
                                          <a:pt x="8537" y="0"/>
                                          <a:pt x="8541" y="0"/>
                                        </a:cubicBezTo>
                                        <a:lnTo>
                                          <a:pt x="8653" y="0"/>
                                        </a:lnTo>
                                        <a:cubicBezTo>
                                          <a:pt x="8658" y="0"/>
                                          <a:pt x="8661" y="3"/>
                                          <a:pt x="8661" y="8"/>
                                        </a:cubicBezTo>
                                        <a:cubicBezTo>
                                          <a:pt x="8661" y="12"/>
                                          <a:pt x="8658" y="16"/>
                                          <a:pt x="8653" y="16"/>
                                        </a:cubicBezTo>
                                        <a:close/>
                                        <a:moveTo>
                                          <a:pt x="8461" y="16"/>
                                        </a:moveTo>
                                        <a:lnTo>
                                          <a:pt x="8349" y="16"/>
                                        </a:lnTo>
                                        <a:cubicBezTo>
                                          <a:pt x="8345" y="16"/>
                                          <a:pt x="8341" y="12"/>
                                          <a:pt x="8341" y="8"/>
                                        </a:cubicBezTo>
                                        <a:cubicBezTo>
                                          <a:pt x="8341" y="3"/>
                                          <a:pt x="8345" y="0"/>
                                          <a:pt x="8349" y="0"/>
                                        </a:cubicBezTo>
                                        <a:lnTo>
                                          <a:pt x="8461" y="0"/>
                                        </a:lnTo>
                                        <a:cubicBezTo>
                                          <a:pt x="8466" y="0"/>
                                          <a:pt x="8469" y="3"/>
                                          <a:pt x="8469" y="8"/>
                                        </a:cubicBezTo>
                                        <a:cubicBezTo>
                                          <a:pt x="8469" y="12"/>
                                          <a:pt x="8466" y="16"/>
                                          <a:pt x="8461" y="16"/>
                                        </a:cubicBezTo>
                                        <a:close/>
                                        <a:moveTo>
                                          <a:pt x="8269" y="16"/>
                                        </a:moveTo>
                                        <a:lnTo>
                                          <a:pt x="8157" y="16"/>
                                        </a:lnTo>
                                        <a:cubicBezTo>
                                          <a:pt x="8153" y="16"/>
                                          <a:pt x="8149" y="12"/>
                                          <a:pt x="8149" y="8"/>
                                        </a:cubicBezTo>
                                        <a:cubicBezTo>
                                          <a:pt x="8149" y="3"/>
                                          <a:pt x="8153" y="0"/>
                                          <a:pt x="8157" y="0"/>
                                        </a:cubicBezTo>
                                        <a:lnTo>
                                          <a:pt x="8269" y="0"/>
                                        </a:lnTo>
                                        <a:cubicBezTo>
                                          <a:pt x="8274" y="0"/>
                                          <a:pt x="8277" y="3"/>
                                          <a:pt x="8277" y="8"/>
                                        </a:cubicBezTo>
                                        <a:cubicBezTo>
                                          <a:pt x="8277" y="12"/>
                                          <a:pt x="8274" y="16"/>
                                          <a:pt x="8269" y="16"/>
                                        </a:cubicBezTo>
                                        <a:close/>
                                        <a:moveTo>
                                          <a:pt x="8077" y="16"/>
                                        </a:moveTo>
                                        <a:lnTo>
                                          <a:pt x="7965" y="16"/>
                                        </a:lnTo>
                                        <a:cubicBezTo>
                                          <a:pt x="7961" y="16"/>
                                          <a:pt x="7957" y="12"/>
                                          <a:pt x="7957" y="8"/>
                                        </a:cubicBezTo>
                                        <a:cubicBezTo>
                                          <a:pt x="7957" y="3"/>
                                          <a:pt x="7961" y="0"/>
                                          <a:pt x="7965" y="0"/>
                                        </a:cubicBezTo>
                                        <a:lnTo>
                                          <a:pt x="8077" y="0"/>
                                        </a:lnTo>
                                        <a:cubicBezTo>
                                          <a:pt x="8082" y="0"/>
                                          <a:pt x="8085" y="3"/>
                                          <a:pt x="8085" y="8"/>
                                        </a:cubicBezTo>
                                        <a:cubicBezTo>
                                          <a:pt x="8085" y="12"/>
                                          <a:pt x="8082" y="16"/>
                                          <a:pt x="8077" y="16"/>
                                        </a:cubicBezTo>
                                        <a:close/>
                                        <a:moveTo>
                                          <a:pt x="7885" y="16"/>
                                        </a:moveTo>
                                        <a:lnTo>
                                          <a:pt x="7773" y="16"/>
                                        </a:lnTo>
                                        <a:cubicBezTo>
                                          <a:pt x="7769" y="16"/>
                                          <a:pt x="7765" y="12"/>
                                          <a:pt x="7765" y="8"/>
                                        </a:cubicBezTo>
                                        <a:cubicBezTo>
                                          <a:pt x="7765" y="3"/>
                                          <a:pt x="7769" y="0"/>
                                          <a:pt x="7773" y="0"/>
                                        </a:cubicBezTo>
                                        <a:lnTo>
                                          <a:pt x="7885" y="0"/>
                                        </a:lnTo>
                                        <a:cubicBezTo>
                                          <a:pt x="7890" y="0"/>
                                          <a:pt x="7893" y="3"/>
                                          <a:pt x="7893" y="8"/>
                                        </a:cubicBezTo>
                                        <a:cubicBezTo>
                                          <a:pt x="7893" y="12"/>
                                          <a:pt x="7890" y="16"/>
                                          <a:pt x="7885" y="16"/>
                                        </a:cubicBezTo>
                                        <a:close/>
                                        <a:moveTo>
                                          <a:pt x="7693" y="16"/>
                                        </a:moveTo>
                                        <a:lnTo>
                                          <a:pt x="7581" y="16"/>
                                        </a:lnTo>
                                        <a:cubicBezTo>
                                          <a:pt x="7577" y="16"/>
                                          <a:pt x="7573" y="12"/>
                                          <a:pt x="7573" y="8"/>
                                        </a:cubicBezTo>
                                        <a:cubicBezTo>
                                          <a:pt x="7573" y="3"/>
                                          <a:pt x="7577" y="0"/>
                                          <a:pt x="7581" y="0"/>
                                        </a:cubicBezTo>
                                        <a:lnTo>
                                          <a:pt x="7693" y="0"/>
                                        </a:lnTo>
                                        <a:cubicBezTo>
                                          <a:pt x="7698" y="0"/>
                                          <a:pt x="7701" y="3"/>
                                          <a:pt x="7701" y="8"/>
                                        </a:cubicBezTo>
                                        <a:cubicBezTo>
                                          <a:pt x="7701" y="12"/>
                                          <a:pt x="7698" y="16"/>
                                          <a:pt x="7693" y="16"/>
                                        </a:cubicBezTo>
                                        <a:close/>
                                        <a:moveTo>
                                          <a:pt x="7501" y="16"/>
                                        </a:moveTo>
                                        <a:lnTo>
                                          <a:pt x="7389" y="16"/>
                                        </a:lnTo>
                                        <a:cubicBezTo>
                                          <a:pt x="7385" y="16"/>
                                          <a:pt x="7381" y="12"/>
                                          <a:pt x="7381" y="8"/>
                                        </a:cubicBezTo>
                                        <a:cubicBezTo>
                                          <a:pt x="7381" y="3"/>
                                          <a:pt x="7385" y="0"/>
                                          <a:pt x="7389" y="0"/>
                                        </a:cubicBezTo>
                                        <a:lnTo>
                                          <a:pt x="7501" y="0"/>
                                        </a:lnTo>
                                        <a:cubicBezTo>
                                          <a:pt x="7506" y="0"/>
                                          <a:pt x="7509" y="3"/>
                                          <a:pt x="7509" y="8"/>
                                        </a:cubicBezTo>
                                        <a:cubicBezTo>
                                          <a:pt x="7509" y="12"/>
                                          <a:pt x="7506" y="16"/>
                                          <a:pt x="7501" y="16"/>
                                        </a:cubicBezTo>
                                        <a:close/>
                                        <a:moveTo>
                                          <a:pt x="7309" y="16"/>
                                        </a:moveTo>
                                        <a:lnTo>
                                          <a:pt x="7197" y="16"/>
                                        </a:lnTo>
                                        <a:cubicBezTo>
                                          <a:pt x="7193" y="16"/>
                                          <a:pt x="7189" y="12"/>
                                          <a:pt x="7189" y="8"/>
                                        </a:cubicBezTo>
                                        <a:cubicBezTo>
                                          <a:pt x="7189" y="3"/>
                                          <a:pt x="7193" y="0"/>
                                          <a:pt x="7197" y="0"/>
                                        </a:cubicBezTo>
                                        <a:lnTo>
                                          <a:pt x="7309" y="0"/>
                                        </a:lnTo>
                                        <a:cubicBezTo>
                                          <a:pt x="7314" y="0"/>
                                          <a:pt x="7317" y="3"/>
                                          <a:pt x="7317" y="8"/>
                                        </a:cubicBezTo>
                                        <a:cubicBezTo>
                                          <a:pt x="7317" y="12"/>
                                          <a:pt x="7314" y="16"/>
                                          <a:pt x="7309" y="16"/>
                                        </a:cubicBezTo>
                                        <a:close/>
                                        <a:moveTo>
                                          <a:pt x="7117" y="16"/>
                                        </a:moveTo>
                                        <a:lnTo>
                                          <a:pt x="7005" y="16"/>
                                        </a:lnTo>
                                        <a:cubicBezTo>
                                          <a:pt x="7001" y="16"/>
                                          <a:pt x="6997" y="12"/>
                                          <a:pt x="6997" y="8"/>
                                        </a:cubicBezTo>
                                        <a:cubicBezTo>
                                          <a:pt x="6997" y="3"/>
                                          <a:pt x="7001" y="0"/>
                                          <a:pt x="7005" y="0"/>
                                        </a:cubicBezTo>
                                        <a:lnTo>
                                          <a:pt x="7117" y="0"/>
                                        </a:lnTo>
                                        <a:cubicBezTo>
                                          <a:pt x="7122" y="0"/>
                                          <a:pt x="7125" y="3"/>
                                          <a:pt x="7125" y="8"/>
                                        </a:cubicBezTo>
                                        <a:cubicBezTo>
                                          <a:pt x="7125" y="12"/>
                                          <a:pt x="7122" y="16"/>
                                          <a:pt x="7117" y="16"/>
                                        </a:cubicBezTo>
                                        <a:close/>
                                        <a:moveTo>
                                          <a:pt x="6925" y="16"/>
                                        </a:moveTo>
                                        <a:lnTo>
                                          <a:pt x="6813" y="16"/>
                                        </a:lnTo>
                                        <a:cubicBezTo>
                                          <a:pt x="6809" y="16"/>
                                          <a:pt x="6805" y="12"/>
                                          <a:pt x="6805" y="8"/>
                                        </a:cubicBezTo>
                                        <a:cubicBezTo>
                                          <a:pt x="6805" y="3"/>
                                          <a:pt x="6809" y="0"/>
                                          <a:pt x="6813" y="0"/>
                                        </a:cubicBezTo>
                                        <a:lnTo>
                                          <a:pt x="6925" y="0"/>
                                        </a:lnTo>
                                        <a:cubicBezTo>
                                          <a:pt x="6930" y="0"/>
                                          <a:pt x="6933" y="3"/>
                                          <a:pt x="6933" y="8"/>
                                        </a:cubicBezTo>
                                        <a:cubicBezTo>
                                          <a:pt x="6933" y="12"/>
                                          <a:pt x="6930" y="16"/>
                                          <a:pt x="6925" y="16"/>
                                        </a:cubicBezTo>
                                        <a:close/>
                                        <a:moveTo>
                                          <a:pt x="6733" y="16"/>
                                        </a:moveTo>
                                        <a:lnTo>
                                          <a:pt x="6621" y="16"/>
                                        </a:lnTo>
                                        <a:cubicBezTo>
                                          <a:pt x="6617" y="16"/>
                                          <a:pt x="6613" y="12"/>
                                          <a:pt x="6613" y="8"/>
                                        </a:cubicBezTo>
                                        <a:cubicBezTo>
                                          <a:pt x="6613" y="3"/>
                                          <a:pt x="6617" y="0"/>
                                          <a:pt x="6621" y="0"/>
                                        </a:cubicBezTo>
                                        <a:lnTo>
                                          <a:pt x="6733" y="0"/>
                                        </a:lnTo>
                                        <a:cubicBezTo>
                                          <a:pt x="6738" y="0"/>
                                          <a:pt x="6741" y="3"/>
                                          <a:pt x="6741" y="8"/>
                                        </a:cubicBezTo>
                                        <a:cubicBezTo>
                                          <a:pt x="6741" y="12"/>
                                          <a:pt x="6738" y="16"/>
                                          <a:pt x="6733" y="16"/>
                                        </a:cubicBezTo>
                                        <a:close/>
                                        <a:moveTo>
                                          <a:pt x="6541" y="16"/>
                                        </a:moveTo>
                                        <a:lnTo>
                                          <a:pt x="6429" y="16"/>
                                        </a:lnTo>
                                        <a:cubicBezTo>
                                          <a:pt x="6425" y="16"/>
                                          <a:pt x="6421" y="12"/>
                                          <a:pt x="6421" y="8"/>
                                        </a:cubicBezTo>
                                        <a:cubicBezTo>
                                          <a:pt x="6421" y="3"/>
                                          <a:pt x="6425" y="0"/>
                                          <a:pt x="6429" y="0"/>
                                        </a:cubicBezTo>
                                        <a:lnTo>
                                          <a:pt x="6541" y="0"/>
                                        </a:lnTo>
                                        <a:cubicBezTo>
                                          <a:pt x="6546" y="0"/>
                                          <a:pt x="6549" y="3"/>
                                          <a:pt x="6549" y="8"/>
                                        </a:cubicBezTo>
                                        <a:cubicBezTo>
                                          <a:pt x="6549" y="12"/>
                                          <a:pt x="6546" y="16"/>
                                          <a:pt x="6541" y="16"/>
                                        </a:cubicBezTo>
                                        <a:close/>
                                        <a:moveTo>
                                          <a:pt x="6349" y="16"/>
                                        </a:moveTo>
                                        <a:lnTo>
                                          <a:pt x="6237" y="16"/>
                                        </a:lnTo>
                                        <a:cubicBezTo>
                                          <a:pt x="6233" y="16"/>
                                          <a:pt x="6229" y="12"/>
                                          <a:pt x="6229" y="8"/>
                                        </a:cubicBezTo>
                                        <a:cubicBezTo>
                                          <a:pt x="6229" y="3"/>
                                          <a:pt x="6233" y="0"/>
                                          <a:pt x="6237" y="0"/>
                                        </a:cubicBezTo>
                                        <a:lnTo>
                                          <a:pt x="6349" y="0"/>
                                        </a:lnTo>
                                        <a:cubicBezTo>
                                          <a:pt x="6354" y="0"/>
                                          <a:pt x="6357" y="3"/>
                                          <a:pt x="6357" y="8"/>
                                        </a:cubicBezTo>
                                        <a:cubicBezTo>
                                          <a:pt x="6357" y="12"/>
                                          <a:pt x="6354" y="16"/>
                                          <a:pt x="6349" y="16"/>
                                        </a:cubicBezTo>
                                        <a:close/>
                                        <a:moveTo>
                                          <a:pt x="6157" y="16"/>
                                        </a:moveTo>
                                        <a:lnTo>
                                          <a:pt x="6045" y="16"/>
                                        </a:lnTo>
                                        <a:cubicBezTo>
                                          <a:pt x="6041" y="16"/>
                                          <a:pt x="6037" y="12"/>
                                          <a:pt x="6037" y="8"/>
                                        </a:cubicBezTo>
                                        <a:cubicBezTo>
                                          <a:pt x="6037" y="3"/>
                                          <a:pt x="6041" y="0"/>
                                          <a:pt x="6045" y="0"/>
                                        </a:cubicBezTo>
                                        <a:lnTo>
                                          <a:pt x="6157" y="0"/>
                                        </a:lnTo>
                                        <a:cubicBezTo>
                                          <a:pt x="6162" y="0"/>
                                          <a:pt x="6165" y="3"/>
                                          <a:pt x="6165" y="8"/>
                                        </a:cubicBezTo>
                                        <a:cubicBezTo>
                                          <a:pt x="6165" y="12"/>
                                          <a:pt x="6162" y="16"/>
                                          <a:pt x="6157" y="16"/>
                                        </a:cubicBezTo>
                                        <a:close/>
                                        <a:moveTo>
                                          <a:pt x="5965" y="16"/>
                                        </a:moveTo>
                                        <a:lnTo>
                                          <a:pt x="5853" y="16"/>
                                        </a:lnTo>
                                        <a:cubicBezTo>
                                          <a:pt x="5849" y="16"/>
                                          <a:pt x="5845" y="12"/>
                                          <a:pt x="5845" y="8"/>
                                        </a:cubicBezTo>
                                        <a:cubicBezTo>
                                          <a:pt x="5845" y="3"/>
                                          <a:pt x="5849" y="0"/>
                                          <a:pt x="5853" y="0"/>
                                        </a:cubicBezTo>
                                        <a:lnTo>
                                          <a:pt x="5965" y="0"/>
                                        </a:lnTo>
                                        <a:cubicBezTo>
                                          <a:pt x="5970" y="0"/>
                                          <a:pt x="5973" y="3"/>
                                          <a:pt x="5973" y="8"/>
                                        </a:cubicBezTo>
                                        <a:cubicBezTo>
                                          <a:pt x="5973" y="12"/>
                                          <a:pt x="5970" y="16"/>
                                          <a:pt x="5965" y="16"/>
                                        </a:cubicBezTo>
                                        <a:close/>
                                        <a:moveTo>
                                          <a:pt x="5773" y="16"/>
                                        </a:moveTo>
                                        <a:lnTo>
                                          <a:pt x="5661" y="16"/>
                                        </a:lnTo>
                                        <a:cubicBezTo>
                                          <a:pt x="5657" y="16"/>
                                          <a:pt x="5653" y="12"/>
                                          <a:pt x="5653" y="8"/>
                                        </a:cubicBezTo>
                                        <a:cubicBezTo>
                                          <a:pt x="5653" y="3"/>
                                          <a:pt x="5657" y="0"/>
                                          <a:pt x="5661" y="0"/>
                                        </a:cubicBezTo>
                                        <a:lnTo>
                                          <a:pt x="5773" y="0"/>
                                        </a:lnTo>
                                        <a:cubicBezTo>
                                          <a:pt x="5778" y="0"/>
                                          <a:pt x="5781" y="3"/>
                                          <a:pt x="5781" y="8"/>
                                        </a:cubicBezTo>
                                        <a:cubicBezTo>
                                          <a:pt x="5781" y="12"/>
                                          <a:pt x="5778" y="16"/>
                                          <a:pt x="5773" y="16"/>
                                        </a:cubicBezTo>
                                        <a:close/>
                                        <a:moveTo>
                                          <a:pt x="5581" y="16"/>
                                        </a:moveTo>
                                        <a:lnTo>
                                          <a:pt x="5469" y="16"/>
                                        </a:lnTo>
                                        <a:cubicBezTo>
                                          <a:pt x="5465" y="16"/>
                                          <a:pt x="5461" y="12"/>
                                          <a:pt x="5461" y="8"/>
                                        </a:cubicBezTo>
                                        <a:cubicBezTo>
                                          <a:pt x="5461" y="3"/>
                                          <a:pt x="5465" y="0"/>
                                          <a:pt x="5469" y="0"/>
                                        </a:cubicBezTo>
                                        <a:lnTo>
                                          <a:pt x="5581" y="0"/>
                                        </a:lnTo>
                                        <a:cubicBezTo>
                                          <a:pt x="5586" y="0"/>
                                          <a:pt x="5589" y="3"/>
                                          <a:pt x="5589" y="8"/>
                                        </a:cubicBezTo>
                                        <a:cubicBezTo>
                                          <a:pt x="5589" y="12"/>
                                          <a:pt x="5586" y="16"/>
                                          <a:pt x="5581" y="16"/>
                                        </a:cubicBezTo>
                                        <a:close/>
                                        <a:moveTo>
                                          <a:pt x="5389" y="16"/>
                                        </a:moveTo>
                                        <a:lnTo>
                                          <a:pt x="5277" y="16"/>
                                        </a:lnTo>
                                        <a:cubicBezTo>
                                          <a:pt x="5273" y="16"/>
                                          <a:pt x="5269" y="12"/>
                                          <a:pt x="5269" y="8"/>
                                        </a:cubicBezTo>
                                        <a:cubicBezTo>
                                          <a:pt x="5269" y="3"/>
                                          <a:pt x="5273" y="0"/>
                                          <a:pt x="5277" y="0"/>
                                        </a:cubicBezTo>
                                        <a:lnTo>
                                          <a:pt x="5389" y="0"/>
                                        </a:lnTo>
                                        <a:cubicBezTo>
                                          <a:pt x="5394" y="0"/>
                                          <a:pt x="5397" y="3"/>
                                          <a:pt x="5397" y="8"/>
                                        </a:cubicBezTo>
                                        <a:cubicBezTo>
                                          <a:pt x="5397" y="12"/>
                                          <a:pt x="5394" y="16"/>
                                          <a:pt x="5389" y="16"/>
                                        </a:cubicBezTo>
                                        <a:close/>
                                        <a:moveTo>
                                          <a:pt x="5197" y="16"/>
                                        </a:moveTo>
                                        <a:lnTo>
                                          <a:pt x="5085" y="16"/>
                                        </a:lnTo>
                                        <a:cubicBezTo>
                                          <a:pt x="5081" y="16"/>
                                          <a:pt x="5077" y="12"/>
                                          <a:pt x="5077" y="8"/>
                                        </a:cubicBezTo>
                                        <a:cubicBezTo>
                                          <a:pt x="5077" y="3"/>
                                          <a:pt x="5081" y="0"/>
                                          <a:pt x="5085" y="0"/>
                                        </a:cubicBezTo>
                                        <a:lnTo>
                                          <a:pt x="5197" y="0"/>
                                        </a:lnTo>
                                        <a:cubicBezTo>
                                          <a:pt x="5202" y="0"/>
                                          <a:pt x="5205" y="3"/>
                                          <a:pt x="5205" y="8"/>
                                        </a:cubicBezTo>
                                        <a:cubicBezTo>
                                          <a:pt x="5205" y="12"/>
                                          <a:pt x="5202" y="16"/>
                                          <a:pt x="5197" y="16"/>
                                        </a:cubicBezTo>
                                        <a:close/>
                                        <a:moveTo>
                                          <a:pt x="5005" y="16"/>
                                        </a:moveTo>
                                        <a:lnTo>
                                          <a:pt x="4893" y="16"/>
                                        </a:lnTo>
                                        <a:cubicBezTo>
                                          <a:pt x="4889" y="16"/>
                                          <a:pt x="4885" y="12"/>
                                          <a:pt x="4885" y="8"/>
                                        </a:cubicBezTo>
                                        <a:cubicBezTo>
                                          <a:pt x="4885" y="3"/>
                                          <a:pt x="4889" y="0"/>
                                          <a:pt x="4893" y="0"/>
                                        </a:cubicBezTo>
                                        <a:lnTo>
                                          <a:pt x="5005" y="0"/>
                                        </a:lnTo>
                                        <a:cubicBezTo>
                                          <a:pt x="5010" y="0"/>
                                          <a:pt x="5013" y="3"/>
                                          <a:pt x="5013" y="8"/>
                                        </a:cubicBezTo>
                                        <a:cubicBezTo>
                                          <a:pt x="5013" y="12"/>
                                          <a:pt x="5010" y="16"/>
                                          <a:pt x="5005" y="16"/>
                                        </a:cubicBezTo>
                                        <a:close/>
                                        <a:moveTo>
                                          <a:pt x="4813" y="16"/>
                                        </a:moveTo>
                                        <a:lnTo>
                                          <a:pt x="4701" y="16"/>
                                        </a:lnTo>
                                        <a:cubicBezTo>
                                          <a:pt x="4697" y="16"/>
                                          <a:pt x="4693" y="12"/>
                                          <a:pt x="4693" y="8"/>
                                        </a:cubicBezTo>
                                        <a:cubicBezTo>
                                          <a:pt x="4693" y="3"/>
                                          <a:pt x="4697" y="0"/>
                                          <a:pt x="4701" y="0"/>
                                        </a:cubicBezTo>
                                        <a:lnTo>
                                          <a:pt x="4813" y="0"/>
                                        </a:lnTo>
                                        <a:cubicBezTo>
                                          <a:pt x="4818" y="0"/>
                                          <a:pt x="4821" y="3"/>
                                          <a:pt x="4821" y="8"/>
                                        </a:cubicBezTo>
                                        <a:cubicBezTo>
                                          <a:pt x="4821" y="12"/>
                                          <a:pt x="4818" y="16"/>
                                          <a:pt x="4813" y="16"/>
                                        </a:cubicBezTo>
                                        <a:close/>
                                        <a:moveTo>
                                          <a:pt x="4621" y="16"/>
                                        </a:moveTo>
                                        <a:lnTo>
                                          <a:pt x="4509" y="16"/>
                                        </a:lnTo>
                                        <a:cubicBezTo>
                                          <a:pt x="4505" y="16"/>
                                          <a:pt x="4501" y="12"/>
                                          <a:pt x="4501" y="8"/>
                                        </a:cubicBezTo>
                                        <a:cubicBezTo>
                                          <a:pt x="4501" y="3"/>
                                          <a:pt x="4505" y="0"/>
                                          <a:pt x="4509" y="0"/>
                                        </a:cubicBezTo>
                                        <a:lnTo>
                                          <a:pt x="4621" y="0"/>
                                        </a:lnTo>
                                        <a:cubicBezTo>
                                          <a:pt x="4626" y="0"/>
                                          <a:pt x="4629" y="3"/>
                                          <a:pt x="4629" y="8"/>
                                        </a:cubicBezTo>
                                        <a:cubicBezTo>
                                          <a:pt x="4629" y="12"/>
                                          <a:pt x="4626" y="16"/>
                                          <a:pt x="4621" y="16"/>
                                        </a:cubicBezTo>
                                        <a:close/>
                                        <a:moveTo>
                                          <a:pt x="4429" y="16"/>
                                        </a:moveTo>
                                        <a:lnTo>
                                          <a:pt x="4317" y="16"/>
                                        </a:lnTo>
                                        <a:cubicBezTo>
                                          <a:pt x="4313" y="16"/>
                                          <a:pt x="4309" y="12"/>
                                          <a:pt x="4309" y="8"/>
                                        </a:cubicBezTo>
                                        <a:cubicBezTo>
                                          <a:pt x="4309" y="3"/>
                                          <a:pt x="4313" y="0"/>
                                          <a:pt x="4317" y="0"/>
                                        </a:cubicBezTo>
                                        <a:lnTo>
                                          <a:pt x="4429" y="0"/>
                                        </a:lnTo>
                                        <a:cubicBezTo>
                                          <a:pt x="4434" y="0"/>
                                          <a:pt x="4437" y="3"/>
                                          <a:pt x="4437" y="8"/>
                                        </a:cubicBezTo>
                                        <a:cubicBezTo>
                                          <a:pt x="4437" y="12"/>
                                          <a:pt x="4434" y="16"/>
                                          <a:pt x="4429" y="16"/>
                                        </a:cubicBezTo>
                                        <a:close/>
                                        <a:moveTo>
                                          <a:pt x="4237" y="16"/>
                                        </a:moveTo>
                                        <a:lnTo>
                                          <a:pt x="4125" y="16"/>
                                        </a:lnTo>
                                        <a:cubicBezTo>
                                          <a:pt x="4121" y="16"/>
                                          <a:pt x="4117" y="12"/>
                                          <a:pt x="4117" y="8"/>
                                        </a:cubicBezTo>
                                        <a:cubicBezTo>
                                          <a:pt x="4117" y="3"/>
                                          <a:pt x="4121" y="0"/>
                                          <a:pt x="4125" y="0"/>
                                        </a:cubicBezTo>
                                        <a:lnTo>
                                          <a:pt x="4237" y="0"/>
                                        </a:lnTo>
                                        <a:cubicBezTo>
                                          <a:pt x="4242" y="0"/>
                                          <a:pt x="4245" y="3"/>
                                          <a:pt x="4245" y="8"/>
                                        </a:cubicBezTo>
                                        <a:cubicBezTo>
                                          <a:pt x="4245" y="12"/>
                                          <a:pt x="4242" y="16"/>
                                          <a:pt x="4237" y="16"/>
                                        </a:cubicBezTo>
                                        <a:close/>
                                        <a:moveTo>
                                          <a:pt x="4045" y="16"/>
                                        </a:moveTo>
                                        <a:lnTo>
                                          <a:pt x="3933" y="16"/>
                                        </a:lnTo>
                                        <a:cubicBezTo>
                                          <a:pt x="3929" y="16"/>
                                          <a:pt x="3925" y="12"/>
                                          <a:pt x="3925" y="8"/>
                                        </a:cubicBezTo>
                                        <a:cubicBezTo>
                                          <a:pt x="3925" y="3"/>
                                          <a:pt x="3929" y="0"/>
                                          <a:pt x="3933" y="0"/>
                                        </a:cubicBezTo>
                                        <a:lnTo>
                                          <a:pt x="4045" y="0"/>
                                        </a:lnTo>
                                        <a:cubicBezTo>
                                          <a:pt x="4050" y="0"/>
                                          <a:pt x="4053" y="3"/>
                                          <a:pt x="4053" y="8"/>
                                        </a:cubicBezTo>
                                        <a:cubicBezTo>
                                          <a:pt x="4053" y="12"/>
                                          <a:pt x="4050" y="16"/>
                                          <a:pt x="4045" y="16"/>
                                        </a:cubicBezTo>
                                        <a:close/>
                                        <a:moveTo>
                                          <a:pt x="3853" y="16"/>
                                        </a:moveTo>
                                        <a:lnTo>
                                          <a:pt x="3741" y="16"/>
                                        </a:lnTo>
                                        <a:cubicBezTo>
                                          <a:pt x="3737" y="16"/>
                                          <a:pt x="3733" y="12"/>
                                          <a:pt x="3733" y="8"/>
                                        </a:cubicBezTo>
                                        <a:cubicBezTo>
                                          <a:pt x="3733" y="3"/>
                                          <a:pt x="3737" y="0"/>
                                          <a:pt x="3741" y="0"/>
                                        </a:cubicBezTo>
                                        <a:lnTo>
                                          <a:pt x="3853" y="0"/>
                                        </a:lnTo>
                                        <a:cubicBezTo>
                                          <a:pt x="3858" y="0"/>
                                          <a:pt x="3861" y="3"/>
                                          <a:pt x="3861" y="8"/>
                                        </a:cubicBezTo>
                                        <a:cubicBezTo>
                                          <a:pt x="3861" y="12"/>
                                          <a:pt x="3858" y="16"/>
                                          <a:pt x="3853" y="16"/>
                                        </a:cubicBezTo>
                                        <a:close/>
                                        <a:moveTo>
                                          <a:pt x="3661" y="16"/>
                                        </a:moveTo>
                                        <a:lnTo>
                                          <a:pt x="3549" y="16"/>
                                        </a:lnTo>
                                        <a:cubicBezTo>
                                          <a:pt x="3545" y="16"/>
                                          <a:pt x="3541" y="12"/>
                                          <a:pt x="3541" y="8"/>
                                        </a:cubicBezTo>
                                        <a:cubicBezTo>
                                          <a:pt x="3541" y="3"/>
                                          <a:pt x="3545" y="0"/>
                                          <a:pt x="3549" y="0"/>
                                        </a:cubicBezTo>
                                        <a:lnTo>
                                          <a:pt x="3661" y="0"/>
                                        </a:lnTo>
                                        <a:cubicBezTo>
                                          <a:pt x="3666" y="0"/>
                                          <a:pt x="3669" y="3"/>
                                          <a:pt x="3669" y="8"/>
                                        </a:cubicBezTo>
                                        <a:cubicBezTo>
                                          <a:pt x="3669" y="12"/>
                                          <a:pt x="3666" y="16"/>
                                          <a:pt x="3661" y="16"/>
                                        </a:cubicBezTo>
                                        <a:close/>
                                        <a:moveTo>
                                          <a:pt x="3469" y="16"/>
                                        </a:moveTo>
                                        <a:lnTo>
                                          <a:pt x="3357" y="16"/>
                                        </a:lnTo>
                                        <a:cubicBezTo>
                                          <a:pt x="3353" y="16"/>
                                          <a:pt x="3349" y="12"/>
                                          <a:pt x="3349" y="8"/>
                                        </a:cubicBezTo>
                                        <a:cubicBezTo>
                                          <a:pt x="3349" y="3"/>
                                          <a:pt x="3353" y="0"/>
                                          <a:pt x="3357" y="0"/>
                                        </a:cubicBezTo>
                                        <a:lnTo>
                                          <a:pt x="3469" y="0"/>
                                        </a:lnTo>
                                        <a:cubicBezTo>
                                          <a:pt x="3474" y="0"/>
                                          <a:pt x="3477" y="3"/>
                                          <a:pt x="3477" y="8"/>
                                        </a:cubicBezTo>
                                        <a:cubicBezTo>
                                          <a:pt x="3477" y="12"/>
                                          <a:pt x="3474" y="16"/>
                                          <a:pt x="3469" y="16"/>
                                        </a:cubicBezTo>
                                        <a:close/>
                                        <a:moveTo>
                                          <a:pt x="3277" y="16"/>
                                        </a:moveTo>
                                        <a:lnTo>
                                          <a:pt x="3165" y="16"/>
                                        </a:lnTo>
                                        <a:cubicBezTo>
                                          <a:pt x="3161" y="16"/>
                                          <a:pt x="3157" y="12"/>
                                          <a:pt x="3157" y="8"/>
                                        </a:cubicBezTo>
                                        <a:cubicBezTo>
                                          <a:pt x="3157" y="3"/>
                                          <a:pt x="3161" y="0"/>
                                          <a:pt x="3165" y="0"/>
                                        </a:cubicBezTo>
                                        <a:lnTo>
                                          <a:pt x="3277" y="0"/>
                                        </a:lnTo>
                                        <a:cubicBezTo>
                                          <a:pt x="3282" y="0"/>
                                          <a:pt x="3285" y="3"/>
                                          <a:pt x="3285" y="8"/>
                                        </a:cubicBezTo>
                                        <a:cubicBezTo>
                                          <a:pt x="3285" y="12"/>
                                          <a:pt x="3282" y="16"/>
                                          <a:pt x="3277" y="16"/>
                                        </a:cubicBezTo>
                                        <a:close/>
                                        <a:moveTo>
                                          <a:pt x="3085" y="16"/>
                                        </a:moveTo>
                                        <a:lnTo>
                                          <a:pt x="2973" y="16"/>
                                        </a:lnTo>
                                        <a:cubicBezTo>
                                          <a:pt x="2969" y="16"/>
                                          <a:pt x="2965" y="12"/>
                                          <a:pt x="2965" y="8"/>
                                        </a:cubicBezTo>
                                        <a:cubicBezTo>
                                          <a:pt x="2965" y="3"/>
                                          <a:pt x="2969" y="0"/>
                                          <a:pt x="2973" y="0"/>
                                        </a:cubicBezTo>
                                        <a:lnTo>
                                          <a:pt x="3085" y="0"/>
                                        </a:lnTo>
                                        <a:cubicBezTo>
                                          <a:pt x="3090" y="0"/>
                                          <a:pt x="3093" y="3"/>
                                          <a:pt x="3093" y="8"/>
                                        </a:cubicBezTo>
                                        <a:cubicBezTo>
                                          <a:pt x="3093" y="12"/>
                                          <a:pt x="3090" y="16"/>
                                          <a:pt x="3085" y="16"/>
                                        </a:cubicBezTo>
                                        <a:close/>
                                        <a:moveTo>
                                          <a:pt x="2893" y="16"/>
                                        </a:moveTo>
                                        <a:lnTo>
                                          <a:pt x="2781" y="16"/>
                                        </a:lnTo>
                                        <a:cubicBezTo>
                                          <a:pt x="2777" y="16"/>
                                          <a:pt x="2773" y="12"/>
                                          <a:pt x="2773" y="8"/>
                                        </a:cubicBezTo>
                                        <a:cubicBezTo>
                                          <a:pt x="2773" y="3"/>
                                          <a:pt x="2777" y="0"/>
                                          <a:pt x="2781" y="0"/>
                                        </a:cubicBezTo>
                                        <a:lnTo>
                                          <a:pt x="2893" y="0"/>
                                        </a:lnTo>
                                        <a:cubicBezTo>
                                          <a:pt x="2898" y="0"/>
                                          <a:pt x="2901" y="3"/>
                                          <a:pt x="2901" y="8"/>
                                        </a:cubicBezTo>
                                        <a:cubicBezTo>
                                          <a:pt x="2901" y="12"/>
                                          <a:pt x="2898" y="16"/>
                                          <a:pt x="2893" y="16"/>
                                        </a:cubicBezTo>
                                        <a:close/>
                                        <a:moveTo>
                                          <a:pt x="2701" y="16"/>
                                        </a:moveTo>
                                        <a:lnTo>
                                          <a:pt x="2589" y="16"/>
                                        </a:lnTo>
                                        <a:cubicBezTo>
                                          <a:pt x="2585" y="16"/>
                                          <a:pt x="2581" y="12"/>
                                          <a:pt x="2581" y="8"/>
                                        </a:cubicBezTo>
                                        <a:cubicBezTo>
                                          <a:pt x="2581" y="3"/>
                                          <a:pt x="2585" y="0"/>
                                          <a:pt x="2589" y="0"/>
                                        </a:cubicBezTo>
                                        <a:lnTo>
                                          <a:pt x="2701" y="0"/>
                                        </a:lnTo>
                                        <a:cubicBezTo>
                                          <a:pt x="2706" y="0"/>
                                          <a:pt x="2709" y="3"/>
                                          <a:pt x="2709" y="8"/>
                                        </a:cubicBezTo>
                                        <a:cubicBezTo>
                                          <a:pt x="2709" y="12"/>
                                          <a:pt x="2706" y="16"/>
                                          <a:pt x="2701" y="16"/>
                                        </a:cubicBezTo>
                                        <a:close/>
                                        <a:moveTo>
                                          <a:pt x="2509" y="16"/>
                                        </a:moveTo>
                                        <a:lnTo>
                                          <a:pt x="2397" y="16"/>
                                        </a:lnTo>
                                        <a:cubicBezTo>
                                          <a:pt x="2393" y="16"/>
                                          <a:pt x="2389" y="12"/>
                                          <a:pt x="2389" y="8"/>
                                        </a:cubicBezTo>
                                        <a:cubicBezTo>
                                          <a:pt x="2389" y="3"/>
                                          <a:pt x="2393" y="0"/>
                                          <a:pt x="2397" y="0"/>
                                        </a:cubicBezTo>
                                        <a:lnTo>
                                          <a:pt x="2509" y="0"/>
                                        </a:lnTo>
                                        <a:cubicBezTo>
                                          <a:pt x="2514" y="0"/>
                                          <a:pt x="2517" y="3"/>
                                          <a:pt x="2517" y="8"/>
                                        </a:cubicBezTo>
                                        <a:cubicBezTo>
                                          <a:pt x="2517" y="12"/>
                                          <a:pt x="2514" y="16"/>
                                          <a:pt x="2509" y="16"/>
                                        </a:cubicBezTo>
                                        <a:close/>
                                        <a:moveTo>
                                          <a:pt x="2317" y="16"/>
                                        </a:moveTo>
                                        <a:lnTo>
                                          <a:pt x="2205" y="16"/>
                                        </a:lnTo>
                                        <a:cubicBezTo>
                                          <a:pt x="2201" y="16"/>
                                          <a:pt x="2197" y="12"/>
                                          <a:pt x="2197" y="8"/>
                                        </a:cubicBezTo>
                                        <a:cubicBezTo>
                                          <a:pt x="2197" y="3"/>
                                          <a:pt x="2201" y="0"/>
                                          <a:pt x="2205" y="0"/>
                                        </a:cubicBezTo>
                                        <a:lnTo>
                                          <a:pt x="2317" y="0"/>
                                        </a:lnTo>
                                        <a:cubicBezTo>
                                          <a:pt x="2322" y="0"/>
                                          <a:pt x="2325" y="3"/>
                                          <a:pt x="2325" y="8"/>
                                        </a:cubicBezTo>
                                        <a:cubicBezTo>
                                          <a:pt x="2325" y="12"/>
                                          <a:pt x="2322" y="16"/>
                                          <a:pt x="2317" y="16"/>
                                        </a:cubicBezTo>
                                        <a:close/>
                                        <a:moveTo>
                                          <a:pt x="2125" y="16"/>
                                        </a:moveTo>
                                        <a:lnTo>
                                          <a:pt x="2013" y="16"/>
                                        </a:lnTo>
                                        <a:cubicBezTo>
                                          <a:pt x="2009" y="16"/>
                                          <a:pt x="2005" y="12"/>
                                          <a:pt x="2005" y="8"/>
                                        </a:cubicBezTo>
                                        <a:cubicBezTo>
                                          <a:pt x="2005" y="3"/>
                                          <a:pt x="2009" y="0"/>
                                          <a:pt x="2013" y="0"/>
                                        </a:cubicBezTo>
                                        <a:lnTo>
                                          <a:pt x="2125" y="0"/>
                                        </a:lnTo>
                                        <a:cubicBezTo>
                                          <a:pt x="2130" y="0"/>
                                          <a:pt x="2133" y="3"/>
                                          <a:pt x="2133" y="8"/>
                                        </a:cubicBezTo>
                                        <a:cubicBezTo>
                                          <a:pt x="2133" y="12"/>
                                          <a:pt x="2130" y="16"/>
                                          <a:pt x="2125" y="16"/>
                                        </a:cubicBezTo>
                                        <a:close/>
                                        <a:moveTo>
                                          <a:pt x="1933" y="16"/>
                                        </a:moveTo>
                                        <a:lnTo>
                                          <a:pt x="1821" y="16"/>
                                        </a:lnTo>
                                        <a:cubicBezTo>
                                          <a:pt x="1817" y="16"/>
                                          <a:pt x="1813" y="12"/>
                                          <a:pt x="1813" y="8"/>
                                        </a:cubicBezTo>
                                        <a:cubicBezTo>
                                          <a:pt x="1813" y="3"/>
                                          <a:pt x="1817" y="0"/>
                                          <a:pt x="1821" y="0"/>
                                        </a:cubicBezTo>
                                        <a:lnTo>
                                          <a:pt x="1933" y="0"/>
                                        </a:lnTo>
                                        <a:cubicBezTo>
                                          <a:pt x="1938" y="0"/>
                                          <a:pt x="1941" y="3"/>
                                          <a:pt x="1941" y="8"/>
                                        </a:cubicBezTo>
                                        <a:cubicBezTo>
                                          <a:pt x="1941" y="12"/>
                                          <a:pt x="1938" y="16"/>
                                          <a:pt x="1933" y="16"/>
                                        </a:cubicBezTo>
                                        <a:close/>
                                        <a:moveTo>
                                          <a:pt x="1741" y="16"/>
                                        </a:moveTo>
                                        <a:lnTo>
                                          <a:pt x="1629" y="16"/>
                                        </a:lnTo>
                                        <a:cubicBezTo>
                                          <a:pt x="1625" y="16"/>
                                          <a:pt x="1621" y="12"/>
                                          <a:pt x="1621" y="8"/>
                                        </a:cubicBezTo>
                                        <a:cubicBezTo>
                                          <a:pt x="1621" y="3"/>
                                          <a:pt x="1625" y="0"/>
                                          <a:pt x="1629" y="0"/>
                                        </a:cubicBezTo>
                                        <a:lnTo>
                                          <a:pt x="1741" y="0"/>
                                        </a:lnTo>
                                        <a:cubicBezTo>
                                          <a:pt x="1746" y="0"/>
                                          <a:pt x="1749" y="3"/>
                                          <a:pt x="1749" y="8"/>
                                        </a:cubicBezTo>
                                        <a:cubicBezTo>
                                          <a:pt x="1749" y="12"/>
                                          <a:pt x="1746" y="16"/>
                                          <a:pt x="1741" y="16"/>
                                        </a:cubicBezTo>
                                        <a:close/>
                                        <a:moveTo>
                                          <a:pt x="1549" y="16"/>
                                        </a:moveTo>
                                        <a:lnTo>
                                          <a:pt x="1437" y="16"/>
                                        </a:lnTo>
                                        <a:cubicBezTo>
                                          <a:pt x="1433" y="16"/>
                                          <a:pt x="1429" y="12"/>
                                          <a:pt x="1429" y="8"/>
                                        </a:cubicBezTo>
                                        <a:cubicBezTo>
                                          <a:pt x="1429" y="3"/>
                                          <a:pt x="1433" y="0"/>
                                          <a:pt x="1437" y="0"/>
                                        </a:cubicBezTo>
                                        <a:lnTo>
                                          <a:pt x="1549" y="0"/>
                                        </a:lnTo>
                                        <a:cubicBezTo>
                                          <a:pt x="1554" y="0"/>
                                          <a:pt x="1557" y="3"/>
                                          <a:pt x="1557" y="8"/>
                                        </a:cubicBezTo>
                                        <a:cubicBezTo>
                                          <a:pt x="1557" y="12"/>
                                          <a:pt x="1554" y="16"/>
                                          <a:pt x="1549" y="16"/>
                                        </a:cubicBezTo>
                                        <a:close/>
                                        <a:moveTo>
                                          <a:pt x="1357" y="16"/>
                                        </a:moveTo>
                                        <a:lnTo>
                                          <a:pt x="1245" y="16"/>
                                        </a:lnTo>
                                        <a:cubicBezTo>
                                          <a:pt x="1241" y="16"/>
                                          <a:pt x="1237" y="12"/>
                                          <a:pt x="1237" y="8"/>
                                        </a:cubicBezTo>
                                        <a:cubicBezTo>
                                          <a:pt x="1237" y="3"/>
                                          <a:pt x="1241" y="0"/>
                                          <a:pt x="1245" y="0"/>
                                        </a:cubicBezTo>
                                        <a:lnTo>
                                          <a:pt x="1357" y="0"/>
                                        </a:lnTo>
                                        <a:cubicBezTo>
                                          <a:pt x="1362" y="0"/>
                                          <a:pt x="1365" y="3"/>
                                          <a:pt x="1365" y="8"/>
                                        </a:cubicBezTo>
                                        <a:cubicBezTo>
                                          <a:pt x="1365" y="12"/>
                                          <a:pt x="1362" y="16"/>
                                          <a:pt x="1357" y="16"/>
                                        </a:cubicBezTo>
                                        <a:close/>
                                        <a:moveTo>
                                          <a:pt x="1165" y="16"/>
                                        </a:moveTo>
                                        <a:lnTo>
                                          <a:pt x="1053" y="16"/>
                                        </a:lnTo>
                                        <a:cubicBezTo>
                                          <a:pt x="1049" y="16"/>
                                          <a:pt x="1045" y="12"/>
                                          <a:pt x="1045" y="8"/>
                                        </a:cubicBezTo>
                                        <a:cubicBezTo>
                                          <a:pt x="1045" y="3"/>
                                          <a:pt x="1049" y="0"/>
                                          <a:pt x="1053" y="0"/>
                                        </a:cubicBezTo>
                                        <a:lnTo>
                                          <a:pt x="1165" y="0"/>
                                        </a:lnTo>
                                        <a:cubicBezTo>
                                          <a:pt x="1170" y="0"/>
                                          <a:pt x="1173" y="3"/>
                                          <a:pt x="1173" y="8"/>
                                        </a:cubicBezTo>
                                        <a:cubicBezTo>
                                          <a:pt x="1173" y="12"/>
                                          <a:pt x="1170" y="16"/>
                                          <a:pt x="1165" y="16"/>
                                        </a:cubicBezTo>
                                        <a:close/>
                                        <a:moveTo>
                                          <a:pt x="973" y="16"/>
                                        </a:moveTo>
                                        <a:lnTo>
                                          <a:pt x="861" y="16"/>
                                        </a:lnTo>
                                        <a:cubicBezTo>
                                          <a:pt x="857" y="16"/>
                                          <a:pt x="853" y="12"/>
                                          <a:pt x="853" y="8"/>
                                        </a:cubicBezTo>
                                        <a:cubicBezTo>
                                          <a:pt x="853" y="3"/>
                                          <a:pt x="857" y="0"/>
                                          <a:pt x="861" y="0"/>
                                        </a:cubicBezTo>
                                        <a:lnTo>
                                          <a:pt x="973" y="0"/>
                                        </a:lnTo>
                                        <a:cubicBezTo>
                                          <a:pt x="978" y="0"/>
                                          <a:pt x="981" y="3"/>
                                          <a:pt x="981" y="8"/>
                                        </a:cubicBezTo>
                                        <a:cubicBezTo>
                                          <a:pt x="981" y="12"/>
                                          <a:pt x="978" y="16"/>
                                          <a:pt x="973" y="16"/>
                                        </a:cubicBezTo>
                                        <a:close/>
                                        <a:moveTo>
                                          <a:pt x="781" y="16"/>
                                        </a:moveTo>
                                        <a:lnTo>
                                          <a:pt x="669" y="16"/>
                                        </a:lnTo>
                                        <a:cubicBezTo>
                                          <a:pt x="665" y="16"/>
                                          <a:pt x="661" y="12"/>
                                          <a:pt x="661" y="8"/>
                                        </a:cubicBezTo>
                                        <a:cubicBezTo>
                                          <a:pt x="661" y="3"/>
                                          <a:pt x="665" y="0"/>
                                          <a:pt x="669" y="0"/>
                                        </a:cubicBezTo>
                                        <a:lnTo>
                                          <a:pt x="781" y="0"/>
                                        </a:lnTo>
                                        <a:cubicBezTo>
                                          <a:pt x="786" y="0"/>
                                          <a:pt x="789" y="3"/>
                                          <a:pt x="789" y="8"/>
                                        </a:cubicBezTo>
                                        <a:cubicBezTo>
                                          <a:pt x="789" y="12"/>
                                          <a:pt x="786" y="16"/>
                                          <a:pt x="781" y="16"/>
                                        </a:cubicBezTo>
                                        <a:close/>
                                        <a:moveTo>
                                          <a:pt x="589" y="16"/>
                                        </a:moveTo>
                                        <a:lnTo>
                                          <a:pt x="477" y="16"/>
                                        </a:lnTo>
                                        <a:cubicBezTo>
                                          <a:pt x="473" y="16"/>
                                          <a:pt x="469" y="12"/>
                                          <a:pt x="469" y="8"/>
                                        </a:cubicBezTo>
                                        <a:cubicBezTo>
                                          <a:pt x="469" y="3"/>
                                          <a:pt x="473" y="0"/>
                                          <a:pt x="477" y="0"/>
                                        </a:cubicBezTo>
                                        <a:lnTo>
                                          <a:pt x="589" y="0"/>
                                        </a:lnTo>
                                        <a:cubicBezTo>
                                          <a:pt x="594" y="0"/>
                                          <a:pt x="597" y="3"/>
                                          <a:pt x="597" y="8"/>
                                        </a:cubicBezTo>
                                        <a:cubicBezTo>
                                          <a:pt x="597" y="12"/>
                                          <a:pt x="594" y="16"/>
                                          <a:pt x="589" y="16"/>
                                        </a:cubicBezTo>
                                        <a:close/>
                                        <a:moveTo>
                                          <a:pt x="397" y="16"/>
                                        </a:moveTo>
                                        <a:lnTo>
                                          <a:pt x="285" y="16"/>
                                        </a:lnTo>
                                        <a:cubicBezTo>
                                          <a:pt x="281" y="16"/>
                                          <a:pt x="277" y="12"/>
                                          <a:pt x="277" y="8"/>
                                        </a:cubicBezTo>
                                        <a:cubicBezTo>
                                          <a:pt x="277" y="3"/>
                                          <a:pt x="281" y="0"/>
                                          <a:pt x="285" y="0"/>
                                        </a:cubicBezTo>
                                        <a:lnTo>
                                          <a:pt x="397" y="0"/>
                                        </a:lnTo>
                                        <a:cubicBezTo>
                                          <a:pt x="402" y="0"/>
                                          <a:pt x="405" y="3"/>
                                          <a:pt x="405" y="8"/>
                                        </a:cubicBezTo>
                                        <a:cubicBezTo>
                                          <a:pt x="405" y="12"/>
                                          <a:pt x="402" y="16"/>
                                          <a:pt x="397" y="16"/>
                                        </a:cubicBezTo>
                                        <a:close/>
                                        <a:moveTo>
                                          <a:pt x="205" y="16"/>
                                        </a:moveTo>
                                        <a:lnTo>
                                          <a:pt x="93" y="16"/>
                                        </a:lnTo>
                                        <a:cubicBezTo>
                                          <a:pt x="89" y="16"/>
                                          <a:pt x="85" y="12"/>
                                          <a:pt x="85" y="8"/>
                                        </a:cubicBezTo>
                                        <a:cubicBezTo>
                                          <a:pt x="85" y="3"/>
                                          <a:pt x="89" y="0"/>
                                          <a:pt x="93" y="0"/>
                                        </a:cubicBezTo>
                                        <a:lnTo>
                                          <a:pt x="205" y="0"/>
                                        </a:lnTo>
                                        <a:cubicBezTo>
                                          <a:pt x="210" y="0"/>
                                          <a:pt x="213" y="3"/>
                                          <a:pt x="213" y="8"/>
                                        </a:cubicBezTo>
                                        <a:cubicBezTo>
                                          <a:pt x="213" y="12"/>
                                          <a:pt x="210" y="16"/>
                                          <a:pt x="205" y="16"/>
                                        </a:cubicBezTo>
                                        <a:close/>
                                        <a:moveTo>
                                          <a:pt x="13" y="16"/>
                                        </a:moveTo>
                                        <a:lnTo>
                                          <a:pt x="8" y="16"/>
                                        </a:lnTo>
                                        <a:cubicBezTo>
                                          <a:pt x="4" y="16"/>
                                          <a:pt x="0" y="12"/>
                                          <a:pt x="0" y="8"/>
                                        </a:cubicBezTo>
                                        <a:cubicBezTo>
                                          <a:pt x="0" y="3"/>
                                          <a:pt x="4" y="0"/>
                                          <a:pt x="8" y="0"/>
                                        </a:cubicBezTo>
                                        <a:lnTo>
                                          <a:pt x="13" y="0"/>
                                        </a:lnTo>
                                        <a:cubicBezTo>
                                          <a:pt x="18" y="0"/>
                                          <a:pt x="21" y="3"/>
                                          <a:pt x="21" y="8"/>
                                        </a:cubicBezTo>
                                        <a:cubicBezTo>
                                          <a:pt x="21" y="12"/>
                                          <a:pt x="18" y="16"/>
                                          <a:pt x="13" y="16"/>
                                        </a:cubicBezTo>
                                        <a:close/>
                                      </a:path>
                                    </a:pathLst>
                                  </a:custGeom>
                                  <a:solidFill>
                                    <a:srgbClr val="FF0000"/>
                                  </a:solidFill>
                                  <a:ln w="12" cap="flat">
                                    <a:solidFill>
                                      <a:srgbClr val="FF0000"/>
                                    </a:solidFill>
                                    <a:prstDash val="solid"/>
                                    <a:bevel/>
                                    <a:headEnd/>
                                    <a:tailEnd/>
                                  </a:ln>
                                </wps:spPr>
                                <wps:bodyPr rot="0" vert="horz" wrap="square" lIns="91440" tIns="45720" rIns="91440" bIns="45720" anchor="t" anchorCtr="0" upright="1">
                                  <a:noAutofit/>
                                </wps:bodyPr>
                              </wps:wsp>
                              <wps:wsp>
                                <wps:cNvPr id="9" name="Rectangle 11"/>
                                <wps:cNvSpPr>
                                  <a:spLocks noChangeArrowheads="1"/>
                                </wps:cNvSpPr>
                                <wps:spPr bwMode="auto">
                                  <a:xfrm>
                                    <a:off x="518" y="361"/>
                                    <a:ext cx="2180" cy="115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Freeform 12"/>
                                <wps:cNvSpPr>
                                  <a:spLocks/>
                                </wps:cNvSpPr>
                                <wps:spPr bwMode="auto">
                                  <a:xfrm>
                                    <a:off x="525" y="364"/>
                                    <a:ext cx="2161" cy="1139"/>
                                  </a:xfrm>
                                  <a:custGeom>
                                    <a:avLst/>
                                    <a:gdLst>
                                      <a:gd name="T0" fmla="*/ 0 w 2161"/>
                                      <a:gd name="T1" fmla="*/ 1139 h 1139"/>
                                      <a:gd name="T2" fmla="*/ 1592 w 2161"/>
                                      <a:gd name="T3" fmla="*/ 1139 h 1139"/>
                                      <a:gd name="T4" fmla="*/ 2161 w 2161"/>
                                      <a:gd name="T5" fmla="*/ 0 h 1139"/>
                                      <a:gd name="T6" fmla="*/ 570 w 2161"/>
                                      <a:gd name="T7" fmla="*/ 0 h 1139"/>
                                      <a:gd name="T8" fmla="*/ 0 w 2161"/>
                                      <a:gd name="T9" fmla="*/ 1139 h 1139"/>
                                    </a:gdLst>
                                    <a:ahLst/>
                                    <a:cxnLst>
                                      <a:cxn ang="0">
                                        <a:pos x="T0" y="T1"/>
                                      </a:cxn>
                                      <a:cxn ang="0">
                                        <a:pos x="T2" y="T3"/>
                                      </a:cxn>
                                      <a:cxn ang="0">
                                        <a:pos x="T4" y="T5"/>
                                      </a:cxn>
                                      <a:cxn ang="0">
                                        <a:pos x="T6" y="T7"/>
                                      </a:cxn>
                                      <a:cxn ang="0">
                                        <a:pos x="T8" y="T9"/>
                                      </a:cxn>
                                    </a:cxnLst>
                                    <a:rect l="0" t="0" r="r" b="b"/>
                                    <a:pathLst>
                                      <a:path w="2161" h="1139">
                                        <a:moveTo>
                                          <a:pt x="0" y="1139"/>
                                        </a:moveTo>
                                        <a:lnTo>
                                          <a:pt x="1592" y="1139"/>
                                        </a:lnTo>
                                        <a:lnTo>
                                          <a:pt x="2161" y="0"/>
                                        </a:lnTo>
                                        <a:lnTo>
                                          <a:pt x="570" y="0"/>
                                        </a:lnTo>
                                        <a:lnTo>
                                          <a:pt x="0" y="113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Rectangle 13"/>
                                <wps:cNvSpPr>
                                  <a:spLocks noChangeArrowheads="1"/>
                                </wps:cNvSpPr>
                                <wps:spPr bwMode="auto">
                                  <a:xfrm>
                                    <a:off x="518" y="361"/>
                                    <a:ext cx="2180" cy="115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Rectangle 14"/>
                                <wps:cNvSpPr>
                                  <a:spLocks noChangeArrowheads="1"/>
                                </wps:cNvSpPr>
                                <wps:spPr bwMode="auto">
                                  <a:xfrm>
                                    <a:off x="518" y="349"/>
                                    <a:ext cx="2192" cy="1169"/>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Freeform 15"/>
                                <wps:cNvSpPr>
                                  <a:spLocks/>
                                </wps:cNvSpPr>
                                <wps:spPr bwMode="auto">
                                  <a:xfrm>
                                    <a:off x="519" y="358"/>
                                    <a:ext cx="2173" cy="1152"/>
                                  </a:xfrm>
                                  <a:custGeom>
                                    <a:avLst/>
                                    <a:gdLst>
                                      <a:gd name="T0" fmla="*/ 9 w 2887"/>
                                      <a:gd name="T1" fmla="*/ 1512 h 1529"/>
                                      <a:gd name="T2" fmla="*/ 2123 w 2887"/>
                                      <a:gd name="T3" fmla="*/ 1512 h 1529"/>
                                      <a:gd name="T4" fmla="*/ 2116 w 2887"/>
                                      <a:gd name="T5" fmla="*/ 1516 h 1529"/>
                                      <a:gd name="T6" fmla="*/ 2871 w 2887"/>
                                      <a:gd name="T7" fmla="*/ 4 h 1529"/>
                                      <a:gd name="T8" fmla="*/ 2879 w 2887"/>
                                      <a:gd name="T9" fmla="*/ 16 h 1529"/>
                                      <a:gd name="T10" fmla="*/ 765 w 2887"/>
                                      <a:gd name="T11" fmla="*/ 16 h 1529"/>
                                      <a:gd name="T12" fmla="*/ 772 w 2887"/>
                                      <a:gd name="T13" fmla="*/ 11 h 1529"/>
                                      <a:gd name="T14" fmla="*/ 16 w 2887"/>
                                      <a:gd name="T15" fmla="*/ 1523 h 1529"/>
                                      <a:gd name="T16" fmla="*/ 5 w 2887"/>
                                      <a:gd name="T17" fmla="*/ 1527 h 1529"/>
                                      <a:gd name="T18" fmla="*/ 2 w 2887"/>
                                      <a:gd name="T19" fmla="*/ 1516 h 1529"/>
                                      <a:gd name="T20" fmla="*/ 758 w 2887"/>
                                      <a:gd name="T21" fmla="*/ 4 h 1529"/>
                                      <a:gd name="T22" fmla="*/ 765 w 2887"/>
                                      <a:gd name="T23" fmla="*/ 0 h 1529"/>
                                      <a:gd name="T24" fmla="*/ 2879 w 2887"/>
                                      <a:gd name="T25" fmla="*/ 0 h 1529"/>
                                      <a:gd name="T26" fmla="*/ 2885 w 2887"/>
                                      <a:gd name="T27" fmla="*/ 4 h 1529"/>
                                      <a:gd name="T28" fmla="*/ 2886 w 2887"/>
                                      <a:gd name="T29" fmla="*/ 11 h 1529"/>
                                      <a:gd name="T30" fmla="*/ 2130 w 2887"/>
                                      <a:gd name="T31" fmla="*/ 1523 h 1529"/>
                                      <a:gd name="T32" fmla="*/ 2123 w 2887"/>
                                      <a:gd name="T33" fmla="*/ 1528 h 1529"/>
                                      <a:gd name="T34" fmla="*/ 9 w 2887"/>
                                      <a:gd name="T35" fmla="*/ 1528 h 1529"/>
                                      <a:gd name="T36" fmla="*/ 1 w 2887"/>
                                      <a:gd name="T37" fmla="*/ 1520 h 1529"/>
                                      <a:gd name="T38" fmla="*/ 9 w 2887"/>
                                      <a:gd name="T39" fmla="*/ 1512 h 1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887" h="1529">
                                        <a:moveTo>
                                          <a:pt x="9" y="1512"/>
                                        </a:moveTo>
                                        <a:lnTo>
                                          <a:pt x="2123" y="1512"/>
                                        </a:lnTo>
                                        <a:lnTo>
                                          <a:pt x="2116" y="1516"/>
                                        </a:lnTo>
                                        <a:lnTo>
                                          <a:pt x="2871" y="4"/>
                                        </a:lnTo>
                                        <a:lnTo>
                                          <a:pt x="2879" y="16"/>
                                        </a:lnTo>
                                        <a:lnTo>
                                          <a:pt x="765" y="16"/>
                                        </a:lnTo>
                                        <a:lnTo>
                                          <a:pt x="772" y="11"/>
                                        </a:lnTo>
                                        <a:lnTo>
                                          <a:pt x="16" y="1523"/>
                                        </a:lnTo>
                                        <a:cubicBezTo>
                                          <a:pt x="14" y="1527"/>
                                          <a:pt x="9" y="1529"/>
                                          <a:pt x="5" y="1527"/>
                                        </a:cubicBezTo>
                                        <a:cubicBezTo>
                                          <a:pt x="2" y="1525"/>
                                          <a:pt x="0" y="1520"/>
                                          <a:pt x="2" y="1516"/>
                                        </a:cubicBezTo>
                                        <a:lnTo>
                                          <a:pt x="758" y="4"/>
                                        </a:lnTo>
                                        <a:cubicBezTo>
                                          <a:pt x="759" y="2"/>
                                          <a:pt x="762" y="0"/>
                                          <a:pt x="765" y="0"/>
                                        </a:cubicBezTo>
                                        <a:lnTo>
                                          <a:pt x="2879" y="0"/>
                                        </a:lnTo>
                                        <a:cubicBezTo>
                                          <a:pt x="2881" y="0"/>
                                          <a:pt x="2884" y="1"/>
                                          <a:pt x="2885" y="4"/>
                                        </a:cubicBezTo>
                                        <a:cubicBezTo>
                                          <a:pt x="2887" y="6"/>
                                          <a:pt x="2887" y="9"/>
                                          <a:pt x="2886" y="11"/>
                                        </a:cubicBezTo>
                                        <a:lnTo>
                                          <a:pt x="2130" y="1523"/>
                                        </a:lnTo>
                                        <a:cubicBezTo>
                                          <a:pt x="2128" y="1526"/>
                                          <a:pt x="2126" y="1528"/>
                                          <a:pt x="2123" y="1528"/>
                                        </a:cubicBezTo>
                                        <a:lnTo>
                                          <a:pt x="9" y="1528"/>
                                        </a:lnTo>
                                        <a:cubicBezTo>
                                          <a:pt x="5" y="1528"/>
                                          <a:pt x="1" y="1524"/>
                                          <a:pt x="1" y="1520"/>
                                        </a:cubicBezTo>
                                        <a:cubicBezTo>
                                          <a:pt x="1" y="1515"/>
                                          <a:pt x="5" y="1512"/>
                                          <a:pt x="9" y="1512"/>
                                        </a:cubicBez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14" name="Rectangle 16"/>
                                <wps:cNvSpPr>
                                  <a:spLocks noChangeArrowheads="1"/>
                                </wps:cNvSpPr>
                                <wps:spPr bwMode="auto">
                                  <a:xfrm>
                                    <a:off x="518" y="349"/>
                                    <a:ext cx="2192" cy="1169"/>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17"/>
                                <wps:cNvSpPr>
                                  <a:spLocks noChangeArrowheads="1"/>
                                </wps:cNvSpPr>
                                <wps:spPr bwMode="auto">
                                  <a:xfrm>
                                    <a:off x="482" y="325"/>
                                    <a:ext cx="2192" cy="12"/>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Rectangle 18"/>
                                <wps:cNvSpPr>
                                  <a:spLocks noChangeArrowheads="1"/>
                                </wps:cNvSpPr>
                                <wps:spPr bwMode="auto">
                                  <a:xfrm>
                                    <a:off x="482" y="337"/>
                                    <a:ext cx="2192" cy="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19"/>
                                <wps:cNvSpPr>
                                  <a:spLocks noChangeArrowheads="1"/>
                                </wps:cNvSpPr>
                                <wps:spPr bwMode="auto">
                                  <a:xfrm>
                                    <a:off x="482" y="373"/>
                                    <a:ext cx="2192" cy="73"/>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20"/>
                                <wps:cNvSpPr>
                                  <a:spLocks noChangeArrowheads="1"/>
                                </wps:cNvSpPr>
                                <wps:spPr bwMode="auto">
                                  <a:xfrm>
                                    <a:off x="482" y="446"/>
                                    <a:ext cx="2192" cy="72"/>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21"/>
                                <wps:cNvSpPr>
                                  <a:spLocks noChangeArrowheads="1"/>
                                </wps:cNvSpPr>
                                <wps:spPr bwMode="auto">
                                  <a:xfrm>
                                    <a:off x="482" y="518"/>
                                    <a:ext cx="2192" cy="72"/>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Rectangle 22"/>
                                <wps:cNvSpPr>
                                  <a:spLocks noChangeArrowheads="1"/>
                                </wps:cNvSpPr>
                                <wps:spPr bwMode="auto">
                                  <a:xfrm>
                                    <a:off x="482" y="590"/>
                                    <a:ext cx="2192" cy="73"/>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Rectangle 23"/>
                                <wps:cNvSpPr>
                                  <a:spLocks noChangeArrowheads="1"/>
                                </wps:cNvSpPr>
                                <wps:spPr bwMode="auto">
                                  <a:xfrm>
                                    <a:off x="482" y="663"/>
                                    <a:ext cx="2192" cy="72"/>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Rectangle 24"/>
                                <wps:cNvSpPr>
                                  <a:spLocks noChangeArrowheads="1"/>
                                </wps:cNvSpPr>
                                <wps:spPr bwMode="auto">
                                  <a:xfrm>
                                    <a:off x="482" y="735"/>
                                    <a:ext cx="2192" cy="72"/>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Rectangle 25"/>
                                <wps:cNvSpPr>
                                  <a:spLocks noChangeArrowheads="1"/>
                                </wps:cNvSpPr>
                                <wps:spPr bwMode="auto">
                                  <a:xfrm>
                                    <a:off x="482" y="807"/>
                                    <a:ext cx="2192" cy="145"/>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26"/>
                                <wps:cNvSpPr>
                                  <a:spLocks noChangeArrowheads="1"/>
                                </wps:cNvSpPr>
                                <wps:spPr bwMode="auto">
                                  <a:xfrm>
                                    <a:off x="482" y="952"/>
                                    <a:ext cx="2192" cy="72"/>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Rectangle 27"/>
                                <wps:cNvSpPr>
                                  <a:spLocks noChangeArrowheads="1"/>
                                </wps:cNvSpPr>
                                <wps:spPr bwMode="auto">
                                  <a:xfrm>
                                    <a:off x="482" y="1024"/>
                                    <a:ext cx="2192" cy="72"/>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Rectangle 28"/>
                                <wps:cNvSpPr>
                                  <a:spLocks noChangeArrowheads="1"/>
                                </wps:cNvSpPr>
                                <wps:spPr bwMode="auto">
                                  <a:xfrm>
                                    <a:off x="482" y="1096"/>
                                    <a:ext cx="2192" cy="72"/>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29"/>
                                <wps:cNvSpPr>
                                  <a:spLocks noChangeArrowheads="1"/>
                                </wps:cNvSpPr>
                                <wps:spPr bwMode="auto">
                                  <a:xfrm>
                                    <a:off x="482" y="1168"/>
                                    <a:ext cx="2192" cy="73"/>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Rectangle 30"/>
                                <wps:cNvSpPr>
                                  <a:spLocks noChangeArrowheads="1"/>
                                </wps:cNvSpPr>
                                <wps:spPr bwMode="auto">
                                  <a:xfrm>
                                    <a:off x="482" y="1241"/>
                                    <a:ext cx="2192" cy="72"/>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Rectangle 31"/>
                                <wps:cNvSpPr>
                                  <a:spLocks noChangeArrowheads="1"/>
                                </wps:cNvSpPr>
                                <wps:spPr bwMode="auto">
                                  <a:xfrm>
                                    <a:off x="482" y="1313"/>
                                    <a:ext cx="2192" cy="72"/>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32"/>
                                <wps:cNvSpPr>
                                  <a:spLocks noChangeArrowheads="1"/>
                                </wps:cNvSpPr>
                                <wps:spPr bwMode="auto">
                                  <a:xfrm>
                                    <a:off x="482" y="1385"/>
                                    <a:ext cx="2192" cy="73"/>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Rectangle 33"/>
                                <wps:cNvSpPr>
                                  <a:spLocks noChangeArrowheads="1"/>
                                </wps:cNvSpPr>
                                <wps:spPr bwMode="auto">
                                  <a:xfrm>
                                    <a:off x="482" y="1458"/>
                                    <a:ext cx="2192" cy="36"/>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Freeform 34"/>
                                <wps:cNvSpPr>
                                  <a:spLocks/>
                                </wps:cNvSpPr>
                                <wps:spPr bwMode="auto">
                                  <a:xfrm>
                                    <a:off x="502" y="341"/>
                                    <a:ext cx="2161" cy="1138"/>
                                  </a:xfrm>
                                  <a:custGeom>
                                    <a:avLst/>
                                    <a:gdLst>
                                      <a:gd name="T0" fmla="*/ 0 w 2161"/>
                                      <a:gd name="T1" fmla="*/ 1138 h 1138"/>
                                      <a:gd name="T2" fmla="*/ 1591 w 2161"/>
                                      <a:gd name="T3" fmla="*/ 1138 h 1138"/>
                                      <a:gd name="T4" fmla="*/ 2161 w 2161"/>
                                      <a:gd name="T5" fmla="*/ 0 h 1138"/>
                                      <a:gd name="T6" fmla="*/ 569 w 2161"/>
                                      <a:gd name="T7" fmla="*/ 0 h 1138"/>
                                      <a:gd name="T8" fmla="*/ 0 w 2161"/>
                                      <a:gd name="T9" fmla="*/ 1138 h 1138"/>
                                    </a:gdLst>
                                    <a:ahLst/>
                                    <a:cxnLst>
                                      <a:cxn ang="0">
                                        <a:pos x="T0" y="T1"/>
                                      </a:cxn>
                                      <a:cxn ang="0">
                                        <a:pos x="T2" y="T3"/>
                                      </a:cxn>
                                      <a:cxn ang="0">
                                        <a:pos x="T4" y="T5"/>
                                      </a:cxn>
                                      <a:cxn ang="0">
                                        <a:pos x="T6" y="T7"/>
                                      </a:cxn>
                                      <a:cxn ang="0">
                                        <a:pos x="T8" y="T9"/>
                                      </a:cxn>
                                    </a:cxnLst>
                                    <a:rect l="0" t="0" r="r" b="b"/>
                                    <a:pathLst>
                                      <a:path w="2161" h="1138">
                                        <a:moveTo>
                                          <a:pt x="0" y="1138"/>
                                        </a:moveTo>
                                        <a:lnTo>
                                          <a:pt x="1591" y="1138"/>
                                        </a:lnTo>
                                        <a:lnTo>
                                          <a:pt x="2161" y="0"/>
                                        </a:lnTo>
                                        <a:lnTo>
                                          <a:pt x="569" y="0"/>
                                        </a:lnTo>
                                        <a:lnTo>
                                          <a:pt x="0" y="1138"/>
                                        </a:lnTo>
                                        <a:close/>
                                      </a:path>
                                    </a:pathLst>
                                  </a:custGeom>
                                  <a:noFill/>
                                  <a:ln w="4"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Rectangle 35"/>
                                <wps:cNvSpPr>
                                  <a:spLocks noChangeArrowheads="1"/>
                                </wps:cNvSpPr>
                                <wps:spPr bwMode="auto">
                                  <a:xfrm>
                                    <a:off x="1144" y="530"/>
                                    <a:ext cx="863"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ABS Survey </w:t>
                                      </w:r>
                                    </w:p>
                                  </w:txbxContent>
                                </wps:txbx>
                                <wps:bodyPr rot="0" vert="horz" wrap="none" lIns="0" tIns="0" rIns="0" bIns="0" anchor="t" anchorCtr="0">
                                  <a:spAutoFit/>
                                </wps:bodyPr>
                              </wps:wsp>
                              <wps:wsp>
                                <wps:cNvPr id="34" name="Rectangle 36"/>
                                <wps:cNvSpPr>
                                  <a:spLocks noChangeArrowheads="1"/>
                                </wps:cNvSpPr>
                                <wps:spPr bwMode="auto">
                                  <a:xfrm>
                                    <a:off x="1325" y="722"/>
                                    <a:ext cx="516"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of VCR</w:t>
                                      </w:r>
                                    </w:p>
                                  </w:txbxContent>
                                </wps:txbx>
                                <wps:bodyPr rot="0" vert="horz" wrap="none" lIns="0" tIns="0" rIns="0" bIns="0" anchor="t" anchorCtr="0">
                                  <a:spAutoFit/>
                                </wps:bodyPr>
                              </wps:wsp>
                              <wps:wsp>
                                <wps:cNvPr id="35" name="Rectangle 37"/>
                                <wps:cNvSpPr>
                                  <a:spLocks noChangeArrowheads="1"/>
                                </wps:cNvSpPr>
                                <wps:spPr bwMode="auto">
                                  <a:xfrm>
                                    <a:off x="1180" y="915"/>
                                    <a:ext cx="54"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36" name="Rectangle 38"/>
                                <wps:cNvSpPr>
                                  <a:spLocks noChangeArrowheads="1"/>
                                </wps:cNvSpPr>
                                <wps:spPr bwMode="auto">
                                  <a:xfrm>
                                    <a:off x="1241" y="915"/>
                                    <a:ext cx="739"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conducted </w:t>
                                      </w:r>
                                    </w:p>
                                  </w:txbxContent>
                                </wps:txbx>
                                <wps:bodyPr rot="0" vert="horz" wrap="none" lIns="0" tIns="0" rIns="0" bIns="0" anchor="t" anchorCtr="0">
                                  <a:spAutoFit/>
                                </wps:bodyPr>
                              </wps:wsp>
                              <wps:wsp>
                                <wps:cNvPr id="37" name="Rectangle 39"/>
                                <wps:cNvSpPr>
                                  <a:spLocks noChangeArrowheads="1"/>
                                </wps:cNvSpPr>
                                <wps:spPr bwMode="auto">
                                  <a:xfrm>
                                    <a:off x="1156" y="1108"/>
                                    <a:ext cx="801"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periodically</w:t>
                                      </w:r>
                                    </w:p>
                                  </w:txbxContent>
                                </wps:txbx>
                                <wps:bodyPr rot="0" vert="horz" wrap="none" lIns="0" tIns="0" rIns="0" bIns="0" anchor="t" anchorCtr="0">
                                  <a:spAutoFit/>
                                </wps:bodyPr>
                              </wps:wsp>
                              <wps:wsp>
                                <wps:cNvPr id="38" name="Rectangle 40"/>
                                <wps:cNvSpPr>
                                  <a:spLocks noChangeArrowheads="1"/>
                                </wps:cNvSpPr>
                                <wps:spPr bwMode="auto">
                                  <a:xfrm>
                                    <a:off x="1951" y="1108"/>
                                    <a:ext cx="54"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 </w:t>
                                      </w:r>
                                    </w:p>
                                  </w:txbxContent>
                                </wps:txbx>
                                <wps:bodyPr rot="0" vert="horz" wrap="none" lIns="0" tIns="0" rIns="0" bIns="0" anchor="t" anchorCtr="0">
                                  <a:spAutoFit/>
                                </wps:bodyPr>
                              </wps:wsp>
                              <wps:wsp>
                                <wps:cNvPr id="39" name="Rectangle 41"/>
                                <wps:cNvSpPr>
                                  <a:spLocks noChangeArrowheads="1"/>
                                </wps:cNvSpPr>
                                <wps:spPr bwMode="auto">
                                  <a:xfrm>
                                    <a:off x="1951" y="361"/>
                                    <a:ext cx="2493" cy="115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Freeform 42"/>
                                <wps:cNvSpPr>
                                  <a:spLocks/>
                                </wps:cNvSpPr>
                                <wps:spPr bwMode="auto">
                                  <a:xfrm>
                                    <a:off x="1961" y="364"/>
                                    <a:ext cx="2475" cy="1139"/>
                                  </a:xfrm>
                                  <a:custGeom>
                                    <a:avLst/>
                                    <a:gdLst>
                                      <a:gd name="T0" fmla="*/ 0 w 2475"/>
                                      <a:gd name="T1" fmla="*/ 1139 h 1139"/>
                                      <a:gd name="T2" fmla="*/ 1906 w 2475"/>
                                      <a:gd name="T3" fmla="*/ 1139 h 1139"/>
                                      <a:gd name="T4" fmla="*/ 2475 w 2475"/>
                                      <a:gd name="T5" fmla="*/ 0 h 1139"/>
                                      <a:gd name="T6" fmla="*/ 569 w 2475"/>
                                      <a:gd name="T7" fmla="*/ 0 h 1139"/>
                                      <a:gd name="T8" fmla="*/ 0 w 2475"/>
                                      <a:gd name="T9" fmla="*/ 1139 h 1139"/>
                                    </a:gdLst>
                                    <a:ahLst/>
                                    <a:cxnLst>
                                      <a:cxn ang="0">
                                        <a:pos x="T0" y="T1"/>
                                      </a:cxn>
                                      <a:cxn ang="0">
                                        <a:pos x="T2" y="T3"/>
                                      </a:cxn>
                                      <a:cxn ang="0">
                                        <a:pos x="T4" y="T5"/>
                                      </a:cxn>
                                      <a:cxn ang="0">
                                        <a:pos x="T6" y="T7"/>
                                      </a:cxn>
                                      <a:cxn ang="0">
                                        <a:pos x="T8" y="T9"/>
                                      </a:cxn>
                                    </a:cxnLst>
                                    <a:rect l="0" t="0" r="r" b="b"/>
                                    <a:pathLst>
                                      <a:path w="2475" h="1139">
                                        <a:moveTo>
                                          <a:pt x="0" y="1139"/>
                                        </a:moveTo>
                                        <a:lnTo>
                                          <a:pt x="1906" y="1139"/>
                                        </a:lnTo>
                                        <a:lnTo>
                                          <a:pt x="2475" y="0"/>
                                        </a:lnTo>
                                        <a:lnTo>
                                          <a:pt x="569" y="0"/>
                                        </a:lnTo>
                                        <a:lnTo>
                                          <a:pt x="0" y="113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Rectangle 43"/>
                                <wps:cNvSpPr>
                                  <a:spLocks noChangeArrowheads="1"/>
                                </wps:cNvSpPr>
                                <wps:spPr bwMode="auto">
                                  <a:xfrm>
                                    <a:off x="1951" y="361"/>
                                    <a:ext cx="2493" cy="115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44"/>
                                <wps:cNvSpPr>
                                  <a:spLocks noChangeArrowheads="1"/>
                                </wps:cNvSpPr>
                                <wps:spPr bwMode="auto">
                                  <a:xfrm>
                                    <a:off x="1951" y="349"/>
                                    <a:ext cx="2505" cy="1169"/>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Freeform 45"/>
                                <wps:cNvSpPr>
                                  <a:spLocks/>
                                </wps:cNvSpPr>
                                <wps:spPr bwMode="auto">
                                  <a:xfrm>
                                    <a:off x="1954" y="358"/>
                                    <a:ext cx="2489" cy="1152"/>
                                  </a:xfrm>
                                  <a:custGeom>
                                    <a:avLst/>
                                    <a:gdLst>
                                      <a:gd name="T0" fmla="*/ 9 w 3306"/>
                                      <a:gd name="T1" fmla="*/ 1512 h 1529"/>
                                      <a:gd name="T2" fmla="*/ 2541 w 3306"/>
                                      <a:gd name="T3" fmla="*/ 1512 h 1529"/>
                                      <a:gd name="T4" fmla="*/ 2534 w 3306"/>
                                      <a:gd name="T5" fmla="*/ 1516 h 1529"/>
                                      <a:gd name="T6" fmla="*/ 3290 w 3306"/>
                                      <a:gd name="T7" fmla="*/ 4 h 1529"/>
                                      <a:gd name="T8" fmla="*/ 3297 w 3306"/>
                                      <a:gd name="T9" fmla="*/ 16 h 1529"/>
                                      <a:gd name="T10" fmla="*/ 765 w 3306"/>
                                      <a:gd name="T11" fmla="*/ 16 h 1529"/>
                                      <a:gd name="T12" fmla="*/ 772 w 3306"/>
                                      <a:gd name="T13" fmla="*/ 11 h 1529"/>
                                      <a:gd name="T14" fmla="*/ 16 w 3306"/>
                                      <a:gd name="T15" fmla="*/ 1523 h 1529"/>
                                      <a:gd name="T16" fmla="*/ 6 w 3306"/>
                                      <a:gd name="T17" fmla="*/ 1527 h 1529"/>
                                      <a:gd name="T18" fmla="*/ 2 w 3306"/>
                                      <a:gd name="T19" fmla="*/ 1516 h 1529"/>
                                      <a:gd name="T20" fmla="*/ 758 w 3306"/>
                                      <a:gd name="T21" fmla="*/ 4 h 1529"/>
                                      <a:gd name="T22" fmla="*/ 765 w 3306"/>
                                      <a:gd name="T23" fmla="*/ 0 h 1529"/>
                                      <a:gd name="T24" fmla="*/ 3297 w 3306"/>
                                      <a:gd name="T25" fmla="*/ 0 h 1529"/>
                                      <a:gd name="T26" fmla="*/ 3304 w 3306"/>
                                      <a:gd name="T27" fmla="*/ 4 h 1529"/>
                                      <a:gd name="T28" fmla="*/ 3304 w 3306"/>
                                      <a:gd name="T29" fmla="*/ 11 h 1529"/>
                                      <a:gd name="T30" fmla="*/ 2549 w 3306"/>
                                      <a:gd name="T31" fmla="*/ 1523 h 1529"/>
                                      <a:gd name="T32" fmla="*/ 2541 w 3306"/>
                                      <a:gd name="T33" fmla="*/ 1528 h 1529"/>
                                      <a:gd name="T34" fmla="*/ 9 w 3306"/>
                                      <a:gd name="T35" fmla="*/ 1528 h 1529"/>
                                      <a:gd name="T36" fmla="*/ 1 w 3306"/>
                                      <a:gd name="T37" fmla="*/ 1520 h 1529"/>
                                      <a:gd name="T38" fmla="*/ 9 w 3306"/>
                                      <a:gd name="T39" fmla="*/ 1512 h 1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3306" h="1529">
                                        <a:moveTo>
                                          <a:pt x="9" y="1512"/>
                                        </a:moveTo>
                                        <a:lnTo>
                                          <a:pt x="2541" y="1512"/>
                                        </a:lnTo>
                                        <a:lnTo>
                                          <a:pt x="2534" y="1516"/>
                                        </a:lnTo>
                                        <a:lnTo>
                                          <a:pt x="3290" y="4"/>
                                        </a:lnTo>
                                        <a:lnTo>
                                          <a:pt x="3297" y="16"/>
                                        </a:lnTo>
                                        <a:lnTo>
                                          <a:pt x="765" y="16"/>
                                        </a:lnTo>
                                        <a:lnTo>
                                          <a:pt x="772" y="11"/>
                                        </a:lnTo>
                                        <a:lnTo>
                                          <a:pt x="16" y="1523"/>
                                        </a:lnTo>
                                        <a:cubicBezTo>
                                          <a:pt x="14" y="1527"/>
                                          <a:pt x="9" y="1529"/>
                                          <a:pt x="6" y="1527"/>
                                        </a:cubicBezTo>
                                        <a:cubicBezTo>
                                          <a:pt x="2" y="1525"/>
                                          <a:pt x="0" y="1520"/>
                                          <a:pt x="2" y="1516"/>
                                        </a:cubicBezTo>
                                        <a:lnTo>
                                          <a:pt x="758" y="4"/>
                                        </a:lnTo>
                                        <a:cubicBezTo>
                                          <a:pt x="759" y="2"/>
                                          <a:pt x="762" y="0"/>
                                          <a:pt x="765" y="0"/>
                                        </a:cubicBezTo>
                                        <a:lnTo>
                                          <a:pt x="3297" y="0"/>
                                        </a:lnTo>
                                        <a:cubicBezTo>
                                          <a:pt x="3300" y="0"/>
                                          <a:pt x="3303" y="1"/>
                                          <a:pt x="3304" y="4"/>
                                        </a:cubicBezTo>
                                        <a:cubicBezTo>
                                          <a:pt x="3306" y="6"/>
                                          <a:pt x="3306" y="9"/>
                                          <a:pt x="3304" y="11"/>
                                        </a:cubicBezTo>
                                        <a:lnTo>
                                          <a:pt x="2549" y="1523"/>
                                        </a:lnTo>
                                        <a:cubicBezTo>
                                          <a:pt x="2547" y="1526"/>
                                          <a:pt x="2544" y="1528"/>
                                          <a:pt x="2541" y="1528"/>
                                        </a:cubicBezTo>
                                        <a:lnTo>
                                          <a:pt x="9" y="1528"/>
                                        </a:lnTo>
                                        <a:cubicBezTo>
                                          <a:pt x="5" y="1528"/>
                                          <a:pt x="1" y="1524"/>
                                          <a:pt x="1" y="1520"/>
                                        </a:cubicBezTo>
                                        <a:cubicBezTo>
                                          <a:pt x="1" y="1515"/>
                                          <a:pt x="5" y="1512"/>
                                          <a:pt x="9" y="1512"/>
                                        </a:cubicBez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44" name="Rectangle 46"/>
                                <wps:cNvSpPr>
                                  <a:spLocks noChangeArrowheads="1"/>
                                </wps:cNvSpPr>
                                <wps:spPr bwMode="auto">
                                  <a:xfrm>
                                    <a:off x="1951" y="349"/>
                                    <a:ext cx="2505" cy="1169"/>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47"/>
                                <wps:cNvSpPr>
                                  <a:spLocks noChangeArrowheads="1"/>
                                </wps:cNvSpPr>
                                <wps:spPr bwMode="auto">
                                  <a:xfrm>
                                    <a:off x="1915" y="325"/>
                                    <a:ext cx="2505" cy="12"/>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48"/>
                                <wps:cNvSpPr>
                                  <a:spLocks noChangeArrowheads="1"/>
                                </wps:cNvSpPr>
                                <wps:spPr bwMode="auto">
                                  <a:xfrm>
                                    <a:off x="1915" y="337"/>
                                    <a:ext cx="2505" cy="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Rectangle 49"/>
                                <wps:cNvSpPr>
                                  <a:spLocks noChangeArrowheads="1"/>
                                </wps:cNvSpPr>
                                <wps:spPr bwMode="auto">
                                  <a:xfrm>
                                    <a:off x="1915" y="373"/>
                                    <a:ext cx="2505" cy="73"/>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50"/>
                                <wps:cNvSpPr>
                                  <a:spLocks noChangeArrowheads="1"/>
                                </wps:cNvSpPr>
                                <wps:spPr bwMode="auto">
                                  <a:xfrm>
                                    <a:off x="1915" y="446"/>
                                    <a:ext cx="2505" cy="72"/>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Rectangle 51"/>
                                <wps:cNvSpPr>
                                  <a:spLocks noChangeArrowheads="1"/>
                                </wps:cNvSpPr>
                                <wps:spPr bwMode="auto">
                                  <a:xfrm>
                                    <a:off x="1915" y="518"/>
                                    <a:ext cx="2505" cy="72"/>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Rectangle 52"/>
                                <wps:cNvSpPr>
                                  <a:spLocks noChangeArrowheads="1"/>
                                </wps:cNvSpPr>
                                <wps:spPr bwMode="auto">
                                  <a:xfrm>
                                    <a:off x="1915" y="590"/>
                                    <a:ext cx="2505" cy="73"/>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Rectangle 53"/>
                                <wps:cNvSpPr>
                                  <a:spLocks noChangeArrowheads="1"/>
                                </wps:cNvSpPr>
                                <wps:spPr bwMode="auto">
                                  <a:xfrm>
                                    <a:off x="1915" y="663"/>
                                    <a:ext cx="2505" cy="72"/>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Rectangle 54"/>
                                <wps:cNvSpPr>
                                  <a:spLocks noChangeArrowheads="1"/>
                                </wps:cNvSpPr>
                                <wps:spPr bwMode="auto">
                                  <a:xfrm>
                                    <a:off x="1915" y="735"/>
                                    <a:ext cx="2505" cy="72"/>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Rectangle 55"/>
                                <wps:cNvSpPr>
                                  <a:spLocks noChangeArrowheads="1"/>
                                </wps:cNvSpPr>
                                <wps:spPr bwMode="auto">
                                  <a:xfrm>
                                    <a:off x="1915" y="807"/>
                                    <a:ext cx="2505" cy="145"/>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Rectangle 56"/>
                                <wps:cNvSpPr>
                                  <a:spLocks noChangeArrowheads="1"/>
                                </wps:cNvSpPr>
                                <wps:spPr bwMode="auto">
                                  <a:xfrm>
                                    <a:off x="1915" y="952"/>
                                    <a:ext cx="2505" cy="72"/>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Rectangle 57"/>
                                <wps:cNvSpPr>
                                  <a:spLocks noChangeArrowheads="1"/>
                                </wps:cNvSpPr>
                                <wps:spPr bwMode="auto">
                                  <a:xfrm>
                                    <a:off x="1915" y="1024"/>
                                    <a:ext cx="2505" cy="72"/>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Rectangle 58"/>
                                <wps:cNvSpPr>
                                  <a:spLocks noChangeArrowheads="1"/>
                                </wps:cNvSpPr>
                                <wps:spPr bwMode="auto">
                                  <a:xfrm>
                                    <a:off x="1915" y="1096"/>
                                    <a:ext cx="2505" cy="72"/>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Rectangle 59"/>
                                <wps:cNvSpPr>
                                  <a:spLocks noChangeArrowheads="1"/>
                                </wps:cNvSpPr>
                                <wps:spPr bwMode="auto">
                                  <a:xfrm>
                                    <a:off x="1915" y="1168"/>
                                    <a:ext cx="2505" cy="73"/>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 name="Rectangle 60"/>
                                <wps:cNvSpPr>
                                  <a:spLocks noChangeArrowheads="1"/>
                                </wps:cNvSpPr>
                                <wps:spPr bwMode="auto">
                                  <a:xfrm>
                                    <a:off x="1915" y="1241"/>
                                    <a:ext cx="2505" cy="72"/>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 name="Rectangle 61"/>
                                <wps:cNvSpPr>
                                  <a:spLocks noChangeArrowheads="1"/>
                                </wps:cNvSpPr>
                                <wps:spPr bwMode="auto">
                                  <a:xfrm>
                                    <a:off x="1915" y="1313"/>
                                    <a:ext cx="2505" cy="72"/>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Rectangle 62"/>
                                <wps:cNvSpPr>
                                  <a:spLocks noChangeArrowheads="1"/>
                                </wps:cNvSpPr>
                                <wps:spPr bwMode="auto">
                                  <a:xfrm>
                                    <a:off x="1915" y="1385"/>
                                    <a:ext cx="2505" cy="73"/>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 name="Rectangle 63"/>
                                <wps:cNvSpPr>
                                  <a:spLocks noChangeArrowheads="1"/>
                                </wps:cNvSpPr>
                                <wps:spPr bwMode="auto">
                                  <a:xfrm>
                                    <a:off x="1915" y="1458"/>
                                    <a:ext cx="2505" cy="36"/>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Freeform 64"/>
                                <wps:cNvSpPr>
                                  <a:spLocks/>
                                </wps:cNvSpPr>
                                <wps:spPr bwMode="auto">
                                  <a:xfrm>
                                    <a:off x="1938" y="341"/>
                                    <a:ext cx="2475" cy="1138"/>
                                  </a:xfrm>
                                  <a:custGeom>
                                    <a:avLst/>
                                    <a:gdLst>
                                      <a:gd name="T0" fmla="*/ 0 w 2475"/>
                                      <a:gd name="T1" fmla="*/ 1138 h 1138"/>
                                      <a:gd name="T2" fmla="*/ 1906 w 2475"/>
                                      <a:gd name="T3" fmla="*/ 1138 h 1138"/>
                                      <a:gd name="T4" fmla="*/ 2475 w 2475"/>
                                      <a:gd name="T5" fmla="*/ 0 h 1138"/>
                                      <a:gd name="T6" fmla="*/ 569 w 2475"/>
                                      <a:gd name="T7" fmla="*/ 0 h 1138"/>
                                      <a:gd name="T8" fmla="*/ 0 w 2475"/>
                                      <a:gd name="T9" fmla="*/ 1138 h 1138"/>
                                    </a:gdLst>
                                    <a:ahLst/>
                                    <a:cxnLst>
                                      <a:cxn ang="0">
                                        <a:pos x="T0" y="T1"/>
                                      </a:cxn>
                                      <a:cxn ang="0">
                                        <a:pos x="T2" y="T3"/>
                                      </a:cxn>
                                      <a:cxn ang="0">
                                        <a:pos x="T4" y="T5"/>
                                      </a:cxn>
                                      <a:cxn ang="0">
                                        <a:pos x="T6" y="T7"/>
                                      </a:cxn>
                                      <a:cxn ang="0">
                                        <a:pos x="T8" y="T9"/>
                                      </a:cxn>
                                    </a:cxnLst>
                                    <a:rect l="0" t="0" r="r" b="b"/>
                                    <a:pathLst>
                                      <a:path w="2475" h="1138">
                                        <a:moveTo>
                                          <a:pt x="0" y="1138"/>
                                        </a:moveTo>
                                        <a:lnTo>
                                          <a:pt x="1906" y="1138"/>
                                        </a:lnTo>
                                        <a:lnTo>
                                          <a:pt x="2475" y="0"/>
                                        </a:lnTo>
                                        <a:lnTo>
                                          <a:pt x="569" y="0"/>
                                        </a:lnTo>
                                        <a:lnTo>
                                          <a:pt x="0" y="1138"/>
                                        </a:lnTo>
                                        <a:close/>
                                      </a:path>
                                    </a:pathLst>
                                  </a:custGeom>
                                  <a:noFill/>
                                  <a:ln w="4"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Rectangle 65"/>
                                <wps:cNvSpPr>
                                  <a:spLocks noChangeArrowheads="1"/>
                                </wps:cNvSpPr>
                                <wps:spPr bwMode="auto">
                                  <a:xfrm>
                                    <a:off x="2577" y="433"/>
                                    <a:ext cx="854"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Stakeholder </w:t>
                                      </w:r>
                                    </w:p>
                                  </w:txbxContent>
                                </wps:txbx>
                                <wps:bodyPr rot="0" vert="horz" wrap="none" lIns="0" tIns="0" rIns="0" bIns="0" anchor="t" anchorCtr="0">
                                  <a:spAutoFit/>
                                </wps:bodyPr>
                              </wps:wsp>
                              <wps:wsp>
                                <wps:cNvPr id="83" name="Rectangle 66"/>
                                <wps:cNvSpPr>
                                  <a:spLocks noChangeArrowheads="1"/>
                                </wps:cNvSpPr>
                                <wps:spPr bwMode="auto">
                                  <a:xfrm>
                                    <a:off x="2577" y="626"/>
                                    <a:ext cx="347"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input </w:t>
                                      </w:r>
                                    </w:p>
                                  </w:txbxContent>
                                </wps:txbx>
                                <wps:bodyPr rot="0" vert="horz" wrap="none" lIns="0" tIns="0" rIns="0" bIns="0" anchor="t" anchorCtr="0">
                                  <a:spAutoFit/>
                                </wps:bodyPr>
                              </wps:wsp>
                              <wps:wsp>
                                <wps:cNvPr id="84" name="Rectangle 67"/>
                                <wps:cNvSpPr>
                                  <a:spLocks noChangeArrowheads="1"/>
                                </wps:cNvSpPr>
                                <wps:spPr bwMode="auto">
                                  <a:xfrm>
                                    <a:off x="2963" y="626"/>
                                    <a:ext cx="54"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85" name="Rectangle 68"/>
                                <wps:cNvSpPr>
                                  <a:spLocks noChangeArrowheads="1"/>
                                </wps:cNvSpPr>
                                <wps:spPr bwMode="auto">
                                  <a:xfrm>
                                    <a:off x="3023" y="626"/>
                                    <a:ext cx="427"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proofErr w:type="spellStart"/>
                                      <w:r>
                                        <w:rPr>
                                          <w:rFonts w:ascii="Arial" w:hAnsi="Arial" w:cs="Arial"/>
                                          <w:color w:val="000000"/>
                                          <w:sz w:val="16"/>
                                          <w:szCs w:val="16"/>
                                          <w:lang w:val="en-US"/>
                                        </w:rPr>
                                        <w:t>TNSP</w:t>
                                      </w:r>
                                      <w:proofErr w:type="spellEnd"/>
                                      <w:r>
                                        <w:rPr>
                                          <w:rFonts w:ascii="Arial" w:hAnsi="Arial" w:cs="Arial"/>
                                          <w:color w:val="000000"/>
                                          <w:sz w:val="16"/>
                                          <w:szCs w:val="16"/>
                                          <w:lang w:val="en-US"/>
                                        </w:rPr>
                                        <w:t xml:space="preserve"> </w:t>
                                      </w:r>
                                    </w:p>
                                  </w:txbxContent>
                                </wps:txbx>
                                <wps:bodyPr rot="0" vert="horz" wrap="none" lIns="0" tIns="0" rIns="0" bIns="0" anchor="t" anchorCtr="0">
                                  <a:spAutoFit/>
                                </wps:bodyPr>
                              </wps:wsp>
                              <wps:wsp>
                                <wps:cNvPr id="86" name="Rectangle 69"/>
                                <wps:cNvSpPr>
                                  <a:spLocks noChangeArrowheads="1"/>
                                </wps:cNvSpPr>
                                <wps:spPr bwMode="auto">
                                  <a:xfrm>
                                    <a:off x="2577" y="819"/>
                                    <a:ext cx="374"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costs</w:t>
                                      </w:r>
                                    </w:p>
                                  </w:txbxContent>
                                </wps:txbx>
                                <wps:bodyPr rot="0" vert="horz" wrap="none" lIns="0" tIns="0" rIns="0" bIns="0" anchor="t" anchorCtr="0">
                                  <a:spAutoFit/>
                                </wps:bodyPr>
                              </wps:wsp>
                              <wps:wsp>
                                <wps:cNvPr id="87" name="Rectangle 70"/>
                                <wps:cNvSpPr>
                                  <a:spLocks noChangeArrowheads="1"/>
                                </wps:cNvSpPr>
                                <wps:spPr bwMode="auto">
                                  <a:xfrm>
                                    <a:off x="2951" y="819"/>
                                    <a:ext cx="45"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 </w:t>
                                      </w:r>
                                    </w:p>
                                  </w:txbxContent>
                                </wps:txbx>
                                <wps:bodyPr rot="0" vert="horz" wrap="none" lIns="0" tIns="0" rIns="0" bIns="0" anchor="t" anchorCtr="0">
                                  <a:spAutoFit/>
                                </wps:bodyPr>
                              </wps:wsp>
                              <wps:wsp>
                                <wps:cNvPr id="88" name="Rectangle 71"/>
                                <wps:cNvSpPr>
                                  <a:spLocks noChangeArrowheads="1"/>
                                </wps:cNvSpPr>
                                <wps:spPr bwMode="auto">
                                  <a:xfrm>
                                    <a:off x="3035" y="819"/>
                                    <a:ext cx="703"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consumer </w:t>
                                      </w:r>
                                    </w:p>
                                  </w:txbxContent>
                                </wps:txbx>
                                <wps:bodyPr rot="0" vert="horz" wrap="none" lIns="0" tIns="0" rIns="0" bIns="0" anchor="t" anchorCtr="0">
                                  <a:spAutoFit/>
                                </wps:bodyPr>
                              </wps:wsp>
                              <wps:wsp>
                                <wps:cNvPr id="89" name="Rectangle 72"/>
                                <wps:cNvSpPr>
                                  <a:spLocks noChangeArrowheads="1"/>
                                </wps:cNvSpPr>
                                <wps:spPr bwMode="auto">
                                  <a:xfrm>
                                    <a:off x="2577" y="1011"/>
                                    <a:ext cx="312"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reps</w:t>
                                      </w:r>
                                    </w:p>
                                  </w:txbxContent>
                                </wps:txbx>
                                <wps:bodyPr rot="0" vert="horz" wrap="none" lIns="0" tIns="0" rIns="0" bIns="0" anchor="t" anchorCtr="0">
                                  <a:spAutoFit/>
                                </wps:bodyPr>
                              </wps:wsp>
                              <wps:wsp>
                                <wps:cNvPr id="90" name="Rectangle 73"/>
                                <wps:cNvSpPr>
                                  <a:spLocks noChangeArrowheads="1"/>
                                </wps:cNvSpPr>
                                <wps:spPr bwMode="auto">
                                  <a:xfrm>
                                    <a:off x="2879" y="1011"/>
                                    <a:ext cx="152"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w:t>
                                      </w:r>
                                    </w:p>
                                  </w:txbxContent>
                                </wps:txbx>
                                <wps:bodyPr rot="0" vert="horz" wrap="none" lIns="0" tIns="0" rIns="0" bIns="0" anchor="t" anchorCtr="0">
                                  <a:spAutoFit/>
                                </wps:bodyPr>
                              </wps:wsp>
                              <wps:wsp>
                                <wps:cNvPr id="91" name="Rectangle 74"/>
                                <wps:cNvSpPr>
                                  <a:spLocks noChangeArrowheads="1"/>
                                </wps:cNvSpPr>
                                <wps:spPr bwMode="auto">
                                  <a:xfrm>
                                    <a:off x="3035" y="1011"/>
                                    <a:ext cx="739"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conducted </w:t>
                                      </w:r>
                                    </w:p>
                                  </w:txbxContent>
                                </wps:txbx>
                                <wps:bodyPr rot="0" vert="horz" wrap="none" lIns="0" tIns="0" rIns="0" bIns="0" anchor="t" anchorCtr="0">
                                  <a:spAutoFit/>
                                </wps:bodyPr>
                              </wps:wsp>
                              <wps:wsp>
                                <wps:cNvPr id="92" name="Rectangle 75"/>
                                <wps:cNvSpPr>
                                  <a:spLocks noChangeArrowheads="1"/>
                                </wps:cNvSpPr>
                                <wps:spPr bwMode="auto">
                                  <a:xfrm>
                                    <a:off x="2577" y="1204"/>
                                    <a:ext cx="801"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periodically</w:t>
                                      </w:r>
                                    </w:p>
                                  </w:txbxContent>
                                </wps:txbx>
                                <wps:bodyPr rot="0" vert="horz" wrap="none" lIns="0" tIns="0" rIns="0" bIns="0" anchor="t" anchorCtr="0">
                                  <a:spAutoFit/>
                                </wps:bodyPr>
                              </wps:wsp>
                              <wps:wsp>
                                <wps:cNvPr id="93" name="Rectangle 76"/>
                                <wps:cNvSpPr>
                                  <a:spLocks noChangeArrowheads="1"/>
                                </wps:cNvSpPr>
                                <wps:spPr bwMode="auto">
                                  <a:xfrm>
                                    <a:off x="3372" y="1204"/>
                                    <a:ext cx="54"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94" name="Rectangle 77"/>
                                <wps:cNvSpPr>
                                  <a:spLocks noChangeArrowheads="1"/>
                                </wps:cNvSpPr>
                                <wps:spPr bwMode="auto">
                                  <a:xfrm>
                                    <a:off x="3649" y="361"/>
                                    <a:ext cx="2120" cy="115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 name="Freeform 78"/>
                                <wps:cNvSpPr>
                                  <a:spLocks/>
                                </wps:cNvSpPr>
                                <wps:spPr bwMode="auto">
                                  <a:xfrm>
                                    <a:off x="3655" y="364"/>
                                    <a:ext cx="2099" cy="1139"/>
                                  </a:xfrm>
                                  <a:custGeom>
                                    <a:avLst/>
                                    <a:gdLst>
                                      <a:gd name="T0" fmla="*/ 0 w 2099"/>
                                      <a:gd name="T1" fmla="*/ 1139 h 1139"/>
                                      <a:gd name="T2" fmla="*/ 1530 w 2099"/>
                                      <a:gd name="T3" fmla="*/ 1139 h 1139"/>
                                      <a:gd name="T4" fmla="*/ 2099 w 2099"/>
                                      <a:gd name="T5" fmla="*/ 0 h 1139"/>
                                      <a:gd name="T6" fmla="*/ 569 w 2099"/>
                                      <a:gd name="T7" fmla="*/ 0 h 1139"/>
                                      <a:gd name="T8" fmla="*/ 0 w 2099"/>
                                      <a:gd name="T9" fmla="*/ 1139 h 1139"/>
                                    </a:gdLst>
                                    <a:ahLst/>
                                    <a:cxnLst>
                                      <a:cxn ang="0">
                                        <a:pos x="T0" y="T1"/>
                                      </a:cxn>
                                      <a:cxn ang="0">
                                        <a:pos x="T2" y="T3"/>
                                      </a:cxn>
                                      <a:cxn ang="0">
                                        <a:pos x="T4" y="T5"/>
                                      </a:cxn>
                                      <a:cxn ang="0">
                                        <a:pos x="T6" y="T7"/>
                                      </a:cxn>
                                      <a:cxn ang="0">
                                        <a:pos x="T8" y="T9"/>
                                      </a:cxn>
                                    </a:cxnLst>
                                    <a:rect l="0" t="0" r="r" b="b"/>
                                    <a:pathLst>
                                      <a:path w="2099" h="1139">
                                        <a:moveTo>
                                          <a:pt x="0" y="1139"/>
                                        </a:moveTo>
                                        <a:lnTo>
                                          <a:pt x="1530" y="1139"/>
                                        </a:lnTo>
                                        <a:lnTo>
                                          <a:pt x="2099" y="0"/>
                                        </a:lnTo>
                                        <a:lnTo>
                                          <a:pt x="569" y="0"/>
                                        </a:lnTo>
                                        <a:lnTo>
                                          <a:pt x="0" y="113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Rectangle 79"/>
                                <wps:cNvSpPr>
                                  <a:spLocks noChangeArrowheads="1"/>
                                </wps:cNvSpPr>
                                <wps:spPr bwMode="auto">
                                  <a:xfrm>
                                    <a:off x="3649" y="361"/>
                                    <a:ext cx="2120" cy="115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80"/>
                                <wps:cNvSpPr>
                                  <a:spLocks noChangeArrowheads="1"/>
                                </wps:cNvSpPr>
                                <wps:spPr bwMode="auto">
                                  <a:xfrm>
                                    <a:off x="3637" y="349"/>
                                    <a:ext cx="2132" cy="1169"/>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Freeform 81"/>
                                <wps:cNvSpPr>
                                  <a:spLocks/>
                                </wps:cNvSpPr>
                                <wps:spPr bwMode="auto">
                                  <a:xfrm>
                                    <a:off x="3649" y="358"/>
                                    <a:ext cx="2111" cy="1152"/>
                                  </a:xfrm>
                                  <a:custGeom>
                                    <a:avLst/>
                                    <a:gdLst>
                                      <a:gd name="T0" fmla="*/ 9 w 2805"/>
                                      <a:gd name="T1" fmla="*/ 1512 h 1529"/>
                                      <a:gd name="T2" fmla="*/ 2041 w 2805"/>
                                      <a:gd name="T3" fmla="*/ 1512 h 1529"/>
                                      <a:gd name="T4" fmla="*/ 2033 w 2805"/>
                                      <a:gd name="T5" fmla="*/ 1516 h 1529"/>
                                      <a:gd name="T6" fmla="*/ 2789 w 2805"/>
                                      <a:gd name="T7" fmla="*/ 4 h 1529"/>
                                      <a:gd name="T8" fmla="*/ 2797 w 2805"/>
                                      <a:gd name="T9" fmla="*/ 16 h 1529"/>
                                      <a:gd name="T10" fmla="*/ 765 w 2805"/>
                                      <a:gd name="T11" fmla="*/ 16 h 1529"/>
                                      <a:gd name="T12" fmla="*/ 772 w 2805"/>
                                      <a:gd name="T13" fmla="*/ 11 h 1529"/>
                                      <a:gd name="T14" fmla="*/ 16 w 2805"/>
                                      <a:gd name="T15" fmla="*/ 1523 h 1529"/>
                                      <a:gd name="T16" fmla="*/ 5 w 2805"/>
                                      <a:gd name="T17" fmla="*/ 1527 h 1529"/>
                                      <a:gd name="T18" fmla="*/ 2 w 2805"/>
                                      <a:gd name="T19" fmla="*/ 1516 h 1529"/>
                                      <a:gd name="T20" fmla="*/ 758 w 2805"/>
                                      <a:gd name="T21" fmla="*/ 4 h 1529"/>
                                      <a:gd name="T22" fmla="*/ 765 w 2805"/>
                                      <a:gd name="T23" fmla="*/ 0 h 1529"/>
                                      <a:gd name="T24" fmla="*/ 2797 w 2805"/>
                                      <a:gd name="T25" fmla="*/ 0 h 1529"/>
                                      <a:gd name="T26" fmla="*/ 2803 w 2805"/>
                                      <a:gd name="T27" fmla="*/ 4 h 1529"/>
                                      <a:gd name="T28" fmla="*/ 2804 w 2805"/>
                                      <a:gd name="T29" fmla="*/ 11 h 1529"/>
                                      <a:gd name="T30" fmla="*/ 2048 w 2805"/>
                                      <a:gd name="T31" fmla="*/ 1523 h 1529"/>
                                      <a:gd name="T32" fmla="*/ 2041 w 2805"/>
                                      <a:gd name="T33" fmla="*/ 1528 h 1529"/>
                                      <a:gd name="T34" fmla="*/ 9 w 2805"/>
                                      <a:gd name="T35" fmla="*/ 1528 h 1529"/>
                                      <a:gd name="T36" fmla="*/ 1 w 2805"/>
                                      <a:gd name="T37" fmla="*/ 1520 h 1529"/>
                                      <a:gd name="T38" fmla="*/ 9 w 2805"/>
                                      <a:gd name="T39" fmla="*/ 1512 h 1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805" h="1529">
                                        <a:moveTo>
                                          <a:pt x="9" y="1512"/>
                                        </a:moveTo>
                                        <a:lnTo>
                                          <a:pt x="2041" y="1512"/>
                                        </a:lnTo>
                                        <a:lnTo>
                                          <a:pt x="2033" y="1516"/>
                                        </a:lnTo>
                                        <a:lnTo>
                                          <a:pt x="2789" y="4"/>
                                        </a:lnTo>
                                        <a:lnTo>
                                          <a:pt x="2797" y="16"/>
                                        </a:lnTo>
                                        <a:lnTo>
                                          <a:pt x="765" y="16"/>
                                        </a:lnTo>
                                        <a:lnTo>
                                          <a:pt x="772" y="11"/>
                                        </a:lnTo>
                                        <a:lnTo>
                                          <a:pt x="16" y="1523"/>
                                        </a:lnTo>
                                        <a:cubicBezTo>
                                          <a:pt x="14" y="1527"/>
                                          <a:pt x="9" y="1529"/>
                                          <a:pt x="5" y="1527"/>
                                        </a:cubicBezTo>
                                        <a:cubicBezTo>
                                          <a:pt x="2" y="1525"/>
                                          <a:pt x="0" y="1520"/>
                                          <a:pt x="2" y="1516"/>
                                        </a:cubicBezTo>
                                        <a:lnTo>
                                          <a:pt x="758" y="4"/>
                                        </a:lnTo>
                                        <a:cubicBezTo>
                                          <a:pt x="759" y="2"/>
                                          <a:pt x="762" y="0"/>
                                          <a:pt x="765" y="0"/>
                                        </a:cubicBezTo>
                                        <a:lnTo>
                                          <a:pt x="2797" y="0"/>
                                        </a:lnTo>
                                        <a:cubicBezTo>
                                          <a:pt x="2799" y="0"/>
                                          <a:pt x="2802" y="1"/>
                                          <a:pt x="2803" y="4"/>
                                        </a:cubicBezTo>
                                        <a:cubicBezTo>
                                          <a:pt x="2805" y="6"/>
                                          <a:pt x="2805" y="9"/>
                                          <a:pt x="2804" y="11"/>
                                        </a:cubicBezTo>
                                        <a:lnTo>
                                          <a:pt x="2048" y="1523"/>
                                        </a:lnTo>
                                        <a:cubicBezTo>
                                          <a:pt x="2046" y="1526"/>
                                          <a:pt x="2044" y="1528"/>
                                          <a:pt x="2041" y="1528"/>
                                        </a:cubicBezTo>
                                        <a:lnTo>
                                          <a:pt x="9" y="1528"/>
                                        </a:lnTo>
                                        <a:cubicBezTo>
                                          <a:pt x="5" y="1528"/>
                                          <a:pt x="1" y="1524"/>
                                          <a:pt x="1" y="1520"/>
                                        </a:cubicBezTo>
                                        <a:cubicBezTo>
                                          <a:pt x="1" y="1515"/>
                                          <a:pt x="5" y="1512"/>
                                          <a:pt x="9" y="1512"/>
                                        </a:cubicBez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99" name="Rectangle 82"/>
                                <wps:cNvSpPr>
                                  <a:spLocks noChangeArrowheads="1"/>
                                </wps:cNvSpPr>
                                <wps:spPr bwMode="auto">
                                  <a:xfrm>
                                    <a:off x="3637" y="349"/>
                                    <a:ext cx="2132" cy="1169"/>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Rectangle 83"/>
                                <wps:cNvSpPr>
                                  <a:spLocks noChangeArrowheads="1"/>
                                </wps:cNvSpPr>
                                <wps:spPr bwMode="auto">
                                  <a:xfrm>
                                    <a:off x="3613" y="325"/>
                                    <a:ext cx="2132" cy="12"/>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Rectangle 84"/>
                                <wps:cNvSpPr>
                                  <a:spLocks noChangeArrowheads="1"/>
                                </wps:cNvSpPr>
                                <wps:spPr bwMode="auto">
                                  <a:xfrm>
                                    <a:off x="3613" y="337"/>
                                    <a:ext cx="2132" cy="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 name="Rectangle 85"/>
                                <wps:cNvSpPr>
                                  <a:spLocks noChangeArrowheads="1"/>
                                </wps:cNvSpPr>
                                <wps:spPr bwMode="auto">
                                  <a:xfrm>
                                    <a:off x="3613" y="373"/>
                                    <a:ext cx="2132" cy="73"/>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Rectangle 86"/>
                                <wps:cNvSpPr>
                                  <a:spLocks noChangeArrowheads="1"/>
                                </wps:cNvSpPr>
                                <wps:spPr bwMode="auto">
                                  <a:xfrm>
                                    <a:off x="3613" y="446"/>
                                    <a:ext cx="2132" cy="72"/>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Rectangle 87"/>
                                <wps:cNvSpPr>
                                  <a:spLocks noChangeArrowheads="1"/>
                                </wps:cNvSpPr>
                                <wps:spPr bwMode="auto">
                                  <a:xfrm>
                                    <a:off x="3613" y="518"/>
                                    <a:ext cx="2132" cy="72"/>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Rectangle 88"/>
                                <wps:cNvSpPr>
                                  <a:spLocks noChangeArrowheads="1"/>
                                </wps:cNvSpPr>
                                <wps:spPr bwMode="auto">
                                  <a:xfrm>
                                    <a:off x="3613" y="590"/>
                                    <a:ext cx="2132" cy="73"/>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Rectangle 89"/>
                                <wps:cNvSpPr>
                                  <a:spLocks noChangeArrowheads="1"/>
                                </wps:cNvSpPr>
                                <wps:spPr bwMode="auto">
                                  <a:xfrm>
                                    <a:off x="3613" y="663"/>
                                    <a:ext cx="2132" cy="72"/>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Rectangle 90"/>
                                <wps:cNvSpPr>
                                  <a:spLocks noChangeArrowheads="1"/>
                                </wps:cNvSpPr>
                                <wps:spPr bwMode="auto">
                                  <a:xfrm>
                                    <a:off x="3613" y="735"/>
                                    <a:ext cx="2132" cy="72"/>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Rectangle 91"/>
                                <wps:cNvSpPr>
                                  <a:spLocks noChangeArrowheads="1"/>
                                </wps:cNvSpPr>
                                <wps:spPr bwMode="auto">
                                  <a:xfrm>
                                    <a:off x="3613" y="807"/>
                                    <a:ext cx="2132" cy="145"/>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Rectangle 92"/>
                                <wps:cNvSpPr>
                                  <a:spLocks noChangeArrowheads="1"/>
                                </wps:cNvSpPr>
                                <wps:spPr bwMode="auto">
                                  <a:xfrm>
                                    <a:off x="3613" y="952"/>
                                    <a:ext cx="2132" cy="72"/>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 name="Rectangle 93"/>
                                <wps:cNvSpPr>
                                  <a:spLocks noChangeArrowheads="1"/>
                                </wps:cNvSpPr>
                                <wps:spPr bwMode="auto">
                                  <a:xfrm>
                                    <a:off x="3613" y="1024"/>
                                    <a:ext cx="2132" cy="72"/>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 name="Rectangle 94"/>
                                <wps:cNvSpPr>
                                  <a:spLocks noChangeArrowheads="1"/>
                                </wps:cNvSpPr>
                                <wps:spPr bwMode="auto">
                                  <a:xfrm>
                                    <a:off x="3613" y="1096"/>
                                    <a:ext cx="2132" cy="72"/>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95"/>
                                <wps:cNvSpPr>
                                  <a:spLocks noChangeArrowheads="1"/>
                                </wps:cNvSpPr>
                                <wps:spPr bwMode="auto">
                                  <a:xfrm>
                                    <a:off x="3613" y="1168"/>
                                    <a:ext cx="2132" cy="73"/>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 name="Rectangle 96"/>
                                <wps:cNvSpPr>
                                  <a:spLocks noChangeArrowheads="1"/>
                                </wps:cNvSpPr>
                                <wps:spPr bwMode="auto">
                                  <a:xfrm>
                                    <a:off x="3613" y="1241"/>
                                    <a:ext cx="2132" cy="72"/>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 name="Rectangle 97"/>
                                <wps:cNvSpPr>
                                  <a:spLocks noChangeArrowheads="1"/>
                                </wps:cNvSpPr>
                                <wps:spPr bwMode="auto">
                                  <a:xfrm>
                                    <a:off x="3613" y="1313"/>
                                    <a:ext cx="2132" cy="72"/>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98"/>
                                <wps:cNvSpPr>
                                  <a:spLocks noChangeArrowheads="1"/>
                                </wps:cNvSpPr>
                                <wps:spPr bwMode="auto">
                                  <a:xfrm>
                                    <a:off x="3613" y="1385"/>
                                    <a:ext cx="2132" cy="73"/>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 name="Rectangle 99"/>
                                <wps:cNvSpPr>
                                  <a:spLocks noChangeArrowheads="1"/>
                                </wps:cNvSpPr>
                                <wps:spPr bwMode="auto">
                                  <a:xfrm>
                                    <a:off x="3613" y="1458"/>
                                    <a:ext cx="2132" cy="36"/>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 name="Freeform 100"/>
                                <wps:cNvSpPr>
                                  <a:spLocks/>
                                </wps:cNvSpPr>
                                <wps:spPr bwMode="auto">
                                  <a:xfrm>
                                    <a:off x="3632" y="341"/>
                                    <a:ext cx="2099" cy="1138"/>
                                  </a:xfrm>
                                  <a:custGeom>
                                    <a:avLst/>
                                    <a:gdLst>
                                      <a:gd name="T0" fmla="*/ 0 w 2099"/>
                                      <a:gd name="T1" fmla="*/ 1138 h 1138"/>
                                      <a:gd name="T2" fmla="*/ 1530 w 2099"/>
                                      <a:gd name="T3" fmla="*/ 1138 h 1138"/>
                                      <a:gd name="T4" fmla="*/ 2099 w 2099"/>
                                      <a:gd name="T5" fmla="*/ 0 h 1138"/>
                                      <a:gd name="T6" fmla="*/ 569 w 2099"/>
                                      <a:gd name="T7" fmla="*/ 0 h 1138"/>
                                      <a:gd name="T8" fmla="*/ 0 w 2099"/>
                                      <a:gd name="T9" fmla="*/ 1138 h 1138"/>
                                    </a:gdLst>
                                    <a:ahLst/>
                                    <a:cxnLst>
                                      <a:cxn ang="0">
                                        <a:pos x="T0" y="T1"/>
                                      </a:cxn>
                                      <a:cxn ang="0">
                                        <a:pos x="T2" y="T3"/>
                                      </a:cxn>
                                      <a:cxn ang="0">
                                        <a:pos x="T4" y="T5"/>
                                      </a:cxn>
                                      <a:cxn ang="0">
                                        <a:pos x="T6" y="T7"/>
                                      </a:cxn>
                                      <a:cxn ang="0">
                                        <a:pos x="T8" y="T9"/>
                                      </a:cxn>
                                    </a:cxnLst>
                                    <a:rect l="0" t="0" r="r" b="b"/>
                                    <a:pathLst>
                                      <a:path w="2099" h="1138">
                                        <a:moveTo>
                                          <a:pt x="0" y="1138"/>
                                        </a:moveTo>
                                        <a:lnTo>
                                          <a:pt x="1530" y="1138"/>
                                        </a:lnTo>
                                        <a:lnTo>
                                          <a:pt x="2099" y="0"/>
                                        </a:lnTo>
                                        <a:lnTo>
                                          <a:pt x="569" y="0"/>
                                        </a:lnTo>
                                        <a:lnTo>
                                          <a:pt x="0" y="1138"/>
                                        </a:lnTo>
                                        <a:close/>
                                      </a:path>
                                    </a:pathLst>
                                  </a:custGeom>
                                  <a:noFill/>
                                  <a:ln w="4"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 name="Rectangle 101"/>
                                <wps:cNvSpPr>
                                  <a:spLocks noChangeArrowheads="1"/>
                                </wps:cNvSpPr>
                                <wps:spPr bwMode="auto">
                                  <a:xfrm>
                                    <a:off x="4372" y="530"/>
                                    <a:ext cx="605"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Demand </w:t>
                                      </w:r>
                                    </w:p>
                                  </w:txbxContent>
                                </wps:txbx>
                                <wps:bodyPr rot="0" vert="horz" wrap="none" lIns="0" tIns="0" rIns="0" bIns="0" anchor="t" anchorCtr="0">
                                  <a:spAutoFit/>
                                </wps:bodyPr>
                              </wps:wsp>
                              <wps:wsp>
                                <wps:cNvPr id="119" name="Rectangle 102"/>
                                <wps:cNvSpPr>
                                  <a:spLocks noChangeArrowheads="1"/>
                                </wps:cNvSpPr>
                                <wps:spPr bwMode="auto">
                                  <a:xfrm>
                                    <a:off x="4215" y="722"/>
                                    <a:ext cx="926"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forecast data</w:t>
                                      </w:r>
                                    </w:p>
                                  </w:txbxContent>
                                </wps:txbx>
                                <wps:bodyPr rot="0" vert="horz" wrap="none" lIns="0" tIns="0" rIns="0" bIns="0" anchor="t" anchorCtr="0">
                                  <a:spAutoFit/>
                                </wps:bodyPr>
                              </wps:wsp>
                              <wps:wsp>
                                <wps:cNvPr id="120" name="Rectangle 103"/>
                                <wps:cNvSpPr>
                                  <a:spLocks noChangeArrowheads="1"/>
                                </wps:cNvSpPr>
                                <wps:spPr bwMode="auto">
                                  <a:xfrm>
                                    <a:off x="4360" y="915"/>
                                    <a:ext cx="54"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121" name="Rectangle 104"/>
                                <wps:cNvSpPr>
                                  <a:spLocks noChangeArrowheads="1"/>
                                </wps:cNvSpPr>
                                <wps:spPr bwMode="auto">
                                  <a:xfrm>
                                    <a:off x="4420" y="915"/>
                                    <a:ext cx="579"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updated </w:t>
                                      </w:r>
                                    </w:p>
                                  </w:txbxContent>
                                </wps:txbx>
                                <wps:bodyPr rot="0" vert="horz" wrap="none" lIns="0" tIns="0" rIns="0" bIns="0" anchor="t" anchorCtr="0">
                                  <a:spAutoFit/>
                                </wps:bodyPr>
                              </wps:wsp>
                              <wps:wsp>
                                <wps:cNvPr id="122" name="Rectangle 105"/>
                                <wps:cNvSpPr>
                                  <a:spLocks noChangeArrowheads="1"/>
                                </wps:cNvSpPr>
                                <wps:spPr bwMode="auto">
                                  <a:xfrm>
                                    <a:off x="4360" y="1108"/>
                                    <a:ext cx="597"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annually</w:t>
                                      </w:r>
                                    </w:p>
                                  </w:txbxContent>
                                </wps:txbx>
                                <wps:bodyPr rot="0" vert="horz" wrap="none" lIns="0" tIns="0" rIns="0" bIns="0" anchor="t" anchorCtr="0">
                                  <a:spAutoFit/>
                                </wps:bodyPr>
                              </wps:wsp>
                              <wps:wsp>
                                <wps:cNvPr id="123" name="Rectangle 106"/>
                                <wps:cNvSpPr>
                                  <a:spLocks noChangeArrowheads="1"/>
                                </wps:cNvSpPr>
                                <wps:spPr bwMode="auto">
                                  <a:xfrm>
                                    <a:off x="4950" y="1108"/>
                                    <a:ext cx="54"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124" name="Rectangle 107"/>
                                <wps:cNvSpPr>
                                  <a:spLocks noChangeArrowheads="1"/>
                                </wps:cNvSpPr>
                                <wps:spPr bwMode="auto">
                                  <a:xfrm>
                                    <a:off x="5167" y="361"/>
                                    <a:ext cx="2180" cy="115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 name="Freeform 108"/>
                                <wps:cNvSpPr>
                                  <a:spLocks/>
                                </wps:cNvSpPr>
                                <wps:spPr bwMode="auto">
                                  <a:xfrm>
                                    <a:off x="5171" y="364"/>
                                    <a:ext cx="2160" cy="1139"/>
                                  </a:xfrm>
                                  <a:custGeom>
                                    <a:avLst/>
                                    <a:gdLst>
                                      <a:gd name="T0" fmla="*/ 0 w 2160"/>
                                      <a:gd name="T1" fmla="*/ 1139 h 1139"/>
                                      <a:gd name="T2" fmla="*/ 1591 w 2160"/>
                                      <a:gd name="T3" fmla="*/ 1139 h 1139"/>
                                      <a:gd name="T4" fmla="*/ 2160 w 2160"/>
                                      <a:gd name="T5" fmla="*/ 0 h 1139"/>
                                      <a:gd name="T6" fmla="*/ 569 w 2160"/>
                                      <a:gd name="T7" fmla="*/ 0 h 1139"/>
                                      <a:gd name="T8" fmla="*/ 0 w 2160"/>
                                      <a:gd name="T9" fmla="*/ 1139 h 1139"/>
                                    </a:gdLst>
                                    <a:ahLst/>
                                    <a:cxnLst>
                                      <a:cxn ang="0">
                                        <a:pos x="T0" y="T1"/>
                                      </a:cxn>
                                      <a:cxn ang="0">
                                        <a:pos x="T2" y="T3"/>
                                      </a:cxn>
                                      <a:cxn ang="0">
                                        <a:pos x="T4" y="T5"/>
                                      </a:cxn>
                                      <a:cxn ang="0">
                                        <a:pos x="T6" y="T7"/>
                                      </a:cxn>
                                      <a:cxn ang="0">
                                        <a:pos x="T8" y="T9"/>
                                      </a:cxn>
                                    </a:cxnLst>
                                    <a:rect l="0" t="0" r="r" b="b"/>
                                    <a:pathLst>
                                      <a:path w="2160" h="1139">
                                        <a:moveTo>
                                          <a:pt x="0" y="1139"/>
                                        </a:moveTo>
                                        <a:lnTo>
                                          <a:pt x="1591" y="1139"/>
                                        </a:lnTo>
                                        <a:lnTo>
                                          <a:pt x="2160" y="0"/>
                                        </a:lnTo>
                                        <a:lnTo>
                                          <a:pt x="569" y="0"/>
                                        </a:lnTo>
                                        <a:lnTo>
                                          <a:pt x="0" y="113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Rectangle 109"/>
                                <wps:cNvSpPr>
                                  <a:spLocks noChangeArrowheads="1"/>
                                </wps:cNvSpPr>
                                <wps:spPr bwMode="auto">
                                  <a:xfrm>
                                    <a:off x="5167" y="361"/>
                                    <a:ext cx="2180" cy="115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 name="Rectangle 110"/>
                                <wps:cNvSpPr>
                                  <a:spLocks noChangeArrowheads="1"/>
                                </wps:cNvSpPr>
                                <wps:spPr bwMode="auto">
                                  <a:xfrm>
                                    <a:off x="5155" y="349"/>
                                    <a:ext cx="2192" cy="1169"/>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 name="Freeform 111"/>
                                <wps:cNvSpPr>
                                  <a:spLocks/>
                                </wps:cNvSpPr>
                                <wps:spPr bwMode="auto">
                                  <a:xfrm>
                                    <a:off x="5164" y="358"/>
                                    <a:ext cx="2173" cy="1152"/>
                                  </a:xfrm>
                                  <a:custGeom>
                                    <a:avLst/>
                                    <a:gdLst>
                                      <a:gd name="T0" fmla="*/ 9 w 2887"/>
                                      <a:gd name="T1" fmla="*/ 1512 h 1529"/>
                                      <a:gd name="T2" fmla="*/ 2123 w 2887"/>
                                      <a:gd name="T3" fmla="*/ 1512 h 1529"/>
                                      <a:gd name="T4" fmla="*/ 2116 w 2887"/>
                                      <a:gd name="T5" fmla="*/ 1516 h 1529"/>
                                      <a:gd name="T6" fmla="*/ 2872 w 2887"/>
                                      <a:gd name="T7" fmla="*/ 4 h 1529"/>
                                      <a:gd name="T8" fmla="*/ 2879 w 2887"/>
                                      <a:gd name="T9" fmla="*/ 16 h 1529"/>
                                      <a:gd name="T10" fmla="*/ 765 w 2887"/>
                                      <a:gd name="T11" fmla="*/ 16 h 1529"/>
                                      <a:gd name="T12" fmla="*/ 772 w 2887"/>
                                      <a:gd name="T13" fmla="*/ 11 h 1529"/>
                                      <a:gd name="T14" fmla="*/ 16 w 2887"/>
                                      <a:gd name="T15" fmla="*/ 1523 h 1529"/>
                                      <a:gd name="T16" fmla="*/ 6 w 2887"/>
                                      <a:gd name="T17" fmla="*/ 1527 h 1529"/>
                                      <a:gd name="T18" fmla="*/ 2 w 2887"/>
                                      <a:gd name="T19" fmla="*/ 1516 h 1529"/>
                                      <a:gd name="T20" fmla="*/ 758 w 2887"/>
                                      <a:gd name="T21" fmla="*/ 4 h 1529"/>
                                      <a:gd name="T22" fmla="*/ 765 w 2887"/>
                                      <a:gd name="T23" fmla="*/ 0 h 1529"/>
                                      <a:gd name="T24" fmla="*/ 2879 w 2887"/>
                                      <a:gd name="T25" fmla="*/ 0 h 1529"/>
                                      <a:gd name="T26" fmla="*/ 2885 w 2887"/>
                                      <a:gd name="T27" fmla="*/ 4 h 1529"/>
                                      <a:gd name="T28" fmla="*/ 2886 w 2887"/>
                                      <a:gd name="T29" fmla="*/ 11 h 1529"/>
                                      <a:gd name="T30" fmla="*/ 2130 w 2887"/>
                                      <a:gd name="T31" fmla="*/ 1523 h 1529"/>
                                      <a:gd name="T32" fmla="*/ 2123 w 2887"/>
                                      <a:gd name="T33" fmla="*/ 1528 h 1529"/>
                                      <a:gd name="T34" fmla="*/ 9 w 2887"/>
                                      <a:gd name="T35" fmla="*/ 1528 h 1529"/>
                                      <a:gd name="T36" fmla="*/ 1 w 2887"/>
                                      <a:gd name="T37" fmla="*/ 1520 h 1529"/>
                                      <a:gd name="T38" fmla="*/ 9 w 2887"/>
                                      <a:gd name="T39" fmla="*/ 1512 h 1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887" h="1529">
                                        <a:moveTo>
                                          <a:pt x="9" y="1512"/>
                                        </a:moveTo>
                                        <a:lnTo>
                                          <a:pt x="2123" y="1512"/>
                                        </a:lnTo>
                                        <a:lnTo>
                                          <a:pt x="2116" y="1516"/>
                                        </a:lnTo>
                                        <a:lnTo>
                                          <a:pt x="2872" y="4"/>
                                        </a:lnTo>
                                        <a:lnTo>
                                          <a:pt x="2879" y="16"/>
                                        </a:lnTo>
                                        <a:lnTo>
                                          <a:pt x="765" y="16"/>
                                        </a:lnTo>
                                        <a:lnTo>
                                          <a:pt x="772" y="11"/>
                                        </a:lnTo>
                                        <a:lnTo>
                                          <a:pt x="16" y="1523"/>
                                        </a:lnTo>
                                        <a:cubicBezTo>
                                          <a:pt x="14" y="1527"/>
                                          <a:pt x="10" y="1529"/>
                                          <a:pt x="6" y="1527"/>
                                        </a:cubicBezTo>
                                        <a:cubicBezTo>
                                          <a:pt x="2" y="1525"/>
                                          <a:pt x="0" y="1520"/>
                                          <a:pt x="2" y="1516"/>
                                        </a:cubicBezTo>
                                        <a:lnTo>
                                          <a:pt x="758" y="4"/>
                                        </a:lnTo>
                                        <a:cubicBezTo>
                                          <a:pt x="759" y="2"/>
                                          <a:pt x="762" y="0"/>
                                          <a:pt x="765" y="0"/>
                                        </a:cubicBezTo>
                                        <a:lnTo>
                                          <a:pt x="2879" y="0"/>
                                        </a:lnTo>
                                        <a:cubicBezTo>
                                          <a:pt x="2881" y="0"/>
                                          <a:pt x="2884" y="1"/>
                                          <a:pt x="2885" y="4"/>
                                        </a:cubicBezTo>
                                        <a:cubicBezTo>
                                          <a:pt x="2887" y="6"/>
                                          <a:pt x="2887" y="9"/>
                                          <a:pt x="2886" y="11"/>
                                        </a:cubicBezTo>
                                        <a:lnTo>
                                          <a:pt x="2130" y="1523"/>
                                        </a:lnTo>
                                        <a:cubicBezTo>
                                          <a:pt x="2129" y="1526"/>
                                          <a:pt x="2126" y="1528"/>
                                          <a:pt x="2123" y="1528"/>
                                        </a:cubicBezTo>
                                        <a:lnTo>
                                          <a:pt x="9" y="1528"/>
                                        </a:lnTo>
                                        <a:cubicBezTo>
                                          <a:pt x="5" y="1528"/>
                                          <a:pt x="1" y="1524"/>
                                          <a:pt x="1" y="1520"/>
                                        </a:cubicBezTo>
                                        <a:cubicBezTo>
                                          <a:pt x="1" y="1515"/>
                                          <a:pt x="5" y="1512"/>
                                          <a:pt x="9" y="1512"/>
                                        </a:cubicBez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129" name="Rectangle 112"/>
                                <wps:cNvSpPr>
                                  <a:spLocks noChangeArrowheads="1"/>
                                </wps:cNvSpPr>
                                <wps:spPr bwMode="auto">
                                  <a:xfrm>
                                    <a:off x="5155" y="349"/>
                                    <a:ext cx="2192" cy="1169"/>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Rectangle 113"/>
                                <wps:cNvSpPr>
                                  <a:spLocks noChangeArrowheads="1"/>
                                </wps:cNvSpPr>
                                <wps:spPr bwMode="auto">
                                  <a:xfrm>
                                    <a:off x="5131" y="325"/>
                                    <a:ext cx="2192" cy="12"/>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Rectangle 114"/>
                                <wps:cNvSpPr>
                                  <a:spLocks noChangeArrowheads="1"/>
                                </wps:cNvSpPr>
                                <wps:spPr bwMode="auto">
                                  <a:xfrm>
                                    <a:off x="5131" y="337"/>
                                    <a:ext cx="2192" cy="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Rectangle 115"/>
                                <wps:cNvSpPr>
                                  <a:spLocks noChangeArrowheads="1"/>
                                </wps:cNvSpPr>
                                <wps:spPr bwMode="auto">
                                  <a:xfrm>
                                    <a:off x="5131" y="373"/>
                                    <a:ext cx="2192" cy="73"/>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116"/>
                                <wps:cNvSpPr>
                                  <a:spLocks noChangeArrowheads="1"/>
                                </wps:cNvSpPr>
                                <wps:spPr bwMode="auto">
                                  <a:xfrm>
                                    <a:off x="5131" y="446"/>
                                    <a:ext cx="2192" cy="72"/>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Rectangle 117"/>
                                <wps:cNvSpPr>
                                  <a:spLocks noChangeArrowheads="1"/>
                                </wps:cNvSpPr>
                                <wps:spPr bwMode="auto">
                                  <a:xfrm>
                                    <a:off x="5131" y="518"/>
                                    <a:ext cx="2192" cy="72"/>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Rectangle 118"/>
                                <wps:cNvSpPr>
                                  <a:spLocks noChangeArrowheads="1"/>
                                </wps:cNvSpPr>
                                <wps:spPr bwMode="auto">
                                  <a:xfrm>
                                    <a:off x="5131" y="590"/>
                                    <a:ext cx="2192" cy="73"/>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Rectangle 119"/>
                                <wps:cNvSpPr>
                                  <a:spLocks noChangeArrowheads="1"/>
                                </wps:cNvSpPr>
                                <wps:spPr bwMode="auto">
                                  <a:xfrm>
                                    <a:off x="5131" y="663"/>
                                    <a:ext cx="2192" cy="72"/>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 name="Rectangle 120"/>
                                <wps:cNvSpPr>
                                  <a:spLocks noChangeArrowheads="1"/>
                                </wps:cNvSpPr>
                                <wps:spPr bwMode="auto">
                                  <a:xfrm>
                                    <a:off x="5131" y="735"/>
                                    <a:ext cx="2192" cy="72"/>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 name="Rectangle 121"/>
                                <wps:cNvSpPr>
                                  <a:spLocks noChangeArrowheads="1"/>
                                </wps:cNvSpPr>
                                <wps:spPr bwMode="auto">
                                  <a:xfrm>
                                    <a:off x="5131" y="807"/>
                                    <a:ext cx="2192" cy="145"/>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Rectangle 122"/>
                                <wps:cNvSpPr>
                                  <a:spLocks noChangeArrowheads="1"/>
                                </wps:cNvSpPr>
                                <wps:spPr bwMode="auto">
                                  <a:xfrm>
                                    <a:off x="5131" y="952"/>
                                    <a:ext cx="2192" cy="72"/>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 name="Rectangle 123"/>
                                <wps:cNvSpPr>
                                  <a:spLocks noChangeArrowheads="1"/>
                                </wps:cNvSpPr>
                                <wps:spPr bwMode="auto">
                                  <a:xfrm>
                                    <a:off x="5131" y="1024"/>
                                    <a:ext cx="2192" cy="72"/>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 name="Rectangle 124"/>
                                <wps:cNvSpPr>
                                  <a:spLocks noChangeArrowheads="1"/>
                                </wps:cNvSpPr>
                                <wps:spPr bwMode="auto">
                                  <a:xfrm>
                                    <a:off x="5131" y="1096"/>
                                    <a:ext cx="2192" cy="72"/>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 name="Rectangle 125"/>
                                <wps:cNvSpPr>
                                  <a:spLocks noChangeArrowheads="1"/>
                                </wps:cNvSpPr>
                                <wps:spPr bwMode="auto">
                                  <a:xfrm>
                                    <a:off x="5131" y="1168"/>
                                    <a:ext cx="2192" cy="73"/>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 name="Rectangle 126"/>
                                <wps:cNvSpPr>
                                  <a:spLocks noChangeArrowheads="1"/>
                                </wps:cNvSpPr>
                                <wps:spPr bwMode="auto">
                                  <a:xfrm>
                                    <a:off x="5131" y="1241"/>
                                    <a:ext cx="2192" cy="72"/>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Rectangle 127"/>
                                <wps:cNvSpPr>
                                  <a:spLocks noChangeArrowheads="1"/>
                                </wps:cNvSpPr>
                                <wps:spPr bwMode="auto">
                                  <a:xfrm>
                                    <a:off x="5131" y="1313"/>
                                    <a:ext cx="2192" cy="72"/>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 name="Rectangle 128"/>
                                <wps:cNvSpPr>
                                  <a:spLocks noChangeArrowheads="1"/>
                                </wps:cNvSpPr>
                                <wps:spPr bwMode="auto">
                                  <a:xfrm>
                                    <a:off x="5131" y="1385"/>
                                    <a:ext cx="2192" cy="73"/>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Rectangle 129"/>
                                <wps:cNvSpPr>
                                  <a:spLocks noChangeArrowheads="1"/>
                                </wps:cNvSpPr>
                                <wps:spPr bwMode="auto">
                                  <a:xfrm>
                                    <a:off x="5131" y="1458"/>
                                    <a:ext cx="2192" cy="36"/>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 name="Freeform 130"/>
                                <wps:cNvSpPr>
                                  <a:spLocks/>
                                </wps:cNvSpPr>
                                <wps:spPr bwMode="auto">
                                  <a:xfrm>
                                    <a:off x="5147" y="341"/>
                                    <a:ext cx="2161" cy="1138"/>
                                  </a:xfrm>
                                  <a:custGeom>
                                    <a:avLst/>
                                    <a:gdLst>
                                      <a:gd name="T0" fmla="*/ 0 w 2161"/>
                                      <a:gd name="T1" fmla="*/ 1138 h 1138"/>
                                      <a:gd name="T2" fmla="*/ 1592 w 2161"/>
                                      <a:gd name="T3" fmla="*/ 1138 h 1138"/>
                                      <a:gd name="T4" fmla="*/ 2161 w 2161"/>
                                      <a:gd name="T5" fmla="*/ 0 h 1138"/>
                                      <a:gd name="T6" fmla="*/ 569 w 2161"/>
                                      <a:gd name="T7" fmla="*/ 0 h 1138"/>
                                      <a:gd name="T8" fmla="*/ 0 w 2161"/>
                                      <a:gd name="T9" fmla="*/ 1138 h 1138"/>
                                    </a:gdLst>
                                    <a:ahLst/>
                                    <a:cxnLst>
                                      <a:cxn ang="0">
                                        <a:pos x="T0" y="T1"/>
                                      </a:cxn>
                                      <a:cxn ang="0">
                                        <a:pos x="T2" y="T3"/>
                                      </a:cxn>
                                      <a:cxn ang="0">
                                        <a:pos x="T4" y="T5"/>
                                      </a:cxn>
                                      <a:cxn ang="0">
                                        <a:pos x="T6" y="T7"/>
                                      </a:cxn>
                                      <a:cxn ang="0">
                                        <a:pos x="T8" y="T9"/>
                                      </a:cxn>
                                    </a:cxnLst>
                                    <a:rect l="0" t="0" r="r" b="b"/>
                                    <a:pathLst>
                                      <a:path w="2161" h="1138">
                                        <a:moveTo>
                                          <a:pt x="0" y="1138"/>
                                        </a:moveTo>
                                        <a:lnTo>
                                          <a:pt x="1592" y="1138"/>
                                        </a:lnTo>
                                        <a:lnTo>
                                          <a:pt x="2161" y="0"/>
                                        </a:lnTo>
                                        <a:lnTo>
                                          <a:pt x="569" y="0"/>
                                        </a:lnTo>
                                        <a:lnTo>
                                          <a:pt x="0" y="1138"/>
                                        </a:lnTo>
                                        <a:close/>
                                      </a:path>
                                    </a:pathLst>
                                  </a:custGeom>
                                  <a:noFill/>
                                  <a:ln w="4"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Rectangle 131"/>
                                <wps:cNvSpPr>
                                  <a:spLocks noChangeArrowheads="1"/>
                                </wps:cNvSpPr>
                                <wps:spPr bwMode="auto">
                                  <a:xfrm>
                                    <a:off x="5769" y="530"/>
                                    <a:ext cx="907"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Optional firm </w:t>
                                      </w:r>
                                    </w:p>
                                  </w:txbxContent>
                                </wps:txbx>
                                <wps:bodyPr rot="0" vert="horz" wrap="none" lIns="0" tIns="0" rIns="0" bIns="0" anchor="t" anchorCtr="0">
                                  <a:spAutoFit/>
                                </wps:bodyPr>
                              </wps:wsp>
                              <wps:wsp>
                                <wps:cNvPr id="149" name="Rectangle 132"/>
                                <wps:cNvSpPr>
                                  <a:spLocks noChangeArrowheads="1"/>
                                </wps:cNvSpPr>
                                <wps:spPr bwMode="auto">
                                  <a:xfrm>
                                    <a:off x="5974" y="722"/>
                                    <a:ext cx="498"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access </w:t>
                                      </w:r>
                                    </w:p>
                                  </w:txbxContent>
                                </wps:txbx>
                                <wps:bodyPr rot="0" vert="horz" wrap="none" lIns="0" tIns="0" rIns="0" bIns="0" anchor="t" anchorCtr="0">
                                  <a:spAutoFit/>
                                </wps:bodyPr>
                              </wps:wsp>
                              <wps:wsp>
                                <wps:cNvPr id="150" name="Rectangle 133"/>
                                <wps:cNvSpPr>
                                  <a:spLocks noChangeArrowheads="1"/>
                                </wps:cNvSpPr>
                                <wps:spPr bwMode="auto">
                                  <a:xfrm>
                                    <a:off x="5902" y="915"/>
                                    <a:ext cx="650"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contracts</w:t>
                                      </w:r>
                                    </w:p>
                                  </w:txbxContent>
                                </wps:txbx>
                                <wps:bodyPr rot="0" vert="horz" wrap="none" lIns="0" tIns="0" rIns="0" bIns="0" anchor="t" anchorCtr="0">
                                  <a:spAutoFit/>
                                </wps:bodyPr>
                              </wps:wsp>
                              <wps:wsp>
                                <wps:cNvPr id="151" name="Rectangle 134"/>
                                <wps:cNvSpPr>
                                  <a:spLocks noChangeArrowheads="1"/>
                                </wps:cNvSpPr>
                                <wps:spPr bwMode="auto">
                                  <a:xfrm>
                                    <a:off x="5769" y="1108"/>
                                    <a:ext cx="54"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152" name="Rectangle 135"/>
                                <wps:cNvSpPr>
                                  <a:spLocks noChangeArrowheads="1"/>
                                </wps:cNvSpPr>
                                <wps:spPr bwMode="auto">
                                  <a:xfrm>
                                    <a:off x="5817" y="1108"/>
                                    <a:ext cx="810"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longer term</w:t>
                                      </w:r>
                                    </w:p>
                                  </w:txbxContent>
                                </wps:txbx>
                                <wps:bodyPr rot="0" vert="horz" wrap="none" lIns="0" tIns="0" rIns="0" bIns="0" anchor="t" anchorCtr="0">
                                  <a:spAutoFit/>
                                </wps:bodyPr>
                              </wps:wsp>
                              <wps:wsp>
                                <wps:cNvPr id="153" name="Rectangle 136"/>
                                <wps:cNvSpPr>
                                  <a:spLocks noChangeArrowheads="1"/>
                                </wps:cNvSpPr>
                                <wps:spPr bwMode="auto">
                                  <a:xfrm>
                                    <a:off x="6636" y="1108"/>
                                    <a:ext cx="54"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154" name="Rectangle 137"/>
                                <wps:cNvSpPr>
                                  <a:spLocks noChangeArrowheads="1"/>
                                </wps:cNvSpPr>
                                <wps:spPr bwMode="auto">
                                  <a:xfrm>
                                    <a:off x="554" y="1843"/>
                                    <a:ext cx="4517" cy="68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55" name="Picture 13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559" y="1844"/>
                                    <a:ext cx="4507" cy="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6" name="Rectangle 139"/>
                                <wps:cNvSpPr>
                                  <a:spLocks noChangeArrowheads="1"/>
                                </wps:cNvSpPr>
                                <wps:spPr bwMode="auto">
                                  <a:xfrm>
                                    <a:off x="554" y="1843"/>
                                    <a:ext cx="4517" cy="68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Rectangle 140"/>
                                <wps:cNvSpPr>
                                  <a:spLocks noChangeArrowheads="1"/>
                                </wps:cNvSpPr>
                                <wps:spPr bwMode="auto">
                                  <a:xfrm>
                                    <a:off x="542" y="1831"/>
                                    <a:ext cx="4541" cy="711"/>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 name="Freeform 141"/>
                                <wps:cNvSpPr>
                                  <a:spLocks/>
                                </wps:cNvSpPr>
                                <wps:spPr bwMode="auto">
                                  <a:xfrm>
                                    <a:off x="553" y="1838"/>
                                    <a:ext cx="4519" cy="695"/>
                                  </a:xfrm>
                                  <a:custGeom>
                                    <a:avLst/>
                                    <a:gdLst>
                                      <a:gd name="T0" fmla="*/ 8 w 6003"/>
                                      <a:gd name="T1" fmla="*/ 907 h 923"/>
                                      <a:gd name="T2" fmla="*/ 5995 w 6003"/>
                                      <a:gd name="T3" fmla="*/ 907 h 923"/>
                                      <a:gd name="T4" fmla="*/ 5987 w 6003"/>
                                      <a:gd name="T5" fmla="*/ 915 h 923"/>
                                      <a:gd name="T6" fmla="*/ 5987 w 6003"/>
                                      <a:gd name="T7" fmla="*/ 8 h 923"/>
                                      <a:gd name="T8" fmla="*/ 5995 w 6003"/>
                                      <a:gd name="T9" fmla="*/ 16 h 923"/>
                                      <a:gd name="T10" fmla="*/ 8 w 6003"/>
                                      <a:gd name="T11" fmla="*/ 16 h 923"/>
                                      <a:gd name="T12" fmla="*/ 16 w 6003"/>
                                      <a:gd name="T13" fmla="*/ 8 h 923"/>
                                      <a:gd name="T14" fmla="*/ 16 w 6003"/>
                                      <a:gd name="T15" fmla="*/ 915 h 923"/>
                                      <a:gd name="T16" fmla="*/ 8 w 6003"/>
                                      <a:gd name="T17" fmla="*/ 923 h 923"/>
                                      <a:gd name="T18" fmla="*/ 0 w 6003"/>
                                      <a:gd name="T19" fmla="*/ 915 h 923"/>
                                      <a:gd name="T20" fmla="*/ 0 w 6003"/>
                                      <a:gd name="T21" fmla="*/ 8 h 923"/>
                                      <a:gd name="T22" fmla="*/ 8 w 6003"/>
                                      <a:gd name="T23" fmla="*/ 0 h 923"/>
                                      <a:gd name="T24" fmla="*/ 5995 w 6003"/>
                                      <a:gd name="T25" fmla="*/ 0 h 923"/>
                                      <a:gd name="T26" fmla="*/ 6003 w 6003"/>
                                      <a:gd name="T27" fmla="*/ 8 h 923"/>
                                      <a:gd name="T28" fmla="*/ 6003 w 6003"/>
                                      <a:gd name="T29" fmla="*/ 915 h 923"/>
                                      <a:gd name="T30" fmla="*/ 5995 w 6003"/>
                                      <a:gd name="T31" fmla="*/ 923 h 923"/>
                                      <a:gd name="T32" fmla="*/ 8 w 6003"/>
                                      <a:gd name="T33" fmla="*/ 923 h 923"/>
                                      <a:gd name="T34" fmla="*/ 0 w 6003"/>
                                      <a:gd name="T35" fmla="*/ 915 h 923"/>
                                      <a:gd name="T36" fmla="*/ 8 w 6003"/>
                                      <a:gd name="T37" fmla="*/ 907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6003" h="923">
                                        <a:moveTo>
                                          <a:pt x="8" y="907"/>
                                        </a:moveTo>
                                        <a:lnTo>
                                          <a:pt x="5995" y="907"/>
                                        </a:lnTo>
                                        <a:lnTo>
                                          <a:pt x="5987" y="915"/>
                                        </a:lnTo>
                                        <a:lnTo>
                                          <a:pt x="5987" y="8"/>
                                        </a:lnTo>
                                        <a:lnTo>
                                          <a:pt x="5995" y="16"/>
                                        </a:lnTo>
                                        <a:lnTo>
                                          <a:pt x="8" y="16"/>
                                        </a:lnTo>
                                        <a:lnTo>
                                          <a:pt x="16" y="8"/>
                                        </a:lnTo>
                                        <a:lnTo>
                                          <a:pt x="16" y="915"/>
                                        </a:lnTo>
                                        <a:cubicBezTo>
                                          <a:pt x="16" y="920"/>
                                          <a:pt x="13" y="923"/>
                                          <a:pt x="8" y="923"/>
                                        </a:cubicBezTo>
                                        <a:cubicBezTo>
                                          <a:pt x="4" y="923"/>
                                          <a:pt x="0" y="920"/>
                                          <a:pt x="0" y="915"/>
                                        </a:cubicBezTo>
                                        <a:lnTo>
                                          <a:pt x="0" y="8"/>
                                        </a:lnTo>
                                        <a:cubicBezTo>
                                          <a:pt x="0" y="4"/>
                                          <a:pt x="4" y="0"/>
                                          <a:pt x="8" y="0"/>
                                        </a:cubicBezTo>
                                        <a:lnTo>
                                          <a:pt x="5995" y="0"/>
                                        </a:lnTo>
                                        <a:cubicBezTo>
                                          <a:pt x="6000" y="0"/>
                                          <a:pt x="6003" y="4"/>
                                          <a:pt x="6003" y="8"/>
                                        </a:cubicBezTo>
                                        <a:lnTo>
                                          <a:pt x="6003" y="915"/>
                                        </a:lnTo>
                                        <a:cubicBezTo>
                                          <a:pt x="6003" y="920"/>
                                          <a:pt x="6000" y="923"/>
                                          <a:pt x="5995" y="923"/>
                                        </a:cubicBezTo>
                                        <a:lnTo>
                                          <a:pt x="8" y="923"/>
                                        </a:lnTo>
                                        <a:cubicBezTo>
                                          <a:pt x="4" y="923"/>
                                          <a:pt x="0" y="920"/>
                                          <a:pt x="0" y="915"/>
                                        </a:cubicBezTo>
                                        <a:cubicBezTo>
                                          <a:pt x="0" y="911"/>
                                          <a:pt x="4" y="907"/>
                                          <a:pt x="8" y="907"/>
                                        </a:cubicBez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159" name="Rectangle 142"/>
                                <wps:cNvSpPr>
                                  <a:spLocks noChangeArrowheads="1"/>
                                </wps:cNvSpPr>
                                <wps:spPr bwMode="auto">
                                  <a:xfrm>
                                    <a:off x="542" y="1831"/>
                                    <a:ext cx="4541" cy="711"/>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 name="Rectangle 143"/>
                                <wps:cNvSpPr>
                                  <a:spLocks noChangeArrowheads="1"/>
                                </wps:cNvSpPr>
                                <wps:spPr bwMode="auto">
                                  <a:xfrm>
                                    <a:off x="518" y="1807"/>
                                    <a:ext cx="4541" cy="12"/>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1" name="Rectangle 144"/>
                                <wps:cNvSpPr>
                                  <a:spLocks noChangeArrowheads="1"/>
                                </wps:cNvSpPr>
                                <wps:spPr bwMode="auto">
                                  <a:xfrm>
                                    <a:off x="518" y="1819"/>
                                    <a:ext cx="4541" cy="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 name="Rectangle 145"/>
                                <wps:cNvSpPr>
                                  <a:spLocks noChangeArrowheads="1"/>
                                </wps:cNvSpPr>
                                <wps:spPr bwMode="auto">
                                  <a:xfrm>
                                    <a:off x="518" y="1831"/>
                                    <a:ext cx="4541" cy="48"/>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 name="Rectangle 146"/>
                                <wps:cNvSpPr>
                                  <a:spLocks noChangeArrowheads="1"/>
                                </wps:cNvSpPr>
                                <wps:spPr bwMode="auto">
                                  <a:xfrm>
                                    <a:off x="518" y="1879"/>
                                    <a:ext cx="4541" cy="48"/>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 name="Rectangle 147"/>
                                <wps:cNvSpPr>
                                  <a:spLocks noChangeArrowheads="1"/>
                                </wps:cNvSpPr>
                                <wps:spPr bwMode="auto">
                                  <a:xfrm>
                                    <a:off x="518" y="1927"/>
                                    <a:ext cx="4541" cy="37"/>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 name="Rectangle 148"/>
                                <wps:cNvSpPr>
                                  <a:spLocks noChangeArrowheads="1"/>
                                </wps:cNvSpPr>
                                <wps:spPr bwMode="auto">
                                  <a:xfrm>
                                    <a:off x="518" y="1964"/>
                                    <a:ext cx="4541" cy="48"/>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 name="Rectangle 149"/>
                                <wps:cNvSpPr>
                                  <a:spLocks noChangeArrowheads="1"/>
                                </wps:cNvSpPr>
                                <wps:spPr bwMode="auto">
                                  <a:xfrm>
                                    <a:off x="518" y="2012"/>
                                    <a:ext cx="4541" cy="48"/>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 name="Rectangle 150"/>
                                <wps:cNvSpPr>
                                  <a:spLocks noChangeArrowheads="1"/>
                                </wps:cNvSpPr>
                                <wps:spPr bwMode="auto">
                                  <a:xfrm>
                                    <a:off x="518" y="2060"/>
                                    <a:ext cx="4541" cy="36"/>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 name="Rectangle 151"/>
                                <wps:cNvSpPr>
                                  <a:spLocks noChangeArrowheads="1"/>
                                </wps:cNvSpPr>
                                <wps:spPr bwMode="auto">
                                  <a:xfrm>
                                    <a:off x="518" y="2096"/>
                                    <a:ext cx="4541" cy="96"/>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 name="Rectangle 152"/>
                                <wps:cNvSpPr>
                                  <a:spLocks noChangeArrowheads="1"/>
                                </wps:cNvSpPr>
                                <wps:spPr bwMode="auto">
                                  <a:xfrm>
                                    <a:off x="518" y="2192"/>
                                    <a:ext cx="4541" cy="37"/>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 name="Rectangle 153"/>
                                <wps:cNvSpPr>
                                  <a:spLocks noChangeArrowheads="1"/>
                                </wps:cNvSpPr>
                                <wps:spPr bwMode="auto">
                                  <a:xfrm>
                                    <a:off x="518" y="2229"/>
                                    <a:ext cx="4541" cy="48"/>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1" name="Rectangle 154"/>
                                <wps:cNvSpPr>
                                  <a:spLocks noChangeArrowheads="1"/>
                                </wps:cNvSpPr>
                                <wps:spPr bwMode="auto">
                                  <a:xfrm>
                                    <a:off x="518" y="2277"/>
                                    <a:ext cx="4541" cy="48"/>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2" name="Rectangle 155"/>
                                <wps:cNvSpPr>
                                  <a:spLocks noChangeArrowheads="1"/>
                                </wps:cNvSpPr>
                                <wps:spPr bwMode="auto">
                                  <a:xfrm>
                                    <a:off x="518" y="2325"/>
                                    <a:ext cx="4541" cy="36"/>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3" name="Rectangle 156"/>
                                <wps:cNvSpPr>
                                  <a:spLocks noChangeArrowheads="1"/>
                                </wps:cNvSpPr>
                                <wps:spPr bwMode="auto">
                                  <a:xfrm>
                                    <a:off x="518" y="2361"/>
                                    <a:ext cx="4541" cy="48"/>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 name="Rectangle 157"/>
                                <wps:cNvSpPr>
                                  <a:spLocks noChangeArrowheads="1"/>
                                </wps:cNvSpPr>
                                <wps:spPr bwMode="auto">
                                  <a:xfrm>
                                    <a:off x="518" y="2409"/>
                                    <a:ext cx="4541" cy="48"/>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5" name="Rectangle 158"/>
                                <wps:cNvSpPr>
                                  <a:spLocks noChangeArrowheads="1"/>
                                </wps:cNvSpPr>
                                <wps:spPr bwMode="auto">
                                  <a:xfrm>
                                    <a:off x="518" y="2457"/>
                                    <a:ext cx="4541" cy="37"/>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6" name="Rectangle 159"/>
                                <wps:cNvSpPr>
                                  <a:spLocks noChangeArrowheads="1"/>
                                </wps:cNvSpPr>
                                <wps:spPr bwMode="auto">
                                  <a:xfrm>
                                    <a:off x="518" y="2494"/>
                                    <a:ext cx="4541" cy="24"/>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7" name="Rectangle 160"/>
                                <wps:cNvSpPr>
                                  <a:spLocks noChangeArrowheads="1"/>
                                </wps:cNvSpPr>
                                <wps:spPr bwMode="auto">
                                  <a:xfrm>
                                    <a:off x="537" y="1820"/>
                                    <a:ext cx="4506" cy="684"/>
                                  </a:xfrm>
                                  <a:prstGeom prst="rect">
                                    <a:avLst/>
                                  </a:prstGeom>
                                  <a:noFill/>
                                  <a:ln w="4"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 name="Rectangle 161"/>
                                <wps:cNvSpPr>
                                  <a:spLocks noChangeArrowheads="1"/>
                                </wps:cNvSpPr>
                                <wps:spPr bwMode="auto">
                                  <a:xfrm>
                                    <a:off x="1987" y="2059"/>
                                    <a:ext cx="1592"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Probabilistic </w:t>
                                      </w:r>
                                      <w:proofErr w:type="spellStart"/>
                                      <w:r>
                                        <w:rPr>
                                          <w:rFonts w:ascii="Arial" w:hAnsi="Arial" w:cs="Arial"/>
                                          <w:color w:val="000000"/>
                                          <w:sz w:val="16"/>
                                          <w:szCs w:val="16"/>
                                          <w:lang w:val="en-US"/>
                                        </w:rPr>
                                        <w:t>modelling</w:t>
                                      </w:r>
                                      <w:proofErr w:type="spellEnd"/>
                                      <w:r>
                                        <w:rPr>
                                          <w:rFonts w:ascii="Arial" w:hAnsi="Arial" w:cs="Arial"/>
                                          <w:color w:val="000000"/>
                                          <w:sz w:val="16"/>
                                          <w:szCs w:val="16"/>
                                          <w:lang w:val="en-US"/>
                                        </w:rPr>
                                        <w:t xml:space="preserve"> </w:t>
                                      </w:r>
                                    </w:p>
                                  </w:txbxContent>
                                </wps:txbx>
                                <wps:bodyPr rot="0" vert="horz" wrap="none" lIns="0" tIns="0" rIns="0" bIns="0" anchor="t" anchorCtr="0">
                                  <a:spAutoFit/>
                                </wps:bodyPr>
                              </wps:wsp>
                              <wps:wsp>
                                <wps:cNvPr id="179" name="Freeform 162"/>
                                <wps:cNvSpPr>
                                  <a:spLocks/>
                                </wps:cNvSpPr>
                                <wps:spPr bwMode="auto">
                                  <a:xfrm>
                                    <a:off x="1582" y="1479"/>
                                    <a:ext cx="1208" cy="256"/>
                                  </a:xfrm>
                                  <a:custGeom>
                                    <a:avLst/>
                                    <a:gdLst>
                                      <a:gd name="T0" fmla="*/ 0 w 1208"/>
                                      <a:gd name="T1" fmla="*/ 0 h 256"/>
                                      <a:gd name="T2" fmla="*/ 0 w 1208"/>
                                      <a:gd name="T3" fmla="*/ 171 h 256"/>
                                      <a:gd name="T4" fmla="*/ 1208 w 1208"/>
                                      <a:gd name="T5" fmla="*/ 171 h 256"/>
                                      <a:gd name="T6" fmla="*/ 1208 w 1208"/>
                                      <a:gd name="T7" fmla="*/ 256 h 256"/>
                                    </a:gdLst>
                                    <a:ahLst/>
                                    <a:cxnLst>
                                      <a:cxn ang="0">
                                        <a:pos x="T0" y="T1"/>
                                      </a:cxn>
                                      <a:cxn ang="0">
                                        <a:pos x="T2" y="T3"/>
                                      </a:cxn>
                                      <a:cxn ang="0">
                                        <a:pos x="T4" y="T5"/>
                                      </a:cxn>
                                      <a:cxn ang="0">
                                        <a:pos x="T6" y="T7"/>
                                      </a:cxn>
                                    </a:cxnLst>
                                    <a:rect l="0" t="0" r="r" b="b"/>
                                    <a:pathLst>
                                      <a:path w="1208" h="256">
                                        <a:moveTo>
                                          <a:pt x="0" y="0"/>
                                        </a:moveTo>
                                        <a:lnTo>
                                          <a:pt x="0" y="171"/>
                                        </a:lnTo>
                                        <a:lnTo>
                                          <a:pt x="1208" y="171"/>
                                        </a:lnTo>
                                        <a:lnTo>
                                          <a:pt x="1208" y="256"/>
                                        </a:lnTo>
                                      </a:path>
                                    </a:pathLst>
                                  </a:custGeom>
                                  <a:noFill/>
                                  <a:ln w="16"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0" name="Freeform 163"/>
                                <wps:cNvSpPr>
                                  <a:spLocks/>
                                </wps:cNvSpPr>
                                <wps:spPr bwMode="auto">
                                  <a:xfrm>
                                    <a:off x="2733" y="1708"/>
                                    <a:ext cx="113" cy="113"/>
                                  </a:xfrm>
                                  <a:custGeom>
                                    <a:avLst/>
                                    <a:gdLst>
                                      <a:gd name="T0" fmla="*/ 75 w 150"/>
                                      <a:gd name="T1" fmla="*/ 150 h 150"/>
                                      <a:gd name="T2" fmla="*/ 0 w 150"/>
                                      <a:gd name="T3" fmla="*/ 0 h 150"/>
                                      <a:gd name="T4" fmla="*/ 150 w 150"/>
                                      <a:gd name="T5" fmla="*/ 0 h 150"/>
                                      <a:gd name="T6" fmla="*/ 150 w 150"/>
                                      <a:gd name="T7" fmla="*/ 0 h 150"/>
                                      <a:gd name="T8" fmla="*/ 75 w 150"/>
                                      <a:gd name="T9" fmla="*/ 150 h 150"/>
                                    </a:gdLst>
                                    <a:ahLst/>
                                    <a:cxnLst>
                                      <a:cxn ang="0">
                                        <a:pos x="T0" y="T1"/>
                                      </a:cxn>
                                      <a:cxn ang="0">
                                        <a:pos x="T2" y="T3"/>
                                      </a:cxn>
                                      <a:cxn ang="0">
                                        <a:pos x="T4" y="T5"/>
                                      </a:cxn>
                                      <a:cxn ang="0">
                                        <a:pos x="T6" y="T7"/>
                                      </a:cxn>
                                      <a:cxn ang="0">
                                        <a:pos x="T8" y="T9"/>
                                      </a:cxn>
                                    </a:cxnLst>
                                    <a:rect l="0" t="0" r="r" b="b"/>
                                    <a:pathLst>
                                      <a:path w="150" h="150">
                                        <a:moveTo>
                                          <a:pt x="75" y="150"/>
                                        </a:moveTo>
                                        <a:lnTo>
                                          <a:pt x="0" y="0"/>
                                        </a:lnTo>
                                        <a:cubicBezTo>
                                          <a:pt x="47" y="24"/>
                                          <a:pt x="103" y="24"/>
                                          <a:pt x="150" y="0"/>
                                        </a:cubicBezTo>
                                        <a:lnTo>
                                          <a:pt x="150" y="0"/>
                                        </a:lnTo>
                                        <a:lnTo>
                                          <a:pt x="75" y="150"/>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181" name="Freeform 164"/>
                                <wps:cNvSpPr>
                                  <a:spLocks/>
                                </wps:cNvSpPr>
                                <wps:spPr bwMode="auto">
                                  <a:xfrm>
                                    <a:off x="2790" y="1479"/>
                                    <a:ext cx="385" cy="256"/>
                                  </a:xfrm>
                                  <a:custGeom>
                                    <a:avLst/>
                                    <a:gdLst>
                                      <a:gd name="T0" fmla="*/ 385 w 385"/>
                                      <a:gd name="T1" fmla="*/ 0 h 256"/>
                                      <a:gd name="T2" fmla="*/ 385 w 385"/>
                                      <a:gd name="T3" fmla="*/ 171 h 256"/>
                                      <a:gd name="T4" fmla="*/ 0 w 385"/>
                                      <a:gd name="T5" fmla="*/ 171 h 256"/>
                                      <a:gd name="T6" fmla="*/ 0 w 385"/>
                                      <a:gd name="T7" fmla="*/ 256 h 256"/>
                                    </a:gdLst>
                                    <a:ahLst/>
                                    <a:cxnLst>
                                      <a:cxn ang="0">
                                        <a:pos x="T0" y="T1"/>
                                      </a:cxn>
                                      <a:cxn ang="0">
                                        <a:pos x="T2" y="T3"/>
                                      </a:cxn>
                                      <a:cxn ang="0">
                                        <a:pos x="T4" y="T5"/>
                                      </a:cxn>
                                      <a:cxn ang="0">
                                        <a:pos x="T6" y="T7"/>
                                      </a:cxn>
                                    </a:cxnLst>
                                    <a:rect l="0" t="0" r="r" b="b"/>
                                    <a:pathLst>
                                      <a:path w="385" h="256">
                                        <a:moveTo>
                                          <a:pt x="385" y="0"/>
                                        </a:moveTo>
                                        <a:lnTo>
                                          <a:pt x="385" y="171"/>
                                        </a:lnTo>
                                        <a:lnTo>
                                          <a:pt x="0" y="171"/>
                                        </a:lnTo>
                                        <a:lnTo>
                                          <a:pt x="0" y="256"/>
                                        </a:lnTo>
                                      </a:path>
                                    </a:pathLst>
                                  </a:custGeom>
                                  <a:noFill/>
                                  <a:ln w="16"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 name="Freeform 165"/>
                                <wps:cNvSpPr>
                                  <a:spLocks/>
                                </wps:cNvSpPr>
                                <wps:spPr bwMode="auto">
                                  <a:xfrm>
                                    <a:off x="2733" y="1708"/>
                                    <a:ext cx="113" cy="113"/>
                                  </a:xfrm>
                                  <a:custGeom>
                                    <a:avLst/>
                                    <a:gdLst>
                                      <a:gd name="T0" fmla="*/ 75 w 150"/>
                                      <a:gd name="T1" fmla="*/ 150 h 150"/>
                                      <a:gd name="T2" fmla="*/ 0 w 150"/>
                                      <a:gd name="T3" fmla="*/ 0 h 150"/>
                                      <a:gd name="T4" fmla="*/ 150 w 150"/>
                                      <a:gd name="T5" fmla="*/ 0 h 150"/>
                                      <a:gd name="T6" fmla="*/ 150 w 150"/>
                                      <a:gd name="T7" fmla="*/ 0 h 150"/>
                                      <a:gd name="T8" fmla="*/ 75 w 150"/>
                                      <a:gd name="T9" fmla="*/ 150 h 150"/>
                                    </a:gdLst>
                                    <a:ahLst/>
                                    <a:cxnLst>
                                      <a:cxn ang="0">
                                        <a:pos x="T0" y="T1"/>
                                      </a:cxn>
                                      <a:cxn ang="0">
                                        <a:pos x="T2" y="T3"/>
                                      </a:cxn>
                                      <a:cxn ang="0">
                                        <a:pos x="T4" y="T5"/>
                                      </a:cxn>
                                      <a:cxn ang="0">
                                        <a:pos x="T6" y="T7"/>
                                      </a:cxn>
                                      <a:cxn ang="0">
                                        <a:pos x="T8" y="T9"/>
                                      </a:cxn>
                                    </a:cxnLst>
                                    <a:rect l="0" t="0" r="r" b="b"/>
                                    <a:pathLst>
                                      <a:path w="150" h="150">
                                        <a:moveTo>
                                          <a:pt x="75" y="150"/>
                                        </a:moveTo>
                                        <a:lnTo>
                                          <a:pt x="0" y="0"/>
                                        </a:lnTo>
                                        <a:cubicBezTo>
                                          <a:pt x="47" y="24"/>
                                          <a:pt x="103" y="24"/>
                                          <a:pt x="150" y="0"/>
                                        </a:cubicBezTo>
                                        <a:lnTo>
                                          <a:pt x="150" y="0"/>
                                        </a:lnTo>
                                        <a:lnTo>
                                          <a:pt x="75" y="150"/>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183" name="Freeform 166"/>
                                <wps:cNvSpPr>
                                  <a:spLocks/>
                                </wps:cNvSpPr>
                                <wps:spPr bwMode="auto">
                                  <a:xfrm>
                                    <a:off x="2790" y="1479"/>
                                    <a:ext cx="1891" cy="256"/>
                                  </a:xfrm>
                                  <a:custGeom>
                                    <a:avLst/>
                                    <a:gdLst>
                                      <a:gd name="T0" fmla="*/ 1891 w 1891"/>
                                      <a:gd name="T1" fmla="*/ 0 h 256"/>
                                      <a:gd name="T2" fmla="*/ 1891 w 1891"/>
                                      <a:gd name="T3" fmla="*/ 171 h 256"/>
                                      <a:gd name="T4" fmla="*/ 0 w 1891"/>
                                      <a:gd name="T5" fmla="*/ 171 h 256"/>
                                      <a:gd name="T6" fmla="*/ 0 w 1891"/>
                                      <a:gd name="T7" fmla="*/ 256 h 256"/>
                                    </a:gdLst>
                                    <a:ahLst/>
                                    <a:cxnLst>
                                      <a:cxn ang="0">
                                        <a:pos x="T0" y="T1"/>
                                      </a:cxn>
                                      <a:cxn ang="0">
                                        <a:pos x="T2" y="T3"/>
                                      </a:cxn>
                                      <a:cxn ang="0">
                                        <a:pos x="T4" y="T5"/>
                                      </a:cxn>
                                      <a:cxn ang="0">
                                        <a:pos x="T6" y="T7"/>
                                      </a:cxn>
                                    </a:cxnLst>
                                    <a:rect l="0" t="0" r="r" b="b"/>
                                    <a:pathLst>
                                      <a:path w="1891" h="256">
                                        <a:moveTo>
                                          <a:pt x="1891" y="0"/>
                                        </a:moveTo>
                                        <a:lnTo>
                                          <a:pt x="1891" y="171"/>
                                        </a:lnTo>
                                        <a:lnTo>
                                          <a:pt x="0" y="171"/>
                                        </a:lnTo>
                                        <a:lnTo>
                                          <a:pt x="0" y="256"/>
                                        </a:lnTo>
                                      </a:path>
                                    </a:pathLst>
                                  </a:custGeom>
                                  <a:noFill/>
                                  <a:ln w="16"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4" name="Freeform 167"/>
                                <wps:cNvSpPr>
                                  <a:spLocks/>
                                </wps:cNvSpPr>
                                <wps:spPr bwMode="auto">
                                  <a:xfrm>
                                    <a:off x="2733" y="1708"/>
                                    <a:ext cx="113" cy="113"/>
                                  </a:xfrm>
                                  <a:custGeom>
                                    <a:avLst/>
                                    <a:gdLst>
                                      <a:gd name="T0" fmla="*/ 75 w 150"/>
                                      <a:gd name="T1" fmla="*/ 150 h 150"/>
                                      <a:gd name="T2" fmla="*/ 0 w 150"/>
                                      <a:gd name="T3" fmla="*/ 0 h 150"/>
                                      <a:gd name="T4" fmla="*/ 150 w 150"/>
                                      <a:gd name="T5" fmla="*/ 0 h 150"/>
                                      <a:gd name="T6" fmla="*/ 150 w 150"/>
                                      <a:gd name="T7" fmla="*/ 0 h 150"/>
                                      <a:gd name="T8" fmla="*/ 75 w 150"/>
                                      <a:gd name="T9" fmla="*/ 150 h 150"/>
                                    </a:gdLst>
                                    <a:ahLst/>
                                    <a:cxnLst>
                                      <a:cxn ang="0">
                                        <a:pos x="T0" y="T1"/>
                                      </a:cxn>
                                      <a:cxn ang="0">
                                        <a:pos x="T2" y="T3"/>
                                      </a:cxn>
                                      <a:cxn ang="0">
                                        <a:pos x="T4" y="T5"/>
                                      </a:cxn>
                                      <a:cxn ang="0">
                                        <a:pos x="T6" y="T7"/>
                                      </a:cxn>
                                      <a:cxn ang="0">
                                        <a:pos x="T8" y="T9"/>
                                      </a:cxn>
                                    </a:cxnLst>
                                    <a:rect l="0" t="0" r="r" b="b"/>
                                    <a:pathLst>
                                      <a:path w="150" h="150">
                                        <a:moveTo>
                                          <a:pt x="75" y="150"/>
                                        </a:moveTo>
                                        <a:lnTo>
                                          <a:pt x="0" y="0"/>
                                        </a:lnTo>
                                        <a:cubicBezTo>
                                          <a:pt x="47" y="24"/>
                                          <a:pt x="103" y="24"/>
                                          <a:pt x="150" y="0"/>
                                        </a:cubicBezTo>
                                        <a:lnTo>
                                          <a:pt x="150" y="0"/>
                                        </a:lnTo>
                                        <a:lnTo>
                                          <a:pt x="75" y="150"/>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185" name="Freeform 168"/>
                                <wps:cNvSpPr>
                                  <a:spLocks/>
                                </wps:cNvSpPr>
                                <wps:spPr bwMode="auto">
                                  <a:xfrm>
                                    <a:off x="2790" y="1479"/>
                                    <a:ext cx="3438" cy="256"/>
                                  </a:xfrm>
                                  <a:custGeom>
                                    <a:avLst/>
                                    <a:gdLst>
                                      <a:gd name="T0" fmla="*/ 3438 w 3438"/>
                                      <a:gd name="T1" fmla="*/ 0 h 256"/>
                                      <a:gd name="T2" fmla="*/ 3438 w 3438"/>
                                      <a:gd name="T3" fmla="*/ 171 h 256"/>
                                      <a:gd name="T4" fmla="*/ 0 w 3438"/>
                                      <a:gd name="T5" fmla="*/ 171 h 256"/>
                                      <a:gd name="T6" fmla="*/ 0 w 3438"/>
                                      <a:gd name="T7" fmla="*/ 256 h 256"/>
                                    </a:gdLst>
                                    <a:ahLst/>
                                    <a:cxnLst>
                                      <a:cxn ang="0">
                                        <a:pos x="T0" y="T1"/>
                                      </a:cxn>
                                      <a:cxn ang="0">
                                        <a:pos x="T2" y="T3"/>
                                      </a:cxn>
                                      <a:cxn ang="0">
                                        <a:pos x="T4" y="T5"/>
                                      </a:cxn>
                                      <a:cxn ang="0">
                                        <a:pos x="T6" y="T7"/>
                                      </a:cxn>
                                    </a:cxnLst>
                                    <a:rect l="0" t="0" r="r" b="b"/>
                                    <a:pathLst>
                                      <a:path w="3438" h="256">
                                        <a:moveTo>
                                          <a:pt x="3438" y="0"/>
                                        </a:moveTo>
                                        <a:lnTo>
                                          <a:pt x="3438" y="171"/>
                                        </a:lnTo>
                                        <a:lnTo>
                                          <a:pt x="0" y="171"/>
                                        </a:lnTo>
                                        <a:lnTo>
                                          <a:pt x="0" y="256"/>
                                        </a:lnTo>
                                      </a:path>
                                    </a:pathLst>
                                  </a:custGeom>
                                  <a:noFill/>
                                  <a:ln w="16"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6" name="Freeform 169"/>
                                <wps:cNvSpPr>
                                  <a:spLocks/>
                                </wps:cNvSpPr>
                                <wps:spPr bwMode="auto">
                                  <a:xfrm>
                                    <a:off x="2733" y="1708"/>
                                    <a:ext cx="113" cy="113"/>
                                  </a:xfrm>
                                  <a:custGeom>
                                    <a:avLst/>
                                    <a:gdLst>
                                      <a:gd name="T0" fmla="*/ 75 w 150"/>
                                      <a:gd name="T1" fmla="*/ 150 h 150"/>
                                      <a:gd name="T2" fmla="*/ 0 w 150"/>
                                      <a:gd name="T3" fmla="*/ 0 h 150"/>
                                      <a:gd name="T4" fmla="*/ 150 w 150"/>
                                      <a:gd name="T5" fmla="*/ 0 h 150"/>
                                      <a:gd name="T6" fmla="*/ 150 w 150"/>
                                      <a:gd name="T7" fmla="*/ 0 h 150"/>
                                      <a:gd name="T8" fmla="*/ 75 w 150"/>
                                      <a:gd name="T9" fmla="*/ 150 h 150"/>
                                    </a:gdLst>
                                    <a:ahLst/>
                                    <a:cxnLst>
                                      <a:cxn ang="0">
                                        <a:pos x="T0" y="T1"/>
                                      </a:cxn>
                                      <a:cxn ang="0">
                                        <a:pos x="T2" y="T3"/>
                                      </a:cxn>
                                      <a:cxn ang="0">
                                        <a:pos x="T4" y="T5"/>
                                      </a:cxn>
                                      <a:cxn ang="0">
                                        <a:pos x="T6" y="T7"/>
                                      </a:cxn>
                                      <a:cxn ang="0">
                                        <a:pos x="T8" y="T9"/>
                                      </a:cxn>
                                    </a:cxnLst>
                                    <a:rect l="0" t="0" r="r" b="b"/>
                                    <a:pathLst>
                                      <a:path w="150" h="150">
                                        <a:moveTo>
                                          <a:pt x="75" y="150"/>
                                        </a:moveTo>
                                        <a:lnTo>
                                          <a:pt x="0" y="0"/>
                                        </a:lnTo>
                                        <a:cubicBezTo>
                                          <a:pt x="47" y="24"/>
                                          <a:pt x="103" y="24"/>
                                          <a:pt x="150" y="0"/>
                                        </a:cubicBezTo>
                                        <a:lnTo>
                                          <a:pt x="150" y="0"/>
                                        </a:lnTo>
                                        <a:lnTo>
                                          <a:pt x="75" y="150"/>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187" name="Rectangle 170"/>
                                <wps:cNvSpPr>
                                  <a:spLocks noChangeArrowheads="1"/>
                                </wps:cNvSpPr>
                                <wps:spPr bwMode="auto">
                                  <a:xfrm>
                                    <a:off x="7612" y="1843"/>
                                    <a:ext cx="1144" cy="68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88" name="Picture 17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7616" y="1844"/>
                                    <a:ext cx="1137" cy="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9" name="Rectangle 172"/>
                                <wps:cNvSpPr>
                                  <a:spLocks noChangeArrowheads="1"/>
                                </wps:cNvSpPr>
                                <wps:spPr bwMode="auto">
                                  <a:xfrm>
                                    <a:off x="7612" y="1843"/>
                                    <a:ext cx="1144" cy="68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0" name="Rectangle 173"/>
                                <wps:cNvSpPr>
                                  <a:spLocks noChangeArrowheads="1"/>
                                </wps:cNvSpPr>
                                <wps:spPr bwMode="auto">
                                  <a:xfrm>
                                    <a:off x="7600" y="1831"/>
                                    <a:ext cx="1168" cy="711"/>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1" name="Freeform 174"/>
                                <wps:cNvSpPr>
                                  <a:spLocks/>
                                </wps:cNvSpPr>
                                <wps:spPr bwMode="auto">
                                  <a:xfrm>
                                    <a:off x="7610" y="1838"/>
                                    <a:ext cx="1149" cy="695"/>
                                  </a:xfrm>
                                  <a:custGeom>
                                    <a:avLst/>
                                    <a:gdLst>
                                      <a:gd name="T0" fmla="*/ 8 w 1527"/>
                                      <a:gd name="T1" fmla="*/ 907 h 923"/>
                                      <a:gd name="T2" fmla="*/ 1519 w 1527"/>
                                      <a:gd name="T3" fmla="*/ 907 h 923"/>
                                      <a:gd name="T4" fmla="*/ 1511 w 1527"/>
                                      <a:gd name="T5" fmla="*/ 915 h 923"/>
                                      <a:gd name="T6" fmla="*/ 1511 w 1527"/>
                                      <a:gd name="T7" fmla="*/ 8 h 923"/>
                                      <a:gd name="T8" fmla="*/ 1519 w 1527"/>
                                      <a:gd name="T9" fmla="*/ 16 h 923"/>
                                      <a:gd name="T10" fmla="*/ 8 w 1527"/>
                                      <a:gd name="T11" fmla="*/ 16 h 923"/>
                                      <a:gd name="T12" fmla="*/ 16 w 1527"/>
                                      <a:gd name="T13" fmla="*/ 8 h 923"/>
                                      <a:gd name="T14" fmla="*/ 16 w 1527"/>
                                      <a:gd name="T15" fmla="*/ 915 h 923"/>
                                      <a:gd name="T16" fmla="*/ 8 w 1527"/>
                                      <a:gd name="T17" fmla="*/ 923 h 923"/>
                                      <a:gd name="T18" fmla="*/ 0 w 1527"/>
                                      <a:gd name="T19" fmla="*/ 915 h 923"/>
                                      <a:gd name="T20" fmla="*/ 0 w 1527"/>
                                      <a:gd name="T21" fmla="*/ 8 h 923"/>
                                      <a:gd name="T22" fmla="*/ 8 w 1527"/>
                                      <a:gd name="T23" fmla="*/ 0 h 923"/>
                                      <a:gd name="T24" fmla="*/ 1519 w 1527"/>
                                      <a:gd name="T25" fmla="*/ 0 h 923"/>
                                      <a:gd name="T26" fmla="*/ 1527 w 1527"/>
                                      <a:gd name="T27" fmla="*/ 8 h 923"/>
                                      <a:gd name="T28" fmla="*/ 1527 w 1527"/>
                                      <a:gd name="T29" fmla="*/ 915 h 923"/>
                                      <a:gd name="T30" fmla="*/ 1519 w 1527"/>
                                      <a:gd name="T31" fmla="*/ 923 h 923"/>
                                      <a:gd name="T32" fmla="*/ 8 w 1527"/>
                                      <a:gd name="T33" fmla="*/ 923 h 923"/>
                                      <a:gd name="T34" fmla="*/ 0 w 1527"/>
                                      <a:gd name="T35" fmla="*/ 915 h 923"/>
                                      <a:gd name="T36" fmla="*/ 8 w 1527"/>
                                      <a:gd name="T37" fmla="*/ 907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27" h="923">
                                        <a:moveTo>
                                          <a:pt x="8" y="907"/>
                                        </a:moveTo>
                                        <a:lnTo>
                                          <a:pt x="1519" y="907"/>
                                        </a:lnTo>
                                        <a:lnTo>
                                          <a:pt x="1511" y="915"/>
                                        </a:lnTo>
                                        <a:lnTo>
                                          <a:pt x="1511" y="8"/>
                                        </a:lnTo>
                                        <a:lnTo>
                                          <a:pt x="1519" y="16"/>
                                        </a:lnTo>
                                        <a:lnTo>
                                          <a:pt x="8" y="16"/>
                                        </a:lnTo>
                                        <a:lnTo>
                                          <a:pt x="16" y="8"/>
                                        </a:lnTo>
                                        <a:lnTo>
                                          <a:pt x="16" y="915"/>
                                        </a:lnTo>
                                        <a:cubicBezTo>
                                          <a:pt x="16" y="920"/>
                                          <a:pt x="12" y="923"/>
                                          <a:pt x="8" y="923"/>
                                        </a:cubicBezTo>
                                        <a:cubicBezTo>
                                          <a:pt x="3" y="923"/>
                                          <a:pt x="0" y="920"/>
                                          <a:pt x="0" y="915"/>
                                        </a:cubicBezTo>
                                        <a:lnTo>
                                          <a:pt x="0" y="8"/>
                                        </a:lnTo>
                                        <a:cubicBezTo>
                                          <a:pt x="0" y="4"/>
                                          <a:pt x="3" y="0"/>
                                          <a:pt x="8" y="0"/>
                                        </a:cubicBezTo>
                                        <a:lnTo>
                                          <a:pt x="1519" y="0"/>
                                        </a:lnTo>
                                        <a:cubicBezTo>
                                          <a:pt x="1524" y="0"/>
                                          <a:pt x="1527" y="4"/>
                                          <a:pt x="1527" y="8"/>
                                        </a:cubicBezTo>
                                        <a:lnTo>
                                          <a:pt x="1527" y="915"/>
                                        </a:lnTo>
                                        <a:cubicBezTo>
                                          <a:pt x="1527" y="920"/>
                                          <a:pt x="1524" y="923"/>
                                          <a:pt x="1519" y="923"/>
                                        </a:cubicBezTo>
                                        <a:lnTo>
                                          <a:pt x="8" y="923"/>
                                        </a:lnTo>
                                        <a:cubicBezTo>
                                          <a:pt x="3" y="923"/>
                                          <a:pt x="0" y="920"/>
                                          <a:pt x="0" y="915"/>
                                        </a:cubicBezTo>
                                        <a:cubicBezTo>
                                          <a:pt x="0" y="911"/>
                                          <a:pt x="3" y="907"/>
                                          <a:pt x="8" y="907"/>
                                        </a:cubicBez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192" name="Rectangle 175"/>
                                <wps:cNvSpPr>
                                  <a:spLocks noChangeArrowheads="1"/>
                                </wps:cNvSpPr>
                                <wps:spPr bwMode="auto">
                                  <a:xfrm>
                                    <a:off x="7600" y="1831"/>
                                    <a:ext cx="1168" cy="711"/>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3" name="Rectangle 176"/>
                                <wps:cNvSpPr>
                                  <a:spLocks noChangeArrowheads="1"/>
                                </wps:cNvSpPr>
                                <wps:spPr bwMode="auto">
                                  <a:xfrm>
                                    <a:off x="7576" y="1807"/>
                                    <a:ext cx="1168" cy="12"/>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4" name="Rectangle 177"/>
                                <wps:cNvSpPr>
                                  <a:spLocks noChangeArrowheads="1"/>
                                </wps:cNvSpPr>
                                <wps:spPr bwMode="auto">
                                  <a:xfrm>
                                    <a:off x="7576" y="1819"/>
                                    <a:ext cx="1168" cy="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5" name="Rectangle 178"/>
                                <wps:cNvSpPr>
                                  <a:spLocks noChangeArrowheads="1"/>
                                </wps:cNvSpPr>
                                <wps:spPr bwMode="auto">
                                  <a:xfrm>
                                    <a:off x="7576" y="1831"/>
                                    <a:ext cx="1168" cy="48"/>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6" name="Rectangle 179"/>
                                <wps:cNvSpPr>
                                  <a:spLocks noChangeArrowheads="1"/>
                                </wps:cNvSpPr>
                                <wps:spPr bwMode="auto">
                                  <a:xfrm>
                                    <a:off x="7576" y="1879"/>
                                    <a:ext cx="1168" cy="48"/>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Rectangle 180"/>
                                <wps:cNvSpPr>
                                  <a:spLocks noChangeArrowheads="1"/>
                                </wps:cNvSpPr>
                                <wps:spPr bwMode="auto">
                                  <a:xfrm>
                                    <a:off x="7576" y="1927"/>
                                    <a:ext cx="1168" cy="37"/>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Rectangle 181"/>
                                <wps:cNvSpPr>
                                  <a:spLocks noChangeArrowheads="1"/>
                                </wps:cNvSpPr>
                                <wps:spPr bwMode="auto">
                                  <a:xfrm>
                                    <a:off x="7576" y="1964"/>
                                    <a:ext cx="1168" cy="48"/>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Rectangle 182"/>
                                <wps:cNvSpPr>
                                  <a:spLocks noChangeArrowheads="1"/>
                                </wps:cNvSpPr>
                                <wps:spPr bwMode="auto">
                                  <a:xfrm>
                                    <a:off x="7576" y="2012"/>
                                    <a:ext cx="1168" cy="48"/>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 name="Rectangle 183"/>
                                <wps:cNvSpPr>
                                  <a:spLocks noChangeArrowheads="1"/>
                                </wps:cNvSpPr>
                                <wps:spPr bwMode="auto">
                                  <a:xfrm>
                                    <a:off x="7576" y="2060"/>
                                    <a:ext cx="1168" cy="36"/>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Rectangle 184"/>
                                <wps:cNvSpPr>
                                  <a:spLocks noChangeArrowheads="1"/>
                                </wps:cNvSpPr>
                                <wps:spPr bwMode="auto">
                                  <a:xfrm>
                                    <a:off x="7576" y="2096"/>
                                    <a:ext cx="1168" cy="96"/>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Rectangle 185"/>
                                <wps:cNvSpPr>
                                  <a:spLocks noChangeArrowheads="1"/>
                                </wps:cNvSpPr>
                                <wps:spPr bwMode="auto">
                                  <a:xfrm>
                                    <a:off x="7576" y="2192"/>
                                    <a:ext cx="1168" cy="37"/>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 name="Rectangle 186"/>
                                <wps:cNvSpPr>
                                  <a:spLocks noChangeArrowheads="1"/>
                                </wps:cNvSpPr>
                                <wps:spPr bwMode="auto">
                                  <a:xfrm>
                                    <a:off x="7576" y="2229"/>
                                    <a:ext cx="1168" cy="48"/>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 name="Rectangle 187"/>
                                <wps:cNvSpPr>
                                  <a:spLocks noChangeArrowheads="1"/>
                                </wps:cNvSpPr>
                                <wps:spPr bwMode="auto">
                                  <a:xfrm>
                                    <a:off x="7576" y="2277"/>
                                    <a:ext cx="1168" cy="48"/>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5" name="Rectangle 188"/>
                                <wps:cNvSpPr>
                                  <a:spLocks noChangeArrowheads="1"/>
                                </wps:cNvSpPr>
                                <wps:spPr bwMode="auto">
                                  <a:xfrm>
                                    <a:off x="7576" y="2325"/>
                                    <a:ext cx="1168" cy="36"/>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6" name="Rectangle 189"/>
                                <wps:cNvSpPr>
                                  <a:spLocks noChangeArrowheads="1"/>
                                </wps:cNvSpPr>
                                <wps:spPr bwMode="auto">
                                  <a:xfrm>
                                    <a:off x="7576" y="2361"/>
                                    <a:ext cx="1168" cy="48"/>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7" name="Rectangle 190"/>
                                <wps:cNvSpPr>
                                  <a:spLocks noChangeArrowheads="1"/>
                                </wps:cNvSpPr>
                                <wps:spPr bwMode="auto">
                                  <a:xfrm>
                                    <a:off x="7576" y="2409"/>
                                    <a:ext cx="1168" cy="48"/>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8" name="Rectangle 191"/>
                                <wps:cNvSpPr>
                                  <a:spLocks noChangeArrowheads="1"/>
                                </wps:cNvSpPr>
                                <wps:spPr bwMode="auto">
                                  <a:xfrm>
                                    <a:off x="7576" y="2457"/>
                                    <a:ext cx="1168" cy="37"/>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9" name="Rectangle 192"/>
                                <wps:cNvSpPr>
                                  <a:spLocks noChangeArrowheads="1"/>
                                </wps:cNvSpPr>
                                <wps:spPr bwMode="auto">
                                  <a:xfrm>
                                    <a:off x="7576" y="2494"/>
                                    <a:ext cx="1168" cy="24"/>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0" name="Rectangle 193"/>
                                <wps:cNvSpPr>
                                  <a:spLocks noChangeArrowheads="1"/>
                                </wps:cNvSpPr>
                                <wps:spPr bwMode="auto">
                                  <a:xfrm>
                                    <a:off x="7592" y="1820"/>
                                    <a:ext cx="1138" cy="684"/>
                                  </a:xfrm>
                                  <a:prstGeom prst="rect">
                                    <a:avLst/>
                                  </a:prstGeom>
                                  <a:noFill/>
                                  <a:ln w="4"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 name="Rectangle 194"/>
                                <wps:cNvSpPr>
                                  <a:spLocks noChangeArrowheads="1"/>
                                </wps:cNvSpPr>
                                <wps:spPr bwMode="auto">
                                  <a:xfrm>
                                    <a:off x="7877" y="1867"/>
                                    <a:ext cx="525"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Review</w:t>
                                      </w:r>
                                    </w:p>
                                  </w:txbxContent>
                                </wps:txbx>
                                <wps:bodyPr rot="0" vert="horz" wrap="none" lIns="0" tIns="0" rIns="0" bIns="0" anchor="t" anchorCtr="0">
                                  <a:spAutoFit/>
                                </wps:bodyPr>
                              </wps:wsp>
                              <wps:wsp>
                                <wps:cNvPr id="212" name="Rectangle 195"/>
                                <wps:cNvSpPr>
                                  <a:spLocks noChangeArrowheads="1"/>
                                </wps:cNvSpPr>
                                <wps:spPr bwMode="auto">
                                  <a:xfrm>
                                    <a:off x="8407" y="1867"/>
                                    <a:ext cx="45"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213" name="Rectangle 196"/>
                                <wps:cNvSpPr>
                                  <a:spLocks noChangeArrowheads="1"/>
                                </wps:cNvSpPr>
                                <wps:spPr bwMode="auto">
                                  <a:xfrm>
                                    <a:off x="7696" y="2059"/>
                                    <a:ext cx="925"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transparency </w:t>
                                      </w:r>
                                    </w:p>
                                  </w:txbxContent>
                                </wps:txbx>
                                <wps:bodyPr rot="0" vert="horz" wrap="none" lIns="0" tIns="0" rIns="0" bIns="0" anchor="t" anchorCtr="0">
                                  <a:spAutoFit/>
                                </wps:bodyPr>
                              </wps:wsp>
                              <wps:wsp>
                                <wps:cNvPr id="214" name="Rectangle 197"/>
                                <wps:cNvSpPr>
                                  <a:spLocks noChangeArrowheads="1"/>
                                </wps:cNvSpPr>
                                <wps:spPr bwMode="auto">
                                  <a:xfrm>
                                    <a:off x="7841" y="2252"/>
                                    <a:ext cx="632"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reporting</w:t>
                                      </w:r>
                                    </w:p>
                                  </w:txbxContent>
                                </wps:txbx>
                                <wps:bodyPr rot="0" vert="horz" wrap="none" lIns="0" tIns="0" rIns="0" bIns="0" anchor="t" anchorCtr="0">
                                  <a:spAutoFit/>
                                </wps:bodyPr>
                              </wps:wsp>
                              <wps:wsp>
                                <wps:cNvPr id="215" name="Freeform 198"/>
                                <wps:cNvSpPr>
                                  <a:spLocks/>
                                </wps:cNvSpPr>
                                <wps:spPr bwMode="auto">
                                  <a:xfrm>
                                    <a:off x="5043" y="2125"/>
                                    <a:ext cx="2463" cy="37"/>
                                  </a:xfrm>
                                  <a:custGeom>
                                    <a:avLst/>
                                    <a:gdLst>
                                      <a:gd name="T0" fmla="*/ 0 w 3273"/>
                                      <a:gd name="T1" fmla="*/ 50 h 50"/>
                                      <a:gd name="T2" fmla="*/ 525 w 3273"/>
                                      <a:gd name="T3" fmla="*/ 50 h 50"/>
                                      <a:gd name="T4" fmla="*/ 575 w 3273"/>
                                      <a:gd name="T5" fmla="*/ 0 h 50"/>
                                      <a:gd name="T6" fmla="*/ 625 w 3273"/>
                                      <a:gd name="T7" fmla="*/ 50 h 50"/>
                                      <a:gd name="T8" fmla="*/ 625 w 3273"/>
                                      <a:gd name="T9" fmla="*/ 50 h 50"/>
                                      <a:gd name="T10" fmla="*/ 3273 w 3273"/>
                                      <a:gd name="T11" fmla="*/ 50 h 50"/>
                                    </a:gdLst>
                                    <a:ahLst/>
                                    <a:cxnLst>
                                      <a:cxn ang="0">
                                        <a:pos x="T0" y="T1"/>
                                      </a:cxn>
                                      <a:cxn ang="0">
                                        <a:pos x="T2" y="T3"/>
                                      </a:cxn>
                                      <a:cxn ang="0">
                                        <a:pos x="T4" y="T5"/>
                                      </a:cxn>
                                      <a:cxn ang="0">
                                        <a:pos x="T6" y="T7"/>
                                      </a:cxn>
                                      <a:cxn ang="0">
                                        <a:pos x="T8" y="T9"/>
                                      </a:cxn>
                                      <a:cxn ang="0">
                                        <a:pos x="T10" y="T11"/>
                                      </a:cxn>
                                    </a:cxnLst>
                                    <a:rect l="0" t="0" r="r" b="b"/>
                                    <a:pathLst>
                                      <a:path w="3273" h="50">
                                        <a:moveTo>
                                          <a:pt x="0" y="50"/>
                                        </a:moveTo>
                                        <a:lnTo>
                                          <a:pt x="525" y="50"/>
                                        </a:lnTo>
                                        <a:cubicBezTo>
                                          <a:pt x="525" y="22"/>
                                          <a:pt x="547" y="0"/>
                                          <a:pt x="575" y="0"/>
                                        </a:cubicBezTo>
                                        <a:cubicBezTo>
                                          <a:pt x="603" y="0"/>
                                          <a:pt x="625" y="22"/>
                                          <a:pt x="625" y="50"/>
                                        </a:cubicBezTo>
                                        <a:cubicBezTo>
                                          <a:pt x="625" y="50"/>
                                          <a:pt x="625" y="50"/>
                                          <a:pt x="625" y="50"/>
                                        </a:cubicBezTo>
                                        <a:lnTo>
                                          <a:pt x="3273" y="50"/>
                                        </a:lnTo>
                                      </a:path>
                                    </a:pathLst>
                                  </a:custGeom>
                                  <a:noFill/>
                                  <a:ln w="16"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6" name="Freeform 199"/>
                                <wps:cNvSpPr>
                                  <a:spLocks/>
                                </wps:cNvSpPr>
                                <wps:spPr bwMode="auto">
                                  <a:xfrm>
                                    <a:off x="7479" y="2106"/>
                                    <a:ext cx="113" cy="113"/>
                                  </a:xfrm>
                                  <a:custGeom>
                                    <a:avLst/>
                                    <a:gdLst>
                                      <a:gd name="T0" fmla="*/ 150 w 150"/>
                                      <a:gd name="T1" fmla="*/ 75 h 150"/>
                                      <a:gd name="T2" fmla="*/ 0 w 150"/>
                                      <a:gd name="T3" fmla="*/ 150 h 150"/>
                                      <a:gd name="T4" fmla="*/ 0 w 150"/>
                                      <a:gd name="T5" fmla="*/ 0 h 150"/>
                                      <a:gd name="T6" fmla="*/ 150 w 150"/>
                                      <a:gd name="T7" fmla="*/ 75 h 150"/>
                                    </a:gdLst>
                                    <a:ahLst/>
                                    <a:cxnLst>
                                      <a:cxn ang="0">
                                        <a:pos x="T0" y="T1"/>
                                      </a:cxn>
                                      <a:cxn ang="0">
                                        <a:pos x="T2" y="T3"/>
                                      </a:cxn>
                                      <a:cxn ang="0">
                                        <a:pos x="T4" y="T5"/>
                                      </a:cxn>
                                      <a:cxn ang="0">
                                        <a:pos x="T6" y="T7"/>
                                      </a:cxn>
                                    </a:cxnLst>
                                    <a:rect l="0" t="0" r="r" b="b"/>
                                    <a:pathLst>
                                      <a:path w="150" h="150">
                                        <a:moveTo>
                                          <a:pt x="150" y="75"/>
                                        </a:moveTo>
                                        <a:lnTo>
                                          <a:pt x="0" y="150"/>
                                        </a:lnTo>
                                        <a:cubicBezTo>
                                          <a:pt x="23" y="103"/>
                                          <a:pt x="23" y="47"/>
                                          <a:pt x="0" y="0"/>
                                        </a:cubicBezTo>
                                        <a:lnTo>
                                          <a:pt x="150" y="75"/>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217" name="Rectangle 200"/>
                                <wps:cNvSpPr>
                                  <a:spLocks noChangeArrowheads="1"/>
                                </wps:cNvSpPr>
                                <wps:spPr bwMode="auto">
                                  <a:xfrm>
                                    <a:off x="626" y="108"/>
                                    <a:ext cx="1192"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proofErr w:type="spellStart"/>
                                      <w:r>
                                        <w:rPr>
                                          <w:rFonts w:ascii="Arial" w:hAnsi="Arial" w:cs="Arial"/>
                                          <w:b/>
                                          <w:bCs/>
                                          <w:color w:val="000000"/>
                                          <w:sz w:val="16"/>
                                          <w:szCs w:val="16"/>
                                          <w:lang w:val="en-US"/>
                                        </w:rPr>
                                        <w:t>AEMO</w:t>
                                      </w:r>
                                      <w:proofErr w:type="spellEnd"/>
                                      <w:r>
                                        <w:rPr>
                                          <w:rFonts w:ascii="Arial" w:hAnsi="Arial" w:cs="Arial"/>
                                          <w:b/>
                                          <w:bCs/>
                                          <w:color w:val="000000"/>
                                          <w:sz w:val="16"/>
                                          <w:szCs w:val="16"/>
                                          <w:lang w:val="en-US"/>
                                        </w:rPr>
                                        <w:t xml:space="preserve"> planning </w:t>
                                      </w:r>
                                    </w:p>
                                  </w:txbxContent>
                                </wps:txbx>
                                <wps:bodyPr rot="0" vert="horz" wrap="none" lIns="0" tIns="0" rIns="0" bIns="0" anchor="t" anchorCtr="0">
                                  <a:spAutoFit/>
                                </wps:bodyPr>
                              </wps:wsp>
                              <wps:wsp>
                                <wps:cNvPr id="218" name="Rectangle 201"/>
                                <wps:cNvSpPr>
                                  <a:spLocks noChangeArrowheads="1"/>
                                </wps:cNvSpPr>
                                <wps:spPr bwMode="auto">
                                  <a:xfrm>
                                    <a:off x="1867" y="108"/>
                                    <a:ext cx="45"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b/>
                                          <w:bCs/>
                                          <w:color w:val="000000"/>
                                          <w:sz w:val="16"/>
                                          <w:szCs w:val="16"/>
                                          <w:lang w:val="en-US"/>
                                        </w:rPr>
                                        <w:t>/</w:t>
                                      </w:r>
                                    </w:p>
                                  </w:txbxContent>
                                </wps:txbx>
                                <wps:bodyPr rot="0" vert="horz" wrap="none" lIns="0" tIns="0" rIns="0" bIns="0" anchor="t" anchorCtr="0">
                                  <a:spAutoFit/>
                                </wps:bodyPr>
                              </wps:wsp>
                              <wps:wsp>
                                <wps:cNvPr id="219" name="Rectangle 202"/>
                                <wps:cNvSpPr>
                                  <a:spLocks noChangeArrowheads="1"/>
                                </wps:cNvSpPr>
                                <wps:spPr bwMode="auto">
                                  <a:xfrm>
                                    <a:off x="1903" y="108"/>
                                    <a:ext cx="1903"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b/>
                                          <w:bCs/>
                                          <w:color w:val="000000"/>
                                          <w:sz w:val="16"/>
                                          <w:szCs w:val="16"/>
                                          <w:lang w:val="en-US"/>
                                        </w:rPr>
                                        <w:t>standard setting process</w:t>
                                      </w:r>
                                    </w:p>
                                  </w:txbxContent>
                                </wps:txbx>
                                <wps:bodyPr rot="0" vert="horz" wrap="none" lIns="0" tIns="0" rIns="0" bIns="0" anchor="t" anchorCtr="0">
                                  <a:spAutoFit/>
                                </wps:bodyPr>
                              </wps:wsp>
                              <wps:wsp>
                                <wps:cNvPr id="220" name="Freeform 203"/>
                                <wps:cNvSpPr>
                                  <a:spLocks noEditPoints="1"/>
                                </wps:cNvSpPr>
                                <wps:spPr bwMode="auto">
                                  <a:xfrm>
                                    <a:off x="485" y="4569"/>
                                    <a:ext cx="8078" cy="1925"/>
                                  </a:xfrm>
                                  <a:custGeom>
                                    <a:avLst/>
                                    <a:gdLst>
                                      <a:gd name="T0" fmla="*/ 16 w 10732"/>
                                      <a:gd name="T1" fmla="*/ 520 h 2556"/>
                                      <a:gd name="T2" fmla="*/ 0 w 10732"/>
                                      <a:gd name="T3" fmla="*/ 904 h 2556"/>
                                      <a:gd name="T4" fmla="*/ 8 w 10732"/>
                                      <a:gd name="T5" fmla="*/ 1168 h 2556"/>
                                      <a:gd name="T6" fmla="*/ 16 w 10732"/>
                                      <a:gd name="T7" fmla="*/ 1752 h 2556"/>
                                      <a:gd name="T8" fmla="*/ 8 w 10732"/>
                                      <a:gd name="T9" fmla="*/ 2256 h 2556"/>
                                      <a:gd name="T10" fmla="*/ 100 w 10732"/>
                                      <a:gd name="T11" fmla="*/ 2548 h 2556"/>
                                      <a:gd name="T12" fmla="*/ 484 w 10732"/>
                                      <a:gd name="T13" fmla="*/ 2548 h 2556"/>
                                      <a:gd name="T14" fmla="*/ 748 w 10732"/>
                                      <a:gd name="T15" fmla="*/ 2556 h 2556"/>
                                      <a:gd name="T16" fmla="*/ 1132 w 10732"/>
                                      <a:gd name="T17" fmla="*/ 2540 h 2556"/>
                                      <a:gd name="T18" fmla="*/ 1820 w 10732"/>
                                      <a:gd name="T19" fmla="*/ 2540 h 2556"/>
                                      <a:gd name="T20" fmla="*/ 2204 w 10732"/>
                                      <a:gd name="T21" fmla="*/ 2556 h 2556"/>
                                      <a:gd name="T22" fmla="*/ 2468 w 10732"/>
                                      <a:gd name="T23" fmla="*/ 2548 h 2556"/>
                                      <a:gd name="T24" fmla="*/ 3052 w 10732"/>
                                      <a:gd name="T25" fmla="*/ 2540 h 2556"/>
                                      <a:gd name="T26" fmla="*/ 3556 w 10732"/>
                                      <a:gd name="T27" fmla="*/ 2548 h 2556"/>
                                      <a:gd name="T28" fmla="*/ 3820 w 10732"/>
                                      <a:gd name="T29" fmla="*/ 2556 h 2556"/>
                                      <a:gd name="T30" fmla="*/ 4204 w 10732"/>
                                      <a:gd name="T31" fmla="*/ 2540 h 2556"/>
                                      <a:gd name="T32" fmla="*/ 4892 w 10732"/>
                                      <a:gd name="T33" fmla="*/ 2540 h 2556"/>
                                      <a:gd name="T34" fmla="*/ 5276 w 10732"/>
                                      <a:gd name="T35" fmla="*/ 2556 h 2556"/>
                                      <a:gd name="T36" fmla="*/ 5540 w 10732"/>
                                      <a:gd name="T37" fmla="*/ 2548 h 2556"/>
                                      <a:gd name="T38" fmla="*/ 6124 w 10732"/>
                                      <a:gd name="T39" fmla="*/ 2540 h 2556"/>
                                      <a:gd name="T40" fmla="*/ 6628 w 10732"/>
                                      <a:gd name="T41" fmla="*/ 2548 h 2556"/>
                                      <a:gd name="T42" fmla="*/ 6892 w 10732"/>
                                      <a:gd name="T43" fmla="*/ 2556 h 2556"/>
                                      <a:gd name="T44" fmla="*/ 7276 w 10732"/>
                                      <a:gd name="T45" fmla="*/ 2540 h 2556"/>
                                      <a:gd name="T46" fmla="*/ 7964 w 10732"/>
                                      <a:gd name="T47" fmla="*/ 2540 h 2556"/>
                                      <a:gd name="T48" fmla="*/ 8348 w 10732"/>
                                      <a:gd name="T49" fmla="*/ 2556 h 2556"/>
                                      <a:gd name="T50" fmla="*/ 8612 w 10732"/>
                                      <a:gd name="T51" fmla="*/ 2548 h 2556"/>
                                      <a:gd name="T52" fmla="*/ 9196 w 10732"/>
                                      <a:gd name="T53" fmla="*/ 2540 h 2556"/>
                                      <a:gd name="T54" fmla="*/ 9700 w 10732"/>
                                      <a:gd name="T55" fmla="*/ 2548 h 2556"/>
                                      <a:gd name="T56" fmla="*/ 9964 w 10732"/>
                                      <a:gd name="T57" fmla="*/ 2556 h 2556"/>
                                      <a:gd name="T58" fmla="*/ 10348 w 10732"/>
                                      <a:gd name="T59" fmla="*/ 2540 h 2556"/>
                                      <a:gd name="T60" fmla="*/ 10716 w 10732"/>
                                      <a:gd name="T61" fmla="*/ 2235 h 2556"/>
                                      <a:gd name="T62" fmla="*/ 10732 w 10732"/>
                                      <a:gd name="T63" fmla="*/ 1851 h 2556"/>
                                      <a:gd name="T64" fmla="*/ 10724 w 10732"/>
                                      <a:gd name="T65" fmla="*/ 1587 h 2556"/>
                                      <a:gd name="T66" fmla="*/ 10716 w 10732"/>
                                      <a:gd name="T67" fmla="*/ 1003 h 2556"/>
                                      <a:gd name="T68" fmla="*/ 10724 w 10732"/>
                                      <a:gd name="T69" fmla="*/ 499 h 2556"/>
                                      <a:gd name="T70" fmla="*/ 10732 w 10732"/>
                                      <a:gd name="T71" fmla="*/ 235 h 2556"/>
                                      <a:gd name="T72" fmla="*/ 10447 w 10732"/>
                                      <a:gd name="T73" fmla="*/ 8 h 2556"/>
                                      <a:gd name="T74" fmla="*/ 10183 w 10732"/>
                                      <a:gd name="T75" fmla="*/ 0 h 2556"/>
                                      <a:gd name="T76" fmla="*/ 9799 w 10732"/>
                                      <a:gd name="T77" fmla="*/ 16 h 2556"/>
                                      <a:gd name="T78" fmla="*/ 9111 w 10732"/>
                                      <a:gd name="T79" fmla="*/ 16 h 2556"/>
                                      <a:gd name="T80" fmla="*/ 8727 w 10732"/>
                                      <a:gd name="T81" fmla="*/ 0 h 2556"/>
                                      <a:gd name="T82" fmla="*/ 8463 w 10732"/>
                                      <a:gd name="T83" fmla="*/ 8 h 2556"/>
                                      <a:gd name="T84" fmla="*/ 7879 w 10732"/>
                                      <a:gd name="T85" fmla="*/ 16 h 2556"/>
                                      <a:gd name="T86" fmla="*/ 7375 w 10732"/>
                                      <a:gd name="T87" fmla="*/ 8 h 2556"/>
                                      <a:gd name="T88" fmla="*/ 7111 w 10732"/>
                                      <a:gd name="T89" fmla="*/ 0 h 2556"/>
                                      <a:gd name="T90" fmla="*/ 6727 w 10732"/>
                                      <a:gd name="T91" fmla="*/ 16 h 2556"/>
                                      <a:gd name="T92" fmla="*/ 6039 w 10732"/>
                                      <a:gd name="T93" fmla="*/ 16 h 2556"/>
                                      <a:gd name="T94" fmla="*/ 5655 w 10732"/>
                                      <a:gd name="T95" fmla="*/ 0 h 2556"/>
                                      <a:gd name="T96" fmla="*/ 5391 w 10732"/>
                                      <a:gd name="T97" fmla="*/ 8 h 2556"/>
                                      <a:gd name="T98" fmla="*/ 4807 w 10732"/>
                                      <a:gd name="T99" fmla="*/ 16 h 2556"/>
                                      <a:gd name="T100" fmla="*/ 4303 w 10732"/>
                                      <a:gd name="T101" fmla="*/ 8 h 2556"/>
                                      <a:gd name="T102" fmla="*/ 4039 w 10732"/>
                                      <a:gd name="T103" fmla="*/ 0 h 2556"/>
                                      <a:gd name="T104" fmla="*/ 3655 w 10732"/>
                                      <a:gd name="T105" fmla="*/ 16 h 2556"/>
                                      <a:gd name="T106" fmla="*/ 2967 w 10732"/>
                                      <a:gd name="T107" fmla="*/ 16 h 2556"/>
                                      <a:gd name="T108" fmla="*/ 2583 w 10732"/>
                                      <a:gd name="T109" fmla="*/ 0 h 2556"/>
                                      <a:gd name="T110" fmla="*/ 2319 w 10732"/>
                                      <a:gd name="T111" fmla="*/ 8 h 2556"/>
                                      <a:gd name="T112" fmla="*/ 1735 w 10732"/>
                                      <a:gd name="T113" fmla="*/ 16 h 2556"/>
                                      <a:gd name="T114" fmla="*/ 1231 w 10732"/>
                                      <a:gd name="T115" fmla="*/ 8 h 2556"/>
                                      <a:gd name="T116" fmla="*/ 967 w 10732"/>
                                      <a:gd name="T117" fmla="*/ 0 h 2556"/>
                                      <a:gd name="T118" fmla="*/ 583 w 10732"/>
                                      <a:gd name="T119" fmla="*/ 16 h 25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0732" h="2556">
                                        <a:moveTo>
                                          <a:pt x="16" y="24"/>
                                        </a:moveTo>
                                        <a:lnTo>
                                          <a:pt x="16" y="136"/>
                                        </a:lnTo>
                                        <a:cubicBezTo>
                                          <a:pt x="16" y="140"/>
                                          <a:pt x="13" y="144"/>
                                          <a:pt x="8" y="144"/>
                                        </a:cubicBezTo>
                                        <a:cubicBezTo>
                                          <a:pt x="4" y="144"/>
                                          <a:pt x="0" y="140"/>
                                          <a:pt x="0" y="136"/>
                                        </a:cubicBezTo>
                                        <a:lnTo>
                                          <a:pt x="0" y="24"/>
                                        </a:lnTo>
                                        <a:cubicBezTo>
                                          <a:pt x="0" y="20"/>
                                          <a:pt x="4" y="16"/>
                                          <a:pt x="8" y="16"/>
                                        </a:cubicBezTo>
                                        <a:cubicBezTo>
                                          <a:pt x="13" y="16"/>
                                          <a:pt x="16" y="20"/>
                                          <a:pt x="16" y="24"/>
                                        </a:cubicBezTo>
                                        <a:close/>
                                        <a:moveTo>
                                          <a:pt x="16" y="216"/>
                                        </a:moveTo>
                                        <a:lnTo>
                                          <a:pt x="16" y="328"/>
                                        </a:lnTo>
                                        <a:cubicBezTo>
                                          <a:pt x="16" y="332"/>
                                          <a:pt x="13" y="336"/>
                                          <a:pt x="8" y="336"/>
                                        </a:cubicBezTo>
                                        <a:cubicBezTo>
                                          <a:pt x="4" y="336"/>
                                          <a:pt x="0" y="332"/>
                                          <a:pt x="0" y="328"/>
                                        </a:cubicBezTo>
                                        <a:lnTo>
                                          <a:pt x="0" y="216"/>
                                        </a:lnTo>
                                        <a:cubicBezTo>
                                          <a:pt x="0" y="212"/>
                                          <a:pt x="4" y="208"/>
                                          <a:pt x="8" y="208"/>
                                        </a:cubicBezTo>
                                        <a:cubicBezTo>
                                          <a:pt x="13" y="208"/>
                                          <a:pt x="16" y="212"/>
                                          <a:pt x="16" y="216"/>
                                        </a:cubicBezTo>
                                        <a:close/>
                                        <a:moveTo>
                                          <a:pt x="16" y="408"/>
                                        </a:moveTo>
                                        <a:lnTo>
                                          <a:pt x="16" y="520"/>
                                        </a:lnTo>
                                        <a:cubicBezTo>
                                          <a:pt x="16" y="524"/>
                                          <a:pt x="13" y="528"/>
                                          <a:pt x="8" y="528"/>
                                        </a:cubicBezTo>
                                        <a:cubicBezTo>
                                          <a:pt x="4" y="528"/>
                                          <a:pt x="0" y="524"/>
                                          <a:pt x="0" y="520"/>
                                        </a:cubicBezTo>
                                        <a:lnTo>
                                          <a:pt x="0" y="408"/>
                                        </a:lnTo>
                                        <a:cubicBezTo>
                                          <a:pt x="0" y="404"/>
                                          <a:pt x="4" y="400"/>
                                          <a:pt x="8" y="400"/>
                                        </a:cubicBezTo>
                                        <a:cubicBezTo>
                                          <a:pt x="13" y="400"/>
                                          <a:pt x="16" y="404"/>
                                          <a:pt x="16" y="408"/>
                                        </a:cubicBezTo>
                                        <a:close/>
                                        <a:moveTo>
                                          <a:pt x="16" y="600"/>
                                        </a:moveTo>
                                        <a:lnTo>
                                          <a:pt x="16" y="712"/>
                                        </a:lnTo>
                                        <a:cubicBezTo>
                                          <a:pt x="16" y="716"/>
                                          <a:pt x="13" y="720"/>
                                          <a:pt x="8" y="720"/>
                                        </a:cubicBezTo>
                                        <a:cubicBezTo>
                                          <a:pt x="4" y="720"/>
                                          <a:pt x="0" y="716"/>
                                          <a:pt x="0" y="712"/>
                                        </a:cubicBezTo>
                                        <a:lnTo>
                                          <a:pt x="0" y="600"/>
                                        </a:lnTo>
                                        <a:cubicBezTo>
                                          <a:pt x="0" y="596"/>
                                          <a:pt x="4" y="592"/>
                                          <a:pt x="8" y="592"/>
                                        </a:cubicBezTo>
                                        <a:cubicBezTo>
                                          <a:pt x="13" y="592"/>
                                          <a:pt x="16" y="596"/>
                                          <a:pt x="16" y="600"/>
                                        </a:cubicBezTo>
                                        <a:close/>
                                        <a:moveTo>
                                          <a:pt x="16" y="792"/>
                                        </a:moveTo>
                                        <a:lnTo>
                                          <a:pt x="16" y="904"/>
                                        </a:lnTo>
                                        <a:cubicBezTo>
                                          <a:pt x="16" y="908"/>
                                          <a:pt x="13" y="912"/>
                                          <a:pt x="8" y="912"/>
                                        </a:cubicBezTo>
                                        <a:cubicBezTo>
                                          <a:pt x="4" y="912"/>
                                          <a:pt x="0" y="908"/>
                                          <a:pt x="0" y="904"/>
                                        </a:cubicBezTo>
                                        <a:lnTo>
                                          <a:pt x="0" y="792"/>
                                        </a:lnTo>
                                        <a:cubicBezTo>
                                          <a:pt x="0" y="788"/>
                                          <a:pt x="4" y="784"/>
                                          <a:pt x="8" y="784"/>
                                        </a:cubicBezTo>
                                        <a:cubicBezTo>
                                          <a:pt x="13" y="784"/>
                                          <a:pt x="16" y="788"/>
                                          <a:pt x="16" y="792"/>
                                        </a:cubicBezTo>
                                        <a:close/>
                                        <a:moveTo>
                                          <a:pt x="16" y="984"/>
                                        </a:moveTo>
                                        <a:lnTo>
                                          <a:pt x="16" y="1096"/>
                                        </a:lnTo>
                                        <a:cubicBezTo>
                                          <a:pt x="16" y="1100"/>
                                          <a:pt x="13" y="1104"/>
                                          <a:pt x="8" y="1104"/>
                                        </a:cubicBezTo>
                                        <a:cubicBezTo>
                                          <a:pt x="4" y="1104"/>
                                          <a:pt x="0" y="1100"/>
                                          <a:pt x="0" y="1096"/>
                                        </a:cubicBezTo>
                                        <a:lnTo>
                                          <a:pt x="0" y="984"/>
                                        </a:lnTo>
                                        <a:cubicBezTo>
                                          <a:pt x="0" y="980"/>
                                          <a:pt x="4" y="976"/>
                                          <a:pt x="8" y="976"/>
                                        </a:cubicBezTo>
                                        <a:cubicBezTo>
                                          <a:pt x="13" y="976"/>
                                          <a:pt x="16" y="980"/>
                                          <a:pt x="16" y="984"/>
                                        </a:cubicBezTo>
                                        <a:close/>
                                        <a:moveTo>
                                          <a:pt x="16" y="1176"/>
                                        </a:moveTo>
                                        <a:lnTo>
                                          <a:pt x="16" y="1288"/>
                                        </a:lnTo>
                                        <a:cubicBezTo>
                                          <a:pt x="16" y="1292"/>
                                          <a:pt x="13" y="1296"/>
                                          <a:pt x="8" y="1296"/>
                                        </a:cubicBezTo>
                                        <a:cubicBezTo>
                                          <a:pt x="4" y="1296"/>
                                          <a:pt x="0" y="1292"/>
                                          <a:pt x="0" y="1288"/>
                                        </a:cubicBezTo>
                                        <a:lnTo>
                                          <a:pt x="0" y="1176"/>
                                        </a:lnTo>
                                        <a:cubicBezTo>
                                          <a:pt x="0" y="1172"/>
                                          <a:pt x="4" y="1168"/>
                                          <a:pt x="8" y="1168"/>
                                        </a:cubicBezTo>
                                        <a:cubicBezTo>
                                          <a:pt x="13" y="1168"/>
                                          <a:pt x="16" y="1172"/>
                                          <a:pt x="16" y="1176"/>
                                        </a:cubicBezTo>
                                        <a:close/>
                                        <a:moveTo>
                                          <a:pt x="16" y="1368"/>
                                        </a:moveTo>
                                        <a:lnTo>
                                          <a:pt x="16" y="1480"/>
                                        </a:lnTo>
                                        <a:cubicBezTo>
                                          <a:pt x="16" y="1484"/>
                                          <a:pt x="13" y="1488"/>
                                          <a:pt x="8" y="1488"/>
                                        </a:cubicBezTo>
                                        <a:cubicBezTo>
                                          <a:pt x="4" y="1488"/>
                                          <a:pt x="0" y="1484"/>
                                          <a:pt x="0" y="1480"/>
                                        </a:cubicBezTo>
                                        <a:lnTo>
                                          <a:pt x="0" y="1368"/>
                                        </a:lnTo>
                                        <a:cubicBezTo>
                                          <a:pt x="0" y="1364"/>
                                          <a:pt x="4" y="1360"/>
                                          <a:pt x="8" y="1360"/>
                                        </a:cubicBezTo>
                                        <a:cubicBezTo>
                                          <a:pt x="13" y="1360"/>
                                          <a:pt x="16" y="1364"/>
                                          <a:pt x="16" y="1368"/>
                                        </a:cubicBezTo>
                                        <a:close/>
                                        <a:moveTo>
                                          <a:pt x="16" y="1560"/>
                                        </a:moveTo>
                                        <a:lnTo>
                                          <a:pt x="16" y="1672"/>
                                        </a:lnTo>
                                        <a:cubicBezTo>
                                          <a:pt x="16" y="1676"/>
                                          <a:pt x="13" y="1680"/>
                                          <a:pt x="8" y="1680"/>
                                        </a:cubicBezTo>
                                        <a:cubicBezTo>
                                          <a:pt x="4" y="1680"/>
                                          <a:pt x="0" y="1676"/>
                                          <a:pt x="0" y="1672"/>
                                        </a:cubicBezTo>
                                        <a:lnTo>
                                          <a:pt x="0" y="1560"/>
                                        </a:lnTo>
                                        <a:cubicBezTo>
                                          <a:pt x="0" y="1556"/>
                                          <a:pt x="4" y="1552"/>
                                          <a:pt x="8" y="1552"/>
                                        </a:cubicBezTo>
                                        <a:cubicBezTo>
                                          <a:pt x="13" y="1552"/>
                                          <a:pt x="16" y="1556"/>
                                          <a:pt x="16" y="1560"/>
                                        </a:cubicBezTo>
                                        <a:close/>
                                        <a:moveTo>
                                          <a:pt x="16" y="1752"/>
                                        </a:moveTo>
                                        <a:lnTo>
                                          <a:pt x="16" y="1864"/>
                                        </a:lnTo>
                                        <a:cubicBezTo>
                                          <a:pt x="16" y="1868"/>
                                          <a:pt x="13" y="1872"/>
                                          <a:pt x="8" y="1872"/>
                                        </a:cubicBezTo>
                                        <a:cubicBezTo>
                                          <a:pt x="4" y="1872"/>
                                          <a:pt x="0" y="1868"/>
                                          <a:pt x="0" y="1864"/>
                                        </a:cubicBezTo>
                                        <a:lnTo>
                                          <a:pt x="0" y="1752"/>
                                        </a:lnTo>
                                        <a:cubicBezTo>
                                          <a:pt x="0" y="1748"/>
                                          <a:pt x="4" y="1744"/>
                                          <a:pt x="8" y="1744"/>
                                        </a:cubicBezTo>
                                        <a:cubicBezTo>
                                          <a:pt x="13" y="1744"/>
                                          <a:pt x="16" y="1748"/>
                                          <a:pt x="16" y="1752"/>
                                        </a:cubicBezTo>
                                        <a:close/>
                                        <a:moveTo>
                                          <a:pt x="16" y="1944"/>
                                        </a:moveTo>
                                        <a:lnTo>
                                          <a:pt x="16" y="2056"/>
                                        </a:lnTo>
                                        <a:cubicBezTo>
                                          <a:pt x="16" y="2060"/>
                                          <a:pt x="13" y="2064"/>
                                          <a:pt x="8" y="2064"/>
                                        </a:cubicBezTo>
                                        <a:cubicBezTo>
                                          <a:pt x="4" y="2064"/>
                                          <a:pt x="0" y="2060"/>
                                          <a:pt x="0" y="2056"/>
                                        </a:cubicBezTo>
                                        <a:lnTo>
                                          <a:pt x="0" y="1944"/>
                                        </a:lnTo>
                                        <a:cubicBezTo>
                                          <a:pt x="0" y="1940"/>
                                          <a:pt x="4" y="1936"/>
                                          <a:pt x="8" y="1936"/>
                                        </a:cubicBezTo>
                                        <a:cubicBezTo>
                                          <a:pt x="13" y="1936"/>
                                          <a:pt x="16" y="1940"/>
                                          <a:pt x="16" y="1944"/>
                                        </a:cubicBezTo>
                                        <a:close/>
                                        <a:moveTo>
                                          <a:pt x="16" y="2136"/>
                                        </a:moveTo>
                                        <a:lnTo>
                                          <a:pt x="16" y="2248"/>
                                        </a:lnTo>
                                        <a:cubicBezTo>
                                          <a:pt x="16" y="2252"/>
                                          <a:pt x="13" y="2256"/>
                                          <a:pt x="8" y="2256"/>
                                        </a:cubicBezTo>
                                        <a:cubicBezTo>
                                          <a:pt x="4" y="2256"/>
                                          <a:pt x="0" y="2252"/>
                                          <a:pt x="0" y="2248"/>
                                        </a:cubicBezTo>
                                        <a:lnTo>
                                          <a:pt x="0" y="2136"/>
                                        </a:lnTo>
                                        <a:cubicBezTo>
                                          <a:pt x="0" y="2132"/>
                                          <a:pt x="4" y="2128"/>
                                          <a:pt x="8" y="2128"/>
                                        </a:cubicBezTo>
                                        <a:cubicBezTo>
                                          <a:pt x="13" y="2128"/>
                                          <a:pt x="16" y="2132"/>
                                          <a:pt x="16" y="2136"/>
                                        </a:cubicBezTo>
                                        <a:close/>
                                        <a:moveTo>
                                          <a:pt x="16" y="2328"/>
                                        </a:moveTo>
                                        <a:lnTo>
                                          <a:pt x="16" y="2440"/>
                                        </a:lnTo>
                                        <a:cubicBezTo>
                                          <a:pt x="16" y="2444"/>
                                          <a:pt x="13" y="2448"/>
                                          <a:pt x="8" y="2448"/>
                                        </a:cubicBezTo>
                                        <a:cubicBezTo>
                                          <a:pt x="4" y="2448"/>
                                          <a:pt x="0" y="2444"/>
                                          <a:pt x="0" y="2440"/>
                                        </a:cubicBezTo>
                                        <a:lnTo>
                                          <a:pt x="0" y="2328"/>
                                        </a:lnTo>
                                        <a:cubicBezTo>
                                          <a:pt x="0" y="2324"/>
                                          <a:pt x="4" y="2320"/>
                                          <a:pt x="8" y="2320"/>
                                        </a:cubicBezTo>
                                        <a:cubicBezTo>
                                          <a:pt x="13" y="2320"/>
                                          <a:pt x="16" y="2324"/>
                                          <a:pt x="16" y="2328"/>
                                        </a:cubicBezTo>
                                        <a:close/>
                                        <a:moveTo>
                                          <a:pt x="16" y="2520"/>
                                        </a:moveTo>
                                        <a:lnTo>
                                          <a:pt x="16" y="2548"/>
                                        </a:lnTo>
                                        <a:lnTo>
                                          <a:pt x="8" y="2540"/>
                                        </a:lnTo>
                                        <a:lnTo>
                                          <a:pt x="92" y="2540"/>
                                        </a:lnTo>
                                        <a:cubicBezTo>
                                          <a:pt x="97" y="2540"/>
                                          <a:pt x="100" y="2543"/>
                                          <a:pt x="100" y="2548"/>
                                        </a:cubicBezTo>
                                        <a:cubicBezTo>
                                          <a:pt x="100" y="2552"/>
                                          <a:pt x="97" y="2556"/>
                                          <a:pt x="92" y="2556"/>
                                        </a:cubicBezTo>
                                        <a:lnTo>
                                          <a:pt x="8" y="2556"/>
                                        </a:lnTo>
                                        <a:cubicBezTo>
                                          <a:pt x="4" y="2556"/>
                                          <a:pt x="0" y="2552"/>
                                          <a:pt x="0" y="2548"/>
                                        </a:cubicBezTo>
                                        <a:lnTo>
                                          <a:pt x="0" y="2520"/>
                                        </a:lnTo>
                                        <a:cubicBezTo>
                                          <a:pt x="0" y="2516"/>
                                          <a:pt x="4" y="2512"/>
                                          <a:pt x="8" y="2512"/>
                                        </a:cubicBezTo>
                                        <a:cubicBezTo>
                                          <a:pt x="13" y="2512"/>
                                          <a:pt x="16" y="2516"/>
                                          <a:pt x="16" y="2520"/>
                                        </a:cubicBezTo>
                                        <a:close/>
                                        <a:moveTo>
                                          <a:pt x="172" y="2540"/>
                                        </a:moveTo>
                                        <a:lnTo>
                                          <a:pt x="284" y="2540"/>
                                        </a:lnTo>
                                        <a:cubicBezTo>
                                          <a:pt x="289" y="2540"/>
                                          <a:pt x="292" y="2543"/>
                                          <a:pt x="292" y="2548"/>
                                        </a:cubicBezTo>
                                        <a:cubicBezTo>
                                          <a:pt x="292" y="2552"/>
                                          <a:pt x="289" y="2556"/>
                                          <a:pt x="284" y="2556"/>
                                        </a:cubicBezTo>
                                        <a:lnTo>
                                          <a:pt x="172" y="2556"/>
                                        </a:lnTo>
                                        <a:cubicBezTo>
                                          <a:pt x="168" y="2556"/>
                                          <a:pt x="164" y="2552"/>
                                          <a:pt x="164" y="2548"/>
                                        </a:cubicBezTo>
                                        <a:cubicBezTo>
                                          <a:pt x="164" y="2543"/>
                                          <a:pt x="168" y="2540"/>
                                          <a:pt x="172" y="2540"/>
                                        </a:cubicBezTo>
                                        <a:close/>
                                        <a:moveTo>
                                          <a:pt x="364" y="2540"/>
                                        </a:moveTo>
                                        <a:lnTo>
                                          <a:pt x="476" y="2540"/>
                                        </a:lnTo>
                                        <a:cubicBezTo>
                                          <a:pt x="481" y="2540"/>
                                          <a:pt x="484" y="2543"/>
                                          <a:pt x="484" y="2548"/>
                                        </a:cubicBezTo>
                                        <a:cubicBezTo>
                                          <a:pt x="484" y="2552"/>
                                          <a:pt x="481" y="2556"/>
                                          <a:pt x="476" y="2556"/>
                                        </a:cubicBezTo>
                                        <a:lnTo>
                                          <a:pt x="364" y="2556"/>
                                        </a:lnTo>
                                        <a:cubicBezTo>
                                          <a:pt x="360" y="2556"/>
                                          <a:pt x="356" y="2552"/>
                                          <a:pt x="356" y="2548"/>
                                        </a:cubicBezTo>
                                        <a:cubicBezTo>
                                          <a:pt x="356" y="2543"/>
                                          <a:pt x="360" y="2540"/>
                                          <a:pt x="364" y="2540"/>
                                        </a:cubicBezTo>
                                        <a:close/>
                                        <a:moveTo>
                                          <a:pt x="556" y="2540"/>
                                        </a:moveTo>
                                        <a:lnTo>
                                          <a:pt x="668" y="2540"/>
                                        </a:lnTo>
                                        <a:cubicBezTo>
                                          <a:pt x="673" y="2540"/>
                                          <a:pt x="676" y="2543"/>
                                          <a:pt x="676" y="2548"/>
                                        </a:cubicBezTo>
                                        <a:cubicBezTo>
                                          <a:pt x="676" y="2552"/>
                                          <a:pt x="673" y="2556"/>
                                          <a:pt x="668" y="2556"/>
                                        </a:cubicBezTo>
                                        <a:lnTo>
                                          <a:pt x="556" y="2556"/>
                                        </a:lnTo>
                                        <a:cubicBezTo>
                                          <a:pt x="552" y="2556"/>
                                          <a:pt x="548" y="2552"/>
                                          <a:pt x="548" y="2548"/>
                                        </a:cubicBezTo>
                                        <a:cubicBezTo>
                                          <a:pt x="548" y="2543"/>
                                          <a:pt x="552" y="2540"/>
                                          <a:pt x="556" y="2540"/>
                                        </a:cubicBezTo>
                                        <a:close/>
                                        <a:moveTo>
                                          <a:pt x="748" y="2540"/>
                                        </a:moveTo>
                                        <a:lnTo>
                                          <a:pt x="860" y="2540"/>
                                        </a:lnTo>
                                        <a:cubicBezTo>
                                          <a:pt x="865" y="2540"/>
                                          <a:pt x="868" y="2543"/>
                                          <a:pt x="868" y="2548"/>
                                        </a:cubicBezTo>
                                        <a:cubicBezTo>
                                          <a:pt x="868" y="2552"/>
                                          <a:pt x="865" y="2556"/>
                                          <a:pt x="860" y="2556"/>
                                        </a:cubicBezTo>
                                        <a:lnTo>
                                          <a:pt x="748" y="2556"/>
                                        </a:lnTo>
                                        <a:cubicBezTo>
                                          <a:pt x="744" y="2556"/>
                                          <a:pt x="740" y="2552"/>
                                          <a:pt x="740" y="2548"/>
                                        </a:cubicBezTo>
                                        <a:cubicBezTo>
                                          <a:pt x="740" y="2543"/>
                                          <a:pt x="744" y="2540"/>
                                          <a:pt x="748" y="2540"/>
                                        </a:cubicBezTo>
                                        <a:close/>
                                        <a:moveTo>
                                          <a:pt x="940" y="2540"/>
                                        </a:moveTo>
                                        <a:lnTo>
                                          <a:pt x="1052" y="2540"/>
                                        </a:lnTo>
                                        <a:cubicBezTo>
                                          <a:pt x="1057" y="2540"/>
                                          <a:pt x="1060" y="2543"/>
                                          <a:pt x="1060" y="2548"/>
                                        </a:cubicBezTo>
                                        <a:cubicBezTo>
                                          <a:pt x="1060" y="2552"/>
                                          <a:pt x="1057" y="2556"/>
                                          <a:pt x="1052" y="2556"/>
                                        </a:cubicBezTo>
                                        <a:lnTo>
                                          <a:pt x="940" y="2556"/>
                                        </a:lnTo>
                                        <a:cubicBezTo>
                                          <a:pt x="936" y="2556"/>
                                          <a:pt x="932" y="2552"/>
                                          <a:pt x="932" y="2548"/>
                                        </a:cubicBezTo>
                                        <a:cubicBezTo>
                                          <a:pt x="932" y="2543"/>
                                          <a:pt x="936" y="2540"/>
                                          <a:pt x="940" y="2540"/>
                                        </a:cubicBezTo>
                                        <a:close/>
                                        <a:moveTo>
                                          <a:pt x="1132" y="2540"/>
                                        </a:moveTo>
                                        <a:lnTo>
                                          <a:pt x="1244" y="2540"/>
                                        </a:lnTo>
                                        <a:cubicBezTo>
                                          <a:pt x="1249" y="2540"/>
                                          <a:pt x="1252" y="2543"/>
                                          <a:pt x="1252" y="2548"/>
                                        </a:cubicBezTo>
                                        <a:cubicBezTo>
                                          <a:pt x="1252" y="2552"/>
                                          <a:pt x="1249" y="2556"/>
                                          <a:pt x="1244" y="2556"/>
                                        </a:cubicBezTo>
                                        <a:lnTo>
                                          <a:pt x="1132" y="2556"/>
                                        </a:lnTo>
                                        <a:cubicBezTo>
                                          <a:pt x="1128" y="2556"/>
                                          <a:pt x="1124" y="2552"/>
                                          <a:pt x="1124" y="2548"/>
                                        </a:cubicBezTo>
                                        <a:cubicBezTo>
                                          <a:pt x="1124" y="2543"/>
                                          <a:pt x="1128" y="2540"/>
                                          <a:pt x="1132" y="2540"/>
                                        </a:cubicBezTo>
                                        <a:close/>
                                        <a:moveTo>
                                          <a:pt x="1324" y="2540"/>
                                        </a:moveTo>
                                        <a:lnTo>
                                          <a:pt x="1436" y="2540"/>
                                        </a:lnTo>
                                        <a:cubicBezTo>
                                          <a:pt x="1441" y="2540"/>
                                          <a:pt x="1444" y="2543"/>
                                          <a:pt x="1444" y="2548"/>
                                        </a:cubicBezTo>
                                        <a:cubicBezTo>
                                          <a:pt x="1444" y="2552"/>
                                          <a:pt x="1441" y="2556"/>
                                          <a:pt x="1436" y="2556"/>
                                        </a:cubicBezTo>
                                        <a:lnTo>
                                          <a:pt x="1324" y="2556"/>
                                        </a:lnTo>
                                        <a:cubicBezTo>
                                          <a:pt x="1320" y="2556"/>
                                          <a:pt x="1316" y="2552"/>
                                          <a:pt x="1316" y="2548"/>
                                        </a:cubicBezTo>
                                        <a:cubicBezTo>
                                          <a:pt x="1316" y="2543"/>
                                          <a:pt x="1320" y="2540"/>
                                          <a:pt x="1324" y="2540"/>
                                        </a:cubicBezTo>
                                        <a:close/>
                                        <a:moveTo>
                                          <a:pt x="1516" y="2540"/>
                                        </a:moveTo>
                                        <a:lnTo>
                                          <a:pt x="1628" y="2540"/>
                                        </a:lnTo>
                                        <a:cubicBezTo>
                                          <a:pt x="1633" y="2540"/>
                                          <a:pt x="1636" y="2543"/>
                                          <a:pt x="1636" y="2548"/>
                                        </a:cubicBezTo>
                                        <a:cubicBezTo>
                                          <a:pt x="1636" y="2552"/>
                                          <a:pt x="1633" y="2556"/>
                                          <a:pt x="1628" y="2556"/>
                                        </a:cubicBezTo>
                                        <a:lnTo>
                                          <a:pt x="1516" y="2556"/>
                                        </a:lnTo>
                                        <a:cubicBezTo>
                                          <a:pt x="1512" y="2556"/>
                                          <a:pt x="1508" y="2552"/>
                                          <a:pt x="1508" y="2548"/>
                                        </a:cubicBezTo>
                                        <a:cubicBezTo>
                                          <a:pt x="1508" y="2543"/>
                                          <a:pt x="1512" y="2540"/>
                                          <a:pt x="1516" y="2540"/>
                                        </a:cubicBezTo>
                                        <a:close/>
                                        <a:moveTo>
                                          <a:pt x="1708" y="2540"/>
                                        </a:moveTo>
                                        <a:lnTo>
                                          <a:pt x="1820" y="2540"/>
                                        </a:lnTo>
                                        <a:cubicBezTo>
                                          <a:pt x="1825" y="2540"/>
                                          <a:pt x="1828" y="2543"/>
                                          <a:pt x="1828" y="2548"/>
                                        </a:cubicBezTo>
                                        <a:cubicBezTo>
                                          <a:pt x="1828" y="2552"/>
                                          <a:pt x="1825" y="2556"/>
                                          <a:pt x="1820" y="2556"/>
                                        </a:cubicBezTo>
                                        <a:lnTo>
                                          <a:pt x="1708" y="2556"/>
                                        </a:lnTo>
                                        <a:cubicBezTo>
                                          <a:pt x="1704" y="2556"/>
                                          <a:pt x="1700" y="2552"/>
                                          <a:pt x="1700" y="2548"/>
                                        </a:cubicBezTo>
                                        <a:cubicBezTo>
                                          <a:pt x="1700" y="2543"/>
                                          <a:pt x="1704" y="2540"/>
                                          <a:pt x="1708" y="2540"/>
                                        </a:cubicBezTo>
                                        <a:close/>
                                        <a:moveTo>
                                          <a:pt x="1900" y="2540"/>
                                        </a:moveTo>
                                        <a:lnTo>
                                          <a:pt x="2012" y="2540"/>
                                        </a:lnTo>
                                        <a:cubicBezTo>
                                          <a:pt x="2017" y="2540"/>
                                          <a:pt x="2020" y="2543"/>
                                          <a:pt x="2020" y="2548"/>
                                        </a:cubicBezTo>
                                        <a:cubicBezTo>
                                          <a:pt x="2020" y="2552"/>
                                          <a:pt x="2017" y="2556"/>
                                          <a:pt x="2012" y="2556"/>
                                        </a:cubicBezTo>
                                        <a:lnTo>
                                          <a:pt x="1900" y="2556"/>
                                        </a:lnTo>
                                        <a:cubicBezTo>
                                          <a:pt x="1896" y="2556"/>
                                          <a:pt x="1892" y="2552"/>
                                          <a:pt x="1892" y="2548"/>
                                        </a:cubicBezTo>
                                        <a:cubicBezTo>
                                          <a:pt x="1892" y="2543"/>
                                          <a:pt x="1896" y="2540"/>
                                          <a:pt x="1900" y="2540"/>
                                        </a:cubicBezTo>
                                        <a:close/>
                                        <a:moveTo>
                                          <a:pt x="2092" y="2540"/>
                                        </a:moveTo>
                                        <a:lnTo>
                                          <a:pt x="2204" y="2540"/>
                                        </a:lnTo>
                                        <a:cubicBezTo>
                                          <a:pt x="2209" y="2540"/>
                                          <a:pt x="2212" y="2543"/>
                                          <a:pt x="2212" y="2548"/>
                                        </a:cubicBezTo>
                                        <a:cubicBezTo>
                                          <a:pt x="2212" y="2552"/>
                                          <a:pt x="2209" y="2556"/>
                                          <a:pt x="2204" y="2556"/>
                                        </a:cubicBezTo>
                                        <a:lnTo>
                                          <a:pt x="2092" y="2556"/>
                                        </a:lnTo>
                                        <a:cubicBezTo>
                                          <a:pt x="2088" y="2556"/>
                                          <a:pt x="2084" y="2552"/>
                                          <a:pt x="2084" y="2548"/>
                                        </a:cubicBezTo>
                                        <a:cubicBezTo>
                                          <a:pt x="2084" y="2543"/>
                                          <a:pt x="2088" y="2540"/>
                                          <a:pt x="2092" y="2540"/>
                                        </a:cubicBezTo>
                                        <a:close/>
                                        <a:moveTo>
                                          <a:pt x="2284" y="2540"/>
                                        </a:moveTo>
                                        <a:lnTo>
                                          <a:pt x="2396" y="2540"/>
                                        </a:lnTo>
                                        <a:cubicBezTo>
                                          <a:pt x="2401" y="2540"/>
                                          <a:pt x="2404" y="2543"/>
                                          <a:pt x="2404" y="2548"/>
                                        </a:cubicBezTo>
                                        <a:cubicBezTo>
                                          <a:pt x="2404" y="2552"/>
                                          <a:pt x="2401" y="2556"/>
                                          <a:pt x="2396" y="2556"/>
                                        </a:cubicBezTo>
                                        <a:lnTo>
                                          <a:pt x="2284" y="2556"/>
                                        </a:lnTo>
                                        <a:cubicBezTo>
                                          <a:pt x="2280" y="2556"/>
                                          <a:pt x="2276" y="2552"/>
                                          <a:pt x="2276" y="2548"/>
                                        </a:cubicBezTo>
                                        <a:cubicBezTo>
                                          <a:pt x="2276" y="2543"/>
                                          <a:pt x="2280" y="2540"/>
                                          <a:pt x="2284" y="2540"/>
                                        </a:cubicBezTo>
                                        <a:close/>
                                        <a:moveTo>
                                          <a:pt x="2476" y="2540"/>
                                        </a:moveTo>
                                        <a:lnTo>
                                          <a:pt x="2588" y="2540"/>
                                        </a:lnTo>
                                        <a:cubicBezTo>
                                          <a:pt x="2593" y="2540"/>
                                          <a:pt x="2596" y="2543"/>
                                          <a:pt x="2596" y="2548"/>
                                        </a:cubicBezTo>
                                        <a:cubicBezTo>
                                          <a:pt x="2596" y="2552"/>
                                          <a:pt x="2593" y="2556"/>
                                          <a:pt x="2588" y="2556"/>
                                        </a:cubicBezTo>
                                        <a:lnTo>
                                          <a:pt x="2476" y="2556"/>
                                        </a:lnTo>
                                        <a:cubicBezTo>
                                          <a:pt x="2472" y="2556"/>
                                          <a:pt x="2468" y="2552"/>
                                          <a:pt x="2468" y="2548"/>
                                        </a:cubicBezTo>
                                        <a:cubicBezTo>
                                          <a:pt x="2468" y="2543"/>
                                          <a:pt x="2472" y="2540"/>
                                          <a:pt x="2476" y="2540"/>
                                        </a:cubicBezTo>
                                        <a:close/>
                                        <a:moveTo>
                                          <a:pt x="2668" y="2540"/>
                                        </a:moveTo>
                                        <a:lnTo>
                                          <a:pt x="2780" y="2540"/>
                                        </a:lnTo>
                                        <a:cubicBezTo>
                                          <a:pt x="2785" y="2540"/>
                                          <a:pt x="2788" y="2543"/>
                                          <a:pt x="2788" y="2548"/>
                                        </a:cubicBezTo>
                                        <a:cubicBezTo>
                                          <a:pt x="2788" y="2552"/>
                                          <a:pt x="2785" y="2556"/>
                                          <a:pt x="2780" y="2556"/>
                                        </a:cubicBezTo>
                                        <a:lnTo>
                                          <a:pt x="2668" y="2556"/>
                                        </a:lnTo>
                                        <a:cubicBezTo>
                                          <a:pt x="2664" y="2556"/>
                                          <a:pt x="2660" y="2552"/>
                                          <a:pt x="2660" y="2548"/>
                                        </a:cubicBezTo>
                                        <a:cubicBezTo>
                                          <a:pt x="2660" y="2543"/>
                                          <a:pt x="2664" y="2540"/>
                                          <a:pt x="2668" y="2540"/>
                                        </a:cubicBezTo>
                                        <a:close/>
                                        <a:moveTo>
                                          <a:pt x="2860" y="2540"/>
                                        </a:moveTo>
                                        <a:lnTo>
                                          <a:pt x="2972" y="2540"/>
                                        </a:lnTo>
                                        <a:cubicBezTo>
                                          <a:pt x="2977" y="2540"/>
                                          <a:pt x="2980" y="2543"/>
                                          <a:pt x="2980" y="2548"/>
                                        </a:cubicBezTo>
                                        <a:cubicBezTo>
                                          <a:pt x="2980" y="2552"/>
                                          <a:pt x="2977" y="2556"/>
                                          <a:pt x="2972" y="2556"/>
                                        </a:cubicBezTo>
                                        <a:lnTo>
                                          <a:pt x="2860" y="2556"/>
                                        </a:lnTo>
                                        <a:cubicBezTo>
                                          <a:pt x="2856" y="2556"/>
                                          <a:pt x="2852" y="2552"/>
                                          <a:pt x="2852" y="2548"/>
                                        </a:cubicBezTo>
                                        <a:cubicBezTo>
                                          <a:pt x="2852" y="2543"/>
                                          <a:pt x="2856" y="2540"/>
                                          <a:pt x="2860" y="2540"/>
                                        </a:cubicBezTo>
                                        <a:close/>
                                        <a:moveTo>
                                          <a:pt x="3052" y="2540"/>
                                        </a:moveTo>
                                        <a:lnTo>
                                          <a:pt x="3164" y="2540"/>
                                        </a:lnTo>
                                        <a:cubicBezTo>
                                          <a:pt x="3169" y="2540"/>
                                          <a:pt x="3172" y="2543"/>
                                          <a:pt x="3172" y="2548"/>
                                        </a:cubicBezTo>
                                        <a:cubicBezTo>
                                          <a:pt x="3172" y="2552"/>
                                          <a:pt x="3169" y="2556"/>
                                          <a:pt x="3164" y="2556"/>
                                        </a:cubicBezTo>
                                        <a:lnTo>
                                          <a:pt x="3052" y="2556"/>
                                        </a:lnTo>
                                        <a:cubicBezTo>
                                          <a:pt x="3048" y="2556"/>
                                          <a:pt x="3044" y="2552"/>
                                          <a:pt x="3044" y="2548"/>
                                        </a:cubicBezTo>
                                        <a:cubicBezTo>
                                          <a:pt x="3044" y="2543"/>
                                          <a:pt x="3048" y="2540"/>
                                          <a:pt x="3052" y="2540"/>
                                        </a:cubicBezTo>
                                        <a:close/>
                                        <a:moveTo>
                                          <a:pt x="3244" y="2540"/>
                                        </a:moveTo>
                                        <a:lnTo>
                                          <a:pt x="3356" y="2540"/>
                                        </a:lnTo>
                                        <a:cubicBezTo>
                                          <a:pt x="3361" y="2540"/>
                                          <a:pt x="3364" y="2543"/>
                                          <a:pt x="3364" y="2548"/>
                                        </a:cubicBezTo>
                                        <a:cubicBezTo>
                                          <a:pt x="3364" y="2552"/>
                                          <a:pt x="3361" y="2556"/>
                                          <a:pt x="3356" y="2556"/>
                                        </a:cubicBezTo>
                                        <a:lnTo>
                                          <a:pt x="3244" y="2556"/>
                                        </a:lnTo>
                                        <a:cubicBezTo>
                                          <a:pt x="3240" y="2556"/>
                                          <a:pt x="3236" y="2552"/>
                                          <a:pt x="3236" y="2548"/>
                                        </a:cubicBezTo>
                                        <a:cubicBezTo>
                                          <a:pt x="3236" y="2543"/>
                                          <a:pt x="3240" y="2540"/>
                                          <a:pt x="3244" y="2540"/>
                                        </a:cubicBezTo>
                                        <a:close/>
                                        <a:moveTo>
                                          <a:pt x="3436" y="2540"/>
                                        </a:moveTo>
                                        <a:lnTo>
                                          <a:pt x="3548" y="2540"/>
                                        </a:lnTo>
                                        <a:cubicBezTo>
                                          <a:pt x="3553" y="2540"/>
                                          <a:pt x="3556" y="2543"/>
                                          <a:pt x="3556" y="2548"/>
                                        </a:cubicBezTo>
                                        <a:cubicBezTo>
                                          <a:pt x="3556" y="2552"/>
                                          <a:pt x="3553" y="2556"/>
                                          <a:pt x="3548" y="2556"/>
                                        </a:cubicBezTo>
                                        <a:lnTo>
                                          <a:pt x="3436" y="2556"/>
                                        </a:lnTo>
                                        <a:cubicBezTo>
                                          <a:pt x="3432" y="2556"/>
                                          <a:pt x="3428" y="2552"/>
                                          <a:pt x="3428" y="2548"/>
                                        </a:cubicBezTo>
                                        <a:cubicBezTo>
                                          <a:pt x="3428" y="2543"/>
                                          <a:pt x="3432" y="2540"/>
                                          <a:pt x="3436" y="2540"/>
                                        </a:cubicBezTo>
                                        <a:close/>
                                        <a:moveTo>
                                          <a:pt x="3628" y="2540"/>
                                        </a:moveTo>
                                        <a:lnTo>
                                          <a:pt x="3740" y="2540"/>
                                        </a:lnTo>
                                        <a:cubicBezTo>
                                          <a:pt x="3745" y="2540"/>
                                          <a:pt x="3748" y="2543"/>
                                          <a:pt x="3748" y="2548"/>
                                        </a:cubicBezTo>
                                        <a:cubicBezTo>
                                          <a:pt x="3748" y="2552"/>
                                          <a:pt x="3745" y="2556"/>
                                          <a:pt x="3740" y="2556"/>
                                        </a:cubicBezTo>
                                        <a:lnTo>
                                          <a:pt x="3628" y="2556"/>
                                        </a:lnTo>
                                        <a:cubicBezTo>
                                          <a:pt x="3624" y="2556"/>
                                          <a:pt x="3620" y="2552"/>
                                          <a:pt x="3620" y="2548"/>
                                        </a:cubicBezTo>
                                        <a:cubicBezTo>
                                          <a:pt x="3620" y="2543"/>
                                          <a:pt x="3624" y="2540"/>
                                          <a:pt x="3628" y="2540"/>
                                        </a:cubicBezTo>
                                        <a:close/>
                                        <a:moveTo>
                                          <a:pt x="3820" y="2540"/>
                                        </a:moveTo>
                                        <a:lnTo>
                                          <a:pt x="3932" y="2540"/>
                                        </a:lnTo>
                                        <a:cubicBezTo>
                                          <a:pt x="3937" y="2540"/>
                                          <a:pt x="3940" y="2543"/>
                                          <a:pt x="3940" y="2548"/>
                                        </a:cubicBezTo>
                                        <a:cubicBezTo>
                                          <a:pt x="3940" y="2552"/>
                                          <a:pt x="3937" y="2556"/>
                                          <a:pt x="3932" y="2556"/>
                                        </a:cubicBezTo>
                                        <a:lnTo>
                                          <a:pt x="3820" y="2556"/>
                                        </a:lnTo>
                                        <a:cubicBezTo>
                                          <a:pt x="3816" y="2556"/>
                                          <a:pt x="3812" y="2552"/>
                                          <a:pt x="3812" y="2548"/>
                                        </a:cubicBezTo>
                                        <a:cubicBezTo>
                                          <a:pt x="3812" y="2543"/>
                                          <a:pt x="3816" y="2540"/>
                                          <a:pt x="3820" y="2540"/>
                                        </a:cubicBezTo>
                                        <a:close/>
                                        <a:moveTo>
                                          <a:pt x="4012" y="2540"/>
                                        </a:moveTo>
                                        <a:lnTo>
                                          <a:pt x="4124" y="2540"/>
                                        </a:lnTo>
                                        <a:cubicBezTo>
                                          <a:pt x="4129" y="2540"/>
                                          <a:pt x="4132" y="2543"/>
                                          <a:pt x="4132" y="2548"/>
                                        </a:cubicBezTo>
                                        <a:cubicBezTo>
                                          <a:pt x="4132" y="2552"/>
                                          <a:pt x="4129" y="2556"/>
                                          <a:pt x="4124" y="2556"/>
                                        </a:cubicBezTo>
                                        <a:lnTo>
                                          <a:pt x="4012" y="2556"/>
                                        </a:lnTo>
                                        <a:cubicBezTo>
                                          <a:pt x="4008" y="2556"/>
                                          <a:pt x="4004" y="2552"/>
                                          <a:pt x="4004" y="2548"/>
                                        </a:cubicBezTo>
                                        <a:cubicBezTo>
                                          <a:pt x="4004" y="2543"/>
                                          <a:pt x="4008" y="2540"/>
                                          <a:pt x="4012" y="2540"/>
                                        </a:cubicBezTo>
                                        <a:close/>
                                        <a:moveTo>
                                          <a:pt x="4204" y="2540"/>
                                        </a:moveTo>
                                        <a:lnTo>
                                          <a:pt x="4316" y="2540"/>
                                        </a:lnTo>
                                        <a:cubicBezTo>
                                          <a:pt x="4321" y="2540"/>
                                          <a:pt x="4324" y="2543"/>
                                          <a:pt x="4324" y="2548"/>
                                        </a:cubicBezTo>
                                        <a:cubicBezTo>
                                          <a:pt x="4324" y="2552"/>
                                          <a:pt x="4321" y="2556"/>
                                          <a:pt x="4316" y="2556"/>
                                        </a:cubicBezTo>
                                        <a:lnTo>
                                          <a:pt x="4204" y="2556"/>
                                        </a:lnTo>
                                        <a:cubicBezTo>
                                          <a:pt x="4200" y="2556"/>
                                          <a:pt x="4196" y="2552"/>
                                          <a:pt x="4196" y="2548"/>
                                        </a:cubicBezTo>
                                        <a:cubicBezTo>
                                          <a:pt x="4196" y="2543"/>
                                          <a:pt x="4200" y="2540"/>
                                          <a:pt x="4204" y="2540"/>
                                        </a:cubicBezTo>
                                        <a:close/>
                                        <a:moveTo>
                                          <a:pt x="4396" y="2540"/>
                                        </a:moveTo>
                                        <a:lnTo>
                                          <a:pt x="4508" y="2540"/>
                                        </a:lnTo>
                                        <a:cubicBezTo>
                                          <a:pt x="4513" y="2540"/>
                                          <a:pt x="4516" y="2543"/>
                                          <a:pt x="4516" y="2548"/>
                                        </a:cubicBezTo>
                                        <a:cubicBezTo>
                                          <a:pt x="4516" y="2552"/>
                                          <a:pt x="4513" y="2556"/>
                                          <a:pt x="4508" y="2556"/>
                                        </a:cubicBezTo>
                                        <a:lnTo>
                                          <a:pt x="4396" y="2556"/>
                                        </a:lnTo>
                                        <a:cubicBezTo>
                                          <a:pt x="4392" y="2556"/>
                                          <a:pt x="4388" y="2552"/>
                                          <a:pt x="4388" y="2548"/>
                                        </a:cubicBezTo>
                                        <a:cubicBezTo>
                                          <a:pt x="4388" y="2543"/>
                                          <a:pt x="4392" y="2540"/>
                                          <a:pt x="4396" y="2540"/>
                                        </a:cubicBezTo>
                                        <a:close/>
                                        <a:moveTo>
                                          <a:pt x="4588" y="2540"/>
                                        </a:moveTo>
                                        <a:lnTo>
                                          <a:pt x="4700" y="2540"/>
                                        </a:lnTo>
                                        <a:cubicBezTo>
                                          <a:pt x="4705" y="2540"/>
                                          <a:pt x="4708" y="2543"/>
                                          <a:pt x="4708" y="2548"/>
                                        </a:cubicBezTo>
                                        <a:cubicBezTo>
                                          <a:pt x="4708" y="2552"/>
                                          <a:pt x="4705" y="2556"/>
                                          <a:pt x="4700" y="2556"/>
                                        </a:cubicBezTo>
                                        <a:lnTo>
                                          <a:pt x="4588" y="2556"/>
                                        </a:lnTo>
                                        <a:cubicBezTo>
                                          <a:pt x="4584" y="2556"/>
                                          <a:pt x="4580" y="2552"/>
                                          <a:pt x="4580" y="2548"/>
                                        </a:cubicBezTo>
                                        <a:cubicBezTo>
                                          <a:pt x="4580" y="2543"/>
                                          <a:pt x="4584" y="2540"/>
                                          <a:pt x="4588" y="2540"/>
                                        </a:cubicBezTo>
                                        <a:close/>
                                        <a:moveTo>
                                          <a:pt x="4780" y="2540"/>
                                        </a:moveTo>
                                        <a:lnTo>
                                          <a:pt x="4892" y="2540"/>
                                        </a:lnTo>
                                        <a:cubicBezTo>
                                          <a:pt x="4897" y="2540"/>
                                          <a:pt x="4900" y="2543"/>
                                          <a:pt x="4900" y="2548"/>
                                        </a:cubicBezTo>
                                        <a:cubicBezTo>
                                          <a:pt x="4900" y="2552"/>
                                          <a:pt x="4897" y="2556"/>
                                          <a:pt x="4892" y="2556"/>
                                        </a:cubicBezTo>
                                        <a:lnTo>
                                          <a:pt x="4780" y="2556"/>
                                        </a:lnTo>
                                        <a:cubicBezTo>
                                          <a:pt x="4776" y="2556"/>
                                          <a:pt x="4772" y="2552"/>
                                          <a:pt x="4772" y="2548"/>
                                        </a:cubicBezTo>
                                        <a:cubicBezTo>
                                          <a:pt x="4772" y="2543"/>
                                          <a:pt x="4776" y="2540"/>
                                          <a:pt x="4780" y="2540"/>
                                        </a:cubicBezTo>
                                        <a:close/>
                                        <a:moveTo>
                                          <a:pt x="4972" y="2540"/>
                                        </a:moveTo>
                                        <a:lnTo>
                                          <a:pt x="5084" y="2540"/>
                                        </a:lnTo>
                                        <a:cubicBezTo>
                                          <a:pt x="5089" y="2540"/>
                                          <a:pt x="5092" y="2543"/>
                                          <a:pt x="5092" y="2548"/>
                                        </a:cubicBezTo>
                                        <a:cubicBezTo>
                                          <a:pt x="5092" y="2552"/>
                                          <a:pt x="5089" y="2556"/>
                                          <a:pt x="5084" y="2556"/>
                                        </a:cubicBezTo>
                                        <a:lnTo>
                                          <a:pt x="4972" y="2556"/>
                                        </a:lnTo>
                                        <a:cubicBezTo>
                                          <a:pt x="4968" y="2556"/>
                                          <a:pt x="4964" y="2552"/>
                                          <a:pt x="4964" y="2548"/>
                                        </a:cubicBezTo>
                                        <a:cubicBezTo>
                                          <a:pt x="4964" y="2543"/>
                                          <a:pt x="4968" y="2540"/>
                                          <a:pt x="4972" y="2540"/>
                                        </a:cubicBezTo>
                                        <a:close/>
                                        <a:moveTo>
                                          <a:pt x="5164" y="2540"/>
                                        </a:moveTo>
                                        <a:lnTo>
                                          <a:pt x="5276" y="2540"/>
                                        </a:lnTo>
                                        <a:cubicBezTo>
                                          <a:pt x="5281" y="2540"/>
                                          <a:pt x="5284" y="2543"/>
                                          <a:pt x="5284" y="2548"/>
                                        </a:cubicBezTo>
                                        <a:cubicBezTo>
                                          <a:pt x="5284" y="2552"/>
                                          <a:pt x="5281" y="2556"/>
                                          <a:pt x="5276" y="2556"/>
                                        </a:cubicBezTo>
                                        <a:lnTo>
                                          <a:pt x="5164" y="2556"/>
                                        </a:lnTo>
                                        <a:cubicBezTo>
                                          <a:pt x="5160" y="2556"/>
                                          <a:pt x="5156" y="2552"/>
                                          <a:pt x="5156" y="2548"/>
                                        </a:cubicBezTo>
                                        <a:cubicBezTo>
                                          <a:pt x="5156" y="2543"/>
                                          <a:pt x="5160" y="2540"/>
                                          <a:pt x="5164" y="2540"/>
                                        </a:cubicBezTo>
                                        <a:close/>
                                        <a:moveTo>
                                          <a:pt x="5356" y="2540"/>
                                        </a:moveTo>
                                        <a:lnTo>
                                          <a:pt x="5468" y="2540"/>
                                        </a:lnTo>
                                        <a:cubicBezTo>
                                          <a:pt x="5473" y="2540"/>
                                          <a:pt x="5476" y="2543"/>
                                          <a:pt x="5476" y="2548"/>
                                        </a:cubicBezTo>
                                        <a:cubicBezTo>
                                          <a:pt x="5476" y="2552"/>
                                          <a:pt x="5473" y="2556"/>
                                          <a:pt x="5468" y="2556"/>
                                        </a:cubicBezTo>
                                        <a:lnTo>
                                          <a:pt x="5356" y="2556"/>
                                        </a:lnTo>
                                        <a:cubicBezTo>
                                          <a:pt x="5352" y="2556"/>
                                          <a:pt x="5348" y="2552"/>
                                          <a:pt x="5348" y="2548"/>
                                        </a:cubicBezTo>
                                        <a:cubicBezTo>
                                          <a:pt x="5348" y="2543"/>
                                          <a:pt x="5352" y="2540"/>
                                          <a:pt x="5356" y="2540"/>
                                        </a:cubicBezTo>
                                        <a:close/>
                                        <a:moveTo>
                                          <a:pt x="5548" y="2540"/>
                                        </a:moveTo>
                                        <a:lnTo>
                                          <a:pt x="5660" y="2540"/>
                                        </a:lnTo>
                                        <a:cubicBezTo>
                                          <a:pt x="5665" y="2540"/>
                                          <a:pt x="5668" y="2543"/>
                                          <a:pt x="5668" y="2548"/>
                                        </a:cubicBezTo>
                                        <a:cubicBezTo>
                                          <a:pt x="5668" y="2552"/>
                                          <a:pt x="5665" y="2556"/>
                                          <a:pt x="5660" y="2556"/>
                                        </a:cubicBezTo>
                                        <a:lnTo>
                                          <a:pt x="5548" y="2556"/>
                                        </a:lnTo>
                                        <a:cubicBezTo>
                                          <a:pt x="5544" y="2556"/>
                                          <a:pt x="5540" y="2552"/>
                                          <a:pt x="5540" y="2548"/>
                                        </a:cubicBezTo>
                                        <a:cubicBezTo>
                                          <a:pt x="5540" y="2543"/>
                                          <a:pt x="5544" y="2540"/>
                                          <a:pt x="5548" y="2540"/>
                                        </a:cubicBezTo>
                                        <a:close/>
                                        <a:moveTo>
                                          <a:pt x="5740" y="2540"/>
                                        </a:moveTo>
                                        <a:lnTo>
                                          <a:pt x="5852" y="2540"/>
                                        </a:lnTo>
                                        <a:cubicBezTo>
                                          <a:pt x="5857" y="2540"/>
                                          <a:pt x="5860" y="2543"/>
                                          <a:pt x="5860" y="2548"/>
                                        </a:cubicBezTo>
                                        <a:cubicBezTo>
                                          <a:pt x="5860" y="2552"/>
                                          <a:pt x="5857" y="2556"/>
                                          <a:pt x="5852" y="2556"/>
                                        </a:cubicBezTo>
                                        <a:lnTo>
                                          <a:pt x="5740" y="2556"/>
                                        </a:lnTo>
                                        <a:cubicBezTo>
                                          <a:pt x="5736" y="2556"/>
                                          <a:pt x="5732" y="2552"/>
                                          <a:pt x="5732" y="2548"/>
                                        </a:cubicBezTo>
                                        <a:cubicBezTo>
                                          <a:pt x="5732" y="2543"/>
                                          <a:pt x="5736" y="2540"/>
                                          <a:pt x="5740" y="2540"/>
                                        </a:cubicBezTo>
                                        <a:close/>
                                        <a:moveTo>
                                          <a:pt x="5932" y="2540"/>
                                        </a:moveTo>
                                        <a:lnTo>
                                          <a:pt x="6044" y="2540"/>
                                        </a:lnTo>
                                        <a:cubicBezTo>
                                          <a:pt x="6049" y="2540"/>
                                          <a:pt x="6052" y="2543"/>
                                          <a:pt x="6052" y="2548"/>
                                        </a:cubicBezTo>
                                        <a:cubicBezTo>
                                          <a:pt x="6052" y="2552"/>
                                          <a:pt x="6049" y="2556"/>
                                          <a:pt x="6044" y="2556"/>
                                        </a:cubicBezTo>
                                        <a:lnTo>
                                          <a:pt x="5932" y="2556"/>
                                        </a:lnTo>
                                        <a:cubicBezTo>
                                          <a:pt x="5928" y="2556"/>
                                          <a:pt x="5924" y="2552"/>
                                          <a:pt x="5924" y="2548"/>
                                        </a:cubicBezTo>
                                        <a:cubicBezTo>
                                          <a:pt x="5924" y="2543"/>
                                          <a:pt x="5928" y="2540"/>
                                          <a:pt x="5932" y="2540"/>
                                        </a:cubicBezTo>
                                        <a:close/>
                                        <a:moveTo>
                                          <a:pt x="6124" y="2540"/>
                                        </a:moveTo>
                                        <a:lnTo>
                                          <a:pt x="6236" y="2540"/>
                                        </a:lnTo>
                                        <a:cubicBezTo>
                                          <a:pt x="6241" y="2540"/>
                                          <a:pt x="6244" y="2543"/>
                                          <a:pt x="6244" y="2548"/>
                                        </a:cubicBezTo>
                                        <a:cubicBezTo>
                                          <a:pt x="6244" y="2552"/>
                                          <a:pt x="6241" y="2556"/>
                                          <a:pt x="6236" y="2556"/>
                                        </a:cubicBezTo>
                                        <a:lnTo>
                                          <a:pt x="6124" y="2556"/>
                                        </a:lnTo>
                                        <a:cubicBezTo>
                                          <a:pt x="6120" y="2556"/>
                                          <a:pt x="6116" y="2552"/>
                                          <a:pt x="6116" y="2548"/>
                                        </a:cubicBezTo>
                                        <a:cubicBezTo>
                                          <a:pt x="6116" y="2543"/>
                                          <a:pt x="6120" y="2540"/>
                                          <a:pt x="6124" y="2540"/>
                                        </a:cubicBezTo>
                                        <a:close/>
                                        <a:moveTo>
                                          <a:pt x="6316" y="2540"/>
                                        </a:moveTo>
                                        <a:lnTo>
                                          <a:pt x="6428" y="2540"/>
                                        </a:lnTo>
                                        <a:cubicBezTo>
                                          <a:pt x="6433" y="2540"/>
                                          <a:pt x="6436" y="2543"/>
                                          <a:pt x="6436" y="2548"/>
                                        </a:cubicBezTo>
                                        <a:cubicBezTo>
                                          <a:pt x="6436" y="2552"/>
                                          <a:pt x="6433" y="2556"/>
                                          <a:pt x="6428" y="2556"/>
                                        </a:cubicBezTo>
                                        <a:lnTo>
                                          <a:pt x="6316" y="2556"/>
                                        </a:lnTo>
                                        <a:cubicBezTo>
                                          <a:pt x="6312" y="2556"/>
                                          <a:pt x="6308" y="2552"/>
                                          <a:pt x="6308" y="2548"/>
                                        </a:cubicBezTo>
                                        <a:cubicBezTo>
                                          <a:pt x="6308" y="2543"/>
                                          <a:pt x="6312" y="2540"/>
                                          <a:pt x="6316" y="2540"/>
                                        </a:cubicBezTo>
                                        <a:close/>
                                        <a:moveTo>
                                          <a:pt x="6508" y="2540"/>
                                        </a:moveTo>
                                        <a:lnTo>
                                          <a:pt x="6620" y="2540"/>
                                        </a:lnTo>
                                        <a:cubicBezTo>
                                          <a:pt x="6625" y="2540"/>
                                          <a:pt x="6628" y="2543"/>
                                          <a:pt x="6628" y="2548"/>
                                        </a:cubicBezTo>
                                        <a:cubicBezTo>
                                          <a:pt x="6628" y="2552"/>
                                          <a:pt x="6625" y="2556"/>
                                          <a:pt x="6620" y="2556"/>
                                        </a:cubicBezTo>
                                        <a:lnTo>
                                          <a:pt x="6508" y="2556"/>
                                        </a:lnTo>
                                        <a:cubicBezTo>
                                          <a:pt x="6504" y="2556"/>
                                          <a:pt x="6500" y="2552"/>
                                          <a:pt x="6500" y="2548"/>
                                        </a:cubicBezTo>
                                        <a:cubicBezTo>
                                          <a:pt x="6500" y="2543"/>
                                          <a:pt x="6504" y="2540"/>
                                          <a:pt x="6508" y="2540"/>
                                        </a:cubicBezTo>
                                        <a:close/>
                                        <a:moveTo>
                                          <a:pt x="6700" y="2540"/>
                                        </a:moveTo>
                                        <a:lnTo>
                                          <a:pt x="6812" y="2540"/>
                                        </a:lnTo>
                                        <a:cubicBezTo>
                                          <a:pt x="6817" y="2540"/>
                                          <a:pt x="6820" y="2543"/>
                                          <a:pt x="6820" y="2548"/>
                                        </a:cubicBezTo>
                                        <a:cubicBezTo>
                                          <a:pt x="6820" y="2552"/>
                                          <a:pt x="6817" y="2556"/>
                                          <a:pt x="6812" y="2556"/>
                                        </a:cubicBezTo>
                                        <a:lnTo>
                                          <a:pt x="6700" y="2556"/>
                                        </a:lnTo>
                                        <a:cubicBezTo>
                                          <a:pt x="6696" y="2556"/>
                                          <a:pt x="6692" y="2552"/>
                                          <a:pt x="6692" y="2548"/>
                                        </a:cubicBezTo>
                                        <a:cubicBezTo>
                                          <a:pt x="6692" y="2543"/>
                                          <a:pt x="6696" y="2540"/>
                                          <a:pt x="6700" y="2540"/>
                                        </a:cubicBezTo>
                                        <a:close/>
                                        <a:moveTo>
                                          <a:pt x="6892" y="2540"/>
                                        </a:moveTo>
                                        <a:lnTo>
                                          <a:pt x="7004" y="2540"/>
                                        </a:lnTo>
                                        <a:cubicBezTo>
                                          <a:pt x="7009" y="2540"/>
                                          <a:pt x="7012" y="2543"/>
                                          <a:pt x="7012" y="2548"/>
                                        </a:cubicBezTo>
                                        <a:cubicBezTo>
                                          <a:pt x="7012" y="2552"/>
                                          <a:pt x="7009" y="2556"/>
                                          <a:pt x="7004" y="2556"/>
                                        </a:cubicBezTo>
                                        <a:lnTo>
                                          <a:pt x="6892" y="2556"/>
                                        </a:lnTo>
                                        <a:cubicBezTo>
                                          <a:pt x="6888" y="2556"/>
                                          <a:pt x="6884" y="2552"/>
                                          <a:pt x="6884" y="2548"/>
                                        </a:cubicBezTo>
                                        <a:cubicBezTo>
                                          <a:pt x="6884" y="2543"/>
                                          <a:pt x="6888" y="2540"/>
                                          <a:pt x="6892" y="2540"/>
                                        </a:cubicBezTo>
                                        <a:close/>
                                        <a:moveTo>
                                          <a:pt x="7084" y="2540"/>
                                        </a:moveTo>
                                        <a:lnTo>
                                          <a:pt x="7196" y="2540"/>
                                        </a:lnTo>
                                        <a:cubicBezTo>
                                          <a:pt x="7201" y="2540"/>
                                          <a:pt x="7204" y="2543"/>
                                          <a:pt x="7204" y="2548"/>
                                        </a:cubicBezTo>
                                        <a:cubicBezTo>
                                          <a:pt x="7204" y="2552"/>
                                          <a:pt x="7201" y="2556"/>
                                          <a:pt x="7196" y="2556"/>
                                        </a:cubicBezTo>
                                        <a:lnTo>
                                          <a:pt x="7084" y="2556"/>
                                        </a:lnTo>
                                        <a:cubicBezTo>
                                          <a:pt x="7080" y="2556"/>
                                          <a:pt x="7076" y="2552"/>
                                          <a:pt x="7076" y="2548"/>
                                        </a:cubicBezTo>
                                        <a:cubicBezTo>
                                          <a:pt x="7076" y="2543"/>
                                          <a:pt x="7080" y="2540"/>
                                          <a:pt x="7084" y="2540"/>
                                        </a:cubicBezTo>
                                        <a:close/>
                                        <a:moveTo>
                                          <a:pt x="7276" y="2540"/>
                                        </a:moveTo>
                                        <a:lnTo>
                                          <a:pt x="7388" y="2540"/>
                                        </a:lnTo>
                                        <a:cubicBezTo>
                                          <a:pt x="7393" y="2540"/>
                                          <a:pt x="7396" y="2543"/>
                                          <a:pt x="7396" y="2548"/>
                                        </a:cubicBezTo>
                                        <a:cubicBezTo>
                                          <a:pt x="7396" y="2552"/>
                                          <a:pt x="7393" y="2556"/>
                                          <a:pt x="7388" y="2556"/>
                                        </a:cubicBezTo>
                                        <a:lnTo>
                                          <a:pt x="7276" y="2556"/>
                                        </a:lnTo>
                                        <a:cubicBezTo>
                                          <a:pt x="7272" y="2556"/>
                                          <a:pt x="7268" y="2552"/>
                                          <a:pt x="7268" y="2548"/>
                                        </a:cubicBezTo>
                                        <a:cubicBezTo>
                                          <a:pt x="7268" y="2543"/>
                                          <a:pt x="7272" y="2540"/>
                                          <a:pt x="7276" y="2540"/>
                                        </a:cubicBezTo>
                                        <a:close/>
                                        <a:moveTo>
                                          <a:pt x="7468" y="2540"/>
                                        </a:moveTo>
                                        <a:lnTo>
                                          <a:pt x="7580" y="2540"/>
                                        </a:lnTo>
                                        <a:cubicBezTo>
                                          <a:pt x="7585" y="2540"/>
                                          <a:pt x="7588" y="2543"/>
                                          <a:pt x="7588" y="2548"/>
                                        </a:cubicBezTo>
                                        <a:cubicBezTo>
                                          <a:pt x="7588" y="2552"/>
                                          <a:pt x="7585" y="2556"/>
                                          <a:pt x="7580" y="2556"/>
                                        </a:cubicBezTo>
                                        <a:lnTo>
                                          <a:pt x="7468" y="2556"/>
                                        </a:lnTo>
                                        <a:cubicBezTo>
                                          <a:pt x="7464" y="2556"/>
                                          <a:pt x="7460" y="2552"/>
                                          <a:pt x="7460" y="2548"/>
                                        </a:cubicBezTo>
                                        <a:cubicBezTo>
                                          <a:pt x="7460" y="2543"/>
                                          <a:pt x="7464" y="2540"/>
                                          <a:pt x="7468" y="2540"/>
                                        </a:cubicBezTo>
                                        <a:close/>
                                        <a:moveTo>
                                          <a:pt x="7660" y="2540"/>
                                        </a:moveTo>
                                        <a:lnTo>
                                          <a:pt x="7772" y="2540"/>
                                        </a:lnTo>
                                        <a:cubicBezTo>
                                          <a:pt x="7777" y="2540"/>
                                          <a:pt x="7780" y="2543"/>
                                          <a:pt x="7780" y="2548"/>
                                        </a:cubicBezTo>
                                        <a:cubicBezTo>
                                          <a:pt x="7780" y="2552"/>
                                          <a:pt x="7777" y="2556"/>
                                          <a:pt x="7772" y="2556"/>
                                        </a:cubicBezTo>
                                        <a:lnTo>
                                          <a:pt x="7660" y="2556"/>
                                        </a:lnTo>
                                        <a:cubicBezTo>
                                          <a:pt x="7656" y="2556"/>
                                          <a:pt x="7652" y="2552"/>
                                          <a:pt x="7652" y="2548"/>
                                        </a:cubicBezTo>
                                        <a:cubicBezTo>
                                          <a:pt x="7652" y="2543"/>
                                          <a:pt x="7656" y="2540"/>
                                          <a:pt x="7660" y="2540"/>
                                        </a:cubicBezTo>
                                        <a:close/>
                                        <a:moveTo>
                                          <a:pt x="7852" y="2540"/>
                                        </a:moveTo>
                                        <a:lnTo>
                                          <a:pt x="7964" y="2540"/>
                                        </a:lnTo>
                                        <a:cubicBezTo>
                                          <a:pt x="7969" y="2540"/>
                                          <a:pt x="7972" y="2543"/>
                                          <a:pt x="7972" y="2548"/>
                                        </a:cubicBezTo>
                                        <a:cubicBezTo>
                                          <a:pt x="7972" y="2552"/>
                                          <a:pt x="7969" y="2556"/>
                                          <a:pt x="7964" y="2556"/>
                                        </a:cubicBezTo>
                                        <a:lnTo>
                                          <a:pt x="7852" y="2556"/>
                                        </a:lnTo>
                                        <a:cubicBezTo>
                                          <a:pt x="7848" y="2556"/>
                                          <a:pt x="7844" y="2552"/>
                                          <a:pt x="7844" y="2548"/>
                                        </a:cubicBezTo>
                                        <a:cubicBezTo>
                                          <a:pt x="7844" y="2543"/>
                                          <a:pt x="7848" y="2540"/>
                                          <a:pt x="7852" y="2540"/>
                                        </a:cubicBezTo>
                                        <a:close/>
                                        <a:moveTo>
                                          <a:pt x="8044" y="2540"/>
                                        </a:moveTo>
                                        <a:lnTo>
                                          <a:pt x="8156" y="2540"/>
                                        </a:lnTo>
                                        <a:cubicBezTo>
                                          <a:pt x="8161" y="2540"/>
                                          <a:pt x="8164" y="2543"/>
                                          <a:pt x="8164" y="2548"/>
                                        </a:cubicBezTo>
                                        <a:cubicBezTo>
                                          <a:pt x="8164" y="2552"/>
                                          <a:pt x="8161" y="2556"/>
                                          <a:pt x="8156" y="2556"/>
                                        </a:cubicBezTo>
                                        <a:lnTo>
                                          <a:pt x="8044" y="2556"/>
                                        </a:lnTo>
                                        <a:cubicBezTo>
                                          <a:pt x="8040" y="2556"/>
                                          <a:pt x="8036" y="2552"/>
                                          <a:pt x="8036" y="2548"/>
                                        </a:cubicBezTo>
                                        <a:cubicBezTo>
                                          <a:pt x="8036" y="2543"/>
                                          <a:pt x="8040" y="2540"/>
                                          <a:pt x="8044" y="2540"/>
                                        </a:cubicBezTo>
                                        <a:close/>
                                        <a:moveTo>
                                          <a:pt x="8236" y="2540"/>
                                        </a:moveTo>
                                        <a:lnTo>
                                          <a:pt x="8348" y="2540"/>
                                        </a:lnTo>
                                        <a:cubicBezTo>
                                          <a:pt x="8353" y="2540"/>
                                          <a:pt x="8356" y="2543"/>
                                          <a:pt x="8356" y="2548"/>
                                        </a:cubicBezTo>
                                        <a:cubicBezTo>
                                          <a:pt x="8356" y="2552"/>
                                          <a:pt x="8353" y="2556"/>
                                          <a:pt x="8348" y="2556"/>
                                        </a:cubicBezTo>
                                        <a:lnTo>
                                          <a:pt x="8236" y="2556"/>
                                        </a:lnTo>
                                        <a:cubicBezTo>
                                          <a:pt x="8232" y="2556"/>
                                          <a:pt x="8228" y="2552"/>
                                          <a:pt x="8228" y="2548"/>
                                        </a:cubicBezTo>
                                        <a:cubicBezTo>
                                          <a:pt x="8228" y="2543"/>
                                          <a:pt x="8232" y="2540"/>
                                          <a:pt x="8236" y="2540"/>
                                        </a:cubicBezTo>
                                        <a:close/>
                                        <a:moveTo>
                                          <a:pt x="8428" y="2540"/>
                                        </a:moveTo>
                                        <a:lnTo>
                                          <a:pt x="8540" y="2540"/>
                                        </a:lnTo>
                                        <a:cubicBezTo>
                                          <a:pt x="8545" y="2540"/>
                                          <a:pt x="8548" y="2543"/>
                                          <a:pt x="8548" y="2548"/>
                                        </a:cubicBezTo>
                                        <a:cubicBezTo>
                                          <a:pt x="8548" y="2552"/>
                                          <a:pt x="8545" y="2556"/>
                                          <a:pt x="8540" y="2556"/>
                                        </a:cubicBezTo>
                                        <a:lnTo>
                                          <a:pt x="8428" y="2556"/>
                                        </a:lnTo>
                                        <a:cubicBezTo>
                                          <a:pt x="8424" y="2556"/>
                                          <a:pt x="8420" y="2552"/>
                                          <a:pt x="8420" y="2548"/>
                                        </a:cubicBezTo>
                                        <a:cubicBezTo>
                                          <a:pt x="8420" y="2543"/>
                                          <a:pt x="8424" y="2540"/>
                                          <a:pt x="8428" y="2540"/>
                                        </a:cubicBezTo>
                                        <a:close/>
                                        <a:moveTo>
                                          <a:pt x="8620" y="2540"/>
                                        </a:moveTo>
                                        <a:lnTo>
                                          <a:pt x="8732" y="2540"/>
                                        </a:lnTo>
                                        <a:cubicBezTo>
                                          <a:pt x="8737" y="2540"/>
                                          <a:pt x="8740" y="2543"/>
                                          <a:pt x="8740" y="2548"/>
                                        </a:cubicBezTo>
                                        <a:cubicBezTo>
                                          <a:pt x="8740" y="2552"/>
                                          <a:pt x="8737" y="2556"/>
                                          <a:pt x="8732" y="2556"/>
                                        </a:cubicBezTo>
                                        <a:lnTo>
                                          <a:pt x="8620" y="2556"/>
                                        </a:lnTo>
                                        <a:cubicBezTo>
                                          <a:pt x="8616" y="2556"/>
                                          <a:pt x="8612" y="2552"/>
                                          <a:pt x="8612" y="2548"/>
                                        </a:cubicBezTo>
                                        <a:cubicBezTo>
                                          <a:pt x="8612" y="2543"/>
                                          <a:pt x="8616" y="2540"/>
                                          <a:pt x="8620" y="2540"/>
                                        </a:cubicBezTo>
                                        <a:close/>
                                        <a:moveTo>
                                          <a:pt x="8812" y="2540"/>
                                        </a:moveTo>
                                        <a:lnTo>
                                          <a:pt x="8924" y="2540"/>
                                        </a:lnTo>
                                        <a:cubicBezTo>
                                          <a:pt x="8929" y="2540"/>
                                          <a:pt x="8932" y="2543"/>
                                          <a:pt x="8932" y="2548"/>
                                        </a:cubicBezTo>
                                        <a:cubicBezTo>
                                          <a:pt x="8932" y="2552"/>
                                          <a:pt x="8929" y="2556"/>
                                          <a:pt x="8924" y="2556"/>
                                        </a:cubicBezTo>
                                        <a:lnTo>
                                          <a:pt x="8812" y="2556"/>
                                        </a:lnTo>
                                        <a:cubicBezTo>
                                          <a:pt x="8808" y="2556"/>
                                          <a:pt x="8804" y="2552"/>
                                          <a:pt x="8804" y="2548"/>
                                        </a:cubicBezTo>
                                        <a:cubicBezTo>
                                          <a:pt x="8804" y="2543"/>
                                          <a:pt x="8808" y="2540"/>
                                          <a:pt x="8812" y="2540"/>
                                        </a:cubicBezTo>
                                        <a:close/>
                                        <a:moveTo>
                                          <a:pt x="9004" y="2540"/>
                                        </a:moveTo>
                                        <a:lnTo>
                                          <a:pt x="9116" y="2540"/>
                                        </a:lnTo>
                                        <a:cubicBezTo>
                                          <a:pt x="9121" y="2540"/>
                                          <a:pt x="9124" y="2543"/>
                                          <a:pt x="9124" y="2548"/>
                                        </a:cubicBezTo>
                                        <a:cubicBezTo>
                                          <a:pt x="9124" y="2552"/>
                                          <a:pt x="9121" y="2556"/>
                                          <a:pt x="9116" y="2556"/>
                                        </a:cubicBezTo>
                                        <a:lnTo>
                                          <a:pt x="9004" y="2556"/>
                                        </a:lnTo>
                                        <a:cubicBezTo>
                                          <a:pt x="9000" y="2556"/>
                                          <a:pt x="8996" y="2552"/>
                                          <a:pt x="8996" y="2548"/>
                                        </a:cubicBezTo>
                                        <a:cubicBezTo>
                                          <a:pt x="8996" y="2543"/>
                                          <a:pt x="9000" y="2540"/>
                                          <a:pt x="9004" y="2540"/>
                                        </a:cubicBezTo>
                                        <a:close/>
                                        <a:moveTo>
                                          <a:pt x="9196" y="2540"/>
                                        </a:moveTo>
                                        <a:lnTo>
                                          <a:pt x="9308" y="2540"/>
                                        </a:lnTo>
                                        <a:cubicBezTo>
                                          <a:pt x="9313" y="2540"/>
                                          <a:pt x="9316" y="2543"/>
                                          <a:pt x="9316" y="2548"/>
                                        </a:cubicBezTo>
                                        <a:cubicBezTo>
                                          <a:pt x="9316" y="2552"/>
                                          <a:pt x="9313" y="2556"/>
                                          <a:pt x="9308" y="2556"/>
                                        </a:cubicBezTo>
                                        <a:lnTo>
                                          <a:pt x="9196" y="2556"/>
                                        </a:lnTo>
                                        <a:cubicBezTo>
                                          <a:pt x="9192" y="2556"/>
                                          <a:pt x="9188" y="2552"/>
                                          <a:pt x="9188" y="2548"/>
                                        </a:cubicBezTo>
                                        <a:cubicBezTo>
                                          <a:pt x="9188" y="2543"/>
                                          <a:pt x="9192" y="2540"/>
                                          <a:pt x="9196" y="2540"/>
                                        </a:cubicBezTo>
                                        <a:close/>
                                        <a:moveTo>
                                          <a:pt x="9388" y="2540"/>
                                        </a:moveTo>
                                        <a:lnTo>
                                          <a:pt x="9500" y="2540"/>
                                        </a:lnTo>
                                        <a:cubicBezTo>
                                          <a:pt x="9505" y="2540"/>
                                          <a:pt x="9508" y="2543"/>
                                          <a:pt x="9508" y="2548"/>
                                        </a:cubicBezTo>
                                        <a:cubicBezTo>
                                          <a:pt x="9508" y="2552"/>
                                          <a:pt x="9505" y="2556"/>
                                          <a:pt x="9500" y="2556"/>
                                        </a:cubicBezTo>
                                        <a:lnTo>
                                          <a:pt x="9388" y="2556"/>
                                        </a:lnTo>
                                        <a:cubicBezTo>
                                          <a:pt x="9384" y="2556"/>
                                          <a:pt x="9380" y="2552"/>
                                          <a:pt x="9380" y="2548"/>
                                        </a:cubicBezTo>
                                        <a:cubicBezTo>
                                          <a:pt x="9380" y="2543"/>
                                          <a:pt x="9384" y="2540"/>
                                          <a:pt x="9388" y="2540"/>
                                        </a:cubicBezTo>
                                        <a:close/>
                                        <a:moveTo>
                                          <a:pt x="9580" y="2540"/>
                                        </a:moveTo>
                                        <a:lnTo>
                                          <a:pt x="9692" y="2540"/>
                                        </a:lnTo>
                                        <a:cubicBezTo>
                                          <a:pt x="9697" y="2540"/>
                                          <a:pt x="9700" y="2543"/>
                                          <a:pt x="9700" y="2548"/>
                                        </a:cubicBezTo>
                                        <a:cubicBezTo>
                                          <a:pt x="9700" y="2552"/>
                                          <a:pt x="9697" y="2556"/>
                                          <a:pt x="9692" y="2556"/>
                                        </a:cubicBezTo>
                                        <a:lnTo>
                                          <a:pt x="9580" y="2556"/>
                                        </a:lnTo>
                                        <a:cubicBezTo>
                                          <a:pt x="9576" y="2556"/>
                                          <a:pt x="9572" y="2552"/>
                                          <a:pt x="9572" y="2548"/>
                                        </a:cubicBezTo>
                                        <a:cubicBezTo>
                                          <a:pt x="9572" y="2543"/>
                                          <a:pt x="9576" y="2540"/>
                                          <a:pt x="9580" y="2540"/>
                                        </a:cubicBezTo>
                                        <a:close/>
                                        <a:moveTo>
                                          <a:pt x="9772" y="2540"/>
                                        </a:moveTo>
                                        <a:lnTo>
                                          <a:pt x="9884" y="2540"/>
                                        </a:lnTo>
                                        <a:cubicBezTo>
                                          <a:pt x="9889" y="2540"/>
                                          <a:pt x="9892" y="2543"/>
                                          <a:pt x="9892" y="2548"/>
                                        </a:cubicBezTo>
                                        <a:cubicBezTo>
                                          <a:pt x="9892" y="2552"/>
                                          <a:pt x="9889" y="2556"/>
                                          <a:pt x="9884" y="2556"/>
                                        </a:cubicBezTo>
                                        <a:lnTo>
                                          <a:pt x="9772" y="2556"/>
                                        </a:lnTo>
                                        <a:cubicBezTo>
                                          <a:pt x="9768" y="2556"/>
                                          <a:pt x="9764" y="2552"/>
                                          <a:pt x="9764" y="2548"/>
                                        </a:cubicBezTo>
                                        <a:cubicBezTo>
                                          <a:pt x="9764" y="2543"/>
                                          <a:pt x="9768" y="2540"/>
                                          <a:pt x="9772" y="2540"/>
                                        </a:cubicBezTo>
                                        <a:close/>
                                        <a:moveTo>
                                          <a:pt x="9964" y="2540"/>
                                        </a:moveTo>
                                        <a:lnTo>
                                          <a:pt x="10076" y="2540"/>
                                        </a:lnTo>
                                        <a:cubicBezTo>
                                          <a:pt x="10081" y="2540"/>
                                          <a:pt x="10084" y="2543"/>
                                          <a:pt x="10084" y="2548"/>
                                        </a:cubicBezTo>
                                        <a:cubicBezTo>
                                          <a:pt x="10084" y="2552"/>
                                          <a:pt x="10081" y="2556"/>
                                          <a:pt x="10076" y="2556"/>
                                        </a:cubicBezTo>
                                        <a:lnTo>
                                          <a:pt x="9964" y="2556"/>
                                        </a:lnTo>
                                        <a:cubicBezTo>
                                          <a:pt x="9960" y="2556"/>
                                          <a:pt x="9956" y="2552"/>
                                          <a:pt x="9956" y="2548"/>
                                        </a:cubicBezTo>
                                        <a:cubicBezTo>
                                          <a:pt x="9956" y="2543"/>
                                          <a:pt x="9960" y="2540"/>
                                          <a:pt x="9964" y="2540"/>
                                        </a:cubicBezTo>
                                        <a:close/>
                                        <a:moveTo>
                                          <a:pt x="10156" y="2540"/>
                                        </a:moveTo>
                                        <a:lnTo>
                                          <a:pt x="10268" y="2540"/>
                                        </a:lnTo>
                                        <a:cubicBezTo>
                                          <a:pt x="10273" y="2540"/>
                                          <a:pt x="10276" y="2543"/>
                                          <a:pt x="10276" y="2548"/>
                                        </a:cubicBezTo>
                                        <a:cubicBezTo>
                                          <a:pt x="10276" y="2552"/>
                                          <a:pt x="10273" y="2556"/>
                                          <a:pt x="10268" y="2556"/>
                                        </a:cubicBezTo>
                                        <a:lnTo>
                                          <a:pt x="10156" y="2556"/>
                                        </a:lnTo>
                                        <a:cubicBezTo>
                                          <a:pt x="10152" y="2556"/>
                                          <a:pt x="10148" y="2552"/>
                                          <a:pt x="10148" y="2548"/>
                                        </a:cubicBezTo>
                                        <a:cubicBezTo>
                                          <a:pt x="10148" y="2543"/>
                                          <a:pt x="10152" y="2540"/>
                                          <a:pt x="10156" y="2540"/>
                                        </a:cubicBezTo>
                                        <a:close/>
                                        <a:moveTo>
                                          <a:pt x="10348" y="2540"/>
                                        </a:moveTo>
                                        <a:lnTo>
                                          <a:pt x="10460" y="2540"/>
                                        </a:lnTo>
                                        <a:cubicBezTo>
                                          <a:pt x="10465" y="2540"/>
                                          <a:pt x="10468" y="2543"/>
                                          <a:pt x="10468" y="2548"/>
                                        </a:cubicBezTo>
                                        <a:cubicBezTo>
                                          <a:pt x="10468" y="2552"/>
                                          <a:pt x="10465" y="2556"/>
                                          <a:pt x="10460" y="2556"/>
                                        </a:cubicBezTo>
                                        <a:lnTo>
                                          <a:pt x="10348" y="2556"/>
                                        </a:lnTo>
                                        <a:cubicBezTo>
                                          <a:pt x="10344" y="2556"/>
                                          <a:pt x="10340" y="2552"/>
                                          <a:pt x="10340" y="2548"/>
                                        </a:cubicBezTo>
                                        <a:cubicBezTo>
                                          <a:pt x="10340" y="2543"/>
                                          <a:pt x="10344" y="2540"/>
                                          <a:pt x="10348" y="2540"/>
                                        </a:cubicBezTo>
                                        <a:close/>
                                        <a:moveTo>
                                          <a:pt x="10540" y="2540"/>
                                        </a:moveTo>
                                        <a:lnTo>
                                          <a:pt x="10652" y="2540"/>
                                        </a:lnTo>
                                        <a:cubicBezTo>
                                          <a:pt x="10657" y="2540"/>
                                          <a:pt x="10660" y="2543"/>
                                          <a:pt x="10660" y="2548"/>
                                        </a:cubicBezTo>
                                        <a:cubicBezTo>
                                          <a:pt x="10660" y="2552"/>
                                          <a:pt x="10657" y="2556"/>
                                          <a:pt x="10652" y="2556"/>
                                        </a:cubicBezTo>
                                        <a:lnTo>
                                          <a:pt x="10540" y="2556"/>
                                        </a:lnTo>
                                        <a:cubicBezTo>
                                          <a:pt x="10536" y="2556"/>
                                          <a:pt x="10532" y="2552"/>
                                          <a:pt x="10532" y="2548"/>
                                        </a:cubicBezTo>
                                        <a:cubicBezTo>
                                          <a:pt x="10532" y="2543"/>
                                          <a:pt x="10536" y="2540"/>
                                          <a:pt x="10540" y="2540"/>
                                        </a:cubicBezTo>
                                        <a:close/>
                                        <a:moveTo>
                                          <a:pt x="10716" y="2539"/>
                                        </a:moveTo>
                                        <a:lnTo>
                                          <a:pt x="10716" y="2427"/>
                                        </a:lnTo>
                                        <a:cubicBezTo>
                                          <a:pt x="10716" y="2423"/>
                                          <a:pt x="10720" y="2419"/>
                                          <a:pt x="10724" y="2419"/>
                                        </a:cubicBezTo>
                                        <a:cubicBezTo>
                                          <a:pt x="10728" y="2419"/>
                                          <a:pt x="10732" y="2423"/>
                                          <a:pt x="10732" y="2427"/>
                                        </a:cubicBezTo>
                                        <a:lnTo>
                                          <a:pt x="10732" y="2539"/>
                                        </a:lnTo>
                                        <a:cubicBezTo>
                                          <a:pt x="10732" y="2544"/>
                                          <a:pt x="10728" y="2547"/>
                                          <a:pt x="10724" y="2547"/>
                                        </a:cubicBezTo>
                                        <a:cubicBezTo>
                                          <a:pt x="10720" y="2547"/>
                                          <a:pt x="10716" y="2544"/>
                                          <a:pt x="10716" y="2539"/>
                                        </a:cubicBezTo>
                                        <a:close/>
                                        <a:moveTo>
                                          <a:pt x="10716" y="2347"/>
                                        </a:moveTo>
                                        <a:lnTo>
                                          <a:pt x="10716" y="2235"/>
                                        </a:lnTo>
                                        <a:cubicBezTo>
                                          <a:pt x="10716" y="2231"/>
                                          <a:pt x="10720" y="2227"/>
                                          <a:pt x="10724" y="2227"/>
                                        </a:cubicBezTo>
                                        <a:cubicBezTo>
                                          <a:pt x="10728" y="2227"/>
                                          <a:pt x="10732" y="2231"/>
                                          <a:pt x="10732" y="2235"/>
                                        </a:cubicBezTo>
                                        <a:lnTo>
                                          <a:pt x="10732" y="2347"/>
                                        </a:lnTo>
                                        <a:cubicBezTo>
                                          <a:pt x="10732" y="2352"/>
                                          <a:pt x="10728" y="2355"/>
                                          <a:pt x="10724" y="2355"/>
                                        </a:cubicBezTo>
                                        <a:cubicBezTo>
                                          <a:pt x="10720" y="2355"/>
                                          <a:pt x="10716" y="2352"/>
                                          <a:pt x="10716" y="2347"/>
                                        </a:cubicBezTo>
                                        <a:close/>
                                        <a:moveTo>
                                          <a:pt x="10716" y="2155"/>
                                        </a:moveTo>
                                        <a:lnTo>
                                          <a:pt x="10716" y="2043"/>
                                        </a:lnTo>
                                        <a:cubicBezTo>
                                          <a:pt x="10716" y="2039"/>
                                          <a:pt x="10720" y="2035"/>
                                          <a:pt x="10724" y="2035"/>
                                        </a:cubicBezTo>
                                        <a:cubicBezTo>
                                          <a:pt x="10728" y="2035"/>
                                          <a:pt x="10732" y="2039"/>
                                          <a:pt x="10732" y="2043"/>
                                        </a:cubicBezTo>
                                        <a:lnTo>
                                          <a:pt x="10732" y="2155"/>
                                        </a:lnTo>
                                        <a:cubicBezTo>
                                          <a:pt x="10732" y="2160"/>
                                          <a:pt x="10728" y="2163"/>
                                          <a:pt x="10724" y="2163"/>
                                        </a:cubicBezTo>
                                        <a:cubicBezTo>
                                          <a:pt x="10720" y="2163"/>
                                          <a:pt x="10716" y="2160"/>
                                          <a:pt x="10716" y="2155"/>
                                        </a:cubicBezTo>
                                        <a:close/>
                                        <a:moveTo>
                                          <a:pt x="10716" y="1963"/>
                                        </a:moveTo>
                                        <a:lnTo>
                                          <a:pt x="10716" y="1851"/>
                                        </a:lnTo>
                                        <a:cubicBezTo>
                                          <a:pt x="10716" y="1847"/>
                                          <a:pt x="10720" y="1843"/>
                                          <a:pt x="10724" y="1843"/>
                                        </a:cubicBezTo>
                                        <a:cubicBezTo>
                                          <a:pt x="10728" y="1843"/>
                                          <a:pt x="10732" y="1847"/>
                                          <a:pt x="10732" y="1851"/>
                                        </a:cubicBezTo>
                                        <a:lnTo>
                                          <a:pt x="10732" y="1963"/>
                                        </a:lnTo>
                                        <a:cubicBezTo>
                                          <a:pt x="10732" y="1968"/>
                                          <a:pt x="10728" y="1971"/>
                                          <a:pt x="10724" y="1971"/>
                                        </a:cubicBezTo>
                                        <a:cubicBezTo>
                                          <a:pt x="10720" y="1971"/>
                                          <a:pt x="10716" y="1968"/>
                                          <a:pt x="10716" y="1963"/>
                                        </a:cubicBezTo>
                                        <a:close/>
                                        <a:moveTo>
                                          <a:pt x="10716" y="1771"/>
                                        </a:moveTo>
                                        <a:lnTo>
                                          <a:pt x="10716" y="1659"/>
                                        </a:lnTo>
                                        <a:cubicBezTo>
                                          <a:pt x="10716" y="1655"/>
                                          <a:pt x="10720" y="1651"/>
                                          <a:pt x="10724" y="1651"/>
                                        </a:cubicBezTo>
                                        <a:cubicBezTo>
                                          <a:pt x="10728" y="1651"/>
                                          <a:pt x="10732" y="1655"/>
                                          <a:pt x="10732" y="1659"/>
                                        </a:cubicBezTo>
                                        <a:lnTo>
                                          <a:pt x="10732" y="1771"/>
                                        </a:lnTo>
                                        <a:cubicBezTo>
                                          <a:pt x="10732" y="1776"/>
                                          <a:pt x="10728" y="1779"/>
                                          <a:pt x="10724" y="1779"/>
                                        </a:cubicBezTo>
                                        <a:cubicBezTo>
                                          <a:pt x="10720" y="1779"/>
                                          <a:pt x="10716" y="1776"/>
                                          <a:pt x="10716" y="1771"/>
                                        </a:cubicBezTo>
                                        <a:close/>
                                        <a:moveTo>
                                          <a:pt x="10716" y="1579"/>
                                        </a:moveTo>
                                        <a:lnTo>
                                          <a:pt x="10716" y="1467"/>
                                        </a:lnTo>
                                        <a:cubicBezTo>
                                          <a:pt x="10716" y="1463"/>
                                          <a:pt x="10720" y="1459"/>
                                          <a:pt x="10724" y="1459"/>
                                        </a:cubicBezTo>
                                        <a:cubicBezTo>
                                          <a:pt x="10728" y="1459"/>
                                          <a:pt x="10732" y="1463"/>
                                          <a:pt x="10732" y="1467"/>
                                        </a:cubicBezTo>
                                        <a:lnTo>
                                          <a:pt x="10732" y="1579"/>
                                        </a:lnTo>
                                        <a:cubicBezTo>
                                          <a:pt x="10732" y="1584"/>
                                          <a:pt x="10728" y="1587"/>
                                          <a:pt x="10724" y="1587"/>
                                        </a:cubicBezTo>
                                        <a:cubicBezTo>
                                          <a:pt x="10720" y="1587"/>
                                          <a:pt x="10716" y="1584"/>
                                          <a:pt x="10716" y="1579"/>
                                        </a:cubicBezTo>
                                        <a:close/>
                                        <a:moveTo>
                                          <a:pt x="10716" y="1387"/>
                                        </a:moveTo>
                                        <a:lnTo>
                                          <a:pt x="10716" y="1275"/>
                                        </a:lnTo>
                                        <a:cubicBezTo>
                                          <a:pt x="10716" y="1271"/>
                                          <a:pt x="10720" y="1267"/>
                                          <a:pt x="10724" y="1267"/>
                                        </a:cubicBezTo>
                                        <a:cubicBezTo>
                                          <a:pt x="10728" y="1267"/>
                                          <a:pt x="10732" y="1271"/>
                                          <a:pt x="10732" y="1275"/>
                                        </a:cubicBezTo>
                                        <a:lnTo>
                                          <a:pt x="10732" y="1387"/>
                                        </a:lnTo>
                                        <a:cubicBezTo>
                                          <a:pt x="10732" y="1392"/>
                                          <a:pt x="10728" y="1395"/>
                                          <a:pt x="10724" y="1395"/>
                                        </a:cubicBezTo>
                                        <a:cubicBezTo>
                                          <a:pt x="10720" y="1395"/>
                                          <a:pt x="10716" y="1392"/>
                                          <a:pt x="10716" y="1387"/>
                                        </a:cubicBezTo>
                                        <a:close/>
                                        <a:moveTo>
                                          <a:pt x="10716" y="1195"/>
                                        </a:moveTo>
                                        <a:lnTo>
                                          <a:pt x="10716" y="1083"/>
                                        </a:lnTo>
                                        <a:cubicBezTo>
                                          <a:pt x="10716" y="1079"/>
                                          <a:pt x="10720" y="1075"/>
                                          <a:pt x="10724" y="1075"/>
                                        </a:cubicBezTo>
                                        <a:cubicBezTo>
                                          <a:pt x="10728" y="1075"/>
                                          <a:pt x="10732" y="1079"/>
                                          <a:pt x="10732" y="1083"/>
                                        </a:cubicBezTo>
                                        <a:lnTo>
                                          <a:pt x="10732" y="1195"/>
                                        </a:lnTo>
                                        <a:cubicBezTo>
                                          <a:pt x="10732" y="1200"/>
                                          <a:pt x="10728" y="1203"/>
                                          <a:pt x="10724" y="1203"/>
                                        </a:cubicBezTo>
                                        <a:cubicBezTo>
                                          <a:pt x="10720" y="1203"/>
                                          <a:pt x="10716" y="1200"/>
                                          <a:pt x="10716" y="1195"/>
                                        </a:cubicBezTo>
                                        <a:close/>
                                        <a:moveTo>
                                          <a:pt x="10716" y="1003"/>
                                        </a:moveTo>
                                        <a:lnTo>
                                          <a:pt x="10716" y="891"/>
                                        </a:lnTo>
                                        <a:cubicBezTo>
                                          <a:pt x="10716" y="887"/>
                                          <a:pt x="10720" y="883"/>
                                          <a:pt x="10724" y="883"/>
                                        </a:cubicBezTo>
                                        <a:cubicBezTo>
                                          <a:pt x="10728" y="883"/>
                                          <a:pt x="10732" y="887"/>
                                          <a:pt x="10732" y="891"/>
                                        </a:cubicBezTo>
                                        <a:lnTo>
                                          <a:pt x="10732" y="1003"/>
                                        </a:lnTo>
                                        <a:cubicBezTo>
                                          <a:pt x="10732" y="1008"/>
                                          <a:pt x="10728" y="1011"/>
                                          <a:pt x="10724" y="1011"/>
                                        </a:cubicBezTo>
                                        <a:cubicBezTo>
                                          <a:pt x="10720" y="1011"/>
                                          <a:pt x="10716" y="1008"/>
                                          <a:pt x="10716" y="1003"/>
                                        </a:cubicBezTo>
                                        <a:close/>
                                        <a:moveTo>
                                          <a:pt x="10716" y="811"/>
                                        </a:moveTo>
                                        <a:lnTo>
                                          <a:pt x="10716" y="699"/>
                                        </a:lnTo>
                                        <a:cubicBezTo>
                                          <a:pt x="10716" y="695"/>
                                          <a:pt x="10720" y="691"/>
                                          <a:pt x="10724" y="691"/>
                                        </a:cubicBezTo>
                                        <a:cubicBezTo>
                                          <a:pt x="10728" y="691"/>
                                          <a:pt x="10732" y="695"/>
                                          <a:pt x="10732" y="699"/>
                                        </a:cubicBezTo>
                                        <a:lnTo>
                                          <a:pt x="10732" y="811"/>
                                        </a:lnTo>
                                        <a:cubicBezTo>
                                          <a:pt x="10732" y="816"/>
                                          <a:pt x="10728" y="819"/>
                                          <a:pt x="10724" y="819"/>
                                        </a:cubicBezTo>
                                        <a:cubicBezTo>
                                          <a:pt x="10720" y="819"/>
                                          <a:pt x="10716" y="816"/>
                                          <a:pt x="10716" y="811"/>
                                        </a:cubicBezTo>
                                        <a:close/>
                                        <a:moveTo>
                                          <a:pt x="10716" y="619"/>
                                        </a:moveTo>
                                        <a:lnTo>
                                          <a:pt x="10716" y="507"/>
                                        </a:lnTo>
                                        <a:cubicBezTo>
                                          <a:pt x="10716" y="503"/>
                                          <a:pt x="10720" y="499"/>
                                          <a:pt x="10724" y="499"/>
                                        </a:cubicBezTo>
                                        <a:cubicBezTo>
                                          <a:pt x="10728" y="499"/>
                                          <a:pt x="10732" y="503"/>
                                          <a:pt x="10732" y="507"/>
                                        </a:cubicBezTo>
                                        <a:lnTo>
                                          <a:pt x="10732" y="619"/>
                                        </a:lnTo>
                                        <a:cubicBezTo>
                                          <a:pt x="10732" y="624"/>
                                          <a:pt x="10728" y="627"/>
                                          <a:pt x="10724" y="627"/>
                                        </a:cubicBezTo>
                                        <a:cubicBezTo>
                                          <a:pt x="10720" y="627"/>
                                          <a:pt x="10716" y="624"/>
                                          <a:pt x="10716" y="619"/>
                                        </a:cubicBezTo>
                                        <a:close/>
                                        <a:moveTo>
                                          <a:pt x="10716" y="427"/>
                                        </a:moveTo>
                                        <a:lnTo>
                                          <a:pt x="10716" y="315"/>
                                        </a:lnTo>
                                        <a:cubicBezTo>
                                          <a:pt x="10716" y="311"/>
                                          <a:pt x="10720" y="307"/>
                                          <a:pt x="10724" y="307"/>
                                        </a:cubicBezTo>
                                        <a:cubicBezTo>
                                          <a:pt x="10728" y="307"/>
                                          <a:pt x="10732" y="311"/>
                                          <a:pt x="10732" y="315"/>
                                        </a:cubicBezTo>
                                        <a:lnTo>
                                          <a:pt x="10732" y="427"/>
                                        </a:lnTo>
                                        <a:cubicBezTo>
                                          <a:pt x="10732" y="432"/>
                                          <a:pt x="10728" y="435"/>
                                          <a:pt x="10724" y="435"/>
                                        </a:cubicBezTo>
                                        <a:cubicBezTo>
                                          <a:pt x="10720" y="435"/>
                                          <a:pt x="10716" y="432"/>
                                          <a:pt x="10716" y="427"/>
                                        </a:cubicBezTo>
                                        <a:close/>
                                        <a:moveTo>
                                          <a:pt x="10716" y="235"/>
                                        </a:moveTo>
                                        <a:lnTo>
                                          <a:pt x="10716" y="123"/>
                                        </a:lnTo>
                                        <a:cubicBezTo>
                                          <a:pt x="10716" y="119"/>
                                          <a:pt x="10720" y="115"/>
                                          <a:pt x="10724" y="115"/>
                                        </a:cubicBezTo>
                                        <a:cubicBezTo>
                                          <a:pt x="10728" y="115"/>
                                          <a:pt x="10732" y="119"/>
                                          <a:pt x="10732" y="123"/>
                                        </a:cubicBezTo>
                                        <a:lnTo>
                                          <a:pt x="10732" y="235"/>
                                        </a:lnTo>
                                        <a:cubicBezTo>
                                          <a:pt x="10732" y="240"/>
                                          <a:pt x="10728" y="243"/>
                                          <a:pt x="10724" y="243"/>
                                        </a:cubicBezTo>
                                        <a:cubicBezTo>
                                          <a:pt x="10720" y="243"/>
                                          <a:pt x="10716" y="240"/>
                                          <a:pt x="10716" y="235"/>
                                        </a:cubicBezTo>
                                        <a:close/>
                                        <a:moveTo>
                                          <a:pt x="10716" y="43"/>
                                        </a:moveTo>
                                        <a:lnTo>
                                          <a:pt x="10716" y="8"/>
                                        </a:lnTo>
                                        <a:lnTo>
                                          <a:pt x="10724" y="16"/>
                                        </a:lnTo>
                                        <a:lnTo>
                                          <a:pt x="10647" y="16"/>
                                        </a:lnTo>
                                        <a:cubicBezTo>
                                          <a:pt x="10643" y="16"/>
                                          <a:pt x="10639" y="12"/>
                                          <a:pt x="10639" y="8"/>
                                        </a:cubicBezTo>
                                        <a:cubicBezTo>
                                          <a:pt x="10639" y="4"/>
                                          <a:pt x="10643" y="0"/>
                                          <a:pt x="10647" y="0"/>
                                        </a:cubicBezTo>
                                        <a:lnTo>
                                          <a:pt x="10724" y="0"/>
                                        </a:lnTo>
                                        <a:cubicBezTo>
                                          <a:pt x="10728" y="0"/>
                                          <a:pt x="10732" y="4"/>
                                          <a:pt x="10732" y="8"/>
                                        </a:cubicBezTo>
                                        <a:lnTo>
                                          <a:pt x="10732" y="43"/>
                                        </a:lnTo>
                                        <a:cubicBezTo>
                                          <a:pt x="10732" y="48"/>
                                          <a:pt x="10728" y="51"/>
                                          <a:pt x="10724" y="51"/>
                                        </a:cubicBezTo>
                                        <a:cubicBezTo>
                                          <a:pt x="10720" y="51"/>
                                          <a:pt x="10716" y="48"/>
                                          <a:pt x="10716" y="43"/>
                                        </a:cubicBezTo>
                                        <a:close/>
                                        <a:moveTo>
                                          <a:pt x="10567" y="16"/>
                                        </a:moveTo>
                                        <a:lnTo>
                                          <a:pt x="10455" y="16"/>
                                        </a:lnTo>
                                        <a:cubicBezTo>
                                          <a:pt x="10451" y="16"/>
                                          <a:pt x="10447" y="12"/>
                                          <a:pt x="10447" y="8"/>
                                        </a:cubicBezTo>
                                        <a:cubicBezTo>
                                          <a:pt x="10447" y="4"/>
                                          <a:pt x="10451" y="0"/>
                                          <a:pt x="10455" y="0"/>
                                        </a:cubicBezTo>
                                        <a:lnTo>
                                          <a:pt x="10567" y="0"/>
                                        </a:lnTo>
                                        <a:cubicBezTo>
                                          <a:pt x="10572" y="0"/>
                                          <a:pt x="10575" y="4"/>
                                          <a:pt x="10575" y="8"/>
                                        </a:cubicBezTo>
                                        <a:cubicBezTo>
                                          <a:pt x="10575" y="12"/>
                                          <a:pt x="10572" y="16"/>
                                          <a:pt x="10567" y="16"/>
                                        </a:cubicBezTo>
                                        <a:close/>
                                        <a:moveTo>
                                          <a:pt x="10375" y="16"/>
                                        </a:moveTo>
                                        <a:lnTo>
                                          <a:pt x="10263" y="16"/>
                                        </a:lnTo>
                                        <a:cubicBezTo>
                                          <a:pt x="10259" y="16"/>
                                          <a:pt x="10255" y="12"/>
                                          <a:pt x="10255" y="8"/>
                                        </a:cubicBezTo>
                                        <a:cubicBezTo>
                                          <a:pt x="10255" y="4"/>
                                          <a:pt x="10259" y="0"/>
                                          <a:pt x="10263" y="0"/>
                                        </a:cubicBezTo>
                                        <a:lnTo>
                                          <a:pt x="10375" y="0"/>
                                        </a:lnTo>
                                        <a:cubicBezTo>
                                          <a:pt x="10380" y="0"/>
                                          <a:pt x="10383" y="4"/>
                                          <a:pt x="10383" y="8"/>
                                        </a:cubicBezTo>
                                        <a:cubicBezTo>
                                          <a:pt x="10383" y="12"/>
                                          <a:pt x="10380" y="16"/>
                                          <a:pt x="10375" y="16"/>
                                        </a:cubicBezTo>
                                        <a:close/>
                                        <a:moveTo>
                                          <a:pt x="10183" y="16"/>
                                        </a:moveTo>
                                        <a:lnTo>
                                          <a:pt x="10071" y="16"/>
                                        </a:lnTo>
                                        <a:cubicBezTo>
                                          <a:pt x="10067" y="16"/>
                                          <a:pt x="10063" y="12"/>
                                          <a:pt x="10063" y="8"/>
                                        </a:cubicBezTo>
                                        <a:cubicBezTo>
                                          <a:pt x="10063" y="4"/>
                                          <a:pt x="10067" y="0"/>
                                          <a:pt x="10071" y="0"/>
                                        </a:cubicBezTo>
                                        <a:lnTo>
                                          <a:pt x="10183" y="0"/>
                                        </a:lnTo>
                                        <a:cubicBezTo>
                                          <a:pt x="10188" y="0"/>
                                          <a:pt x="10191" y="4"/>
                                          <a:pt x="10191" y="8"/>
                                        </a:cubicBezTo>
                                        <a:cubicBezTo>
                                          <a:pt x="10191" y="12"/>
                                          <a:pt x="10188" y="16"/>
                                          <a:pt x="10183" y="16"/>
                                        </a:cubicBezTo>
                                        <a:close/>
                                        <a:moveTo>
                                          <a:pt x="9991" y="16"/>
                                        </a:moveTo>
                                        <a:lnTo>
                                          <a:pt x="9879" y="16"/>
                                        </a:lnTo>
                                        <a:cubicBezTo>
                                          <a:pt x="9875" y="16"/>
                                          <a:pt x="9871" y="12"/>
                                          <a:pt x="9871" y="8"/>
                                        </a:cubicBezTo>
                                        <a:cubicBezTo>
                                          <a:pt x="9871" y="4"/>
                                          <a:pt x="9875" y="0"/>
                                          <a:pt x="9879" y="0"/>
                                        </a:cubicBezTo>
                                        <a:lnTo>
                                          <a:pt x="9991" y="0"/>
                                        </a:lnTo>
                                        <a:cubicBezTo>
                                          <a:pt x="9996" y="0"/>
                                          <a:pt x="9999" y="4"/>
                                          <a:pt x="9999" y="8"/>
                                        </a:cubicBezTo>
                                        <a:cubicBezTo>
                                          <a:pt x="9999" y="12"/>
                                          <a:pt x="9996" y="16"/>
                                          <a:pt x="9991" y="16"/>
                                        </a:cubicBezTo>
                                        <a:close/>
                                        <a:moveTo>
                                          <a:pt x="9799" y="16"/>
                                        </a:moveTo>
                                        <a:lnTo>
                                          <a:pt x="9687" y="16"/>
                                        </a:lnTo>
                                        <a:cubicBezTo>
                                          <a:pt x="9683" y="16"/>
                                          <a:pt x="9679" y="12"/>
                                          <a:pt x="9679" y="8"/>
                                        </a:cubicBezTo>
                                        <a:cubicBezTo>
                                          <a:pt x="9679" y="4"/>
                                          <a:pt x="9683" y="0"/>
                                          <a:pt x="9687" y="0"/>
                                        </a:cubicBezTo>
                                        <a:lnTo>
                                          <a:pt x="9799" y="0"/>
                                        </a:lnTo>
                                        <a:cubicBezTo>
                                          <a:pt x="9804" y="0"/>
                                          <a:pt x="9807" y="4"/>
                                          <a:pt x="9807" y="8"/>
                                        </a:cubicBezTo>
                                        <a:cubicBezTo>
                                          <a:pt x="9807" y="12"/>
                                          <a:pt x="9804" y="16"/>
                                          <a:pt x="9799" y="16"/>
                                        </a:cubicBezTo>
                                        <a:close/>
                                        <a:moveTo>
                                          <a:pt x="9607" y="16"/>
                                        </a:moveTo>
                                        <a:lnTo>
                                          <a:pt x="9495" y="16"/>
                                        </a:lnTo>
                                        <a:cubicBezTo>
                                          <a:pt x="9491" y="16"/>
                                          <a:pt x="9487" y="12"/>
                                          <a:pt x="9487" y="8"/>
                                        </a:cubicBezTo>
                                        <a:cubicBezTo>
                                          <a:pt x="9487" y="4"/>
                                          <a:pt x="9491" y="0"/>
                                          <a:pt x="9495" y="0"/>
                                        </a:cubicBezTo>
                                        <a:lnTo>
                                          <a:pt x="9607" y="0"/>
                                        </a:lnTo>
                                        <a:cubicBezTo>
                                          <a:pt x="9612" y="0"/>
                                          <a:pt x="9615" y="4"/>
                                          <a:pt x="9615" y="8"/>
                                        </a:cubicBezTo>
                                        <a:cubicBezTo>
                                          <a:pt x="9615" y="12"/>
                                          <a:pt x="9612" y="16"/>
                                          <a:pt x="9607" y="16"/>
                                        </a:cubicBezTo>
                                        <a:close/>
                                        <a:moveTo>
                                          <a:pt x="9415" y="16"/>
                                        </a:moveTo>
                                        <a:lnTo>
                                          <a:pt x="9303" y="16"/>
                                        </a:lnTo>
                                        <a:cubicBezTo>
                                          <a:pt x="9299" y="16"/>
                                          <a:pt x="9295" y="12"/>
                                          <a:pt x="9295" y="8"/>
                                        </a:cubicBezTo>
                                        <a:cubicBezTo>
                                          <a:pt x="9295" y="4"/>
                                          <a:pt x="9299" y="0"/>
                                          <a:pt x="9303" y="0"/>
                                        </a:cubicBezTo>
                                        <a:lnTo>
                                          <a:pt x="9415" y="0"/>
                                        </a:lnTo>
                                        <a:cubicBezTo>
                                          <a:pt x="9420" y="0"/>
                                          <a:pt x="9423" y="4"/>
                                          <a:pt x="9423" y="8"/>
                                        </a:cubicBezTo>
                                        <a:cubicBezTo>
                                          <a:pt x="9423" y="12"/>
                                          <a:pt x="9420" y="16"/>
                                          <a:pt x="9415" y="16"/>
                                        </a:cubicBezTo>
                                        <a:close/>
                                        <a:moveTo>
                                          <a:pt x="9223" y="16"/>
                                        </a:moveTo>
                                        <a:lnTo>
                                          <a:pt x="9111" y="16"/>
                                        </a:lnTo>
                                        <a:cubicBezTo>
                                          <a:pt x="9107" y="16"/>
                                          <a:pt x="9103" y="12"/>
                                          <a:pt x="9103" y="8"/>
                                        </a:cubicBezTo>
                                        <a:cubicBezTo>
                                          <a:pt x="9103" y="4"/>
                                          <a:pt x="9107" y="0"/>
                                          <a:pt x="9111" y="0"/>
                                        </a:cubicBezTo>
                                        <a:lnTo>
                                          <a:pt x="9223" y="0"/>
                                        </a:lnTo>
                                        <a:cubicBezTo>
                                          <a:pt x="9228" y="0"/>
                                          <a:pt x="9231" y="4"/>
                                          <a:pt x="9231" y="8"/>
                                        </a:cubicBezTo>
                                        <a:cubicBezTo>
                                          <a:pt x="9231" y="12"/>
                                          <a:pt x="9228" y="16"/>
                                          <a:pt x="9223" y="16"/>
                                        </a:cubicBezTo>
                                        <a:close/>
                                        <a:moveTo>
                                          <a:pt x="9031" y="16"/>
                                        </a:moveTo>
                                        <a:lnTo>
                                          <a:pt x="8919" y="16"/>
                                        </a:lnTo>
                                        <a:cubicBezTo>
                                          <a:pt x="8915" y="16"/>
                                          <a:pt x="8911" y="12"/>
                                          <a:pt x="8911" y="8"/>
                                        </a:cubicBezTo>
                                        <a:cubicBezTo>
                                          <a:pt x="8911" y="4"/>
                                          <a:pt x="8915" y="0"/>
                                          <a:pt x="8919" y="0"/>
                                        </a:cubicBezTo>
                                        <a:lnTo>
                                          <a:pt x="9031" y="0"/>
                                        </a:lnTo>
                                        <a:cubicBezTo>
                                          <a:pt x="9036" y="0"/>
                                          <a:pt x="9039" y="4"/>
                                          <a:pt x="9039" y="8"/>
                                        </a:cubicBezTo>
                                        <a:cubicBezTo>
                                          <a:pt x="9039" y="12"/>
                                          <a:pt x="9036" y="16"/>
                                          <a:pt x="9031" y="16"/>
                                        </a:cubicBezTo>
                                        <a:close/>
                                        <a:moveTo>
                                          <a:pt x="8839" y="16"/>
                                        </a:moveTo>
                                        <a:lnTo>
                                          <a:pt x="8727" y="16"/>
                                        </a:lnTo>
                                        <a:cubicBezTo>
                                          <a:pt x="8723" y="16"/>
                                          <a:pt x="8719" y="12"/>
                                          <a:pt x="8719" y="8"/>
                                        </a:cubicBezTo>
                                        <a:cubicBezTo>
                                          <a:pt x="8719" y="4"/>
                                          <a:pt x="8723" y="0"/>
                                          <a:pt x="8727" y="0"/>
                                        </a:cubicBezTo>
                                        <a:lnTo>
                                          <a:pt x="8839" y="0"/>
                                        </a:lnTo>
                                        <a:cubicBezTo>
                                          <a:pt x="8844" y="0"/>
                                          <a:pt x="8847" y="4"/>
                                          <a:pt x="8847" y="8"/>
                                        </a:cubicBezTo>
                                        <a:cubicBezTo>
                                          <a:pt x="8847" y="12"/>
                                          <a:pt x="8844" y="16"/>
                                          <a:pt x="8839" y="16"/>
                                        </a:cubicBezTo>
                                        <a:close/>
                                        <a:moveTo>
                                          <a:pt x="8647" y="16"/>
                                        </a:moveTo>
                                        <a:lnTo>
                                          <a:pt x="8535" y="16"/>
                                        </a:lnTo>
                                        <a:cubicBezTo>
                                          <a:pt x="8531" y="16"/>
                                          <a:pt x="8527" y="12"/>
                                          <a:pt x="8527" y="8"/>
                                        </a:cubicBezTo>
                                        <a:cubicBezTo>
                                          <a:pt x="8527" y="4"/>
                                          <a:pt x="8531" y="0"/>
                                          <a:pt x="8535" y="0"/>
                                        </a:cubicBezTo>
                                        <a:lnTo>
                                          <a:pt x="8647" y="0"/>
                                        </a:lnTo>
                                        <a:cubicBezTo>
                                          <a:pt x="8652" y="0"/>
                                          <a:pt x="8655" y="4"/>
                                          <a:pt x="8655" y="8"/>
                                        </a:cubicBezTo>
                                        <a:cubicBezTo>
                                          <a:pt x="8655" y="12"/>
                                          <a:pt x="8652" y="16"/>
                                          <a:pt x="8647" y="16"/>
                                        </a:cubicBezTo>
                                        <a:close/>
                                        <a:moveTo>
                                          <a:pt x="8455" y="16"/>
                                        </a:moveTo>
                                        <a:lnTo>
                                          <a:pt x="8343" y="16"/>
                                        </a:lnTo>
                                        <a:cubicBezTo>
                                          <a:pt x="8339" y="16"/>
                                          <a:pt x="8335" y="12"/>
                                          <a:pt x="8335" y="8"/>
                                        </a:cubicBezTo>
                                        <a:cubicBezTo>
                                          <a:pt x="8335" y="4"/>
                                          <a:pt x="8339" y="0"/>
                                          <a:pt x="8343" y="0"/>
                                        </a:cubicBezTo>
                                        <a:lnTo>
                                          <a:pt x="8455" y="0"/>
                                        </a:lnTo>
                                        <a:cubicBezTo>
                                          <a:pt x="8460" y="0"/>
                                          <a:pt x="8463" y="4"/>
                                          <a:pt x="8463" y="8"/>
                                        </a:cubicBezTo>
                                        <a:cubicBezTo>
                                          <a:pt x="8463" y="12"/>
                                          <a:pt x="8460" y="16"/>
                                          <a:pt x="8455" y="16"/>
                                        </a:cubicBezTo>
                                        <a:close/>
                                        <a:moveTo>
                                          <a:pt x="8263" y="16"/>
                                        </a:moveTo>
                                        <a:lnTo>
                                          <a:pt x="8151" y="16"/>
                                        </a:lnTo>
                                        <a:cubicBezTo>
                                          <a:pt x="8147" y="16"/>
                                          <a:pt x="8143" y="12"/>
                                          <a:pt x="8143" y="8"/>
                                        </a:cubicBezTo>
                                        <a:cubicBezTo>
                                          <a:pt x="8143" y="4"/>
                                          <a:pt x="8147" y="0"/>
                                          <a:pt x="8151" y="0"/>
                                        </a:cubicBezTo>
                                        <a:lnTo>
                                          <a:pt x="8263" y="0"/>
                                        </a:lnTo>
                                        <a:cubicBezTo>
                                          <a:pt x="8268" y="0"/>
                                          <a:pt x="8271" y="4"/>
                                          <a:pt x="8271" y="8"/>
                                        </a:cubicBezTo>
                                        <a:cubicBezTo>
                                          <a:pt x="8271" y="12"/>
                                          <a:pt x="8268" y="16"/>
                                          <a:pt x="8263" y="16"/>
                                        </a:cubicBezTo>
                                        <a:close/>
                                        <a:moveTo>
                                          <a:pt x="8071" y="16"/>
                                        </a:moveTo>
                                        <a:lnTo>
                                          <a:pt x="7959" y="16"/>
                                        </a:lnTo>
                                        <a:cubicBezTo>
                                          <a:pt x="7955" y="16"/>
                                          <a:pt x="7951" y="12"/>
                                          <a:pt x="7951" y="8"/>
                                        </a:cubicBezTo>
                                        <a:cubicBezTo>
                                          <a:pt x="7951" y="4"/>
                                          <a:pt x="7955" y="0"/>
                                          <a:pt x="7959" y="0"/>
                                        </a:cubicBezTo>
                                        <a:lnTo>
                                          <a:pt x="8071" y="0"/>
                                        </a:lnTo>
                                        <a:cubicBezTo>
                                          <a:pt x="8076" y="0"/>
                                          <a:pt x="8079" y="4"/>
                                          <a:pt x="8079" y="8"/>
                                        </a:cubicBezTo>
                                        <a:cubicBezTo>
                                          <a:pt x="8079" y="12"/>
                                          <a:pt x="8076" y="16"/>
                                          <a:pt x="8071" y="16"/>
                                        </a:cubicBezTo>
                                        <a:close/>
                                        <a:moveTo>
                                          <a:pt x="7879" y="16"/>
                                        </a:moveTo>
                                        <a:lnTo>
                                          <a:pt x="7767" y="16"/>
                                        </a:lnTo>
                                        <a:cubicBezTo>
                                          <a:pt x="7763" y="16"/>
                                          <a:pt x="7759" y="12"/>
                                          <a:pt x="7759" y="8"/>
                                        </a:cubicBezTo>
                                        <a:cubicBezTo>
                                          <a:pt x="7759" y="4"/>
                                          <a:pt x="7763" y="0"/>
                                          <a:pt x="7767" y="0"/>
                                        </a:cubicBezTo>
                                        <a:lnTo>
                                          <a:pt x="7879" y="0"/>
                                        </a:lnTo>
                                        <a:cubicBezTo>
                                          <a:pt x="7884" y="0"/>
                                          <a:pt x="7887" y="4"/>
                                          <a:pt x="7887" y="8"/>
                                        </a:cubicBezTo>
                                        <a:cubicBezTo>
                                          <a:pt x="7887" y="12"/>
                                          <a:pt x="7884" y="16"/>
                                          <a:pt x="7879" y="16"/>
                                        </a:cubicBezTo>
                                        <a:close/>
                                        <a:moveTo>
                                          <a:pt x="7687" y="16"/>
                                        </a:moveTo>
                                        <a:lnTo>
                                          <a:pt x="7575" y="16"/>
                                        </a:lnTo>
                                        <a:cubicBezTo>
                                          <a:pt x="7571" y="16"/>
                                          <a:pt x="7567" y="12"/>
                                          <a:pt x="7567" y="8"/>
                                        </a:cubicBezTo>
                                        <a:cubicBezTo>
                                          <a:pt x="7567" y="4"/>
                                          <a:pt x="7571" y="0"/>
                                          <a:pt x="7575" y="0"/>
                                        </a:cubicBezTo>
                                        <a:lnTo>
                                          <a:pt x="7687" y="0"/>
                                        </a:lnTo>
                                        <a:cubicBezTo>
                                          <a:pt x="7692" y="0"/>
                                          <a:pt x="7695" y="4"/>
                                          <a:pt x="7695" y="8"/>
                                        </a:cubicBezTo>
                                        <a:cubicBezTo>
                                          <a:pt x="7695" y="12"/>
                                          <a:pt x="7692" y="16"/>
                                          <a:pt x="7687" y="16"/>
                                        </a:cubicBezTo>
                                        <a:close/>
                                        <a:moveTo>
                                          <a:pt x="7495" y="16"/>
                                        </a:moveTo>
                                        <a:lnTo>
                                          <a:pt x="7383" y="16"/>
                                        </a:lnTo>
                                        <a:cubicBezTo>
                                          <a:pt x="7379" y="16"/>
                                          <a:pt x="7375" y="12"/>
                                          <a:pt x="7375" y="8"/>
                                        </a:cubicBezTo>
                                        <a:cubicBezTo>
                                          <a:pt x="7375" y="4"/>
                                          <a:pt x="7379" y="0"/>
                                          <a:pt x="7383" y="0"/>
                                        </a:cubicBezTo>
                                        <a:lnTo>
                                          <a:pt x="7495" y="0"/>
                                        </a:lnTo>
                                        <a:cubicBezTo>
                                          <a:pt x="7500" y="0"/>
                                          <a:pt x="7503" y="4"/>
                                          <a:pt x="7503" y="8"/>
                                        </a:cubicBezTo>
                                        <a:cubicBezTo>
                                          <a:pt x="7503" y="12"/>
                                          <a:pt x="7500" y="16"/>
                                          <a:pt x="7495" y="16"/>
                                        </a:cubicBezTo>
                                        <a:close/>
                                        <a:moveTo>
                                          <a:pt x="7303" y="16"/>
                                        </a:moveTo>
                                        <a:lnTo>
                                          <a:pt x="7191" y="16"/>
                                        </a:lnTo>
                                        <a:cubicBezTo>
                                          <a:pt x="7187" y="16"/>
                                          <a:pt x="7183" y="12"/>
                                          <a:pt x="7183" y="8"/>
                                        </a:cubicBezTo>
                                        <a:cubicBezTo>
                                          <a:pt x="7183" y="4"/>
                                          <a:pt x="7187" y="0"/>
                                          <a:pt x="7191" y="0"/>
                                        </a:cubicBezTo>
                                        <a:lnTo>
                                          <a:pt x="7303" y="0"/>
                                        </a:lnTo>
                                        <a:cubicBezTo>
                                          <a:pt x="7308" y="0"/>
                                          <a:pt x="7311" y="4"/>
                                          <a:pt x="7311" y="8"/>
                                        </a:cubicBezTo>
                                        <a:cubicBezTo>
                                          <a:pt x="7311" y="12"/>
                                          <a:pt x="7308" y="16"/>
                                          <a:pt x="7303" y="16"/>
                                        </a:cubicBezTo>
                                        <a:close/>
                                        <a:moveTo>
                                          <a:pt x="7111" y="16"/>
                                        </a:moveTo>
                                        <a:lnTo>
                                          <a:pt x="6999" y="16"/>
                                        </a:lnTo>
                                        <a:cubicBezTo>
                                          <a:pt x="6995" y="16"/>
                                          <a:pt x="6991" y="12"/>
                                          <a:pt x="6991" y="8"/>
                                        </a:cubicBezTo>
                                        <a:cubicBezTo>
                                          <a:pt x="6991" y="4"/>
                                          <a:pt x="6995" y="0"/>
                                          <a:pt x="6999" y="0"/>
                                        </a:cubicBezTo>
                                        <a:lnTo>
                                          <a:pt x="7111" y="0"/>
                                        </a:lnTo>
                                        <a:cubicBezTo>
                                          <a:pt x="7116" y="0"/>
                                          <a:pt x="7119" y="4"/>
                                          <a:pt x="7119" y="8"/>
                                        </a:cubicBezTo>
                                        <a:cubicBezTo>
                                          <a:pt x="7119" y="12"/>
                                          <a:pt x="7116" y="16"/>
                                          <a:pt x="7111" y="16"/>
                                        </a:cubicBezTo>
                                        <a:close/>
                                        <a:moveTo>
                                          <a:pt x="6919" y="16"/>
                                        </a:moveTo>
                                        <a:lnTo>
                                          <a:pt x="6807" y="16"/>
                                        </a:lnTo>
                                        <a:cubicBezTo>
                                          <a:pt x="6803" y="16"/>
                                          <a:pt x="6799" y="12"/>
                                          <a:pt x="6799" y="8"/>
                                        </a:cubicBezTo>
                                        <a:cubicBezTo>
                                          <a:pt x="6799" y="4"/>
                                          <a:pt x="6803" y="0"/>
                                          <a:pt x="6807" y="0"/>
                                        </a:cubicBezTo>
                                        <a:lnTo>
                                          <a:pt x="6919" y="0"/>
                                        </a:lnTo>
                                        <a:cubicBezTo>
                                          <a:pt x="6924" y="0"/>
                                          <a:pt x="6927" y="4"/>
                                          <a:pt x="6927" y="8"/>
                                        </a:cubicBezTo>
                                        <a:cubicBezTo>
                                          <a:pt x="6927" y="12"/>
                                          <a:pt x="6924" y="16"/>
                                          <a:pt x="6919" y="16"/>
                                        </a:cubicBezTo>
                                        <a:close/>
                                        <a:moveTo>
                                          <a:pt x="6727" y="16"/>
                                        </a:moveTo>
                                        <a:lnTo>
                                          <a:pt x="6615" y="16"/>
                                        </a:lnTo>
                                        <a:cubicBezTo>
                                          <a:pt x="6611" y="16"/>
                                          <a:pt x="6607" y="12"/>
                                          <a:pt x="6607" y="8"/>
                                        </a:cubicBezTo>
                                        <a:cubicBezTo>
                                          <a:pt x="6607" y="4"/>
                                          <a:pt x="6611" y="0"/>
                                          <a:pt x="6615" y="0"/>
                                        </a:cubicBezTo>
                                        <a:lnTo>
                                          <a:pt x="6727" y="0"/>
                                        </a:lnTo>
                                        <a:cubicBezTo>
                                          <a:pt x="6732" y="0"/>
                                          <a:pt x="6735" y="4"/>
                                          <a:pt x="6735" y="8"/>
                                        </a:cubicBezTo>
                                        <a:cubicBezTo>
                                          <a:pt x="6735" y="12"/>
                                          <a:pt x="6732" y="16"/>
                                          <a:pt x="6727" y="16"/>
                                        </a:cubicBezTo>
                                        <a:close/>
                                        <a:moveTo>
                                          <a:pt x="6535" y="16"/>
                                        </a:moveTo>
                                        <a:lnTo>
                                          <a:pt x="6423" y="16"/>
                                        </a:lnTo>
                                        <a:cubicBezTo>
                                          <a:pt x="6419" y="16"/>
                                          <a:pt x="6415" y="12"/>
                                          <a:pt x="6415" y="8"/>
                                        </a:cubicBezTo>
                                        <a:cubicBezTo>
                                          <a:pt x="6415" y="4"/>
                                          <a:pt x="6419" y="0"/>
                                          <a:pt x="6423" y="0"/>
                                        </a:cubicBezTo>
                                        <a:lnTo>
                                          <a:pt x="6535" y="0"/>
                                        </a:lnTo>
                                        <a:cubicBezTo>
                                          <a:pt x="6540" y="0"/>
                                          <a:pt x="6543" y="4"/>
                                          <a:pt x="6543" y="8"/>
                                        </a:cubicBezTo>
                                        <a:cubicBezTo>
                                          <a:pt x="6543" y="12"/>
                                          <a:pt x="6540" y="16"/>
                                          <a:pt x="6535" y="16"/>
                                        </a:cubicBezTo>
                                        <a:close/>
                                        <a:moveTo>
                                          <a:pt x="6343" y="16"/>
                                        </a:moveTo>
                                        <a:lnTo>
                                          <a:pt x="6231" y="16"/>
                                        </a:lnTo>
                                        <a:cubicBezTo>
                                          <a:pt x="6227" y="16"/>
                                          <a:pt x="6223" y="12"/>
                                          <a:pt x="6223" y="8"/>
                                        </a:cubicBezTo>
                                        <a:cubicBezTo>
                                          <a:pt x="6223" y="4"/>
                                          <a:pt x="6227" y="0"/>
                                          <a:pt x="6231" y="0"/>
                                        </a:cubicBezTo>
                                        <a:lnTo>
                                          <a:pt x="6343" y="0"/>
                                        </a:lnTo>
                                        <a:cubicBezTo>
                                          <a:pt x="6348" y="0"/>
                                          <a:pt x="6351" y="4"/>
                                          <a:pt x="6351" y="8"/>
                                        </a:cubicBezTo>
                                        <a:cubicBezTo>
                                          <a:pt x="6351" y="12"/>
                                          <a:pt x="6348" y="16"/>
                                          <a:pt x="6343" y="16"/>
                                        </a:cubicBezTo>
                                        <a:close/>
                                        <a:moveTo>
                                          <a:pt x="6151" y="16"/>
                                        </a:moveTo>
                                        <a:lnTo>
                                          <a:pt x="6039" y="16"/>
                                        </a:lnTo>
                                        <a:cubicBezTo>
                                          <a:pt x="6035" y="16"/>
                                          <a:pt x="6031" y="12"/>
                                          <a:pt x="6031" y="8"/>
                                        </a:cubicBezTo>
                                        <a:cubicBezTo>
                                          <a:pt x="6031" y="4"/>
                                          <a:pt x="6035" y="0"/>
                                          <a:pt x="6039" y="0"/>
                                        </a:cubicBezTo>
                                        <a:lnTo>
                                          <a:pt x="6151" y="0"/>
                                        </a:lnTo>
                                        <a:cubicBezTo>
                                          <a:pt x="6156" y="0"/>
                                          <a:pt x="6159" y="4"/>
                                          <a:pt x="6159" y="8"/>
                                        </a:cubicBezTo>
                                        <a:cubicBezTo>
                                          <a:pt x="6159" y="12"/>
                                          <a:pt x="6156" y="16"/>
                                          <a:pt x="6151" y="16"/>
                                        </a:cubicBezTo>
                                        <a:close/>
                                        <a:moveTo>
                                          <a:pt x="5959" y="16"/>
                                        </a:moveTo>
                                        <a:lnTo>
                                          <a:pt x="5847" y="16"/>
                                        </a:lnTo>
                                        <a:cubicBezTo>
                                          <a:pt x="5843" y="16"/>
                                          <a:pt x="5839" y="12"/>
                                          <a:pt x="5839" y="8"/>
                                        </a:cubicBezTo>
                                        <a:cubicBezTo>
                                          <a:pt x="5839" y="4"/>
                                          <a:pt x="5843" y="0"/>
                                          <a:pt x="5847" y="0"/>
                                        </a:cubicBezTo>
                                        <a:lnTo>
                                          <a:pt x="5959" y="0"/>
                                        </a:lnTo>
                                        <a:cubicBezTo>
                                          <a:pt x="5964" y="0"/>
                                          <a:pt x="5967" y="4"/>
                                          <a:pt x="5967" y="8"/>
                                        </a:cubicBezTo>
                                        <a:cubicBezTo>
                                          <a:pt x="5967" y="12"/>
                                          <a:pt x="5964" y="16"/>
                                          <a:pt x="5959" y="16"/>
                                        </a:cubicBezTo>
                                        <a:close/>
                                        <a:moveTo>
                                          <a:pt x="5767" y="16"/>
                                        </a:moveTo>
                                        <a:lnTo>
                                          <a:pt x="5655" y="16"/>
                                        </a:lnTo>
                                        <a:cubicBezTo>
                                          <a:pt x="5651" y="16"/>
                                          <a:pt x="5647" y="12"/>
                                          <a:pt x="5647" y="8"/>
                                        </a:cubicBezTo>
                                        <a:cubicBezTo>
                                          <a:pt x="5647" y="4"/>
                                          <a:pt x="5651" y="0"/>
                                          <a:pt x="5655" y="0"/>
                                        </a:cubicBezTo>
                                        <a:lnTo>
                                          <a:pt x="5767" y="0"/>
                                        </a:lnTo>
                                        <a:cubicBezTo>
                                          <a:pt x="5772" y="0"/>
                                          <a:pt x="5775" y="4"/>
                                          <a:pt x="5775" y="8"/>
                                        </a:cubicBezTo>
                                        <a:cubicBezTo>
                                          <a:pt x="5775" y="12"/>
                                          <a:pt x="5772" y="16"/>
                                          <a:pt x="5767" y="16"/>
                                        </a:cubicBezTo>
                                        <a:close/>
                                        <a:moveTo>
                                          <a:pt x="5575" y="16"/>
                                        </a:moveTo>
                                        <a:lnTo>
                                          <a:pt x="5463" y="16"/>
                                        </a:lnTo>
                                        <a:cubicBezTo>
                                          <a:pt x="5459" y="16"/>
                                          <a:pt x="5455" y="12"/>
                                          <a:pt x="5455" y="8"/>
                                        </a:cubicBezTo>
                                        <a:cubicBezTo>
                                          <a:pt x="5455" y="4"/>
                                          <a:pt x="5459" y="0"/>
                                          <a:pt x="5463" y="0"/>
                                        </a:cubicBezTo>
                                        <a:lnTo>
                                          <a:pt x="5575" y="0"/>
                                        </a:lnTo>
                                        <a:cubicBezTo>
                                          <a:pt x="5580" y="0"/>
                                          <a:pt x="5583" y="4"/>
                                          <a:pt x="5583" y="8"/>
                                        </a:cubicBezTo>
                                        <a:cubicBezTo>
                                          <a:pt x="5583" y="12"/>
                                          <a:pt x="5580" y="16"/>
                                          <a:pt x="5575" y="16"/>
                                        </a:cubicBezTo>
                                        <a:close/>
                                        <a:moveTo>
                                          <a:pt x="5383" y="16"/>
                                        </a:moveTo>
                                        <a:lnTo>
                                          <a:pt x="5271" y="16"/>
                                        </a:lnTo>
                                        <a:cubicBezTo>
                                          <a:pt x="5267" y="16"/>
                                          <a:pt x="5263" y="12"/>
                                          <a:pt x="5263" y="8"/>
                                        </a:cubicBezTo>
                                        <a:cubicBezTo>
                                          <a:pt x="5263" y="4"/>
                                          <a:pt x="5267" y="0"/>
                                          <a:pt x="5271" y="0"/>
                                        </a:cubicBezTo>
                                        <a:lnTo>
                                          <a:pt x="5383" y="0"/>
                                        </a:lnTo>
                                        <a:cubicBezTo>
                                          <a:pt x="5388" y="0"/>
                                          <a:pt x="5391" y="4"/>
                                          <a:pt x="5391" y="8"/>
                                        </a:cubicBezTo>
                                        <a:cubicBezTo>
                                          <a:pt x="5391" y="12"/>
                                          <a:pt x="5388" y="16"/>
                                          <a:pt x="5383" y="16"/>
                                        </a:cubicBezTo>
                                        <a:close/>
                                        <a:moveTo>
                                          <a:pt x="5191" y="16"/>
                                        </a:moveTo>
                                        <a:lnTo>
                                          <a:pt x="5079" y="16"/>
                                        </a:lnTo>
                                        <a:cubicBezTo>
                                          <a:pt x="5075" y="16"/>
                                          <a:pt x="5071" y="12"/>
                                          <a:pt x="5071" y="8"/>
                                        </a:cubicBezTo>
                                        <a:cubicBezTo>
                                          <a:pt x="5071" y="4"/>
                                          <a:pt x="5075" y="0"/>
                                          <a:pt x="5079" y="0"/>
                                        </a:cubicBezTo>
                                        <a:lnTo>
                                          <a:pt x="5191" y="0"/>
                                        </a:lnTo>
                                        <a:cubicBezTo>
                                          <a:pt x="5196" y="0"/>
                                          <a:pt x="5199" y="4"/>
                                          <a:pt x="5199" y="8"/>
                                        </a:cubicBezTo>
                                        <a:cubicBezTo>
                                          <a:pt x="5199" y="12"/>
                                          <a:pt x="5196" y="16"/>
                                          <a:pt x="5191" y="16"/>
                                        </a:cubicBezTo>
                                        <a:close/>
                                        <a:moveTo>
                                          <a:pt x="4999" y="16"/>
                                        </a:moveTo>
                                        <a:lnTo>
                                          <a:pt x="4887" y="16"/>
                                        </a:lnTo>
                                        <a:cubicBezTo>
                                          <a:pt x="4883" y="16"/>
                                          <a:pt x="4879" y="12"/>
                                          <a:pt x="4879" y="8"/>
                                        </a:cubicBezTo>
                                        <a:cubicBezTo>
                                          <a:pt x="4879" y="4"/>
                                          <a:pt x="4883" y="0"/>
                                          <a:pt x="4887" y="0"/>
                                        </a:cubicBezTo>
                                        <a:lnTo>
                                          <a:pt x="4999" y="0"/>
                                        </a:lnTo>
                                        <a:cubicBezTo>
                                          <a:pt x="5004" y="0"/>
                                          <a:pt x="5007" y="4"/>
                                          <a:pt x="5007" y="8"/>
                                        </a:cubicBezTo>
                                        <a:cubicBezTo>
                                          <a:pt x="5007" y="12"/>
                                          <a:pt x="5004" y="16"/>
                                          <a:pt x="4999" y="16"/>
                                        </a:cubicBezTo>
                                        <a:close/>
                                        <a:moveTo>
                                          <a:pt x="4807" y="16"/>
                                        </a:moveTo>
                                        <a:lnTo>
                                          <a:pt x="4695" y="16"/>
                                        </a:lnTo>
                                        <a:cubicBezTo>
                                          <a:pt x="4691" y="16"/>
                                          <a:pt x="4687" y="12"/>
                                          <a:pt x="4687" y="8"/>
                                        </a:cubicBezTo>
                                        <a:cubicBezTo>
                                          <a:pt x="4687" y="4"/>
                                          <a:pt x="4691" y="0"/>
                                          <a:pt x="4695" y="0"/>
                                        </a:cubicBezTo>
                                        <a:lnTo>
                                          <a:pt x="4807" y="0"/>
                                        </a:lnTo>
                                        <a:cubicBezTo>
                                          <a:pt x="4812" y="0"/>
                                          <a:pt x="4815" y="4"/>
                                          <a:pt x="4815" y="8"/>
                                        </a:cubicBezTo>
                                        <a:cubicBezTo>
                                          <a:pt x="4815" y="12"/>
                                          <a:pt x="4812" y="16"/>
                                          <a:pt x="4807" y="16"/>
                                        </a:cubicBezTo>
                                        <a:close/>
                                        <a:moveTo>
                                          <a:pt x="4615" y="16"/>
                                        </a:moveTo>
                                        <a:lnTo>
                                          <a:pt x="4503" y="16"/>
                                        </a:lnTo>
                                        <a:cubicBezTo>
                                          <a:pt x="4499" y="16"/>
                                          <a:pt x="4495" y="12"/>
                                          <a:pt x="4495" y="8"/>
                                        </a:cubicBezTo>
                                        <a:cubicBezTo>
                                          <a:pt x="4495" y="4"/>
                                          <a:pt x="4499" y="0"/>
                                          <a:pt x="4503" y="0"/>
                                        </a:cubicBezTo>
                                        <a:lnTo>
                                          <a:pt x="4615" y="0"/>
                                        </a:lnTo>
                                        <a:cubicBezTo>
                                          <a:pt x="4620" y="0"/>
                                          <a:pt x="4623" y="4"/>
                                          <a:pt x="4623" y="8"/>
                                        </a:cubicBezTo>
                                        <a:cubicBezTo>
                                          <a:pt x="4623" y="12"/>
                                          <a:pt x="4620" y="16"/>
                                          <a:pt x="4615" y="16"/>
                                        </a:cubicBezTo>
                                        <a:close/>
                                        <a:moveTo>
                                          <a:pt x="4423" y="16"/>
                                        </a:moveTo>
                                        <a:lnTo>
                                          <a:pt x="4311" y="16"/>
                                        </a:lnTo>
                                        <a:cubicBezTo>
                                          <a:pt x="4307" y="16"/>
                                          <a:pt x="4303" y="12"/>
                                          <a:pt x="4303" y="8"/>
                                        </a:cubicBezTo>
                                        <a:cubicBezTo>
                                          <a:pt x="4303" y="4"/>
                                          <a:pt x="4307" y="0"/>
                                          <a:pt x="4311" y="0"/>
                                        </a:cubicBezTo>
                                        <a:lnTo>
                                          <a:pt x="4423" y="0"/>
                                        </a:lnTo>
                                        <a:cubicBezTo>
                                          <a:pt x="4428" y="0"/>
                                          <a:pt x="4431" y="4"/>
                                          <a:pt x="4431" y="8"/>
                                        </a:cubicBezTo>
                                        <a:cubicBezTo>
                                          <a:pt x="4431" y="12"/>
                                          <a:pt x="4428" y="16"/>
                                          <a:pt x="4423" y="16"/>
                                        </a:cubicBezTo>
                                        <a:close/>
                                        <a:moveTo>
                                          <a:pt x="4231" y="16"/>
                                        </a:moveTo>
                                        <a:lnTo>
                                          <a:pt x="4119" y="16"/>
                                        </a:lnTo>
                                        <a:cubicBezTo>
                                          <a:pt x="4115" y="16"/>
                                          <a:pt x="4111" y="12"/>
                                          <a:pt x="4111" y="8"/>
                                        </a:cubicBezTo>
                                        <a:cubicBezTo>
                                          <a:pt x="4111" y="4"/>
                                          <a:pt x="4115" y="0"/>
                                          <a:pt x="4119" y="0"/>
                                        </a:cubicBezTo>
                                        <a:lnTo>
                                          <a:pt x="4231" y="0"/>
                                        </a:lnTo>
                                        <a:cubicBezTo>
                                          <a:pt x="4236" y="0"/>
                                          <a:pt x="4239" y="4"/>
                                          <a:pt x="4239" y="8"/>
                                        </a:cubicBezTo>
                                        <a:cubicBezTo>
                                          <a:pt x="4239" y="12"/>
                                          <a:pt x="4236" y="16"/>
                                          <a:pt x="4231" y="16"/>
                                        </a:cubicBezTo>
                                        <a:close/>
                                        <a:moveTo>
                                          <a:pt x="4039" y="16"/>
                                        </a:moveTo>
                                        <a:lnTo>
                                          <a:pt x="3927" y="16"/>
                                        </a:lnTo>
                                        <a:cubicBezTo>
                                          <a:pt x="3923" y="16"/>
                                          <a:pt x="3919" y="12"/>
                                          <a:pt x="3919" y="8"/>
                                        </a:cubicBezTo>
                                        <a:cubicBezTo>
                                          <a:pt x="3919" y="4"/>
                                          <a:pt x="3923" y="0"/>
                                          <a:pt x="3927" y="0"/>
                                        </a:cubicBezTo>
                                        <a:lnTo>
                                          <a:pt x="4039" y="0"/>
                                        </a:lnTo>
                                        <a:cubicBezTo>
                                          <a:pt x="4044" y="0"/>
                                          <a:pt x="4047" y="4"/>
                                          <a:pt x="4047" y="8"/>
                                        </a:cubicBezTo>
                                        <a:cubicBezTo>
                                          <a:pt x="4047" y="12"/>
                                          <a:pt x="4044" y="16"/>
                                          <a:pt x="4039" y="16"/>
                                        </a:cubicBezTo>
                                        <a:close/>
                                        <a:moveTo>
                                          <a:pt x="3847" y="16"/>
                                        </a:moveTo>
                                        <a:lnTo>
                                          <a:pt x="3735" y="16"/>
                                        </a:lnTo>
                                        <a:cubicBezTo>
                                          <a:pt x="3731" y="16"/>
                                          <a:pt x="3727" y="12"/>
                                          <a:pt x="3727" y="8"/>
                                        </a:cubicBezTo>
                                        <a:cubicBezTo>
                                          <a:pt x="3727" y="4"/>
                                          <a:pt x="3731" y="0"/>
                                          <a:pt x="3735" y="0"/>
                                        </a:cubicBezTo>
                                        <a:lnTo>
                                          <a:pt x="3847" y="0"/>
                                        </a:lnTo>
                                        <a:cubicBezTo>
                                          <a:pt x="3852" y="0"/>
                                          <a:pt x="3855" y="4"/>
                                          <a:pt x="3855" y="8"/>
                                        </a:cubicBezTo>
                                        <a:cubicBezTo>
                                          <a:pt x="3855" y="12"/>
                                          <a:pt x="3852" y="16"/>
                                          <a:pt x="3847" y="16"/>
                                        </a:cubicBezTo>
                                        <a:close/>
                                        <a:moveTo>
                                          <a:pt x="3655" y="16"/>
                                        </a:moveTo>
                                        <a:lnTo>
                                          <a:pt x="3543" y="16"/>
                                        </a:lnTo>
                                        <a:cubicBezTo>
                                          <a:pt x="3539" y="16"/>
                                          <a:pt x="3535" y="12"/>
                                          <a:pt x="3535" y="8"/>
                                        </a:cubicBezTo>
                                        <a:cubicBezTo>
                                          <a:pt x="3535" y="4"/>
                                          <a:pt x="3539" y="0"/>
                                          <a:pt x="3543" y="0"/>
                                        </a:cubicBezTo>
                                        <a:lnTo>
                                          <a:pt x="3655" y="0"/>
                                        </a:lnTo>
                                        <a:cubicBezTo>
                                          <a:pt x="3660" y="0"/>
                                          <a:pt x="3663" y="4"/>
                                          <a:pt x="3663" y="8"/>
                                        </a:cubicBezTo>
                                        <a:cubicBezTo>
                                          <a:pt x="3663" y="12"/>
                                          <a:pt x="3660" y="16"/>
                                          <a:pt x="3655" y="16"/>
                                        </a:cubicBezTo>
                                        <a:close/>
                                        <a:moveTo>
                                          <a:pt x="3463" y="16"/>
                                        </a:moveTo>
                                        <a:lnTo>
                                          <a:pt x="3351" y="16"/>
                                        </a:lnTo>
                                        <a:cubicBezTo>
                                          <a:pt x="3347" y="16"/>
                                          <a:pt x="3343" y="12"/>
                                          <a:pt x="3343" y="8"/>
                                        </a:cubicBezTo>
                                        <a:cubicBezTo>
                                          <a:pt x="3343" y="4"/>
                                          <a:pt x="3347" y="0"/>
                                          <a:pt x="3351" y="0"/>
                                        </a:cubicBezTo>
                                        <a:lnTo>
                                          <a:pt x="3463" y="0"/>
                                        </a:lnTo>
                                        <a:cubicBezTo>
                                          <a:pt x="3468" y="0"/>
                                          <a:pt x="3471" y="4"/>
                                          <a:pt x="3471" y="8"/>
                                        </a:cubicBezTo>
                                        <a:cubicBezTo>
                                          <a:pt x="3471" y="12"/>
                                          <a:pt x="3468" y="16"/>
                                          <a:pt x="3463" y="16"/>
                                        </a:cubicBezTo>
                                        <a:close/>
                                        <a:moveTo>
                                          <a:pt x="3271" y="16"/>
                                        </a:moveTo>
                                        <a:lnTo>
                                          <a:pt x="3159" y="16"/>
                                        </a:lnTo>
                                        <a:cubicBezTo>
                                          <a:pt x="3155" y="16"/>
                                          <a:pt x="3151" y="12"/>
                                          <a:pt x="3151" y="8"/>
                                        </a:cubicBezTo>
                                        <a:cubicBezTo>
                                          <a:pt x="3151" y="4"/>
                                          <a:pt x="3155" y="0"/>
                                          <a:pt x="3159" y="0"/>
                                        </a:cubicBezTo>
                                        <a:lnTo>
                                          <a:pt x="3271" y="0"/>
                                        </a:lnTo>
                                        <a:cubicBezTo>
                                          <a:pt x="3276" y="0"/>
                                          <a:pt x="3279" y="4"/>
                                          <a:pt x="3279" y="8"/>
                                        </a:cubicBezTo>
                                        <a:cubicBezTo>
                                          <a:pt x="3279" y="12"/>
                                          <a:pt x="3276" y="16"/>
                                          <a:pt x="3271" y="16"/>
                                        </a:cubicBezTo>
                                        <a:close/>
                                        <a:moveTo>
                                          <a:pt x="3079" y="16"/>
                                        </a:moveTo>
                                        <a:lnTo>
                                          <a:pt x="2967" y="16"/>
                                        </a:lnTo>
                                        <a:cubicBezTo>
                                          <a:pt x="2963" y="16"/>
                                          <a:pt x="2959" y="12"/>
                                          <a:pt x="2959" y="8"/>
                                        </a:cubicBezTo>
                                        <a:cubicBezTo>
                                          <a:pt x="2959" y="4"/>
                                          <a:pt x="2963" y="0"/>
                                          <a:pt x="2967" y="0"/>
                                        </a:cubicBezTo>
                                        <a:lnTo>
                                          <a:pt x="3079" y="0"/>
                                        </a:lnTo>
                                        <a:cubicBezTo>
                                          <a:pt x="3084" y="0"/>
                                          <a:pt x="3087" y="4"/>
                                          <a:pt x="3087" y="8"/>
                                        </a:cubicBezTo>
                                        <a:cubicBezTo>
                                          <a:pt x="3087" y="12"/>
                                          <a:pt x="3084" y="16"/>
                                          <a:pt x="3079" y="16"/>
                                        </a:cubicBezTo>
                                        <a:close/>
                                        <a:moveTo>
                                          <a:pt x="2887" y="16"/>
                                        </a:moveTo>
                                        <a:lnTo>
                                          <a:pt x="2775" y="16"/>
                                        </a:lnTo>
                                        <a:cubicBezTo>
                                          <a:pt x="2771" y="16"/>
                                          <a:pt x="2767" y="12"/>
                                          <a:pt x="2767" y="8"/>
                                        </a:cubicBezTo>
                                        <a:cubicBezTo>
                                          <a:pt x="2767" y="4"/>
                                          <a:pt x="2771" y="0"/>
                                          <a:pt x="2775" y="0"/>
                                        </a:cubicBezTo>
                                        <a:lnTo>
                                          <a:pt x="2887" y="0"/>
                                        </a:lnTo>
                                        <a:cubicBezTo>
                                          <a:pt x="2892" y="0"/>
                                          <a:pt x="2895" y="4"/>
                                          <a:pt x="2895" y="8"/>
                                        </a:cubicBezTo>
                                        <a:cubicBezTo>
                                          <a:pt x="2895" y="12"/>
                                          <a:pt x="2892" y="16"/>
                                          <a:pt x="2887" y="16"/>
                                        </a:cubicBezTo>
                                        <a:close/>
                                        <a:moveTo>
                                          <a:pt x="2695" y="16"/>
                                        </a:moveTo>
                                        <a:lnTo>
                                          <a:pt x="2583" y="16"/>
                                        </a:lnTo>
                                        <a:cubicBezTo>
                                          <a:pt x="2579" y="16"/>
                                          <a:pt x="2575" y="12"/>
                                          <a:pt x="2575" y="8"/>
                                        </a:cubicBezTo>
                                        <a:cubicBezTo>
                                          <a:pt x="2575" y="4"/>
                                          <a:pt x="2579" y="0"/>
                                          <a:pt x="2583" y="0"/>
                                        </a:cubicBezTo>
                                        <a:lnTo>
                                          <a:pt x="2695" y="0"/>
                                        </a:lnTo>
                                        <a:cubicBezTo>
                                          <a:pt x="2700" y="0"/>
                                          <a:pt x="2703" y="4"/>
                                          <a:pt x="2703" y="8"/>
                                        </a:cubicBezTo>
                                        <a:cubicBezTo>
                                          <a:pt x="2703" y="12"/>
                                          <a:pt x="2700" y="16"/>
                                          <a:pt x="2695" y="16"/>
                                        </a:cubicBezTo>
                                        <a:close/>
                                        <a:moveTo>
                                          <a:pt x="2503" y="16"/>
                                        </a:moveTo>
                                        <a:lnTo>
                                          <a:pt x="2391" y="16"/>
                                        </a:lnTo>
                                        <a:cubicBezTo>
                                          <a:pt x="2387" y="16"/>
                                          <a:pt x="2383" y="12"/>
                                          <a:pt x="2383" y="8"/>
                                        </a:cubicBezTo>
                                        <a:cubicBezTo>
                                          <a:pt x="2383" y="4"/>
                                          <a:pt x="2387" y="0"/>
                                          <a:pt x="2391" y="0"/>
                                        </a:cubicBezTo>
                                        <a:lnTo>
                                          <a:pt x="2503" y="0"/>
                                        </a:lnTo>
                                        <a:cubicBezTo>
                                          <a:pt x="2508" y="0"/>
                                          <a:pt x="2511" y="4"/>
                                          <a:pt x="2511" y="8"/>
                                        </a:cubicBezTo>
                                        <a:cubicBezTo>
                                          <a:pt x="2511" y="12"/>
                                          <a:pt x="2508" y="16"/>
                                          <a:pt x="2503" y="16"/>
                                        </a:cubicBezTo>
                                        <a:close/>
                                        <a:moveTo>
                                          <a:pt x="2311" y="16"/>
                                        </a:moveTo>
                                        <a:lnTo>
                                          <a:pt x="2199" y="16"/>
                                        </a:lnTo>
                                        <a:cubicBezTo>
                                          <a:pt x="2195" y="16"/>
                                          <a:pt x="2191" y="12"/>
                                          <a:pt x="2191" y="8"/>
                                        </a:cubicBezTo>
                                        <a:cubicBezTo>
                                          <a:pt x="2191" y="4"/>
                                          <a:pt x="2195" y="0"/>
                                          <a:pt x="2199" y="0"/>
                                        </a:cubicBezTo>
                                        <a:lnTo>
                                          <a:pt x="2311" y="0"/>
                                        </a:lnTo>
                                        <a:cubicBezTo>
                                          <a:pt x="2316" y="0"/>
                                          <a:pt x="2319" y="4"/>
                                          <a:pt x="2319" y="8"/>
                                        </a:cubicBezTo>
                                        <a:cubicBezTo>
                                          <a:pt x="2319" y="12"/>
                                          <a:pt x="2316" y="16"/>
                                          <a:pt x="2311" y="16"/>
                                        </a:cubicBezTo>
                                        <a:close/>
                                        <a:moveTo>
                                          <a:pt x="2119" y="16"/>
                                        </a:moveTo>
                                        <a:lnTo>
                                          <a:pt x="2007" y="16"/>
                                        </a:lnTo>
                                        <a:cubicBezTo>
                                          <a:pt x="2003" y="16"/>
                                          <a:pt x="1999" y="12"/>
                                          <a:pt x="1999" y="8"/>
                                        </a:cubicBezTo>
                                        <a:cubicBezTo>
                                          <a:pt x="1999" y="4"/>
                                          <a:pt x="2003" y="0"/>
                                          <a:pt x="2007" y="0"/>
                                        </a:cubicBezTo>
                                        <a:lnTo>
                                          <a:pt x="2119" y="0"/>
                                        </a:lnTo>
                                        <a:cubicBezTo>
                                          <a:pt x="2124" y="0"/>
                                          <a:pt x="2127" y="4"/>
                                          <a:pt x="2127" y="8"/>
                                        </a:cubicBezTo>
                                        <a:cubicBezTo>
                                          <a:pt x="2127" y="12"/>
                                          <a:pt x="2124" y="16"/>
                                          <a:pt x="2119" y="16"/>
                                        </a:cubicBezTo>
                                        <a:close/>
                                        <a:moveTo>
                                          <a:pt x="1927" y="16"/>
                                        </a:moveTo>
                                        <a:lnTo>
                                          <a:pt x="1815" y="16"/>
                                        </a:lnTo>
                                        <a:cubicBezTo>
                                          <a:pt x="1811" y="16"/>
                                          <a:pt x="1807" y="12"/>
                                          <a:pt x="1807" y="8"/>
                                        </a:cubicBezTo>
                                        <a:cubicBezTo>
                                          <a:pt x="1807" y="4"/>
                                          <a:pt x="1811" y="0"/>
                                          <a:pt x="1815" y="0"/>
                                        </a:cubicBezTo>
                                        <a:lnTo>
                                          <a:pt x="1927" y="0"/>
                                        </a:lnTo>
                                        <a:cubicBezTo>
                                          <a:pt x="1932" y="0"/>
                                          <a:pt x="1935" y="4"/>
                                          <a:pt x="1935" y="8"/>
                                        </a:cubicBezTo>
                                        <a:cubicBezTo>
                                          <a:pt x="1935" y="12"/>
                                          <a:pt x="1932" y="16"/>
                                          <a:pt x="1927" y="16"/>
                                        </a:cubicBezTo>
                                        <a:close/>
                                        <a:moveTo>
                                          <a:pt x="1735" y="16"/>
                                        </a:moveTo>
                                        <a:lnTo>
                                          <a:pt x="1623" y="16"/>
                                        </a:lnTo>
                                        <a:cubicBezTo>
                                          <a:pt x="1619" y="16"/>
                                          <a:pt x="1615" y="12"/>
                                          <a:pt x="1615" y="8"/>
                                        </a:cubicBezTo>
                                        <a:cubicBezTo>
                                          <a:pt x="1615" y="4"/>
                                          <a:pt x="1619" y="0"/>
                                          <a:pt x="1623" y="0"/>
                                        </a:cubicBezTo>
                                        <a:lnTo>
                                          <a:pt x="1735" y="0"/>
                                        </a:lnTo>
                                        <a:cubicBezTo>
                                          <a:pt x="1740" y="0"/>
                                          <a:pt x="1743" y="4"/>
                                          <a:pt x="1743" y="8"/>
                                        </a:cubicBezTo>
                                        <a:cubicBezTo>
                                          <a:pt x="1743" y="12"/>
                                          <a:pt x="1740" y="16"/>
                                          <a:pt x="1735" y="16"/>
                                        </a:cubicBezTo>
                                        <a:close/>
                                        <a:moveTo>
                                          <a:pt x="1543" y="16"/>
                                        </a:moveTo>
                                        <a:lnTo>
                                          <a:pt x="1431" y="16"/>
                                        </a:lnTo>
                                        <a:cubicBezTo>
                                          <a:pt x="1427" y="16"/>
                                          <a:pt x="1423" y="12"/>
                                          <a:pt x="1423" y="8"/>
                                        </a:cubicBezTo>
                                        <a:cubicBezTo>
                                          <a:pt x="1423" y="4"/>
                                          <a:pt x="1427" y="0"/>
                                          <a:pt x="1431" y="0"/>
                                        </a:cubicBezTo>
                                        <a:lnTo>
                                          <a:pt x="1543" y="0"/>
                                        </a:lnTo>
                                        <a:cubicBezTo>
                                          <a:pt x="1548" y="0"/>
                                          <a:pt x="1551" y="4"/>
                                          <a:pt x="1551" y="8"/>
                                        </a:cubicBezTo>
                                        <a:cubicBezTo>
                                          <a:pt x="1551" y="12"/>
                                          <a:pt x="1548" y="16"/>
                                          <a:pt x="1543" y="16"/>
                                        </a:cubicBezTo>
                                        <a:close/>
                                        <a:moveTo>
                                          <a:pt x="1351" y="16"/>
                                        </a:moveTo>
                                        <a:lnTo>
                                          <a:pt x="1239" y="16"/>
                                        </a:lnTo>
                                        <a:cubicBezTo>
                                          <a:pt x="1235" y="16"/>
                                          <a:pt x="1231" y="12"/>
                                          <a:pt x="1231" y="8"/>
                                        </a:cubicBezTo>
                                        <a:cubicBezTo>
                                          <a:pt x="1231" y="4"/>
                                          <a:pt x="1235" y="0"/>
                                          <a:pt x="1239" y="0"/>
                                        </a:cubicBezTo>
                                        <a:lnTo>
                                          <a:pt x="1351" y="0"/>
                                        </a:lnTo>
                                        <a:cubicBezTo>
                                          <a:pt x="1356" y="0"/>
                                          <a:pt x="1359" y="4"/>
                                          <a:pt x="1359" y="8"/>
                                        </a:cubicBezTo>
                                        <a:cubicBezTo>
                                          <a:pt x="1359" y="12"/>
                                          <a:pt x="1356" y="16"/>
                                          <a:pt x="1351" y="16"/>
                                        </a:cubicBezTo>
                                        <a:close/>
                                        <a:moveTo>
                                          <a:pt x="1159" y="16"/>
                                        </a:moveTo>
                                        <a:lnTo>
                                          <a:pt x="1047" y="16"/>
                                        </a:lnTo>
                                        <a:cubicBezTo>
                                          <a:pt x="1043" y="16"/>
                                          <a:pt x="1039" y="12"/>
                                          <a:pt x="1039" y="8"/>
                                        </a:cubicBezTo>
                                        <a:cubicBezTo>
                                          <a:pt x="1039" y="4"/>
                                          <a:pt x="1043" y="0"/>
                                          <a:pt x="1047" y="0"/>
                                        </a:cubicBezTo>
                                        <a:lnTo>
                                          <a:pt x="1159" y="0"/>
                                        </a:lnTo>
                                        <a:cubicBezTo>
                                          <a:pt x="1164" y="0"/>
                                          <a:pt x="1167" y="4"/>
                                          <a:pt x="1167" y="8"/>
                                        </a:cubicBezTo>
                                        <a:cubicBezTo>
                                          <a:pt x="1167" y="12"/>
                                          <a:pt x="1164" y="16"/>
                                          <a:pt x="1159" y="16"/>
                                        </a:cubicBezTo>
                                        <a:close/>
                                        <a:moveTo>
                                          <a:pt x="967" y="16"/>
                                        </a:moveTo>
                                        <a:lnTo>
                                          <a:pt x="855" y="16"/>
                                        </a:lnTo>
                                        <a:cubicBezTo>
                                          <a:pt x="851" y="16"/>
                                          <a:pt x="847" y="12"/>
                                          <a:pt x="847" y="8"/>
                                        </a:cubicBezTo>
                                        <a:cubicBezTo>
                                          <a:pt x="847" y="4"/>
                                          <a:pt x="851" y="0"/>
                                          <a:pt x="855" y="0"/>
                                        </a:cubicBezTo>
                                        <a:lnTo>
                                          <a:pt x="967" y="0"/>
                                        </a:lnTo>
                                        <a:cubicBezTo>
                                          <a:pt x="972" y="0"/>
                                          <a:pt x="975" y="4"/>
                                          <a:pt x="975" y="8"/>
                                        </a:cubicBezTo>
                                        <a:cubicBezTo>
                                          <a:pt x="975" y="12"/>
                                          <a:pt x="972" y="16"/>
                                          <a:pt x="967" y="16"/>
                                        </a:cubicBezTo>
                                        <a:close/>
                                        <a:moveTo>
                                          <a:pt x="775" y="16"/>
                                        </a:moveTo>
                                        <a:lnTo>
                                          <a:pt x="663" y="16"/>
                                        </a:lnTo>
                                        <a:cubicBezTo>
                                          <a:pt x="659" y="16"/>
                                          <a:pt x="655" y="12"/>
                                          <a:pt x="655" y="8"/>
                                        </a:cubicBezTo>
                                        <a:cubicBezTo>
                                          <a:pt x="655" y="4"/>
                                          <a:pt x="659" y="0"/>
                                          <a:pt x="663" y="0"/>
                                        </a:cubicBezTo>
                                        <a:lnTo>
                                          <a:pt x="775" y="0"/>
                                        </a:lnTo>
                                        <a:cubicBezTo>
                                          <a:pt x="780" y="0"/>
                                          <a:pt x="783" y="4"/>
                                          <a:pt x="783" y="8"/>
                                        </a:cubicBezTo>
                                        <a:cubicBezTo>
                                          <a:pt x="783" y="12"/>
                                          <a:pt x="780" y="16"/>
                                          <a:pt x="775" y="16"/>
                                        </a:cubicBezTo>
                                        <a:close/>
                                        <a:moveTo>
                                          <a:pt x="583" y="16"/>
                                        </a:moveTo>
                                        <a:lnTo>
                                          <a:pt x="471" y="16"/>
                                        </a:lnTo>
                                        <a:cubicBezTo>
                                          <a:pt x="467" y="16"/>
                                          <a:pt x="463" y="12"/>
                                          <a:pt x="463" y="8"/>
                                        </a:cubicBezTo>
                                        <a:cubicBezTo>
                                          <a:pt x="463" y="4"/>
                                          <a:pt x="467" y="0"/>
                                          <a:pt x="471" y="0"/>
                                        </a:cubicBezTo>
                                        <a:lnTo>
                                          <a:pt x="583" y="0"/>
                                        </a:lnTo>
                                        <a:cubicBezTo>
                                          <a:pt x="588" y="0"/>
                                          <a:pt x="591" y="4"/>
                                          <a:pt x="591" y="8"/>
                                        </a:cubicBezTo>
                                        <a:cubicBezTo>
                                          <a:pt x="591" y="12"/>
                                          <a:pt x="588" y="16"/>
                                          <a:pt x="583" y="16"/>
                                        </a:cubicBezTo>
                                        <a:close/>
                                        <a:moveTo>
                                          <a:pt x="391" y="16"/>
                                        </a:moveTo>
                                        <a:lnTo>
                                          <a:pt x="279" y="16"/>
                                        </a:lnTo>
                                        <a:cubicBezTo>
                                          <a:pt x="275" y="16"/>
                                          <a:pt x="271" y="12"/>
                                          <a:pt x="271" y="8"/>
                                        </a:cubicBezTo>
                                        <a:cubicBezTo>
                                          <a:pt x="271" y="4"/>
                                          <a:pt x="275" y="0"/>
                                          <a:pt x="279" y="0"/>
                                        </a:cubicBezTo>
                                        <a:lnTo>
                                          <a:pt x="391" y="0"/>
                                        </a:lnTo>
                                        <a:cubicBezTo>
                                          <a:pt x="396" y="0"/>
                                          <a:pt x="399" y="4"/>
                                          <a:pt x="399" y="8"/>
                                        </a:cubicBezTo>
                                        <a:cubicBezTo>
                                          <a:pt x="399" y="12"/>
                                          <a:pt x="396" y="16"/>
                                          <a:pt x="391" y="16"/>
                                        </a:cubicBezTo>
                                        <a:close/>
                                        <a:moveTo>
                                          <a:pt x="199" y="16"/>
                                        </a:moveTo>
                                        <a:lnTo>
                                          <a:pt x="87" y="16"/>
                                        </a:lnTo>
                                        <a:cubicBezTo>
                                          <a:pt x="83" y="16"/>
                                          <a:pt x="79" y="12"/>
                                          <a:pt x="79" y="8"/>
                                        </a:cubicBezTo>
                                        <a:cubicBezTo>
                                          <a:pt x="79" y="4"/>
                                          <a:pt x="83" y="0"/>
                                          <a:pt x="87" y="0"/>
                                        </a:cubicBezTo>
                                        <a:lnTo>
                                          <a:pt x="199" y="0"/>
                                        </a:lnTo>
                                        <a:cubicBezTo>
                                          <a:pt x="204" y="0"/>
                                          <a:pt x="207" y="4"/>
                                          <a:pt x="207" y="8"/>
                                        </a:cubicBezTo>
                                        <a:cubicBezTo>
                                          <a:pt x="207" y="12"/>
                                          <a:pt x="204" y="16"/>
                                          <a:pt x="199" y="16"/>
                                        </a:cubicBezTo>
                                        <a:close/>
                                      </a:path>
                                    </a:pathLst>
                                  </a:custGeom>
                                  <a:solidFill>
                                    <a:srgbClr val="FF0000"/>
                                  </a:solidFill>
                                  <a:ln w="12" cap="flat">
                                    <a:solidFill>
                                      <a:srgbClr val="FF0000"/>
                                    </a:solidFill>
                                    <a:prstDash val="solid"/>
                                    <a:bevel/>
                                    <a:headEnd/>
                                    <a:tailEnd/>
                                  </a:ln>
                                </wps:spPr>
                                <wps:bodyPr rot="0" vert="horz" wrap="square" lIns="91440" tIns="45720" rIns="91440" bIns="45720" anchor="t" anchorCtr="0" upright="1">
                                  <a:noAutofit/>
                                </wps:bodyPr>
                              </wps:wsp>
                              <wps:wsp>
                                <wps:cNvPr id="221" name="Rectangle 204"/>
                                <wps:cNvSpPr>
                                  <a:spLocks noChangeArrowheads="1"/>
                                </wps:cNvSpPr>
                                <wps:spPr bwMode="auto">
                                  <a:xfrm>
                                    <a:off x="554" y="2951"/>
                                    <a:ext cx="2288" cy="68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222" name="Picture 20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559" y="2960"/>
                                    <a:ext cx="2288" cy="6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3" name="Rectangle 206"/>
                                <wps:cNvSpPr>
                                  <a:spLocks noChangeArrowheads="1"/>
                                </wps:cNvSpPr>
                                <wps:spPr bwMode="auto">
                                  <a:xfrm>
                                    <a:off x="554" y="2951"/>
                                    <a:ext cx="2288" cy="68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224" name="Group 408"/>
                              <wpg:cNvGrpSpPr>
                                <a:grpSpLocks/>
                              </wpg:cNvGrpSpPr>
                              <wpg:grpSpPr bwMode="auto">
                                <a:xfrm>
                                  <a:off x="328930" y="939165"/>
                                  <a:ext cx="4833620" cy="6167120"/>
                                  <a:chOff x="518" y="1479"/>
                                  <a:chExt cx="7612" cy="9712"/>
                                </a:xfrm>
                              </wpg:grpSpPr>
                              <wps:wsp>
                                <wps:cNvPr id="225" name="Rectangle 208"/>
                                <wps:cNvSpPr>
                                  <a:spLocks noChangeArrowheads="1"/>
                                </wps:cNvSpPr>
                                <wps:spPr bwMode="auto">
                                  <a:xfrm>
                                    <a:off x="542" y="2951"/>
                                    <a:ext cx="2312" cy="711"/>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6" name="Freeform 209"/>
                                <wps:cNvSpPr>
                                  <a:spLocks/>
                                </wps:cNvSpPr>
                                <wps:spPr bwMode="auto">
                                  <a:xfrm>
                                    <a:off x="553" y="2954"/>
                                    <a:ext cx="2300" cy="695"/>
                                  </a:xfrm>
                                  <a:custGeom>
                                    <a:avLst/>
                                    <a:gdLst>
                                      <a:gd name="T0" fmla="*/ 8 w 3055"/>
                                      <a:gd name="T1" fmla="*/ 907 h 923"/>
                                      <a:gd name="T2" fmla="*/ 3047 w 3055"/>
                                      <a:gd name="T3" fmla="*/ 907 h 923"/>
                                      <a:gd name="T4" fmla="*/ 3039 w 3055"/>
                                      <a:gd name="T5" fmla="*/ 915 h 923"/>
                                      <a:gd name="T6" fmla="*/ 3039 w 3055"/>
                                      <a:gd name="T7" fmla="*/ 8 h 923"/>
                                      <a:gd name="T8" fmla="*/ 3047 w 3055"/>
                                      <a:gd name="T9" fmla="*/ 16 h 923"/>
                                      <a:gd name="T10" fmla="*/ 8 w 3055"/>
                                      <a:gd name="T11" fmla="*/ 16 h 923"/>
                                      <a:gd name="T12" fmla="*/ 16 w 3055"/>
                                      <a:gd name="T13" fmla="*/ 8 h 923"/>
                                      <a:gd name="T14" fmla="*/ 16 w 3055"/>
                                      <a:gd name="T15" fmla="*/ 915 h 923"/>
                                      <a:gd name="T16" fmla="*/ 8 w 3055"/>
                                      <a:gd name="T17" fmla="*/ 923 h 923"/>
                                      <a:gd name="T18" fmla="*/ 0 w 3055"/>
                                      <a:gd name="T19" fmla="*/ 915 h 923"/>
                                      <a:gd name="T20" fmla="*/ 0 w 3055"/>
                                      <a:gd name="T21" fmla="*/ 8 h 923"/>
                                      <a:gd name="T22" fmla="*/ 8 w 3055"/>
                                      <a:gd name="T23" fmla="*/ 0 h 923"/>
                                      <a:gd name="T24" fmla="*/ 3047 w 3055"/>
                                      <a:gd name="T25" fmla="*/ 0 h 923"/>
                                      <a:gd name="T26" fmla="*/ 3055 w 3055"/>
                                      <a:gd name="T27" fmla="*/ 8 h 923"/>
                                      <a:gd name="T28" fmla="*/ 3055 w 3055"/>
                                      <a:gd name="T29" fmla="*/ 915 h 923"/>
                                      <a:gd name="T30" fmla="*/ 3047 w 3055"/>
                                      <a:gd name="T31" fmla="*/ 923 h 923"/>
                                      <a:gd name="T32" fmla="*/ 8 w 3055"/>
                                      <a:gd name="T33" fmla="*/ 923 h 923"/>
                                      <a:gd name="T34" fmla="*/ 0 w 3055"/>
                                      <a:gd name="T35" fmla="*/ 915 h 923"/>
                                      <a:gd name="T36" fmla="*/ 8 w 3055"/>
                                      <a:gd name="T37" fmla="*/ 907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3055" h="923">
                                        <a:moveTo>
                                          <a:pt x="8" y="907"/>
                                        </a:moveTo>
                                        <a:lnTo>
                                          <a:pt x="3047" y="907"/>
                                        </a:lnTo>
                                        <a:lnTo>
                                          <a:pt x="3039" y="915"/>
                                        </a:lnTo>
                                        <a:lnTo>
                                          <a:pt x="3039" y="8"/>
                                        </a:lnTo>
                                        <a:lnTo>
                                          <a:pt x="3047" y="16"/>
                                        </a:lnTo>
                                        <a:lnTo>
                                          <a:pt x="8" y="16"/>
                                        </a:lnTo>
                                        <a:lnTo>
                                          <a:pt x="16" y="8"/>
                                        </a:lnTo>
                                        <a:lnTo>
                                          <a:pt x="16" y="915"/>
                                        </a:lnTo>
                                        <a:cubicBezTo>
                                          <a:pt x="16" y="919"/>
                                          <a:pt x="13" y="923"/>
                                          <a:pt x="8" y="923"/>
                                        </a:cubicBezTo>
                                        <a:cubicBezTo>
                                          <a:pt x="4" y="923"/>
                                          <a:pt x="0" y="919"/>
                                          <a:pt x="0" y="915"/>
                                        </a:cubicBezTo>
                                        <a:lnTo>
                                          <a:pt x="0" y="8"/>
                                        </a:lnTo>
                                        <a:cubicBezTo>
                                          <a:pt x="0" y="3"/>
                                          <a:pt x="4" y="0"/>
                                          <a:pt x="8" y="0"/>
                                        </a:cubicBezTo>
                                        <a:lnTo>
                                          <a:pt x="3047" y="0"/>
                                        </a:lnTo>
                                        <a:cubicBezTo>
                                          <a:pt x="3052" y="0"/>
                                          <a:pt x="3055" y="3"/>
                                          <a:pt x="3055" y="8"/>
                                        </a:cubicBezTo>
                                        <a:lnTo>
                                          <a:pt x="3055" y="915"/>
                                        </a:lnTo>
                                        <a:cubicBezTo>
                                          <a:pt x="3055" y="919"/>
                                          <a:pt x="3052" y="923"/>
                                          <a:pt x="3047" y="923"/>
                                        </a:cubicBezTo>
                                        <a:lnTo>
                                          <a:pt x="8" y="923"/>
                                        </a:lnTo>
                                        <a:cubicBezTo>
                                          <a:pt x="4" y="923"/>
                                          <a:pt x="0" y="919"/>
                                          <a:pt x="0" y="915"/>
                                        </a:cubicBezTo>
                                        <a:cubicBezTo>
                                          <a:pt x="0" y="910"/>
                                          <a:pt x="4" y="907"/>
                                          <a:pt x="8" y="907"/>
                                        </a:cubicBez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227" name="Rectangle 210"/>
                                <wps:cNvSpPr>
                                  <a:spLocks noChangeArrowheads="1"/>
                                </wps:cNvSpPr>
                                <wps:spPr bwMode="auto">
                                  <a:xfrm>
                                    <a:off x="542" y="2951"/>
                                    <a:ext cx="2312" cy="711"/>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8" name="Rectangle 211"/>
                                <wps:cNvSpPr>
                                  <a:spLocks noChangeArrowheads="1"/>
                                </wps:cNvSpPr>
                                <wps:spPr bwMode="auto">
                                  <a:xfrm>
                                    <a:off x="518" y="2915"/>
                                    <a:ext cx="2312" cy="12"/>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9" name="Rectangle 212"/>
                                <wps:cNvSpPr>
                                  <a:spLocks noChangeArrowheads="1"/>
                                </wps:cNvSpPr>
                                <wps:spPr bwMode="auto">
                                  <a:xfrm>
                                    <a:off x="518" y="2927"/>
                                    <a:ext cx="2312" cy="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0" name="Rectangle 213"/>
                                <wps:cNvSpPr>
                                  <a:spLocks noChangeArrowheads="1"/>
                                </wps:cNvSpPr>
                                <wps:spPr bwMode="auto">
                                  <a:xfrm>
                                    <a:off x="518" y="2951"/>
                                    <a:ext cx="2312" cy="49"/>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1" name="Rectangle 214"/>
                                <wps:cNvSpPr>
                                  <a:spLocks noChangeArrowheads="1"/>
                                </wps:cNvSpPr>
                                <wps:spPr bwMode="auto">
                                  <a:xfrm>
                                    <a:off x="518" y="3000"/>
                                    <a:ext cx="2312" cy="36"/>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215"/>
                                <wps:cNvSpPr>
                                  <a:spLocks noChangeArrowheads="1"/>
                                </wps:cNvSpPr>
                                <wps:spPr bwMode="auto">
                                  <a:xfrm>
                                    <a:off x="518" y="3036"/>
                                    <a:ext cx="2312" cy="48"/>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3" name="Rectangle 216"/>
                                <wps:cNvSpPr>
                                  <a:spLocks noChangeArrowheads="1"/>
                                </wps:cNvSpPr>
                                <wps:spPr bwMode="auto">
                                  <a:xfrm>
                                    <a:off x="518" y="3084"/>
                                    <a:ext cx="2312" cy="48"/>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4" name="Rectangle 217"/>
                                <wps:cNvSpPr>
                                  <a:spLocks noChangeArrowheads="1"/>
                                </wps:cNvSpPr>
                                <wps:spPr bwMode="auto">
                                  <a:xfrm>
                                    <a:off x="518" y="3132"/>
                                    <a:ext cx="2312" cy="36"/>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18"/>
                                <wps:cNvSpPr>
                                  <a:spLocks noChangeArrowheads="1"/>
                                </wps:cNvSpPr>
                                <wps:spPr bwMode="auto">
                                  <a:xfrm>
                                    <a:off x="518" y="3168"/>
                                    <a:ext cx="2312" cy="48"/>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6" name="Rectangle 219"/>
                                <wps:cNvSpPr>
                                  <a:spLocks noChangeArrowheads="1"/>
                                </wps:cNvSpPr>
                                <wps:spPr bwMode="auto">
                                  <a:xfrm>
                                    <a:off x="518" y="3216"/>
                                    <a:ext cx="2312" cy="85"/>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Rectangle 220"/>
                                <wps:cNvSpPr>
                                  <a:spLocks noChangeArrowheads="1"/>
                                </wps:cNvSpPr>
                                <wps:spPr bwMode="auto">
                                  <a:xfrm>
                                    <a:off x="518" y="3301"/>
                                    <a:ext cx="2312" cy="48"/>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8" name="Rectangle 221"/>
                                <wps:cNvSpPr>
                                  <a:spLocks noChangeArrowheads="1"/>
                                </wps:cNvSpPr>
                                <wps:spPr bwMode="auto">
                                  <a:xfrm>
                                    <a:off x="518" y="3349"/>
                                    <a:ext cx="2312" cy="48"/>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9" name="Rectangle 222"/>
                                <wps:cNvSpPr>
                                  <a:spLocks noChangeArrowheads="1"/>
                                </wps:cNvSpPr>
                                <wps:spPr bwMode="auto">
                                  <a:xfrm>
                                    <a:off x="518" y="3397"/>
                                    <a:ext cx="2312" cy="36"/>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0" name="Rectangle 223"/>
                                <wps:cNvSpPr>
                                  <a:spLocks noChangeArrowheads="1"/>
                                </wps:cNvSpPr>
                                <wps:spPr bwMode="auto">
                                  <a:xfrm>
                                    <a:off x="518" y="3433"/>
                                    <a:ext cx="2312" cy="48"/>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1" name="Rectangle 224"/>
                                <wps:cNvSpPr>
                                  <a:spLocks noChangeArrowheads="1"/>
                                </wps:cNvSpPr>
                                <wps:spPr bwMode="auto">
                                  <a:xfrm>
                                    <a:off x="518" y="3481"/>
                                    <a:ext cx="2312" cy="49"/>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2" name="Rectangle 225"/>
                                <wps:cNvSpPr>
                                  <a:spLocks noChangeArrowheads="1"/>
                                </wps:cNvSpPr>
                                <wps:spPr bwMode="auto">
                                  <a:xfrm>
                                    <a:off x="518" y="3530"/>
                                    <a:ext cx="2312" cy="36"/>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 name="Rectangle 226"/>
                                <wps:cNvSpPr>
                                  <a:spLocks noChangeArrowheads="1"/>
                                </wps:cNvSpPr>
                                <wps:spPr bwMode="auto">
                                  <a:xfrm>
                                    <a:off x="518" y="3566"/>
                                    <a:ext cx="2312" cy="48"/>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4" name="Rectangle 227"/>
                                <wps:cNvSpPr>
                                  <a:spLocks noChangeArrowheads="1"/>
                                </wps:cNvSpPr>
                                <wps:spPr bwMode="auto">
                                  <a:xfrm>
                                    <a:off x="518" y="3614"/>
                                    <a:ext cx="2312" cy="12"/>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Rectangle 228"/>
                                <wps:cNvSpPr>
                                  <a:spLocks noChangeArrowheads="1"/>
                                </wps:cNvSpPr>
                                <wps:spPr bwMode="auto">
                                  <a:xfrm>
                                    <a:off x="537" y="2936"/>
                                    <a:ext cx="2287" cy="683"/>
                                  </a:xfrm>
                                  <a:prstGeom prst="rect">
                                    <a:avLst/>
                                  </a:prstGeom>
                                  <a:noFill/>
                                  <a:ln w="4"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6" name="Rectangle 229"/>
                                <wps:cNvSpPr>
                                  <a:spLocks noChangeArrowheads="1"/>
                                </wps:cNvSpPr>
                                <wps:spPr bwMode="auto">
                                  <a:xfrm>
                                    <a:off x="566" y="2987"/>
                                    <a:ext cx="2215"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National Transmission Network </w:t>
                                      </w:r>
                                    </w:p>
                                  </w:txbxContent>
                                </wps:txbx>
                                <wps:bodyPr rot="0" vert="horz" wrap="none" lIns="0" tIns="0" rIns="0" bIns="0" anchor="t" anchorCtr="0">
                                  <a:spAutoFit/>
                                </wps:bodyPr>
                              </wps:wsp>
                              <wps:wsp>
                                <wps:cNvPr id="247" name="Rectangle 230"/>
                                <wps:cNvSpPr>
                                  <a:spLocks noChangeArrowheads="1"/>
                                </wps:cNvSpPr>
                                <wps:spPr bwMode="auto">
                                  <a:xfrm>
                                    <a:off x="1024" y="3180"/>
                                    <a:ext cx="1308"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Development Plan </w:t>
                                      </w:r>
                                    </w:p>
                                  </w:txbxContent>
                                </wps:txbx>
                                <wps:bodyPr rot="0" vert="horz" wrap="none" lIns="0" tIns="0" rIns="0" bIns="0" anchor="t" anchorCtr="0">
                                  <a:spAutoFit/>
                                </wps:bodyPr>
                              </wps:wsp>
                              <wps:wsp>
                                <wps:cNvPr id="248" name="Rectangle 231"/>
                                <wps:cNvSpPr>
                                  <a:spLocks noChangeArrowheads="1"/>
                                </wps:cNvSpPr>
                                <wps:spPr bwMode="auto">
                                  <a:xfrm>
                                    <a:off x="1012" y="3373"/>
                                    <a:ext cx="54"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249" name="Rectangle 232"/>
                                <wps:cNvSpPr>
                                  <a:spLocks noChangeArrowheads="1"/>
                                </wps:cNvSpPr>
                                <wps:spPr bwMode="auto">
                                  <a:xfrm>
                                    <a:off x="1072" y="3373"/>
                                    <a:ext cx="1219"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updated annually</w:t>
                                      </w:r>
                                    </w:p>
                                  </w:txbxContent>
                                </wps:txbx>
                                <wps:bodyPr rot="0" vert="horz" wrap="none" lIns="0" tIns="0" rIns="0" bIns="0" anchor="t" anchorCtr="0">
                                  <a:spAutoFit/>
                                </wps:bodyPr>
                              </wps:wsp>
                              <wps:wsp>
                                <wps:cNvPr id="250" name="Rectangle 233"/>
                                <wps:cNvSpPr>
                                  <a:spLocks noChangeArrowheads="1"/>
                                </wps:cNvSpPr>
                                <wps:spPr bwMode="auto">
                                  <a:xfrm>
                                    <a:off x="2288" y="3373"/>
                                    <a:ext cx="54"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251" name="Rectangle 234"/>
                                <wps:cNvSpPr>
                                  <a:spLocks noChangeArrowheads="1"/>
                                </wps:cNvSpPr>
                                <wps:spPr bwMode="auto">
                                  <a:xfrm>
                                    <a:off x="843" y="6685"/>
                                    <a:ext cx="1522"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Inputs into contingent </w:t>
                                      </w:r>
                                    </w:p>
                                  </w:txbxContent>
                                </wps:txbx>
                                <wps:bodyPr rot="0" vert="horz" wrap="none" lIns="0" tIns="0" rIns="0" bIns="0" anchor="t" anchorCtr="0">
                                  <a:spAutoFit/>
                                </wps:bodyPr>
                              </wps:wsp>
                              <wps:wsp>
                                <wps:cNvPr id="252" name="Rectangle 235"/>
                                <wps:cNvSpPr>
                                  <a:spLocks noChangeArrowheads="1"/>
                                </wps:cNvSpPr>
                                <wps:spPr bwMode="auto">
                                  <a:xfrm>
                                    <a:off x="759" y="6878"/>
                                    <a:ext cx="1699"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review decision process</w:t>
                                      </w:r>
                                    </w:p>
                                  </w:txbxContent>
                                </wps:txbx>
                                <wps:bodyPr rot="0" vert="horz" wrap="none" lIns="0" tIns="0" rIns="0" bIns="0" anchor="t" anchorCtr="0">
                                  <a:spAutoFit/>
                                </wps:bodyPr>
                              </wps:wsp>
                              <wps:wsp>
                                <wps:cNvPr id="253" name="Rectangle 236"/>
                                <wps:cNvSpPr>
                                  <a:spLocks noChangeArrowheads="1"/>
                                </wps:cNvSpPr>
                                <wps:spPr bwMode="auto">
                                  <a:xfrm>
                                    <a:off x="687" y="5710"/>
                                    <a:ext cx="3962" cy="68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254" name="Picture 23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696" y="5714"/>
                                    <a:ext cx="3961" cy="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5" name="Rectangle 238"/>
                                <wps:cNvSpPr>
                                  <a:spLocks noChangeArrowheads="1"/>
                                </wps:cNvSpPr>
                                <wps:spPr bwMode="auto">
                                  <a:xfrm>
                                    <a:off x="687" y="5710"/>
                                    <a:ext cx="3962" cy="68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6" name="Rectangle 239"/>
                                <wps:cNvSpPr>
                                  <a:spLocks noChangeArrowheads="1"/>
                                </wps:cNvSpPr>
                                <wps:spPr bwMode="auto">
                                  <a:xfrm>
                                    <a:off x="687" y="5698"/>
                                    <a:ext cx="3986" cy="711"/>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 name="Freeform 240"/>
                                <wps:cNvSpPr>
                                  <a:spLocks/>
                                </wps:cNvSpPr>
                                <wps:spPr bwMode="auto">
                                  <a:xfrm>
                                    <a:off x="690" y="5708"/>
                                    <a:ext cx="3973" cy="695"/>
                                  </a:xfrm>
                                  <a:custGeom>
                                    <a:avLst/>
                                    <a:gdLst>
                                      <a:gd name="T0" fmla="*/ 8 w 5277"/>
                                      <a:gd name="T1" fmla="*/ 907 h 923"/>
                                      <a:gd name="T2" fmla="*/ 5269 w 5277"/>
                                      <a:gd name="T3" fmla="*/ 907 h 923"/>
                                      <a:gd name="T4" fmla="*/ 5261 w 5277"/>
                                      <a:gd name="T5" fmla="*/ 915 h 923"/>
                                      <a:gd name="T6" fmla="*/ 5261 w 5277"/>
                                      <a:gd name="T7" fmla="*/ 8 h 923"/>
                                      <a:gd name="T8" fmla="*/ 5269 w 5277"/>
                                      <a:gd name="T9" fmla="*/ 16 h 923"/>
                                      <a:gd name="T10" fmla="*/ 8 w 5277"/>
                                      <a:gd name="T11" fmla="*/ 16 h 923"/>
                                      <a:gd name="T12" fmla="*/ 16 w 5277"/>
                                      <a:gd name="T13" fmla="*/ 8 h 923"/>
                                      <a:gd name="T14" fmla="*/ 16 w 5277"/>
                                      <a:gd name="T15" fmla="*/ 915 h 923"/>
                                      <a:gd name="T16" fmla="*/ 8 w 5277"/>
                                      <a:gd name="T17" fmla="*/ 923 h 923"/>
                                      <a:gd name="T18" fmla="*/ 0 w 5277"/>
                                      <a:gd name="T19" fmla="*/ 915 h 923"/>
                                      <a:gd name="T20" fmla="*/ 0 w 5277"/>
                                      <a:gd name="T21" fmla="*/ 8 h 923"/>
                                      <a:gd name="T22" fmla="*/ 8 w 5277"/>
                                      <a:gd name="T23" fmla="*/ 0 h 923"/>
                                      <a:gd name="T24" fmla="*/ 5269 w 5277"/>
                                      <a:gd name="T25" fmla="*/ 0 h 923"/>
                                      <a:gd name="T26" fmla="*/ 5277 w 5277"/>
                                      <a:gd name="T27" fmla="*/ 8 h 923"/>
                                      <a:gd name="T28" fmla="*/ 5277 w 5277"/>
                                      <a:gd name="T29" fmla="*/ 915 h 923"/>
                                      <a:gd name="T30" fmla="*/ 5269 w 5277"/>
                                      <a:gd name="T31" fmla="*/ 923 h 923"/>
                                      <a:gd name="T32" fmla="*/ 8 w 5277"/>
                                      <a:gd name="T33" fmla="*/ 923 h 923"/>
                                      <a:gd name="T34" fmla="*/ 0 w 5277"/>
                                      <a:gd name="T35" fmla="*/ 915 h 923"/>
                                      <a:gd name="T36" fmla="*/ 8 w 5277"/>
                                      <a:gd name="T37" fmla="*/ 907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5277" h="923">
                                        <a:moveTo>
                                          <a:pt x="8" y="907"/>
                                        </a:moveTo>
                                        <a:lnTo>
                                          <a:pt x="5269" y="907"/>
                                        </a:lnTo>
                                        <a:lnTo>
                                          <a:pt x="5261" y="915"/>
                                        </a:lnTo>
                                        <a:lnTo>
                                          <a:pt x="5261" y="8"/>
                                        </a:lnTo>
                                        <a:lnTo>
                                          <a:pt x="5269" y="16"/>
                                        </a:lnTo>
                                        <a:lnTo>
                                          <a:pt x="8" y="16"/>
                                        </a:lnTo>
                                        <a:lnTo>
                                          <a:pt x="16" y="8"/>
                                        </a:lnTo>
                                        <a:lnTo>
                                          <a:pt x="16" y="915"/>
                                        </a:lnTo>
                                        <a:cubicBezTo>
                                          <a:pt x="16" y="920"/>
                                          <a:pt x="12" y="923"/>
                                          <a:pt x="8" y="923"/>
                                        </a:cubicBezTo>
                                        <a:cubicBezTo>
                                          <a:pt x="3" y="923"/>
                                          <a:pt x="0" y="920"/>
                                          <a:pt x="0" y="915"/>
                                        </a:cubicBezTo>
                                        <a:lnTo>
                                          <a:pt x="0" y="8"/>
                                        </a:lnTo>
                                        <a:cubicBezTo>
                                          <a:pt x="0" y="4"/>
                                          <a:pt x="3" y="0"/>
                                          <a:pt x="8" y="0"/>
                                        </a:cubicBezTo>
                                        <a:lnTo>
                                          <a:pt x="5269" y="0"/>
                                        </a:lnTo>
                                        <a:cubicBezTo>
                                          <a:pt x="5273" y="0"/>
                                          <a:pt x="5277" y="4"/>
                                          <a:pt x="5277" y="8"/>
                                        </a:cubicBezTo>
                                        <a:lnTo>
                                          <a:pt x="5277" y="915"/>
                                        </a:lnTo>
                                        <a:cubicBezTo>
                                          <a:pt x="5277" y="920"/>
                                          <a:pt x="5273" y="923"/>
                                          <a:pt x="5269" y="923"/>
                                        </a:cubicBezTo>
                                        <a:lnTo>
                                          <a:pt x="8" y="923"/>
                                        </a:lnTo>
                                        <a:cubicBezTo>
                                          <a:pt x="3" y="923"/>
                                          <a:pt x="0" y="920"/>
                                          <a:pt x="0" y="915"/>
                                        </a:cubicBezTo>
                                        <a:cubicBezTo>
                                          <a:pt x="0" y="911"/>
                                          <a:pt x="3" y="907"/>
                                          <a:pt x="8" y="907"/>
                                        </a:cubicBez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258" name="Rectangle 241"/>
                                <wps:cNvSpPr>
                                  <a:spLocks noChangeArrowheads="1"/>
                                </wps:cNvSpPr>
                                <wps:spPr bwMode="auto">
                                  <a:xfrm>
                                    <a:off x="687" y="5698"/>
                                    <a:ext cx="3986" cy="711"/>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9" name="Rectangle 242"/>
                                <wps:cNvSpPr>
                                  <a:spLocks noChangeArrowheads="1"/>
                                </wps:cNvSpPr>
                                <wps:spPr bwMode="auto">
                                  <a:xfrm>
                                    <a:off x="650" y="5674"/>
                                    <a:ext cx="3987" cy="12"/>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0" name="Rectangle 243"/>
                                <wps:cNvSpPr>
                                  <a:spLocks noChangeArrowheads="1"/>
                                </wps:cNvSpPr>
                                <wps:spPr bwMode="auto">
                                  <a:xfrm>
                                    <a:off x="650" y="5686"/>
                                    <a:ext cx="3987" cy="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1" name="Rectangle 244"/>
                                <wps:cNvSpPr>
                                  <a:spLocks noChangeArrowheads="1"/>
                                </wps:cNvSpPr>
                                <wps:spPr bwMode="auto">
                                  <a:xfrm>
                                    <a:off x="650" y="5710"/>
                                    <a:ext cx="3987" cy="36"/>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2" name="Rectangle 245"/>
                                <wps:cNvSpPr>
                                  <a:spLocks noChangeArrowheads="1"/>
                                </wps:cNvSpPr>
                                <wps:spPr bwMode="auto">
                                  <a:xfrm>
                                    <a:off x="650" y="5746"/>
                                    <a:ext cx="3987" cy="48"/>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3" name="Rectangle 246"/>
                                <wps:cNvSpPr>
                                  <a:spLocks noChangeArrowheads="1"/>
                                </wps:cNvSpPr>
                                <wps:spPr bwMode="auto">
                                  <a:xfrm>
                                    <a:off x="650" y="5794"/>
                                    <a:ext cx="3987" cy="48"/>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4" name="Rectangle 247"/>
                                <wps:cNvSpPr>
                                  <a:spLocks noChangeArrowheads="1"/>
                                </wps:cNvSpPr>
                                <wps:spPr bwMode="auto">
                                  <a:xfrm>
                                    <a:off x="650" y="5842"/>
                                    <a:ext cx="3987" cy="37"/>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5" name="Rectangle 248"/>
                                <wps:cNvSpPr>
                                  <a:spLocks noChangeArrowheads="1"/>
                                </wps:cNvSpPr>
                                <wps:spPr bwMode="auto">
                                  <a:xfrm>
                                    <a:off x="650" y="5879"/>
                                    <a:ext cx="3987" cy="48"/>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6" name="Rectangle 249"/>
                                <wps:cNvSpPr>
                                  <a:spLocks noChangeArrowheads="1"/>
                                </wps:cNvSpPr>
                                <wps:spPr bwMode="auto">
                                  <a:xfrm>
                                    <a:off x="650" y="5927"/>
                                    <a:ext cx="3987" cy="48"/>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7" name="Rectangle 250"/>
                                <wps:cNvSpPr>
                                  <a:spLocks noChangeArrowheads="1"/>
                                </wps:cNvSpPr>
                                <wps:spPr bwMode="auto">
                                  <a:xfrm>
                                    <a:off x="650" y="5975"/>
                                    <a:ext cx="3987" cy="84"/>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8" name="Rectangle 251"/>
                                <wps:cNvSpPr>
                                  <a:spLocks noChangeArrowheads="1"/>
                                </wps:cNvSpPr>
                                <wps:spPr bwMode="auto">
                                  <a:xfrm>
                                    <a:off x="650" y="6059"/>
                                    <a:ext cx="3987" cy="48"/>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9" name="Rectangle 252"/>
                                <wps:cNvSpPr>
                                  <a:spLocks noChangeArrowheads="1"/>
                                </wps:cNvSpPr>
                                <wps:spPr bwMode="auto">
                                  <a:xfrm>
                                    <a:off x="650" y="6107"/>
                                    <a:ext cx="3987" cy="37"/>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0" name="Rectangle 253"/>
                                <wps:cNvSpPr>
                                  <a:spLocks noChangeArrowheads="1"/>
                                </wps:cNvSpPr>
                                <wps:spPr bwMode="auto">
                                  <a:xfrm>
                                    <a:off x="650" y="6144"/>
                                    <a:ext cx="3987" cy="48"/>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1" name="Rectangle 254"/>
                                <wps:cNvSpPr>
                                  <a:spLocks noChangeArrowheads="1"/>
                                </wps:cNvSpPr>
                                <wps:spPr bwMode="auto">
                                  <a:xfrm>
                                    <a:off x="650" y="6192"/>
                                    <a:ext cx="3987" cy="48"/>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2" name="Rectangle 255"/>
                                <wps:cNvSpPr>
                                  <a:spLocks noChangeArrowheads="1"/>
                                </wps:cNvSpPr>
                                <wps:spPr bwMode="auto">
                                  <a:xfrm>
                                    <a:off x="650" y="6240"/>
                                    <a:ext cx="3987" cy="36"/>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3" name="Rectangle 256"/>
                                <wps:cNvSpPr>
                                  <a:spLocks noChangeArrowheads="1"/>
                                </wps:cNvSpPr>
                                <wps:spPr bwMode="auto">
                                  <a:xfrm>
                                    <a:off x="650" y="6276"/>
                                    <a:ext cx="3987" cy="48"/>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4" name="Rectangle 257"/>
                                <wps:cNvSpPr>
                                  <a:spLocks noChangeArrowheads="1"/>
                                </wps:cNvSpPr>
                                <wps:spPr bwMode="auto">
                                  <a:xfrm>
                                    <a:off x="650" y="6324"/>
                                    <a:ext cx="3987" cy="48"/>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5" name="Rectangle 258"/>
                                <wps:cNvSpPr>
                                  <a:spLocks noChangeArrowheads="1"/>
                                </wps:cNvSpPr>
                                <wps:spPr bwMode="auto">
                                  <a:xfrm>
                                    <a:off x="650" y="6372"/>
                                    <a:ext cx="3987" cy="13"/>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6" name="Rectangle 259"/>
                                <wps:cNvSpPr>
                                  <a:spLocks noChangeArrowheads="1"/>
                                </wps:cNvSpPr>
                                <wps:spPr bwMode="auto">
                                  <a:xfrm>
                                    <a:off x="673" y="5691"/>
                                    <a:ext cx="3960" cy="683"/>
                                  </a:xfrm>
                                  <a:prstGeom prst="rect">
                                    <a:avLst/>
                                  </a:prstGeom>
                                  <a:noFill/>
                                  <a:ln w="4"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7" name="Rectangle 260"/>
                                <wps:cNvSpPr>
                                  <a:spLocks noChangeArrowheads="1"/>
                                </wps:cNvSpPr>
                                <wps:spPr bwMode="auto">
                                  <a:xfrm>
                                    <a:off x="795" y="5746"/>
                                    <a:ext cx="3691"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proofErr w:type="spellStart"/>
                                      <w:r>
                                        <w:rPr>
                                          <w:rFonts w:ascii="Arial" w:hAnsi="Arial" w:cs="Arial"/>
                                          <w:color w:val="000000"/>
                                          <w:sz w:val="16"/>
                                          <w:szCs w:val="16"/>
                                          <w:lang w:val="en-US"/>
                                        </w:rPr>
                                        <w:t>TNSP</w:t>
                                      </w:r>
                                      <w:proofErr w:type="spellEnd"/>
                                      <w:r>
                                        <w:rPr>
                                          <w:rFonts w:ascii="Arial" w:hAnsi="Arial" w:cs="Arial"/>
                                          <w:color w:val="000000"/>
                                          <w:sz w:val="16"/>
                                          <w:szCs w:val="16"/>
                                          <w:lang w:val="en-US"/>
                                        </w:rPr>
                                        <w:t xml:space="preserve"> identifies which standards can only be met by </w:t>
                                      </w:r>
                                    </w:p>
                                  </w:txbxContent>
                                </wps:txbx>
                                <wps:bodyPr rot="0" vert="horz" wrap="none" lIns="0" tIns="0" rIns="0" bIns="0" anchor="t" anchorCtr="0">
                                  <a:spAutoFit/>
                                </wps:bodyPr>
                              </wps:wsp>
                              <wps:wsp>
                                <wps:cNvPr id="278" name="Rectangle 261"/>
                                <wps:cNvSpPr>
                                  <a:spLocks noChangeArrowheads="1"/>
                                </wps:cNvSpPr>
                                <wps:spPr bwMode="auto">
                                  <a:xfrm>
                                    <a:off x="831" y="5938"/>
                                    <a:ext cx="356"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large </w:t>
                                      </w:r>
                                    </w:p>
                                  </w:txbxContent>
                                </wps:txbx>
                                <wps:bodyPr rot="0" vert="horz" wrap="none" lIns="0" tIns="0" rIns="0" bIns="0" anchor="t" anchorCtr="0">
                                  <a:spAutoFit/>
                                </wps:bodyPr>
                              </wps:wsp>
                              <wps:wsp>
                                <wps:cNvPr id="279" name="Rectangle 262"/>
                                <wps:cNvSpPr>
                                  <a:spLocks noChangeArrowheads="1"/>
                                </wps:cNvSpPr>
                                <wps:spPr bwMode="auto">
                                  <a:xfrm>
                                    <a:off x="1241" y="5938"/>
                                    <a:ext cx="54"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280" name="Rectangle 263"/>
                                <wps:cNvSpPr>
                                  <a:spLocks noChangeArrowheads="1"/>
                                </wps:cNvSpPr>
                                <wps:spPr bwMode="auto">
                                  <a:xfrm>
                                    <a:off x="1289" y="5938"/>
                                    <a:ext cx="739"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contingent</w:t>
                                      </w:r>
                                    </w:p>
                                  </w:txbxContent>
                                </wps:txbx>
                                <wps:bodyPr rot="0" vert="horz" wrap="none" lIns="0" tIns="0" rIns="0" bIns="0" anchor="t" anchorCtr="0">
                                  <a:spAutoFit/>
                                </wps:bodyPr>
                              </wps:wsp>
                              <wps:wsp>
                                <wps:cNvPr id="281" name="Rectangle 264"/>
                                <wps:cNvSpPr>
                                  <a:spLocks noChangeArrowheads="1"/>
                                </wps:cNvSpPr>
                                <wps:spPr bwMode="auto">
                                  <a:xfrm>
                                    <a:off x="2035" y="5938"/>
                                    <a:ext cx="54"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 </w:t>
                                      </w:r>
                                    </w:p>
                                  </w:txbxContent>
                                </wps:txbx>
                                <wps:bodyPr rot="0" vert="horz" wrap="none" lIns="0" tIns="0" rIns="0" bIns="0" anchor="t" anchorCtr="0">
                                  <a:spAutoFit/>
                                </wps:bodyPr>
                              </wps:wsp>
                              <wps:wsp>
                                <wps:cNvPr id="282" name="Rectangle 265"/>
                                <wps:cNvSpPr>
                                  <a:spLocks noChangeArrowheads="1"/>
                                </wps:cNvSpPr>
                                <wps:spPr bwMode="auto">
                                  <a:xfrm>
                                    <a:off x="2132" y="5938"/>
                                    <a:ext cx="2331"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projects that are above threshold</w:t>
                                      </w:r>
                                    </w:p>
                                  </w:txbxContent>
                                </wps:txbx>
                                <wps:bodyPr rot="0" vert="horz" wrap="none" lIns="0" tIns="0" rIns="0" bIns="0" anchor="t" anchorCtr="0">
                                  <a:spAutoFit/>
                                </wps:bodyPr>
                              </wps:wsp>
                              <wps:wsp>
                                <wps:cNvPr id="283" name="Rectangle 266"/>
                                <wps:cNvSpPr>
                                  <a:spLocks noChangeArrowheads="1"/>
                                </wps:cNvSpPr>
                                <wps:spPr bwMode="auto">
                                  <a:xfrm>
                                    <a:off x="1686" y="6131"/>
                                    <a:ext cx="54"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284" name="Rectangle 267"/>
                                <wps:cNvSpPr>
                                  <a:spLocks noChangeArrowheads="1"/>
                                </wps:cNvSpPr>
                                <wps:spPr bwMode="auto">
                                  <a:xfrm>
                                    <a:off x="1734" y="6131"/>
                                    <a:ext cx="1824"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specific projects identified</w:t>
                                      </w:r>
                                    </w:p>
                                  </w:txbxContent>
                                </wps:txbx>
                                <wps:bodyPr rot="0" vert="horz" wrap="none" lIns="0" tIns="0" rIns="0" bIns="0" anchor="t" anchorCtr="0">
                                  <a:spAutoFit/>
                                </wps:bodyPr>
                              </wps:wsp>
                              <wps:wsp>
                                <wps:cNvPr id="285" name="Rectangle 268"/>
                                <wps:cNvSpPr>
                                  <a:spLocks noChangeArrowheads="1"/>
                                </wps:cNvSpPr>
                                <wps:spPr bwMode="auto">
                                  <a:xfrm>
                                    <a:off x="3565" y="6131"/>
                                    <a:ext cx="54"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286" name="Rectangle 269"/>
                                <wps:cNvSpPr>
                                  <a:spLocks noChangeArrowheads="1"/>
                                </wps:cNvSpPr>
                                <wps:spPr bwMode="auto">
                                  <a:xfrm>
                                    <a:off x="5034" y="7553"/>
                                    <a:ext cx="3060" cy="68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287" name="Picture 27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5043" y="7558"/>
                                    <a:ext cx="3051" cy="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88" name="Rectangle 271"/>
                                <wps:cNvSpPr>
                                  <a:spLocks noChangeArrowheads="1"/>
                                </wps:cNvSpPr>
                                <wps:spPr bwMode="auto">
                                  <a:xfrm>
                                    <a:off x="5034" y="7553"/>
                                    <a:ext cx="3060" cy="68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9" name="Rectangle 272"/>
                                <wps:cNvSpPr>
                                  <a:spLocks noChangeArrowheads="1"/>
                                </wps:cNvSpPr>
                                <wps:spPr bwMode="auto">
                                  <a:xfrm>
                                    <a:off x="5034" y="7541"/>
                                    <a:ext cx="3084" cy="711"/>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0" name="Freeform 273"/>
                                <wps:cNvSpPr>
                                  <a:spLocks/>
                                </wps:cNvSpPr>
                                <wps:spPr bwMode="auto">
                                  <a:xfrm>
                                    <a:off x="5037" y="7552"/>
                                    <a:ext cx="3063" cy="695"/>
                                  </a:xfrm>
                                  <a:custGeom>
                                    <a:avLst/>
                                    <a:gdLst>
                                      <a:gd name="T0" fmla="*/ 8 w 4068"/>
                                      <a:gd name="T1" fmla="*/ 908 h 924"/>
                                      <a:gd name="T2" fmla="*/ 4060 w 4068"/>
                                      <a:gd name="T3" fmla="*/ 908 h 924"/>
                                      <a:gd name="T4" fmla="*/ 4052 w 4068"/>
                                      <a:gd name="T5" fmla="*/ 916 h 924"/>
                                      <a:gd name="T6" fmla="*/ 4052 w 4068"/>
                                      <a:gd name="T7" fmla="*/ 8 h 924"/>
                                      <a:gd name="T8" fmla="*/ 4060 w 4068"/>
                                      <a:gd name="T9" fmla="*/ 16 h 924"/>
                                      <a:gd name="T10" fmla="*/ 8 w 4068"/>
                                      <a:gd name="T11" fmla="*/ 16 h 924"/>
                                      <a:gd name="T12" fmla="*/ 16 w 4068"/>
                                      <a:gd name="T13" fmla="*/ 8 h 924"/>
                                      <a:gd name="T14" fmla="*/ 16 w 4068"/>
                                      <a:gd name="T15" fmla="*/ 916 h 924"/>
                                      <a:gd name="T16" fmla="*/ 8 w 4068"/>
                                      <a:gd name="T17" fmla="*/ 924 h 924"/>
                                      <a:gd name="T18" fmla="*/ 0 w 4068"/>
                                      <a:gd name="T19" fmla="*/ 916 h 924"/>
                                      <a:gd name="T20" fmla="*/ 0 w 4068"/>
                                      <a:gd name="T21" fmla="*/ 8 h 924"/>
                                      <a:gd name="T22" fmla="*/ 8 w 4068"/>
                                      <a:gd name="T23" fmla="*/ 0 h 924"/>
                                      <a:gd name="T24" fmla="*/ 4060 w 4068"/>
                                      <a:gd name="T25" fmla="*/ 0 h 924"/>
                                      <a:gd name="T26" fmla="*/ 4068 w 4068"/>
                                      <a:gd name="T27" fmla="*/ 8 h 924"/>
                                      <a:gd name="T28" fmla="*/ 4068 w 4068"/>
                                      <a:gd name="T29" fmla="*/ 916 h 924"/>
                                      <a:gd name="T30" fmla="*/ 4060 w 4068"/>
                                      <a:gd name="T31" fmla="*/ 924 h 924"/>
                                      <a:gd name="T32" fmla="*/ 8 w 4068"/>
                                      <a:gd name="T33" fmla="*/ 924 h 924"/>
                                      <a:gd name="T34" fmla="*/ 0 w 4068"/>
                                      <a:gd name="T35" fmla="*/ 916 h 924"/>
                                      <a:gd name="T36" fmla="*/ 8 w 4068"/>
                                      <a:gd name="T37" fmla="*/ 908 h 9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68" h="924">
                                        <a:moveTo>
                                          <a:pt x="8" y="908"/>
                                        </a:moveTo>
                                        <a:lnTo>
                                          <a:pt x="4060" y="908"/>
                                        </a:lnTo>
                                        <a:lnTo>
                                          <a:pt x="4052" y="916"/>
                                        </a:lnTo>
                                        <a:lnTo>
                                          <a:pt x="4052" y="8"/>
                                        </a:lnTo>
                                        <a:lnTo>
                                          <a:pt x="4060" y="16"/>
                                        </a:lnTo>
                                        <a:lnTo>
                                          <a:pt x="8" y="16"/>
                                        </a:lnTo>
                                        <a:lnTo>
                                          <a:pt x="16" y="8"/>
                                        </a:lnTo>
                                        <a:lnTo>
                                          <a:pt x="16" y="916"/>
                                        </a:lnTo>
                                        <a:cubicBezTo>
                                          <a:pt x="16" y="920"/>
                                          <a:pt x="12" y="924"/>
                                          <a:pt x="8" y="924"/>
                                        </a:cubicBezTo>
                                        <a:cubicBezTo>
                                          <a:pt x="4" y="924"/>
                                          <a:pt x="0" y="920"/>
                                          <a:pt x="0" y="916"/>
                                        </a:cubicBezTo>
                                        <a:lnTo>
                                          <a:pt x="0" y="8"/>
                                        </a:lnTo>
                                        <a:cubicBezTo>
                                          <a:pt x="0" y="4"/>
                                          <a:pt x="4" y="0"/>
                                          <a:pt x="8" y="0"/>
                                        </a:cubicBezTo>
                                        <a:lnTo>
                                          <a:pt x="4060" y="0"/>
                                        </a:lnTo>
                                        <a:cubicBezTo>
                                          <a:pt x="4064" y="0"/>
                                          <a:pt x="4068" y="4"/>
                                          <a:pt x="4068" y="8"/>
                                        </a:cubicBezTo>
                                        <a:lnTo>
                                          <a:pt x="4068" y="916"/>
                                        </a:lnTo>
                                        <a:cubicBezTo>
                                          <a:pt x="4068" y="920"/>
                                          <a:pt x="4064" y="924"/>
                                          <a:pt x="4060" y="924"/>
                                        </a:cubicBezTo>
                                        <a:lnTo>
                                          <a:pt x="8" y="924"/>
                                        </a:lnTo>
                                        <a:cubicBezTo>
                                          <a:pt x="4" y="924"/>
                                          <a:pt x="0" y="920"/>
                                          <a:pt x="0" y="916"/>
                                        </a:cubicBezTo>
                                        <a:cubicBezTo>
                                          <a:pt x="0" y="911"/>
                                          <a:pt x="4" y="908"/>
                                          <a:pt x="8" y="908"/>
                                        </a:cubicBez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291" name="Rectangle 274"/>
                                <wps:cNvSpPr>
                                  <a:spLocks noChangeArrowheads="1"/>
                                </wps:cNvSpPr>
                                <wps:spPr bwMode="auto">
                                  <a:xfrm>
                                    <a:off x="5034" y="7541"/>
                                    <a:ext cx="3084" cy="711"/>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2" name="Rectangle 275"/>
                                <wps:cNvSpPr>
                                  <a:spLocks noChangeArrowheads="1"/>
                                </wps:cNvSpPr>
                                <wps:spPr bwMode="auto">
                                  <a:xfrm>
                                    <a:off x="4998" y="7517"/>
                                    <a:ext cx="3084" cy="12"/>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3" name="Rectangle 276"/>
                                <wps:cNvSpPr>
                                  <a:spLocks noChangeArrowheads="1"/>
                                </wps:cNvSpPr>
                                <wps:spPr bwMode="auto">
                                  <a:xfrm>
                                    <a:off x="4998" y="7529"/>
                                    <a:ext cx="3084" cy="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4" name="Rectangle 277"/>
                                <wps:cNvSpPr>
                                  <a:spLocks noChangeArrowheads="1"/>
                                </wps:cNvSpPr>
                                <wps:spPr bwMode="auto">
                                  <a:xfrm>
                                    <a:off x="4998" y="7553"/>
                                    <a:ext cx="3084" cy="36"/>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5" name="Rectangle 278"/>
                                <wps:cNvSpPr>
                                  <a:spLocks noChangeArrowheads="1"/>
                                </wps:cNvSpPr>
                                <wps:spPr bwMode="auto">
                                  <a:xfrm>
                                    <a:off x="4998" y="7589"/>
                                    <a:ext cx="3084" cy="48"/>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6" name="Rectangle 279"/>
                                <wps:cNvSpPr>
                                  <a:spLocks noChangeArrowheads="1"/>
                                </wps:cNvSpPr>
                                <wps:spPr bwMode="auto">
                                  <a:xfrm>
                                    <a:off x="4998" y="7637"/>
                                    <a:ext cx="3084" cy="49"/>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7" name="Rectangle 280"/>
                                <wps:cNvSpPr>
                                  <a:spLocks noChangeArrowheads="1"/>
                                </wps:cNvSpPr>
                                <wps:spPr bwMode="auto">
                                  <a:xfrm>
                                    <a:off x="4998" y="7686"/>
                                    <a:ext cx="3084" cy="36"/>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8" name="Rectangle 281"/>
                                <wps:cNvSpPr>
                                  <a:spLocks noChangeArrowheads="1"/>
                                </wps:cNvSpPr>
                                <wps:spPr bwMode="auto">
                                  <a:xfrm>
                                    <a:off x="4998" y="7722"/>
                                    <a:ext cx="3084" cy="48"/>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9" name="Rectangle 282"/>
                                <wps:cNvSpPr>
                                  <a:spLocks noChangeArrowheads="1"/>
                                </wps:cNvSpPr>
                                <wps:spPr bwMode="auto">
                                  <a:xfrm>
                                    <a:off x="4998" y="7770"/>
                                    <a:ext cx="3084" cy="48"/>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0" name="Rectangle 283"/>
                                <wps:cNvSpPr>
                                  <a:spLocks noChangeArrowheads="1"/>
                                </wps:cNvSpPr>
                                <wps:spPr bwMode="auto">
                                  <a:xfrm>
                                    <a:off x="4998" y="7818"/>
                                    <a:ext cx="3084" cy="84"/>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1" name="Rectangle 284"/>
                                <wps:cNvSpPr>
                                  <a:spLocks noChangeArrowheads="1"/>
                                </wps:cNvSpPr>
                                <wps:spPr bwMode="auto">
                                  <a:xfrm>
                                    <a:off x="4998" y="7902"/>
                                    <a:ext cx="3084" cy="49"/>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2" name="Rectangle 285"/>
                                <wps:cNvSpPr>
                                  <a:spLocks noChangeArrowheads="1"/>
                                </wps:cNvSpPr>
                                <wps:spPr bwMode="auto">
                                  <a:xfrm>
                                    <a:off x="4998" y="7951"/>
                                    <a:ext cx="3084" cy="36"/>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3" name="Rectangle 286"/>
                                <wps:cNvSpPr>
                                  <a:spLocks noChangeArrowheads="1"/>
                                </wps:cNvSpPr>
                                <wps:spPr bwMode="auto">
                                  <a:xfrm>
                                    <a:off x="4998" y="7987"/>
                                    <a:ext cx="3084" cy="48"/>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4" name="Rectangle 287"/>
                                <wps:cNvSpPr>
                                  <a:spLocks noChangeArrowheads="1"/>
                                </wps:cNvSpPr>
                                <wps:spPr bwMode="auto">
                                  <a:xfrm>
                                    <a:off x="4998" y="8035"/>
                                    <a:ext cx="3084" cy="48"/>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5" name="Rectangle 288"/>
                                <wps:cNvSpPr>
                                  <a:spLocks noChangeArrowheads="1"/>
                                </wps:cNvSpPr>
                                <wps:spPr bwMode="auto">
                                  <a:xfrm>
                                    <a:off x="4998" y="8083"/>
                                    <a:ext cx="3084" cy="36"/>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6" name="Rectangle 289"/>
                                <wps:cNvSpPr>
                                  <a:spLocks noChangeArrowheads="1"/>
                                </wps:cNvSpPr>
                                <wps:spPr bwMode="auto">
                                  <a:xfrm>
                                    <a:off x="4998" y="8119"/>
                                    <a:ext cx="3084" cy="48"/>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7" name="Rectangle 290"/>
                                <wps:cNvSpPr>
                                  <a:spLocks noChangeArrowheads="1"/>
                                </wps:cNvSpPr>
                                <wps:spPr bwMode="auto">
                                  <a:xfrm>
                                    <a:off x="4998" y="8167"/>
                                    <a:ext cx="3084" cy="49"/>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8" name="Rectangle 291"/>
                                <wps:cNvSpPr>
                                  <a:spLocks noChangeArrowheads="1"/>
                                </wps:cNvSpPr>
                                <wps:spPr bwMode="auto">
                                  <a:xfrm>
                                    <a:off x="4998" y="8216"/>
                                    <a:ext cx="3084" cy="12"/>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9" name="Rectangle 292"/>
                                <wps:cNvSpPr>
                                  <a:spLocks noChangeArrowheads="1"/>
                                </wps:cNvSpPr>
                                <wps:spPr bwMode="auto">
                                  <a:xfrm>
                                    <a:off x="5020" y="7535"/>
                                    <a:ext cx="3050" cy="683"/>
                                  </a:xfrm>
                                  <a:prstGeom prst="rect">
                                    <a:avLst/>
                                  </a:prstGeom>
                                  <a:noFill/>
                                  <a:ln w="4"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 name="Rectangle 293"/>
                                <wps:cNvSpPr>
                                  <a:spLocks noChangeArrowheads="1"/>
                                </wps:cNvSpPr>
                                <wps:spPr bwMode="auto">
                                  <a:xfrm>
                                    <a:off x="5251" y="7685"/>
                                    <a:ext cx="2589"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Funded by </w:t>
                                      </w:r>
                                      <w:proofErr w:type="spellStart"/>
                                      <w:r>
                                        <w:rPr>
                                          <w:rFonts w:ascii="Arial" w:hAnsi="Arial" w:cs="Arial"/>
                                          <w:color w:val="000000"/>
                                          <w:sz w:val="16"/>
                                          <w:szCs w:val="16"/>
                                          <w:lang w:val="en-US"/>
                                        </w:rPr>
                                        <w:t>AER</w:t>
                                      </w:r>
                                      <w:proofErr w:type="spellEnd"/>
                                      <w:r>
                                        <w:rPr>
                                          <w:rFonts w:ascii="Arial" w:hAnsi="Arial" w:cs="Arial"/>
                                          <w:color w:val="000000"/>
                                          <w:sz w:val="16"/>
                                          <w:szCs w:val="16"/>
                                          <w:lang w:val="en-US"/>
                                        </w:rPr>
                                        <w:t xml:space="preserve"> revenue allowances </w:t>
                                      </w:r>
                                    </w:p>
                                  </w:txbxContent>
                                </wps:txbx>
                                <wps:bodyPr rot="0" vert="horz" wrap="none" lIns="0" tIns="0" rIns="0" bIns="0" anchor="t" anchorCtr="0">
                                  <a:spAutoFit/>
                                </wps:bodyPr>
                              </wps:wsp>
                              <wps:wsp>
                                <wps:cNvPr id="311" name="Rectangle 294"/>
                                <wps:cNvSpPr>
                                  <a:spLocks noChangeArrowheads="1"/>
                                </wps:cNvSpPr>
                                <wps:spPr bwMode="auto">
                                  <a:xfrm>
                                    <a:off x="1915" y="9300"/>
                                    <a:ext cx="6191" cy="686"/>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12" name="Picture 29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1926" y="9300"/>
                                    <a:ext cx="6190" cy="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13" name="Rectangle 296"/>
                                <wps:cNvSpPr>
                                  <a:spLocks noChangeArrowheads="1"/>
                                </wps:cNvSpPr>
                                <wps:spPr bwMode="auto">
                                  <a:xfrm>
                                    <a:off x="1915" y="9300"/>
                                    <a:ext cx="6191" cy="686"/>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4" name="Rectangle 297"/>
                                <wps:cNvSpPr>
                                  <a:spLocks noChangeArrowheads="1"/>
                                </wps:cNvSpPr>
                                <wps:spPr bwMode="auto">
                                  <a:xfrm>
                                    <a:off x="1915" y="9288"/>
                                    <a:ext cx="6215" cy="710"/>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 name="Freeform 298"/>
                                <wps:cNvSpPr>
                                  <a:spLocks/>
                                </wps:cNvSpPr>
                                <wps:spPr bwMode="auto">
                                  <a:xfrm>
                                    <a:off x="1920" y="9294"/>
                                    <a:ext cx="6202" cy="695"/>
                                  </a:xfrm>
                                  <a:custGeom>
                                    <a:avLst/>
                                    <a:gdLst>
                                      <a:gd name="T0" fmla="*/ 8 w 8240"/>
                                      <a:gd name="T1" fmla="*/ 907 h 923"/>
                                      <a:gd name="T2" fmla="*/ 8232 w 8240"/>
                                      <a:gd name="T3" fmla="*/ 907 h 923"/>
                                      <a:gd name="T4" fmla="*/ 8224 w 8240"/>
                                      <a:gd name="T5" fmla="*/ 915 h 923"/>
                                      <a:gd name="T6" fmla="*/ 8224 w 8240"/>
                                      <a:gd name="T7" fmla="*/ 8 h 923"/>
                                      <a:gd name="T8" fmla="*/ 8232 w 8240"/>
                                      <a:gd name="T9" fmla="*/ 16 h 923"/>
                                      <a:gd name="T10" fmla="*/ 8 w 8240"/>
                                      <a:gd name="T11" fmla="*/ 16 h 923"/>
                                      <a:gd name="T12" fmla="*/ 16 w 8240"/>
                                      <a:gd name="T13" fmla="*/ 8 h 923"/>
                                      <a:gd name="T14" fmla="*/ 16 w 8240"/>
                                      <a:gd name="T15" fmla="*/ 915 h 923"/>
                                      <a:gd name="T16" fmla="*/ 8 w 8240"/>
                                      <a:gd name="T17" fmla="*/ 923 h 923"/>
                                      <a:gd name="T18" fmla="*/ 0 w 8240"/>
                                      <a:gd name="T19" fmla="*/ 915 h 923"/>
                                      <a:gd name="T20" fmla="*/ 0 w 8240"/>
                                      <a:gd name="T21" fmla="*/ 8 h 923"/>
                                      <a:gd name="T22" fmla="*/ 8 w 8240"/>
                                      <a:gd name="T23" fmla="*/ 0 h 923"/>
                                      <a:gd name="T24" fmla="*/ 8232 w 8240"/>
                                      <a:gd name="T25" fmla="*/ 0 h 923"/>
                                      <a:gd name="T26" fmla="*/ 8240 w 8240"/>
                                      <a:gd name="T27" fmla="*/ 8 h 923"/>
                                      <a:gd name="T28" fmla="*/ 8240 w 8240"/>
                                      <a:gd name="T29" fmla="*/ 915 h 923"/>
                                      <a:gd name="T30" fmla="*/ 8232 w 8240"/>
                                      <a:gd name="T31" fmla="*/ 923 h 923"/>
                                      <a:gd name="T32" fmla="*/ 8 w 8240"/>
                                      <a:gd name="T33" fmla="*/ 923 h 923"/>
                                      <a:gd name="T34" fmla="*/ 0 w 8240"/>
                                      <a:gd name="T35" fmla="*/ 915 h 923"/>
                                      <a:gd name="T36" fmla="*/ 8 w 8240"/>
                                      <a:gd name="T37" fmla="*/ 907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8240" h="923">
                                        <a:moveTo>
                                          <a:pt x="8" y="907"/>
                                        </a:moveTo>
                                        <a:lnTo>
                                          <a:pt x="8232" y="907"/>
                                        </a:lnTo>
                                        <a:lnTo>
                                          <a:pt x="8224" y="915"/>
                                        </a:lnTo>
                                        <a:lnTo>
                                          <a:pt x="8224" y="8"/>
                                        </a:lnTo>
                                        <a:lnTo>
                                          <a:pt x="8232" y="16"/>
                                        </a:lnTo>
                                        <a:lnTo>
                                          <a:pt x="8" y="16"/>
                                        </a:lnTo>
                                        <a:lnTo>
                                          <a:pt x="16" y="8"/>
                                        </a:lnTo>
                                        <a:lnTo>
                                          <a:pt x="16" y="915"/>
                                        </a:lnTo>
                                        <a:cubicBezTo>
                                          <a:pt x="16" y="919"/>
                                          <a:pt x="12" y="923"/>
                                          <a:pt x="8" y="923"/>
                                        </a:cubicBezTo>
                                        <a:cubicBezTo>
                                          <a:pt x="3" y="923"/>
                                          <a:pt x="0" y="919"/>
                                          <a:pt x="0" y="915"/>
                                        </a:cubicBezTo>
                                        <a:lnTo>
                                          <a:pt x="0" y="8"/>
                                        </a:lnTo>
                                        <a:cubicBezTo>
                                          <a:pt x="0" y="3"/>
                                          <a:pt x="3" y="0"/>
                                          <a:pt x="8" y="0"/>
                                        </a:cubicBezTo>
                                        <a:lnTo>
                                          <a:pt x="8232" y="0"/>
                                        </a:lnTo>
                                        <a:cubicBezTo>
                                          <a:pt x="8236" y="0"/>
                                          <a:pt x="8240" y="3"/>
                                          <a:pt x="8240" y="8"/>
                                        </a:cubicBezTo>
                                        <a:lnTo>
                                          <a:pt x="8240" y="915"/>
                                        </a:lnTo>
                                        <a:cubicBezTo>
                                          <a:pt x="8240" y="919"/>
                                          <a:pt x="8236" y="923"/>
                                          <a:pt x="8232" y="923"/>
                                        </a:cubicBezTo>
                                        <a:lnTo>
                                          <a:pt x="8" y="923"/>
                                        </a:lnTo>
                                        <a:cubicBezTo>
                                          <a:pt x="3" y="923"/>
                                          <a:pt x="0" y="919"/>
                                          <a:pt x="0" y="915"/>
                                        </a:cubicBezTo>
                                        <a:cubicBezTo>
                                          <a:pt x="0" y="910"/>
                                          <a:pt x="3" y="907"/>
                                          <a:pt x="8" y="907"/>
                                        </a:cubicBez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316" name="Rectangle 299"/>
                                <wps:cNvSpPr>
                                  <a:spLocks noChangeArrowheads="1"/>
                                </wps:cNvSpPr>
                                <wps:spPr bwMode="auto">
                                  <a:xfrm>
                                    <a:off x="1915" y="9288"/>
                                    <a:ext cx="6215" cy="710"/>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 name="Rectangle 300"/>
                                <wps:cNvSpPr>
                                  <a:spLocks noChangeArrowheads="1"/>
                                </wps:cNvSpPr>
                                <wps:spPr bwMode="auto">
                                  <a:xfrm>
                                    <a:off x="1879" y="9264"/>
                                    <a:ext cx="6215" cy="12"/>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8" name="Rectangle 301"/>
                                <wps:cNvSpPr>
                                  <a:spLocks noChangeArrowheads="1"/>
                                </wps:cNvSpPr>
                                <wps:spPr bwMode="auto">
                                  <a:xfrm>
                                    <a:off x="1879" y="9276"/>
                                    <a:ext cx="6215" cy="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9" name="Rectangle 302"/>
                                <wps:cNvSpPr>
                                  <a:spLocks noChangeArrowheads="1"/>
                                </wps:cNvSpPr>
                                <wps:spPr bwMode="auto">
                                  <a:xfrm>
                                    <a:off x="1879" y="9288"/>
                                    <a:ext cx="6215" cy="48"/>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0" name="Rectangle 303"/>
                                <wps:cNvSpPr>
                                  <a:spLocks noChangeArrowheads="1"/>
                                </wps:cNvSpPr>
                                <wps:spPr bwMode="auto">
                                  <a:xfrm>
                                    <a:off x="1879" y="9336"/>
                                    <a:ext cx="6215" cy="48"/>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1" name="Rectangle 304"/>
                                <wps:cNvSpPr>
                                  <a:spLocks noChangeArrowheads="1"/>
                                </wps:cNvSpPr>
                                <wps:spPr bwMode="auto">
                                  <a:xfrm>
                                    <a:off x="1879" y="9384"/>
                                    <a:ext cx="6215" cy="36"/>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2" name="Rectangle 305"/>
                                <wps:cNvSpPr>
                                  <a:spLocks noChangeArrowheads="1"/>
                                </wps:cNvSpPr>
                                <wps:spPr bwMode="auto">
                                  <a:xfrm>
                                    <a:off x="1879" y="9420"/>
                                    <a:ext cx="6215" cy="48"/>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3" name="Rectangle 306"/>
                                <wps:cNvSpPr>
                                  <a:spLocks noChangeArrowheads="1"/>
                                </wps:cNvSpPr>
                                <wps:spPr bwMode="auto">
                                  <a:xfrm>
                                    <a:off x="1879" y="9468"/>
                                    <a:ext cx="6215" cy="49"/>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4" name="Rectangle 307"/>
                                <wps:cNvSpPr>
                                  <a:spLocks noChangeArrowheads="1"/>
                                </wps:cNvSpPr>
                                <wps:spPr bwMode="auto">
                                  <a:xfrm>
                                    <a:off x="1879" y="9517"/>
                                    <a:ext cx="6215" cy="36"/>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5" name="Rectangle 308"/>
                                <wps:cNvSpPr>
                                  <a:spLocks noChangeArrowheads="1"/>
                                </wps:cNvSpPr>
                                <wps:spPr bwMode="auto">
                                  <a:xfrm>
                                    <a:off x="1879" y="9553"/>
                                    <a:ext cx="6215" cy="96"/>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6" name="Rectangle 309"/>
                                <wps:cNvSpPr>
                                  <a:spLocks noChangeArrowheads="1"/>
                                </wps:cNvSpPr>
                                <wps:spPr bwMode="auto">
                                  <a:xfrm>
                                    <a:off x="1879" y="9649"/>
                                    <a:ext cx="6215" cy="36"/>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7" name="Rectangle 310"/>
                                <wps:cNvSpPr>
                                  <a:spLocks noChangeArrowheads="1"/>
                                </wps:cNvSpPr>
                                <wps:spPr bwMode="auto">
                                  <a:xfrm>
                                    <a:off x="1879" y="9685"/>
                                    <a:ext cx="6215" cy="48"/>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 name="Rectangle 311"/>
                                <wps:cNvSpPr>
                                  <a:spLocks noChangeArrowheads="1"/>
                                </wps:cNvSpPr>
                                <wps:spPr bwMode="auto">
                                  <a:xfrm>
                                    <a:off x="1879" y="9733"/>
                                    <a:ext cx="6215" cy="49"/>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 name="Rectangle 312"/>
                                <wps:cNvSpPr>
                                  <a:spLocks noChangeArrowheads="1"/>
                                </wps:cNvSpPr>
                                <wps:spPr bwMode="auto">
                                  <a:xfrm>
                                    <a:off x="1879" y="9782"/>
                                    <a:ext cx="6215" cy="36"/>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0" name="Rectangle 313"/>
                                <wps:cNvSpPr>
                                  <a:spLocks noChangeArrowheads="1"/>
                                </wps:cNvSpPr>
                                <wps:spPr bwMode="auto">
                                  <a:xfrm>
                                    <a:off x="1879" y="9818"/>
                                    <a:ext cx="6215" cy="48"/>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1" name="Rectangle 314"/>
                                <wps:cNvSpPr>
                                  <a:spLocks noChangeArrowheads="1"/>
                                </wps:cNvSpPr>
                                <wps:spPr bwMode="auto">
                                  <a:xfrm>
                                    <a:off x="1879" y="9866"/>
                                    <a:ext cx="6215" cy="48"/>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 name="Rectangle 315"/>
                                <wps:cNvSpPr>
                                  <a:spLocks noChangeArrowheads="1"/>
                                </wps:cNvSpPr>
                                <wps:spPr bwMode="auto">
                                  <a:xfrm>
                                    <a:off x="1879" y="9914"/>
                                    <a:ext cx="6215" cy="36"/>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3" name="Rectangle 316"/>
                                <wps:cNvSpPr>
                                  <a:spLocks noChangeArrowheads="1"/>
                                </wps:cNvSpPr>
                                <wps:spPr bwMode="auto">
                                  <a:xfrm>
                                    <a:off x="1879" y="9950"/>
                                    <a:ext cx="6215" cy="24"/>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4" name="Rectangle 317"/>
                                <wps:cNvSpPr>
                                  <a:spLocks noChangeArrowheads="1"/>
                                </wps:cNvSpPr>
                                <wps:spPr bwMode="auto">
                                  <a:xfrm>
                                    <a:off x="1902" y="9276"/>
                                    <a:ext cx="6191" cy="683"/>
                                  </a:xfrm>
                                  <a:prstGeom prst="rect">
                                    <a:avLst/>
                                  </a:prstGeom>
                                  <a:noFill/>
                                  <a:ln w="4"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5" name="Rectangle 318"/>
                                <wps:cNvSpPr>
                                  <a:spLocks noChangeArrowheads="1"/>
                                </wps:cNvSpPr>
                                <wps:spPr bwMode="auto">
                                  <a:xfrm>
                                    <a:off x="3565" y="9420"/>
                                    <a:ext cx="2820"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Revised or approved investments made</w:t>
                                      </w:r>
                                    </w:p>
                                  </w:txbxContent>
                                </wps:txbx>
                                <wps:bodyPr rot="0" vert="horz" wrap="none" lIns="0" tIns="0" rIns="0" bIns="0" anchor="t" anchorCtr="0">
                                  <a:spAutoFit/>
                                </wps:bodyPr>
                              </wps:wsp>
                              <wps:wsp>
                                <wps:cNvPr id="336" name="Rectangle 319"/>
                                <wps:cNvSpPr>
                                  <a:spLocks noChangeArrowheads="1"/>
                                </wps:cNvSpPr>
                                <wps:spPr bwMode="auto">
                                  <a:xfrm>
                                    <a:off x="6395" y="9420"/>
                                    <a:ext cx="45"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337" name="Rectangle 320"/>
                                <wps:cNvSpPr>
                                  <a:spLocks noChangeArrowheads="1"/>
                                </wps:cNvSpPr>
                                <wps:spPr bwMode="auto">
                                  <a:xfrm>
                                    <a:off x="2722" y="9612"/>
                                    <a:ext cx="4500"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proofErr w:type="spellStart"/>
                                      <w:r>
                                        <w:rPr>
                                          <w:rFonts w:ascii="Arial" w:hAnsi="Arial" w:cs="Arial"/>
                                          <w:color w:val="000000"/>
                                          <w:sz w:val="16"/>
                                          <w:szCs w:val="16"/>
                                          <w:lang w:val="en-US"/>
                                        </w:rPr>
                                        <w:t>AEMO</w:t>
                                      </w:r>
                                      <w:proofErr w:type="spellEnd"/>
                                      <w:r>
                                        <w:rPr>
                                          <w:rFonts w:ascii="Arial" w:hAnsi="Arial" w:cs="Arial"/>
                                          <w:color w:val="000000"/>
                                          <w:sz w:val="16"/>
                                          <w:szCs w:val="16"/>
                                          <w:lang w:val="en-US"/>
                                        </w:rPr>
                                        <w:t xml:space="preserve"> directed investments under planner of last resort powers</w:t>
                                      </w:r>
                                    </w:p>
                                  </w:txbxContent>
                                </wps:txbx>
                                <wps:bodyPr rot="0" vert="horz" wrap="none" lIns="0" tIns="0" rIns="0" bIns="0" anchor="t" anchorCtr="0">
                                  <a:spAutoFit/>
                                </wps:bodyPr>
                              </wps:wsp>
                              <wps:wsp>
                                <wps:cNvPr id="338" name="Rectangle 321"/>
                                <wps:cNvSpPr>
                                  <a:spLocks noChangeArrowheads="1"/>
                                </wps:cNvSpPr>
                                <wps:spPr bwMode="auto">
                                  <a:xfrm>
                                    <a:off x="7239" y="9612"/>
                                    <a:ext cx="45"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339" name="Freeform 322"/>
                                <wps:cNvSpPr>
                                  <a:spLocks/>
                                </wps:cNvSpPr>
                                <wps:spPr bwMode="auto">
                                  <a:xfrm>
                                    <a:off x="4998" y="8218"/>
                                    <a:ext cx="1547" cy="973"/>
                                  </a:xfrm>
                                  <a:custGeom>
                                    <a:avLst/>
                                    <a:gdLst>
                                      <a:gd name="T0" fmla="*/ 1547 w 1547"/>
                                      <a:gd name="T1" fmla="*/ 0 h 973"/>
                                      <a:gd name="T2" fmla="*/ 1547 w 1547"/>
                                      <a:gd name="T3" fmla="*/ 743 h 973"/>
                                      <a:gd name="T4" fmla="*/ 0 w 1547"/>
                                      <a:gd name="T5" fmla="*/ 743 h 973"/>
                                      <a:gd name="T6" fmla="*/ 0 w 1547"/>
                                      <a:gd name="T7" fmla="*/ 973 h 973"/>
                                    </a:gdLst>
                                    <a:ahLst/>
                                    <a:cxnLst>
                                      <a:cxn ang="0">
                                        <a:pos x="T0" y="T1"/>
                                      </a:cxn>
                                      <a:cxn ang="0">
                                        <a:pos x="T2" y="T3"/>
                                      </a:cxn>
                                      <a:cxn ang="0">
                                        <a:pos x="T4" y="T5"/>
                                      </a:cxn>
                                      <a:cxn ang="0">
                                        <a:pos x="T6" y="T7"/>
                                      </a:cxn>
                                    </a:cxnLst>
                                    <a:rect l="0" t="0" r="r" b="b"/>
                                    <a:pathLst>
                                      <a:path w="1547" h="973">
                                        <a:moveTo>
                                          <a:pt x="1547" y="0"/>
                                        </a:moveTo>
                                        <a:lnTo>
                                          <a:pt x="1547" y="743"/>
                                        </a:lnTo>
                                        <a:lnTo>
                                          <a:pt x="0" y="743"/>
                                        </a:lnTo>
                                        <a:lnTo>
                                          <a:pt x="0" y="973"/>
                                        </a:lnTo>
                                      </a:path>
                                    </a:pathLst>
                                  </a:custGeom>
                                  <a:noFill/>
                                  <a:ln w="16"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0" name="Freeform 323"/>
                                <wps:cNvSpPr>
                                  <a:spLocks/>
                                </wps:cNvSpPr>
                                <wps:spPr bwMode="auto">
                                  <a:xfrm>
                                    <a:off x="4941" y="9163"/>
                                    <a:ext cx="113" cy="113"/>
                                  </a:xfrm>
                                  <a:custGeom>
                                    <a:avLst/>
                                    <a:gdLst>
                                      <a:gd name="T0" fmla="*/ 75 w 150"/>
                                      <a:gd name="T1" fmla="*/ 150 h 150"/>
                                      <a:gd name="T2" fmla="*/ 0 w 150"/>
                                      <a:gd name="T3" fmla="*/ 0 h 150"/>
                                      <a:gd name="T4" fmla="*/ 150 w 150"/>
                                      <a:gd name="T5" fmla="*/ 0 h 150"/>
                                      <a:gd name="T6" fmla="*/ 150 w 150"/>
                                      <a:gd name="T7" fmla="*/ 0 h 150"/>
                                      <a:gd name="T8" fmla="*/ 75 w 150"/>
                                      <a:gd name="T9" fmla="*/ 150 h 150"/>
                                    </a:gdLst>
                                    <a:ahLst/>
                                    <a:cxnLst>
                                      <a:cxn ang="0">
                                        <a:pos x="T0" y="T1"/>
                                      </a:cxn>
                                      <a:cxn ang="0">
                                        <a:pos x="T2" y="T3"/>
                                      </a:cxn>
                                      <a:cxn ang="0">
                                        <a:pos x="T4" y="T5"/>
                                      </a:cxn>
                                      <a:cxn ang="0">
                                        <a:pos x="T6" y="T7"/>
                                      </a:cxn>
                                      <a:cxn ang="0">
                                        <a:pos x="T8" y="T9"/>
                                      </a:cxn>
                                    </a:cxnLst>
                                    <a:rect l="0" t="0" r="r" b="b"/>
                                    <a:pathLst>
                                      <a:path w="150" h="150">
                                        <a:moveTo>
                                          <a:pt x="75" y="150"/>
                                        </a:moveTo>
                                        <a:lnTo>
                                          <a:pt x="0" y="0"/>
                                        </a:lnTo>
                                        <a:cubicBezTo>
                                          <a:pt x="47" y="23"/>
                                          <a:pt x="103" y="23"/>
                                          <a:pt x="150" y="0"/>
                                        </a:cubicBezTo>
                                        <a:lnTo>
                                          <a:pt x="150" y="0"/>
                                        </a:lnTo>
                                        <a:lnTo>
                                          <a:pt x="75" y="150"/>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341" name="Rectangle 324"/>
                                <wps:cNvSpPr>
                                  <a:spLocks noChangeArrowheads="1"/>
                                </wps:cNvSpPr>
                                <wps:spPr bwMode="auto">
                                  <a:xfrm>
                                    <a:off x="3107" y="4734"/>
                                    <a:ext cx="3650" cy="68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42" name="Picture 32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3109" y="4735"/>
                                    <a:ext cx="3642" cy="6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3" name="Rectangle 326"/>
                                <wps:cNvSpPr>
                                  <a:spLocks noChangeArrowheads="1"/>
                                </wps:cNvSpPr>
                                <wps:spPr bwMode="auto">
                                  <a:xfrm>
                                    <a:off x="3107" y="4734"/>
                                    <a:ext cx="3650" cy="68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4" name="Rectangle 327"/>
                                <wps:cNvSpPr>
                                  <a:spLocks noChangeArrowheads="1"/>
                                </wps:cNvSpPr>
                                <wps:spPr bwMode="auto">
                                  <a:xfrm>
                                    <a:off x="3095" y="4722"/>
                                    <a:ext cx="3674" cy="711"/>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5" name="Freeform 328"/>
                                <wps:cNvSpPr>
                                  <a:spLocks/>
                                </wps:cNvSpPr>
                                <wps:spPr bwMode="auto">
                                  <a:xfrm>
                                    <a:off x="3103" y="4729"/>
                                    <a:ext cx="3654" cy="695"/>
                                  </a:xfrm>
                                  <a:custGeom>
                                    <a:avLst/>
                                    <a:gdLst>
                                      <a:gd name="T0" fmla="*/ 8 w 4854"/>
                                      <a:gd name="T1" fmla="*/ 907 h 923"/>
                                      <a:gd name="T2" fmla="*/ 4846 w 4854"/>
                                      <a:gd name="T3" fmla="*/ 907 h 923"/>
                                      <a:gd name="T4" fmla="*/ 4838 w 4854"/>
                                      <a:gd name="T5" fmla="*/ 915 h 923"/>
                                      <a:gd name="T6" fmla="*/ 4838 w 4854"/>
                                      <a:gd name="T7" fmla="*/ 8 h 923"/>
                                      <a:gd name="T8" fmla="*/ 4846 w 4854"/>
                                      <a:gd name="T9" fmla="*/ 16 h 923"/>
                                      <a:gd name="T10" fmla="*/ 8 w 4854"/>
                                      <a:gd name="T11" fmla="*/ 16 h 923"/>
                                      <a:gd name="T12" fmla="*/ 16 w 4854"/>
                                      <a:gd name="T13" fmla="*/ 8 h 923"/>
                                      <a:gd name="T14" fmla="*/ 16 w 4854"/>
                                      <a:gd name="T15" fmla="*/ 915 h 923"/>
                                      <a:gd name="T16" fmla="*/ 8 w 4854"/>
                                      <a:gd name="T17" fmla="*/ 923 h 923"/>
                                      <a:gd name="T18" fmla="*/ 0 w 4854"/>
                                      <a:gd name="T19" fmla="*/ 915 h 923"/>
                                      <a:gd name="T20" fmla="*/ 0 w 4854"/>
                                      <a:gd name="T21" fmla="*/ 8 h 923"/>
                                      <a:gd name="T22" fmla="*/ 8 w 4854"/>
                                      <a:gd name="T23" fmla="*/ 0 h 923"/>
                                      <a:gd name="T24" fmla="*/ 4846 w 4854"/>
                                      <a:gd name="T25" fmla="*/ 0 h 923"/>
                                      <a:gd name="T26" fmla="*/ 4854 w 4854"/>
                                      <a:gd name="T27" fmla="*/ 8 h 923"/>
                                      <a:gd name="T28" fmla="*/ 4854 w 4854"/>
                                      <a:gd name="T29" fmla="*/ 915 h 923"/>
                                      <a:gd name="T30" fmla="*/ 4846 w 4854"/>
                                      <a:gd name="T31" fmla="*/ 923 h 923"/>
                                      <a:gd name="T32" fmla="*/ 8 w 4854"/>
                                      <a:gd name="T33" fmla="*/ 923 h 923"/>
                                      <a:gd name="T34" fmla="*/ 0 w 4854"/>
                                      <a:gd name="T35" fmla="*/ 915 h 923"/>
                                      <a:gd name="T36" fmla="*/ 8 w 4854"/>
                                      <a:gd name="T37" fmla="*/ 907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854" h="923">
                                        <a:moveTo>
                                          <a:pt x="8" y="907"/>
                                        </a:moveTo>
                                        <a:lnTo>
                                          <a:pt x="4846" y="907"/>
                                        </a:lnTo>
                                        <a:lnTo>
                                          <a:pt x="4838" y="915"/>
                                        </a:lnTo>
                                        <a:lnTo>
                                          <a:pt x="4838" y="8"/>
                                        </a:lnTo>
                                        <a:lnTo>
                                          <a:pt x="4846" y="16"/>
                                        </a:lnTo>
                                        <a:lnTo>
                                          <a:pt x="8" y="16"/>
                                        </a:lnTo>
                                        <a:lnTo>
                                          <a:pt x="16" y="8"/>
                                        </a:lnTo>
                                        <a:lnTo>
                                          <a:pt x="16" y="915"/>
                                        </a:lnTo>
                                        <a:cubicBezTo>
                                          <a:pt x="16" y="920"/>
                                          <a:pt x="12" y="923"/>
                                          <a:pt x="8" y="923"/>
                                        </a:cubicBezTo>
                                        <a:cubicBezTo>
                                          <a:pt x="3" y="923"/>
                                          <a:pt x="0" y="920"/>
                                          <a:pt x="0" y="915"/>
                                        </a:cubicBezTo>
                                        <a:lnTo>
                                          <a:pt x="0" y="8"/>
                                        </a:lnTo>
                                        <a:cubicBezTo>
                                          <a:pt x="0" y="4"/>
                                          <a:pt x="3" y="0"/>
                                          <a:pt x="8" y="0"/>
                                        </a:cubicBezTo>
                                        <a:lnTo>
                                          <a:pt x="4846" y="0"/>
                                        </a:lnTo>
                                        <a:cubicBezTo>
                                          <a:pt x="4850" y="0"/>
                                          <a:pt x="4854" y="4"/>
                                          <a:pt x="4854" y="8"/>
                                        </a:cubicBezTo>
                                        <a:lnTo>
                                          <a:pt x="4854" y="915"/>
                                        </a:lnTo>
                                        <a:cubicBezTo>
                                          <a:pt x="4854" y="920"/>
                                          <a:pt x="4850" y="923"/>
                                          <a:pt x="4846" y="923"/>
                                        </a:cubicBezTo>
                                        <a:lnTo>
                                          <a:pt x="8" y="923"/>
                                        </a:lnTo>
                                        <a:cubicBezTo>
                                          <a:pt x="3" y="923"/>
                                          <a:pt x="0" y="920"/>
                                          <a:pt x="0" y="915"/>
                                        </a:cubicBezTo>
                                        <a:cubicBezTo>
                                          <a:pt x="0" y="911"/>
                                          <a:pt x="3" y="907"/>
                                          <a:pt x="8" y="907"/>
                                        </a:cubicBez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346" name="Rectangle 329"/>
                                <wps:cNvSpPr>
                                  <a:spLocks noChangeArrowheads="1"/>
                                </wps:cNvSpPr>
                                <wps:spPr bwMode="auto">
                                  <a:xfrm>
                                    <a:off x="3095" y="4722"/>
                                    <a:ext cx="3674" cy="711"/>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7" name="Rectangle 330"/>
                                <wps:cNvSpPr>
                                  <a:spLocks noChangeArrowheads="1"/>
                                </wps:cNvSpPr>
                                <wps:spPr bwMode="auto">
                                  <a:xfrm>
                                    <a:off x="3071" y="4698"/>
                                    <a:ext cx="3674" cy="12"/>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8" name="Rectangle 331"/>
                                <wps:cNvSpPr>
                                  <a:spLocks noChangeArrowheads="1"/>
                                </wps:cNvSpPr>
                                <wps:spPr bwMode="auto">
                                  <a:xfrm>
                                    <a:off x="3071" y="4710"/>
                                    <a:ext cx="3674" cy="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9" name="Rectangle 332"/>
                                <wps:cNvSpPr>
                                  <a:spLocks noChangeArrowheads="1"/>
                                </wps:cNvSpPr>
                                <wps:spPr bwMode="auto">
                                  <a:xfrm>
                                    <a:off x="3071" y="4722"/>
                                    <a:ext cx="3674" cy="48"/>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0" name="Rectangle 333"/>
                                <wps:cNvSpPr>
                                  <a:spLocks noChangeArrowheads="1"/>
                                </wps:cNvSpPr>
                                <wps:spPr bwMode="auto">
                                  <a:xfrm>
                                    <a:off x="3071" y="4770"/>
                                    <a:ext cx="3674" cy="49"/>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1" name="Rectangle 334"/>
                                <wps:cNvSpPr>
                                  <a:spLocks noChangeArrowheads="1"/>
                                </wps:cNvSpPr>
                                <wps:spPr bwMode="auto">
                                  <a:xfrm>
                                    <a:off x="3071" y="4819"/>
                                    <a:ext cx="3674" cy="36"/>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2" name="Rectangle 335"/>
                                <wps:cNvSpPr>
                                  <a:spLocks noChangeArrowheads="1"/>
                                </wps:cNvSpPr>
                                <wps:spPr bwMode="auto">
                                  <a:xfrm>
                                    <a:off x="3071" y="4855"/>
                                    <a:ext cx="3674" cy="48"/>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 name="Rectangle 336"/>
                                <wps:cNvSpPr>
                                  <a:spLocks noChangeArrowheads="1"/>
                                </wps:cNvSpPr>
                                <wps:spPr bwMode="auto">
                                  <a:xfrm>
                                    <a:off x="3071" y="4903"/>
                                    <a:ext cx="3674" cy="48"/>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4" name="Rectangle 337"/>
                                <wps:cNvSpPr>
                                  <a:spLocks noChangeArrowheads="1"/>
                                </wps:cNvSpPr>
                                <wps:spPr bwMode="auto">
                                  <a:xfrm>
                                    <a:off x="3071" y="4951"/>
                                    <a:ext cx="3674" cy="36"/>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5" name="Rectangle 338"/>
                                <wps:cNvSpPr>
                                  <a:spLocks noChangeArrowheads="1"/>
                                </wps:cNvSpPr>
                                <wps:spPr bwMode="auto">
                                  <a:xfrm>
                                    <a:off x="3071" y="4987"/>
                                    <a:ext cx="3674" cy="97"/>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6" name="Rectangle 339"/>
                                <wps:cNvSpPr>
                                  <a:spLocks noChangeArrowheads="1"/>
                                </wps:cNvSpPr>
                                <wps:spPr bwMode="auto">
                                  <a:xfrm>
                                    <a:off x="3071" y="5084"/>
                                    <a:ext cx="3674" cy="36"/>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7" name="Rectangle 340"/>
                                <wps:cNvSpPr>
                                  <a:spLocks noChangeArrowheads="1"/>
                                </wps:cNvSpPr>
                                <wps:spPr bwMode="auto">
                                  <a:xfrm>
                                    <a:off x="3071" y="5120"/>
                                    <a:ext cx="3674" cy="48"/>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8" name="Rectangle 341"/>
                                <wps:cNvSpPr>
                                  <a:spLocks noChangeArrowheads="1"/>
                                </wps:cNvSpPr>
                                <wps:spPr bwMode="auto">
                                  <a:xfrm>
                                    <a:off x="3071" y="5168"/>
                                    <a:ext cx="3674" cy="48"/>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9" name="Rectangle 342"/>
                                <wps:cNvSpPr>
                                  <a:spLocks noChangeArrowheads="1"/>
                                </wps:cNvSpPr>
                                <wps:spPr bwMode="auto">
                                  <a:xfrm>
                                    <a:off x="3071" y="5216"/>
                                    <a:ext cx="3674" cy="36"/>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0" name="Rectangle 343"/>
                                <wps:cNvSpPr>
                                  <a:spLocks noChangeArrowheads="1"/>
                                </wps:cNvSpPr>
                                <wps:spPr bwMode="auto">
                                  <a:xfrm>
                                    <a:off x="3071" y="5252"/>
                                    <a:ext cx="3674" cy="48"/>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1" name="Rectangle 344"/>
                                <wps:cNvSpPr>
                                  <a:spLocks noChangeArrowheads="1"/>
                                </wps:cNvSpPr>
                                <wps:spPr bwMode="auto">
                                  <a:xfrm>
                                    <a:off x="3071" y="5300"/>
                                    <a:ext cx="3674" cy="49"/>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2" name="Rectangle 345"/>
                                <wps:cNvSpPr>
                                  <a:spLocks noChangeArrowheads="1"/>
                                </wps:cNvSpPr>
                                <wps:spPr bwMode="auto">
                                  <a:xfrm>
                                    <a:off x="3071" y="5349"/>
                                    <a:ext cx="3674" cy="36"/>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3" name="Rectangle 346"/>
                                <wps:cNvSpPr>
                                  <a:spLocks noChangeArrowheads="1"/>
                                </wps:cNvSpPr>
                                <wps:spPr bwMode="auto">
                                  <a:xfrm>
                                    <a:off x="3071" y="5385"/>
                                    <a:ext cx="3674" cy="24"/>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4" name="Rectangle 347"/>
                                <wps:cNvSpPr>
                                  <a:spLocks noChangeArrowheads="1"/>
                                </wps:cNvSpPr>
                                <wps:spPr bwMode="auto">
                                  <a:xfrm>
                                    <a:off x="3086" y="4712"/>
                                    <a:ext cx="3641" cy="683"/>
                                  </a:xfrm>
                                  <a:prstGeom prst="rect">
                                    <a:avLst/>
                                  </a:prstGeom>
                                  <a:noFill/>
                                  <a:ln w="4"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5" name="Rectangle 348"/>
                                <wps:cNvSpPr>
                                  <a:spLocks noChangeArrowheads="1"/>
                                </wps:cNvSpPr>
                                <wps:spPr bwMode="auto">
                                  <a:xfrm>
                                    <a:off x="4372" y="4951"/>
                                    <a:ext cx="1077"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proofErr w:type="spellStart"/>
                                      <w:r>
                                        <w:rPr>
                                          <w:rFonts w:ascii="Arial" w:hAnsi="Arial" w:cs="Arial"/>
                                          <w:color w:val="000000"/>
                                          <w:sz w:val="16"/>
                                          <w:szCs w:val="16"/>
                                          <w:lang w:val="en-US"/>
                                        </w:rPr>
                                        <w:t>TNSP</w:t>
                                      </w:r>
                                      <w:proofErr w:type="spellEnd"/>
                                      <w:r>
                                        <w:rPr>
                                          <w:rFonts w:ascii="Arial" w:hAnsi="Arial" w:cs="Arial"/>
                                          <w:color w:val="000000"/>
                                          <w:sz w:val="16"/>
                                          <w:szCs w:val="16"/>
                                          <w:lang w:val="en-US"/>
                                        </w:rPr>
                                        <w:t xml:space="preserve"> planning</w:t>
                                      </w:r>
                                    </w:p>
                                  </w:txbxContent>
                                </wps:txbx>
                                <wps:bodyPr rot="0" vert="horz" wrap="none" lIns="0" tIns="0" rIns="0" bIns="0" anchor="t" anchorCtr="0">
                                  <a:spAutoFit/>
                                </wps:bodyPr>
                              </wps:wsp>
                              <wps:wsp>
                                <wps:cNvPr id="366" name="Freeform 349"/>
                                <wps:cNvSpPr>
                                  <a:spLocks/>
                                </wps:cNvSpPr>
                                <wps:spPr bwMode="auto">
                                  <a:xfrm>
                                    <a:off x="1582" y="1479"/>
                                    <a:ext cx="3894" cy="3148"/>
                                  </a:xfrm>
                                  <a:custGeom>
                                    <a:avLst/>
                                    <a:gdLst>
                                      <a:gd name="T0" fmla="*/ 0 w 3894"/>
                                      <a:gd name="T1" fmla="*/ 0 h 3148"/>
                                      <a:gd name="T2" fmla="*/ 0 w 3894"/>
                                      <a:gd name="T3" fmla="*/ 171 h 3148"/>
                                      <a:gd name="T4" fmla="*/ 3894 w 3894"/>
                                      <a:gd name="T5" fmla="*/ 171 h 3148"/>
                                      <a:gd name="T6" fmla="*/ 3894 w 3894"/>
                                      <a:gd name="T7" fmla="*/ 2732 h 3148"/>
                                      <a:gd name="T8" fmla="*/ 3324 w 3894"/>
                                      <a:gd name="T9" fmla="*/ 2732 h 3148"/>
                                      <a:gd name="T10" fmla="*/ 3324 w 3894"/>
                                      <a:gd name="T11" fmla="*/ 3148 h 3148"/>
                                    </a:gdLst>
                                    <a:ahLst/>
                                    <a:cxnLst>
                                      <a:cxn ang="0">
                                        <a:pos x="T0" y="T1"/>
                                      </a:cxn>
                                      <a:cxn ang="0">
                                        <a:pos x="T2" y="T3"/>
                                      </a:cxn>
                                      <a:cxn ang="0">
                                        <a:pos x="T4" y="T5"/>
                                      </a:cxn>
                                      <a:cxn ang="0">
                                        <a:pos x="T6" y="T7"/>
                                      </a:cxn>
                                      <a:cxn ang="0">
                                        <a:pos x="T8" y="T9"/>
                                      </a:cxn>
                                      <a:cxn ang="0">
                                        <a:pos x="T10" y="T11"/>
                                      </a:cxn>
                                    </a:cxnLst>
                                    <a:rect l="0" t="0" r="r" b="b"/>
                                    <a:pathLst>
                                      <a:path w="3894" h="3148">
                                        <a:moveTo>
                                          <a:pt x="0" y="0"/>
                                        </a:moveTo>
                                        <a:lnTo>
                                          <a:pt x="0" y="171"/>
                                        </a:lnTo>
                                        <a:lnTo>
                                          <a:pt x="3894" y="171"/>
                                        </a:lnTo>
                                        <a:lnTo>
                                          <a:pt x="3894" y="2732"/>
                                        </a:lnTo>
                                        <a:lnTo>
                                          <a:pt x="3324" y="2732"/>
                                        </a:lnTo>
                                        <a:lnTo>
                                          <a:pt x="3324" y="3148"/>
                                        </a:lnTo>
                                      </a:path>
                                    </a:pathLst>
                                  </a:custGeom>
                                  <a:noFill/>
                                  <a:ln w="16"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7" name="Freeform 350"/>
                                <wps:cNvSpPr>
                                  <a:spLocks/>
                                </wps:cNvSpPr>
                                <wps:spPr bwMode="auto">
                                  <a:xfrm>
                                    <a:off x="4850" y="4599"/>
                                    <a:ext cx="113" cy="113"/>
                                  </a:xfrm>
                                  <a:custGeom>
                                    <a:avLst/>
                                    <a:gdLst>
                                      <a:gd name="T0" fmla="*/ 75 w 150"/>
                                      <a:gd name="T1" fmla="*/ 150 h 150"/>
                                      <a:gd name="T2" fmla="*/ 0 w 150"/>
                                      <a:gd name="T3" fmla="*/ 0 h 150"/>
                                      <a:gd name="T4" fmla="*/ 150 w 150"/>
                                      <a:gd name="T5" fmla="*/ 0 h 150"/>
                                      <a:gd name="T6" fmla="*/ 75 w 150"/>
                                      <a:gd name="T7" fmla="*/ 150 h 150"/>
                                    </a:gdLst>
                                    <a:ahLst/>
                                    <a:cxnLst>
                                      <a:cxn ang="0">
                                        <a:pos x="T0" y="T1"/>
                                      </a:cxn>
                                      <a:cxn ang="0">
                                        <a:pos x="T2" y="T3"/>
                                      </a:cxn>
                                      <a:cxn ang="0">
                                        <a:pos x="T4" y="T5"/>
                                      </a:cxn>
                                      <a:cxn ang="0">
                                        <a:pos x="T6" y="T7"/>
                                      </a:cxn>
                                    </a:cxnLst>
                                    <a:rect l="0" t="0" r="r" b="b"/>
                                    <a:pathLst>
                                      <a:path w="150" h="150">
                                        <a:moveTo>
                                          <a:pt x="75" y="150"/>
                                        </a:moveTo>
                                        <a:lnTo>
                                          <a:pt x="0" y="0"/>
                                        </a:lnTo>
                                        <a:cubicBezTo>
                                          <a:pt x="47" y="24"/>
                                          <a:pt x="103" y="24"/>
                                          <a:pt x="150" y="0"/>
                                        </a:cubicBezTo>
                                        <a:lnTo>
                                          <a:pt x="75" y="150"/>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368" name="Rectangle 351"/>
                                <wps:cNvSpPr>
                                  <a:spLocks noChangeArrowheads="1"/>
                                </wps:cNvSpPr>
                                <wps:spPr bwMode="auto">
                                  <a:xfrm>
                                    <a:off x="1915" y="10492"/>
                                    <a:ext cx="6191" cy="68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69" name="Picture 35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1926" y="10495"/>
                                    <a:ext cx="6190" cy="6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70" name="Rectangle 353"/>
                                <wps:cNvSpPr>
                                  <a:spLocks noChangeArrowheads="1"/>
                                </wps:cNvSpPr>
                                <wps:spPr bwMode="auto">
                                  <a:xfrm>
                                    <a:off x="1915" y="10492"/>
                                    <a:ext cx="6191" cy="68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1" name="Rectangle 354"/>
                                <wps:cNvSpPr>
                                  <a:spLocks noChangeArrowheads="1"/>
                                </wps:cNvSpPr>
                                <wps:spPr bwMode="auto">
                                  <a:xfrm>
                                    <a:off x="1915" y="10480"/>
                                    <a:ext cx="6215" cy="711"/>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2" name="Freeform 355"/>
                                <wps:cNvSpPr>
                                  <a:spLocks/>
                                </wps:cNvSpPr>
                                <wps:spPr bwMode="auto">
                                  <a:xfrm>
                                    <a:off x="1920" y="10489"/>
                                    <a:ext cx="6202" cy="694"/>
                                  </a:xfrm>
                                  <a:custGeom>
                                    <a:avLst/>
                                    <a:gdLst>
                                      <a:gd name="T0" fmla="*/ 8 w 8240"/>
                                      <a:gd name="T1" fmla="*/ 907 h 923"/>
                                      <a:gd name="T2" fmla="*/ 8232 w 8240"/>
                                      <a:gd name="T3" fmla="*/ 907 h 923"/>
                                      <a:gd name="T4" fmla="*/ 8224 w 8240"/>
                                      <a:gd name="T5" fmla="*/ 915 h 923"/>
                                      <a:gd name="T6" fmla="*/ 8224 w 8240"/>
                                      <a:gd name="T7" fmla="*/ 8 h 923"/>
                                      <a:gd name="T8" fmla="*/ 8232 w 8240"/>
                                      <a:gd name="T9" fmla="*/ 16 h 923"/>
                                      <a:gd name="T10" fmla="*/ 8 w 8240"/>
                                      <a:gd name="T11" fmla="*/ 16 h 923"/>
                                      <a:gd name="T12" fmla="*/ 16 w 8240"/>
                                      <a:gd name="T13" fmla="*/ 8 h 923"/>
                                      <a:gd name="T14" fmla="*/ 16 w 8240"/>
                                      <a:gd name="T15" fmla="*/ 915 h 923"/>
                                      <a:gd name="T16" fmla="*/ 8 w 8240"/>
                                      <a:gd name="T17" fmla="*/ 923 h 923"/>
                                      <a:gd name="T18" fmla="*/ 0 w 8240"/>
                                      <a:gd name="T19" fmla="*/ 915 h 923"/>
                                      <a:gd name="T20" fmla="*/ 0 w 8240"/>
                                      <a:gd name="T21" fmla="*/ 8 h 923"/>
                                      <a:gd name="T22" fmla="*/ 8 w 8240"/>
                                      <a:gd name="T23" fmla="*/ 0 h 923"/>
                                      <a:gd name="T24" fmla="*/ 8232 w 8240"/>
                                      <a:gd name="T25" fmla="*/ 0 h 923"/>
                                      <a:gd name="T26" fmla="*/ 8240 w 8240"/>
                                      <a:gd name="T27" fmla="*/ 8 h 923"/>
                                      <a:gd name="T28" fmla="*/ 8240 w 8240"/>
                                      <a:gd name="T29" fmla="*/ 915 h 923"/>
                                      <a:gd name="T30" fmla="*/ 8232 w 8240"/>
                                      <a:gd name="T31" fmla="*/ 923 h 923"/>
                                      <a:gd name="T32" fmla="*/ 8 w 8240"/>
                                      <a:gd name="T33" fmla="*/ 923 h 923"/>
                                      <a:gd name="T34" fmla="*/ 0 w 8240"/>
                                      <a:gd name="T35" fmla="*/ 915 h 923"/>
                                      <a:gd name="T36" fmla="*/ 8 w 8240"/>
                                      <a:gd name="T37" fmla="*/ 907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8240" h="923">
                                        <a:moveTo>
                                          <a:pt x="8" y="907"/>
                                        </a:moveTo>
                                        <a:lnTo>
                                          <a:pt x="8232" y="907"/>
                                        </a:lnTo>
                                        <a:lnTo>
                                          <a:pt x="8224" y="915"/>
                                        </a:lnTo>
                                        <a:lnTo>
                                          <a:pt x="8224" y="8"/>
                                        </a:lnTo>
                                        <a:lnTo>
                                          <a:pt x="8232" y="16"/>
                                        </a:lnTo>
                                        <a:lnTo>
                                          <a:pt x="8" y="16"/>
                                        </a:lnTo>
                                        <a:lnTo>
                                          <a:pt x="16" y="8"/>
                                        </a:lnTo>
                                        <a:lnTo>
                                          <a:pt x="16" y="915"/>
                                        </a:lnTo>
                                        <a:cubicBezTo>
                                          <a:pt x="16" y="919"/>
                                          <a:pt x="12" y="923"/>
                                          <a:pt x="8" y="923"/>
                                        </a:cubicBezTo>
                                        <a:cubicBezTo>
                                          <a:pt x="3" y="923"/>
                                          <a:pt x="0" y="919"/>
                                          <a:pt x="0" y="915"/>
                                        </a:cubicBezTo>
                                        <a:lnTo>
                                          <a:pt x="0" y="8"/>
                                        </a:lnTo>
                                        <a:cubicBezTo>
                                          <a:pt x="0" y="4"/>
                                          <a:pt x="3" y="0"/>
                                          <a:pt x="8" y="0"/>
                                        </a:cubicBezTo>
                                        <a:lnTo>
                                          <a:pt x="8232" y="0"/>
                                        </a:lnTo>
                                        <a:cubicBezTo>
                                          <a:pt x="8236" y="0"/>
                                          <a:pt x="8240" y="4"/>
                                          <a:pt x="8240" y="8"/>
                                        </a:cubicBezTo>
                                        <a:lnTo>
                                          <a:pt x="8240" y="915"/>
                                        </a:lnTo>
                                        <a:cubicBezTo>
                                          <a:pt x="8240" y="919"/>
                                          <a:pt x="8236" y="923"/>
                                          <a:pt x="8232" y="923"/>
                                        </a:cubicBezTo>
                                        <a:lnTo>
                                          <a:pt x="8" y="923"/>
                                        </a:lnTo>
                                        <a:cubicBezTo>
                                          <a:pt x="3" y="923"/>
                                          <a:pt x="0" y="919"/>
                                          <a:pt x="0" y="915"/>
                                        </a:cubicBezTo>
                                        <a:cubicBezTo>
                                          <a:pt x="0" y="911"/>
                                          <a:pt x="3" y="907"/>
                                          <a:pt x="8" y="907"/>
                                        </a:cubicBez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373" name="Rectangle 356"/>
                                <wps:cNvSpPr>
                                  <a:spLocks noChangeArrowheads="1"/>
                                </wps:cNvSpPr>
                                <wps:spPr bwMode="auto">
                                  <a:xfrm>
                                    <a:off x="1915" y="10480"/>
                                    <a:ext cx="6215" cy="711"/>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4" name="Rectangle 357"/>
                                <wps:cNvSpPr>
                                  <a:spLocks noChangeArrowheads="1"/>
                                </wps:cNvSpPr>
                                <wps:spPr bwMode="auto">
                                  <a:xfrm>
                                    <a:off x="1879" y="10456"/>
                                    <a:ext cx="6215" cy="12"/>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5" name="Rectangle 358"/>
                                <wps:cNvSpPr>
                                  <a:spLocks noChangeArrowheads="1"/>
                                </wps:cNvSpPr>
                                <wps:spPr bwMode="auto">
                                  <a:xfrm>
                                    <a:off x="1879" y="10468"/>
                                    <a:ext cx="6215" cy="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6" name="Rectangle 359"/>
                                <wps:cNvSpPr>
                                  <a:spLocks noChangeArrowheads="1"/>
                                </wps:cNvSpPr>
                                <wps:spPr bwMode="auto">
                                  <a:xfrm>
                                    <a:off x="1879" y="10492"/>
                                    <a:ext cx="6215" cy="36"/>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7" name="Rectangle 360"/>
                                <wps:cNvSpPr>
                                  <a:spLocks noChangeArrowheads="1"/>
                                </wps:cNvSpPr>
                                <wps:spPr bwMode="auto">
                                  <a:xfrm>
                                    <a:off x="1879" y="10528"/>
                                    <a:ext cx="6215" cy="49"/>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8" name="Rectangle 361"/>
                                <wps:cNvSpPr>
                                  <a:spLocks noChangeArrowheads="1"/>
                                </wps:cNvSpPr>
                                <wps:spPr bwMode="auto">
                                  <a:xfrm>
                                    <a:off x="1879" y="10577"/>
                                    <a:ext cx="6215" cy="48"/>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9" name="Rectangle 362"/>
                                <wps:cNvSpPr>
                                  <a:spLocks noChangeArrowheads="1"/>
                                </wps:cNvSpPr>
                                <wps:spPr bwMode="auto">
                                  <a:xfrm>
                                    <a:off x="1879" y="10625"/>
                                    <a:ext cx="6215" cy="36"/>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0" name="Rectangle 363"/>
                                <wps:cNvSpPr>
                                  <a:spLocks noChangeArrowheads="1"/>
                                </wps:cNvSpPr>
                                <wps:spPr bwMode="auto">
                                  <a:xfrm>
                                    <a:off x="1879" y="10661"/>
                                    <a:ext cx="6215" cy="48"/>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1" name="Rectangle 364"/>
                                <wps:cNvSpPr>
                                  <a:spLocks noChangeArrowheads="1"/>
                                </wps:cNvSpPr>
                                <wps:spPr bwMode="auto">
                                  <a:xfrm>
                                    <a:off x="1879" y="10709"/>
                                    <a:ext cx="6215" cy="48"/>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2" name="Rectangle 365"/>
                                <wps:cNvSpPr>
                                  <a:spLocks noChangeArrowheads="1"/>
                                </wps:cNvSpPr>
                                <wps:spPr bwMode="auto">
                                  <a:xfrm>
                                    <a:off x="1879" y="10757"/>
                                    <a:ext cx="6215" cy="85"/>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3" name="Rectangle 366"/>
                                <wps:cNvSpPr>
                                  <a:spLocks noChangeArrowheads="1"/>
                                </wps:cNvSpPr>
                                <wps:spPr bwMode="auto">
                                  <a:xfrm>
                                    <a:off x="1879" y="10842"/>
                                    <a:ext cx="6215" cy="48"/>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4" name="Rectangle 367"/>
                                <wps:cNvSpPr>
                                  <a:spLocks noChangeArrowheads="1"/>
                                </wps:cNvSpPr>
                                <wps:spPr bwMode="auto">
                                  <a:xfrm>
                                    <a:off x="1879" y="10890"/>
                                    <a:ext cx="6215" cy="36"/>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5" name="Rectangle 368"/>
                                <wps:cNvSpPr>
                                  <a:spLocks noChangeArrowheads="1"/>
                                </wps:cNvSpPr>
                                <wps:spPr bwMode="auto">
                                  <a:xfrm>
                                    <a:off x="1879" y="10926"/>
                                    <a:ext cx="6215" cy="48"/>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6" name="Rectangle 369"/>
                                <wps:cNvSpPr>
                                  <a:spLocks noChangeArrowheads="1"/>
                                </wps:cNvSpPr>
                                <wps:spPr bwMode="auto">
                                  <a:xfrm>
                                    <a:off x="1879" y="10974"/>
                                    <a:ext cx="6215" cy="48"/>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7" name="Rectangle 370"/>
                                <wps:cNvSpPr>
                                  <a:spLocks noChangeArrowheads="1"/>
                                </wps:cNvSpPr>
                                <wps:spPr bwMode="auto">
                                  <a:xfrm>
                                    <a:off x="1879" y="11022"/>
                                    <a:ext cx="6215" cy="36"/>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8" name="Rectangle 371"/>
                                <wps:cNvSpPr>
                                  <a:spLocks noChangeArrowheads="1"/>
                                </wps:cNvSpPr>
                                <wps:spPr bwMode="auto">
                                  <a:xfrm>
                                    <a:off x="1879" y="11058"/>
                                    <a:ext cx="6215" cy="49"/>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9" name="Rectangle 372"/>
                                <wps:cNvSpPr>
                                  <a:spLocks noChangeArrowheads="1"/>
                                </wps:cNvSpPr>
                                <wps:spPr bwMode="auto">
                                  <a:xfrm>
                                    <a:off x="1879" y="11107"/>
                                    <a:ext cx="6215" cy="48"/>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0" name="Rectangle 373"/>
                                <wps:cNvSpPr>
                                  <a:spLocks noChangeArrowheads="1"/>
                                </wps:cNvSpPr>
                                <wps:spPr bwMode="auto">
                                  <a:xfrm>
                                    <a:off x="1879" y="11155"/>
                                    <a:ext cx="6215" cy="12"/>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1" name="Rectangle 374"/>
                                <wps:cNvSpPr>
                                  <a:spLocks noChangeArrowheads="1"/>
                                </wps:cNvSpPr>
                                <wps:spPr bwMode="auto">
                                  <a:xfrm>
                                    <a:off x="1902" y="10471"/>
                                    <a:ext cx="6191" cy="683"/>
                                  </a:xfrm>
                                  <a:prstGeom prst="rect">
                                    <a:avLst/>
                                  </a:prstGeom>
                                  <a:noFill/>
                                  <a:ln w="4"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2" name="Rectangle 375"/>
                                <wps:cNvSpPr>
                                  <a:spLocks noChangeArrowheads="1"/>
                                </wps:cNvSpPr>
                                <wps:spPr bwMode="auto">
                                  <a:xfrm>
                                    <a:off x="2746" y="10624"/>
                                    <a:ext cx="4438"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Ex post review of investments that are over revenue allowance</w:t>
                                      </w:r>
                                    </w:p>
                                  </w:txbxContent>
                                </wps:txbx>
                                <wps:bodyPr rot="0" vert="horz" wrap="none" lIns="0" tIns="0" rIns="0" bIns="0" anchor="t" anchorCtr="0">
                                  <a:spAutoFit/>
                                </wps:bodyPr>
                              </wps:wsp>
                              <wps:wsp>
                                <wps:cNvPr id="393" name="Rectangle 376"/>
                                <wps:cNvSpPr>
                                  <a:spLocks noChangeArrowheads="1"/>
                                </wps:cNvSpPr>
                                <wps:spPr bwMode="auto">
                                  <a:xfrm>
                                    <a:off x="7202" y="10624"/>
                                    <a:ext cx="45"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394" name="Rectangle 377"/>
                                <wps:cNvSpPr>
                                  <a:spLocks noChangeArrowheads="1"/>
                                </wps:cNvSpPr>
                                <wps:spPr bwMode="auto">
                                  <a:xfrm>
                                    <a:off x="1951" y="10817"/>
                                    <a:ext cx="2802"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Auditing of investments including timing </w:t>
                                      </w:r>
                                    </w:p>
                                  </w:txbxContent>
                                </wps:txbx>
                                <wps:bodyPr rot="0" vert="horz" wrap="none" lIns="0" tIns="0" rIns="0" bIns="0" anchor="t" anchorCtr="0">
                                  <a:spAutoFit/>
                                </wps:bodyPr>
                              </wps:wsp>
                              <wps:wsp>
                                <wps:cNvPr id="395" name="Rectangle 378"/>
                                <wps:cNvSpPr>
                                  <a:spLocks noChangeArrowheads="1"/>
                                </wps:cNvSpPr>
                                <wps:spPr bwMode="auto">
                                  <a:xfrm>
                                    <a:off x="4806" y="10817"/>
                                    <a:ext cx="54"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396" name="Rectangle 379"/>
                                <wps:cNvSpPr>
                                  <a:spLocks noChangeArrowheads="1"/>
                                </wps:cNvSpPr>
                                <wps:spPr bwMode="auto">
                                  <a:xfrm>
                                    <a:off x="4866" y="10817"/>
                                    <a:ext cx="3069"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matched against national transmission plan</w:t>
                                      </w:r>
                                    </w:p>
                                  </w:txbxContent>
                                </wps:txbx>
                                <wps:bodyPr rot="0" vert="horz" wrap="none" lIns="0" tIns="0" rIns="0" bIns="0" anchor="t" anchorCtr="0">
                                  <a:spAutoFit/>
                                </wps:bodyPr>
                              </wps:wsp>
                              <wps:wsp>
                                <wps:cNvPr id="397" name="Rectangle 380"/>
                                <wps:cNvSpPr>
                                  <a:spLocks noChangeArrowheads="1"/>
                                </wps:cNvSpPr>
                                <wps:spPr bwMode="auto">
                                  <a:xfrm>
                                    <a:off x="7937" y="10817"/>
                                    <a:ext cx="98"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398" name="Line 381"/>
                                <wps:cNvCnPr/>
                                <wps:spPr bwMode="auto">
                                  <a:xfrm>
                                    <a:off x="4998" y="9959"/>
                                    <a:ext cx="0" cy="427"/>
                                  </a:xfrm>
                                  <a:prstGeom prst="line">
                                    <a:avLst/>
                                  </a:prstGeom>
                                  <a:noFill/>
                                  <a:ln w="16" cap="rnd">
                                    <a:solidFill>
                                      <a:srgbClr val="404040"/>
                                    </a:solidFill>
                                    <a:prstDash val="solid"/>
                                    <a:round/>
                                    <a:headEnd/>
                                    <a:tailEnd/>
                                  </a:ln>
                                  <a:extLst>
                                    <a:ext uri="{909E8E84-426E-40DD-AFC4-6F175D3DCCD1}">
                                      <a14:hiddenFill xmlns:a14="http://schemas.microsoft.com/office/drawing/2010/main">
                                        <a:noFill/>
                                      </a14:hiddenFill>
                                    </a:ext>
                                  </a:extLst>
                                </wps:spPr>
                                <wps:bodyPr/>
                              </wps:wsp>
                              <wps:wsp>
                                <wps:cNvPr id="399" name="Freeform 382"/>
                                <wps:cNvSpPr>
                                  <a:spLocks/>
                                </wps:cNvSpPr>
                                <wps:spPr bwMode="auto">
                                  <a:xfrm>
                                    <a:off x="4941" y="10358"/>
                                    <a:ext cx="113" cy="113"/>
                                  </a:xfrm>
                                  <a:custGeom>
                                    <a:avLst/>
                                    <a:gdLst>
                                      <a:gd name="T0" fmla="*/ 75 w 150"/>
                                      <a:gd name="T1" fmla="*/ 150 h 150"/>
                                      <a:gd name="T2" fmla="*/ 0 w 150"/>
                                      <a:gd name="T3" fmla="*/ 0 h 150"/>
                                      <a:gd name="T4" fmla="*/ 150 w 150"/>
                                      <a:gd name="T5" fmla="*/ 0 h 150"/>
                                      <a:gd name="T6" fmla="*/ 75 w 150"/>
                                      <a:gd name="T7" fmla="*/ 150 h 150"/>
                                    </a:gdLst>
                                    <a:ahLst/>
                                    <a:cxnLst>
                                      <a:cxn ang="0">
                                        <a:pos x="T0" y="T1"/>
                                      </a:cxn>
                                      <a:cxn ang="0">
                                        <a:pos x="T2" y="T3"/>
                                      </a:cxn>
                                      <a:cxn ang="0">
                                        <a:pos x="T4" y="T5"/>
                                      </a:cxn>
                                      <a:cxn ang="0">
                                        <a:pos x="T6" y="T7"/>
                                      </a:cxn>
                                    </a:cxnLst>
                                    <a:rect l="0" t="0" r="r" b="b"/>
                                    <a:pathLst>
                                      <a:path w="150" h="150">
                                        <a:moveTo>
                                          <a:pt x="75" y="150"/>
                                        </a:moveTo>
                                        <a:lnTo>
                                          <a:pt x="0" y="0"/>
                                        </a:lnTo>
                                        <a:cubicBezTo>
                                          <a:pt x="47" y="24"/>
                                          <a:pt x="103" y="24"/>
                                          <a:pt x="150" y="0"/>
                                        </a:cubicBezTo>
                                        <a:lnTo>
                                          <a:pt x="75" y="150"/>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400" name="Rectangle 383"/>
                                <wps:cNvSpPr>
                                  <a:spLocks noChangeArrowheads="1"/>
                                </wps:cNvSpPr>
                                <wps:spPr bwMode="auto">
                                  <a:xfrm>
                                    <a:off x="662" y="7023"/>
                                    <a:ext cx="338" cy="1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proofErr w:type="spellStart"/>
                                      <w:r>
                                        <w:rPr>
                                          <w:rFonts w:ascii="Arial" w:hAnsi="Arial" w:cs="Arial"/>
                                          <w:b/>
                                          <w:bCs/>
                                          <w:color w:val="000000"/>
                                          <w:sz w:val="16"/>
                                          <w:szCs w:val="16"/>
                                          <w:lang w:val="en-US"/>
                                        </w:rPr>
                                        <w:t>AER</w:t>
                                      </w:r>
                                      <w:proofErr w:type="spellEnd"/>
                                    </w:p>
                                  </w:txbxContent>
                                </wps:txbx>
                                <wps:bodyPr rot="0" vert="horz" wrap="none" lIns="0" tIns="0" rIns="0" bIns="0" anchor="t" anchorCtr="0">
                                  <a:spAutoFit/>
                                </wps:bodyPr>
                              </wps:wsp>
                              <wps:wsp>
                                <wps:cNvPr id="401" name="Rectangle 384"/>
                                <wps:cNvSpPr>
                                  <a:spLocks noChangeArrowheads="1"/>
                                </wps:cNvSpPr>
                                <wps:spPr bwMode="auto">
                                  <a:xfrm>
                                    <a:off x="3011" y="2867"/>
                                    <a:ext cx="2276" cy="86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402" name="Picture 38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3018" y="2869"/>
                                    <a:ext cx="2276" cy="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03" name="Rectangle 386"/>
                                <wps:cNvSpPr>
                                  <a:spLocks noChangeArrowheads="1"/>
                                </wps:cNvSpPr>
                                <wps:spPr bwMode="auto">
                                  <a:xfrm>
                                    <a:off x="3011" y="2867"/>
                                    <a:ext cx="2276" cy="867"/>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4" name="Rectangle 387"/>
                                <wps:cNvSpPr>
                                  <a:spLocks noChangeArrowheads="1"/>
                                </wps:cNvSpPr>
                                <wps:spPr bwMode="auto">
                                  <a:xfrm>
                                    <a:off x="3011" y="2855"/>
                                    <a:ext cx="2300" cy="891"/>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5" name="Freeform 388"/>
                                <wps:cNvSpPr>
                                  <a:spLocks/>
                                </wps:cNvSpPr>
                                <wps:spPr bwMode="auto">
                                  <a:xfrm>
                                    <a:off x="3012" y="2863"/>
                                    <a:ext cx="2288" cy="877"/>
                                  </a:xfrm>
                                  <a:custGeom>
                                    <a:avLst/>
                                    <a:gdLst>
                                      <a:gd name="T0" fmla="*/ 8 w 3040"/>
                                      <a:gd name="T1" fmla="*/ 1149 h 1165"/>
                                      <a:gd name="T2" fmla="*/ 3032 w 3040"/>
                                      <a:gd name="T3" fmla="*/ 1149 h 1165"/>
                                      <a:gd name="T4" fmla="*/ 3024 w 3040"/>
                                      <a:gd name="T5" fmla="*/ 1157 h 1165"/>
                                      <a:gd name="T6" fmla="*/ 3024 w 3040"/>
                                      <a:gd name="T7" fmla="*/ 8 h 1165"/>
                                      <a:gd name="T8" fmla="*/ 3032 w 3040"/>
                                      <a:gd name="T9" fmla="*/ 16 h 1165"/>
                                      <a:gd name="T10" fmla="*/ 8 w 3040"/>
                                      <a:gd name="T11" fmla="*/ 16 h 1165"/>
                                      <a:gd name="T12" fmla="*/ 16 w 3040"/>
                                      <a:gd name="T13" fmla="*/ 8 h 1165"/>
                                      <a:gd name="T14" fmla="*/ 16 w 3040"/>
                                      <a:gd name="T15" fmla="*/ 1157 h 1165"/>
                                      <a:gd name="T16" fmla="*/ 8 w 3040"/>
                                      <a:gd name="T17" fmla="*/ 1165 h 1165"/>
                                      <a:gd name="T18" fmla="*/ 0 w 3040"/>
                                      <a:gd name="T19" fmla="*/ 1157 h 1165"/>
                                      <a:gd name="T20" fmla="*/ 0 w 3040"/>
                                      <a:gd name="T21" fmla="*/ 8 h 1165"/>
                                      <a:gd name="T22" fmla="*/ 8 w 3040"/>
                                      <a:gd name="T23" fmla="*/ 0 h 1165"/>
                                      <a:gd name="T24" fmla="*/ 3032 w 3040"/>
                                      <a:gd name="T25" fmla="*/ 0 h 1165"/>
                                      <a:gd name="T26" fmla="*/ 3040 w 3040"/>
                                      <a:gd name="T27" fmla="*/ 8 h 1165"/>
                                      <a:gd name="T28" fmla="*/ 3040 w 3040"/>
                                      <a:gd name="T29" fmla="*/ 1157 h 1165"/>
                                      <a:gd name="T30" fmla="*/ 3032 w 3040"/>
                                      <a:gd name="T31" fmla="*/ 1165 h 1165"/>
                                      <a:gd name="T32" fmla="*/ 8 w 3040"/>
                                      <a:gd name="T33" fmla="*/ 1165 h 1165"/>
                                      <a:gd name="T34" fmla="*/ 0 w 3040"/>
                                      <a:gd name="T35" fmla="*/ 1157 h 1165"/>
                                      <a:gd name="T36" fmla="*/ 8 w 3040"/>
                                      <a:gd name="T37" fmla="*/ 1149 h 1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3040" h="1165">
                                        <a:moveTo>
                                          <a:pt x="8" y="1149"/>
                                        </a:moveTo>
                                        <a:lnTo>
                                          <a:pt x="3032" y="1149"/>
                                        </a:lnTo>
                                        <a:lnTo>
                                          <a:pt x="3024" y="1157"/>
                                        </a:lnTo>
                                        <a:lnTo>
                                          <a:pt x="3024" y="8"/>
                                        </a:lnTo>
                                        <a:lnTo>
                                          <a:pt x="3032" y="16"/>
                                        </a:lnTo>
                                        <a:lnTo>
                                          <a:pt x="8" y="16"/>
                                        </a:lnTo>
                                        <a:lnTo>
                                          <a:pt x="16" y="8"/>
                                        </a:lnTo>
                                        <a:lnTo>
                                          <a:pt x="16" y="1157"/>
                                        </a:lnTo>
                                        <a:cubicBezTo>
                                          <a:pt x="16" y="1161"/>
                                          <a:pt x="12" y="1165"/>
                                          <a:pt x="8" y="1165"/>
                                        </a:cubicBezTo>
                                        <a:cubicBezTo>
                                          <a:pt x="3" y="1165"/>
                                          <a:pt x="0" y="1161"/>
                                          <a:pt x="0" y="1157"/>
                                        </a:cubicBezTo>
                                        <a:lnTo>
                                          <a:pt x="0" y="8"/>
                                        </a:lnTo>
                                        <a:cubicBezTo>
                                          <a:pt x="0" y="3"/>
                                          <a:pt x="3" y="0"/>
                                          <a:pt x="8" y="0"/>
                                        </a:cubicBezTo>
                                        <a:lnTo>
                                          <a:pt x="3032" y="0"/>
                                        </a:lnTo>
                                        <a:cubicBezTo>
                                          <a:pt x="3036" y="0"/>
                                          <a:pt x="3040" y="3"/>
                                          <a:pt x="3040" y="8"/>
                                        </a:cubicBezTo>
                                        <a:lnTo>
                                          <a:pt x="3040" y="1157"/>
                                        </a:lnTo>
                                        <a:cubicBezTo>
                                          <a:pt x="3040" y="1161"/>
                                          <a:pt x="3036" y="1165"/>
                                          <a:pt x="3032" y="1165"/>
                                        </a:cubicBezTo>
                                        <a:lnTo>
                                          <a:pt x="8" y="1165"/>
                                        </a:lnTo>
                                        <a:cubicBezTo>
                                          <a:pt x="3" y="1165"/>
                                          <a:pt x="0" y="1161"/>
                                          <a:pt x="0" y="1157"/>
                                        </a:cubicBezTo>
                                        <a:cubicBezTo>
                                          <a:pt x="0" y="1152"/>
                                          <a:pt x="3" y="1149"/>
                                          <a:pt x="8" y="1149"/>
                                        </a:cubicBez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406" name="Rectangle 389"/>
                                <wps:cNvSpPr>
                                  <a:spLocks noChangeArrowheads="1"/>
                                </wps:cNvSpPr>
                                <wps:spPr bwMode="auto">
                                  <a:xfrm>
                                    <a:off x="3011" y="2855"/>
                                    <a:ext cx="2300" cy="891"/>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7" name="Rectangle 390"/>
                                <wps:cNvSpPr>
                                  <a:spLocks noChangeArrowheads="1"/>
                                </wps:cNvSpPr>
                                <wps:spPr bwMode="auto">
                                  <a:xfrm>
                                    <a:off x="2975" y="2831"/>
                                    <a:ext cx="2300" cy="12"/>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8" name="Rectangle 391"/>
                                <wps:cNvSpPr>
                                  <a:spLocks noChangeArrowheads="1"/>
                                </wps:cNvSpPr>
                                <wps:spPr bwMode="auto">
                                  <a:xfrm>
                                    <a:off x="2975" y="2843"/>
                                    <a:ext cx="2300" cy="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9" name="Rectangle 392"/>
                                <wps:cNvSpPr>
                                  <a:spLocks noChangeArrowheads="1"/>
                                </wps:cNvSpPr>
                                <wps:spPr bwMode="auto">
                                  <a:xfrm>
                                    <a:off x="2975" y="2867"/>
                                    <a:ext cx="2300" cy="60"/>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0" name="Rectangle 393"/>
                                <wps:cNvSpPr>
                                  <a:spLocks noChangeArrowheads="1"/>
                                </wps:cNvSpPr>
                                <wps:spPr bwMode="auto">
                                  <a:xfrm>
                                    <a:off x="2975" y="2927"/>
                                    <a:ext cx="2300" cy="48"/>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1" name="Rectangle 394"/>
                                <wps:cNvSpPr>
                                  <a:spLocks noChangeArrowheads="1"/>
                                </wps:cNvSpPr>
                                <wps:spPr bwMode="auto">
                                  <a:xfrm>
                                    <a:off x="2975" y="2975"/>
                                    <a:ext cx="2300" cy="61"/>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2" name="Rectangle 395"/>
                                <wps:cNvSpPr>
                                  <a:spLocks noChangeArrowheads="1"/>
                                </wps:cNvSpPr>
                                <wps:spPr bwMode="auto">
                                  <a:xfrm>
                                    <a:off x="2975" y="3036"/>
                                    <a:ext cx="2300" cy="48"/>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3" name="Rectangle 396"/>
                                <wps:cNvSpPr>
                                  <a:spLocks noChangeArrowheads="1"/>
                                </wps:cNvSpPr>
                                <wps:spPr bwMode="auto">
                                  <a:xfrm>
                                    <a:off x="2975" y="3084"/>
                                    <a:ext cx="2300" cy="60"/>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4" name="Rectangle 397"/>
                                <wps:cNvSpPr>
                                  <a:spLocks noChangeArrowheads="1"/>
                                </wps:cNvSpPr>
                                <wps:spPr bwMode="auto">
                                  <a:xfrm>
                                    <a:off x="2975" y="3144"/>
                                    <a:ext cx="2300" cy="60"/>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5" name="Rectangle 398"/>
                                <wps:cNvSpPr>
                                  <a:spLocks noChangeArrowheads="1"/>
                                </wps:cNvSpPr>
                                <wps:spPr bwMode="auto">
                                  <a:xfrm>
                                    <a:off x="2975" y="3204"/>
                                    <a:ext cx="2300" cy="109"/>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6" name="Rectangle 399"/>
                                <wps:cNvSpPr>
                                  <a:spLocks noChangeArrowheads="1"/>
                                </wps:cNvSpPr>
                                <wps:spPr bwMode="auto">
                                  <a:xfrm>
                                    <a:off x="2975" y="3313"/>
                                    <a:ext cx="2300" cy="48"/>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7" name="Rectangle 400"/>
                                <wps:cNvSpPr>
                                  <a:spLocks noChangeArrowheads="1"/>
                                </wps:cNvSpPr>
                                <wps:spPr bwMode="auto">
                                  <a:xfrm>
                                    <a:off x="2975" y="3361"/>
                                    <a:ext cx="2300" cy="60"/>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Rectangle 401"/>
                                <wps:cNvSpPr>
                                  <a:spLocks noChangeArrowheads="1"/>
                                </wps:cNvSpPr>
                                <wps:spPr bwMode="auto">
                                  <a:xfrm>
                                    <a:off x="2975" y="3421"/>
                                    <a:ext cx="2300" cy="60"/>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9" name="Rectangle 402"/>
                                <wps:cNvSpPr>
                                  <a:spLocks noChangeArrowheads="1"/>
                                </wps:cNvSpPr>
                                <wps:spPr bwMode="auto">
                                  <a:xfrm>
                                    <a:off x="2975" y="3481"/>
                                    <a:ext cx="2300" cy="49"/>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0" name="Rectangle 403"/>
                                <wps:cNvSpPr>
                                  <a:spLocks noChangeArrowheads="1"/>
                                </wps:cNvSpPr>
                                <wps:spPr bwMode="auto">
                                  <a:xfrm>
                                    <a:off x="2975" y="3530"/>
                                    <a:ext cx="2300" cy="60"/>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1" name="Rectangle 404"/>
                                <wps:cNvSpPr>
                                  <a:spLocks noChangeArrowheads="1"/>
                                </wps:cNvSpPr>
                                <wps:spPr bwMode="auto">
                                  <a:xfrm>
                                    <a:off x="2975" y="3590"/>
                                    <a:ext cx="2300" cy="6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2" name="Rectangle 405"/>
                                <wps:cNvSpPr>
                                  <a:spLocks noChangeArrowheads="1"/>
                                </wps:cNvSpPr>
                                <wps:spPr bwMode="auto">
                                  <a:xfrm>
                                    <a:off x="2975" y="3650"/>
                                    <a:ext cx="2300" cy="48"/>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3" name="Rectangle 406"/>
                                <wps:cNvSpPr>
                                  <a:spLocks noChangeArrowheads="1"/>
                                </wps:cNvSpPr>
                                <wps:spPr bwMode="auto">
                                  <a:xfrm>
                                    <a:off x="2975" y="3698"/>
                                    <a:ext cx="2300" cy="24"/>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4" name="Rectangle 407"/>
                                <wps:cNvSpPr>
                                  <a:spLocks noChangeArrowheads="1"/>
                                </wps:cNvSpPr>
                                <wps:spPr bwMode="auto">
                                  <a:xfrm>
                                    <a:off x="2994" y="2845"/>
                                    <a:ext cx="2277" cy="865"/>
                                  </a:xfrm>
                                  <a:prstGeom prst="rect">
                                    <a:avLst/>
                                  </a:prstGeom>
                                  <a:noFill/>
                                  <a:ln w="4"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25" name="Rectangle 409"/>
                              <wps:cNvSpPr>
                                <a:spLocks noChangeArrowheads="1"/>
                              </wps:cNvSpPr>
                              <wps:spPr bwMode="auto">
                                <a:xfrm>
                                  <a:off x="1934845" y="1835785"/>
                                  <a:ext cx="13017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Re</w:t>
                                    </w:r>
                                  </w:p>
                                </w:txbxContent>
                              </wps:txbx>
                              <wps:bodyPr rot="0" vert="horz" wrap="none" lIns="0" tIns="0" rIns="0" bIns="0" anchor="t" anchorCtr="0">
                                <a:spAutoFit/>
                              </wps:bodyPr>
                            </wps:wsp>
                            <wps:wsp>
                              <wps:cNvPr id="426" name="Rectangle 410"/>
                              <wps:cNvSpPr>
                                <a:spLocks noChangeArrowheads="1"/>
                              </wps:cNvSpPr>
                              <wps:spPr bwMode="auto">
                                <a:xfrm>
                                  <a:off x="2065020" y="1835785"/>
                                  <a:ext cx="3429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427" name="Rectangle 411"/>
                              <wps:cNvSpPr>
                                <a:spLocks noChangeArrowheads="1"/>
                              </wps:cNvSpPr>
                              <wps:spPr bwMode="auto">
                                <a:xfrm>
                                  <a:off x="2103120" y="1835785"/>
                                  <a:ext cx="12033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expressed as deterministic </w:t>
                                    </w:r>
                                  </w:p>
                                </w:txbxContent>
                              </wps:txbx>
                              <wps:bodyPr rot="0" vert="horz" wrap="none" lIns="0" tIns="0" rIns="0" bIns="0" anchor="t" anchorCtr="0">
                                <a:spAutoFit/>
                              </wps:bodyPr>
                            </wps:wsp>
                            <wps:wsp>
                              <wps:cNvPr id="428" name="Rectangle 412"/>
                              <wps:cNvSpPr>
                                <a:spLocks noChangeArrowheads="1"/>
                              </wps:cNvSpPr>
                              <wps:spPr bwMode="auto">
                                <a:xfrm>
                                  <a:off x="2057400" y="1957705"/>
                                  <a:ext cx="112966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or probabilistic standards</w:t>
                                    </w:r>
                                  </w:p>
                                </w:txbxContent>
                              </wps:txbx>
                              <wps:bodyPr rot="0" vert="horz" wrap="none" lIns="0" tIns="0" rIns="0" bIns="0" anchor="t" anchorCtr="0">
                                <a:spAutoFit/>
                              </wps:bodyPr>
                            </wps:wsp>
                            <wps:wsp>
                              <wps:cNvPr id="429" name="Rectangle 413"/>
                              <wps:cNvSpPr>
                                <a:spLocks noChangeArrowheads="1"/>
                              </wps:cNvSpPr>
                              <wps:spPr bwMode="auto">
                                <a:xfrm>
                                  <a:off x="2065020" y="2080260"/>
                                  <a:ext cx="3429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430" name="Rectangle 414"/>
                              <wps:cNvSpPr>
                                <a:spLocks noChangeArrowheads="1"/>
                              </wps:cNvSpPr>
                              <wps:spPr bwMode="auto">
                                <a:xfrm>
                                  <a:off x="2103120" y="2080260"/>
                                  <a:ext cx="28257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set for </w:t>
                                    </w:r>
                                  </w:p>
                                </w:txbxContent>
                              </wps:txbx>
                              <wps:bodyPr rot="0" vert="horz" wrap="none" lIns="0" tIns="0" rIns="0" bIns="0" anchor="t" anchorCtr="0">
                                <a:spAutoFit/>
                              </wps:bodyPr>
                            </wps:wsp>
                            <wps:wsp>
                              <wps:cNvPr id="431" name="Rectangle 415"/>
                              <wps:cNvSpPr>
                                <a:spLocks noChangeArrowheads="1"/>
                              </wps:cNvSpPr>
                              <wps:spPr bwMode="auto">
                                <a:xfrm>
                                  <a:off x="2416810" y="2080260"/>
                                  <a:ext cx="565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5 </w:t>
                                    </w:r>
                                  </w:p>
                                </w:txbxContent>
                              </wps:txbx>
                              <wps:bodyPr rot="0" vert="horz" wrap="none" lIns="0" tIns="0" rIns="0" bIns="0" anchor="t" anchorCtr="0">
                                <a:spAutoFit/>
                              </wps:bodyPr>
                            </wps:wsp>
                            <wps:wsp>
                              <wps:cNvPr id="432" name="Rectangle 416"/>
                              <wps:cNvSpPr>
                                <a:spLocks noChangeArrowheads="1"/>
                              </wps:cNvSpPr>
                              <wps:spPr bwMode="auto">
                                <a:xfrm>
                                  <a:off x="2500630" y="2080260"/>
                                  <a:ext cx="6781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year regulatory </w:t>
                                    </w:r>
                                  </w:p>
                                </w:txbxContent>
                              </wps:txbx>
                              <wps:bodyPr rot="0" vert="horz" wrap="none" lIns="0" tIns="0" rIns="0" bIns="0" anchor="t" anchorCtr="0">
                                <a:spAutoFit/>
                              </wps:bodyPr>
                            </wps:wsp>
                            <wps:wsp>
                              <wps:cNvPr id="433" name="Rectangle 417"/>
                              <wps:cNvSpPr>
                                <a:spLocks noChangeArrowheads="1"/>
                              </wps:cNvSpPr>
                              <wps:spPr bwMode="auto">
                                <a:xfrm>
                                  <a:off x="2462530" y="2202815"/>
                                  <a:ext cx="28257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period</w:t>
                                    </w:r>
                                  </w:p>
                                </w:txbxContent>
                              </wps:txbx>
                              <wps:bodyPr rot="0" vert="horz" wrap="none" lIns="0" tIns="0" rIns="0" bIns="0" anchor="t" anchorCtr="0">
                                <a:spAutoFit/>
                              </wps:bodyPr>
                            </wps:wsp>
                            <wps:wsp>
                              <wps:cNvPr id="434" name="Rectangle 418"/>
                              <wps:cNvSpPr>
                                <a:spLocks noChangeArrowheads="1"/>
                              </wps:cNvSpPr>
                              <wps:spPr bwMode="auto">
                                <a:xfrm>
                                  <a:off x="2745740" y="2202815"/>
                                  <a:ext cx="3429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435" name="Freeform 419"/>
                              <wps:cNvSpPr>
                                <a:spLocks/>
                              </wps:cNvSpPr>
                              <wps:spPr bwMode="auto">
                                <a:xfrm>
                                  <a:off x="1066800" y="1590040"/>
                                  <a:ext cx="704850" cy="219710"/>
                                </a:xfrm>
                                <a:custGeom>
                                  <a:avLst/>
                                  <a:gdLst>
                                    <a:gd name="T0" fmla="*/ 1110 w 1110"/>
                                    <a:gd name="T1" fmla="*/ 0 h 346"/>
                                    <a:gd name="T2" fmla="*/ 1110 w 1110"/>
                                    <a:gd name="T3" fmla="*/ 170 h 346"/>
                                    <a:gd name="T4" fmla="*/ 0 w 1110"/>
                                    <a:gd name="T5" fmla="*/ 170 h 346"/>
                                    <a:gd name="T6" fmla="*/ 0 w 1110"/>
                                    <a:gd name="T7" fmla="*/ 346 h 346"/>
                                  </a:gdLst>
                                  <a:ahLst/>
                                  <a:cxnLst>
                                    <a:cxn ang="0">
                                      <a:pos x="T0" y="T1"/>
                                    </a:cxn>
                                    <a:cxn ang="0">
                                      <a:pos x="T2" y="T3"/>
                                    </a:cxn>
                                    <a:cxn ang="0">
                                      <a:pos x="T4" y="T5"/>
                                    </a:cxn>
                                    <a:cxn ang="0">
                                      <a:pos x="T6" y="T7"/>
                                    </a:cxn>
                                  </a:cxnLst>
                                  <a:rect l="0" t="0" r="r" b="b"/>
                                  <a:pathLst>
                                    <a:path w="1110" h="346">
                                      <a:moveTo>
                                        <a:pt x="1110" y="0"/>
                                      </a:moveTo>
                                      <a:lnTo>
                                        <a:pt x="1110" y="170"/>
                                      </a:lnTo>
                                      <a:lnTo>
                                        <a:pt x="0" y="170"/>
                                      </a:lnTo>
                                      <a:lnTo>
                                        <a:pt x="0" y="346"/>
                                      </a:lnTo>
                                    </a:path>
                                  </a:pathLst>
                                </a:custGeom>
                                <a:noFill/>
                                <a:ln w="16"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 name="Freeform 420"/>
                              <wps:cNvSpPr>
                                <a:spLocks/>
                              </wps:cNvSpPr>
                              <wps:spPr bwMode="auto">
                                <a:xfrm>
                                  <a:off x="1031240" y="1792605"/>
                                  <a:ext cx="71755" cy="71755"/>
                                </a:xfrm>
                                <a:custGeom>
                                  <a:avLst/>
                                  <a:gdLst>
                                    <a:gd name="T0" fmla="*/ 75 w 150"/>
                                    <a:gd name="T1" fmla="*/ 150 h 150"/>
                                    <a:gd name="T2" fmla="*/ 0 w 150"/>
                                    <a:gd name="T3" fmla="*/ 0 h 150"/>
                                    <a:gd name="T4" fmla="*/ 150 w 150"/>
                                    <a:gd name="T5" fmla="*/ 0 h 150"/>
                                    <a:gd name="T6" fmla="*/ 75 w 150"/>
                                    <a:gd name="T7" fmla="*/ 150 h 150"/>
                                  </a:gdLst>
                                  <a:ahLst/>
                                  <a:cxnLst>
                                    <a:cxn ang="0">
                                      <a:pos x="T0" y="T1"/>
                                    </a:cxn>
                                    <a:cxn ang="0">
                                      <a:pos x="T2" y="T3"/>
                                    </a:cxn>
                                    <a:cxn ang="0">
                                      <a:pos x="T4" y="T5"/>
                                    </a:cxn>
                                    <a:cxn ang="0">
                                      <a:pos x="T6" y="T7"/>
                                    </a:cxn>
                                  </a:cxnLst>
                                  <a:rect l="0" t="0" r="r" b="b"/>
                                  <a:pathLst>
                                    <a:path w="150" h="150">
                                      <a:moveTo>
                                        <a:pt x="75" y="150"/>
                                      </a:moveTo>
                                      <a:lnTo>
                                        <a:pt x="0" y="0"/>
                                      </a:lnTo>
                                      <a:cubicBezTo>
                                        <a:pt x="47" y="23"/>
                                        <a:pt x="103" y="23"/>
                                        <a:pt x="150" y="0"/>
                                      </a:cubicBezTo>
                                      <a:lnTo>
                                        <a:pt x="75" y="150"/>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437" name="Freeform 421"/>
                              <wps:cNvSpPr>
                                <a:spLocks/>
                              </wps:cNvSpPr>
                              <wps:spPr bwMode="auto">
                                <a:xfrm>
                                  <a:off x="2624455" y="2355850"/>
                                  <a:ext cx="490855" cy="582295"/>
                                </a:xfrm>
                                <a:custGeom>
                                  <a:avLst/>
                                  <a:gdLst>
                                    <a:gd name="T0" fmla="*/ 0 w 773"/>
                                    <a:gd name="T1" fmla="*/ 0 h 917"/>
                                    <a:gd name="T2" fmla="*/ 0 w 773"/>
                                    <a:gd name="T3" fmla="*/ 501 h 917"/>
                                    <a:gd name="T4" fmla="*/ 773 w 773"/>
                                    <a:gd name="T5" fmla="*/ 501 h 917"/>
                                    <a:gd name="T6" fmla="*/ 773 w 773"/>
                                    <a:gd name="T7" fmla="*/ 917 h 917"/>
                                  </a:gdLst>
                                  <a:ahLst/>
                                  <a:cxnLst>
                                    <a:cxn ang="0">
                                      <a:pos x="T0" y="T1"/>
                                    </a:cxn>
                                    <a:cxn ang="0">
                                      <a:pos x="T2" y="T3"/>
                                    </a:cxn>
                                    <a:cxn ang="0">
                                      <a:pos x="T4" y="T5"/>
                                    </a:cxn>
                                    <a:cxn ang="0">
                                      <a:pos x="T6" y="T7"/>
                                    </a:cxn>
                                  </a:cxnLst>
                                  <a:rect l="0" t="0" r="r" b="b"/>
                                  <a:pathLst>
                                    <a:path w="773" h="917">
                                      <a:moveTo>
                                        <a:pt x="0" y="0"/>
                                      </a:moveTo>
                                      <a:lnTo>
                                        <a:pt x="0" y="501"/>
                                      </a:lnTo>
                                      <a:lnTo>
                                        <a:pt x="773" y="501"/>
                                      </a:lnTo>
                                      <a:lnTo>
                                        <a:pt x="773" y="917"/>
                                      </a:lnTo>
                                    </a:path>
                                  </a:pathLst>
                                </a:custGeom>
                                <a:noFill/>
                                <a:ln w="16"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 name="Freeform 422"/>
                              <wps:cNvSpPr>
                                <a:spLocks/>
                              </wps:cNvSpPr>
                              <wps:spPr bwMode="auto">
                                <a:xfrm>
                                  <a:off x="3079750" y="2920365"/>
                                  <a:ext cx="71755" cy="71755"/>
                                </a:xfrm>
                                <a:custGeom>
                                  <a:avLst/>
                                  <a:gdLst>
                                    <a:gd name="T0" fmla="*/ 75 w 150"/>
                                    <a:gd name="T1" fmla="*/ 150 h 150"/>
                                    <a:gd name="T2" fmla="*/ 0 w 150"/>
                                    <a:gd name="T3" fmla="*/ 0 h 150"/>
                                    <a:gd name="T4" fmla="*/ 150 w 150"/>
                                    <a:gd name="T5" fmla="*/ 0 h 150"/>
                                    <a:gd name="T6" fmla="*/ 75 w 150"/>
                                    <a:gd name="T7" fmla="*/ 150 h 150"/>
                                  </a:gdLst>
                                  <a:ahLst/>
                                  <a:cxnLst>
                                    <a:cxn ang="0">
                                      <a:pos x="T0" y="T1"/>
                                    </a:cxn>
                                    <a:cxn ang="0">
                                      <a:pos x="T2" y="T3"/>
                                    </a:cxn>
                                    <a:cxn ang="0">
                                      <a:pos x="T4" y="T5"/>
                                    </a:cxn>
                                    <a:cxn ang="0">
                                      <a:pos x="T6" y="T7"/>
                                    </a:cxn>
                                  </a:cxnLst>
                                  <a:rect l="0" t="0" r="r" b="b"/>
                                  <a:pathLst>
                                    <a:path w="150" h="150">
                                      <a:moveTo>
                                        <a:pt x="75" y="150"/>
                                      </a:moveTo>
                                      <a:lnTo>
                                        <a:pt x="0" y="0"/>
                                      </a:lnTo>
                                      <a:cubicBezTo>
                                        <a:pt x="47" y="24"/>
                                        <a:pt x="103" y="24"/>
                                        <a:pt x="150" y="0"/>
                                      </a:cubicBezTo>
                                      <a:lnTo>
                                        <a:pt x="75" y="150"/>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439" name="Rectangle 423"/>
                              <wps:cNvSpPr>
                                <a:spLocks noChangeArrowheads="1"/>
                              </wps:cNvSpPr>
                              <wps:spPr bwMode="auto">
                                <a:xfrm>
                                  <a:off x="3158490" y="3610610"/>
                                  <a:ext cx="2026920" cy="436245"/>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440" name="Picture 42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3159125" y="3613785"/>
                                  <a:ext cx="2023110" cy="433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41" name="Rectangle 425"/>
                              <wps:cNvSpPr>
                                <a:spLocks noChangeArrowheads="1"/>
                              </wps:cNvSpPr>
                              <wps:spPr bwMode="auto">
                                <a:xfrm>
                                  <a:off x="3158490" y="3610610"/>
                                  <a:ext cx="2026920" cy="436245"/>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2" name="Rectangle 426"/>
                              <wps:cNvSpPr>
                                <a:spLocks noChangeArrowheads="1"/>
                              </wps:cNvSpPr>
                              <wps:spPr bwMode="auto">
                                <a:xfrm>
                                  <a:off x="3150870" y="3602990"/>
                                  <a:ext cx="2042160" cy="451485"/>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3" name="Freeform 427"/>
                              <wps:cNvSpPr>
                                <a:spLocks/>
                              </wps:cNvSpPr>
                              <wps:spPr bwMode="auto">
                                <a:xfrm>
                                  <a:off x="3155315" y="3609975"/>
                                  <a:ext cx="2030730" cy="441325"/>
                                </a:xfrm>
                                <a:custGeom>
                                  <a:avLst/>
                                  <a:gdLst>
                                    <a:gd name="T0" fmla="*/ 8 w 4249"/>
                                    <a:gd name="T1" fmla="*/ 907 h 923"/>
                                    <a:gd name="T2" fmla="*/ 4241 w 4249"/>
                                    <a:gd name="T3" fmla="*/ 907 h 923"/>
                                    <a:gd name="T4" fmla="*/ 4233 w 4249"/>
                                    <a:gd name="T5" fmla="*/ 915 h 923"/>
                                    <a:gd name="T6" fmla="*/ 4233 w 4249"/>
                                    <a:gd name="T7" fmla="*/ 8 h 923"/>
                                    <a:gd name="T8" fmla="*/ 4241 w 4249"/>
                                    <a:gd name="T9" fmla="*/ 16 h 923"/>
                                    <a:gd name="T10" fmla="*/ 8 w 4249"/>
                                    <a:gd name="T11" fmla="*/ 16 h 923"/>
                                    <a:gd name="T12" fmla="*/ 16 w 4249"/>
                                    <a:gd name="T13" fmla="*/ 8 h 923"/>
                                    <a:gd name="T14" fmla="*/ 16 w 4249"/>
                                    <a:gd name="T15" fmla="*/ 915 h 923"/>
                                    <a:gd name="T16" fmla="*/ 8 w 4249"/>
                                    <a:gd name="T17" fmla="*/ 923 h 923"/>
                                    <a:gd name="T18" fmla="*/ 0 w 4249"/>
                                    <a:gd name="T19" fmla="*/ 915 h 923"/>
                                    <a:gd name="T20" fmla="*/ 0 w 4249"/>
                                    <a:gd name="T21" fmla="*/ 8 h 923"/>
                                    <a:gd name="T22" fmla="*/ 8 w 4249"/>
                                    <a:gd name="T23" fmla="*/ 0 h 923"/>
                                    <a:gd name="T24" fmla="*/ 4241 w 4249"/>
                                    <a:gd name="T25" fmla="*/ 0 h 923"/>
                                    <a:gd name="T26" fmla="*/ 4249 w 4249"/>
                                    <a:gd name="T27" fmla="*/ 8 h 923"/>
                                    <a:gd name="T28" fmla="*/ 4249 w 4249"/>
                                    <a:gd name="T29" fmla="*/ 915 h 923"/>
                                    <a:gd name="T30" fmla="*/ 4241 w 4249"/>
                                    <a:gd name="T31" fmla="*/ 923 h 923"/>
                                    <a:gd name="T32" fmla="*/ 8 w 4249"/>
                                    <a:gd name="T33" fmla="*/ 923 h 923"/>
                                    <a:gd name="T34" fmla="*/ 0 w 4249"/>
                                    <a:gd name="T35" fmla="*/ 915 h 923"/>
                                    <a:gd name="T36" fmla="*/ 8 w 4249"/>
                                    <a:gd name="T37" fmla="*/ 907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249" h="923">
                                      <a:moveTo>
                                        <a:pt x="8" y="907"/>
                                      </a:moveTo>
                                      <a:lnTo>
                                        <a:pt x="4241" y="907"/>
                                      </a:lnTo>
                                      <a:lnTo>
                                        <a:pt x="4233" y="915"/>
                                      </a:lnTo>
                                      <a:lnTo>
                                        <a:pt x="4233" y="8"/>
                                      </a:lnTo>
                                      <a:lnTo>
                                        <a:pt x="4241" y="16"/>
                                      </a:lnTo>
                                      <a:lnTo>
                                        <a:pt x="8" y="16"/>
                                      </a:lnTo>
                                      <a:lnTo>
                                        <a:pt x="16" y="8"/>
                                      </a:lnTo>
                                      <a:lnTo>
                                        <a:pt x="16" y="915"/>
                                      </a:lnTo>
                                      <a:cubicBezTo>
                                        <a:pt x="16" y="920"/>
                                        <a:pt x="13" y="923"/>
                                        <a:pt x="8" y="923"/>
                                      </a:cubicBezTo>
                                      <a:cubicBezTo>
                                        <a:pt x="4" y="923"/>
                                        <a:pt x="0" y="920"/>
                                        <a:pt x="0" y="915"/>
                                      </a:cubicBezTo>
                                      <a:lnTo>
                                        <a:pt x="0" y="8"/>
                                      </a:lnTo>
                                      <a:cubicBezTo>
                                        <a:pt x="0" y="4"/>
                                        <a:pt x="4" y="0"/>
                                        <a:pt x="8" y="0"/>
                                      </a:cubicBezTo>
                                      <a:lnTo>
                                        <a:pt x="4241" y="0"/>
                                      </a:lnTo>
                                      <a:cubicBezTo>
                                        <a:pt x="4246" y="0"/>
                                        <a:pt x="4249" y="4"/>
                                        <a:pt x="4249" y="8"/>
                                      </a:cubicBezTo>
                                      <a:lnTo>
                                        <a:pt x="4249" y="915"/>
                                      </a:lnTo>
                                      <a:cubicBezTo>
                                        <a:pt x="4249" y="920"/>
                                        <a:pt x="4246" y="923"/>
                                        <a:pt x="4241" y="923"/>
                                      </a:cubicBezTo>
                                      <a:lnTo>
                                        <a:pt x="8" y="923"/>
                                      </a:lnTo>
                                      <a:cubicBezTo>
                                        <a:pt x="4" y="923"/>
                                        <a:pt x="0" y="920"/>
                                        <a:pt x="0" y="915"/>
                                      </a:cubicBezTo>
                                      <a:cubicBezTo>
                                        <a:pt x="0" y="911"/>
                                        <a:pt x="4" y="907"/>
                                        <a:pt x="8" y="907"/>
                                      </a:cubicBez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444" name="Rectangle 428"/>
                              <wps:cNvSpPr>
                                <a:spLocks noChangeArrowheads="1"/>
                              </wps:cNvSpPr>
                              <wps:spPr bwMode="auto">
                                <a:xfrm>
                                  <a:off x="3150870" y="3602990"/>
                                  <a:ext cx="2042160" cy="451485"/>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5" name="Rectangle 429"/>
                              <wps:cNvSpPr>
                                <a:spLocks noChangeArrowheads="1"/>
                              </wps:cNvSpPr>
                              <wps:spPr bwMode="auto">
                                <a:xfrm>
                                  <a:off x="3135630" y="3587750"/>
                                  <a:ext cx="2042160" cy="7620"/>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6" name="Rectangle 430"/>
                              <wps:cNvSpPr>
                                <a:spLocks noChangeArrowheads="1"/>
                              </wps:cNvSpPr>
                              <wps:spPr bwMode="auto">
                                <a:xfrm>
                                  <a:off x="3135630" y="3595370"/>
                                  <a:ext cx="2042160" cy="15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7" name="Rectangle 431"/>
                              <wps:cNvSpPr>
                                <a:spLocks noChangeArrowheads="1"/>
                              </wps:cNvSpPr>
                              <wps:spPr bwMode="auto">
                                <a:xfrm>
                                  <a:off x="3135630" y="3610610"/>
                                  <a:ext cx="2042160" cy="22860"/>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8" name="Rectangle 432"/>
                              <wps:cNvSpPr>
                                <a:spLocks noChangeArrowheads="1"/>
                              </wps:cNvSpPr>
                              <wps:spPr bwMode="auto">
                                <a:xfrm>
                                  <a:off x="3135630" y="3633470"/>
                                  <a:ext cx="2042160" cy="30480"/>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9" name="Rectangle 433"/>
                              <wps:cNvSpPr>
                                <a:spLocks noChangeArrowheads="1"/>
                              </wps:cNvSpPr>
                              <wps:spPr bwMode="auto">
                                <a:xfrm>
                                  <a:off x="3135630" y="3663950"/>
                                  <a:ext cx="2042160" cy="30480"/>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0" name="Rectangle 434"/>
                              <wps:cNvSpPr>
                                <a:spLocks noChangeArrowheads="1"/>
                              </wps:cNvSpPr>
                              <wps:spPr bwMode="auto">
                                <a:xfrm>
                                  <a:off x="3135630" y="3694430"/>
                                  <a:ext cx="2042160" cy="31115"/>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1" name="Rectangle 435"/>
                              <wps:cNvSpPr>
                                <a:spLocks noChangeArrowheads="1"/>
                              </wps:cNvSpPr>
                              <wps:spPr bwMode="auto">
                                <a:xfrm>
                                  <a:off x="3135630" y="3725545"/>
                                  <a:ext cx="2042160" cy="22860"/>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2" name="Rectangle 436"/>
                              <wps:cNvSpPr>
                                <a:spLocks noChangeArrowheads="1"/>
                              </wps:cNvSpPr>
                              <wps:spPr bwMode="auto">
                                <a:xfrm>
                                  <a:off x="3135630" y="3748405"/>
                                  <a:ext cx="2042160" cy="30480"/>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3" name="Rectangle 437"/>
                              <wps:cNvSpPr>
                                <a:spLocks noChangeArrowheads="1"/>
                              </wps:cNvSpPr>
                              <wps:spPr bwMode="auto">
                                <a:xfrm>
                                  <a:off x="3135630" y="3778885"/>
                                  <a:ext cx="2042160" cy="53340"/>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4" name="Rectangle 438"/>
                              <wps:cNvSpPr>
                                <a:spLocks noChangeArrowheads="1"/>
                              </wps:cNvSpPr>
                              <wps:spPr bwMode="auto">
                                <a:xfrm>
                                  <a:off x="3135630" y="3832225"/>
                                  <a:ext cx="2042160" cy="30480"/>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5" name="Rectangle 439"/>
                              <wps:cNvSpPr>
                                <a:spLocks noChangeArrowheads="1"/>
                              </wps:cNvSpPr>
                              <wps:spPr bwMode="auto">
                                <a:xfrm>
                                  <a:off x="3135630" y="3862705"/>
                                  <a:ext cx="2042160" cy="31115"/>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6" name="Rectangle 440"/>
                              <wps:cNvSpPr>
                                <a:spLocks noChangeArrowheads="1"/>
                              </wps:cNvSpPr>
                              <wps:spPr bwMode="auto">
                                <a:xfrm>
                                  <a:off x="3135630" y="3893820"/>
                                  <a:ext cx="2042160" cy="22860"/>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7" name="Rectangle 441"/>
                              <wps:cNvSpPr>
                                <a:spLocks noChangeArrowheads="1"/>
                              </wps:cNvSpPr>
                              <wps:spPr bwMode="auto">
                                <a:xfrm>
                                  <a:off x="3135630" y="3916680"/>
                                  <a:ext cx="2042160" cy="30480"/>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8" name="Rectangle 442"/>
                              <wps:cNvSpPr>
                                <a:spLocks noChangeArrowheads="1"/>
                              </wps:cNvSpPr>
                              <wps:spPr bwMode="auto">
                                <a:xfrm>
                                  <a:off x="3135630" y="3947160"/>
                                  <a:ext cx="2042160" cy="30480"/>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9" name="Rectangle 443"/>
                              <wps:cNvSpPr>
                                <a:spLocks noChangeArrowheads="1"/>
                              </wps:cNvSpPr>
                              <wps:spPr bwMode="auto">
                                <a:xfrm>
                                  <a:off x="3135630" y="3977640"/>
                                  <a:ext cx="2042160" cy="2286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0" name="Rectangle 444"/>
                              <wps:cNvSpPr>
                                <a:spLocks noChangeArrowheads="1"/>
                              </wps:cNvSpPr>
                              <wps:spPr bwMode="auto">
                                <a:xfrm>
                                  <a:off x="3135630" y="4000500"/>
                                  <a:ext cx="2042160" cy="3048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1" name="Rectangle 445"/>
                              <wps:cNvSpPr>
                                <a:spLocks noChangeArrowheads="1"/>
                              </wps:cNvSpPr>
                              <wps:spPr bwMode="auto">
                                <a:xfrm>
                                  <a:off x="3135630" y="4030980"/>
                                  <a:ext cx="2042160" cy="7620"/>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2" name="Rectangle 446"/>
                              <wps:cNvSpPr>
                                <a:spLocks noChangeArrowheads="1"/>
                              </wps:cNvSpPr>
                              <wps:spPr bwMode="auto">
                                <a:xfrm>
                                  <a:off x="3144520" y="3599180"/>
                                  <a:ext cx="2023745" cy="433705"/>
                                </a:xfrm>
                                <a:prstGeom prst="rect">
                                  <a:avLst/>
                                </a:prstGeom>
                                <a:noFill/>
                                <a:ln w="4"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3" name="Rectangle 447"/>
                              <wps:cNvSpPr>
                                <a:spLocks noChangeArrowheads="1"/>
                              </wps:cNvSpPr>
                              <wps:spPr bwMode="auto">
                                <a:xfrm>
                                  <a:off x="3258185" y="3633470"/>
                                  <a:ext cx="17964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proofErr w:type="spellStart"/>
                                    <w:r>
                                      <w:rPr>
                                        <w:rFonts w:ascii="Arial" w:hAnsi="Arial" w:cs="Arial"/>
                                        <w:color w:val="000000"/>
                                        <w:sz w:val="16"/>
                                        <w:szCs w:val="16"/>
                                        <w:lang w:val="en-US"/>
                                      </w:rPr>
                                      <w:t>TNSP</w:t>
                                    </w:r>
                                    <w:proofErr w:type="spellEnd"/>
                                    <w:r>
                                      <w:rPr>
                                        <w:rFonts w:ascii="Arial" w:hAnsi="Arial" w:cs="Arial"/>
                                        <w:color w:val="000000"/>
                                        <w:sz w:val="16"/>
                                        <w:szCs w:val="16"/>
                                        <w:lang w:val="en-US"/>
                                      </w:rPr>
                                      <w:t xml:space="preserve"> identifies which standards can be </w:t>
                                    </w:r>
                                  </w:p>
                                </w:txbxContent>
                              </wps:txbx>
                              <wps:bodyPr rot="0" vert="horz" wrap="none" lIns="0" tIns="0" rIns="0" bIns="0" anchor="t" anchorCtr="0">
                                <a:spAutoFit/>
                              </wps:bodyPr>
                            </wps:wsp>
                            <wps:wsp>
                              <wps:cNvPr id="464" name="Rectangle 448"/>
                              <wps:cNvSpPr>
                                <a:spLocks noChangeArrowheads="1"/>
                              </wps:cNvSpPr>
                              <wps:spPr bwMode="auto">
                                <a:xfrm>
                                  <a:off x="3250565" y="3755390"/>
                                  <a:ext cx="180213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met by projects that are below threshold</w:t>
                                    </w:r>
                                  </w:p>
                                </w:txbxContent>
                              </wps:txbx>
                              <wps:bodyPr rot="0" vert="horz" wrap="none" lIns="0" tIns="0" rIns="0" bIns="0" anchor="t" anchorCtr="0">
                                <a:spAutoFit/>
                              </wps:bodyPr>
                            </wps:wsp>
                            <wps:wsp>
                              <wps:cNvPr id="465" name="Rectangle 449"/>
                              <wps:cNvSpPr>
                                <a:spLocks noChangeArrowheads="1"/>
                              </wps:cNvSpPr>
                              <wps:spPr bwMode="auto">
                                <a:xfrm>
                                  <a:off x="3188970" y="3877945"/>
                                  <a:ext cx="3429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466" name="Rectangle 450"/>
                              <wps:cNvSpPr>
                                <a:spLocks noChangeArrowheads="1"/>
                              </wps:cNvSpPr>
                              <wps:spPr bwMode="auto">
                                <a:xfrm>
                                  <a:off x="3220085" y="3877945"/>
                                  <a:ext cx="18637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specific projects not necessarily identified</w:t>
                                    </w:r>
                                  </w:p>
                                </w:txbxContent>
                              </wps:txbx>
                              <wps:bodyPr rot="0" vert="horz" wrap="none" lIns="0" tIns="0" rIns="0" bIns="0" anchor="t" anchorCtr="0">
                                <a:spAutoFit/>
                              </wps:bodyPr>
                            </wps:wsp>
                            <wps:wsp>
                              <wps:cNvPr id="467" name="Rectangle 451"/>
                              <wps:cNvSpPr>
                                <a:spLocks noChangeArrowheads="1"/>
                              </wps:cNvSpPr>
                              <wps:spPr bwMode="auto">
                                <a:xfrm>
                                  <a:off x="5093335" y="3877945"/>
                                  <a:ext cx="3429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468" name="Freeform 452"/>
                              <wps:cNvSpPr>
                                <a:spLocks/>
                              </wps:cNvSpPr>
                              <wps:spPr bwMode="auto">
                                <a:xfrm>
                                  <a:off x="1684655" y="3425825"/>
                                  <a:ext cx="1430655" cy="133350"/>
                                </a:xfrm>
                                <a:custGeom>
                                  <a:avLst/>
                                  <a:gdLst>
                                    <a:gd name="T0" fmla="*/ 2253 w 2253"/>
                                    <a:gd name="T1" fmla="*/ 0 h 210"/>
                                    <a:gd name="T2" fmla="*/ 2253 w 2253"/>
                                    <a:gd name="T3" fmla="*/ 99 h 210"/>
                                    <a:gd name="T4" fmla="*/ 0 w 2253"/>
                                    <a:gd name="T5" fmla="*/ 99 h 210"/>
                                    <a:gd name="T6" fmla="*/ 0 w 2253"/>
                                    <a:gd name="T7" fmla="*/ 210 h 210"/>
                                  </a:gdLst>
                                  <a:ahLst/>
                                  <a:cxnLst>
                                    <a:cxn ang="0">
                                      <a:pos x="T0" y="T1"/>
                                    </a:cxn>
                                    <a:cxn ang="0">
                                      <a:pos x="T2" y="T3"/>
                                    </a:cxn>
                                    <a:cxn ang="0">
                                      <a:pos x="T4" y="T5"/>
                                    </a:cxn>
                                    <a:cxn ang="0">
                                      <a:pos x="T6" y="T7"/>
                                    </a:cxn>
                                  </a:cxnLst>
                                  <a:rect l="0" t="0" r="r" b="b"/>
                                  <a:pathLst>
                                    <a:path w="2253" h="210">
                                      <a:moveTo>
                                        <a:pt x="2253" y="0"/>
                                      </a:moveTo>
                                      <a:lnTo>
                                        <a:pt x="2253" y="99"/>
                                      </a:lnTo>
                                      <a:lnTo>
                                        <a:pt x="0" y="99"/>
                                      </a:lnTo>
                                      <a:lnTo>
                                        <a:pt x="0" y="210"/>
                                      </a:lnTo>
                                    </a:path>
                                  </a:pathLst>
                                </a:custGeom>
                                <a:noFill/>
                                <a:ln w="16"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9" name="Freeform 453"/>
                              <wps:cNvSpPr>
                                <a:spLocks/>
                              </wps:cNvSpPr>
                              <wps:spPr bwMode="auto">
                                <a:xfrm>
                                  <a:off x="1649095" y="3541395"/>
                                  <a:ext cx="71755" cy="72390"/>
                                </a:xfrm>
                                <a:custGeom>
                                  <a:avLst/>
                                  <a:gdLst>
                                    <a:gd name="T0" fmla="*/ 75 w 150"/>
                                    <a:gd name="T1" fmla="*/ 151 h 151"/>
                                    <a:gd name="T2" fmla="*/ 0 w 150"/>
                                    <a:gd name="T3" fmla="*/ 0 h 151"/>
                                    <a:gd name="T4" fmla="*/ 150 w 150"/>
                                    <a:gd name="T5" fmla="*/ 0 h 151"/>
                                    <a:gd name="T6" fmla="*/ 150 w 150"/>
                                    <a:gd name="T7" fmla="*/ 0 h 151"/>
                                    <a:gd name="T8" fmla="*/ 75 w 150"/>
                                    <a:gd name="T9" fmla="*/ 151 h 151"/>
                                  </a:gdLst>
                                  <a:ahLst/>
                                  <a:cxnLst>
                                    <a:cxn ang="0">
                                      <a:pos x="T0" y="T1"/>
                                    </a:cxn>
                                    <a:cxn ang="0">
                                      <a:pos x="T2" y="T3"/>
                                    </a:cxn>
                                    <a:cxn ang="0">
                                      <a:pos x="T4" y="T5"/>
                                    </a:cxn>
                                    <a:cxn ang="0">
                                      <a:pos x="T6" y="T7"/>
                                    </a:cxn>
                                    <a:cxn ang="0">
                                      <a:pos x="T8" y="T9"/>
                                    </a:cxn>
                                  </a:cxnLst>
                                  <a:rect l="0" t="0" r="r" b="b"/>
                                  <a:pathLst>
                                    <a:path w="150" h="151">
                                      <a:moveTo>
                                        <a:pt x="75" y="151"/>
                                      </a:moveTo>
                                      <a:lnTo>
                                        <a:pt x="0" y="0"/>
                                      </a:lnTo>
                                      <a:cubicBezTo>
                                        <a:pt x="47" y="24"/>
                                        <a:pt x="102" y="24"/>
                                        <a:pt x="150" y="0"/>
                                      </a:cubicBezTo>
                                      <a:lnTo>
                                        <a:pt x="150" y="0"/>
                                      </a:lnTo>
                                      <a:lnTo>
                                        <a:pt x="75" y="151"/>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470" name="Freeform 454"/>
                              <wps:cNvSpPr>
                                <a:spLocks/>
                              </wps:cNvSpPr>
                              <wps:spPr bwMode="auto">
                                <a:xfrm>
                                  <a:off x="3115310" y="3425825"/>
                                  <a:ext cx="1040765" cy="119380"/>
                                </a:xfrm>
                                <a:custGeom>
                                  <a:avLst/>
                                  <a:gdLst>
                                    <a:gd name="T0" fmla="*/ 0 w 1639"/>
                                    <a:gd name="T1" fmla="*/ 0 h 188"/>
                                    <a:gd name="T2" fmla="*/ 0 w 1639"/>
                                    <a:gd name="T3" fmla="*/ 99 h 188"/>
                                    <a:gd name="T4" fmla="*/ 1639 w 1639"/>
                                    <a:gd name="T5" fmla="*/ 99 h 188"/>
                                    <a:gd name="T6" fmla="*/ 1639 w 1639"/>
                                    <a:gd name="T7" fmla="*/ 188 h 188"/>
                                  </a:gdLst>
                                  <a:ahLst/>
                                  <a:cxnLst>
                                    <a:cxn ang="0">
                                      <a:pos x="T0" y="T1"/>
                                    </a:cxn>
                                    <a:cxn ang="0">
                                      <a:pos x="T2" y="T3"/>
                                    </a:cxn>
                                    <a:cxn ang="0">
                                      <a:pos x="T4" y="T5"/>
                                    </a:cxn>
                                    <a:cxn ang="0">
                                      <a:pos x="T6" y="T7"/>
                                    </a:cxn>
                                  </a:cxnLst>
                                  <a:rect l="0" t="0" r="r" b="b"/>
                                  <a:pathLst>
                                    <a:path w="1639" h="188">
                                      <a:moveTo>
                                        <a:pt x="0" y="0"/>
                                      </a:moveTo>
                                      <a:lnTo>
                                        <a:pt x="0" y="99"/>
                                      </a:lnTo>
                                      <a:lnTo>
                                        <a:pt x="1639" y="99"/>
                                      </a:lnTo>
                                      <a:lnTo>
                                        <a:pt x="1639" y="188"/>
                                      </a:lnTo>
                                    </a:path>
                                  </a:pathLst>
                                </a:custGeom>
                                <a:noFill/>
                                <a:ln w="16"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1" name="Freeform 455"/>
                              <wps:cNvSpPr>
                                <a:spLocks/>
                              </wps:cNvSpPr>
                              <wps:spPr bwMode="auto">
                                <a:xfrm>
                                  <a:off x="4120515" y="3527425"/>
                                  <a:ext cx="71755" cy="71755"/>
                                </a:xfrm>
                                <a:custGeom>
                                  <a:avLst/>
                                  <a:gdLst>
                                    <a:gd name="T0" fmla="*/ 75 w 150"/>
                                    <a:gd name="T1" fmla="*/ 150 h 150"/>
                                    <a:gd name="T2" fmla="*/ 0 w 150"/>
                                    <a:gd name="T3" fmla="*/ 0 h 150"/>
                                    <a:gd name="T4" fmla="*/ 150 w 150"/>
                                    <a:gd name="T5" fmla="*/ 0 h 150"/>
                                    <a:gd name="T6" fmla="*/ 150 w 150"/>
                                    <a:gd name="T7" fmla="*/ 0 h 150"/>
                                    <a:gd name="T8" fmla="*/ 75 w 150"/>
                                    <a:gd name="T9" fmla="*/ 150 h 150"/>
                                  </a:gdLst>
                                  <a:ahLst/>
                                  <a:cxnLst>
                                    <a:cxn ang="0">
                                      <a:pos x="T0" y="T1"/>
                                    </a:cxn>
                                    <a:cxn ang="0">
                                      <a:pos x="T2" y="T3"/>
                                    </a:cxn>
                                    <a:cxn ang="0">
                                      <a:pos x="T4" y="T5"/>
                                    </a:cxn>
                                    <a:cxn ang="0">
                                      <a:pos x="T6" y="T7"/>
                                    </a:cxn>
                                    <a:cxn ang="0">
                                      <a:pos x="T8" y="T9"/>
                                    </a:cxn>
                                  </a:cxnLst>
                                  <a:rect l="0" t="0" r="r" b="b"/>
                                  <a:pathLst>
                                    <a:path w="150" h="150">
                                      <a:moveTo>
                                        <a:pt x="75" y="150"/>
                                      </a:moveTo>
                                      <a:lnTo>
                                        <a:pt x="0" y="0"/>
                                      </a:lnTo>
                                      <a:cubicBezTo>
                                        <a:pt x="47" y="24"/>
                                        <a:pt x="103" y="24"/>
                                        <a:pt x="150" y="0"/>
                                      </a:cubicBezTo>
                                      <a:lnTo>
                                        <a:pt x="150" y="0"/>
                                      </a:lnTo>
                                      <a:lnTo>
                                        <a:pt x="75" y="150"/>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472" name="Rectangle 456"/>
                              <wps:cNvSpPr>
                                <a:spLocks noChangeArrowheads="1"/>
                              </wps:cNvSpPr>
                              <wps:spPr bwMode="auto">
                                <a:xfrm>
                                  <a:off x="841375" y="4605020"/>
                                  <a:ext cx="1705610" cy="788035"/>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473" name="Picture 45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846455" y="4611370"/>
                                  <a:ext cx="1699895" cy="78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74" name="Rectangle 458"/>
                              <wps:cNvSpPr>
                                <a:spLocks noChangeArrowheads="1"/>
                              </wps:cNvSpPr>
                              <wps:spPr bwMode="auto">
                                <a:xfrm>
                                  <a:off x="841375" y="4605020"/>
                                  <a:ext cx="1705610" cy="788035"/>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5" name="Rectangle 459"/>
                              <wps:cNvSpPr>
                                <a:spLocks noChangeArrowheads="1"/>
                              </wps:cNvSpPr>
                              <wps:spPr bwMode="auto">
                                <a:xfrm>
                                  <a:off x="841375" y="4605020"/>
                                  <a:ext cx="1720850" cy="803275"/>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6" name="Freeform 460"/>
                              <wps:cNvSpPr>
                                <a:spLocks/>
                              </wps:cNvSpPr>
                              <wps:spPr bwMode="auto">
                                <a:xfrm>
                                  <a:off x="842645" y="4607560"/>
                                  <a:ext cx="1707515" cy="788035"/>
                                </a:xfrm>
                                <a:custGeom>
                                  <a:avLst/>
                                  <a:gdLst>
                                    <a:gd name="T0" fmla="*/ 8 w 3572"/>
                                    <a:gd name="T1" fmla="*/ 1633 h 1649"/>
                                    <a:gd name="T2" fmla="*/ 3564 w 3572"/>
                                    <a:gd name="T3" fmla="*/ 1633 h 1649"/>
                                    <a:gd name="T4" fmla="*/ 3556 w 3572"/>
                                    <a:gd name="T5" fmla="*/ 1641 h 1649"/>
                                    <a:gd name="T6" fmla="*/ 3556 w 3572"/>
                                    <a:gd name="T7" fmla="*/ 8 h 1649"/>
                                    <a:gd name="T8" fmla="*/ 3564 w 3572"/>
                                    <a:gd name="T9" fmla="*/ 16 h 1649"/>
                                    <a:gd name="T10" fmla="*/ 8 w 3572"/>
                                    <a:gd name="T11" fmla="*/ 16 h 1649"/>
                                    <a:gd name="T12" fmla="*/ 16 w 3572"/>
                                    <a:gd name="T13" fmla="*/ 8 h 1649"/>
                                    <a:gd name="T14" fmla="*/ 16 w 3572"/>
                                    <a:gd name="T15" fmla="*/ 1641 h 1649"/>
                                    <a:gd name="T16" fmla="*/ 8 w 3572"/>
                                    <a:gd name="T17" fmla="*/ 1649 h 1649"/>
                                    <a:gd name="T18" fmla="*/ 0 w 3572"/>
                                    <a:gd name="T19" fmla="*/ 1641 h 1649"/>
                                    <a:gd name="T20" fmla="*/ 0 w 3572"/>
                                    <a:gd name="T21" fmla="*/ 8 h 1649"/>
                                    <a:gd name="T22" fmla="*/ 8 w 3572"/>
                                    <a:gd name="T23" fmla="*/ 0 h 1649"/>
                                    <a:gd name="T24" fmla="*/ 3564 w 3572"/>
                                    <a:gd name="T25" fmla="*/ 0 h 1649"/>
                                    <a:gd name="T26" fmla="*/ 3572 w 3572"/>
                                    <a:gd name="T27" fmla="*/ 8 h 1649"/>
                                    <a:gd name="T28" fmla="*/ 3572 w 3572"/>
                                    <a:gd name="T29" fmla="*/ 1641 h 1649"/>
                                    <a:gd name="T30" fmla="*/ 3564 w 3572"/>
                                    <a:gd name="T31" fmla="*/ 1649 h 1649"/>
                                    <a:gd name="T32" fmla="*/ 8 w 3572"/>
                                    <a:gd name="T33" fmla="*/ 1649 h 1649"/>
                                    <a:gd name="T34" fmla="*/ 0 w 3572"/>
                                    <a:gd name="T35" fmla="*/ 1641 h 1649"/>
                                    <a:gd name="T36" fmla="*/ 8 w 3572"/>
                                    <a:gd name="T37" fmla="*/ 1633 h 16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3572" h="1649">
                                      <a:moveTo>
                                        <a:pt x="8" y="1633"/>
                                      </a:moveTo>
                                      <a:lnTo>
                                        <a:pt x="3564" y="1633"/>
                                      </a:lnTo>
                                      <a:lnTo>
                                        <a:pt x="3556" y="1641"/>
                                      </a:lnTo>
                                      <a:lnTo>
                                        <a:pt x="3556" y="8"/>
                                      </a:lnTo>
                                      <a:lnTo>
                                        <a:pt x="3564" y="16"/>
                                      </a:lnTo>
                                      <a:lnTo>
                                        <a:pt x="8" y="16"/>
                                      </a:lnTo>
                                      <a:lnTo>
                                        <a:pt x="16" y="8"/>
                                      </a:lnTo>
                                      <a:lnTo>
                                        <a:pt x="16" y="1641"/>
                                      </a:lnTo>
                                      <a:cubicBezTo>
                                        <a:pt x="16" y="1646"/>
                                        <a:pt x="13" y="1649"/>
                                        <a:pt x="8" y="1649"/>
                                      </a:cubicBezTo>
                                      <a:cubicBezTo>
                                        <a:pt x="4" y="1649"/>
                                        <a:pt x="0" y="1646"/>
                                        <a:pt x="0" y="1641"/>
                                      </a:cubicBezTo>
                                      <a:lnTo>
                                        <a:pt x="0" y="8"/>
                                      </a:lnTo>
                                      <a:cubicBezTo>
                                        <a:pt x="0" y="4"/>
                                        <a:pt x="4" y="0"/>
                                        <a:pt x="8" y="0"/>
                                      </a:cubicBezTo>
                                      <a:lnTo>
                                        <a:pt x="3564" y="0"/>
                                      </a:lnTo>
                                      <a:cubicBezTo>
                                        <a:pt x="3569" y="0"/>
                                        <a:pt x="3572" y="4"/>
                                        <a:pt x="3572" y="8"/>
                                      </a:cubicBezTo>
                                      <a:lnTo>
                                        <a:pt x="3572" y="1641"/>
                                      </a:lnTo>
                                      <a:cubicBezTo>
                                        <a:pt x="3572" y="1646"/>
                                        <a:pt x="3569" y="1649"/>
                                        <a:pt x="3564" y="1649"/>
                                      </a:cubicBezTo>
                                      <a:lnTo>
                                        <a:pt x="8" y="1649"/>
                                      </a:lnTo>
                                      <a:cubicBezTo>
                                        <a:pt x="4" y="1649"/>
                                        <a:pt x="0" y="1646"/>
                                        <a:pt x="0" y="1641"/>
                                      </a:cubicBezTo>
                                      <a:cubicBezTo>
                                        <a:pt x="0" y="1637"/>
                                        <a:pt x="4" y="1633"/>
                                        <a:pt x="8" y="1633"/>
                                      </a:cubicBez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477" name="Rectangle 461"/>
                              <wps:cNvSpPr>
                                <a:spLocks noChangeArrowheads="1"/>
                              </wps:cNvSpPr>
                              <wps:spPr bwMode="auto">
                                <a:xfrm>
                                  <a:off x="841375" y="4605020"/>
                                  <a:ext cx="1720850" cy="803275"/>
                                </a:xfrm>
                                <a:prstGeom prst="rect">
                                  <a:avLst/>
                                </a:prstGeom>
                                <a:solidFill>
                                  <a:srgbClr val="CDCD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Rectangle 462"/>
                              <wps:cNvSpPr>
                                <a:spLocks noChangeArrowheads="1"/>
                              </wps:cNvSpPr>
                              <wps:spPr bwMode="auto">
                                <a:xfrm>
                                  <a:off x="818515" y="4582160"/>
                                  <a:ext cx="1720850" cy="7620"/>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9" name="Rectangle 463"/>
                              <wps:cNvSpPr>
                                <a:spLocks noChangeArrowheads="1"/>
                              </wps:cNvSpPr>
                              <wps:spPr bwMode="auto">
                                <a:xfrm>
                                  <a:off x="818515" y="4589780"/>
                                  <a:ext cx="1720850" cy="30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0" name="Rectangle 464"/>
                              <wps:cNvSpPr>
                                <a:spLocks noChangeArrowheads="1"/>
                              </wps:cNvSpPr>
                              <wps:spPr bwMode="auto">
                                <a:xfrm>
                                  <a:off x="818515" y="4620260"/>
                                  <a:ext cx="1720850" cy="45720"/>
                                </a:xfrm>
                                <a:prstGeom prst="rect">
                                  <a:avLst/>
                                </a:prstGeom>
                                <a:solidFill>
                                  <a:srgbClr val="FEFEF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1" name="Rectangle 465"/>
                              <wps:cNvSpPr>
                                <a:spLocks noChangeArrowheads="1"/>
                              </wps:cNvSpPr>
                              <wps:spPr bwMode="auto">
                                <a:xfrm>
                                  <a:off x="818515" y="4665980"/>
                                  <a:ext cx="1720850" cy="53975"/>
                                </a:xfrm>
                                <a:prstGeom prst="rect">
                                  <a:avLst/>
                                </a:prstGeom>
                                <a:solidFill>
                                  <a:srgbClr val="FDFDF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Rectangle 466"/>
                              <wps:cNvSpPr>
                                <a:spLocks noChangeArrowheads="1"/>
                              </wps:cNvSpPr>
                              <wps:spPr bwMode="auto">
                                <a:xfrm>
                                  <a:off x="818515" y="4719955"/>
                                  <a:ext cx="1720850" cy="45720"/>
                                </a:xfrm>
                                <a:prstGeom prst="rect">
                                  <a:avLst/>
                                </a:prstGeom>
                                <a:solidFill>
                                  <a:srgbClr val="FCFCF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3" name="Rectangle 467"/>
                              <wps:cNvSpPr>
                                <a:spLocks noChangeArrowheads="1"/>
                              </wps:cNvSpPr>
                              <wps:spPr bwMode="auto">
                                <a:xfrm>
                                  <a:off x="818515" y="4765675"/>
                                  <a:ext cx="1720850" cy="53340"/>
                                </a:xfrm>
                                <a:prstGeom prst="rect">
                                  <a:avLst/>
                                </a:prstGeom>
                                <a:solidFill>
                                  <a:srgbClr val="FBFBF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4" name="Rectangle 468"/>
                              <wps:cNvSpPr>
                                <a:spLocks noChangeArrowheads="1"/>
                              </wps:cNvSpPr>
                              <wps:spPr bwMode="auto">
                                <a:xfrm>
                                  <a:off x="818515" y="4819015"/>
                                  <a:ext cx="1720850" cy="45720"/>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5" name="Rectangle 469"/>
                              <wps:cNvSpPr>
                                <a:spLocks noChangeArrowheads="1"/>
                              </wps:cNvSpPr>
                              <wps:spPr bwMode="auto">
                                <a:xfrm>
                                  <a:off x="818515" y="4864735"/>
                                  <a:ext cx="1720850" cy="53975"/>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6" name="Rectangle 470"/>
                              <wps:cNvSpPr>
                                <a:spLocks noChangeArrowheads="1"/>
                              </wps:cNvSpPr>
                              <wps:spPr bwMode="auto">
                                <a:xfrm>
                                  <a:off x="818515" y="4918710"/>
                                  <a:ext cx="1720850" cy="99060"/>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7" name="Rectangle 471"/>
                              <wps:cNvSpPr>
                                <a:spLocks noChangeArrowheads="1"/>
                              </wps:cNvSpPr>
                              <wps:spPr bwMode="auto">
                                <a:xfrm>
                                  <a:off x="818515" y="5017770"/>
                                  <a:ext cx="1720850" cy="46355"/>
                                </a:xfrm>
                                <a:prstGeom prst="rect">
                                  <a:avLst/>
                                </a:prstGeom>
                                <a:solidFill>
                                  <a:srgbClr val="F7F7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8" name="Rectangle 472"/>
                              <wps:cNvSpPr>
                                <a:spLocks noChangeArrowheads="1"/>
                              </wps:cNvSpPr>
                              <wps:spPr bwMode="auto">
                                <a:xfrm>
                                  <a:off x="818515" y="5064125"/>
                                  <a:ext cx="1720850" cy="53340"/>
                                </a:xfrm>
                                <a:prstGeom prst="rect">
                                  <a:avLst/>
                                </a:prstGeom>
                                <a:solidFill>
                                  <a:srgbClr val="F6F6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9" name="Rectangle 473"/>
                              <wps:cNvSpPr>
                                <a:spLocks noChangeArrowheads="1"/>
                              </wps:cNvSpPr>
                              <wps:spPr bwMode="auto">
                                <a:xfrm>
                                  <a:off x="818515" y="5117465"/>
                                  <a:ext cx="1720850" cy="45720"/>
                                </a:xfrm>
                                <a:prstGeom prst="rect">
                                  <a:avLst/>
                                </a:prstGeom>
                                <a:solidFill>
                                  <a:srgbClr val="F5F5F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0" name="Rectangle 474"/>
                              <wps:cNvSpPr>
                                <a:spLocks noChangeArrowheads="1"/>
                              </wps:cNvSpPr>
                              <wps:spPr bwMode="auto">
                                <a:xfrm>
                                  <a:off x="818515" y="5163185"/>
                                  <a:ext cx="1720850" cy="53975"/>
                                </a:xfrm>
                                <a:prstGeom prst="rect">
                                  <a:avLst/>
                                </a:prstGeom>
                                <a:solidFill>
                                  <a:srgbClr val="F4F4F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1" name="Rectangle 475"/>
                              <wps:cNvSpPr>
                                <a:spLocks noChangeArrowheads="1"/>
                              </wps:cNvSpPr>
                              <wps:spPr bwMode="auto">
                                <a:xfrm>
                                  <a:off x="818515" y="5217160"/>
                                  <a:ext cx="1720850" cy="45720"/>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2" name="Rectangle 476"/>
                              <wps:cNvSpPr>
                                <a:spLocks noChangeArrowheads="1"/>
                              </wps:cNvSpPr>
                              <wps:spPr bwMode="auto">
                                <a:xfrm>
                                  <a:off x="818515" y="5262880"/>
                                  <a:ext cx="1720850" cy="5334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3" name="Rectangle 477"/>
                              <wps:cNvSpPr>
                                <a:spLocks noChangeArrowheads="1"/>
                              </wps:cNvSpPr>
                              <wps:spPr bwMode="auto">
                                <a:xfrm>
                                  <a:off x="818515" y="5316220"/>
                                  <a:ext cx="1720850" cy="45720"/>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4" name="Rectangle 478"/>
                              <wps:cNvSpPr>
                                <a:spLocks noChangeArrowheads="1"/>
                              </wps:cNvSpPr>
                              <wps:spPr bwMode="auto">
                                <a:xfrm>
                                  <a:off x="818515" y="5361940"/>
                                  <a:ext cx="1720850" cy="15875"/>
                                </a:xfrm>
                                <a:prstGeom prst="rect">
                                  <a:avLst/>
                                </a:prstGeom>
                                <a:solidFill>
                                  <a:srgbClr val="F0F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5" name="Rectangle 479"/>
                              <wps:cNvSpPr>
                                <a:spLocks noChangeArrowheads="1"/>
                              </wps:cNvSpPr>
                              <wps:spPr bwMode="auto">
                                <a:xfrm>
                                  <a:off x="832485" y="4596765"/>
                                  <a:ext cx="1699260" cy="780415"/>
                                </a:xfrm>
                                <a:prstGeom prst="rect">
                                  <a:avLst/>
                                </a:prstGeom>
                                <a:noFill/>
                                <a:ln w="4"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6" name="Rectangle 480"/>
                              <wps:cNvSpPr>
                                <a:spLocks noChangeArrowheads="1"/>
                              </wps:cNvSpPr>
                              <wps:spPr bwMode="auto">
                                <a:xfrm>
                                  <a:off x="917575" y="4620260"/>
                                  <a:ext cx="151955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proofErr w:type="spellStart"/>
                                    <w:r>
                                      <w:rPr>
                                        <w:rFonts w:ascii="Arial" w:hAnsi="Arial" w:cs="Arial"/>
                                        <w:color w:val="000000"/>
                                        <w:sz w:val="16"/>
                                        <w:szCs w:val="16"/>
                                        <w:lang w:val="en-US"/>
                                      </w:rPr>
                                      <w:t>AER</w:t>
                                    </w:r>
                                    <w:proofErr w:type="spellEnd"/>
                                    <w:r>
                                      <w:rPr>
                                        <w:rFonts w:ascii="Arial" w:hAnsi="Arial" w:cs="Arial"/>
                                        <w:color w:val="000000"/>
                                        <w:sz w:val="16"/>
                                        <w:szCs w:val="16"/>
                                        <w:lang w:val="en-US"/>
                                      </w:rPr>
                                      <w:t xml:space="preserve"> to review taking into account </w:t>
                                    </w:r>
                                  </w:p>
                                </w:txbxContent>
                              </wps:txbx>
                              <wps:bodyPr rot="0" vert="horz" wrap="none" lIns="0" tIns="0" rIns="0" bIns="0" anchor="t" anchorCtr="0">
                                <a:spAutoFit/>
                              </wps:bodyPr>
                            </wps:wsp>
                            <wps:wsp>
                              <wps:cNvPr id="497" name="Rectangle 481"/>
                              <wps:cNvSpPr>
                                <a:spLocks noChangeArrowheads="1"/>
                              </wps:cNvSpPr>
                              <wps:spPr bwMode="auto">
                                <a:xfrm>
                                  <a:off x="1353820" y="4742180"/>
                                  <a:ext cx="62166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proofErr w:type="spellStart"/>
                                    <w:r>
                                      <w:rPr>
                                        <w:rFonts w:ascii="Arial" w:hAnsi="Arial" w:cs="Arial"/>
                                        <w:color w:val="000000"/>
                                        <w:sz w:val="16"/>
                                        <w:szCs w:val="16"/>
                                        <w:lang w:val="en-US"/>
                                      </w:rPr>
                                      <w:t>AEMO</w:t>
                                    </w:r>
                                    <w:proofErr w:type="spellEnd"/>
                                    <w:r>
                                      <w:rPr>
                                        <w:rFonts w:ascii="Arial" w:hAnsi="Arial" w:cs="Arial"/>
                                        <w:color w:val="000000"/>
                                        <w:sz w:val="16"/>
                                        <w:szCs w:val="16"/>
                                        <w:lang w:val="en-US"/>
                                      </w:rPr>
                                      <w:t xml:space="preserve"> advice</w:t>
                                    </w:r>
                                  </w:p>
                                </w:txbxContent>
                              </wps:txbx>
                              <wps:bodyPr rot="0" vert="horz" wrap="none" lIns="0" tIns="0" rIns="0" bIns="0" anchor="t" anchorCtr="0">
                                <a:spAutoFit/>
                              </wps:bodyPr>
                            </wps:wsp>
                            <wps:wsp>
                              <wps:cNvPr id="498" name="Rectangle 482"/>
                              <wps:cNvSpPr>
                                <a:spLocks noChangeArrowheads="1"/>
                              </wps:cNvSpPr>
                              <wps:spPr bwMode="auto">
                                <a:xfrm>
                                  <a:off x="1980565" y="4742180"/>
                                  <a:ext cx="2857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499" name="Rectangle 483"/>
                              <wps:cNvSpPr>
                                <a:spLocks noChangeArrowheads="1"/>
                              </wps:cNvSpPr>
                              <wps:spPr bwMode="auto">
                                <a:xfrm>
                                  <a:off x="864235" y="4864735"/>
                                  <a:ext cx="157035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Probabilistic planning used for cost</w:t>
                                    </w:r>
                                  </w:p>
                                </w:txbxContent>
                              </wps:txbx>
                              <wps:bodyPr rot="0" vert="horz" wrap="none" lIns="0" tIns="0" rIns="0" bIns="0" anchor="t" anchorCtr="0">
                                <a:spAutoFit/>
                              </wps:bodyPr>
                            </wps:wsp>
                            <wps:wsp>
                              <wps:cNvPr id="500" name="Rectangle 484"/>
                              <wps:cNvSpPr>
                                <a:spLocks noChangeArrowheads="1"/>
                              </wps:cNvSpPr>
                              <wps:spPr bwMode="auto">
                                <a:xfrm>
                                  <a:off x="2439670" y="4864735"/>
                                  <a:ext cx="565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501" name="Rectangle 485"/>
                              <wps:cNvSpPr>
                                <a:spLocks noChangeArrowheads="1"/>
                              </wps:cNvSpPr>
                              <wps:spPr bwMode="auto">
                                <a:xfrm>
                                  <a:off x="856615" y="4987290"/>
                                  <a:ext cx="163830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benefit assessment with stakeholder </w:t>
                                    </w:r>
                                  </w:p>
                                </w:txbxContent>
                              </wps:txbx>
                              <wps:bodyPr rot="0" vert="horz" wrap="none" lIns="0" tIns="0" rIns="0" bIns="0" anchor="t" anchorCtr="0">
                                <a:spAutoFit/>
                              </wps:bodyPr>
                            </wps:wsp>
                            <wps:wsp>
                              <wps:cNvPr id="502" name="Rectangle 486"/>
                              <wps:cNvSpPr>
                                <a:spLocks noChangeArrowheads="1"/>
                              </wps:cNvSpPr>
                              <wps:spPr bwMode="auto">
                                <a:xfrm>
                                  <a:off x="894715" y="5109210"/>
                                  <a:ext cx="156527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input that needs to be approved by </w:t>
                                    </w:r>
                                  </w:p>
                                </w:txbxContent>
                              </wps:txbx>
                              <wps:bodyPr rot="0" vert="horz" wrap="none" lIns="0" tIns="0" rIns="0" bIns="0" anchor="t" anchorCtr="0">
                                <a:spAutoFit/>
                              </wps:bodyPr>
                            </wps:wsp>
                            <wps:wsp>
                              <wps:cNvPr id="503" name="Rectangle 487"/>
                              <wps:cNvSpPr>
                                <a:spLocks noChangeArrowheads="1"/>
                              </wps:cNvSpPr>
                              <wps:spPr bwMode="auto">
                                <a:xfrm>
                                  <a:off x="1162685" y="5231765"/>
                                  <a:ext cx="2089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proofErr w:type="spellStart"/>
                                    <w:r>
                                      <w:rPr>
                                        <w:rFonts w:ascii="Arial" w:hAnsi="Arial" w:cs="Arial"/>
                                        <w:color w:val="000000"/>
                                        <w:sz w:val="16"/>
                                        <w:szCs w:val="16"/>
                                        <w:lang w:val="en-US"/>
                                      </w:rPr>
                                      <w:t>AER</w:t>
                                    </w:r>
                                    <w:proofErr w:type="spellEnd"/>
                                    <w:r>
                                      <w:rPr>
                                        <w:rFonts w:ascii="Arial" w:hAnsi="Arial" w:cs="Arial"/>
                                        <w:color w:val="000000"/>
                                        <w:sz w:val="16"/>
                                        <w:szCs w:val="16"/>
                                        <w:lang w:val="en-US"/>
                                      </w:rPr>
                                      <w:t xml:space="preserve"> </w:t>
                                    </w:r>
                                  </w:p>
                                </w:txbxContent>
                              </wps:txbx>
                              <wps:bodyPr rot="0" vert="horz" wrap="none" lIns="0" tIns="0" rIns="0" bIns="0" anchor="t" anchorCtr="0">
                                <a:spAutoFit/>
                              </wps:bodyPr>
                            </wps:wsp>
                            <wps:wsp>
                              <wps:cNvPr id="504" name="Rectangle 488"/>
                              <wps:cNvSpPr>
                                <a:spLocks noChangeArrowheads="1"/>
                              </wps:cNvSpPr>
                              <wps:spPr bwMode="auto">
                                <a:xfrm>
                                  <a:off x="1399540" y="5231765"/>
                                  <a:ext cx="3429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505" name="Rectangle 489"/>
                              <wps:cNvSpPr>
                                <a:spLocks noChangeArrowheads="1"/>
                              </wps:cNvSpPr>
                              <wps:spPr bwMode="auto">
                                <a:xfrm>
                                  <a:off x="1430020" y="5231765"/>
                                  <a:ext cx="63881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 xml:space="preserve">expanded </w:t>
                                    </w:r>
                                    <w:proofErr w:type="spellStart"/>
                                    <w:r>
                                      <w:rPr>
                                        <w:rFonts w:ascii="Arial" w:hAnsi="Arial" w:cs="Arial"/>
                                        <w:color w:val="000000"/>
                                        <w:sz w:val="16"/>
                                        <w:szCs w:val="16"/>
                                        <w:lang w:val="en-US"/>
                                      </w:rPr>
                                      <w:t>RIT</w:t>
                                    </w:r>
                                    <w:proofErr w:type="spellEnd"/>
                                  </w:p>
                                </w:txbxContent>
                              </wps:txbx>
                              <wps:bodyPr rot="0" vert="horz" wrap="none" lIns="0" tIns="0" rIns="0" bIns="0" anchor="t" anchorCtr="0">
                                <a:spAutoFit/>
                              </wps:bodyPr>
                            </wps:wsp>
                            <wps:wsp>
                              <wps:cNvPr id="506" name="Rectangle 490"/>
                              <wps:cNvSpPr>
                                <a:spLocks noChangeArrowheads="1"/>
                              </wps:cNvSpPr>
                              <wps:spPr bwMode="auto">
                                <a:xfrm>
                                  <a:off x="2072640" y="5231765"/>
                                  <a:ext cx="3429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507" name="Rectangle 491"/>
                              <wps:cNvSpPr>
                                <a:spLocks noChangeArrowheads="1"/>
                              </wps:cNvSpPr>
                              <wps:spPr bwMode="auto">
                                <a:xfrm>
                                  <a:off x="2103120" y="5231765"/>
                                  <a:ext cx="6223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T</w:t>
                                    </w:r>
                                  </w:p>
                                </w:txbxContent>
                              </wps:txbx>
                              <wps:bodyPr rot="0" vert="horz" wrap="none" lIns="0" tIns="0" rIns="0" bIns="0" anchor="t" anchorCtr="0">
                                <a:spAutoFit/>
                              </wps:bodyPr>
                            </wps:wsp>
                            <wps:wsp>
                              <wps:cNvPr id="508" name="Rectangle 492"/>
                              <wps:cNvSpPr>
                                <a:spLocks noChangeArrowheads="1"/>
                              </wps:cNvSpPr>
                              <wps:spPr bwMode="auto">
                                <a:xfrm>
                                  <a:off x="2172335" y="5231765"/>
                                  <a:ext cx="3429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r>
                                      <w:rPr>
                                        <w:rFonts w:ascii="Arial" w:hAnsi="Arial" w:cs="Arial"/>
                                        <w:color w:val="000000"/>
                                        <w:sz w:val="16"/>
                                        <w:szCs w:val="16"/>
                                        <w:lang w:val="en-US"/>
                                      </w:rPr>
                                      <w:t>)</w:t>
                                    </w:r>
                                  </w:p>
                                </w:txbxContent>
                              </wps:txbx>
                              <wps:bodyPr rot="0" vert="horz" wrap="none" lIns="0" tIns="0" rIns="0" bIns="0" anchor="t" anchorCtr="0">
                                <a:spAutoFit/>
                              </wps:bodyPr>
                            </wps:wsp>
                            <wps:wsp>
                              <wps:cNvPr id="509" name="Freeform 493"/>
                              <wps:cNvSpPr>
                                <a:spLocks/>
                              </wps:cNvSpPr>
                              <wps:spPr bwMode="auto">
                                <a:xfrm>
                                  <a:off x="215265" y="2081530"/>
                                  <a:ext cx="562610" cy="2905125"/>
                                </a:xfrm>
                                <a:custGeom>
                                  <a:avLst/>
                                  <a:gdLst>
                                    <a:gd name="T0" fmla="*/ 198 w 886"/>
                                    <a:gd name="T1" fmla="*/ 0 h 4575"/>
                                    <a:gd name="T2" fmla="*/ 0 w 886"/>
                                    <a:gd name="T3" fmla="*/ 0 h 4575"/>
                                    <a:gd name="T4" fmla="*/ 0 w 886"/>
                                    <a:gd name="T5" fmla="*/ 4575 h 4575"/>
                                    <a:gd name="T6" fmla="*/ 886 w 886"/>
                                    <a:gd name="T7" fmla="*/ 4575 h 4575"/>
                                  </a:gdLst>
                                  <a:ahLst/>
                                  <a:cxnLst>
                                    <a:cxn ang="0">
                                      <a:pos x="T0" y="T1"/>
                                    </a:cxn>
                                    <a:cxn ang="0">
                                      <a:pos x="T2" y="T3"/>
                                    </a:cxn>
                                    <a:cxn ang="0">
                                      <a:pos x="T4" y="T5"/>
                                    </a:cxn>
                                    <a:cxn ang="0">
                                      <a:pos x="T6" y="T7"/>
                                    </a:cxn>
                                  </a:cxnLst>
                                  <a:rect l="0" t="0" r="r" b="b"/>
                                  <a:pathLst>
                                    <a:path w="886" h="4575">
                                      <a:moveTo>
                                        <a:pt x="198" y="0"/>
                                      </a:moveTo>
                                      <a:lnTo>
                                        <a:pt x="0" y="0"/>
                                      </a:lnTo>
                                      <a:lnTo>
                                        <a:pt x="0" y="4575"/>
                                      </a:lnTo>
                                      <a:lnTo>
                                        <a:pt x="886" y="4575"/>
                                      </a:lnTo>
                                    </a:path>
                                  </a:pathLst>
                                </a:custGeom>
                                <a:noFill/>
                                <a:ln w="16"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0" name="Freeform 494"/>
                              <wps:cNvSpPr>
                                <a:spLocks/>
                              </wps:cNvSpPr>
                              <wps:spPr bwMode="auto">
                                <a:xfrm>
                                  <a:off x="760730" y="4951095"/>
                                  <a:ext cx="71755" cy="71755"/>
                                </a:xfrm>
                                <a:custGeom>
                                  <a:avLst/>
                                  <a:gdLst>
                                    <a:gd name="T0" fmla="*/ 150 w 150"/>
                                    <a:gd name="T1" fmla="*/ 75 h 150"/>
                                    <a:gd name="T2" fmla="*/ 0 w 150"/>
                                    <a:gd name="T3" fmla="*/ 150 h 150"/>
                                    <a:gd name="T4" fmla="*/ 0 w 150"/>
                                    <a:gd name="T5" fmla="*/ 0 h 150"/>
                                    <a:gd name="T6" fmla="*/ 0 w 150"/>
                                    <a:gd name="T7" fmla="*/ 0 h 150"/>
                                    <a:gd name="T8" fmla="*/ 150 w 150"/>
                                    <a:gd name="T9" fmla="*/ 75 h 150"/>
                                  </a:gdLst>
                                  <a:ahLst/>
                                  <a:cxnLst>
                                    <a:cxn ang="0">
                                      <a:pos x="T0" y="T1"/>
                                    </a:cxn>
                                    <a:cxn ang="0">
                                      <a:pos x="T2" y="T3"/>
                                    </a:cxn>
                                    <a:cxn ang="0">
                                      <a:pos x="T4" y="T5"/>
                                    </a:cxn>
                                    <a:cxn ang="0">
                                      <a:pos x="T6" y="T7"/>
                                    </a:cxn>
                                    <a:cxn ang="0">
                                      <a:pos x="T8" y="T9"/>
                                    </a:cxn>
                                  </a:cxnLst>
                                  <a:rect l="0" t="0" r="r" b="b"/>
                                  <a:pathLst>
                                    <a:path w="150" h="150">
                                      <a:moveTo>
                                        <a:pt x="150" y="75"/>
                                      </a:moveTo>
                                      <a:lnTo>
                                        <a:pt x="0" y="150"/>
                                      </a:lnTo>
                                      <a:cubicBezTo>
                                        <a:pt x="23" y="103"/>
                                        <a:pt x="23" y="47"/>
                                        <a:pt x="0" y="0"/>
                                      </a:cubicBezTo>
                                      <a:lnTo>
                                        <a:pt x="0" y="0"/>
                                      </a:lnTo>
                                      <a:lnTo>
                                        <a:pt x="150" y="75"/>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511" name="Freeform 495"/>
                              <wps:cNvSpPr>
                                <a:spLocks/>
                              </wps:cNvSpPr>
                              <wps:spPr bwMode="auto">
                                <a:xfrm>
                                  <a:off x="215265" y="2081530"/>
                                  <a:ext cx="937895" cy="4025265"/>
                                </a:xfrm>
                                <a:custGeom>
                                  <a:avLst/>
                                  <a:gdLst>
                                    <a:gd name="T0" fmla="*/ 198 w 1477"/>
                                    <a:gd name="T1" fmla="*/ 0 h 6339"/>
                                    <a:gd name="T2" fmla="*/ 0 w 1477"/>
                                    <a:gd name="T3" fmla="*/ 0 h 6339"/>
                                    <a:gd name="T4" fmla="*/ 0 w 1477"/>
                                    <a:gd name="T5" fmla="*/ 6339 h 6339"/>
                                    <a:gd name="T6" fmla="*/ 1477 w 1477"/>
                                    <a:gd name="T7" fmla="*/ 6339 h 6339"/>
                                  </a:gdLst>
                                  <a:ahLst/>
                                  <a:cxnLst>
                                    <a:cxn ang="0">
                                      <a:pos x="T0" y="T1"/>
                                    </a:cxn>
                                    <a:cxn ang="0">
                                      <a:pos x="T2" y="T3"/>
                                    </a:cxn>
                                    <a:cxn ang="0">
                                      <a:pos x="T4" y="T5"/>
                                    </a:cxn>
                                    <a:cxn ang="0">
                                      <a:pos x="T6" y="T7"/>
                                    </a:cxn>
                                  </a:cxnLst>
                                  <a:rect l="0" t="0" r="r" b="b"/>
                                  <a:pathLst>
                                    <a:path w="1477" h="6339">
                                      <a:moveTo>
                                        <a:pt x="198" y="0"/>
                                      </a:moveTo>
                                      <a:lnTo>
                                        <a:pt x="0" y="0"/>
                                      </a:lnTo>
                                      <a:lnTo>
                                        <a:pt x="0" y="6339"/>
                                      </a:lnTo>
                                      <a:lnTo>
                                        <a:pt x="1477" y="6339"/>
                                      </a:lnTo>
                                    </a:path>
                                  </a:pathLst>
                                </a:custGeom>
                                <a:noFill/>
                                <a:ln w="16"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2" name="Freeform 496"/>
                              <wps:cNvSpPr>
                                <a:spLocks/>
                              </wps:cNvSpPr>
                              <wps:spPr bwMode="auto">
                                <a:xfrm>
                                  <a:off x="1136015" y="6071235"/>
                                  <a:ext cx="71755" cy="71755"/>
                                </a:xfrm>
                                <a:custGeom>
                                  <a:avLst/>
                                  <a:gdLst>
                                    <a:gd name="T0" fmla="*/ 150 w 150"/>
                                    <a:gd name="T1" fmla="*/ 75 h 150"/>
                                    <a:gd name="T2" fmla="*/ 0 w 150"/>
                                    <a:gd name="T3" fmla="*/ 150 h 150"/>
                                    <a:gd name="T4" fmla="*/ 0 w 150"/>
                                    <a:gd name="T5" fmla="*/ 0 h 150"/>
                                    <a:gd name="T6" fmla="*/ 150 w 150"/>
                                    <a:gd name="T7" fmla="*/ 75 h 150"/>
                                  </a:gdLst>
                                  <a:ahLst/>
                                  <a:cxnLst>
                                    <a:cxn ang="0">
                                      <a:pos x="T0" y="T1"/>
                                    </a:cxn>
                                    <a:cxn ang="0">
                                      <a:pos x="T2" y="T3"/>
                                    </a:cxn>
                                    <a:cxn ang="0">
                                      <a:pos x="T4" y="T5"/>
                                    </a:cxn>
                                    <a:cxn ang="0">
                                      <a:pos x="T6" y="T7"/>
                                    </a:cxn>
                                  </a:cxnLst>
                                  <a:rect l="0" t="0" r="r" b="b"/>
                                  <a:pathLst>
                                    <a:path w="150" h="150">
                                      <a:moveTo>
                                        <a:pt x="150" y="75"/>
                                      </a:moveTo>
                                      <a:lnTo>
                                        <a:pt x="0" y="150"/>
                                      </a:lnTo>
                                      <a:cubicBezTo>
                                        <a:pt x="23" y="103"/>
                                        <a:pt x="23" y="48"/>
                                        <a:pt x="0" y="0"/>
                                      </a:cubicBezTo>
                                      <a:lnTo>
                                        <a:pt x="150" y="75"/>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513" name="Line 497"/>
                              <wps:cNvCnPr/>
                              <wps:spPr bwMode="auto">
                                <a:xfrm>
                                  <a:off x="4156075" y="4032885"/>
                                  <a:ext cx="0" cy="697230"/>
                                </a:xfrm>
                                <a:prstGeom prst="line">
                                  <a:avLst/>
                                </a:prstGeom>
                                <a:noFill/>
                                <a:ln w="16" cap="rnd">
                                  <a:solidFill>
                                    <a:srgbClr val="404040"/>
                                  </a:solidFill>
                                  <a:prstDash val="solid"/>
                                  <a:round/>
                                  <a:headEnd/>
                                  <a:tailEnd/>
                                </a:ln>
                                <a:extLst>
                                  <a:ext uri="{909E8E84-426E-40DD-AFC4-6F175D3DCCD1}">
                                    <a14:hiddenFill xmlns:a14="http://schemas.microsoft.com/office/drawing/2010/main">
                                      <a:noFill/>
                                    </a14:hiddenFill>
                                  </a:ext>
                                </a:extLst>
                              </wps:spPr>
                              <wps:bodyPr/>
                            </wps:wsp>
                            <wps:wsp>
                              <wps:cNvPr id="514" name="Freeform 498"/>
                              <wps:cNvSpPr>
                                <a:spLocks/>
                              </wps:cNvSpPr>
                              <wps:spPr bwMode="auto">
                                <a:xfrm>
                                  <a:off x="4120515" y="4712970"/>
                                  <a:ext cx="71755" cy="71755"/>
                                </a:xfrm>
                                <a:custGeom>
                                  <a:avLst/>
                                  <a:gdLst>
                                    <a:gd name="T0" fmla="*/ 75 w 150"/>
                                    <a:gd name="T1" fmla="*/ 150 h 150"/>
                                    <a:gd name="T2" fmla="*/ 0 w 150"/>
                                    <a:gd name="T3" fmla="*/ 0 h 150"/>
                                    <a:gd name="T4" fmla="*/ 150 w 150"/>
                                    <a:gd name="T5" fmla="*/ 0 h 150"/>
                                    <a:gd name="T6" fmla="*/ 150 w 150"/>
                                    <a:gd name="T7" fmla="*/ 0 h 150"/>
                                    <a:gd name="T8" fmla="*/ 75 w 150"/>
                                    <a:gd name="T9" fmla="*/ 150 h 150"/>
                                  </a:gdLst>
                                  <a:ahLst/>
                                  <a:cxnLst>
                                    <a:cxn ang="0">
                                      <a:pos x="T0" y="T1"/>
                                    </a:cxn>
                                    <a:cxn ang="0">
                                      <a:pos x="T2" y="T3"/>
                                    </a:cxn>
                                    <a:cxn ang="0">
                                      <a:pos x="T4" y="T5"/>
                                    </a:cxn>
                                    <a:cxn ang="0">
                                      <a:pos x="T6" y="T7"/>
                                    </a:cxn>
                                    <a:cxn ang="0">
                                      <a:pos x="T8" y="T9"/>
                                    </a:cxn>
                                  </a:cxnLst>
                                  <a:rect l="0" t="0" r="r" b="b"/>
                                  <a:pathLst>
                                    <a:path w="150" h="150">
                                      <a:moveTo>
                                        <a:pt x="75" y="150"/>
                                      </a:moveTo>
                                      <a:lnTo>
                                        <a:pt x="0" y="0"/>
                                      </a:lnTo>
                                      <a:cubicBezTo>
                                        <a:pt x="47" y="23"/>
                                        <a:pt x="103" y="23"/>
                                        <a:pt x="150" y="0"/>
                                      </a:cubicBezTo>
                                      <a:lnTo>
                                        <a:pt x="150" y="0"/>
                                      </a:lnTo>
                                      <a:lnTo>
                                        <a:pt x="75" y="150"/>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515" name="Freeform 499"/>
                              <wps:cNvSpPr>
                                <a:spLocks/>
                              </wps:cNvSpPr>
                              <wps:spPr bwMode="auto">
                                <a:xfrm>
                                  <a:off x="1682115" y="5377180"/>
                                  <a:ext cx="1491615" cy="459105"/>
                                </a:xfrm>
                                <a:custGeom>
                                  <a:avLst/>
                                  <a:gdLst>
                                    <a:gd name="T0" fmla="*/ 0 w 2349"/>
                                    <a:gd name="T1" fmla="*/ 0 h 723"/>
                                    <a:gd name="T2" fmla="*/ 0 w 2349"/>
                                    <a:gd name="T3" fmla="*/ 490 h 723"/>
                                    <a:gd name="T4" fmla="*/ 2349 w 2349"/>
                                    <a:gd name="T5" fmla="*/ 490 h 723"/>
                                    <a:gd name="T6" fmla="*/ 2349 w 2349"/>
                                    <a:gd name="T7" fmla="*/ 723 h 723"/>
                                  </a:gdLst>
                                  <a:ahLst/>
                                  <a:cxnLst>
                                    <a:cxn ang="0">
                                      <a:pos x="T0" y="T1"/>
                                    </a:cxn>
                                    <a:cxn ang="0">
                                      <a:pos x="T2" y="T3"/>
                                    </a:cxn>
                                    <a:cxn ang="0">
                                      <a:pos x="T4" y="T5"/>
                                    </a:cxn>
                                    <a:cxn ang="0">
                                      <a:pos x="T6" y="T7"/>
                                    </a:cxn>
                                  </a:cxnLst>
                                  <a:rect l="0" t="0" r="r" b="b"/>
                                  <a:pathLst>
                                    <a:path w="2349" h="723">
                                      <a:moveTo>
                                        <a:pt x="0" y="0"/>
                                      </a:moveTo>
                                      <a:lnTo>
                                        <a:pt x="0" y="490"/>
                                      </a:lnTo>
                                      <a:lnTo>
                                        <a:pt x="2349" y="490"/>
                                      </a:lnTo>
                                      <a:lnTo>
                                        <a:pt x="2349" y="723"/>
                                      </a:lnTo>
                                    </a:path>
                                  </a:pathLst>
                                </a:custGeom>
                                <a:noFill/>
                                <a:ln w="16"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6" name="Freeform 500"/>
                              <wps:cNvSpPr>
                                <a:spLocks/>
                              </wps:cNvSpPr>
                              <wps:spPr bwMode="auto">
                                <a:xfrm>
                                  <a:off x="3137535" y="5818505"/>
                                  <a:ext cx="71755" cy="71755"/>
                                </a:xfrm>
                                <a:custGeom>
                                  <a:avLst/>
                                  <a:gdLst>
                                    <a:gd name="T0" fmla="*/ 75 w 150"/>
                                    <a:gd name="T1" fmla="*/ 150 h 150"/>
                                    <a:gd name="T2" fmla="*/ 0 w 150"/>
                                    <a:gd name="T3" fmla="*/ 0 h 150"/>
                                    <a:gd name="T4" fmla="*/ 150 w 150"/>
                                    <a:gd name="T5" fmla="*/ 0 h 150"/>
                                    <a:gd name="T6" fmla="*/ 150 w 150"/>
                                    <a:gd name="T7" fmla="*/ 0 h 150"/>
                                    <a:gd name="T8" fmla="*/ 75 w 150"/>
                                    <a:gd name="T9" fmla="*/ 150 h 150"/>
                                  </a:gdLst>
                                  <a:ahLst/>
                                  <a:cxnLst>
                                    <a:cxn ang="0">
                                      <a:pos x="T0" y="T1"/>
                                    </a:cxn>
                                    <a:cxn ang="0">
                                      <a:pos x="T2" y="T3"/>
                                    </a:cxn>
                                    <a:cxn ang="0">
                                      <a:pos x="T4" y="T5"/>
                                    </a:cxn>
                                    <a:cxn ang="0">
                                      <a:pos x="T6" y="T7"/>
                                    </a:cxn>
                                    <a:cxn ang="0">
                                      <a:pos x="T8" y="T9"/>
                                    </a:cxn>
                                  </a:cxnLst>
                                  <a:rect l="0" t="0" r="r" b="b"/>
                                  <a:pathLst>
                                    <a:path w="150" h="150">
                                      <a:moveTo>
                                        <a:pt x="75" y="150"/>
                                      </a:moveTo>
                                      <a:lnTo>
                                        <a:pt x="0" y="0"/>
                                      </a:lnTo>
                                      <a:cubicBezTo>
                                        <a:pt x="47" y="23"/>
                                        <a:pt x="103" y="23"/>
                                        <a:pt x="150" y="0"/>
                                      </a:cubicBezTo>
                                      <a:lnTo>
                                        <a:pt x="150" y="0"/>
                                      </a:lnTo>
                                      <a:lnTo>
                                        <a:pt x="75" y="150"/>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517" name="Rectangle 501"/>
                              <wps:cNvSpPr>
                                <a:spLocks noChangeArrowheads="1"/>
                              </wps:cNvSpPr>
                              <wps:spPr bwMode="auto">
                                <a:xfrm>
                                  <a:off x="3082290" y="4459605"/>
                                  <a:ext cx="21463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proofErr w:type="spellStart"/>
                                    <w:r>
                                      <w:rPr>
                                        <w:rFonts w:ascii="Arial" w:hAnsi="Arial" w:cs="Arial"/>
                                        <w:b/>
                                        <w:bCs/>
                                        <w:color w:val="000000"/>
                                        <w:sz w:val="16"/>
                                        <w:szCs w:val="16"/>
                                        <w:lang w:val="en-US"/>
                                      </w:rPr>
                                      <w:t>AER</w:t>
                                    </w:r>
                                    <w:proofErr w:type="spellEnd"/>
                                  </w:p>
                                </w:txbxContent>
                              </wps:txbx>
                              <wps:bodyPr rot="0" vert="horz" wrap="none" lIns="0" tIns="0" rIns="0" bIns="0" anchor="t" anchorCtr="0">
                                <a:spAutoFit/>
                              </wps:bodyPr>
                            </wps:wsp>
                            <wps:wsp>
                              <wps:cNvPr id="518" name="Rectangle 502"/>
                              <wps:cNvSpPr>
                                <a:spLocks noChangeArrowheads="1"/>
                              </wps:cNvSpPr>
                              <wps:spPr bwMode="auto">
                                <a:xfrm>
                                  <a:off x="504825" y="2990850"/>
                                  <a:ext cx="32766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proofErr w:type="spellStart"/>
                                    <w:r>
                                      <w:rPr>
                                        <w:rFonts w:ascii="Arial" w:hAnsi="Arial" w:cs="Arial"/>
                                        <w:b/>
                                        <w:bCs/>
                                        <w:color w:val="000000"/>
                                        <w:sz w:val="16"/>
                                        <w:szCs w:val="16"/>
                                        <w:lang w:val="en-US"/>
                                      </w:rPr>
                                      <w:t>TNSPs</w:t>
                                    </w:r>
                                    <w:proofErr w:type="spellEnd"/>
                                  </w:p>
                                </w:txbxContent>
                              </wps:txbx>
                              <wps:bodyPr rot="0" vert="horz" wrap="none" lIns="0" tIns="0" rIns="0" bIns="0" anchor="t" anchorCtr="0">
                                <a:spAutoFit/>
                              </wps:bodyPr>
                            </wps:wsp>
                            <wps:wsp>
                              <wps:cNvPr id="519" name="Rectangle 503"/>
                              <wps:cNvSpPr>
                                <a:spLocks noChangeArrowheads="1"/>
                              </wps:cNvSpPr>
                              <wps:spPr bwMode="auto">
                                <a:xfrm>
                                  <a:off x="565785" y="6517005"/>
                                  <a:ext cx="21463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6396" w:rsidRDefault="00E86396">
                                    <w:proofErr w:type="spellStart"/>
                                    <w:r>
                                      <w:rPr>
                                        <w:rFonts w:ascii="Arial" w:hAnsi="Arial" w:cs="Arial"/>
                                        <w:b/>
                                        <w:bCs/>
                                        <w:color w:val="000000"/>
                                        <w:sz w:val="16"/>
                                        <w:szCs w:val="16"/>
                                        <w:lang w:val="en-US"/>
                                      </w:rPr>
                                      <w:t>AER</w:t>
                                    </w:r>
                                    <w:proofErr w:type="spellEnd"/>
                                  </w:p>
                                </w:txbxContent>
                              </wps:txbx>
                              <wps:bodyPr rot="0" vert="horz" wrap="none" lIns="0" tIns="0" rIns="0" bIns="0" anchor="t" anchorCtr="0">
                                <a:spAutoFit/>
                              </wps:bodyPr>
                            </wps:wsp>
                            <wps:wsp>
                              <wps:cNvPr id="520" name="Freeform 504"/>
                              <wps:cNvSpPr>
                                <a:spLocks/>
                              </wps:cNvSpPr>
                              <wps:spPr bwMode="auto">
                                <a:xfrm>
                                  <a:off x="1771650" y="1590040"/>
                                  <a:ext cx="852805" cy="161925"/>
                                </a:xfrm>
                                <a:custGeom>
                                  <a:avLst/>
                                  <a:gdLst>
                                    <a:gd name="T0" fmla="*/ 0 w 1343"/>
                                    <a:gd name="T1" fmla="*/ 0 h 255"/>
                                    <a:gd name="T2" fmla="*/ 0 w 1343"/>
                                    <a:gd name="T3" fmla="*/ 170 h 255"/>
                                    <a:gd name="T4" fmla="*/ 1343 w 1343"/>
                                    <a:gd name="T5" fmla="*/ 170 h 255"/>
                                    <a:gd name="T6" fmla="*/ 1343 w 1343"/>
                                    <a:gd name="T7" fmla="*/ 255 h 255"/>
                                  </a:gdLst>
                                  <a:ahLst/>
                                  <a:cxnLst>
                                    <a:cxn ang="0">
                                      <a:pos x="T0" y="T1"/>
                                    </a:cxn>
                                    <a:cxn ang="0">
                                      <a:pos x="T2" y="T3"/>
                                    </a:cxn>
                                    <a:cxn ang="0">
                                      <a:pos x="T4" y="T5"/>
                                    </a:cxn>
                                    <a:cxn ang="0">
                                      <a:pos x="T6" y="T7"/>
                                    </a:cxn>
                                  </a:cxnLst>
                                  <a:rect l="0" t="0" r="r" b="b"/>
                                  <a:pathLst>
                                    <a:path w="1343" h="255">
                                      <a:moveTo>
                                        <a:pt x="0" y="0"/>
                                      </a:moveTo>
                                      <a:lnTo>
                                        <a:pt x="0" y="170"/>
                                      </a:lnTo>
                                      <a:lnTo>
                                        <a:pt x="1343" y="170"/>
                                      </a:lnTo>
                                      <a:lnTo>
                                        <a:pt x="1343" y="255"/>
                                      </a:lnTo>
                                    </a:path>
                                  </a:pathLst>
                                </a:custGeom>
                                <a:noFill/>
                                <a:ln w="16"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1" name="Freeform 505"/>
                              <wps:cNvSpPr>
                                <a:spLocks/>
                              </wps:cNvSpPr>
                              <wps:spPr bwMode="auto">
                                <a:xfrm>
                                  <a:off x="2588260" y="1734820"/>
                                  <a:ext cx="71755" cy="71755"/>
                                </a:xfrm>
                                <a:custGeom>
                                  <a:avLst/>
                                  <a:gdLst>
                                    <a:gd name="T0" fmla="*/ 75 w 150"/>
                                    <a:gd name="T1" fmla="*/ 150 h 150"/>
                                    <a:gd name="T2" fmla="*/ 0 w 150"/>
                                    <a:gd name="T3" fmla="*/ 0 h 150"/>
                                    <a:gd name="T4" fmla="*/ 150 w 150"/>
                                    <a:gd name="T5" fmla="*/ 0 h 150"/>
                                    <a:gd name="T6" fmla="*/ 75 w 150"/>
                                    <a:gd name="T7" fmla="*/ 150 h 150"/>
                                  </a:gdLst>
                                  <a:ahLst/>
                                  <a:cxnLst>
                                    <a:cxn ang="0">
                                      <a:pos x="T0" y="T1"/>
                                    </a:cxn>
                                    <a:cxn ang="0">
                                      <a:pos x="T2" y="T3"/>
                                    </a:cxn>
                                    <a:cxn ang="0">
                                      <a:pos x="T4" y="T5"/>
                                    </a:cxn>
                                    <a:cxn ang="0">
                                      <a:pos x="T6" y="T7"/>
                                    </a:cxn>
                                  </a:cxnLst>
                                  <a:rect l="0" t="0" r="r" b="b"/>
                                  <a:pathLst>
                                    <a:path w="150" h="150">
                                      <a:moveTo>
                                        <a:pt x="75" y="150"/>
                                      </a:moveTo>
                                      <a:lnTo>
                                        <a:pt x="0" y="0"/>
                                      </a:lnTo>
                                      <a:cubicBezTo>
                                        <a:pt x="47" y="24"/>
                                        <a:pt x="103" y="24"/>
                                        <a:pt x="150" y="0"/>
                                      </a:cubicBezTo>
                                      <a:lnTo>
                                        <a:pt x="75" y="150"/>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522" name="Freeform 506"/>
                              <wps:cNvSpPr>
                                <a:spLocks/>
                              </wps:cNvSpPr>
                              <wps:spPr bwMode="auto">
                                <a:xfrm>
                                  <a:off x="215265" y="1372870"/>
                                  <a:ext cx="562610" cy="3613785"/>
                                </a:xfrm>
                                <a:custGeom>
                                  <a:avLst/>
                                  <a:gdLst>
                                    <a:gd name="T0" fmla="*/ 198 w 886"/>
                                    <a:gd name="T1" fmla="*/ 0 h 5691"/>
                                    <a:gd name="T2" fmla="*/ 0 w 886"/>
                                    <a:gd name="T3" fmla="*/ 0 h 5691"/>
                                    <a:gd name="T4" fmla="*/ 0 w 886"/>
                                    <a:gd name="T5" fmla="*/ 5691 h 5691"/>
                                    <a:gd name="T6" fmla="*/ 886 w 886"/>
                                    <a:gd name="T7" fmla="*/ 5691 h 5691"/>
                                  </a:gdLst>
                                  <a:ahLst/>
                                  <a:cxnLst>
                                    <a:cxn ang="0">
                                      <a:pos x="T0" y="T1"/>
                                    </a:cxn>
                                    <a:cxn ang="0">
                                      <a:pos x="T2" y="T3"/>
                                    </a:cxn>
                                    <a:cxn ang="0">
                                      <a:pos x="T4" y="T5"/>
                                    </a:cxn>
                                    <a:cxn ang="0">
                                      <a:pos x="T6" y="T7"/>
                                    </a:cxn>
                                  </a:cxnLst>
                                  <a:rect l="0" t="0" r="r" b="b"/>
                                  <a:pathLst>
                                    <a:path w="886" h="5691">
                                      <a:moveTo>
                                        <a:pt x="198" y="0"/>
                                      </a:moveTo>
                                      <a:lnTo>
                                        <a:pt x="0" y="0"/>
                                      </a:lnTo>
                                      <a:lnTo>
                                        <a:pt x="0" y="5691"/>
                                      </a:lnTo>
                                      <a:lnTo>
                                        <a:pt x="886" y="5691"/>
                                      </a:lnTo>
                                    </a:path>
                                  </a:pathLst>
                                </a:custGeom>
                                <a:noFill/>
                                <a:ln w="16" cap="rnd">
                                  <a:solidFill>
                                    <a:srgbClr val="40404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3" name="Freeform 507"/>
                              <wps:cNvSpPr>
                                <a:spLocks/>
                              </wps:cNvSpPr>
                              <wps:spPr bwMode="auto">
                                <a:xfrm>
                                  <a:off x="760730" y="4951095"/>
                                  <a:ext cx="71755" cy="71755"/>
                                </a:xfrm>
                                <a:custGeom>
                                  <a:avLst/>
                                  <a:gdLst>
                                    <a:gd name="T0" fmla="*/ 150 w 150"/>
                                    <a:gd name="T1" fmla="*/ 75 h 150"/>
                                    <a:gd name="T2" fmla="*/ 0 w 150"/>
                                    <a:gd name="T3" fmla="*/ 150 h 150"/>
                                    <a:gd name="T4" fmla="*/ 0 w 150"/>
                                    <a:gd name="T5" fmla="*/ 0 h 150"/>
                                    <a:gd name="T6" fmla="*/ 0 w 150"/>
                                    <a:gd name="T7" fmla="*/ 0 h 150"/>
                                    <a:gd name="T8" fmla="*/ 150 w 150"/>
                                    <a:gd name="T9" fmla="*/ 75 h 150"/>
                                  </a:gdLst>
                                  <a:ahLst/>
                                  <a:cxnLst>
                                    <a:cxn ang="0">
                                      <a:pos x="T0" y="T1"/>
                                    </a:cxn>
                                    <a:cxn ang="0">
                                      <a:pos x="T2" y="T3"/>
                                    </a:cxn>
                                    <a:cxn ang="0">
                                      <a:pos x="T4" y="T5"/>
                                    </a:cxn>
                                    <a:cxn ang="0">
                                      <a:pos x="T6" y="T7"/>
                                    </a:cxn>
                                    <a:cxn ang="0">
                                      <a:pos x="T8" y="T9"/>
                                    </a:cxn>
                                  </a:cxnLst>
                                  <a:rect l="0" t="0" r="r" b="b"/>
                                  <a:pathLst>
                                    <a:path w="150" h="150">
                                      <a:moveTo>
                                        <a:pt x="150" y="75"/>
                                      </a:moveTo>
                                      <a:lnTo>
                                        <a:pt x="0" y="150"/>
                                      </a:lnTo>
                                      <a:cubicBezTo>
                                        <a:pt x="23" y="103"/>
                                        <a:pt x="23" y="47"/>
                                        <a:pt x="0" y="0"/>
                                      </a:cubicBezTo>
                                      <a:lnTo>
                                        <a:pt x="0" y="0"/>
                                      </a:lnTo>
                                      <a:lnTo>
                                        <a:pt x="150" y="75"/>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s:wsp>
                              <wps:cNvPr id="524" name="Line 508"/>
                              <wps:cNvCnPr/>
                              <wps:spPr bwMode="auto">
                                <a:xfrm flipH="1">
                                  <a:off x="1682115" y="4047490"/>
                                  <a:ext cx="2540" cy="494665"/>
                                </a:xfrm>
                                <a:prstGeom prst="line">
                                  <a:avLst/>
                                </a:prstGeom>
                                <a:noFill/>
                                <a:ln w="16" cap="rnd">
                                  <a:solidFill>
                                    <a:srgbClr val="404040"/>
                                  </a:solidFill>
                                  <a:prstDash val="solid"/>
                                  <a:round/>
                                  <a:headEnd/>
                                  <a:tailEnd/>
                                </a:ln>
                                <a:extLst>
                                  <a:ext uri="{909E8E84-426E-40DD-AFC4-6F175D3DCCD1}">
                                    <a14:hiddenFill xmlns:a14="http://schemas.microsoft.com/office/drawing/2010/main">
                                      <a:noFill/>
                                    </a14:hiddenFill>
                                  </a:ext>
                                </a:extLst>
                              </wps:spPr>
                              <wps:bodyPr/>
                            </wps:wsp>
                            <wps:wsp>
                              <wps:cNvPr id="525" name="Freeform 509"/>
                              <wps:cNvSpPr>
                                <a:spLocks/>
                              </wps:cNvSpPr>
                              <wps:spPr bwMode="auto">
                                <a:xfrm>
                                  <a:off x="1646555" y="4524375"/>
                                  <a:ext cx="71120" cy="72390"/>
                                </a:xfrm>
                                <a:custGeom>
                                  <a:avLst/>
                                  <a:gdLst>
                                    <a:gd name="T0" fmla="*/ 75 w 150"/>
                                    <a:gd name="T1" fmla="*/ 151 h 151"/>
                                    <a:gd name="T2" fmla="*/ 0 w 150"/>
                                    <a:gd name="T3" fmla="*/ 0 h 151"/>
                                    <a:gd name="T4" fmla="*/ 150 w 150"/>
                                    <a:gd name="T5" fmla="*/ 1 h 151"/>
                                    <a:gd name="T6" fmla="*/ 75 w 150"/>
                                    <a:gd name="T7" fmla="*/ 151 h 151"/>
                                  </a:gdLst>
                                  <a:ahLst/>
                                  <a:cxnLst>
                                    <a:cxn ang="0">
                                      <a:pos x="T0" y="T1"/>
                                    </a:cxn>
                                    <a:cxn ang="0">
                                      <a:pos x="T2" y="T3"/>
                                    </a:cxn>
                                    <a:cxn ang="0">
                                      <a:pos x="T4" y="T5"/>
                                    </a:cxn>
                                    <a:cxn ang="0">
                                      <a:pos x="T6" y="T7"/>
                                    </a:cxn>
                                  </a:cxnLst>
                                  <a:rect l="0" t="0" r="r" b="b"/>
                                  <a:pathLst>
                                    <a:path w="150" h="151">
                                      <a:moveTo>
                                        <a:pt x="75" y="151"/>
                                      </a:moveTo>
                                      <a:lnTo>
                                        <a:pt x="0" y="0"/>
                                      </a:lnTo>
                                      <a:cubicBezTo>
                                        <a:pt x="47" y="24"/>
                                        <a:pt x="103" y="24"/>
                                        <a:pt x="150" y="1"/>
                                      </a:cubicBezTo>
                                      <a:lnTo>
                                        <a:pt x="75" y="151"/>
                                      </a:lnTo>
                                      <a:close/>
                                    </a:path>
                                  </a:pathLst>
                                </a:custGeom>
                                <a:solidFill>
                                  <a:srgbClr val="404040"/>
                                </a:solidFill>
                                <a:ln w="0">
                                  <a:solidFill>
                                    <a:srgbClr val="000000"/>
                                  </a:solidFill>
                                  <a:prstDash val="solid"/>
                                  <a:round/>
                                  <a:headEnd/>
                                  <a:tailEnd/>
                                </a:ln>
                              </wps:spPr>
                              <wps:bodyPr rot="0" vert="horz" wrap="square" lIns="91440" tIns="45720" rIns="91440" bIns="45720" anchor="t" anchorCtr="0" upright="1">
                                <a:noAutofit/>
                              </wps:bodyPr>
                            </wps:wsp>
                          </wpc:wpc>
                        </a:graphicData>
                      </a:graphic>
                    </wp:inline>
                  </w:drawing>
                </mc:Choice>
                <mc:Fallback>
                  <w:pict>
                    <v:group id="Canvas 526" o:spid="_x0000_s1026" editas="canvas" alt="Description: Figure 16.2 The PC model. This figure shows how the different organisations within the NEM would interact in the proposed Productivity Commission model." style="width:438.75pt;height:570.75pt;mso-position-horizontal-relative:char;mso-position-vertical-relative:line" coordsize="55721,7248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Figure 16.2 The PC model. This figure shows how the different organisations within the NEM would interact in the proposed Productivity Commission model." style="position:absolute;width:55721;height:72485;visibility:visible;mso-wrap-style:square">
                        <v:fill o:detectmouseclick="t"/>
                        <v:path o:connecttype="none"/>
                      </v:shape>
                      <v:group id="Group 207" o:spid="_x0000_s1028" style="position:absolute;left:3060;top:107;width:52616;height:72283" coordorigin="482,17" coordsize="8286,113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7" o:spid="_x0000_s1029" style="position:absolute;left:485;top:10067;width:7978;height:1333;visibility:visible;mso-wrap-style:square;v-text-anchor:top" coordsize="10599,17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3KK8QA&#10;AADaAAAADwAAAGRycy9kb3ducmV2LnhtbESPT2sCMRTE7wW/Q3hCbzXbgiKrUUQRRHrxD3p93bxu&#10;1m5e1iRd1376Rij0OMzMb5jpvLO1aMmHyrGC10EGgrhwuuJSwfGwfhmDCBFZY+2YFNwpwHzWe5pi&#10;rt2Nd9TuYykShEOOCkyMTS5lKAxZDAPXECfv03mLMUlfSu3xluC2lm9ZNpIWK04LBhtaGiq+9t9W&#10;wbiV/mxO78vrx9YurpvLz+p8vyj13O8WExCRuvgf/mtvtIIhPK6kGy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tyivEAAAA2gAAAA8AAAAAAAAAAAAAAAAAmAIAAGRycy9k&#10;b3ducmV2LnhtbFBLBQYAAAAABAAEAPUAAACJAwAAAAA=&#10;" path="m16,24r,112c16,141,13,144,8,144,4,144,,141,,136l,24c,20,4,16,8,16v5,,8,4,8,8xm16,216r,112c16,333,13,336,8,336,4,336,,333,,328l,216v,-4,4,-8,8,-8c13,208,16,212,16,216xm16,408r,112c16,525,13,528,8,528,4,528,,525,,520l,408v,-4,4,-8,8,-8c13,400,16,404,16,408xm16,600r,112c16,717,13,720,8,720,4,720,,717,,712l,600v,-4,4,-8,8,-8c13,592,16,596,16,600xm16,792r,112c16,909,13,912,8,912,4,912,,909,,904l,792v,-4,4,-8,8,-8c13,784,16,788,16,792xm16,984r,112c16,1101,13,1104,8,1104v-4,,-8,-3,-8,-8l,984v,-4,4,-8,8,-8c13,976,16,980,16,984xm16,1176r,112c16,1293,13,1296,8,1296v-4,,-8,-3,-8,-8l,1176v,-4,4,-8,8,-8c13,1168,16,1172,16,1176xm16,1368r,112c16,1485,13,1488,8,1488v-4,,-8,-3,-8,-8l,1368v,-4,4,-8,8,-8c13,1360,16,1364,16,1368xm16,1560r,112c16,1677,13,1680,8,1680v-4,,-8,-3,-8,-8l,1560v,-4,4,-8,8,-8c13,1552,16,1556,16,1560xm16,1752r,10l8,1754r103,c115,1754,119,1757,119,1762v,4,-4,8,-8,8l8,1770v-4,,-8,-4,-8,-8l,1752v,-4,4,-8,8,-8c13,1744,16,1748,16,1752xm191,1754r112,c307,1754,311,1757,311,1762v,4,-4,8,-8,8l191,1770v-5,,-8,-4,-8,-8c183,1757,186,1754,191,1754xm383,1754r112,c499,1754,503,1757,503,1762v,4,-4,8,-8,8l383,1770v-5,,-8,-4,-8,-8c375,1757,378,1754,383,1754xm575,1754r112,c691,1754,695,1757,695,1762v,4,-4,8,-8,8l575,1770v-5,,-8,-4,-8,-8c567,1757,570,1754,575,1754xm767,1754r112,c883,1754,887,1757,887,1762v,4,-4,8,-8,8l767,1770v-5,,-8,-4,-8,-8c759,1757,762,1754,767,1754xm959,1754r112,c1075,1754,1079,1757,1079,1762v,4,-4,8,-8,8l959,1770v-5,,-8,-4,-8,-8c951,1757,954,1754,959,1754xm1151,1754r112,c1267,1754,1271,1757,1271,1762v,4,-4,8,-8,8l1151,1770v-5,,-8,-4,-8,-8c1143,1757,1146,1754,1151,1754xm1343,1754r112,c1459,1754,1463,1757,1463,1762v,4,-4,8,-8,8l1343,1770v-5,,-8,-4,-8,-8c1335,1757,1338,1754,1343,1754xm1535,1754r112,c1651,1754,1655,1757,1655,1762v,4,-4,8,-8,8l1535,1770v-5,,-8,-4,-8,-8c1527,1757,1530,1754,1535,1754xm1727,1754r112,c1843,1754,1847,1757,1847,1762v,4,-4,8,-8,8l1727,1770v-5,,-8,-4,-8,-8c1719,1757,1722,1754,1727,1754xm1919,1754r112,c2035,1754,2039,1757,2039,1762v,4,-4,8,-8,8l1919,1770v-5,,-8,-4,-8,-8c1911,1757,1914,1754,1919,1754xm2111,1754r112,c2227,1754,2231,1757,2231,1762v,4,-4,8,-8,8l2111,1770v-5,,-8,-4,-8,-8c2103,1757,2106,1754,2111,1754xm2303,1754r112,c2419,1754,2423,1757,2423,1762v,4,-4,8,-8,8l2303,1770v-5,,-8,-4,-8,-8c2295,1757,2298,1754,2303,1754xm2495,1754r112,c2611,1754,2615,1757,2615,1762v,4,-4,8,-8,8l2495,1770v-5,,-8,-4,-8,-8c2487,1757,2490,1754,2495,1754xm2687,1754r112,c2803,1754,2807,1757,2807,1762v,4,-4,8,-8,8l2687,1770v-5,,-8,-4,-8,-8c2679,1757,2682,1754,2687,1754xm2879,1754r112,c2995,1754,2999,1757,2999,1762v,4,-4,8,-8,8l2879,1770v-5,,-8,-4,-8,-8c2871,1757,2874,1754,2879,1754xm3071,1754r112,c3187,1754,3191,1757,3191,1762v,4,-4,8,-8,8l3071,1770v-5,,-8,-4,-8,-8c3063,1757,3066,1754,3071,1754xm3263,1754r112,c3379,1754,3383,1757,3383,1762v,4,-4,8,-8,8l3263,1770v-5,,-8,-4,-8,-8c3255,1757,3258,1754,3263,1754xm3455,1754r112,c3571,1754,3575,1757,3575,1762v,4,-4,8,-8,8l3455,1770v-5,,-8,-4,-8,-8c3447,1757,3450,1754,3455,1754xm3647,1754r112,c3763,1754,3767,1757,3767,1762v,4,-4,8,-8,8l3647,1770v-5,,-8,-4,-8,-8c3639,1757,3642,1754,3647,1754xm3839,1754r112,c3955,1754,3959,1757,3959,1762v,4,-4,8,-8,8l3839,1770v-5,,-8,-4,-8,-8c3831,1757,3834,1754,3839,1754xm4031,1754r112,c4147,1754,4151,1757,4151,1762v,4,-4,8,-8,8l4031,1770v-5,,-8,-4,-8,-8c4023,1757,4026,1754,4031,1754xm4223,1754r112,c4339,1754,4343,1757,4343,1762v,4,-4,8,-8,8l4223,1770v-5,,-8,-4,-8,-8c4215,1757,4218,1754,4223,1754xm4415,1754r112,c4531,1754,4535,1757,4535,1762v,4,-4,8,-8,8l4415,1770v-5,,-8,-4,-8,-8c4407,1757,4410,1754,4415,1754xm4607,1754r112,c4723,1754,4727,1757,4727,1762v,4,-4,8,-8,8l4607,1770v-5,,-8,-4,-8,-8c4599,1757,4602,1754,4607,1754xm4799,1754r112,c4915,1754,4919,1757,4919,1762v,4,-4,8,-8,8l4799,1770v-5,,-8,-4,-8,-8c4791,1757,4794,1754,4799,1754xm4991,1754r112,c5107,1754,5111,1757,5111,1762v,4,-4,8,-8,8l4991,1770v-5,,-8,-4,-8,-8c4983,1757,4986,1754,4991,1754xm5183,1754r112,c5299,1754,5303,1757,5303,1762v,4,-4,8,-8,8l5183,1770v-5,,-8,-4,-8,-8c5175,1757,5178,1754,5183,1754xm5375,1754r112,c5491,1754,5495,1757,5495,1762v,4,-4,8,-8,8l5375,1770v-5,,-8,-4,-8,-8c5367,1757,5370,1754,5375,1754xm5567,1754r112,c5683,1754,5687,1757,5687,1762v,4,-4,8,-8,8l5567,1770v-5,,-8,-4,-8,-8c5559,1757,5562,1754,5567,1754xm5759,1754r112,c5875,1754,5879,1757,5879,1762v,4,-4,8,-8,8l5759,1770v-5,,-8,-4,-8,-8c5751,1757,5754,1754,5759,1754xm5951,1754r112,c6067,1754,6071,1757,6071,1762v,4,-4,8,-8,8l5951,1770v-5,,-8,-4,-8,-8c5943,1757,5946,1754,5951,1754xm6143,1754r112,c6259,1754,6263,1757,6263,1762v,4,-4,8,-8,8l6143,1770v-5,,-8,-4,-8,-8c6135,1757,6138,1754,6143,1754xm6335,1754r112,c6451,1754,6455,1757,6455,1762v,4,-4,8,-8,8l6335,1770v-5,,-8,-4,-8,-8c6327,1757,6330,1754,6335,1754xm6527,1754r112,c6643,1754,6647,1757,6647,1762v,4,-4,8,-8,8l6527,1770v-5,,-8,-4,-8,-8c6519,1757,6522,1754,6527,1754xm6719,1754r112,c6835,1754,6839,1757,6839,1762v,4,-4,8,-8,8l6719,1770v-5,,-8,-4,-8,-8c6711,1757,6714,1754,6719,1754xm6911,1754r112,c7027,1754,7031,1757,7031,1762v,4,-4,8,-8,8l6911,1770v-5,,-8,-4,-8,-8c6903,1757,6906,1754,6911,1754xm7103,1754r112,c7219,1754,7223,1757,7223,1762v,4,-4,8,-8,8l7103,1770v-5,,-8,-4,-8,-8c7095,1757,7098,1754,7103,1754xm7295,1754r112,c7411,1754,7415,1757,7415,1762v,4,-4,8,-8,8l7295,1770v-5,,-8,-4,-8,-8c7287,1757,7290,1754,7295,1754xm7487,1754r112,c7603,1754,7607,1757,7607,1762v,4,-4,8,-8,8l7487,1770v-5,,-8,-4,-8,-8c7479,1757,7482,1754,7487,1754xm7679,1754r112,c7795,1754,7799,1757,7799,1762v,4,-4,8,-8,8l7679,1770v-5,,-8,-4,-8,-8c7671,1757,7674,1754,7679,1754xm7871,1754r112,c7987,1754,7991,1757,7991,1762v,4,-4,8,-8,8l7871,1770v-5,,-8,-4,-8,-8c7863,1757,7866,1754,7871,1754xm8063,1754r112,c8179,1754,8183,1757,8183,1762v,4,-4,8,-8,8l8063,1770v-5,,-8,-4,-8,-8c8055,1757,8058,1754,8063,1754xm8255,1754r112,c8371,1754,8375,1757,8375,1762v,4,-4,8,-8,8l8255,1770v-5,,-8,-4,-8,-8c8247,1757,8250,1754,8255,1754xm8447,1754r112,c8563,1754,8567,1757,8567,1762v,4,-4,8,-8,8l8447,1770v-5,,-8,-4,-8,-8c8439,1757,8442,1754,8447,1754xm8639,1754r112,c8755,1754,8759,1757,8759,1762v,4,-4,8,-8,8l8639,1770v-5,,-8,-4,-8,-8c8631,1757,8634,1754,8639,1754xm8831,1754r112,c8947,1754,8951,1757,8951,1762v,4,-4,8,-8,8l8831,1770v-5,,-8,-4,-8,-8c8823,1757,8826,1754,8831,1754xm9023,1754r112,c9139,1754,9143,1757,9143,1762v,4,-4,8,-8,8l9023,1770v-5,,-8,-4,-8,-8c9015,1757,9018,1754,9023,1754xm9215,1754r112,c9331,1754,9335,1757,9335,1762v,4,-4,8,-8,8l9215,1770v-5,,-8,-4,-8,-8c9207,1757,9210,1754,9215,1754xm9407,1754r112,c9523,1754,9527,1757,9527,1762v,4,-4,8,-8,8l9407,1770v-5,,-8,-4,-8,-8c9399,1757,9402,1754,9407,1754xm9599,1754r112,c9715,1754,9719,1757,9719,1762v,4,-4,8,-8,8l9599,1770v-5,,-8,-4,-8,-8c9591,1757,9594,1754,9599,1754xm9791,1754r112,c9907,1754,9911,1757,9911,1762v,4,-4,8,-8,8l9791,1770v-5,,-8,-4,-8,-8c9783,1757,9786,1754,9791,1754xm9983,1754r112,c10099,1754,10103,1757,10103,1762v,4,-4,8,-8,8l9983,1770v-5,,-8,-4,-8,-8c9975,1757,9978,1754,9983,1754xm10175,1754r112,c10291,1754,10295,1757,10295,1762v,4,-4,8,-8,8l10175,1770v-5,,-8,-4,-8,-8c10167,1757,10170,1754,10175,1754xm10367,1754r112,c10483,1754,10487,1757,10487,1762v,4,-4,8,-8,8l10367,1770v-5,,-8,-4,-8,-8c10359,1757,10362,1754,10367,1754xm10559,1754r32,l10583,1762r,-80c10583,1678,10586,1674,10591,1674v4,,8,4,8,8l10599,1762v,4,-4,8,-8,8l10559,1770v-5,,-8,-4,-8,-8c10551,1757,10554,1754,10559,1754xm10583,1602r,-112c10583,1486,10586,1482,10591,1482v4,,8,4,8,8l10599,1602v,5,-4,8,-8,8c10586,1610,10583,1607,10583,1602xm10583,1410r,-112c10583,1294,10586,1290,10591,1290v4,,8,4,8,8l10599,1410v,5,-4,8,-8,8c10586,1418,10583,1415,10583,1410xm10583,1218r,-112c10583,1102,10586,1098,10591,1098v4,,8,4,8,8l10599,1218v,5,-4,8,-8,8c10586,1226,10583,1223,10583,1218xm10583,1026r,-112c10583,910,10586,906,10591,906v4,,8,4,8,8l10599,1026v,5,-4,8,-8,8c10586,1034,10583,1031,10583,1026xm10583,834r,-112c10583,718,10586,714,10591,714v4,,8,4,8,8l10599,834v,5,-4,8,-8,8c10586,842,10583,839,10583,834xm10583,642r,-112c10583,526,10586,522,10591,522v4,,8,4,8,8l10599,642v,5,-4,8,-8,8c10586,650,10583,647,10583,642xm10583,450r,-112c10583,334,10586,330,10591,330v4,,8,4,8,8l10599,450v,5,-4,8,-8,8c10586,458,10583,455,10583,450xm10583,258r,-112c10583,142,10586,138,10591,138v4,,8,4,8,8l10599,258v,5,-4,8,-8,8c10586,266,10583,263,10583,258xm10583,66r,-58l10591,16r-54,c10533,16,10529,13,10529,8v,-4,4,-8,8,-8l10591,v4,,8,4,8,8l10599,66v,5,-4,8,-8,8c10586,74,10583,71,10583,66xm10457,16r-112,c10341,16,10337,13,10337,8v,-4,4,-8,8,-8l10457,v4,,8,4,8,8c10465,13,10461,16,10457,16xm10265,16r-112,c10149,16,10145,13,10145,8v,-4,4,-8,8,-8l10265,v4,,8,4,8,8c10273,13,10269,16,10265,16xm10073,16r-112,c9957,16,9953,13,9953,8v,-4,4,-8,8,-8l10073,v4,,8,4,8,8c10081,13,10077,16,10073,16xm9881,16r-112,c9765,16,9761,13,9761,8v,-4,4,-8,8,-8l9881,v4,,8,4,8,8c9889,13,9885,16,9881,16xm9689,16r-112,c9573,16,9569,13,9569,8v,-4,4,-8,8,-8l9689,v4,,8,4,8,8c9697,13,9693,16,9689,16xm9497,16r-112,c9381,16,9377,13,9377,8v,-4,4,-8,8,-8l9497,v4,,8,4,8,8c9505,13,9501,16,9497,16xm9305,16r-112,c9189,16,9185,13,9185,8v,-4,4,-8,8,-8l9305,v4,,8,4,8,8c9313,13,9309,16,9305,16xm9113,16r-112,c8997,16,8993,13,8993,8v,-4,4,-8,8,-8l9113,v4,,8,4,8,8c9121,13,9117,16,9113,16xm8921,16r-112,c8805,16,8801,13,8801,8v,-4,4,-8,8,-8l8921,v4,,8,4,8,8c8929,13,8925,16,8921,16xm8729,16r-112,c8613,16,8609,13,8609,8v,-4,4,-8,8,-8l8729,v4,,8,4,8,8c8737,13,8733,16,8729,16xm8537,16r-112,c8421,16,8417,13,8417,8v,-4,4,-8,8,-8l8537,v4,,8,4,8,8c8545,13,8541,16,8537,16xm8345,16r-112,c8229,16,8225,13,8225,8v,-4,4,-8,8,-8l8345,v4,,8,4,8,8c8353,13,8349,16,8345,16xm8153,16r-112,c8037,16,8033,13,8033,8v,-4,4,-8,8,-8l8153,v4,,8,4,8,8c8161,13,8157,16,8153,16xm7961,16r-112,c7845,16,7841,13,7841,8v,-4,4,-8,8,-8l7961,v4,,8,4,8,8c7969,13,7965,16,7961,16xm7769,16r-112,c7653,16,7649,13,7649,8v,-4,4,-8,8,-8l7769,v4,,8,4,8,8c7777,13,7773,16,7769,16xm7577,16r-112,c7461,16,7457,13,7457,8v,-4,4,-8,8,-8l7577,v4,,8,4,8,8c7585,13,7581,16,7577,16xm7385,16r-112,c7269,16,7265,13,7265,8v,-4,4,-8,8,-8l7385,v4,,8,4,8,8c7393,13,7389,16,7385,16xm7193,16r-112,c7077,16,7073,13,7073,8v,-4,4,-8,8,-8l7193,v4,,8,4,8,8c7201,13,7197,16,7193,16xm7001,16r-112,c6885,16,6881,13,6881,8v,-4,4,-8,8,-8l7001,v4,,8,4,8,8c7009,13,7005,16,7001,16xm6809,16r-112,c6693,16,6689,13,6689,8v,-4,4,-8,8,-8l6809,v4,,8,4,8,8c6817,13,6813,16,6809,16xm6617,16r-112,c6501,16,6497,13,6497,8v,-4,4,-8,8,-8l6617,v4,,8,4,8,8c6625,13,6621,16,6617,16xm6425,16r-112,c6309,16,6305,13,6305,8v,-4,4,-8,8,-8l6425,v4,,8,4,8,8c6433,13,6429,16,6425,16xm6233,16r-112,c6117,16,6113,13,6113,8v,-4,4,-8,8,-8l6233,v4,,8,4,8,8c6241,13,6237,16,6233,16xm6041,16r-112,c5925,16,5921,13,5921,8v,-4,4,-8,8,-8l6041,v4,,8,4,8,8c6049,13,6045,16,6041,16xm5849,16r-112,c5733,16,5729,13,5729,8v,-4,4,-8,8,-8l5849,v4,,8,4,8,8c5857,13,5853,16,5849,16xm5657,16r-112,c5541,16,5537,13,5537,8v,-4,4,-8,8,-8l5657,v4,,8,4,8,8c5665,13,5661,16,5657,16xm5465,16r-112,c5349,16,5345,13,5345,8v,-4,4,-8,8,-8l5465,v4,,8,4,8,8c5473,13,5469,16,5465,16xm5273,16r-112,c5157,16,5153,13,5153,8v,-4,4,-8,8,-8l5273,v4,,8,4,8,8c5281,13,5277,16,5273,16xm5081,16r-112,c4965,16,4961,13,4961,8v,-4,4,-8,8,-8l5081,v4,,8,4,8,8c5089,13,5085,16,5081,16xm4889,16r-112,c4773,16,4769,13,4769,8v,-4,4,-8,8,-8l4889,v4,,8,4,8,8c4897,13,4893,16,4889,16xm4697,16r-112,c4581,16,4577,13,4577,8v,-4,4,-8,8,-8l4697,v4,,8,4,8,8c4705,13,4701,16,4697,16xm4505,16r-112,c4389,16,4385,13,4385,8v,-4,4,-8,8,-8l4505,v4,,8,4,8,8c4513,13,4509,16,4505,16xm4313,16r-112,c4197,16,4193,13,4193,8v,-4,4,-8,8,-8l4313,v4,,8,4,8,8c4321,13,4317,16,4313,16xm4121,16r-112,c4005,16,4001,13,4001,8v,-4,4,-8,8,-8l4121,v4,,8,4,8,8c4129,13,4125,16,4121,16xm3929,16r-112,c3813,16,3809,13,3809,8v,-4,4,-8,8,-8l3929,v4,,8,4,8,8c3937,13,3933,16,3929,16xm3737,16r-112,c3621,16,3617,13,3617,8v,-4,4,-8,8,-8l3737,v4,,8,4,8,8c3745,13,3741,16,3737,16xm3545,16r-112,c3429,16,3425,13,3425,8v,-4,4,-8,8,-8l3545,v4,,8,4,8,8c3553,13,3549,16,3545,16xm3353,16r-112,c3237,16,3233,13,3233,8v,-4,4,-8,8,-8l3353,v4,,8,4,8,8c3361,13,3357,16,3353,16xm3161,16r-112,c3045,16,3041,13,3041,8v,-4,4,-8,8,-8l3161,v4,,8,4,8,8c3169,13,3165,16,3161,16xm2969,16r-112,c2853,16,2849,13,2849,8v,-4,4,-8,8,-8l2969,v4,,8,4,8,8c2977,13,2973,16,2969,16xm2777,16r-112,c2661,16,2657,13,2657,8v,-4,4,-8,8,-8l2777,v4,,8,4,8,8c2785,13,2781,16,2777,16xm2585,16r-112,c2469,16,2465,13,2465,8v,-4,4,-8,8,-8l2585,v4,,8,4,8,8c2593,13,2589,16,2585,16xm2393,16r-112,c2277,16,2273,13,2273,8v,-4,4,-8,8,-8l2393,v4,,8,4,8,8c2401,13,2397,16,2393,16xm2201,16r-112,c2085,16,2081,13,2081,8v,-4,4,-8,8,-8l2201,v4,,8,4,8,8c2209,13,2205,16,2201,16xm2009,16r-112,c1893,16,1889,13,1889,8v,-4,4,-8,8,-8l2009,v4,,8,4,8,8c2017,13,2013,16,2009,16xm1817,16r-112,c1701,16,1697,13,1697,8v,-4,4,-8,8,-8l1817,v4,,8,4,8,8c1825,13,1821,16,1817,16xm1625,16r-112,c1509,16,1505,13,1505,8v,-4,4,-8,8,-8l1625,v4,,8,4,8,8c1633,13,1629,16,1625,16xm1433,16r-112,c1317,16,1313,13,1313,8v,-4,4,-8,8,-8l1433,v4,,8,4,8,8c1441,13,1437,16,1433,16xm1241,16r-112,c1125,16,1121,13,1121,8v,-4,4,-8,8,-8l1241,v4,,8,4,8,8c1249,13,1245,16,1241,16xm1049,16r-112,c933,16,929,13,929,8v,-4,4,-8,8,-8l1049,v4,,8,4,8,8c1057,13,1053,16,1049,16xm857,16r-112,c741,16,737,13,737,8v,-4,4,-8,8,-8l857,v4,,8,4,8,8c865,13,861,16,857,16xm665,16r-112,c549,16,545,13,545,8v,-4,4,-8,8,-8l665,v4,,8,4,8,8c673,13,669,16,665,16xm473,16r-112,c357,16,353,13,353,8v,-4,4,-8,8,-8l473,v4,,8,4,8,8c481,13,477,16,473,16xm281,16r-112,c165,16,161,13,161,8v,-4,4,-8,8,-8l281,v4,,8,4,8,8c289,13,285,16,281,16xm89,16l8,16c4,16,,13,,8,,4,4,,8,l89,v4,,8,4,8,8c97,13,93,16,89,16xe" fillcolor="red" strokecolor="red" strokeweight="33e-5mm">
                          <v:stroke joinstyle="bevel"/>
                          <v:path arrowok="t" o:connecttype="custom" o:connectlocs="12,307;12,681;6,976;0,1259;144,1321;517,1321;812,1327;1095,1333;1300,1333;1583,1327;1878,1321;2312,1321;2685,1321;2980,1327;3263,1333;3468,1333;3751,1327;4046,1321;4479,1321;4853,1321;5148,1327;5431,1333;5636,1333;5919,1327;6214,1321;6647,1321;7021,1321;7316,1327;7599,1333;7803,1333;7966,1122;7972,827;7978,544;7978,339;7931,0;7636,6;7353,0;7149,0;6865,6;6570,12;6137,12;5764,12;5468,6;5185,0;4981,0;4698,6;4403,12;3969,12;3596,12;3301,6;3018,0;2813,0;2530,6;2235,12;1801,12;1428,12;1133,6;850,0;645,0;362,6;67,12" o:connectangles="0,0,0,0,0,0,0,0,0,0,0,0,0,0,0,0,0,0,0,0,0,0,0,0,0,0,0,0,0,0,0,0,0,0,0,0,0,0,0,0,0,0,0,0,0,0,0,0,0,0,0,0,0,0,0,0,0,0,0,0,0"/>
                          <o:lock v:ext="edit" verticies="t"/>
                        </v:shape>
                        <v:shape id="Freeform 8" o:spid="_x0000_s1030" style="position:absolute;left:4696;top:6573;width:3881;height:2300;visibility:visible;mso-wrap-style:square;v-text-anchor:top" coordsize="5156,30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WMC8QA&#10;AADaAAAADwAAAGRycy9kb3ducmV2LnhtbESPQWvCQBSE70L/w/IKXopu7EEkZhVbiPXgpVoK3h7Z&#10;5yaafRuyG43+erdQ8DjMzDdMtuxtLS7U+sqxgsk4AUFcOF2xUfCzz0czED4ga6wdk4IbeVguXgYZ&#10;ptpd+Zsuu2BEhLBPUUEZQpNK6YuSLPqxa4ijd3StxRBla6Ru8RrhtpbvSTKVFiuOCyU29FlScd51&#10;VsEs/zKH7amW649fzZ05vnX5nZQavvarOYhAfXiG/9sbrWAKf1fiDZ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FjAvEAAAA2gAAAA8AAAAAAAAAAAAAAAAAmAIAAGRycy9k&#10;b3ducmV2LnhtbFBLBQYAAAAABAAEAPUAAACJAwAAAAA=&#10;" path="m16,24r,112c16,140,12,144,8,144,3,144,,140,,136l,24c,19,3,16,8,16v4,,8,3,8,8xm16,216r,112c16,332,12,336,8,336,3,336,,332,,328l,216v,-5,3,-8,8,-8c12,208,16,211,16,216xm16,408r,112c16,524,12,528,8,528,3,528,,524,,520l,408v,-5,3,-8,8,-8c12,400,16,403,16,408xm16,600r,112c16,716,12,720,8,720,3,720,,716,,712l,600v,-5,3,-8,8,-8c12,592,16,595,16,600xm16,792r,112c16,908,12,912,8,912,3,912,,908,,904l,792v,-5,3,-8,8,-8c12,784,16,787,16,792xm16,984r,112c16,1100,12,1104,8,1104v-5,,-8,-4,-8,-8l,984v,-5,3,-8,8,-8c12,976,16,979,16,984xm16,1176r,112c16,1292,12,1296,8,1296v-5,,-8,-4,-8,-8l,1176v,-5,3,-8,8,-8c12,1168,16,1171,16,1176xm16,1368r,112c16,1484,12,1488,8,1488v-5,,-8,-4,-8,-8l,1368v,-5,3,-8,8,-8c12,1360,16,1363,16,1368xm16,1560r,112c16,1676,12,1680,8,1680v-5,,-8,-4,-8,-8l,1560v,-5,3,-8,8,-8c12,1552,16,1555,16,1560xm16,1752r,112c16,1868,12,1872,8,1872v-5,,-8,-4,-8,-8l,1752v,-5,3,-8,8,-8c12,1744,16,1747,16,1752xm16,1944r,112c16,2060,12,2064,8,2064v-5,,-8,-4,-8,-8l,1944v,-5,3,-8,8,-8c12,1936,16,1939,16,1944xm16,2136r,112c16,2252,12,2256,8,2256v-5,,-8,-4,-8,-8l,2136v,-5,3,-8,8,-8c12,2128,16,2131,16,2136xm16,2328r,112c16,2444,12,2448,8,2448v-5,,-8,-4,-8,-8l,2328v,-5,3,-8,8,-8c12,2320,16,2323,16,2328xm16,2520r,112c16,2636,12,2640,8,2640v-5,,-8,-4,-8,-8l,2520v,-5,3,-8,8,-8c12,2512,16,2515,16,2520xm16,2712r,112c16,2828,12,2832,8,2832v-5,,-8,-4,-8,-8l,2712v,-5,3,-8,8,-8c12,2704,16,2707,16,2712xm16,2904r,112c16,3020,12,3024,8,3024v-5,,-8,-4,-8,-8l,2904v,-5,3,-8,8,-8c12,2896,16,2899,16,2904xm57,3039r112,c174,3039,177,3042,177,3047v,4,-3,8,-8,8l57,3055v-4,,-8,-4,-8,-8c49,3042,53,3039,57,3039xm249,3039r112,c366,3039,369,3042,369,3047v,4,-3,8,-8,8l249,3055v-4,,-8,-4,-8,-8c241,3042,245,3039,249,3039xm441,3039r112,c558,3039,561,3042,561,3047v,4,-3,8,-8,8l441,3055v-4,,-8,-4,-8,-8c433,3042,437,3039,441,3039xm633,3039r112,c750,3039,753,3042,753,3047v,4,-3,8,-8,8l633,3055v-4,,-8,-4,-8,-8c625,3042,629,3039,633,3039xm825,3039r112,c942,3039,945,3042,945,3047v,4,-3,8,-8,8l825,3055v-4,,-8,-4,-8,-8c817,3042,821,3039,825,3039xm1017,3039r112,c1134,3039,1137,3042,1137,3047v,4,-3,8,-8,8l1017,3055v-4,,-8,-4,-8,-8c1009,3042,1013,3039,1017,3039xm1209,3039r112,c1326,3039,1329,3042,1329,3047v,4,-3,8,-8,8l1209,3055v-4,,-8,-4,-8,-8c1201,3042,1205,3039,1209,3039xm1401,3039r112,c1518,3039,1521,3042,1521,3047v,4,-3,8,-8,8l1401,3055v-4,,-8,-4,-8,-8c1393,3042,1397,3039,1401,3039xm1593,3039r112,c1710,3039,1713,3042,1713,3047v,4,-3,8,-8,8l1593,3055v-4,,-8,-4,-8,-8c1585,3042,1589,3039,1593,3039xm1785,3039r112,c1902,3039,1905,3042,1905,3047v,4,-3,8,-8,8l1785,3055v-4,,-8,-4,-8,-8c1777,3042,1781,3039,1785,3039xm1977,3039r112,c2094,3039,2097,3042,2097,3047v,4,-3,8,-8,8l1977,3055v-4,,-8,-4,-8,-8c1969,3042,1973,3039,1977,3039xm2169,3039r112,c2286,3039,2289,3042,2289,3047v,4,-3,8,-8,8l2169,3055v-4,,-8,-4,-8,-8c2161,3042,2165,3039,2169,3039xm2361,3039r112,c2478,3039,2481,3042,2481,3047v,4,-3,8,-8,8l2361,3055v-4,,-8,-4,-8,-8c2353,3042,2357,3039,2361,3039xm2553,3039r112,c2670,3039,2673,3042,2673,3047v,4,-3,8,-8,8l2553,3055v-4,,-8,-4,-8,-8c2545,3042,2549,3039,2553,3039xm2745,3039r112,c2862,3039,2865,3042,2865,3047v,4,-3,8,-8,8l2745,3055v-4,,-8,-4,-8,-8c2737,3042,2741,3039,2745,3039xm2937,3039r112,c3054,3039,3057,3042,3057,3047v,4,-3,8,-8,8l2937,3055v-4,,-8,-4,-8,-8c2929,3042,2933,3039,2937,3039xm3129,3039r112,c3246,3039,3249,3042,3249,3047v,4,-3,8,-8,8l3129,3055v-4,,-8,-4,-8,-8c3121,3042,3125,3039,3129,3039xm3321,3039r112,c3438,3039,3441,3042,3441,3047v,4,-3,8,-8,8l3321,3055v-4,,-8,-4,-8,-8c3313,3042,3317,3039,3321,3039xm3513,3039r112,c3630,3039,3633,3042,3633,3047v,4,-3,8,-8,8l3513,3055v-4,,-8,-4,-8,-8c3505,3042,3509,3039,3513,3039xm3705,3039r112,c3822,3039,3825,3042,3825,3047v,4,-3,8,-8,8l3705,3055v-4,,-8,-4,-8,-8c3697,3042,3701,3039,3705,3039xm3897,3039r112,c4014,3039,4017,3042,4017,3047v,4,-3,8,-8,8l3897,3055v-4,,-8,-4,-8,-8c3889,3042,3893,3039,3897,3039xm4089,3039r112,c4206,3039,4209,3042,4209,3047v,4,-3,8,-8,8l4089,3055v-4,,-8,-4,-8,-8c4081,3042,4085,3039,4089,3039xm4281,3039r112,c4398,3039,4401,3042,4401,3047v,4,-3,8,-8,8l4281,3055v-4,,-8,-4,-8,-8c4273,3042,4277,3039,4281,3039xm4473,3039r112,c4590,3039,4593,3042,4593,3047v,4,-3,8,-8,8l4473,3055v-4,,-8,-4,-8,-8c4465,3042,4469,3039,4473,3039xm4665,3039r112,c4782,3039,4785,3042,4785,3047v,4,-3,8,-8,8l4665,3055v-4,,-8,-4,-8,-8c4657,3042,4661,3039,4665,3039xm4857,3039r112,c4974,3039,4977,3042,4977,3047v,4,-3,8,-8,8l4857,3055v-4,,-8,-4,-8,-8c4849,3042,4853,3039,4857,3039xm5049,3039r99,l5140,3047r,-14c5140,3029,5144,3025,5148,3025v4,,8,4,8,8l5156,3047v,4,-4,8,-8,8l5049,3055v-4,,-8,-4,-8,-8c5041,3042,5045,3039,5049,3039xm5140,2953r,-112c5140,2837,5144,2833,5148,2833v4,,8,4,8,8l5156,2953v,5,-4,8,-8,8c5144,2961,5140,2958,5140,2953xm5140,2761r,-112c5140,2645,5144,2641,5148,2641v4,,8,4,8,8l5156,2761v,5,-4,8,-8,8c5144,2769,5140,2766,5140,2761xm5140,2569r,-112c5140,2453,5144,2449,5148,2449v4,,8,4,8,8l5156,2569v,5,-4,8,-8,8c5144,2577,5140,2574,5140,2569xm5140,2377r,-112c5140,2261,5144,2257,5148,2257v4,,8,4,8,8l5156,2377v,5,-4,8,-8,8c5144,2385,5140,2382,5140,2377xm5140,2185r,-112c5140,2069,5144,2065,5148,2065v4,,8,4,8,8l5156,2185v,5,-4,8,-8,8c5144,2193,5140,2190,5140,2185xm5140,1993r,-112c5140,1877,5144,1873,5148,1873v4,,8,4,8,8l5156,1993v,5,-4,8,-8,8c5144,2001,5140,1998,5140,1993xm5140,1801r,-112c5140,1685,5144,1681,5148,1681v4,,8,4,8,8l5156,1801v,5,-4,8,-8,8c5144,1809,5140,1806,5140,1801xm5140,1609r,-112c5140,1493,5144,1489,5148,1489v4,,8,4,8,8l5156,1609v,5,-4,8,-8,8c5144,1617,5140,1614,5140,1609xm5140,1417r,-112c5140,1301,5144,1297,5148,1297v4,,8,4,8,8l5156,1417v,5,-4,8,-8,8c5144,1425,5140,1422,5140,1417xm5140,1225r,-112c5140,1109,5144,1105,5148,1105v4,,8,4,8,8l5156,1225v,5,-4,8,-8,8c5144,1233,5140,1230,5140,1225xm5140,1033r,-112c5140,917,5144,913,5148,913v4,,8,4,8,8l5156,1033v,5,-4,8,-8,8c5144,1041,5140,1038,5140,1033xm5140,841r,-112c5140,725,5144,721,5148,721v4,,8,4,8,8l5156,841v,5,-4,8,-8,8c5144,849,5140,846,5140,841xm5140,649r,-112c5140,533,5144,529,5148,529v4,,8,4,8,8l5156,649v,5,-4,8,-8,8c5144,657,5140,654,5140,649xm5140,457r,-112c5140,341,5144,337,5148,337v4,,8,4,8,8l5156,457v,5,-4,8,-8,8c5144,465,5140,462,5140,457xm5140,265r,-112c5140,149,5144,145,5148,145v4,,8,4,8,8l5156,265v,5,-4,8,-8,8c5144,273,5140,270,5140,265xm5140,73r,-65l5148,16r-46,c5097,16,5094,12,5094,8v,-5,3,-8,8,-8l5148,v4,,8,3,8,8l5156,73v,5,-4,8,-8,8c5144,81,5140,78,5140,73xm5022,16r-112,c4905,16,4902,12,4902,8v,-5,3,-8,8,-8l5022,v4,,8,3,8,8c5030,12,5026,16,5022,16xm4830,16r-112,c4713,16,4710,12,4710,8v,-5,3,-8,8,-8l4830,v4,,8,3,8,8c4838,12,4834,16,4830,16xm4638,16r-112,c4521,16,4518,12,4518,8v,-5,3,-8,8,-8l4638,v4,,8,3,8,8c4646,12,4642,16,4638,16xm4446,16r-112,c4329,16,4326,12,4326,8v,-5,3,-8,8,-8l4446,v4,,8,3,8,8c4454,12,4450,16,4446,16xm4254,16r-112,c4137,16,4134,12,4134,8v,-5,3,-8,8,-8l4254,v4,,8,3,8,8c4262,12,4258,16,4254,16xm4062,16r-112,c3945,16,3942,12,3942,8v,-5,3,-8,8,-8l4062,v4,,8,3,8,8c4070,12,4066,16,4062,16xm3870,16r-112,c3753,16,3750,12,3750,8v,-5,3,-8,8,-8l3870,v4,,8,3,8,8c3878,12,3874,16,3870,16xm3678,16r-112,c3561,16,3558,12,3558,8v,-5,3,-8,8,-8l3678,v4,,8,3,8,8c3686,12,3682,16,3678,16xm3486,16r-112,c3369,16,3366,12,3366,8v,-5,3,-8,8,-8l3486,v4,,8,3,8,8c3494,12,3490,16,3486,16xm3294,16r-112,c3177,16,3174,12,3174,8v,-5,3,-8,8,-8l3294,v4,,8,3,8,8c3302,12,3298,16,3294,16xm3102,16r-112,c2985,16,2982,12,2982,8v,-5,3,-8,8,-8l3102,v4,,8,3,8,8c3110,12,3106,16,3102,16xm2910,16r-112,c2793,16,2790,12,2790,8v,-5,3,-8,8,-8l2910,v4,,8,3,8,8c2918,12,2914,16,2910,16xm2718,16r-112,c2601,16,2598,12,2598,8v,-5,3,-8,8,-8l2718,v4,,8,3,8,8c2726,12,2722,16,2718,16xm2526,16r-112,c2409,16,2406,12,2406,8v,-5,3,-8,8,-8l2526,v4,,8,3,8,8c2534,12,2530,16,2526,16xm2334,16r-112,c2217,16,2214,12,2214,8v,-5,3,-8,8,-8l2334,v4,,8,3,8,8c2342,12,2338,16,2334,16xm2142,16r-112,c2025,16,2022,12,2022,8v,-5,3,-8,8,-8l2142,v4,,8,3,8,8c2150,12,2146,16,2142,16xm1950,16r-112,c1833,16,1830,12,1830,8v,-5,3,-8,8,-8l1950,v4,,8,3,8,8c1958,12,1954,16,1950,16xm1758,16r-112,c1641,16,1638,12,1638,8v,-5,3,-8,8,-8l1758,v4,,8,3,8,8c1766,12,1762,16,1758,16xm1566,16r-112,c1449,16,1446,12,1446,8v,-5,3,-8,8,-8l1566,v4,,8,3,8,8c1574,12,1570,16,1566,16xm1374,16r-112,c1257,16,1254,12,1254,8v,-5,3,-8,8,-8l1374,v4,,8,3,8,8c1382,12,1378,16,1374,16xm1182,16r-112,c1065,16,1062,12,1062,8v,-5,3,-8,8,-8l1182,v4,,8,3,8,8c1190,12,1186,16,1182,16xm990,16r-112,c873,16,870,12,870,8v,-5,3,-8,8,-8l990,v4,,8,3,8,8c998,12,994,16,990,16xm798,16r-112,c681,16,678,12,678,8v,-5,3,-8,8,-8l798,v4,,8,3,8,8c806,12,802,16,798,16xm606,16r-112,c489,16,486,12,486,8v,-5,3,-8,8,-8l606,v4,,8,3,8,8c614,12,610,16,606,16xm414,16r-112,c297,16,294,12,294,8v,-5,3,-8,8,-8l414,v4,,8,3,8,8c422,12,418,16,414,16xm222,16r-112,c105,16,102,12,102,8v,-5,3,-8,8,-8l222,v4,,8,3,8,8c230,12,226,16,222,16xm30,16l8,16c3,16,,12,,8,,3,3,,8,l30,v4,,8,3,8,8c38,12,34,16,30,16xe" fillcolor="red" strokecolor="red" strokeweight="33e-5mm">
                          <v:stroke joinstyle="bevel"/>
                          <v:path arrowok="t" o:connecttype="custom" o:connectlocs="6,253;6,301;12,681;0,741;12,1030;0,1259;12,1319;6,1698;6,1747;12,2126;0,2186;187,2288;416,2300;476,2288;856,2294;904,2294;1283,2288;1344,2300;1633,2288;1861,2300;1922,2288;2301,2294;2349,2294;2729,2288;2789,2300;3078,2288;3307,2300;3367,2288;3746,2294;3881,2283;3881,2223;3869,1934;3881,1705;3869,1645;3875,1266;3875,1217;3869,838;3881,778;3869,489;3881,260;3869,200;3875,61;3551,12;3491,0;3202,12;2973,0;2913,12;2534,6;2485,6;2106,12;2046,0;1757,12;1528,0;1468,12;1088,6;1040,6;661,12;601,0;312,12;83,0;23,12" o:connectangles="0,0,0,0,0,0,0,0,0,0,0,0,0,0,0,0,0,0,0,0,0,0,0,0,0,0,0,0,0,0,0,0,0,0,0,0,0,0,0,0,0,0,0,0,0,0,0,0,0,0,0,0,0,0,0,0,0,0,0,0,0"/>
                          <o:lock v:ext="edit" verticies="t"/>
                        </v:shape>
                        <v:shape id="Freeform 9" o:spid="_x0000_s1031" style="position:absolute;left:485;top:6618;width:3881;height:2243;visibility:visible;mso-wrap-style:square;v-text-anchor:top" coordsize="5156,29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0HesIA&#10;AADaAAAADwAAAGRycy9kb3ducmV2LnhtbESPT2vCQBTE7wW/w/IKvdVNpdgSXUUEIQcv9c+ht2f2&#10;mYRk34bdp8Zv3xWEHoeZ+Q0zXw6uU1cKsfFs4GOcgSIuvW24MnDYb96/QUVBtth5JgN3irBcjF7m&#10;mFt/4x+67qRSCcIxRwO1SJ9rHcuaHMax74mTd/bBoSQZKm0D3hLcdXqSZVPtsOG0UGNP65rKdndx&#10;Bk73o522VMi63RQag7jt568z5u11WM1ACQ3yH362C2vgCx5X0g3Qi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PQd6wgAAANoAAAAPAAAAAAAAAAAAAAAAAJgCAABkcnMvZG93&#10;bnJldi54bWxQSwUGAAAAAAQABAD1AAAAhwMAAAAA&#10;" path="m16,24r,112c16,141,13,144,8,144,4,144,,141,,136l,24c,20,4,16,8,16v5,,8,4,8,8xm16,216r,112c16,333,13,336,8,336,4,336,,333,,328l,216v,-4,4,-8,8,-8c13,208,16,212,16,216xm16,408r,112c16,525,13,528,8,528,4,528,,525,,520l,408v,-4,4,-8,8,-8c13,400,16,404,16,408xm16,600r,112c16,717,13,720,8,720,4,720,,717,,712l,600v,-4,4,-8,8,-8c13,592,16,596,16,600xm16,792r,112c16,909,13,912,8,912,4,912,,909,,904l,792v,-4,4,-8,8,-8c13,784,16,788,16,792xm16,984r,112c16,1101,13,1104,8,1104v-4,,-8,-3,-8,-8l,984v,-4,4,-8,8,-8c13,976,16,980,16,984xm16,1176r,112c16,1293,13,1296,8,1296v-4,,-8,-3,-8,-8l,1176v,-4,4,-8,8,-8c13,1168,16,1172,16,1176xm16,1368r,112c16,1485,13,1488,8,1488v-4,,-8,-3,-8,-8l,1368v,-4,4,-8,8,-8c13,1360,16,1364,16,1368xm16,1560r,112c16,1677,13,1680,8,1680v-4,,-8,-3,-8,-8l,1560v,-4,4,-8,8,-8c13,1552,16,1556,16,1560xm16,1752r,112c16,1869,13,1872,8,1872v-4,,-8,-3,-8,-8l,1752v,-4,4,-8,8,-8c13,1744,16,1748,16,1752xm16,1944r,112c16,2061,13,2064,8,2064v-4,,-8,-3,-8,-8l,1944v,-4,4,-8,8,-8c13,1936,16,1940,16,1944xm16,2136r,112c16,2253,13,2256,8,2256v-4,,-8,-3,-8,-8l,2136v,-4,4,-8,8,-8c13,2128,16,2132,16,2136xm16,2328r,112c16,2445,13,2448,8,2448v-4,,-8,-3,-8,-8l,2328v,-4,4,-8,8,-8c13,2320,16,2324,16,2328xm16,2520r,112c16,2637,13,2640,8,2640v-4,,-8,-3,-8,-8l,2520v,-4,4,-8,8,-8c13,2512,16,2516,16,2520xm16,2712r,112c16,2829,13,2832,8,2832v-4,,-8,-3,-8,-8l,2712v,-4,4,-8,8,-8c13,2704,16,2708,16,2712xm16,2904r,67l8,2963r45,c57,2963,61,2967,61,2971v,5,-4,8,-8,8l8,2979v-4,,-8,-3,-8,-8l,2904v,-4,4,-8,8,-8c13,2896,16,2900,16,2904xm133,2963r112,c249,2963,253,2967,253,2971v,5,-4,8,-8,8l133,2979v-4,,-8,-3,-8,-8c125,2967,129,2963,133,2963xm325,2963r112,c441,2963,445,2967,445,2971v,5,-4,8,-8,8l325,2979v-4,,-8,-3,-8,-8c317,2967,321,2963,325,2963xm517,2963r112,c633,2963,637,2967,637,2971v,5,-4,8,-8,8l517,2979v-4,,-8,-3,-8,-8c509,2967,513,2963,517,2963xm709,2963r112,c825,2963,829,2967,829,2971v,5,-4,8,-8,8l709,2979v-4,,-8,-3,-8,-8c701,2967,705,2963,709,2963xm901,2963r112,c1017,2963,1021,2967,1021,2971v,5,-4,8,-8,8l901,2979v-4,,-8,-3,-8,-8c893,2967,897,2963,901,2963xm1093,2963r112,c1209,2963,1213,2967,1213,2971v,5,-4,8,-8,8l1093,2979v-4,,-8,-3,-8,-8c1085,2967,1089,2963,1093,2963xm1285,2963r112,c1401,2963,1405,2967,1405,2971v,5,-4,8,-8,8l1285,2979v-4,,-8,-3,-8,-8c1277,2967,1281,2963,1285,2963xm1477,2963r112,c1593,2963,1597,2967,1597,2971v,5,-4,8,-8,8l1477,2979v-4,,-8,-3,-8,-8c1469,2967,1473,2963,1477,2963xm1669,2963r112,c1785,2963,1789,2967,1789,2971v,5,-4,8,-8,8l1669,2979v-4,,-8,-3,-8,-8c1661,2967,1665,2963,1669,2963xm1861,2963r112,c1977,2963,1981,2967,1981,2971v,5,-4,8,-8,8l1861,2979v-4,,-8,-3,-8,-8c1853,2967,1857,2963,1861,2963xm2053,2963r112,c2169,2963,2173,2967,2173,2971v,5,-4,8,-8,8l2053,2979v-4,,-8,-3,-8,-8c2045,2967,2049,2963,2053,2963xm2245,2963r112,c2361,2963,2365,2967,2365,2971v,5,-4,8,-8,8l2245,2979v-4,,-8,-3,-8,-8c2237,2967,2241,2963,2245,2963xm2437,2963r112,c2553,2963,2557,2967,2557,2971v,5,-4,8,-8,8l2437,2979v-4,,-8,-3,-8,-8c2429,2967,2433,2963,2437,2963xm2629,2963r112,c2745,2963,2749,2967,2749,2971v,5,-4,8,-8,8l2629,2979v-4,,-8,-3,-8,-8c2621,2967,2625,2963,2629,2963xm2821,2963r112,c2937,2963,2941,2967,2941,2971v,5,-4,8,-8,8l2821,2979v-4,,-8,-3,-8,-8c2813,2967,2817,2963,2821,2963xm3013,2963r112,c3129,2963,3133,2967,3133,2971v,5,-4,8,-8,8l3013,2979v-4,,-8,-3,-8,-8c3005,2967,3009,2963,3013,2963xm3205,2963r112,c3321,2963,3325,2967,3325,2971v,5,-4,8,-8,8l3205,2979v-4,,-8,-3,-8,-8c3197,2967,3201,2963,3205,2963xm3397,2963r112,c3513,2963,3517,2967,3517,2971v,5,-4,8,-8,8l3397,2979v-4,,-8,-3,-8,-8c3389,2967,3393,2963,3397,2963xm3589,2963r112,c3705,2963,3709,2967,3709,2971v,5,-4,8,-8,8l3589,2979v-4,,-8,-3,-8,-8c3581,2967,3585,2963,3589,2963xm3781,2963r112,c3897,2963,3901,2967,3901,2971v,5,-4,8,-8,8l3781,2979v-4,,-8,-3,-8,-8c3773,2967,3777,2963,3781,2963xm3973,2963r112,c4089,2963,4093,2967,4093,2971v,5,-4,8,-8,8l3973,2979v-4,,-8,-3,-8,-8c3965,2967,3969,2963,3973,2963xm4165,2963r112,c4281,2963,4285,2967,4285,2971v,5,-4,8,-8,8l4165,2979v-4,,-8,-3,-8,-8c4157,2967,4161,2963,4165,2963xm4357,2963r112,c4473,2963,4477,2967,4477,2971v,5,-4,8,-8,8l4357,2979v-4,,-8,-3,-8,-8c4349,2967,4353,2963,4357,2963xm4549,2963r112,c4665,2963,4669,2967,4669,2971v,5,-4,8,-8,8l4549,2979v-4,,-8,-3,-8,-8c4541,2967,4545,2963,4549,2963xm4741,2963r112,c4857,2963,4861,2967,4861,2971v,5,-4,8,-8,8l4741,2979v-4,,-8,-3,-8,-8c4733,2967,4737,2963,4741,2963xm4933,2963r112,c5049,2963,5053,2967,5053,2971v,5,-4,8,-8,8l4933,2979v-4,,-8,-3,-8,-8c4925,2967,4929,2963,4933,2963xm5125,2963r23,l5140,2971r,-88c5140,2878,5144,2875,5148,2875v5,,8,3,8,8l5156,2971v,5,-3,8,-8,8l5125,2979v-4,,-8,-3,-8,-8c5117,2967,5121,2963,5125,2963xm5140,2803r,-112c5140,2686,5144,2683,5148,2683v5,,8,3,8,8l5156,2803v,4,-3,8,-8,8c5144,2811,5140,2807,5140,2803xm5140,2611r,-112c5140,2494,5144,2491,5148,2491v5,,8,3,8,8l5156,2611v,4,-3,8,-8,8c5144,2619,5140,2615,5140,2611xm5140,2419r,-112c5140,2302,5144,2299,5148,2299v5,,8,3,8,8l5156,2419v,4,-3,8,-8,8c5144,2427,5140,2423,5140,2419xm5140,2227r,-112c5140,2110,5144,2107,5148,2107v5,,8,3,8,8l5156,2227v,4,-3,8,-8,8c5144,2235,5140,2231,5140,2227xm5140,2035r,-112c5140,1918,5144,1915,5148,1915v5,,8,3,8,8l5156,2035v,4,-3,8,-8,8c5144,2043,5140,2039,5140,2035xm5140,1843r,-112c5140,1726,5144,1723,5148,1723v5,,8,3,8,8l5156,1843v,4,-3,8,-8,8c5144,1851,5140,1847,5140,1843xm5140,1651r,-112c5140,1534,5144,1531,5148,1531v5,,8,3,8,8l5156,1651v,4,-3,8,-8,8c5144,1659,5140,1655,5140,1651xm5140,1459r,-112c5140,1342,5144,1339,5148,1339v5,,8,3,8,8l5156,1459v,4,-3,8,-8,8c5144,1467,5140,1463,5140,1459xm5140,1267r,-112c5140,1150,5144,1147,5148,1147v5,,8,3,8,8l5156,1267v,4,-3,8,-8,8c5144,1275,5140,1271,5140,1267xm5140,1075r,-112c5140,958,5144,955,5148,955v5,,8,3,8,8l5156,1075v,4,-3,8,-8,8c5144,1083,5140,1079,5140,1075xm5140,883r,-112c5140,766,5144,763,5148,763v5,,8,3,8,8l5156,883v,4,-3,8,-8,8c5144,891,5140,887,5140,883xm5140,691r,-112c5140,574,5144,571,5148,571v5,,8,3,8,8l5156,691v,4,-3,8,-8,8c5144,699,5140,695,5140,691xm5140,499r,-112c5140,382,5144,379,5148,379v5,,8,3,8,8l5156,499v,4,-3,8,-8,8c5144,507,5140,503,5140,499xm5140,307r,-112c5140,190,5144,187,5148,187v5,,8,3,8,8l5156,307v,4,-3,8,-8,8c5144,315,5140,311,5140,307xm5140,115r,-107l5148,16r-5,c5138,16,5135,13,5135,8v,-4,3,-8,8,-8l5148,v5,,8,4,8,8l5156,115v,4,-3,8,-8,8c5144,123,5140,119,5140,115xm5063,16r-112,c4946,16,4943,13,4943,8v,-4,3,-8,8,-8l5063,v4,,8,4,8,8c5071,13,5067,16,5063,16xm4871,16r-112,c4754,16,4751,13,4751,8v,-4,3,-8,8,-8l4871,v4,,8,4,8,8c4879,13,4875,16,4871,16xm4679,16r-112,c4562,16,4559,13,4559,8v,-4,3,-8,8,-8l4679,v4,,8,4,8,8c4687,13,4683,16,4679,16xm4487,16r-112,c4370,16,4367,13,4367,8v,-4,3,-8,8,-8l4487,v4,,8,4,8,8c4495,13,4491,16,4487,16xm4295,16r-112,c4178,16,4175,13,4175,8v,-4,3,-8,8,-8l4295,v4,,8,4,8,8c4303,13,4299,16,4295,16xm4103,16r-112,c3986,16,3983,13,3983,8v,-4,3,-8,8,-8l4103,v4,,8,4,8,8c4111,13,4107,16,4103,16xm3911,16r-112,c3794,16,3791,13,3791,8v,-4,3,-8,8,-8l3911,v4,,8,4,8,8c3919,13,3915,16,3911,16xm3719,16r-112,c3602,16,3599,13,3599,8v,-4,3,-8,8,-8l3719,v4,,8,4,8,8c3727,13,3723,16,3719,16xm3527,16r-112,c3410,16,3407,13,3407,8v,-4,3,-8,8,-8l3527,v4,,8,4,8,8c3535,13,3531,16,3527,16xm3335,16r-112,c3218,16,3215,13,3215,8v,-4,3,-8,8,-8l3335,v4,,8,4,8,8c3343,13,3339,16,3335,16xm3143,16r-112,c3026,16,3023,13,3023,8v,-4,3,-8,8,-8l3143,v4,,8,4,8,8c3151,13,3147,16,3143,16xm2951,16r-112,c2834,16,2831,13,2831,8v,-4,3,-8,8,-8l2951,v4,,8,4,8,8c2959,13,2955,16,2951,16xm2759,16r-112,c2642,16,2639,13,2639,8v,-4,3,-8,8,-8l2759,v4,,8,4,8,8c2767,13,2763,16,2759,16xm2567,16r-112,c2450,16,2447,13,2447,8v,-4,3,-8,8,-8l2567,v4,,8,4,8,8c2575,13,2571,16,2567,16xm2375,16r-112,c2258,16,2255,13,2255,8v,-4,3,-8,8,-8l2375,v4,,8,4,8,8c2383,13,2379,16,2375,16xm2183,16r-112,c2066,16,2063,13,2063,8v,-4,3,-8,8,-8l2183,v4,,8,4,8,8c2191,13,2187,16,2183,16xm1991,16r-112,c1874,16,1871,13,1871,8v,-4,3,-8,8,-8l1991,v4,,8,4,8,8c1999,13,1995,16,1991,16xm1799,16r-112,c1682,16,1679,13,1679,8v,-4,3,-8,8,-8l1799,v4,,8,4,8,8c1807,13,1803,16,1799,16xm1607,16r-112,c1490,16,1487,13,1487,8v,-4,3,-8,8,-8l1607,v4,,8,4,8,8c1615,13,1611,16,1607,16xm1415,16r-112,c1298,16,1295,13,1295,8v,-4,3,-8,8,-8l1415,v4,,8,4,8,8c1423,13,1419,16,1415,16xm1223,16r-112,c1106,16,1103,13,1103,8v,-4,3,-8,8,-8l1223,v4,,8,4,8,8c1231,13,1227,16,1223,16xm1031,16r-112,c914,16,911,13,911,8v,-4,3,-8,8,-8l1031,v4,,8,4,8,8c1039,13,1035,16,1031,16xm839,16r-112,c722,16,719,13,719,8v,-4,3,-8,8,-8l839,v4,,8,4,8,8c847,13,843,16,839,16xm647,16r-112,c530,16,527,13,527,8v,-4,3,-8,8,-8l647,v4,,8,4,8,8c655,13,651,16,647,16xm455,16r-112,c338,16,335,13,335,8v,-4,3,-8,8,-8l455,v4,,8,4,8,8c463,13,459,16,455,16xm263,16r-112,c146,16,143,13,143,8v,-4,3,-8,8,-8l263,v4,,8,4,8,8c271,13,267,16,263,16xm71,16l8,16c4,16,,13,,8,,4,4,,8,l71,v4,,8,4,8,8c79,13,75,16,71,16xe" fillcolor="red" strokecolor="red" strokeweight="33e-5mm">
                          <v:stroke joinstyle="bevel"/>
                          <v:path arrowok="t" o:connecttype="custom" o:connectlocs="6,253;6,301;12,681;0,741;12,1030;0,1259;12,1319;6,1699;6,1747;12,2126;46,2237;184,2243;245,2231;624,2237;672,2237;1052,2231;1112,2243;1401,2231;1630,2243;1690,2231;2069,2237;2117,2237;2497,2231;2557,2243;2846,2231;3075,2243;3135,2231;3514,2237;3563,2237;3875,2231;3869,2110;3881,1882;3869,1821;3875,1442;3875,1394;3869,1014;3881,954;3869,665;3881,436;3869,376;3875,12;3727,12;3666,0;3377,12;3149,0;3088,12;2709,6;2661,6;2281,12;2221,0;1932,12;1703,0;1643,12;1264,6;1216,6;836,12;776,0;487,12;258,0;198,12" o:connectangles="0,0,0,0,0,0,0,0,0,0,0,0,0,0,0,0,0,0,0,0,0,0,0,0,0,0,0,0,0,0,0,0,0,0,0,0,0,0,0,0,0,0,0,0,0,0,0,0,0,0,0,0,0,0,0,0,0,0,0,0"/>
                          <o:lock v:ext="edit" verticies="t"/>
                        </v:shape>
                        <v:shape id="Freeform 10" o:spid="_x0000_s1032" style="position:absolute;left:485;top:17;width:6931;height:4519;visibility:visible;mso-wrap-style:square;v-text-anchor:top" coordsize="9208,60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rD6r4A&#10;AADaAAAADwAAAGRycy9kb3ducmV2LnhtbERPy4rCMBTdC/5DuII7TXUhQ8dYRCjKbAYfMNtLc22q&#10;zU3bxFr/3iyEWR7Oe50NthY9db5yrGAxT0AQF05XXCq4nPPZFwgfkDXWjknBizxkm/Fojal2Tz5S&#10;fwqliCHsU1RgQmhSKX1hyKKfu4Y4clfXWQwRdqXUHT5juK3lMklW0mLFscFgQztDxf30sAoeqwv9&#10;5qY9L//6/IZH95MX+1ap6WTYfoMINIR/8cd90Ari1ngl3gC5e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Qqw+q+AAAA2gAAAA8AAAAAAAAAAAAAAAAAmAIAAGRycy9kb3ducmV2&#10;LnhtbFBLBQYAAAAABAAEAPUAAACDAwAAAAA=&#10;" path="m16,24r,112c16,140,13,144,8,144,4,144,,140,,136l,24c,19,4,16,8,16v5,,8,3,8,8xm16,216r,112c16,332,13,336,8,336,4,336,,332,,328l,216v,-5,4,-8,8,-8c13,208,16,211,16,216xm16,408r,112c16,524,13,528,8,528,4,528,,524,,520l,408v,-5,4,-8,8,-8c13,400,16,403,16,408xm16,600r,112c16,716,13,720,8,720,4,720,,716,,712l,600v,-5,4,-8,8,-8c13,592,16,595,16,600xm16,792r,112c16,908,13,912,8,912,4,912,,908,,904l,792v,-5,4,-8,8,-8c13,784,16,787,16,792xm16,984r,112c16,1100,13,1104,8,1104v-4,,-8,-4,-8,-8l,984v,-5,4,-8,8,-8c13,976,16,979,16,984xm16,1176r,112c16,1292,13,1296,8,1296v-4,,-8,-4,-8,-8l,1176v,-5,4,-8,8,-8c13,1168,16,1171,16,1176xm16,1368r,112c16,1484,13,1488,8,1488v-4,,-8,-4,-8,-8l,1368v,-5,4,-8,8,-8c13,1360,16,1363,16,1368xm16,1560r,112c16,1676,13,1680,8,1680v-4,,-8,-4,-8,-8l,1560v,-5,4,-8,8,-8c13,1552,16,1555,16,1560xm16,1752r,112c16,1868,13,1872,8,1872v-4,,-8,-4,-8,-8l,1752v,-5,4,-8,8,-8c13,1744,16,1747,16,1752xm16,1944r,112c16,2060,13,2064,8,2064v-4,,-8,-4,-8,-8l,1944v,-5,4,-8,8,-8c13,1936,16,1939,16,1944xm16,2136r,112c16,2252,13,2256,8,2256v-4,,-8,-4,-8,-8l,2136v,-5,4,-8,8,-8c13,2128,16,2131,16,2136xm16,2328r,112c16,2444,13,2448,8,2448v-4,,-8,-4,-8,-8l,2328v,-5,4,-8,8,-8c13,2320,16,2323,16,2328xm16,2520r,112c16,2636,13,2640,8,2640v-4,,-8,-4,-8,-8l,2520v,-5,4,-8,8,-8c13,2512,16,2515,16,2520xm16,2712r,112c16,2828,13,2832,8,2832v-4,,-8,-4,-8,-8l,2712v,-5,4,-8,8,-8c13,2704,16,2707,16,2712xm16,2904r,112c16,3020,13,3024,8,3024v-4,,-8,-4,-8,-8l,2904v,-5,4,-8,8,-8c13,2896,16,2899,16,2904xm16,3096r,112c16,3212,13,3216,8,3216v-4,,-8,-4,-8,-8l,3096v,-5,4,-8,8,-8c13,3088,16,3091,16,3096xm16,3288r,112c16,3404,13,3408,8,3408v-4,,-8,-4,-8,-8l,3288v,-5,4,-8,8,-8c13,3280,16,3283,16,3288xm16,3480r,112c16,3596,13,3600,8,3600v-4,,-8,-4,-8,-8l,3480v,-5,4,-8,8,-8c13,3472,16,3475,16,3480xm16,3672r,112c16,3788,13,3792,8,3792v-4,,-8,-4,-8,-8l,3672v,-5,4,-8,8,-8c13,3664,16,3667,16,3672xm16,3864r,112c16,3980,13,3984,8,3984v-4,,-8,-4,-8,-8l,3864v,-5,4,-8,8,-8c13,3856,16,3859,16,3864xm16,4056r,112c16,4172,13,4176,8,4176v-4,,-8,-4,-8,-8l,4056v,-5,4,-8,8,-8c13,4048,16,4051,16,4056xm16,4248r,112c16,4364,13,4368,8,4368v-4,,-8,-4,-8,-8l,4248v,-5,4,-8,8,-8c13,4240,16,4243,16,4248xm16,4440r,112c16,4556,13,4560,8,4560v-4,,-8,-4,-8,-8l,4440v,-5,4,-8,8,-8c13,4432,16,4435,16,4440xm16,4632r,112c16,4748,13,4752,8,4752v-4,,-8,-4,-8,-8l,4632v,-5,4,-8,8,-8c13,4624,16,4627,16,4632xm16,4824r,112c16,4940,13,4944,8,4944v-4,,-8,-4,-8,-8l,4824v,-5,4,-8,8,-8c13,4816,16,4819,16,4824xm16,5016r,112c16,5132,13,5136,8,5136v-4,,-8,-4,-8,-8l,5016v,-5,4,-8,8,-8c13,5008,16,5011,16,5016xm16,5208r,112c16,5324,13,5328,8,5328v-4,,-8,-4,-8,-8l,5208v,-5,4,-8,8,-8c13,5200,16,5203,16,5208xm16,5400r,112c16,5516,13,5520,8,5520v-4,,-8,-4,-8,-8l,5400v,-5,4,-8,8,-8c13,5392,16,5395,16,5400xm16,5592r,112c16,5708,13,5712,8,5712v-4,,-8,-4,-8,-8l,5592v,-5,4,-8,8,-8c13,5584,16,5587,16,5592xm16,5784r,112c16,5900,13,5904,8,5904v-4,,-8,-4,-8,-8l,5784v,-5,4,-8,8,-8c13,5776,16,5779,16,5784xm16,5976r,19l8,5987r93,c106,5987,109,5990,109,5995v,4,-3,8,-8,8l8,6003v-4,,-8,-4,-8,-8l,5976v,-5,4,-8,8,-8c13,5968,16,5971,16,5976xm181,5987r112,c298,5987,301,5990,301,5995v,4,-3,8,-8,8l181,6003v-4,,-8,-4,-8,-8c173,5990,177,5987,181,5987xm373,5987r112,c490,5987,493,5990,493,5995v,4,-3,8,-8,8l373,6003v-4,,-8,-4,-8,-8c365,5990,369,5987,373,5987xm565,5987r112,c682,5987,685,5990,685,5995v,4,-3,8,-8,8l565,6003v-4,,-8,-4,-8,-8c557,5990,561,5987,565,5987xm757,5987r112,c874,5987,877,5990,877,5995v,4,-3,8,-8,8l757,6003v-4,,-8,-4,-8,-8c749,5990,753,5987,757,5987xm949,5987r112,c1066,5987,1069,5990,1069,5995v,4,-3,8,-8,8l949,6003v-4,,-8,-4,-8,-8c941,5990,945,5987,949,5987xm1141,5987r112,c1258,5987,1261,5990,1261,5995v,4,-3,8,-8,8l1141,6003v-4,,-8,-4,-8,-8c1133,5990,1137,5987,1141,5987xm1333,5987r112,c1450,5987,1453,5990,1453,5995v,4,-3,8,-8,8l1333,6003v-4,,-8,-4,-8,-8c1325,5990,1329,5987,1333,5987xm1525,5987r112,c1642,5987,1645,5990,1645,5995v,4,-3,8,-8,8l1525,6003v-4,,-8,-4,-8,-8c1517,5990,1521,5987,1525,5987xm1717,5987r112,c1834,5987,1837,5990,1837,5995v,4,-3,8,-8,8l1717,6003v-4,,-8,-4,-8,-8c1709,5990,1713,5987,1717,5987xm1909,5987r112,c2026,5987,2029,5990,2029,5995v,4,-3,8,-8,8l1909,6003v-4,,-8,-4,-8,-8c1901,5990,1905,5987,1909,5987xm2101,5987r112,c2218,5987,2221,5990,2221,5995v,4,-3,8,-8,8l2101,6003v-4,,-8,-4,-8,-8c2093,5990,2097,5987,2101,5987xm2293,5987r112,c2410,5987,2413,5990,2413,5995v,4,-3,8,-8,8l2293,6003v-4,,-8,-4,-8,-8c2285,5990,2289,5987,2293,5987xm2485,5987r112,c2602,5987,2605,5990,2605,5995v,4,-3,8,-8,8l2485,6003v-4,,-8,-4,-8,-8c2477,5990,2481,5987,2485,5987xm2677,5987r112,c2794,5987,2797,5990,2797,5995v,4,-3,8,-8,8l2677,6003v-4,,-8,-4,-8,-8c2669,5990,2673,5987,2677,5987xm2869,5987r112,c2986,5987,2989,5990,2989,5995v,4,-3,8,-8,8l2869,6003v-4,,-8,-4,-8,-8c2861,5990,2865,5987,2869,5987xm3061,5987r112,c3178,5987,3181,5990,3181,5995v,4,-3,8,-8,8l3061,6003v-4,,-8,-4,-8,-8c3053,5990,3057,5987,3061,5987xm3253,5987r112,c3370,5987,3373,5990,3373,5995v,4,-3,8,-8,8l3253,6003v-4,,-8,-4,-8,-8c3245,5990,3249,5987,3253,5987xm3445,5987r112,c3562,5987,3565,5990,3565,5995v,4,-3,8,-8,8l3445,6003v-4,,-8,-4,-8,-8c3437,5990,3441,5987,3445,5987xm3637,5987r112,c3754,5987,3757,5990,3757,5995v,4,-3,8,-8,8l3637,6003v-4,,-8,-4,-8,-8c3629,5990,3633,5987,3637,5987xm3829,5987r112,c3946,5987,3949,5990,3949,5995v,4,-3,8,-8,8l3829,6003v-4,,-8,-4,-8,-8c3821,5990,3825,5987,3829,5987xm4021,5987r112,c4138,5987,4141,5990,4141,5995v,4,-3,8,-8,8l4021,6003v-4,,-8,-4,-8,-8c4013,5990,4017,5987,4021,5987xm4213,5987r112,c4330,5987,4333,5990,4333,5995v,4,-3,8,-8,8l4213,6003v-4,,-8,-4,-8,-8c4205,5990,4209,5987,4213,5987xm4405,5987r112,c4522,5987,4525,5990,4525,5995v,4,-3,8,-8,8l4405,6003v-4,,-8,-4,-8,-8c4397,5990,4401,5987,4405,5987xm4597,5987r112,c4714,5987,4717,5990,4717,5995v,4,-3,8,-8,8l4597,6003v-4,,-8,-4,-8,-8c4589,5990,4593,5987,4597,5987xm4789,5987r112,c4906,5987,4909,5990,4909,5995v,4,-3,8,-8,8l4789,6003v-4,,-8,-4,-8,-8c4781,5990,4785,5987,4789,5987xm4981,5987r112,c5098,5987,5101,5990,5101,5995v,4,-3,8,-8,8l4981,6003v-4,,-8,-4,-8,-8c4973,5990,4977,5987,4981,5987xm5173,5987r112,c5290,5987,5293,5990,5293,5995v,4,-3,8,-8,8l5173,6003v-4,,-8,-4,-8,-8c5165,5990,5169,5987,5173,5987xm5365,5987r112,c5482,5987,5485,5990,5485,5995v,4,-3,8,-8,8l5365,6003v-4,,-8,-4,-8,-8c5357,5990,5361,5987,5365,5987xm5557,5987r112,c5674,5987,5677,5990,5677,5995v,4,-3,8,-8,8l5557,6003v-4,,-8,-4,-8,-8c5549,5990,5553,5987,5557,5987xm5749,5987r112,c5866,5987,5869,5990,5869,5995v,4,-3,8,-8,8l5749,6003v-4,,-8,-4,-8,-8c5741,5990,5745,5987,5749,5987xm5941,5987r112,c6058,5987,6061,5990,6061,5995v,4,-3,8,-8,8l5941,6003v-4,,-8,-4,-8,-8c5933,5990,5937,5987,5941,5987xm6133,5987r112,c6250,5987,6253,5990,6253,5995v,4,-3,8,-8,8l6133,6003v-4,,-8,-4,-8,-8c6125,5990,6129,5987,6133,5987xm6325,5987r112,c6442,5987,6445,5990,6445,5995v,4,-3,8,-8,8l6325,6003v-4,,-8,-4,-8,-8c6317,5990,6321,5987,6325,5987xm6517,5987r112,c6634,5987,6637,5990,6637,5995v,4,-3,8,-8,8l6517,6003v-4,,-8,-4,-8,-8c6509,5990,6513,5987,6517,5987xm6709,5987r112,c6826,5987,6829,5990,6829,5995v,4,-3,8,-8,8l6709,6003v-4,,-8,-4,-8,-8c6701,5990,6705,5987,6709,5987xm6901,5987r112,c7018,5987,7021,5990,7021,5995v,4,-3,8,-8,8l6901,6003v-4,,-8,-4,-8,-8c6893,5990,6897,5987,6901,5987xm7093,5987r112,c7210,5987,7213,5990,7213,5995v,4,-3,8,-8,8l7093,6003v-4,,-8,-4,-8,-8c7085,5990,7089,5987,7093,5987xm7285,5987r112,c7402,5987,7405,5990,7405,5995v,4,-3,8,-8,8l7285,6003v-4,,-8,-4,-8,-8c7277,5990,7281,5987,7285,5987xm7477,5987r112,c7594,5987,7597,5990,7597,5995v,4,-3,8,-8,8l7477,6003v-4,,-8,-4,-8,-8c7469,5990,7473,5987,7477,5987xm7669,5987r112,c7786,5987,7789,5990,7789,5995v,4,-3,8,-8,8l7669,6003v-4,,-8,-4,-8,-8c7661,5990,7665,5987,7669,5987xm7861,5987r112,c7978,5987,7981,5990,7981,5995v,4,-3,8,-8,8l7861,6003v-4,,-8,-4,-8,-8c7853,5990,7857,5987,7861,5987xm8053,5987r112,c8170,5987,8173,5990,8173,5995v,4,-3,8,-8,8l8053,6003v-4,,-8,-4,-8,-8c8045,5990,8049,5987,8053,5987xm8245,5987r112,c8362,5987,8365,5990,8365,5995v,4,-3,8,-8,8l8245,6003v-4,,-8,-4,-8,-8c8237,5990,8241,5987,8245,5987xm8437,5987r112,c8554,5987,8557,5990,8557,5995v,4,-3,8,-8,8l8437,6003v-4,,-8,-4,-8,-8c8429,5990,8433,5987,8437,5987xm8629,5987r112,c8746,5987,8749,5990,8749,5995v,4,-3,8,-8,8l8629,6003v-4,,-8,-4,-8,-8c8621,5990,8625,5987,8629,5987xm8821,5987r112,c8938,5987,8941,5990,8941,5995v,4,-3,8,-8,8l8821,6003v-4,,-8,-4,-8,-8c8813,5990,8817,5987,8821,5987xm9013,5987r112,c9130,5987,9133,5990,9133,5995v,4,-3,8,-8,8l9013,6003v-4,,-8,-4,-8,-8c9005,5990,9009,5987,9013,5987xm9192,5989r,-112c9192,5873,9196,5869,9200,5869v4,,8,4,8,8l9208,5989v,5,-4,8,-8,8c9196,5997,9192,5994,9192,5989xm9192,5797r,-112c9192,5681,9196,5677,9200,5677v4,,8,4,8,8l9208,5797v,5,-4,8,-8,8c9196,5805,9192,5802,9192,5797xm9192,5605r,-112c9192,5489,9196,5485,9200,5485v4,,8,4,8,8l9208,5605v,5,-4,8,-8,8c9196,5613,9192,5610,9192,5605xm9192,5413r,-112c9192,5297,9196,5293,9200,5293v4,,8,4,8,8l9208,5413v,5,-4,8,-8,8c9196,5421,9192,5418,9192,5413xm9192,5221r,-112c9192,5105,9196,5101,9200,5101v4,,8,4,8,8l9208,5221v,5,-4,8,-8,8c9196,5229,9192,5226,9192,5221xm9192,5029r,-112c9192,4913,9196,4909,9200,4909v4,,8,4,8,8l9208,5029v,5,-4,8,-8,8c9196,5037,9192,5034,9192,5029xm9192,4837r,-112c9192,4721,9196,4717,9200,4717v4,,8,4,8,8l9208,4837v,5,-4,8,-8,8c9196,4845,9192,4842,9192,4837xm9192,4645r,-112c9192,4529,9196,4525,9200,4525v4,,8,4,8,8l9208,4645v,5,-4,8,-8,8c9196,4653,9192,4650,9192,4645xm9192,4453r,-112c9192,4337,9196,4333,9200,4333v4,,8,4,8,8l9208,4453v,5,-4,8,-8,8c9196,4461,9192,4458,9192,4453xm9192,4261r,-112c9192,4145,9196,4141,9200,4141v4,,8,4,8,8l9208,4261v,5,-4,8,-8,8c9196,4269,9192,4266,9192,4261xm9192,4069r,-112c9192,3953,9196,3949,9200,3949v4,,8,4,8,8l9208,4069v,5,-4,8,-8,8c9196,4077,9192,4074,9192,4069xm9192,3877r,-112c9192,3761,9196,3757,9200,3757v4,,8,4,8,8l9208,3877v,5,-4,8,-8,8c9196,3885,9192,3882,9192,3877xm9192,3685r,-112c9192,3569,9196,3565,9200,3565v4,,8,4,8,8l9208,3685v,5,-4,8,-8,8c9196,3693,9192,3690,9192,3685xm9192,3493r,-112c9192,3377,9196,3373,9200,3373v4,,8,4,8,8l9208,3493v,5,-4,8,-8,8c9196,3501,9192,3498,9192,3493xm9192,3301r,-112c9192,3185,9196,3181,9200,3181v4,,8,4,8,8l9208,3301v,5,-4,8,-8,8c9196,3309,9192,3306,9192,3301xm9192,3109r,-112c9192,2993,9196,2989,9200,2989v4,,8,4,8,8l9208,3109v,5,-4,8,-8,8c9196,3117,9192,3114,9192,3109xm9192,2917r,-112c9192,2801,9196,2797,9200,2797v4,,8,4,8,8l9208,2917v,5,-4,8,-8,8c9196,2925,9192,2922,9192,2917xm9192,2725r,-112c9192,2609,9196,2605,9200,2605v4,,8,4,8,8l9208,2725v,5,-4,8,-8,8c9196,2733,9192,2730,9192,2725xm9192,2533r,-112c9192,2417,9196,2413,9200,2413v4,,8,4,8,8l9208,2533v,5,-4,8,-8,8c9196,2541,9192,2538,9192,2533xm9192,2341r,-112c9192,2225,9196,2221,9200,2221v4,,8,4,8,8l9208,2341v,5,-4,8,-8,8c9196,2349,9192,2346,9192,2341xm9192,2149r,-112c9192,2033,9196,2029,9200,2029v4,,8,4,8,8l9208,2149v,5,-4,8,-8,8c9196,2157,9192,2154,9192,2149xm9192,1957r,-112c9192,1841,9196,1837,9200,1837v4,,8,4,8,8l9208,1957v,5,-4,8,-8,8c9196,1965,9192,1962,9192,1957xm9192,1765r,-112c9192,1649,9196,1645,9200,1645v4,,8,4,8,8l9208,1765v,5,-4,8,-8,8c9196,1773,9192,1770,9192,1765xm9192,1573r,-112c9192,1457,9196,1453,9200,1453v4,,8,4,8,8l9208,1573v,5,-4,8,-8,8c9196,1581,9192,1578,9192,1573xm9192,1381r,-112c9192,1265,9196,1261,9200,1261v4,,8,4,8,8l9208,1381v,5,-4,8,-8,8c9196,1389,9192,1386,9192,1381xm9192,1189r,-112c9192,1073,9196,1069,9200,1069v4,,8,4,8,8l9208,1189v,5,-4,8,-8,8c9196,1197,9192,1194,9192,1189xm9192,997r,-112c9192,881,9196,877,9200,877v4,,8,4,8,8l9208,997v,5,-4,8,-8,8c9196,1005,9192,1002,9192,997xm9192,805r,-112c9192,689,9196,685,9200,685v4,,8,4,8,8l9208,805v,5,-4,8,-8,8c9196,813,9192,810,9192,805xm9192,613r,-112c9192,497,9196,493,9200,493v4,,8,4,8,8l9208,613v,5,-4,8,-8,8c9196,621,9192,618,9192,613xm9192,421r,-112c9192,305,9196,301,9200,301v4,,8,4,8,8l9208,421v,5,-4,8,-8,8c9196,429,9192,426,9192,421xm9192,229r,-112c9192,113,9196,109,9200,109v4,,8,4,8,8l9208,229v,5,-4,8,-8,8c9196,237,9192,234,9192,229xm9192,37r,-29l9200,16r-83,c9113,16,9109,12,9109,8v,-5,4,-8,8,-8l9200,v4,,8,3,8,8l9208,37v,5,-4,8,-8,8c9196,45,9192,42,9192,37xm9037,16r-112,c8921,16,8917,12,8917,8v,-5,4,-8,8,-8l9037,v5,,8,3,8,8c9045,12,9042,16,9037,16xm8845,16r-112,c8729,16,8725,12,8725,8v,-5,4,-8,8,-8l8845,v5,,8,3,8,8c8853,12,8850,16,8845,16xm8653,16r-112,c8537,16,8533,12,8533,8v,-5,4,-8,8,-8l8653,v5,,8,3,8,8c8661,12,8658,16,8653,16xm8461,16r-112,c8345,16,8341,12,8341,8v,-5,4,-8,8,-8l8461,v5,,8,3,8,8c8469,12,8466,16,8461,16xm8269,16r-112,c8153,16,8149,12,8149,8v,-5,4,-8,8,-8l8269,v5,,8,3,8,8c8277,12,8274,16,8269,16xm8077,16r-112,c7961,16,7957,12,7957,8v,-5,4,-8,8,-8l8077,v5,,8,3,8,8c8085,12,8082,16,8077,16xm7885,16r-112,c7769,16,7765,12,7765,8v,-5,4,-8,8,-8l7885,v5,,8,3,8,8c7893,12,7890,16,7885,16xm7693,16r-112,c7577,16,7573,12,7573,8v,-5,4,-8,8,-8l7693,v5,,8,3,8,8c7701,12,7698,16,7693,16xm7501,16r-112,c7385,16,7381,12,7381,8v,-5,4,-8,8,-8l7501,v5,,8,3,8,8c7509,12,7506,16,7501,16xm7309,16r-112,c7193,16,7189,12,7189,8v,-5,4,-8,8,-8l7309,v5,,8,3,8,8c7317,12,7314,16,7309,16xm7117,16r-112,c7001,16,6997,12,6997,8v,-5,4,-8,8,-8l7117,v5,,8,3,8,8c7125,12,7122,16,7117,16xm6925,16r-112,c6809,16,6805,12,6805,8v,-5,4,-8,8,-8l6925,v5,,8,3,8,8c6933,12,6930,16,6925,16xm6733,16r-112,c6617,16,6613,12,6613,8v,-5,4,-8,8,-8l6733,v5,,8,3,8,8c6741,12,6738,16,6733,16xm6541,16r-112,c6425,16,6421,12,6421,8v,-5,4,-8,8,-8l6541,v5,,8,3,8,8c6549,12,6546,16,6541,16xm6349,16r-112,c6233,16,6229,12,6229,8v,-5,4,-8,8,-8l6349,v5,,8,3,8,8c6357,12,6354,16,6349,16xm6157,16r-112,c6041,16,6037,12,6037,8v,-5,4,-8,8,-8l6157,v5,,8,3,8,8c6165,12,6162,16,6157,16xm5965,16r-112,c5849,16,5845,12,5845,8v,-5,4,-8,8,-8l5965,v5,,8,3,8,8c5973,12,5970,16,5965,16xm5773,16r-112,c5657,16,5653,12,5653,8v,-5,4,-8,8,-8l5773,v5,,8,3,8,8c5781,12,5778,16,5773,16xm5581,16r-112,c5465,16,5461,12,5461,8v,-5,4,-8,8,-8l5581,v5,,8,3,8,8c5589,12,5586,16,5581,16xm5389,16r-112,c5273,16,5269,12,5269,8v,-5,4,-8,8,-8l5389,v5,,8,3,8,8c5397,12,5394,16,5389,16xm5197,16r-112,c5081,16,5077,12,5077,8v,-5,4,-8,8,-8l5197,v5,,8,3,8,8c5205,12,5202,16,5197,16xm5005,16r-112,c4889,16,4885,12,4885,8v,-5,4,-8,8,-8l5005,v5,,8,3,8,8c5013,12,5010,16,5005,16xm4813,16r-112,c4697,16,4693,12,4693,8v,-5,4,-8,8,-8l4813,v5,,8,3,8,8c4821,12,4818,16,4813,16xm4621,16r-112,c4505,16,4501,12,4501,8v,-5,4,-8,8,-8l4621,v5,,8,3,8,8c4629,12,4626,16,4621,16xm4429,16r-112,c4313,16,4309,12,4309,8v,-5,4,-8,8,-8l4429,v5,,8,3,8,8c4437,12,4434,16,4429,16xm4237,16r-112,c4121,16,4117,12,4117,8v,-5,4,-8,8,-8l4237,v5,,8,3,8,8c4245,12,4242,16,4237,16xm4045,16r-112,c3929,16,3925,12,3925,8v,-5,4,-8,8,-8l4045,v5,,8,3,8,8c4053,12,4050,16,4045,16xm3853,16r-112,c3737,16,3733,12,3733,8v,-5,4,-8,8,-8l3853,v5,,8,3,8,8c3861,12,3858,16,3853,16xm3661,16r-112,c3545,16,3541,12,3541,8v,-5,4,-8,8,-8l3661,v5,,8,3,8,8c3669,12,3666,16,3661,16xm3469,16r-112,c3353,16,3349,12,3349,8v,-5,4,-8,8,-8l3469,v5,,8,3,8,8c3477,12,3474,16,3469,16xm3277,16r-112,c3161,16,3157,12,3157,8v,-5,4,-8,8,-8l3277,v5,,8,3,8,8c3285,12,3282,16,3277,16xm3085,16r-112,c2969,16,2965,12,2965,8v,-5,4,-8,8,-8l3085,v5,,8,3,8,8c3093,12,3090,16,3085,16xm2893,16r-112,c2777,16,2773,12,2773,8v,-5,4,-8,8,-8l2893,v5,,8,3,8,8c2901,12,2898,16,2893,16xm2701,16r-112,c2585,16,2581,12,2581,8v,-5,4,-8,8,-8l2701,v5,,8,3,8,8c2709,12,2706,16,2701,16xm2509,16r-112,c2393,16,2389,12,2389,8v,-5,4,-8,8,-8l2509,v5,,8,3,8,8c2517,12,2514,16,2509,16xm2317,16r-112,c2201,16,2197,12,2197,8v,-5,4,-8,8,-8l2317,v5,,8,3,8,8c2325,12,2322,16,2317,16xm2125,16r-112,c2009,16,2005,12,2005,8v,-5,4,-8,8,-8l2125,v5,,8,3,8,8c2133,12,2130,16,2125,16xm1933,16r-112,c1817,16,1813,12,1813,8v,-5,4,-8,8,-8l1933,v5,,8,3,8,8c1941,12,1938,16,1933,16xm1741,16r-112,c1625,16,1621,12,1621,8v,-5,4,-8,8,-8l1741,v5,,8,3,8,8c1749,12,1746,16,1741,16xm1549,16r-112,c1433,16,1429,12,1429,8v,-5,4,-8,8,-8l1549,v5,,8,3,8,8c1557,12,1554,16,1549,16xm1357,16r-112,c1241,16,1237,12,1237,8v,-5,4,-8,8,-8l1357,v5,,8,3,8,8c1365,12,1362,16,1357,16xm1165,16r-112,c1049,16,1045,12,1045,8v,-5,4,-8,8,-8l1165,v5,,8,3,8,8c1173,12,1170,16,1165,16xm973,16r-112,c857,16,853,12,853,8v,-5,4,-8,8,-8l973,v5,,8,3,8,8c981,12,978,16,973,16xm781,16r-112,c665,16,661,12,661,8v,-5,4,-8,8,-8l781,v5,,8,3,8,8c789,12,786,16,781,16xm589,16r-112,c473,16,469,12,469,8v,-5,4,-8,8,-8l589,v5,,8,3,8,8c597,12,594,16,589,16xm397,16r-112,c281,16,277,12,277,8v,-5,4,-8,8,-8l397,v5,,8,3,8,8c405,12,402,16,397,16xm205,16l93,16v-4,,-8,-4,-8,-8c85,3,89,,93,l205,v5,,8,3,8,8c213,12,210,16,205,16xm13,16r-5,c4,16,,12,,8,,3,4,,8,r5,c18,,21,3,21,8v,4,-3,8,-8,8xe" fillcolor="red" strokecolor="red" strokeweight="33e-5mm">
                          <v:stroke joinstyle="bevel"/>
                          <v:path arrowok="t" o:connecttype="custom" o:connectlocs="0,391;12,741;0,1030;12,1548;6,1746;6,2276;12,2475;0,2993;12,3342;0,3631;12,4149;6,4348;130,4513;660,4513;859,4507;1377,4519;1726,4507;2015,4519;2533,4507;2732,4513;3262,4513;3460,4507;3978,4519;4327,4507;4616,4519;5134,4507;5333,4513;5863,4513;6062,4507;6579,4519;6919,4508;6931,4219;6919,3701;6925,3503;6925,2973;6919,2774;6931,2256;6919,1907;6931,1618;6919,1100;6925,901;6925,371;6919,172;6802,12;6284,0;5935,12;5646,0;5128,12;4930,6;4400,6;4201,12;3683,0;3334,12;3045,0;2527,12;2328,6;1798,6;1600,12;1082,0;732,12;443,0;6,12" o:connectangles="0,0,0,0,0,0,0,0,0,0,0,0,0,0,0,0,0,0,0,0,0,0,0,0,0,0,0,0,0,0,0,0,0,0,0,0,0,0,0,0,0,0,0,0,0,0,0,0,0,0,0,0,0,0,0,0,0,0,0,0,0,0"/>
                          <o:lock v:ext="edit" verticies="t"/>
                        </v:shape>
                        <v:rect id="Rectangle 11" o:spid="_x0000_s1033" style="position:absolute;left:518;top:361;width:2180;height:1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E6kMUA&#10;AADaAAAADwAAAGRycy9kb3ducmV2LnhtbESPQWvCQBSE74X+h+UVvIjZ2GIx0VVKqOChFBs9eHxk&#10;n0ls9m3Mrib9992C0OMwM98wy/VgGnGjztWWFUyjGARxYXXNpYLDfjOZg3AeWWNjmRT8kIP16vFh&#10;iam2PX/RLfelCBB2KSqovG9TKV1RkUEX2ZY4eCfbGfRBdqXUHfYBbhr5HMev0mDNYaHClrKKiu/8&#10;ahRkbc8fu095yd/H58P4+JIcZ5lWavQ0vC1AeBr8f/je3moFCfxdCT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gTqQxQAAANoAAAAPAAAAAAAAAAAAAAAAAJgCAABkcnMv&#10;ZG93bnJldi54bWxQSwUGAAAAAAQABAD1AAAAigMAAAAA&#10;" fillcolor="#cdcdcd" stroked="f"/>
                        <v:shape id="Freeform 12" o:spid="_x0000_s1034" style="position:absolute;left:525;top:364;width:2161;height:1139;visibility:visible;mso-wrap-style:square;v-text-anchor:top" coordsize="2161,11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Ye8UA&#10;AADbAAAADwAAAGRycy9kb3ducmV2LnhtbESPzW7CQAyE75X6DitX4lY29IBoyoIQVRBCiJafBzBZ&#10;k0RkvVF2CeHt8aFSb7ZmPPN5Ou9drTpqQ+XZwGiYgCLOva24MHA6Zu8TUCEiW6w9k4EHBZjPXl+m&#10;mFp/5z11h1goCeGQooEyxibVOuQlOQxD3xCLdvGtwyhrW2jb4l3CXa0/kmSsHVYsDSU2tCwpvx5u&#10;zsDuPP48bY5Jt81uq5/996/Nmo01ZvDWL75ARerjv/nvem0FX+jlFxlAz5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V9h7xQAAANsAAAAPAAAAAAAAAAAAAAAAAJgCAABkcnMv&#10;ZG93bnJldi54bWxQSwUGAAAAAAQABAD1AAAAigMAAAAA&#10;" path="m,1139r1592,l2161,,570,,,1139xe" stroked="f">
                          <v:path arrowok="t" o:connecttype="custom" o:connectlocs="0,1139;1592,1139;2161,0;570,0;0,1139" o:connectangles="0,0,0,0,0"/>
                        </v:shape>
                        <v:rect id="Rectangle 13" o:spid="_x0000_s1035" style="position:absolute;left:518;top:361;width:2180;height:1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0G/cQA&#10;AADbAAAADwAAAGRycy9kb3ducmV2LnhtbERPTWvCQBC9C/0PyxS8iG6sWGrqJpTQQg8iNvXgcchO&#10;k7TZ2TS7mvjvXUHwNo/3Oet0MI04UedqywrmswgEcWF1zaWC/ffH9AWE88gaG8uk4EwO0uRhtMZY&#10;256/6JT7UoQQdjEqqLxvYyldUZFBN7MtceB+bGfQB9iVUnfYh3DTyKcoepYGaw4NFbaUVVT85Uej&#10;IGt73uy28j9/n/zuJ4fF6rDMtFLjx+HtFYSnwd/FN/enDvPncP0lHCCT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tBv3EAAAA2wAAAA8AAAAAAAAAAAAAAAAAmAIAAGRycy9k&#10;b3ducmV2LnhtbFBLBQYAAAAABAAEAPUAAACJAwAAAAA=&#10;" fillcolor="#cdcdcd" stroked="f"/>
                        <v:rect id="Rectangle 14" o:spid="_x0000_s1036" style="position:absolute;left:518;top:349;width:2192;height:11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YisMA&#10;AADbAAAADwAAAGRycy9kb3ducmV2LnhtbERPTWvCQBC9F/wPywheRDdVlJq6SgkKHqRo6sHjkJ0m&#10;abOzMbua+O/dgtDbPN7nLNedqcSNGldaVvA6jkAQZ1aXnCs4fW1HbyCcR9ZYWSYFd3KwXvVelhhr&#10;2/KRbqnPRQhhF6OCwvs6ltJlBRl0Y1sTB+7bNgZ9gE0udYNtCDeVnETRXBosOTQUWFNSUPabXo2C&#10;pG55f/iUl3Qz/DkNz9PFeZZopQb97uMdhKfO/4uf7p0O8yfw90s4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P+YisMAAADbAAAADwAAAAAAAAAAAAAAAACYAgAAZHJzL2Rv&#10;d25yZXYueG1sUEsFBgAAAAAEAAQA9QAAAIgDAAAAAA==&#10;" fillcolor="#cdcdcd" stroked="f"/>
                        <v:shape id="Freeform 15" o:spid="_x0000_s1037" style="position:absolute;left:519;top:358;width:2173;height:1152;visibility:visible;mso-wrap-style:square;v-text-anchor:top" coordsize="2887,15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sV8cIA&#10;AADbAAAADwAAAGRycy9kb3ducmV2LnhtbERPS0sDMRC+C/0PYQrebLYVS7s2u4ji41Tstoceh2Tc&#10;XbqZxCS26783guBtPr7nbOrRDuJMIfaOFcxnBQhi7UzPrYLD/vlmBSImZIODY1LwTRHqanK1wdK4&#10;C+/o3KRW5BCOJSroUvKllFF3ZDHOnCfO3IcLFlOGoZUm4CWH20EuimIpLfacGzr09NiRPjVfVsH2&#10;OHz69epp9363ffFav2JoFkulrqfjwz2IRGP6F/+530yefwu/v+QDZ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OxXxwgAAANsAAAAPAAAAAAAAAAAAAAAAAJgCAABkcnMvZG93&#10;bnJldi54bWxQSwUGAAAAAAQABAD1AAAAhwMAAAAA&#10;" path="m9,1512r2114,l2116,1516,2871,4r8,12l765,16r7,-5l16,1523v-2,4,-7,6,-11,4c2,1525,,1520,2,1516l758,4v1,-2,4,-4,7,-4l2879,v2,,5,1,6,4c2887,6,2887,9,2886,11l2130,1523v-2,3,-4,5,-7,5l9,1528v-4,,-8,-4,-8,-8c1,1515,5,1512,9,1512xe" strokeweight="0">
                          <v:path arrowok="t" o:connecttype="custom" o:connectlocs="7,1139;1598,1139;1593,1142;2161,3;2167,12;576,12;581,8;12,1147;4,1150;2,1142;571,3;576,0;2167,0;2171,3;2172,8;1603,1147;1598,1151;7,1151;1,1145;7,1139" o:connectangles="0,0,0,0,0,0,0,0,0,0,0,0,0,0,0,0,0,0,0,0"/>
                        </v:shape>
                        <v:rect id="Rectangle 16" o:spid="_x0000_s1038" style="position:absolute;left:518;top:349;width:2192;height:11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lZcMA&#10;AADbAAAADwAAAGRycy9kb3ducmV2LnhtbERPTWvCQBC9C/0PyxS8iG6qrWjqKiUoeChSowePQ3aa&#10;pM3Oxuxq4r93CwVv83ifs1h1phJXalxpWcHLKAJBnFldcq7geNgMZyCcR9ZYWSYFN3KwWj71Fhhr&#10;2/KerqnPRQhhF6OCwvs6ltJlBRl0I1sTB+7bNgZ9gE0udYNtCDeVHEfRVBosOTQUWFNSUPabXoyC&#10;pG7582snz+l68HMcnCbz01uileo/dx/vIDx1/iH+d291mP8Kf7+EA+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lZcMAAADbAAAADwAAAAAAAAAAAAAAAACYAgAAZHJzL2Rv&#10;d25yZXYueG1sUEsFBgAAAAAEAAQA9QAAAIgDAAAAAA==&#10;" fillcolor="#cdcdcd" stroked="f"/>
                        <v:rect id="Rectangle 17" o:spid="_x0000_s1039" style="position:absolute;left:482;top:325;width:2192;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LD6sQA&#10;AADbAAAADwAAAGRycy9kb3ducmV2LnhtbERP22rCQBB9L/Qflin0peimBUWjq1hBKFQKXkD6Ns1O&#10;stHsbMyuJv59tyD0bQ7nOtN5ZytxpcaXjhW89hMQxJnTJRcK9rtVbwTCB2SNlWNScCMP89njwxRT&#10;7Vre0HUbChFD2KeowIRQp1L6zJBF33c1ceRy11gMETaF1A22MdxW8i1JhtJiybHBYE1LQ9lpe7EK&#10;3j8Paz1eHc0lH7x8JfnPefPdolLPT91iAiJQF/7Fd/eHjvMH8PdLPED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yw+rEAAAA2wAAAA8AAAAAAAAAAAAAAAAAmAIAAGRycy9k&#10;b3ducmV2LnhtbFBLBQYAAAAABAAEAPUAAACJAwAAAAA=&#10;" fillcolor="#f0f0f0" stroked="f"/>
                        <v:rect id="Rectangle 18" o:spid="_x0000_s1040" style="position:absolute;left:482;top:337;width:2192;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2mycAA&#10;AADbAAAADwAAAGRycy9kb3ducmV2LnhtbERPS4vCMBC+L/gfwgh7WxN33aLVKLIgCLoHH+B1aMa2&#10;2ExqE7X+eyMI3ubje85k1tpKXKnxpWMN/Z4CQZw5U3KuYb9bfA1B+IBssHJMGu7kYTbtfEwwNe7G&#10;G7puQy5iCPsUNRQh1KmUPivIou+5mjhyR9dYDBE2uTQN3mK4reS3Uom0WHJsKLCmv4Ky0/ZiNWAy&#10;MOf/4896t7okOMpbtfg9KK0/u+18DCJQG97il3tp4vwEnr/EA+T0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U2mycAAAADbAAAADwAAAAAAAAAAAAAAAACYAgAAZHJzL2Rvd25y&#10;ZXYueG1sUEsFBgAAAAAEAAQA9QAAAIUDAAAAAA==&#10;" stroked="f"/>
                        <v:rect id="Rectangle 19" o:spid="_x0000_s1041" style="position:absolute;left:482;top:373;width:2192;height: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01kMIA&#10;AADbAAAADwAAAGRycy9kb3ducmV2LnhtbERPTWvCQBC9C/6HZQQvpW7qoUrqKioUpVCo2kOPQ3bM&#10;hmRnY3ZN4r/vCoK3ebzPWax6W4mWGl84VvA2SUAQZ04XnCv4PX2+zkH4gKyxckwKbuRhtRwOFphq&#10;1/GB2mPIRQxhn6ICE0KdSukzQxb9xNXEkTu7xmKIsMmlbrCL4baS0yR5lxYLjg0Ga9oaysrj1SqY&#10;ddmlvLbf043+K93Xy64zG/xRajzq1x8gAvXhKX649zrOn8H9l3i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bTWQwgAAANsAAAAPAAAAAAAAAAAAAAAAAJgCAABkcnMvZG93&#10;bnJldi54bWxQSwUGAAAAAAQABAD1AAAAhwMAAAAA&#10;" fillcolor="#fefefe" stroked="f"/>
                        <v:rect id="Rectangle 20" o:spid="_x0000_s1042" style="position:absolute;left:482;top:446;width:219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I8LsMA&#10;AADbAAAADwAAAGRycy9kb3ducmV2LnhtbESPQWvCQBCF70L/wzIFb7qpB5HUVUKLUuhFo3gestMk&#10;bXY2za6a+Oudg+BthvfmvW+W69416kJdqD0beJsmoIgLb2suDRwPm8kCVIjIFhvPZGCgAOvVy2iJ&#10;qfVX3tMlj6WSEA4pGqhibFOtQ1GRwzD1LbFoP75zGGXtSm07vEq4a/QsSebaYc3SUGFLHxUVf/nZ&#10;GaiHbRazf/+b3XBo7O77M9+fbsaMX/vsHVSkPj7Nj+svK/gCK7/IAHp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MI8LsMAAADbAAAADwAAAAAAAAAAAAAAAACYAgAAZHJzL2Rv&#10;d25yZXYueG1sUEsFBgAAAAAEAAQA9QAAAIgDAAAAAA==&#10;" fillcolor="#fdfdfd" stroked="f"/>
                        <v:rect id="Rectangle 21" o:spid="_x0000_s1043" style="position:absolute;left:482;top:518;width:219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joRL0A&#10;AADbAAAADwAAAGRycy9kb3ducmV2LnhtbERPSwrCMBDdC94hjOBGNNWF1GoUEQVx5e8AQzO2xWZS&#10;mqitpzeC4G4e7zuLVWNK8aTaFZYVjEcRCOLU6oIzBdfLbhiDcB5ZY2mZFLTkYLXsdhaYaPviEz3P&#10;PhMhhF2CCnLvq0RKl+Zk0I1sRRy4m60N+gDrTOoaXyHclHISRVNpsODQkGNFm5zS+/lhFDRrS207&#10;jQeDQ3zU2G63m+x9V6rfa9ZzEJ4a/xf/3Hsd5s/g+0s4QC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ejoRL0AAADbAAAADwAAAAAAAAAAAAAAAACYAgAAZHJzL2Rvd25yZXYu&#10;eG1sUEsFBgAAAAAEAAQA9QAAAIIDAAAAAA==&#10;" fillcolor="#fcfcfc" stroked="f"/>
                        <v:rect id="Rectangle 22" o:spid="_x0000_s1044" style="position:absolute;left:482;top:590;width:2192;height: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" fillcolor="#fbfbfb" stroked="f"/>
                        <v:rect id="Rectangle 23" o:spid="_x0000_s1045" style="position:absolute;left:482;top:663;width:219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uYMYA&#10;AADbAAAADwAAAGRycy9kb3ducmV2LnhtbESP3WrCQBSE7wXfYTmCN1I3euFP6ipiLVjBC6MPcMie&#10;JqHZs2t2a9I+fbcgeDnMzDfMatOZWtyp8ZVlBZNxAoI4t7riQsH18v6yAOEDssbaMin4IQ+bdb+3&#10;wlTbls90z0IhIoR9igrKEFwqpc9LMujH1hFH79M2BkOUTSF1g22Em1pOk2QmDVYcF0p0tCsp/8q+&#10;jYJbtr++/Y7mXXusli4sTx+XxdYpNRx021cQgbrwDD/aB61gOoH/L/EHyP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LuYMYAAADbAAAADwAAAAAAAAAAAAAAAACYAgAAZHJz&#10;L2Rvd25yZXYueG1sUEsFBgAAAAAEAAQA9QAAAIsDAAAAAA==&#10;" fillcolor="#fafafa" stroked="f"/>
                        <v:rect id="Rectangle 24" o:spid="_x0000_s1046" style="position:absolute;left:482;top:735;width:219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HacQA&#10;AADbAAAADwAAAGRycy9kb3ducmV2LnhtbESPQWvCQBSE74X+h+UVequbLiiSukqRloqiaBo8P7LP&#10;JDX7NmS3mvbXu4LgcZiZb5jJrLeNOFHna8caXgcJCOLCmZpLDfn358sYhA/IBhvHpOGPPMymjw8T&#10;TI07845OWShFhLBPUUMVQptK6YuKLPqBa4mjd3CdxRBlV0rT4TnCbSNVkoykxZrjQoUtzSsqjtmv&#10;1WDy4UYt1f7HbNcjb/7zZBW+PrR+furf30AE6sM9fGsvjAal4Pol/gA5v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x2nEAAAA2wAAAA8AAAAAAAAAAAAAAAAAmAIAAGRycy9k&#10;b3ducmV2LnhtbFBLBQYAAAAABAAEAPUAAACJAwAAAAA=&#10;" fillcolor="#f9f9f9" stroked="f"/>
                        <v:rect id="Rectangle 25" o:spid="_x0000_s1047" style="position:absolute;left:482;top:807;width:2192;height: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iuA8QA&#10;AADbAAAADwAAAGRycy9kb3ducmV2LnhtbESPT2sCMRDF7wW/QxjBS9GsWyhlNYqKigcp+Pc8bsbd&#10;xc1kSaJuv70pFHp8vHm/N288bU0tHuR8ZVnBcJCAIM6trrhQcDys+l8gfEDWWFsmBT/kYTrpvI0x&#10;0/bJO3rsQyEihH2GCsoQmkxKn5dk0A9sQxy9q3UGQ5SukNrhM8JNLdMk+ZQGK44NJTa0KCm/7e8m&#10;vvG9ns/PuFydjvVlq/E9PbndWalet52NQARqw//xX3qjFaQf8LslAkBO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IrgPEAAAA2wAAAA8AAAAAAAAAAAAAAAAAmAIAAGRycy9k&#10;b3ducmV2LnhtbFBLBQYAAAAABAAEAPUAAACJAwAAAAA=&#10;" fillcolor="#f8f8f8" stroked="f"/>
                        <v:rect id="Rectangle 26" o:spid="_x0000_s1048" style="position:absolute;left:482;top:952;width:219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goOcUA&#10;AADbAAAADwAAAGRycy9kb3ducmV2LnhtbESPzWvCQBTE74L/w/IEL6VuKsWP6Cpa8AM9mfbS2yP7&#10;TILZtyG7xuS/7woFj8PM/IZZrltTioZqV1hW8DGKQBCnVhecKfj53r3PQDiPrLG0TAo6crBe9XtL&#10;jLV98IWaxGciQNjFqCD3voqldGlOBt3IVsTBu9raoA+yzqSu8RHgppTjKJpIgwWHhRwr+sopvSV3&#10;o+A8N9tubrtp0vxu3duhOF32KSo1HLSbBQhPrX+F/9tHrWD8Cc8v4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2Cg5xQAAANsAAAAPAAAAAAAAAAAAAAAAAJgCAABkcnMv&#10;ZG93bnJldi54bWxQSwUGAAAAAAQABAD1AAAAigMAAAAA&#10;" fillcolor="#f7f7f7" stroked="f"/>
                        <v:rect id="Rectangle 27" o:spid="_x0000_s1049" style="position:absolute;left:482;top:1024;width:219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KXCsQA&#10;AADbAAAADwAAAGRycy9kb3ducmV2LnhtbESP3WoCMRSE7wu+QzhCb0SzFRTZGkUUoWhB/AMvTzfH&#10;3cXNyZKk7vr2piD0cpiZb5jpvDWVuJPzpWUFH4MEBHFmdcm5gtNx3Z+A8AFZY2WZFDzIw3zWeZti&#10;qm3De7ofQi4ihH2KCooQ6lRKnxVk0A9sTRy9q3UGQ5Qul9phE+GmksMkGUuDJceFAmtaFpTdDr9G&#10;QZN8r7i3/RmfR6dd7ta7DV2WqNR7t118ggjUhv/wq/2lFQxH8Pcl/gA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SlwrEAAAA2wAAAA8AAAAAAAAAAAAAAAAAmAIAAGRycy9k&#10;b3ducmV2LnhtbFBLBQYAAAAABAAEAPUAAACJAwAAAAA=&#10;" fillcolor="#f6f6f6" stroked="f"/>
                        <v:rect id="Rectangle 28" o:spid="_x0000_s1050" style="position:absolute;left:482;top:1096;width:219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1ucYA&#10;AADbAAAADwAAAGRycy9kb3ducmV2LnhtbESPT2vCQBTE7wW/w/IEL0U3tfVfdJVSqHhqMXrw+Mw+&#10;k2D2bciuSeqndwuFHoeZ+Q2z2nSmFA3VrrCs4GUUgSBOrS44U3A8fA7nIJxH1lhaJgU/5GCz7j2t&#10;MNa25T01ic9EgLCLUUHufRVL6dKcDLqRrYiDd7G1QR9knUldYxvgppTjKJpKgwWHhRwr+sgpvSY3&#10;o2BSnbezt+/Xr3vyvLXHMt01i/ak1KDfvS9BeOr8f/ivvdMKxlP4/RJ+gF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X1ucYAAADbAAAADwAAAAAAAAAAAAAAAACYAgAAZHJz&#10;L2Rvd25yZXYueG1sUEsFBgAAAAAEAAQA9QAAAIsDAAAAAA==&#10;" fillcolor="#f5f5f5" stroked="f"/>
                        <v:rect id="Rectangle 29" o:spid="_x0000_s1051" style="position:absolute;left:482;top:1168;width:2192;height: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c9wcUA&#10;AADbAAAADwAAAGRycy9kb3ducmV2LnhtbESPQWvCQBSE70L/w/KE3nSjgtrUVUJFEAoFtRR6e2Sf&#10;SWr2bdhdTfLv3YLgcZiZb5jVpjO1uJHzlWUFk3ECgji3uuJCwfdpN1qC8AFZY22ZFPTkYbN+Gaww&#10;1bblA92OoRARwj5FBWUITSqlz0sy6Me2IY7e2TqDIUpXSO2wjXBTy2mSzKXBiuNCiQ19lJRfjlej&#10;4Kev/tps+2b32e73ev6aLS79p1Pqddhl7yACdeEZfrT3WsF0Af9f4g+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xz3BxQAAANsAAAAPAAAAAAAAAAAAAAAAAJgCAABkcnMv&#10;ZG93bnJldi54bWxQSwUGAAAAAAQABAD1AAAAigMAAAAA&#10;" fillcolor="#f4f4f4" stroked="f"/>
                        <v:rect id="Rectangle 30" o:spid="_x0000_s1052" style="position:absolute;left:482;top:1241;width:219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wwKr8A&#10;AADbAAAADwAAAGRycy9kb3ducmV2LnhtbERPy4rCMBTdC/MP4Q7MThMdFKcaRYRhXAm+mO21ubbF&#10;5qY0aa1+vVkILg/nPV92thQt1b5wrGE4UCCIU2cKzjQcD7/9KQgfkA2WjknDnTwsFx+9OSbG3XhH&#10;7T5kIoawT1BDHkKVSOnTnCz6gauII3dxtcUQYZ1JU+MthttSjpSaSIsFx4YcK1rnlF73jdXw/2ib&#10;8OfOTXsiu/0e0/XnoJTWX5/dagYiUBfe4pd7YzSM4tj4Jf4AuXg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TDAqvwAAANsAAAAPAAAAAAAAAAAAAAAAAJgCAABkcnMvZG93bnJl&#10;di54bWxQSwUGAAAAAAQABAD1AAAAhAMAAAAA&#10;" fillcolor="#f3f3f3" stroked="f"/>
                        <v:rect id="Rectangle 31" o:spid="_x0000_s1053" style="position:absolute;left:482;top:1313;width:219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Q+z8UA&#10;AADbAAAADwAAAGRycy9kb3ducmV2LnhtbESPQWvCQBSE7wX/w/IKXopu9FBs6hpEbClUkEZFentk&#10;X7Mh2bchu8b477tCocdhZr5hltlgG9FT5yvHCmbTBARx4XTFpYLj4W2yAOEDssbGMSm4kYdsNXpY&#10;Yqrdlb+oz0MpIoR9igpMCG0qpS8MWfRT1xJH78d1FkOUXSl1h9cIt42cJ8mztFhxXDDY0sZQUecX&#10;q2Atz9+8yz/7kzU3edZPtd2/b5UaPw7rVxCBhvAf/mt/aAXzF7h/i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dD7PxQAAANsAAAAPAAAAAAAAAAAAAAAAAJgCAABkcnMv&#10;ZG93bnJldi54bWxQSwUGAAAAAAQABAD1AAAAigMAAAAA&#10;" fillcolor="#f2f2f2" stroked="f"/>
                        <v:rect id="Rectangle 32" o:spid="_x0000_s1054" style="position:absolute;left:482;top:1385;width:2192;height: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ZnqsUA&#10;AADbAAAADwAAAGRycy9kb3ducmV2LnhtbESPTWvCQBCG74X+h2UKXkrd+IG0qasUUVBvGqH0NmSn&#10;STA7G7KrRn+9cxA8Du+8z8wznXeuVmdqQ+XZwKCfgCLOva24MHDIVh+foEJEtlh7JgNXCjCfvb5M&#10;MbX+wjs672OhBMIhRQNljE2qdchLchj6viGW7N+3DqOMbaFtixeBu1oPk2SiHVYsF0psaFFSftyf&#10;nFB2R/eXj5fJ9n2z4t+vLNt2zc2Y3lv38w0qUhefy4/22hoYyffiIh6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NmeqxQAAANsAAAAPAAAAAAAAAAAAAAAAAJgCAABkcnMv&#10;ZG93bnJldi54bWxQSwUGAAAAAAQABAD1AAAAigMAAAAA&#10;" fillcolor="#f1f1f1" stroked="f"/>
                        <v:rect id="Rectangle 33" o:spid="_x0000_s1055" style="position:absolute;left:482;top:1458;width:2192;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yZiccA&#10;AADbAAAADwAAAGRycy9kb3ducmV2LnhtbESPQUvDQBSE70L/w/IKXqTdVFFqmk3RQkFQCq2CeHvN&#10;vmTTZt+m2W0T/70rCB6HmfmGyZaDbcSFOl87VjCbJiCIC6drrhR8vK8ncxA+IGtsHJOCb/KwzEdX&#10;Gaba9bylyy5UIkLYp6jAhNCmUvrCkEU/dS1x9ErXWQxRdpXUHfYRbht5myQP0mLNccFgSytDxXF3&#10;tgqeXz/f9OP6YM7l/c0mKfen7VePSl2Ph6cFiEBD+A//tV+0grsZ/H6JP0Dm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28mYnHAAAA2wAAAA8AAAAAAAAAAAAAAAAAmAIAAGRy&#10;cy9kb3ducmV2LnhtbFBLBQYAAAAABAAEAPUAAACMAwAAAAA=&#10;" fillcolor="#f0f0f0" stroked="f"/>
                        <v:shape id="Freeform 34" o:spid="_x0000_s1056" style="position:absolute;left:502;top:341;width:2161;height:1138;visibility:visible;mso-wrap-style:square;v-text-anchor:top" coordsize="2161,1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BgcIA&#10;AADbAAAADwAAAGRycy9kb3ducmV2LnhtbESPS6vCMBSE9xf8D+EIbi6a+pZqFBFE4a58LdwdmmNb&#10;2pyUJmr990a44HKYmW+YxaoxpXhQ7XLLCvq9CARxYnXOqYLzadudgXAeWWNpmRS8yMFq2fpZYKzt&#10;kw/0OPpUBAi7GBVk3lexlC7JyKDr2Yo4eDdbG/RB1qnUNT4D3JRyEEUTaTDnsJBhRZuMkuJ4Nwok&#10;7Yr7/rcYjeQmGbtLM71W4z+lOu1mPQfhqfHf8H97rxUMB/D5En6AXL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cQGBwgAAANsAAAAPAAAAAAAAAAAAAAAAAJgCAABkcnMvZG93&#10;bnJldi54bWxQSwUGAAAAAAQABAD1AAAAhwMAAAAA&#10;" path="m,1138r1591,l2161,,569,,,1138xe" filled="f" strokecolor="#404040" strokeweight="1e-4mm">
                          <v:stroke endcap="round"/>
                          <v:path arrowok="t" o:connecttype="custom" o:connectlocs="0,1138;1591,1138;2161,0;569,0;0,1138" o:connectangles="0,0,0,0,0"/>
                        </v:shape>
                        <v:rect id="Rectangle 35" o:spid="_x0000_s1057" style="position:absolute;left:1144;top:530;width:863;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HUlcAA&#10;AADbAAAADwAAAGRycy9kb3ducmV2LnhtbESPzYoCMRCE7wu+Q2jB25pRYZ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HUlcAAAADbAAAADwAAAAAAAAAAAAAAAACYAgAAZHJzL2Rvd25y&#10;ZXYueG1sUEsFBgAAAAAEAAQA9QAAAIUDAAAAAA==&#10;" filled="f" stroked="f">
                          <v:textbox style="mso-fit-shape-to-text:t" inset="0,0,0,0">
                            <w:txbxContent>
                              <w:p w:rsidR="00E86396" w:rsidRDefault="00E86396">
                                <w:r>
                                  <w:rPr>
                                    <w:rFonts w:ascii="Arial" w:hAnsi="Arial" w:cs="Arial"/>
                                    <w:color w:val="000000"/>
                                    <w:sz w:val="16"/>
                                    <w:szCs w:val="16"/>
                                    <w:lang w:val="en-US"/>
                                  </w:rPr>
                                  <w:t xml:space="preserve">ABS Survey </w:t>
                                </w:r>
                              </w:p>
                            </w:txbxContent>
                          </v:textbox>
                        </v:rect>
                        <v:rect id="Rectangle 36" o:spid="_x0000_s1058" style="position:absolute;left:1325;top:722;width:516;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hM4cEA&#10;AADbAAAADwAAAGRycy9kb3ducmV2LnhtbESPzYoCMRCE74LvEFrwphl1W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4TOHBAAAA2w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of VCR</w:t>
                                </w:r>
                              </w:p>
                            </w:txbxContent>
                          </v:textbox>
                        </v:rect>
                        <v:rect id="Rectangle 37" o:spid="_x0000_s1059" style="position:absolute;left:1180;top:915;width:54;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w:t>
                                </w:r>
                              </w:p>
                            </w:txbxContent>
                          </v:textbox>
                        </v:rect>
                        <v:rect id="Rectangle 38" o:spid="_x0000_s1060" style="position:absolute;left:1241;top:915;width:739;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3DcAA&#10;AADbAAAADwAAAGRycy9kb3ducmV2LnhtbESPzYoCMRCE7wu+Q2jB25pRQW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3DcAAAADbAAAADwAAAAAAAAAAAAAAAACYAgAAZHJzL2Rvd25y&#10;ZXYueG1sUEsFBgAAAAAEAAQA9QAAAIUDAAAAAA==&#10;" filled="f" stroked="f">
                          <v:textbox style="mso-fit-shape-to-text:t" inset="0,0,0,0">
                            <w:txbxContent>
                              <w:p w:rsidR="00E86396" w:rsidRDefault="00E86396">
                                <w:r>
                                  <w:rPr>
                                    <w:rFonts w:ascii="Arial" w:hAnsi="Arial" w:cs="Arial"/>
                                    <w:color w:val="000000"/>
                                    <w:sz w:val="16"/>
                                    <w:szCs w:val="16"/>
                                    <w:lang w:val="en-US"/>
                                  </w:rPr>
                                  <w:t xml:space="preserve">conducted </w:t>
                                </w:r>
                              </w:p>
                            </w:txbxContent>
                          </v:textbox>
                        </v:rect>
                        <v:rect id="Rectangle 39" o:spid="_x0000_s1061" style="position:absolute;left:1156;top:1108;width:801;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rSlsEA&#10;AADbAAAADwAAAGRycy9kb3ducmV2LnhtbESPzYoCMRCE74LvEFrwphkV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q0pbBAAAA2w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periodically</w:t>
                                </w:r>
                              </w:p>
                            </w:txbxContent>
                          </v:textbox>
                        </v:rect>
                        <v:rect id="Rectangle 40" o:spid="_x0000_s1062" style="position:absolute;left:1951;top:1108;width:54;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rsidR="00E86396" w:rsidRDefault="00E86396">
                                <w:r>
                                  <w:rPr>
                                    <w:rFonts w:ascii="Arial" w:hAnsi="Arial" w:cs="Arial"/>
                                    <w:color w:val="000000"/>
                                    <w:sz w:val="16"/>
                                    <w:szCs w:val="16"/>
                                    <w:lang w:val="en-US"/>
                                  </w:rPr>
                                  <w:t xml:space="preserve">) </w:t>
                                </w:r>
                              </w:p>
                            </w:txbxContent>
                          </v:textbox>
                        </v:rect>
                        <v:rect id="Rectangle 41" o:spid="_x0000_s1063" style="position:absolute;left:1951;top:361;width:2493;height:1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5Wm8UA&#10;AADbAAAADwAAAGRycy9kb3ducmV2LnhtbESPQWvCQBSE74L/YXmCF9GNSkWjq0hooQcpbfTg8ZF9&#10;JtHs2zS7Nem/dwsFj8PMfMNsdp2pxJ0aV1pWMJ1EIIgzq0vOFZyOb+MlCOeRNVaWScEvOdht+70N&#10;xtq2/EX31OciQNjFqKDwvo6ldFlBBt3E1sTBu9jGoA+yyaVusA1wU8lZFC2kwZLDQoE1JQVlt/TH&#10;KEjqlg+fH/I7fR1dT6PzfHV+SbRSw0G3X4Pw1Pln+L/9rhXMV/D3JfwAuX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7labxQAAANsAAAAPAAAAAAAAAAAAAAAAAJgCAABkcnMv&#10;ZG93bnJldi54bWxQSwUGAAAAAAQABAD1AAAAigMAAAAA&#10;" fillcolor="#cdcdcd" stroked="f"/>
                        <v:shape id="Freeform 42" o:spid="_x0000_s1064" style="position:absolute;left:1961;top:364;width:2475;height:1139;visibility:visible;mso-wrap-style:square;v-text-anchor:top" coordsize="2475,11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kCacAA&#10;AADbAAAADwAAAGRycy9kb3ducmV2LnhtbERPTWuDQBC9F/Iflgnk1qwWKal1lSIIyTG2PfQ2uBM1&#10;dWfF3ar599lDoMfH+86K1Qxipsn1lhXE+wgEcWN1z62Cr8/q+QDCeWSNg2VScCMHRb55yjDVduEz&#10;zbVvRQhhl6KCzvsxldI1HRl0ezsSB+5iJ4M+wKmVesIlhJtBvkTRqzTYc2jocKSyo+a3/jMKhp/z&#10;dzmf3tYkroiqsa2vh6RXarddP95BeFr9v/jhPmoFSVgfvoQfIPM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vkCacAAAADbAAAADwAAAAAAAAAAAAAAAACYAgAAZHJzL2Rvd25y&#10;ZXYueG1sUEsFBgAAAAAEAAQA9QAAAIUDAAAAAA==&#10;" path="m,1139r1906,l2475,,569,,,1139xe" stroked="f">
                          <v:path arrowok="t" o:connecttype="custom" o:connectlocs="0,1139;1906,1139;2475,0;569,0;0,1139" o:connectangles="0,0,0,0,0"/>
                        </v:shape>
                        <v:rect id="Rectangle 43" o:spid="_x0000_s1065" style="position:absolute;left:1951;top:361;width:2493;height:1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4p4MYA&#10;AADbAAAADwAAAGRycy9kb3ducmV2LnhtbESPQWvCQBSE7wX/w/KEXqRubLXY6CoSWuhBRGMOHh/Z&#10;1ySafZtmtyb9911B6HGYmW+Y5bo3tbhS6yrLCibjCARxbnXFhYLs+PE0B+E8ssbaMin4JQfr1eBh&#10;ibG2HR/omvpCBAi7GBWU3jexlC4vyaAb24Y4eF+2NeiDbAupW+wC3NTyOYpepcGKw0KJDSUl5Zf0&#10;xyhImo63+538Tt9H52x0enk7zRKt1OOw3yxAeOr9f/je/tQKphO4fQk/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54p4MYAAADbAAAADwAAAAAAAAAAAAAAAACYAgAAZHJz&#10;L2Rvd25yZXYueG1sUEsFBgAAAAAEAAQA9QAAAIsDAAAAAA==&#10;" fillcolor="#cdcdcd" stroked="f"/>
                        <v:rect id="Rectangle 44" o:spid="_x0000_s1066" style="position:absolute;left:1951;top:349;width:2505;height:11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y3l8YA&#10;AADbAAAADwAAAGRycy9kb3ducmV2LnhtbESPQWvCQBSE7wX/w/KEXqRutFpsdJUSWuhBRGMOHh/Z&#10;1ySafZtmtyb9911B6HGYmW+Y1aY3tbhS6yrLCibjCARxbnXFhYLs+PG0AOE8ssbaMin4JQeb9eBh&#10;hbG2HR/omvpCBAi7GBWU3jexlC4vyaAb24Y4eF+2NeiDbAupW+wC3NRyGkUv0mDFYaHEhpKS8kv6&#10;YxQkTcfb/U5+p++jczY6Pb+e5olW6nHYvy1BeOr9f/je/tQKZlO4fQk/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0y3l8YAAADbAAAADwAAAAAAAAAAAAAAAACYAgAAZHJz&#10;L2Rvd25yZXYueG1sUEsFBgAAAAAEAAQA9QAAAIsDAAAAAA==&#10;" fillcolor="#cdcdcd" stroked="f"/>
                        <v:shape id="Freeform 45" o:spid="_x0000_s1067" style="position:absolute;left:1954;top:358;width:2489;height:1152;visibility:visible;mso-wrap-style:square;v-text-anchor:top" coordsize="3306,15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yxRsMA&#10;AADbAAAADwAAAGRycy9kb3ducmV2LnhtbESPT2vCQBTE70K/w/IKXqRuNColdROKIJbeotLza/Y1&#10;Cc2+Ddk1f769Wyh4HGbmN8w+G00jeupcbVnBahmBIC6srrlUcL0cX15BOI+ssbFMCiZykKVPsz0m&#10;2g6cU3/2pQgQdgkqqLxvEyldUZFBt7QtcfB+bGfQB9mVUnc4BLhp5DqKdtJgzWGhwpYOFRW/55tR&#10;YPItfX8aOY2rL3/YbaPTIq5jpebP4/sbCE+jf4T/2x9awSaGvy/hB8j0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7yxRsMAAADbAAAADwAAAAAAAAAAAAAAAACYAgAAZHJzL2Rv&#10;d25yZXYueG1sUEsFBgAAAAAEAAQA9QAAAIgDAAAAAA==&#10;" path="m9,1512r2532,l2534,1516,3290,4r7,12l765,16r7,-5l16,1523v-2,4,-7,6,-10,4c2,1525,,1520,2,1516l758,4v1,-2,4,-4,7,-4l3297,v3,,6,1,7,4c3306,6,3306,9,3304,11l2549,1523v-2,3,-5,5,-8,5l9,1528v-4,,-8,-4,-8,-8c1,1515,5,1512,9,1512xe" strokeweight="0">
                          <v:path arrowok="t" o:connecttype="custom" o:connectlocs="7,1139;1913,1139;1908,1142;2477,3;2482,12;576,12;581,8;12,1147;5,1150;2,1142;571,3;576,0;2482,0;2487,3;2487,8;1919,1147;1913,1151;7,1151;1,1145;7,1139" o:connectangles="0,0,0,0,0,0,0,0,0,0,0,0,0,0,0,0,0,0,0,0"/>
                        </v:shape>
                        <v:rect id="Rectangle 46" o:spid="_x0000_s1068" style="position:absolute;left:1951;top:349;width:2505;height:11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KeMYA&#10;AADbAAAADwAAAGRycy9kb3ducmV2LnhtbESPQWvCQBSE74X+h+UVvIhuaq1o6ioSLHiQ0kYPHh/Z&#10;Z5I2+zZmVxP/vSsIPQ4z8w0zX3amEhdqXGlZweswAkGcWV1yrmC/+xxMQTiPrLGyTAqu5GC5eH6a&#10;Y6xtyz90SX0uAoRdjAoK7+tYSpcVZNANbU0cvKNtDPogm1zqBtsAN5UcRdFEGiw5LBRYU1JQ9pee&#10;jYKkbnn7/SVP6br/u+8f3maH90Qr1XvpVh8gPHX+P/xob7SC8RjuX8IPkI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mKeMYAAADbAAAADwAAAAAAAAAAAAAAAACYAgAAZHJz&#10;L2Rvd25yZXYueG1sUEsFBgAAAAAEAAQA9QAAAIsDAAAAAA==&#10;" fillcolor="#cdcdcd" stroked="f"/>
                        <v:rect id="Rectangle 47" o:spid="_x0000_s1069" style="position:absolute;left:1915;top:325;width:2505;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Hs98YA&#10;AADbAAAADwAAAGRycy9kb3ducmV2LnhtbESPQWvCQBSE7wX/w/KEXopuWqpo6iptQShUBK0g3l6z&#10;L9lo9m2aXU38992C0OMwM98ws0VnK3GhxpeOFTwOExDEmdMlFwp2X8vBBIQPyBorx6TgSh4W897d&#10;DFPtWt7QZRsKESHsU1RgQqhTKX1myKIfupo4erlrLIYom0LqBtsIt5V8SpKxtFhyXDBY07uh7LQ9&#10;WwVvn/uVni6P5pyPHtZJ/v2zObSo1H2/e30BEagL/+Fb+0MreB7B35f4A+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oHs98YAAADbAAAADwAAAAAAAAAAAAAAAACYAgAAZHJz&#10;L2Rvd25yZXYueG1sUEsFBgAAAAAEAAQA9QAAAIsDAAAAAA==&#10;" fillcolor="#f0f0f0" stroked="f"/>
                        <v:rect id="Rectangle 48" o:spid="_x0000_s1070" style="position:absolute;left:1915;top:337;width:2505;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6J1MQA&#10;AADbAAAADwAAAGRycy9kb3ducmV2LnhtbESPQWvCQBSE70L/w/KE3nTXqqFNXUMRAoXqQS30+sg+&#10;k9Ds2zS7iem/dwsFj8PMfMNsstE2YqDO1441LOYKBHHhTM2lhs9zPnsG4QOywcYxafglD9n2YbLB&#10;1LgrH2k4hVJECPsUNVQhtKmUvqjIop+7ljh6F9dZDFF2pTQdXiPcNvJJqURarDkuVNjSrqLi+9Rb&#10;DZiszM/hstyfP/oEX8pR5esvpfXjdHx7BRFoDPfwf/vdaFgl8Pcl/gC5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idTEAAAA2wAAAA8AAAAAAAAAAAAAAAAAmAIAAGRycy9k&#10;b3ducmV2LnhtbFBLBQYAAAAABAAEAPUAAACJAwAAAAA=&#10;" stroked="f"/>
                        <v:rect id="Rectangle 49" o:spid="_x0000_s1071" style="position:absolute;left:1915;top:373;width:2505;height: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94ajcUA&#10;AADbAAAADwAAAGRycy9kb3ducmV2LnhtbESPQWvCQBSE70L/w/IKvRTdVIqW6CpVkBZBUOvB4yP7&#10;mg3Jvk2zaxL/vSsUPA4z8w0zX/a2Ei01vnCs4G2UgCDOnC44V3D62Qw/QPiArLFyTAqu5GG5eBrM&#10;MdWu4wO1x5CLCGGfogITQp1K6TNDFv3I1cTR+3WNxRBlk0vdYBfhtpLjJJlIiwXHBYM1rQ1l5fFi&#10;FUy77K+8tLvxSp9Lt3396swK90q9PPefMxCB+vAI/7e/tYL3Kdy/xB8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3hqNxQAAANsAAAAPAAAAAAAAAAAAAAAAAJgCAABkcnMv&#10;ZG93bnJldi54bWxQSwUGAAAAAAQABAD1AAAAigMAAAAA&#10;" fillcolor="#fefefe" stroked="f"/>
                        <v:rect id="Rectangle 50" o:spid="_x0000_s1072" style="position:absolute;left:1915;top:446;width:2505;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lFVsQA&#10;AADbAAAADwAAAGRycy9kb3ducmV2LnhtbESPQWvCQBSE7wX/w/IEb82mRUKJWSW0VAQvNZaeH9ln&#10;Es2+TbOrJvn13UKhx2FmvmGyzWBacaPeNZYVPEUxCOLS6oYrBZ/H98cXEM4ja2wtk4KRHGzWs4cM&#10;U23vfKBb4SsRIOxSVFB736VSurImgy6yHXHwTrY36IPsK6l7vAe4aeVzHCfSYMNhocaOXmsqL8XV&#10;KGjGbe7zb3vOJxxb/bF/Kw5fk1KL+ZCvQHga/H/4r73TCpIl/H4JP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JRVbEAAAA2wAAAA8AAAAAAAAAAAAAAAAAmAIAAGRycy9k&#10;b3ducmV2LnhtbFBLBQYAAAAABAAEAPUAAACJAwAAAAA=&#10;" fillcolor="#fdfdfd" stroked="f"/>
                        <v:rect id="Rectangle 51" o:spid="_x0000_s1073" style="position:absolute;left:1915;top:518;width:2505;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I+orwA&#10;AADbAAAADwAAAGRycy9kb3ducmV2LnhtbERPSwrCMBDdC94hjOBGNNVFKbVRRBTElb8DDM3YFptJ&#10;aaK2nt4sBJeP98/WnanFi1pXWVYwn0UgiHOrKy4U3K77aQLCeWSNtWVS0JOD9Wo4yDDV9s1nel18&#10;IUIIuxQVlN43qZQuL8mgm9mGOHB32xr0AbaF1C2+Q7ip5SKKYmmw4tBQYkPbkvLH5WkUdBtLfR8n&#10;k8kxOWnsd7tt8XkoNR51myUIT53/i3/ug1YQh7HhS/gBcvU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aoj6ivAAAANsAAAAPAAAAAAAAAAAAAAAAAJgCAABkcnMvZG93bnJldi54&#10;bWxQSwUGAAAAAAQABAD1AAAAgQMAAAAA&#10;" fillcolor="#fcfcfc" stroked="f"/>
                        <v:rect id="Rectangle 52" o:spid="_x0000_s1074" style="position:absolute;left:1915;top:590;width:2505;height: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uK1r4A&#10;AADbAAAADwAAAGRycy9kb3ducmV2LnhtbESPwQrCMBBE74L/EFbwpqmCotUoIghe1XpfmrWtNpvS&#10;xLb69UYQPA4z84ZZbztTioZqV1hWMBlHIIhTqwvOFCSXw2gBwnlkjaVlUvAiB9tNv7fGWNuWT9Sc&#10;fSYChF2MCnLvq1hKl+Zk0I1tRRy8m60N+iDrTOoa2wA3pZxG0VwaLDgs5FjRPqf0cX4aBdfZ4jRt&#10;H/KdvO/murw9D0mDpVLDQbdbgfDU+X/41z5qBfMlfL+EHyA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w7ita+AAAA2wAAAA8AAAAAAAAAAAAAAAAAmAIAAGRycy9kb3ducmV2&#10;LnhtbFBLBQYAAAAABAAEAPUAAACDAwAAAAA=&#10;" fillcolor="#fbfbfb" stroked="f"/>
                        <v:rect id="Rectangle 53" o:spid="_x0000_s1075" style="position:absolute;left:1915;top:663;width:2505;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1k5sMA&#10;AADbAAAADwAAAGRycy9kb3ducmV2LnhtbERPS27CMBDdV+IO1iB1UxGHLgoEDEJ8pLZSFw05wCge&#10;koh4bGJDQk9fLyp1+fT+q81gWnGnzjeWFUyTFARxaXXDlYLidJzMQfiArLG1TAoe5GGzHj2tMNO2&#10;52+656ESMYR9hgrqEFwmpS9rMugT64gjd7adwRBhV0ndYR/DTStf0/RNGmw4NtToaFdTeclvRsE1&#10;PxT7n5fZ0H82CxcWXx+n+dYp9TwetksQgYbwL/5zv2sFs7g+fok/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w1k5sMAAADbAAAADwAAAAAAAAAAAAAAAACYAgAAZHJzL2Rv&#10;d25yZXYueG1sUEsFBgAAAAAEAAQA9QAAAIgDAAAAAA==&#10;" fillcolor="#fafafa" stroked="f"/>
                        <v:rect id="Rectangle 54" o:spid="_x0000_s1076" style="position:absolute;left:1915;top:735;width:2505;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52A8QA&#10;AADbAAAADwAAAGRycy9kb3ducmV2LnhtbESP3WrCQBSE7wXfYTmCd3VjQCvRVaS0tCgVf4LXh+wx&#10;iWbPhuxWo0/fLRS8HGbmG2a2aE0lrtS40rKC4SACQZxZXXKuID18vExAOI+ssbJMCu7kYDHvdmaY&#10;aHvjHV33PhcBwi5BBYX3dSKlywoy6Aa2Jg7eyTYGfZBNLnWDtwA3lYyjaCwNlhwWCqzpraDssv8x&#10;CnQ62sSr+HjW2++x0480WvvPd6X6vXY5BeGp9c/wf/tLK3gdwt+X8AP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edgPEAAAA2wAAAA8AAAAAAAAAAAAAAAAAmAIAAGRycy9k&#10;b3ducmV2LnhtbFBLBQYAAAAABAAEAPUAAACJAwAAAAA=&#10;" fillcolor="#f9f9f9" stroked="f"/>
                        <v:rect id="Rectangle 55" o:spid="_x0000_s1077" style="position:absolute;left:1915;top:807;width:2505;height: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ckhcQA&#10;AADbAAAADwAAAGRycy9kb3ducmV2LnhtbESPT2sCMRDF7wW/QxjBS9Gse2jLahQVFQ9S8O953Iy7&#10;i5vJkkTdfntTKPT4ePN+b9542ppaPMj5yrKC4SABQZxbXXGh4HhY9b9A+ICssbZMCn7Iw3TSeRtj&#10;pu2Td/TYh0JECPsMFZQhNJmUPi/JoB/Yhjh6V+sMhihdIbXDZ4SbWqZJ8iENVhwbSmxoUVJ+299N&#10;fON7PZ+fcbk6HevLVuN7enK7s1K9bjsbgQjUhv/jv/RGK/hM4XdLBICcv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3JIXEAAAA2wAAAA8AAAAAAAAAAAAAAAAAmAIAAGRycy9k&#10;b3ducmV2LnhtbFBLBQYAAAAABAAEAPUAAACJAwAAAAA=&#10;" fillcolor="#f8f8f8" stroked="f"/>
                        <v:rect id="Rectangle 56" o:spid="_x0000_s1078" style="position:absolute;left:1915;top:952;width:2505;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KfUMUA&#10;AADbAAAADwAAAGRycy9kb3ducmV2LnhtbESPQWvCQBSE74L/YXlCL9JsbMHUmFW00Fbak9GLt0f2&#10;NQnNvg3ZbUz+fbcgeBxm5hsm2w6mET11rrasYBHFIIgLq2suFZxPb48vIJxH1thYJgUjOdhuppMM&#10;U22vfKQ+96UIEHYpKqi8b1MpXVGRQRfZljh437Yz6IPsSqk7vAa4aeRTHC+lwZrDQoUtvVZU/OS/&#10;RsHXyuzHlR2TvL/s3fyj/jy+F6jUw2zYrUF4Gvw9fGsftILkGf6/hB8gN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gp9QxQAAANsAAAAPAAAAAAAAAAAAAAAAAJgCAABkcnMv&#10;ZG93bnJldi54bWxQSwUGAAAAAAQABAD1AAAAigMAAAAA&#10;" fillcolor="#f7f7f7" stroked="f"/>
                        <v:rect id="Rectangle 57" o:spid="_x0000_s1079" style="position:absolute;left:1915;top:1024;width:2505;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0djMUA&#10;AADbAAAADwAAAGRycy9kb3ducmV2LnhtbESPQWvCQBSE70L/w/IEL6IbpVVJXUUUobQFaVTw+Jp9&#10;JqHZt2F3Nem/7xYKPQ4z8w2zXHemFndyvrKsYDJOQBDnVldcKDgd96MFCB+QNdaWScE3eVivHnpL&#10;TLVt+YPuWShEhLBPUUEZQpNK6fOSDPqxbYijd7XOYIjSFVI7bCPc1HKaJDNpsOK4UGJD25Lyr+xm&#10;FLTJ+46Hb5+z89PpULj94ZUuW1Rq0O82zyACdeE//Nd+0Qrmj/D7Jf4Auf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7R2MxQAAANsAAAAPAAAAAAAAAAAAAAAAAJgCAABkcnMv&#10;ZG93bnJldi54bWxQSwUGAAAAAAQABAD1AAAAigMAAAAA&#10;" fillcolor="#f6f6f6" stroked="f"/>
                        <v:rect id="Rectangle 58" o:spid="_x0000_s1080" style="position:absolute;left:1915;top:1096;width:2505;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RE08YA&#10;AADbAAAADwAAAGRycy9kb3ducmV2LnhtbESPQWvCQBSE7wX/w/KEXkrdtNVao6sUoeKpYvTg8TX7&#10;TILZtyG7JtFf7wpCj8PMfMPMFp0pRUO1KywreBtEIIhTqwvOFOx3P69fIJxH1lhaJgUXcrCY955m&#10;GGvb8paaxGciQNjFqCD3voqldGlOBt3AVsTBO9raoA+yzqSusQ1wU8r3KPqUBgsOCzlWtMwpPSVn&#10;o2BU/a3Gw83H7zV5Wdl9ma6bSXtQ6rnffU9BeOr8f/jRXmsF4xHcv4Qf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IRE08YAAADbAAAADwAAAAAAAAAAAAAAAACYAgAAZHJz&#10;L2Rvd25yZXYueG1sUEsFBgAAAAAEAAQA9QAAAIsDAAAAAA==&#10;" fillcolor="#f5f5f5" stroked="f"/>
                        <v:rect id="Rectangle 59" o:spid="_x0000_s1081" style="position:absolute;left:1915;top:1168;width:2505;height: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i3R8UA&#10;AADbAAAADwAAAGRycy9kb3ducmV2LnhtbESPQWvCQBSE7wX/w/IKvdVNLahNXSUogiAIain09sg+&#10;k9Ts27C7muTfu4LgcZiZb5jZojO1uJLzlWUFH8MEBHFudcWFgp/j+n0KwgdkjbVlUtCTh8V88DLD&#10;VNuW93Q9hEJECPsUFZQhNKmUPi/JoB/ahjh6J+sMhihdIbXDNsJNLUdJMpYGK44LJTa0LCk/Hy5G&#10;wW9f/bfZ6stusvXf5bT7nJz7rVPq7bXLvkEE6sIz/GhvtILJGO5f4g+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OLdHxQAAANsAAAAPAAAAAAAAAAAAAAAAAJgCAABkcnMv&#10;ZG93bnJldi54bWxQSwUGAAAAAAQABAD1AAAAigMAAAAA&#10;" fillcolor="#f4f4f4" stroked="f"/>
                        <v:rect id="Rectangle 60" o:spid="_x0000_s1082" style="position:absolute;left:1915;top:1241;width:2505;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CLRcMA&#10;AADbAAAADwAAAGRycy9kb3ducmV2LnhtbESPT2vCQBTE70K/w/IK3nS3lfonukoRxJ4EteL1mX1N&#10;gtm3IbuJsZ++Kwg9DjPzG2ax6mwpWqp94VjD21CBIE6dKTjT8H3cDKYgfEA2WDomDXfysFq+9BaY&#10;GHfjPbWHkIkIYZ+ghjyEKpHSpzlZ9ENXEUfvx9UWQ5R1Jk2Ntwi3pXxXaiwtFhwXcqxonVN6PTRW&#10;w/m3bcLWXZr2RHY3+qDr7KiU1v3X7nMOIlAX/sPP9pfRMJnA40v8A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WCLRcMAAADbAAAADwAAAAAAAAAAAAAAAACYAgAAZHJzL2Rv&#10;d25yZXYueG1sUEsFBgAAAAAEAAQA9QAAAIgDAAAAAA==&#10;" fillcolor="#f3f3f3" stroked="f"/>
                        <v:rect id="Rectangle 61" o:spid="_x0000_s1083" style="position:absolute;left:1915;top:1313;width:2505;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u0ScEA&#10;AADbAAAADwAAAGRycy9kb3ducmV2LnhtbERPz2vCMBS+C/4P4QlexkznwUlnFJFtDBTE6ii7PZpn&#10;U2xeSpPV+t+bg+Dx4/u9WPW2Fh21vnKs4G2SgCAunK64VHA6fr3OQfiArLF2TApu5GG1HA4WmGp3&#10;5QN1WShFDGGfogITQpNK6QtDFv3ENcSRO7vWYoiwLaVu8RrDbS2nSTKTFiuODQYb2hgqLtm/VbCW&#10;+R/vsm33a81N5vrlYvffn0qNR/36A0SgPjzFD/ePVvAex8Yv8QfI5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LtEnBAAAA2wAAAA8AAAAAAAAAAAAAAAAAmAIAAGRycy9kb3du&#10;cmV2LnhtbFBLBQYAAAAABAAEAPUAAACGAwAAAAA=&#10;" fillcolor="#f2f2f2" stroked="f"/>
                        <v:rect id="Rectangle 62" o:spid="_x0000_s1084" style="position:absolute;left:1915;top:1385;width:2505;height: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Z398MA&#10;AADbAAAADwAAAGRycy9kb3ducmV2LnhtbESPQYvCMBSE78L+h/AWvIimK7JqNcoiCq43W0G8PZpn&#10;W2xeShO1+uvNwoLHYWa+YebL1lTiRo0rLSv4GkQgiDOrS84VHNJNfwLCeWSNlWVS8CAHy8VHZ46x&#10;tnfe0y3xuQgQdjEqKLyvYyldVpBBN7A1cfDOtjHog2xyqRu8B7ip5DCKvqXBksNCgTWtCsouydUE&#10;yv5iTtloHe16vxs+TtN019ZPpbqf7c8MhKfWv8P/7a1WMJ7C35fwA+Ti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2Z398MAAADbAAAADwAAAAAAAAAAAAAAAACYAgAAZHJzL2Rv&#10;d25yZXYueG1sUEsFBgAAAAAEAAQA9QAAAIgDAAAAAA==&#10;" fillcolor="#f1f1f1" stroked="f"/>
                        <v:rect id="Rectangle 63" o:spid="_x0000_s1085" style="position:absolute;left:1915;top:1458;width:2505;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19cMA&#10;AADbAAAADwAAAGRycy9kb3ducmV2LnhtbERPW2vCMBR+F/YfwhnsRTR1MKmdUaYgDDYELyB7O2tO&#10;m27NSW2i7f798iD4+PHd58ve1uJKra8cK5iMExDEudMVlwqOh80oBeEDssbaMSn4Iw/LxcNgjpl2&#10;He/oug+liCHsM1RgQmgyKX1uyKIfu4Y4coVrLYYI21LqFrsYbmv5nCRTabHi2GCwobWh/Hd/sQpW&#10;H6dPPdv8mEvxMtwmxfd599WhUk+P/dsriEB9uItv7netII3r45f4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U/19cMAAADbAAAADwAAAAAAAAAAAAAAAACYAgAAZHJzL2Rv&#10;d25yZXYueG1sUEsFBgAAAAAEAAQA9QAAAIgDAAAAAA==&#10;" fillcolor="#f0f0f0" stroked="f"/>
                        <v:shape id="Freeform 64" o:spid="_x0000_s1086" style="position:absolute;left:1938;top:341;width:2475;height:1138;visibility:visible;mso-wrap-style:square;v-text-anchor:top" coordsize="2475,1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RUrsYA&#10;AADbAAAADwAAAGRycy9kb3ducmV2LnhtbESPQWvCQBSE70L/w/IKvekmKRSNrlJCS6OHirYHj6/Z&#10;1yQk+zZkVxP/fbcgeBxm5htmtRlNKy7Uu9qygngWgSAurK65VPD99T6dg3AeWWNrmRRcycFm/TBZ&#10;YartwAe6HH0pAoRdigoq77tUSldUZNDNbEccvF/bG/RB9qXUPQ4BblqZRNGLNFhzWKiwo6yiojme&#10;jYKf3WGg/TZfyOvuOTl9Zm8fY9Io9fQ4vi5BeBr9PXxr51rBPIb/L+EHyP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RUrsYAAADbAAAADwAAAAAAAAAAAAAAAACYAgAAZHJz&#10;L2Rvd25yZXYueG1sUEsFBgAAAAAEAAQA9QAAAIsDAAAAAA==&#10;" path="m,1138r1906,l2475,,569,,,1138xe" filled="f" strokecolor="#404040" strokeweight="1e-4mm">
                          <v:stroke endcap="round"/>
                          <v:path arrowok="t" o:connecttype="custom" o:connectlocs="0,1138;1906,1138;2475,0;569,0;0,1138" o:connectangles="0,0,0,0,0"/>
                        </v:shape>
                        <v:rect id="Rectangle 65" o:spid="_x0000_s1087" style="position:absolute;left:2577;top:433;width:854;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K46cEA&#10;AADbAAAADwAAAGRycy9kb3ducmV2LnhtbESP3YrCMBSE7xd8h3AE79Z0eyGlGkUWBF28se4DHJrT&#10;H0xOShJt9+2NIOzlMDPfMJvdZI14kA+9YwVfywwEce10z62C3+vhswARIrJG45gU/FGA3Xb2scFS&#10;u5Ev9KhiKxKEQ4kKuhiHUspQd2QxLN1AnLzGeYsxSd9K7XFMcGtknmUrabHntNDhQN8d1bfqbhXI&#10;a3UYi8r4zP3kzdmcjpeGnFKL+bRfg4g0xf/wu33UCoocXl/S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iuOnBAAAA2w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 xml:space="preserve">Stakeholder </w:t>
                                </w:r>
                              </w:p>
                            </w:txbxContent>
                          </v:textbox>
                        </v:rect>
                        <v:rect id="Rectangle 66" o:spid="_x0000_s1088" style="position:absolute;left:2577;top:626;width:347;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4dcsEA&#10;AADbAAAADwAAAGRycy9kb3ducmV2LnhtbESP3YrCMBSE7xd8h3AE79ZUF5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uHXLBAAAA2w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 xml:space="preserve">input </w:t>
                                </w:r>
                              </w:p>
                            </w:txbxContent>
                          </v:textbox>
                        </v:rect>
                        <v:rect id="Rectangle 67" o:spid="_x0000_s1089" style="position:absolute;left:2963;top:626;width:54;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eFBsEA&#10;AADbAAAADwAAAGRycy9kb3ducmV2LnhtbESP3YrCMBSE7xd8h3AE79ZUWZ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HhQbBAAAA2w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w:t>
                                </w:r>
                              </w:p>
                            </w:txbxContent>
                          </v:textbox>
                        </v:rect>
                        <v:rect id="Rectangle 68" o:spid="_x0000_s1090" style="position:absolute;left:3023;top:626;width:427;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gncEA&#10;AADbAAAADwAAAGRycy9kb3ducmV2LnhtbESP3YrCMBSE7xd8h3AE79ZUYZf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LIJ3BAAAA2wAAAA8AAAAAAAAAAAAAAAAAmAIAAGRycy9kb3du&#10;cmV2LnhtbFBLBQYAAAAABAAEAPUAAACGAwAAAAA=&#10;" filled="f" stroked="f">
                          <v:textbox style="mso-fit-shape-to-text:t" inset="0,0,0,0">
                            <w:txbxContent>
                              <w:p w:rsidR="00E86396" w:rsidRDefault="00E86396">
                                <w:proofErr w:type="spellStart"/>
                                <w:r>
                                  <w:rPr>
                                    <w:rFonts w:ascii="Arial" w:hAnsi="Arial" w:cs="Arial"/>
                                    <w:color w:val="000000"/>
                                    <w:sz w:val="16"/>
                                    <w:szCs w:val="16"/>
                                    <w:lang w:val="en-US"/>
                                  </w:rPr>
                                  <w:t>TNSP</w:t>
                                </w:r>
                                <w:proofErr w:type="spellEnd"/>
                                <w:r>
                                  <w:rPr>
                                    <w:rFonts w:ascii="Arial" w:hAnsi="Arial" w:cs="Arial"/>
                                    <w:color w:val="000000"/>
                                    <w:sz w:val="16"/>
                                    <w:szCs w:val="16"/>
                                    <w:lang w:val="en-US"/>
                                  </w:rPr>
                                  <w:t xml:space="preserve"> </w:t>
                                </w:r>
                              </w:p>
                            </w:txbxContent>
                          </v:textbox>
                        </v:rect>
                        <v:rect id="Rectangle 69" o:spid="_x0000_s1091" style="position:absolute;left:2577;top:819;width:374;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6sAA&#10;AADbAAAADwAAAGRycy9kb3ducmV2LnhtbESPzYoCMRCE7wu+Q2hhb2tGDzLMGkUEQWUvjj5AM+n5&#10;YZPOkERnfHsjCB6LqvqKWm1Ga8SdfOgcK5jPMhDEldMdNwqul/1PDiJEZI3GMSl4UIDNevK1wkK7&#10;gc90L2MjEoRDgQraGPtCylC1ZDHMXE+cvNp5izFJ30jtcUhwa+Qiy5bSYsdpocWedi1V/+XNKpCX&#10;cj/kpfGZOy3qP3M8nGtySn1Px+0viEhj/ITf7YNWkC/h9S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m+6sAAAADbAAAADwAAAAAAAAAAAAAAAACYAgAAZHJzL2Rvd25y&#10;ZXYueG1sUEsFBgAAAAAEAAQA9QAAAIUDAAAAAA==&#10;" filled="f" stroked="f">
                          <v:textbox style="mso-fit-shape-to-text:t" inset="0,0,0,0">
                            <w:txbxContent>
                              <w:p w:rsidR="00E86396" w:rsidRDefault="00E86396">
                                <w:r>
                                  <w:rPr>
                                    <w:rFonts w:ascii="Arial" w:hAnsi="Arial" w:cs="Arial"/>
                                    <w:color w:val="000000"/>
                                    <w:sz w:val="16"/>
                                    <w:szCs w:val="16"/>
                                    <w:lang w:val="en-US"/>
                                  </w:rPr>
                                  <w:t>costs</w:t>
                                </w:r>
                              </w:p>
                            </w:txbxContent>
                          </v:textbox>
                        </v:rect>
                        <v:rect id="Rectangle 70" o:spid="_x0000_s1092" style="position:absolute;left:2951;top:819;width:45;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UbccEA&#10;AADbAAAADwAAAGRycy9kb3ducmV2LnhtbESPzYoCMRCE7wu+Q2jB25rRw+4waxQRBF28OO4DNJOe&#10;H0w6QxKd8e2NIOyxqKqvqNVmtEbcyYfOsYLFPANBXDndcaPg77L/zEGEiKzROCYFDwqwWU8+Vlho&#10;N/CZ7mVsRIJwKFBBG2NfSBmqliyGueuJk1c7bzEm6RupPQ4Jbo1cZtmXtNhxWmixp11L1bW8WQXy&#10;Uu6HvDQ+c7/L+mSOh3NNTqnZdNz+gIg0xv/wu33QCvJveH1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VG3HBAAAA2w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 xml:space="preserve">, </w:t>
                                </w:r>
                              </w:p>
                            </w:txbxContent>
                          </v:textbox>
                        </v:rect>
                        <v:rect id="Rectangle 71" o:spid="_x0000_s1093" style="position:absolute;left:3035;top:819;width:703;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PA74A&#10;AADbAAAADwAAAGRycy9kb3ducmV2LnhtbERPy4rCMBTdC/5DuAPuNB0XUjpGGQYKHXFj9QMuze2D&#10;SW5KEm3n781CcHk47/1xtkY8yIfBsYLPTQaCuHF64E7B7VqucxAhIms0jknBPwU4HpaLPRbaTXyh&#10;Rx07kUI4FKigj3EspAxNTxbDxo3EiWudtxgT9J3UHqcUbo3cZtlOWhw4NfQ40k9PzV99twrktS6n&#10;vDY+c6dteza/1aUlp9TqY/7+AhFpjm/xy11pBXkam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JKjwO+AAAA2wAAAA8AAAAAAAAAAAAAAAAAmAIAAGRycy9kb3ducmV2&#10;LnhtbFBLBQYAAAAABAAEAPUAAACDAwAAAAA=&#10;" filled="f" stroked="f">
                          <v:textbox style="mso-fit-shape-to-text:t" inset="0,0,0,0">
                            <w:txbxContent>
                              <w:p w:rsidR="00E86396" w:rsidRDefault="00E86396">
                                <w:r>
                                  <w:rPr>
                                    <w:rFonts w:ascii="Arial" w:hAnsi="Arial" w:cs="Arial"/>
                                    <w:color w:val="000000"/>
                                    <w:sz w:val="16"/>
                                    <w:szCs w:val="16"/>
                                    <w:lang w:val="en-US"/>
                                  </w:rPr>
                                  <w:t xml:space="preserve">consumer </w:t>
                                </w:r>
                              </w:p>
                            </w:txbxContent>
                          </v:textbox>
                        </v:rect>
                        <v:rect id="Rectangle 72" o:spid="_x0000_s1094" style="position:absolute;left:2577;top:1011;width:312;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YqmMEA&#10;AADbAAAADwAAAGRycy9kb3ducmV2LnhtbESPzYoCMRCE7wu+Q2jB25rRwzI7axQRBF28OO4DNJOe&#10;H0w6QxKd8e2NIOyxqKqvqNVmtEbcyYfOsYLFPANBXDndcaPg77L/zEGEiKzROCYFDwqwWU8+Vlho&#10;N/CZ7mVsRIJwKFBBG2NfSBmqliyGueuJk1c7bzEm6RupPQ4Jbo1cZtmXtNhxWmixp11L1bW8WQXy&#10;Uu6HvDQ+c7/L+mSOh3NNTqnZdNz+gIg0xv/wu33QCvJveH1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0GKpjBAAAA2w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reps</w:t>
                                </w:r>
                              </w:p>
                            </w:txbxContent>
                          </v:textbox>
                        </v:rect>
                        <v:rect id="Rectangle 73" o:spid="_x0000_s1095" style="position:absolute;left:2879;top:1011;width:152;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V2L8A&#10;AADbAAAADwAAAGRycy9kb3ducmV2LnhtbERPS2rDMBDdF3IHMYXsarlehNS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5RXYvwAAANsAAAAPAAAAAAAAAAAAAAAAAJgCAABkcnMvZG93bnJl&#10;di54bWxQSwUGAAAAAAQABAD1AAAAhAMAAAAA&#10;" filled="f" stroked="f">
                          <v:textbox style="mso-fit-shape-to-text:t" inset="0,0,0,0">
                            <w:txbxContent>
                              <w:p w:rsidR="00E86396" w:rsidRDefault="00E86396">
                                <w:r>
                                  <w:rPr>
                                    <w:rFonts w:ascii="Arial" w:hAnsi="Arial" w:cs="Arial"/>
                                    <w:color w:val="000000"/>
                                    <w:sz w:val="16"/>
                                    <w:szCs w:val="16"/>
                                    <w:lang w:val="en-US"/>
                                  </w:rPr>
                                  <w:t>) (</w:t>
                                </w:r>
                              </w:p>
                            </w:txbxContent>
                          </v:textbox>
                        </v:rect>
                        <v:rect id="Rectangle 74" o:spid="_x0000_s1096" style="position:absolute;left:3035;top:1011;width:739;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mwQ8AA&#10;AADbAAAADwAAAGRycy9kb3ducmV2LnhtbESPzYoCMRCE7wu+Q2jB25rRw+KORhFB0MWLow/QTHp+&#10;MOkMSXTGtzeCsMeiqr6iVpvBGvEgH1rHCmbTDARx6XTLtYLrZf+9ABEiskbjmBQ8KcBmPfpaYa5d&#10;z2d6FLEWCcIhRwVNjF0uZSgbshimriNOXuW8xZikr6X22Ce4NXKeZT/SYstpocGOdg2Vt+JuFchL&#10;se8XhfGZ+5tXJ3M8nCtySk3Gw3YJItIQ/8Of9kEr+J3B+0v6A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mwQ8AAAADbAAAADwAAAAAAAAAAAAAAAACYAgAAZHJzL2Rvd25y&#10;ZXYueG1sUEsFBgAAAAAEAAQA9QAAAIUDAAAAAA==&#10;" filled="f" stroked="f">
                          <v:textbox style="mso-fit-shape-to-text:t" inset="0,0,0,0">
                            <w:txbxContent>
                              <w:p w:rsidR="00E86396" w:rsidRDefault="00E86396">
                                <w:r>
                                  <w:rPr>
                                    <w:rFonts w:ascii="Arial" w:hAnsi="Arial" w:cs="Arial"/>
                                    <w:color w:val="000000"/>
                                    <w:sz w:val="16"/>
                                    <w:szCs w:val="16"/>
                                    <w:lang w:val="en-US"/>
                                  </w:rPr>
                                  <w:t xml:space="preserve">conducted </w:t>
                                </w:r>
                              </w:p>
                            </w:txbxContent>
                          </v:textbox>
                        </v:rect>
                        <v:rect id="Rectangle 75" o:spid="_x0000_s1097" style="position:absolute;left:2577;top:1204;width:801;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suNMEA&#10;AADbAAAADwAAAGRycy9kb3ducmV2LnhtbESPzYoCMRCE7wu+Q2hhb2vGOYjOGkUEQWUvjvsAzaTn&#10;B5POkERnfHuzsOCxqKqvqPV2tEY8yIfOsYL5LANBXDndcaPg93r4WoIIEVmjcUwKnhRgu5l8rLHQ&#10;buALPcrYiAThUKCCNsa+kDJULVkMM9cTJ6923mJM0jdSexwS3BqZZ9lCWuw4LbTY076l6lberQJ5&#10;LQ/DsjQ+c+e8/jGn46Ump9TndNx9g4g0xnf4v33UClY5/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Z7LjTBAAAA2w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periodically</w:t>
                                </w:r>
                              </w:p>
                            </w:txbxContent>
                          </v:textbox>
                        </v:rect>
                        <v:rect id="Rectangle 76" o:spid="_x0000_s1098" style="position:absolute;left:3372;top:1204;width:54;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eLr8EA&#10;AADbAAAADwAAAGRycy9kb3ducmV2LnhtbESPzYoCMRCE7wu+Q2jB25pRYd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3i6/BAAAA2w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w:t>
                                </w:r>
                              </w:p>
                            </w:txbxContent>
                          </v:textbox>
                        </v:rect>
                        <v:rect id="Rectangle 77" o:spid="_x0000_s1099" style="position:absolute;left:3649;top:361;width:2120;height:1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mmP8YA&#10;AADbAAAADwAAAGRycy9kb3ducmV2LnhtbESPQWvCQBSE7wX/w/KEXqTZtNWiqauU0EIPIho9eHxk&#10;X5No9m2a3Zr4711B6HGYmW+Y+bI3tThT6yrLCp6jGARxbnXFhYL97utpCsJ5ZI21ZVJwIQfLxeBh&#10;jom2HW/pnPlCBAi7BBWU3jeJlC4vyaCLbEMcvB/bGvRBtoXULXYBbmr5Esdv0mDFYaHEhtKS8lP2&#10;ZxSkTcerzVr+Zp+j4350eJ0dJqlW6nHYf7yD8NT7//C9/a0VzMZw+xJ+gFx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mmP8YAAADbAAAADwAAAAAAAAAAAAAAAACYAgAAZHJz&#10;L2Rvd25yZXYueG1sUEsFBgAAAAAEAAQA9QAAAIsDAAAAAA==&#10;" fillcolor="#cdcdcd" stroked="f"/>
                        <v:shape id="Freeform 78" o:spid="_x0000_s1100" style="position:absolute;left:3655;top:364;width:2099;height:1139;visibility:visible;mso-wrap-style:square;v-text-anchor:top" coordsize="2099,11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W9MMA&#10;AADbAAAADwAAAGRycy9kb3ducmV2LnhtbESPzWrDMBCE74G+g9hCb4nc0gTHjRJCoSUQeoiTB1is&#10;jWVirRxJ/unbV4VCj8PMfMNsdpNtxUA+NI4VPC8yEMSV0w3XCi7nj3kOIkRkja1jUvBNAXbbh9kG&#10;C+1GPtFQxlokCIcCFZgYu0LKUBmyGBauI07e1XmLMUlfS+1xTHDbypcsW0mLDacFgx29G6puZW8V&#10;fPXD4XZ99fnx04xDfq/JT7JX6ulx2r+BiDTF//Bf+6AVrJfw+yX9AL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AW9MMAAADbAAAADwAAAAAAAAAAAAAAAACYAgAAZHJzL2Rv&#10;d25yZXYueG1sUEsFBgAAAAAEAAQA9QAAAIgDAAAAAA==&#10;" path="m,1139r1530,l2099,,569,,,1139xe" stroked="f">
                          <v:path arrowok="t" o:connecttype="custom" o:connectlocs="0,1139;1530,1139;2099,0;569,0;0,1139" o:connectangles="0,0,0,0,0"/>
                        </v:shape>
                        <v:rect id="Rectangle 79" o:spid="_x0000_s1101" style="position:absolute;left:3649;top:361;width:2120;height:1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ed08UA&#10;AADbAAAADwAAAGRycy9kb3ducmV2LnhtbESPQWvCQBSE74L/YXmCF9GNFkWjq0hooQcpNXrw+Mg+&#10;k2j2bZrdmvjvu4VCj8PMfMNsdp2pxIMaV1pWMJ1EIIgzq0vOFZxPb+MlCOeRNVaWScGTHOy2/d4G&#10;Y21bPtIj9bkIEHYxKii8r2MpXVaQQTexNXHwrrYx6INscqkbbAPcVHIWRQtpsOSwUGBNSUHZPf02&#10;CpK65cPnh/xKX0e38+jysrrME63UcNDt1yA8df4//Nd+1wpWC/j9En6A3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F53TxQAAANsAAAAPAAAAAAAAAAAAAAAAAJgCAABkcnMv&#10;ZG93bnJldi54bWxQSwUGAAAAAAQABAD1AAAAigMAAAAA&#10;" fillcolor="#cdcdcd" stroked="f"/>
                        <v:rect id="Rectangle 80" o:spid="_x0000_s1102" style="position:absolute;left:3637;top:349;width:2132;height:11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s4SMYA&#10;AADbAAAADwAAAGRycy9kb3ducmV2LnhtbESPQWvCQBSE7wX/w/KEXqTZtEWrqauU0EIPIho9eHxk&#10;X5No9m2a3Zr4711B6HGYmW+Y+bI3tThT6yrLCp6jGARxbnXFhYL97utpCsJ5ZI21ZVJwIQfLxeBh&#10;jom2HW/pnPlCBAi7BBWU3jeJlC4vyaCLbEMcvB/bGvRBtoXULXYBbmr5EscTabDisFBiQ2lJ+Sn7&#10;MwrSpuPVZi1/s8/RcT86vM4O41Qr9TjsP95BeOr9f/je/tYKZm9w+xJ+gFx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Vs4SMYAAADbAAAADwAAAAAAAAAAAAAAAACYAgAAZHJz&#10;L2Rvd25yZXYueG1sUEsFBgAAAAAEAAQA9QAAAIsDAAAAAA==&#10;" fillcolor="#cdcdcd" stroked="f"/>
                        <v:shape id="Freeform 81" o:spid="_x0000_s1103" style="position:absolute;left:3649;top:358;width:2111;height:1152;visibility:visible;mso-wrap-style:square;v-text-anchor:top" coordsize="2805,15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qLO8EA&#10;AADbAAAADwAAAGRycy9kb3ducmV2LnhtbERPPWvDMBDdA/0P4gJdQiO7Q5O6UUxJCbRba3voeFgX&#10;y0Q6GUtxnH9fDYWMj/e9K2dnxURj6D0ryNcZCOLW6547BU19fNqCCBFZo/VMCm4UoNw/LHZYaH/l&#10;H5qq2IkUwqFABSbGoZAytIYchrUfiBN38qPDmODYST3iNYU7K5+z7EU67Dk1GBzoYKg9Vxen4HSb&#10;TcP8/dX9rmx9zD/sZhqsUo/L+f0NRKQ53sX/7k+t4DWNTV/SD5D7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uKizvBAAAA2wAAAA8AAAAAAAAAAAAAAAAAmAIAAGRycy9kb3du&#10;cmV2LnhtbFBLBQYAAAAABAAEAPUAAACGAwAAAAA=&#10;" path="m9,1512r2032,l2033,1516,2789,4r8,12l765,16r7,-5l16,1523v-2,4,-7,6,-11,4c2,1525,,1520,2,1516l758,4v1,-2,4,-4,7,-4l2797,v2,,5,1,6,4c2805,6,2805,9,2804,11l2048,1523v-2,3,-4,5,-7,5l9,1528v-4,,-8,-4,-8,-8c1,1515,5,1512,9,1512xe" strokeweight="0">
                          <v:path arrowok="t" o:connecttype="custom" o:connectlocs="7,1139;1536,1139;1530,1142;2099,3;2105,12;576,12;581,8;12,1147;4,1150;2,1142;570,3;576,0;2105,0;2109,3;2110,8;1541,1147;1536,1151;7,1151;1,1145;7,1139" o:connectangles="0,0,0,0,0,0,0,0,0,0,0,0,0,0,0,0,0,0,0,0"/>
                        </v:shape>
                        <v:rect id="Rectangle 82" o:spid="_x0000_s1104" style="position:absolute;left:3637;top:349;width:2132;height:11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gJocYA&#10;AADbAAAADwAAAGRycy9kb3ducmV2LnhtbESPQWvCQBSE74L/YXmFXqRualGa1FUkKHgoomkOHh/Z&#10;1yRt9m2a3Zr033cFweMwM98wy/VgGnGhztWWFTxPIxDEhdU1lwryj93TKwjnkTU2lknBHzlYr8aj&#10;JSba9nyiS+ZLESDsElRQed8mUrqiIoNualvi4H3azqAPsiul7rAPcNPIWRQtpMGaw0KFLaUVFd/Z&#10;r1GQtj2/Hw/yJ9tOvvLJ+SU+z1Ot1OPDsHkD4Wnw9/CtvdcK4hiuX8IPkK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4gJocYAAADbAAAADwAAAAAAAAAAAAAAAACYAgAAZHJz&#10;L2Rvd25yZXYueG1sUEsFBgAAAAAEAAQA9QAAAIsDAAAAAA==&#10;" fillcolor="#cdcdcd" stroked="f"/>
                        <v:rect id="Rectangle 83" o:spid="_x0000_s1105" style="position:absolute;left:3613;top:325;width:2132;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Ai5scA&#10;AADcAAAADwAAAGRycy9kb3ducmV2LnhtbESPQUsDMRCF74L/IYzgRdpEQalr01KFgqAIbYXibdzM&#10;btZuJusm7a7/3jkI3mZ4b977Zr4cQ6tO1KcmsoXrqQFFXEbXcG3hfbeezECljOywjUwWfijBcnF+&#10;NsfCxYE3dNrmWkkIpwIt+Jy7QutUegqYprEjFq2KfcAsa19r1+Mg4aHVN8bc6YANS4PHjp48lYft&#10;MVh4fNm/uvv1lz9Wt1dvpvr83nwMaO3lxbh6AJVpzP/mv+tnJ/hG8OUZmUAv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ZQIubHAAAA3AAAAA8AAAAAAAAAAAAAAAAAmAIAAGRy&#10;cy9kb3ducmV2LnhtbFBLBQYAAAAABAAEAPUAAACMAwAAAAA=&#10;" fillcolor="#f0f0f0" stroked="f"/>
                        <v:rect id="Rectangle 84" o:spid="_x0000_s1106" style="position:absolute;left:3613;top:337;width:2132;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QFq8IA&#10;AADcAAAADwAAAGRycy9kb3ducmV2LnhtbERPS2vCQBC+F/wPywje6q61DTZ1FSkEhNpDVeh1yI5J&#10;aHY2ZjcP/71bKPQ2H99z1tvR1qKn1leONSzmCgRx7kzFhYbzKXtcgfAB2WDtmDTcyMN2M3lYY2rc&#10;wF/UH0MhYgj7FDWUITSplD4vyaKfu4Y4chfXWgwRtoU0LQ4x3NbySalEWqw4NpTY0HtJ+c+xsxow&#10;eTbXz8vycProEnwtRpW9fCutZ9Nx9wYi0Bj+xX/uvYnz1QJ+n4kXy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RAWrwgAAANwAAAAPAAAAAAAAAAAAAAAAAJgCAABkcnMvZG93&#10;bnJldi54bWxQSwUGAAAAAAQABAD1AAAAhwMAAAAA&#10;" stroked="f"/>
                        <v:rect id="Rectangle 85" o:spid="_x0000_s1107" style="position:absolute;left:3613;top:373;width:2132;height: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MzqcMA&#10;AADcAAAADwAAAGRycy9kb3ducmV2LnhtbERPTWvCQBC9C/6HZYReRDfNoZboKloQS6HQqgePQ3bM&#10;hmRnY3ZN0n/fLRS8zeN9zmoz2Fp01PrSsYLneQKCOHe65ELB+bSfvYLwAVlj7ZgU/JCHzXo8WmGm&#10;Xc/f1B1DIWII+wwVmBCaTEqfG7Lo564hjtzVtRZDhG0hdYt9DLe1TJPkRVosOTYYbOjNUF4d71bB&#10;os9v1b37THf6UrmP6aE3O/xS6mkybJcgAg3hIf53v+s4P0nh75l4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MzqcMAAADcAAAADwAAAAAAAAAAAAAAAACYAgAAZHJzL2Rv&#10;d25yZXYueG1sUEsFBgAAAAAEAAQA9QAAAIgDAAAAAA==&#10;" fillcolor="#fefefe" stroked="f"/>
                        <v:rect id="Rectangle 86" o:spid="_x0000_s1108" style="position:absolute;left:3613;top:446;width:213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ZeecEA&#10;AADcAAAADwAAAGRycy9kb3ducmV2LnhtbERPTYvCMBC9C/6HMII3TVUQ6RqlrCgLe1mr7HloxrZu&#10;M6lNVlt/vREEb/N4n7Nct6YSV2pcaVnBZByBIM6sLjlXcDxsRwsQziNrrCyTgo4crFf93hJjbW+8&#10;p2vqcxFC2MWooPC+jqV0WUEG3djWxIE72cagD7DJpW7wFsJNJadRNJcGSw4NBdb0WVD2l/4bBWW3&#10;S3xysefkjl2lf7436f73rtRw0CYfIDy1/i1+ub90mB/N4PlMuEC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QGXnnBAAAA3AAAAA8AAAAAAAAAAAAAAAAAmAIAAGRycy9kb3du&#10;cmV2LnhtbFBLBQYAAAAABAAEAPUAAACGAwAAAAA=&#10;" fillcolor="#fdfdfd" stroked="f"/>
                        <v:rect id="Rectangle 87" o:spid="_x0000_s1109" style="position:absolute;left:3613;top:518;width:213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0zQ70A&#10;AADcAAAADwAAAGRycy9kb3ducmV2LnhtbERPSwrCMBDdC94hjOBGNFVESjWKiIK48neAoRnbYjMp&#10;TdTW0xtBcDeP953FqjGleFLtCssKxqMIBHFqdcGZgutlN4xBOI+ssbRMClpysFp2OwtMtH3xiZ5n&#10;n4kQwi5BBbn3VSKlS3My6Ea2Ig7czdYGfYB1JnWNrxBuSjmJopk0WHBoyLGiTU7p/fwwCpq1pbad&#10;xYPBIT5qbLfbTfa+K9XvNes5CE+N/4t/7r0O86MpfJ8JF8jl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uR0zQ70AAADcAAAADwAAAAAAAAAAAAAAAACYAgAAZHJzL2Rvd25yZXYu&#10;eG1sUEsFBgAAAAAEAAQA9QAAAIIDAAAAAA==&#10;" fillcolor="#fcfcfc" stroked="f"/>
                        <v:rect id="Rectangle 88" o:spid="_x0000_s1110" style="position:absolute;left:3613;top:590;width:2132;height: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tzd7wA&#10;AADcAAAADwAAAGRycy9kb3ducmV2LnhtbERPzQrCMAy+C75DieBNOwVFp1VEELyq8x7WuE3XdKx1&#10;mz69FQRv+fh+s952phQN1a6wrGAyjkAQp1YXnClILofRAoTzyBpLy6TgRQ62m35vjbG2LZ+oOftM&#10;hBB2MSrIva9iKV2ak0E3thVx4G62NugDrDOpa2xDuCnlNIrm0mDBoSHHivY5pY/z0yi4zhanafuQ&#10;7+R9N9fl7XlIGiyVGg663QqEp87/xT/3UYf50Qy+z4QL5OY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PW3N3vAAAANwAAAAPAAAAAAAAAAAAAAAAAJgCAABkcnMvZG93bnJldi54&#10;bWxQSwUGAAAAAAQABAD1AAAAgQMAAAAA&#10;" fillcolor="#fbfbfb" stroked="f"/>
                        <v:rect id="Rectangle 89" o:spid="_x0000_s1111" style="position:absolute;left:3613;top:663;width:213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z8zsQA&#10;AADcAAAADwAAAGRycy9kb3ducmV2LnhtbERPzWrCQBC+C32HZQpepNm0B3/SrCJtBRU8NPoAQ3aa&#10;hGZnt9mtiX36riB4m4/vd/LVYFpxps43lhU8JykI4tLqhisFp+PmaQ7CB2SNrWVScCEPq+XDKMdM&#10;254/6VyESsQQ9hkqqENwmZS+rMmgT6wjjtyX7QyGCLtK6g77GG5a+ZKmU2mw4dhQo6O3msrv4tco&#10;+Ck+Tu9/k9nQ75uFC4vD7jhfO6XGj8P6FUSgIdzFN/dWx/npFK7PxAvk8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8/M7EAAAA3AAAAA8AAAAAAAAAAAAAAAAAmAIAAGRycy9k&#10;b3ducmV2LnhtbFBLBQYAAAAABAAEAPUAAACJAwAAAAA=&#10;" fillcolor="#fafafa" stroked="f"/>
                        <v:rect id="Rectangle 90" o:spid="_x0000_s1112" style="position:absolute;left:3613;top:735;width:213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0kY8MA&#10;AADcAAAADwAAAGRycy9kb3ducmV2LnhtbERP32vCMBB+H/g/hBP2pomFqXRGkbGxsaGoKz4fzdlW&#10;m0tpMu321xtB2Nt9fD9vtuhsLc7U+sqxhtFQgSDOnam40JB9vw2mIHxANlg7Jg2/5GEx7z3MMDXu&#10;wls670IhYgj7FDWUITSplD4vyaIfuoY4cgfXWgwRtoU0LV5iuK1lotRYWqw4NpTY0EtJ+Wn3YzWY&#10;7GmdfCb7o9msxt78ZeorvL9q/djvls8gAnXhX3x3f5g4X03g9ky8QM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w0kY8MAAADcAAAADwAAAAAAAAAAAAAAAACYAgAAZHJzL2Rv&#10;d25yZXYueG1sUEsFBgAAAAAEAAQA9QAAAIgDAAAAAA==&#10;" fillcolor="#f9f9f9" stroked="f"/>
                        <v:rect id="Rectangle 91" o:spid="_x0000_s1113" style="position:absolute;left:3613;top:807;width:2132;height: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v8qcQA&#10;AADcAAAADwAAAGRycy9kb3ducmV2LnhtbESPT2sCQQzF70K/wxDBi9TZeiiyOoqWWjwUwb/ndCfu&#10;Lu5klpmpbr99cxC85ZH3e3mZLTrXqBuFWHs28DbKQBEX3tZcGjge1q8TUDEhW2w8k4E/irCYv/Rm&#10;mFt/5x3d9qlUEsIxRwNVSm2udSwqchhHviWW3cUHh0lkKLUNeJdw1+hxlr1rhzXLhQpb+qiouO5/&#10;ndTYfq1WZ/xcn47Nz7fF4fgUdmdjBv1uOQWVqEtP84PeWOEyaSvPyAR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7/KnEAAAA3AAAAA8AAAAAAAAAAAAAAAAAmAIAAGRycy9k&#10;b3ducmV2LnhtbFBLBQYAAAAABAAEAPUAAACJAwAAAAA=&#10;" fillcolor="#f8f8f8" stroked="f"/>
                        <v:rect id="Rectangle 92" o:spid="_x0000_s1114" style="position:absolute;left:3613;top:952;width:213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R288IA&#10;AADcAAAADwAAAGRycy9kb3ducmV2LnhtbERPTWvCQBC9F/wPywi9iG7ag5roKlqwlXoyevE2ZMck&#10;mJ0N2TUm/94VCr3N433Oct2ZSrTUuNKygo9JBII4s7rkXMH5tBvPQTiPrLGyTAp6crBeDd6WmGj7&#10;4CO1qc9FCGGXoILC+zqR0mUFGXQTWxMH7mobgz7AJpe6wUcIN5X8jKKpNFhyaCiwpq+Cslt6NwoO&#10;sdn2se1naXvZutFP+Xv8zlCp92G3WYDw1Pl/8Z97r8P8KIbXM+EC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tHbzwgAAANwAAAAPAAAAAAAAAAAAAAAAAJgCAABkcnMvZG93&#10;bnJldi54bWxQSwUGAAAAAAQABAD1AAAAhwMAAAAA&#10;" fillcolor="#f7f7f7" stroked="f"/>
                        <v:rect id="Rectangle 93" o:spid="_x0000_s1115" style="position:absolute;left:3613;top:1024;width:213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g1R8YA&#10;AADcAAAADwAAAGRycy9kb3ducmV2LnhtbESPQWvCQBCF74X+h2UKvYhuFJSSukqxCKIFqVrocZod&#10;k2B2NuxuTfz3nYPQ2wzvzXvfzJe9a9SVQqw9GxiPMlDEhbc1lwZOx/XwBVRMyBYbz2TgRhGWi8eH&#10;OebWd/xJ10MqlYRwzNFAlVKbax2LihzGkW+JRTv74DDJGkptA3YS7ho9ybKZdlizNFTY0qqi4nL4&#10;dQa67OOdB7uf2df0tC/Der+l7xUa8/zUv72CStSnf/P9emMFfyz48oxMo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Pg1R8YAAADcAAAADwAAAAAAAAAAAAAAAACYAgAAZHJz&#10;L2Rvd25yZXYueG1sUEsFBgAAAAAEAAQA9QAAAIsDAAAAAA==&#10;" fillcolor="#f6f6f6" stroked="f"/>
                        <v:rect id="Rectangle 94" o:spid="_x0000_s1116" style="position:absolute;left:3613;top:1096;width:213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9TrsUA&#10;AADcAAAADwAAAGRycy9kb3ducmV2LnhtbERPTWvCQBC9C/0Pywi9lLqJtVajq4igeLKYeuhxzI5J&#10;aHY2ZLdJ2l/fFQre5vE+Z7nuTSVaalxpWUE8ikAQZ1aXnCs4f+yeZyCcR9ZYWSYFP+RgvXoYLDHR&#10;tuMTtanPRQhhl6CCwvs6kdJlBRl0I1sTB+5qG4M+wCaXusEuhJtKjqNoKg2WHBoKrGlbUPaVfhsF&#10;r/Vl/zZ5fzn+pk97e66yQzvvPpV6HPabBQhPvb+L/90HHebHMdyeCR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L1OuxQAAANwAAAAPAAAAAAAAAAAAAAAAAJgCAABkcnMv&#10;ZG93bnJldi54bWxQSwUGAAAAAAQABAD1AAAAigMAAAAA&#10;" fillcolor="#f5f5f5" stroked="f"/>
                        <v:rect id="Rectangle 95" o:spid="_x0000_s1117" style="position:absolute;left:3613;top:1168;width:2132;height: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2dgMMA&#10;AADcAAAADwAAAGRycy9kb3ducmV2LnhtbERP32vCMBB+F/wfwgl701QHTjujlA1BEITpGPh2NGfb&#10;2VxKEm3735vBwLf7+H7eatOZWtzJ+cqygukkAUGcW11xoeD7tB0vQPiArLG2TAp68rBZDwcrTLVt&#10;+Yvux1CIGMI+RQVlCE0qpc9LMugntiGO3MU6gyFCV0jtsI3hppazJJlLgxXHhhIb+igpvx5vRsFP&#10;X/222efS7rLt+XY5vL5d+71T6mXUZe8gAnXhKf5373ScP53B3zPxAr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q2dgMMAAADcAAAADwAAAAAAAAAAAAAAAACYAgAAZHJzL2Rv&#10;d25yZXYueG1sUEsFBgAAAAAEAAQA9QAAAIgDAAAAAA==&#10;" fillcolor="#f4f4f4" stroked="f"/>
                        <v:rect id="Rectangle 96" o:spid="_x0000_s1118" style="position:absolute;left:3613;top:1241;width:213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LMFsIA&#10;AADcAAAADwAAAGRycy9kb3ducmV2LnhtbERPTWvCQBC9C/0PyxR6010rlRrdhFIo7UlQK17H7JgE&#10;s7Mhu4mpv74rCN7m8T5nlQ22Fj21vnKsYTpRIIhzZyouNPzuvsbvIHxANlg7Jg1/5CFLn0YrTIy7&#10;8Ib6bShEDGGfoIYyhCaR0uclWfQT1xBH7uRaiyHCtpCmxUsMt7V8VWouLVYcG0ps6LOk/LztrIbD&#10;te/Ctzt2/Z7sevZG58VOKa1fnoePJYhAQ3iI7+4fE+dPZ3B7Jl4g0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EswWwgAAANwAAAAPAAAAAAAAAAAAAAAAAJgCAABkcnMvZG93&#10;bnJldi54bWxQSwUGAAAAAAQABAD1AAAAhwMAAAAA&#10;" fillcolor="#f3f3f3" stroked="f"/>
                        <v:rect id="Rectangle 97" o:spid="_x0000_s1119" style="position:absolute;left:3613;top:1313;width:213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33AMMA&#10;AADcAAAADwAAAGRycy9kb3ducmV2LnhtbERP32vCMBB+H/g/hBvsZWiqDBmdsYioDCbIqiJ7O5pb&#10;U9pcSpPV+t8vwmBv9/H9vEU22Eb01PnKsYLpJAFBXDhdcangdNyOX0H4gKyxcUwKbuQhW44eFphq&#10;d+VP6vNQihjCPkUFJoQ2ldIXhiz6iWuJI/ftOoshwq6UusNrDLeNnCXJXFqsODYYbGltqKjzH6tg&#10;JS9fvM8/+rM1N3nRz7U97DZKPT0OqzcQgYbwL/5zv+s4f/oC92fiBXL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33AMMAAADcAAAADwAAAAAAAAAAAAAAAACYAgAAZHJzL2Rv&#10;d25yZXYueG1sUEsFBgAAAAAEAAQA9QAAAIgDAAAAAA==&#10;" fillcolor="#f2f2f2" stroked="f"/>
                        <v:rect id="Rectangle 98" o:spid="_x0000_s1120" style="position:absolute;left:3613;top:1385;width:2132;height: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kSFMYA&#10;AADcAAAADwAAAGRycy9kb3ducmV2LnhtbESPQWvCQBCF74L/YZlCL1I3Fitt6hpEGrDekgjibchO&#10;k2B2NmTXmPbXdwsFbzO89755s05G04qBetdYVrCYRyCIS6sbrhQci/TpFYTzyBpby6Tgmxwkm+lk&#10;jbG2N85oyH0lAoRdjApq77tYSlfWZNDNbUcctC/bG/Rh7Supe7wFuGnlcxStpMGGw4UaO9rVVF7y&#10;qwmU7GLO5fIjOsw+Uz69FcVh7H6UenwYt+8gPI3+bv5P73Wov3iBv2fCBHLz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vkSFMYAAADcAAAADwAAAAAAAAAAAAAAAACYAgAAZHJz&#10;L2Rvd25yZXYueG1sUEsFBgAAAAAEAAQA9QAAAIsDAAAAAA==&#10;" fillcolor="#f1f1f1" stroked="f"/>
                        <v:rect id="Rectangle 99" o:spid="_x0000_s1121" style="position:absolute;left:3613;top:1458;width:2132;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yJ1MUA&#10;AADcAAAADwAAAGRycy9kb3ducmV2LnhtbERP22rCQBB9F/oPywh9Ed1YqNToKm1BKLQUvID4NmYn&#10;2djsbJpdTfx7Vyj0bQ7nOvNlZytxocaXjhWMRwkI4szpkgsFu+1q+ALCB2SNlWNScCUPy8VDb46p&#10;di2v6bIJhYgh7FNUYEKoUyl9ZsiiH7maOHK5ayyGCJtC6gbbGG4r+ZQkE2mx5NhgsKZ3Q9nP5mwV&#10;vH3uv/R0dTLn/HnwneTH3/WhRaUe+93rDESgLvyL/9wfOs4fT+D+TLx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LInUxQAAANwAAAAPAAAAAAAAAAAAAAAAAJgCAABkcnMv&#10;ZG93bnJldi54bWxQSwUGAAAAAAQABAD1AAAAigMAAAAA&#10;" fillcolor="#f0f0f0" stroked="f"/>
                        <v:shape id="Freeform 100" o:spid="_x0000_s1122" style="position:absolute;left:3632;top:341;width:2099;height:1138;visibility:visible;mso-wrap-style:square;v-text-anchor:top" coordsize="2099,1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ZsjMMA&#10;AADcAAAADwAAAGRycy9kb3ducmV2LnhtbERPTYvCMBC9C/6HMIIX0VQPKl2juK6CsiCou4e9Dc3Y&#10;VptJaWKt/94IC97m8T5ntmhMIWqqXG5ZwXAQgSBOrM45VfBz2vSnIJxH1lhYJgUPcrCYt1szjLW9&#10;84Hqo09FCGEXo4LM+zKW0iUZGXQDWxIH7mwrgz7AKpW6wnsIN4UcRdFYGsw5NGRY0iqj5Hq8GQWX&#10;371dTS7rce+r97f7XtaflMhGqW6nWX6A8NT4t/jfvdVh/nACr2fCB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JZsjMMAAADcAAAADwAAAAAAAAAAAAAAAACYAgAAZHJzL2Rv&#10;d25yZXYueG1sUEsFBgAAAAAEAAQA9QAAAIgDAAAAAA==&#10;" path="m,1138r1530,l2099,,569,,,1138xe" filled="f" strokecolor="#404040" strokeweight="1e-4mm">
                          <v:stroke endcap="round"/>
                          <v:path arrowok="t" o:connecttype="custom" o:connectlocs="0,1138;1530,1138;2099,0;569,0;0,1138" o:connectangles="0,0,0,0,0"/>
                        </v:shape>
                        <v:rect id="Rectangle 101" o:spid="_x0000_s1123" style="position:absolute;left:4372;top:530;width:605;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QlNcIA&#10;AADcAAAADwAAAGRycy9kb3ducmV2LnhtbESPT2sCMRDF74V+hzCF3mpWDyKrUaQgqHhx7QcYNrN/&#10;MJksSequ3945FHqb4b157zeb3eSdelBMfWAD81kBirgOtufWwM/t8LUClTKyRReYDDwpwW77/rbB&#10;0oaRr/SocqskhFOJBrqch1LrVHfkMc3CQCxaE6LHLGtstY04Srh3elEUS+2xZ2nocKDvjup79esN&#10;6Ft1GFeVi0U4L5qLOx2vDQVjPj+m/RpUpin/m/+uj1bw50Irz8gEev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tCU1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 xml:space="preserve">Demand </w:t>
                                </w:r>
                              </w:p>
                            </w:txbxContent>
                          </v:textbox>
                        </v:rect>
                        <v:rect id="Rectangle 102" o:spid="_x0000_s1124" style="position:absolute;left:4215;top:722;width:926;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iArr8A&#10;AADcAAAADwAAAGRycy9kb3ducmV2LnhtbERPzYrCMBC+L/gOYQRva6qHxa1GEUHQxYvVBxia6Q8m&#10;k5JEW9/eCMLe5uP7ndVmsEY8yIfWsYLZNANBXDrdcq3getl/L0CEiKzROCYFTwqwWY++Vphr1/OZ&#10;HkWsRQrhkKOCJsYulzKUDVkMU9cRJ65y3mJM0NdSe+xTuDVynmU/0mLLqaHBjnYNlbfibhXIS7Hv&#10;F4XxmfubVydzPJwrckpNxsN2CSLSEP/FH/dBp/mzX3g/ky6Q6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ICuvwAAANwAAAAPAAAAAAAAAAAAAAAAAJgCAABkcnMvZG93bnJl&#10;di54bWxQSwUGAAAAAAQABAD1AAAAhAMAAAAA&#10;" filled="f" stroked="f">
                          <v:textbox style="mso-fit-shape-to-text:t" inset="0,0,0,0">
                            <w:txbxContent>
                              <w:p w:rsidR="00E86396" w:rsidRDefault="00E86396">
                                <w:r>
                                  <w:rPr>
                                    <w:rFonts w:ascii="Arial" w:hAnsi="Arial" w:cs="Arial"/>
                                    <w:color w:val="000000"/>
                                    <w:sz w:val="16"/>
                                    <w:szCs w:val="16"/>
                                    <w:lang w:val="en-US"/>
                                  </w:rPr>
                                  <w:t>forecast data</w:t>
                                </w:r>
                              </w:p>
                            </w:txbxContent>
                          </v:textbox>
                        </v:rect>
                        <v:rect id="Rectangle 103" o:spid="_x0000_s1125" style="position:absolute;left:4360;top:915;width:54;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7jjsMA&#10;AADcAAAADwAAAGRycy9kb3ducmV2LnhtbESPzWrDMBCE74W+g9hCbo1cH0pwo4RSMLillzh5gMVa&#10;/1BpZSQ1dt++ewjktsvMzny7P67eqSvFNAU28LItQBF3wU48GLic6+cdqJSRLbrAZOCPEhwPjw97&#10;rGxY+ETXNg9KQjhVaGDMea60Tt1IHtM2zMSi9SF6zLLGQduIi4R7p8uieNUeJ5aGEWf6GKn7aX+9&#10;AX1u62XXuliEr7L/dp/NqadgzOZpfX8DlWnNd/PturGCXwq+PCMT6M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67jjsMAAADcAAAADwAAAAAAAAAAAAAAAACYAgAAZHJzL2Rv&#10;d25yZXYueG1sUEsFBgAAAAAEAAQA9QAAAIgDAAAAAA==&#10;" filled="f" stroked="f">
                          <v:textbox style="mso-fit-shape-to-text:t" inset="0,0,0,0">
                            <w:txbxContent>
                              <w:p w:rsidR="00E86396" w:rsidRDefault="00E86396">
                                <w:r>
                                  <w:rPr>
                                    <w:rFonts w:ascii="Arial" w:hAnsi="Arial" w:cs="Arial"/>
                                    <w:color w:val="000000"/>
                                    <w:sz w:val="16"/>
                                    <w:szCs w:val="16"/>
                                    <w:lang w:val="en-US"/>
                                  </w:rPr>
                                  <w:t>(</w:t>
                                </w:r>
                              </w:p>
                            </w:txbxContent>
                          </v:textbox>
                        </v:rect>
                        <v:rect id="Rectangle 104" o:spid="_x0000_s1126" style="position:absolute;left:4420;top:915;width:579;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JGFb4A&#10;AADcAAAADwAAAGRycy9kb3ducmV2LnhtbERPzYrCMBC+C75DGGFvmtrDItUoIggqXqz7AEMz/cFk&#10;UpJo69ubhYW9zcf3O5vdaI14kQ+dYwXLRQaCuHK640bBz/04X4EIEVmjcUwK3hRgt51ONlhoN/CN&#10;XmVsRArhUKCCNsa+kDJULVkMC9cTJ6523mJM0DdSexxSuDUyz7JvabHj1NBiT4eWqkf5tArkvTwO&#10;q9L4zF3y+mrOp1tNTqmv2bhfg4g0xn/xn/uk0/x8Cb/PpAvk9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ziRhW+AAAA3AAAAA8AAAAAAAAAAAAAAAAAmAIAAGRycy9kb3ducmV2&#10;LnhtbFBLBQYAAAAABAAEAPUAAACDAwAAAAA=&#10;" filled="f" stroked="f">
                          <v:textbox style="mso-fit-shape-to-text:t" inset="0,0,0,0">
                            <w:txbxContent>
                              <w:p w:rsidR="00E86396" w:rsidRDefault="00E86396">
                                <w:r>
                                  <w:rPr>
                                    <w:rFonts w:ascii="Arial" w:hAnsi="Arial" w:cs="Arial"/>
                                    <w:color w:val="000000"/>
                                    <w:sz w:val="16"/>
                                    <w:szCs w:val="16"/>
                                    <w:lang w:val="en-US"/>
                                  </w:rPr>
                                  <w:t xml:space="preserve">updated </w:t>
                                </w:r>
                              </w:p>
                            </w:txbxContent>
                          </v:textbox>
                        </v:rect>
                        <v:rect id="Rectangle 105" o:spid="_x0000_s1127" style="position:absolute;left:4360;top:1108;width:597;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DYYr8A&#10;AADcAAAADwAAAGRycy9kb3ducmV2LnhtbERPzYrCMBC+C75DGGFvNt0eFqlGkQXBXbxYfYChmf5g&#10;MilJ1nbf3giCt/n4fmezm6wRd/Khd6zgM8tBENdO99wquF4OyxWIEJE1Gsek4J8C7Lbz2QZL7UY+&#10;072KrUghHEpU0MU4lFKGuiOLIXMDceIa5y3GBH0rtccxhVsjizz/khZ7Tg0dDvTdUX2r/qwCeakO&#10;46oyPne/RXMyP8dzQ06pj8W0X4OINMW3+OU+6jS/KOD5TLpAb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8MNhivwAAANwAAAAPAAAAAAAAAAAAAAAAAJgCAABkcnMvZG93bnJl&#10;di54bWxQSwUGAAAAAAQABAD1AAAAhAMAAAAA&#10;" filled="f" stroked="f">
                          <v:textbox style="mso-fit-shape-to-text:t" inset="0,0,0,0">
                            <w:txbxContent>
                              <w:p w:rsidR="00E86396" w:rsidRDefault="00E86396">
                                <w:r>
                                  <w:rPr>
                                    <w:rFonts w:ascii="Arial" w:hAnsi="Arial" w:cs="Arial"/>
                                    <w:color w:val="000000"/>
                                    <w:sz w:val="16"/>
                                    <w:szCs w:val="16"/>
                                    <w:lang w:val="en-US"/>
                                  </w:rPr>
                                  <w:t>annually</w:t>
                                </w:r>
                              </w:p>
                            </w:txbxContent>
                          </v:textbox>
                        </v:rect>
                        <v:rect id="Rectangle 106" o:spid="_x0000_s1128" style="position:absolute;left:4950;top:1108;width:54;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x9+b8A&#10;AADcAAAADwAAAGRycy9kb3ducmV2LnhtbERP24rCMBB9F/yHMMK+aWqF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fH35vwAAANwAAAAPAAAAAAAAAAAAAAAAAJgCAABkcnMvZG93bnJl&#10;di54bWxQSwUGAAAAAAQABAD1AAAAhAMAAAAA&#10;" filled="f" stroked="f">
                          <v:textbox style="mso-fit-shape-to-text:t" inset="0,0,0,0">
                            <w:txbxContent>
                              <w:p w:rsidR="00E86396" w:rsidRDefault="00E86396">
                                <w:r>
                                  <w:rPr>
                                    <w:rFonts w:ascii="Arial" w:hAnsi="Arial" w:cs="Arial"/>
                                    <w:color w:val="000000"/>
                                    <w:sz w:val="16"/>
                                    <w:szCs w:val="16"/>
                                    <w:lang w:val="en-US"/>
                                  </w:rPr>
                                  <w:t>)</w:t>
                                </w:r>
                              </w:p>
                            </w:txbxContent>
                          </v:textbox>
                        </v:rect>
                        <v:rect id="Rectangle 107" o:spid="_x0000_s1129" style="position:absolute;left:5167;top:361;width:2180;height:1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kB8UA&#10;AADcAAAADwAAAGRycy9kb3ducmV2LnhtbERPTWvCQBC9F/wPywi9SN1otdjoKiW00IOIxhw8Dtlp&#10;Es3OptmtSf99VxB6m8f7nNWmN7W4Uusqywom4wgEcW51xYWC7PjxtADhPLLG2jIp+CUHm/XgYYWx&#10;th0f6Jr6QoQQdjEqKL1vYildXpJBN7YNceC+bGvQB9gWUrfYhXBTy2kUvUiDFYeGEhtKSsov6Y9R&#10;kDQdb/c7+Z2+j87Z6PT8eponWqnHYf+2BOGp9//iu/tTh/nTGdyeCRf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6WQHxQAAANwAAAAPAAAAAAAAAAAAAAAAAJgCAABkcnMv&#10;ZG93bnJldi54bWxQSwUGAAAAAAQABAD1AAAAigMAAAAA&#10;" fillcolor="#cdcdcd" stroked="f"/>
                        <v:shape id="Freeform 108" o:spid="_x0000_s1130" style="position:absolute;left:5171;top:364;width:2160;height:1139;visibility:visible;mso-wrap-style:square;v-text-anchor:top" coordsize="2160,11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vdsEA&#10;AADcAAAADwAAAGRycy9kb3ducmV2LnhtbERPS4vCMBC+C/6HMIIX0dTCLlqNIoKyl8Uneh2asa02&#10;k9JE7f57Iyx4m4/vOdN5Y0rxoNoVlhUMBxEI4tTqgjMFx8OqPwLhPLLG0jIp+CMH81m7NcVE2yfv&#10;6LH3mQgh7BJUkHtfJVK6NCeDbmAr4sBdbG3QB1hnUtf4DOGmlHEUfUuDBYeGHCta5pTe9nejID1t&#10;Kqvj9b03ig+/xQmz6/i8VarbaRYTEJ4a/xH/u390mB9/wfuZcIG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wb3bBAAAA3AAAAA8AAAAAAAAAAAAAAAAAmAIAAGRycy9kb3du&#10;cmV2LnhtbFBLBQYAAAAABAAEAPUAAACGAwAAAAA=&#10;" path="m,1139r1591,l2160,,569,,,1139xe" stroked="f">
                          <v:path arrowok="t" o:connecttype="custom" o:connectlocs="0,1139;1591,1139;2160,0;569,0;0,1139" o:connectangles="0,0,0,0,0"/>
                        </v:shape>
                        <v:rect id="Rectangle 109" o:spid="_x0000_s1131" style="position:absolute;left:5167;top:361;width:2180;height:1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df68QA&#10;AADcAAAADwAAAGRycy9kb3ducmV2LnhtbERPTWvCQBC9C/6HZQQvoptaFI2uIkGhh1Jq9OBxyI5J&#10;NDubZleT/vtuodDbPN7nrLedqcSTGldaVvAyiUAQZ1aXnCs4nw7jBQjnkTVWlknBNznYbvq9Ncba&#10;tnykZ+pzEULYxaig8L6OpXRZQQbdxNbEgbvaxqAPsMmlbrAN4aaS0yiaS4Mlh4YCa0oKyu7pwyhI&#10;6pbfPz/kV7of3c6jy+vyMku0UsNBt1uB8NT5f/Gf+02H+dM5/D4TLp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3X+vEAAAA3AAAAA8AAAAAAAAAAAAAAAAAmAIAAGRycy9k&#10;b3ducmV2LnhtbFBLBQYAAAAABAAEAPUAAACJAwAAAAA=&#10;" fillcolor="#cdcdcd" stroked="f"/>
                        <v:rect id="Rectangle 110" o:spid="_x0000_s1132" style="position:absolute;left:5155;top:349;width:2192;height:11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v6cMUA&#10;AADcAAAADwAAAGRycy9kb3ducmV2LnhtbERPTWvCQBC9F/wPywi9SN1o0droKiW00IOIxhw8Dtlp&#10;Es3OptmtSf99VxB6m8f7nNWmN7W4Uusqywom4wgEcW51xYWC7PjxtADhPLLG2jIp+CUHm/XgYYWx&#10;th0f6Jr6QoQQdjEqKL1vYildXpJBN7YNceC+bGvQB9gWUrfYhXBTy2kUzaXBikNDiQ0lJeWX9Mco&#10;SJqOt/ud/E7fR+dsdHp+Pc0SrdTjsH9bgvDU+3/x3f2pw/zpC9yeCRf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O/pwxQAAANwAAAAPAAAAAAAAAAAAAAAAAJgCAABkcnMv&#10;ZG93bnJldi54bWxQSwUGAAAAAAQABAD1AAAAigMAAAAA&#10;" fillcolor="#cdcdcd" stroked="f"/>
                        <v:shape id="Freeform 111" o:spid="_x0000_s1133" style="position:absolute;left:5164;top:358;width:2173;height:1152;visibility:visible;mso-wrap-style:square;v-text-anchor:top" coordsize="2887,15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CzsUA&#10;AADcAAAADwAAAGRycy9kb3ducmV2LnhtbESPT0/DMAzF70h8h8iTuLF0lZhGWTYhEH9OEys77Ggl&#10;pq1onJCErXx7fEDiZus9v/fzejv5UZ0o5SGwgcW8AkVsgxu4M3B4f7pegcoF2eEYmAz8UIbt5vJi&#10;jY0LZ97TqS2dkhDODRroS4mN1tn25DHPQyQW7SMkj0XW1GmX8CzhftR1VS21x4GlocdIDz3Zz/bb&#10;G9gdx694u3rcv93snqO1L5jaemnM1Wy6vwNVaCr/5r/rVyf4tdDKMzKB3v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4LOxQAAANwAAAAPAAAAAAAAAAAAAAAAAJgCAABkcnMv&#10;ZG93bnJldi54bWxQSwUGAAAAAAQABAD1AAAAigMAAAAA&#10;" path="m9,1512r2114,l2116,1516,2872,4r7,12l765,16r7,-5l16,1523v-2,4,-6,6,-10,4c2,1525,,1520,2,1516l758,4v1,-2,4,-4,7,-4l2879,v2,,5,1,6,4c2887,6,2887,9,2886,11l2130,1523v-1,3,-4,5,-7,5l9,1528v-4,,-8,-4,-8,-8c1,1515,5,1512,9,1512xe" strokeweight="0">
                          <v:path arrowok="t" o:connecttype="custom" o:connectlocs="7,1139;1598,1139;1593,1142;2162,3;2167,12;576,12;581,8;12,1147;5,1150;2,1142;571,3;576,0;2167,0;2171,3;2172,8;1603,1147;1598,1151;7,1151;1,1145;7,1139" o:connectangles="0,0,0,0,0,0,0,0,0,0,0,0,0,0,0,0,0,0,0,0"/>
                        </v:shape>
                        <v:rect id="Rectangle 112" o:spid="_x0000_s1134" style="position:absolute;left:5155;top:349;width:2192;height:11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jLmcQA&#10;AADcAAAADwAAAGRycy9kb3ducmV2LnhtbERPTWvCQBC9F/wPywhepG60WGrMRiS00EORNvXgcciO&#10;STQ7m2ZXk/77riD0No/3OclmMI24UudqywrmswgEcWF1zaWC/ffb4wsI55E1NpZJwS852KSjhwRj&#10;bXv+omvuSxFC2MWooPK+jaV0RUUG3cy2xIE72s6gD7Arpe6wD+GmkYsoepYGaw4NFbaUVVSc84tR&#10;kLU9f3zu5E/+Oj3tp4en1WGZaaUm42G7BuFp8P/iu/tdh/mLFdyeCRfI9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oy5nEAAAA3AAAAA8AAAAAAAAAAAAAAAAAmAIAAGRycy9k&#10;b3ducmV2LnhtbFBLBQYAAAAABAAEAPUAAACJAwAAAAA=&#10;" fillcolor="#cdcdcd" stroked="f"/>
                        <v:rect id="Rectangle 113" o:spid="_x0000_s1135" style="position:absolute;left:5131;top:325;width:2192;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oW8gA&#10;AADcAAAADwAAAGRycy9kb3ducmV2LnhtbESPQUvDQBCF7wX/wzKCl2I3VZQauy22UBCUQltBvI3Z&#10;STaanU2z2yb+e+cgeJvhvXnvm/ly8I06UxfrwAamkwwUcRFszZWBt8PmegYqJmSLTWAy8EMRlouL&#10;0RxzG3re0XmfKiUhHHM04FJqc61j4chjnISWWLQydB6TrF2lbYe9hPtG32TZvfZYszQ4bGntqPje&#10;n7yB1cv7q33YfLlTeTfeZuXncffRozFXl8PTI6hEQ/o3/10/W8G/FXx5RibQi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4POhbyAAAANwAAAAPAAAAAAAAAAAAAAAAAJgCAABk&#10;cnMvZG93bnJldi54bWxQSwUGAAAAAAQABAD1AAAAjQMAAAAA&#10;" fillcolor="#f0f0f0" stroked="f"/>
                        <v:rect id="Rectangle 114" o:spid="_x0000_s1136" style="position:absolute;left:5131;top:337;width:2192;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jPFsMA&#10;AADcAAAADwAAAGRycy9kb3ducmV2LnhtbERPTWvCQBC9F/wPyxS81V1rG2p0lSIEhLYHE6HXITsm&#10;odnZmF1j/PfdQsHbPN7nrLejbcVAvW8ca5jPFAji0pmGKw3HInt6A+EDssHWMWm4kYftZvKwxtS4&#10;Kx9oyEMlYgj7FDXUIXSplL6syaKfuY44cifXWwwR9pU0PV5juG3ls1KJtNhwbKixo11N5U9+sRow&#10;eTHnr9Pis/i4JLisRpW9fiutp4/j+wpEoDHcxf/uvYnzF3P4eyZe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ijPFsMAAADcAAAADwAAAAAAAAAAAAAAAACYAgAAZHJzL2Rv&#10;d25yZXYueG1sUEsFBgAAAAAEAAQA9QAAAIgDAAAAAA==&#10;" stroked="f"/>
                        <v:rect id="Rectangle 115" o:spid="_x0000_s1137" style="position:absolute;left:5131;top:373;width:2192;height: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5FMQA&#10;AADcAAAADwAAAGRycy9kb3ducmV2LnhtbERPTWvCQBC9F/oflhF6Ed00BSvRVWqhtAiCVQ8eh+yY&#10;DcnOptk1Sf99VxB6m8f7nOV6sLXoqPWlYwXP0wQEce50yYWC0/FjMgfhA7LG2jEp+CUP69XjwxIz&#10;7Xr+pu4QChFD2GeowITQZFL63JBFP3UNceQurrUYImwLqVvsY7itZZokM2mx5NhgsKF3Q3l1uFoF&#10;r33+U127XbrR58ptx5+92eBeqafR8LYAEWgI/+K7+0vH+S8p3J6JF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v+RTEAAAA3AAAAA8AAAAAAAAAAAAAAAAAmAIAAGRycy9k&#10;b3ducmV2LnhtbFBLBQYAAAAABAAEAPUAAACJAwAAAAA=&#10;" fillcolor="#fefefe" stroked="f"/>
                        <v:rect id="Rectangle 116" o:spid="_x0000_s1138" style="position:absolute;left:5131;top:446;width:219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qUxMIA&#10;AADcAAAADwAAAGRycy9kb3ducmV2LnhtbERPS2vCQBC+F/wPywjemo0VSkmzSlAqQi81iuchO03S&#10;ZmdjdjWPX98tFHqbj+856WYwjbhT52rLCpZRDIK4sLrmUsH59Pb4AsJ5ZI2NZVIwkoPNevaQYqJt&#10;z0e6574UIYRdggoq79tESldUZNBFtiUO3KftDPoAu1LqDvsQbhr5FMfP0mDNoaHClrYVFd/5zSio&#10;x33ms6v9yiYcG/3xvsuPl0mpxXzIXkF4Gvy/+M990GH+agW/z4QL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pTEwgAAANwAAAAPAAAAAAAAAAAAAAAAAJgCAABkcnMvZG93&#10;bnJldi54bWxQSwUGAAAAAAQABAD1AAAAhwMAAAAA&#10;" fillcolor="#fdfdfd" stroked="f"/>
                        <v:rect id="Rectangle 117" o:spid="_x0000_s1139" style="position:absolute;left:5131;top:518;width:219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H5/sEA&#10;AADcAAAADwAAAGRycy9kb3ducmV2LnhtbERP24rCMBB9F/yHMIIvoqkXpNRGEXFB9slVP2Boxra0&#10;mZQmq61fvxGEfZvDuU6660wtHtS60rKC+SwCQZxZXXKu4Hb9msYgnEfWWFsmBT052G2HgxQTbZ/8&#10;Q4+Lz0UIYZeggsL7JpHSZQUZdDPbEAfubluDPsA2l7rFZwg3tVxE0VoaLDk0FNjQoaCsuvwaBd3e&#10;Ut+v48nkOz5r7I/HQ/6qlBqPuv0GhKfO/4s/7pMO85creD8TLpD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x+f7BAAAA3AAAAA8AAAAAAAAAAAAAAAAAmAIAAGRycy9kb3du&#10;cmV2LnhtbFBLBQYAAAAABAAEAPUAAACGAwAAAAA=&#10;" fillcolor="#fcfcfc" stroked="f"/>
                        <v:rect id="Rectangle 118" o:spid="_x0000_s1140" style="position:absolute;left:5131;top:590;width:2192;height: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e5ysAA&#10;AADcAAAADwAAAGRycy9kb3ducmV2LnhtbERPTWvCQBC9F/oflin0VjemWDS6hlIIeNXG+5Adk2h2&#10;NmTXJObXu4LgbR7vczbpaBrRU+dqywrmswgEcWF1zaWC/D/7WoJwHlljY5kU3MhBun1/22Ci7cB7&#10;6g++FCGEXYIKKu/bREpXVGTQzWxLHLiT7Qz6ALtS6g6HEG4aGUfRjzRYc2iosKW/iorL4WoUHBfL&#10;fTxc5JRPZ3Ncna5Z3mOj1OfH+LsG4Wn0L/HTvdNh/vcCHs+EC+T2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Te5ysAAAADcAAAADwAAAAAAAAAAAAAAAACYAgAAZHJzL2Rvd25y&#10;ZXYueG1sUEsFBgAAAAAEAAQA9QAAAIUDAAAAAA==&#10;" fillcolor="#fbfbfb" stroked="f"/>
                        <v:rect id="Rectangle 119" o:spid="_x0000_s1141" style="position:absolute;left:5131;top:663;width:219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A2c8QA&#10;AADcAAAADwAAAGRycy9kb3ducmV2LnhtbERP22rCQBB9F/yHZQRfSt1owUvqKqIt2EIfjH7AkJ0m&#10;odnZNbs10a93CwXf5nCus1x3phYXanxlWcF4lIAgzq2uuFBwOr4/z0H4gKyxtkwKruRhver3lphq&#10;2/KBLlkoRAxhn6KCMgSXSunzkgz6kXXEkfu2jcEQYVNI3WAbw00tJ0kylQYrjg0lOtqWlP9kv0bB&#10;OXs77W5Ps679rBYuLL4+jvONU2o46DavIAJ14SH+d+91nP8yhb9n4gVy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QNnPEAAAA3AAAAA8AAAAAAAAAAAAAAAAAmAIAAGRycy9k&#10;b3ducmV2LnhtbFBLBQYAAAAABAAEAPUAAACJAwAAAAA=&#10;" fillcolor="#fafafa" stroked="f"/>
                        <v:rect id="Rectangle 120" o:spid="_x0000_s1142" style="position:absolute;left:5131;top:735;width:219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Hu3sMA&#10;AADcAAAADwAAAGRycy9kb3ducmV2LnhtbERPTWvCQBC9F/wPywjedGOkWlJXEVFaLIra0POQHZNo&#10;djZkt5r217sFobd5vM+ZzltTiSs1rrSsYDiIQBBnVpecK0g/1/0XEM4ja6wsk4IfcjCfdZ6mmGh7&#10;4wNdjz4XIYRdggoK7+tESpcVZNANbE0cuJNtDPoAm1zqBm8h3FQyjqKxNFhyaCiwpmVB2eX4bRTo&#10;9HkXb+Kvs95vx07/ptGHf1sp1eu2i1cQnlr/L36433WYP5rA3zPhAjm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WHu3sMAAADcAAAADwAAAAAAAAAAAAAAAACYAgAAZHJzL2Rv&#10;d25yZXYueG1sUEsFBgAAAAAEAAQA9QAAAIgDAAAAAA==&#10;" fillcolor="#f9f9f9" stroked="f"/>
                        <v:rect id="Rectangle 121" o:spid="_x0000_s1143" style="position:absolute;left:5131;top:807;width:2192;height: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2FMUA&#10;AADcAAAADwAAAGRycy9kb3ducmV2LnhtbESPT2sCQQzF70K/w5CCF6mztSCydZRatPQggn/P6U66&#10;u3Qns8xMdf325iB4yyPv9/IynXeuUWcKsfZs4HWYgSIuvK25NHDYr14moGJCtth4JgNXijCfPfWm&#10;mFt/4S2dd6lUEsIxRwNVSm2udSwqchiHviWW3a8PDpPIUGob8CLhrtGjLBtrhzXLhQpb+qyo+Nv9&#10;O6mx+VosTrhcHQ/Nz9riYHQM25Mx/efu4x1Uoi49zHf62wr3Jm3lGZlAz2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lzYUxQAAANwAAAAPAAAAAAAAAAAAAAAAAJgCAABkcnMv&#10;ZG93bnJldi54bWxQSwUGAAAAAAQABAD1AAAAigMAAAAA&#10;" fillcolor="#f8f8f8" stroked="f"/>
                        <v:rect id="Rectangle 122" o:spid="_x0000_s1144" style="position:absolute;left:5131;top:952;width:219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i8TsMA&#10;AADcAAAADwAAAGRycy9kb3ducmV2LnhtbERPTWvCQBC9C/6HZYReSt3YgjZpNqKFtqIno5fehuyY&#10;BLOzIbuNyb/vFgre5vE+J10PphE9da62rGAxj0AQF1bXXCo4nz6eXkE4j6yxsUwKRnKwzqaTFBNt&#10;b3ykPvelCCHsElRQed8mUrqiIoNublviwF1sZ9AH2JVSd3gL4aaRz1G0lAZrDg0VtvReUXHNf4yC&#10;Q2y2Y2zHVd5/b93jV70/fhao1MNs2LyB8DT4u/jfvdNh/ksMf8+EC2T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i8TsMAAADcAAAADwAAAAAAAAAAAAAAAACYAgAAZHJzL2Rv&#10;d25yZXYueG1sUEsFBgAAAAAEAAQA9QAAAIgDAAAAAA==&#10;" fillcolor="#f7f7f7" stroked="f"/>
                        <v:rect id="Rectangle 123" o:spid="_x0000_s1145" style="position:absolute;left:5131;top:1024;width:219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saWsYA&#10;AADcAAAADwAAAGRycy9kb3ducmV2LnhtbESPQUvDQBCF70L/wzIFL2I2SlskZltKpSBVKNYKHsfs&#10;mIRmZ8Pu2sR/7xwK3mZ4b977plyNrlNnCrH1bOAuy0ERV962XBs4vm9vH0DFhGyx80wGfinCajm5&#10;KrGwfuA3Oh9SrSSEY4EGmpT6QutYNeQwZr4nFu3bB4dJ1lBrG3CQcNfp+zxfaIctS0ODPW0aqk6H&#10;H2dgyF+f+Obla/ExP+7rsN3v6HODxlxPx/UjqERj+jdfrp+t4M8EX56RCf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0saWsYAAADcAAAADwAAAAAAAAAAAAAAAACYAgAAZHJz&#10;L2Rvd25yZXYueG1sUEsFBgAAAAAEAAQA9QAAAIsDAAAAAA==&#10;" fillcolor="#f6f6f6" stroked="f"/>
                        <v:rect id="Rectangle 124" o:spid="_x0000_s1146" style="position:absolute;left:5131;top:1096;width:219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x8s8UA&#10;AADcAAAADwAAAGRycy9kb3ducmV2LnhtbERPTWvCQBC9F/wPywi9SN3Yaq2pq4hQ8aQYc+hxzE6T&#10;YHY2ZNck7a/vFoTe5vE+Z7nuTSVaalxpWcFkHIEgzqwuOVeQnj+e3kA4j6yxskwKvsnBejV4WGKs&#10;bccnahOfixDCLkYFhfd1LKXLCjLoxrYmDtyXbQz6AJtc6ga7EG4q+RxFr9JgyaGhwJq2BWXX5GYU&#10;zOrLbj49vhx+ktHOplW2bxfdp1KPw37zDsJT7//Fd/deh/nTCfw9Ey6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nHyzxQAAANwAAAAPAAAAAAAAAAAAAAAAAJgCAABkcnMv&#10;ZG93bnJldi54bWxQSwUGAAAAAAQABAD1AAAAigMAAAAA&#10;" fillcolor="#f5f5f5" stroked="f"/>
                        <v:rect id="Rectangle 125" o:spid="_x0000_s1147" style="position:absolute;left:5131;top:1168;width:2192;height: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6yncQA&#10;AADcAAAADwAAAGRycy9kb3ducmV2LnhtbERP32vCMBB+F/wfwgl701Q3NtcZpSiCMBjoZLC3oznb&#10;anMpSbTtf78MBN/u4/t5i1VnanEj5yvLCqaTBARxbnXFhYLj93Y8B+EDssbaMinoycNqORwsMNW2&#10;5T3dDqEQMYR9igrKEJpUSp+XZNBPbEMcuZN1BkOErpDaYRvDTS1nSfIqDVYcG0psaF1SfjlcjYKf&#10;vjq32ebd7rLt7/X09fx26T+dUk+jLvsAEagLD/HdvdNx/ssM/p+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esp3EAAAA3AAAAA8AAAAAAAAAAAAAAAAAmAIAAGRycy9k&#10;b3ducmV2LnhtbFBLBQYAAAAABAAEAPUAAACJAwAAAAA=&#10;" fillcolor="#f4f4f4" stroked="f"/>
                        <v:rect id="Rectangle 126" o:spid="_x0000_s1148" style="position:absolute;left:5131;top:1241;width:219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HjC8EA&#10;AADcAAAADwAAAGRycy9kb3ducmV2LnhtbERPTWvCQBC9C/0PyxS86W6rLRpdpQiiJ6Fa8Tpmp0kw&#10;Oxuymxj99W6h4G0e73Pmy86WoqXaF441vA0VCOLUmYIzDT+H9WACwgdkg6Vj0nAjD8vFS2+OiXFX&#10;/qZ2HzIRQ9gnqCEPoUqk9GlOFv3QVcSR+3W1xRBhnUlT4zWG21K+K/UpLRYcG3KsaJVTetk3VsPp&#10;3jZh485NeyS7G33QZXpQSuv+a/c1AxGoC0/xv3tr4vzxCP6eiRf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ih4wvBAAAA3AAAAA8AAAAAAAAAAAAAAAAAmAIAAGRycy9kb3du&#10;cmV2LnhtbFBLBQYAAAAABAAEAPUAAACGAwAAAAA=&#10;" fillcolor="#f3f3f3" stroked="f"/>
                        <v:rect id="Rectangle 127" o:spid="_x0000_s1149" style="position:absolute;left:5131;top:1313;width:219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7YHcMA&#10;AADcAAAADwAAAGRycy9kb3ducmV2LnhtbERP32vCMBB+F/wfwg18EU0nMkZnFJEpgoOxqsjejubW&#10;FJtLaWKt/70ZCL7dx/fzZovOVqKlxpeOFbyOExDEudMlFwoO+/XoHYQPyBorx6TgRh4W835vhql2&#10;V/6hNguFiCHsU1RgQqhTKX1uyKIfu5o4cn+usRgibAqpG7zGcFvJSZK8SYslxwaDNa0M5efsYhUs&#10;5emXv7Jde7TmJk96eLbfm0+lBi/d8gNEoC48xQ/3Vsf50yn8PxMvkP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P7YHcMAAADcAAAADwAAAAAAAAAAAAAAAACYAgAAZHJzL2Rv&#10;d25yZXYueG1sUEsFBgAAAAAEAAQA9QAAAIgDAAAAAA==&#10;" fillcolor="#f2f2f2" stroked="f"/>
                        <v:rect id="Rectangle 128" o:spid="_x0000_s1150" style="position:absolute;left:5131;top:1385;width:2192;height: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o9CcQA&#10;AADcAAAADwAAAGRycy9kb3ducmV2LnhtbESPQYvCMBCF74L/IYywF9F0FxWtRpFFYfWmFcTb0Ixt&#10;sZmUJmrXX28EwdsM771v3swWjSnFjWpXWFbw3Y9AEKdWF5wpOCTr3hiE88gaS8uk4J8cLObt1gxj&#10;be+8o9veZyJA2MWoIPe+iqV0aU4GXd9WxEE729qgD2udSV3jPcBNKX+iaCQNFhwu5FjRb07pZX81&#10;gbK7mFM6WEXb7mbNx0mSbJvqodRXp1lOQXhq/Mf8Tv/pUH8whNczYQI5f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1KPQnEAAAA3AAAAA8AAAAAAAAAAAAAAAAAmAIAAGRycy9k&#10;b3ducmV2LnhtbFBLBQYAAAAABAAEAPUAAACJAwAAAAA=&#10;" fillcolor="#f1f1f1" stroked="f"/>
                        <v:rect id="Rectangle 129" o:spid="_x0000_s1151" style="position:absolute;left:5131;top:1458;width:2192;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mycUA&#10;AADcAAAADwAAAGRycy9kb3ducmV2LnhtbERP32vCMBB+H/g/hBP2MjTdmKKdUbaBMJgIOkF8uzXX&#10;ptpcuiba7r9fBGFv9/H9vNmis5W4UONLxwoehwkI4szpkgsFu6/lYALCB2SNlWNS8EseFvPe3QxT&#10;7Vre0GUbChFD2KeowIRQp1L6zJBFP3Q1ceRy11gMETaF1A22MdxW8ilJxtJiybHBYE3vhrLT9mwV&#10;vH3uV3q6PJpzPnpYJ/n3z+bQolL3/e71BUSgLvyLb+4PHec/j+H6TLx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n6bJxQAAANwAAAAPAAAAAAAAAAAAAAAAAJgCAABkcnMv&#10;ZG93bnJldi54bWxQSwUGAAAAAAQABAD1AAAAigMAAAAA&#10;" fillcolor="#f0f0f0" stroked="f"/>
                        <v:shape id="Freeform 130" o:spid="_x0000_s1152" style="position:absolute;left:5147;top:341;width:2161;height:1138;visibility:visible;mso-wrap-style:square;v-text-anchor:top" coordsize="2161,11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WiA8IA&#10;AADcAAAADwAAAGRycy9kb3ducmV2LnhtbERPS4vCMBC+C/sfwizsRTR1qbp0TcsiiIInXwdvQzPb&#10;ljaT0kSt/94Igrf5+J6zyHrTiCt1rrKsYDKOQBDnVldcKDgeVqMfEM4ja2wsk4I7OcjSj8ECE21v&#10;vKPr3hcihLBLUEHpfZtI6fKSDLqxbYkD9287gz7ArpC6w1sIN438jqKZNFhxaCixpWVJeb2/GAWS&#10;1vVlM6zjWC7zqTv183M73Sr19dn//YLw1Pu3+OXe6DA/nsPzmXCBTB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1aIDwgAAANwAAAAPAAAAAAAAAAAAAAAAAJgCAABkcnMvZG93&#10;bnJldi54bWxQSwUGAAAAAAQABAD1AAAAhwMAAAAA&#10;" path="m,1138r1592,l2161,,569,,,1138xe" filled="f" strokecolor="#404040" strokeweight="1e-4mm">
                          <v:stroke endcap="round"/>
                          <v:path arrowok="t" o:connecttype="custom" o:connectlocs="0,1138;1592,1138;2161,0;569,0;0,1138" o:connectangles="0,0,0,0,0"/>
                        </v:shape>
                        <v:rect id="Rectangle 131" o:spid="_x0000_s1153" style="position:absolute;left:5769;top:530;width:907;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cKKMMA&#10;AADcAAAADwAAAGRycy9kb3ducmV2LnhtbESP3WoCMRCF74W+Q5hC7zRbKSJbo5SCoMUbVx9g2Mz+&#10;0GSyJKm7vn3nQvBuhnPmnG82u8k7daOY+sAG3hcFKOI62J5bA9fLfr4GlTKyRReYDNwpwW77Mttg&#10;acPIZ7pVuVUSwqlEA13OQ6l1qjvymBZhIBatCdFjljW22kYcJdw7vSyKlfbYszR0ONB3R/Vv9ecN&#10;6Eu1H9eVi0X4WTYndzycGwrGvL1OX5+gMk35aX5cH6zgfwit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cKKMMAAADcAAAADwAAAAAAAAAAAAAAAACYAgAAZHJzL2Rv&#10;d25yZXYueG1sUEsFBgAAAAAEAAQA9QAAAIgDAAAAAA==&#10;" filled="f" stroked="f">
                          <v:textbox style="mso-fit-shape-to-text:t" inset="0,0,0,0">
                            <w:txbxContent>
                              <w:p w:rsidR="00E86396" w:rsidRDefault="00E86396">
                                <w:r>
                                  <w:rPr>
                                    <w:rFonts w:ascii="Arial" w:hAnsi="Arial" w:cs="Arial"/>
                                    <w:color w:val="000000"/>
                                    <w:sz w:val="16"/>
                                    <w:szCs w:val="16"/>
                                    <w:lang w:val="en-US"/>
                                  </w:rPr>
                                  <w:t xml:space="preserve">Optional firm </w:t>
                                </w:r>
                              </w:p>
                            </w:txbxContent>
                          </v:textbox>
                        </v:rect>
                        <v:rect id="Rectangle 132" o:spid="_x0000_s1154" style="position:absolute;left:5974;top:722;width:498;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uvs78A&#10;AADcAAAADwAAAGRycy9kb3ducmV2LnhtbERP24rCMBB9X/Afwgi+raki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S6+zvwAAANwAAAAPAAAAAAAAAAAAAAAAAJgCAABkcnMvZG93bnJl&#10;di54bWxQSwUGAAAAAAQABAD1AAAAhAMAAAAA&#10;" filled="f" stroked="f">
                          <v:textbox style="mso-fit-shape-to-text:t" inset="0,0,0,0">
                            <w:txbxContent>
                              <w:p w:rsidR="00E86396" w:rsidRDefault="00E86396">
                                <w:r>
                                  <w:rPr>
                                    <w:rFonts w:ascii="Arial" w:hAnsi="Arial" w:cs="Arial"/>
                                    <w:color w:val="000000"/>
                                    <w:sz w:val="16"/>
                                    <w:szCs w:val="16"/>
                                    <w:lang w:val="en-US"/>
                                  </w:rPr>
                                  <w:t xml:space="preserve">access </w:t>
                                </w:r>
                              </w:p>
                            </w:txbxContent>
                          </v:textbox>
                        </v:rect>
                        <v:rect id="Rectangle 133" o:spid="_x0000_s1155" style="position:absolute;left:5902;top:915;width:650;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iQ88MA&#10;AADcAAAADwAAAGRycy9kb3ducmV2LnhtbESP3WoCMRCF74W+Q5hC7zRboSJbo5SCoMUbVx9g2Mz+&#10;0GSyJKm7vn3nQvBuhnPmnG82u8k7daOY+sAG3hcFKOI62J5bA9fLfr4GlTKyRReYDNwpwW77Mttg&#10;acPIZ7pVuVUSwqlEA13OQ6l1qjvymBZhIBatCdFjljW22kYcJdw7vSyKlfbYszR0ONB3R/Vv9ecN&#10;6Eu1H9eVi0X4WTYndzycGwrGvL1OX5+gMk35aX5cH6zgfwi+PCMT6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6iQ88MAAADcAAAADwAAAAAAAAAAAAAAAACYAgAAZHJzL2Rv&#10;d25yZXYueG1sUEsFBgAAAAAEAAQA9QAAAIgDAAAAAA==&#10;" filled="f" stroked="f">
                          <v:textbox style="mso-fit-shape-to-text:t" inset="0,0,0,0">
                            <w:txbxContent>
                              <w:p w:rsidR="00E86396" w:rsidRDefault="00E86396">
                                <w:r>
                                  <w:rPr>
                                    <w:rFonts w:ascii="Arial" w:hAnsi="Arial" w:cs="Arial"/>
                                    <w:color w:val="000000"/>
                                    <w:sz w:val="16"/>
                                    <w:szCs w:val="16"/>
                                    <w:lang w:val="en-US"/>
                                  </w:rPr>
                                  <w:t>contracts</w:t>
                                </w:r>
                              </w:p>
                            </w:txbxContent>
                          </v:textbox>
                        </v:rect>
                        <v:rect id="Rectangle 134" o:spid="_x0000_s1156" style="position:absolute;left:5769;top:1108;width:54;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Q1aL4A&#10;AADcAAAADwAAAGRycy9kb3ducmV2LnhtbERP24rCMBB9X/Afwgi+ranCLlKNIoKgiy9WP2BophdM&#10;JiWJtv69EYR9m8O5zmozWCMe5EPrWMFsmoEgLp1uuVZwvey/FyBCRNZoHJOCJwXYrEdfK8y16/lM&#10;jyLWIoVwyFFBE2OXSxnKhiyGqeuIE1c5bzEm6GupPfYp3Bo5z7JfabHl1NBgR7uGyltxtwrkpdj3&#10;i8L4zP3Nq5M5Hs4VOaUm42G7BBFpiP/ij/ug0/yfGbyfSRfI9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TkNWi+AAAA3AAAAA8AAAAAAAAAAAAAAAAAmAIAAGRycy9kb3ducmV2&#10;LnhtbFBLBQYAAAAABAAEAPUAAACDAwAAAAA=&#10;" filled="f" stroked="f">
                          <v:textbox style="mso-fit-shape-to-text:t" inset="0,0,0,0">
                            <w:txbxContent>
                              <w:p w:rsidR="00E86396" w:rsidRDefault="00E86396">
                                <w:r>
                                  <w:rPr>
                                    <w:rFonts w:ascii="Arial" w:hAnsi="Arial" w:cs="Arial"/>
                                    <w:color w:val="000000"/>
                                    <w:sz w:val="16"/>
                                    <w:szCs w:val="16"/>
                                    <w:lang w:val="en-US"/>
                                  </w:rPr>
                                  <w:t>(</w:t>
                                </w:r>
                              </w:p>
                            </w:txbxContent>
                          </v:textbox>
                        </v:rect>
                        <v:rect id="Rectangle 135" o:spid="_x0000_s1157" style="position:absolute;left:5817;top:1108;width:810;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rH78A&#10;AADcAAAADwAAAGRycy9kb3ducmV2LnhtbERP24rCMBB9F/yHMMK+aWrB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NqsfvwAAANwAAAAPAAAAAAAAAAAAAAAAAJgCAABkcnMvZG93bnJl&#10;di54bWxQSwUGAAAAAAQABAD1AAAAhAMAAAAA&#10;" filled="f" stroked="f">
                          <v:textbox style="mso-fit-shape-to-text:t" inset="0,0,0,0">
                            <w:txbxContent>
                              <w:p w:rsidR="00E86396" w:rsidRDefault="00E86396">
                                <w:r>
                                  <w:rPr>
                                    <w:rFonts w:ascii="Arial" w:hAnsi="Arial" w:cs="Arial"/>
                                    <w:color w:val="000000"/>
                                    <w:sz w:val="16"/>
                                    <w:szCs w:val="16"/>
                                    <w:lang w:val="en-US"/>
                                  </w:rPr>
                                  <w:t>longer term</w:t>
                                </w:r>
                              </w:p>
                            </w:txbxContent>
                          </v:textbox>
                        </v:rect>
                        <v:rect id="Rectangle 136" o:spid="_x0000_s1158" style="position:absolute;left:6636;top:1108;width:54;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oOhL8A&#10;AADcAAAADwAAAGRycy9kb3ducmV2LnhtbERP24rCMBB9F/yHMIJvmqrs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eg6EvwAAANwAAAAPAAAAAAAAAAAAAAAAAJgCAABkcnMvZG93bnJl&#10;di54bWxQSwUGAAAAAAQABAD1AAAAhAMAAAAA&#10;" filled="f" stroked="f">
                          <v:textbox style="mso-fit-shape-to-text:t" inset="0,0,0,0">
                            <w:txbxContent>
                              <w:p w:rsidR="00E86396" w:rsidRDefault="00E86396">
                                <w:r>
                                  <w:rPr>
                                    <w:rFonts w:ascii="Arial" w:hAnsi="Arial" w:cs="Arial"/>
                                    <w:color w:val="000000"/>
                                    <w:sz w:val="16"/>
                                    <w:szCs w:val="16"/>
                                    <w:lang w:val="en-US"/>
                                  </w:rPr>
                                  <w:t>)</w:t>
                                </w:r>
                              </w:p>
                            </w:txbxContent>
                          </v:textbox>
                        </v:rect>
                        <v:rect id="Rectangle 137" o:spid="_x0000_s1159" style="position:absolute;left:554;top:1843;width:4517;height: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XesQA&#10;AADcAAAADwAAAGRycy9kb3ducmV2LnhtbERPTWvCQBC9F/oflil4Ed1oq2jqKhIseJDSRg8eh+yY&#10;pGZnY3Y18d93C0Jv83ifs1h1phI3alxpWcFoGIEgzqwuOVdw2H8MZiCcR9ZYWSYFd3KwWj4/LTDW&#10;tuVvuqU+FyGEXYwKCu/rWEqXFWTQDW1NHLiTbQz6AJtc6gbbEG4qOY6iqTRYcmgosKakoOycXo2C&#10;pG559/UpL+mm/3PoH1/nx0mileq9dOt3EJ46/y9+uLc6zJ+8wd8z4QK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F3rEAAAA3AAAAA8AAAAAAAAAAAAAAAAAmAIAAGRycy9k&#10;b3ducmV2LnhtbFBLBQYAAAAABAAEAPUAAACJAwAAAAA=&#10;" fillcolor="#cdcdcd" stroked="f"/>
                        <v:shape id="Picture 138" o:spid="_x0000_s1160" type="#_x0000_t75" style="position:absolute;left:559;top:1844;width:4507;height:6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5rDrnCAAAA3AAAAA8AAABkcnMvZG93bnJldi54bWxET9tqwkAQfRf6D8sIfdONpQZJXaUXekHJ&#10;g7EfMOxOk2B2NmSnmv59t1DwbQ7nOuvt6Dt1piG2gQ0s5hkoYhtcy7WBz+PrbAUqCrLDLjAZ+KEI&#10;283NZI2FCxc+0LmSWqUQjgUaaET6QutoG/IY56EnTtxXGDxKgkOt3YCXFO47fZdlufbYcmposKfn&#10;huyp+vYGSkS0p7y8r95G2et3mz/Jy86Y2+n4+ABKaJSr+N/94dL85RL+nkkX6M0v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eaw65wgAAANwAAAAPAAAAAAAAAAAAAAAAAJ8C&#10;AABkcnMvZG93bnJldi54bWxQSwUGAAAAAAQABAD3AAAAjgMAAAAA&#10;">
                          <v:imagedata r:id="rId29" o:title=""/>
                        </v:shape>
                        <v:rect id="Rectangle 139" o:spid="_x0000_s1161" style="position:absolute;left:554;top:1843;width:4517;height: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EslsQA&#10;AADcAAAADwAAAGRycy9kb3ducmV2LnhtbERPTWvCQBC9C/0PyxS8SN1YUWp0E0pooQcRm3rwOGSn&#10;SdrsbMyuJv77rlDwNo/3OZt0MI24UOdqywpm0wgEcWF1zaWCw9f70wsI55E1NpZJwZUcpMnDaIOx&#10;tj1/0iX3pQgh7GJUUHnfxlK6oiKDbmpb4sB9286gD7Arpe6wD+Gmkc9RtJQGaw4NFbaUVVT85mej&#10;IGt73u538pS/TX4Ok+N8dVxkWqnx4/C6BuFp8Hfxv/tDh/mLJdyeCRfI5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xLJbEAAAA3AAAAA8AAAAAAAAAAAAAAAAAmAIAAGRycy9k&#10;b3ducmV2LnhtbFBLBQYAAAAABAAEAPUAAACJAwAAAAA=&#10;" fillcolor="#cdcdcd" stroked="f"/>
                        <v:rect id="Rectangle 140" o:spid="_x0000_s1162" style="position:absolute;left:542;top:1831;width:4541;height: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2JDcQA&#10;AADcAAAADwAAAGRycy9kb3ducmV2LnhtbERPTWvCQBC9F/oflil4Ed3UYtXUVSRY8CCljR48Dtkx&#10;SZudjdnVxH/vCkJv83ifM192phIXalxpWcHrMAJBnFldcq5gv/scTEE4j6yxskwKruRguXh+mmOs&#10;bcs/dEl9LkIIuxgVFN7XsZQuK8igG9qaOHBH2xj0ATa51A22IdxUchRF79JgyaGhwJqSgrK/9GwU&#10;JHXL2+8veUrX/d99//A2O4wTrVTvpVt9gPDU+X/xw73RYf54AvdnwgV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89iQ3EAAAA3AAAAA8AAAAAAAAAAAAAAAAAmAIAAGRycy9k&#10;b3ducmV2LnhtbFBLBQYAAAAABAAEAPUAAACJAwAAAAA=&#10;" fillcolor="#cdcdcd" stroked="f"/>
                        <v:shape id="Freeform 141" o:spid="_x0000_s1163" style="position:absolute;left:553;top:1838;width:4519;height:695;visibility:visible;mso-wrap-style:square;v-text-anchor:top" coordsize="6003,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Tqn8QA&#10;AADcAAAADwAAAGRycy9kb3ducmV2LnhtbESPQWsCMRCF74X+hzAFbzVrxVK2RhGhsBcPbi2lt2Ez&#10;3V3dTJYkavz3zqHQ2wzvzXvfLNfZDepCIfaeDcymBSjixtueWwOHz4/nN1AxIVscPJOBG0VYrx4f&#10;llhaf+U9XerUKgnhWKKBLqWx1Do2HTmMUz8Si/brg8Mka2i1DXiVcDfol6J41Q57loYOR9p21Jzq&#10;szPw/RVw7rna/eTD1tZF3FfzYzZm8pQ376AS5fRv/ruurOAvhFaekQn0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k6p/EAAAA3AAAAA8AAAAAAAAAAAAAAAAAmAIAAGRycy9k&#10;b3ducmV2LnhtbFBLBQYAAAAABAAEAPUAAACJAwAAAAA=&#10;" path="m8,907r5987,l5987,915r,-907l5995,16,8,16,16,8r,907c16,920,13,923,8,923,4,923,,920,,915l,8c,4,4,,8,l5995,v5,,8,4,8,8l6003,915v,5,-3,8,-8,8l8,923c4,923,,920,,915v,-4,4,-8,8,-8xe" strokeweight="0">
                          <v:path arrowok="t" o:connecttype="custom" o:connectlocs="6,683;4513,683;4507,689;4507,6;4513,12;6,12;12,6;12,689;6,695;0,689;0,6;6,0;4513,0;4519,6;4519,689;4513,695;6,695;0,689;6,683" o:connectangles="0,0,0,0,0,0,0,0,0,0,0,0,0,0,0,0,0,0,0"/>
                        </v:shape>
                        <v:rect id="Rectangle 142" o:spid="_x0000_s1164" style="position:absolute;left:542;top:1831;width:4541;height: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645MQA&#10;AADcAAAADwAAAGRycy9kb3ducmV2LnhtbERPTWvCQBC9F/wPywheRDdaFI2uIqGFHkTa6MHjkB2T&#10;aHY2zW5N/PfdgtDbPN7nrLedqcSdGldaVjAZRyCIM6tLzhWcju+jBQjnkTVWlknBgxxsN72XNcba&#10;tvxF99TnIoSwi1FB4X0dS+myggy6sa2JA3exjUEfYJNL3WAbwk0lp1E0lwZLDg0F1pQUlN3SH6Mg&#10;qVvefx7kd/o2vJ6G59fleZZopQb9brcC4anz/+Kn+0OH+bMl/D0TLp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uuOTEAAAA3AAAAA8AAAAAAAAAAAAAAAAAmAIAAGRycy9k&#10;b3ducmV2LnhtbFBLBQYAAAAABAAEAPUAAACJAwAAAAA=&#10;" fillcolor="#cdcdcd" stroked="f"/>
                        <v:rect id="Rectangle 143" o:spid="_x0000_s1165" style="position:absolute;left:518;top:1807;width:4541;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HRsgA&#10;AADcAAAADwAAAGRycy9kb3ducmV2LnhtbESPQUvDQBCF7wX/wzKCl9JuFFps7LaoUBAqhVZBvI3Z&#10;STaanY3ZbRP/fedQ8DbDe/PeN8v14Bt1oi7WgQ3cTjNQxEWwNVcG3t82k3tQMSFbbAKTgT+KsF5d&#10;jZaY29Dznk6HVCkJ4ZijAZdSm2sdC0ce4zS0xKKVofOYZO0qbTvsJdw3+i7L5tpjzdLgsKVnR8XP&#10;4egNPG0/Xu1i8+2O5Wy8y8qv3/1nj8bcXA+PD6ASDenffLl+sYI/F3x5RibQqzM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rj8dGyAAAANwAAAAPAAAAAAAAAAAAAAAAAJgCAABk&#10;cnMvZG93bnJldi54bWxQSwUGAAAAAAQABAD1AAAAjQMAAAAA&#10;" fillcolor="#f0f0f0" stroked="f"/>
                        <v:rect id="Rectangle 144" o:spid="_x0000_s1166" style="position:absolute;left:518;top:1819;width:4541;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vgC8MA&#10;AADcAAAADwAAAGRycy9kb3ducmV2LnhtbERPS2vCQBC+F/wPywje6q61DTZ1FSkEhNpDVeh1yI5J&#10;aHY2ZjcP/71bKPQ2H99z1tvR1qKn1leONSzmCgRx7kzFhYbzKXtcgfAB2WDtmDTcyMN2M3lYY2rc&#10;wF/UH0MhYgj7FDWUITSplD4vyaKfu4Y4chfXWgwRtoU0LQ4x3NbySalEWqw4NpTY0HtJ+c+xsxow&#10;eTbXz8vycProEnwtRpW9fCutZ9Nx9wYi0Bj+xX/uvYnzkwX8PhMvkJ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ZvgC8MAAADcAAAADwAAAAAAAAAAAAAAAACYAgAAZHJzL2Rv&#10;d25yZXYueG1sUEsFBgAAAAAEAAQA9QAAAIgDAAAAAA==&#10;" stroked="f"/>
                        <v:rect id="Rectangle 145" o:spid="_x0000_s1167" style="position:absolute;left:518;top:1831;width:4541;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zWCcMA&#10;AADcAAAADwAAAGRycy9kb3ducmV2LnhtbERPS2vCQBC+F/wPywheim6ag5XoKioUS6FQHwePQ3bM&#10;hmRnY3ZN0n/fLRR6m4/vOavNYGvRUetLxwpeZgkI4tzpkgsFl/PbdAHCB2SNtWNS8E0eNuvR0woz&#10;7Xo+UncKhYgh7DNUYEJoMil9bsiin7mGOHI311oMEbaF1C32MdzWMk2SubRYcmww2NDeUF6dHlbB&#10;a5/fq0f3me70tXIfz4fe7PBLqcl42C5BBBrCv/jP/a7j/HkKv8/EC+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dzWCcMAAADcAAAADwAAAAAAAAAAAAAAAACYAgAAZHJzL2Rv&#10;d25yZXYueG1sUEsFBgAAAAAEAAQA9QAAAIgDAAAAAA==&#10;" fillcolor="#fefefe" stroked="f"/>
                        <v:rect id="Rectangle 146" o:spid="_x0000_s1168" style="position:absolute;left:518;top:1879;width:4541;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m72cMA&#10;AADcAAAADwAAAGRycy9kb3ducmV2LnhtbERPTWvCQBC9F/wPywjemk0rhBKzSmipCF5qLD0P2TGJ&#10;ZmfT7KpJfn23UOhtHu9zss1gWnGj3jWWFTxFMQji0uqGKwWfx/fHFxDOI2tsLZOCkRxs1rOHDFNt&#10;73ygW+ErEULYpaig9r5LpXRlTQZdZDviwJ1sb9AH2FdS93gP4aaVz3GcSIMNh4YaO3qtqbwUV6Og&#10;Gbe5z7/tOZ9wbPXH/q04fE1KLeZDvgLhafD/4j/3Tof5yRJ+nwkXy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dm72cMAAADcAAAADwAAAAAAAAAAAAAAAACYAgAAZHJzL2Rv&#10;d25yZXYueG1sUEsFBgAAAAAEAAQA9QAAAIgDAAAAAA==&#10;" fillcolor="#fdfdfd" stroked="f"/>
                        <v:rect id="Rectangle 147" o:spid="_x0000_s1169" style="position:absolute;left:518;top:1927;width:4541;height: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LW48AA&#10;AADcAAAADwAAAGRycy9kb3ducmV2LnhtbERP24rCMBB9F/Yfwiz4IpoqUkrXtIgoyD55+4ChmW2L&#10;zaQ0UVu/3iwIvs3hXGeV96YRd+pcbVnBfBaBIC6srrlUcDnvpgkI55E1NpZJwUAO8uxrtMJU2wcf&#10;6X7ypQgh7FJUUHnfplK6oiKDbmZb4sD92c6gD7Arpe7wEcJNIxdRFEuDNYeGClvaVFRcTzejoF9b&#10;GoY4mUx+k4PGYbvdlM+rUuPvfv0DwlPvP+K3e6/D/HgJ/8+EC2T2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MLW48AAAADcAAAADwAAAAAAAAAAAAAAAACYAgAAZHJzL2Rvd25y&#10;ZXYueG1sUEsFBgAAAAAEAAQA9QAAAIUDAAAAAA==&#10;" fillcolor="#fcfcfc" stroked="f"/>
                        <v:rect id="Rectangle 148" o:spid="_x0000_s1170" style="position:absolute;left:518;top:1964;width:4541;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SW17wA&#10;AADcAAAADwAAAGRycy9kb3ducmV2LnhtbERPzQrCMAy+C75DieBNOwVFp1VEELyq8x7WuE3XdKx1&#10;mz69FQRv+fh+s952phQN1a6wrGAyjkAQp1YXnClILofRAoTzyBpLy6TgRQ62m35vjbG2LZ+oOftM&#10;hBB2MSrIva9iKV2ak0E3thVx4G62NugDrDOpa2xDuCnlNIrm0mDBoSHHivY5pY/z0yi4zhanafuQ&#10;7+R9N9fl7XlIGiyVGg663QqEp87/xT/3UYf58xl8nwkXyM0H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ShJbXvAAAANwAAAAPAAAAAAAAAAAAAAAAAJgCAABkcnMvZG93bnJldi54&#10;bWxQSwUGAAAAAAQABAD1AAAAgQMAAAAA&#10;" fillcolor="#fbfbfb" stroked="f"/>
                        <v:rect id="Rectangle 149" o:spid="_x0000_s1171" style="position:absolute;left:518;top:2012;width:4541;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MZbsQA&#10;AADcAAAADwAAAGRycy9kb3ducmV2LnhtbERPzWrCQBC+C77DMkIvUjf1EDW6irQWWsFDow8wZMck&#10;mJ1ds1uT9um7BcHbfHy/s9r0phE3an1tWcHLJAFBXFhdc6ngdHx/noPwAVljY5kU/JCHzXo4WGGm&#10;bcdfdMtDKWII+wwVVCG4TEpfVGTQT6wjjtzZtgZDhG0pdYtdDDeNnCZJKg3WHBsqdPRaUXHJv42C&#10;a747vf2OZ323rxcuLA6fx/nWKfU06rdLEIH68BDf3R86zk9T+H8mXi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jGW7EAAAA3AAAAA8AAAAAAAAAAAAAAAAAmAIAAGRycy9k&#10;b3ducmV2LnhtbFBLBQYAAAAABAAEAPUAAACJAwAAAAA=&#10;" fillcolor="#fafafa" stroked="f"/>
                        <v:rect id="Rectangle 150" o:spid="_x0000_s1172" style="position:absolute;left:518;top:2060;width:4541;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LBw8MA&#10;AADcAAAADwAAAGRycy9kb3ducmV2LnhtbERPTWvCQBC9C/6HZYTe6sZAY0ldpYilolRsGnoestMk&#10;NTsbsqtGf31XKHibx/uc2aI3jThR52rLCibjCARxYXXNpYL86+3xGYTzyBoby6TgQg4W8+Fghqm2&#10;Z/6kU+ZLEULYpaig8r5NpXRFRQbd2LbEgfuxnUEfYFdK3eE5hJtGxlGUSIM1h4YKW1pWVByyo1Gg&#10;86ddvIm/f/X+I3H6mkdb/75S6mHUv76A8NT7u/jfvdZhfjKF2zPhA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tLBw8MAAADcAAAADwAAAAAAAAAAAAAAAACYAgAAZHJzL2Rv&#10;d25yZXYueG1sUEsFBgAAAAAEAAQA9QAAAIgDAAAAAA==&#10;" fillcolor="#f9f9f9" stroked="f"/>
                        <v:rect id="Rectangle 151" o:spid="_x0000_s1173" style="position:absolute;left:518;top:2096;width:4541;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QZCcQA&#10;AADcAAAADwAAAGRycy9kb3ducmV2LnhtbESPT2sCQQzF74LfYYjgRXS2HqSsjlJFxUMp+Pec7qS7&#10;S3cyy8xU12/fHAq95ZH3e3lZrDrXqDuFWHs28DLJQBEX3tZcGricd+NXUDEhW2w8k4EnRVgt+70F&#10;5tY/+Ej3UyqVhHDM0UCVUptrHYuKHMaJb4ll9+WDwyQylNoGfEi4a/Q0y2baYc1yocKWNhUV36cf&#10;JzU+9uv1Dbe766X5fLc4ml7D8WbMcNC9zUEl6tK/+Y8+WOFm0laekQn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kGQnEAAAA3AAAAA8AAAAAAAAAAAAAAAAAmAIAAGRycy9k&#10;b3ducmV2LnhtbFBLBQYAAAAABAAEAPUAAACJAwAAAAA=&#10;" fillcolor="#f8f8f8" stroked="f"/>
                        <v:rect id="Rectangle 152" o:spid="_x0000_s1174" style="position:absolute;left:518;top:2192;width:4541;height: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uTU8MA&#10;AADcAAAADwAAAGRycy9kb3ducmV2LnhtbERPS2vCQBC+F/oflil4KXVTD9ZEN6EKPqgnYy/ehuw0&#10;Cc3Ohuwak3/vCoXe5uN7ziobTCN66lxtWcH7NAJBXFhdc6ng+7x9W4BwHlljY5kUjOQgS5+fVpho&#10;e+MT9bkvRQhhl6CCyvs2kdIVFRl0U9sSB+7HdgZ9gF0pdYe3EG4aOYuiuTRYc2iosKVNRcVvfjUK&#10;jrFZj7EdP/L+snav+/rrtCtQqcnL8LkE4Wnw/+I/90GH+fMYHs+EC2R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uTU8MAAADcAAAADwAAAAAAAAAAAAAAAACYAgAAZHJzL2Rv&#10;d25yZXYueG1sUEsFBgAAAAAEAAQA9QAAAIgDAAAAAA==&#10;" fillcolor="#f7f7f7" stroked="f"/>
                        <v:rect id="Rectangle 153" o:spid="_x0000_s1175" style="position:absolute;left:518;top:2229;width:4541;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fQ58cA&#10;AADcAAAADwAAAGRycy9kb3ducmV2LnhtbESPS2vDMBCE74X8B7GFXkoit5AHbpRQUgKlLYS8IMet&#10;tbVNrJWR1Nj5991DIbddZnbm2/myd426UIi1ZwNPowwUceFtzaWBw349nIGKCdli45kMXCnCcjG4&#10;m2NufcdbuuxSqSSEY44GqpTaXOtYVOQwjnxLLNqPDw6TrKHUNmAn4a7Rz1k20Q5rloYKW1pVVJx3&#10;v85Al3298ePn9+Q4PmzKsN580GmFxjzc968voBL16Wb+v363gj8VfHlGJt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Un0OfHAAAA3AAAAA8AAAAAAAAAAAAAAAAAmAIAAGRy&#10;cy9kb3ducmV2LnhtbFBLBQYAAAAABAAEAPUAAACMAwAAAAA=&#10;" fillcolor="#f6f6f6" stroked="f"/>
                        <v:rect id="Rectangle 154" o:spid="_x0000_s1176" style="position:absolute;left:518;top:2277;width:4541;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C2DsUA&#10;AADcAAAADwAAAGRycy9kb3ducmV2LnhtbERPS2vCQBC+F/oflil4Ed34qNrUVaRQ8dTS6MHjmJ0m&#10;odnZkF2T6K93BaG3+fies1x3phQN1a6wrGA0jEAQp1YXnCk47D8HCxDOI2ssLZOCCzlYr56flhhr&#10;2/IPNYnPRAhhF6OC3PsqltKlORl0Q1sRB+7X1gZ9gHUmdY1tCDelHEfRTBosODTkWNFHTulfcjYK&#10;XqvTdj79nnxdk/7WHsp017y1R6V6L93mHYSnzv+LH+6dDvPnI7g/Ey6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8LYOxQAAANwAAAAPAAAAAAAAAAAAAAAAAJgCAABkcnMv&#10;ZG93bnJldi54bWxQSwUGAAAAAAQABAD1AAAAigMAAAAA&#10;" fillcolor="#f5f5f5" stroked="f"/>
                        <v:rect id="Rectangle 155" o:spid="_x0000_s1177" style="position:absolute;left:518;top:2325;width:4541;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J4IMMA&#10;AADcAAAADwAAAGRycy9kb3ducmV2LnhtbERP32vCMBB+F/Y/hBP2pqkK6jqjlIkgDAbqGOztaM62&#10;s7mUJNr2vzcDwbf7+H7eatOZWtzI+cqygsk4AUGcW11xoeD7tBstQfiArLG2TAp68rBZvwxWmGrb&#10;8oFux1CIGMI+RQVlCE0qpc9LMujHtiGO3Nk6gyFCV0jtsI3hppbTJJlLgxXHhhIb+igpvxyvRsFP&#10;X/212fbN7rPd7/X8NVtc+k+n1Ouwy95BBOrCU/xw73Wcv5jC/zPxAr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3J4IMMAAADcAAAADwAAAAAAAAAAAAAAAACYAgAAZHJzL2Rv&#10;d25yZXYueG1sUEsFBgAAAAAEAAQA9QAAAIgDAAAAAA==&#10;" fillcolor="#f4f4f4" stroked="f"/>
                        <v:rect id="Rectangle 156" o:spid="_x0000_s1178" style="position:absolute;left:518;top:2361;width:4541;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0ptsEA&#10;AADcAAAADwAAAGRycy9kb3ducmV2LnhtbERPTWvCQBC9C/0PyxS86W4rthpdpQiiJ6Fa8Tpmp0kw&#10;Oxuymxj99W6h4G0e73Pmy86WoqXaF441vA0VCOLUmYIzDT+H9WACwgdkg6Vj0nAjD8vFS2+OiXFX&#10;/qZ2HzIRQ9gnqCEPoUqk9GlOFv3QVcSR+3W1xRBhnUlT4zWG21K+K/UhLRYcG3KsaJVTetk3VsPp&#10;3jZh485NeyS7G43pMj0opXX/tfuagQjUhaf43701cf7nCP6eiRf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NKbbBAAAA3AAAAA8AAAAAAAAAAAAAAAAAmAIAAGRycy9kb3du&#10;cmV2LnhtbFBLBQYAAAAABAAEAPUAAACGAwAAAAA=&#10;" fillcolor="#f3f3f3" stroked="f"/>
                        <v:rect id="Rectangle 157" o:spid="_x0000_s1179" style="position:absolute;left:518;top:2409;width:4541;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ISoMMA&#10;AADcAAAADwAAAGRycy9kb3ducmV2LnhtbERP32vCMBB+H/g/hBN8GTOdjDk6o4hMETYQq1L2djRn&#10;U2wupYm1/vfLYLC3+/h+3mzR21p01PrKsYLncQKCuHC64lLB8bB+egPhA7LG2jEpuJOHxXzwMMNU&#10;uxvvqctCKWII+xQVmBCaVEpfGLLox64hjtzZtRZDhG0pdYu3GG5rOUmSV2mx4thgsKGVoeKSXa2C&#10;pcy/+Sv77E7W3GWuHy92t/lQajTsl+8gAvXhX/zn3uo4f/oCv8/EC+T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pISoMMAAADcAAAADwAAAAAAAAAAAAAAAACYAgAAZHJzL2Rv&#10;d25yZXYueG1sUEsFBgAAAAAEAAQA9QAAAIgDAAAAAA==&#10;" fillcolor="#f2f2f2" stroked="f"/>
                        <v:rect id="Rectangle 158" o:spid="_x0000_s1180" style="position:absolute;left:518;top:2457;width:4541;height: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b3tMUA&#10;AADcAAAADwAAAGRycy9kb3ducmV2LnhtbESPT4vCMBDF74LfIYzgRTRVdv1TjbIsCq43rSDehmZs&#10;i82kNFG7fvrNguBthvfeb94sVo0pxZ1qV1hWMBxEIIhTqwvOFByTTX8KwnlkjaVlUvBLDlbLdmuB&#10;sbYP3tP94DMRIOxiVJB7X8VSujQng25gK+KgXWxt0Ie1zqSu8RHgppSjKBpLgwWHCzlW9J1Tej3c&#10;TKDsr+acfqyjXe9nw6dZkuya6qlUt9N8zUF4avzb/Epvdag/+YT/Z8IEcv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Jve0xQAAANwAAAAPAAAAAAAAAAAAAAAAAJgCAABkcnMv&#10;ZG93bnJldi54bWxQSwUGAAAAAAQABAD1AAAAigMAAAAA&#10;" fillcolor="#f1f1f1" stroked="f"/>
                        <v:rect id="Rectangle 159" o:spid="_x0000_s1181" style="position:absolute;left:518;top:2494;width:4541;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NsdMUA&#10;AADcAAAADwAAAGRycy9kb3ducmV2LnhtbERP22rCQBB9L/gPywh9KbppoV5SV2kLQqEiaAXxbZqd&#10;ZKPZ2TS7mvj33YLQtzmc68wWna3EhRpfOlbwOExAEGdOl1wo2H0tBxMQPiBrrByTgit5WMx7dzNM&#10;tWt5Q5dtKEQMYZ+iAhNCnUrpM0MW/dDVxJHLXWMxRNgUUjfYxnBbyackGUmLJccGgzW9G8pO27NV&#10;8Pa5X+np8mjO+fPDOsm/fzaHFpW673evLyACdeFffHN/6Dh/PIK/Z+IF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82x0xQAAANwAAAAPAAAAAAAAAAAAAAAAAJgCAABkcnMv&#10;ZG93bnJldi54bWxQSwUGAAAAAAQABAD1AAAAigMAAAAA&#10;" fillcolor="#f0f0f0" stroked="f"/>
                        <v:rect id="Rectangle 160" o:spid="_x0000_s1182" style="position:absolute;left:537;top:1820;width:4506;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COxcQA&#10;AADcAAAADwAAAGRycy9kb3ducmV2LnhtbERPTWsCMRC9C/6HMEJvmrVgLatRpKVFEZFasT2Om3F3&#10;cTNZk6jrvzcFobd5vM8ZTxtTiQs5X1pW0O8lIIgzq0vOFWy/P7qvIHxA1lhZJgU38jCdtFtjTLW9&#10;8hddNiEXMYR9igqKEOpUSp8VZND3bE0cuYN1BkOELpfa4TWGm0o+J8mLNFhybCiwpreCsuPmbBTg&#10;crnefuLi53ewz99Xt8PJDXYnpZ46zWwEIlAT/sUP91zH+cMh/D0TL5CT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4gjsXEAAAA3AAAAA8AAAAAAAAAAAAAAAAAmAIAAGRycy9k&#10;b3ducmV2LnhtbFBLBQYAAAAABAAEAPUAAACJAwAAAAA=&#10;" filled="f" strokecolor="#404040" strokeweight="1e-4mm">
                          <v:stroke joinstyle="round" endcap="round"/>
                        </v:rect>
                        <v:rect id="Rectangle 161" o:spid="_x0000_s1183" style="position:absolute;left:1987;top:2059;width:1592;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vAlcMA&#10;AADcAAAADwAAAGRycy9kb3ducmV2LnhtbESPT2sCMRDF70K/Q5hCb5qthypbo5SCoMWLqx9g2Mz+&#10;oclkSVJ3/fadg+Bthvfmvd9sdpN36kYx9YENvC8KUMR1sD23Bq6X/XwNKmVkiy4wGbhTgt32ZbbB&#10;0oaRz3SrcqskhFOJBrqch1LrVHfkMS3CQCxaE6LHLGtstY04Srh3elkUH9pjz9LQ4UDfHdW/1Z83&#10;oC/VflxXLhbhZ9mc3PFwbigY8/Y6fX2CyjTlp/lxfbCCvxJaeUYm0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mvAlcMAAADcAAAADwAAAAAAAAAAAAAAAACYAgAAZHJzL2Rv&#10;d25yZXYueG1sUEsFBgAAAAAEAAQA9QAAAIgDAAAAAA==&#10;" filled="f" stroked="f">
                          <v:textbox style="mso-fit-shape-to-text:t" inset="0,0,0,0">
                            <w:txbxContent>
                              <w:p w:rsidR="00E86396" w:rsidRDefault="00E86396">
                                <w:r>
                                  <w:rPr>
                                    <w:rFonts w:ascii="Arial" w:hAnsi="Arial" w:cs="Arial"/>
                                    <w:color w:val="000000"/>
                                    <w:sz w:val="16"/>
                                    <w:szCs w:val="16"/>
                                    <w:lang w:val="en-US"/>
                                  </w:rPr>
                                  <w:t xml:space="preserve">Probabilistic </w:t>
                                </w:r>
                                <w:proofErr w:type="spellStart"/>
                                <w:r>
                                  <w:rPr>
                                    <w:rFonts w:ascii="Arial" w:hAnsi="Arial" w:cs="Arial"/>
                                    <w:color w:val="000000"/>
                                    <w:sz w:val="16"/>
                                    <w:szCs w:val="16"/>
                                    <w:lang w:val="en-US"/>
                                  </w:rPr>
                                  <w:t>modelling</w:t>
                                </w:r>
                                <w:proofErr w:type="spellEnd"/>
                                <w:r>
                                  <w:rPr>
                                    <w:rFonts w:ascii="Arial" w:hAnsi="Arial" w:cs="Arial"/>
                                    <w:color w:val="000000"/>
                                    <w:sz w:val="16"/>
                                    <w:szCs w:val="16"/>
                                    <w:lang w:val="en-US"/>
                                  </w:rPr>
                                  <w:t xml:space="preserve"> </w:t>
                                </w:r>
                              </w:p>
                            </w:txbxContent>
                          </v:textbox>
                        </v:rect>
                        <v:shape id="Freeform 162" o:spid="_x0000_s1184" style="position:absolute;left:1582;top:1479;width:1208;height:256;visibility:visible;mso-wrap-style:square;v-text-anchor:top" coordsize="1208,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ox1MIA&#10;AADcAAAADwAAAGRycy9kb3ducmV2LnhtbERPzWrCQBC+C77DMkIvQXctVGt0ldjS1oOXRh9gzE6T&#10;0OxsyK4a394tFLzNx/c7q01vG3GhzteONUwnCgRx4UzNpYbj4WP8CsIHZIONY9JwIw+b9XCwwtS4&#10;K3/TJQ+liCHsU9RQhdCmUvqiIot+4lriyP24zmKIsCul6fAaw20jn5WaSYs1x4YKW3qrqPjNz1ZD&#10;st3PPr9y5HOWqVPz/pIoqRKtn0Z9tgQRqA8P8b97Z+L8+QL+nokXy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ejHUwgAAANwAAAAPAAAAAAAAAAAAAAAAAJgCAABkcnMvZG93&#10;bnJldi54bWxQSwUGAAAAAAQABAD1AAAAhwMAAAAA&#10;" path="m,l,171r1208,l1208,256e" filled="f" strokecolor="#404040" strokeweight="44e-5mm">
                          <v:stroke endcap="round"/>
                          <v:path arrowok="t" o:connecttype="custom" o:connectlocs="0,0;0,171;1208,171;1208,256" o:connectangles="0,0,0,0"/>
                        </v:shape>
                        <v:shape id="Freeform 163" o:spid="_x0000_s1185" style="position:absolute;left:2733;top:1708;width:113;height:113;visibility:visible;mso-wrap-style:square;v-text-anchor:top" coordsize="15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gB7cYA&#10;AADcAAAADwAAAGRycy9kb3ducmV2LnhtbESPQWvCQBCF7wX/wzKCt7pRsITUVUQQRRBa48Hehuw0&#10;Sc3Ohuyq0V/fORR6m+G9ee+b+bJ3jbpRF2rPBibjBBRx4W3NpYFTvnlNQYWIbLHxTAYeFGC5GLzM&#10;MbP+zp90O8ZSSQiHDA1UMbaZ1qGoyGEY+5ZYtG/fOYyydqW2Hd4l3DV6miRv2mHN0lBhS+uKisvx&#10;6gykTbnJw/l02P4cPp71ZJbPvvZPY0bDfvUOKlIf/81/1zsr+KngyzMygV7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jgB7cYAAADcAAAADwAAAAAAAAAAAAAAAACYAgAAZHJz&#10;L2Rvd25yZXYueG1sUEsFBgAAAAAEAAQA9QAAAIsDAAAAAA==&#10;" path="m75,150l,c47,24,103,24,150,r,l75,150xe" fillcolor="#404040" strokeweight="0">
                          <v:path arrowok="t" o:connecttype="custom" o:connectlocs="57,113;0,0;113,0;113,0;57,113" o:connectangles="0,0,0,0,0"/>
                        </v:shape>
                        <v:shape id="Freeform 164" o:spid="_x0000_s1186" style="position:absolute;left:2790;top:1479;width:385;height:256;visibility:visible;mso-wrap-style:square;v-text-anchor:top" coordsize="385,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AOMr8A&#10;AADcAAAADwAAAGRycy9kb3ducmV2LnhtbERPzYrCMBC+L/gOYQRva9oFF6lGUWFFvK31AYZmbGub&#10;SUmibd/eCAt7m4/vd9bbwbTiSc7XlhWk8wQEcWF1zaWCa/7zuQThA7LG1jIpGMnDdjP5WGOmbc+/&#10;9LyEUsQQ9hkqqELoMil9UZFBP7cdceRu1hkMEbpSaod9DDet/EqSb2mw5thQYUeHiorm8jAKmjTU&#10;V9y7cjGOfePz8/14SnKlZtNhtwIRaAj/4j/3Scf5yxTez8QL5O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EA4yvwAAANwAAAAPAAAAAAAAAAAAAAAAAJgCAABkcnMvZG93bnJl&#10;di54bWxQSwUGAAAAAAQABAD1AAAAhAMAAAAA&#10;" path="m385,r,171l,171r,85e" filled="f" strokecolor="#404040" strokeweight="44e-5mm">
                          <v:stroke endcap="round"/>
                          <v:path arrowok="t" o:connecttype="custom" o:connectlocs="385,0;385,171;0,171;0,256" o:connectangles="0,0,0,0"/>
                        </v:shape>
                        <v:shape id="Freeform 165" o:spid="_x0000_s1187" style="position:absolute;left:2733;top:1708;width:113;height:113;visibility:visible;mso-wrap-style:square;v-text-anchor:top" coordsize="15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Y6AcQA&#10;AADcAAAADwAAAGRycy9kb3ducmV2LnhtbERPTWvCQBC9F/oflil4azYGIiHNKiJIS0GwxoPehuw0&#10;SZudDdmtRn99VxC8zeN9TrEYTSdONLjWsoJpFIMgrqxuuVawL9evGQjnkTV2lknBhRws5s9PBeba&#10;nvmLTjtfixDCLkcFjfd9LqWrGjLoItsTB+7bDgZ9gEMt9YDnEG46mcTxTBpsOTQ02NOqoep392cU&#10;ZF29Lt1hv3n/2Wyv7TQt0+PnVanJy7h8A+Fp9A/x3f2hw/wsgdsz4QI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mOgHEAAAA3AAAAA8AAAAAAAAAAAAAAAAAmAIAAGRycy9k&#10;b3ducmV2LnhtbFBLBQYAAAAABAAEAPUAAACJAwAAAAA=&#10;" path="m75,150l,c47,24,103,24,150,r,l75,150xe" fillcolor="#404040" strokeweight="0">
                          <v:path arrowok="t" o:connecttype="custom" o:connectlocs="57,113;0,0;113,0;113,0;57,113" o:connectangles="0,0,0,0,0"/>
                        </v:shape>
                        <v:shape id="Freeform 166" o:spid="_x0000_s1188" style="position:absolute;left:2790;top:1479;width:1891;height:256;visibility:visible;mso-wrap-style:square;v-text-anchor:top" coordsize="1891,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bJkr8A&#10;AADcAAAADwAAAGRycy9kb3ducmV2LnhtbESPzQrCMBCE74LvEFbwIjb1B5HaKCIIvfrzAEuzttVm&#10;U5pY69sbQfC2y8x8O5vuelOLjlpXWVYwi2IQxLnVFRcKrpfjdA3CeWSNtWVS8CYHu+1wkGKi7YtP&#10;1J19IQKEXYIKSu+bREqXl2TQRbYhDtrNtgZ9WNtC6hZfAW5qOY/jlTRYcbhQYkOHkvLH+WkCRT9X&#10;HWdZ55YLV+eT+X2m5UWp8ajfb0B46v3f/EtnOtRfL+D7TJhAb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psmSvwAAANwAAAAPAAAAAAAAAAAAAAAAAJgCAABkcnMvZG93bnJl&#10;di54bWxQSwUGAAAAAAQABAD1AAAAhAMAAAAA&#10;" path="m1891,r,171l,171r,85e" filled="f" strokecolor="#404040" strokeweight="44e-5mm">
                          <v:stroke endcap="round"/>
                          <v:path arrowok="t" o:connecttype="custom" o:connectlocs="1891,0;1891,171;0,171;0,256" o:connectangles="0,0,0,0"/>
                        </v:shape>
                        <v:shape id="Freeform 167" o:spid="_x0000_s1189" style="position:absolute;left:2733;top:1708;width:113;height:113;visibility:visible;mso-wrap-style:square;v-text-anchor:top" coordsize="15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MH7sUA&#10;AADcAAAADwAAAGRycy9kb3ducmV2LnhtbERPTWvCQBC9F/wPywi91U3ElJC6ShFCpSC0xoO9Ddkx&#10;ic3OhuxW0/z6bkHwNo/3Ocv1YFpxod41lhXEswgEcWl1w5WCQ5E/pSCcR9bYWiYFv+RgvZo8LDHT&#10;9sqfdNn7SoQQdhkqqL3vMildWZNBN7MdceBOtjfoA+wrqXu8hnDTynkUPUuDDYeGGjva1FR+73+M&#10;grSt8sIdD7u38+5jbOKkSL7eR6Uep8PrCwhPg7+Lb+6tDvPTBfw/Ey6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AwfuxQAAANwAAAAPAAAAAAAAAAAAAAAAAJgCAABkcnMv&#10;ZG93bnJldi54bWxQSwUGAAAAAAQABAD1AAAAigMAAAAA&#10;" path="m75,150l,c47,24,103,24,150,r,l75,150xe" fillcolor="#404040" strokeweight="0">
                          <v:path arrowok="t" o:connecttype="custom" o:connectlocs="57,113;0,0;113,0;113,0;57,113" o:connectangles="0,0,0,0,0"/>
                        </v:shape>
                        <v:shape id="Freeform 168" o:spid="_x0000_s1190" style="position:absolute;left:2790;top:1479;width:3438;height:256;visibility:visible;mso-wrap-style:square;v-text-anchor:top" coordsize="3438,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v2gcEA&#10;AADcAAAADwAAAGRycy9kb3ducmV2LnhtbERPS2vCQBC+F/wPywi91Y22ikZXEaHo1cdBb0N2TKLZ&#10;2ZCdmvjvu4WCt/n4nrNYda5SD2pC6dnAcJCAIs68LTk3cDp+f0xBBUG2WHkmA08KsFr23haYWt/y&#10;nh4HyVUM4ZCigUKkTrUOWUEOw8DXxJG7+sahRNjk2jbYxnBX6VGSTLTDkmNDgTVtCsruhx9nwCb7&#10;8/U20jP/ZdvdSeSyvX1ejHnvd+s5KKFOXuJ/987G+dMx/D0TL9D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ib9oHBAAAA3AAAAA8AAAAAAAAAAAAAAAAAmAIAAGRycy9kb3du&#10;cmV2LnhtbFBLBQYAAAAABAAEAPUAAACGAwAAAAA=&#10;" path="m3438,r,171l,171r,85e" filled="f" strokecolor="#404040" strokeweight="44e-5mm">
                          <v:stroke endcap="round"/>
                          <v:path arrowok="t" o:connecttype="custom" o:connectlocs="3438,0;3438,171;0,171;0,256" o:connectangles="0,0,0,0"/>
                        </v:shape>
                        <v:shape id="Freeform 169" o:spid="_x0000_s1191" style="position:absolute;left:2733;top:1708;width:113;height:113;visibility:visible;mso-wrap-style:square;v-text-anchor:top" coordsize="15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08AsUA&#10;AADcAAAADwAAAGRycy9kb3ducmV2LnhtbERPTWvCQBC9F/oflil4azYWlJBmlVKQFiGgJof2NmSn&#10;STQ7G7LbGP31bqHgbR7vc7L1ZDox0uBaywrmUQyCuLK65VpBWWyeExDOI2vsLJOCCzlYrx4fMky1&#10;PfOexoOvRQhhl6KCxvs+ldJVDRl0ke2JA/djB4M+wKGWesBzCDedfInjpTTYcmhosKf3hqrT4dco&#10;SLp6U7ivMv845rtrO18Ui+/tVanZ0/T2CsLT5O/if/enDvOTJfw9Ey6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nTwCxQAAANwAAAAPAAAAAAAAAAAAAAAAAJgCAABkcnMv&#10;ZG93bnJldi54bWxQSwUGAAAAAAQABAD1AAAAigMAAAAA&#10;" path="m75,150l,c47,24,103,24,150,r,l75,150xe" fillcolor="#404040" strokeweight="0">
                          <v:path arrowok="t" o:connecttype="custom" o:connectlocs="57,113;0,0;113,0;113,0;57,113" o:connectangles="0,0,0,0,0"/>
                        </v:shape>
                        <v:rect id="Rectangle 170" o:spid="_x0000_s1192" style="position:absolute;left:7612;top:1843;width:1144;height: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2lSsUA&#10;AADcAAAADwAAAGRycy9kb3ducmV2LnhtbERPTWvCQBC9F/wPywi9SN20RRtTVymhhR5ENHrwOGSn&#10;STQ7m2a3Jv57VxB6m8f7nPmyN7U4U+sqywqexxEI4tzqigsF+93XUwzCeWSNtWVScCEHy8XgYY6J&#10;th1v6Zz5QoQQdgkqKL1vEildXpJBN7YNceB+bGvQB9gWUrfYhXBTy5comkqDFYeGEhtKS8pP2Z9R&#10;kDYdrzZr+Zt9jo770eF1dpikWqnHYf/xDsJT7//Fd/e3DvPjN7g9Ey6Qi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XaVKxQAAANwAAAAPAAAAAAAAAAAAAAAAAJgCAABkcnMv&#10;ZG93bnJldi54bWxQSwUGAAAAAAQABAD1AAAAigMAAAAA&#10;" fillcolor="#cdcdcd" stroked="f"/>
                        <v:shape id="Picture 171" o:spid="_x0000_s1193" type="#_x0000_t75" style="position:absolute;left:7616;top:1844;width:1137;height:6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MAaFfEAAAA3AAAAA8AAABkcnMvZG93bnJldi54bWxEj0FPwzAMhe9I/IfISNxYCgdUumXThBQJ&#10;jRMbhx2txrQdjVM1Zgv8enxA4mbrPb/3ebUpcTRnmvOQ2MH9ogJD3KYwcOfg/eDvajBZkAOOicnB&#10;N2XYrK+vVtiEdOE3Ou+lMxrCuUEHvcjUWJvbniLmRZqIVftIc0TRde5smPGi4XG0D1X1aCMOrA09&#10;TvTcU/u5/4oO/NaX01GOgy/1k38VOe12Pwfnbm/KdglGqMi/+e/6JSh+rbT6jE5g17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MAaFfEAAAA3AAAAA8AAAAAAAAAAAAAAAAA&#10;nwIAAGRycy9kb3ducmV2LnhtbFBLBQYAAAAABAAEAPcAAACQAwAAAAA=&#10;">
                          <v:imagedata r:id="rId30" o:title=""/>
                        </v:shape>
                        <v:rect id="Rectangle 172" o:spid="_x0000_s1194" style="position:absolute;left:7612;top:1843;width:1144;height: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6Uo8QA&#10;AADcAAAADwAAAGRycy9kb3ducmV2LnhtbERPTWvCQBC9F/wPywi9SN3UYtHUTZCg4KFIm3rwOGTH&#10;JJqdTbNbk/77riD0No/3Oat0MI24UudqywqepxEI4sLqmksFh6/t0wKE88gaG8uk4JccpMnoYYWx&#10;tj1/0jX3pQgh7GJUUHnfxlK6oiKDbmpb4sCdbGfQB9iVUnfYh3DTyFkUvUqDNYeGClvKKiou+Y9R&#10;kLU9v3/s5Xe+mZwPk+PL8jjPtFKP42H9BsLT4P/Fd/dOh/mLJdyeCRfI5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lKPEAAAA3AAAAA8AAAAAAAAAAAAAAAAAmAIAAGRycy9k&#10;b3ducmV2LnhtbFBLBQYAAAAABAAEAPUAAACJAwAAAAA=&#10;" fillcolor="#cdcdcd" stroked="f"/>
                        <v:rect id="Rectangle 173" o:spid="_x0000_s1195" style="position:absolute;left:7600;top:1831;width:1168;height: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2r48cA&#10;AADcAAAADwAAAGRycy9kb3ducmV2LnhtbESPQWvCQBCF70L/wzKFXkQ3trRodBUJLfQgpU09eByy&#10;YxLNzqbZrYn/vnMoeJvhvXnvm9VmcI26UBdqzwZm0wQUceFtzaWB/ffbZA4qRGSLjWcycKUAm/Xd&#10;aIWp9T1/0SWPpZIQDikaqGJsU61DUZHDMPUtsWhH3zmMsnalth32Eu4a/ZgkL9phzdJQYUtZRcU5&#10;/3UGsrbn3eeH/slfx6f9+PC0ODxn1piH+2G7BBVpiDfz//W7FfyF4MszMoFe/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ttq+PHAAAA3AAAAA8AAAAAAAAAAAAAAAAAmAIAAGRy&#10;cy9kb3ducmV2LnhtbFBLBQYAAAAABAAEAPUAAACMAwAAAAA=&#10;" fillcolor="#cdcdcd" stroked="f"/>
                        <v:shape id="Freeform 174" o:spid="_x0000_s1196" style="position:absolute;left:7610;top:1838;width:1149;height:695;visibility:visible;mso-wrap-style:square;v-text-anchor:top" coordsize="1527,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ml68QA&#10;AADcAAAADwAAAGRycy9kb3ducmV2LnhtbERPTU8CMRC9m/gfmjHhJl1EUVYKEQgJJ8KiJhwn7bi7&#10;YTtd2gKrv96SmHibl/c5k1lnG3EmH2rHCgb9DASxdqbmUsHH++r+BUSIyAYbx6TgmwLMprc3E8yN&#10;u3BB510sRQrhkKOCKsY2lzLoiiyGvmuJE/flvMWYoC+l8XhJ4baRD1k2khZrTg0VtrSoSB92J6vg&#10;+ahXT5+0+ZkPC+/0tng8LBd7pXp33dsriEhd/Bf/udcmzR8P4PpMukB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ZpevEAAAA3AAAAA8AAAAAAAAAAAAAAAAAmAIAAGRycy9k&#10;b3ducmV2LnhtbFBLBQYAAAAABAAEAPUAAACJAwAAAAA=&#10;" path="m8,907r1511,l1511,915r,-907l1519,16,8,16,16,8r,907c16,920,12,923,8,923,3,923,,920,,915l,8c,4,3,,8,l1519,v5,,8,4,8,8l1527,915v,5,-3,8,-8,8l8,923c3,923,,920,,915v,-4,3,-8,8,-8xe" strokeweight="0">
                          <v:path arrowok="t" o:connecttype="custom" o:connectlocs="6,683;1143,683;1137,689;1137,6;1143,12;6,12;12,6;12,689;6,695;0,689;0,6;6,0;1143,0;1149,6;1149,689;1143,695;6,695;0,689;6,683" o:connectangles="0,0,0,0,0,0,0,0,0,0,0,0,0,0,0,0,0,0,0"/>
                        </v:shape>
                        <v:rect id="Rectangle 175" o:spid="_x0000_s1197" style="position:absolute;left:7600;top:1831;width:1168;height: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OQD8QA&#10;AADcAAAADwAAAGRycy9kb3ducmV2LnhtbERPTWvCQBC9F/wPywhepG60WGrMRiS00EORNvXgcciO&#10;STQ7m2ZXk/77riD0No/3OclmMI24UudqywrmswgEcWF1zaWC/ffb4wsI55E1NpZJwS852KSjhwRj&#10;bXv+omvuSxFC2MWooPK+jaV0RUUG3cy2xIE72s6gD7Arpe6wD+GmkYsoepYGaw4NFbaUVVSc84tR&#10;kLU9f3zu5E/+Oj3tp4en1WGZaaUm42G7BuFp8P/iu/tdh/mrBdyeCRfI9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zkA/EAAAA3AAAAA8AAAAAAAAAAAAAAAAAmAIAAGRycy9k&#10;b3ducmV2LnhtbFBLBQYAAAAABAAEAPUAAACJAwAAAAA=&#10;" fillcolor="#cdcdcd" stroked="f"/>
                        <v:rect id="Rectangle 176" o:spid="_x0000_s1198" style="position:absolute;left:7576;top:1807;width:1168;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gpFsUA&#10;AADcAAAADwAAAGRycy9kb3ducmV2LnhtbERP22rCQBB9L/Qflin0pejGSkVTV6kFoWARvID4NmYn&#10;2bTZ2TS7mvTvuwXBtzmc60znna3EhRpfOlYw6CcgiDOnSy4U7HfL3hiED8gaK8ek4Jc8zGf3d1NM&#10;tWt5Q5dtKEQMYZ+iAhNCnUrpM0MWfd/VxJHLXWMxRNgUUjfYxnBbyeckGUmLJccGgzW9G8q+t2er&#10;YLE6fOrJ8suc85endZKffjbHFpV6fOjeXkEE6sJNfHV/6Dh/MoT/Z+IFcv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iCkWxQAAANwAAAAPAAAAAAAAAAAAAAAAAJgCAABkcnMv&#10;ZG93bnJldi54bWxQSwUGAAAAAAQABAD1AAAAigMAAAAA&#10;" fillcolor="#f0f0f0" stroked="f"/>
                        <v:rect id="Rectangle 177" o:spid="_x0000_s1199" style="position:absolute;left:7576;top:1819;width:1168;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kztMMA&#10;AADcAAAADwAAAGRycy9kb3ducmV2LnhtbERPTWvCQBC9F/wPywje6q7VhhrdhCIIQttDtdDrkB2T&#10;YHY2Ztck/ffdQsHbPN7nbPPRNqKnzteONSzmCgRx4UzNpYav0/7xBYQPyAYbx6Thhzzk2eRhi6lx&#10;A39SfwyliCHsU9RQhdCmUvqiIot+7lriyJ1dZzFE2JXSdDjEcNvIJ6USabHm2FBhS7uKisvxZjVg&#10;sjLXj/Py/fR2S3Bdjmr//K20nk3H1w2IQGO4i//dBxPnr1fw90y8QG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DkztMMAAADcAAAADwAAAAAAAAAAAAAAAACYAgAAZHJzL2Rv&#10;d25yZXYueG1sUEsFBgAAAAAEAAQA9QAAAIgDAAAAAA==&#10;" stroked="f"/>
                        <v:rect id="Rectangle 178" o:spid="_x0000_s1200" style="position:absolute;left:7576;top:1831;width:1168;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WsQA&#10;AADcAAAADwAAAGRycy9kb3ducmV2LnhtbERPS2vCQBC+C/6HZYReSt0oqG10FS0US6FQH4ceh+yY&#10;DcnOptk1Sf99Vyh4m4/vOatNbyvRUuMLxwom4wQEceZ0wbmC8+nt6RmED8gaK8ek4Jc8bNbDwQpT&#10;7To+UHsMuYgh7FNUYEKoUyl9ZsiiH7uaOHIX11gMETa51A12MdxWcpokc2mx4NhgsKZXQ1l5vFoF&#10;iy77Ka/t53Snv0v38bjvzA6/lHoY9dsliEB9uIv/3e86zn+Zwe2ZeIF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gPlrEAAAA3AAAAA8AAAAAAAAAAAAAAAAAmAIAAGRycy9k&#10;b3ducmV2LnhtbFBLBQYAAAAABAAEAPUAAACJAwAAAAA=&#10;" fillcolor="#fefefe" stroked="f"/>
                        <v:rect id="Rectangle 179" o:spid="_x0000_s1201" style="position:absolute;left:7576;top:1879;width:1168;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oZsMA&#10;AADcAAAADwAAAGRycy9kb3ducmV2LnhtbERPS2vCQBC+F/wPywjemo09SJtmlaBUhF5qFM9Ddpqk&#10;zc7G7Goev75bKPQ2H99z0s1gGnGnztWWFSyjGARxYXXNpYLz6e3xGYTzyBoby6RgJAeb9ewhxUTb&#10;no90z30pQgi7BBVU3reJlK6oyKCLbEscuE/bGfQBdqXUHfYh3DTyKY5X0mDNoaHClrYVFd/5zSio&#10;x33ms6v9yiYcG/3xvsuPl0mpxXzIXkF4Gvy/+M990GH+ywp+nwkXy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toZsMAAADcAAAADwAAAAAAAAAAAAAAAACYAgAAZHJzL2Rv&#10;d25yZXYueG1sUEsFBgAAAAAEAAQA9QAAAIgDAAAAAA==&#10;" fillcolor="#fdfdfd" stroked="f"/>
                        <v:rect id="Rectangle 180" o:spid="_x0000_s1202" style="position:absolute;left:7576;top:1927;width:1168;height: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4s8EA&#10;AADcAAAADwAAAGRycy9kb3ducmV2LnhtbERPzYrCMBC+C/sOYRa8yJq6B+1WUxFxYfGk1QcYmrEt&#10;bSalidr69BtB8DYf3++s1r1pxI06V1lWMJtGIIhzqysuFJxPv18xCOeRNTaWScFADtbpx2iFibZ3&#10;PtIt84UIIewSVFB63yZSurwkg25qW+LAXWxn0AfYFVJ3eA/hppHfUTSXBisODSW2tC0pr7OrUdBv&#10;LA3DPJ5M9vFB47DbbYtHrdT4s98sQXjq/Vv8cv/pMP9nAc9nwgU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FOLPBAAAA3AAAAA8AAAAAAAAAAAAAAAAAmAIAAGRycy9kb3du&#10;cmV2LnhtbFBLBQYAAAAABAAEAPUAAACGAwAAAAA=&#10;" fillcolor="#fcfcfc" stroked="f"/>
                        <v:rect id="Rectangle 181" o:spid="_x0000_s1203" style="position:absolute;left:7576;top:1964;width:1168;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BJbsIA&#10;AADcAAAADwAAAGRycy9kb3ducmV2LnhtbESPQYvCQAyF7wv+hyHC3tapgovtOooIglfdeg+d2Hbt&#10;ZEpnbKu/fnMQvCW8l/e+rLeja1RPXag9G5jPElDEhbc1lwby38PXClSIyBYbz2TgQQG2m8nHGjPr&#10;Bz5Rf46lkhAOGRqoYmwzrUNRkcMw8y2xaFffOYyydqW2HQ4S7hq9SJJv7bBmaaiwpX1Fxe18dwYu&#10;y9VpMdz0M3/+uUt6vR/yHhtjPqfj7gdUpDG+za/roxX8VGjlGZlA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UEluwgAAANwAAAAPAAAAAAAAAAAAAAAAAJgCAABkcnMvZG93&#10;bnJldi54bWxQSwUGAAAAAAQABAD1AAAAhwMAAAAA&#10;" fillcolor="#fbfbfb" stroked="f"/>
                        <v:rect id="Rectangle 182" o:spid="_x0000_s1204" style="position:absolute;left:7576;top:2012;width:1168;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n9O8QA&#10;AADcAAAADwAAAGRycy9kb3ducmV2LnhtbERPzWrCQBC+C32HZQq9FN20h5pEV5H+QBU8GH2AITsm&#10;wezsNrs1qU/vCgVv8/H9znw5mFacqfONZQUvkwQEcWl1w5WCw/5rnILwAVlja5kU/JGH5eJhNMdc&#10;2553dC5CJWII+xwV1CG4XEpf1mTQT6wjjtzRdgZDhF0ldYd9DDetfE2SN2mw4dhQo6P3mspT8WsU&#10;/BSfh4/L83ToN03mQrZd79OVU+rpcVjNQAQawl387/7WcX6Wwe2ZeIFc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p/TvEAAAA3AAAAA8AAAAAAAAAAAAAAAAAmAIAAGRycy9k&#10;b3ducmV2LnhtbFBLBQYAAAAABAAEAPUAAACJAwAAAAA=&#10;" fillcolor="#fafafa" stroked="f"/>
                        <v:rect id="Rectangle 183" o:spid="_x0000_s1205" style="position:absolute;left:7576;top:2060;width:1168;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Hda8QA&#10;AADcAAAADwAAAGRycy9kb3ducmV2LnhtbESPQWvCQBSE74L/YXlCb7oxoJTUVYpYKi2KpsHzI/tM&#10;UrNvQ3ar0V/vCgWPw8x8w8wWnanFmVpXWVYwHkUgiHOrKy4UZD8fw1cQziNrrC2Tgis5WMz7vRkm&#10;2l54T+fUFyJA2CWooPS+SaR0eUkG3cg2xME72tagD7ItpG7xEuCmlnEUTaXBisNCiQ0tS8pP6Z9R&#10;oLPJNv6KD796t5k6fcuib/+5Uupl0L2/gfDU+Wf4v73WCgIRHmfCEZ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B3WvEAAAA3AAAAA8AAAAAAAAAAAAAAAAAmAIAAGRycy9k&#10;b3ducmV2LnhtbFBLBQYAAAAABAAEAPUAAACJAwAAAAA=&#10;" fillcolor="#f9f9f9" stroked="f"/>
                        <v:rect id="Rectangle 184" o:spid="_x0000_s1206" style="position:absolute;left:7576;top:2096;width:1168;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Q0SMQA&#10;AADcAAAADwAAAGRycy9kb3ducmV2LnhtbESPT4vCMBDF78J+hzALexFN7WGRahRdVtmDCP49j83Y&#10;FptJSaLWb78RBI+PN+/35o2nranFjZyvLCsY9BMQxLnVFRcK9rtFbwjCB2SNtWVS8CAP08lHZ4yZ&#10;tnfe0G0bChEh7DNUUIbQZFL6vCSDvm8b4uidrTMYonSF1A7vEW5qmSbJtzRYcWwosaGfkvLL9mri&#10;G+vlfH7E38VhX59WGrvpwW2OSn19trMRiEBteB+/0n9aQZoM4DkmEkBO/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kNEjEAAAA3AAAAA8AAAAAAAAAAAAAAAAAmAIAAGRycy9k&#10;b3ducmV2LnhtbFBLBQYAAAAABAAEAPUAAACJAwAAAAA=&#10;" fillcolor="#f8f8f8" stroked="f"/>
                        <v:rect id="Rectangle 185" o:spid="_x0000_s1207" style="position:absolute;left:7576;top:2192;width:1168;height: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WF/sQA&#10;AADcAAAADwAAAGRycy9kb3ducmV2LnhtbESPQWvCQBSE7wX/w/IEL0U35mA1uooWbKWejF68PbLP&#10;JJh9G7LbmPx7Vyj0OMzMN8xq05lKtNS40rKC6SQCQZxZXXKu4HLej+cgnEfWWFkmBT052KwHbytM&#10;tH3widrU5yJA2CWooPC+TqR0WUEG3cTWxMG72cagD7LJpW7wEeCmknEUzaTBksNCgTV9FpTd01+j&#10;4Lgwu35h+4+0ve7c+3f5c/rKUKnRsNsuQXjq/H/4r33QCuIohteZcATk+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41hf7EAAAA3AAAAA8AAAAAAAAAAAAAAAAAmAIAAGRycy9k&#10;b3ducmV2LnhtbFBLBQYAAAAABAAEAPUAAACJAwAAAAA=&#10;" fillcolor="#f7f7f7" stroked="f"/>
                        <v:rect id="Rectangle 186" o:spid="_x0000_s1208" style="position:absolute;left:7576;top:2229;width:1168;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ZckcUA&#10;AADcAAAADwAAAGRycy9kb3ducmV2LnhtbESPQWsCMRSE7wX/Q3iFXkpNtChlaxSxCFIFqVXw+Lp5&#10;3V3cvCxJdNd/b4RCj8PMfMNMZp2txYV8qBxrGPQVCOLcmYoLDfvv5csbiBCRDdaOScOVAsymvYcJ&#10;Zsa1/EWXXSxEgnDIUEMZY5NJGfKSLIa+a4iT9+u8xZikL6Tx2Ca4reVQqbG0WHFaKLGhRUn5aXe2&#10;Glq1+eDn9c/4MNpvC7/cftJxgVo/PXbzdxCRuvgf/muvjIaheoX7mXQE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1lyRxQAAANwAAAAPAAAAAAAAAAAAAAAAAJgCAABkcnMv&#10;ZG93bnJldi54bWxQSwUGAAAAAAQABAD1AAAAigMAAAAA&#10;" fillcolor="#f6f6f6" stroked="f"/>
                        <v:rect id="Rectangle 187" o:spid="_x0000_s1209" style="position:absolute;left:7576;top:2277;width:1168;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QHl8cA&#10;AADcAAAADwAAAGRycy9kb3ducmV2LnhtbESPQWvCQBSE74L/YXmCl1I3Wq01dRUpVDwpxhx6fGZf&#10;k2D2bchuk7S/vlsoeBxm5htmve1NJVpqXGlZwXQSgSDOrC45V5Be3h9fQDiPrLGyTAq+ycF2Mxys&#10;Mda24zO1ic9FgLCLUUHhfR1L6bKCDLqJrYmD92kbgz7IJpe6wS7ATSVnUfQsDZYcFgqs6a2g7JZ8&#10;GQWL+rpfzk9Px5/kYW/TKju0q+5DqfGo372C8NT7e/i/fdAKZtEc/s6EIyA3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mkB5fHAAAA3AAAAA8AAAAAAAAAAAAAAAAAmAIAAGRy&#10;cy9kb3ducmV2LnhtbFBLBQYAAAAABAAEAPUAAACMAwAAAAA=&#10;" fillcolor="#f5f5f5" stroked="f"/>
                        <v:rect id="Rectangle 188" o:spid="_x0000_s1210" style="position:absolute;left:7576;top:2325;width:1168;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7jyVcYA&#10;AADcAAAADwAAAGRycy9kb3ducmV2LnhtbESPQWvCQBSE74L/YXlCb7rR0tamrhIUQSgUtFLo7ZF9&#10;JtHs27C7muTfdwuCx2FmvmEWq87U4kbOV5YVTCcJCOLc6ooLBcfv7XgOwgdkjbVlUtCTh9VyOFhg&#10;qm3Le7odQiEihH2KCsoQmlRKn5dk0E9sQxy9k3UGQ5SukNphG+GmlrMkeZUGK44LJTa0Lim/HK5G&#10;wU9fndts82532fb3evp6frv0n06pp1GXfYAI1IVH+N7eaQWz5AX+z8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7jyVcYAAADcAAAADwAAAAAAAAAAAAAAAACYAgAAZHJz&#10;L2Rvd25yZXYueG1sUEsFBgAAAAAEAAQA9QAAAIsDAAAAAA==&#10;" fillcolor="#f4f4f4" stroked="f"/>
                        <v:rect id="Rectangle 189" o:spid="_x0000_s1211" style="position:absolute;left:7576;top:2361;width:1168;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mYL8QA&#10;AADcAAAADwAAAGRycy9kb3ducmV2LnhtbESPQWvCQBSE74L/YXlCb2ZXpaKpmyCFYk+FqqXXZ/Y1&#10;CWbfhuwmpv313ULB4zAz3zC7fLSNGKjztWMNi0SBIC6cqbnUcD69zDcgfEA22DgmDd/kIc+mkx2m&#10;xt34nYZjKEWEsE9RQxVCm0rpi4os+sS1xNH7cp3FEGVXStPhLcJtI5dKraXFmuNChS09V1Rcj73V&#10;8Pkz9OHgLv3wQfZt9UjX7UkprR9m4/4JRKAx3MP/7VejYanW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ZmC/EAAAA3AAAAA8AAAAAAAAAAAAAAAAAmAIAAGRycy9k&#10;b3ducmV2LnhtbFBLBQYAAAAABAAEAPUAAACJAwAAAAA=&#10;" fillcolor="#f3f3f3" stroked="f"/>
                        <v:rect id="Rectangle 190" o:spid="_x0000_s1212" style="position:absolute;left:7576;top:2409;width:1168;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Oe1sYA&#10;AADcAAAADwAAAGRycy9kb3ducmV2LnhtbESPQWvCQBSE7wX/w/IKXopu9FBL6hpEbClUkEZFentk&#10;X7Mh2bchu8b477tCocdhZr5hltlgG9FT5yvHCmbTBARx4XTFpYLj4W3yAsIHZI2NY1JwIw/ZavSw&#10;xFS7K39Rn4dSRAj7FBWYENpUSl8YsuinriWO3o/rLIYou1LqDq8Rbhs5T5JnabHiuGCwpY2hos4v&#10;VsFanr95l3/2J2tu8qyfart/3yo1fhzWryACDeE//Nf+0ArmyQLuZ+IR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WOe1sYAAADcAAAADwAAAAAAAAAAAAAAAACYAgAAZHJz&#10;L2Rvd25yZXYueG1sUEsFBgAAAAAEAAQA9QAAAIsDAAAAAA==&#10;" fillcolor="#f2f2f2" stroked="f"/>
                        <v:rect id="Rectangle 191" o:spid="_x0000_s1213" style="position:absolute;left:7576;top:2457;width:1168;height: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RKK8UA&#10;AADcAAAADwAAAGRycy9kb3ducmV2LnhtbESPwWrCQBCG7wXfYRnBS9HdSimauooUBetNI0hvQ3ZM&#10;gtnZkF017dN3DoUeh3/+b+ZbrHrfqDt1sQ5s4WViQBEXwdVcWjjl2/EMVEzIDpvAZOGbIqyWg6cF&#10;Zi48+ED3YyqVQDhmaKFKqc20jkVFHuMktMSSXULnMcnYldp1+BC4b/TUmDftsWa5UGFLHxUV1+PN&#10;C+Vw9V/F68bsnz+3fJ7n+b5vf6wdDfv1O6hEffpf/mvvnIWpkW9FRkRAL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BEorxQAAANwAAAAPAAAAAAAAAAAAAAAAAJgCAABkcnMv&#10;ZG93bnJldi54bWxQSwUGAAAAAAQABAD1AAAAigMAAAAA&#10;" fillcolor="#f1f1f1" stroked="f"/>
                        <v:rect id="Rectangle 192" o:spid="_x0000_s1214" style="position:absolute;left:7576;top:2494;width:1168;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qB8cA&#10;AADcAAAADwAAAGRycy9kb3ducmV2LnhtbESP3UoDMRSE7wXfIRzBG2kTC0q7Ni1aKAiK0B8ovTvd&#10;nN2sbk62m7S7vr0pCL0cZuYbZjrvXS3O1IbKs4bHoQJBnHtTcalhu1kOxiBCRDZYeyYNvxRgPru9&#10;mWJmfMcrOq9jKRKEQ4YabIxNJmXILTkMQ98QJ6/wrcOYZFtK02KX4K6WI6WepcOK04LFhhaW8p/1&#10;yWl4+9h9msny256Kp4cvVRyOq32HWt/f9a8vICL18Rr+b78bDSM1gcuZdATk7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xP6gfHAAAA3AAAAA8AAAAAAAAAAAAAAAAAmAIAAGRy&#10;cy9kb3ducmV2LnhtbFBLBQYAAAAABAAEAPUAAACMAwAAAAA=&#10;" fillcolor="#f0f0f0" stroked="f"/>
                        <v:rect id="Rectangle 193" o:spid="_x0000_s1215" style="position:absolute;left:7592;top:1820;width:1138;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OSbcMA&#10;AADcAAAADwAAAGRycy9kb3ducmV2LnhtbERPXWvCMBR9H/gfwhX2NlMFh9SmIsrGhoyxKrrHu+ba&#10;FpubmmRa//3yIOzxcL6zRW9acSHnG8sKxqMEBHFpdcOVgt325WkGwgdkja1lUnAjD4t88JBhqu2V&#10;v+hShErEEPYpKqhD6FIpfVmTQT+yHXHkjtYZDBG6SmqH1xhuWjlJkmdpsOHYUGNHq5rKU/FrFOBm&#10;87l7xffD9/SnWn/cjmc33Z+Vehz2yzmIQH34F9/db1rBZBznxzPxCMj8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zOSbcMAAADcAAAADwAAAAAAAAAAAAAAAACYAgAAZHJzL2Rv&#10;d25yZXYueG1sUEsFBgAAAAAEAAQA9QAAAIgDAAAAAA==&#10;" filled="f" strokecolor="#404040" strokeweight="1e-4mm">
                          <v:stroke joinstyle="round" endcap="round"/>
                        </v:rect>
                        <v:rect id="Rectangle 194" o:spid="_x0000_s1216" style="position:absolute;left:7877;top:1867;width:525;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vt1MEA&#10;AADcAAAADwAAAGRycy9kb3ducmV2LnhtbESP3YrCMBSE74V9h3AWvNO0vRDpGmVZEFS8se4DHJrT&#10;HzY5KUm09e2NIOzlMDPfMJvdZI24kw+9YwX5MgNBXDvdc6vg97pfrEGEiKzROCYFDwqw237MNlhq&#10;N/KF7lVsRYJwKFFBF+NQShnqjiyGpRuIk9c4bzEm6VupPY4Jbo0ssmwlLfacFjoc6Kej+q+6WQXy&#10;Wu3HdWV85k5FczbHw6Uhp9T8c/r+AhFpiv/hd/ugFRR5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r7dTBAAAA3A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Review</w:t>
                                </w:r>
                              </w:p>
                            </w:txbxContent>
                          </v:textbox>
                        </v:rect>
                        <v:rect id="Rectangle 195" o:spid="_x0000_s1217" style="position:absolute;left:8407;top:1867;width:45;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lzo8EA&#10;AADcAAAADwAAAGRycy9kb3ducmV2LnhtbESPzYoCMRCE74LvEFrYm2acwyKjUUQQVLw47gM0k54f&#10;TDpDEp3x7c3Cwh6LqvqK2uxGa8SLfOgcK1guMhDEldMdNwp+7sf5CkSIyBqNY1LwpgC77XSywUK7&#10;gW/0KmMjEoRDgQraGPtCylC1ZDEsXE+cvNp5izFJ30jtcUhwa2SeZd/SYsdpocWeDi1Vj/JpFch7&#10;eRxWpfGZu+T11ZxPt5qcUl+zcb8GEWmM/+G/9kkryJc5/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5c6PBAAAA3A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w:t>
                                </w:r>
                              </w:p>
                            </w:txbxContent>
                          </v:textbox>
                        </v:rect>
                        <v:rect id="Rectangle 196" o:spid="_x0000_s1218" style="position:absolute;left:7696;top:2059;width:925;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WOMEA&#10;AADcAAAADwAAAGRycy9kb3ducmV2LnhtbESP3YrCMBSE7xd8h3AE79bUC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11jjBAAAA3A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 xml:space="preserve">transparency </w:t>
                                </w:r>
                              </w:p>
                            </w:txbxContent>
                          </v:textbox>
                        </v:rect>
                        <v:rect id="Rectangle 197" o:spid="_x0000_s1219" style="position:absolute;left:7841;top:2252;width:632;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xOTMEA&#10;AADcAAAADwAAAGRycy9kb3ducmV2LnhtbESP3YrCMBSE7xd8h3AE79bUI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cTkzBAAAA3A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reporting</w:t>
                                </w:r>
                              </w:p>
                            </w:txbxContent>
                          </v:textbox>
                        </v:rect>
                        <v:shape id="Freeform 198" o:spid="_x0000_s1220" style="position:absolute;left:5043;top:2125;width:2463;height:37;visibility:visible;mso-wrap-style:square;v-text-anchor:top" coordsize="327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CCzsMA&#10;AADcAAAADwAAAGRycy9kb3ducmV2LnhtbESPwW7CMBBE75X4B2uRemucRGpVAgYhqla9QvmATbwk&#10;gXjt2C6Ev68rVepxNDNvNKvNZAZxJR96ywqKLAdB3Fjdc6vg+PX+9AoiRGSNg2VScKcAm/XsYYWV&#10;tjfe0/UQW5EgHCpU0MXoKilD05HBkFlHnLyT9QZjkr6V2uMtwc0gyzx/kQZ7TgsdOtp11FwO30aB&#10;+6jtwjW68OZ+eYs87sf6PCn1OJ+2SxCRpvgf/mt/agVl8Qy/Z9IRk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TCCzsMAAADcAAAADwAAAAAAAAAAAAAAAACYAgAAZHJzL2Rv&#10;d25yZXYueG1sUEsFBgAAAAAEAAQA9QAAAIgDAAAAAA==&#10;" path="m,50r525,c525,22,547,,575,v28,,50,22,50,50c625,50,625,50,625,50r2648,e" filled="f" strokecolor="#404040" strokeweight="44e-5mm">
                          <v:stroke endcap="round"/>
                          <v:path arrowok="t" o:connecttype="custom" o:connectlocs="0,37;395,37;433,0;470,37;470,37;2463,37" o:connectangles="0,0,0,0,0,0"/>
                        </v:shape>
                        <v:shape id="Freeform 199" o:spid="_x0000_s1221" style="position:absolute;left:7479;top:2106;width:113;height:113;visibility:visible;mso-wrap-style:square;v-text-anchor:top" coordsize="15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LI+ccA&#10;AADcAAAADwAAAGRycy9kb3ducmV2LnhtbESPQWvCQBSE70L/w/IKvekmgkFSVykFqRQC1eTQ3h7Z&#10;ZxKbfRuya0zz691CocdhZr5hNrvRtGKg3jWWFcSLCARxaXXDlYIi38/XIJxH1thaJgU/5GC3fZht&#10;MNX2xkcaTr4SAcIuRQW1910qpStrMugWtiMO3tn2Bn2QfSV1j7cAN61cRlEiDTYcFmrs6LWm8vt0&#10;NQrWbbXP3WeRvV2yj6mJV/nq631S6ulxfHkG4Wn0/+G/9kErWMYJ/J4JR0Bu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WyyPnHAAAA3AAAAA8AAAAAAAAAAAAAAAAAmAIAAGRy&#10;cy9kb3ducmV2LnhtbFBLBQYAAAAABAAEAPUAAACMAwAAAAA=&#10;" path="m150,75l,150c23,103,23,47,,l150,75xe" fillcolor="#404040" strokeweight="0">
                          <v:path arrowok="t" o:connecttype="custom" o:connectlocs="113,57;0,113;0,0;113,57" o:connectangles="0,0,0,0"/>
                        </v:shape>
                        <v:rect id="Rectangle 200" o:spid="_x0000_s1222" style="position:absolute;left:626;top:108;width:1192;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7QO8IA&#10;AADcAAAADwAAAGRycy9kb3ducmV2LnhtbESPzYoCMRCE7wu+Q2jB25pxDq7MGmVZEFS8OPoAzaTn&#10;h006QxKd8e2NIOyxqKqvqPV2tEbcyYfOsYLFPANBXDndcaPgetl9rkCEiKzROCYFDwqw3Uw+1lho&#10;N/CZ7mVsRIJwKFBBG2NfSBmqliyGueuJk1c7bzEm6RupPQ4Jbo3Ms2wpLXacFlrs6bel6q+8WQXy&#10;Uu6GVWl85o55fTKH/bkmp9RsOv58g4g0xv/wu73XCvLFF7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DtA7wgAAANwAAAAPAAAAAAAAAAAAAAAAAJgCAABkcnMvZG93&#10;bnJldi54bWxQSwUGAAAAAAQABAD1AAAAhwMAAAAA&#10;" filled="f" stroked="f">
                          <v:textbox style="mso-fit-shape-to-text:t" inset="0,0,0,0">
                            <w:txbxContent>
                              <w:p w:rsidR="00E86396" w:rsidRDefault="00E86396">
                                <w:proofErr w:type="spellStart"/>
                                <w:r>
                                  <w:rPr>
                                    <w:rFonts w:ascii="Arial" w:hAnsi="Arial" w:cs="Arial"/>
                                    <w:b/>
                                    <w:bCs/>
                                    <w:color w:val="000000"/>
                                    <w:sz w:val="16"/>
                                    <w:szCs w:val="16"/>
                                    <w:lang w:val="en-US"/>
                                  </w:rPr>
                                  <w:t>AEMO</w:t>
                                </w:r>
                                <w:proofErr w:type="spellEnd"/>
                                <w:r>
                                  <w:rPr>
                                    <w:rFonts w:ascii="Arial" w:hAnsi="Arial" w:cs="Arial"/>
                                    <w:b/>
                                    <w:bCs/>
                                    <w:color w:val="000000"/>
                                    <w:sz w:val="16"/>
                                    <w:szCs w:val="16"/>
                                    <w:lang w:val="en-US"/>
                                  </w:rPr>
                                  <w:t xml:space="preserve"> planning </w:t>
                                </w:r>
                              </w:p>
                            </w:txbxContent>
                          </v:textbox>
                        </v:rect>
                        <v:rect id="Rectangle 201" o:spid="_x0000_s1223" style="position:absolute;left:1867;top:108;width:45;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FESb8A&#10;AADcAAAADwAAAGRycy9kb3ducmV2LnhtbERPy4rCMBTdC/5DuAPuNG0Xg1SjDAMFldlY5wMuze2D&#10;SW5KEm39e7MQZnk47/1xtkY8yIfBsYJ8k4EgbpweuFPwe6vWWxAhIms0jknBkwIcD8vFHkvtJr7S&#10;o46dSCEcSlTQxziWUoamJ4th40bixLXOW4wJ+k5qj1MKt0YWWfYpLQ6cGnoc6bun5q++WwXyVlfT&#10;tjY+c5ei/THn07Ulp9TqY/7agYg0x3/x233SCoo8rU1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IkURJvwAAANwAAAAPAAAAAAAAAAAAAAAAAJgCAABkcnMvZG93bnJl&#10;di54bWxQSwUGAAAAAAQABAD1AAAAhAMAAAAA&#10;" filled="f" stroked="f">
                          <v:textbox style="mso-fit-shape-to-text:t" inset="0,0,0,0">
                            <w:txbxContent>
                              <w:p w:rsidR="00E86396" w:rsidRDefault="00E86396">
                                <w:r>
                                  <w:rPr>
                                    <w:rFonts w:ascii="Arial" w:hAnsi="Arial" w:cs="Arial"/>
                                    <w:b/>
                                    <w:bCs/>
                                    <w:color w:val="000000"/>
                                    <w:sz w:val="16"/>
                                    <w:szCs w:val="16"/>
                                    <w:lang w:val="en-US"/>
                                  </w:rPr>
                                  <w:t>/</w:t>
                                </w:r>
                              </w:p>
                            </w:txbxContent>
                          </v:textbox>
                        </v:rect>
                        <v:rect id="Rectangle 202" o:spid="_x0000_s1224" style="position:absolute;left:1903;top:108;width:1903;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3h0sIA&#10;AADcAAAADwAAAGRycy9kb3ducmV2LnhtbESPzYoCMRCE7wu+Q2jB25pxDuLOGmVZEFS8OPoAzaTn&#10;h006QxKd8e2NIOyxqKqvqPV2tEbcyYfOsYLFPANBXDndcaPgetl9rkCEiKzROCYFDwqw3Uw+1lho&#10;N/CZ7mVsRIJwKFBBG2NfSBmqliyGueuJk1c7bzEm6RupPQ4Jbo3Ms2wpLXacFlrs6bel6q+8WQXy&#10;Uu6GVWl85o55fTKH/bkmp9RsOv58g4g0xv/wu73XCvLFF7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3eHSwgAAANwAAAAPAAAAAAAAAAAAAAAAAJgCAABkcnMvZG93&#10;bnJldi54bWxQSwUGAAAAAAQABAD1AAAAhwMAAAAA&#10;" filled="f" stroked="f">
                          <v:textbox style="mso-fit-shape-to-text:t" inset="0,0,0,0">
                            <w:txbxContent>
                              <w:p w:rsidR="00E86396" w:rsidRDefault="00E86396">
                                <w:r>
                                  <w:rPr>
                                    <w:rFonts w:ascii="Arial" w:hAnsi="Arial" w:cs="Arial"/>
                                    <w:b/>
                                    <w:bCs/>
                                    <w:color w:val="000000"/>
                                    <w:sz w:val="16"/>
                                    <w:szCs w:val="16"/>
                                    <w:lang w:val="en-US"/>
                                  </w:rPr>
                                  <w:t>standard setting process</w:t>
                                </w:r>
                              </w:p>
                            </w:txbxContent>
                          </v:textbox>
                        </v:rect>
                        <v:shape id="Freeform 203" o:spid="_x0000_s1225" style="position:absolute;left:485;top:4569;width:8078;height:1925;visibility:visible;mso-wrap-style:square;v-text-anchor:top" coordsize="10732,2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EA5r8A&#10;AADcAAAADwAAAGRycy9kb3ducmV2LnhtbERPTYvCMBC9C/6HMII3Te1BpBqlLAhePFiFehyb2bZs&#10;M+k2UWt/vTkIHh/ve7PrTSMe1LnasoLFPAJBXFhdc6ngct7PViCcR9bYWCYFL3Kw245HG0y0ffKJ&#10;HpkvRQhhl6CCyvs2kdIVFRl0c9sSB+7XdgZ9gF0pdYfPEG4aGUfRUhqsOTRU2NJPRcVfdjcK/LVx&#10;eZYPx8WQD4e0JP1/S7VS00mfrkF46v1X/HEftII4DvPDmXAE5PY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YQDmvwAAANwAAAAPAAAAAAAAAAAAAAAAAJgCAABkcnMvZG93bnJl&#10;di54bWxQSwUGAAAAAAQABAD1AAAAhAMAAAAA&#10;" path="m16,24r,112c16,140,13,144,8,144,4,144,,140,,136l,24c,20,4,16,8,16v5,,8,4,8,8xm16,216r,112c16,332,13,336,8,336,4,336,,332,,328l,216v,-4,4,-8,8,-8c13,208,16,212,16,216xm16,408r,112c16,524,13,528,8,528,4,528,,524,,520l,408v,-4,4,-8,8,-8c13,400,16,404,16,408xm16,600r,112c16,716,13,720,8,720,4,720,,716,,712l,600v,-4,4,-8,8,-8c13,592,16,596,16,600xm16,792r,112c16,908,13,912,8,912,4,912,,908,,904l,792v,-4,4,-8,8,-8c13,784,16,788,16,792xm16,984r,112c16,1100,13,1104,8,1104v-4,,-8,-4,-8,-8l,984v,-4,4,-8,8,-8c13,976,16,980,16,984xm16,1176r,112c16,1292,13,1296,8,1296v-4,,-8,-4,-8,-8l,1176v,-4,4,-8,8,-8c13,1168,16,1172,16,1176xm16,1368r,112c16,1484,13,1488,8,1488v-4,,-8,-4,-8,-8l,1368v,-4,4,-8,8,-8c13,1360,16,1364,16,1368xm16,1560r,112c16,1676,13,1680,8,1680v-4,,-8,-4,-8,-8l,1560v,-4,4,-8,8,-8c13,1552,16,1556,16,1560xm16,1752r,112c16,1868,13,1872,8,1872v-4,,-8,-4,-8,-8l,1752v,-4,4,-8,8,-8c13,1744,16,1748,16,1752xm16,1944r,112c16,2060,13,2064,8,2064v-4,,-8,-4,-8,-8l,1944v,-4,4,-8,8,-8c13,1936,16,1940,16,1944xm16,2136r,112c16,2252,13,2256,8,2256v-4,,-8,-4,-8,-8l,2136v,-4,4,-8,8,-8c13,2128,16,2132,16,2136xm16,2328r,112c16,2444,13,2448,8,2448v-4,,-8,-4,-8,-8l,2328v,-4,4,-8,8,-8c13,2320,16,2324,16,2328xm16,2520r,28l8,2540r84,c97,2540,100,2543,100,2548v,4,-3,8,-8,8l8,2556v-4,,-8,-4,-8,-8l,2520v,-4,4,-8,8,-8c13,2512,16,2516,16,2520xm172,2540r112,c289,2540,292,2543,292,2548v,4,-3,8,-8,8l172,2556v-4,,-8,-4,-8,-8c164,2543,168,2540,172,2540xm364,2540r112,c481,2540,484,2543,484,2548v,4,-3,8,-8,8l364,2556v-4,,-8,-4,-8,-8c356,2543,360,2540,364,2540xm556,2540r112,c673,2540,676,2543,676,2548v,4,-3,8,-8,8l556,2556v-4,,-8,-4,-8,-8c548,2543,552,2540,556,2540xm748,2540r112,c865,2540,868,2543,868,2548v,4,-3,8,-8,8l748,2556v-4,,-8,-4,-8,-8c740,2543,744,2540,748,2540xm940,2540r112,c1057,2540,1060,2543,1060,2548v,4,-3,8,-8,8l940,2556v-4,,-8,-4,-8,-8c932,2543,936,2540,940,2540xm1132,2540r112,c1249,2540,1252,2543,1252,2548v,4,-3,8,-8,8l1132,2556v-4,,-8,-4,-8,-8c1124,2543,1128,2540,1132,2540xm1324,2540r112,c1441,2540,1444,2543,1444,2548v,4,-3,8,-8,8l1324,2556v-4,,-8,-4,-8,-8c1316,2543,1320,2540,1324,2540xm1516,2540r112,c1633,2540,1636,2543,1636,2548v,4,-3,8,-8,8l1516,2556v-4,,-8,-4,-8,-8c1508,2543,1512,2540,1516,2540xm1708,2540r112,c1825,2540,1828,2543,1828,2548v,4,-3,8,-8,8l1708,2556v-4,,-8,-4,-8,-8c1700,2543,1704,2540,1708,2540xm1900,2540r112,c2017,2540,2020,2543,2020,2548v,4,-3,8,-8,8l1900,2556v-4,,-8,-4,-8,-8c1892,2543,1896,2540,1900,2540xm2092,2540r112,c2209,2540,2212,2543,2212,2548v,4,-3,8,-8,8l2092,2556v-4,,-8,-4,-8,-8c2084,2543,2088,2540,2092,2540xm2284,2540r112,c2401,2540,2404,2543,2404,2548v,4,-3,8,-8,8l2284,2556v-4,,-8,-4,-8,-8c2276,2543,2280,2540,2284,2540xm2476,2540r112,c2593,2540,2596,2543,2596,2548v,4,-3,8,-8,8l2476,2556v-4,,-8,-4,-8,-8c2468,2543,2472,2540,2476,2540xm2668,2540r112,c2785,2540,2788,2543,2788,2548v,4,-3,8,-8,8l2668,2556v-4,,-8,-4,-8,-8c2660,2543,2664,2540,2668,2540xm2860,2540r112,c2977,2540,2980,2543,2980,2548v,4,-3,8,-8,8l2860,2556v-4,,-8,-4,-8,-8c2852,2543,2856,2540,2860,2540xm3052,2540r112,c3169,2540,3172,2543,3172,2548v,4,-3,8,-8,8l3052,2556v-4,,-8,-4,-8,-8c3044,2543,3048,2540,3052,2540xm3244,2540r112,c3361,2540,3364,2543,3364,2548v,4,-3,8,-8,8l3244,2556v-4,,-8,-4,-8,-8c3236,2543,3240,2540,3244,2540xm3436,2540r112,c3553,2540,3556,2543,3556,2548v,4,-3,8,-8,8l3436,2556v-4,,-8,-4,-8,-8c3428,2543,3432,2540,3436,2540xm3628,2540r112,c3745,2540,3748,2543,3748,2548v,4,-3,8,-8,8l3628,2556v-4,,-8,-4,-8,-8c3620,2543,3624,2540,3628,2540xm3820,2540r112,c3937,2540,3940,2543,3940,2548v,4,-3,8,-8,8l3820,2556v-4,,-8,-4,-8,-8c3812,2543,3816,2540,3820,2540xm4012,2540r112,c4129,2540,4132,2543,4132,2548v,4,-3,8,-8,8l4012,2556v-4,,-8,-4,-8,-8c4004,2543,4008,2540,4012,2540xm4204,2540r112,c4321,2540,4324,2543,4324,2548v,4,-3,8,-8,8l4204,2556v-4,,-8,-4,-8,-8c4196,2543,4200,2540,4204,2540xm4396,2540r112,c4513,2540,4516,2543,4516,2548v,4,-3,8,-8,8l4396,2556v-4,,-8,-4,-8,-8c4388,2543,4392,2540,4396,2540xm4588,2540r112,c4705,2540,4708,2543,4708,2548v,4,-3,8,-8,8l4588,2556v-4,,-8,-4,-8,-8c4580,2543,4584,2540,4588,2540xm4780,2540r112,c4897,2540,4900,2543,4900,2548v,4,-3,8,-8,8l4780,2556v-4,,-8,-4,-8,-8c4772,2543,4776,2540,4780,2540xm4972,2540r112,c5089,2540,5092,2543,5092,2548v,4,-3,8,-8,8l4972,2556v-4,,-8,-4,-8,-8c4964,2543,4968,2540,4972,2540xm5164,2540r112,c5281,2540,5284,2543,5284,2548v,4,-3,8,-8,8l5164,2556v-4,,-8,-4,-8,-8c5156,2543,5160,2540,5164,2540xm5356,2540r112,c5473,2540,5476,2543,5476,2548v,4,-3,8,-8,8l5356,2556v-4,,-8,-4,-8,-8c5348,2543,5352,2540,5356,2540xm5548,2540r112,c5665,2540,5668,2543,5668,2548v,4,-3,8,-8,8l5548,2556v-4,,-8,-4,-8,-8c5540,2543,5544,2540,5548,2540xm5740,2540r112,c5857,2540,5860,2543,5860,2548v,4,-3,8,-8,8l5740,2556v-4,,-8,-4,-8,-8c5732,2543,5736,2540,5740,2540xm5932,2540r112,c6049,2540,6052,2543,6052,2548v,4,-3,8,-8,8l5932,2556v-4,,-8,-4,-8,-8c5924,2543,5928,2540,5932,2540xm6124,2540r112,c6241,2540,6244,2543,6244,2548v,4,-3,8,-8,8l6124,2556v-4,,-8,-4,-8,-8c6116,2543,6120,2540,6124,2540xm6316,2540r112,c6433,2540,6436,2543,6436,2548v,4,-3,8,-8,8l6316,2556v-4,,-8,-4,-8,-8c6308,2543,6312,2540,6316,2540xm6508,2540r112,c6625,2540,6628,2543,6628,2548v,4,-3,8,-8,8l6508,2556v-4,,-8,-4,-8,-8c6500,2543,6504,2540,6508,2540xm6700,2540r112,c6817,2540,6820,2543,6820,2548v,4,-3,8,-8,8l6700,2556v-4,,-8,-4,-8,-8c6692,2543,6696,2540,6700,2540xm6892,2540r112,c7009,2540,7012,2543,7012,2548v,4,-3,8,-8,8l6892,2556v-4,,-8,-4,-8,-8c6884,2543,6888,2540,6892,2540xm7084,2540r112,c7201,2540,7204,2543,7204,2548v,4,-3,8,-8,8l7084,2556v-4,,-8,-4,-8,-8c7076,2543,7080,2540,7084,2540xm7276,2540r112,c7393,2540,7396,2543,7396,2548v,4,-3,8,-8,8l7276,2556v-4,,-8,-4,-8,-8c7268,2543,7272,2540,7276,2540xm7468,2540r112,c7585,2540,7588,2543,7588,2548v,4,-3,8,-8,8l7468,2556v-4,,-8,-4,-8,-8c7460,2543,7464,2540,7468,2540xm7660,2540r112,c7777,2540,7780,2543,7780,2548v,4,-3,8,-8,8l7660,2556v-4,,-8,-4,-8,-8c7652,2543,7656,2540,7660,2540xm7852,2540r112,c7969,2540,7972,2543,7972,2548v,4,-3,8,-8,8l7852,2556v-4,,-8,-4,-8,-8c7844,2543,7848,2540,7852,2540xm8044,2540r112,c8161,2540,8164,2543,8164,2548v,4,-3,8,-8,8l8044,2556v-4,,-8,-4,-8,-8c8036,2543,8040,2540,8044,2540xm8236,2540r112,c8353,2540,8356,2543,8356,2548v,4,-3,8,-8,8l8236,2556v-4,,-8,-4,-8,-8c8228,2543,8232,2540,8236,2540xm8428,2540r112,c8545,2540,8548,2543,8548,2548v,4,-3,8,-8,8l8428,2556v-4,,-8,-4,-8,-8c8420,2543,8424,2540,8428,2540xm8620,2540r112,c8737,2540,8740,2543,8740,2548v,4,-3,8,-8,8l8620,2556v-4,,-8,-4,-8,-8c8612,2543,8616,2540,8620,2540xm8812,2540r112,c8929,2540,8932,2543,8932,2548v,4,-3,8,-8,8l8812,2556v-4,,-8,-4,-8,-8c8804,2543,8808,2540,8812,2540xm9004,2540r112,c9121,2540,9124,2543,9124,2548v,4,-3,8,-8,8l9004,2556v-4,,-8,-4,-8,-8c8996,2543,9000,2540,9004,2540xm9196,2540r112,c9313,2540,9316,2543,9316,2548v,4,-3,8,-8,8l9196,2556v-4,,-8,-4,-8,-8c9188,2543,9192,2540,9196,2540xm9388,2540r112,c9505,2540,9508,2543,9508,2548v,4,-3,8,-8,8l9388,2556v-4,,-8,-4,-8,-8c9380,2543,9384,2540,9388,2540xm9580,2540r112,c9697,2540,9700,2543,9700,2548v,4,-3,8,-8,8l9580,2556v-4,,-8,-4,-8,-8c9572,2543,9576,2540,9580,2540xm9772,2540r112,c9889,2540,9892,2543,9892,2548v,4,-3,8,-8,8l9772,2556v-4,,-8,-4,-8,-8c9764,2543,9768,2540,9772,2540xm9964,2540r112,c10081,2540,10084,2543,10084,2548v,4,-3,8,-8,8l9964,2556v-4,,-8,-4,-8,-8c9956,2543,9960,2540,9964,2540xm10156,2540r112,c10273,2540,10276,2543,10276,2548v,4,-3,8,-8,8l10156,2556v-4,,-8,-4,-8,-8c10148,2543,10152,2540,10156,2540xm10348,2540r112,c10465,2540,10468,2543,10468,2548v,4,-3,8,-8,8l10348,2556v-4,,-8,-4,-8,-8c10340,2543,10344,2540,10348,2540xm10540,2540r112,c10657,2540,10660,2543,10660,2548v,4,-3,8,-8,8l10540,2556v-4,,-8,-4,-8,-8c10532,2543,10536,2540,10540,2540xm10716,2539r,-112c10716,2423,10720,2419,10724,2419v4,,8,4,8,8l10732,2539v,5,-4,8,-8,8c10720,2547,10716,2544,10716,2539xm10716,2347r,-112c10716,2231,10720,2227,10724,2227v4,,8,4,8,8l10732,2347v,5,-4,8,-8,8c10720,2355,10716,2352,10716,2347xm10716,2155r,-112c10716,2039,10720,2035,10724,2035v4,,8,4,8,8l10732,2155v,5,-4,8,-8,8c10720,2163,10716,2160,10716,2155xm10716,1963r,-112c10716,1847,10720,1843,10724,1843v4,,8,4,8,8l10732,1963v,5,-4,8,-8,8c10720,1971,10716,1968,10716,1963xm10716,1771r,-112c10716,1655,10720,1651,10724,1651v4,,8,4,8,8l10732,1771v,5,-4,8,-8,8c10720,1779,10716,1776,10716,1771xm10716,1579r,-112c10716,1463,10720,1459,10724,1459v4,,8,4,8,8l10732,1579v,5,-4,8,-8,8c10720,1587,10716,1584,10716,1579xm10716,1387r,-112c10716,1271,10720,1267,10724,1267v4,,8,4,8,8l10732,1387v,5,-4,8,-8,8c10720,1395,10716,1392,10716,1387xm10716,1195r,-112c10716,1079,10720,1075,10724,1075v4,,8,4,8,8l10732,1195v,5,-4,8,-8,8c10720,1203,10716,1200,10716,1195xm10716,1003r,-112c10716,887,10720,883,10724,883v4,,8,4,8,8l10732,1003v,5,-4,8,-8,8c10720,1011,10716,1008,10716,1003xm10716,811r,-112c10716,695,10720,691,10724,691v4,,8,4,8,8l10732,811v,5,-4,8,-8,8c10720,819,10716,816,10716,811xm10716,619r,-112c10716,503,10720,499,10724,499v4,,8,4,8,8l10732,619v,5,-4,8,-8,8c10720,627,10716,624,10716,619xm10716,427r,-112c10716,311,10720,307,10724,307v4,,8,4,8,8l10732,427v,5,-4,8,-8,8c10720,435,10716,432,10716,427xm10716,235r,-112c10716,119,10720,115,10724,115v4,,8,4,8,8l10732,235v,5,-4,8,-8,8c10720,243,10716,240,10716,235xm10716,43r,-35l10724,16r-77,c10643,16,10639,12,10639,8v,-4,4,-8,8,-8l10724,v4,,8,4,8,8l10732,43v,5,-4,8,-8,8c10720,51,10716,48,10716,43xm10567,16r-112,c10451,16,10447,12,10447,8v,-4,4,-8,8,-8l10567,v5,,8,4,8,8c10575,12,10572,16,10567,16xm10375,16r-112,c10259,16,10255,12,10255,8v,-4,4,-8,8,-8l10375,v5,,8,4,8,8c10383,12,10380,16,10375,16xm10183,16r-112,c10067,16,10063,12,10063,8v,-4,4,-8,8,-8l10183,v5,,8,4,8,8c10191,12,10188,16,10183,16xm9991,16r-112,c9875,16,9871,12,9871,8v,-4,4,-8,8,-8l9991,v5,,8,4,8,8c9999,12,9996,16,9991,16xm9799,16r-112,c9683,16,9679,12,9679,8v,-4,4,-8,8,-8l9799,v5,,8,4,8,8c9807,12,9804,16,9799,16xm9607,16r-112,c9491,16,9487,12,9487,8v,-4,4,-8,8,-8l9607,v5,,8,4,8,8c9615,12,9612,16,9607,16xm9415,16r-112,c9299,16,9295,12,9295,8v,-4,4,-8,8,-8l9415,v5,,8,4,8,8c9423,12,9420,16,9415,16xm9223,16r-112,c9107,16,9103,12,9103,8v,-4,4,-8,8,-8l9223,v5,,8,4,8,8c9231,12,9228,16,9223,16xm9031,16r-112,c8915,16,8911,12,8911,8v,-4,4,-8,8,-8l9031,v5,,8,4,8,8c9039,12,9036,16,9031,16xm8839,16r-112,c8723,16,8719,12,8719,8v,-4,4,-8,8,-8l8839,v5,,8,4,8,8c8847,12,8844,16,8839,16xm8647,16r-112,c8531,16,8527,12,8527,8v,-4,4,-8,8,-8l8647,v5,,8,4,8,8c8655,12,8652,16,8647,16xm8455,16r-112,c8339,16,8335,12,8335,8v,-4,4,-8,8,-8l8455,v5,,8,4,8,8c8463,12,8460,16,8455,16xm8263,16r-112,c8147,16,8143,12,8143,8v,-4,4,-8,8,-8l8263,v5,,8,4,8,8c8271,12,8268,16,8263,16xm8071,16r-112,c7955,16,7951,12,7951,8v,-4,4,-8,8,-8l8071,v5,,8,4,8,8c8079,12,8076,16,8071,16xm7879,16r-112,c7763,16,7759,12,7759,8v,-4,4,-8,8,-8l7879,v5,,8,4,8,8c7887,12,7884,16,7879,16xm7687,16r-112,c7571,16,7567,12,7567,8v,-4,4,-8,8,-8l7687,v5,,8,4,8,8c7695,12,7692,16,7687,16xm7495,16r-112,c7379,16,7375,12,7375,8v,-4,4,-8,8,-8l7495,v5,,8,4,8,8c7503,12,7500,16,7495,16xm7303,16r-112,c7187,16,7183,12,7183,8v,-4,4,-8,8,-8l7303,v5,,8,4,8,8c7311,12,7308,16,7303,16xm7111,16r-112,c6995,16,6991,12,6991,8v,-4,4,-8,8,-8l7111,v5,,8,4,8,8c7119,12,7116,16,7111,16xm6919,16r-112,c6803,16,6799,12,6799,8v,-4,4,-8,8,-8l6919,v5,,8,4,8,8c6927,12,6924,16,6919,16xm6727,16r-112,c6611,16,6607,12,6607,8v,-4,4,-8,8,-8l6727,v5,,8,4,8,8c6735,12,6732,16,6727,16xm6535,16r-112,c6419,16,6415,12,6415,8v,-4,4,-8,8,-8l6535,v5,,8,4,8,8c6543,12,6540,16,6535,16xm6343,16r-112,c6227,16,6223,12,6223,8v,-4,4,-8,8,-8l6343,v5,,8,4,8,8c6351,12,6348,16,6343,16xm6151,16r-112,c6035,16,6031,12,6031,8v,-4,4,-8,8,-8l6151,v5,,8,4,8,8c6159,12,6156,16,6151,16xm5959,16r-112,c5843,16,5839,12,5839,8v,-4,4,-8,8,-8l5959,v5,,8,4,8,8c5967,12,5964,16,5959,16xm5767,16r-112,c5651,16,5647,12,5647,8v,-4,4,-8,8,-8l5767,v5,,8,4,8,8c5775,12,5772,16,5767,16xm5575,16r-112,c5459,16,5455,12,5455,8v,-4,4,-8,8,-8l5575,v5,,8,4,8,8c5583,12,5580,16,5575,16xm5383,16r-112,c5267,16,5263,12,5263,8v,-4,4,-8,8,-8l5383,v5,,8,4,8,8c5391,12,5388,16,5383,16xm5191,16r-112,c5075,16,5071,12,5071,8v,-4,4,-8,8,-8l5191,v5,,8,4,8,8c5199,12,5196,16,5191,16xm4999,16r-112,c4883,16,4879,12,4879,8v,-4,4,-8,8,-8l4999,v5,,8,4,8,8c5007,12,5004,16,4999,16xm4807,16r-112,c4691,16,4687,12,4687,8v,-4,4,-8,8,-8l4807,v5,,8,4,8,8c4815,12,4812,16,4807,16xm4615,16r-112,c4499,16,4495,12,4495,8v,-4,4,-8,8,-8l4615,v5,,8,4,8,8c4623,12,4620,16,4615,16xm4423,16r-112,c4307,16,4303,12,4303,8v,-4,4,-8,8,-8l4423,v5,,8,4,8,8c4431,12,4428,16,4423,16xm4231,16r-112,c4115,16,4111,12,4111,8v,-4,4,-8,8,-8l4231,v5,,8,4,8,8c4239,12,4236,16,4231,16xm4039,16r-112,c3923,16,3919,12,3919,8v,-4,4,-8,8,-8l4039,v5,,8,4,8,8c4047,12,4044,16,4039,16xm3847,16r-112,c3731,16,3727,12,3727,8v,-4,4,-8,8,-8l3847,v5,,8,4,8,8c3855,12,3852,16,3847,16xm3655,16r-112,c3539,16,3535,12,3535,8v,-4,4,-8,8,-8l3655,v5,,8,4,8,8c3663,12,3660,16,3655,16xm3463,16r-112,c3347,16,3343,12,3343,8v,-4,4,-8,8,-8l3463,v5,,8,4,8,8c3471,12,3468,16,3463,16xm3271,16r-112,c3155,16,3151,12,3151,8v,-4,4,-8,8,-8l3271,v5,,8,4,8,8c3279,12,3276,16,3271,16xm3079,16r-112,c2963,16,2959,12,2959,8v,-4,4,-8,8,-8l3079,v5,,8,4,8,8c3087,12,3084,16,3079,16xm2887,16r-112,c2771,16,2767,12,2767,8v,-4,4,-8,8,-8l2887,v5,,8,4,8,8c2895,12,2892,16,2887,16xm2695,16r-112,c2579,16,2575,12,2575,8v,-4,4,-8,8,-8l2695,v5,,8,4,8,8c2703,12,2700,16,2695,16xm2503,16r-112,c2387,16,2383,12,2383,8v,-4,4,-8,8,-8l2503,v5,,8,4,8,8c2511,12,2508,16,2503,16xm2311,16r-112,c2195,16,2191,12,2191,8v,-4,4,-8,8,-8l2311,v5,,8,4,8,8c2319,12,2316,16,2311,16xm2119,16r-112,c2003,16,1999,12,1999,8v,-4,4,-8,8,-8l2119,v5,,8,4,8,8c2127,12,2124,16,2119,16xm1927,16r-112,c1811,16,1807,12,1807,8v,-4,4,-8,8,-8l1927,v5,,8,4,8,8c1935,12,1932,16,1927,16xm1735,16r-112,c1619,16,1615,12,1615,8v,-4,4,-8,8,-8l1735,v5,,8,4,8,8c1743,12,1740,16,1735,16xm1543,16r-112,c1427,16,1423,12,1423,8v,-4,4,-8,8,-8l1543,v5,,8,4,8,8c1551,12,1548,16,1543,16xm1351,16r-112,c1235,16,1231,12,1231,8v,-4,4,-8,8,-8l1351,v5,,8,4,8,8c1359,12,1356,16,1351,16xm1159,16r-112,c1043,16,1039,12,1039,8v,-4,4,-8,8,-8l1159,v5,,8,4,8,8c1167,12,1164,16,1159,16xm967,16r-112,c851,16,847,12,847,8v,-4,4,-8,8,-8l967,v5,,8,4,8,8c975,12,972,16,967,16xm775,16r-112,c659,16,655,12,655,8v,-4,4,-8,8,-8l775,v5,,8,4,8,8c783,12,780,16,775,16xm583,16r-112,c467,16,463,12,463,8v,-4,4,-8,8,-8l583,v5,,8,4,8,8c591,12,588,16,583,16xm391,16r-112,c275,16,271,12,271,8v,-4,4,-8,8,-8l391,v5,,8,4,8,8c399,12,396,16,391,16xm199,16l87,16v-4,,-8,-4,-8,-8c79,4,83,,87,l199,v5,,8,4,8,8c207,12,204,16,199,16xe" fillcolor="red" strokecolor="red" strokeweight="33e-5mm">
                          <v:stroke joinstyle="bevel"/>
                          <v:path arrowok="t" o:connecttype="custom" o:connectlocs="12,392;0,681;6,880;12,1319;6,1699;75,1919;364,1919;563,1925;852,1913;1370,1913;1659,1925;1858,1919;2297,1913;2677,1919;2875,1925;3164,1913;3682,1913;3971,1925;4170,1919;4610,1913;4989,1919;5188,1925;5477,1913;5995,1913;6284,1925;6482,1919;6922,1913;7301,1919;7500,1925;7789,1913;8066,1683;8078,1394;8072,1195;8066,755;8072,376;8078,177;7863,6;7665,0;7376,12;6858,12;6569,0;6370,6;5931,12;5551,6;5352,0;5063,12;4546,12;4257,0;4058,6;3618,12;3239,6;3040,0;2751,12;2233,12;1944,0;1746,6;1306,12;927,6;728,0;439,12" o:connectangles="0,0,0,0,0,0,0,0,0,0,0,0,0,0,0,0,0,0,0,0,0,0,0,0,0,0,0,0,0,0,0,0,0,0,0,0,0,0,0,0,0,0,0,0,0,0,0,0,0,0,0,0,0,0,0,0,0,0,0,0"/>
                          <o:lock v:ext="edit" verticies="t"/>
                        </v:shape>
                        <v:rect id="Rectangle 204" o:spid="_x0000_s1226" style="position:absolute;left:554;top:2951;width:2288;height: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um48cA&#10;AADcAAAADwAAAGRycy9kb3ducmV2LnhtbESPQWvCQBSE7wX/w/IEL1I3plja1FUkKHgoRdMcPD6y&#10;r0lq9m3Mrib9992C0OMwM98wy/VgGnGjztWWFcxnEQjiwuqaSwX55+7xBYTzyBoby6TghxysV6OH&#10;JSba9nykW+ZLESDsElRQed8mUrqiIoNuZlvi4H3ZzqAPsiul7rAPcNPIOIqepcGaw0KFLaUVFefs&#10;ahSkbc/vhw95ybbT73x6eno9LVKt1GQ8bN5AeBr8f/je3msFcTyHvzPhCM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y7puPHAAAA3AAAAA8AAAAAAAAAAAAAAAAAmAIAAGRy&#10;cy9kb3ducmV2LnhtbFBLBQYAAAAABAAEAPUAAACMAwAAAAA=&#10;" fillcolor="#cdcdcd" stroked="f"/>
                        <v:shape id="Picture 205" o:spid="_x0000_s1227" type="#_x0000_t75" style="position:absolute;left:559;top:2960;width:2288;height:6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pL183BAAAA3AAAAA8AAABkcnMvZG93bnJldi54bWxEj0GLwjAUhO8L/ofwBG9rapBlqUZRQfBk&#10;d1U8P5pnG2xeShO1/nsjLOxxmJlvmPmyd424UxesZw2TcQaCuPTGcqXhdNx+foMIEdlg45k0PCnA&#10;cjH4mGNu/IN/6X6IlUgQDjlqqGNscylDWZPDMPYtcfIuvnMYk+wqaTp8JLhrpMqyL+nQclqosaVN&#10;TeX1cHMazlf77H/cdLu3x+DXRaFaLpTWo2G/moGI1Mf/8F97ZzQopeB9Jh0BuXg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pL183BAAAA3AAAAA8AAAAAAAAAAAAAAAAAnwIA&#10;AGRycy9kb3ducmV2LnhtbFBLBQYAAAAABAAEAPcAAACNAwAAAAA=&#10;">
                          <v:imagedata r:id="rId31" o:title=""/>
                        </v:shape>
                        <v:rect id="Rectangle 206" o:spid="_x0000_s1228" style="position:absolute;left:554;top:2951;width:2288;height: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WdD8cA&#10;AADcAAAADwAAAGRycy9kb3ducmV2LnhtbESPQWvCQBSE74L/YXmCF6mbRixt6ioSLHgo0qY5eHxk&#10;X5PU7Ns0uzXx33cFweMwM98wq81gGnGmztWWFTzOIxDEhdU1lwryr7eHZxDOI2tsLJOCCznYrMej&#10;FSba9vxJ58yXIkDYJaig8r5NpHRFRQbd3LbEwfu2nUEfZFdK3WEf4KaRcRQ9SYM1h4UKW0orKk7Z&#10;n1GQtj2/fxzkb7ab/eSz4+LluEy1UtPJsH0F4Wnw9/CtvdcK4ngB1zPhCMj1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MlnQ/HAAAA3AAAAA8AAAAAAAAAAAAAAAAAmAIAAGRy&#10;cy9kb3ducmV2LnhtbFBLBQYAAAAABAAEAPUAAACMAwAAAAA=&#10;" fillcolor="#cdcdcd" stroked="f"/>
                      </v:group>
                      <v:group id="Group 408" o:spid="_x0000_s1229" style="position:absolute;left:3289;top:9391;width:48336;height:61671" coordorigin="518,1479" coordsize="7612,97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hQ8UAAADcAAAADwAAAGRycy9kb3ducmV2LnhtbESPT2vCQBTE7wW/w/IE&#10;b3WT2IpEVxFR6UEK/gHx9sg+k2D2bciuSfz23UKhx2FmfsMsVr2pREuNKy0riMcRCOLM6pJzBZfz&#10;7n0GwnlkjZVlUvAiB6vl4G2BqbYdH6k9+VwECLsUFRTe16mULivIoBvbmjh4d9sY9EE2udQNdgFu&#10;KplE0VQaLDksFFjTpqDscXoaBfsOu/Uk3raHx33zup0/v6+HmJQaDfv1HISn3v+H/9pfWkGSfM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RvoUPFAAAA3AAA&#10;AA8AAAAAAAAAAAAAAAAAqgIAAGRycy9kb3ducmV2LnhtbFBLBQYAAAAABAAEAPoAAACcAwAAAAA=&#10;">
                        <v:rect id="Rectangle 208" o:spid="_x0000_s1230" style="position:absolute;left:542;top:2951;width:2312;height: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Cg4McA&#10;AADcAAAADwAAAGRycy9kb3ducmV2LnhtbESPQWvCQBSE74L/YXmCF6kbI5Y2dRUJFjyU0qY5eHxk&#10;X5PU7NuY3Zr037tCweMwM98w6+1gGnGhztWWFSzmEQjiwuqaSwX51+vDEwjnkTU2lknBHznYbsaj&#10;NSba9vxJl8yXIkDYJaig8r5NpHRFRQbd3LbEwfu2nUEfZFdK3WEf4KaRcRQ9SoM1h4UKW0orKk7Z&#10;r1GQtj2/fbzLc7af/eSz4/L5uEq1UtPJsHsB4Wnw9/B/+6AVxPEKbmfCEZCb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AoODHAAAA3AAAAA8AAAAAAAAAAAAAAAAAmAIAAGRy&#10;cy9kb3ducmV2LnhtbFBLBQYAAAAABAAEAPUAAACMAwAAAAA=&#10;" fillcolor="#cdcdcd" stroked="f"/>
                        <v:shape id="Freeform 209" o:spid="_x0000_s1231" style="position:absolute;left:553;top:2954;width:2300;height:695;visibility:visible;mso-wrap-style:square;v-text-anchor:top" coordsize="3055,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c6nMYA&#10;AADcAAAADwAAAGRycy9kb3ducmV2LnhtbESPT2vCQBTE74V+h+UJvdVdQ/FPdJWiFrS3poV6fGRf&#10;k9Ds25DdmNRP7xYEj8PM/IZZbQZbizO1vnKsYTJWIIhzZyouNHx9vj3PQfiAbLB2TBr+yMNm/fiw&#10;wtS4nj/onIVCRAj7FDWUITSplD4vyaIfu4Y4ej+utRiibAtpWuwj3NYyUWoqLVYcF0psaFtS/pt1&#10;VsNucZy9V/3iezs/JcOl69SeXpTWT6PhdQki0BDu4Vv7YDQkyRT+z8QjIN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yc6nMYAAADcAAAADwAAAAAAAAAAAAAAAACYAgAAZHJz&#10;L2Rvd25yZXYueG1sUEsFBgAAAAAEAAQA9QAAAIsDAAAAAA==&#10;" path="m8,907r3039,l3039,915r,-907l3047,16,8,16,16,8r,907c16,919,13,923,8,923,4,923,,919,,915l,8c,3,4,,8,l3047,v5,,8,3,8,8l3055,915v,4,-3,8,-8,8l8,923c4,923,,919,,915v,-5,4,-8,8,-8xe" strokeweight="0">
                          <v:path arrowok="t" o:connecttype="custom" o:connectlocs="6,683;2294,683;2288,689;2288,6;2294,12;6,12;12,6;12,689;6,695;0,689;0,6;6,0;2294,0;2300,6;2300,689;2294,695;6,695;0,689;6,683" o:connectangles="0,0,0,0,0,0,0,0,0,0,0,0,0,0,0,0,0,0,0"/>
                        </v:shape>
                        <v:rect id="Rectangle 210" o:spid="_x0000_s1232" style="position:absolute;left:542;top:2951;width:2312;height: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6bDMcA&#10;AADcAAAADwAAAGRycy9kb3ducmV2LnhtbESPQWvCQBSE74L/YXmCF6kbI7Vt6ioSFDyUUlMPHh/Z&#10;1yQ1+zZmV5P++26h4HGYmW+Y5bo3tbhR6yrLCmbTCARxbnXFhYLj5+7hGYTzyBpry6TghxysV8PB&#10;EhNtOz7QLfOFCBB2CSoovW8SKV1ekkE3tQ1x8L5sa9AH2RZSt9gFuKllHEULabDisFBiQ2lJ+Tm7&#10;GgVp0/Hbx7u8ZNvJ93Fymr+cHlOt1HjUb15BeOr9Pfzf3msFcfwEf2fCEZC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wemwzHAAAA3AAAAA8AAAAAAAAAAAAAAAAAmAIAAGRy&#10;cy9kb3ducmV2LnhtbFBLBQYAAAAABAAEAPUAAACMAwAAAAA=&#10;" fillcolor="#cdcdcd" stroked="f"/>
                        <v:rect id="Rectangle 211" o:spid="_x0000_s1233" style="position:absolute;left:518;top:2915;width:2312;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YT/MQA&#10;AADcAAAADwAAAGRycy9kb3ducmV2LnhtbERPW2vCMBR+H+w/hCPsZWi6gmNWo2wDYTAZeAHx7dic&#10;NnXNSddEW/+9eRD2+PHdZ4ve1uJCra8cK3gZJSCIc6crLhXstsvhGwgfkDXWjknBlTws5o8PM8y0&#10;63hNl00oRQxhn6ECE0KTSelzQxb9yDXEkStcazFE2JZSt9jFcFvLNElepcWKY4PBhj4N5b+bs1Xw&#10;8b1f6cnyZM7F+PknKY5/60OHSj0N+vcpiEB9+Bff3V9aQZrGtfFMPAJyf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2E/zEAAAA3AAAAA8AAAAAAAAAAAAAAAAAmAIAAGRycy9k&#10;b3ducmV2LnhtbFBLBQYAAAAABAAEAPUAAACJAwAAAAA=&#10;" fillcolor="#f0f0f0" stroked="f"/>
                        <v:rect id="Rectangle 212" o:spid="_x0000_s1234" style="position:absolute;left:518;top:2927;width:2312;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I0scQA&#10;AADcAAAADwAAAGRycy9kb3ducmV2LnhtbESPQWvCQBSE70L/w/IK3nS3sQ0aXaUUBKH2YBS8PrLP&#10;JJh9m2ZXjf/eLRQ8DjPzDbNY9bYRV+p87VjD21iBIC6cqbnUcNivR1MQPiAbbByThjt5WC1fBgvM&#10;jLvxjq55KEWEsM9QQxVCm0npi4os+rFriaN3cp3FEGVXStPhLcJtIxOlUmmx5rhQYUtfFRXn/GI1&#10;YPpufn9Ok+3++5LirOzV+uOotB6+9p9zEIH68Az/tzdGQ5LM4O9MPAJ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iNLHEAAAA3AAAAA8AAAAAAAAAAAAAAAAAmAIAAGRycy9k&#10;b3ducmV2LnhtbFBLBQYAAAAABAAEAPUAAACJAwAAAAA=&#10;" stroked="f"/>
                        <v:rect id="Rectangle 213" o:spid="_x0000_s1235" style="position:absolute;left:518;top:2951;width:2312;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SjhMMA&#10;AADcAAAADwAAAGRycy9kb3ducmV2LnhtbERPz2vCMBS+C/4P4Qm7yExXwY1qlDkYG4KwdTvs+Gie&#10;TWnz0jWxrf+9OQgeP77fm91oG9FT5yvHCp4WCQjiwumKSwW/P++PLyB8QNbYOCYFF/Kw204nG8y0&#10;G/ib+jyUIoawz1CBCaHNpPSFIYt+4VriyJ1cZzFE2JVSdzjEcNvINElW0mLFscFgS2+Gijo/WwXP&#10;Q/Ffn/tjutd/tTvMPwazxy+lHmbj6xpEoDHcxTf3p1aQLuP8eCYeAbm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tSjhMMAAADcAAAADwAAAAAAAAAAAAAAAACYAgAAZHJzL2Rv&#10;d25yZXYueG1sUEsFBgAAAAAEAAQA9QAAAIgDAAAAAA==&#10;" fillcolor="#fefefe" stroked="f"/>
                        <v:rect id="Rectangle 214" o:spid="_x0000_s1236" style="position:absolute;left:518;top:3000;width:2312;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HOVMMA&#10;AADcAAAADwAAAGRycy9kb3ducmV2LnhtbESPQYvCMBSE7wv+h/AEb2uqwrJUoxRFEbxod/H8aJ5t&#10;tXmpTdTWX78RhD0OM/MNM1u0phJ3alxpWcFoGIEgzqwuOVfw+7P+/AbhPLLGyjIp6MjBYt77mGGs&#10;7YMPdE99LgKEXYwKCu/rWEqXFWTQDW1NHLyTbQz6IJtc6gYfAW4qOY6iL2mw5LBQYE3LgrJLejMK&#10;ym6T+ORqz8kTu0rvd6v0cHwqNei3yRSEp9b/h9/trVYwnozgdSYcAT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HOVMMAAADcAAAADwAAAAAAAAAAAAAAAACYAgAAZHJzL2Rv&#10;d25yZXYueG1sUEsFBgAAAAAEAAQA9QAAAIgDAAAAAA==&#10;" fillcolor="#fdfdfd" stroked="f"/>
                        <v:rect id="Rectangle 215" o:spid="_x0000_s1237" style="position:absolute;left:518;top:3036;width:2312;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GlbcQA&#10;AADcAAAADwAAAGRycy9kb3ducmV2LnhtbESP3YrCMBSE7wXfIZwFb0RTuyClNi0iCuLV+vMAh+Zs&#10;W2xOShO13affCAt7OczMN0xWDKYVT+pdY1nBahmBIC6tbrhScLseFgkI55E1tpZJwUgOinw6yTDV&#10;9sVnel58JQKEXYoKau+7VEpX1mTQLW1HHLxv2xv0QfaV1D2+Aty0Mo6itTTYcFiosaNdTeX98jAK&#10;hq2lcVwn8/kp+dI47ve76ueu1Oxj2G5AeBr8f/ivfdQK4s8Y3mfCEZ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xpW3EAAAA3AAAAA8AAAAAAAAAAAAAAAAAmAIAAGRycy9k&#10;b3ducmV2LnhtbFBLBQYAAAAABAAEAPUAAACJAwAAAAA=&#10;" fillcolor="#fcfcfc" stroked="f"/>
                        <v:rect id="Rectangle 216" o:spid="_x0000_s1238" style="position:absolute;left:518;top:3084;width:2312;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flWcMA&#10;AADcAAAADwAAAGRycy9kb3ducmV2LnhtbESPT2vCQBTE7wW/w/KE3urGSMWmbkIpBLyq8f7IPpNo&#10;9m3Ibv7op+8WCj0OM/MbZp/NphUj9a6xrGC9ikAQl1Y3XCkozvnbDoTzyBpby6TgQQ6ydPGyx0Tb&#10;iY80nnwlAoRdggpq77tESlfWZNCtbEccvKvtDfog+0rqHqcAN62Mo2grDTYcFmrs6Lum8n4ajILL&#10;++4YT3f5LJ43c/m4DnkxYqvU63L++gThafb/4b/2QSuINxv4PROOgE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rflWcMAAADcAAAADwAAAAAAAAAAAAAAAACYAgAAZHJzL2Rv&#10;d25yZXYueG1sUEsFBgAAAAAEAAQA9QAAAIgDAAAAAA==&#10;" fillcolor="#fbfbfb" stroked="f"/>
                        <v:rect id="Rectangle 217" o:spid="_x0000_s1239" style="position:absolute;left:518;top:3132;width:2312;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ts48cA&#10;AADcAAAADwAAAGRycy9kb3ducmV2LnhtbESP3WrCQBSE7wu+w3IEb4putMWf1FWkKlShF40+wCF7&#10;mgSzZ7fZ1aQ+fbdQ6OUwM98wy3VnanGjxleWFYxHCQji3OqKCwXn0344B+EDssbaMin4Jg/rVe9h&#10;iam2LX/QLQuFiBD2KSooQ3CplD4vyaAfWUccvU/bGAxRNoXUDbYRbmo5SZKpNFhxXCjR0WtJ+SW7&#10;GgVf2e68vT/OuvZYLVxYvB9O841TatDvNi8gAnXhP/zXftMKJk/P8HsmHgG5+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9rbOPHAAAA3AAAAA8AAAAAAAAAAAAAAAAAmAIAAGRy&#10;cy9kb3ducmV2LnhtbFBLBQYAAAAABAAEAPUAAACMAwAAAAA=&#10;" fillcolor="#fafafa" stroked="f"/>
                        <v:rect id="Rectangle 218" o:spid="_x0000_s1240" style="position:absolute;left:518;top:3168;width:2312;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0TsUA&#10;AADcAAAADwAAAGRycy9kb3ducmV2LnhtbESPQWvCQBSE7wX/w/IEb3XTFKVE11BEqVgqVYPnR/Y1&#10;Sc2+DdnVpP56t1DocZiZb5h52ptaXKl1lWUFT+MIBHFudcWFguy4fnwB4TyyxtoyKfghB+li8DDH&#10;RNuO93Q9+EIECLsEFZTeN4mULi/JoBvbhjh4X7Y16INsC6lb7ALc1DKOoqk0WHFYKLGhZUn5+XAx&#10;CnQ22cXb+PStPz+mTt+y6N2/rZQaDfvXGQhPvf8P/7U3WkH8PIHfM+EI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2rROxQAAANwAAAAPAAAAAAAAAAAAAAAAAJgCAABkcnMv&#10;ZG93bnJldi54bWxQSwUGAAAAAAQABAD1AAAAigMAAAAA&#10;" fillcolor="#f9f9f9" stroked="f"/>
                        <v:rect id="Rectangle 219" o:spid="_x0000_s1241" style="position:absolute;left:518;top:3216;width:2312;height: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FmgcUA&#10;AADcAAAADwAAAGRycy9kb3ducmV2LnhtbESPT2sCMRDF74LfIYzgRTTbLYisRtGipYdS8O953Iy7&#10;i5vJkqS6fntTKHh8vHm/N2+2aE0tbuR8ZVnB2ygBQZxbXXGh4LDfDCcgfEDWWFsmBQ/ysJh3OzPM&#10;tL3zlm67UIgIYZ+hgjKEJpPS5yUZ9CPbEEfvYp3BEKUrpHZ4j3BTyzRJxtJgxbGhxIY+Ssqvu18T&#10;3/j5XK1OuN4cD/X5W+MgPbrtSal+r11OQQRqw+v4P/2lFaTvY/gbEwkg5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YWaBxQAAANwAAAAPAAAAAAAAAAAAAAAAAJgCAABkcnMv&#10;ZG93bnJldi54bWxQSwUGAAAAAAQABAD1AAAAigMAAAAA&#10;" fillcolor="#f8f8f8" stroked="f"/>
                        <v:rect id="Rectangle 220" o:spid="_x0000_s1242" style="position:absolute;left:518;top:3301;width:2312;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7s28QA&#10;AADcAAAADwAAAGRycy9kb3ducmV2LnhtbESPT4vCMBTE7wt+h/AEL6LpKqxajaIL+wc9Wb14ezTP&#10;tti8lCbW9tubBWGPw8z8hlltWlOKhmpXWFbwPo5AEKdWF5wpOJ++RnMQziNrLC2Tgo4cbNa9txXG&#10;2j74SE3iMxEg7GJUkHtfxVK6NCeDbmwr4uBdbW3QB1lnUtf4CHBTykkUfUiDBYeFHCv6zCm9JXej&#10;4LAwu25hu1nSXHZu+FPsj98pKjXot9slCE+t/w+/2r9awWQ6g78z4QjI9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u7NvEAAAA3AAAAA8AAAAAAAAAAAAAAAAAmAIAAGRycy9k&#10;b3ducmV2LnhtbFBLBQYAAAAABAAEAPUAAACJAwAAAAA=&#10;" fillcolor="#f7f7f7" stroked="f"/>
                        <v:rect id="Rectangle 221" o:spid="_x0000_s1243" style="position:absolute;left:518;top:3349;width:2312;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4EXcMA&#10;AADcAAAADwAAAGRycy9kb3ducmV2LnhtbERPW2vCMBR+H/gfwhH2MtZUhzK6RhGHINtAvIGPZ82x&#10;LTYnJYm2+/fLg+Djx3fP571pxI2cry0rGCUpCOLC6ppLBYf96vUdhA/IGhvLpOCPPMxng6ccM207&#10;3tJtF0oRQ9hnqKAKoc2k9EVFBn1iW+LIna0zGCJ0pdQOuxhuGjlO06k0WHNsqLClZUXFZXc1Crr0&#10;55Nfvn+nx8lhU7rV5otOS1TqedgvPkAE6sNDfHevtYLxW1wbz8QjIG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h4EXcMAAADcAAAADwAAAAAAAAAAAAAAAACYAgAAZHJzL2Rv&#10;d25yZXYueG1sUEsFBgAAAAAEAAQA9QAAAIgDAAAAAA==&#10;" fillcolor="#f6f6f6" stroked="f"/>
                        <v:rect id="Rectangle 222" o:spid="_x0000_s1244" style="position:absolute;left:518;top:3397;width:2312;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litMcA&#10;AADcAAAADwAAAGRycy9kb3ducmV2LnhtbESPQWvCQBSE70L/w/IKXqRu1NrW1FVEUDwpTT30+Jp9&#10;TYLZtyG7JtFf7xYEj8PMfMPMl50pRUO1KywrGA0jEMSp1QVnCo7fm5cPEM4jaywtk4ILOVgunnpz&#10;jLVt+YuaxGciQNjFqCD3voqldGlOBt3QVsTB+7O1QR9knUldYxvgppTjKHqTBgsOCzlWtM4pPSVn&#10;o2Ba/W7fXw+T/TUZbO2xTHfNrP1Rqv/crT5BeOr8I3xv77SC8WQG/2fCEZC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nJYrTHAAAA3AAAAA8AAAAAAAAAAAAAAAAAmAIAAGRy&#10;cy9kb3ducmV2LnhtbFBLBQYAAAAABAAEAPUAAACMAwAAAAA=&#10;" fillcolor="#f5f5f5" stroked="f"/>
                        <v:rect id="Rectangle 223" o:spid="_x0000_s1245" style="position:absolute;left:518;top:3433;width:2312;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XoDcMA&#10;AADcAAAADwAAAGRycy9kb3ducmV2LnhtbERPXWvCMBR9H/gfwhV8m6lOpuuMUhyCIAi6Iezt0lzb&#10;zuamJNG2/948CHs8nO/lujO1uJPzlWUFk3ECgji3uuJCwc/39nUBwgdkjbVlUtCTh/Vq8LLEVNuW&#10;j3Q/hULEEPYpKihDaFIpfV6SQT+2DXHkLtYZDBG6QmqHbQw3tZwmybs0WHFsKLGhTUn59XQzCs59&#10;9ddmXx92l21/b5fD2/za751So2GXfYII1IV/8dO90wqmszg/nolH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XoDcMAAADcAAAADwAAAAAAAAAAAAAAAACYAgAAZHJzL2Rv&#10;d25yZXYueG1sUEsFBgAAAAAEAAQA9QAAAIgDAAAAAA==&#10;" fillcolor="#f4f4f4" stroked="f"/>
                        <v:rect id="Rectangle 224" o:spid="_x0000_s1246" style="position:absolute;left:518;top:3481;width:2312;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q5m8UA&#10;AADcAAAADwAAAGRycy9kb3ducmV2LnhtbESPzWrDMBCE74G+g9hCb4kUNy2JG8WUQmlPgfyR68ba&#10;2ibWyliy4+bpo0Chx2FmvmGW2WBr0VPrK8caphMFgjh3puJCw373OZ6D8AHZYO2YNPySh2z1MFpi&#10;atyFN9RvQyEihH2KGsoQmlRKn5dk0U9cQxy9H9daDFG2hTQtXiLc1jJR6lVarDgulNjQR0n5edtZ&#10;Dcdr34Uvd+r6A9n18wudFzultH56HN7fQAQawn/4r/1tNCSzKdzPxCMgV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GrmbxQAAANwAAAAPAAAAAAAAAAAAAAAAAJgCAABkcnMv&#10;ZG93bnJldi54bWxQSwUGAAAAAAQABAD1AAAAigMAAAAA&#10;" fillcolor="#f3f3f3" stroked="f"/>
                        <v:rect id="Rectangle 225" o:spid="_x0000_s1247" style="position:absolute;left:518;top:3530;width:2312;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6EjsUA&#10;AADcAAAADwAAAGRycy9kb3ducmV2LnhtbESPQWvCQBSE7wX/w/IEL6VuDFJK6ioiKoUKpdEivT2y&#10;z2ww+zZk1xj/vSsUehxm5htmtuhtLTpqfeVYwWScgCAunK64VHDYb17eQPiArLF2TApu5GExHzzN&#10;MNPuyt/U5aEUEcI+QwUmhCaT0heGLPqxa4ijd3KtxRBlW0rd4jXCbS3TJHmVFiuOCwYbWhkqzvnF&#10;KljK4y/v8s/ux5qbPOrns/3arpUaDfvlO4hAffgP/7U/tIJ0msLjTDwCcn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foSOxQAAANwAAAAPAAAAAAAAAAAAAAAAAJgCAABkcnMv&#10;ZG93bnJldi54bWxQSwUGAAAAAAQABAD1AAAAigMAAAAA&#10;" fillcolor="#f2f2f2" stroked="f"/>
                        <v:rect id="Rectangle 226" o:spid="_x0000_s1248" style="position:absolute;left:518;top:3566;width:2312;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phmsYA&#10;AADcAAAADwAAAGRycy9kb3ducmV2LnhtbESPQWvCQBSE7wX/w/IEL8VsakXa1FVKMWC9JSlIb4/s&#10;axLMvg3ZbYz99V1B8DjMzDfMejuaVgzUu8aygqcoBkFcWt1wpeCrSOcvIJxH1thaJgUXcrDdTB7W&#10;mGh75oyG3FciQNglqKD2vkukdGVNBl1kO+Lg/djeoA+yr6Tu8RzgppWLOF5Jgw2HhRo7+qipPOW/&#10;JlCyk/kul7v48PiZ8vG1KA5j96fUbDq+v4HwNPp7+NbeawWL5TNcz4QjID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sphmsYAAADcAAAADwAAAAAAAAAAAAAAAACYAgAAZHJz&#10;L2Rvd25yZXYueG1sUEsFBgAAAAAEAAQA9QAAAIsDAAAAAA==&#10;" fillcolor="#f1f1f1" stroked="f"/>
                        <v:rect id="Rectangle 227" o:spid="_x0000_s1249" style="position:absolute;left:518;top:3614;width:2312;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8WcgA&#10;AADcAAAADwAAAGRycy9kb3ducmV2LnhtbESP3WrCQBSE7wt9h+UUelN0o9iiqauoIBRaCv6A9O40&#10;e5JNzZ6N2dXEt+8KhV4OM/MNM513thIXanzpWMGgn4AgzpwuuVCw3617YxA+IGusHJOCK3mYz+7v&#10;pphq1/KGLttQiAhhn6ICE0KdSukzQxZ939XE0ctdYzFE2RRSN9hGuK3kMElepMWS44LBmlaGsuP2&#10;bBUs3w8ferL+Mef8+ekzyb9Pm68WlXp86BavIAJ14T/8137TCoajEdzOxCMgZ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EJPxZyAAAANwAAAAPAAAAAAAAAAAAAAAAAJgCAABk&#10;cnMvZG93bnJldi54bWxQSwUGAAAAAAQABAD1AAAAjQMAAAAA&#10;" fillcolor="#f0f0f0" stroked="f"/>
                        <v:rect id="Rectangle 228" o:spid="_x0000_s1250" style="position:absolute;left:537;top:2936;width:2287;height: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ce6MYA&#10;AADcAAAADwAAAGRycy9kb3ducmV2LnhtbESPQWsCMRSE7wX/Q3gFbzVbcUVWo0hLS0WKaMX2+Nw8&#10;dxc3L2sSdf33TUHocZiZb5jJrDW1uJDzlWUFz70EBHFudcWFgu3X29MIhA/IGmvLpOBGHmbTzsME&#10;M22vvKbLJhQiQthnqKAMocmk9HlJBn3PNsTRO1hnMETpCqkdXiPc1LKfJENpsOK4UGJDLyXlx83Z&#10;KMDlcrV9x8X3T7ovXj9vh5NLdyeluo/tfAwiUBv+w/f2h1bQH6TwdyYeAT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Pce6MYAAADcAAAADwAAAAAAAAAAAAAAAACYAgAAZHJz&#10;L2Rvd25yZXYueG1sUEsFBgAAAAAEAAQA9QAAAIsDAAAAAA==&#10;" filled="f" strokecolor="#404040" strokeweight="1e-4mm">
                          <v:stroke joinstyle="round" endcap="round"/>
                        </v:rect>
                        <v:rect id="Rectangle 229" o:spid="_x0000_s1251" style="position:absolute;left:566;top:2987;width:2215;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FavcEA&#10;AADcAAAADwAAAGRycy9kb3ducmV2LnhtbESP3YrCMBSE7xd8h3AWvFvTLSJSjbIsCCp7Y/UBDs3p&#10;DyYnJYm2vr1ZELwcZuYbZr0drRF38qFzrOB7loEgrpzuuFFwOe++liBCRNZoHJOCBwXYbiYfayy0&#10;G/hE9zI2IkE4FKigjbEvpAxVSxbDzPXEyaudtxiT9I3UHocEt0bmWbaQFjtOCy329NtSdS1vVoE8&#10;l7thWRqfuWNe/5nD/lSTU2r6Of6sQEQa4zv8au+1gny+gP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XxWr3BAAAA3A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 xml:space="preserve">National Transmission Network </w:t>
                                </w:r>
                              </w:p>
                            </w:txbxContent>
                          </v:textbox>
                        </v:rect>
                        <v:rect id="Rectangle 230" o:spid="_x0000_s1252" style="position:absolute;left:1024;top:3180;width:1308;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3/JsIA&#10;AADcAAAADwAAAGRycy9kb3ducmV2LnhtbESP3WoCMRSE7wXfIRzBO826SCurUUQQbOmNqw9w2Jz9&#10;weRkSaK7ffumUOjlMDPfMLvDaI14kQ+dYwWrZQaCuHK640bB/XZebECEiKzROCYF3xTgsJ9Odlho&#10;N/CVXmVsRIJwKFBBG2NfSBmqliyGpeuJk1c7bzEm6RupPQ4Jbo3Ms+xNWuw4LbTY06ml6lE+rQJ5&#10;K8/DpjQ+c595/WU+LteanFLz2Xjcgog0xv/wX/uiFeTrd/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vf8m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 xml:space="preserve">Development Plan </w:t>
                                </w:r>
                              </w:p>
                            </w:txbxContent>
                          </v:textbox>
                        </v:rect>
                        <v:rect id="Rectangle 231" o:spid="_x0000_s1253" style="position:absolute;left:1012;top:3373;width:54;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JrVL4A&#10;AADcAAAADwAAAGRycy9kb3ducmV2LnhtbERPy4rCMBTdC/5DuMLsNLUMItUoIgiOzMbqB1ya2wcm&#10;NyWJtvP3ZjHg8nDe2/1ojXiRD51jBctFBoK4crrjRsH9dpqvQYSIrNE4JgV/FGC/m062WGg38JVe&#10;ZWxECuFQoII2xr6QMlQtWQwL1xMnrnbeYkzQN1J7HFK4NTLPspW02HFqaLGnY0vVo3xaBfJWnoZ1&#10;aXzmLnn9a37O15qcUl+z8bABEWmMH/G/+6wV5N9pbT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sia1S+AAAA3AAAAA8AAAAAAAAAAAAAAAAAmAIAAGRycy9kb3ducmV2&#10;LnhtbFBLBQYAAAAABAAEAPUAAACDAwAAAAA=&#10;" filled="f" stroked="f">
                          <v:textbox style="mso-fit-shape-to-text:t" inset="0,0,0,0">
                            <w:txbxContent>
                              <w:p w:rsidR="00E86396" w:rsidRDefault="00E86396">
                                <w:r>
                                  <w:rPr>
                                    <w:rFonts w:ascii="Arial" w:hAnsi="Arial" w:cs="Arial"/>
                                    <w:color w:val="000000"/>
                                    <w:sz w:val="16"/>
                                    <w:szCs w:val="16"/>
                                    <w:lang w:val="en-US"/>
                                  </w:rPr>
                                  <w:t>(</w:t>
                                </w:r>
                              </w:p>
                            </w:txbxContent>
                          </v:textbox>
                        </v:rect>
                        <v:rect id="Rectangle 232" o:spid="_x0000_s1254" style="position:absolute;left:1072;top:3373;width:1219;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7Oz8IA&#10;AADcAAAADwAAAGRycy9kb3ducmV2LnhtbESP3WoCMRSE7wu+QziCdzXrIkVXo4ggaOmNqw9w2Jz9&#10;weRkSVJ3+/amUOjlMDPfMNv9aI14kg+dYwWLeQaCuHK640bB/XZ6X4EIEVmjcUwKfijAfjd522Kh&#10;3cBXepaxEQnCoUAFbYx9IWWoWrIY5q4nTl7tvMWYpG+k9jgkuDUyz7IPabHjtNBiT8eWqkf5bRXI&#10;W3kaVqXxmfvM6y9zOV9rckrNpuNhAyLSGP/Df+2zVpAv1/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bs7P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updated annually</w:t>
                                </w:r>
                              </w:p>
                            </w:txbxContent>
                          </v:textbox>
                        </v:rect>
                        <v:rect id="Rectangle 233" o:spid="_x0000_s1255" style="position:absolute;left:2288;top:3373;width:54;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3xj74A&#10;AADcAAAADwAAAGRycy9kb3ducmV2LnhtbERPy4rCMBTdC/5DuMLsNLUwItUoIgiOzMbqB1ya2wcm&#10;NyWJtvP3ZjHg8nDe2/1ojXiRD51jBctFBoK4crrjRsH9dpqvQYSIrNE4JgV/FGC/m062WGg38JVe&#10;ZWxECuFQoII2xr6QMlQtWQwL1xMnrnbeYkzQN1J7HFK4NTLPspW02HFqaLGnY0vVo3xaBfJWnoZ1&#10;aXzmLnn9a37O15qcUl+z8bABEWmMH/G/+6wV5N9pfj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CN8Y++AAAA3AAAAA8AAAAAAAAAAAAAAAAAmAIAAGRycy9kb3ducmV2&#10;LnhtbFBLBQYAAAAABAAEAPUAAACDAwAAAAA=&#10;" filled="f" stroked="f">
                          <v:textbox style="mso-fit-shape-to-text:t" inset="0,0,0,0">
                            <w:txbxContent>
                              <w:p w:rsidR="00E86396" w:rsidRDefault="00E86396">
                                <w:r>
                                  <w:rPr>
                                    <w:rFonts w:ascii="Arial" w:hAnsi="Arial" w:cs="Arial"/>
                                    <w:color w:val="000000"/>
                                    <w:sz w:val="16"/>
                                    <w:szCs w:val="16"/>
                                    <w:lang w:val="en-US"/>
                                  </w:rPr>
                                  <w:t>)</w:t>
                                </w:r>
                              </w:p>
                            </w:txbxContent>
                          </v:textbox>
                        </v:rect>
                        <v:rect id="Rectangle 234" o:spid="_x0000_s1256" style="position:absolute;left:843;top:6685;width:1522;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FUFMEA&#10;AADcAAAADwAAAGRycy9kb3ducmV2LnhtbESP3YrCMBSE7xd8h3AE79bUgot0jbIsCCreWH2AQ3P6&#10;wyYnJYm2vr0RhL0cZuYbZr0drRF38qFzrGAxz0AQV0533Ci4XnafKxAhIms0jknBgwJsN5OPNRba&#10;DXymexkbkSAcClTQxtgXUoaqJYth7nri5NXOW4xJ+kZqj0OCWyPzLPuSFjtOCy329NtS9VferAJ5&#10;KXfDqjQ+c8e8PpnD/lyTU2o2HX++QUQa43/43d5rBflyA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BVBTBAAAA3A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 xml:space="preserve">Inputs into contingent </w:t>
                                </w:r>
                              </w:p>
                            </w:txbxContent>
                          </v:textbox>
                        </v:rect>
                        <v:rect id="Rectangle 235" o:spid="_x0000_s1257" style="position:absolute;left:759;top:6878;width:1699;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PKY8EA&#10;AADcAAAADwAAAGRycy9kb3ducmV2LnhtbESP3YrCMBSE7wXfIRxh7zS14CJdo4ggqOyNdR/g0Jz+&#10;YHJSkmjr25uFhb0cZuYbZrMbrRFP8qFzrGC5yEAQV0533Cj4uR3naxAhIms0jknBiwLsttPJBgvt&#10;Br7Ss4yNSBAOBSpoY+wLKUPVksWwcD1x8mrnLcYkfSO1xyHBrZF5ln1Kix2nhRZ7OrRU3cuHVSBv&#10;5XFYl8Zn7pLX3+Z8utbklPqYjfsvEJHG+B/+a5+0gnyVw++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TymPBAAAA3A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review decision process</w:t>
                                </w:r>
                              </w:p>
                            </w:txbxContent>
                          </v:textbox>
                        </v:rect>
                        <v:rect id="Rectangle 236" o:spid="_x0000_s1258" style="position:absolute;left:687;top:5710;width:3962;height: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PucscA&#10;AADcAAAADwAAAGRycy9kb3ducmV2LnhtbESPQWvCQBSE7wX/w/IEL9JsqlhsmlVKUPBQio0ePD6y&#10;r0na7NuYXU36712h0OMwM98w6XowjbhS52rLCp6iGARxYXXNpYLjYfu4BOE8ssbGMin4JQfr1egh&#10;xUTbnj/pmvtSBAi7BBVU3reJlK6oyKCLbEscvC/bGfRBdqXUHfYBbho5i+NnabDmsFBhS1lFxU9+&#10;MQqytuf3/Yc855vp93F6mr+cFplWajIe3l5BeBr8f/ivvdMKZos53M+EIyB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sj7nLHAAAA3AAAAA8AAAAAAAAAAAAAAAAAmAIAAGRy&#10;cy9kb3ducmV2LnhtbFBLBQYAAAAABAAEAPUAAACMAwAAAAA=&#10;" fillcolor="#cdcdcd" stroked="f"/>
                        <v:shape id="Picture 237" o:spid="_x0000_s1259" type="#_x0000_t75" style="position:absolute;left:696;top:5714;width:3961;height:6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JtE/EAAAA3AAAAA8AAABkcnMvZG93bnJldi54bWxEj81qwzAQhO+FvIPYQG61bJOWxIkSSqGQ&#10;QwutkwdYrI1sYq0cS/XP21eFQo/DzHzD7I+TbcVAvW8cK8iSFARx5XTDRsHl/Pa4AeEDssbWMSmY&#10;ycPxsHjYY6HdyF80lMGICGFfoII6hK6Q0lc1WfSJ64ijd3W9xRBlb6TucYxw28o8TZ+lxYbjQo0d&#10;vdZU3cpvq8DOzf3jZD7nzgxZyN5vpvJbo9RqOb3sQASawn/4r33SCvKnNfyeiUdAHn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lJtE/EAAAA3AAAAA8AAAAAAAAAAAAAAAAA&#10;nwIAAGRycy9kb3ducmV2LnhtbFBLBQYAAAAABAAEAPcAAACQAwAAAAA=&#10;">
                          <v:imagedata r:id="rId32" o:title=""/>
                        </v:shape>
                        <v:rect id="Rectangle 238" o:spid="_x0000_s1260" style="position:absolute;left:687;top:5710;width:3962;height: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bTncYA&#10;AADcAAAADwAAAGRycy9kb3ducmV2LnhtbESPQWvCQBSE7wX/w/KEXqRuqkTa1FUktOBBpI0ePD6y&#10;zySafZtmtyb+e1cQehxm5htmvuxNLS7UusqygtdxBII4t7riQsF+9/XyBsJ5ZI21ZVJwJQfLxeBp&#10;jom2Hf/QJfOFCBB2CSoovW8SKV1ekkE3tg1x8I62NeiDbAupW+wC3NRyEkUzabDisFBiQ2lJ+Tn7&#10;MwrSpuPN91b+Zp+j0350mL4f4lQr9TzsVx8gPPX+P/xor7WCSRzD/Uw4AnJ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4bTncYAAADcAAAADwAAAAAAAAAAAAAAAACYAgAAZHJz&#10;L2Rvd25yZXYueG1sUEsFBgAAAAAEAAQA9QAAAIsDAAAAAA==&#10;" fillcolor="#cdcdcd" stroked="f"/>
                        <v:rect id="Rectangle 239" o:spid="_x0000_s1261" style="position:absolute;left:687;top:5698;width:3986;height: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N6sYA&#10;AADcAAAADwAAAGRycy9kb3ducmV2LnhtbESPQWvCQBSE74X+h+UVvEjdaFHa1FUkKHiQoqkHj4/s&#10;axLNvo3Z1aT/3hUEj8PMfMNM552pxJUaV1pWMBxEIIgzq0vOFex/V++fIJxH1lhZJgX/5GA+e32Z&#10;Yqxtyzu6pj4XAcIuRgWF93UspcsKMugGtiYO3p9tDPogm1zqBtsAN5UcRdFEGiw5LBRYU1JQdkov&#10;RkFSt7zZ/shzuuwf9/3Dx9dhnGilem/d4huEp84/w4/2WisYjSdwPxOOgJ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RN6sYAAADcAAAADwAAAAAAAAAAAAAAAACYAgAAZHJz&#10;L2Rvd25yZXYueG1sUEsFBgAAAAAEAAQA9QAAAIsDAAAAAA==&#10;" fillcolor="#cdcdcd" stroked="f"/>
                        <v:shape id="Freeform 240" o:spid="_x0000_s1262" style="position:absolute;left:690;top:5708;width:3973;height:695;visibility:visible;mso-wrap-style:square;v-text-anchor:top" coordsize="5277,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jGCMQA&#10;AADcAAAADwAAAGRycy9kb3ducmV2LnhtbESPT2vCQBTE74V+h+UVvNVNIzYSXaUIRS8itQoeH9ln&#10;Ept9G7KbP357VxB6HGbmN8xiNZhKdNS40rKCj3EEgjizuuRcwfH3+30GwnlkjZVlUnAjB6vl68sC&#10;U217/qHu4HMRIOxSVFB4X6dSuqwgg25sa+LgXWxj0AfZ5FI32Ae4qWQcRZ/SYMlhocCa1gVlf4fW&#10;KLi2Mt4fN7v+TGvbTSZJeyJHSo3ehq85CE+D/w8/21utIJ4m8DgTjoB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YxgjEAAAA3AAAAA8AAAAAAAAAAAAAAAAAmAIAAGRycy9k&#10;b3ducmV2LnhtbFBLBQYAAAAABAAEAPUAAACJAwAAAAA=&#10;" path="m8,907r5261,l5261,915r,-907l5269,16,8,16,16,8r,907c16,920,12,923,8,923,3,923,,920,,915l,8c,4,3,,8,l5269,v4,,8,4,8,8l5277,915v,5,-4,8,-8,8l8,923c3,923,,920,,915v,-4,3,-8,8,-8xe" strokeweight="0">
                          <v:path arrowok="t" o:connecttype="custom" o:connectlocs="6,683;3967,683;3961,689;3961,6;3967,12;6,12;12,6;12,689;6,695;0,689;0,6;6,0;3967,0;3973,6;3973,689;3967,695;6,695;0,689;6,683" o:connectangles="0,0,0,0,0,0,0,0,0,0,0,0,0,0,0,0,0,0,0"/>
                        </v:shape>
                        <v:rect id="Rectangle 241" o:spid="_x0000_s1263" style="position:absolute;left:687;top:5698;width:3986;height: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d8A8MA&#10;AADcAAAADwAAAGRycy9kb3ducmV2LnhtbERPTWvCQBC9F/oflin0IrpRsWh0FQkKHkRs9OBxyI5J&#10;2uxszG5N/PfuQejx8b4Xq85U4k6NKy0rGA4iEMSZ1SXnCs6nbX8KwnlkjZVlUvAgB6vl+9sCY21b&#10;/qZ76nMRQtjFqKDwvo6ldFlBBt3A1sSBu9rGoA+wyaVusA3hppKjKPqSBksODQXWlBSU/aZ/RkFS&#10;t7w/HuQt3fR+zr3LeHaZJFqpz49uPQfhqfP/4pd7pxWMJmFtOBOO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Yd8A8MAAADcAAAADwAAAAAAAAAAAAAAAACYAgAAZHJzL2Rv&#10;d25yZXYueG1sUEsFBgAAAAAEAAQA9QAAAIgDAAAAAA==&#10;" fillcolor="#cdcdcd" stroked="f"/>
                        <v:rect id="Rectangle 242" o:spid="_x0000_s1264" style="position:absolute;left:650;top:5674;width:3987;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FGscA&#10;AADcAAAADwAAAGRycy9kb3ducmV2LnhtbESPQWvCQBSE7wX/w/IKXkrdVFBq6iptQRAsgrYg3l6z&#10;L9nU7NuYXU36711B8DjMzDfMdN7ZSpyp8aVjBS+DBARx5nTJhYKf78XzKwgfkDVWjknBP3mYz3oP&#10;U0y1a3lD520oRISwT1GBCaFOpfSZIYt+4Gri6OWusRiibAqpG2wj3FZymCRjabHkuGCwpk9D2WF7&#10;sgo+VrsvPVn8mVM+elon+e9xs29Rqf5j9/4GIlAX7uFbe6kVDEcTuJ6JR0DO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8xRrHAAAA3AAAAA8AAAAAAAAAAAAAAAAAmAIAAGRy&#10;cy9kb3ducmV2LnhtbFBLBQYAAAAABAAEAPUAAACMAwAAAAA=&#10;" fillcolor="#f0f0f0" stroked="f"/>
                        <v:rect id="Rectangle 243" o:spid="_x0000_s1265" style="position:absolute;left:650;top:5686;width:3987;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Ik7MIA&#10;AADcAAAADwAAAGRycy9kb3ducmV2LnhtbERPz2vCMBS+D/Y/hDfYbU3mXNFqlDEoDHQHreD10Tzb&#10;YvPSNbF2/705CB4/vt/L9WhbMVDvG8ca3hMFgrh0puFKw6HI32YgfEA22DomDf/kYb16flpiZtyV&#10;dzTsQyViCPsMNdQhdJmUvqzJok9cRxy5k+sthgj7SpoerzHctnKiVCotNhwbauzou6byvL9YDZhO&#10;zd/v6WNbbC4pzqtR5Z9HpfXry/i1ABFoDA/x3f1jNEzSOD+eiUdAr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8iTswgAAANwAAAAPAAAAAAAAAAAAAAAAAJgCAABkcnMvZG93&#10;bnJldi54bWxQSwUGAAAAAAQABAD1AAAAhwMAAAAA&#10;" stroked="f"/>
                        <v:rect id="Rectangle 244" o:spid="_x0000_s1266" style="position:absolute;left:650;top:5710;width:3987;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spAsUA&#10;AADcAAAADwAAAGRycy9kb3ducmV2LnhtbESPQWvCQBSE7wX/w/KEXkQ35qAldRUtlIogtLYHj4/s&#10;azYk+zZm1yT+e1co9DjMzDfMajPYWnTU+tKxgvksAUGcO11yoeDn+336AsIHZI21Y1JwIw+b9ehp&#10;hZl2PX9RdwqFiBD2GSowITSZlD43ZNHPXEMcvV/XWgxRtoXULfYRbmuZJslCWiw5Lhhs6M1QXp2u&#10;VsGyzy/VtTumO32u3GHy0Zsdfir1PB62ryACDeE//NfeawXpYg6PM/EIyP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KykCxQAAANwAAAAPAAAAAAAAAAAAAAAAAJgCAABkcnMv&#10;ZG93bnJldi54bWxQSwUGAAAAAAQABAD1AAAAigMAAAAA&#10;" fillcolor="#fefefe" stroked="f"/>
                        <v:rect id="Rectangle 245" o:spid="_x0000_s1267" style="position:absolute;left:650;top:5746;width:3987;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B/PsQA&#10;AADcAAAADwAAAGRycy9kb3ducmV2LnhtbESPQWuDQBSE74X8h+UFcqtrPUixboKkJBR6SWzo+eG+&#10;qo371ribRP313UKhx2FmvmHyzWg6caPBtZYVPEUxCOLK6pZrBaeP3eMzCOeRNXaWScFEDjbrxUOO&#10;mbZ3PtKt9LUIEHYZKmi87zMpXdWQQRfZnjh4X3Yw6IMcaqkHvAe46WQSx6k02HJYaLCnbUPVubwa&#10;Be20L3xxsd/FjFOnD++v5fFzVmq1HIsXEJ5G/x/+a79pBUmawO+Zc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wfz7EAAAA3AAAAA8AAAAAAAAAAAAAAAAAmAIAAGRycy9k&#10;b3ducmV2LnhtbFBLBQYAAAAABAAEAPUAAACJAwAAAAA=&#10;" fillcolor="#fdfdfd" stroked="f"/>
                        <v:rect id="Rectangle 246" o:spid="_x0000_s1268" style="position:absolute;left:650;top:5794;width:3987;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4v68MA&#10;AADcAAAADwAAAGRycy9kb3ducmV2LnhtbESP0YrCMBRE3wX/IdwFX8SmKpRSjSKiID6pux9wae62&#10;pc1NaaK2fr0RFvZxmJkzzHrbm0Y8qHOVZQXzKAZBnFtdcaHg5/s4S0E4j6yxsUwKBnKw3YxHa8y0&#10;ffKVHjdfiABhl6GC0vs2k9LlJRl0kW2Jg/drO4M+yK6QusNngJtGLuI4kQYrDgsltrQvKa9vd6Og&#10;31kahiSdTs/pReNwOOyLV63U5KvfrUB46v1/+K990goWyRI+Z8IRkJ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A4v68MAAADcAAAADwAAAAAAAAAAAAAAAACYAgAAZHJzL2Rv&#10;d25yZXYueG1sUEsFBgAAAAAEAAQA9QAAAIgDAAAAAA==&#10;" fillcolor="#fcfcfc" stroked="f"/>
                        <v:rect id="Rectangle 247" o:spid="_x0000_s1269" style="position:absolute;left:650;top:5842;width:3987;height: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1SMMIA&#10;AADcAAAADwAAAGRycy9kb3ducmV2LnhtbESPQYvCMBSE7wv7H8Jb8LamW1zR2igiCF7Ven80z7bb&#10;5qU0sa3+eiMseBxm5hsm3YymET11rrKs4GcagSDOra64UJCd998LEM4ja2wsk4I7OdisPz9STLQd&#10;+Ej9yRciQNglqKD0vk2kdHlJBt3UtsTBu9rOoA+yK6TucAhw08g4iubSYMVhocSWdiXl9elmFFx+&#10;F8d4qOUje/yZy/J622c9NkpNvsbtCoSn0b/D/+2DVhDPZ/A6E46AX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7VIwwgAAANwAAAAPAAAAAAAAAAAAAAAAAJgCAABkcnMvZG93&#10;bnJldi54bWxQSwUGAAAAAAQABAD1AAAAhwMAAAAA&#10;" fillcolor="#fbfbfb" stroked="f"/>
                        <v:rect id="Rectangle 248" o:spid="_x0000_s1270" style="position:absolute;left:650;top:5879;width:3987;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TmZccA&#10;AADcAAAADwAAAGRycy9kb3ducmV2LnhtbESP3WrCQBSE7wu+w3IEb4puFOpPdBWpLbSCF0Yf4JA9&#10;JsHs2W12a6JP3y0UejnMzDfMatOZWtyo8ZVlBeNRAoI4t7riQsH59D6cg/ABWWNtmRTcycNm3Xta&#10;Yapty0e6ZaEQEcI+RQVlCC6V0uclGfQj64ijd7GNwRBlU0jdYBvhppaTJJlKgxXHhRIdvZaUX7Nv&#10;o+ArezvvHs+zrt1XCxcWh8/TfOuUGvS77RJEoC78h//aH1rBZPoCv2fiEZDr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OU5mXHAAAA3AAAAA8AAAAAAAAAAAAAAAAAmAIAAGRy&#10;cy9kb3ducmV2LnhtbFBLBQYAAAAABAAEAPUAAACMAwAAAAA=&#10;" fillcolor="#fafafa" stroked="f"/>
                        <v:rect id="Rectangle 249" o:spid="_x0000_s1271" style="position:absolute;left:650;top:5927;width:3987;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sFJMUA&#10;AADcAAAADwAAAGRycy9kb3ducmV2LnhtbESPQWvCQBSE7wX/w/KE3urGgEHSbETEUlFa1IaeH9nX&#10;JJp9G7JbTfvruwXB4zAz3zDZYjCtuFDvGssKppMIBHFpdcOVguLj5WkOwnlkja1lUvBDDhb56CHD&#10;VNsrH+hy9JUIEHYpKqi971IpXVmTQTexHXHwvmxv0AfZV1L3eA1w08o4ihJpsOGwUGNHq5rK8/Hb&#10;KNDF7D3exp8nvX9LnP4top1/XSv1OB6WzyA8Df4evrU3WkGcJPB/JhwBm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uwUkxQAAANwAAAAPAAAAAAAAAAAAAAAAAJgCAABkcnMv&#10;ZG93bnJldi54bWxQSwUGAAAAAAQABAD1AAAAigMAAAAA&#10;" fillcolor="#f9f9f9" stroked="f"/>
                        <v:rect id="Rectangle 250" o:spid="_x0000_s1272" style="position:absolute;left:650;top:5975;width:3987;height: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7sB8YA&#10;AADcAAAADwAAAGRycy9kb3ducmV2LnhtbESPT2vCQBDF7wW/wzJCL0U3zcFKdBUttXiQgvHPecyO&#10;STA7G3a3Gr+9Wyh4fLx5vzdvOu9MI67kfG1ZwfswAUFcWF1zqWC/Ww3GIHxA1thYJgV38jCf9V6m&#10;mGl74y1d81CKCGGfoYIqhDaT0hcVGfRD2xJH72ydwRClK6V2eItw08g0SUbSYM2xocKWPisqLvmv&#10;iW/8fC+XR/xaHfbNaaPxLT247VGp1363mIAI1IXn8X96rRWkow/4GxMJIG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Z7sB8YAAADcAAAADwAAAAAAAAAAAAAAAACYAgAAZHJz&#10;L2Rvd25yZXYueG1sUEsFBgAAAAAEAAQA9QAAAIsDAAAAAA==&#10;" fillcolor="#f8f8f8" stroked="f"/>
                        <v:rect id="Rectangle 251" o:spid="_x0000_s1273" style="position:absolute;left:650;top:6059;width:3987;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JXtMEA&#10;AADcAAAADwAAAGRycy9kb3ducmV2LnhtbERPPW/CMBDdkfgP1iGxIHBgoBAwCCrRVmVKYGE7xUcS&#10;EZ+j2A3Jv68HJMan973dd6YSLTWutKxgPotAEGdWl5wruF5O0xUI55E1VpZJQU8O9rvhYIuxtk9O&#10;qE19LkIIuxgVFN7XsZQuK8igm9maOHB32xj0ATa51A0+Q7ip5CKKltJgyaGhwJo+C8oe6Z9RcF6b&#10;Y7+2/Ufa3o5u8l3+Jl8ZKjUedYcNCE+df4tf7h+tYLEMa8OZcATk7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ICV7TBAAAA3AAAAA8AAAAAAAAAAAAAAAAAmAIAAGRycy9kb3du&#10;cmV2LnhtbFBLBQYAAAAABAAEAPUAAACGAwAAAAA=&#10;" fillcolor="#f7f7f7" stroked="f"/>
                        <v:rect id="Rectangle 252" o:spid="_x0000_s1274" style="position:absolute;left:650;top:6107;width:3987;height: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GO28UA&#10;AADcAAAADwAAAGRycy9kb3ducmV2LnhtbESPQWvCQBSE70L/w/KEXopuFBpqdBWxCKUWpFbB4zP7&#10;TEKzb8Pu1sR/7woFj8PMfMPMFp2pxYWcrywrGA0TEMS51RUXCvY/68EbCB+QNdaWScGVPCzmT70Z&#10;Ztq2/E2XXShEhLDPUEEZQpNJ6fOSDPqhbYijd7bOYIjSFVI7bCPc1HKcJKk0WHFcKLGhVUn57+7P&#10;KGiTr3d+2ZzSw+t+W7j19pOOK1Tqud8tpyACdeER/m9/aAXjdAL3M/EI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4Y7bxQAAANwAAAAPAAAAAAAAAAAAAAAAAJgCAABkcnMv&#10;ZG93bnJldi54bWxQSwUGAAAAAAQABAD1AAAAigMAAAAA&#10;" fillcolor="#f6f6f6" stroked="f"/>
                        <v:rect id="Rectangle 253" o:spid="_x0000_s1275" style="position:absolute;left:650;top:6144;width:3987;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ly6cQA&#10;AADcAAAADwAAAGRycy9kb3ducmV2LnhtbERPTWvCQBC9C/0PyxS8iG7UtrbRTZCC4snS6KHHaXZM&#10;gtnZkN0maX999yB4fLzvTTqYWnTUusqygvksAkGcW11xoeB82k1fQTiPrLG2TAp+yUGaPIw2GGvb&#10;8yd1mS9ECGEXo4LS+yaW0uUlGXQz2xAH7mJbgz7AtpC6xT6Em1ououhFGqw4NJTY0HtJ+TX7MQqe&#10;m+/96uljefzLJnt7rvND99Z/KTV+HLZrEJ4Gfxff3AetYLEK88OZcAR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ZcunEAAAA3AAAAA8AAAAAAAAAAAAAAAAAmAIAAGRycy9k&#10;b3ducmV2LnhtbFBLBQYAAAAABAAEAPUAAACJAwAAAAA=&#10;" fillcolor="#f5f5f5" stroked="f"/>
                        <v:rect id="Rectangle 254" o:spid="_x0000_s1276" style="position:absolute;left:650;top:6192;width:3987;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HK8UA&#10;AADcAAAADwAAAGRycy9kb3ducmV2LnhtbESPQWvCQBSE74L/YXmF3nSjharRVYJFEAqFqgjeHtln&#10;kpp9G3ZXk/z7bqHgcZiZb5jVpjO1eJDzlWUFk3ECgji3uuJCwem4G81B+ICssbZMCnrysFkPBytM&#10;tW35mx6HUIgIYZ+igjKEJpXS5yUZ9GPbEEfvap3BEKUrpHbYRrip5TRJ3qXBiuNCiQ1tS8pvh7tR&#10;cO6rnzb7WNh9trvcr19vs1v/6ZR6femyJYhAXXiG/9t7rWA6m8DfmXg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hYcrxQAAANwAAAAPAAAAAAAAAAAAAAAAAJgCAABkcnMv&#10;ZG93bnJldi54bWxQSwUGAAAAAAQABAD1AAAAigMAAAAA&#10;" fillcolor="#f4f4f4" stroked="f"/>
                        <v:rect id="Rectangle 255" o:spid="_x0000_s1277" style="position:absolute;left:650;top:6240;width:3987;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TtUcQA&#10;AADcAAAADwAAAGRycy9kb3ducmV2LnhtbESPQWvCQBSE7wX/w/KE3uquKbYaXUWE0p6EasXrM/tM&#10;gtm3IbuJqb/eLRQ8DjPzDbNY9bYSHTW+dKxhPFIgiDNnSs41/Ow/XqYgfEA2WDkmDb/kYbUcPC0w&#10;Ne7K39TtQi4ihH2KGooQ6lRKnxVk0Y9cTRy9s2sshiibXJoGrxFuK5ko9SYtlhwXCqxpU1B22bVW&#10;w/HWteHTndruQHb7OqHLbK+U1s/Dfj0HEagPj/B/+8toSN4T+DsTj4B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k7VHEAAAA3AAAAA8AAAAAAAAAAAAAAAAAmAIAAGRycy9k&#10;b3ducmV2LnhtbFBLBQYAAAAABAAEAPUAAACJAwAAAAA=&#10;" fillcolor="#f3f3f3" stroked="f"/>
                        <v:rect id="Rectangle 256" o:spid="_x0000_s1278" style="position:absolute;left:650;top:6276;width:3987;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7rqMYA&#10;AADcAAAADwAAAGRycy9kb3ducmV2LnhtbESPQWvCQBSE7wX/w/KEXkQ3VWgldRUpbSkoSKMSvD2y&#10;r9lg9m3IbmP8925B6HGYmW+Yxaq3teio9ZVjBU+TBARx4XTFpYLD/mM8B+EDssbaMSm4kofVcvCw&#10;wFS7C39Tl4VSRAj7FBWYEJpUSl8YsugnriGO3o9rLYYo21LqFi8Rbms5TZJnabHiuGCwoTdDxTn7&#10;tQrWMj/xNtt0R2uuMtejs919viv1OOzXryAC9eE/fG9/aQXTlxn8nYlH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l7rqMYAAADcAAAADwAAAAAAAAAAAAAAAACYAgAAZHJz&#10;L2Rvd25yZXYueG1sUEsFBgAAAAAEAAQA9QAAAIsDAAAAAA==&#10;" fillcolor="#f2f2f2" stroked="f"/>
                        <v:rect id="Rectangle 257" o:spid="_x0000_s1279" style="position:absolute;left:650;top:6324;width:3987;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8zU8QA&#10;AADcAAAADwAAAGRycy9kb3ducmV2LnhtbESPQYvCMBSE74L/ITzBi2iqiK5do4goqDftgnh7NG/b&#10;YvNSmqh1f/1GEDwOM/MNM182phR3ql1hWcFwEIEgTq0uOFPwk2z7XyCcR9ZYWiYFT3KwXLRbc4y1&#10;ffCR7iefiQBhF6OC3PsqltKlORl0A1sRB+/X1gZ9kHUmdY2PADelHEXRRBosOCzkWNE6p/R6uplA&#10;OV7NJR1vokNvv+XzLEkOTfWnVLfTrL5BeGr8J/xu77SC0XQMrzPhCM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PM1PEAAAA3AAAAA8AAAAAAAAAAAAAAAAAmAIAAGRycy9k&#10;b3ducmV2LnhtbFBLBQYAAAAABAAEAPUAAACJAwAAAAA=&#10;" fillcolor="#f1f1f1" stroked="f"/>
                        <v:rect id="Rectangle 258" o:spid="_x0000_s1280" style="position:absolute;left:650;top:6372;width:3987;height: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STf8gA&#10;AADcAAAADwAAAGRycy9kb3ducmV2LnhtbESP3WrCQBSE7wt9h+UUelN0o2CrqauoIBRaCv6A9O40&#10;e5JNzZ6N2dXEt+8KhV4OM/MNM513thIXanzpWMGgn4AgzpwuuVCw3617YxA+IGusHJOCK3mYz+7v&#10;pphq1/KGLttQiAhhn6ICE0KdSukzQxZ939XE0ctdYzFE2RRSN9hGuK3kMEmepcWS44LBmlaGsuP2&#10;bBUs3w8ferL+Med89PSZ5N+nzVeLSj0+dItXEIG68B/+a79pBcOXEdzOxCMgZ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lBJN/yAAAANwAAAAPAAAAAAAAAAAAAAAAAJgCAABk&#10;cnMvZG93bnJldi54bWxQSwUGAAAAAAQABAD1AAAAjQMAAAAA&#10;" fillcolor="#f0f0f0" stroked="f"/>
                        <v:rect id="Rectangle 259" o:spid="_x0000_s1281" style="position:absolute;left:673;top:5691;width:3960;height: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lKIsYA&#10;AADcAAAADwAAAGRycy9kb3ducmV2LnhtbESPQWsCMRSE74L/ITzBm2YrqGU1SrFUWkRKVbTH181z&#10;d3Hzsiaprv++EYQeh5n5hpnOG1OJCzlfWlbw1E9AEGdWl5wr2G3fes8gfEDWWFkmBTfyMJ+1W1NM&#10;tb3yF102IRcRwj5FBUUIdSqlzwoy6Pu2Jo7e0TqDIUqXS+3wGuGmkoMkGUmDJceFAmtaFJSdNr9G&#10;Aa5Wn7slfhy+hz/56/p2PLvh/qxUt9O8TEAEasJ/+NF+1woG4xHcz8Qj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klKIsYAAADcAAAADwAAAAAAAAAAAAAAAACYAgAAZHJz&#10;L2Rvd25yZXYueG1sUEsFBgAAAAAEAAQA9QAAAIsDAAAAAA==&#10;" filled="f" strokecolor="#404040" strokeweight="1e-4mm">
                          <v:stroke joinstyle="round" endcap="round"/>
                        </v:rect>
                        <v:rect id="Rectangle 260" o:spid="_x0000_s1282" style="position:absolute;left:795;top:5746;width:3691;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1m8IA&#10;AADcAAAADwAAAGRycy9kb3ducmV2LnhtbESPzYoCMRCE7wu+Q+gFb2tm56AyGmVZEFT24ugDNJOe&#10;H0w6QxKd8e3NguCxqKqvqPV2tEbcyYfOsYLvWQaCuHK640bB5bz7WoIIEVmjcUwKHhRgu5l8rLHQ&#10;buAT3cvYiAThUKCCNsa+kDJULVkMM9cTJ6923mJM0jdSexwS3BqZZ9lcWuw4LbTY029L1bW8WQXy&#10;XO6GZWl85o55/WcO+1NNTqnp5/izAhFpjO/wq73XCvLFAv7P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0TWbwgAAANwAAAAPAAAAAAAAAAAAAAAAAJgCAABkcnMvZG93&#10;bnJldi54bWxQSwUGAAAAAAQABAD1AAAAhwMAAAAA&#10;" filled="f" stroked="f">
                          <v:textbox style="mso-fit-shape-to-text:t" inset="0,0,0,0">
                            <w:txbxContent>
                              <w:p w:rsidR="00E86396" w:rsidRDefault="00E86396">
                                <w:proofErr w:type="spellStart"/>
                                <w:r>
                                  <w:rPr>
                                    <w:rFonts w:ascii="Arial" w:hAnsi="Arial" w:cs="Arial"/>
                                    <w:color w:val="000000"/>
                                    <w:sz w:val="16"/>
                                    <w:szCs w:val="16"/>
                                    <w:lang w:val="en-US"/>
                                  </w:rPr>
                                  <w:t>TNSP</w:t>
                                </w:r>
                                <w:proofErr w:type="spellEnd"/>
                                <w:r>
                                  <w:rPr>
                                    <w:rFonts w:ascii="Arial" w:hAnsi="Arial" w:cs="Arial"/>
                                    <w:color w:val="000000"/>
                                    <w:sz w:val="16"/>
                                    <w:szCs w:val="16"/>
                                    <w:lang w:val="en-US"/>
                                  </w:rPr>
                                  <w:t xml:space="preserve"> identifies which standards can only be met by </w:t>
                                </w:r>
                              </w:p>
                            </w:txbxContent>
                          </v:textbox>
                        </v:rect>
                        <v:rect id="Rectangle 261" o:spid="_x0000_s1283" style="position:absolute;left:831;top:5938;width:356;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6h6b4A&#10;AADcAAAADwAAAGRycy9kb3ducmV2LnhtbERPy4rCMBTdC/5DuMLsNLWLUapRRBAcmY3VD7g0tw9M&#10;bkoSbefvzWLA5eG8t/vRGvEiHzrHCpaLDARx5XTHjYL77TRfgwgRWaNxTAr+KMB+N51ssdBu4Cu9&#10;ytiIFMKhQAVtjH0hZahashgWridOXO28xZigb6T2OKRwa2SeZd/SYsepocWeji1Vj/JpFchbeRrW&#10;pfGZu+T1r/k5X2tySn3NxsMGRKQxfsT/7rNWkK/S2n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VOoem+AAAA3AAAAA8AAAAAAAAAAAAAAAAAmAIAAGRycy9kb3ducmV2&#10;LnhtbFBLBQYAAAAABAAEAPUAAACDAwAAAAA=&#10;" filled="f" stroked="f">
                          <v:textbox style="mso-fit-shape-to-text:t" inset="0,0,0,0">
                            <w:txbxContent>
                              <w:p w:rsidR="00E86396" w:rsidRDefault="00E86396">
                                <w:r>
                                  <w:rPr>
                                    <w:rFonts w:ascii="Arial" w:hAnsi="Arial" w:cs="Arial"/>
                                    <w:color w:val="000000"/>
                                    <w:sz w:val="16"/>
                                    <w:szCs w:val="16"/>
                                    <w:lang w:val="en-US"/>
                                  </w:rPr>
                                  <w:t xml:space="preserve">large </w:t>
                                </w:r>
                              </w:p>
                            </w:txbxContent>
                          </v:textbox>
                        </v:rect>
                        <v:rect id="Rectangle 262" o:spid="_x0000_s1284" style="position:absolute;left:1241;top:5938;width:54;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IEcsIA&#10;AADcAAAADwAAAGRycy9kb3ducmV2LnhtbESP3WoCMRSE7wu+QziCdzXrXlhdjSKCoKU3rj7AYXP2&#10;B5OTJUnd7dubQqGXw8x8w2z3ozXiST50jhUs5hkI4srpjhsF99vpfQUiRGSNxjEp+KEA+93kbYuF&#10;dgNf6VnGRiQIhwIVtDH2hZShaslimLueOHm18xZjkr6R2uOQ4NbIPMuW0mLHaaHFno4tVY/y2yqQ&#10;t/I0rErjM/eZ11/mcr7W5JSaTcfDBkSkMf6H/9pnrSD/WMPvmXQE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AgRy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w:t>
                                </w:r>
                              </w:p>
                            </w:txbxContent>
                          </v:textbox>
                        </v:rect>
                        <v:rect id="Rectangle 263" o:spid="_x0000_s1285" style="position:absolute;left:1289;top:5938;width:739;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3dyL4A&#10;AADcAAAADwAAAGRycy9kb3ducmV2LnhtbERPy4rCMBTdD/gP4QruxtQupHSMIoLgiBurH3Bpbh9M&#10;clOSaDt/bxaCy8N5b3aTNeJJPvSOFayWGQji2umeWwX32/G7ABEiskbjmBT8U4Dddva1wVK7ka/0&#10;rGIrUgiHEhV0MQ6llKHuyGJYuoE4cY3zFmOCvpXa45jCrZF5lq2lxZ5TQ4cDHTqq/6qHVSBv1XEs&#10;KuMzd86bi/k9XRtySi3m0/4HRKQpfsRv90kryIs0P51JR0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7t3ci+AAAA3AAAAA8AAAAAAAAAAAAAAAAAmAIAAGRycy9kb3ducmV2&#10;LnhtbFBLBQYAAAAABAAEAPUAAACDAwAAAAA=&#10;" filled="f" stroked="f">
                          <v:textbox style="mso-fit-shape-to-text:t" inset="0,0,0,0">
                            <w:txbxContent>
                              <w:p w:rsidR="00E86396" w:rsidRDefault="00E86396">
                                <w:r>
                                  <w:rPr>
                                    <w:rFonts w:ascii="Arial" w:hAnsi="Arial" w:cs="Arial"/>
                                    <w:color w:val="000000"/>
                                    <w:sz w:val="16"/>
                                    <w:szCs w:val="16"/>
                                    <w:lang w:val="en-US"/>
                                  </w:rPr>
                                  <w:t>contingent</w:t>
                                </w:r>
                              </w:p>
                            </w:txbxContent>
                          </v:textbox>
                        </v:rect>
                        <v:rect id="Rectangle 264" o:spid="_x0000_s1286" style="position:absolute;left:2035;top:5938;width:54;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F4U8EA&#10;AADcAAAADwAAAGRycy9kb3ducmV2LnhtbESP3YrCMBSE74V9h3AWvNPUXkjpGmVZEFS8se4DHJrT&#10;HzY5KUm09e2NIOzlMDPfMJvdZI24kw+9YwWrZQaCuHa651bB73W/KECEiKzROCYFDwqw237MNlhq&#10;N/KF7lVsRYJwKFFBF+NQShnqjiyGpRuIk9c4bzEm6VupPY4Jbo3Ms2wtLfacFjoc6Kej+q+6WQXy&#10;Wu3HojI+c6e8OZvj4dKQU2r+OX1/gYg0xf/wu33QCvJiBa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GheFPBAAAA3A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 xml:space="preserve">) </w:t>
                                </w:r>
                              </w:p>
                            </w:txbxContent>
                          </v:textbox>
                        </v:rect>
                        <v:rect id="Rectangle 265" o:spid="_x0000_s1287" style="position:absolute;left:2132;top:5938;width:2331;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PmJMEA&#10;AADcAAAADwAAAGRycy9kb3ducmV2LnhtbESP3YrCMBSE7xd8h3AE79Z0eyGlGkUWBF28se4DHJrT&#10;H0xOShJt9+2NIOzlMDPfMJvdZI14kA+9YwVfywwEce10z62C3+vhswARIrJG45gU/FGA3Xb2scFS&#10;u5Ev9KhiKxKEQ4kKuhiHUspQd2QxLN1AnLzGeYsxSd9K7XFMcGtknmUrabHntNDhQN8d1bfqbhXI&#10;a3UYi8r4zP3kzdmcjpeGnFKL+bRfg4g0xf/wu33UCvIih9eZdAT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z5iTBAAAA3A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projects that are above threshold</w:t>
                                </w:r>
                              </w:p>
                            </w:txbxContent>
                          </v:textbox>
                        </v:rect>
                        <v:rect id="Rectangle 266" o:spid="_x0000_s1288" style="position:absolute;left:1686;top:6131;width:54;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9Dv8IA&#10;AADcAAAADwAAAGRycy9kb3ducmV2LnhtbESP3WoCMRSE7wu+QziCdzXbFcqyNUopCCreuPYBDpuz&#10;PzQ5WZLorm9vBKGXw8x8w6y3kzXiRj70jhV8LDMQxLXTPbcKfi+79wJEiMgajWNScKcA283sbY2l&#10;diOf6VbFViQIhxIVdDEOpZSh7shiWLqBOHmN8xZjkr6V2uOY4NbIPMs+pcWe00KHA/10VP9VV6tA&#10;XqrdWFTGZ+6YNydz2J8bckot5tP3F4hIU/wPv9p7rSAvV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P0O/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w:t>
                                </w:r>
                              </w:p>
                            </w:txbxContent>
                          </v:textbox>
                        </v:rect>
                        <v:rect id="Rectangle 267" o:spid="_x0000_s1289" style="position:absolute;left:1734;top:6131;width:1824;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bby8IA&#10;AADcAAAADwAAAGRycy9kb3ducmV2LnhtbESP3WoCMRSE7wu+QziCdzXbRcqyNUopCCreuPYBDpuz&#10;PzQ5WZLorm9vBKGXw8x8w6y3kzXiRj70jhV8LDMQxLXTPbcKfi+79wJEiMgajWNScKcA283sbY2l&#10;diOf6VbFViQIhxIVdDEOpZSh7shiWLqBOHmN8xZjkr6V2uOY4NbIPMs+pcWe00KHA/10VP9VV6tA&#10;XqrdWFTGZ+6YNydz2J8bckot5tP3F4hIU/wPv9p7rSAvV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1tvL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specific projects identified</w:t>
                                </w:r>
                              </w:p>
                            </w:txbxContent>
                          </v:textbox>
                        </v:rect>
                        <v:rect id="Rectangle 268" o:spid="_x0000_s1290" style="position:absolute;left:3565;top:6131;width:54;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p+UMIA&#10;AADcAAAADwAAAGRycy9kb3ducmV2LnhtbESP3WoCMRSE7wu+QziCdzXbBcuyNUopCCreuPYBDpuz&#10;PzQ5WZLorm9vBKGXw8x8w6y3kzXiRj70jhV8LDMQxLXTPbcKfi+79wJEiMgajWNScKcA283sbY2l&#10;diOf6VbFViQIhxIVdDEOpZSh7shiWLqBOHmN8xZjkr6V2uOY4NbIPMs+pcWe00KHA/10VP9VV6tA&#10;XqrdWFTGZ+6YNydz2J8bckot5tP3F4hIU/wPv9p7rSAvV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mn5Q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w:t>
                                </w:r>
                              </w:p>
                            </w:txbxContent>
                          </v:textbox>
                        </v:rect>
                        <v:rect id="Rectangle 269" o:spid="_x0000_s1291" style="position:absolute;left:5034;top:7553;width:3060;height: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RhrccA&#10;AADcAAAADwAAAGRycy9kb3ducmV2LnhtbESPQWvCQBSE74X+h+UJvYjZaKlodJUSWuihiI0ecnxk&#10;n0k0+zZmtyb9992C0OMwM98w6+1gGnGjztWWFUyjGARxYXXNpYLj4X2yAOE8ssbGMin4IQfbzePD&#10;GhNte/6iW+ZLESDsElRQed8mUrqiIoMusi1x8E62M+iD7EqpO+wD3DRyFsdzabDmsFBhS2lFxSX7&#10;NgrStufP/U5es7fx+TjOn5f5S6qVehoNrysQngb/H763P7SC2WIOf2fCEZC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U0Ya3HAAAA3AAAAA8AAAAAAAAAAAAAAAAAmAIAAGRy&#10;cy9kb3ducmV2LnhtbFBLBQYAAAAABAAEAPUAAACMAwAAAAA=&#10;" fillcolor="#cdcdcd" stroked="f"/>
                        <v:shape id="Picture 270" o:spid="_x0000_s1292" type="#_x0000_t75" style="position:absolute;left:5043;top:7558;width:3051;height:6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uMKJbFAAAA3AAAAA8AAABkcnMvZG93bnJldi54bWxEj8FuwjAQRO9I/IO1SL0RB9pCSDGoRKrE&#10;tZQDx228TVLidWQbkvL1uFKlHkcz80az3g6mFVdyvrGsYJakIIhLqxuuFBw/3qYZCB+QNbaWScEP&#10;edhuxqM15tr2/E7XQ6hEhLDPUUEdQpdL6cuaDPrEdsTR+7LOYIjSVVI77CPctHKepgtpsOG4UGNH&#10;RU3l+XAxCnbtY/NcrE7umO5XF/+9O33eyielHibD6wuIQEP4D/+191rBPFvC75l4BOTmD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LjCiWxQAAANwAAAAPAAAAAAAAAAAAAAAA&#10;AJ8CAABkcnMvZG93bnJldi54bWxQSwUGAAAAAAQABAD3AAAAkQMAAAAA&#10;">
                          <v:imagedata r:id="rId33" o:title=""/>
                        </v:shape>
                        <v:rect id="Rectangle 271" o:spid="_x0000_s1293" style="position:absolute;left:5034;top:7553;width:3060;height: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QRMMA&#10;AADcAAAADwAAAGRycy9kb3ducmV2LnhtbERPTWvCQBC9F/wPywheRDe1VDS6igSFHopo9OBxyI5J&#10;NDubZleT/nv3UOjx8b6X685U4kmNKy0reB9HIIgzq0vOFZxPu9EMhPPIGivLpOCXHKxXvbclxtq2&#10;fKRn6nMRQtjFqKDwvo6ldFlBBt3Y1sSBu9rGoA+wyaVusA3hppKTKJpKgyWHhgJrSgrK7unDKEjq&#10;lr8Pe/mTboe38/DyMb98JlqpQb/bLEB46vy/+M/9pRVMZmFtOBOOgF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dQRMMAAADcAAAADwAAAAAAAAAAAAAAAACYAgAAZHJzL2Rv&#10;d25yZXYueG1sUEsFBgAAAAAEAAQA9QAAAIgDAAAAAA==&#10;" fillcolor="#cdcdcd" stroked="f"/>
                        <v:rect id="Rectangle 272" o:spid="_x0000_s1294" style="position:absolute;left:5034;top:7541;width:3084;height: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v138cA&#10;AADcAAAADwAAAGRycy9kb3ducmV2LnhtbESPQWvCQBSE74L/YXlCL6KbWiomukoJLfRQRKOHHB/Z&#10;Z5I2+zbNbk3677tCweMwM98wm91gGnGlztWWFTzOIxDEhdU1lwrOp7fZCoTzyBoby6TglxzstuPR&#10;BhNtez7SNfOlCBB2CSqovG8TKV1RkUE3ty1x8C62M+iD7EqpO+wD3DRyEUVLabDmsFBhS2lFxVf2&#10;YxSkbc8fh738zl6nn+dp/hTnz6lW6mEyvKxBeBr8PfzfftcKFqsYbmfCEZDb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Sr9d/HAAAA3AAAAA8AAAAAAAAAAAAAAAAAmAIAAGRy&#10;cy9kb3ducmV2LnhtbFBLBQYAAAAABAAEAPUAAACMAwAAAAA=&#10;" fillcolor="#cdcdcd" stroked="f"/>
                        <v:shape id="Freeform 273" o:spid="_x0000_s1295" style="position:absolute;left:5037;top:7552;width:3063;height:695;visibility:visible;mso-wrap-style:square;v-text-anchor:top" coordsize="4068,9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8rf78A&#10;AADcAAAADwAAAGRycy9kb3ducmV2LnhtbESPTQvCMAyG74L/oUTwpp0eRKfdEEHx6sfFW1jjNlzT&#10;udY5/fVWEDyGN++TPKu0M5VoqXGlZQWTcQSCOLO65FzB+bQdzUE4j6yxskwKXuQgTfq9FcbaPvlA&#10;7dHnIkDYxaig8L6OpXRZQQbd2NbEIbvaxqAPY5NL3eAzwE0lp1E0kwZLDhcKrGlTUHY7PsyXMjHd&#10;7nA/zd6OztvNRb6jVio1HHTrJQhPnf8v/9p7rWC6CO8HmSACMvk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byt/vwAAANwAAAAPAAAAAAAAAAAAAAAAAJgCAABkcnMvZG93bnJl&#10;di54bWxQSwUGAAAAAAQABAD1AAAAhAMAAAAA&#10;" path="m8,908r4052,l4052,916r,-908l4060,16,8,16,16,8r,908c16,920,12,924,8,924,4,924,,920,,916l,8c,4,4,,8,l4060,v4,,8,4,8,8l4068,916v,4,-4,8,-8,8l8,924c4,924,,920,,916v,-5,4,-8,8,-8xe" strokeweight="0">
                          <v:path arrowok="t" o:connecttype="custom" o:connectlocs="6,683;3057,683;3051,689;3051,6;3057,12;6,12;12,6;12,689;6,695;0,689;0,6;6,0;3057,0;3063,6;3063,689;3057,695;6,695;0,689;6,683" o:connectangles="0,0,0,0,0,0,0,0,0,0,0,0,0,0,0,0,0,0,0"/>
                        </v:shape>
                        <v:rect id="Rectangle 274" o:spid="_x0000_s1296" style="position:absolute;left:5034;top:7541;width:3084;height: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RvBMcA&#10;AADcAAAADwAAAGRycy9kb3ducmV2LnhtbESPQWvCQBSE70L/w/IKvUizUbE0qauUYKEHEZt68PjI&#10;viZps29jdmviv3cFweMwM98wi9VgGnGiztWWFUyiGARxYXXNpYL998fzKwjnkTU2lknBmRyslg+j&#10;Baba9vxFp9yXIkDYpaig8r5NpXRFRQZdZFvi4P3YzqAPsiul7rAPcNPIaRy/SIM1h4UKW8oqKv7y&#10;f6Mga3ve7LbymK/Hv/vxYZYc5plW6ulxeH8D4Wnw9/Ct/akVTJMJXM+EIyC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8EbwTHAAAA3AAAAA8AAAAAAAAAAAAAAAAAmAIAAGRy&#10;cy9kb3ducmV2LnhtbFBLBQYAAAAABAAEAPUAAACMAwAAAAA=&#10;" fillcolor="#cdcdcd" stroked="f"/>
                        <v:rect id="Rectangle 275" o:spid="_x0000_s1297" style="position:absolute;left:4998;top:7517;width:3084;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Ht8ccA&#10;AADcAAAADwAAAGRycy9kb3ducmV2LnhtbESPQWvCQBSE70L/w/IKXqRuGqjU6CqtIAiVgrZQenvN&#10;vmRjs29jdjXx33cFocdhZr5h5sve1uJMra8cK3gcJyCIc6crLhV8fqwfnkH4gKyxdkwKLuRhubgb&#10;zDHTruMdnfehFBHCPkMFJoQmk9Lnhiz6sWuIo1e41mKIsi2lbrGLcFvLNEkm0mLFccFgQytD+e/+&#10;ZBW8vn1t9XR9MKfiafSeFD/H3XeHSg3v+5cZiEB9+A/f2hutIJ2mcD0Tj4Bc/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rh7fHHAAAA3AAAAA8AAAAAAAAAAAAAAAAAmAIAAGRy&#10;cy9kb3ducmV2LnhtbFBLBQYAAAAABAAEAPUAAACMAwAAAAA=&#10;" fillcolor="#f0f0f0" stroked="f"/>
                        <v:rect id="Rectangle 276" o:spid="_x0000_s1298" style="position:absolute;left:4998;top:7529;width:3084;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XKvMQA&#10;AADcAAAADwAAAGRycy9kb3ducmV2LnhtbESPT4vCMBTE7wt+h/AEb2viny1ajSKCILh7WBW8Pppn&#10;W2xeahO1fvuNIOxxmJnfMPNlaytxp8aXjjUM+goEceZMybmG42HzOQHhA7LByjFpeJKH5aLzMcfU&#10;uAf/0n0fchEh7FPUUIRQp1L6rCCLvu9q4uidXWMxRNnk0jT4iHBbyaFSibRYclwosKZ1Qdllf7Ma&#10;MBmb68959H3Y3RKc5q3afJ2U1r1uu5qBCNSG//C7vTUahtMRvM7EI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1yrzEAAAA3AAAAA8AAAAAAAAAAAAAAAAAmAIAAGRycy9k&#10;b3ducmV2LnhtbFBLBQYAAAAABAAEAPUAAACJAwAAAAA=&#10;" stroked="f"/>
                        <v:rect id="Rectangle 277" o:spid="_x0000_s1299" style="position:absolute;left:4998;top:7553;width:3084;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n6vcYA&#10;AADcAAAADwAAAGRycy9kb3ducmV2LnhtbESPT2vCQBTE7wW/w/IEL6VuDKV/UlfRglQEwaqHHh/Z&#10;12xI9m2aXZP47d1CocdhZn7DzJeDrUVHrS8dK5hNExDEudMlFwrOp83DCwgfkDXWjknBlTwsF6O7&#10;OWba9fxJ3TEUIkLYZ6jAhNBkUvrckEU/dQ1x9L5dazFE2RZSt9hHuK1lmiRP0mLJccFgQ++G8up4&#10;sQqe+/ynunT7dK2/Kre7/+jNGg9KTcbD6g1EoCH8h//aW60gfX2E3zPxCMjF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4n6vcYAAADcAAAADwAAAAAAAAAAAAAAAACYAgAAZHJz&#10;L2Rvd25yZXYueG1sUEsFBgAAAAAEAAQA9QAAAIsDAAAAAA==&#10;" fillcolor="#fefefe" stroked="f"/>
                        <v:rect id="Rectangle 278" o:spid="_x0000_s1300" style="position:absolute;left:4998;top:7589;width:3084;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yXbcUA&#10;AADcAAAADwAAAGRycy9kb3ducmV2LnhtbESPQWvCQBSE7wX/w/KE3urGQEuNriEoSqGXmornR/aZ&#10;RLNvY3bVxF/fLRR6HGbmG2aR9qYRN+pcbVnBdBKBIC6srrlUsP/evLyDcB5ZY2OZFAzkIF2OnhaY&#10;aHvnHd1yX4oAYZeggsr7NpHSFRUZdBPbEgfvaDuDPsiulLrDe4CbRsZR9CYN1hwWKmxpVVFxzq9G&#10;QT1sM59d7Cl74NDor891vjs8lHoe99kchKfe/4f/2h9aQTx7hd8z4QjI5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jJdtxQAAANwAAAAPAAAAAAAAAAAAAAAAAJgCAABkcnMv&#10;ZG93bnJldi54bWxQSwUGAAAAAAQABAD1AAAAigMAAAAA&#10;" fillcolor="#fdfdfd" stroked="f"/>
                        <v:rect id="Rectangle 279" o:spid="_x0000_s1301" style="position:absolute;left:4998;top:7637;width:3084;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z8VMEA&#10;AADcAAAADwAAAGRycy9kb3ducmV2LnhtbESPwcrCMBCE74LvEFbwIprqodRqFBEF8aT+/wMszdoW&#10;m01porY+vREEj8PMfMMs162pxIMaV1pWMJ1EIIgzq0vOFfz/7ccJCOeRNVaWSUFHDtarfm+JqbZP&#10;PtPj4nMRIOxSVFB4X6dSuqwgg25ia+LgXW1j0AfZ5FI3+AxwU8lZFMXSYMlhocCatgVlt8vdKGg3&#10;lrouTkajY3LS2O122/x1U2o4aDcLEJ5a/wt/2wetYDaP4XMmHAG5e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s/FTBAAAA3AAAAA8AAAAAAAAAAAAAAAAAmAIAAGRycy9kb3du&#10;cmV2LnhtbFBLBQYAAAAABAAEAPUAAACGAwAAAAA=&#10;" fillcolor="#fcfcfc" stroked="f"/>
                        <v:rect id="Rectangle 280" o:spid="_x0000_s1302" style="position:absolute;left:4998;top:7686;width:3084;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8YMIA&#10;AADcAAAADwAAAGRycy9kb3ducmV2LnhtbESPT4vCMBTE74LfITxhb5pa2F2tjSKCsFfden80r3+0&#10;eSlNbKuffrMgeBxm5jdMuhtNI3rqXG1ZwXIRgSDOra65VJD9HucrEM4ja2wsk4IHOdhtp5MUE20H&#10;PlF/9qUIEHYJKqi8bxMpXV6RQbewLXHwCtsZ9EF2pdQdDgFuGhlH0Zc0WHNYqLClQ0X57Xw3Ci6f&#10;q1M83OQze17NZV3cj1mPjVIfs3G/AeFp9O/wq/2jFcTrb/g/E46A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6rxgwgAAANwAAAAPAAAAAAAAAAAAAAAAAJgCAABkcnMvZG93&#10;bnJldi54bWxQSwUGAAAAAAQABAD1AAAAhwMAAAAA&#10;" fillcolor="#fbfbfb" stroked="f"/>
                        <v:rect id="Rectangle 281" o:spid="_x0000_s1303" style="position:absolute;left:4998;top:7722;width:3084;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A53MQA&#10;AADcAAAADwAAAGRycy9kb3ducmV2LnhtbERPS27CMBDdI/UO1lTqBoFTFkBCHIT6kUqlLho4wCge&#10;koh47MYuSTk9XlRi+fT++XY0nbhQ71vLCp7nCQjiyuqWawXHw/tsDcIHZI2dZVLwRx62xcMkx0zb&#10;gb/pUoZaxBD2GSpoQnCZlL5qyKCfW0ccuZPtDYYI+1rqHocYbjq5SJKlNNhybGjQ0UtD1bn8NQp+&#10;yrfj63W6GofPNnUh/dof1jun1NPjuNuACDSGu/jf/aEVLNK4Np6JR0AW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AOdzEAAAA3AAAAA8AAAAAAAAAAAAAAAAAmAIAAGRycy9k&#10;b3ducmV2LnhtbFBLBQYAAAAABAAEAPUAAACJAwAAAAA=&#10;" fillcolor="#fafafa" stroked="f"/>
                        <v:rect id="Rectangle 282" o:spid="_x0000_s1304" style="position:absolute;left:4998;top:7770;width:3084;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HhccUA&#10;AADcAAAADwAAAGRycy9kb3ducmV2LnhtbESPQWvCQBSE7wX/w/IEb3XTQKVG11BEqVgqVYPnR/Y1&#10;Sc2+DdnVpP56t1DocZiZb5h52ptaXKl1lWUFT+MIBHFudcWFguy4fnwB4TyyxtoyKfghB+li8DDH&#10;RNuO93Q9+EIECLsEFZTeN4mULi/JoBvbhjh4X7Y16INsC6lb7ALc1DKOook0WHFYKLGhZUn5+XAx&#10;CnT2vIu38elbf35MnL5l0bt/Wyk1GvavMxCeev8f/mtvtIJ4OoXfM+EI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8eFxxQAAANwAAAAPAAAAAAAAAAAAAAAAAJgCAABkcnMv&#10;ZG93bnJldi54bWxQSwUGAAAAAAQABAD1AAAAigMAAAAA&#10;" fillcolor="#f9f9f9" stroked="f"/>
                        <v:rect id="Rectangle 283" o:spid="_x0000_s1305" style="position:absolute;left:4998;top:7818;width:3084;height: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meTsUA&#10;AADcAAAADwAAAGRycy9kb3ducmV2LnhtbESPTWsCQQyG70L/w5CCF6mztSCydZRatPQggp/ndCfd&#10;XbqTWWamuv57cxA8hjfvkyfTeecadaYQa88GXocZKOLC25pLA4f96mUCKiZki41nMnClCPPZU2+K&#10;ufUX3tJ5l0olEI45GqhSanOtY1GRwzj0LbFkvz44TDKGUtuAF4G7Ro+ybKwd1iwXKmzps6Lib/fv&#10;RGPztViccLk6HpqftcXB6Bi2J2P6z93HO6hEXXos39vf1sBbJvryjBBAz2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SZ5OxQAAANwAAAAPAAAAAAAAAAAAAAAAAJgCAABkcnMv&#10;ZG93bnJldi54bWxQSwUGAAAAAAQABAD1AAAAigMAAAAA&#10;" fillcolor="#f8f8f8" stroked="f"/>
                        <v:rect id="Rectangle 284" o:spid="_x0000_s1306" style="position:absolute;left:4998;top:7902;width:3084;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YUFMUA&#10;AADcAAAADwAAAGRycy9kb3ducmV2LnhtbESPT2vCQBTE74LfYXmCl6IbW/BPdBUttBU9Gb14e2Sf&#10;STD7NmTXmHz7bqHgcZiZ3zCrTWtK0VDtCssKJuMIBHFqdcGZgsv5azQH4TyyxtIyKejIwWbd760w&#10;1vbJJ2oSn4kAYRejgtz7KpbSpTkZdGNbEQfvZmuDPsg6k7rGZ4CbUr5H0VQaLDgs5FjRZ07pPXkY&#10;BceF2XUL282S5rpzbz/F4fSdolLDQbtdgvDU+lf4v73XCj6iCfydCU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BhQUxQAAANwAAAAPAAAAAAAAAAAAAAAAAJgCAABkcnMv&#10;ZG93bnJldi54bWxQSwUGAAAAAAQABAD1AAAAigMAAAAA&#10;" fillcolor="#f7f7f7" stroked="f"/>
                        <v:rect id="Rectangle 285" o:spid="_x0000_s1307" style="position:absolute;left:4998;top:7951;width:3084;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2l8UA&#10;AADcAAAADwAAAGRycy9kb3ducmV2LnhtbESPQWsCMRSE7wX/Q3iFXkpNtChlaxSxCFIFqVXw+Lp5&#10;3V3cvCxJdNd/b4RCj8PMfMNMZp2txYV8qBxrGPQVCOLcmYoLDfvv5csbiBCRDdaOScOVAsymvYcJ&#10;Zsa1/EWXXSxEgnDIUEMZY5NJGfKSLIa+a4iT9+u8xZikL6Tx2Ca4reVQqbG0WHFaKLGhRUn5aXe2&#10;Glq1+eDn9c/4MNpvC7/cftJxgVo/PXbzdxCRuvgf/muvjIZXNYT7mXQE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aXxQAAANwAAAAPAAAAAAAAAAAAAAAAAJgCAABkcnMv&#10;ZG93bnJldi54bWxQSwUGAAAAAAQABAD1AAAAigMAAAAA&#10;" fillcolor="#f6f6f6" stroked="f"/>
                        <v:rect id="Rectangle 286" o:spid="_x0000_s1308" style="position:absolute;left:4998;top:7987;width:3084;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yQfscA&#10;AADcAAAADwAAAGRycy9kb3ducmV2LnhtbESPQWvCQBSE74X+h+UJvZS6sbFWo6uIUPFkMfXQ4zP7&#10;TEKzb0N2TVJ/vSsUehxm5htmsepNJVpqXGlZwWgYgSDOrC45V3D8+niZgnAeWWNlmRT8koPV8vFh&#10;gYm2HR+oTX0uAoRdggoK7+tESpcVZNANbU0cvLNtDPogm1zqBrsAN5V8jaKJNFhyWCiwpk1B2U96&#10;MQre6tP2ffwZ76/p89Yeq2zXzrpvpZ4G/XoOwlPv/8N/7Z1WEEcx3M+EIyC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CskH7HAAAA3AAAAA8AAAAAAAAAAAAAAAAAmAIAAGRy&#10;cy9kb3ducmV2LnhtbFBLBQYAAAAABAAEAPUAAACMAwAAAAA=&#10;" fillcolor="#f5f5f5" stroked="f"/>
                        <v:rect id="Rectangle 287" o:spid="_x0000_s1309" style="position:absolute;left:4998;top:8035;width:3084;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VYU8YA&#10;AADcAAAADwAAAGRycy9kb3ducmV2LnhtbESPQWvCQBSE74L/YXlCb7qpFtumrhIsglAQTEuht0f2&#10;maRm34bd1ST/vlsQPA4z8w2z2vSmEVdyvras4HGWgCAurK65VPD1uZu+gPABWWNjmRQM5GGzHo9W&#10;mGrb8ZGueShFhLBPUUEVQptK6YuKDPqZbYmjd7LOYIjSlVI77CLcNHKeJEtpsOa4UGFL24qKc34x&#10;Cr6H+rfL3l/tPtv9XE6HxfN5+HBKPUz67A1EoD7cw7f2XitYJE/wfyYeAb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VYU8YAAADcAAAADwAAAAAAAAAAAAAAAACYAgAAZHJz&#10;L2Rvd25yZXYueG1sUEsFBgAAAAAEAAQA9QAAAIsDAAAAAA==&#10;" fillcolor="#f4f4f4" stroked="f"/>
                        <v:rect id="Rectangle 288" o:spid="_x0000_s1310" style="position:absolute;left:4998;top:8083;width:3084;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oJxcQA&#10;AADcAAAADwAAAGRycy9kb3ducmV2LnhtbESPQWvCQBSE7wX/w/IEb3XXikVTN0EKoqdC1dLrM/ua&#10;BLNvQ3YTo7++Wyh4HGbmG2adDbYWPbW+cqxhNlUgiHNnKi40nI7b5yUIH5AN1o5Jw408ZOnoaY2J&#10;cVf+pP4QChEh7BPUUIbQJFL6vCSLfuoa4uj9uNZiiLItpGnxGuG2li9KvUqLFceFEht6Lym/HDqr&#10;4fved2Hnzl3/RfZjvqDL6qiU1pPxsHkDEWgIj/B/e280zNUC/s7EIyD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qCcXEAAAA3AAAAA8AAAAAAAAAAAAAAAAAmAIAAGRycy9k&#10;b3ducmV2LnhtbFBLBQYAAAAABAAEAPUAAACJAwAAAAA=&#10;" fillcolor="#f3f3f3" stroked="f"/>
                        <v:rect id="Rectangle 289" o:spid="_x0000_s1311" style="position:absolute;left:4998;top:8119;width:3084;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400MYA&#10;AADcAAAADwAAAGRycy9kb3ducmV2LnhtbESPQWvCQBSE74X+h+UVehHdWEFK6hqkqAgKpWlFentk&#10;X7Mh2bchu8b4792C0OMwM98wi2ywjeip85VjBdNJAoK4cLriUsH312b8CsIHZI2NY1JwJQ/Z8vFh&#10;gal2F/6kPg+liBD2KSowIbSplL4wZNFPXEscvV/XWQxRdqXUHV4i3DbyJUnm0mLFccFgS++Gijo/&#10;WwUrefrhQ77vj9Zc5UmPavuxXSv1/DSs3kAEGsJ/+N7eaQWzZA5/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M400MYAAADcAAAADwAAAAAAAAAAAAAAAACYAgAAZHJz&#10;L2Rvd25yZXYueG1sUEsFBgAAAAAEAAQA9QAAAIsDAAAAAA==&#10;" fillcolor="#f2f2f2" stroked="f"/>
                        <v:rect id="Rectangle 290" o:spid="_x0000_s1312" style="position:absolute;left:4998;top:8167;width:3084;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rRxMUA&#10;AADcAAAADwAAAGRycy9kb3ducmV2LnhtbESPQWsCMRSE70L/Q3iCF6lJbbF1NYqIQutNV5DeHpvn&#10;7uLmZdlE3fbXG0HwOMzMN8x03tpKXKjxpWMNbwMFgjhzpuRcwz5dv36B8AHZYOWYNPyRh/nspTPF&#10;xLgrb+myC7mIEPYJaihCqBMpfVaQRT9wNXH0jq6xGKJscmkavEa4reRQqZG0WHJcKLCmZUHZaXe2&#10;kbI92d/sY6U2/Z81H8Zpumnrf6173XYxARGoDc/wo/1tNLyrT7ifiUdAz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etHExQAAANwAAAAPAAAAAAAAAAAAAAAAAJgCAABkcnMv&#10;ZG93bnJldi54bWxQSwUGAAAAAAQABAD1AAAAigMAAAAA&#10;" fillcolor="#f1f1f1" stroked="f"/>
                        <v:rect id="Rectangle 291" o:spid="_x0000_s1313" style="position:absolute;left:4998;top:8216;width:3084;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JAAcQA&#10;AADcAAAADwAAAGRycy9kb3ducmV2LnhtbERPXWvCMBR9H+w/hCv4MjSZsjGrUbaBIGwIOkF8uza3&#10;Tbfmpmui7f798jDY4+F8L1a9q8WV2lB51nA/ViCIc28qLjUcPtajJxAhIhusPZOGHwqwWt7eLDAz&#10;vuMdXfexFCmEQ4YabIxNJmXILTkMY98QJ67wrcOYYFtK02KXwl0tJ0o9SocVpwaLDb1ayr/2F6fh&#10;5e34bmbrT3spHu62qjh/704daj0c9M9zEJH6+C/+c2+MhqlKa9OZdAT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iQAHEAAAA3AAAAA8AAAAAAAAAAAAAAAAAmAIAAGRycy9k&#10;b3ducmV2LnhtbFBLBQYAAAAABAAEAPUAAACJAwAAAAA=&#10;" fillcolor="#f0f0f0" stroked="f"/>
                        <v:rect id="Rectangle 292" o:spid="_x0000_s1314" style="position:absolute;left:5020;top:7535;width:3050;height: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GisMYA&#10;AADcAAAADwAAAGRycy9kb3ducmV2LnhtbESPQWsCMRSE7wX/Q3iCt5q1ouhqlNJSaRGRqrQen5vn&#10;7tLNy5qkuv57UxB6HGbmG2Y6b0wlzuR8aVlBr5uAIM6sLjlXsNu+PY5A+ICssbJMCq7kYT5rPUwx&#10;1fbCn3TehFxECPsUFRQh1KmUPivIoO/amjh6R+sMhihdLrXDS4SbSj4lyVAaLDkuFFjTS0HZz+bX&#10;KMDlcr1b4Mf3fnDIX1fX48kNvk5KddrN8wREoCb8h+/td62gn4zh70w8AnJ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TGisMYAAADcAAAADwAAAAAAAAAAAAAAAACYAgAAZHJz&#10;L2Rvd25yZXYueG1sUEsFBgAAAAAEAAQA9QAAAIsDAAAAAA==&#10;" filled="f" strokecolor="#404040" strokeweight="1e-4mm">
                          <v:stroke joinstyle="round" endcap="round"/>
                        </v:rect>
                        <v:rect id="Rectangle 293" o:spid="_x0000_s1315" style="position:absolute;left:5251;top:7685;width:2589;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ZH0sAA&#10;AADcAAAADwAAAGRycy9kb3ducmV2LnhtbERPS2rDMBDdF3IHMYHsGjkJFONGNiUQSEs2sXuAwRp/&#10;qDQykhK7t68WgS4f73+sFmvEg3wYHSvYbTMQxK3TI/cKvpvzaw4iRGSNxjEp+KUAVbl6OWKh3cw3&#10;etSxFymEQ4EKhhinQsrQDmQxbN1EnLjOeYsxQd9L7XFO4dbIfZa9SYsjp4YBJzoN1P7Ud6tANvV5&#10;zmvjM/e1767m83LryCm1WS8f7yAiLfFf/HRftILDLs1P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AZH0sAAAADcAAAADwAAAAAAAAAAAAAAAACYAgAAZHJzL2Rvd25y&#10;ZXYueG1sUEsFBgAAAAAEAAQA9QAAAIUDAAAAAA==&#10;" filled="f" stroked="f">
                          <v:textbox style="mso-fit-shape-to-text:t" inset="0,0,0,0">
                            <w:txbxContent>
                              <w:p w:rsidR="00E86396" w:rsidRDefault="00E86396">
                                <w:r>
                                  <w:rPr>
                                    <w:rFonts w:ascii="Arial" w:hAnsi="Arial" w:cs="Arial"/>
                                    <w:color w:val="000000"/>
                                    <w:sz w:val="16"/>
                                    <w:szCs w:val="16"/>
                                    <w:lang w:val="en-US"/>
                                  </w:rPr>
                                  <w:t xml:space="preserve">Funded by </w:t>
                                </w:r>
                                <w:proofErr w:type="spellStart"/>
                                <w:r>
                                  <w:rPr>
                                    <w:rFonts w:ascii="Arial" w:hAnsi="Arial" w:cs="Arial"/>
                                    <w:color w:val="000000"/>
                                    <w:sz w:val="16"/>
                                    <w:szCs w:val="16"/>
                                    <w:lang w:val="en-US"/>
                                  </w:rPr>
                                  <w:t>AER</w:t>
                                </w:r>
                                <w:proofErr w:type="spellEnd"/>
                                <w:r>
                                  <w:rPr>
                                    <w:rFonts w:ascii="Arial" w:hAnsi="Arial" w:cs="Arial"/>
                                    <w:color w:val="000000"/>
                                    <w:sz w:val="16"/>
                                    <w:szCs w:val="16"/>
                                    <w:lang w:val="en-US"/>
                                  </w:rPr>
                                  <w:t xml:space="preserve"> revenue allowances </w:t>
                                </w:r>
                              </w:p>
                            </w:txbxContent>
                          </v:textbox>
                        </v:rect>
                        <v:rect id="Rectangle 294" o:spid="_x0000_s1316" style="position:absolute;left:1915;top:9300;width:6191;height: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Zjw8cA&#10;AADcAAAADwAAAGRycy9kb3ducmV2LnhtbESPQWvCQBSE7wX/w/IEL1I3USxt6ioSKngo0qY5eHxk&#10;X5PU7Ns0u5r477uC0OMwM98wq81gGnGhztWWFcSzCARxYXXNpYL8a/f4DMJ5ZI2NZVJwJQeb9ehh&#10;hYm2PX/SJfOlCBB2CSqovG8TKV1RkUE3sy1x8L5tZ9AH2ZVSd9gHuGnkPIqepMGaw0KFLaUVFafs&#10;bBSkbc/vHwf5m71Nf/LpcfFyXKZaqcl42L6C8DT4//C9vdcKFnEMtzPhCMj1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Q2Y8PHAAAA3AAAAA8AAAAAAAAAAAAAAAAAmAIAAGRy&#10;cy9kb3ducmV2LnhtbFBLBQYAAAAABAAEAPUAAACMAwAAAAA=&#10;" fillcolor="#cdcdcd" stroked="f"/>
                        <v:shape id="Picture 295" o:spid="_x0000_s1317" type="#_x0000_t75" style="position:absolute;left:1926;top:9300;width:6190;height:6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WFG5zHAAAA3AAAAA8AAABkcnMvZG93bnJldi54bWxEj0FrwkAUhO+C/2F5Qi+im9haJXUNpVDa&#10;Qw8mFcHbI/tMQrNvQ3Zj0n/fLQgeh5n5htmlo2nElTpXW1YQLyMQxIXVNZcKjt/viy0I55E1NpZJ&#10;wS85SPfTyQ4TbQfO6Jr7UgQIuwQVVN63iZSuqMigW9qWOHgX2xn0QXal1B0OAW4auYqiZ2mw5rBQ&#10;YUtvFRU/eW8UFBHPn04Zntx47g+Hflh/bT7WSj3MxtcXEJ5Gfw/f2p9awWO8gv8z4QjI/R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NWFG5zHAAAA3AAAAA8AAAAAAAAAAAAA&#10;AAAAnwIAAGRycy9kb3ducmV2LnhtbFBLBQYAAAAABAAEAPcAAACTAwAAAAA=&#10;">
                          <v:imagedata r:id="rId34" o:title=""/>
                        </v:shape>
                        <v:rect id="Rectangle 296" o:spid="_x0000_s1318" style="position:absolute;left:1915;top:9300;width:6191;height: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hYL8cA&#10;AADcAAAADwAAAGRycy9kb3ducmV2LnhtbESPQWvCQBSE74X+h+UVvIhuNLRodJUSKngoomkOHh/Z&#10;1yRt9m2aXU38912h0OMwM98w6+1gGnGlztWWFcymEQjiwuqaSwX5x26yAOE8ssbGMim4kYPt5vFh&#10;jYm2PZ/omvlSBAi7BBVU3reJlK6oyKCb2pY4eJ+2M+iD7EqpO+wD3DRyHkUv0mDNYaHCltKKiu/s&#10;YhSkbc/vx4P8yd7GX/n4HC/Pz6lWavQ0vK5AeBr8f/ivvdcK4lkM9zPhCMjN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uoWC/HAAAA3AAAAA8AAAAAAAAAAAAAAAAAmAIAAGRy&#10;cy9kb3ducmV2LnhtbFBLBQYAAAAABAAEAPUAAACMAwAAAAA=&#10;" fillcolor="#cdcdcd" stroked="f"/>
                        <v:rect id="Rectangle 297" o:spid="_x0000_s1319" style="position:absolute;left:1915;top:9288;width:6215;height:7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HAW8YA&#10;AADcAAAADwAAAGRycy9kb3ducmV2LnhtbESPQWvCQBSE74L/YXmCF6kbtUobXaUECz0U0dSDx0f2&#10;mUSzb9PsatJ/3y0UPA4z8w2z2nSmEndqXGlZwWQcgSDOrC45V3D8en96AeE8ssbKMin4IQebdb+3&#10;wljblg90T30uAoRdjAoK7+tYSpcVZNCNbU0cvLNtDPogm1zqBtsAN5WcRtFCGiw5LBRYU1JQdk1v&#10;RkFSt/y538nvdDu6HEen2etpnmilhoPubQnCU+cf4f/2h1YwmzzD35lwBOT6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EHAW8YAAADcAAAADwAAAAAAAAAAAAAAAACYAgAAZHJz&#10;L2Rvd25yZXYueG1sUEsFBgAAAAAEAAQA9QAAAIsDAAAAAA==&#10;" fillcolor="#cdcdcd" stroked="f"/>
                        <v:shape id="Freeform 298" o:spid="_x0000_s1320" style="position:absolute;left:1920;top:9294;width:6202;height:695;visibility:visible;mso-wrap-style:square;v-text-anchor:top" coordsize="8240,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6DCsQA&#10;AADcAAAADwAAAGRycy9kb3ducmV2LnhtbESPQWsCMRSE7wX/Q3gFbzVrxVJWoxSxrL0IWvX82Dw3&#10;q5uXZZPV9N83hYLHYWa+YebLaBtxo87XjhWMRxkI4tLpmisFh+/Pl3cQPiBrbByTgh/ysFwMnuaY&#10;a3fnHd32oRIJwj5HBSaENpfSl4Ys+pFriZN3dp3FkGRXSd3hPcFtI1+z7E1arDktGGxpZai87nur&#10;IHxtp0Xcrmq78QVeLuvdsT8ZpYbP8WMGIlAMj/B/e6MVTMZT+Du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gwrEAAAA3AAAAA8AAAAAAAAAAAAAAAAAmAIAAGRycy9k&#10;b3ducmV2LnhtbFBLBQYAAAAABAAEAPUAAACJAwAAAAA=&#10;" path="m8,907r8224,l8224,915r,-907l8232,16,8,16,16,8r,907c16,919,12,923,8,923,3,923,,919,,915l,8c,3,3,,8,l8232,v4,,8,3,8,8l8240,915v,4,-4,8,-8,8l8,923c3,923,,919,,915v,-5,3,-8,8,-8xe" strokeweight="0">
                          <v:path arrowok="t" o:connecttype="custom" o:connectlocs="6,683;6196,683;6190,689;6190,6;6196,12;6,12;12,6;12,689;6,695;0,689;0,6;6,0;6196,0;6202,6;6202,689;6196,695;6,695;0,689;6,683" o:connectangles="0,0,0,0,0,0,0,0,0,0,0,0,0,0,0,0,0,0,0"/>
                        </v:shape>
                        <v:rect id="Rectangle 299" o:spid="_x0000_s1321" style="position:absolute;left:1915;top:9288;width:6215;height:7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7t8cA&#10;AADcAAAADwAAAGRycy9kb3ducmV2LnhtbESPQWvCQBSE74X+h+UVvIjZqFRqzColKHgoxaYePD6y&#10;zyRt9m2aXU36712h0OMwM98w6WYwjbhS52rLCqZRDIK4sLrmUsHxczd5AeE8ssbGMin4JQeb9eND&#10;iom2PX/QNfelCBB2CSqovG8TKV1RkUEX2ZY4eGfbGfRBdqXUHfYBbho5i+OFNFhzWKiwpayi4ju/&#10;GAVZ2/Pb4V3+5Nvx13F8mi9Pz5lWavQ0vK5AeBr8f/ivvdcK5tMF3M+EIyD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vf+7fHAAAA3AAAAA8AAAAAAAAAAAAAAAAAmAIAAGRy&#10;cy9kb3ducmV2LnhtbFBLBQYAAAAABAAEAPUAAACMAwAAAAA=&#10;" fillcolor="#cdcdcd" stroked="f"/>
                        <v:rect id="Rectangle 300" o:spid="_x0000_s1322" style="position:absolute;left:1879;top:9264;width:6215;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RCrsgA&#10;AADcAAAADwAAAGRycy9kb3ducmV2LnhtbESPW0vDQBSE34X+h+UU+iLtphV7id0WFQqCIvQCpW/H&#10;7Ek2mj0bs9sm/ntXEPo4zMw3zHLd2UpcqPGlYwXjUQKCOHO65ELBYb8ZzkH4gKyxckwKfsjDetW7&#10;WWKqXctbuuxCISKEfYoKTAh1KqXPDFn0I1cTRy93jcUQZVNI3WAb4baSkySZSoslxwWDNT0byr52&#10;Z6vg6fX4phebT3PO72/fk/zje3tqUalBv3t8ABGoC9fwf/tFK7gbz+DvTDwCcvU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RpEKuyAAAANwAAAAPAAAAAAAAAAAAAAAAAJgCAABk&#10;cnMvZG93bnJldi54bWxQSwUGAAAAAAQABAD1AAAAjQMAAAAA&#10;" fillcolor="#f0f0f0" stroked="f"/>
                        <v:rect id="Rectangle 301" o:spid="_x0000_s1323" style="position:absolute;left:1879;top:9276;width:6215;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NUCsIA&#10;AADcAAAADwAAAGRycy9kb3ducmV2LnhtbERPz2vCMBS+C/sfwht406Rzlq0zlSEUhM2DVdj10Tzb&#10;suala1Kt//1yGOz48f3ebCfbiSsNvnWsIVkqEMSVMy3XGs6nYvECwgdkg51j0nAnD9v8YbbBzLgb&#10;H+lahlrEEPYZamhC6DMpfdWQRb90PXHkLm6wGCIcamkGvMVw28knpVJpseXY0GBPu4aq73K0GjB9&#10;Nj+Hy+rz9DGm+FpPqlh/Ka3nj9P7G4hAU/gX/7n3RsMqiWvjmXgEZP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Y1QKwgAAANwAAAAPAAAAAAAAAAAAAAAAAJgCAABkcnMvZG93&#10;bnJldi54bWxQSwUGAAAAAAQABAD1AAAAhwMAAAAA&#10;" stroked="f"/>
                        <v:rect id="Rectangle 302" o:spid="_x0000_s1324" style="position:absolute;left:1879;top:9288;width:6215;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pZ5MYA&#10;AADcAAAADwAAAGRycy9kb3ducmV2LnhtbESPQWvCQBSE7wX/w/IKXopuVKht6ipaEEUQrPbQ4yP7&#10;mg3Jvk2zaxL/vVso9DjMzDfMYtXbSrTU+MKxgsk4AUGcOV1wruDzsh29gPABWWPlmBTcyMNqOXhY&#10;YKpdxx/UnkMuIoR9igpMCHUqpc8MWfRjVxNH79s1FkOUTS51g12E20pOk+RZWiw4Lhis6d1QVp6v&#10;VsG8y37Ka3ucbvRX6Q5Pu85s8KTU8LFfv4EI1If/8F97rxXMJq/weyYeAbm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rpZ5MYAAADcAAAADwAAAAAAAAAAAAAAAACYAgAAZHJz&#10;L2Rvd25yZXYueG1sUEsFBgAAAAAEAAQA9QAAAIsDAAAAAA==&#10;" fillcolor="#fefefe" stroked="f"/>
                        <v:rect id="Rectangle 303" o:spid="_x0000_s1325" style="position:absolute;left:1879;top:9336;width:6215;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Xyj8AA&#10;AADcAAAADwAAAGRycy9kb3ducmV2LnhtbERPTYvCMBC9L/gfwgh7W1MVFqlGKYoi7GWt4nloxrba&#10;TGoTtfXXm4Pg8fG+Z4vWVOJOjSstKxgOIhDEmdUl5woO+/XPBITzyBory6SgIweLee9rhrG2D97R&#10;PfW5CCHsYlRQeF/HUrqsIINuYGviwJ1sY9AH2ORSN/gI4aaSoyj6lQZLDg0F1rQsKLukN6Og7DaJ&#10;T672nDyxq/T/3yrdHZ9KfffbZArCU+s/4rd7qxWMR2F+OBOOgJ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qXyj8AAAADcAAAADwAAAAAAAAAAAAAAAACYAgAAZHJzL2Rvd25y&#10;ZXYueG1sUEsFBgAAAAAEAAQA9QAAAIUDAAAAAA==&#10;" fillcolor="#fdfdfd" stroked="f"/>
                        <v:rect id="Rectangle 304" o:spid="_x0000_s1326" style="position:absolute;left:1879;top:9384;width:6215;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uiWsAA&#10;AADcAAAADwAAAGRycy9kb3ducmV2LnhtbESPzQrCMBCE74LvEFbwIpqqIKUaRURBPPn3AEuztsVm&#10;U5qorU9vBMHjMDPfMItVY0rxpNoVlhWMRxEI4tTqgjMF18tuGINwHlljaZkUtORgtex2Fpho++IT&#10;Pc8+EwHCLkEFufdVIqVLczLoRrYiDt7N1gZ9kHUmdY2vADelnETRTBosOCzkWNEmp/R+fhgFzdpS&#10;287iweAQHzW22+0me9+V6vea9RyEp8b/w7/2XiuYTsbwPROOgF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xuiWsAAAADcAAAADwAAAAAAAAAAAAAAAACYAgAAZHJzL2Rvd25y&#10;ZXYueG1sUEsFBgAAAAAEAAQA9QAAAIUDAAAAAA==&#10;" fillcolor="#fcfcfc" stroked="f"/>
                        <v:rect id="Rectangle 305" o:spid="_x0000_s1327" style="position:absolute;left:1879;top:9420;width:6215;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PZgsIA&#10;AADcAAAADwAAAGRycy9kb3ducmV2LnhtbESPQYvCMBSE74L/ITzBm6Z2WdGuaZEFYa9qvT+aZ9u1&#10;eSlNbLv+erMgeBxm5html42mET11rrasYLWMQBAXVtdcKsjPh8UGhPPIGhvLpOCPHGTpdLLDRNuB&#10;j9SffCkChF2CCirv20RKV1Rk0C1tSxy8q+0M+iC7UuoOhwA3jYyjaC0N1hwWKmzpu6LidrobBZfP&#10;zTEebvKRP37NZXu9H/IeG6Xms3H/BcLT6N/hV/tHK/iIY/g/E46ATJ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w9mCwgAAANwAAAAPAAAAAAAAAAAAAAAAAJgCAABkcnMvZG93&#10;bnJldi54bWxQSwUGAAAAAAQABAD1AAAAhwMAAAAA&#10;" fillcolor="#fbfbfb" stroked="f"/>
                        <v:rect id="Rectangle 306" o:spid="_x0000_s1328" style="position:absolute;left:1879;top:9468;width:6215;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pt18YA&#10;AADcAAAADwAAAGRycy9kb3ducmV2LnhtbESP0WrCQBRE3wv+w3IFX4puVKgaXUVqC1bwwegHXLLX&#10;JJi9u81uTerXdwuFPg4zc4ZZbTpTizs1vrKsYDxKQBDnVldcKLic34dzED4ga6wtk4Jv8rBZ955W&#10;mGrb8onuWShEhLBPUUEZgkul9HlJBv3IOuLoXW1jMETZFFI32Ea4qeUkSV6kwYrjQomOXkvKb9mX&#10;UfCZvV12j+dZ1x6qhQuL48d5vnVKDfrddgkiUBf+w3/tvVYwnUzh90w8An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7pt18YAAADcAAAADwAAAAAAAAAAAAAAAACYAgAAZHJz&#10;L2Rvd25yZXYueG1sUEsFBgAAAAAEAAQA9QAAAIsDAAAAAA==&#10;" fillcolor="#fafafa" stroked="f"/>
                        <v:rect id="Rectangle 307" o:spid="_x0000_s1329" style="position:absolute;left:1879;top:9517;width:6215;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6IlcUA&#10;AADcAAAADwAAAGRycy9kb3ducmV2LnhtbESPQWvCQBSE7wX/w/IEb7oxVimpq4goLRZFbej5kX0m&#10;0ezbkN1q2l/vFoQeh5n5hpnOW1OJKzWutKxgOIhAEGdWl5wrSD/X/RcQziNrrCyTgh9yMJ91nqaY&#10;aHvjA12PPhcBwi5BBYX3dSKlywoy6Aa2Jg7eyTYGfZBNLnWDtwA3lYyjaCINlhwWCqxpWVB2OX4b&#10;BTod7+JN/HXW++3E6d80+vBvK6V63XbxCsJT6//Dj/a7VjCKn+HvTDgC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roiVxQAAANwAAAAPAAAAAAAAAAAAAAAAAJgCAABkcnMv&#10;ZG93bnJldi54bWxQSwUGAAAAAAQABAD1AAAAigMAAAAA&#10;" fillcolor="#f9f9f9" stroked="f"/>
                        <v:rect id="Rectangle 308" o:spid="_x0000_s1330" style="position:absolute;left:1879;top:9553;width:6215;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thtsUA&#10;AADcAAAADwAAAGRycy9kb3ducmV2LnhtbESPQWsCMRCF70L/Q5iCF6lZV5SyNUoVlR5E0Krn6Wa6&#10;u3QzWZKo679vBMHj48373rzJrDW1uJDzlWUFg34Cgji3uuJCweF79fYOwgdkjbVlUnAjD7PpS2eC&#10;mbZX3tFlHwoRIewzVFCG0GRS+rwkg75vG+Lo/VpnMETpCqkdXiPc1DJNkrE0WHFsKLGhRUn53/5s&#10;4hvb9Xx+wuXqeKh/Nhp76dHtTkp1X9vPDxCB2vA8fqS/tIJhOoL7mEg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2G2xQAAANwAAAAPAAAAAAAAAAAAAAAAAJgCAABkcnMv&#10;ZG93bnJldi54bWxQSwUGAAAAAAQABAD1AAAAigMAAAAA&#10;" fillcolor="#f8f8f8" stroked="f"/>
                        <v:rect id="Rectangle 309" o:spid="_x0000_s1331" style="position:absolute;left:1879;top:9649;width:6215;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rQAMUA&#10;AADcAAAADwAAAGRycy9kb3ducmV2LnhtbESPQWvCQBSE7wX/w/IEL6VutKA1zUZUsC16Mnrp7ZF9&#10;JsHs25BdY/Lvu4VCj8PMfMMk697UoqPWVZYVzKYRCOLc6ooLBZfz/uUNhPPIGmvLpGAgB+t09JRg&#10;rO2DT9RlvhABwi5GBaX3TSyly0sy6Ka2IQ7e1bYGfZBtIXWLjwA3tZxH0UIarDgslNjQrqT8lt2N&#10;guPKbIeVHZZZ9711z5/V4fSRo1KTcb95B+Gp9//hv/aXVvA6X8DvmXAEZP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WtAAxQAAANwAAAAPAAAAAAAAAAAAAAAAAJgCAABkcnMv&#10;ZG93bnJldi54bWxQSwUGAAAAAAQABAD1AAAAigMAAAAA&#10;" fillcolor="#f7f7f7" stroked="f"/>
                        <v:rect id="Rectangle 310" o:spid="_x0000_s1332" style="position:absolute;left:1879;top:9685;width:6215;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kJb8YA&#10;AADcAAAADwAAAGRycy9kb3ducmV2LnhtbESPQWvCQBSE74X+h+UVvJS6qaItqauIRRAVpKmFHl+z&#10;r0kw+zbsrib+e1cQPA4z8w0zmXWmFidyvrKs4LWfgCDOra64ULD/Xr68g/ABWWNtmRScycNs+vgw&#10;wVTblr/olIVCRAj7FBWUITSplD4vyaDv24Y4ev/WGQxRukJqh22Em1oOkmQsDVYcF0psaFFSfsiO&#10;RkGbbD/5efM3/hntd4Vb7tb0u0Clek/d/ANEoC7cw7f2SisYDt7geiYeATm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kJb8YAAADcAAAADwAAAAAAAAAAAAAAAACYAgAAZHJz&#10;L2Rvd25yZXYueG1sUEsFBgAAAAAEAAQA9QAAAIsDAAAAAA==&#10;" fillcolor="#f6f6f6" stroked="f"/>
                        <v:rect id="Rectangle 311" o:spid="_x0000_s1333" style="position:absolute;left:1879;top:9733;width:6215;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1eb8UA&#10;AADcAAAADwAAAGRycy9kb3ducmV2LnhtbERPy2rCQBTdF/oPwy24KTqpj1bTTKQIiiul0UWX18w1&#10;Cc3cCZkxSfv1zqLQ5eG8k/VgatFR6yrLCl4mEQji3OqKCwXn03a8BOE8ssbaMin4IQfr9PEhwVjb&#10;nj+py3whQgi7GBWU3jexlC4vyaCb2IY4cFfbGvQBtoXULfYh3NRyGkWv0mDFoaHEhjYl5d/ZzShY&#10;NJfd2/w4O/xmzzt7rvN9t+q/lBo9DR/vIDwN/l/8595rBbNpWBvOhCMg0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vV5vxQAAANwAAAAPAAAAAAAAAAAAAAAAAJgCAABkcnMv&#10;ZG93bnJldi54bWxQSwUGAAAAAAQABAD1AAAAigMAAAAA&#10;" fillcolor="#f5f5f5" stroked="f"/>
                        <v:rect id="Rectangle 312" o:spid="_x0000_s1334" style="position:absolute;left:1879;top:9782;width:6215;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rrcUA&#10;AADcAAAADwAAAGRycy9kb3ducmV2LnhtbESPQWvCQBSE74L/YXkFb7qpgq2pqwRFEAShthR6e2Sf&#10;SWr2bdhdTfLvXUHocZiZb5jlujO1uJHzlWUFr5MEBHFudcWFgu+v3fgdhA/IGmvLpKAnD+vVcLDE&#10;VNuWP+l2CoWIEPYpKihDaFIpfV6SQT+xDXH0ztYZDFG6QmqHbYSbWk6TZC4NVhwXSmxoU1J+OV2N&#10;gp+++muz7cLus93v9XycvV36g1Nq9NJlHyACdeE//GzvtYLZdAGPM/EI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oautxQAAANwAAAAPAAAAAAAAAAAAAAAAAJgCAABkcnMv&#10;ZG93bnJldi54bWxQSwUGAAAAAAQABAD1AAAAigMAAAAA&#10;" fillcolor="#f4f4f4" stroked="f"/>
                        <v:rect id="Rectangle 313" o:spid="_x0000_s1335" style="position:absolute;left:1879;top:9818;width:6215;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Fg4MEA&#10;AADcAAAADwAAAGRycy9kb3ducmV2LnhtbERPy2rCQBTdC/7DcAV3OtOGio1ORIRiV4X6oNtr5jYJ&#10;ydwJmUlM+/WdRcHl4by3u9E2YqDOV441PC0VCOLcmYoLDZfz22INwgdkg41j0vBDHnbZdLLF1Lg7&#10;f9JwCoWIIexT1FCG0KZS+rwki37pWuLIfbvOYoiwK6Tp8B7DbSOflVpJixXHhhJbOpSU16feavj6&#10;HfpwdLd+uJL9SF6ofj0rpfV8Nu43IAKN4SH+d78bDUkS58cz8QjI7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2xYODBAAAA3AAAAA8AAAAAAAAAAAAAAAAAmAIAAGRycy9kb3du&#10;cmV2LnhtbFBLBQYAAAAABAAEAPUAAACGAwAAAAA=&#10;" fillcolor="#f3f3f3" stroked="f"/>
                        <v:rect id="Rectangle 314" o:spid="_x0000_s1336" style="position:absolute;left:1879;top:9866;width:6215;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tmGcYA&#10;AADcAAAADwAAAGRycy9kb3ducmV2LnhtbESPQWvCQBSE70L/w/IKvZS6sUIp0TVIqSJYKKYV8fbI&#10;PrMh2bchu8b4791CweMwM98w82ywjeip85VjBZNxAoK4cLriUsHvz+rlHYQPyBobx6TgSh6yxcNo&#10;jql2F95Rn4dSRAj7FBWYENpUSl8YsujHriWO3sl1FkOUXSl1h5cIt418TZI3abHiuGCwpQ9DRZ2f&#10;rYKlPBz5K9/2e2uu8qCfa/u9/lTq6XFYzkAEGsI9/N/eaAXT6QT+zsQjI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UtmGcYAAADcAAAADwAAAAAAAAAAAAAAAACYAgAAZHJz&#10;L2Rvd25yZXYueG1sUEsFBgAAAAAEAAQA9QAAAIsDAAAAAA==&#10;" fillcolor="#f2f2f2" stroked="f"/>
                        <v:rect id="Rectangle 315" o:spid="_x0000_s1337" style="position:absolute;left:1879;top:9914;width:6215;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G44cQA&#10;AADcAAAADwAAAGRycy9kb3ducmV2LnhtbESPT4vCMBTE74LfITzBi2jqH2TtGkVEQb1pF8Tbo3nb&#10;FpuX0kSt++k3guBxmJnfMPNlY0pxp9oVlhUMBxEI4tTqgjMFP8m2/wXCeWSNpWVS8CQHy0W7NcdY&#10;2wcf6X7ymQgQdjEqyL2vYildmpNBN7AVcfB+bW3QB1lnUtf4CHBTylEUTaXBgsNCjhWtc0qvp5sJ&#10;lOPVXNLJJjr09ls+z5Lk0FR/SnU7zeobhKfGf8Lv9k4rGI9H8DoTjo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huOHEAAAA3AAAAA8AAAAAAAAAAAAAAAAAmAIAAGRycy9k&#10;b3ducmV2LnhtbFBLBQYAAAAABAAEAPUAAACJAwAAAAA=&#10;" fillcolor="#f1f1f1" stroked="f"/>
                        <v:rect id="Rectangle 316" o:spid="_x0000_s1338" style="position:absolute;left:1879;top:9950;width:6215;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oYzcgA&#10;AADcAAAADwAAAGRycy9kb3ducmV2LnhtbESPQWvCQBSE74X+h+UVeil1U4Olja5SBUFQBG2h9PbM&#10;vmSj2bcxu5r033cLhR6HmfmGmcx6W4srtb5yrOBpkIAgzp2uuFTw8b58fAHhA7LG2jEp+CYPs+nt&#10;zQQz7Tre0XUfShEh7DNUYEJoMil9bsiiH7iGOHqFay2GKNtS6ha7CLe1HCbJs7RYcVww2NDCUH7a&#10;X6yC+fpzo1+XR3MpRg/bpDicd18dKnV/17+NQQTqw3/4r73SCtI0hd8z8QjI6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lKhjNyAAAANwAAAAPAAAAAAAAAAAAAAAAAJgCAABk&#10;cnMvZG93bnJldi54bWxQSwUGAAAAAAQABAD1AAAAjQMAAAAA&#10;" fillcolor="#f0f0f0" stroked="f"/>
                        <v:rect id="Rectangle 317" o:spid="_x0000_s1339" style="position:absolute;left:1902;top:9276;width:6191;height: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zHk8YA&#10;AADcAAAADwAAAGRycy9kb3ducmV2LnhtbESPQWsCMRSE7wX/Q3hCbzVr1VK2RhFLRRGRqtgeXzfP&#10;3cXNy5qkuv57UxB6HGbmG2Y4bkwlzuR8aVlBt5OAIM6sLjlXsNt+PL2C8AFZY2WZFFzJw3jUehhi&#10;qu2FP+m8CbmIEPYpKihCqFMpfVaQQd+xNXH0DtYZDFG6XGqHlwg3lXxOkhdpsOS4UGBN04Ky4+bX&#10;KMDlcr2b4eLre/CTv6+uh5Mb7E9KPbabyRuIQE34D9/bc62g1+vD35l4BOTo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VzHk8YAAADcAAAADwAAAAAAAAAAAAAAAACYAgAAZHJz&#10;L2Rvd25yZXYueG1sUEsFBgAAAAAEAAQA9QAAAIsDAAAAAA==&#10;" filled="f" strokecolor="#404040" strokeweight="1e-4mm">
                          <v:stroke joinstyle="round" endcap="round"/>
                        </v:rect>
                        <v:rect id="Rectangle 318" o:spid="_x0000_s1340" style="position:absolute;left:3565;top:9420;width:2820;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S4KsIA&#10;AADcAAAADwAAAGRycy9kb3ducmV2LnhtbESPzYoCMRCE74LvEFrwphkVRWaNIoKgixfHfYBm0vOD&#10;SWdIss7s228WFjwWVfUVtTsM1ogX+dA6VrCYZyCIS6dbrhV8Pc6zLYgQkTUax6TghwIc9uPRDnPt&#10;er7Tq4i1SBAOOSpoYuxyKUPZkMUwdx1x8irnLcYkfS21xz7BrZHLLNtIiy2nhQY7OjVUPotvq0A+&#10;inO/LYzP3Oeyupnr5V6RU2o6GY4fICIN8R3+b1+0gtVqDX9n0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xLgq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Revised or approved investments made</w:t>
                                </w:r>
                              </w:p>
                            </w:txbxContent>
                          </v:textbox>
                        </v:rect>
                        <v:rect id="Rectangle 319" o:spid="_x0000_s1341" style="position:absolute;left:6395;top:9420;width:45;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YmXcEA&#10;AADcAAAADwAAAGRycy9kb3ducmV2LnhtbESPzYoCMRCE7wu+Q2jB25pRQWTWKCIIKl4c9wGaSc8P&#10;Jp0hic749kZY2GNRVV9R6+1gjXiSD61jBbNpBoK4dLrlWsHv7fC9AhEiskbjmBS8KMB2M/paY65d&#10;z1d6FrEWCcIhRwVNjF0uZSgbshimriNOXuW8xZikr6X22Ce4NXKeZUtpseW00GBH+4bKe/GwCuSt&#10;OPSrwvjMnefVxZyO14qcUpPxsPsBEWmI/+G/9lErWCyW8DmTj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WJl3BAAAA3A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w:t>
                                </w:r>
                              </w:p>
                            </w:txbxContent>
                          </v:textbox>
                        </v:rect>
                        <v:rect id="Rectangle 320" o:spid="_x0000_s1342" style="position:absolute;left:2722;top:9612;width:4500;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qDxsIA&#10;AADcAAAADwAAAGRycy9kb3ducmV2LnhtbESPzYoCMRCE74LvEFrwphkVVGaNIoKgixfHfYBm0vOD&#10;SWdIss7s228WFjwWVfUVtTsM1ogX+dA6VrCYZyCIS6dbrhV8Pc6zLYgQkTUax6TghwIc9uPRDnPt&#10;er7Tq4i1SBAOOSpoYuxyKUPZkMUwdx1x8irnLcYkfS21xz7BrZHLLFtLiy2nhQY7OjVUPotvq0A+&#10;inO/LYzP3Oeyupnr5V6RU2o6GY4fICIN8R3+b1+0gtVqA39n0hG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WoPGwgAAANwAAAAPAAAAAAAAAAAAAAAAAJgCAABkcnMvZG93&#10;bnJldi54bWxQSwUGAAAAAAQABAD1AAAAhwMAAAAA&#10;" filled="f" stroked="f">
                          <v:textbox style="mso-fit-shape-to-text:t" inset="0,0,0,0">
                            <w:txbxContent>
                              <w:p w:rsidR="00E86396" w:rsidRDefault="00E86396">
                                <w:proofErr w:type="spellStart"/>
                                <w:r>
                                  <w:rPr>
                                    <w:rFonts w:ascii="Arial" w:hAnsi="Arial" w:cs="Arial"/>
                                    <w:color w:val="000000"/>
                                    <w:sz w:val="16"/>
                                    <w:szCs w:val="16"/>
                                    <w:lang w:val="en-US"/>
                                  </w:rPr>
                                  <w:t>AEMO</w:t>
                                </w:r>
                                <w:proofErr w:type="spellEnd"/>
                                <w:r>
                                  <w:rPr>
                                    <w:rFonts w:ascii="Arial" w:hAnsi="Arial" w:cs="Arial"/>
                                    <w:color w:val="000000"/>
                                    <w:sz w:val="16"/>
                                    <w:szCs w:val="16"/>
                                    <w:lang w:val="en-US"/>
                                  </w:rPr>
                                  <w:t xml:space="preserve"> directed investments under planner of last resort powers</w:t>
                                </w:r>
                              </w:p>
                            </w:txbxContent>
                          </v:textbox>
                        </v:rect>
                        <v:rect id="Rectangle 321" o:spid="_x0000_s1343" style="position:absolute;left:7239;top:9612;width:45;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UXtMAA&#10;AADcAAAADwAAAGRycy9kb3ducmV2LnhtbERPS2rDMBDdF3IHMYHsGrkJFONaDqUQSEI2sXuAwRp/&#10;qDQykhK7t68WgS4f718eFmvEg3wYHSt422YgiFunR+4VfDfH1xxEiMgajWNS8EsBDtXqpcRCu5lv&#10;9KhjL1IIhwIVDDFOhZShHchi2LqJOHGd8xZjgr6X2uOcwq2Ruyx7lxZHTg0DTvQ1UPtT360C2dTH&#10;Oa+Nz9xl113N+XTryCm1WS+fHyAiLfFf/HSftIL9Pq1NZ9IRk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cUXtMAAAADcAAAADwAAAAAAAAAAAAAAAACYAgAAZHJzL2Rvd25y&#10;ZXYueG1sUEsFBgAAAAAEAAQA9QAAAIUDAAAAAA==&#10;" filled="f" stroked="f">
                          <v:textbox style="mso-fit-shape-to-text:t" inset="0,0,0,0">
                            <w:txbxContent>
                              <w:p w:rsidR="00E86396" w:rsidRDefault="00E86396">
                                <w:r>
                                  <w:rPr>
                                    <w:rFonts w:ascii="Arial" w:hAnsi="Arial" w:cs="Arial"/>
                                    <w:color w:val="000000"/>
                                    <w:sz w:val="16"/>
                                    <w:szCs w:val="16"/>
                                    <w:lang w:val="en-US"/>
                                  </w:rPr>
                                  <w:t>.</w:t>
                                </w:r>
                              </w:p>
                            </w:txbxContent>
                          </v:textbox>
                        </v:rect>
                        <v:shape id="Freeform 322" o:spid="_x0000_s1344" style="position:absolute;left:4998;top:8218;width:1547;height:973;visibility:visible;mso-wrap-style:square;v-text-anchor:top" coordsize="1547,9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VR6cUA&#10;AADcAAAADwAAAGRycy9kb3ducmV2LnhtbESPQWvCQBSE7wX/w/KE3nSjgWqjq6ggloKgthB6e2Sf&#10;STT7NmRXjf/eFYQeh5n5hpnOW1OJKzWutKxg0I9AEGdWl5wr+P1Z98YgnEfWWFkmBXdyMJ913qaY&#10;aHvjPV0PPhcBwi5BBYX3dSKlywoy6Pq2Jg7e0TYGfZBNLnWDtwA3lRxG0Yc0WHJYKLCmVUHZ+XAx&#10;Cv7iy3kXb0bfmy0el/p0T5frNFXqvdsuJiA8tf4//Gp/aQVx/AnPM+EIy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pVHpxQAAANwAAAAPAAAAAAAAAAAAAAAAAJgCAABkcnMv&#10;ZG93bnJldi54bWxQSwUGAAAAAAQABAD1AAAAigMAAAAA&#10;" path="m1547,r,743l,743,,973e" filled="f" strokecolor="#404040" strokeweight="44e-5mm">
                          <v:stroke endcap="round"/>
                          <v:path arrowok="t" o:connecttype="custom" o:connectlocs="1547,0;1547,743;0,743;0,973" o:connectangles="0,0,0,0"/>
                        </v:shape>
                        <v:shape id="Freeform 323" o:spid="_x0000_s1345" style="position:absolute;left:4941;top:9163;width:113;height:113;visibility:visible;mso-wrap-style:square;v-text-anchor:top" coordsize="15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XVlsQA&#10;AADcAAAADwAAAGRycy9kb3ducmV2LnhtbERPTWvCQBC9F/wPywje6sZaRdJsRITQUghU46G9Ddlp&#10;Es3OhuxWo7/ePRQ8Pt53sh5MK87Uu8aygtk0AkFcWt1wpeBQZM8rEM4ja2wtk4IrOVino6cEY20v&#10;vKPz3lcihLCLUUHtfRdL6cqaDLqp7YgD92t7gz7AvpK6x0sIN618iaKlNNhwaKixo21N5Wn/ZxSs&#10;2ior3Pchfz/mX7dmtigWP583pSbjYfMGwtPgH+J/94dWMH8N88OZcARke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F1ZbEAAAA3AAAAA8AAAAAAAAAAAAAAAAAmAIAAGRycy9k&#10;b3ducmV2LnhtbFBLBQYAAAAABAAEAPUAAACJAwAAAAA=&#10;" path="m75,150l,c47,23,103,23,150,r,l75,150xe" fillcolor="#404040" strokeweight="0">
                          <v:path arrowok="t" o:connecttype="custom" o:connectlocs="57,113;0,0;113,0;113,0;57,113" o:connectangles="0,0,0,0,0"/>
                        </v:shape>
                        <v:rect id="Rectangle 324" o:spid="_x0000_s1346" style="position:absolute;left:3107;top:4734;width:3650;height: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VM3sYA&#10;AADcAAAADwAAAGRycy9kb3ducmV2LnhtbESPQWvCQBSE74L/YXmCF6kbtUobXaUECz0U0dSDx0f2&#10;mUSzb9PsatJ/3y0UPA4z8w2z2nSmEndqXGlZwWQcgSDOrC45V3D8en96AeE8ssbKMin4IQebdb+3&#10;wljblg90T30uAoRdjAoK7+tYSpcVZNCNbU0cvLNtDPogm1zqBtsAN5WcRtFCGiw5LBRYU1JQdk1v&#10;RkFSt/y538nvdDu6HEen2etpnmilhoPubQnCU+cf4f/2h1Ywe57A35lwBOT6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4VM3sYAAADcAAAADwAAAAAAAAAAAAAAAACYAgAAZHJz&#10;L2Rvd25yZXYueG1sUEsFBgAAAAAEAAQA9QAAAIsDAAAAAA==&#10;" fillcolor="#cdcdcd" stroked="f"/>
                        <v:shape id="Picture 325" o:spid="_x0000_s1347" type="#_x0000_t75" style="position:absolute;left:3109;top:4735;width:3642;height:6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suMFvEAAAA3AAAAA8AAABkcnMvZG93bnJldi54bWxEj0FrAjEUhO8F/0N4greaVZdqV6NIS6He&#10;utpDe3tsnpvFzcuapLr996ZQ8DjMzDfMatPbVlzIh8axgsk4A0FcOd1wreDz8Pa4ABEissbWMSn4&#10;pQCb9eBhhYV2Vy7pso+1SBAOBSowMXaFlKEyZDGMXUecvKPzFmOSvpba4zXBbSunWfYkLTacFgx2&#10;9GKoOu1/rIL8uyzPz4ud//g6580rGs/ziVdqNOy3SxCR+ngP/7fftYJZPoW/M+kIyPUN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suMFvEAAAA3AAAAA8AAAAAAAAAAAAAAAAA&#10;nwIAAGRycy9kb3ducmV2LnhtbFBLBQYAAAAABAAEAPcAAACQAwAAAAA=&#10;">
                          <v:imagedata r:id="rId35" o:title=""/>
                        </v:shape>
                        <v:rect id="Rectangle 326" o:spid="_x0000_s1348" style="position:absolute;left:3107;top:4734;width:3650;height: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t3MscA&#10;AADcAAAADwAAAGRycy9kb3ducmV2LnhtbESPQWvCQBSE7wX/w/IEL1I3Gi1t6ioSLPQgpaYePD6y&#10;r0lq9m3Mrib9911B6HGYmW+Y5bo3tbhS6yrLCqaTCARxbnXFhYLD19vjMwjnkTXWlknBLzlYrwYP&#10;S0y07XhP18wXIkDYJaig9L5JpHR5SQbdxDbEwfu2rUEfZFtI3WIX4KaWsyh6kgYrDgslNpSWlJ+y&#10;i1GQNh3vPj/kOduOfw7jY/xyXKRaqdGw37yC8NT7//C9/a4VxPMYbmfCEZCr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gbdzLHAAAA3AAAAA8AAAAAAAAAAAAAAAAAmAIAAGRy&#10;cy9kb3ducmV2LnhtbFBLBQYAAAAABAAEAPUAAACMAwAAAAA=&#10;" fillcolor="#cdcdcd" stroked="f"/>
                        <v:rect id="Rectangle 327" o:spid="_x0000_s1349" style="position:absolute;left:3095;top:4722;width:3674;height: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vRscA&#10;AADcAAAADwAAAGRycy9kb3ducmV2LnhtbESPQWvCQBSE70L/w/IKXkQ3Vls0dRUJCj2ItDEHj4/s&#10;a5I2+zbNrib9992C4HGYmW+Y1aY3tbhS6yrLCqaTCARxbnXFhYLstB8vQDiPrLG2TAp+ycFm/TBY&#10;Yaxtxx90TX0hAoRdjApK75tYSpeXZNBNbEMcvE/bGvRBtoXULXYBbmr5FEUv0mDFYaHEhpKS8u/0&#10;YhQkTceH96P8SXejr2x0ni3Pz4lWavjYb19BeOr9PXxrv2kFs/kc/s+EIyD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fy70bHAAAA3AAAAA8AAAAAAAAAAAAAAAAAmAIAAGRy&#10;cy9kb3ducmV2LnhtbFBLBQYAAAAABAAEAPUAAACMAwAAAAA=&#10;" fillcolor="#cdcdcd" stroked="f"/>
                        <v:shape id="Freeform 328" o:spid="_x0000_s1350" style="position:absolute;left:3103;top:4729;width:3654;height:695;visibility:visible;mso-wrap-style:square;v-text-anchor:top" coordsize="4854,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07ZMYA&#10;AADcAAAADwAAAGRycy9kb3ducmV2LnhtbESP3WoCMRSE7wXfIRyhdzVrW6VsjaJCoUKr1h96e9wc&#10;dxeTk2WT6tanN0LBy2FmvmGG48YacaLal44V9LoJCOLM6ZJzBdvN++MrCB+QNRrHpOCPPIxH7dYQ&#10;U+3O/E2ndchFhLBPUUERQpVK6bOCLPquq4ijd3C1xRBlnUtd4znCrZFPSTKQFkuOCwVWNCsoO65/&#10;rQLaJLu96S30ZWk+f3C6WM1nXxOlHjrN5A1EoCbcw//tD63g+aUPtzPxCMjR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B07ZMYAAADcAAAADwAAAAAAAAAAAAAAAACYAgAAZHJz&#10;L2Rvd25yZXYueG1sUEsFBgAAAAAEAAQA9QAAAIsDAAAAAA==&#10;" path="m8,907r4838,l4838,915r,-907l4846,16,8,16,16,8r,907c16,920,12,923,8,923,3,923,,920,,915l,8c,4,3,,8,l4846,v4,,8,4,8,8l4854,915v,5,-4,8,-8,8l8,923c3,923,,920,,915v,-4,3,-8,8,-8xe" strokeweight="0">
                          <v:path arrowok="t" o:connecttype="custom" o:connectlocs="6,683;3648,683;3642,689;3642,6;3648,12;6,12;12,6;12,689;6,695;0,689;0,6;6,0;3648,0;3654,6;3654,689;3648,695;6,695;0,689;6,683" o:connectangles="0,0,0,0,0,0,0,0,0,0,0,0,0,0,0,0,0,0,0"/>
                        </v:shape>
                        <v:rect id="Rectangle 329" o:spid="_x0000_s1351" style="position:absolute;left:3095;top:4722;width:3674;height: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zUqscA&#10;AADcAAAADwAAAGRycy9kb3ducmV2LnhtbESPQWvCQBSE7wX/w/KEXkQ3Vhva6ColVPAgUlMPHh/Z&#10;1ySafZtmtyb9911B6HGYmW+Y5bo3tbhS6yrLCqaTCARxbnXFhYLj52b8AsJ5ZI21ZVLwSw7Wq8HD&#10;EhNtOz7QNfOFCBB2CSoovW8SKV1ekkE3sQ1x8L5sa9AH2RZSt9gFuKnlUxTF0mDFYaHEhtKS8kv2&#10;YxSkTce7j738zt5H5+PoNHs9Padaqcdh/7YA4an3/+F7e6sVzOYx3M6EIyB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hs1KrHAAAA3AAAAA8AAAAAAAAAAAAAAAAAmAIAAGRy&#10;cy9kb3ducmV2LnhtbFBLBQYAAAAABAAEAPUAAACMAwAAAAA=&#10;" fillcolor="#cdcdcd" stroked="f"/>
                        <v:rect id="Rectangle 330" o:spid="_x0000_s1352" style="position:absolute;left:3071;top:4698;width:3674;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dts8gA&#10;AADcAAAADwAAAGRycy9kb3ducmV2LnhtbESPW0vDQBSE3wX/w3KEvki7sdqLabdFhYKgFHqB4ttp&#10;9iQbzZ6N2W0T/70rCH0cZuYbZr7sbCXO1PjSsYK7QQKCOHO65ELBfrfqT0H4gKyxckwKfsjDcnF9&#10;NcdUu5Y3dN6GQkQI+xQVmBDqVEqfGbLoB64mjl7uGoshyqaQusE2wm0lh0kylhZLjgsGa3oxlH1t&#10;T1bB89vhXT+uPs0pH92uk/z4vfloUaneTfc0AxGoC5fwf/tVK7h/mMDfmXgE5OI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CF22zyAAAANwAAAAPAAAAAAAAAAAAAAAAAJgCAABk&#10;cnMvZG93bnJldi54bWxQSwUGAAAAAAQABAD1AAAAjQMAAAAA&#10;" fillcolor="#f0f0f0" stroked="f"/>
                        <v:rect id="Rectangle 331" o:spid="_x0000_s1353" style="position:absolute;left:3071;top:4710;width:3674;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B7F8IA&#10;AADcAAAADwAAAGRycy9kb3ducmV2LnhtbERPz2vCMBS+C/sfwhvspslmLVtnFBkUBs6DVdj10Tzb&#10;sualNrGt//1yGOz48f1ebyfbioF63zjW8LxQIIhLZxquNJxP+fwVhA/IBlvHpOFOHrabh9kaM+NG&#10;PtJQhErEEPYZaqhD6DIpfVmTRb9wHXHkLq63GCLsK2l6HGO4beWLUqm02HBsqLGjj5rKn+JmNWCa&#10;mOvhsvw67W8pvlWTylffSuunx2n3DiLQFP7Ff+5Po2GZxLXxTDw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0HsXwgAAANwAAAAPAAAAAAAAAAAAAAAAAJgCAABkcnMvZG93&#10;bnJldi54bWxQSwUGAAAAAAQABAD1AAAAhwMAAAAA&#10;" stroked="f"/>
                        <v:rect id="Rectangle 332" o:spid="_x0000_s1354" style="position:absolute;left:3071;top:4722;width:3674;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l2+ccA&#10;AADcAAAADwAAAGRycy9kb3ducmV2LnhtbESPQUvDQBSE74L/YXmCF2k2tmJtmm2xQrEUhLZ68PjI&#10;PrMh2bcxu03iv+8KgsdhZr5h8vVoG9FT5yvHCu6TFARx4XTFpYKP9+3kCYQPyBobx6TghzysV9dX&#10;OWbaDXyk/hRKESHsM1RgQmgzKX1hyKJPXEscvS/XWQxRdqXUHQ4Rbhs5TdNHabHiuGCwpRdDRX06&#10;WwXzofiuz/3bdKM/a7e/ex3MBg9K3d6Mz0sQgcbwH/5r77SC2cMCfs/EIyB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kJdvnHAAAA3AAAAA8AAAAAAAAAAAAAAAAAmAIAAGRy&#10;cy9kb3ducmV2LnhtbFBLBQYAAAAABAAEAPUAAACMAwAAAAA=&#10;" fillcolor="#fefefe" stroked="f"/>
                        <v:rect id="Rectangle 333" o:spid="_x0000_s1355" style="position:absolute;left:3071;top:4770;width:3674;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B8sIA&#10;AADcAAAADwAAAGRycy9kb3ducmV2LnhtbERPy2rCQBTdF/yH4Qru6qSKpaROQlAqgpualq4vmWsS&#10;m7kTM9M8/PrOotDl4by36Wga0VPnassKnpYRCOLC6ppLBZ8fb48vIJxH1thYJgUTOUiT2cMWY20H&#10;PlOf+1KEEHYxKqi8b2MpXVGRQbe0LXHgLrYz6APsSqk7HEK4aeQqip6lwZpDQ4Ut7SoqvvMfo6Ce&#10;DpnPbvaa3XFq9Ptpn5+/7kot5mP2CsLT6P/Ff+6jVrDehPnhTDgCMv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o4HywgAAANwAAAAPAAAAAAAAAAAAAAAAAJgCAABkcnMvZG93&#10;bnJldi54bWxQSwUGAAAAAAQABAD1AAAAhwMAAAAA&#10;" fillcolor="#fdfdfd" stroked="f"/>
                        <v:rect id="Rectangle 334" o:spid="_x0000_s1356" style="position:absolute;left:3071;top:4819;width:3674;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3RJ8QA&#10;AADcAAAADwAAAGRycy9kb3ducmV2LnhtbESP3WrCQBSE7wu+w3IEb0Q3USohdRWRCKVXVn2AQ/Y0&#10;CWbPhuyanz59VxB6OczMN8x2P5hadNS6yrKCeBmBIM6trrhQcLueFgkI55E11pZJwUgO9rvJ2xZT&#10;bXv+pu7iCxEg7FJUUHrfpFK6vCSDbmkb4uD92NagD7ItpG6xD3BTy1UUbaTBisNCiQ0dS8rvl4dR&#10;MBwsjeMmmc+/krPGMcuOxe9dqdl0OHyA8DT4//Cr/akVrN9jeJ4JR0D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d0SfEAAAA3AAAAA8AAAAAAAAAAAAAAAAAmAIAAGRycy9k&#10;b3ducmV2LnhtbFBLBQYAAAAABAAEAPUAAACJAwAAAAA=&#10;" fillcolor="#fcfcfc" stroked="f"/>
                        <v:rect id="Rectangle 335" o:spid="_x0000_s1357" style="position:absolute;left:3071;top:4855;width:3674;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Wq/8MA&#10;AADcAAAADwAAAGRycy9kb3ducmV2LnhtbESPzWrDMBCE74W+g9hCb41cl4TUtWxKIdBrEue+WBvb&#10;tbUylvxTP30UKPQ4zMw3TJovphMTDa6xrOB1E4EgLq1uuFJQnA8vexDOI2vsLJOCX3KQZ48PKSba&#10;znyk6eQrESDsElRQe98nUrqyJoNuY3vi4F3tYNAHOVRSDzgHuOlkHEU7abDhsFBjT181le1pNAou&#10;2/0xnlu5FuuPubxfx0MxYafU89Py+QHC0+L/w3/tb63gbRvD/Uw4Aj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sWq/8MAAADcAAAADwAAAAAAAAAAAAAAAACYAgAAZHJzL2Rv&#10;d25yZXYueG1sUEsFBgAAAAAEAAQA9QAAAIgDAAAAAA==&#10;" fillcolor="#fbfbfb" stroked="f"/>
                        <v:rect id="Rectangle 336" o:spid="_x0000_s1358" style="position:absolute;left:3071;top:4903;width:3674;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eqscA&#10;AADcAAAADwAAAGRycy9kb3ducmV2LnhtbESP0WrCQBRE3wX/YbmFvohurFg1dRWxLWihD41+wCV7&#10;m4Rm767ZrUn79a4g+DjMzBlmue5MLc7U+MqygvEoAUGcW11xoeB4eB/OQfiArLG2TAr+yMN61e8t&#10;MdW25S86Z6EQEcI+RQVlCC6V0uclGfQj64ij920bgyHKppC6wTbCTS2fkuRZGqw4LpToaFtS/pP9&#10;GgWn7O34+j+Yde1HtXBh8bk/zDdOqceHbvMCIlAX7uFbe6cVTKYTuJ6JR0Cu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u8HqrHAAAA3AAAAA8AAAAAAAAAAAAAAAAAmAIAAGRy&#10;cy9kb3ducmV2LnhtbFBLBQYAAAAABAAEAPUAAACMAwAAAAA=&#10;" fillcolor="#fafafa" stroked="f"/>
                        <v:rect id="Rectangle 337" o:spid="_x0000_s1359" style="position:absolute;left:3071;top:4951;width:3674;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j76MYA&#10;AADcAAAADwAAAGRycy9kb3ducmV2LnhtbESPQWvCQBSE7wX/w/KE3szGWKVEV5FSaako1oaeH9ln&#10;Es2+Ddmtpv76riD0OMzMN8xs0ZlanKl1lWUFwygGQZxbXXGhIPtaDZ5BOI+ssbZMCn7JwWLee5hh&#10;qu2FP+m894UIEHYpKii9b1IpXV6SQRfZhjh4B9sa9EG2hdQtXgLc1DKJ44k0WHFYKLGhl5Ly0/7H&#10;KNDZeJt8JN9HvdtMnL5m8dq/vSr12O+WUxCeOv8fvrfftYLR+AluZ8IR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aj76MYAAADcAAAADwAAAAAAAAAAAAAAAACYAgAAZHJz&#10;L2Rvd25yZXYueG1sUEsFBgAAAAAEAAQA9QAAAIsDAAAAAA==&#10;" fillcolor="#f9f9f9" stroked="f"/>
                        <v:rect id="Rectangle 338" o:spid="_x0000_s1360" style="position:absolute;left:3071;top:4987;width:3674;height: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0Sy8YA&#10;AADcAAAADwAAAGRycy9kb3ducmV2LnhtbESPT2vCQBDF7wW/wzIFL6XZVFFKdJUqKh5KwX85j9lp&#10;EszOht1V47fvFgo9Pt6835s3nXemETdyvras4C1JQRAXVtdcKjge1q/vIHxA1thYJgUP8jCf9Z6m&#10;mGl75x3d9qEUEcI+QwVVCG0mpS8qMugT2xJH79s6gyFKV0rt8B7hppGDNB1LgzXHhgpbWlZUXPZX&#10;E9/42iwWOa7Wp2Nz/tT4Mji5Xa5U/7n7mIAI1IX/47/0VisYjkbwOyYS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o0Sy8YAAADcAAAADwAAAAAAAAAAAAAAAACYAgAAZHJz&#10;L2Rvd25yZXYueG1sUEsFBgAAAAAEAAQA9QAAAIsDAAAAAA==&#10;" fillcolor="#f8f8f8" stroked="f"/>
                        <v:rect id="Rectangle 339" o:spid="_x0000_s1361" style="position:absolute;left:3071;top:5084;width:3674;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yjfcYA&#10;AADcAAAADwAAAGRycy9kb3ducmV2LnhtbESPT2vCQBTE70K/w/IKvYhurGibNKtowT+0J2MvvT2y&#10;r0lo9m3IbmPy7V1B6HGYmd8w6bo3teiodZVlBbNpBII4t7riQsHXeTd5BeE8ssbaMikYyMF69TBK&#10;MdH2wifqMl+IAGGXoILS+yaR0uUlGXRT2xAH78e2Bn2QbSF1i5cAN7V8jqKlNFhxWCixofeS8t/s&#10;zyj4jM12iO3wknXfWzc+VB+nfY5KPT32mzcQnnr/H763j1rBfLGE25lwBOTq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FyjfcYAAADcAAAADwAAAAAAAAAAAAAAAACYAgAAZHJz&#10;L2Rvd25yZXYueG1sUEsFBgAAAAAEAAQA9QAAAIsDAAAAAA==&#10;" fillcolor="#f7f7f7" stroked="f"/>
                        <v:rect id="Rectangle 340" o:spid="_x0000_s1362" style="position:absolute;left:3071;top:5120;width:3674;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6EsYA&#10;AADcAAAADwAAAGRycy9kb3ducmV2LnhtbESP3WoCMRSE7wt9h3AK3hTNatHK1iiiCKUKUn+gl6eb&#10;093FzcmSpO769kYQvBxm5htmMmtNJc7kfGlZQb+XgCDOrC45V3DYr7pjED4ga6wsk4ILeZhNn58m&#10;mGrb8DeddyEXEcI+RQVFCHUqpc8KMuh7tiaO3p91BkOULpfaYRPhppKDJBlJgyXHhQJrWhSUnXb/&#10;RkGTbJb8uv4dHYeHbe5W2y/6WaBSnZd2/gEiUBse4Xv7Uyt4G77D7Uw8AnJ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96EsYAAADcAAAADwAAAAAAAAAAAAAAAACYAgAAZHJz&#10;L2Rvd25yZXYueG1sUEsFBgAAAAAEAAQA9QAAAIsDAAAAAA==&#10;" fillcolor="#f6f6f6" stroked="f"/>
                        <v:rect id="Rectangle 341" o:spid="_x0000_s1363" style="position:absolute;left:3071;top:5168;width:3674;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stEsQA&#10;AADcAAAADwAAAGRycy9kb3ducmV2LnhtbERPy2rCQBTdF/yH4Qpuik7U2kfMRERQXFkaXXR5m7lN&#10;gpk7ITMmsV/fWRS6PJx3shlMLTpqXWVZwXwWgSDOra64UHA576evIJxH1lhbJgV3crBJRw8Jxtr2&#10;/EFd5gsRQtjFqKD0vomldHlJBt3MNsSB+7atQR9gW0jdYh/CTS0XUfQsDVYcGkpsaFdSfs1uRsGq&#10;+Tq8PL0vTz/Z48Fe6vzYvfWfSk3Gw3YNwtPg/8V/7qNWsFyFteFMOAI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7LRLEAAAA3AAAAA8AAAAAAAAAAAAAAAAAmAIAAGRycy9k&#10;b3ducmV2LnhtbFBLBQYAAAAABAAEAPUAAACJAwAAAAA=&#10;" fillcolor="#f5f5f5" stroked="f"/>
                        <v:rect id="Rectangle 342" o:spid="_x0000_s1364" style="position:absolute;left:3071;top:5216;width:3674;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fY0MYA&#10;AADcAAAADwAAAGRycy9kb3ducmV2LnhtbESPQWvCQBSE74L/YXlCb7qp0lajqwSLIBQKtUXw9sg+&#10;k9Ts27C7muTfdwuCx2FmvmFWm87U4kbOV5YVPE8SEMS51RUXCn6+d+M5CB+QNdaWSUFPHjbr4WCF&#10;qbYtf9HtEAoRIexTVFCG0KRS+rwkg35iG+Lona0zGKJ0hdQO2wg3tZwmyas0WHFcKLGhbUn55XA1&#10;Co599dtm7wu7z3an6/lz9nbpP5xST6MuW4II1IVH+N7eawWzlwX8n4lH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6fY0MYAAADcAAAADwAAAAAAAAAAAAAAAACYAgAAZHJz&#10;L2Rvd25yZXYueG1sUEsFBgAAAAAEAAQA9QAAAIsDAAAAAA==&#10;" fillcolor="#f4f4f4" stroked="f"/>
                        <v:rect id="Rectangle 343" o:spid="_x0000_s1365" style="position:absolute;left:3071;top:5252;width:3674;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JP/cAA&#10;AADcAAAADwAAAGRycy9kb3ducmV2LnhtbERPy4rCMBTdC/5DuII7TVQUpxpFhGFcCT6G2d5prm2x&#10;uSlNWjvz9WYhuDyc93rb2VK0VPvCsYbJWIEgTp0pONNwvXyOliB8QDZYOiYNf+Rhu+n31pgY9+AT&#10;teeQiRjCPkENeQhVIqVPc7Lox64ijtzN1RZDhHUmTY2PGG5LOVVqIS0WHBtyrGifU3o/N1bDz3/b&#10;hC/327TfZI+zOd0/LkppPRx0uxWIQF14i1/ug9EwW8T58Uw8An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gJP/cAAAADcAAAADwAAAAAAAAAAAAAAAACYAgAAZHJzL2Rvd25y&#10;ZXYueG1sUEsFBgAAAAAEAAQA9QAAAIUDAAAAAA==&#10;" fillcolor="#f3f3f3" stroked="f"/>
                        <v:rect id="Rectangle 344" o:spid="_x0000_s1366" style="position:absolute;left:3071;top:5300;width:3674;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hJBMYA&#10;AADcAAAADwAAAGRycy9kb3ducmV2LnhtbESPQWvCQBSE74X+h+UVvEjdaEFKdA1S2lKoIKYV8fbI&#10;PrMh2bchu43x37uC0OMwM98wy2ywjeip85VjBdNJAoK4cLriUsHvz8fzKwgfkDU2jknBhTxkq8eH&#10;JabanXlHfR5KESHsU1RgQmhTKX1hyKKfuJY4eifXWQxRdqXUHZ4j3DZyliRzabHiuGCwpTdDRZ3/&#10;WQVreTjyJv/u99Zc5EGPa7v9fFdq9DSsFyACDeE/fG9/aQUv8ynczsQjIF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vhJBMYAAADcAAAADwAAAAAAAAAAAAAAAACYAgAAZHJz&#10;L2Rvd25yZXYueG1sUEsFBgAAAAAEAAQA9QAAAIsDAAAAAA==&#10;" fillcolor="#f2f2f2" stroked="f"/>
                        <v:rect id="Rectangle 345" o:spid="_x0000_s1367" style="position:absolute;left:3071;top:5349;width:3674;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KX/MQA&#10;AADcAAAADwAAAGRycy9kb3ducmV2LnhtbESPQYvCMBSE74L/ITxhL6KprohbjSKywurNVpC9PZpn&#10;W2xeShO1u7/eCILHYWa+YRar1lTiRo0rLSsYDSMQxJnVJecKjul2MAPhPLLGyjIp+CMHq2W3s8BY&#10;2zsf6Jb4XAQIuxgVFN7XsZQuK8igG9qaOHhn2xj0QTa51A3eA9xUchxFU2mw5LBQYE2bgrJLcjWB&#10;criY32zyHe37uy2fvtJ039b/Sn302vUchKfWv8Ov9o9W8Dkdw/NMOAJ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Sl/zEAAAA3AAAAA8AAAAAAAAAAAAAAAAAmAIAAGRycy9k&#10;b3ducmV2LnhtbFBLBQYAAAAABAAEAPUAAACJAwAAAAA=&#10;" fillcolor="#f1f1f1" stroked="f"/>
                        <v:rect id="Rectangle 346" o:spid="_x0000_s1368" style="position:absolute;left:3071;top:5385;width:3674;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k30MgA&#10;AADcAAAADwAAAGRycy9kb3ducmV2LnhtbESP3WrCQBSE7wt9h+UUelN0o1LR1FWqIBRaBH9Aenea&#10;PcmmzZ6N2dWkb+8KhV4OM/MNM1t0thIXanzpWMGgn4AgzpwuuVBw2K97ExA+IGusHJOCX/KwmN/f&#10;zTDVruUtXXahEBHCPkUFJoQ6ldJnhiz6vquJo5e7xmKIsimkbrCNcFvJYZKMpcWS44LBmlaGsp/d&#10;2SpYvh8/9HT9bc7589Mmyb9O288WlXp86F5fQATqwn/4r/2mFYzGI7idiUdAz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2mTfQyAAAANwAAAAPAAAAAAAAAAAAAAAAAJgCAABk&#10;cnMvZG93bnJldi54bWxQSwUGAAAAAAQABAD1AAAAjQMAAAAA&#10;" fillcolor="#f0f0f0" stroked="f"/>
                        <v:rect id="Rectangle 347" o:spid="_x0000_s1369" style="position:absolute;left:3086;top:4712;width:3641;height: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ojsYA&#10;AADcAAAADwAAAGRycy9kb3ducmV2LnhtbESPQWsCMRSE70L/Q3gFb5qtVilboxTFUhEpVbE9vm6e&#10;u4ublzVJdf33RhB6HGbmG2Y0aUwlTuR8aVnBUzcBQZxZXXKuYLuZd15A+ICssbJMCi7kYTJ+aI0w&#10;1fbMX3Rah1xECPsUFRQh1KmUPivIoO/amjh6e+sMhihdLrXDc4SbSvaSZCgNlhwXCqxpWlB2WP8Z&#10;Bbhcfm7fcfH9M/jNZ6vL/ugGu6NS7cfm7RVEoCb8h+/tD62gP3yG25l4BOT4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u/ojsYAAADcAAAADwAAAAAAAAAAAAAAAACYAgAAZHJz&#10;L2Rvd25yZXYueG1sUEsFBgAAAAAEAAQA9QAAAIsDAAAAAA==&#10;" filled="f" strokecolor="#404040" strokeweight="1e-4mm">
                          <v:stroke joinstyle="round" endcap="round"/>
                        </v:rect>
                        <v:rect id="Rectangle 348" o:spid="_x0000_s1370" style="position:absolute;left:4372;top:4951;width:1077;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eXN8IA&#10;AADcAAAADwAAAGRycy9kb3ducmV2LnhtbESPzYoCMRCE74LvEFrwphmVFZk1igiCLl4c9wGaSc8P&#10;Jp0hyTqzb28WhD0WVfUVtd0P1ogn+dA6VrCYZyCIS6dbrhV830+zDYgQkTUax6TglwLsd+PRFnPt&#10;er7Rs4i1SBAOOSpoYuxyKUPZkMUwdx1x8irnLcYkfS21xz7BrZHLLFtLiy2nhQY7OjZUPoofq0De&#10;i1O/KYzP3NeyuprL+VaRU2o6GQ6fICIN8T/8bp+1gtX6A/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d5c3wgAAANwAAAAPAAAAAAAAAAAAAAAAAJgCAABkcnMvZG93&#10;bnJldi54bWxQSwUGAAAAAAQABAD1AAAAhwMAAAAA&#10;" filled="f" stroked="f">
                          <v:textbox style="mso-fit-shape-to-text:t" inset="0,0,0,0">
                            <w:txbxContent>
                              <w:p w:rsidR="00E86396" w:rsidRDefault="00E86396">
                                <w:proofErr w:type="spellStart"/>
                                <w:r>
                                  <w:rPr>
                                    <w:rFonts w:ascii="Arial" w:hAnsi="Arial" w:cs="Arial"/>
                                    <w:color w:val="000000"/>
                                    <w:sz w:val="16"/>
                                    <w:szCs w:val="16"/>
                                    <w:lang w:val="en-US"/>
                                  </w:rPr>
                                  <w:t>TNSP</w:t>
                                </w:r>
                                <w:proofErr w:type="spellEnd"/>
                                <w:r>
                                  <w:rPr>
                                    <w:rFonts w:ascii="Arial" w:hAnsi="Arial" w:cs="Arial"/>
                                    <w:color w:val="000000"/>
                                    <w:sz w:val="16"/>
                                    <w:szCs w:val="16"/>
                                    <w:lang w:val="en-US"/>
                                  </w:rPr>
                                  <w:t xml:space="preserve"> planning</w:t>
                                </w:r>
                              </w:p>
                            </w:txbxContent>
                          </v:textbox>
                        </v:rect>
                        <v:shape id="Freeform 349" o:spid="_x0000_s1371" style="position:absolute;left:1582;top:1479;width:3894;height:3148;visibility:visible;mso-wrap-style:square;v-text-anchor:top" coordsize="3894,3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jgu8UA&#10;AADcAAAADwAAAGRycy9kb3ducmV2LnhtbESPQWvCQBSE70L/w/IEL6VuVIgaXaUUCj20irbQ6yP7&#10;TKLZt3F3NfHfd4WCx2FmvmGW687U4krOV5YVjIYJCOLc6ooLBT/f7y8zED4ga6wtk4IbeVivnnpL&#10;zLRteUfXfShEhLDPUEEZQpNJ6fOSDPqhbYijd7DOYIjSFVI7bCPc1HKcJKk0WHFcKLGht5Ly0/5i&#10;FHw9T6az4++83bbJeOM+Q3Ume1Nq0O9eFyACdeER/m9/aAWTNIX7mXg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mOC7xQAAANwAAAAPAAAAAAAAAAAAAAAAAJgCAABkcnMv&#10;ZG93bnJldi54bWxQSwUGAAAAAAQABAD1AAAAigMAAAAA&#10;" path="m,l,171r3894,l3894,2732r-570,l3324,3148e" filled="f" strokecolor="#404040" strokeweight="44e-5mm">
                          <v:stroke endcap="round"/>
                          <v:path arrowok="t" o:connecttype="custom" o:connectlocs="0,0;0,171;3894,171;3894,2732;3324,2732;3324,3148" o:connectangles="0,0,0,0,0,0"/>
                        </v:shape>
                        <v:shape id="Freeform 350" o:spid="_x0000_s1372" style="position:absolute;left:4850;top:4599;width:113;height:113;visibility:visible;mso-wrap-style:square;v-text-anchor:top" coordsize="15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kRgscA&#10;AADcAAAADwAAAGRycy9kb3ducmV2LnhtbESPQWvCQBSE7wX/w/KE3urGlqhE1yCCtBQCajy0t0f2&#10;maTNvg3ZrUn99d2C4HGYmW+YVTqYRlyoc7VlBdNJBIK4sLrmUsEp3z0tQDiPrLGxTAp+yUG6Hj2s&#10;MNG25wNdjr4UAcIuQQWV920ipSsqMugmtiUO3tl2Bn2QXSl1h32Am0Y+R9FMGqw5LFTY0rai4vv4&#10;YxQsmnKXu49T9vqV7a/1NM7jz/erUo/jYbME4Wnw9/Ct/aYVvMzm8H8mHAG5/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QZEYLHAAAA3AAAAA8AAAAAAAAAAAAAAAAAmAIAAGRy&#10;cy9kb3ducmV2LnhtbFBLBQYAAAAABAAEAPUAAACMAwAAAAA=&#10;" path="m75,150l,c47,24,103,24,150,l75,150xe" fillcolor="#404040" strokeweight="0">
                          <v:path arrowok="t" o:connecttype="custom" o:connectlocs="57,113;0,0;113,0;57,113" o:connectangles="0,0,0,0"/>
                        </v:shape>
                        <v:rect id="Rectangle 351" o:spid="_x0000_s1373" style="position:absolute;left:1915;top:10492;width:6191;height: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q5I8MA&#10;AADcAAAADwAAAGRycy9kb3ducmV2LnhtbERPTWvCQBC9F/wPywhepG5UlBpdRYKFHopo9OBxyE6T&#10;1OxszK4m/ffuQejx8b5Xm85U4kGNKy0rGI8iEMSZ1SXnCs6nz/cPEM4ja6wsk4I/crBZ995WGGvb&#10;8pEeqc9FCGEXo4LC+zqW0mUFGXQjWxMH7sc2Bn2ATS51g20IN5WcRNFcGiw5NBRYU1JQdk3vRkFS&#10;t/x92Mtbuhv+noeX6eIyS7RSg363XYLw1Pl/8cv9pRVM52FtOBOO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Qq5I8MAAADcAAAADwAAAAAAAAAAAAAAAACYAgAAZHJzL2Rv&#10;d25yZXYueG1sUEsFBgAAAAAEAAQA9QAAAIgDAAAAAA==&#10;" fillcolor="#cdcdcd" stroked="f"/>
                        <v:shape id="Picture 352" o:spid="_x0000_s1374" type="#_x0000_t75" style="position:absolute;left:1926;top:10495;width:6190;height:6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3MKWDFAAAA3AAAAA8AAABkcnMvZG93bnJldi54bWxEj0GLwjAUhO/C/ofwFryIpiorWo0iguCC&#10;CFr1/GiebbF5KU20XX/9ZmHB4zAz3zCLVWtK8aTaFZYVDAcRCOLU6oIzBedk25+CcB5ZY2mZFPyQ&#10;g9Xyo7PAWNuGj/Q8+UwECLsYFeTeV7GULs3JoBvYijh4N1sb9EHWmdQ1NgFuSjmKook0WHBYyLGi&#10;TU7p/fQwCsrvfXY5zC699oDX5ivZJOvXPlGq+9mu5yA8tf4d/m/vtILxZAZ/Z8IRkM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9zClgxQAAANwAAAAPAAAAAAAAAAAAAAAA&#10;AJ8CAABkcnMvZG93bnJldi54bWxQSwUGAAAAAAQABAD3AAAAkQMAAAAA&#10;">
                          <v:imagedata r:id="rId36" o:title=""/>
                        </v:shape>
                        <v:rect id="Rectangle 353" o:spid="_x0000_s1375" style="position:absolute;left:1915;top:10492;width:6191;height:6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Uj+MMA&#10;AADcAAAADwAAAGRycy9kb3ducmV2LnhtbERPy2rCQBTdC/2H4RbciE6s+EodRYKFLkQ0unB5ydwm&#10;aTN30szUpH/vLASXh/NebTpTiRs1rrSsYDyKQBBnVpecK7icP4YLEM4ja6wsk4J/crBZv/RWGGvb&#10;8oluqc9FCGEXo4LC+zqW0mUFGXQjWxMH7ss2Bn2ATS51g20IN5V8i6KZNFhyaCiwpqSg7Cf9MwqS&#10;uuX98SB/093g+zK4TpbXaaKV6r9223cQnjr/FD/cn1rBZB7mhzPhCM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Uj+MMAAADcAAAADwAAAAAAAAAAAAAAAACYAgAAZHJzL2Rv&#10;d25yZXYueG1sUEsFBgAAAAAEAAQA9QAAAIgDAAAAAA==&#10;" fillcolor="#cdcdcd" stroked="f"/>
                        <v:rect id="Rectangle 354" o:spid="_x0000_s1376" style="position:absolute;left:1915;top:10480;width:6215;height: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mGY8YA&#10;AADcAAAADwAAAGRycy9kb3ducmV2LnhtbESPQWvCQBSE74L/YXmCF6kblWobXaUECz0U0dSDx0f2&#10;mUSzb9PsatJ/3y0UPA4z8w2z2nSmEndqXGlZwWQcgSDOrC45V3D8en96AeE8ssbKMin4IQebdb+3&#10;wljblg90T30uAoRdjAoK7+tYSpcVZNCNbU0cvLNtDPogm1zqBtsAN5WcRtFcGiw5LBRYU1JQdk1v&#10;RkFSt/y538nvdDu6HEen2evpOdFKDQfd2xKEp84/wv/tD61gtpjA35lwBOT6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emGY8YAAADcAAAADwAAAAAAAAAAAAAAAACYAgAAZHJz&#10;L2Rvd25yZXYueG1sUEsFBgAAAAAEAAQA9QAAAIsDAAAAAA==&#10;" fillcolor="#cdcdcd" stroked="f"/>
                        <v:shape id="Freeform 355" o:spid="_x0000_s1377" style="position:absolute;left:1920;top:10489;width:6202;height:694;visibility:visible;mso-wrap-style:square;v-text-anchor:top" coordsize="8240,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j+3sUA&#10;AADcAAAADwAAAGRycy9kb3ducmV2LnhtbESPT2vCQBTE7wW/w/KE3pqNlv4hdRURS/QimFbPj+xr&#10;Npp9G7KrSb99Vyh4HGbmN8xsMdhGXKnztWMFkyQFQVw6XXOl4Pvr8+kdhA/IGhvHpOCXPCzmo4cZ&#10;Ztr1vKdrESoRIewzVGBCaDMpfWnIok9cSxy9H9dZDFF2ldQd9hFuGzlN01dpsea4YLCllaHyXFys&#10;grDdveTDblXbjc/xdFrvD5ejUepxPCw/QAQawj38395oBc9vU7idiUd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CP7exQAAANwAAAAPAAAAAAAAAAAAAAAAAJgCAABkcnMv&#10;ZG93bnJldi54bWxQSwUGAAAAAAQABAD1AAAAigMAAAAA&#10;" path="m8,907r8224,l8224,915r,-907l8232,16,8,16,16,8r,907c16,919,12,923,8,923,3,923,,919,,915l,8c,4,3,,8,l8232,v4,,8,4,8,8l8240,915v,4,-4,8,-8,8l8,923c3,923,,919,,915v,-4,3,-8,8,-8xe" strokeweight="0">
                          <v:path arrowok="t" o:connecttype="custom" o:connectlocs="6,682;6196,682;6190,688;6190,6;6196,12;6,12;12,6;12,688;6,694;0,688;0,6;6,0;6196,0;6202,6;6202,688;6196,694;6,694;0,688;6,682" o:connectangles="0,0,0,0,0,0,0,0,0,0,0,0,0,0,0,0,0,0,0"/>
                        </v:shape>
                        <v:rect id="Rectangle 356" o:spid="_x0000_s1378" style="position:absolute;left:1915;top:10480;width:6215;height: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e9j8cA&#10;AADcAAAADwAAAGRycy9kb3ducmV2LnhtbESPQWvCQBSE7wX/w/IEL1I3GrRt6ioSLPQgpaYePD6y&#10;r0lq9m3Mrib9911B6HGYmW+Y5bo3tbhS6yrLCqaTCARxbnXFhYLD19vjMwjnkTXWlknBLzlYrwYP&#10;S0y07XhP18wXIkDYJaig9L5JpHR5SQbdxDbEwfu2rUEfZFtI3WIX4KaWsyhaSIMVh4USG0pLyk/Z&#10;xShIm453nx/ynG3HP4fxMX45zlOt1GjYb15BeOr9f/jeftcK4qcYbmfCEZCr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Z3vY/HAAAA3AAAAA8AAAAAAAAAAAAAAAAAmAIAAGRy&#10;cy9kb3ducmV2LnhtbFBLBQYAAAAABAAEAPUAAACMAwAAAAA=&#10;" fillcolor="#cdcdcd" stroked="f"/>
                        <v:rect id="Rectangle 357" o:spid="_x0000_s1379" style="position:absolute;left:1879;top:10456;width:6215;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k5ecgA&#10;AADcAAAADwAAAGRycy9kb3ducmV2LnhtbESPW0vDQBSE3wX/w3KEvki7sdqLabdFhYKgFHqB4ttp&#10;9iQbzZ6N2W0T/70rCH0cZuYbZr7sbCXO1PjSsYK7QQKCOHO65ELBfrfqT0H4gKyxckwKfsjDcnF9&#10;NcdUu5Y3dN6GQkQI+xQVmBDqVEqfGbLoB64mjl7uGoshyqaQusE2wm0lh0kylhZLjgsGa3oxlH1t&#10;T1bB89vhXT+uPs0pH92uk/z4vfloUaneTfc0AxGoC5fwf/tVK7ifPMDfmXgE5OI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8qTl5yAAAANwAAAAPAAAAAAAAAAAAAAAAAJgCAABk&#10;cnMvZG93bnJldi54bWxQSwUGAAAAAAQABAD1AAAAjQMAAAAA&#10;" fillcolor="#f0f0f0" stroked="f"/>
                        <v:rect id="Rectangle 358" o:spid="_x0000_s1380" style="position:absolute;left:1879;top:10468;width:6215;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0eNMYA&#10;AADcAAAADwAAAGRycy9kb3ducmV2LnhtbESPT2vCQBTE7wW/w/KE3upu/ZNqdCOlIBRqD40Fr4/s&#10;MwnNvo3ZjcZv3xUKPQ4z8xtmsx1sIy7U+dqxhueJAkFcOFNzqeH7sHtagvAB2WDjmDTcyMM2Gz1s&#10;MDXuyl90yUMpIoR9ihqqENpUSl9UZNFPXEscvZPrLIYou1KaDq8Rbhs5VSqRFmuOCxW29FZR8ZP3&#10;VgMmc3P+PM32h48+wVU5qN3iqLR+HA+vaxCBhvAf/mu/Gw2zlwXcz8QjIL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r0eNMYAAADcAAAADwAAAAAAAAAAAAAAAACYAgAAZHJz&#10;L2Rvd25yZXYueG1sUEsFBgAAAAAEAAQA9QAAAIsDAAAAAA==&#10;" stroked="f"/>
                        <v:rect id="Rectangle 359" o:spid="_x0000_s1381" style="position:absolute;left:1879;top:10492;width:6215;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ooNsYA&#10;AADcAAAADwAAAGRycy9kb3ducmV2LnhtbESPQWvCQBSE7wX/w/IEL1I3taAldZUqiCIUrPXg8ZF9&#10;zYZk38bsmqT/3i0IPQ4z8w2zWPW2Ei01vnCs4GWSgCDOnC44V3D+3j6/gfABWWPlmBT8kofVcvC0&#10;wFS7jr+oPYVcRAj7FBWYEOpUSp8ZsugnriaO3o9rLIYom1zqBrsIt5WcJslMWiw4LhisaWMoK083&#10;q2DeZdfy1n5O1/pSusN415k1HpUaDfuPdxCB+vAffrT3WsHrfAZ/Z+IR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vooNsYAAADcAAAADwAAAAAAAAAAAAAAAACYAgAAZHJz&#10;L2Rvd25yZXYueG1sUEsFBgAAAAAEAAQA9QAAAIsDAAAAAA==&#10;" fillcolor="#fefefe" stroked="f"/>
                        <v:rect id="Rectangle 360" o:spid="_x0000_s1382" style="position:absolute;left:1879;top:10528;width:6215;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9F5sUA&#10;AADcAAAADwAAAGRycy9kb3ducmV2LnhtbESPQWvCQBSE7wX/w/IEb3VTBS3RNYRKRfCiafH8yD6T&#10;2OzbNLuNib/eLRR6HGbmG2ad9KYWHbWusqzgZRqBIM6trrhQ8Pnx/vwKwnlkjbVlUjCQg2Qzelpj&#10;rO2NT9RlvhABwi5GBaX3TSyly0sy6Ka2IQ7exbYGfZBtIXWLtwA3tZxF0UIarDgslNjQW0n5V/Zj&#10;FFTDLvXpt72mdxxqfTxss9P5rtRk3KcrEJ56/x/+a++1gvlyCb9nwhGQm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0XmxQAAANwAAAAPAAAAAAAAAAAAAAAAAJgCAABkcnMv&#10;ZG93bnJldi54bWxQSwUGAAAAAAQABAD1AAAAigMAAAAA&#10;" fillcolor="#fdfdfd" stroked="f"/>
                        <v:rect id="Rectangle 361" o:spid="_x0000_s1383" style="position:absolute;left:1879;top:10577;width:6215;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Ik2r0A&#10;AADcAAAADwAAAGRycy9kb3ducmV2LnhtbERPSwrCMBDdC94hjOBGNFVBSzWKiIK48neAoRnbYjMp&#10;TdTW05uF4PLx/st1Y0rxotoVlhWMRxEI4tTqgjMFt+t+GINwHlljaZkUtORgvep2lpho++YzvS4+&#10;EyGEXYIKcu+rREqX5mTQjWxFHLi7rQ36AOtM6hrfIdyUchJFM2mw4NCQY0XbnNLH5WkUNBtLbTuL&#10;B4NjfNLY7nbb7PNQqt9rNgsQnhr/F//cB61gOg9rw5lwBOTq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ZIk2r0AAADcAAAADwAAAAAAAAAAAAAAAACYAgAAZHJzL2Rvd25yZXYu&#10;eG1sUEsFBgAAAAAEAAQA9QAAAIIDAAAAAA==&#10;" fillcolor="#fcfcfc" stroked="f"/>
                        <v:rect id="Rectangle 362" o:spid="_x0000_s1384" style="position:absolute;left:1879;top:10625;width:6215;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Rk7sMA&#10;AADcAAAADwAAAGRycy9kb3ducmV2LnhtbESPT2vCQBTE7wW/w/IKvdVNlVaNbkSEQK/aeH9kn0lM&#10;9m3Ibv7UT98tCB6HmfkNs9tPphEDda6yrOBjHoEgzq2uuFCQ/aTvaxDOI2tsLJOCX3KwT2YvO4y1&#10;HflEw9kXIkDYxaig9L6NpXR5SQbd3LbEwbvazqAPsiuk7nAMcNPIRRR9SYMVh4USWzqWlNfn3ii4&#10;fK5Pi7GW9+x+M5fNtU+zARul3l6nwxaEp8k/w4/2t1awXG3g/0w4Aj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9Rk7sMAAADcAAAADwAAAAAAAAAAAAAAAACYAgAAZHJzL2Rv&#10;d25yZXYueG1sUEsFBgAAAAAEAAQA9QAAAIgDAAAAAA==&#10;" fillcolor="#fbfbfb" stroked="f"/>
                        <v:rect id="Rectangle 363" o:spid="_x0000_s1385" style="position:absolute;left:1879;top:10661;width:6215;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6smsMA&#10;AADcAAAADwAAAGRycy9kb3ducmV2LnhtbERP3WrCMBS+F3yHcITdjJm6gdbOKKIOpuCF1Qc4NGdt&#10;WXMSm2i7Pf1yMfDy4/tfrHrTiDu1vrasYDJOQBAXVtdcKricP15SED4ga2wsk4If8rBaDgcLzLTt&#10;+ET3PJQihrDPUEEVgsuk9EVFBv3YOuLIfdnWYIiwLaVusYvhppGvSTKVBmuODRU62lRUfOc3o+Ca&#10;7y7b3+dZ3x3quQvz4/6crp1ST6N+/Q4iUB8e4n/3p1bwlsb58Uw8An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Q6smsMAAADcAAAADwAAAAAAAAAAAAAAAACYAgAAZHJzL2Rv&#10;d25yZXYueG1sUEsFBgAAAAAEAAQA9QAAAIgDAAAAAA==&#10;" fillcolor="#fafafa" stroked="f"/>
                        <v:rect id="Rectangle 364" o:spid="_x0000_s1386" style="position:absolute;left:1879;top:10709;width:6215;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90N8YA&#10;AADcAAAADwAAAGRycy9kb3ducmV2LnhtbESPQWvCQBSE7wX/w/KE3uomKYpE11CkpaVFaTV4fmSf&#10;SWr2bchuNfbXu4LgcZiZb5h51ptGHKlztWUF8SgCQVxYXXOpIN++PU1BOI+ssbFMCs7kIFsMHuaY&#10;anviHzpufCkChF2KCirv21RKV1Rk0I1sSxy8ve0M+iC7UuoOTwFuGplE0UQarDksVNjSsqLisPkz&#10;CnQ+Xiefye5Xf68mTv/n0Zd/f1Xqcdi/zEB46v09fGt/aAXP0xiuZ8IRkI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790N8YAAADcAAAADwAAAAAAAAAAAAAAAACYAgAAZHJz&#10;L2Rvd25yZXYueG1sUEsFBgAAAAAEAAQA9QAAAIsDAAAAAA==&#10;" fillcolor="#f9f9f9" stroked="f"/>
                        <v:rect id="Rectangle 365" o:spid="_x0000_s1387" style="position:absolute;left:1879;top:10757;width:6215;height: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Sm+MUA&#10;AADcAAAADwAAAGRycy9kb3ducmV2LnhtbESPT2sCMRDF7wW/QxjBS9FstyCyGkWLlh6K4N/zuBl3&#10;FzeTJUl1/famIHh8vHm/N28ya00truR8ZVnBxyABQZxbXXGhYL9b9UcgfEDWWFsmBXfyMJt23iaY&#10;aXvjDV23oRARwj5DBWUITSalz0sy6Ae2IY7e2TqDIUpXSO3wFuGmlmmSDKXBimNDiQ19lZRftn8m&#10;vrH+XiyOuFwd9vXpV+N7enCbo1K9bjsfgwjUhtfxM/2jFXyOUvgfEwkgp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BKb4xQAAANwAAAAPAAAAAAAAAAAAAAAAAJgCAABkcnMv&#10;ZG93bnJldi54bWxQSwUGAAAAAAQABAD1AAAAigMAAAAA&#10;" fillcolor="#f8f8f8" stroked="f"/>
                        <v:rect id="Rectangle 366" o:spid="_x0000_s1388" style="position:absolute;left:1879;top:10842;width:6215;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ssosYA&#10;AADcAAAADwAAAGRycy9kb3ducmV2LnhtbESPQWvCQBSE70L/w/IKvUizaQWraVapBavYU1Iv3h7Z&#10;1yQ0+zZk15j8+64geBxm5hsmXQ+mET11rras4CWKQRAXVtdcKjj+bJ8XIJxH1thYJgUjOVivHiYp&#10;JtpeOKM+96UIEHYJKqi8bxMpXVGRQRfZljh4v7Yz6IPsSqk7vAS4aeRrHM+lwZrDQoUtfVZU/OVn&#10;o+B7aTbj0o5veX/auOmuPmRfBSr19Dh8vIPwNPh7+NbeawWzxQyuZ8IRkK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kssosYAAADcAAAADwAAAAAAAAAAAAAAAACYAgAAZHJz&#10;L2Rvd25yZXYueG1sUEsFBgAAAAAEAAQA9QAAAIsDAAAAAA==&#10;" fillcolor="#f7f7f7" stroked="f"/>
                        <v:rect id="Rectangle 367" o:spid="_x0000_s1389" style="position:absolute;left:1879;top:10890;width:6215;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3IIsYA&#10;AADcAAAADwAAAGRycy9kb3ducmV2LnhtbESPQWvCQBSE70L/w/IKXqRu1DZI6iqiCGIFqbXQ42v2&#10;NQlm34bd1cR/7xYKPQ4z8w0zW3SmFldyvrKsYDRMQBDnVldcKDh9bJ6mIHxA1lhbJgU38rCYP/Rm&#10;mGnb8jtdj6EQEcI+QwVlCE0mpc9LMuiHtiGO3o91BkOUrpDaYRvhppbjJEmlwYrjQokNrUrKz8eL&#10;UdAm+zUP3r7Tz5fToXCbw46+VqhU/7FbvoII1IX/8F97qxVMps/weyYeATm/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g3IIsYAAADcAAAADwAAAAAAAAAAAAAAAACYAgAAZHJz&#10;L2Rvd25yZXYueG1sUEsFBgAAAAAEAAQA9QAAAIsDAAAAAA==&#10;" fillcolor="#f6f6f6" stroked="f"/>
                        <v:rect id="Rectangle 368" o:spid="_x0000_s1390" style="position:absolute;left:1879;top:10926;width:6215;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quy8cA&#10;AADcAAAADwAAAGRycy9kb3ducmV2LnhtbESPQWvCQBSE70L/w/IKXqRuqrW10VVEUDwpTT30+Jp9&#10;JqHZtyG7JtFf7woFj8PMfMPMl50pRUO1KywreB1GIIhTqwvOFBy/Ny9TEM4jaywtk4ILOVgunnpz&#10;jLVt+YuaxGciQNjFqCD3voqldGlOBt3QVsTBO9naoA+yzqSusQ1wU8pRFL1LgwWHhRwrWueU/iVn&#10;o2BS/W4/3g7j/TUZbO2xTHfNZ/ujVP+5W81AeOr8I/zf3mkF4+kE7mfCEZC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arsvHAAAA3AAAAA8AAAAAAAAAAAAAAAAAmAIAAGRy&#10;cy9kb3ducmV2LnhtbFBLBQYAAAAABAAEAPUAAACMAwAAAAA=&#10;" fillcolor="#f5f5f5" stroked="f"/>
                        <v:rect id="Rectangle 369" o:spid="_x0000_s1391" style="position:absolute;left:1879;top:10974;width:6215;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hg5cUA&#10;AADcAAAADwAAAGRycy9kb3ducmV2LnhtbESPQWvCQBSE7wX/w/KE3urGClZTVwkWQSgUqiJ4e2Sf&#10;SWr2bdhdTfLvu4LgcZiZb5jFqjO1uJHzlWUF41ECgji3uuJCwWG/eZuB8AFZY22ZFPTkYbUcvCww&#10;1bblX7rtQiEihH2KCsoQmlRKn5dk0I9sQxy9s3UGQ5SukNphG+Gmlu9JMpUGK44LJTa0Lim/7K5G&#10;wbGv/trsa2632eZ0Pf9MPi79t1PqddhlnyACdeEZfrS3WsFkNoX7mXgE5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WGDlxQAAANwAAAAPAAAAAAAAAAAAAAAAAJgCAABkcnMv&#10;ZG93bnJldi54bWxQSwUGAAAAAAQABAD1AAAAigMAAAAA&#10;" fillcolor="#f4f4f4" stroked="f"/>
                        <v:rect id="Rectangle 370" o:spid="_x0000_s1392" style="position:absolute;left:1879;top:11022;width:6215;height: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cxc8QA&#10;AADcAAAADwAAAGRycy9kb3ducmV2LnhtbESPT2vCQBTE70K/w/IKveluK/5LXaUIUk+C2uL1Nfua&#10;BLNvQ3YTo5/eFQSPw8z8hpkvO1uKlmpfONbwPlAgiFNnCs40/BzW/SkIH5ANlo5Jw4U8LBcvvTkm&#10;xp15R+0+ZCJC2CeoIQ+hSqT0aU4W/cBVxNH7d7XFEGWdSVPjOcJtKT+UGkuLBceFHCta5ZSe9o3V&#10;cLy2Tfh2f037S3Y7HNFpdlBK67fX7usTRKAuPMOP9sZoGE4ncD8Tj4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nMXPEAAAA3AAAAA8AAAAAAAAAAAAAAAAAmAIAAGRycy9k&#10;b3ducmV2LnhtbFBLBQYAAAAABAAEAPUAAACJAwAAAAA=&#10;" fillcolor="#f3f3f3" stroked="f"/>
                        <v:rect id="Rectangle 371" o:spid="_x0000_s1393" style="position:absolute;left:1879;top:11058;width:6215;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4GY8MA&#10;AADcAAAADwAAAGRycy9kb3ducmV2LnhtbERPXWvCMBR9H/gfwhX2MmY6B0OqaRFxMpgwrJOyt0tz&#10;1xSbm9Jktf775UHw8XC+V/loWzFQ7xvHCl5mCQjiyumGawXfx/fnBQgfkDW2jknBlTzk2eRhhal2&#10;Fz7QUIRaxBD2KSowIXSplL4yZNHPXEccuV/XWwwR9rXUPV5iuG3lPEnepMWGY4PBjjaGqnPxZxWs&#10;ZfnD++JzOFlzlaV+Otuv3Vapx+m4XoIINIa7+Ob+0ApeF3FtPBOPgM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84GY8MAAADcAAAADwAAAAAAAAAAAAAAAACYAgAAZHJzL2Rv&#10;d25yZXYueG1sUEsFBgAAAAAEAAQA9QAAAIgDAAAAAA==&#10;" fillcolor="#f2f2f2" stroked="f"/>
                        <v:rect id="Rectangle 372" o:spid="_x0000_s1394" style="position:absolute;left:1879;top:11107;width:6215;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rjd8QA&#10;AADcAAAADwAAAGRycy9kb3ducmV2LnhtbESPQYvCMBSE7wv+h/CEvSya6sqi1SgiCqs3W0G8PZpn&#10;W2xeShO16683grDHYWa+YWaL1lTiRo0rLSsY9CMQxJnVJecKDummNwbhPLLGyjIp+CMHi3nnY4ax&#10;tnfe0y3xuQgQdjEqKLyvYyldVpBB17c1cfDOtjHog2xyqRu8B7ip5DCKfqTBksNCgTWtCsouydUE&#10;yv5iTtloHe2+ths+TtJ019YPpT677XIKwlPr/8Pv9q9W8D2ewOtMOAJ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643fEAAAA3AAAAA8AAAAAAAAAAAAAAAAAmAIAAGRycy9k&#10;b3ducmV2LnhtbFBLBQYAAAAABAAEAPUAAACJAwAAAAA=&#10;" fillcolor="#f1f1f1" stroked="f"/>
                        <v:rect id="Rectangle 373" o:spid="_x0000_s1395" style="position:absolute;left:1879;top:11155;width:6215;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7ZgMQA&#10;AADcAAAADwAAAGRycy9kb3ducmV2LnhtbERPXWvCMBR9F/wP4Qp7kZk6UWY1ig4EYWOgDsbe7prb&#10;ptrcdE203b9fHoQ9Hs73ct3ZStyo8aVjBeNRAoI4c7rkQsHHaff4DMIHZI2VY1LwSx7Wq35vial2&#10;LR/odgyFiCHsU1RgQqhTKX1myKIfuZo4crlrLIYIm0LqBtsYbiv5lCQzabHk2GCwphdD2eV4tQq2&#10;r59ver47m2s+Hb4n+ffP4atFpR4G3WYBIlAX/sV3914rmMzj/HgmHg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e2YDEAAAA3AAAAA8AAAAAAAAAAAAAAAAAmAIAAGRycy9k&#10;b3ducmV2LnhtbFBLBQYAAAAABAAEAPUAAACJAwAAAAA=&#10;" fillcolor="#f0f0f0" stroked="f"/>
                        <v:rect id="Rectangle 374" o:spid="_x0000_s1396" style="position:absolute;left:1902;top:10471;width:6191;height: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07McYA&#10;AADcAAAADwAAAGRycy9kb3ducmV2LnhtbESPQWsCMRSE74X+h/AK3mpWxVJXoxRFUaQUrdQeXzfP&#10;3aWblzWJuv57IxR6HGbmG2Y0aUwlzuR8aVlBp52AIM6sLjlXsPucP7+C8AFZY2WZFFzJw2T8+DDC&#10;VNsLb+i8DbmIEPYpKihCqFMpfVaQQd+2NXH0DtYZDFG6XGqHlwg3lewmyYs0WHJcKLCmaUHZ7/Zk&#10;FOB6/bFb4Gr/3f/JZ+/Xw9H1v45KtZ6atyGIQE34D/+1l1pBb9CB+5l4BOT4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007McYAAADcAAAADwAAAAAAAAAAAAAAAACYAgAAZHJz&#10;L2Rvd25yZXYueG1sUEsFBgAAAAAEAAQA9QAAAIsDAAAAAA==&#10;" filled="f" strokecolor="#404040" strokeweight="1e-4mm">
                          <v:stroke joinstyle="round" endcap="round"/>
                        </v:rect>
                        <v:rect id="Rectangle 375" o:spid="_x0000_s1397" style="position:absolute;left:2746;top:10624;width:4438;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t/ZMIA&#10;AADcAAAADwAAAGRycy9kb3ducmV2LnhtbESP3WoCMRSE7wu+QziCdzXrCkVXo4ggaOmNqw9w2Jz9&#10;weRkSVJ3+/amUOjlMDPfMNv9aI14kg+dYwWLeQaCuHK640bB/XZ6X4EIEVmjcUwKfijAfjd522Kh&#10;3cBXepaxEQnCoUAFbYx9IWWoWrIY5q4nTl7tvMWYpG+k9jgkuDUyz7IPabHjtNBiT8eWqkf5bRXI&#10;W3kaVqXxmfvM6y9zOV9rckrNpuNhAyLSGP/Df+2zVrBc5/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S39k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Ex post review of investments that are over revenue allowance</w:t>
                                </w:r>
                              </w:p>
                            </w:txbxContent>
                          </v:textbox>
                        </v:rect>
                        <v:rect id="Rectangle 376" o:spid="_x0000_s1398" style="position:absolute;left:7202;top:10624;width:45;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fa/8IA&#10;AADcAAAADwAAAGRycy9kb3ducmV2LnhtbESPzYoCMRCE7wu+Q2jB25pRYXFHo4ggqOzFcR+gmfT8&#10;YNIZkuiMb2+EhT0WVfUVtd4O1ogH+dA6VjCbZiCIS6dbrhX8Xg+fSxAhIms0jknBkwJsN6OPNeba&#10;9XyhRxFrkSAcclTQxNjlUoayIYth6jri5FXOW4xJ+lpqj32CWyPnWfYlLbacFhrsaN9QeSvuVoG8&#10;Fod+WRifufO8+jGn46Uip9RkPOxWICIN8T/81z5qBYvvBbzPpCM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B9r/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w:t>
                                </w:r>
                              </w:p>
                            </w:txbxContent>
                          </v:textbox>
                        </v:rect>
                        <v:rect id="Rectangle 377" o:spid="_x0000_s1399" style="position:absolute;left:1951;top:10817;width:2802;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5Ci8IA&#10;AADcAAAADwAAAGRycy9kb3ducmV2LnhtbESP3WoCMRSE7wu+QziCdzWrFtHVKFIQbPHG1Qc4bM7+&#10;YHKyJKm7ffumIHg5zMw3zHY/WCMe5EPrWMFsmoEgLp1uuVZwux7fVyBCRNZoHJOCXwqw343etphr&#10;1/OFHkWsRYJwyFFBE2OXSxnKhiyGqeuIk1c5bzEm6WupPfYJbo2cZ9lSWmw5LTTY0WdD5b34sQrk&#10;tTj2q8L4zH3Pq7P5Ol0qckpNxsNhAyLSEF/hZ/ukFSz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7kKL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 xml:space="preserve">Auditing of investments including timing </w:t>
                                </w:r>
                              </w:p>
                            </w:txbxContent>
                          </v:textbox>
                        </v:rect>
                        <v:rect id="Rectangle 378" o:spid="_x0000_s1400" style="position:absolute;left:4806;top:10817;width:54;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LnEMIA&#10;AADcAAAADwAAAGRycy9kb3ducmV2LnhtbESP3WoCMRSE7wu+QziCdzWrUtHVKFIQbPHG1Qc4bM7+&#10;YHKyJKm7ffumIHg5zMw3zHY/WCMe5EPrWMFsmoEgLp1uuVZwux7fVyBCRNZoHJOCXwqw343etphr&#10;1/OFHkWsRYJwyFFBE2OXSxnKhiyGqeuIk1c5bzEm6WupPfYJbo2cZ9lSWmw5LTTY0WdD5b34sQrk&#10;tTj2q8L4zH3Pq7P5Ol0qckpNxsNhAyLSEF/hZ/ukFSzWH/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oucQ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w:t>
                                </w:r>
                              </w:p>
                            </w:txbxContent>
                          </v:textbox>
                        </v:rect>
                        <v:rect id="Rectangle 379" o:spid="_x0000_s1401" style="position:absolute;left:4866;top:10817;width:3069;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B5Z8IA&#10;AADcAAAADwAAAGRycy9kb3ducmV2LnhtbESPzYoCMRCE74LvEFrwphkVxB2NIoKgy14c9wGaSc8P&#10;Jp0hic749puFhT0WVfUVtTsM1ogX+dA6VrCYZyCIS6dbrhV838+zDYgQkTUax6TgTQEO+/Foh7l2&#10;Pd/oVcRaJAiHHBU0MXa5lKFsyGKYu444eZXzFmOSvpbaY5/g1shllq2lxZbTQoMdnRoqH8XTKpD3&#10;4txvCuMz97msvsz1cqvIKTWdDMctiEhD/A//tS9awepjD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cHln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matched against national transmission plan</w:t>
                                </w:r>
                              </w:p>
                            </w:txbxContent>
                          </v:textbox>
                        </v:rect>
                        <v:rect id="Rectangle 380" o:spid="_x0000_s1402" style="position:absolute;left:7937;top:10817;width:98;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zc/MIA&#10;AADcAAAADwAAAGRycy9kb3ducmV2LnhtbESP3WoCMRSE7wu+QziCdzWrQtXVKFIQbPHG1Qc4bM7+&#10;YHKyJKm7ffumIHg5zMw3zHY/WCMe5EPrWMFsmoEgLp1uuVZwux7fVyBCRNZoHJOCXwqw343etphr&#10;1/OFHkWsRYJwyFFBE2OXSxnKhiyGqeuIk1c5bzEm6WupPfYJbo2cZ9mHtNhyWmiwo8+GynvxYxXI&#10;a3HsV4XxmfueV2fzdbpU5JSajIfDBkSkIb7Cz/ZJK1isl/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PNz8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w:t>
                                </w:r>
                              </w:p>
                            </w:txbxContent>
                          </v:textbox>
                        </v:rect>
                        <v:line id="Line 381" o:spid="_x0000_s1403" style="position:absolute;visibility:visible;mso-wrap-style:square" from="4998,9959" to="4998,10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S3+sEAAADcAAAADwAAAGRycy9kb3ducmV2LnhtbERPS2vCQBC+C/0PyxR6M5uaoia6SikI&#10;tScf7X3IjklodjbsbjX++86h0OPH915vR9erK4XYeTbwnOWgiGtvO24MfJ530yWomJAt9p7JwJ0i&#10;bDcPkzVW1t/4SNdTapSEcKzQQJvSUGkd65YcxswPxMJdfHCYBIZG24A3CXe9nuX5XDvsWBpaHOit&#10;pfr79OOk5GX5tTjTvTjoGIrZsdnvPsq9MU+P4+sKVKIx/Yv/3O/WQFHKWjkjR0Bv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tLf6wQAAANwAAAAPAAAAAAAAAAAAAAAA&#10;AKECAABkcnMvZG93bnJldi54bWxQSwUGAAAAAAQABAD5AAAAjwMAAAAA&#10;" strokecolor="#404040" strokeweight="44e-5mm">
                          <v:stroke endcap="round"/>
                        </v:line>
                        <v:shape id="Freeform 382" o:spid="_x0000_s1404" style="position:absolute;left:4941;top:10358;width:113;height:113;visibility:visible;mso-wrap-style:square;v-text-anchor:top" coordsize="15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9QTMcA&#10;AADcAAAADwAAAGRycy9kb3ducmV2LnhtbESPQWvCQBSE7wX/w/KE3urGlohG1yCCtBQCajy0t0f2&#10;maTNvg3ZrUn99d2C4HGYmW+YVTqYRlyoc7VlBdNJBIK4sLrmUsEp3z3NQTiPrLGxTAp+yUG6Hj2s&#10;MNG25wNdjr4UAcIuQQWV920ipSsqMugmtiUO3tl2Bn2QXSl1h32Am0Y+R9FMGqw5LFTY0rai4vv4&#10;YxTMm3KXu49T9vqV7a/1NM7jz/erUo/jYbME4Wnw9/Ct/aYVvCwW8H8mHAG5/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8fUEzHAAAA3AAAAA8AAAAAAAAAAAAAAAAAmAIAAGRy&#10;cy9kb3ducmV2LnhtbFBLBQYAAAAABAAEAPUAAACMAwAAAAA=&#10;" path="m75,150l,c47,24,103,24,150,l75,150xe" fillcolor="#404040" strokeweight="0">
                          <v:path arrowok="t" o:connecttype="custom" o:connectlocs="57,113;0,0;113,0;57,113" o:connectangles="0,0,0,0"/>
                        </v:shape>
                        <v:rect id="Rectangle 383" o:spid="_x0000_s1405" style="position:absolute;left:662;top:7023;width:338;height:18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Ucar4A&#10;AADcAAAADwAAAGRycy9kb3ducmV2LnhtbERPy2oCMRTdC/5DuEJ3miilyGgUEQRb3Dj6AZfJnQcm&#10;N0MSnenfNwuhy8N5b/ejs+JFIXaeNSwXCgRx5U3HjYb77TRfg4gJ2aD1TBp+KcJ+N51ssTB+4Cu9&#10;ytSIHMKxQA1tSn0hZaxachgXvifOXO2Dw5RhaKQJOORwZ+VKqS/psOPc0GJPx5aqR/l0GuStPA3r&#10;0gblf1b1xX6frzV5rT9m42EDItGY/sVv99lo+FR5fj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V1HGq+AAAA3AAAAA8AAAAAAAAAAAAAAAAAmAIAAGRycy9kb3ducmV2&#10;LnhtbFBLBQYAAAAABAAEAPUAAACDAwAAAAA=&#10;" filled="f" stroked="f">
                          <v:textbox style="mso-fit-shape-to-text:t" inset="0,0,0,0">
                            <w:txbxContent>
                              <w:p w:rsidR="00E86396" w:rsidRDefault="00E86396">
                                <w:proofErr w:type="spellStart"/>
                                <w:r>
                                  <w:rPr>
                                    <w:rFonts w:ascii="Arial" w:hAnsi="Arial" w:cs="Arial"/>
                                    <w:b/>
                                    <w:bCs/>
                                    <w:color w:val="000000"/>
                                    <w:sz w:val="16"/>
                                    <w:szCs w:val="16"/>
                                    <w:lang w:val="en-US"/>
                                  </w:rPr>
                                  <w:t>AER</w:t>
                                </w:r>
                                <w:proofErr w:type="spellEnd"/>
                              </w:p>
                            </w:txbxContent>
                          </v:textbox>
                        </v:rect>
                        <v:rect id="Rectangle 384" o:spid="_x0000_s1406" style="position:absolute;left:3011;top:2867;width:2276;height:8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U4e8cA&#10;AADcAAAADwAAAGRycy9kb3ducmV2LnhtbESPQWvCQBSE7wX/w/KEXqRubLXY6CoSWuhBRGMOHh/Z&#10;1ySafZtmtyb9911B6HGYmW+Y5bo3tbhS6yrLCibjCARxbnXFhYLs+PE0B+E8ssbaMin4JQfr1eBh&#10;ibG2HR/omvpCBAi7GBWU3jexlC4vyaAb24Y4eF+2NeiDbAupW+wC3NTyOYpepcGKw0KJDSUl5Zf0&#10;xyhImo63+538Tt9H52x0enk7zRKt1OOw3yxAeOr9f/je/tQKptEEbmfCEZCr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FFOHvHAAAA3AAAAA8AAAAAAAAAAAAAAAAAmAIAAGRy&#10;cy9kb3ducmV2LnhtbFBLBQYAAAAABAAEAPUAAACMAwAAAAA=&#10;" fillcolor="#cdcdcd" stroked="f"/>
                        <v:shape id="Picture 385" o:spid="_x0000_s1407" type="#_x0000_t75" style="position:absolute;left:3018;top:2869;width:2276;height:8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OJBGvDAAAA3AAAAA8AAABkcnMvZG93bnJldi54bWxEj0FrAjEUhO8F/0N4greauEhZtkYRsUXo&#10;qdZDj4/N62br5mXZRDftr28Eocdh5pthVpvkOnGlIbSeNSzmCgRx7U3LjYbTx8tjCSJEZIOdZ9Lw&#10;QwE268nDCivjR36n6zE2IpdwqFCDjbGvpAy1JYdh7nvi7H35wWHMcmikGXDM5a6ThVJP0mHLecFi&#10;TztL9fl4cRqWY/u2X1x+UZXNd6Fe06dN5UHr2TRtn0FESvE/fKcPJnOqgNuZfATk+g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g4kEa8MAAADcAAAADwAAAAAAAAAAAAAAAACf&#10;AgAAZHJzL2Rvd25yZXYueG1sUEsFBgAAAAAEAAQA9wAAAI8DAAAAAA==&#10;">
                          <v:imagedata r:id="rId37" o:title=""/>
                        </v:shape>
                        <v:rect id="Rectangle 386" o:spid="_x0000_s1408" style="position:absolute;left:3011;top:2867;width:2276;height:8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sDl8YA&#10;AADcAAAADwAAAGRycy9kb3ducmV2LnhtbESPQWvCQBSE74L/YXlCL1I31lpsdJUSLPRQRKMHj4/s&#10;axLNvk2zq4n/3i0UPA4z8w2zWHWmEldqXGlZwXgUgSDOrC45V3DYfz7PQDiPrLGyTApu5GC17PcW&#10;GGvb8o6uqc9FgLCLUUHhfR1L6bKCDLqRrYmD92Mbgz7IJpe6wTbATSVfouhNGiw5LBRYU1JQdk4v&#10;RkFSt/y93cjfdD08HYbHyftxmmilngbdxxyEp84/wv/tL63gNZrA35lwBOTy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sDl8YAAADcAAAADwAAAAAAAAAAAAAAAACYAgAAZHJz&#10;L2Rvd25yZXYueG1sUEsFBgAAAAAEAAQA9QAAAIsDAAAAAA==&#10;" fillcolor="#cdcdcd" stroked="f"/>
                        <v:rect id="Rectangle 387" o:spid="_x0000_s1409" style="position:absolute;left:3011;top:2855;width:2300;height:8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Kb48YA&#10;AADcAAAADwAAAGRycy9kb3ducmV2LnhtbESPQWvCQBSE74X+h+UVvIhuaq1o6ioSLHiQ0kYPHh/Z&#10;Z5I2+zZmVxP/vSsIPQ4z8w0zX3amEhdqXGlZweswAkGcWV1yrmC/+xxMQTiPrLGyTAqu5GC5eH6a&#10;Y6xtyz90SX0uAoRdjAoK7+tYSpcVZNANbU0cvKNtDPogm1zqBtsAN5UcRdFEGiw5LBRYU1JQ9pee&#10;jYKkbnn7/SVP6br/u+8f3maH90Qr1XvpVh8gPHX+P/xob7SCcTSG+5lwBOT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TKb48YAAADcAAAADwAAAAAAAAAAAAAAAACYAgAAZHJz&#10;L2Rvd25yZXYueG1sUEsFBgAAAAAEAAQA9QAAAIsDAAAAAA==&#10;" fillcolor="#cdcdcd" stroked="f"/>
                        <v:shape id="Freeform 388" o:spid="_x0000_s1410" style="position:absolute;left:3012;top:2863;width:2288;height:877;visibility:visible;mso-wrap-style:square;v-text-anchor:top" coordsize="3040,1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XO0MUA&#10;AADcAAAADwAAAGRycy9kb3ducmV2LnhtbESPW2sCMRSE34X+h3AKvohm6w27NYoIhbaI4A1fD5vT&#10;3cXNyZJEXf31TUHwcZiZb5jpvDGVuJDzpWUFb70EBHFmdcm5gv3uszsB4QOyxsoyKbiRh/nspTXF&#10;VNsrb+iyDbmIEPYpKihCqFMpfVaQQd+zNXH0fq0zGKJ0udQOrxFuKtlPkrE0WHJcKLCmZUHZaXs2&#10;CszB0eB88PT90zm+02l9n4xWd6Xar83iA0SgJjzDj/aXVjBMRvB/Jh4BOf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9c7QxQAAANwAAAAPAAAAAAAAAAAAAAAAAJgCAABkcnMv&#10;ZG93bnJldi54bWxQSwUGAAAAAAQABAD1AAAAigMAAAAA&#10;" path="m8,1149r3024,l3024,1157,3024,8r8,8l8,16,16,8r,1149c16,1161,12,1165,8,1165v-5,,-8,-4,-8,-8l,8c,3,3,,8,l3032,v4,,8,3,8,8l3040,1157v,4,-4,8,-8,8l8,1165v-5,,-8,-4,-8,-8c,1152,3,1149,8,1149xe" strokeweight="0">
                          <v:path arrowok="t" o:connecttype="custom" o:connectlocs="6,865;2282,865;2276,871;2276,6;2282,12;6,12;12,6;12,871;6,877;0,871;0,6;6,0;2282,0;2288,6;2288,871;2282,877;6,877;0,871;6,865" o:connectangles="0,0,0,0,0,0,0,0,0,0,0,0,0,0,0,0,0,0,0"/>
                        </v:shape>
                        <v:rect id="Rectangle 389" o:spid="_x0000_s1411" style="position:absolute;left:3011;top:2855;width:2300;height:8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gD8cA&#10;AADcAAAADwAAAGRycy9kb3ducmV2LnhtbESPQWvCQBSE7wX/w/KEXqRu2mrQ1FVKaKEHEU09eHxk&#10;X5No9m2a3Zr4711B6HGYmW+Yxao3tThT6yrLCp7HEQji3OqKCwX778+nGQjnkTXWlknBhRysloOH&#10;BSbadryjc+YLESDsElRQet8kUrq8JINubBvi4P3Y1qAPsi2kbrELcFPLlyiKpcGKw0KJDaUl5afs&#10;zyhIm47X2438zT5Gx/3o8Do/TFOt1OOwf38D4an3/+F7+0srmEQx3M6EI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6soA/HAAAA3AAAAA8AAAAAAAAAAAAAAAAAmAIAAGRy&#10;cy9kb3ducmV2LnhtbFBLBQYAAAAABAAEAPUAAACMAwAAAAA=&#10;" fillcolor="#cdcdcd" stroked="f"/>
                        <v:rect id="Rectangle 390" o:spid="_x0000_s1412" style="position:absolute;left:2975;top:2831;width:2300;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cZFsgA&#10;AADcAAAADwAAAGRycy9kb3ducmV2LnhtbESPQUsDMRSE74X+h/AEL6VNlFp1bVpUKBQshbaCeHtu&#10;3m62bl7WTdpd/70RBI/DzHzDzJe9q8WZ2lB51nA1USCIc28qLjW8HlbjOxAhIhusPZOGbwqwXAwH&#10;c8yM73hH530sRYJwyFCDjbHJpAy5JYdh4hvi5BW+dRiTbEtpWuwS3NXyWqmZdFhxWrDY0LOl/HN/&#10;chqeXt425n51tKfiZrRVxcfX7r1DrS8v+scHEJH6+B/+a6+Nhqm6hd8z6QjIx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U1xkWyAAAANwAAAAPAAAAAAAAAAAAAAAAAJgCAABk&#10;cnMvZG93bnJldi54bWxQSwUGAAAAAAQABAD1AAAAjQMAAAAA&#10;" fillcolor="#f0f0f0" stroked="f"/>
                        <v:rect id="Rectangle 391" o:spid="_x0000_s1413" style="position:absolute;left:2975;top:2843;width:2300;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APssAA&#10;AADcAAAADwAAAGRycy9kb3ducmV2LnhtbERPy4rCMBTdC/5DuMLsNPFVnI5RRBAGRhdWYbaX5tqW&#10;aW5qE7Xz92YhuDyc93Ld2VrcqfWVYw3jkQJBnDtTcaHhfNoNFyB8QDZYOyYN/+Rhver3lpga9+Aj&#10;3bNQiBjCPkUNZQhNKqXPS7LoR64hjtzFtRZDhG0hTYuPGG5rOVEqkRYrjg0lNrQtKf/LblYDJjNz&#10;PVym+9PPLcHPolO7+a/S+mPQbb5ABOrCW/xyfxsNMxXXxjPxCM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BAPssAAAADcAAAADwAAAAAAAAAAAAAAAACYAgAAZHJzL2Rvd25y&#10;ZXYueG1sUEsFBgAAAAAEAAQA9QAAAIUDAAAAAA==&#10;" stroked="f"/>
                        <v:rect id="Rectangle 392" o:spid="_x0000_s1414" style="position:absolute;left:2975;top:2867;width:2300;height: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kCXMYA&#10;AADcAAAADwAAAGRycy9kb3ducmV2LnhtbESPQWvCQBSE74L/YXlCL1I3StE2uooWSotQqLaHHh/Z&#10;ZzYk+zbNrkn6711B8DjMzDfMatPbSrTU+MKxgukkAUGcOV1wruDn++3xGYQPyBorx6Tgnzxs1sPB&#10;ClPtOj5Qewy5iBD2KSowIdSplD4zZNFPXE0cvZNrLIYom1zqBrsIt5WcJclcWiw4Lhis6dVQVh7P&#10;VsGiy/7Kc/s52+nf0u3H753Z4ZdSD6N+uwQRqA/38K39oRU8JS9wPROPgFx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8kCXMYAAADcAAAADwAAAAAAAAAAAAAAAACYAgAAZHJz&#10;L2Rvd25yZXYueG1sUEsFBgAAAAAEAAQA9QAAAIsDAAAAAA==&#10;" fillcolor="#fefefe" stroked="f"/>
                        <v:rect id="Rectangle 393" o:spid="_x0000_s1415" style="position:absolute;left:2975;top:2927;width:2300;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P1V8IA&#10;AADcAAAADwAAAGRycy9kb3ducmV2LnhtbERPTWvCQBC9F/wPywi91Y1SiqTZSKhYCr00UXoesmMS&#10;m52N2a0m+fXuQfD4eN/JZjCtuFDvGssKlosIBHFpdcOVgsN+97IG4TyyxtYyKRjJwSadPSUYa3vl&#10;nC6Fr0QIYRejgtr7LpbSlTUZdAvbEQfuaHuDPsC+krrHawg3rVxF0Zs02HBoqLGjj5rKv+LfKGjG&#10;z8xnZ3vKJhxb/fO9LfLfSann+ZC9g/A0+If47v7SCl6XYX44E46ATG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Y/VXwgAAANwAAAAPAAAAAAAAAAAAAAAAAJgCAABkcnMvZG93&#10;bnJldi54bWxQSwUGAAAAAAQABAD1AAAAhwMAAAAA&#10;" fillcolor="#fdfdfd" stroked="f"/>
                        <v:rect id="Rectangle 394" o:spid="_x0000_s1416" style="position:absolute;left:2975;top:2975;width:2300;height: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2lgsEA&#10;AADcAAAADwAAAGRycy9kb3ducmV2LnhtbESP3arCMBCE7wXfIazgjWhaESnVKCIeOHjl3wMszdoW&#10;m01porY+vREEL4eZ+YZZrltTiQc1rrSsIJ5EIIgzq0vOFVzOf+MEhPPIGivLpKAjB+tVv7fEVNsn&#10;H+lx8rkIEHYpKii8r1MpXVaQQTexNXHwrrYx6INscqkbfAa4qeQ0iubSYMlhocCatgVlt9PdKGg3&#10;lrpunoxG++SgsdvttvnrptRw0G4WIDy1/hf+tv+1glkcw+dMOAJy9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dpYLBAAAA3AAAAA8AAAAAAAAAAAAAAAAAmAIAAGRycy9kb3du&#10;cmV2LnhtbFBLBQYAAAAABAAEAPUAAACGAwAAAAA=&#10;" fillcolor="#fcfcfc" stroked="f"/>
                        <v:rect id="Rectangle 395" o:spid="_x0000_s1417" style="position:absolute;left:2975;top:3036;width:2300;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XeWsMA&#10;AADcAAAADwAAAGRycy9kb3ducmV2LnhtbESPQWuDQBSE74X+h+UVcmvWSBJSm1VKIZCrxtwf7ova&#10;uG/F3ajNr88GCj0OM/MNs89m04mRBtdaVrBaRiCIK6tbrhWUp8P7DoTzyBo7y6Tglxxk6evLHhNt&#10;J85pLHwtAoRdggoa7/tESlc1ZNAtbU8cvIsdDPogh1rqAacAN52Mo2grDbYcFhrs6buh6lrcjILz&#10;ZpfH01Xey/uPOX9cbodyxE6pxdv89QnC0+z/w3/to1awXsXwPBOOgEw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XeWsMAAADcAAAADwAAAAAAAAAAAAAAAACYAgAAZHJzL2Rv&#10;d25yZXYueG1sUEsFBgAAAAAEAAQA9QAAAIgDAAAAAA==&#10;" fillcolor="#fbfbfb" stroked="f"/>
                        <v:rect id="Rectangle 396" o:spid="_x0000_s1418" style="position:absolute;left:2975;top:3084;width:2300;height: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xqD8cA&#10;AADcAAAADwAAAGRycy9kb3ducmV2LnhtbESP3WrCQBSE7wu+w3IEb4pubIs/qatIVahCLxp9gEP2&#10;NAlmz67Z1aQ+fbdQ6OUwM98wi1VnanGjxleWFYxHCQji3OqKCwWn4244A+EDssbaMin4Jg+rZe9h&#10;gam2LX/SLQuFiBD2KSooQ3CplD4vyaAfWUccvS/bGAxRNoXUDbYRbmr5lCQTabDiuFCio7eS8nN2&#10;NQou2fa0uT9Ou/ZQzV2Yf+yPs7VTatDv1q8gAnXhP/zXftcKXsbP8HsmHgG5/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18ag/HAAAA3AAAAA8AAAAAAAAAAAAAAAAAmAIAAGRy&#10;cy9kb3ducmV2LnhtbFBLBQYAAAAABAAEAPUAAACMAwAAAAA=&#10;" fillcolor="#fafafa" stroked="f"/>
                        <v:rect id="Rectangle 397" o:spid="_x0000_s1419" style="position:absolute;left:2975;top:3144;width:2300;height: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iPTcUA&#10;AADcAAAADwAAAGRycy9kb3ducmV2LnhtbESPQWvCQBSE74L/YXmCt7oxqEjqKiItFouiNvT8yL4m&#10;0ezbkN1q6q93hYLHYWa+YWaL1lTiQo0rLSsYDiIQxJnVJecK0q/3lykI55E1VpZJwR85WMy7nRkm&#10;2l75QJejz0WAsEtQQeF9nUjpsoIMuoGtiYP3YxuDPsgml7rBa4CbSsZRNJEGSw4LBda0Kig7H3+N&#10;Ap2Od/Em/j7p/Xbi9C2NPv36Tal+r12+gvDU+mf4v/2hFYyGI3icCUd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aI9NxQAAANwAAAAPAAAAAAAAAAAAAAAAAJgCAABkcnMv&#10;ZG93bnJldi54bWxQSwUGAAAAAAQABAD1AAAAigMAAAAA&#10;" fillcolor="#f9f9f9" stroked="f"/>
                        <v:rect id="Rectangle 398" o:spid="_x0000_s1420" style="position:absolute;left:2975;top:3204;width:2300;height:1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1mbsYA&#10;AADcAAAADwAAAGRycy9kb3ducmV2LnhtbESPQWvCQBCF74X+h2WEXorZKLVIdBWVWnoQQas5j9kx&#10;Cc3Oht2tpv++KwgeH2/e9+ZN551pxIWcry0rGCQpCOLC6ppLBYfvdX8MwgdkjY1lUvBHHuaz56cp&#10;ZtpeeUeXfShFhLDPUEEVQptJ6YuKDPrEtsTRO1tnMETpSqkdXiPcNHKYpu/SYM2xocKWVhUVP/tf&#10;E9/Yfi6XOX6sj4fmtNH4Ojy6Xa7US69bTEAE6sLj+J7+0greBiO4jYkEkL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E1mbsYAAADcAAAADwAAAAAAAAAAAAAAAACYAgAAZHJz&#10;L2Rvd25yZXYueG1sUEsFBgAAAAAEAAQA9QAAAIsDAAAAAA==&#10;" fillcolor="#f8f8f8" stroked="f"/>
                        <v:rect id="Rectangle 399" o:spid="_x0000_s1421" style="position:absolute;left:2975;top:3313;width:2300;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X2MYA&#10;AADcAAAADwAAAGRycy9kb3ducmV2LnhtbESPzWvCQBTE7wX/h+UJvRTdWIofMRtRoR/oyejF2yP7&#10;TILZtyG7jcl/3y0Uehxm5jdMsulNLTpqXWVZwWwagSDOra64UHA5v0+WIJxH1lhbJgUDOdiko6cE&#10;Y20ffKIu84UIEHYxKii9b2IpXV6SQTe1DXHwbrY16INsC6lbfAS4qeVrFM2lwYrDQokN7UvK79m3&#10;UXBcmd2wssMi66479/JZHU4fOSr1PO63axCeev8f/mt/aQVvszn8nglHQK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pzX2MYAAADcAAAADwAAAAAAAAAAAAAAAACYAgAAZHJz&#10;L2Rvd25yZXYueG1sUEsFBgAAAAAEAAQA9QAAAIsDAAAAAA==&#10;" fillcolor="#f7f7f7" stroked="f"/>
                        <v:rect id="Rectangle 400" o:spid="_x0000_s1422" style="position:absolute;left:2975;top:3361;width:2300;height: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8Ot8YA&#10;AADcAAAADwAAAGRycy9kb3ducmV2LnhtbESP3WoCMRSE7wXfIRyhN6JZi1VZjVIsgrSC+AdeHjfH&#10;3aWbkyVJ3e3bN4VCL4eZ+YZZrFpTiQc5X1pWMBomIIgzq0vOFZxPm8EMhA/IGivLpOCbPKyW3c4C&#10;U20bPtDjGHIRIexTVFCEUKdS+qwgg35oa+Lo3a0zGKJ0udQOmwg3lXxOkok0WHJcKLCmdUHZ5/HL&#10;KGiS3Rv3P26Ty8t5n7vN/p2ua1Tqqde+zkEEasN/+K+91QrGoyn8nolH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n8Ot8YAAADcAAAADwAAAAAAAAAAAAAAAACYAgAAZHJz&#10;L2Rvd25yZXYueG1sUEsFBgAAAAAEAAQA9QAAAIsDAAAAAA==&#10;" fillcolor="#f6f6f6" stroked="f"/>
                        <v:rect id="Rectangle 401" o:spid="_x0000_s1423" style="position:absolute;left:2975;top:3421;width:2300;height: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tZt8QA&#10;AADcAAAADwAAAGRycy9kb3ducmV2LnhtbERPTWvCQBC9C/0PyxR6KbpJtdqmWaUIiieL0YPHaXaa&#10;hGZnQ3abRH+9eyh4fLzvdDWYWnTUusqygngSgSDOra64UHA6bsZvIJxH1lhbJgUXcrBaPoxSTLTt&#10;+UBd5gsRQtglqKD0vkmkdHlJBt3ENsSB+7GtQR9gW0jdYh/CTS1fomguDVYcGkpsaF1S/pv9GQWv&#10;zfd2Mfua7q/Z89ae6nzXvfdnpZ4eh88PEJ4Gfxf/u3dawSwOa8OZcAT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7WbfEAAAA3AAAAA8AAAAAAAAAAAAAAAAAmAIAAGRycy9k&#10;b3ducmV2LnhtbFBLBQYAAAAABAAEAPUAAACJAwAAAAA=&#10;" fillcolor="#f5f5f5" stroked="f"/>
                        <v:rect id="Rectangle 402" o:spid="_x0000_s1424" style="position:absolute;left:2975;top:3481;width:2300;height: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esdcYA&#10;AADcAAAADwAAAGRycy9kb3ducmV2LnhtbESP3WrCQBSE7wu+w3IKvasbrVRNXSUoglAo+IPQu0P2&#10;mKRmz4bd1SRv7xYKvRxm5htmsepMLe7kfGVZwWiYgCDOra64UHA6bl9nIHxA1lhbJgU9eVgtB08L&#10;TLVteU/3QyhEhLBPUUEZQpNK6fOSDPqhbYijd7HOYIjSFVI7bCPc1HKcJO/SYMVxocSG1iXl18PN&#10;KDj31U+bbeZ2l22/b5evt+m1/3RKvTx32QeIQF34D/+1d1rBZDSH3zPxCMj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WesdcYAAADcAAAADwAAAAAAAAAAAAAAAACYAgAAZHJz&#10;L2Rvd25yZXYueG1sUEsFBgAAAAAEAAQA9QAAAIsDAAAAAA==&#10;" fillcolor="#f4f4f4" stroked="f"/>
                        <v:rect id="Rectangle 403" o:spid="_x0000_s1425" style="position:absolute;left:2975;top:3530;width:2300;height: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I7WMEA&#10;AADcAAAADwAAAGRycy9kb3ducmV2LnhtbERPz2vCMBS+C/4P4QneNFG3MatRRBB3EqYbuz6bZ1ts&#10;XkqT1upfbw7Cjh/f7+W6s6VoqfaFYw2TsQJBnDpTcKbh57QbfYLwAdlg6Zg03MnDetXvLTEx7sbf&#10;1B5DJmII+wQ15CFUiZQ+zcmiH7uKOHIXV1sMEdaZNDXeYrgt5VSpD2mx4NiQY0XbnNLrsbEa/h5t&#10;E/bu3LS/ZA+zd7rOT0ppPRx0mwWIQF34F7/cX0bD2zTOj2fiEZC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CO1jBAAAA3AAAAA8AAAAAAAAAAAAAAAAAmAIAAGRycy9kb3du&#10;cmV2LnhtbFBLBQYAAAAABAAEAPUAAACGAwAAAAA=&#10;" fillcolor="#f3f3f3" stroked="f"/>
                        <v:rect id="Rectangle 404" o:spid="_x0000_s1426" style="position:absolute;left:2975;top:3590;width:2300;height: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g9ocUA&#10;AADcAAAADwAAAGRycy9kb3ducmV2LnhtbESPQWvCQBSE70L/w/IKXqRuFJESXUVKWwoVxLQi3h7Z&#10;ZzaYfRuya4z/3hUEj8PMfMPMl52tREuNLx0rGA0TEMS50yUXCv7/vt7eQfiArLFyTAqu5GG5eOnN&#10;MdXuwltqs1CICGGfogITQp1K6XNDFv3Q1cTRO7rGYoiyKaRu8BLhtpLjJJlKiyXHBYM1fRjKT9nZ&#10;KljJ/YHX2W+7s+Yq93pwspvvT6X6r91qBiJQF57hR/tHK5iMR3A/E4+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OD2hxQAAANwAAAAPAAAAAAAAAAAAAAAAAJgCAABkcnMv&#10;ZG93bnJldi54bWxQSwUGAAAAAAQABAD1AAAAigMAAAAA&#10;" fillcolor="#f2f2f2" stroked="f"/>
                        <v:rect id="Rectangle 405" o:spid="_x0000_s1427" style="position:absolute;left:2975;top:3650;width:2300;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LjWcUA&#10;AADcAAAADwAAAGRycy9kb3ducmV2LnhtbESPQWvCQBSE7wX/w/KEXkrdNISiqauINGC9aQTp7ZF9&#10;TYLZtyG7TWJ/vSsUPA4z8w2zXI+mET11rras4G0WgSAurK65VHDKs9c5COeRNTaWScGVHKxXk6cl&#10;ptoOfKD+6EsRIOxSVFB536ZSuqIig25mW+Lg/djOoA+yK6XucAhw08g4it6lwZrDQoUtbSsqLsdf&#10;EyiHi/kuks9o//KV8XmR5/ux/VPqeTpuPkB4Gv0j/N/eaQVJHMP9TDgC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EuNZxQAAANwAAAAPAAAAAAAAAAAAAAAAAJgCAABkcnMv&#10;ZG93bnJldi54bWxQSwUGAAAAAAQABAD1AAAAigMAAAAA&#10;" fillcolor="#f1f1f1" stroked="f"/>
                        <v:rect id="Rectangle 406" o:spid="_x0000_s1428" style="position:absolute;left:2975;top:3698;width:2300;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lDdcgA&#10;AADcAAAADwAAAGRycy9kb3ducmV2LnhtbESP3WrCQBSE7wu+w3IEb4puaq3Y6Cq1IBRaCv6A9O6Y&#10;PcmmzZ5Ns6tJ375bEHo5zMw3zGLV2UpcqPGlYwV3owQEceZ0yYWCw34znIHwAVlj5ZgU/JCH1bJ3&#10;s8BUu5a3dNmFQkQI+xQVmBDqVEqfGbLoR64mjl7uGoshyqaQusE2wm0lx0kylRZLjgsGa3o2lH3t&#10;zlbB+vX4ph83n+acP9y+J/npe/vRolKDfvc0BxGoC//ha/tFK5iM7+HvTDwCcvk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gWUN1yAAAANwAAAAPAAAAAAAAAAAAAAAAAJgCAABk&#10;cnMvZG93bnJldi54bWxQSwUGAAAAAAQABAD1AAAAjQMAAAAA&#10;" fillcolor="#f0f0f0" stroked="f"/>
                        <v:rect id="Rectangle 407" o:spid="_x0000_s1429" style="position:absolute;left:2994;top:2845;width:2277;height:8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cK8YA&#10;AADcAAAADwAAAGRycy9kb3ducmV2LnhtbESPQWsCMRSE74L/ITzBm2YrKmU1SrFUWkRKVbTH181z&#10;d3Hzsiaprv++EYQeh5n5hpnOG1OJCzlfWlbw1E9AEGdWl5wr2G3fes8gfEDWWFkmBTfyMJ+1W1NM&#10;tb3yF102IRcRwj5FBUUIdSqlzwoy6Pu2Jo7e0TqDIUqXS+3wGuGmkoMkGUuDJceFAmtaFJSdNr9G&#10;Aa5Wn7slfhy+Rz/56/p2PLvR/qxUt9O8TEAEasJ/+NF+1wqGgyHcz8Qj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C+cK8YAAADcAAAADwAAAAAAAAAAAAAAAACYAgAAZHJz&#10;L2Rvd25yZXYueG1sUEsFBgAAAAAEAAQA9QAAAIsDAAAAAA==&#10;" filled="f" strokecolor="#404040" strokeweight="1e-4mm">
                          <v:stroke joinstyle="round" endcap="round"/>
                        </v:rect>
                      </v:group>
                      <v:rect id="Rectangle 409" o:spid="_x0000_s1430" style="position:absolute;left:19348;top:18357;width:1302;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fjksIA&#10;AADcAAAADwAAAGRycy9kb3ducmV2LnhtbESP3WoCMRSE7wXfIRzBO8262CKrUUQQbOmNqw9w2Jz9&#10;weRkSaK7ffumUOjlMDPfMLvDaI14kQ+dYwWrZQaCuHK640bB/XZebECEiKzROCYF3xTgsJ9Odlho&#10;N/CVXmVsRIJwKFBBG2NfSBmqliyGpeuJk1c7bzEm6RupPQ4Jbo3Ms+xdWuw4LbTY06ml6lE+rQJ5&#10;K8/DpjQ+c595/WU+LteanFLz2Xjcgog0xv/wX/uiFazz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t+OS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Re</w:t>
                              </w:r>
                            </w:p>
                          </w:txbxContent>
                        </v:textbox>
                      </v:rect>
                      <v:rect id="Rectangle 410" o:spid="_x0000_s1431" style="position:absolute;left:20650;top:18357;width:343;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V95cEA&#10;AADcAAAADwAAAGRycy9kb3ducmV2LnhtbESP3YrCMBSE7xd8h3AWvFvTLSJSjbIsCCp7Y/UBDs3p&#10;DyYnJYm2vr1ZELwcZuYbZr0drRF38qFzrOB7loEgrpzuuFFwOe++liBCRNZoHJOCBwXYbiYfayy0&#10;G/hE9zI2IkE4FKigjbEvpAxVSxbDzPXEyaudtxiT9I3UHocEt0bmWbaQFjtOCy329NtSdS1vVoE8&#10;l7thWRqfuWNe/5nD/lSTU2r6Of6sQEQa4zv8au+1gnm+gP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5lfeXBAAAA3A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w:t>
                              </w:r>
                            </w:p>
                          </w:txbxContent>
                        </v:textbox>
                      </v:rect>
                      <v:rect id="Rectangle 411" o:spid="_x0000_s1432" style="position:absolute;left:21031;top:18357;width:12033;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nYfsIA&#10;AADcAAAADwAAAGRycy9kb3ducmV2LnhtbESP3WoCMRSE7wXfIRzBO826SCurUUQQbOmNqw9w2Jz9&#10;weRkSaK7ffumUOjlMDPfMLvDaI14kQ+dYwWrZQaCuHK640bB/XZebECEiKzROCYF3xTgsJ9Odlho&#10;N/CVXmVsRIJwKFBBG2NfSBmqliyGpeuJk1c7bzEm6RupPQ4Jbo3Ms+xNWuw4LbTY06ml6lE+rQJ5&#10;K8/DpjQ+c595/WU+LteanFLz2Xjcgog0xv/wX/uiFazzd/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Kdh+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 xml:space="preserve">expressed as deterministic </w:t>
                              </w:r>
                            </w:p>
                          </w:txbxContent>
                        </v:textbox>
                      </v:rect>
                      <v:rect id="Rectangle 412" o:spid="_x0000_s1433" style="position:absolute;left:20574;top:19577;width:11296;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ZMDL4A&#10;AADcAAAADwAAAGRycy9kb3ducmV2LnhtbERPy4rCMBTdC/5DuMLsNLUMItUoIgiOzMbqB1ya2wcm&#10;NyWJtvP3ZjHg8nDe2/1ojXiRD51jBctFBoK4crrjRsH9dpqvQYSIrNE4JgV/FGC/m062WGg38JVe&#10;ZWxECuFQoII2xr6QMlQtWQwL1xMnrnbeYkzQN1J7HFK4NTLPspW02HFqaLGnY0vVo3xaBfJWnoZ1&#10;aXzmLnn9a37O15qcUl+z8bABEWmMH/G/+6wVfOdpbT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C2TAy+AAAA3AAAAA8AAAAAAAAAAAAAAAAAmAIAAGRycy9kb3ducmV2&#10;LnhtbFBLBQYAAAAABAAEAPUAAACDAwAAAAA=&#10;" filled="f" stroked="f">
                        <v:textbox style="mso-fit-shape-to-text:t" inset="0,0,0,0">
                          <w:txbxContent>
                            <w:p w:rsidR="00E86396" w:rsidRDefault="00E86396">
                              <w:r>
                                <w:rPr>
                                  <w:rFonts w:ascii="Arial" w:hAnsi="Arial" w:cs="Arial"/>
                                  <w:color w:val="000000"/>
                                  <w:sz w:val="16"/>
                                  <w:szCs w:val="16"/>
                                  <w:lang w:val="en-US"/>
                                </w:rPr>
                                <w:t>or probabilistic standards</w:t>
                              </w:r>
                            </w:p>
                          </w:txbxContent>
                        </v:textbox>
                      </v:rect>
                      <v:rect id="Rectangle 413" o:spid="_x0000_s1434" style="position:absolute;left:20650;top:20802;width:343;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pl8IA&#10;AADcAAAADwAAAGRycy9kb3ducmV2LnhtbESP3WoCMRSE7wu+QziCdzXrIkVXo4ggaOmNqw9w2Jz9&#10;weRkSVJ3+/amUOjlMDPfMNv9aI14kg+dYwWLeQaCuHK640bB/XZ6X4EIEVmjcUwKfijAfjd522Kh&#10;3cBXepaxEQnCoUAFbYx9IWWoWrIY5q4nTl7tvMWYpG+k9jgkuDUyz7IPabHjtNBiT8eWqkf5bRXI&#10;W3kaVqXxmfvM6y9zOV9rckrNpuNhAyLSGP/Df+2zVrDM1/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umX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w:t>
                              </w:r>
                            </w:p>
                          </w:txbxContent>
                        </v:textbox>
                      </v:rect>
                      <v:rect id="Rectangle 414" o:spid="_x0000_s1435" style="position:absolute;left:21031;top:20802;width:2825;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nW178A&#10;AADcAAAADwAAAGRycy9kb3ducmV2LnhtbERPy4rCMBTdC/MP4Q7MTtNREalGkQFBBze2fsCluX1g&#10;clOSaOvfTxYDLg/nvd2P1ogn+dA5VvA9y0AQV0533Ci4lcfpGkSIyBqNY1LwogD73cdki7l2A1/p&#10;WcRGpBAOOSpoY+xzKUPVksUwcz1x4mrnLcYEfSO1xyGFWyPnWbaSFjtODS329NNSdS8eVoEsi+Ow&#10;LozP3O+8vpjz6VqTU+rrczxsQEQa41v87z5pBctF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LGdbXvwAAANwAAAAPAAAAAAAAAAAAAAAAAJgCAABkcnMvZG93bnJl&#10;di54bWxQSwUGAAAAAAQABAD1AAAAhAMAAAAA&#10;" filled="f" stroked="f">
                        <v:textbox style="mso-fit-shape-to-text:t" inset="0,0,0,0">
                          <w:txbxContent>
                            <w:p w:rsidR="00E86396" w:rsidRDefault="00E86396">
                              <w:r>
                                <w:rPr>
                                  <w:rFonts w:ascii="Arial" w:hAnsi="Arial" w:cs="Arial"/>
                                  <w:color w:val="000000"/>
                                  <w:sz w:val="16"/>
                                  <w:szCs w:val="16"/>
                                  <w:lang w:val="en-US"/>
                                </w:rPr>
                                <w:t xml:space="preserve">set for </w:t>
                              </w:r>
                            </w:p>
                          </w:txbxContent>
                        </v:textbox>
                      </v:rect>
                      <v:rect id="Rectangle 415" o:spid="_x0000_s1436" style="position:absolute;left:24168;top:20802;width:565;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VzTMIA&#10;AADcAAAADwAAAGRycy9kb3ducmV2LnhtbESPzYoCMRCE74LvEFrwphl/WGQ0igiCu3hx9AGaSc8P&#10;Jp0hic7s228WFvZYVNVX1O4wWCPe5EPrWMFinoEgLp1uuVbwuJ9nGxAhIms0jknBNwU47MejHeba&#10;9XyjdxFrkSAcclTQxNjlUoayIYth7jri5FXOW4xJ+lpqj32CWyOXWfYhLbacFhrs6NRQ+SxeVoG8&#10;F+d+Uxifua9ldTWfl1tFTqnpZDhuQUQa4n/4r33RCtarB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VXNM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 xml:space="preserve">5 </w:t>
                              </w:r>
                            </w:p>
                          </w:txbxContent>
                        </v:textbox>
                      </v:rect>
                      <v:rect id="Rectangle 416" o:spid="_x0000_s1437" style="position:absolute;left:25006;top:20802;width:6782;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ftO8IA&#10;AADcAAAADwAAAGRycy9kb3ducmV2LnhtbESP3WoCMRSE7wXfIRzBO826liKrUUQQbOmNqw9w2Jz9&#10;weRkSaK7ffumUOjlMDPfMLvDaI14kQ+dYwWrZQaCuHK640bB/XZebECEiKzROCYF3xTgsJ9Odlho&#10;N/CVXmVsRIJwKFBBG2NfSBmqliyGpeuJk1c7bzEm6RupPQ4Jbo3Ms+xdWuw4LbTY06ml6lE+rQJ5&#10;K8/DpjQ+c595/WU+LteanFLz2Xjcgog0xv/wX/uiFbyt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h+07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 xml:space="preserve">year regulatory </w:t>
                              </w:r>
                            </w:p>
                          </w:txbxContent>
                        </v:textbox>
                      </v:rect>
                      <v:rect id="Rectangle 417" o:spid="_x0000_s1438" style="position:absolute;left:24625;top:22028;width:2826;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tIoMIA&#10;AADcAAAADwAAAGRycy9kb3ducmV2LnhtbESPzYoCMRCE74LvEFrwphl/EJk1igiCLl4c9wGaSc8P&#10;Jp0hyTqzb79ZWPBYVNVX1O4wWCNe5EPrWMFinoEgLp1uuVbw9TjPtiBCRNZoHJOCHwpw2I9HO8y1&#10;6/lOryLWIkE45KigibHLpQxlQxbD3HXEyauctxiT9LXUHvsEt0Yus2wjLbacFhrs6NRQ+Sy+rQL5&#10;KM79tjA+c5/L6maul3tFTqnpZDh+gIg0xHf4v33RCtarFfydS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y0ig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period</w:t>
                              </w:r>
                            </w:p>
                          </w:txbxContent>
                        </v:textbox>
                      </v:rect>
                      <v:rect id="Rectangle 418" o:spid="_x0000_s1439" style="position:absolute;left:27457;top:22028;width:343;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LQ1MIA&#10;AADcAAAADwAAAGRycy9kb3ducmV2LnhtbESPzYoCMRCE74LvEFrYm2b8YZFZo4ggqHhx3AdoJj0/&#10;mHSGJOvMvv1GEPZYVNVX1GY3WCOe5EPrWMF8loEgLp1uuVbwfT9O1yBCRNZoHJOCXwqw245HG8y1&#10;6/lGzyLWIkE45KigibHLpQxlQxbDzHXEyauctxiT9LXUHvsEt0YusuxTWmw5LTTY0aGh8lH8WAXy&#10;Xhz7dWF85i6L6mrOp1tFTqmPybD/AhFpiP/hd/ukFayWK3idSUd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ItDU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w:t>
                              </w:r>
                            </w:p>
                          </w:txbxContent>
                        </v:textbox>
                      </v:rect>
                      <v:shape id="Freeform 419" o:spid="_x0000_s1440" style="position:absolute;left:10668;top:15900;width:7048;height:2197;visibility:visible;mso-wrap-style:square;v-text-anchor:top" coordsize="1110,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Px1cYA&#10;AADcAAAADwAAAGRycy9kb3ducmV2LnhtbESPQWvCQBSE74L/YXlCL6KbWrU2ukoRilIU0YrnR/Y1&#10;ic2+TbNrTP+9WxA8DjPzDTNbNKYQNVUut6zguR+BIE6szjlVcPz66E1AOI+ssbBMCv7IwWLebs0w&#10;1vbKe6oPPhUBwi5GBZn3ZSylSzIy6Pq2JA7et60M+iCrVOoKrwFuCjmIorE0mHNYyLCkZUbJz+Fi&#10;FGx+T/Z1QG7UNcN6+3ae7FafK6nUU6d5n4Lw1PhH+N5eawXDlxH8nwlH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IPx1cYAAADcAAAADwAAAAAAAAAAAAAAAACYAgAAZHJz&#10;L2Rvd25yZXYueG1sUEsFBgAAAAAEAAQA9QAAAIsDAAAAAA==&#10;" path="m1110,r,170l,170,,346e" filled="f" strokecolor="#404040" strokeweight="44e-5mm">
                        <v:stroke endcap="round"/>
                        <v:path arrowok="t" o:connecttype="custom" o:connectlocs="704850,0;704850,107950;0,107950;0,219710" o:connectangles="0,0,0,0"/>
                      </v:shape>
                      <v:shape id="Freeform 420" o:spid="_x0000_s1441" style="position:absolute;left:10312;top:17926;width:717;height:717;visibility:visible;mso-wrap-style:square;v-text-anchor:top" coordsize="15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xWYccA&#10;AADcAAAADwAAAGRycy9kb3ducmV2LnhtbESPQWvCQBSE7wX/w/KE3pqNbRWJrkEEaSkE1Hhob4/s&#10;M0mbfRuyW5P6692C4HGYmW+YZTqYRpypc7VlBZMoBkFcWF1zqeCYb5/mIJxH1thYJgV/5CBdjR6W&#10;mGjb857OB1+KAGGXoILK+zaR0hUVGXSRbYmDd7KdQR9kV0rdYR/gppHPcTyTBmsOCxW2tKmo+Dn8&#10;GgXzptzm7vOYvX1nu0s9mebTr4+LUo/jYb0A4Wnw9/Ct/a4VvL7M4P9MOAJyd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hMVmHHAAAA3AAAAA8AAAAAAAAAAAAAAAAAmAIAAGRy&#10;cy9kb3ducmV2LnhtbFBLBQYAAAAABAAEAPUAAACMAwAAAAA=&#10;" path="m75,150l,c47,23,103,23,150,l75,150xe" fillcolor="#404040" strokeweight="0">
                        <v:path arrowok="t" o:connecttype="custom" o:connectlocs="35878,71755;0,0;71755,0;35878,71755" o:connectangles="0,0,0,0"/>
                      </v:shape>
                      <v:shape id="Freeform 421" o:spid="_x0000_s1442" style="position:absolute;left:26244;top:23558;width:4909;height:5823;visibility:visible;mso-wrap-style:square;v-text-anchor:top" coordsize="773,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Yg8UA&#10;AADcAAAADwAAAGRycy9kb3ducmV2LnhtbESPW2vCQBSE3wX/w3IEX4puaoqX6Cq2pWChCF6fD9lj&#10;EsyeDdltjP/eLRR8HGbmG2axak0pGqpdYVnB6zACQZxaXXCm4Hj4GkxBOI+ssbRMCu7kYLXsdhaY&#10;aHvjHTV7n4kAYZeggtz7KpHSpTkZdENbEQfvYmuDPsg6k7rGW4CbUo6iaCwNFhwWcqzoI6f0uv81&#10;Cn5ml3j7ckg/o6bF+Hu9Ob+f2CjV77XrOQhPrX+G/9sbreAtnsDfmXAE5P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D5iDxQAAANwAAAAPAAAAAAAAAAAAAAAAAJgCAABkcnMv&#10;ZG93bnJldi54bWxQSwUGAAAAAAQABAD1AAAAigMAAAAA&#10;" path="m,l,501r773,l773,917e" filled="f" strokecolor="#404040" strokeweight="44e-5mm">
                        <v:stroke endcap="round"/>
                        <v:path arrowok="t" o:connecttype="custom" o:connectlocs="0,0;0,318135;490855,318135;490855,582295" o:connectangles="0,0,0,0"/>
                      </v:shape>
                      <v:shape id="Freeform 422" o:spid="_x0000_s1443" style="position:absolute;left:30797;top:29203;width:718;height:718;visibility:visible;mso-wrap-style:square;v-text-anchor:top" coordsize="15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9niMQA&#10;AADcAAAADwAAAGRycy9kb3ducmV2LnhtbERPTWvCQBC9F/wPywje6sZaRdJsRITQUghU46G9Ddlp&#10;Es3OhuxWo7/ePRQ8Pt53sh5MK87Uu8aygtk0AkFcWt1wpeBQZM8rEM4ja2wtk4IrOVino6cEY20v&#10;vKPz3lcihLCLUUHtfRdL6cqaDLqp7YgD92t7gz7AvpK6x0sIN618iaKlNNhwaKixo21N5Wn/ZxSs&#10;2ior3Pchfz/mX7dmtigWP583pSbjYfMGwtPgH+J/94dW8DoPa8OZcARke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fZ4jEAAAA3AAAAA8AAAAAAAAAAAAAAAAAmAIAAGRycy9k&#10;b3ducmV2LnhtbFBLBQYAAAAABAAEAPUAAACJAwAAAAA=&#10;" path="m75,150l,c47,24,103,24,150,l75,150xe" fillcolor="#404040" strokeweight="0">
                        <v:path arrowok="t" o:connecttype="custom" o:connectlocs="35878,71755;0,0;71755,0;35878,71755" o:connectangles="0,0,0,0"/>
                      </v:shape>
                      <v:rect id="Rectangle 423" o:spid="_x0000_s1444" style="position:absolute;left:31584;top:36106;width:20270;height:4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wMcA&#10;AADcAAAADwAAAGRycy9kb3ducmV2LnhtbESPQWvCQBSE74X+h+UVehGzabWi0VVKqOBBpEYPHh/Z&#10;ZxKbfZtmtyb9911B6HGYmW+Yxao3tbhS6yrLCl6iGARxbnXFhYLjYT2cgnAeWWNtmRT8koPV8vFh&#10;gYm2He/pmvlCBAi7BBWU3jeJlC4vyaCLbEMcvLNtDfog20LqFrsAN7V8jeOJNFhxWCixobSk/Cv7&#10;MQrSpuPt505+Zx+Dy3FwGs1Ob6lW6vmpf5+D8NT7//C9vdEKxqMZ3M6EIyC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Ff/sDHAAAA3AAAAA8AAAAAAAAAAAAAAAAAmAIAAGRy&#10;cy9kb3ducmV2LnhtbFBLBQYAAAAABAAEAPUAAACMAwAAAAA=&#10;" fillcolor="#cdcdcd" stroked="f"/>
                      <v:shape id="Picture 424" o:spid="_x0000_s1445" type="#_x0000_t75" style="position:absolute;left:31591;top:36137;width:20231;height:43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Q6TAPCAAAA3AAAAA8AAABkcnMvZG93bnJldi54bWxET8uKwjAU3Q/4D+EK7sbUB4NUo6hQKTID&#10;WkW3l+baFpub0kStfz9ZDMzycN6LVWdq8aTWVZYVjIYRCOLc6ooLBedT8jkD4TyyxtoyKXiTg9Wy&#10;97HAWNsXH+mZ+UKEEHYxKii9b2IpXV6SQTe0DXHgbrY16ANsC6lbfIVwU8txFH1JgxWHhhIb2paU&#10;37OHUbCpHnu726aHnU6uk0uWzpLNz7dSg363noPw1Pl/8Z871Qqm0zA/nAlHQC5/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UOkwDwgAAANwAAAAPAAAAAAAAAAAAAAAAAJ8C&#10;AABkcnMvZG93bnJldi54bWxQSwUGAAAAAAQABAD3AAAAjgMAAAAA&#10;">
                        <v:imagedata r:id="rId38" o:title=""/>
                      </v:shape>
                      <v:rect id="Rectangle 425" o:spid="_x0000_s1446" style="position:absolute;left:31584;top:36106;width:20270;height:4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Bu8YA&#10;AADcAAAADwAAAGRycy9kb3ducmV2LnhtbESPQWvCQBSE7wX/w/IEL1I3WpU2ukoJLXgooqkHj4/s&#10;M4lm36bZrYn/3hUKPQ4z8w2zXHemEldqXGlZwXgUgSDOrC45V3D4/nx+BeE8ssbKMim4kYP1qve0&#10;xFjblvd0TX0uAoRdjAoK7+tYSpcVZNCNbE0cvJNtDPogm1zqBtsAN5WcRNFcGiw5LBRYU1JQdkl/&#10;jYKkbvlrt5U/6cfwfBgeX96Os0QrNeh37wsQnjr/H/5rb7SC6XQMjzPhCMjV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y+Bu8YAAADcAAAADwAAAAAAAAAAAAAAAACYAgAAZHJz&#10;L2Rvd25yZXYueG1sUEsFBgAAAAAEAAQA9QAAAIsDAAAAAA==&#10;" fillcolor="#cdcdcd" stroked="f"/>
                      <v:rect id="Rectangle 426" o:spid="_x0000_s1447" style="position:absolute;left:31508;top:36029;width:20422;height:4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fzMYA&#10;AADcAAAADwAAAGRycy9kb3ducmV2LnhtbESPQWvCQBSE7wX/w/IEL1I3tSptdJUSWvBQRFMPHh/Z&#10;ZxLNvo3ZrYn/3hUKPQ4z8w2zWHWmEldqXGlZwcsoAkGcWV1yrmD/8/X8BsJ5ZI2VZVJwIwerZe9p&#10;gbG2Le/omvpcBAi7GBUU3texlC4ryKAb2Zo4eEfbGPRBNrnUDbYBbio5jqKZNFhyWCiwpqSg7Jz+&#10;GgVJ3fL3diMv6efwtB8eXt8P00QrNeh3H3MQnjr/H/5rr7WCyWQMjzPhCMjl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0fzMYAAADcAAAADwAAAAAAAAAAAAAAAACYAgAAZHJz&#10;L2Rvd25yZXYueG1sUEsFBgAAAAAEAAQA9QAAAIsDAAAAAA==&#10;" fillcolor="#cdcdcd" stroked="f"/>
                      <v:shape id="Freeform 427" o:spid="_x0000_s1448" style="position:absolute;left:31553;top:36099;width:20307;height:4414;visibility:visible;mso-wrap-style:square;v-text-anchor:top" coordsize="4249,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DY+sQA&#10;AADcAAAADwAAAGRycy9kb3ducmV2LnhtbESPQYvCMBCF78L+hzALe9NUt8hajbIKhYIndQ8ex2Zs&#10;yzaT2kRb/70RBI+PN+978xar3tTiRq2rLCsYjyIQxLnVFRcK/g7p8AeE88gaa8uk4E4OVsuPwQIT&#10;bTve0W3vCxEg7BJUUHrfJFK6vCSDbmQb4uCdbWvQB9kWUrfYBbip5SSKptJgxaGhxIY2JeX/+6sJ&#10;b2zXs8v6NJPjzlxsdo3T7pilSn199r9zEJ56/z5+pTOtII6/4TkmEE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3Q2PrEAAAA3AAAAA8AAAAAAAAAAAAAAAAAmAIAAGRycy9k&#10;b3ducmV2LnhtbFBLBQYAAAAABAAEAPUAAACJAwAAAAA=&#10;" path="m8,907r4233,l4233,915r,-907l4241,16,8,16,16,8r,907c16,920,13,923,8,923,4,923,,920,,915l,8c,4,4,,8,l4241,v5,,8,4,8,8l4249,915v,5,-3,8,-8,8l8,923c4,923,,920,,915v,-4,4,-8,8,-8xe" strokeweight="0">
                        <v:path arrowok="t" o:connecttype="custom" o:connectlocs="3823,433675;2026907,433675;2023083,437500;2023083,3825;2026907,7650;3823,7650;7647,3825;7647,437500;3823,441325;0,437500;0,3825;3823,0;2026907,0;2030730,3825;2030730,437500;2026907,441325;3823,441325;0,437500;3823,433675" o:connectangles="0,0,0,0,0,0,0,0,0,0,0,0,0,0,0,0,0,0,0"/>
                      </v:shape>
                      <v:rect id="Rectangle 428" o:spid="_x0000_s1449" style="position:absolute;left:31508;top:36029;width:20422;height:4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giI8cA&#10;AADcAAAADwAAAGRycy9kb3ducmV2LnhtbESPQWvCQBSE74L/YXmCF6kbbSxt6ioSLPQgpaYePD6y&#10;r0lq9m3Mrib9992C4HGYmW+Y5bo3tbhS6yrLCmbTCARxbnXFhYLD19vDMwjnkTXWlknBLzlYr4aD&#10;JSbadryna+YLESDsElRQet8kUrq8JINuahvi4H3b1qAPsi2kbrELcFPLeRQ9SYMVh4USG0pLyk/Z&#10;xShIm453nx/ynG0nP4fJ8fHluEi1UuNRv3kF4an39/Ct/a4VxHEM/2fCEZCr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dYIiPHAAAA3AAAAA8AAAAAAAAAAAAAAAAAmAIAAGRy&#10;cy9kb3ducmV2LnhtbFBLBQYAAAAABAAEAPUAAACMAwAAAAA=&#10;" fillcolor="#cdcdcd" stroked="f"/>
                      <v:rect id="Rectangle 429" o:spid="_x0000_s1450" style="position:absolute;left:31356;top:35877;width:20421;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ObOsgA&#10;AADcAAAADwAAAGRycy9kb3ducmV2LnhtbESP3WrCQBSE7wt9h+UUelN0U1HR1FXaglBQCv6A9O40&#10;e5JNmz2bZlcT394VCl4OM/MNM1t0thInanzpWMFzPwFBnDldcqFgv1v2JiB8QNZYOSYFZ/KwmN/f&#10;zTDVruUNnbahEBHCPkUFJoQ6ldJnhiz6vquJo5e7xmKIsimkbrCNcFvJQZKMpcWS44LBmt4NZb/b&#10;o1Xwtjqs9XT5Y4756Okzyb//Nl8tKvX40L2+gAjUhVv4v/2hFQyHI7ieiUdAzi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dI5s6yAAAANwAAAAPAAAAAAAAAAAAAAAAAJgCAABk&#10;cnMvZG93bnJldi54bWxQSwUGAAAAAAQABAD1AAAAjQMAAAAA&#10;" fillcolor="#f0f0f0" stroked="f"/>
                      <v:rect id="Rectangle 430" o:spid="_x0000_s1451" style="position:absolute;left:31356;top:35953;width:20421;height: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Hm8QA&#10;AADcAAAADwAAAGRycy9kb3ducmV2LnhtbESPQWvCQBSE7wX/w/IEb3XXmgaNbkIRBKHtoSp4fWSf&#10;STD7NmZXTf99t1DocZiZb5h1MdhW3Kn3jWMNs6kCQVw603Cl4XjYPi9A+IBssHVMGr7JQ5GPntaY&#10;GffgL7rvQyUihH2GGuoQukxKX9Zk0U9dRxy9s+sthij7SpoeHxFuW/miVCotNhwXauxoU1N52d+s&#10;BkwTc/08zz8O77cUl9Wgtq8npfVkPLytQAQawn/4r70zGpIkhd8z8QjI/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ph5vEAAAA3AAAAA8AAAAAAAAAAAAAAAAAmAIAAGRycy9k&#10;b3ducmV2LnhtbFBLBQYAAAAABAAEAPUAAACJAwAAAAA=&#10;" stroked="f"/>
                      <v:rect id="Rectangle 431" o:spid="_x0000_s1452" style="position:absolute;left:31356;top:36106;width:20421;height:2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CKdcYA&#10;AADcAAAADwAAAGRycy9kb3ducmV2LnhtbESPQWvCQBSE7wX/w/KEXkQ3iqhEV9FCaSkI1nrw+Mg+&#10;syHZt2l2TdJ/3y0IPQ4z8w2z2fW2Ei01vnCsYDpJQBBnThecK7h8vY5XIHxA1lg5JgU/5GG3HTxt&#10;MNWu409qzyEXEcI+RQUmhDqV0meGLPqJq4mjd3ONxRBlk0vdYBfhtpKzJFlIiwXHBYM1vRjKyvPd&#10;Klh22Xd5b4+zg76W7mP01pkDnpR6Hvb7NYhAffgPP9rvWsF8voS/M/EIyO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3CKdcYAAADcAAAADwAAAAAAAAAAAAAAAACYAgAAZHJz&#10;L2Rvd25yZXYueG1sUEsFBgAAAAAEAAQA9QAAAIsDAAAAAA==&#10;" fillcolor="#fefefe" stroked="f"/>
                      <v:rect id="Rectangle 432" o:spid="_x0000_s1453" style="position:absolute;left:31356;top:36334;width:20421;height: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bWTMIA&#10;AADcAAAADwAAAGRycy9kb3ducmV2LnhtbERPy2rCQBTdF/yH4Qrd1YlFpKSZSKhYCt1olK4vmWsS&#10;m7kTM9M8/HpnIXR5OO9kM5pG9NS52rKC5SICQVxYXXOp4HTcvbyBcB5ZY2OZFEzkYJPOnhKMtR34&#10;QH3uSxFC2MWooPK+jaV0RUUG3cK2xIE7286gD7Arpe5wCOGmka9RtJYGaw4NFbb0UVHxm/8ZBfX0&#10;mfnsai/ZDadG77+3+eHnptTzfMzeQXga/b/44f7SClarsDacCUdApn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ptZMwgAAANwAAAAPAAAAAAAAAAAAAAAAAJgCAABkcnMvZG93&#10;bnJldi54bWxQSwUGAAAAAAQABAD1AAAAhwMAAAAA&#10;" fillcolor="#fdfdfd" stroked="f"/>
                      <v:rect id="Rectangle 433" o:spid="_x0000_s1454" style="position:absolute;left:31356;top:36639;width:20421;height: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iGmcIA&#10;AADcAAAADwAAAGRycy9kb3ducmV2LnhtbESP0YrCMBRE3wX/IVzBF1lTRaRWo4goLD5p9QMuzd22&#10;2NyUJmq7X28EwcdhZs4wq01rKvGgxpWWFUzGEQjizOqScwXXy+EnBuE8ssbKMinoyMFm3e+tMNH2&#10;yWd6pD4XAcIuQQWF93UipcsKMujGtiYO3p9tDPogm1zqBp8Bbio5jaK5NFhyWCiwpl1B2S29GwXt&#10;1lLXzePR6BifNHb7/S7/vyk1HLTbJQhPrf+GP+1frWA2W8D7TDgCcv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GIaZwgAAANwAAAAPAAAAAAAAAAAAAAAAAJgCAABkcnMvZG93&#10;bnJldi54bWxQSwUGAAAAAAQABAD1AAAAhwMAAAAA&#10;" fillcolor="#fcfcfc" stroked="f"/>
                      <v:rect id="Rectangle 434" o:spid="_x0000_s1455" style="position:absolute;left:31356;top:36944;width:20421;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FcdrwA&#10;AADcAAAADwAAAGRycy9kb3ducmV2LnhtbERPzQ7BQBC+S7zDZiRubAlCWSISiSvqPumOtnRnm+5q&#10;y9Pbg8Txy/e/2XWmFA3VrrCsYDKOQBCnVhecKUiux9EShPPIGkvLpOBNDnbbfm+DsbYtn6m5+EyE&#10;EHYxKsi9r2IpXZqTQTe2FXHg7rY26AOsM6lrbEO4KeU0ihbSYMGhIceKDjmlz8vLKLjNl+dp+5Sf&#10;5PMwt9X9dUwaLJUaDrr9GoSnzv/FP/dJK5jNw/xwJhwBuf0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h8Vx2vAAAANwAAAAPAAAAAAAAAAAAAAAAAJgCAABkcnMvZG93bnJldi54&#10;bWxQSwUGAAAAAAQABAD1AAAAgQMAAAAA&#10;" fillcolor="#fbfbfb" stroked="f"/>
                      <v:rect id="Rectangle 435" o:spid="_x0000_s1456" style="position:absolute;left:31356;top:37255;width:20421;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joI8cA&#10;AADcAAAADwAAAGRycy9kb3ducmV2LnhtbESP3WrCQBSE7wu+w3IEb4puLK0/qatIVahCLxp9gEP2&#10;NAlmz67Z1aQ+fbdQ6OUwM98wi1VnanGjxleWFYxHCQji3OqKCwWn4244A+EDssbaMin4Jg+rZe9h&#10;gam2LX/SLQuFiBD2KSooQ3CplD4vyaAfWUccvS/bGAxRNoXUDbYRbmr5lCQTabDiuFCio7eS8nN2&#10;NQou2fa0uT9Ou/ZQzV2Yf+yPs7VTatDv1q8gAnXhP/zXftcKnl/G8HsmHgG5/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SI6CPHAAAA3AAAAA8AAAAAAAAAAAAAAAAAmAIAAGRy&#10;cy9kb3ducmV2LnhtbFBLBQYAAAAABAAEAPUAAACMAwAAAAA=&#10;" fillcolor="#fafafa" stroked="f"/>
                      <v:rect id="Rectangle 436" o:spid="_x0000_s1457" style="position:absolute;left:31356;top:37484;width:20421;height:3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LYsUA&#10;AADcAAAADwAAAGRycy9kb3ducmV2LnhtbESPQWvCQBSE7wX/w/IEb3XTUKVE11BEqVgqVYPnR/Y1&#10;Sc2+DdnVpP56t1DocZiZb5h52ptaXKl1lWUFT+MIBHFudcWFguy4fnwB4TyyxtoyKfghB+li8DDH&#10;RNuO93Q9+EIECLsEFZTeN4mULi/JoBvbhjh4X7Y16INsC6lb7ALc1DKOoqk0WHFYKLGhZUn5+XAx&#10;CnQ22cXb+PStPz+mTt+y6N2/rZQaDfvXGQhPvf8P/7U3WsHzJIbfM+EI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pwtixQAAANwAAAAPAAAAAAAAAAAAAAAAAJgCAABkcnMv&#10;ZG93bnJldi54bWxQSwUGAAAAAAQABAD1AAAAigMAAAAA&#10;" fillcolor="#f9f9f9" stroked="f"/>
                      <v:rect id="Rectangle 437" o:spid="_x0000_s1458" style="position:absolute;left:31356;top:37788;width:20421;height: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LiQcYA&#10;AADcAAAADwAAAGRycy9kb3ducmV2LnhtbESPT2sCMRDF7wW/Qxihl1Kz9R+yNYqWKh5E0KrncTPd&#10;XdxMliTq+u2NUOjx8eb93rzxtDGVuJLzpWUFH50EBHFmdcm5gv3P4n0EwgdkjZVlUnAnD9NJ62WM&#10;qbY33tJ1F3IRIexTVFCEUKdS+qwgg75ja+Lo/VpnMETpcqkd3iLcVLKbJENpsOTYUGBNXwVl593F&#10;xDc2y/n8iN+Lw746rTW+dQ9ue1Tqtd3MPkEEasL/8V96pRX0Bz14jokEkJ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LiQcYAAADcAAAADwAAAAAAAAAAAAAAAACYAgAAZHJz&#10;L2Rvd25yZXYueG1sUEsFBgAAAAAEAAQA9QAAAIsDAAAAAA==&#10;" fillcolor="#f8f8f8" stroked="f"/>
                      <v:rect id="Rectangle 438" o:spid="_x0000_s1459" style="position:absolute;left:31356;top:38322;width:20421;height: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hV9MYA&#10;AADcAAAADwAAAGRycy9kb3ducmV2LnhtbESPT2vCQBTE70K/w/IKvYhuLNo2aVbRgn9oT8Zeentk&#10;X5PQ7NuQ3cbk27uC4HGYmd8w6ao3teiodZVlBbNpBII4t7riQsH3aTt5A+E8ssbaMikYyMFq+TBK&#10;MdH2zEfqMl+IAGGXoILS+yaR0uUlGXRT2xAH79e2Bn2QbSF1i+cAN7V8jqIXabDisFBiQx8l5X/Z&#10;v1HwFZvNENvhNet+Nm68rz6PuxyVenrs1+8gPPX+Hr61D1rBfDGH65lwBOTy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2hV9MYAAADcAAAADwAAAAAAAAAAAAAAAACYAgAAZHJz&#10;L2Rvd25yZXYueG1sUEsFBgAAAAAEAAQA9QAAAIsDAAAAAA==&#10;" fillcolor="#f7f7f7" stroked="f"/>
                      <v:rect id="Rectangle 439" o:spid="_x0000_s1460" style="position:absolute;left:31356;top:38627;width:20421;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uMm8YA&#10;AADcAAAADwAAAGRycy9kb3ducmV2LnhtbESPQWvCQBSE74X+h+UJvRTdWIxIdBWxCKUWpKmCx2f2&#10;mYRm34bdrYn/visUehxm5htmsepNI67kfG1ZwXiUgCAurK65VHD42g5nIHxA1thYJgU38rBaPj4s&#10;MNO240+65qEUEcI+QwVVCG0mpS8qMuhHtiWO3sU6gyFKV0rtsItw08iXJJlKgzXHhQpb2lRUfOc/&#10;RkGXfLzy8+48PaaHfem2+3c6bVCpp0G/noMI1If/8F/7TSuYpCncz8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4uMm8YAAADcAAAADwAAAAAAAAAAAAAAAACYAgAAZHJz&#10;L2Rvd25yZXYueG1sUEsFBgAAAAAEAAQA9QAAAIsDAAAAAA==&#10;" fillcolor="#f6f6f6" stroked="f"/>
                      <v:rect id="Rectangle 440" o:spid="_x0000_s1461" style="position:absolute;left:31356;top:38938;width:20421;height:2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LRnscA&#10;AADcAAAADwAAAGRycy9kb3ducmV2LnhtbESPT2vCQBTE70K/w/IKvUjd1D/Rpq4ihYonS6MHj6/Z&#10;1yQ0+zZkt0n007uC0OMwM79hluveVKKlxpWWFbyMIhDEmdUl5wqOh4/nBQjnkTVWlknBmRysVw+D&#10;JSbadvxFbepzESDsElRQeF8nUrqsIINuZGvi4P3YxqAPssmlbrALcFPJcRTF0mDJYaHAmt4Lyn7T&#10;P6NgVn9v59PPyf6SDrf2WGW79rU7KfX02G/eQHjq/X/43t5pBdNZDLcz4QjI1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PC0Z7HAAAA3AAAAA8AAAAAAAAAAAAAAAAAmAIAAGRy&#10;cy9kb3ducmV2LnhtbFBLBQYAAAAABAAEAPUAAACMAwAAAAA=&#10;" fillcolor="#f5f5f5" stroked="f"/>
                      <v:rect id="Rectangle 441" o:spid="_x0000_s1462" style="position:absolute;left:31356;top:39166;width:20421;height: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4kXMYA&#10;AADcAAAADwAAAGRycy9kb3ducmV2LnhtbESPQWvCQBSE74X+h+UVvNWN1VaNrhIqglAo1Irg7ZF9&#10;JtHs27C7muTfdwuFHoeZ+YZZrjtTizs5X1lWMBomIIhzqysuFBy+t88zED4ga6wtk4KePKxXjw9L&#10;TLVt+Yvu+1CICGGfooIyhCaV0uclGfRD2xBH72ydwRClK6R22Ea4qeVLkrxJgxXHhRIbei8pv+5v&#10;RsGxry5ttpnbXbY93c6f4+m1/3BKDZ66bAEiUBf+w3/tnVYweZ3C75l4BOTq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d4kXMYAAADcAAAADwAAAAAAAAAAAAAAAACYAgAAZHJz&#10;L2Rvd25yZXYueG1sUEsFBgAAAAAEAAQA9QAAAIsDAAAAAA==&#10;" fillcolor="#f4f4f4" stroked="f"/>
                      <v:rect id="Rectangle 442" o:spid="_x0000_s1463" style="position:absolute;left:31356;top:39471;width:20421;height: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JEI8EA&#10;AADcAAAADwAAAGRycy9kb3ducmV2LnhtbERPy4rCMBTdD/gP4QruxsTxwViNIgOiK2F0htlem2tb&#10;bG5Kk9bq15vFgMvDeS/XnS1FS7UvHGsYDRUI4tSZgjMNP6ft+ycIH5ANlo5Jw508rFe9tyUmxt34&#10;m9pjyEQMYZ+ghjyEKpHSpzlZ9ENXEUfu4mqLIcI6k6bGWwy3pfxQaiYtFhwbcqzoK6f0emyshr9H&#10;24SdOzftL9nDeErX+UkprQf9brMAEagLL/G/e280TKZxbTwTj4B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6yRCPBAAAA3AAAAA8AAAAAAAAAAAAAAAAAmAIAAGRycy9kb3du&#10;cmV2LnhtbFBLBQYAAAAABAAEAPUAAACGAwAAAAA=&#10;" fillcolor="#f3f3f3" stroked="f"/>
                      <v:rect id="Rectangle 443" o:spid="_x0000_s1464" style="position:absolute;left:31356;top:39776;width:20421;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hC2sYA&#10;AADcAAAADwAAAGRycy9kb3ducmV2LnhtbESPQWvCQBSE7wX/w/IEL0U3LW3R6CpSqhQqFKMi3h7Z&#10;ZzaYfRuya4z/vlso9DjMzDfMbNHZSrTU+NKxgqdRAoI4d7rkQsF+txqOQfiArLFyTAru5GEx7z3M&#10;MNXuxltqs1CICGGfogITQp1K6XNDFv3I1cTRO7vGYoiyKaRu8BbhtpLPSfImLZYcFwzW9G4ov2RX&#10;q2ApjyfeZF/twZq7POrHi/1efyg16HfLKYhAXfgP/7U/tYKX1wn8nolH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khC2sYAAADcAAAADwAAAAAAAAAAAAAAAACYAgAAZHJz&#10;L2Rvd25yZXYueG1sUEsFBgAAAAAEAAQA9QAAAIsDAAAAAA==&#10;" fillcolor="#f2f2f2" stroked="f"/>
                      <v:rect id="Rectangle 444" o:spid="_x0000_s1465" style="position:absolute;left:31356;top:40005;width:20421;height:3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hdcUA&#10;AADcAAAADwAAAGRycy9kb3ducmV2LnhtbESPwWrCQBCG74LvsIzgRXTTItJGN1JKBetNUyjehuyY&#10;hGRnQ3araZ++cxA8Dv/838y32Q6uVVfqQ+3ZwNMiAUVceFtzaeAr381fQIWIbLH1TAZ+KcA2G482&#10;mFp/4yNdT7FUAuGQooEqxi7VOhQVOQwL3xFLdvG9wyhjX2rb403grtXPSbLSDmuWCxV29F5R0Zx+&#10;nFCOjTsXy4/kMPvc8fdrnh+G7s+Y6WR4W4OKNMTH8r29twaWK3lfZEQEdP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5mF1xQAAANwAAAAPAAAAAAAAAAAAAAAAAJgCAABkcnMv&#10;ZG93bnJldi54bWxQSwUGAAAAAAQABAD1AAAAigMAAAAA&#10;" fillcolor="#f1f1f1" stroked="f"/>
                      <v:rect id="Rectangle 445" o:spid="_x0000_s1466" style="position:absolute;left:31356;top:40309;width:20421;height: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3BWcgA&#10;AADcAAAADwAAAGRycy9kb3ducmV2LnhtbESP3WrCQBSE7wt9h+UUelN0o7SiqauoIBQsBX9Aenea&#10;PcmmZs/G7Gri23cLhV4OM/MNM513thJXanzpWMGgn4AgzpwuuVBw2K97YxA+IGusHJOCG3mYz+7v&#10;pphq1/KWrrtQiAhhn6ICE0KdSukzQxZ939XE0ctdYzFE2RRSN9hGuK3kMElG0mLJccFgTStD2Wl3&#10;sQqWm+O7nqy/zSV/efpI8q/z9rNFpR4fusUriEBd+A//td+0gufRAH7PxCMgZ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prcFZyAAAANwAAAAPAAAAAAAAAAAAAAAAAJgCAABk&#10;cnMvZG93bnJldi54bWxQSwUGAAAAAAQABAD1AAAAjQMAAAAA&#10;" fillcolor="#f0f0f0" stroked="f"/>
                      <v:rect id="Rectangle 446" o:spid="_x0000_s1467" style="position:absolute;left:31445;top:35991;width:20237;height:43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AYBMYA&#10;AADcAAAADwAAAGRycy9kb3ducmV2LnhtbESP3WoCMRSE74W+QziF3mlWqSKrUcTS0iIi/qC9PN0c&#10;dxc3J2uS6vr2TUHwcpiZb5jxtDGVuJDzpWUF3U4CgjizuuRcwW773h6C8AFZY2WZFNzIw3Ty1Bpj&#10;qu2V13TZhFxECPsUFRQh1KmUPivIoO/Ymjh6R+sMhihdLrXDa4SbSvaSZCANlhwXCqxpXlB22vwa&#10;BbhYrHYf+HX47v/kb8vb8ez6+7NSL8/NbAQiUBMe4Xv7Uyt4HfTg/0w8AnLy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uAYBMYAAADcAAAADwAAAAAAAAAAAAAAAACYAgAAZHJz&#10;L2Rvd25yZXYueG1sUEsFBgAAAAAEAAQA9QAAAIsDAAAAAA==&#10;" filled="f" strokecolor="#404040" strokeweight="1e-4mm">
                        <v:stroke joinstyle="round" endcap="round"/>
                      </v:rect>
                      <v:rect id="Rectangle 447" o:spid="_x0000_s1468" style="position:absolute;left:32581;top:36334;width:17965;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hnvcIA&#10;AADcAAAADwAAAGRycy9kb3ducmV2LnhtbESPzYoCMRCE74LvEFrwphl1EZk1igiCLl4c9wGaSc8P&#10;Jp0hyTqzb28WhD0WVfUVtd0P1ogn+dA6VrCYZyCIS6dbrhV830+zDYgQkTUax6TglwLsd+PRFnPt&#10;er7Rs4i1SBAOOSpoYuxyKUPZkMUwdx1x8irnLcYkfS21xz7BrZHLLFtLiy2nhQY7OjZUPoofq0De&#10;i1O/KYzP3NeyuprL+VaRU2o6GQ6fICIN8T/8bp+1go/1C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eGe9wgAAANwAAAAPAAAAAAAAAAAAAAAAAJgCAABkcnMvZG93&#10;bnJldi54bWxQSwUGAAAAAAQABAD1AAAAhwMAAAAA&#10;" filled="f" stroked="f">
                        <v:textbox style="mso-fit-shape-to-text:t" inset="0,0,0,0">
                          <w:txbxContent>
                            <w:p w:rsidR="00E86396" w:rsidRDefault="00E86396">
                              <w:proofErr w:type="spellStart"/>
                              <w:r>
                                <w:rPr>
                                  <w:rFonts w:ascii="Arial" w:hAnsi="Arial" w:cs="Arial"/>
                                  <w:color w:val="000000"/>
                                  <w:sz w:val="16"/>
                                  <w:szCs w:val="16"/>
                                  <w:lang w:val="en-US"/>
                                </w:rPr>
                                <w:t>TNSP</w:t>
                              </w:r>
                              <w:proofErr w:type="spellEnd"/>
                              <w:r>
                                <w:rPr>
                                  <w:rFonts w:ascii="Arial" w:hAnsi="Arial" w:cs="Arial"/>
                                  <w:color w:val="000000"/>
                                  <w:sz w:val="16"/>
                                  <w:szCs w:val="16"/>
                                  <w:lang w:val="en-US"/>
                                </w:rPr>
                                <w:t xml:space="preserve"> identifies which standards can be </w:t>
                              </w:r>
                            </w:p>
                          </w:txbxContent>
                        </v:textbox>
                      </v:rect>
                      <v:rect id="Rectangle 448" o:spid="_x0000_s1469" style="position:absolute;left:32505;top:37553;width:18021;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H/ycEA&#10;AADcAAAADwAAAGRycy9kb3ducmV2LnhtbESPzYoCMRCE7wu+Q2jB25pRRGTWKCIIKl4c9wGaSc8P&#10;Jp0hic749kZY2GNRVV9R6+1gjXiSD61jBbNpBoK4dLrlWsHv7fC9AhEiskbjmBS8KMB2M/paY65d&#10;z1d6FrEWCcIhRwVNjF0uZSgbshimriNOXuW8xZikr6X22Ce4NXKeZUtpseW00GBH+4bKe/GwCuSt&#10;OPSrwvjMnefVxZyO14qcUpPxsPsBEWmI/+G/9lErWCwX8DmTj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R/8nBAAAA3A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met by projects that are below threshold</w:t>
                              </w:r>
                            </w:p>
                          </w:txbxContent>
                        </v:textbox>
                      </v:rect>
                      <v:rect id="Rectangle 449" o:spid="_x0000_s1470" style="position:absolute;left:31889;top:38779;width:343;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1aUsIA&#10;AADcAAAADwAAAGRycy9kb3ducmV2LnhtbESPzYoCMRCE74LvEFrwphnFFZk1igiCLl4c9wGaSc8P&#10;Jp0hyTqzb28WhD0WVfUVtd0P1ogn+dA6VrCYZyCIS6dbrhV830+zDYgQkTUax6TglwLsd+PRFnPt&#10;er7Rs4i1SBAOOSpoYuxyKUPZkMUwdx1x8irnLcYkfS21xz7BrZHLLFtLiy2nhQY7OjZUPoofq0De&#10;i1O/KYzP3NeyuprL+VaRU2o6GQ6fICIN8T/8bp+1gtX6A/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3VpS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w:t>
                              </w:r>
                            </w:p>
                          </w:txbxContent>
                        </v:textbox>
                      </v:rect>
                      <v:rect id="Rectangle 450" o:spid="_x0000_s1471" style="position:absolute;left:32200;top:38779;width:18638;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EJcEA&#10;AADcAAAADwAAAGRycy9kb3ducmV2LnhtbESP3YrCMBSE7xd8h3AE79ZUkSLVKMuCoMveWH2AQ3P6&#10;g8lJSaKtb79ZELwcZuYbZrsfrREP8qFzrGAxz0AQV0533Ci4Xg6faxAhIms0jknBkwLsd5OPLRba&#10;DXymRxkbkSAcClTQxtgXUoaqJYth7nri5NXOW4xJ+kZqj0OCWyOXWZZLix2nhRZ7+m6pupV3q0Be&#10;ysOwLo3P3M+y/jWn47kmp9RsOn5tQEQa4zv8ah+1glWe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gPxCXBAAAA3A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specific projects not necessarily identified</w:t>
                              </w:r>
                            </w:p>
                          </w:txbxContent>
                        </v:textbox>
                      </v:rect>
                      <v:rect id="Rectangle 451" o:spid="_x0000_s1472" style="position:absolute;left:50933;top:38779;width:343;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NhvsIA&#10;AADcAAAADwAAAGRycy9kb3ducmV2LnhtbESPzYoCMRCE74LvEFrYm2YUcWXWKCIIKl4c9wGaSc8P&#10;Jp0hyTqzb78RhD0WVfUVtdkN1ogn+dA6VjCfZSCIS6dbrhV834/TNYgQkTUax6TglwLstuPRBnPt&#10;er7Rs4i1SBAOOSpoYuxyKUPZkMUwcx1x8irnLcYkfS21xz7BrZGLLFtJiy2nhQY7OjRUPoofq0De&#10;i2O/LozP3GVRXc35dKvIKfUxGfZfICIN8T/8bp+0guXqE1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Q2G+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w:t>
                              </w:r>
                            </w:p>
                          </w:txbxContent>
                        </v:textbox>
                      </v:rect>
                      <v:shape id="Freeform 452" o:spid="_x0000_s1473" style="position:absolute;left:16846;top:34258;width:14307;height:1333;visibility:visible;mso-wrap-style:square;v-text-anchor:top" coordsize="2253,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2BJcEA&#10;AADcAAAADwAAAGRycy9kb3ducmV2LnhtbERPTWvCQBC9C/6HZYTedFMpQaKrSEmhxEvVHDyO2TEJ&#10;yc6G7JrEf989FHp8vO/dYTKtGKh3tWUF76sIBHFhdc2lgvz6tdyAcB5ZY2uZFLzIwWE/n+0w0Xbk&#10;Mw0XX4oQwi5BBZX3XSKlKyoy6Fa2Iw7cw/YGfYB9KXWPYwg3rVxHUSwN1hwaKuzos6KiuTyNAndK&#10;n1lqs9tPx8U6xia/jvdcqbfFdNyC8DT5f/Gf+1sr+IjD2nAmHAG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StgSXBAAAA3AAAAA8AAAAAAAAAAAAAAAAAmAIAAGRycy9kb3du&#10;cmV2LnhtbFBLBQYAAAAABAAEAPUAAACGAwAAAAA=&#10;" path="m2253,r,99l,99,,210e" filled="f" strokecolor="#404040" strokeweight="44e-5mm">
                        <v:stroke endcap="round"/>
                        <v:path arrowok="t" o:connecttype="custom" o:connectlocs="1430655,0;1430655,62865;0,62865;0,133350" o:connectangles="0,0,0,0"/>
                      </v:shape>
                      <v:shape id="Freeform 453" o:spid="_x0000_s1474" style="position:absolute;left:16490;top:35413;width:718;height:724;visibility:visible;mso-wrap-style:square;v-text-anchor:top" coordsize="150,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1l8YA&#10;AADcAAAADwAAAGRycy9kb3ducmV2LnhtbESPW2vCQBSE34X+h+UU+qYbL4QaXaXUViyi4OXFt0P2&#10;mASzZ9PsGuO/d4VCH4eZ+YaZzltTioZqV1hW0O9FIIhTqwvOFBwP3913EM4jaywtk4I7OZjPXjpT&#10;TLS98Y6avc9EgLBLUEHufZVI6dKcDLqerYiDd7a1QR9knUld4y3ATSkHURRLgwWHhRwr+swpveyv&#10;RoHeDDfH9e82RlNehl+r5ckvmh+l3l7bjwkIT63/D/+1V1rBKB7D80w4AnL2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y1l8YAAADcAAAADwAAAAAAAAAAAAAAAACYAgAAZHJz&#10;L2Rvd25yZXYueG1sUEsFBgAAAAAEAAQA9QAAAIsDAAAAAA==&#10;" path="m75,151l,c47,24,102,24,150,r,l75,151xe" fillcolor="#404040" strokeweight="0">
                        <v:path arrowok="t" o:connecttype="custom" o:connectlocs="35878,72390;0,0;71755,0;71755,0;35878,72390" o:connectangles="0,0,0,0,0"/>
                      </v:shape>
                      <v:shape id="Freeform 454" o:spid="_x0000_s1475" style="position:absolute;left:31153;top:34258;width:10407;height:1194;visibility:visible;mso-wrap-style:square;v-text-anchor:top" coordsize="1639,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ZmA8IA&#10;AADcAAAADwAAAGRycy9kb3ducmV2LnhtbERPz2vCMBS+D/Y/hDfYbaZzolIbZTgG20lae/D4bF6b&#10;avNSmky7/94cBI8f3+9sM9pOXGjwrWMF75MEBHHldMuNgnL//bYE4QOyxs4xKfgnD5v181OGqXZX&#10;zulShEbEEPYpKjAh9KmUvjJk0U9cTxy52g0WQ4RDI/WA1xhuOzlNkrm02HJsMNjT1lB1Lv6sgt/Z&#10;x/LwdSzrk9yZYyl1Xsz7XKnXl/FzBSLQGB7iu/tHK5gt4vx4Jh4Bu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5mYDwgAAANwAAAAPAAAAAAAAAAAAAAAAAJgCAABkcnMvZG93&#10;bnJldi54bWxQSwUGAAAAAAQABAD1AAAAhwMAAAAA&#10;" path="m,l,99r1639,l1639,188e" filled="f" strokecolor="#404040" strokeweight="44e-5mm">
                        <v:stroke endcap="round"/>
                        <v:path arrowok="t" o:connecttype="custom" o:connectlocs="0,0;0,62865;1040765,62865;1040765,119380" o:connectangles="0,0,0,0"/>
                      </v:shape>
                      <v:shape id="Freeform 455" o:spid="_x0000_s1476" style="position:absolute;left:41205;top:35274;width:717;height:717;visibility:visible;mso-wrap-style:square;v-text-anchor:top" coordsize="15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931ccA&#10;AADcAAAADwAAAGRycy9kb3ducmV2LnhtbESPQWvCQBSE7wX/w/KE3ppNSm0lZiNSkJaCUI2Hentk&#10;n0k0+zZktxr99W6h4HGYmW+YbD6YVpyod41lBUkUgyAurW64UrAtlk9TEM4ja2wtk4ILOZjno4cM&#10;U23PvKbTxlciQNilqKD2vkuldGVNBl1kO+Lg7W1v0AfZV1L3eA5w08rnOH6VBhsOCzV29F5Tedz8&#10;GgXTtloW7me7+jisvq9NMikmu6+rUo/jYTED4Wnw9/B/+1MreHlL4O9MOAIyv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HPd9XHAAAA3AAAAA8AAAAAAAAAAAAAAAAAmAIAAGRy&#10;cy9kb3ducmV2LnhtbFBLBQYAAAAABAAEAPUAAACMAwAAAAA=&#10;" path="m75,150l,c47,24,103,24,150,r,l75,150xe" fillcolor="#404040" strokeweight="0">
                        <v:path arrowok="t" o:connecttype="custom" o:connectlocs="35878,71755;0,0;71755,0;71755,0;35878,71755" o:connectangles="0,0,0,0,0"/>
                      </v:shape>
                      <v:rect id="Rectangle 456" o:spid="_x0000_s1477" style="position:absolute;left:8413;top:46050;width:17056;height:7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HVcccA&#10;AADcAAAADwAAAGRycy9kb3ducmV2LnhtbESPQWvCQBSE7wX/w/IEL1I32lrb6CoSWuhBRKMHj4/s&#10;M4lm38bs1qT/vlso9DjMzDfMYtWZStypcaVlBeNRBII4s7rkXMHx8PH4CsJ5ZI2VZVLwTQ5Wy97D&#10;AmNtW97TPfW5CBB2MSoovK9jKV1WkEE3sjVx8M62MeiDbHKpG2wD3FRyEkUv0mDJYaHAmpKCsmv6&#10;ZRQkdcub3Vbe0vfh5Tg8Pb2dpolWatDv1nMQnjr/H/5rf2oFz7MJ/J4JR0A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mR1XHHAAAA3AAAAA8AAAAAAAAAAAAAAAAAmAIAAGRy&#10;cy9kb3ducmV2LnhtbFBLBQYAAAAABAAEAPUAAACMAwAAAAA=&#10;" fillcolor="#cdcdcd" stroked="f"/>
                      <v:shape id="Picture 457" o:spid="_x0000_s1478" type="#_x0000_t75" style="position:absolute;left:8464;top:46113;width:16999;height:78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YCnXTHAAAA3AAAAA8AAABkcnMvZG93bnJldi54bWxEj0FrAjEUhO9C/0N4hd40WxW1W6NIRZQi&#10;graX3l43z83Wzct2E3XbX28EweMwM98w42ljS3Gi2heOFTx3EhDEmdMF5wo+PxbtEQgfkDWWjknB&#10;H3mYTh5aY0y1O/OWTruQiwhhn6ICE0KVSukzQxZ9x1XE0du72mKIss6lrvEc4baU3SQZSIsFxwWD&#10;Fb0Zyg67o1Xw/psfN9+bsKTuUv6v98OfF/M1V+rpsZm9ggjUhHv41l5pBf1hD65n4hGQkws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IYCnXTHAAAA3AAAAA8AAAAAAAAAAAAA&#10;AAAAnwIAAGRycy9kb3ducmV2LnhtbFBLBQYAAAAABAAEAPcAAACTAwAAAAA=&#10;">
                        <v:imagedata r:id="rId39" o:title=""/>
                      </v:shape>
                      <v:rect id="Rectangle 458" o:spid="_x0000_s1479" style="position:absolute;left:8413;top:46050;width:17056;height:78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TonscA&#10;AADcAAAADwAAAGRycy9kb3ducmV2LnhtbESPQWvCQBSE74L/YXmCF9FNW2vb6ColWOhBiqYePD6y&#10;zySafZtmV5P+e7dQ8DjMzDfMYtWZSlypcaVlBQ+TCARxZnXJuYL998f4FYTzyBory6Tglxyslv3e&#10;AmNtW97RNfW5CBB2MSoovK9jKV1WkEE3sTVx8I62MeiDbHKpG2wD3FTyMYpm0mDJYaHAmpKCsnN6&#10;MQqSuuXN9kv+pOvRaT86PL0dnhOt1HDQvc9BeOr8Pfzf/tQKpi9T+DsTjoBc3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k06J7HAAAA3AAAAA8AAAAAAAAAAAAAAAAAmAIAAGRy&#10;cy9kb3ducmV2LnhtbFBLBQYAAAAABAAEAPUAAACMAwAAAAA=&#10;" fillcolor="#cdcdcd" stroked="f"/>
                      <v:rect id="Rectangle 459" o:spid="_x0000_s1480" style="position:absolute;left:8413;top:46050;width:17209;height:8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hNBccA&#10;AADcAAAADwAAAGRycy9kb3ducmV2LnhtbESPT2vCQBTE70K/w/IKXkQ31fovdRUJFXqQotGDx0f2&#10;NUmbfZtmV5N++26h4HGYmd8wq01nKnGjxpWWFTyNIhDEmdUl5wrOp91wAcJ5ZI2VZVLwQw4264fe&#10;CmNtWz7SLfW5CBB2MSoovK9jKV1WkEE3sjVx8D5sY9AH2eRSN9gGuKnkOIpm0mDJYaHAmpKCsq/0&#10;ahQkdcv7w7v8Tl8Hn+fBZbK8TBOtVP+x276A8NT5e/i//aYVPM+n8HcmHAG5/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Z4TQXHAAAA3AAAAA8AAAAAAAAAAAAAAAAAmAIAAGRy&#10;cy9kb3ducmV2LnhtbFBLBQYAAAAABAAEAPUAAACMAwAAAAA=&#10;" fillcolor="#cdcdcd" stroked="f"/>
                      <v:shape id="Freeform 460" o:spid="_x0000_s1481" style="position:absolute;left:8426;top:46075;width:17075;height:7880;visibility:visible;mso-wrap-style:square;v-text-anchor:top" coordsize="3572,16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z+ncYA&#10;AADcAAAADwAAAGRycy9kb3ducmV2LnhtbESPzWrDMBCE74W8g9hCL6GRU0Ji3MgmmCT0lB+3l94W&#10;a2ubWitjybH79lGh0OMwM98w22wyrbhR7xrLCpaLCARxaXXDlYKP98NzDMJ5ZI2tZVLwQw6ydPaw&#10;xUTbka90K3wlAoRdggpq77tESlfWZNAtbEccvC/bG/RB9pXUPY4Bblr5EkVrabDhsFBjR3lN5Xcx&#10;GAVOHuf74XCKZXXOT5/2eIniblTq6XHavYLwNPn/8F/7TStYbdbweyYcAZn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Gz+ncYAAADcAAAADwAAAAAAAAAAAAAAAACYAgAAZHJz&#10;L2Rvd25yZXYueG1sUEsFBgAAAAAEAAQA9QAAAIsDAAAAAA==&#10;" path="m8,1633r3556,l3556,1641,3556,8r8,8l8,16,16,8r,1633c16,1646,13,1649,8,1649v-4,,-8,-3,-8,-8l,8c,4,4,,8,l3564,v5,,8,4,8,8l3572,1641v,5,-3,8,-8,8l8,1649v-4,,-8,-3,-8,-8c,1637,4,1633,8,1633xe" strokeweight="0">
                        <v:path arrowok="t" o:connecttype="custom" o:connectlocs="3824,780389;1703691,780389;1699867,784212;1699867,3823;1703691,7646;3824,7646;7648,3823;7648,784212;3824,788035;0,784212;0,3823;3824,0;1703691,0;1707515,3823;1707515,784212;1703691,788035;3824,788035;0,784212;3824,780389" o:connectangles="0,0,0,0,0,0,0,0,0,0,0,0,0,0,0,0,0,0,0"/>
                      </v:shape>
                      <v:rect id="Rectangle 461" o:spid="_x0000_s1482" style="position:absolute;left:8413;top:46050;width:17209;height:8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Z26ccA&#10;AADcAAAADwAAAGRycy9kb3ducmV2LnhtbESPQWvCQBSE74L/YXmCF6mb2lptdJUSWvAgotGDx0f2&#10;NYnNvk2zW5P++65Q8DjMzDfMct2ZSlypcaVlBY/jCARxZnXJuYLT8eNhDsJ5ZI2VZVLwSw7Wq35v&#10;ibG2LR/omvpcBAi7GBUU3texlC4ryKAb25o4eJ+2MeiDbHKpG2wD3FRyEkUv0mDJYaHAmpKCsq/0&#10;xyhI6pa3+538Tt9Hl9Po/PR6niZaqeGge1uA8NT5e/i/vdEKnmczuJ0JR0Cu/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nmdunHAAAA3AAAAA8AAAAAAAAAAAAAAAAAmAIAAGRy&#10;cy9kb3ducmV2LnhtbFBLBQYAAAAABAAEAPUAAACMAwAAAAA=&#10;" fillcolor="#cdcdcd" stroked="f"/>
                      <v:rect id="Rectangle 462" o:spid="_x0000_s1483" style="position:absolute;left:8185;top:45821;width:17208;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GcUA&#10;AADcAAAADwAAAGRycy9kb3ducmV2LnhtbERPXWvCMBR9H+w/hDvwZcx0YzqtRtkEQXAMdAPx7drc&#10;Nt2am9pEW//98iD4eDjf03lnK3GmxpeOFTz3ExDEmdMlFwp+vpdPIxA+IGusHJOCC3mYz+7vpphq&#10;1/KGzttQiBjCPkUFJoQ6ldJnhiz6vquJI5e7xmKIsCmkbrCN4baSL0kylBZLjg0Ga1oYyv62J6vg&#10;Y7371OPlrznlg8evJD8cN/sWleo9dO8TEIG6cBNf3Sut4PUtro1n4hGQs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Tv4ZxQAAANwAAAAPAAAAAAAAAAAAAAAAAJgCAABkcnMv&#10;ZG93bnJldi54bWxQSwUGAAAAAAQABAD1AAAAigMAAAAA&#10;" fillcolor="#f0f0f0" stroked="f"/>
                      <v:rect id="Rectangle 463" o:spid="_x0000_s1484" style="position:absolute;left:8185;top:45897;width:17208;height: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rZVMUA&#10;AADcAAAADwAAAGRycy9kb3ducmV2LnhtbESPT2sCMRTE70K/Q3gFb5q06tbdGqUIglB76Frw+ti8&#10;/UM3L9tN1O23bwqCx2FmfsOsNoNtxYV63zjW8DRVIIgLZxquNHwdd5MlCB+QDbaOScMvedisH0Yr&#10;zIy78idd8lCJCGGfoYY6hC6T0hc1WfRT1xFHr3S9xRBlX0nT4zXCbSuflUqkxYbjQo0dbWsqvvOz&#10;1YDJ3Px8lLPD8f2cYFoNarc4Ka3Hj8PbK4hAQ7iHb+290TB/SeH/TDwC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WtlUxQAAANwAAAAPAAAAAAAAAAAAAAAAAJgCAABkcnMv&#10;ZG93bnJldi54bWxQSwUGAAAAAAQABAD1AAAAigMAAAAA&#10;" stroked="f"/>
                      <v:rect id="Rectangle 464" o:spid="_x0000_s1485" style="position:absolute;left:8185;top:46202;width:17208;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Com8MA&#10;AADcAAAADwAAAGRycy9kb3ducmV2LnhtbERPz2vCMBS+C/4P4Qm7jJkqY0o1LToYGwNB3Q47Pppn&#10;U9q8dE1su/9+OQgeP77f23y0jeip85VjBYt5AoK4cLriUsH319vTGoQPyBobx6Tgjzzk2XSyxVS7&#10;gU/Un0MpYgj7FBWYENpUSl8YsujnriWO3MV1FkOEXSl1h0MMt41cJsmLtFhxbDDY0quhoj5frYLV&#10;UPzW1/6w3Ouf2n0+vg9mj0elHmbjbgMi0Bju4pv7Qyt4Xsf58Uw8AjL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yCom8MAAADcAAAADwAAAAAAAAAAAAAAAACYAgAAZHJzL2Rv&#10;d25yZXYueG1sUEsFBgAAAAAEAAQA9QAAAIgDAAAAAA==&#10;" fillcolor="#fefefe" stroked="f"/>
                      <v:rect id="Rectangle 465" o:spid="_x0000_s1486" style="position:absolute;left:8185;top:46659;width:17208;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XFS8MA&#10;AADcAAAADwAAAGRycy9kb3ducmV2LnhtbESPQYvCMBSE74L/ITxhb2uqiEg1SllRhL1oFc+P5m3b&#10;3ealNlFbf70RFjwOM/MNs1i1phI3alxpWcFoGIEgzqwuOVdwOm4+ZyCcR9ZYWSYFHTlYLfu9Bcba&#10;3vlAt9TnIkDYxaig8L6OpXRZQQbd0NbEwfuxjUEfZJNL3eA9wE0lx1E0lQZLDgsF1vRVUPaXXo2C&#10;stsmPrnY3+SBXaX33+v0cH4o9TFokzkIT61/h//bO61gMhvB60w4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XFS8MAAADcAAAADwAAAAAAAAAAAAAAAACYAgAAZHJzL2Rv&#10;d25yZXYueG1sUEsFBgAAAAAEAAQA9QAAAIgDAAAAAA==&#10;" fillcolor="#fdfdfd" stroked="f"/>
                      <v:rect id="Rectangle 466" o:spid="_x0000_s1487" style="position:absolute;left:8185;top:47199;width:17208;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WucsAA&#10;AADcAAAADwAAAGRycy9kb3ducmV2LnhtbESPzQrCMBCE74LvEFbwIpoqIqUaRURBPPn3AEuztsVm&#10;U5qorU9vBMHjMDPfMItVY0rxpNoVlhWMRxEI4tTqgjMF18tuGINwHlljaZkUtORgtex2Fpho++IT&#10;Pc8+EwHCLkEFufdVIqVLczLoRrYiDt7N1gZ9kHUmdY2vADelnETRTBosOCzkWNEmp/R+fhgFzdpS&#10;287iweAQHzW22+0me9+V6vea9RyEp8b/w7/2XiuYxhP4nglHQC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QWucsAAAADcAAAADwAAAAAAAAAAAAAAAACYAgAAZHJzL2Rvd25y&#10;ZXYueG1sUEsFBgAAAAAEAAQA9QAAAIUDAAAAAA==&#10;" fillcolor="#fcfcfc" stroked="f"/>
                      <v:rect id="Rectangle 467" o:spid="_x0000_s1488" style="position:absolute;left:8185;top:47656;width:17208;height: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PuRsIA&#10;AADcAAAADwAAAGRycy9kb3ducmV2LnhtbESPT4vCMBTE74LfIbyFvWm6/qNWo4gg7FVt74/m2Vab&#10;l9LEtuun3wgLexxm5jfMdj+YWnTUusqygq9pBII4t7riQkF6PU1iEM4ja6wtk4IfcrDfjUdbTLTt&#10;+UzdxRciQNglqKD0vkmkdHlJBt3UNsTBu9nWoA+yLaRusQ9wU8tZFK2kwYrDQokNHUvKH5enUZAt&#10;4/Osf8hX+rqbbH17ntIOa6U+P4bDBoSnwf+H/9rfWsEinsP7TDgC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Q+5GwgAAANwAAAAPAAAAAAAAAAAAAAAAAJgCAABkcnMvZG93&#10;bnJldi54bWxQSwUGAAAAAAQABAD1AAAAhwMAAAAA&#10;" fillcolor="#fbfbfb" stroked="f"/>
                      <v:rect id="Rectangle 468" o:spid="_x0000_s1489" style="position:absolute;left:8185;top:48190;width:17208;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9n/McA&#10;AADcAAAADwAAAGRycy9kb3ducmV2LnhtbESP0WrCQBRE3wv+w3IFX0rdKGJj6irSVrCFPjT6AZfs&#10;NQlm767ZrYl+fVco9HGYmTPMct2bRlyo9bVlBZNxAoK4sLrmUsFhv31KQfiArLGxTAqu5GG9Gjws&#10;MdO242+65KEUEcI+QwVVCC6T0hcVGfRj64ijd7StwRBlW0rdYhfhppHTJJlLgzXHhQodvVZUnPIf&#10;o+Ccvx/ebo/PffdZL1xYfH3s041TajTsNy8gAvXhP/zX3mkFs3QG9zPxCM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qfZ/zHAAAA3AAAAA8AAAAAAAAAAAAAAAAAmAIAAGRy&#10;cy9kb3ducmV2LnhtbFBLBQYAAAAABAAEAPUAAACMAwAAAAA=&#10;" fillcolor="#fafafa" stroked="f"/>
                      <v:rect id="Rectangle 469" o:spid="_x0000_s1490" style="position:absolute;left:8185;top:48647;width:17208;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6/UcUA&#10;AADcAAAADwAAAGRycy9kb3ducmV2LnhtbESPQWvCQBSE74L/YXmCN90YVCR1FSkVpdKiNvT8yL4m&#10;0ezbkF019de7QqHHYWa+YebL1lTiSo0rLSsYDSMQxJnVJecK0q/1YAbCeWSNlWVS8EsOlotuZ46J&#10;tjc+0PXocxEg7BJUUHhfJ1K6rCCDbmhr4uD92MagD7LJpW7wFuCmknEUTaXBksNCgTW9FpSdjxej&#10;QKeTz/g9/j7p/cfU6Xsa7fzmTal+r129gPDU+v/wX3urFYxnE3ieCUdAL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Lr9RxQAAANwAAAAPAAAAAAAAAAAAAAAAAJgCAABkcnMv&#10;ZG93bnJldi54bWxQSwUGAAAAAAQABAD1AAAAigMAAAAA&#10;" fillcolor="#f9f9f9" stroked="f"/>
                      <v:rect id="Rectangle 470" o:spid="_x0000_s1491" style="position:absolute;left:8185;top:49187;width:17208;height:9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VtnsQA&#10;AADcAAAADwAAAGRycy9kb3ducmV2LnhtbESPzYoCMRCE7wu+Q2jBy6IZRURGo6josgdZ8PfcTtqZ&#10;wUlnSKKOb28WFvZYVNdXXdN5YyrxIOdLywr6vQQEcWZ1ybmC42HTHYPwAVljZZkUvMjDfNb6mGKq&#10;7ZN39NiHXEQI+xQVFCHUqZQ+K8ig79maOHpX6wyGKF0utcNnhJtKDpJkJA2WHBsKrGlVUHbb3018&#10;4+druTzjenM6Vpetxs/Bye3OSnXazWICIlAT/o//0t9awXA8gt8xkQBy9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VbZ7EAAAA3AAAAA8AAAAAAAAAAAAAAAAAmAIAAGRycy9k&#10;b3ducmV2LnhtbFBLBQYAAAAABAAEAPUAAACJAwAAAAA=&#10;" fillcolor="#f8f8f8" stroked="f"/>
                      <v:rect id="Rectangle 471" o:spid="_x0000_s1492" style="position:absolute;left:8185;top:50177;width:17208;height: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rnxMYA&#10;AADcAAAADwAAAGRycy9kb3ducmV2LnhtbESPQWvCQBSE70L/w/IKvUjdVIrRmI1UQSv2ZNqLt0f2&#10;NQnNvg3ZbUz+fbcgeBxm5hsm3QymET11rras4GUWgSAurK65VPD1uX9egnAeWWNjmRSM5GCTPUxS&#10;TLS98pn63JciQNglqKDyvk2kdEVFBt3MtsTB+7adQR9kV0rd4TXATSPnUbSQBmsOCxW2tKuo+Ml/&#10;jYKPldmOKzvGeX/Zuul7fTofClTq6XF4W4PwNPh7+NY+agWvyxj+z4QjI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drnxMYAAADcAAAADwAAAAAAAAAAAAAAAACYAgAAZHJz&#10;L2Rvd25yZXYueG1sUEsFBgAAAAAEAAQA9QAAAIsDAAAAAA==&#10;" fillcolor="#f7f7f7" stroked="f"/>
                      <v:rect id="Rectangle 472" o:spid="_x0000_s1493" style="position:absolute;left:8185;top:50641;width:17208;height:5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PQsMA&#10;AADcAAAADwAAAGRycy9kb3ducmV2LnhtbERPW2vCMBR+H+w/hDPwZcxUcUWqsYyKMHQgXgY+njVn&#10;bVlzUpLM1n+/PAx8/Pjuy3wwrbiS841lBZNxAoK4tLrhSsH5tHmZg/ABWWNrmRTcyEO+enxYYqZt&#10;zwe6HkMlYgj7DBXUIXSZlL6syaAf2444ct/WGQwRukpqh30MN62cJkkqDTYcG2rsqKip/Dn+GgV9&#10;8rHm591X+vl63ldus9/SpUClRk/D2wJEoCHcxf/ud61gNo9r45l4BO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oPQsMAAADcAAAADwAAAAAAAAAAAAAAAACYAgAAZHJzL2Rv&#10;d25yZXYueG1sUEsFBgAAAAAEAAQA9QAAAIgDAAAAAA==&#10;" fillcolor="#f6f6f6" stroked="f"/>
                      <v:rect id="Rectangle 473" o:spid="_x0000_s1494" style="position:absolute;left:8185;top:51174;width:17208;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pq8cA&#10;AADcAAAADwAAAGRycy9kb3ducmV2LnhtbESPQWvCQBSE70L/w/IEL1I3VdtqdJUiKJ4sTXPo8TX7&#10;moRm34bsmkR/fbcgeBxm5htmve1NJVpqXGlZwdMkAkGcWV1yriD93D8uQDiPrLGyTAou5GC7eRis&#10;Mda24w9qE5+LAGEXo4LC+zqW0mUFGXQTWxMH78c2Bn2QTS51g12Am0pOo+hFGiw5LBRY066g7Dc5&#10;GwXP9ffhdf4+O12T8cGmVXZsl92XUqNh/7YC4an39/CtfdQK5osl/J8JR0Bu/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w9aavHAAAA3AAAAA8AAAAAAAAAAAAAAAAAmAIAAGRy&#10;cy9kb3ducmV2LnhtbFBLBQYAAAAABAAEAPUAAACMAwAAAAA=&#10;" fillcolor="#f5f5f5" stroked="f"/>
                      <v:rect id="Rectangle 474" o:spid="_x0000_s1495" style="position:absolute;left:8185;top:51631;width:17208;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4GssMA&#10;AADcAAAADwAAAGRycy9kb3ducmV2LnhtbERPW2vCMBR+H/gfwhF8m+k2mdoZpWwIgiB4QdjboTm2&#10;nc1JSaJt/715EPb48d0Xq87U4k7OV5YVvI0TEMS51RUXCk7H9esMhA/IGmvLpKAnD6vl4GWBqbYt&#10;7+l+CIWIIexTVFCG0KRS+rwkg35sG+LIXawzGCJ0hdQO2xhuavmeJJ/SYMWxocSGvkvKr4ebUXDu&#10;q782+5nbTbb+vV12H9Nrv3VKjYZd9gUiUBf+xU/3RiuYzOP8eCYeAb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Y4GssMAAADcAAAADwAAAAAAAAAAAAAAAACYAgAAZHJzL2Rv&#10;d25yZXYueG1sUEsFBgAAAAAEAAQA9QAAAIgDAAAAAA==&#10;" fillcolor="#f4f4f4" stroked="f"/>
                      <v:rect id="Rectangle 475" o:spid="_x0000_s1496" style="position:absolute;left:8185;top:52171;width:17208;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FXJMQA&#10;AADcAAAADwAAAGRycy9kb3ducmV2LnhtbESPT2vCQBTE74LfYXmF3nRXbYumriKC1JPgP7y+Zl+T&#10;YPZtyG5i7Kd3hUKPw8z8hpkvO1uKlmpfONYwGioQxKkzBWcaTsfNYArCB2SDpWPScCcPy0W/N8fE&#10;uBvvqT2ETEQI+wQ15CFUiZQ+zcmiH7qKOHo/rrYYoqwzaWq8Rbgt5VipD2mx4LiQY0XrnNLrobEa&#10;Lr9tE77cd9Oeye4m73SdHZXS+vWlW32CCNSF//Bfe2s0vM1G8DwTj4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xVyTEAAAA3AAAAA8AAAAAAAAAAAAAAAAAmAIAAGRycy9k&#10;b3ducmV2LnhtbFBLBQYAAAAABAAEAPUAAACJAwAAAAA=&#10;" fillcolor="#f3f3f3" stroked="f"/>
                      <v:rect id="Rectangle 476" o:spid="_x0000_s1497" style="position:absolute;left:8185;top:52628;width:17208;height:5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VqMcYA&#10;AADcAAAADwAAAGRycy9kb3ducmV2LnhtbESPQWvCQBSE7wX/w/KEXkQ3FSk1dRUpbSkoSKMSvD2y&#10;r9lg9m3IbmP8925B6HGYmW+Yxaq3teio9ZVjBU+TBARx4XTFpYLD/mP8AsIHZI21Y1JwJQ+r5eBh&#10;gal2F/6mLguliBD2KSowITSplL4wZNFPXEMcvR/XWgxRtqXULV4i3NZymiTP0mLFccFgQ2+GinP2&#10;axWsZX7ibbbpjtZcZa5HZ7v7fFfqcdivX0EE6sN/+N7+0gpm8yn8nYlH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1VqMcYAAADcAAAADwAAAAAAAAAAAAAAAACYAgAAZHJz&#10;L2Rvd25yZXYueG1sUEsFBgAAAAAEAAQA9QAAAIsDAAAAAA==&#10;" fillcolor="#f2f2f2" stroked="f"/>
                      <v:rect id="Rectangle 477" o:spid="_x0000_s1498" style="position:absolute;left:8185;top:53162;width:17208;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GPJcQA&#10;AADcAAAADwAAAGRycy9kb3ducmV2LnhtbESPQYvCMBSE74L/ITzBi2i6rixajSKLgnrTCuLt0Tzb&#10;YvNSmqh1f70RhD0OM/MNM1s0phR3ql1hWcHXIAJBnFpdcKbgmKz7YxDOI2ssLZOCJzlYzNutGcba&#10;PnhP94PPRICwi1FB7n0VS+nSnAy6ga2Ig3extUEfZJ1JXeMjwE0ph1H0Iw0WHBZyrOg3p/R6uJlA&#10;2V/NOR2tol1vu+bTJEl2TfWnVLfTLKcgPDX+P/xpb7SC0eQb3mfCEZ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7hjyXEAAAA3AAAAA8AAAAAAAAAAAAAAAAAmAIAAGRycy9k&#10;b3ducmV2LnhtbFBLBQYAAAAABAAEAPUAAACJAwAAAAA=&#10;" fillcolor="#f1f1f1" stroked="f"/>
                      <v:rect id="Rectangle 478" o:spid="_x0000_s1499" style="position:absolute;left:8185;top:53619;width:17208;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8S5scA&#10;AADcAAAADwAAAGRycy9kb3ducmV2LnhtbESPQUvDQBSE74L/YXmCF2k3SismdhNUKAiWQmtBvD2z&#10;L9m02bcxu23iv3eFgsdhZr5hFsVoW3Gi3jeOFdxOExDEpdMN1wp278vJAwgfkDW2jknBD3ko8suL&#10;BWbaDbyh0zbUIkLYZ6jAhNBlUvrSkEU/dR1x9CrXWwxR9rXUPQ4Rblt5lyT30mLDccFgRy+GysP2&#10;aBU8v32sdLrcm2M1v1kn1df35nNApa6vxqdHEIHG8B8+t1+1glk6g78z8QjI/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wPEubHAAAA3AAAAA8AAAAAAAAAAAAAAAAAmAIAAGRy&#10;cy9kb3ducmV2LnhtbFBLBQYAAAAABAAEAPUAAACMAwAAAAA=&#10;" fillcolor="#f0f0f0" stroked="f"/>
                      <v:rect id="Rectangle 479" o:spid="_x0000_s1500" style="position:absolute;left:8324;top:45967;width:16993;height:7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zwV8cA&#10;AADcAAAADwAAAGRycy9kb3ducmV2LnhtbESP3WoCMRSE7wu+QzhC72rW0i26GkVaWlpExB9aL4+b&#10;4+7i5mRNUl3fvikUvBxm5htmPG1NLc7kfGVZQb+XgCDOra64ULDdvD0MQPiArLG2TAqu5GE66dyN&#10;MdP2wis6r0MhIoR9hgrKEJpMSp+XZND3bEMcvYN1BkOUrpDa4SXCTS0fk+RZGqw4LpTY0EtJ+XH9&#10;YxTgfL7cvuPn9y7dF6+L6+Hk0q+TUvfddjYCEagNt/B/+0MreBqm8HcmHgE5+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zc8FfHAAAA3AAAAA8AAAAAAAAAAAAAAAAAmAIAAGRy&#10;cy9kb3ducmV2LnhtbFBLBQYAAAAABAAEAPUAAACMAwAAAAA=&#10;" filled="f" strokecolor="#404040" strokeweight="1e-4mm">
                        <v:stroke joinstyle="round" endcap="round"/>
                      </v:rect>
                      <v:rect id="Rectangle 480" o:spid="_x0000_s1501" style="position:absolute;left:9175;top:46202;width:15196;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q0AsIA&#10;AADcAAAADwAAAGRycy9kb3ducmV2LnhtbESPzYoCMRCE74LvEFrwphlFxB2NIoKgy14c9wGaSc8P&#10;Jp0hic749puFhT0WVfUVtTsM1ogX+dA6VrCYZyCIS6dbrhV838+zDYgQkTUax6TgTQEO+/Foh7l2&#10;Pd/oVcRaJAiHHBU0MXa5lKFsyGKYu444eZXzFmOSvpbaY5/g1shllq2lxZbTQoMdnRoqH8XTKpD3&#10;4txvCuMz97msvsz1cqvIKTWdDMctiEhD/A//tS9awepjD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2rQCwgAAANwAAAAPAAAAAAAAAAAAAAAAAJgCAABkcnMvZG93&#10;bnJldi54bWxQSwUGAAAAAAQABAD1AAAAhwMAAAAA&#10;" filled="f" stroked="f">
                        <v:textbox style="mso-fit-shape-to-text:t" inset="0,0,0,0">
                          <w:txbxContent>
                            <w:p w:rsidR="00E86396" w:rsidRDefault="00E86396">
                              <w:proofErr w:type="spellStart"/>
                              <w:r>
                                <w:rPr>
                                  <w:rFonts w:ascii="Arial" w:hAnsi="Arial" w:cs="Arial"/>
                                  <w:color w:val="000000"/>
                                  <w:sz w:val="16"/>
                                  <w:szCs w:val="16"/>
                                  <w:lang w:val="en-US"/>
                                </w:rPr>
                                <w:t>AER</w:t>
                              </w:r>
                              <w:proofErr w:type="spellEnd"/>
                              <w:r>
                                <w:rPr>
                                  <w:rFonts w:ascii="Arial" w:hAnsi="Arial" w:cs="Arial"/>
                                  <w:color w:val="000000"/>
                                  <w:sz w:val="16"/>
                                  <w:szCs w:val="16"/>
                                  <w:lang w:val="en-US"/>
                                </w:rPr>
                                <w:t xml:space="preserve"> to review taking into account </w:t>
                              </w:r>
                            </w:p>
                          </w:txbxContent>
                        </v:textbox>
                      </v:rect>
                      <v:rect id="Rectangle 481" o:spid="_x0000_s1502" style="position:absolute;left:13538;top:47421;width:6216;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YRmcIA&#10;AADcAAAADwAAAGRycy9kb3ducmV2LnhtbESP3WoCMRSE7wu+QziCdzWrSNXVKFIQbPHG1Qc4bM7+&#10;YHKyJKm7ffumIHg5zMw3zHY/WCMe5EPrWMFsmoEgLp1uuVZwux7fVyBCRNZoHJOCXwqw343etphr&#10;1/OFHkWsRYJwyFFBE2OXSxnKhiyGqeuIk1c5bzEm6WupPfYJbo2cZ9mHtNhyWmiwo8+GynvxYxXI&#10;a3HsV4XxmfueV2fzdbpU5JSajIfDBkSkIb7Cz/ZJK1isl/B/Jh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lhGZwgAAANwAAAAPAAAAAAAAAAAAAAAAAJgCAABkcnMvZG93&#10;bnJldi54bWxQSwUGAAAAAAQABAD1AAAAhwMAAAAA&#10;" filled="f" stroked="f">
                        <v:textbox style="mso-fit-shape-to-text:t" inset="0,0,0,0">
                          <w:txbxContent>
                            <w:p w:rsidR="00E86396" w:rsidRDefault="00E86396">
                              <w:proofErr w:type="spellStart"/>
                              <w:r>
                                <w:rPr>
                                  <w:rFonts w:ascii="Arial" w:hAnsi="Arial" w:cs="Arial"/>
                                  <w:color w:val="000000"/>
                                  <w:sz w:val="16"/>
                                  <w:szCs w:val="16"/>
                                  <w:lang w:val="en-US"/>
                                </w:rPr>
                                <w:t>AEMO</w:t>
                              </w:r>
                              <w:proofErr w:type="spellEnd"/>
                              <w:r>
                                <w:rPr>
                                  <w:rFonts w:ascii="Arial" w:hAnsi="Arial" w:cs="Arial"/>
                                  <w:color w:val="000000"/>
                                  <w:sz w:val="16"/>
                                  <w:szCs w:val="16"/>
                                  <w:lang w:val="en-US"/>
                                </w:rPr>
                                <w:t xml:space="preserve"> advice</w:t>
                              </w:r>
                            </w:p>
                          </w:txbxContent>
                        </v:textbox>
                      </v:rect>
                      <v:rect id="Rectangle 482" o:spid="_x0000_s1503" style="position:absolute;left:19805;top:47421;width:286;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mF674A&#10;AADcAAAADwAAAGRycy9kb3ducmV2LnhtbERPy4rCMBTdC/5DuII7TUdEnI5RBkFQcWOdD7g0tw8m&#10;uSlJtPXvzUJweTjvzW6wRjzIh9axgq95BoK4dLrlWsHf7TBbgwgRWaNxTAqeFGC3HY82mGvX85Ue&#10;RaxFCuGQo4Imxi6XMpQNWQxz1xEnrnLeYkzQ11J77FO4NXKRZStpseXU0GBH+4bK/+JuFchbcejX&#10;hfGZOy+qizkdrxU5paaT4fcHRKQhfsRv91ErWH6nt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MJheu+AAAA3AAAAA8AAAAAAAAAAAAAAAAAmAIAAGRycy9kb3ducmV2&#10;LnhtbFBLBQYAAAAABAAEAPUAAACDAwAAAAA=&#10;" filled="f" stroked="f">
                        <v:textbox style="mso-fit-shape-to-text:t" inset="0,0,0,0">
                          <w:txbxContent>
                            <w:p w:rsidR="00E86396" w:rsidRDefault="00E86396">
                              <w:r>
                                <w:rPr>
                                  <w:rFonts w:ascii="Arial" w:hAnsi="Arial" w:cs="Arial"/>
                                  <w:color w:val="000000"/>
                                  <w:sz w:val="16"/>
                                  <w:szCs w:val="16"/>
                                  <w:lang w:val="en-US"/>
                                </w:rPr>
                                <w:t>.</w:t>
                              </w:r>
                            </w:p>
                          </w:txbxContent>
                        </v:textbox>
                      </v:rect>
                      <v:rect id="Rectangle 483" o:spid="_x0000_s1504" style="position:absolute;left:8642;top:48647;width:15703;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UgcMIA&#10;AADcAAAADwAAAGRycy9kb3ducmV2LnhtbESPzYoCMRCE74LvEFrwphlFFp01igiCLl4c9wGaSc8P&#10;Jp0hyTqzb28WhD0WVfUVtd0P1ogn+dA6VrCYZyCIS6dbrhV830+zNYgQkTUax6TglwLsd+PRFnPt&#10;er7Rs4i1SBAOOSpoYuxyKUPZkMUwdx1x8irnLcYkfS21xz7BrZHLLPuQFltOCw12dGyofBQ/VoG8&#10;F6d+XRifua9ldTWX860ip9R0Mhw+QUQa4n/43T5rBavNB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RSBw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Probabilistic planning used for cost</w:t>
                              </w:r>
                            </w:p>
                          </w:txbxContent>
                        </v:textbox>
                      </v:rect>
                      <v:rect id="Rectangle 484" o:spid="_x0000_s1505" style="position:absolute;left:24396;top:48647;width:565;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QT974A&#10;AADcAAAADwAAAGRycy9kb3ducmV2LnhtbERPy2oCMRTdC/5DuEJ3mii0yGgUEQRb3Dj6AZfJnQcm&#10;N0MSnenfNwuhy8N5b/ejs+JFIXaeNSwXCgRx5U3HjYb77TRfg4gJ2aD1TBp+KcJ+N51ssTB+4Cu9&#10;ytSIHMKxQA1tSn0hZaxachgXvifOXO2Dw5RhaKQJOORwZ+VKqS/psOPc0GJPx5aqR/l0GuStPA3r&#10;0gblf1b1xX6frzV5rT9m42EDItGY/sVv99lo+FR5fj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OUE/e+AAAA3AAAAA8AAAAAAAAAAAAAAAAAmAIAAGRycy9kb3ducmV2&#10;LnhtbFBLBQYAAAAABAAEAPUAAACDAwAAAAA=&#10;" filled="f" stroked="f">
                        <v:textbox style="mso-fit-shape-to-text:t" inset="0,0,0,0">
                          <w:txbxContent>
                            <w:p w:rsidR="00E86396" w:rsidRDefault="00E86396">
                              <w:r>
                                <w:rPr>
                                  <w:rFonts w:ascii="Arial" w:hAnsi="Arial" w:cs="Arial"/>
                                  <w:color w:val="000000"/>
                                  <w:sz w:val="16"/>
                                  <w:szCs w:val="16"/>
                                  <w:lang w:val="en-US"/>
                                </w:rPr>
                                <w:t>–</w:t>
                              </w:r>
                            </w:p>
                          </w:txbxContent>
                        </v:textbox>
                      </v:rect>
                      <v:rect id="Rectangle 485" o:spid="_x0000_s1506" style="position:absolute;left:8566;top:49872;width:16383;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i2bMIA&#10;AADcAAAADwAAAGRycy9kb3ducmV2LnhtbESPzWrDMBCE74G+g9hCb4nkQEpwo5gQCKShlzh5gMVa&#10;/1BpZSQ1dt++KhR6HGbmG2ZXzc6KB4U4eNZQrBQI4sabgTsN99tpuQURE7JB65k0fFOEav+02GFp&#10;/MRXetSpExnCsUQNfUpjKWVsenIYV34kzl7rg8OUZeikCThluLNyrdSrdDhwXuhxpGNPzWf95TTI&#10;W32atrUNyl/W7Yd9P19b8lq/PM+HNxCJ5vQf/mufjYaNKuD3TD4Cc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2LZs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 xml:space="preserve">benefit assessment with stakeholder </w:t>
                              </w:r>
                            </w:p>
                          </w:txbxContent>
                        </v:textbox>
                      </v:rect>
                      <v:rect id="Rectangle 486" o:spid="_x0000_s1507" style="position:absolute;left:8947;top:51092;width:15652;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ooG8IA&#10;AADcAAAADwAAAGRycy9kb3ducmV2LnhtbESP3WoCMRSE74W+QziF3mnSBUVWo0hBsNIbVx/gsDn7&#10;g8nJkqTu9u2bQsHLYWa+Ybb7yVnxoBB7zxreFwoEce1Nz62G2/U4X4OICdmg9UwafijCfvcy22Jp&#10;/MgXelSpFRnCsUQNXUpDKWWsO3IYF34gzl7jg8OUZWilCThmuLOyUGolHfacFzoc6KOj+l59Ow3y&#10;Wh3HdWWD8uei+bKfp0tDXuu31+mwAZFoSs/wf/tkNCxVA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Cigb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 xml:space="preserve">input that needs to be approved by </w:t>
                              </w:r>
                            </w:p>
                          </w:txbxContent>
                        </v:textbox>
                      </v:rect>
                      <v:rect id="Rectangle 487" o:spid="_x0000_s1508" style="position:absolute;left:11626;top:52317;width:2090;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aNgMIA&#10;AADcAAAADwAAAGRycy9kb3ducmV2LnhtbESP3WoCMRSE74W+QziF3mmixSJbo4ggWPHG1Qc4bM7+&#10;0ORkSaK7fXtTKPRymJlvmPV2dFY8KMTOs4b5TIEgrrzpuNFwux6mKxAxIRu0nknDD0XYbl4mayyM&#10;H/hCjzI1IkM4FqihTakvpIxVSw7jzPfE2at9cJiyDI00AYcMd1YulPqQDjvOCy32tG+p+i7vToO8&#10;lodhVdqg/GlRn+3X8VKT1/rtddx9gkg0pv/wX/toNCzVO/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Ro2AwgAAANwAAAAPAAAAAAAAAAAAAAAAAJgCAABkcnMvZG93&#10;bnJldi54bWxQSwUGAAAAAAQABAD1AAAAhwMAAAAA&#10;" filled="f" stroked="f">
                        <v:textbox style="mso-fit-shape-to-text:t" inset="0,0,0,0">
                          <w:txbxContent>
                            <w:p w:rsidR="00E86396" w:rsidRDefault="00E86396">
                              <w:proofErr w:type="spellStart"/>
                              <w:r>
                                <w:rPr>
                                  <w:rFonts w:ascii="Arial" w:hAnsi="Arial" w:cs="Arial"/>
                                  <w:color w:val="000000"/>
                                  <w:sz w:val="16"/>
                                  <w:szCs w:val="16"/>
                                  <w:lang w:val="en-US"/>
                                </w:rPr>
                                <w:t>AER</w:t>
                              </w:r>
                              <w:proofErr w:type="spellEnd"/>
                              <w:r>
                                <w:rPr>
                                  <w:rFonts w:ascii="Arial" w:hAnsi="Arial" w:cs="Arial"/>
                                  <w:color w:val="000000"/>
                                  <w:sz w:val="16"/>
                                  <w:szCs w:val="16"/>
                                  <w:lang w:val="en-US"/>
                                </w:rPr>
                                <w:t xml:space="preserve"> </w:t>
                              </w:r>
                            </w:p>
                          </w:txbxContent>
                        </v:textbox>
                      </v:rect>
                      <v:rect id="Rectangle 488" o:spid="_x0000_s1509" style="position:absolute;left:13995;top:52317;width:343;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8V9MIA&#10;AADcAAAADwAAAGRycy9kb3ducmV2LnhtbESP3WoCMRSE74W+QziF3mmi1CJbo4ggWPHG1Qc4bM7+&#10;0ORkSaK7fXtTKPRymJlvmPV2dFY8KMTOs4b5TIEgrrzpuNFwux6mKxAxIRu0nknDD0XYbl4mayyM&#10;H/hCjzI1IkM4FqihTakvpIxVSw7jzPfE2at9cJiyDI00AYcMd1YulPqQDjvOCy32tG+p+i7vToO8&#10;lodhVdqg/GlRn+3X8VKT1/rtddx9gkg0pv/wX/toNCzVO/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rxX0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w:t>
                              </w:r>
                            </w:p>
                          </w:txbxContent>
                        </v:textbox>
                      </v:rect>
                      <v:rect id="Rectangle 489" o:spid="_x0000_s1510" style="position:absolute;left:14300;top:52317;width:6388;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wb8EA&#10;AADcAAAADwAAAGRycy9kb3ducmV2LnhtbESP3WoCMRSE74W+QzhC7zRRUGRrFBEEK71x9QEOm7M/&#10;NDlZktTdvr0pFLwcZuYbZrsfnRUPCrHzrGExVyCIK286bjTcb6fZBkRMyAatZ9LwSxH2u7fJFgvj&#10;B77So0yNyBCOBWpoU+oLKWPVksM49z1x9mofHKYsQyNNwCHDnZVLpdbSYcd5ocWeji1V3+WP0yBv&#10;5WnYlDYof1nWX/bzfK3Ja/0+HQ8fIBKN6RX+b5+NhpVawd+ZfATk7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jsG/BAAAA3A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 xml:space="preserve">expanded </w:t>
                              </w:r>
                              <w:proofErr w:type="spellStart"/>
                              <w:r>
                                <w:rPr>
                                  <w:rFonts w:ascii="Arial" w:hAnsi="Arial" w:cs="Arial"/>
                                  <w:color w:val="000000"/>
                                  <w:sz w:val="16"/>
                                  <w:szCs w:val="16"/>
                                  <w:lang w:val="en-US"/>
                                </w:rPr>
                                <w:t>RIT</w:t>
                              </w:r>
                              <w:proofErr w:type="spellEnd"/>
                            </w:p>
                          </w:txbxContent>
                        </v:textbox>
                      </v:rect>
                      <v:rect id="Rectangle 490" o:spid="_x0000_s1511" style="position:absolute;left:20726;top:52317;width:343;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EuGMEA&#10;AADcAAAADwAAAGRycy9kb3ducmV2LnhtbESP3WoCMRSE74W+QzhC7zRRqMjWKCIIVnrj6gMcNmd/&#10;aHKyJKm7fXtTELwcZuYbZrMbnRV3CrHzrGExVyCIK286bjTcrsfZGkRMyAatZ9LwRxF227fJBgvj&#10;B77QvUyNyBCOBWpoU+oLKWPVksM49z1x9mofHKYsQyNNwCHDnZVLpVbSYcd5ocWeDi1VP+Wv0yCv&#10;5XFYlzYof17W3/brdKnJa/0+HfefIBKN6RV+tk9Gw4dawf+Zf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xLhjBAAAA3AAAAA8AAAAAAAAAAAAAAAAAmAIAAGRycy9kb3du&#10;cmV2LnhtbFBLBQYAAAAABAAEAPUAAACGAwAAAAA=&#10;" filled="f" stroked="f">
                        <v:textbox style="mso-fit-shape-to-text:t" inset="0,0,0,0">
                          <w:txbxContent>
                            <w:p w:rsidR="00E86396" w:rsidRDefault="00E86396">
                              <w:r>
                                <w:rPr>
                                  <w:rFonts w:ascii="Arial" w:hAnsi="Arial" w:cs="Arial"/>
                                  <w:color w:val="000000"/>
                                  <w:sz w:val="16"/>
                                  <w:szCs w:val="16"/>
                                  <w:lang w:val="en-US"/>
                                </w:rPr>
                                <w:t>-</w:t>
                              </w:r>
                            </w:p>
                          </w:txbxContent>
                        </v:textbox>
                      </v:rect>
                      <v:rect id="Rectangle 491" o:spid="_x0000_s1512" style="position:absolute;left:21031;top:52317;width:622;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Lg8IA&#10;AADcAAAADwAAAGRycy9kb3ducmV2LnhtbESP3WoCMRSE74W+QziF3mmiUCtbo4ggWPHG1Qc4bM7+&#10;0ORkSaK7fXtTKPRymJlvmPV2dFY8KMTOs4b5TIEgrrzpuNFwux6mKxAxIRu0nknDD0XYbl4mayyM&#10;H/hCjzI1IkM4FqihTakvpIxVSw7jzPfE2at9cJiyDI00AYcMd1YulFpKhx3nhRZ72rdUfZd3p0Fe&#10;y8OwKm1Q/rSoz/breKnJa/32Ou4+QSQa03/4r300Gt7VB/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fYuDwgAAANwAAAAPAAAAAAAAAAAAAAAAAJgCAABkcnMvZG93&#10;bnJldi54bWxQSwUGAAAAAAQABAD1AAAAhwMAAAAA&#10;" filled="f" stroked="f">
                        <v:textbox style="mso-fit-shape-to-text:t" inset="0,0,0,0">
                          <w:txbxContent>
                            <w:p w:rsidR="00E86396" w:rsidRDefault="00E86396">
                              <w:r>
                                <w:rPr>
                                  <w:rFonts w:ascii="Arial" w:hAnsi="Arial" w:cs="Arial"/>
                                  <w:color w:val="000000"/>
                                  <w:sz w:val="16"/>
                                  <w:szCs w:val="16"/>
                                  <w:lang w:val="en-US"/>
                                </w:rPr>
                                <w:t>T</w:t>
                              </w:r>
                            </w:p>
                          </w:txbxContent>
                        </v:textbox>
                      </v:rect>
                      <v:rect id="Rectangle 492" o:spid="_x0000_s1513" style="position:absolute;left:21723;top:52317;width:343;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If8b4A&#10;AADcAAAADwAAAGRycy9kb3ducmV2LnhtbERPy2oCMRTdC/5DuEJ3mii0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3iH/G+AAAA3AAAAA8AAAAAAAAAAAAAAAAAmAIAAGRycy9kb3ducmV2&#10;LnhtbFBLBQYAAAAABAAEAPUAAACDAwAAAAA=&#10;" filled="f" stroked="f">
                        <v:textbox style="mso-fit-shape-to-text:t" inset="0,0,0,0">
                          <w:txbxContent>
                            <w:p w:rsidR="00E86396" w:rsidRDefault="00E86396">
                              <w:r>
                                <w:rPr>
                                  <w:rFonts w:ascii="Arial" w:hAnsi="Arial" w:cs="Arial"/>
                                  <w:color w:val="000000"/>
                                  <w:sz w:val="16"/>
                                  <w:szCs w:val="16"/>
                                  <w:lang w:val="en-US"/>
                                </w:rPr>
                                <w:t>)</w:t>
                              </w:r>
                            </w:p>
                          </w:txbxContent>
                        </v:textbox>
                      </v:rect>
                      <v:shape id="Freeform 493" o:spid="_x0000_s1514" style="position:absolute;left:2152;top:20815;width:5626;height:29051;visibility:visible;mso-wrap-style:square;v-text-anchor:top" coordsize="886,4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J7SsUA&#10;AADcAAAADwAAAGRycy9kb3ducmV2LnhtbESPQWvCQBSE7wX/w/IEb83GglJT1yABQb1pW+zxkX1m&#10;Q7JvY3Yb0/76bqHQ4zAz3zDrfLStGKj3tWMF8yQFQVw6XXOl4O119/gMwgdkja1jUvBFHvLN5GGN&#10;mXZ3PtFwDpWIEPYZKjAhdJmUvjRk0SeuI47e1fUWQ5R9JXWP9wi3rXxK06W0WHNcMNhRYahszp9W&#10;QfF+KxfDofkePi7Omro57nB/VGo2HbcvIAKN4T/8195rBYt0Bb9n4hG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wntKxQAAANwAAAAPAAAAAAAAAAAAAAAAAJgCAABkcnMv&#10;ZG93bnJldi54bWxQSwUGAAAAAAQABAD1AAAAigMAAAAA&#10;" path="m198,l,,,4575r886,e" filled="f" strokecolor="#404040" strokeweight="44e-5mm">
                        <v:stroke endcap="round"/>
                        <v:path arrowok="t" o:connecttype="custom" o:connectlocs="125730,0;0,0;0,2905125;562610,2905125" o:connectangles="0,0,0,0"/>
                      </v:shape>
                      <v:shape id="Freeform 494" o:spid="_x0000_s1515" style="position:absolute;left:7607;top:49510;width:717;height:718;visibility:visible;mso-wrap-style:square;v-text-anchor:top" coordsize="15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04c8QA&#10;AADcAAAADwAAAGRycy9kb3ducmV2LnhtbERPTWuDQBC9F/oflink1qwGDMFmlVIIDYVAqh7S2+BO&#10;1NSdFXebGH9991Do8fG+t/lkenGl0XWWFcTLCARxbXXHjYKq3D1vQDiPrLG3TAru5CDPHh+2mGp7&#10;40+6Fr4RIYRdigpa74dUSle3ZNAt7UAcuLMdDfoAx0bqEW8h3PRyFUVrabDj0NDiQG8t1d/Fj1Gw&#10;6Ztd6U7V4f1yOM5dnJTJ18es1OJpen0B4Wny/+I/914rSOIwP5wJR0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9OHPEAAAA3AAAAA8AAAAAAAAAAAAAAAAAmAIAAGRycy9k&#10;b3ducmV2LnhtbFBLBQYAAAAABAAEAPUAAACJAwAAAAA=&#10;" path="m150,75l,150c23,103,23,47,,l,,150,75xe" fillcolor="#404040" strokeweight="0">
                        <v:path arrowok="t" o:connecttype="custom" o:connectlocs="71755,35878;0,71755;0,0;0,0;71755,35878" o:connectangles="0,0,0,0,0"/>
                      </v:shape>
                      <v:shape id="Freeform 495" o:spid="_x0000_s1516" style="position:absolute;left:2152;top:20815;width:9379;height:40252;visibility:visible;mso-wrap-style:square;v-text-anchor:top" coordsize="1477,6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4wosUA&#10;AADcAAAADwAAAGRycy9kb3ducmV2LnhtbESPQWvCQBSE70L/w/IK3nQToRJSV7EV24IiNC2lx8fu&#10;axKafRuya4z/3hUEj8PMfMMsVoNtRE+drx0rSKcJCGLtTM2lgu+v7SQD4QOywcYxKTiTh9XyYbTA&#10;3LgTf1JfhFJECPscFVQhtLmUXldk0U9dSxy9P9dZDFF2pTQdniLcNnKWJHNpsea4UGFLrxXp/+Jo&#10;Fdj3bD1zv2Vmft7S/qU+7Hd6o5UaPw7rZxCBhnAP39ofRsFTmsL1TDwCcn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TjCixQAAANwAAAAPAAAAAAAAAAAAAAAAAJgCAABkcnMv&#10;ZG93bnJldi54bWxQSwUGAAAAAAQABAD1AAAAigMAAAAA&#10;" path="m198,l,,,6339r1477,e" filled="f" strokecolor="#404040" strokeweight="44e-5mm">
                        <v:stroke endcap="round"/>
                        <v:path arrowok="t" o:connecttype="custom" o:connectlocs="125730,0;0,0;0,4025265;937895,4025265" o:connectangles="0,0,0,0"/>
                      </v:shape>
                      <v:shape id="Freeform 496" o:spid="_x0000_s1517" style="position:absolute;left:11360;top:60712;width:717;height:717;visibility:visible;mso-wrap-style:square;v-text-anchor:top" coordsize="15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MDn8UA&#10;AADcAAAADwAAAGRycy9kb3ducmV2LnhtbESPQYvCMBSE78L+h/AWvGlaoSLVKMuC7CIIaj3s3h7N&#10;s602L6WJWv31RhA8DjPzDTNbdKYWF2pdZVlBPIxAEOdWV1wo2GfLwQSE88gaa8uk4EYOFvOP3gxT&#10;ba+8pcvOFyJA2KWooPS+SaV0eUkG3dA2xME72NagD7ItpG7xGuCmlqMoGkuDFYeFEhv6Lik/7c5G&#10;waQulpn7269/juvNvYqTLPlf3ZXqf3ZfUxCeOv8Ov9q/WkESj+B5JhwBO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IwOfxQAAANwAAAAPAAAAAAAAAAAAAAAAAJgCAABkcnMv&#10;ZG93bnJldi54bWxQSwUGAAAAAAQABAD1AAAAigMAAAAA&#10;" path="m150,75l,150c23,103,23,48,,l150,75xe" fillcolor="#404040" strokeweight="0">
                        <v:path arrowok="t" o:connecttype="custom" o:connectlocs="71755,35878;0,71755;0,0;71755,35878" o:connectangles="0,0,0,0"/>
                      </v:shape>
                      <v:line id="Line 497" o:spid="_x0000_s1518" style="position:absolute;visibility:visible;mso-wrap-style:square" from="41560,40328" to="41560,473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jkKcIAAADcAAAADwAAAGRycy9kb3ducmV2LnhtbESPS4vCMBSF98L8h3AHZqepdnx1jCID&#10;wujK5/7SXNsyzU1JotZ/bwTB5eE8Ps5s0ZpaXMn5yrKCfi8BQZxbXXGh4HhYdScgfEDWWFsmBXfy&#10;sJh/dGaYaXvjHV33oRBxhH2GCsoQmkxKn5dk0PdsQxy9s3UGQ5SukNrhLY6bWg6SZCQNVhwJJTb0&#10;W1L+v7+YCPmenMYHuqdb6V062BXr1Wa6Vurrs13+gAjUhnf41f7TCob9FJ5n4hG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ojkKcIAAADcAAAADwAAAAAAAAAAAAAA&#10;AAChAgAAZHJzL2Rvd25yZXYueG1sUEsFBgAAAAAEAAQA+QAAAJADAAAAAA==&#10;" strokecolor="#404040" strokeweight="44e-5mm">
                        <v:stroke endcap="round"/>
                      </v:line>
                      <v:shape id="Freeform 498" o:spid="_x0000_s1519" style="position:absolute;left:41205;top:47129;width:717;height:718;visibility:visible;mso-wrap-style:square;v-text-anchor:top" coordsize="15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Y+cMYA&#10;AADcAAAADwAAAGRycy9kb3ducmV2LnhtbESPQWvCQBSE70L/w/IKvekmxRSJbqQURCkI1niot0f2&#10;mcRm34bsGlN/fVcQehxm5htmsRxMI3rqXG1ZQTyJQBAXVtdcKjjkq/EMhPPIGhvLpOCXHCyzp9EC&#10;U22v/EX93pciQNilqKDyvk2ldEVFBt3EtsTBO9nOoA+yK6Xu8BrgppGvUfQmDdYcFips6aOi4md/&#10;MQpmTbnK3fdhuz5vd7c6TvLk+HlT6uV5eJ+D8DT4//CjvdEKkngK9zPhCMjs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oY+cMYAAADcAAAADwAAAAAAAAAAAAAAAACYAgAAZHJz&#10;L2Rvd25yZXYueG1sUEsFBgAAAAAEAAQA9QAAAIsDAAAAAA==&#10;" path="m75,150l,c47,23,103,23,150,r,l75,150xe" fillcolor="#404040" strokeweight="0">
                        <v:path arrowok="t" o:connecttype="custom" o:connectlocs="35878,71755;0,0;71755,0;71755,0;35878,71755" o:connectangles="0,0,0,0,0"/>
                      </v:shape>
                      <v:shape id="Freeform 499" o:spid="_x0000_s1520" style="position:absolute;left:16821;top:53771;width:14916;height:4591;visibility:visible;mso-wrap-style:square;v-text-anchor:top" coordsize="2349,7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2Sb78A&#10;AADcAAAADwAAAGRycy9kb3ducmV2LnhtbESPzQrCMBCE74LvEFbwpqmCVapRRBA8iPh7X5q1LTab&#10;2kStb28EweMwM98ws0VjSvGk2hWWFQz6EQji1OqCMwXn07o3AeE8ssbSMil4k4PFvN2aYaLtiw/0&#10;PPpMBAi7BBXk3leJlC7NyaDr24o4eFdbG/RB1pnUNb4C3JRyGEWxNFhwWMixolVO6e34MArWuwu6&#10;7c6k+210v45XG4xdHCvV7TTLKQhPjf+Hf+2NVjAajOB7JhwBOf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jZJvvwAAANwAAAAPAAAAAAAAAAAAAAAAAJgCAABkcnMvZG93bnJl&#10;di54bWxQSwUGAAAAAAQABAD1AAAAhAMAAAAA&#10;" path="m,l,490r2349,l2349,723e" filled="f" strokecolor="#404040" strokeweight="44e-5mm">
                        <v:stroke endcap="round"/>
                        <v:path arrowok="t" o:connecttype="custom" o:connectlocs="0,0;0,311150;1491615,311150;1491615,459105" o:connectangles="0,0,0,0"/>
                      </v:shape>
                      <v:shape id="Freeform 500" o:spid="_x0000_s1521" style="position:absolute;left:31375;top:58185;width:717;height:717;visibility:visible;mso-wrap-style:square;v-text-anchor:top" coordsize="15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gFnMUA&#10;AADcAAAADwAAAGRycy9kb3ducmV2LnhtbESPQYvCMBSE74L/ITzBm6YVKtI1igjiIgir9aC3R/O2&#10;7W7zUpqsdv31RhA8DjPzDTNfdqYWV2pdZVlBPI5AEOdWV1woOGWb0QyE88gaa8uk4J8cLBf93hxT&#10;bW98oOvRFyJA2KWooPS+SaV0eUkG3dg2xMH7tq1BH2RbSN3iLcBNLSdRNJUGKw4LJTa0Lin/Pf4Z&#10;BbO62GTufNpvf/Zf9ypOsuSyuys1HHSrDxCeOv8Ov9qfWkEST+F5Jhw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GAWcxQAAANwAAAAPAAAAAAAAAAAAAAAAAJgCAABkcnMv&#10;ZG93bnJldi54bWxQSwUGAAAAAAQABAD1AAAAigMAAAAA&#10;" path="m75,150l,c47,23,103,23,150,r,l75,150xe" fillcolor="#404040" strokeweight="0">
                        <v:path arrowok="t" o:connecttype="custom" o:connectlocs="35878,71755;0,0;71755,0;71755,0;35878,71755" o:connectangles="0,0,0,0,0"/>
                      </v:shape>
                      <v:rect id="Rectangle 501" o:spid="_x0000_s1522" style="position:absolute;left:30822;top:44596;width:2147;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QdXsIA&#10;AADcAAAADwAAAGRycy9kb3ducmV2LnhtbESPzYoCMRCE74LvEFrwphkFXRmNIoLgLl4cfYBm0vOD&#10;SWdIojP79puFhT0WVfUVtTsM1og3+dA6VrCYZyCIS6dbrhU87ufZBkSIyBqNY1LwTQEO+/Foh7l2&#10;Pd/oXcRaJAiHHBU0MXa5lKFsyGKYu444eZXzFmOSvpbaY5/g1shllq2lxZbTQoMdnRoqn8XLKpD3&#10;4txvCuMz97WsrubzcqvIKTWdDMctiEhD/A//tS9awWrx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pB1ewgAAANwAAAAPAAAAAAAAAAAAAAAAAJgCAABkcnMvZG93&#10;bnJldi54bWxQSwUGAAAAAAQABAD1AAAAhwMAAAAA&#10;" filled="f" stroked="f">
                        <v:textbox style="mso-fit-shape-to-text:t" inset="0,0,0,0">
                          <w:txbxContent>
                            <w:p w:rsidR="00E86396" w:rsidRDefault="00E86396">
                              <w:proofErr w:type="spellStart"/>
                              <w:r>
                                <w:rPr>
                                  <w:rFonts w:ascii="Arial" w:hAnsi="Arial" w:cs="Arial"/>
                                  <w:b/>
                                  <w:bCs/>
                                  <w:color w:val="000000"/>
                                  <w:sz w:val="16"/>
                                  <w:szCs w:val="16"/>
                                  <w:lang w:val="en-US"/>
                                </w:rPr>
                                <w:t>AER</w:t>
                              </w:r>
                              <w:proofErr w:type="spellEnd"/>
                            </w:p>
                          </w:txbxContent>
                        </v:textbox>
                      </v:rect>
                      <v:rect id="Rectangle 502" o:spid="_x0000_s1523" style="position:absolute;left:5048;top:29908;width:3276;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uJLMAA&#10;AADcAAAADwAAAGRycy9kb3ducmV2LnhtbERPS2rDMBDdF3IHMYHsGjmBFONGNiUQSEs2sXuAwRp/&#10;qDQykhK7t68WgS4f73+sFmvEg3wYHSvYbTMQxK3TI/cKvpvzaw4iRGSNxjEp+KUAVbl6OWKh3cw3&#10;etSxFymEQ4EKhhinQsrQDmQxbN1EnLjOeYsxQd9L7XFO4dbIfZa9SYsjp4YBJzoN1P7Ud6tANvV5&#10;zmvjM/e1767m83LryCm1WS8f7yAiLfFf/HRftILDLq1N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DuJLMAAAADcAAAADwAAAAAAAAAAAAAAAACYAgAAZHJzL2Rvd25y&#10;ZXYueG1sUEsFBgAAAAAEAAQA9QAAAIUDAAAAAA==&#10;" filled="f" stroked="f">
                        <v:textbox style="mso-fit-shape-to-text:t" inset="0,0,0,0">
                          <w:txbxContent>
                            <w:p w:rsidR="00E86396" w:rsidRDefault="00E86396">
                              <w:proofErr w:type="spellStart"/>
                              <w:r>
                                <w:rPr>
                                  <w:rFonts w:ascii="Arial" w:hAnsi="Arial" w:cs="Arial"/>
                                  <w:b/>
                                  <w:bCs/>
                                  <w:color w:val="000000"/>
                                  <w:sz w:val="16"/>
                                  <w:szCs w:val="16"/>
                                  <w:lang w:val="en-US"/>
                                </w:rPr>
                                <w:t>TNSPs</w:t>
                              </w:r>
                              <w:proofErr w:type="spellEnd"/>
                            </w:p>
                          </w:txbxContent>
                        </v:textbox>
                      </v:rect>
                      <v:rect id="Rectangle 503" o:spid="_x0000_s1524" style="position:absolute;left:5657;top:65170;width:2147;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cst8IA&#10;AADcAAAADwAAAGRycy9kb3ducmV2LnhtbESPzYoCMRCE74LvEFrwphkFF3c0igiCLl4c9wGaSc8P&#10;Jp0hyTqzb28WhD0WVfUVtd0P1ogn+dA6VrCYZyCIS6dbrhV830+zNYgQkTUax6TglwLsd+PRFnPt&#10;er7Rs4i1SBAOOSpoYuxyKUPZkMUwdx1x8irnLcYkfS21xz7BrZHLLPuQFltOCw12dGyofBQ/VoG8&#10;F6d+XRifua9ldTWX860ip9R0Mhw2ICIN8T/8bp+1gtXiE/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dyy3wgAAANwAAAAPAAAAAAAAAAAAAAAAAJgCAABkcnMvZG93&#10;bnJldi54bWxQSwUGAAAAAAQABAD1AAAAhwMAAAAA&#10;" filled="f" stroked="f">
                        <v:textbox style="mso-fit-shape-to-text:t" inset="0,0,0,0">
                          <w:txbxContent>
                            <w:p w:rsidR="00E86396" w:rsidRDefault="00E86396">
                              <w:proofErr w:type="spellStart"/>
                              <w:r>
                                <w:rPr>
                                  <w:rFonts w:ascii="Arial" w:hAnsi="Arial" w:cs="Arial"/>
                                  <w:b/>
                                  <w:bCs/>
                                  <w:color w:val="000000"/>
                                  <w:sz w:val="16"/>
                                  <w:szCs w:val="16"/>
                                  <w:lang w:val="en-US"/>
                                </w:rPr>
                                <w:t>AER</w:t>
                              </w:r>
                              <w:proofErr w:type="spellEnd"/>
                            </w:p>
                          </w:txbxContent>
                        </v:textbox>
                      </v:rect>
                      <v:shape id="Freeform 504" o:spid="_x0000_s1525" style="position:absolute;left:17716;top:15900;width:8528;height:1619;visibility:visible;mso-wrap-style:square;v-text-anchor:top" coordsize="1343,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cfsAA&#10;AADcAAAADwAAAGRycy9kb3ducmV2LnhtbERPXWvCMBR9H+w/hDvY20wVJqUzigqKiAPXjj1fmmsb&#10;bG5KE237783DwMfD+V6sBtuIO3XeOFYwnSQgiEunDVcKfovdRwrCB2SNjWNSMJKH1fL1ZYGZdj3/&#10;0D0PlYgh7DNUUIfQZlL6siaLfuJa4shdXGcxRNhVUnfYx3DbyFmSzKVFw7Ghxpa2NZXX/GYVFOmN&#10;hu8r6r9w5NSc92ZzKkel3t+G9ReIQEN4iv/dB63gcxbnxzPxCMj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eScfsAAAADcAAAADwAAAAAAAAAAAAAAAACYAgAAZHJzL2Rvd25y&#10;ZXYueG1sUEsFBgAAAAAEAAQA9QAAAIUDAAAAAA==&#10;" path="m,l,170r1343,l1343,255e" filled="f" strokecolor="#404040" strokeweight="44e-5mm">
                        <v:stroke endcap="round"/>
                        <v:path arrowok="t" o:connecttype="custom" o:connectlocs="0,0;0,107950;852805,107950;852805,161925" o:connectangles="0,0,0,0"/>
                      </v:shape>
                      <v:shape id="Freeform 505" o:spid="_x0000_s1526" style="position:absolute;left:25882;top:17348;width:718;height:717;visibility:visible;mso-wrap-style:square;v-text-anchor:top" coordsize="15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1XVcUA&#10;AADcAAAADwAAAGRycy9kb3ducmV2LnhtbESPQYvCMBSE78L+h/AWvGlaoSLVKMuC7CIIaj3s3h7N&#10;s602L6WJWv31RhA8DjPzDTNbdKYWF2pdZVlBPIxAEOdWV1wo2GfLwQSE88gaa8uk4EYOFvOP3gxT&#10;ba+8pcvOFyJA2KWooPS+SaV0eUkG3dA2xME72NagD7ItpG7xGuCmlqMoGkuDFYeFEhv6Lik/7c5G&#10;waQulpn7269/juvNvYqTLPlf3ZXqf3ZfUxCeOv8Ov9q/WkEyiuF5JhwBO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nVdVxQAAANwAAAAPAAAAAAAAAAAAAAAAAJgCAABkcnMv&#10;ZG93bnJldi54bWxQSwUGAAAAAAQABAD1AAAAigMAAAAA&#10;" path="m75,150l,c47,24,103,24,150,l75,150xe" fillcolor="#404040" strokeweight="0">
                        <v:path arrowok="t" o:connecttype="custom" o:connectlocs="35878,71755;0,0;71755,0;35878,71755" o:connectangles="0,0,0,0"/>
                      </v:shape>
                      <v:shape id="Freeform 506" o:spid="_x0000_s1527" style="position:absolute;left:2152;top:13728;width:5626;height:36138;visibility:visible;mso-wrap-style:square;v-text-anchor:top" coordsize="886,5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XxQMQA&#10;AADcAAAADwAAAGRycy9kb3ducmV2LnhtbESPzWrDMBCE74W8g9hCbo3805biRjFOIVBwoDjJAyzW&#10;Vja1VsZSE/ftq0Agx2FmvmHW5WwHcabJ944VpKsEBHHrdM9Gwem4e3oD4QOyxsExKfgjD+Vm8bDG&#10;QrsLN3Q+BCMihH2BCroQxkJK33Zk0a/cSBy9bzdZDFFORuoJLxFuB5klyau02HNc6HCkj47an8Ov&#10;VVDVZjRfzXOdp2afH0+8TXXbKLV8nKt3EIHmcA/f2p9awUuWwfVMPAJy8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V8UDEAAAA3AAAAA8AAAAAAAAAAAAAAAAAmAIAAGRycy9k&#10;b3ducmV2LnhtbFBLBQYAAAAABAAEAPUAAACJAwAAAAA=&#10;" path="m198,l,,,5691r886,e" filled="f" strokecolor="#404040" strokeweight="44e-5mm">
                        <v:stroke endcap="round"/>
                        <v:path arrowok="t" o:connecttype="custom" o:connectlocs="125730,0;0,0;0,3613785;562610,3613785" o:connectangles="0,0,0,0"/>
                      </v:shape>
                      <v:shape id="Freeform 507" o:spid="_x0000_s1528" style="position:absolute;left:7607;top:49510;width:717;height:718;visibility:visible;mso-wrap-style:square;v-text-anchor:top" coordsize="15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NsucUA&#10;AADcAAAADwAAAGRycy9kb3ducmV2LnhtbESPQYvCMBSE74L/ITzBm6YqXaQaRQRZEYRd60Fvj+bZ&#10;VpuX0mS1+uvNwsIeh5n5hpkvW1OJOzWutKxgNIxAEGdWl5wrOKabwRSE88gaK8uk4EkOlotuZ46J&#10;tg/+pvvB5yJA2CWooPC+TqR0WUEG3dDWxMG72MagD7LJpW7wEeCmkuMo+pAGSw4LBda0Lii7HX6M&#10;gmmVb1J3Ou4/r/uvVzmK0/i8eynV77WrGQhPrf8P/7W3WkE8nsDvmXAE5OI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A2y5xQAAANwAAAAPAAAAAAAAAAAAAAAAAJgCAABkcnMv&#10;ZG93bnJldi54bWxQSwUGAAAAAAQABAD1AAAAigMAAAAA&#10;" path="m150,75l,150c23,103,23,47,,l,,150,75xe" fillcolor="#404040" strokeweight="0">
                        <v:path arrowok="t" o:connecttype="custom" o:connectlocs="71755,35878;0,71755;0,0;0,0;71755,35878" o:connectangles="0,0,0,0,0"/>
                      </v:shape>
                      <v:line id="Line 508" o:spid="_x0000_s1529" style="position:absolute;flip:x;visibility:visible;mso-wrap-style:square" from="16821,40474" to="16846,45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kPicUAAADcAAAADwAAAGRycy9kb3ducmV2LnhtbESPUWvCMBSF34X9h3AHvmk6sduoRhmF&#10;geDL1P2Aa3PX1DU3JUlt3a9fBsIeD+ec73DW29G24ko+NI4VPM0zEMSV0w3XCj5P77NXECEia2wd&#10;k4IbBdhuHiZrLLQb+EDXY6xFgnAoUIGJsSukDJUhi2HuOuLkfTlvMSbpa6k9DgluW7nIsmdpseG0&#10;YLCj0lD1feytAryYPm/3y5fS5Oezzz5O/VD+KDV9HN9WICKN8T98b++0gnyxhL8z6QjIz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dkPicUAAADcAAAADwAAAAAAAAAA&#10;AAAAAAChAgAAZHJzL2Rvd25yZXYueG1sUEsFBgAAAAAEAAQA+QAAAJMDAAAAAA==&#10;" strokecolor="#404040" strokeweight="44e-5mm">
                        <v:stroke endcap="round"/>
                      </v:line>
                      <v:shape id="Freeform 509" o:spid="_x0000_s1530" style="position:absolute;left:16465;top:45243;width:711;height:724;visibility:visible;mso-wrap-style:square;v-text-anchor:top" coordsize="150,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oJz8YA&#10;AADcAAAADwAAAGRycy9kb3ducmV2LnhtbESPT2vCQBTE74LfYXlCb7ppRClpVin9I4pYqM2lt0f2&#10;NQnJvk2za4zf3hUKHoeZ+Q2TrgfTiJ46V1lW8DiLQBDnVldcKMi+P6ZPIJxH1thYJgUXcrBejUcp&#10;Jtqe+Yv6oy9EgLBLUEHpfZtI6fKSDLqZbYmD92s7gz7IrpC6w3OAm0bGUbSUBisOCyW29FpSXh9P&#10;RoE+zA/Z/u9ziaap5+/bzY9/63dKPUyGl2cQngZ/D/+3t1rBIl7A7Uw4AnJ1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oJz8YAAADcAAAADwAAAAAAAAAAAAAAAACYAgAAZHJz&#10;L2Rvd25yZXYueG1sUEsFBgAAAAAEAAQA9QAAAIsDAAAAAA==&#10;" path="m75,151l,c47,24,103,24,150,1l75,151xe" fillcolor="#404040" strokeweight="0">
                        <v:path arrowok="t" o:connecttype="custom" o:connectlocs="35560,72390;0,0;71120,479;35560,72390" o:connectangles="0,0,0,0"/>
                      </v:shape>
                      <w10:anchorlock/>
                    </v:group>
                  </w:pict>
                </mc:Fallback>
              </mc:AlternateContent>
            </w:r>
          </w:p>
        </w:tc>
      </w:tr>
    </w:tbl>
    <w:p w:rsidR="008A6336" w:rsidRDefault="008A6336" w:rsidP="006828D3">
      <w:pPr>
        <w:pStyle w:val="BodyText"/>
      </w:pPr>
    </w:p>
    <w:p w:rsidR="002E7A6E" w:rsidRDefault="002E7A6E" w:rsidP="002E7A6E">
      <w:pPr>
        <w:pStyle w:val="Heading4"/>
      </w:pPr>
      <w:r>
        <w:lastRenderedPageBreak/>
        <w:t xml:space="preserve">An annual National Transmission Network Development Plan would guide </w:t>
      </w:r>
      <w:proofErr w:type="spellStart"/>
      <w:r>
        <w:t>TNSPs</w:t>
      </w:r>
      <w:proofErr w:type="spellEnd"/>
      <w:r>
        <w:t xml:space="preserve"> and the </w:t>
      </w:r>
      <w:proofErr w:type="spellStart"/>
      <w:r>
        <w:t>AER</w:t>
      </w:r>
      <w:proofErr w:type="spellEnd"/>
    </w:p>
    <w:p w:rsidR="002E7A6E" w:rsidRDefault="002E7A6E" w:rsidP="002E7A6E">
      <w:pPr>
        <w:pStyle w:val="BodyText"/>
      </w:pPr>
      <w:r>
        <w:t xml:space="preserve">The probabilistic planning approach that </w:t>
      </w:r>
      <w:proofErr w:type="spellStart"/>
      <w:r>
        <w:t>AEMO</w:t>
      </w:r>
      <w:proofErr w:type="spellEnd"/>
      <w:r>
        <w:t xml:space="preserve"> uses to establish reliability standards in the </w:t>
      </w:r>
      <w:proofErr w:type="spellStart"/>
      <w:r>
        <w:t>NEM</w:t>
      </w:r>
      <w:proofErr w:type="spellEnd"/>
      <w:r>
        <w:t xml:space="preserve"> should also form the basis of the annual National Transmission Network Development Plan (</w:t>
      </w:r>
      <w:proofErr w:type="spellStart"/>
      <w:r>
        <w:t>NTNDP</w:t>
      </w:r>
      <w:proofErr w:type="spellEnd"/>
      <w:r>
        <w:t xml:space="preserve">). This would provide a critical input into the planning undertaken by </w:t>
      </w:r>
      <w:proofErr w:type="spellStart"/>
      <w:r>
        <w:t>TNSPs</w:t>
      </w:r>
      <w:proofErr w:type="spellEnd"/>
      <w:r>
        <w:t xml:space="preserve"> and in the assessments made by the </w:t>
      </w:r>
      <w:proofErr w:type="spellStart"/>
      <w:r>
        <w:t>AER</w:t>
      </w:r>
      <w:proofErr w:type="spellEnd"/>
      <w:r>
        <w:t>. The probabilistic modelling would be undertaken in depth every five years, but with annual updates based on more simple analysis to test whether standards are too low or high at critical connection points.</w:t>
      </w:r>
    </w:p>
    <w:p w:rsidR="002E7A6E" w:rsidRDefault="002E7A6E" w:rsidP="002E7A6E">
      <w:pPr>
        <w:pStyle w:val="Heading4"/>
      </w:pPr>
      <w:r>
        <w:t xml:space="preserve">Investment decision-making would depend on the scale of the investments </w:t>
      </w:r>
    </w:p>
    <w:p w:rsidR="002E7A6E" w:rsidRDefault="002E7A6E" w:rsidP="002E7A6E">
      <w:pPr>
        <w:pStyle w:val="BodyText"/>
      </w:pPr>
      <w:r>
        <w:t xml:space="preserve">Once standards are set, </w:t>
      </w:r>
      <w:proofErr w:type="spellStart"/>
      <w:r>
        <w:t>TNSPs</w:t>
      </w:r>
      <w:proofErr w:type="spellEnd"/>
      <w:r>
        <w:t xml:space="preserve"> should undertake reliability planning of their networks with reference to the </w:t>
      </w:r>
      <w:proofErr w:type="spellStart"/>
      <w:r>
        <w:t>NTNDP</w:t>
      </w:r>
      <w:proofErr w:type="spellEnd"/>
      <w:r>
        <w:t>. This would have two components.</w:t>
      </w:r>
    </w:p>
    <w:p w:rsidR="002E7A6E" w:rsidRDefault="002E7A6E" w:rsidP="002E7A6E">
      <w:pPr>
        <w:pStyle w:val="BodyText"/>
      </w:pPr>
      <w:r>
        <w:t>Identified augmentation and replacement projects less than a certain threshold (</w:t>
      </w:r>
      <w:r w:rsidR="0040505E">
        <w:t xml:space="preserve">see </w:t>
      </w:r>
      <w:r>
        <w:t xml:space="preserve">chapter 17 for details on what might be an appropriate threshold) would be undertaken by the </w:t>
      </w:r>
      <w:proofErr w:type="spellStart"/>
      <w:r>
        <w:t>TNSP</w:t>
      </w:r>
      <w:proofErr w:type="spellEnd"/>
      <w:r>
        <w:t xml:space="preserve"> without direct </w:t>
      </w:r>
      <w:proofErr w:type="spellStart"/>
      <w:r>
        <w:t>AEMO</w:t>
      </w:r>
      <w:proofErr w:type="spellEnd"/>
      <w:r>
        <w:t xml:space="preserve"> or </w:t>
      </w:r>
      <w:proofErr w:type="spellStart"/>
      <w:r>
        <w:t>AER</w:t>
      </w:r>
      <w:proofErr w:type="spellEnd"/>
      <w:r>
        <w:t xml:space="preserve"> oversight. The required revenue to fund these projects would be drawn from the aggregate revenue determination made by the </w:t>
      </w:r>
      <w:proofErr w:type="spellStart"/>
      <w:r>
        <w:t>AER</w:t>
      </w:r>
      <w:proofErr w:type="spellEnd"/>
      <w:r>
        <w:t xml:space="preserve"> at the start of the regulatory period. The </w:t>
      </w:r>
      <w:proofErr w:type="spellStart"/>
      <w:r>
        <w:t>TNSP</w:t>
      </w:r>
      <w:proofErr w:type="spellEnd"/>
      <w:r>
        <w:t xml:space="preserve"> would not be obliged to specify these projects in detail at the time of the revenue determination. Instead, as is currently the case, for any given regulatory period, the </w:t>
      </w:r>
      <w:proofErr w:type="spellStart"/>
      <w:r>
        <w:t>TNSPs</w:t>
      </w:r>
      <w:proofErr w:type="spellEnd"/>
      <w:r>
        <w:t xml:space="preserve"> would propose a set of </w:t>
      </w:r>
      <w:proofErr w:type="spellStart"/>
      <w:r>
        <w:t>capex</w:t>
      </w:r>
      <w:proofErr w:type="spellEnd"/>
      <w:r>
        <w:t xml:space="preserve"> and </w:t>
      </w:r>
      <w:r w:rsidR="006828D3">
        <w:t>operating costs (</w:t>
      </w:r>
      <w:proofErr w:type="spellStart"/>
      <w:r>
        <w:t>opex</w:t>
      </w:r>
      <w:proofErr w:type="spellEnd"/>
      <w:r w:rsidR="006828D3">
        <w:t>)</w:t>
      </w:r>
      <w:r>
        <w:t xml:space="preserve"> necessary to supply reliable power over the next five-year period, without any commitment to undertake any specific projects that might form part of its revenue proposal. However, at any time, it would be obliged to be able to demonstrate that it met the reliability standards translated from </w:t>
      </w:r>
      <w:proofErr w:type="spellStart"/>
      <w:r>
        <w:t>AEMO’s</w:t>
      </w:r>
      <w:proofErr w:type="spellEnd"/>
      <w:r>
        <w:t xml:space="preserve"> probabilistic analysis. </w:t>
      </w:r>
    </w:p>
    <w:p w:rsidR="002E7A6E" w:rsidRDefault="002E7A6E" w:rsidP="002E7A6E">
      <w:pPr>
        <w:pStyle w:val="BodyText"/>
      </w:pPr>
      <w:r>
        <w:t>In contrast, the process for approving identified augmentation and replacement projects greater than the identified threshold would draw on aspects of the current arrangements for so-called ‘contingent’ projects.</w:t>
      </w:r>
      <w:r>
        <w:rPr>
          <w:rStyle w:val="FootnoteReference"/>
        </w:rPr>
        <w:footnoteReference w:id="6"/>
      </w:r>
      <w:r>
        <w:t xml:space="preserve"> Investments would be assessed </w:t>
      </w:r>
      <w:r>
        <w:lastRenderedPageBreak/>
        <w:t xml:space="preserve">through an improved </w:t>
      </w:r>
      <w:proofErr w:type="spellStart"/>
      <w:r>
        <w:t>RIT</w:t>
      </w:r>
      <w:proofErr w:type="spellEnd"/>
      <w:r>
        <w:t xml:space="preserve">-T process and revenue to fund the project would be determined and provided outside the general revenue determination process (as is currently the case for network augmentations in Victoria). </w:t>
      </w:r>
    </w:p>
    <w:p w:rsidR="002E7A6E" w:rsidRDefault="002E7A6E" w:rsidP="002E7A6E">
      <w:pPr>
        <w:pStyle w:val="Heading4"/>
      </w:pPr>
      <w:r>
        <w:t xml:space="preserve">An improved </w:t>
      </w:r>
      <w:proofErr w:type="spellStart"/>
      <w:r>
        <w:t>RIT</w:t>
      </w:r>
      <w:proofErr w:type="spellEnd"/>
      <w:r>
        <w:t>-T process</w:t>
      </w:r>
    </w:p>
    <w:p w:rsidR="002E7A6E" w:rsidRDefault="002E7A6E" w:rsidP="002E7A6E">
      <w:pPr>
        <w:pStyle w:val="BodyText"/>
      </w:pPr>
      <w:r>
        <w:t xml:space="preserve">The improved </w:t>
      </w:r>
      <w:proofErr w:type="spellStart"/>
      <w:r>
        <w:t>RIT</w:t>
      </w:r>
      <w:proofErr w:type="spellEnd"/>
      <w:r>
        <w:t xml:space="preserve">-T process would require a full probabilistic </w:t>
      </w:r>
      <w:r w:rsidR="002E563E">
        <w:t>cost–benefit</w:t>
      </w:r>
      <w:r>
        <w:t xml:space="preserve"> analysis of the investment, including an assessment of network and non-network options. The </w:t>
      </w:r>
      <w:proofErr w:type="spellStart"/>
      <w:r>
        <w:t>RIT</w:t>
      </w:r>
      <w:proofErr w:type="spellEnd"/>
      <w:r>
        <w:t xml:space="preserve">-T would only be approved by the </w:t>
      </w:r>
      <w:proofErr w:type="spellStart"/>
      <w:r>
        <w:t>AER</w:t>
      </w:r>
      <w:proofErr w:type="spellEnd"/>
      <w:r>
        <w:t xml:space="preserve"> if projects were shown to generate net benefits estimated using current information (a shift from the process-based approval under the existing </w:t>
      </w:r>
      <w:proofErr w:type="spellStart"/>
      <w:r>
        <w:t>RIT</w:t>
      </w:r>
      <w:proofErr w:type="spellEnd"/>
      <w:r>
        <w:t xml:space="preserve">-T). The </w:t>
      </w:r>
      <w:proofErr w:type="spellStart"/>
      <w:r>
        <w:t>AER</w:t>
      </w:r>
      <w:proofErr w:type="spellEnd"/>
      <w:r>
        <w:t xml:space="preserve"> would also determine the allowable revenue on a project-by-project basis. As the </w:t>
      </w:r>
      <w:proofErr w:type="spellStart"/>
      <w:r>
        <w:t>RIT</w:t>
      </w:r>
      <w:proofErr w:type="spellEnd"/>
      <w:r>
        <w:t xml:space="preserve">-T is a full </w:t>
      </w:r>
      <w:r w:rsidR="002E563E">
        <w:t>cost–benefit</w:t>
      </w:r>
      <w:r>
        <w:t xml:space="preserve"> analysis, it would effectively reassess the reliability standard for that part of the network.</w:t>
      </w:r>
    </w:p>
    <w:p w:rsidR="002E7A6E" w:rsidRDefault="002E7A6E" w:rsidP="002E7A6E">
      <w:pPr>
        <w:pStyle w:val="BodyText"/>
      </w:pPr>
      <w:r>
        <w:t xml:space="preserve">It would be important to mirror the current risk sharing arrangements present in general revenue determinations to avoid cost-shifting between large projects and those covered by the general revenue allowances. Accordingly, if a business were able to undertake a large project at less than the negotiated cost, then it would be able to keep </w:t>
      </w:r>
      <w:r w:rsidR="00662AAB">
        <w:t>a proportion</w:t>
      </w:r>
      <w:r>
        <w:t xml:space="preserve">, but not all, of the gains (as is the case in general revenue determinations — chapter 5). Similarly, if a </w:t>
      </w:r>
      <w:proofErr w:type="spellStart"/>
      <w:r>
        <w:t>TNSP</w:t>
      </w:r>
      <w:proofErr w:type="spellEnd"/>
      <w:r>
        <w:t xml:space="preserve"> were to spend more than the negotiated amount for a large project, it would be penalised by a share of the cost overrun. </w:t>
      </w:r>
      <w:proofErr w:type="spellStart"/>
      <w:r>
        <w:t>TNSPs</w:t>
      </w:r>
      <w:proofErr w:type="spellEnd"/>
      <w:r>
        <w:t xml:space="preserve"> would also be potentially subject to an ex post review process by the </w:t>
      </w:r>
      <w:proofErr w:type="spellStart"/>
      <w:r>
        <w:t>AER</w:t>
      </w:r>
      <w:proofErr w:type="spellEnd"/>
      <w:r>
        <w:t xml:space="preserve"> if its expenditures exceeded those set out in the approved </w:t>
      </w:r>
      <w:proofErr w:type="spellStart"/>
      <w:r>
        <w:t>RIT</w:t>
      </w:r>
      <w:proofErr w:type="spellEnd"/>
      <w:r>
        <w:t xml:space="preserve">-T. In the case where the </w:t>
      </w:r>
      <w:proofErr w:type="spellStart"/>
      <w:r>
        <w:t>AER</w:t>
      </w:r>
      <w:proofErr w:type="spellEnd"/>
      <w:r>
        <w:t xml:space="preserve"> identified investments that </w:t>
      </w:r>
      <w:r w:rsidR="00E469BF" w:rsidRPr="00AF37C6">
        <w:t xml:space="preserve">exceeded the approved capital and </w:t>
      </w:r>
      <w:r>
        <w:t xml:space="preserve">were built too early (for example, an investment that was built to a higher capacity than would have been required to efficiently meet the constraint), inclusion of the higher </w:t>
      </w:r>
      <w:r w:rsidR="006F0589">
        <w:t xml:space="preserve">capital </w:t>
      </w:r>
      <w:r>
        <w:t xml:space="preserve">costs in the </w:t>
      </w:r>
      <w:proofErr w:type="spellStart"/>
      <w:r>
        <w:t>RAB</w:t>
      </w:r>
      <w:proofErr w:type="spellEnd"/>
      <w:r>
        <w:t xml:space="preserve"> should be deferred until such time that the investment would have been beneficial. For cost overruns, only efficient investment </w:t>
      </w:r>
      <w:r w:rsidR="000C31A8">
        <w:t xml:space="preserve">expenditure </w:t>
      </w:r>
      <w:r>
        <w:t xml:space="preserve">would be included in the </w:t>
      </w:r>
      <w:proofErr w:type="spellStart"/>
      <w:r>
        <w:t>RAB</w:t>
      </w:r>
      <w:proofErr w:type="spellEnd"/>
      <w:r>
        <w:t>.</w:t>
      </w:r>
    </w:p>
    <w:p w:rsidR="002E7A6E" w:rsidRDefault="002E7A6E" w:rsidP="002E7A6E">
      <w:pPr>
        <w:pStyle w:val="BodyText"/>
      </w:pPr>
      <w:r>
        <w:t xml:space="preserve">The </w:t>
      </w:r>
      <w:proofErr w:type="spellStart"/>
      <w:r>
        <w:t>AER</w:t>
      </w:r>
      <w:proofErr w:type="spellEnd"/>
      <w:r>
        <w:t xml:space="preserve"> must also accept the advice from </w:t>
      </w:r>
      <w:proofErr w:type="spellStart"/>
      <w:r>
        <w:t>AEMO</w:t>
      </w:r>
      <w:proofErr w:type="spellEnd"/>
      <w:r>
        <w:t xml:space="preserve"> about the need for, timing, scale, choice and costs of the project, unless the </w:t>
      </w:r>
      <w:proofErr w:type="spellStart"/>
      <w:r>
        <w:t>TNSP</w:t>
      </w:r>
      <w:proofErr w:type="spellEnd"/>
      <w:r>
        <w:t xml:space="preserve"> could provide sufficient evidence to refute its finding (that is, </w:t>
      </w:r>
      <w:proofErr w:type="spellStart"/>
      <w:r>
        <w:t>AEMO’s</w:t>
      </w:r>
      <w:proofErr w:type="spellEnd"/>
      <w:r>
        <w:t xml:space="preserve"> advice would have presumptive force). Projects approved through the improved </w:t>
      </w:r>
      <w:proofErr w:type="spellStart"/>
      <w:r>
        <w:t>RIT</w:t>
      </w:r>
      <w:proofErr w:type="spellEnd"/>
      <w:r>
        <w:t xml:space="preserve">-T process would have an allowed revenue approved for the current regulatory period, with the value of the assets (less any depreciation) rolled into the </w:t>
      </w:r>
      <w:proofErr w:type="spellStart"/>
      <w:r>
        <w:t>RAB</w:t>
      </w:r>
      <w:proofErr w:type="spellEnd"/>
      <w:r>
        <w:t xml:space="preserve"> at the commencement of the next regulatory period (provided there were no </w:t>
      </w:r>
      <w:r w:rsidR="006828D3">
        <w:t xml:space="preserve">inefficient </w:t>
      </w:r>
      <w:r>
        <w:t xml:space="preserve">cost overruns </w:t>
      </w:r>
      <w:r w:rsidR="006828D3">
        <w:t xml:space="preserve">disallowed by an ex post review </w:t>
      </w:r>
      <w:r>
        <w:t xml:space="preserve">— see chapter 17 for more details on the improved </w:t>
      </w:r>
      <w:proofErr w:type="spellStart"/>
      <w:r>
        <w:t>RIT</w:t>
      </w:r>
      <w:proofErr w:type="spellEnd"/>
      <w:r>
        <w:t>-T process).</w:t>
      </w:r>
    </w:p>
    <w:p w:rsidR="002E7A6E" w:rsidRDefault="002E7A6E" w:rsidP="002E7A6E">
      <w:pPr>
        <w:pStyle w:val="Heading4"/>
      </w:pPr>
      <w:r>
        <w:lastRenderedPageBreak/>
        <w:t>A safety valve to ensure a reliable system</w:t>
      </w:r>
    </w:p>
    <w:p w:rsidR="002E7A6E" w:rsidRDefault="002E7A6E" w:rsidP="002E7A6E">
      <w:pPr>
        <w:pStyle w:val="BodyText"/>
      </w:pPr>
      <w:proofErr w:type="spellStart"/>
      <w:r>
        <w:t>AEMO</w:t>
      </w:r>
      <w:proofErr w:type="spellEnd"/>
      <w:r>
        <w:t xml:space="preserve"> should become the planner and procurer of last resort and seek to augment the transmission network if it identified investments to meet reliability standards that were </w:t>
      </w:r>
      <w:r w:rsidRPr="003D331C">
        <w:rPr>
          <w:i/>
        </w:rPr>
        <w:t>net beneficial</w:t>
      </w:r>
      <w:r>
        <w:t xml:space="preserve"> for the </w:t>
      </w:r>
      <w:proofErr w:type="spellStart"/>
      <w:r>
        <w:t>NEM</w:t>
      </w:r>
      <w:proofErr w:type="spellEnd"/>
      <w:r>
        <w:t xml:space="preserve"> and were not being undertaken by the regional </w:t>
      </w:r>
      <w:proofErr w:type="spellStart"/>
      <w:r>
        <w:t>TNSPs</w:t>
      </w:r>
      <w:proofErr w:type="spellEnd"/>
      <w:r>
        <w:t xml:space="preserve">. </w:t>
      </w:r>
      <w:proofErr w:type="spellStart"/>
      <w:r>
        <w:t>AEMO</w:t>
      </w:r>
      <w:proofErr w:type="spellEnd"/>
      <w:r>
        <w:t xml:space="preserve"> would have the power to direct a </w:t>
      </w:r>
      <w:proofErr w:type="spellStart"/>
      <w:r>
        <w:t>TNSP</w:t>
      </w:r>
      <w:proofErr w:type="spellEnd"/>
      <w:r>
        <w:t xml:space="preserve"> to act or seek to procure from the market an augmentation to satisfy any reliability constraint identified. The </w:t>
      </w:r>
      <w:proofErr w:type="spellStart"/>
      <w:r>
        <w:t>AER</w:t>
      </w:r>
      <w:proofErr w:type="spellEnd"/>
      <w:r>
        <w:t xml:space="preserve"> would be the arbitrator of any disputes between </w:t>
      </w:r>
      <w:proofErr w:type="spellStart"/>
      <w:r>
        <w:t>TNSPs</w:t>
      </w:r>
      <w:proofErr w:type="spellEnd"/>
      <w:r>
        <w:t xml:space="preserve"> and </w:t>
      </w:r>
      <w:proofErr w:type="spellStart"/>
      <w:r>
        <w:t>AEMO</w:t>
      </w:r>
      <w:proofErr w:type="spellEnd"/>
      <w:r>
        <w:t xml:space="preserve">. </w:t>
      </w:r>
    </w:p>
    <w:p w:rsidR="002E7A6E" w:rsidRDefault="002E7A6E" w:rsidP="002E7A6E">
      <w:pPr>
        <w:pStyle w:val="Heading3"/>
      </w:pPr>
      <w:r>
        <w:t>The costs and benefits of the proposed approach</w:t>
      </w:r>
    </w:p>
    <w:p w:rsidR="002E7A6E" w:rsidRDefault="002E7A6E" w:rsidP="002E7A6E">
      <w:pPr>
        <w:pStyle w:val="BodyText"/>
      </w:pPr>
      <w:r>
        <w:t xml:space="preserve">The proposed PC model is </w:t>
      </w:r>
      <w:r w:rsidRPr="000713DF">
        <w:rPr>
          <w:i/>
        </w:rPr>
        <w:t>designed</w:t>
      </w:r>
      <w:r>
        <w:t xml:space="preserve"> to score well against the assessment criteria for an optimal reliability framework (table</w:t>
      </w:r>
      <w:r w:rsidR="00AF6E6B">
        <w:t> </w:t>
      </w:r>
      <w:r>
        <w:t>16.3).</w:t>
      </w:r>
    </w:p>
    <w:p w:rsidR="002E7A6E" w:rsidRDefault="002E7A6E" w:rsidP="002E7A6E">
      <w:pPr>
        <w:pStyle w:val="TableTitle"/>
      </w:pPr>
      <w:r>
        <w:rPr>
          <w:b w:val="0"/>
        </w:rPr>
        <w:t xml:space="preserve">Table </w:t>
      </w:r>
      <w:r w:rsidR="00D35E2A">
        <w:rPr>
          <w:b w:val="0"/>
        </w:rPr>
        <w:t>16.</w:t>
      </w:r>
      <w:r w:rsidR="00E65331">
        <w:rPr>
          <w:b w:val="0"/>
          <w:noProof/>
        </w:rPr>
        <w:t>3</w:t>
      </w:r>
      <w:r>
        <w:tab/>
        <w:t>How proposed transmission reliability planning models score against the assessment criteria</w:t>
      </w:r>
    </w:p>
    <w:p w:rsidR="002E7A6E" w:rsidRDefault="002E7A6E" w:rsidP="002E7A6E">
      <w:pPr>
        <w:pStyle w:val="Subtitle"/>
      </w:pPr>
      <w:r>
        <w:t xml:space="preserve">Indicative </w:t>
      </w:r>
      <w:proofErr w:type="spellStart"/>
      <w:r>
        <w:t>NEM</w:t>
      </w:r>
      <w:proofErr w:type="spellEnd"/>
      <w:r>
        <w:t>-wide result</w:t>
      </w:r>
    </w:p>
    <w:tbl>
      <w:tblPr>
        <w:tblW w:w="5000" w:type="pct"/>
        <w:tblCellMar>
          <w:left w:w="0" w:type="dxa"/>
          <w:right w:w="0" w:type="dxa"/>
        </w:tblCellMar>
        <w:tblLook w:val="0000" w:firstRow="0" w:lastRow="0" w:firstColumn="0" w:lastColumn="0" w:noHBand="0" w:noVBand="0"/>
      </w:tblPr>
      <w:tblGrid>
        <w:gridCol w:w="1560"/>
        <w:gridCol w:w="1203"/>
        <w:gridCol w:w="1206"/>
        <w:gridCol w:w="1206"/>
        <w:gridCol w:w="1206"/>
        <w:gridCol w:w="1132"/>
        <w:gridCol w:w="1276"/>
      </w:tblGrid>
      <w:tr w:rsidR="002E7A6E" w:rsidTr="003E7B90">
        <w:trPr>
          <w:cantSplit/>
          <w:trHeight w:val="1300"/>
        </w:trPr>
        <w:tc>
          <w:tcPr>
            <w:tcW w:w="887" w:type="pct"/>
            <w:tcBorders>
              <w:top w:val="single" w:sz="6" w:space="0" w:color="auto"/>
              <w:bottom w:val="single" w:sz="6" w:space="0" w:color="auto"/>
            </w:tcBorders>
            <w:shd w:val="clear" w:color="auto" w:fill="auto"/>
          </w:tcPr>
          <w:p w:rsidR="002E7A6E" w:rsidRDefault="002E7A6E" w:rsidP="003E7B90">
            <w:pPr>
              <w:pStyle w:val="TableColumnHeading"/>
              <w:jc w:val="left"/>
            </w:pPr>
          </w:p>
        </w:tc>
        <w:tc>
          <w:tcPr>
            <w:tcW w:w="684" w:type="pct"/>
            <w:tcBorders>
              <w:top w:val="single" w:sz="6" w:space="0" w:color="auto"/>
              <w:bottom w:val="single" w:sz="4" w:space="0" w:color="auto"/>
            </w:tcBorders>
            <w:shd w:val="clear" w:color="auto" w:fill="auto"/>
            <w:vAlign w:val="bottom"/>
          </w:tcPr>
          <w:p w:rsidR="002E7A6E" w:rsidRDefault="002E7A6E" w:rsidP="003E7B90">
            <w:pPr>
              <w:pStyle w:val="TableColumnHeading"/>
              <w:ind w:right="0"/>
              <w:jc w:val="left"/>
            </w:pPr>
            <w:r>
              <w:t>Efficiency of investments</w:t>
            </w:r>
          </w:p>
        </w:tc>
        <w:tc>
          <w:tcPr>
            <w:tcW w:w="686" w:type="pct"/>
            <w:tcBorders>
              <w:top w:val="single" w:sz="6" w:space="0" w:color="auto"/>
              <w:bottom w:val="single" w:sz="4" w:space="0" w:color="auto"/>
            </w:tcBorders>
            <w:shd w:val="clear" w:color="auto" w:fill="auto"/>
            <w:vAlign w:val="bottom"/>
          </w:tcPr>
          <w:p w:rsidR="002E7A6E" w:rsidRDefault="002E7A6E" w:rsidP="003E7B90">
            <w:pPr>
              <w:pStyle w:val="TableColumnHeading"/>
              <w:ind w:right="0"/>
              <w:jc w:val="left"/>
            </w:pPr>
            <w:r>
              <w:t>Efficiency of standards</w:t>
            </w:r>
          </w:p>
        </w:tc>
        <w:tc>
          <w:tcPr>
            <w:tcW w:w="686" w:type="pct"/>
            <w:tcBorders>
              <w:top w:val="single" w:sz="6" w:space="0" w:color="auto"/>
              <w:bottom w:val="single" w:sz="4" w:space="0" w:color="auto"/>
            </w:tcBorders>
            <w:shd w:val="clear" w:color="auto" w:fill="auto"/>
            <w:vAlign w:val="bottom"/>
          </w:tcPr>
          <w:p w:rsidR="002E7A6E" w:rsidRDefault="002E7A6E" w:rsidP="003E7B90">
            <w:pPr>
              <w:pStyle w:val="TableColumnHeading"/>
              <w:ind w:right="0"/>
              <w:jc w:val="left"/>
            </w:pPr>
            <w:r>
              <w:t xml:space="preserve">Minimising admin and compliance costs </w:t>
            </w:r>
          </w:p>
        </w:tc>
        <w:tc>
          <w:tcPr>
            <w:tcW w:w="686" w:type="pct"/>
            <w:tcBorders>
              <w:top w:val="single" w:sz="6" w:space="0" w:color="auto"/>
              <w:bottom w:val="single" w:sz="4" w:space="0" w:color="auto"/>
            </w:tcBorders>
            <w:shd w:val="clear" w:color="auto" w:fill="auto"/>
            <w:vAlign w:val="bottom"/>
          </w:tcPr>
          <w:p w:rsidR="002E7A6E" w:rsidRDefault="002E7A6E" w:rsidP="003E7B90">
            <w:pPr>
              <w:pStyle w:val="TableColumnHeading"/>
              <w:ind w:right="0"/>
              <w:jc w:val="left"/>
            </w:pPr>
            <w:r>
              <w:t>Minimising windfall gains</w:t>
            </w:r>
          </w:p>
        </w:tc>
        <w:tc>
          <w:tcPr>
            <w:tcW w:w="644" w:type="pct"/>
            <w:tcBorders>
              <w:top w:val="single" w:sz="6" w:space="0" w:color="auto"/>
              <w:bottom w:val="single" w:sz="4" w:space="0" w:color="auto"/>
            </w:tcBorders>
            <w:shd w:val="clear" w:color="auto" w:fill="auto"/>
            <w:vAlign w:val="bottom"/>
          </w:tcPr>
          <w:p w:rsidR="002E7A6E" w:rsidRDefault="002E7A6E" w:rsidP="003E7B90">
            <w:pPr>
              <w:pStyle w:val="TableColumnHeading"/>
              <w:ind w:right="0"/>
              <w:jc w:val="left"/>
            </w:pPr>
            <w:r>
              <w:t xml:space="preserve">Taking account of </w:t>
            </w:r>
            <w:proofErr w:type="spellStart"/>
            <w:r>
              <w:t>NEM</w:t>
            </w:r>
            <w:proofErr w:type="spellEnd"/>
            <w:r>
              <w:t>-wide effects</w:t>
            </w:r>
          </w:p>
        </w:tc>
        <w:tc>
          <w:tcPr>
            <w:tcW w:w="726" w:type="pct"/>
            <w:tcBorders>
              <w:top w:val="single" w:sz="6" w:space="0" w:color="auto"/>
              <w:bottom w:val="single" w:sz="4" w:space="0" w:color="auto"/>
            </w:tcBorders>
            <w:shd w:val="clear" w:color="auto" w:fill="auto"/>
            <w:vAlign w:val="bottom"/>
          </w:tcPr>
          <w:p w:rsidR="002E7A6E" w:rsidRDefault="002E7A6E" w:rsidP="003E7B90">
            <w:pPr>
              <w:pStyle w:val="TableColumnHeading"/>
              <w:ind w:right="28"/>
              <w:jc w:val="left"/>
            </w:pPr>
            <w:r>
              <w:t>Auditing compliance to ensure reliability and efficiency</w:t>
            </w:r>
          </w:p>
        </w:tc>
      </w:tr>
      <w:tr w:rsidR="002E7A6E" w:rsidTr="003E7B90">
        <w:tc>
          <w:tcPr>
            <w:tcW w:w="887" w:type="pct"/>
          </w:tcPr>
          <w:p w:rsidR="002E7A6E" w:rsidRDefault="002E7A6E" w:rsidP="00E65331">
            <w:pPr>
              <w:pStyle w:val="TableBodyText"/>
              <w:spacing w:before="80"/>
              <w:jc w:val="left"/>
            </w:pPr>
            <w:r>
              <w:rPr>
                <w:noProof/>
              </w:rPr>
              <mc:AlternateContent>
                <mc:Choice Requires="wps">
                  <w:drawing>
                    <wp:anchor distT="0" distB="0" distL="114300" distR="114300" simplePos="0" relativeHeight="251663564" behindDoc="0" locked="0" layoutInCell="1" allowOverlap="1" wp14:anchorId="248EF9C0" wp14:editId="1C0FF785">
                      <wp:simplePos x="0" y="0"/>
                      <wp:positionH relativeFrom="column">
                        <wp:posOffset>970915</wp:posOffset>
                      </wp:positionH>
                      <wp:positionV relativeFrom="paragraph">
                        <wp:posOffset>144145</wp:posOffset>
                      </wp:positionV>
                      <wp:extent cx="414020" cy="0"/>
                      <wp:effectExtent l="0" t="114300" r="0" b="133350"/>
                      <wp:wrapNone/>
                      <wp:docPr id="48" name="Straight Arrow Connector 48"/>
                      <wp:cNvGraphicFramePr/>
                      <a:graphic xmlns:a="http://schemas.openxmlformats.org/drawingml/2006/main">
                        <a:graphicData uri="http://schemas.microsoft.com/office/word/2010/wordprocessingShape">
                          <wps:wsp>
                            <wps:cNvCnPr/>
                            <wps:spPr>
                              <a:xfrm>
                                <a:off x="0" y="0"/>
                                <a:ext cx="414020" cy="0"/>
                              </a:xfrm>
                              <a:prstGeom prst="straightConnector1">
                                <a:avLst/>
                              </a:prstGeom>
                              <a:ln w="63500">
                                <a:tailEnd type="stealth"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8" o:spid="_x0000_s1026" type="#_x0000_t32" style="position:absolute;margin-left:76.45pt;margin-top:11.35pt;width:32.6pt;height:0;z-index:2516635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" strokecolor="#4579b8 [3044]" strokeweight="5pt">
                      <v:stroke endarrow="classic" endarrowlength="short"/>
                    </v:shape>
                  </w:pict>
                </mc:Fallback>
              </mc:AlternateContent>
            </w:r>
            <w:r>
              <w:t xml:space="preserve">AEMC </w:t>
            </w:r>
            <w:r w:rsidR="00E65331">
              <w:br/>
            </w:r>
            <w:r>
              <w:t>model</w:t>
            </w:r>
          </w:p>
        </w:tc>
        <w:tc>
          <w:tcPr>
            <w:tcW w:w="684" w:type="pct"/>
            <w:tcBorders>
              <w:top w:val="single" w:sz="4" w:space="0" w:color="auto"/>
            </w:tcBorders>
          </w:tcPr>
          <w:p w:rsidR="002E7A6E" w:rsidRDefault="002E7A6E" w:rsidP="00E65331">
            <w:pPr>
              <w:pStyle w:val="TableBodyText"/>
              <w:spacing w:before="80"/>
            </w:pPr>
          </w:p>
        </w:tc>
        <w:tc>
          <w:tcPr>
            <w:tcW w:w="686" w:type="pct"/>
            <w:tcBorders>
              <w:top w:val="single" w:sz="4" w:space="0" w:color="auto"/>
            </w:tcBorders>
          </w:tcPr>
          <w:p w:rsidR="002E7A6E" w:rsidRDefault="002E7A6E" w:rsidP="00E65331">
            <w:pPr>
              <w:pStyle w:val="TableBodyText"/>
              <w:spacing w:before="80"/>
            </w:pPr>
            <w:r>
              <w:rPr>
                <w:noProof/>
              </w:rPr>
              <mc:AlternateContent>
                <mc:Choice Requires="wps">
                  <w:drawing>
                    <wp:anchor distT="0" distB="0" distL="114300" distR="114300" simplePos="0" relativeHeight="251663360" behindDoc="0" locked="0" layoutInCell="1" allowOverlap="1" wp14:anchorId="2B9768B5" wp14:editId="6A98B4DA">
                      <wp:simplePos x="0" y="0"/>
                      <wp:positionH relativeFrom="column">
                        <wp:posOffset>-1270</wp:posOffset>
                      </wp:positionH>
                      <wp:positionV relativeFrom="paragraph">
                        <wp:posOffset>144145</wp:posOffset>
                      </wp:positionV>
                      <wp:extent cx="414020" cy="0"/>
                      <wp:effectExtent l="0" t="114300" r="0" b="133350"/>
                      <wp:wrapNone/>
                      <wp:docPr id="50" name="Straight Arrow Connector 50"/>
                      <wp:cNvGraphicFramePr/>
                      <a:graphic xmlns:a="http://schemas.openxmlformats.org/drawingml/2006/main">
                        <a:graphicData uri="http://schemas.microsoft.com/office/word/2010/wordprocessingShape">
                          <wps:wsp>
                            <wps:cNvCnPr/>
                            <wps:spPr>
                              <a:xfrm>
                                <a:off x="0" y="0"/>
                                <a:ext cx="414020" cy="0"/>
                              </a:xfrm>
                              <a:prstGeom prst="straightConnector1">
                                <a:avLst/>
                              </a:prstGeom>
                              <a:ln w="63500">
                                <a:tailEnd type="stealth"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0" o:spid="_x0000_s1026" type="#_x0000_t32" style="position:absolute;margin-left:-.1pt;margin-top:11.35pt;width:32.6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" strokecolor="#4579b8 [3044]" strokeweight="5pt">
                      <v:stroke endarrow="classic" endarrowlength="short"/>
                    </v:shape>
                  </w:pict>
                </mc:Fallback>
              </mc:AlternateContent>
            </w:r>
          </w:p>
        </w:tc>
        <w:tc>
          <w:tcPr>
            <w:tcW w:w="686" w:type="pct"/>
            <w:tcBorders>
              <w:top w:val="single" w:sz="4" w:space="0" w:color="auto"/>
            </w:tcBorders>
          </w:tcPr>
          <w:p w:rsidR="002E7A6E" w:rsidRDefault="002E7A6E" w:rsidP="00E65331">
            <w:pPr>
              <w:pStyle w:val="TableBodyText"/>
              <w:spacing w:before="80"/>
            </w:pPr>
            <w:r>
              <w:rPr>
                <w:noProof/>
              </w:rPr>
              <mc:AlternateContent>
                <mc:Choice Requires="wps">
                  <w:drawing>
                    <wp:anchor distT="0" distB="0" distL="114300" distR="114300" simplePos="0" relativeHeight="251678720" behindDoc="0" locked="0" layoutInCell="1" allowOverlap="1" wp14:anchorId="7F5F0BDF" wp14:editId="7C5773CD">
                      <wp:simplePos x="0" y="0"/>
                      <wp:positionH relativeFrom="column">
                        <wp:posOffset>755015</wp:posOffset>
                      </wp:positionH>
                      <wp:positionV relativeFrom="paragraph">
                        <wp:posOffset>144145</wp:posOffset>
                      </wp:positionV>
                      <wp:extent cx="321310" cy="0"/>
                      <wp:effectExtent l="0" t="114300" r="0" b="133350"/>
                      <wp:wrapNone/>
                      <wp:docPr id="2" name="Straight Arrow Connector 2"/>
                      <wp:cNvGraphicFramePr/>
                      <a:graphic xmlns:a="http://schemas.openxmlformats.org/drawingml/2006/main">
                        <a:graphicData uri="http://schemas.microsoft.com/office/word/2010/wordprocessingShape">
                          <wps:wsp>
                            <wps:cNvCnPr/>
                            <wps:spPr>
                              <a:xfrm>
                                <a:off x="0" y="0"/>
                                <a:ext cx="321310" cy="0"/>
                              </a:xfrm>
                              <a:prstGeom prst="straightConnector1">
                                <a:avLst/>
                              </a:prstGeom>
                              <a:ln w="63500">
                                <a:tailEnd type="stealth"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 o:spid="_x0000_s1026" type="#_x0000_t32" style="position:absolute;margin-left:59.45pt;margin-top:11.35pt;width:25.3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" strokecolor="#4579b8 [3044]" strokeweight="5pt">
                      <v:stroke endarrow="classic" endarrowlength="short"/>
                    </v:shape>
                  </w:pict>
                </mc:Fallback>
              </mc:AlternateContent>
            </w:r>
            <w:r>
              <w:rPr>
                <w:noProof/>
              </w:rPr>
              <mc:AlternateContent>
                <mc:Choice Requires="wps">
                  <w:drawing>
                    <wp:anchor distT="0" distB="0" distL="114300" distR="114300" simplePos="0" relativeHeight="251664384" behindDoc="0" locked="0" layoutInCell="1" allowOverlap="1" wp14:anchorId="4202812C" wp14:editId="75225F01">
                      <wp:simplePos x="0" y="0"/>
                      <wp:positionH relativeFrom="column">
                        <wp:posOffset>-8255</wp:posOffset>
                      </wp:positionH>
                      <wp:positionV relativeFrom="paragraph">
                        <wp:posOffset>144145</wp:posOffset>
                      </wp:positionV>
                      <wp:extent cx="592455" cy="0"/>
                      <wp:effectExtent l="0" t="114300" r="0" b="133350"/>
                      <wp:wrapNone/>
                      <wp:docPr id="49" name="Straight Arrow Connector 49"/>
                      <wp:cNvGraphicFramePr/>
                      <a:graphic xmlns:a="http://schemas.openxmlformats.org/drawingml/2006/main">
                        <a:graphicData uri="http://schemas.microsoft.com/office/word/2010/wordprocessingShape">
                          <wps:wsp>
                            <wps:cNvCnPr/>
                            <wps:spPr>
                              <a:xfrm>
                                <a:off x="0" y="0"/>
                                <a:ext cx="592455" cy="0"/>
                              </a:xfrm>
                              <a:prstGeom prst="straightConnector1">
                                <a:avLst/>
                              </a:prstGeom>
                              <a:ln w="63500">
                                <a:tailEnd type="stealth"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9" o:spid="_x0000_s1026" type="#_x0000_t32" style="position:absolute;margin-left:-.65pt;margin-top:11.35pt;width:46.6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" strokecolor="#4579b8 [3044]" strokeweight="5pt">
                      <v:stroke endarrow="classic" endarrowlength="short"/>
                    </v:shape>
                  </w:pict>
                </mc:Fallback>
              </mc:AlternateContent>
            </w:r>
          </w:p>
        </w:tc>
        <w:tc>
          <w:tcPr>
            <w:tcW w:w="686" w:type="pct"/>
            <w:tcBorders>
              <w:top w:val="single" w:sz="4" w:space="0" w:color="auto"/>
            </w:tcBorders>
          </w:tcPr>
          <w:p w:rsidR="002E7A6E" w:rsidRDefault="002E7A6E" w:rsidP="00E65331">
            <w:pPr>
              <w:pStyle w:val="TableBodyText"/>
              <w:spacing w:before="80"/>
            </w:pPr>
            <w:r>
              <w:rPr>
                <w:noProof/>
              </w:rPr>
              <mc:AlternateContent>
                <mc:Choice Requires="wps">
                  <w:drawing>
                    <wp:anchor distT="0" distB="0" distL="114300" distR="114300" simplePos="0" relativeHeight="251665408" behindDoc="0" locked="0" layoutInCell="1" allowOverlap="1" wp14:anchorId="42A3AA64" wp14:editId="1BCC8FED">
                      <wp:simplePos x="0" y="0"/>
                      <wp:positionH relativeFrom="column">
                        <wp:posOffset>757555</wp:posOffset>
                      </wp:positionH>
                      <wp:positionV relativeFrom="paragraph">
                        <wp:posOffset>144145</wp:posOffset>
                      </wp:positionV>
                      <wp:extent cx="321310" cy="0"/>
                      <wp:effectExtent l="0" t="114300" r="0" b="133350"/>
                      <wp:wrapNone/>
                      <wp:docPr id="51" name="Straight Arrow Connector 51"/>
                      <wp:cNvGraphicFramePr/>
                      <a:graphic xmlns:a="http://schemas.openxmlformats.org/drawingml/2006/main">
                        <a:graphicData uri="http://schemas.microsoft.com/office/word/2010/wordprocessingShape">
                          <wps:wsp>
                            <wps:cNvCnPr/>
                            <wps:spPr>
                              <a:xfrm>
                                <a:off x="0" y="0"/>
                                <a:ext cx="321310" cy="0"/>
                              </a:xfrm>
                              <a:prstGeom prst="straightConnector1">
                                <a:avLst/>
                              </a:prstGeom>
                              <a:ln w="63500">
                                <a:tailEnd type="stealth"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1" o:spid="_x0000_s1026" type="#_x0000_t32" style="position:absolute;margin-left:59.65pt;margin-top:11.35pt;width:25.3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" strokecolor="#4579b8 [3044]" strokeweight="5pt">
                      <v:stroke endarrow="classic" endarrowlength="short"/>
                    </v:shape>
                  </w:pict>
                </mc:Fallback>
              </mc:AlternateContent>
            </w:r>
          </w:p>
        </w:tc>
        <w:tc>
          <w:tcPr>
            <w:tcW w:w="644" w:type="pct"/>
            <w:tcBorders>
              <w:top w:val="single" w:sz="4" w:space="0" w:color="auto"/>
            </w:tcBorders>
          </w:tcPr>
          <w:p w:rsidR="002E7A6E" w:rsidRDefault="002E7A6E" w:rsidP="00E65331">
            <w:pPr>
              <w:pStyle w:val="TableBodyText"/>
              <w:spacing w:before="80"/>
            </w:pPr>
          </w:p>
        </w:tc>
        <w:tc>
          <w:tcPr>
            <w:tcW w:w="726" w:type="pct"/>
            <w:tcBorders>
              <w:top w:val="single" w:sz="4" w:space="0" w:color="auto"/>
            </w:tcBorders>
          </w:tcPr>
          <w:p w:rsidR="002E7A6E" w:rsidRDefault="002E7A6E" w:rsidP="00E65331">
            <w:pPr>
              <w:pStyle w:val="TableBodyText"/>
              <w:spacing w:before="80"/>
              <w:ind w:right="28"/>
            </w:pPr>
          </w:p>
        </w:tc>
      </w:tr>
      <w:tr w:rsidR="002E7A6E" w:rsidTr="003E7B90">
        <w:tc>
          <w:tcPr>
            <w:tcW w:w="887" w:type="pct"/>
            <w:shd w:val="clear" w:color="auto" w:fill="auto"/>
          </w:tcPr>
          <w:p w:rsidR="002E7A6E" w:rsidRDefault="002E7A6E" w:rsidP="003E7B90">
            <w:pPr>
              <w:pStyle w:val="TableBodyText"/>
              <w:jc w:val="left"/>
            </w:pPr>
            <w:r>
              <w:rPr>
                <w:noProof/>
              </w:rPr>
              <mc:AlternateContent>
                <mc:Choice Requires="wps">
                  <w:drawing>
                    <wp:anchor distT="0" distB="0" distL="114300" distR="114300" simplePos="0" relativeHeight="251663768" behindDoc="0" locked="0" layoutInCell="1" allowOverlap="1" wp14:anchorId="11BA4986" wp14:editId="32A345AA">
                      <wp:simplePos x="0" y="0"/>
                      <wp:positionH relativeFrom="column">
                        <wp:posOffset>970915</wp:posOffset>
                      </wp:positionH>
                      <wp:positionV relativeFrom="paragraph">
                        <wp:posOffset>170815</wp:posOffset>
                      </wp:positionV>
                      <wp:extent cx="643255" cy="0"/>
                      <wp:effectExtent l="0" t="114300" r="0" b="133350"/>
                      <wp:wrapNone/>
                      <wp:docPr id="52" name="Straight Arrow Connector 52"/>
                      <wp:cNvGraphicFramePr/>
                      <a:graphic xmlns:a="http://schemas.openxmlformats.org/drawingml/2006/main">
                        <a:graphicData uri="http://schemas.microsoft.com/office/word/2010/wordprocessingShape">
                          <wps:wsp>
                            <wps:cNvCnPr/>
                            <wps:spPr>
                              <a:xfrm>
                                <a:off x="0" y="0"/>
                                <a:ext cx="643255" cy="0"/>
                              </a:xfrm>
                              <a:prstGeom prst="straightConnector1">
                                <a:avLst/>
                              </a:prstGeom>
                              <a:ln w="63500">
                                <a:tailEnd type="stealth"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2" o:spid="_x0000_s1026" type="#_x0000_t32" style="position:absolute;margin-left:76.45pt;margin-top:13.45pt;width:50.65pt;height:0;z-index:251663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" strokecolor="#4579b8 [3044]" strokeweight="5pt">
                      <v:stroke endarrow="classic" endarrowlength="short"/>
                    </v:shape>
                  </w:pict>
                </mc:Fallback>
              </mc:AlternateContent>
            </w:r>
            <w:proofErr w:type="spellStart"/>
            <w:r>
              <w:t>AEMO</w:t>
            </w:r>
            <w:proofErr w:type="spellEnd"/>
            <w:r>
              <w:t xml:space="preserve"> planner model (Vic)</w:t>
            </w:r>
          </w:p>
        </w:tc>
        <w:tc>
          <w:tcPr>
            <w:tcW w:w="684" w:type="pct"/>
            <w:shd w:val="clear" w:color="auto" w:fill="auto"/>
          </w:tcPr>
          <w:p w:rsidR="002E7A6E" w:rsidRDefault="002E7A6E" w:rsidP="003E7B90">
            <w:pPr>
              <w:pStyle w:val="TableBodyText"/>
            </w:pPr>
          </w:p>
        </w:tc>
        <w:tc>
          <w:tcPr>
            <w:tcW w:w="686" w:type="pct"/>
            <w:shd w:val="clear" w:color="auto" w:fill="auto"/>
          </w:tcPr>
          <w:p w:rsidR="002E7A6E" w:rsidRDefault="002E7A6E" w:rsidP="003E7B90">
            <w:pPr>
              <w:pStyle w:val="TableBodyText"/>
            </w:pPr>
            <w:r>
              <w:rPr>
                <w:noProof/>
              </w:rPr>
              <mc:AlternateContent>
                <mc:Choice Requires="wps">
                  <w:drawing>
                    <wp:anchor distT="0" distB="0" distL="114300" distR="114300" simplePos="0" relativeHeight="251666432" behindDoc="0" locked="0" layoutInCell="1" allowOverlap="1" wp14:anchorId="3CB45623" wp14:editId="6D594C36">
                      <wp:simplePos x="0" y="0"/>
                      <wp:positionH relativeFrom="column">
                        <wp:posOffset>-1270</wp:posOffset>
                      </wp:positionH>
                      <wp:positionV relativeFrom="paragraph">
                        <wp:posOffset>170815</wp:posOffset>
                      </wp:positionV>
                      <wp:extent cx="753110" cy="0"/>
                      <wp:effectExtent l="0" t="114300" r="0" b="133350"/>
                      <wp:wrapNone/>
                      <wp:docPr id="54" name="Straight Arrow Connector 54"/>
                      <wp:cNvGraphicFramePr/>
                      <a:graphic xmlns:a="http://schemas.openxmlformats.org/drawingml/2006/main">
                        <a:graphicData uri="http://schemas.microsoft.com/office/word/2010/wordprocessingShape">
                          <wps:wsp>
                            <wps:cNvCnPr/>
                            <wps:spPr>
                              <a:xfrm>
                                <a:off x="0" y="0"/>
                                <a:ext cx="753110" cy="0"/>
                              </a:xfrm>
                              <a:prstGeom prst="straightConnector1">
                                <a:avLst/>
                              </a:prstGeom>
                              <a:ln w="63500">
                                <a:tailEnd type="stealth"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4" o:spid="_x0000_s1026" type="#_x0000_t32" style="position:absolute;margin-left:-.1pt;margin-top:13.45pt;width:59.3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" strokecolor="#4579b8 [3044]" strokeweight="5pt">
                      <v:stroke endarrow="classic" endarrowlength="short"/>
                    </v:shape>
                  </w:pict>
                </mc:Fallback>
              </mc:AlternateContent>
            </w:r>
          </w:p>
        </w:tc>
        <w:tc>
          <w:tcPr>
            <w:tcW w:w="686" w:type="pct"/>
            <w:shd w:val="clear" w:color="auto" w:fill="auto"/>
          </w:tcPr>
          <w:p w:rsidR="002E7A6E" w:rsidRDefault="002E7A6E" w:rsidP="003E7B90">
            <w:pPr>
              <w:pStyle w:val="TableBodyText"/>
            </w:pPr>
            <w:r>
              <w:rPr>
                <w:noProof/>
              </w:rPr>
              <mc:AlternateContent>
                <mc:Choice Requires="wps">
                  <w:drawing>
                    <wp:anchor distT="0" distB="0" distL="114300" distR="114300" simplePos="0" relativeHeight="251670528" behindDoc="0" locked="0" layoutInCell="1" allowOverlap="1" wp14:anchorId="15CDA91C" wp14:editId="0DDD4375">
                      <wp:simplePos x="0" y="0"/>
                      <wp:positionH relativeFrom="column">
                        <wp:posOffset>-8255</wp:posOffset>
                      </wp:positionH>
                      <wp:positionV relativeFrom="paragraph">
                        <wp:posOffset>170815</wp:posOffset>
                      </wp:positionV>
                      <wp:extent cx="365760" cy="0"/>
                      <wp:effectExtent l="0" t="114300" r="0" b="133350"/>
                      <wp:wrapNone/>
                      <wp:docPr id="53" name="Straight Arrow Connector 53"/>
                      <wp:cNvGraphicFramePr/>
                      <a:graphic xmlns:a="http://schemas.openxmlformats.org/drawingml/2006/main">
                        <a:graphicData uri="http://schemas.microsoft.com/office/word/2010/wordprocessingShape">
                          <wps:wsp>
                            <wps:cNvCnPr/>
                            <wps:spPr>
                              <a:xfrm>
                                <a:off x="0" y="0"/>
                                <a:ext cx="365760" cy="0"/>
                              </a:xfrm>
                              <a:prstGeom prst="straightConnector1">
                                <a:avLst/>
                              </a:prstGeom>
                              <a:ln w="63500">
                                <a:tailEnd type="stealth"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3" o:spid="_x0000_s1026" type="#_x0000_t32" style="position:absolute;margin-left:-.65pt;margin-top:13.45pt;width:28.8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" strokecolor="#4579b8 [3044]" strokeweight="5pt">
                      <v:stroke endarrow="classic" endarrowlength="short"/>
                    </v:shape>
                  </w:pict>
                </mc:Fallback>
              </mc:AlternateContent>
            </w:r>
            <w:r>
              <w:rPr>
                <w:noProof/>
              </w:rPr>
              <mc:AlternateContent>
                <mc:Choice Requires="wps">
                  <w:drawing>
                    <wp:anchor distT="0" distB="0" distL="114300" distR="114300" simplePos="0" relativeHeight="251673600" behindDoc="0" locked="0" layoutInCell="1" allowOverlap="1" wp14:anchorId="7C71A063" wp14:editId="2E2301B5">
                      <wp:simplePos x="0" y="0"/>
                      <wp:positionH relativeFrom="column">
                        <wp:posOffset>755015</wp:posOffset>
                      </wp:positionH>
                      <wp:positionV relativeFrom="paragraph">
                        <wp:posOffset>170815</wp:posOffset>
                      </wp:positionV>
                      <wp:extent cx="767715" cy="0"/>
                      <wp:effectExtent l="0" t="114300" r="0" b="133350"/>
                      <wp:wrapNone/>
                      <wp:docPr id="55" name="Straight Arrow Connector 55"/>
                      <wp:cNvGraphicFramePr/>
                      <a:graphic xmlns:a="http://schemas.openxmlformats.org/drawingml/2006/main">
                        <a:graphicData uri="http://schemas.microsoft.com/office/word/2010/wordprocessingShape">
                          <wps:wsp>
                            <wps:cNvCnPr/>
                            <wps:spPr>
                              <a:xfrm>
                                <a:off x="0" y="0"/>
                                <a:ext cx="767715" cy="0"/>
                              </a:xfrm>
                              <a:prstGeom prst="straightConnector1">
                                <a:avLst/>
                              </a:prstGeom>
                              <a:ln w="63500">
                                <a:tailEnd type="stealth"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5" o:spid="_x0000_s1026" type="#_x0000_t32" style="position:absolute;margin-left:59.45pt;margin-top:13.45pt;width:60.4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" strokecolor="#4579b8 [3044]" strokeweight="5pt">
                      <v:stroke endarrow="classic" endarrowlength="short"/>
                    </v:shape>
                  </w:pict>
                </mc:Fallback>
              </mc:AlternateContent>
            </w:r>
          </w:p>
        </w:tc>
        <w:tc>
          <w:tcPr>
            <w:tcW w:w="686" w:type="pct"/>
            <w:shd w:val="clear" w:color="auto" w:fill="auto"/>
          </w:tcPr>
          <w:p w:rsidR="002E7A6E" w:rsidRDefault="002E7A6E" w:rsidP="003E7B90">
            <w:pPr>
              <w:pStyle w:val="TableBodyText"/>
            </w:pPr>
            <w:r>
              <w:rPr>
                <w:noProof/>
              </w:rPr>
              <mc:AlternateContent>
                <mc:Choice Requires="wps">
                  <w:drawing>
                    <wp:anchor distT="0" distB="0" distL="114300" distR="114300" simplePos="0" relativeHeight="251675648" behindDoc="0" locked="0" layoutInCell="1" allowOverlap="1" wp14:anchorId="10054D74" wp14:editId="367926AB">
                      <wp:simplePos x="0" y="0"/>
                      <wp:positionH relativeFrom="column">
                        <wp:posOffset>757555</wp:posOffset>
                      </wp:positionH>
                      <wp:positionV relativeFrom="paragraph">
                        <wp:posOffset>170815</wp:posOffset>
                      </wp:positionV>
                      <wp:extent cx="724535" cy="0"/>
                      <wp:effectExtent l="0" t="114300" r="0" b="133350"/>
                      <wp:wrapNone/>
                      <wp:docPr id="56" name="Straight Arrow Connector 56"/>
                      <wp:cNvGraphicFramePr/>
                      <a:graphic xmlns:a="http://schemas.openxmlformats.org/drawingml/2006/main">
                        <a:graphicData uri="http://schemas.microsoft.com/office/word/2010/wordprocessingShape">
                          <wps:wsp>
                            <wps:cNvCnPr/>
                            <wps:spPr>
                              <a:xfrm>
                                <a:off x="0" y="0"/>
                                <a:ext cx="724535" cy="0"/>
                              </a:xfrm>
                              <a:prstGeom prst="straightConnector1">
                                <a:avLst/>
                              </a:prstGeom>
                              <a:ln w="63500">
                                <a:tailEnd type="stealth"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6" o:spid="_x0000_s1026" type="#_x0000_t32" style="position:absolute;margin-left:59.65pt;margin-top:13.45pt;width:57.0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" strokecolor="#4579b8 [3044]" strokeweight="5pt">
                      <v:stroke endarrow="classic" endarrowlength="short"/>
                    </v:shape>
                  </w:pict>
                </mc:Fallback>
              </mc:AlternateContent>
            </w:r>
          </w:p>
        </w:tc>
        <w:tc>
          <w:tcPr>
            <w:tcW w:w="644" w:type="pct"/>
            <w:shd w:val="clear" w:color="auto" w:fill="auto"/>
          </w:tcPr>
          <w:p w:rsidR="002E7A6E" w:rsidRDefault="002E7A6E" w:rsidP="003E7B90">
            <w:pPr>
              <w:pStyle w:val="TableBodyText"/>
            </w:pPr>
          </w:p>
        </w:tc>
        <w:tc>
          <w:tcPr>
            <w:tcW w:w="726" w:type="pct"/>
            <w:shd w:val="clear" w:color="auto" w:fill="auto"/>
          </w:tcPr>
          <w:p w:rsidR="002E7A6E" w:rsidRDefault="002E7A6E" w:rsidP="003E7B90">
            <w:pPr>
              <w:pStyle w:val="TableBodyText"/>
              <w:ind w:right="28"/>
            </w:pPr>
          </w:p>
        </w:tc>
      </w:tr>
      <w:tr w:rsidR="002E7A6E" w:rsidTr="003E7B90">
        <w:tc>
          <w:tcPr>
            <w:tcW w:w="887" w:type="pct"/>
            <w:shd w:val="clear" w:color="auto" w:fill="auto"/>
          </w:tcPr>
          <w:p w:rsidR="002E7A6E" w:rsidRDefault="002E7A6E" w:rsidP="003E7B90">
            <w:pPr>
              <w:pStyle w:val="TableBodyText"/>
              <w:jc w:val="left"/>
            </w:pPr>
            <w:r>
              <w:rPr>
                <w:noProof/>
              </w:rPr>
              <mc:AlternateContent>
                <mc:Choice Requires="wps">
                  <w:drawing>
                    <wp:anchor distT="0" distB="0" distL="114300" distR="114300" simplePos="0" relativeHeight="251664176" behindDoc="0" locked="0" layoutInCell="1" allowOverlap="1" wp14:anchorId="60CD4B8E" wp14:editId="3ED873D5">
                      <wp:simplePos x="0" y="0"/>
                      <wp:positionH relativeFrom="column">
                        <wp:posOffset>970915</wp:posOffset>
                      </wp:positionH>
                      <wp:positionV relativeFrom="paragraph">
                        <wp:posOffset>157480</wp:posOffset>
                      </wp:positionV>
                      <wp:extent cx="533400" cy="0"/>
                      <wp:effectExtent l="0" t="114300" r="0" b="133350"/>
                      <wp:wrapNone/>
                      <wp:docPr id="57" name="Straight Arrow Connector 57"/>
                      <wp:cNvGraphicFramePr/>
                      <a:graphic xmlns:a="http://schemas.openxmlformats.org/drawingml/2006/main">
                        <a:graphicData uri="http://schemas.microsoft.com/office/word/2010/wordprocessingShape">
                          <wps:wsp>
                            <wps:cNvCnPr/>
                            <wps:spPr>
                              <a:xfrm>
                                <a:off x="0" y="0"/>
                                <a:ext cx="533400" cy="0"/>
                              </a:xfrm>
                              <a:prstGeom prst="straightConnector1">
                                <a:avLst/>
                              </a:prstGeom>
                              <a:ln w="63500">
                                <a:tailEnd type="stealth"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7" o:spid="_x0000_s1026" type="#_x0000_t32" style="position:absolute;margin-left:76.45pt;margin-top:12.4pt;width:42pt;height:0;z-index:25166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" strokecolor="#4579b8 [3044]" strokeweight="5pt">
                      <v:stroke endarrow="classic" endarrowlength="short"/>
                    </v:shape>
                  </w:pict>
                </mc:Fallback>
              </mc:AlternateContent>
            </w:r>
            <w:r>
              <w:t>Grid Australia model</w:t>
            </w:r>
          </w:p>
        </w:tc>
        <w:tc>
          <w:tcPr>
            <w:tcW w:w="684" w:type="pct"/>
            <w:shd w:val="clear" w:color="auto" w:fill="auto"/>
          </w:tcPr>
          <w:p w:rsidR="002E7A6E" w:rsidRDefault="002E7A6E" w:rsidP="003E7B90">
            <w:pPr>
              <w:pStyle w:val="TableBodyText"/>
            </w:pPr>
          </w:p>
        </w:tc>
        <w:tc>
          <w:tcPr>
            <w:tcW w:w="686" w:type="pct"/>
            <w:shd w:val="clear" w:color="auto" w:fill="auto"/>
          </w:tcPr>
          <w:p w:rsidR="002E7A6E" w:rsidRDefault="00E65331" w:rsidP="003E7B90">
            <w:pPr>
              <w:pStyle w:val="TableBodyText"/>
            </w:pPr>
            <w:r>
              <w:rPr>
                <w:noProof/>
              </w:rPr>
              <mc:AlternateContent>
                <mc:Choice Requires="wps">
                  <w:drawing>
                    <wp:anchor distT="0" distB="0" distL="114300" distR="114300" simplePos="0" relativeHeight="251668480" behindDoc="0" locked="0" layoutInCell="1" allowOverlap="1" wp14:anchorId="10E085C7" wp14:editId="1078DD24">
                      <wp:simplePos x="0" y="0"/>
                      <wp:positionH relativeFrom="column">
                        <wp:posOffset>-1270</wp:posOffset>
                      </wp:positionH>
                      <wp:positionV relativeFrom="paragraph">
                        <wp:posOffset>157480</wp:posOffset>
                      </wp:positionV>
                      <wp:extent cx="563245" cy="0"/>
                      <wp:effectExtent l="0" t="114300" r="0" b="133350"/>
                      <wp:wrapNone/>
                      <wp:docPr id="59" name="Straight Arrow Connector 59"/>
                      <wp:cNvGraphicFramePr/>
                      <a:graphic xmlns:a="http://schemas.openxmlformats.org/drawingml/2006/main">
                        <a:graphicData uri="http://schemas.microsoft.com/office/word/2010/wordprocessingShape">
                          <wps:wsp>
                            <wps:cNvCnPr/>
                            <wps:spPr>
                              <a:xfrm>
                                <a:off x="0" y="0"/>
                                <a:ext cx="563245" cy="0"/>
                              </a:xfrm>
                              <a:prstGeom prst="straightConnector1">
                                <a:avLst/>
                              </a:prstGeom>
                              <a:ln w="63500">
                                <a:tailEnd type="stealth"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9" o:spid="_x0000_s1026" type="#_x0000_t32" style="position:absolute;margin-left:-.1pt;margin-top:12.4pt;width:44.3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" strokecolor="#4579b8 [3044]" strokeweight="5pt">
                      <v:stroke endarrow="classic" endarrowlength="short"/>
                    </v:shape>
                  </w:pict>
                </mc:Fallback>
              </mc:AlternateContent>
            </w:r>
            <w:r>
              <w:rPr>
                <w:noProof/>
              </w:rPr>
              <mc:AlternateContent>
                <mc:Choice Requires="wps">
                  <w:drawing>
                    <wp:anchor distT="0" distB="0" distL="114300" distR="114300" simplePos="0" relativeHeight="251669504" behindDoc="0" locked="0" layoutInCell="1" allowOverlap="1" wp14:anchorId="07C86A40" wp14:editId="2EA0C742">
                      <wp:simplePos x="0" y="0"/>
                      <wp:positionH relativeFrom="column">
                        <wp:posOffset>757555</wp:posOffset>
                      </wp:positionH>
                      <wp:positionV relativeFrom="paragraph">
                        <wp:posOffset>157480</wp:posOffset>
                      </wp:positionV>
                      <wp:extent cx="482600" cy="0"/>
                      <wp:effectExtent l="0" t="114300" r="0" b="133350"/>
                      <wp:wrapNone/>
                      <wp:docPr id="58" name="Straight Arrow Connector 58"/>
                      <wp:cNvGraphicFramePr/>
                      <a:graphic xmlns:a="http://schemas.openxmlformats.org/drawingml/2006/main">
                        <a:graphicData uri="http://schemas.microsoft.com/office/word/2010/wordprocessingShape">
                          <wps:wsp>
                            <wps:cNvCnPr/>
                            <wps:spPr>
                              <a:xfrm>
                                <a:off x="0" y="0"/>
                                <a:ext cx="482600" cy="0"/>
                              </a:xfrm>
                              <a:prstGeom prst="straightConnector1">
                                <a:avLst/>
                              </a:prstGeom>
                              <a:ln w="63500">
                                <a:tailEnd type="stealth"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8" o:spid="_x0000_s1026" type="#_x0000_t32" style="position:absolute;margin-left:59.65pt;margin-top:12.4pt;width:38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" strokecolor="#4579b8 [3044]" strokeweight="5pt">
                      <v:stroke endarrow="classic" endarrowlength="short"/>
                    </v:shape>
                  </w:pict>
                </mc:Fallback>
              </mc:AlternateContent>
            </w:r>
          </w:p>
        </w:tc>
        <w:tc>
          <w:tcPr>
            <w:tcW w:w="686" w:type="pct"/>
            <w:shd w:val="clear" w:color="auto" w:fill="auto"/>
          </w:tcPr>
          <w:p w:rsidR="002E7A6E" w:rsidRDefault="002E7A6E" w:rsidP="003E7B90">
            <w:pPr>
              <w:pStyle w:val="TableBodyText"/>
            </w:pPr>
          </w:p>
        </w:tc>
        <w:tc>
          <w:tcPr>
            <w:tcW w:w="686" w:type="pct"/>
            <w:shd w:val="clear" w:color="auto" w:fill="auto"/>
          </w:tcPr>
          <w:p w:rsidR="002E7A6E" w:rsidRDefault="00E65331" w:rsidP="003E7B90">
            <w:pPr>
              <w:pStyle w:val="TableBodyText"/>
            </w:pPr>
            <w:r>
              <w:rPr>
                <w:noProof/>
              </w:rPr>
              <mc:AlternateContent>
                <mc:Choice Requires="wps">
                  <w:drawing>
                    <wp:anchor distT="0" distB="0" distL="114300" distR="114300" simplePos="0" relativeHeight="251671552" behindDoc="0" locked="0" layoutInCell="1" allowOverlap="1" wp14:anchorId="6908F6AE" wp14:editId="17EC6AE6">
                      <wp:simplePos x="0" y="0"/>
                      <wp:positionH relativeFrom="column">
                        <wp:posOffset>-10795</wp:posOffset>
                      </wp:positionH>
                      <wp:positionV relativeFrom="paragraph">
                        <wp:posOffset>157480</wp:posOffset>
                      </wp:positionV>
                      <wp:extent cx="526415" cy="0"/>
                      <wp:effectExtent l="0" t="114300" r="0" b="133350"/>
                      <wp:wrapNone/>
                      <wp:docPr id="60" name="Straight Arrow Connector 60"/>
                      <wp:cNvGraphicFramePr/>
                      <a:graphic xmlns:a="http://schemas.openxmlformats.org/drawingml/2006/main">
                        <a:graphicData uri="http://schemas.microsoft.com/office/word/2010/wordprocessingShape">
                          <wps:wsp>
                            <wps:cNvCnPr/>
                            <wps:spPr>
                              <a:xfrm>
                                <a:off x="0" y="0"/>
                                <a:ext cx="526415" cy="0"/>
                              </a:xfrm>
                              <a:prstGeom prst="straightConnector1">
                                <a:avLst/>
                              </a:prstGeom>
                              <a:ln w="63500">
                                <a:tailEnd type="stealth"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0" o:spid="_x0000_s1026" type="#_x0000_t32" style="position:absolute;margin-left:-.85pt;margin-top:12.4pt;width:41.4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" strokecolor="#4579b8 [3044]" strokeweight="5pt">
                      <v:stroke endarrow="classic" endarrowlength="short"/>
                    </v:shape>
                  </w:pict>
                </mc:Fallback>
              </mc:AlternateContent>
            </w:r>
          </w:p>
        </w:tc>
        <w:tc>
          <w:tcPr>
            <w:tcW w:w="644" w:type="pct"/>
            <w:shd w:val="clear" w:color="auto" w:fill="auto"/>
          </w:tcPr>
          <w:p w:rsidR="002E7A6E" w:rsidRDefault="002E7A6E" w:rsidP="003E7B90">
            <w:pPr>
              <w:pStyle w:val="TableBodyText"/>
            </w:pPr>
            <w:r>
              <w:rPr>
                <w:noProof/>
              </w:rPr>
              <mc:AlternateContent>
                <mc:Choice Requires="wps">
                  <w:drawing>
                    <wp:anchor distT="0" distB="0" distL="114300" distR="114300" simplePos="0" relativeHeight="251676672" behindDoc="0" locked="0" layoutInCell="1" allowOverlap="1" wp14:anchorId="63CDAC6E" wp14:editId="645CDE9C">
                      <wp:simplePos x="0" y="0"/>
                      <wp:positionH relativeFrom="column">
                        <wp:posOffset>-8255</wp:posOffset>
                      </wp:positionH>
                      <wp:positionV relativeFrom="paragraph">
                        <wp:posOffset>157480</wp:posOffset>
                      </wp:positionV>
                      <wp:extent cx="429895" cy="0"/>
                      <wp:effectExtent l="0" t="114300" r="0" b="133350"/>
                      <wp:wrapNone/>
                      <wp:docPr id="61" name="Straight Arrow Connector 61"/>
                      <wp:cNvGraphicFramePr/>
                      <a:graphic xmlns:a="http://schemas.openxmlformats.org/drawingml/2006/main">
                        <a:graphicData uri="http://schemas.microsoft.com/office/word/2010/wordprocessingShape">
                          <wps:wsp>
                            <wps:cNvCnPr/>
                            <wps:spPr>
                              <a:xfrm>
                                <a:off x="0" y="0"/>
                                <a:ext cx="429895" cy="0"/>
                              </a:xfrm>
                              <a:prstGeom prst="straightConnector1">
                                <a:avLst/>
                              </a:prstGeom>
                              <a:ln w="63500">
                                <a:tailEnd type="stealth"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1" o:spid="_x0000_s1026" type="#_x0000_t32" style="position:absolute;margin-left:-.65pt;margin-top:12.4pt;width:33.8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" strokecolor="#4579b8 [3044]" strokeweight="5pt">
                      <v:stroke endarrow="classic" endarrowlength="short"/>
                    </v:shape>
                  </w:pict>
                </mc:Fallback>
              </mc:AlternateContent>
            </w:r>
          </w:p>
        </w:tc>
        <w:tc>
          <w:tcPr>
            <w:tcW w:w="726" w:type="pct"/>
            <w:shd w:val="clear" w:color="auto" w:fill="auto"/>
          </w:tcPr>
          <w:p w:rsidR="002E7A6E" w:rsidRDefault="002E7A6E" w:rsidP="003E7B90">
            <w:pPr>
              <w:pStyle w:val="TableBodyText"/>
              <w:ind w:right="28"/>
            </w:pPr>
          </w:p>
        </w:tc>
      </w:tr>
      <w:tr w:rsidR="002E7A6E" w:rsidTr="003E7B90">
        <w:tc>
          <w:tcPr>
            <w:tcW w:w="887" w:type="pct"/>
            <w:tcBorders>
              <w:bottom w:val="single" w:sz="6" w:space="0" w:color="auto"/>
            </w:tcBorders>
            <w:shd w:val="clear" w:color="auto" w:fill="auto"/>
          </w:tcPr>
          <w:p w:rsidR="002E7A6E" w:rsidRDefault="002E7A6E" w:rsidP="00E65331">
            <w:pPr>
              <w:pStyle w:val="TableBodyText"/>
              <w:jc w:val="left"/>
            </w:pPr>
            <w:r>
              <w:rPr>
                <w:noProof/>
              </w:rPr>
              <mc:AlternateContent>
                <mc:Choice Requires="wps">
                  <w:drawing>
                    <wp:anchor distT="0" distB="0" distL="114300" distR="114300" simplePos="0" relativeHeight="251663972" behindDoc="0" locked="0" layoutInCell="1" allowOverlap="1" wp14:anchorId="59D50107" wp14:editId="5B955B22">
                      <wp:simplePos x="0" y="0"/>
                      <wp:positionH relativeFrom="column">
                        <wp:posOffset>970915</wp:posOffset>
                      </wp:positionH>
                      <wp:positionV relativeFrom="paragraph">
                        <wp:posOffset>167005</wp:posOffset>
                      </wp:positionV>
                      <wp:extent cx="775970" cy="0"/>
                      <wp:effectExtent l="0" t="114300" r="0" b="133350"/>
                      <wp:wrapNone/>
                      <wp:docPr id="62" name="Straight Arrow Connector 62"/>
                      <wp:cNvGraphicFramePr/>
                      <a:graphic xmlns:a="http://schemas.openxmlformats.org/drawingml/2006/main">
                        <a:graphicData uri="http://schemas.microsoft.com/office/word/2010/wordprocessingShape">
                          <wps:wsp>
                            <wps:cNvCnPr/>
                            <wps:spPr>
                              <a:xfrm>
                                <a:off x="0" y="0"/>
                                <a:ext cx="775970" cy="0"/>
                              </a:xfrm>
                              <a:prstGeom prst="straightConnector1">
                                <a:avLst/>
                              </a:prstGeom>
                              <a:ln w="63500">
                                <a:tailEnd type="stealth"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2" o:spid="_x0000_s1026" type="#_x0000_t32" style="position:absolute;margin-left:76.45pt;margin-top:13.15pt;width:61.1pt;height:0;z-index:2516639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" strokecolor="#4579b8 [3044]" strokeweight="5pt">
                      <v:stroke endarrow="classic" endarrowlength="short"/>
                    </v:shape>
                  </w:pict>
                </mc:Fallback>
              </mc:AlternateContent>
            </w:r>
            <w:r w:rsidR="00E65331">
              <w:t xml:space="preserve">PC </w:t>
            </w:r>
            <w:r w:rsidR="00E65331">
              <w:br/>
              <w:t>model</w:t>
            </w:r>
          </w:p>
        </w:tc>
        <w:tc>
          <w:tcPr>
            <w:tcW w:w="684" w:type="pct"/>
            <w:tcBorders>
              <w:bottom w:val="single" w:sz="4" w:space="0" w:color="auto"/>
            </w:tcBorders>
            <w:shd w:val="clear" w:color="auto" w:fill="auto"/>
          </w:tcPr>
          <w:p w:rsidR="002E7A6E" w:rsidRDefault="002E7A6E" w:rsidP="00E65331">
            <w:pPr>
              <w:pStyle w:val="TableBodyText"/>
              <w:spacing w:after="80"/>
            </w:pPr>
          </w:p>
        </w:tc>
        <w:tc>
          <w:tcPr>
            <w:tcW w:w="686" w:type="pct"/>
            <w:tcBorders>
              <w:bottom w:val="single" w:sz="4" w:space="0" w:color="auto"/>
            </w:tcBorders>
            <w:shd w:val="clear" w:color="auto" w:fill="auto"/>
          </w:tcPr>
          <w:p w:rsidR="002E7A6E" w:rsidRDefault="002E7A6E" w:rsidP="00E65331">
            <w:pPr>
              <w:pStyle w:val="TableBodyText"/>
              <w:spacing w:after="80"/>
            </w:pPr>
            <w:r>
              <w:rPr>
                <w:noProof/>
              </w:rPr>
              <mc:AlternateContent>
                <mc:Choice Requires="wps">
                  <w:drawing>
                    <wp:anchor distT="0" distB="0" distL="114300" distR="114300" simplePos="0" relativeHeight="251679744" behindDoc="0" locked="0" layoutInCell="1" allowOverlap="1" wp14:anchorId="0BD60F48" wp14:editId="2E14EE29">
                      <wp:simplePos x="0" y="0"/>
                      <wp:positionH relativeFrom="column">
                        <wp:posOffset>757555</wp:posOffset>
                      </wp:positionH>
                      <wp:positionV relativeFrom="paragraph">
                        <wp:posOffset>167005</wp:posOffset>
                      </wp:positionV>
                      <wp:extent cx="482600" cy="0"/>
                      <wp:effectExtent l="0" t="114300" r="0" b="133350"/>
                      <wp:wrapNone/>
                      <wp:docPr id="3" name="Straight Arrow Connector 3"/>
                      <wp:cNvGraphicFramePr/>
                      <a:graphic xmlns:a="http://schemas.openxmlformats.org/drawingml/2006/main">
                        <a:graphicData uri="http://schemas.microsoft.com/office/word/2010/wordprocessingShape">
                          <wps:wsp>
                            <wps:cNvCnPr/>
                            <wps:spPr>
                              <a:xfrm>
                                <a:off x="0" y="0"/>
                                <a:ext cx="482600" cy="0"/>
                              </a:xfrm>
                              <a:prstGeom prst="straightConnector1">
                                <a:avLst/>
                              </a:prstGeom>
                              <a:ln w="63500">
                                <a:tailEnd type="stealth"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 o:spid="_x0000_s1026" type="#_x0000_t32" style="position:absolute;margin-left:59.65pt;margin-top:13.15pt;width:38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" strokecolor="#4579b8 [3044]" strokeweight="5pt">
                      <v:stroke endarrow="classic" endarrowlength="short"/>
                    </v:shape>
                  </w:pict>
                </mc:Fallback>
              </mc:AlternateContent>
            </w:r>
            <w:r>
              <w:rPr>
                <w:noProof/>
              </w:rPr>
              <mc:AlternateContent>
                <mc:Choice Requires="wps">
                  <w:drawing>
                    <wp:anchor distT="0" distB="0" distL="114300" distR="114300" simplePos="0" relativeHeight="251667456" behindDoc="0" locked="0" layoutInCell="1" allowOverlap="1" wp14:anchorId="74016CCA" wp14:editId="75B76FAD">
                      <wp:simplePos x="0" y="0"/>
                      <wp:positionH relativeFrom="column">
                        <wp:posOffset>-1270</wp:posOffset>
                      </wp:positionH>
                      <wp:positionV relativeFrom="paragraph">
                        <wp:posOffset>167005</wp:posOffset>
                      </wp:positionV>
                      <wp:extent cx="753110" cy="0"/>
                      <wp:effectExtent l="0" t="114300" r="0" b="133350"/>
                      <wp:wrapNone/>
                      <wp:docPr id="63" name="Straight Arrow Connector 63"/>
                      <wp:cNvGraphicFramePr/>
                      <a:graphic xmlns:a="http://schemas.openxmlformats.org/drawingml/2006/main">
                        <a:graphicData uri="http://schemas.microsoft.com/office/word/2010/wordprocessingShape">
                          <wps:wsp>
                            <wps:cNvCnPr/>
                            <wps:spPr>
                              <a:xfrm>
                                <a:off x="0" y="0"/>
                                <a:ext cx="753110" cy="0"/>
                              </a:xfrm>
                              <a:prstGeom prst="straightConnector1">
                                <a:avLst/>
                              </a:prstGeom>
                              <a:ln w="63500">
                                <a:tailEnd type="stealth"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3" o:spid="_x0000_s1026" type="#_x0000_t32" style="position:absolute;margin-left:-.1pt;margin-top:13.15pt;width:59.3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" strokecolor="#4579b8 [3044]" strokeweight="5pt">
                      <v:stroke endarrow="classic" endarrowlength="short"/>
                    </v:shape>
                  </w:pict>
                </mc:Fallback>
              </mc:AlternateContent>
            </w:r>
          </w:p>
        </w:tc>
        <w:tc>
          <w:tcPr>
            <w:tcW w:w="686" w:type="pct"/>
            <w:tcBorders>
              <w:bottom w:val="single" w:sz="4" w:space="0" w:color="auto"/>
            </w:tcBorders>
            <w:shd w:val="clear" w:color="auto" w:fill="auto"/>
          </w:tcPr>
          <w:p w:rsidR="002E7A6E" w:rsidRDefault="002E7A6E" w:rsidP="00E65331">
            <w:pPr>
              <w:pStyle w:val="TableBodyText"/>
              <w:spacing w:after="80"/>
            </w:pPr>
            <w:r>
              <w:rPr>
                <w:noProof/>
              </w:rPr>
              <mc:AlternateContent>
                <mc:Choice Requires="wps">
                  <w:drawing>
                    <wp:anchor distT="0" distB="0" distL="114300" distR="114300" simplePos="0" relativeHeight="251672576" behindDoc="0" locked="0" layoutInCell="1" allowOverlap="1" wp14:anchorId="19442813" wp14:editId="66C22DDA">
                      <wp:simplePos x="0" y="0"/>
                      <wp:positionH relativeFrom="column">
                        <wp:posOffset>755015</wp:posOffset>
                      </wp:positionH>
                      <wp:positionV relativeFrom="paragraph">
                        <wp:posOffset>167005</wp:posOffset>
                      </wp:positionV>
                      <wp:extent cx="716280" cy="0"/>
                      <wp:effectExtent l="0" t="114300" r="0" b="133350"/>
                      <wp:wrapNone/>
                      <wp:docPr id="65" name="Straight Arrow Connector 65"/>
                      <wp:cNvGraphicFramePr/>
                      <a:graphic xmlns:a="http://schemas.openxmlformats.org/drawingml/2006/main">
                        <a:graphicData uri="http://schemas.microsoft.com/office/word/2010/wordprocessingShape">
                          <wps:wsp>
                            <wps:cNvCnPr/>
                            <wps:spPr>
                              <a:xfrm flipV="1">
                                <a:off x="0" y="0"/>
                                <a:ext cx="716280" cy="0"/>
                              </a:xfrm>
                              <a:prstGeom prst="straightConnector1">
                                <a:avLst/>
                              </a:prstGeom>
                              <a:ln w="63500">
                                <a:tailEnd type="stealth"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5" o:spid="_x0000_s1026" type="#_x0000_t32" style="position:absolute;margin-left:59.45pt;margin-top:13.15pt;width:56.4pt;height:0;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" strokecolor="#4579b8 [3044]" strokeweight="5pt">
                      <v:stroke endarrow="classic" endarrowlength="short"/>
                    </v:shape>
                  </w:pict>
                </mc:Fallback>
              </mc:AlternateContent>
            </w:r>
          </w:p>
        </w:tc>
        <w:tc>
          <w:tcPr>
            <w:tcW w:w="686" w:type="pct"/>
            <w:tcBorders>
              <w:bottom w:val="single" w:sz="4" w:space="0" w:color="auto"/>
            </w:tcBorders>
            <w:shd w:val="clear" w:color="auto" w:fill="auto"/>
          </w:tcPr>
          <w:p w:rsidR="002E7A6E" w:rsidRDefault="002E7A6E" w:rsidP="00E65331">
            <w:pPr>
              <w:pStyle w:val="TableBodyText"/>
              <w:spacing w:after="80"/>
            </w:pPr>
            <w:r>
              <w:rPr>
                <w:noProof/>
              </w:rPr>
              <mc:AlternateContent>
                <mc:Choice Requires="wps">
                  <w:drawing>
                    <wp:anchor distT="0" distB="0" distL="114300" distR="114300" simplePos="0" relativeHeight="251674624" behindDoc="0" locked="0" layoutInCell="1" allowOverlap="1" wp14:anchorId="4265F2F1" wp14:editId="5C25CCDC">
                      <wp:simplePos x="0" y="0"/>
                      <wp:positionH relativeFrom="column">
                        <wp:posOffset>757555</wp:posOffset>
                      </wp:positionH>
                      <wp:positionV relativeFrom="paragraph">
                        <wp:posOffset>167005</wp:posOffset>
                      </wp:positionV>
                      <wp:extent cx="657225" cy="0"/>
                      <wp:effectExtent l="0" t="114300" r="0" b="133350"/>
                      <wp:wrapNone/>
                      <wp:docPr id="66" name="Straight Arrow Connector 66"/>
                      <wp:cNvGraphicFramePr/>
                      <a:graphic xmlns:a="http://schemas.openxmlformats.org/drawingml/2006/main">
                        <a:graphicData uri="http://schemas.microsoft.com/office/word/2010/wordprocessingShape">
                          <wps:wsp>
                            <wps:cNvCnPr/>
                            <wps:spPr>
                              <a:xfrm>
                                <a:off x="0" y="0"/>
                                <a:ext cx="657225" cy="0"/>
                              </a:xfrm>
                              <a:prstGeom prst="straightConnector1">
                                <a:avLst/>
                              </a:prstGeom>
                              <a:ln w="63500">
                                <a:tailEnd type="stealth"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6" o:spid="_x0000_s1026" type="#_x0000_t32" style="position:absolute;margin-left:59.65pt;margin-top:13.15pt;width:51.7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" strokecolor="#4579b8 [3044]" strokeweight="5pt">
                      <v:stroke endarrow="classic" endarrowlength="short"/>
                    </v:shape>
                  </w:pict>
                </mc:Fallback>
              </mc:AlternateContent>
            </w:r>
          </w:p>
        </w:tc>
        <w:tc>
          <w:tcPr>
            <w:tcW w:w="644" w:type="pct"/>
            <w:tcBorders>
              <w:bottom w:val="single" w:sz="4" w:space="0" w:color="auto"/>
            </w:tcBorders>
            <w:shd w:val="clear" w:color="auto" w:fill="auto"/>
          </w:tcPr>
          <w:p w:rsidR="002E7A6E" w:rsidRDefault="002E7A6E" w:rsidP="00E65331">
            <w:pPr>
              <w:pStyle w:val="TableBodyText"/>
              <w:spacing w:after="80"/>
            </w:pPr>
          </w:p>
        </w:tc>
        <w:tc>
          <w:tcPr>
            <w:tcW w:w="726" w:type="pct"/>
            <w:tcBorders>
              <w:bottom w:val="single" w:sz="4" w:space="0" w:color="auto"/>
            </w:tcBorders>
            <w:shd w:val="clear" w:color="auto" w:fill="auto"/>
          </w:tcPr>
          <w:p w:rsidR="002E7A6E" w:rsidRDefault="002E7A6E" w:rsidP="00E65331">
            <w:pPr>
              <w:pStyle w:val="TableBodyText"/>
              <w:spacing w:after="80"/>
              <w:ind w:right="28"/>
            </w:pPr>
            <w:r>
              <w:rPr>
                <w:noProof/>
              </w:rPr>
              <mc:AlternateContent>
                <mc:Choice Requires="wps">
                  <w:drawing>
                    <wp:anchor distT="0" distB="0" distL="114300" distR="114300" simplePos="0" relativeHeight="251677696" behindDoc="0" locked="0" layoutInCell="1" allowOverlap="1" wp14:anchorId="3130EE70" wp14:editId="3D380259">
                      <wp:simplePos x="0" y="0"/>
                      <wp:positionH relativeFrom="column">
                        <wp:posOffset>-3175</wp:posOffset>
                      </wp:positionH>
                      <wp:positionV relativeFrom="paragraph">
                        <wp:posOffset>163830</wp:posOffset>
                      </wp:positionV>
                      <wp:extent cx="811530" cy="6350"/>
                      <wp:effectExtent l="0" t="114300" r="0" b="146050"/>
                      <wp:wrapNone/>
                      <wp:docPr id="67" name="Straight Arrow Connector 67"/>
                      <wp:cNvGraphicFramePr/>
                      <a:graphic xmlns:a="http://schemas.openxmlformats.org/drawingml/2006/main">
                        <a:graphicData uri="http://schemas.microsoft.com/office/word/2010/wordprocessingShape">
                          <wps:wsp>
                            <wps:cNvCnPr/>
                            <wps:spPr>
                              <a:xfrm flipV="1">
                                <a:off x="0" y="0"/>
                                <a:ext cx="811530" cy="6350"/>
                              </a:xfrm>
                              <a:prstGeom prst="straightConnector1">
                                <a:avLst/>
                              </a:prstGeom>
                              <a:ln w="63500">
                                <a:tailEnd type="stealth"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7" o:spid="_x0000_s1026" type="#_x0000_t32" style="position:absolute;margin-left:-.25pt;margin-top:12.9pt;width:63.9pt;height:.5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" strokecolor="#4579b8 [3044]" strokeweight="5pt">
                      <v:stroke endarrow="classic" endarrowlength="short"/>
                    </v:shape>
                  </w:pict>
                </mc:Fallback>
              </mc:AlternateContent>
            </w:r>
          </w:p>
        </w:tc>
      </w:tr>
    </w:tbl>
    <w:p w:rsidR="002E7A6E" w:rsidRPr="00B92389" w:rsidRDefault="002E7A6E" w:rsidP="002E7A6E">
      <w:pPr>
        <w:pStyle w:val="Source"/>
      </w:pPr>
      <w:r>
        <w:rPr>
          <w:i/>
        </w:rPr>
        <w:t>Source</w:t>
      </w:r>
      <w:r>
        <w:t>: Based on analysis in appendix</w:t>
      </w:r>
      <w:r w:rsidR="00911517">
        <w:t> </w:t>
      </w:r>
      <w:r>
        <w:t>F and this chapter.</w:t>
      </w:r>
    </w:p>
    <w:p w:rsidR="002E7A6E" w:rsidRDefault="002E7A6E" w:rsidP="002E7A6E">
      <w:pPr>
        <w:pStyle w:val="ListBullet"/>
      </w:pPr>
      <w:r w:rsidRPr="000713DF">
        <w:rPr>
          <w:i/>
        </w:rPr>
        <w:t>The model reduces the risk of under</w:t>
      </w:r>
      <w:r>
        <w:rPr>
          <w:i/>
        </w:rPr>
        <w:t>-</w:t>
      </w:r>
      <w:r w:rsidRPr="000713DF">
        <w:rPr>
          <w:i/>
        </w:rPr>
        <w:t>investment for large reliability driven investments.</w:t>
      </w:r>
      <w:r>
        <w:t xml:space="preserve"> Several factors are pivotal in achieving this outcome. First, as </w:t>
      </w:r>
      <w:proofErr w:type="spellStart"/>
      <w:r>
        <w:t>TNSPs</w:t>
      </w:r>
      <w:proofErr w:type="spellEnd"/>
      <w:r>
        <w:t xml:space="preserve"> no longer access revenue at the start of a review period for large projects, there are no benefits from deferring large investments needed for reliability purposes. The enhanced </w:t>
      </w:r>
      <w:proofErr w:type="spellStart"/>
      <w:r>
        <w:t>RIT</w:t>
      </w:r>
      <w:proofErr w:type="spellEnd"/>
      <w:r>
        <w:t>-T approach would provide flexibility to shift the timing of investments when circumstances change,</w:t>
      </w:r>
      <w:r w:rsidRPr="00E11589">
        <w:t xml:space="preserve"> </w:t>
      </w:r>
      <w:r>
        <w:t>as the standard itself, and therefore investment need, is reviewed just prior to project commencement. Only net beneficial projects, assessed with current information, would be approved — a form of a ‘real options’ approach to planning.</w:t>
      </w:r>
      <w:r>
        <w:rPr>
          <w:rStyle w:val="FootnoteReference"/>
        </w:rPr>
        <w:footnoteReference w:id="7"/>
      </w:r>
      <w:r>
        <w:t xml:space="preserve"> Second, explicit standards </w:t>
      </w:r>
      <w:r>
        <w:lastRenderedPageBreak/>
        <w:t xml:space="preserve">provide clear guidance about what standards must be met. Finally, </w:t>
      </w:r>
      <w:proofErr w:type="spellStart"/>
      <w:r>
        <w:t>AEMO’s</w:t>
      </w:r>
      <w:proofErr w:type="spellEnd"/>
      <w:r>
        <w:t xml:space="preserve"> last-resort planning and decision-making powers provide a safety valve in case of significant mistakes by </w:t>
      </w:r>
      <w:proofErr w:type="spellStart"/>
      <w:r>
        <w:t>TNSPs</w:t>
      </w:r>
      <w:proofErr w:type="spellEnd"/>
      <w:r>
        <w:t>. An Achilles</w:t>
      </w:r>
      <w:r w:rsidR="006828D3">
        <w:t>’</w:t>
      </w:r>
      <w:r>
        <w:t xml:space="preserve"> heel of the model may be that it does not necessarily guarantee sufficient investment for projects below the threshold. However, the </w:t>
      </w:r>
      <w:proofErr w:type="spellStart"/>
      <w:r>
        <w:t>TNSPs</w:t>
      </w:r>
      <w:proofErr w:type="spellEnd"/>
      <w:r>
        <w:t xml:space="preserve"> would still be obliged to meet standards and to meet the costs of system failures if it did not do so. </w:t>
      </w:r>
    </w:p>
    <w:p w:rsidR="00D17681" w:rsidRDefault="00D17681" w:rsidP="00D17681">
      <w:pPr>
        <w:pStyle w:val="ListBullet"/>
      </w:pPr>
      <w:r w:rsidRPr="000713DF">
        <w:rPr>
          <w:i/>
        </w:rPr>
        <w:t>Standards are efficient</w:t>
      </w:r>
      <w:r>
        <w:t xml:space="preserve">. The determination of standards based on probabilistic </w:t>
      </w:r>
      <w:r w:rsidR="002E563E">
        <w:t>cost–benefit</w:t>
      </w:r>
      <w:r>
        <w:t xml:space="preserve"> analysis at the connection point minimises the ‘lumpiness’ of applying standards compared with models that make use of a limited number of connection point categories to which standards are uniformly applied (as exists in </w:t>
      </w:r>
      <w:proofErr w:type="spellStart"/>
      <w:r>
        <w:t>AEMC’s</w:t>
      </w:r>
      <w:proofErr w:type="spellEnd"/>
      <w:r>
        <w:t xml:space="preserve"> proposed model and in South Australia’s current approach). It therefore reduces the risk of inefficiently high reliability investments. Further, standards would be allowed to rise or fall over time depending on VCR, overcoming the issues that exist with South Australia’s hybrid model. Looked at in isolation, the PC’s model </w:t>
      </w:r>
      <w:r w:rsidRPr="00F14EB0">
        <w:rPr>
          <w:i/>
        </w:rPr>
        <w:t>appears</w:t>
      </w:r>
      <w:r>
        <w:t xml:space="preserve"> to permit some inefficiency in standards for the smaller projects. Such small projects are not subject to the contingent projects regime and so do not entail full </w:t>
      </w:r>
      <w:r w:rsidR="002E563E">
        <w:t>cost–benefit</w:t>
      </w:r>
      <w:r>
        <w:t xml:space="preserve"> analysis using updated information at the time close to project commencement (below). However, a major reason for having a threshold in the first place was in recognition of the fact that applying a full </w:t>
      </w:r>
      <w:r w:rsidR="002E563E">
        <w:t>cost–benefit</w:t>
      </w:r>
      <w:r>
        <w:t xml:space="preserve"> analysis to every project would involve excessively high transactions costs. Accordingly, from a broader perspective, the standards would still be efficient. </w:t>
      </w:r>
    </w:p>
    <w:p w:rsidR="002E7A6E" w:rsidRDefault="002E7A6E" w:rsidP="002E7A6E">
      <w:pPr>
        <w:pStyle w:val="ListBullet"/>
      </w:pPr>
      <w:r w:rsidRPr="00D50ACF">
        <w:rPr>
          <w:i/>
        </w:rPr>
        <w:t>Incentives to cost minimise and innovate are maintained</w:t>
      </w:r>
      <w:r>
        <w:t>. For projects under the chosen threshold, there are strong incentives for a profit-m</w:t>
      </w:r>
      <w:r w:rsidR="006828D3">
        <w:t xml:space="preserve">otivated </w:t>
      </w:r>
      <w:proofErr w:type="spellStart"/>
      <w:r w:rsidR="006828D3">
        <w:t>TNSP</w:t>
      </w:r>
      <w:proofErr w:type="spellEnd"/>
      <w:r w:rsidR="006828D3">
        <w:t xml:space="preserve"> to seek the least</w:t>
      </w:r>
      <w:r w:rsidR="006828D3">
        <w:noBreakHyphen/>
      </w:r>
      <w:r>
        <w:t xml:space="preserve">cost solution to meet the standard. For projects above the threshold, the public </w:t>
      </w:r>
      <w:proofErr w:type="spellStart"/>
      <w:r>
        <w:t>RIT</w:t>
      </w:r>
      <w:proofErr w:type="spellEnd"/>
      <w:r>
        <w:t xml:space="preserve">-T process should help identify innovative solutions, and as revenues are then determined for specific projects, profit-motivated </w:t>
      </w:r>
      <w:proofErr w:type="spellStart"/>
      <w:r>
        <w:t>TNSPs</w:t>
      </w:r>
      <w:proofErr w:type="spellEnd"/>
      <w:r>
        <w:t xml:space="preserve"> have strong incentives to cost minimise. For both, the retention of planning responsibilities with </w:t>
      </w:r>
      <w:proofErr w:type="spellStart"/>
      <w:r>
        <w:t>TNSPs</w:t>
      </w:r>
      <w:proofErr w:type="spellEnd"/>
      <w:r>
        <w:t xml:space="preserve"> enables them to capture any economies of scope that come with combined augmentation, replacement and maintenance planning. Grid Australia claimed that this was a significant benefit (sub </w:t>
      </w:r>
      <w:proofErr w:type="spellStart"/>
      <w:r>
        <w:t>DR91</w:t>
      </w:r>
      <w:proofErr w:type="spellEnd"/>
      <w:r>
        <w:t xml:space="preserve">), though it provided little evidence about the magnitude of those benefits. Moreover, </w:t>
      </w:r>
      <w:proofErr w:type="spellStart"/>
      <w:r>
        <w:t>TNSPs</w:t>
      </w:r>
      <w:proofErr w:type="spellEnd"/>
      <w:r>
        <w:t xml:space="preserve"> may also be better placed to implement ‘firm access’ requests under the optional firm access </w:t>
      </w:r>
      <w:r>
        <w:lastRenderedPageBreak/>
        <w:t>(</w:t>
      </w:r>
      <w:proofErr w:type="spellStart"/>
      <w:r>
        <w:t>OFA</w:t>
      </w:r>
      <w:proofErr w:type="spellEnd"/>
      <w:r>
        <w:t>) model (which is also subject to regulatory controls — chapter </w:t>
      </w:r>
      <w:r w:rsidRPr="00A4256A">
        <w:rPr>
          <w:rStyle w:val="BodyTextChar"/>
        </w:rPr>
        <w:t>19</w:t>
      </w:r>
      <w:r>
        <w:t xml:space="preserve">) as they would be able to manage both market based (generator led) and reliability required investments. (The AEMC has suggested that if </w:t>
      </w:r>
      <w:proofErr w:type="spellStart"/>
      <w:r>
        <w:t>OFA</w:t>
      </w:r>
      <w:proofErr w:type="spellEnd"/>
      <w:r>
        <w:t xml:space="preserve"> is adopted, generator led investments will likely reduce the amount of reliability planning undertaken in the </w:t>
      </w:r>
      <w:proofErr w:type="spellStart"/>
      <w:r>
        <w:t>NEM</w:t>
      </w:r>
      <w:proofErr w:type="spellEnd"/>
      <w:r>
        <w:t xml:space="preserve"> (sub. </w:t>
      </w:r>
      <w:proofErr w:type="spellStart"/>
      <w:r>
        <w:t>DR89</w:t>
      </w:r>
      <w:proofErr w:type="spellEnd"/>
      <w:r>
        <w:t>).)</w:t>
      </w:r>
    </w:p>
    <w:p w:rsidR="002E7A6E" w:rsidRDefault="002E7A6E" w:rsidP="002E7A6E">
      <w:pPr>
        <w:pStyle w:val="ListBullet"/>
      </w:pPr>
      <w:r w:rsidRPr="000E0EB7">
        <w:rPr>
          <w:i/>
        </w:rPr>
        <w:t>The opportunity for windfall gains is minimised</w:t>
      </w:r>
      <w:r w:rsidRPr="0021787D">
        <w:t>.</w:t>
      </w:r>
      <w:r>
        <w:t xml:space="preserve"> Large lumpy projects over the threshold, for which timing is critically affected by factors such as forecast demand </w:t>
      </w:r>
      <w:r w:rsidR="00C541C7">
        <w:t>that</w:t>
      </w:r>
      <w:r>
        <w:t xml:space="preserve"> is subject to error (Grid Australia, sub. </w:t>
      </w:r>
      <w:proofErr w:type="spellStart"/>
      <w:r>
        <w:t>DR91</w:t>
      </w:r>
      <w:proofErr w:type="spellEnd"/>
      <w:r>
        <w:t xml:space="preserve">, p. 18) are assessed independently, with updated information prior to commencement. This means that </w:t>
      </w:r>
      <w:proofErr w:type="spellStart"/>
      <w:r>
        <w:t>TNSPs</w:t>
      </w:r>
      <w:proofErr w:type="spellEnd"/>
      <w:r>
        <w:t xml:space="preserve"> are not provided revenues upfront for projects that are delayed or even deferred to the next regulatory cycle. However, limited risks remain for below threshold projects. This could </w:t>
      </w:r>
      <w:r w:rsidR="006828D3">
        <w:t xml:space="preserve">potentially </w:t>
      </w:r>
      <w:r>
        <w:t>be overcome by ‘clawing back’ any windfalls gains (or correcting for losses if projects need to be brought forward) (box</w:t>
      </w:r>
      <w:r w:rsidR="00D314C8">
        <w:t> </w:t>
      </w:r>
      <w:r>
        <w:t>16.4) through an efficiency benefit sharing scheme. An efficiency benefit sharing scheme</w:t>
      </w:r>
      <w:r w:rsidDel="003A645E">
        <w:t xml:space="preserve"> </w:t>
      </w:r>
      <w:r>
        <w:t xml:space="preserve">is now permitted by the Rules, but is yet to be developed by the </w:t>
      </w:r>
      <w:proofErr w:type="spellStart"/>
      <w:r>
        <w:t>AER</w:t>
      </w:r>
      <w:proofErr w:type="spellEnd"/>
      <w:r>
        <w:t xml:space="preserve"> (</w:t>
      </w:r>
      <w:proofErr w:type="spellStart"/>
      <w:r>
        <w:t>AEMC</w:t>
      </w:r>
      <w:proofErr w:type="spellEnd"/>
      <w:r>
        <w:t> </w:t>
      </w:r>
      <w:proofErr w:type="spellStart"/>
      <w:r>
        <w:t>2012r</w:t>
      </w:r>
      <w:proofErr w:type="spellEnd"/>
      <w:r>
        <w:t xml:space="preserve">, p. v and chapter 5). </w:t>
      </w:r>
    </w:p>
    <w:p w:rsidR="002E7A6E" w:rsidRDefault="002E7A6E" w:rsidP="002E7A6E">
      <w:pPr>
        <w:pStyle w:val="ListBullet"/>
      </w:pPr>
      <w:proofErr w:type="spellStart"/>
      <w:r w:rsidRPr="008946CA">
        <w:rPr>
          <w:i/>
        </w:rPr>
        <w:t>NEM</w:t>
      </w:r>
      <w:proofErr w:type="spellEnd"/>
      <w:r w:rsidRPr="008946CA">
        <w:rPr>
          <w:i/>
        </w:rPr>
        <w:t>-wide effects are considered</w:t>
      </w:r>
      <w:r>
        <w:t xml:space="preserve">. </w:t>
      </w:r>
      <w:proofErr w:type="spellStart"/>
      <w:r>
        <w:t>NEM</w:t>
      </w:r>
      <w:proofErr w:type="spellEnd"/>
      <w:r>
        <w:t xml:space="preserve">-wide effects are incorporated through the </w:t>
      </w:r>
      <w:proofErr w:type="spellStart"/>
      <w:r>
        <w:t>NTNDP</w:t>
      </w:r>
      <w:proofErr w:type="spellEnd"/>
      <w:r>
        <w:t xml:space="preserve">, the standards themselves and </w:t>
      </w:r>
      <w:proofErr w:type="spellStart"/>
      <w:r>
        <w:t>AEMO’s</w:t>
      </w:r>
      <w:proofErr w:type="spellEnd"/>
      <w:r>
        <w:t xml:space="preserve"> role as planner and procurer of last resort. Further, with stronger incentives created by the recent Rule changes, businesses are more likely to seek out cheaper inter-regional options than previously. However, the PC model does not guarantee that the smaller investments made by </w:t>
      </w:r>
      <w:proofErr w:type="spellStart"/>
      <w:r>
        <w:t>TNSPs</w:t>
      </w:r>
      <w:proofErr w:type="spellEnd"/>
      <w:r>
        <w:t xml:space="preserve"> would fully account for </w:t>
      </w:r>
      <w:proofErr w:type="spellStart"/>
      <w:r>
        <w:t>NEM</w:t>
      </w:r>
      <w:proofErr w:type="spellEnd"/>
      <w:r>
        <w:t xml:space="preserve">-wide effects. In that sense, it is possible that the PC model would provide a more ad hoc set of solutions to network effects than that of a centrally planned model. However, there are also offsetting advantages of relying more on local knowledge and the benefits of the synergies with general operating and maintenance decisions for smaller projects. This suggests that, on balance, the PC model would not result in significant costs associated with its slightly weaker consideration of </w:t>
      </w:r>
      <w:proofErr w:type="spellStart"/>
      <w:r>
        <w:t>NEM</w:t>
      </w:r>
      <w:proofErr w:type="spellEnd"/>
      <w:r>
        <w:t>-wide effects.</w:t>
      </w:r>
    </w:p>
    <w:p w:rsidR="00AC7A34" w:rsidRDefault="00AC7A34" w:rsidP="00AC7A34">
      <w:pPr>
        <w:pStyle w:val="ListBullet"/>
      </w:pPr>
      <w:r w:rsidRPr="000713DF">
        <w:rPr>
          <w:i/>
        </w:rPr>
        <w:t>But there are some additional administration and compliance costs.</w:t>
      </w:r>
      <w:r>
        <w:rPr>
          <w:i/>
        </w:rPr>
        <w:t xml:space="preserve"> </w:t>
      </w:r>
      <w:r>
        <w:t xml:space="preserve">The PC model requires </w:t>
      </w:r>
      <w:proofErr w:type="spellStart"/>
      <w:r>
        <w:t>AEMO</w:t>
      </w:r>
      <w:proofErr w:type="spellEnd"/>
      <w:r>
        <w:t xml:space="preserve"> to plan nationally when setting the standards, provide input into the </w:t>
      </w:r>
      <w:proofErr w:type="spellStart"/>
      <w:r>
        <w:t>RIT</w:t>
      </w:r>
      <w:proofErr w:type="spellEnd"/>
      <w:r>
        <w:t xml:space="preserve">-T process and act as the planner and procurer of last resort. There would also be a number of additional costs in embedding the necessary ‘checks’ in the system to ensure efficient investments take place and in funding </w:t>
      </w:r>
      <w:proofErr w:type="spellStart"/>
      <w:r>
        <w:t>AEMO</w:t>
      </w:r>
      <w:proofErr w:type="spellEnd"/>
      <w:r>
        <w:t xml:space="preserve"> to undertake its significantly expanded role. These include: </w:t>
      </w:r>
    </w:p>
    <w:p w:rsidR="00AC7A34" w:rsidRDefault="00AC7A34" w:rsidP="00AC7A34">
      <w:pPr>
        <w:pStyle w:val="ListBullet2"/>
      </w:pPr>
      <w:r>
        <w:t xml:space="preserve">the ongoing enhanced development of both annual </w:t>
      </w:r>
      <w:proofErr w:type="spellStart"/>
      <w:r>
        <w:t>NTNDPs</w:t>
      </w:r>
      <w:proofErr w:type="spellEnd"/>
      <w:r>
        <w:t xml:space="preserve"> and </w:t>
      </w:r>
      <w:proofErr w:type="spellStart"/>
      <w:r>
        <w:t>NEM</w:t>
      </w:r>
      <w:proofErr w:type="spellEnd"/>
      <w:r>
        <w:t xml:space="preserve">-wide cost–benefit probabilistic modelling to set standards by </w:t>
      </w:r>
      <w:proofErr w:type="spellStart"/>
      <w:r>
        <w:t>AEMO</w:t>
      </w:r>
      <w:proofErr w:type="spellEnd"/>
      <w:r>
        <w:t xml:space="preserve"> </w:t>
      </w:r>
    </w:p>
    <w:p w:rsidR="00AC7A34" w:rsidRDefault="00AC7A34" w:rsidP="00AC7A34">
      <w:pPr>
        <w:pStyle w:val="ListBullet2"/>
      </w:pPr>
      <w:r>
        <w:t xml:space="preserve">the additional review of proposed </w:t>
      </w:r>
      <w:proofErr w:type="spellStart"/>
      <w:r>
        <w:t>TNSP</w:t>
      </w:r>
      <w:proofErr w:type="spellEnd"/>
      <w:r>
        <w:t xml:space="preserve"> investments by the </w:t>
      </w:r>
      <w:proofErr w:type="spellStart"/>
      <w:r>
        <w:t>AER</w:t>
      </w:r>
      <w:proofErr w:type="spellEnd"/>
      <w:r>
        <w:t xml:space="preserve"> and </w:t>
      </w:r>
      <w:proofErr w:type="spellStart"/>
      <w:r>
        <w:t>AEMO</w:t>
      </w:r>
      <w:proofErr w:type="spellEnd"/>
      <w:r>
        <w:t xml:space="preserve"> as part of the ‘contingent projects’ approach to investments over the threshold </w:t>
      </w:r>
    </w:p>
    <w:p w:rsidR="00AC7A34" w:rsidRDefault="00AC7A34" w:rsidP="00AC7A34">
      <w:pPr>
        <w:pStyle w:val="ListBullet3"/>
      </w:pPr>
      <w:r>
        <w:lastRenderedPageBreak/>
        <w:t xml:space="preserve">however, removing large projects from the revenue determination process may generate some savings </w:t>
      </w:r>
    </w:p>
    <w:p w:rsidR="00AC7A34" w:rsidRDefault="00AC7A34" w:rsidP="002E7A6E">
      <w:pPr>
        <w:pStyle w:val="ListBullet2"/>
      </w:pPr>
      <w:r>
        <w:t xml:space="preserve">the requirements placed on </w:t>
      </w:r>
      <w:proofErr w:type="spellStart"/>
      <w:r>
        <w:t>AEMO</w:t>
      </w:r>
      <w:proofErr w:type="spellEnd"/>
      <w:r>
        <w:t xml:space="preserve"> to discharge its responsibilities as planner of last resort. </w:t>
      </w:r>
    </w:p>
    <w:p w:rsidR="002E7A6E" w:rsidRDefault="002E7A6E" w:rsidP="002E7A6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E7A6E" w:rsidTr="003E7B90">
        <w:tc>
          <w:tcPr>
            <w:tcW w:w="8771" w:type="dxa"/>
            <w:tcBorders>
              <w:top w:val="single" w:sz="6" w:space="0" w:color="auto"/>
              <w:bottom w:val="nil"/>
            </w:tcBorders>
          </w:tcPr>
          <w:p w:rsidR="002E7A6E" w:rsidRDefault="002E7A6E" w:rsidP="003E7B90">
            <w:pPr>
              <w:pStyle w:val="BoxTitle"/>
            </w:pPr>
            <w:r>
              <w:rPr>
                <w:b w:val="0"/>
              </w:rPr>
              <w:t xml:space="preserve">Box </w:t>
            </w:r>
            <w:r w:rsidR="00D35E2A">
              <w:rPr>
                <w:b w:val="0"/>
              </w:rPr>
              <w:t>16.</w:t>
            </w:r>
            <w:r w:rsidR="00E65331">
              <w:rPr>
                <w:b w:val="0"/>
                <w:noProof/>
              </w:rPr>
              <w:t>4</w:t>
            </w:r>
            <w:r>
              <w:tab/>
              <w:t>Minimising windfall gains or losses for below threshold projects</w:t>
            </w:r>
          </w:p>
        </w:tc>
      </w:tr>
      <w:tr w:rsidR="002E7A6E" w:rsidTr="003E7B90">
        <w:trPr>
          <w:cantSplit/>
        </w:trPr>
        <w:tc>
          <w:tcPr>
            <w:tcW w:w="8771" w:type="dxa"/>
            <w:tcBorders>
              <w:top w:val="nil"/>
              <w:left w:val="single" w:sz="6" w:space="0" w:color="auto"/>
              <w:bottom w:val="nil"/>
              <w:right w:val="single" w:sz="6" w:space="0" w:color="auto"/>
            </w:tcBorders>
          </w:tcPr>
          <w:p w:rsidR="002E7A6E" w:rsidRDefault="002E7A6E" w:rsidP="003E7B90">
            <w:pPr>
              <w:pStyle w:val="Box"/>
            </w:pPr>
            <w:r>
              <w:t>Grid Australia (sub. </w:t>
            </w:r>
            <w:proofErr w:type="spellStart"/>
            <w:r>
              <w:t>DR91</w:t>
            </w:r>
            <w:proofErr w:type="spellEnd"/>
            <w:r>
              <w:t>, pp. 18</w:t>
            </w:r>
            <w:r>
              <w:noBreakHyphen/>
              <w:t xml:space="preserve">9) and </w:t>
            </w:r>
            <w:proofErr w:type="spellStart"/>
            <w:r>
              <w:t>SP</w:t>
            </w:r>
            <w:proofErr w:type="spellEnd"/>
            <w:r>
              <w:t xml:space="preserve"> </w:t>
            </w:r>
            <w:proofErr w:type="spellStart"/>
            <w:r>
              <w:t>AusNet</w:t>
            </w:r>
            <w:proofErr w:type="spellEnd"/>
            <w:r>
              <w:t xml:space="preserve"> </w:t>
            </w:r>
            <w:r w:rsidRPr="005530F1">
              <w:t>(sub. </w:t>
            </w:r>
            <w:proofErr w:type="spellStart"/>
            <w:r w:rsidRPr="005530F1">
              <w:t>DR99</w:t>
            </w:r>
            <w:proofErr w:type="spellEnd"/>
            <w:r w:rsidRPr="005530F1">
              <w:t>, p. 5)</w:t>
            </w:r>
            <w:r>
              <w:t xml:space="preserve"> suggested that a scheme to ‘claw back’ allowed revenues provided for projects which did not go ahead (or were deferred) due a divergence of actual demand to that which was forecast at the time of the </w:t>
            </w:r>
            <w:proofErr w:type="spellStart"/>
            <w:r>
              <w:t>AER</w:t>
            </w:r>
            <w:proofErr w:type="spellEnd"/>
            <w:r>
              <w:t xml:space="preserve"> revenue determination would eliminate windfall gains. The same scheme could be used to make up for losses related to additional projects that were brought forward in instances where demand increased. </w:t>
            </w:r>
          </w:p>
          <w:p w:rsidR="002E7A6E" w:rsidRDefault="002E7A6E" w:rsidP="003E7B90">
            <w:pPr>
              <w:pStyle w:val="Box"/>
            </w:pPr>
            <w:r>
              <w:t xml:space="preserve">The approach would be an attempt to determine the windfall gain (or loss) element related to demand changes from that of the efficiency savings made by a profit motivated business (through a re-evaluation of the revenue determination using actual instead of forecast demand). This would be done at the end of the regulatory period with windfall gains returned to the </w:t>
            </w:r>
            <w:proofErr w:type="spellStart"/>
            <w:r>
              <w:t>AER</w:t>
            </w:r>
            <w:proofErr w:type="spellEnd"/>
            <w:r>
              <w:t xml:space="preserve"> (or additional revenues to cover losses approved). </w:t>
            </w:r>
          </w:p>
          <w:p w:rsidR="002E7A6E" w:rsidRDefault="002E7A6E" w:rsidP="003E7B90">
            <w:pPr>
              <w:pStyle w:val="Box"/>
            </w:pPr>
            <w:r>
              <w:t xml:space="preserve">Similar approaches have been used elsewhere, both in Australia and </w:t>
            </w:r>
            <w:r w:rsidR="000C31A8">
              <w:t>other countries</w:t>
            </w:r>
            <w:r>
              <w:t xml:space="preserve">. For example, the Essential Services Commission Victoria has applied an analogous approach to the gas sector where windfall gains were netted out allowance for efficiency savings. Under the arrangements, an ‘efficiency carryover mechanism’ is used to provide financial rewards (or penalties) for both </w:t>
            </w:r>
            <w:proofErr w:type="spellStart"/>
            <w:r>
              <w:t>opex</w:t>
            </w:r>
            <w:proofErr w:type="spellEnd"/>
            <w:r>
              <w:t xml:space="preserve"> and </w:t>
            </w:r>
            <w:proofErr w:type="spellStart"/>
            <w:r>
              <w:t>capex</w:t>
            </w:r>
            <w:proofErr w:type="spellEnd"/>
            <w:r>
              <w:t xml:space="preserve"> efficiency gains relative to the benchmarks (ESC 2008, p. 570). This is adjusted to take account of difference between forecast and actual work undertaken due to changes in demand (for example, new connections) (ESC 2008, pp. 573</w:t>
            </w:r>
            <w:r>
              <w:noBreakHyphen/>
              <w:t xml:space="preserve">4). The </w:t>
            </w:r>
            <w:r w:rsidR="000C31A8">
              <w:t xml:space="preserve">UK </w:t>
            </w:r>
            <w:r>
              <w:t>Office of the Gas and Electricity Markets also makes us</w:t>
            </w:r>
            <w:r w:rsidR="000C31A8">
              <w:t>e</w:t>
            </w:r>
            <w:r>
              <w:t xml:space="preserve"> of adjustments based on actual versus forecast demand in its uncertainty mechanisms to aid in determinations of the efficiency incentive rate it provides to network businesses (</w:t>
            </w:r>
            <w:proofErr w:type="spellStart"/>
            <w:r>
              <w:t>O</w:t>
            </w:r>
            <w:r w:rsidR="000C31A8">
              <w:t>fgem</w:t>
            </w:r>
            <w:proofErr w:type="spellEnd"/>
            <w:r>
              <w:t xml:space="preserve"> 2012, p. 31). </w:t>
            </w:r>
          </w:p>
          <w:p w:rsidR="002E7A6E" w:rsidRDefault="002E7A6E" w:rsidP="001F3653">
            <w:pPr>
              <w:pStyle w:val="Box"/>
            </w:pPr>
            <w:r>
              <w:t>The Commission understands that with the recent Rule changes (</w:t>
            </w:r>
            <w:proofErr w:type="spellStart"/>
            <w:r>
              <w:t>AEMC</w:t>
            </w:r>
            <w:proofErr w:type="spellEnd"/>
            <w:r>
              <w:t xml:space="preserve"> </w:t>
            </w:r>
            <w:proofErr w:type="spellStart"/>
            <w:r>
              <w:t>2012r</w:t>
            </w:r>
            <w:proofErr w:type="spellEnd"/>
            <w:r>
              <w:t xml:space="preserve">, p. v), the </w:t>
            </w:r>
            <w:proofErr w:type="spellStart"/>
            <w:r>
              <w:t>AER</w:t>
            </w:r>
            <w:proofErr w:type="spellEnd"/>
            <w:r>
              <w:t xml:space="preserve"> could pursue such an approach under the range of </w:t>
            </w:r>
            <w:r w:rsidR="001F3653">
              <w:t xml:space="preserve">existing </w:t>
            </w:r>
            <w:r>
              <w:t xml:space="preserve">tools </w:t>
            </w:r>
            <w:r w:rsidR="001F3653">
              <w:t>used to</w:t>
            </w:r>
            <w:r>
              <w:t xml:space="preserve"> provide incentives to reduce capital expenditure. </w:t>
            </w:r>
          </w:p>
        </w:tc>
      </w:tr>
      <w:tr w:rsidR="002E7A6E" w:rsidTr="003E7B90">
        <w:trPr>
          <w:cantSplit/>
        </w:trPr>
        <w:tc>
          <w:tcPr>
            <w:tcW w:w="8771" w:type="dxa"/>
            <w:tcBorders>
              <w:top w:val="nil"/>
              <w:left w:val="single" w:sz="6" w:space="0" w:color="auto"/>
              <w:bottom w:val="single" w:sz="6" w:space="0" w:color="auto"/>
              <w:right w:val="single" w:sz="6" w:space="0" w:color="auto"/>
            </w:tcBorders>
          </w:tcPr>
          <w:p w:rsidR="002E7A6E" w:rsidRDefault="002E7A6E" w:rsidP="003E7B90">
            <w:pPr>
              <w:pStyle w:val="Box"/>
              <w:spacing w:before="0" w:line="120" w:lineRule="exact"/>
            </w:pPr>
          </w:p>
        </w:tc>
      </w:tr>
      <w:tr w:rsidR="002E7A6E" w:rsidRPr="000863A5" w:rsidTr="003E7B90">
        <w:tc>
          <w:tcPr>
            <w:tcW w:w="8771" w:type="dxa"/>
            <w:tcBorders>
              <w:top w:val="nil"/>
              <w:left w:val="nil"/>
              <w:bottom w:val="nil"/>
              <w:right w:val="nil"/>
            </w:tcBorders>
          </w:tcPr>
          <w:p w:rsidR="002E7A6E" w:rsidRPr="00626D32" w:rsidRDefault="002E7A6E" w:rsidP="003E7B90">
            <w:pPr>
              <w:pStyle w:val="BoxSpaceBelow"/>
            </w:pPr>
          </w:p>
        </w:tc>
      </w:tr>
    </w:tbl>
    <w:p w:rsidR="002E7A6E" w:rsidRDefault="002E7A6E" w:rsidP="002E7A6E">
      <w:pPr>
        <w:pStyle w:val="BodyText"/>
      </w:pPr>
      <w:r w:rsidRPr="000713DF">
        <w:t>Grid Australia (sub </w:t>
      </w:r>
      <w:proofErr w:type="spellStart"/>
      <w:r w:rsidRPr="000713DF">
        <w:t>DR91</w:t>
      </w:r>
      <w:proofErr w:type="spellEnd"/>
      <w:r w:rsidRPr="000713DF">
        <w:t xml:space="preserve">) </w:t>
      </w:r>
      <w:r>
        <w:t xml:space="preserve">has also </w:t>
      </w:r>
      <w:r w:rsidRPr="000713DF">
        <w:t>suggest</w:t>
      </w:r>
      <w:r>
        <w:t>ed</w:t>
      </w:r>
      <w:r w:rsidRPr="000713DF">
        <w:t xml:space="preserve"> that a model with explicit standards makes reliability planning more transparent and </w:t>
      </w:r>
      <w:proofErr w:type="spellStart"/>
      <w:r w:rsidRPr="000713DF">
        <w:t>TNSPs</w:t>
      </w:r>
      <w:proofErr w:type="spellEnd"/>
      <w:r w:rsidRPr="000713DF">
        <w:t xml:space="preserve"> more accountable for any breaches in reliability requirements than the central planning model used in Victoria. </w:t>
      </w:r>
      <w:r>
        <w:t xml:space="preserve">Such a model avoids concerns over who is liable if an outage occurs. </w:t>
      </w:r>
      <w:r w:rsidRPr="000713DF">
        <w:t>However</w:t>
      </w:r>
      <w:r>
        <w:t>, in terms of transparency, both approaches are similar if modelling is made public and auditing takes place. As both models are underpinned by probabilistic assessments of costs and benefits, knowing ‘</w:t>
      </w:r>
      <w:r w:rsidRPr="00CC6256">
        <w:rPr>
          <w:i/>
        </w:rPr>
        <w:t xml:space="preserve">why the standard (or </w:t>
      </w:r>
      <w:r w:rsidRPr="00CC6256">
        <w:rPr>
          <w:i/>
        </w:rPr>
        <w:lastRenderedPageBreak/>
        <w:t>investment) is what it is</w:t>
      </w:r>
      <w:r>
        <w:t xml:space="preserve">’ will be the same and relies on </w:t>
      </w:r>
      <w:proofErr w:type="spellStart"/>
      <w:r>
        <w:t>AEMO</w:t>
      </w:r>
      <w:proofErr w:type="spellEnd"/>
      <w:r>
        <w:t xml:space="preserve"> making public its modelling. Knowing ‘</w:t>
      </w:r>
      <w:r w:rsidRPr="00CC6256">
        <w:rPr>
          <w:i/>
        </w:rPr>
        <w:t>what the standard is</w:t>
      </w:r>
      <w:r>
        <w:t>’ and ‘</w:t>
      </w:r>
      <w:r w:rsidRPr="00CC6256">
        <w:rPr>
          <w:i/>
        </w:rPr>
        <w:t>whether the standard is being met</w:t>
      </w:r>
      <w:r>
        <w:t>’ is informed by public reporting of investment auditing</w:t>
      </w:r>
      <w:r w:rsidRPr="00FD0A9D">
        <w:t>.</w:t>
      </w:r>
      <w:r>
        <w:t xml:space="preserve"> </w:t>
      </w:r>
    </w:p>
    <w:p w:rsidR="002E7A6E" w:rsidRDefault="002E7A6E" w:rsidP="002E7A6E">
      <w:pPr>
        <w:pStyle w:val="BodyText"/>
      </w:pPr>
      <w:r>
        <w:t xml:space="preserve">Applying the proposed planning framework will also generate benefits for investment and replacement projects not related to reliability. The ‘contingent project’ approach provides greater incentives for </w:t>
      </w:r>
      <w:proofErr w:type="spellStart"/>
      <w:r>
        <w:t>TNSPs</w:t>
      </w:r>
      <w:proofErr w:type="spellEnd"/>
      <w:r>
        <w:t xml:space="preserve"> to pursue ‘market driven’ projects</w:t>
      </w:r>
      <w:r w:rsidR="00C541C7">
        <w:t>,</w:t>
      </w:r>
      <w:r>
        <w:t xml:space="preserve"> which may get delayed under the existing arrangements. </w:t>
      </w:r>
      <w:r w:rsidRPr="003072A0">
        <w:t>Under incentive regulation alone, networks have the incentive to propose market driven investments and to have the associated revenues included in their revenue allowances, but then defer these projects</w:t>
      </w:r>
      <w:r>
        <w:t>. This arises</w:t>
      </w:r>
      <w:r w:rsidRPr="003072A0">
        <w:t xml:space="preserve"> as external parties </w:t>
      </w:r>
      <w:r>
        <w:t xml:space="preserve">generally have difficulty in assessing whether </w:t>
      </w:r>
      <w:r w:rsidRPr="003072A0">
        <w:t>this deferral was efficient or not (</w:t>
      </w:r>
      <w:r>
        <w:t>they cannot be judged against specific standards</w:t>
      </w:r>
      <w:r w:rsidRPr="003072A0">
        <w:t xml:space="preserve">). Under a contingent project approach, no such incentives exist as the network can only access the revenue at the </w:t>
      </w:r>
      <w:r w:rsidR="000C31A8">
        <w:t>commencement of a project</w:t>
      </w:r>
      <w:r w:rsidRPr="003072A0">
        <w:t>.</w:t>
      </w:r>
    </w:p>
    <w:p w:rsidR="002E7A6E" w:rsidRDefault="002E7A6E" w:rsidP="002E7A6E">
      <w:pPr>
        <w:pStyle w:val="Heading4"/>
      </w:pPr>
      <w:r>
        <w:t>Is the PC model robust to changing circumstances?</w:t>
      </w:r>
    </w:p>
    <w:p w:rsidR="002E7A6E" w:rsidRPr="00B4728D" w:rsidRDefault="002E7A6E" w:rsidP="002E7A6E">
      <w:pPr>
        <w:pStyle w:val="BodyText"/>
      </w:pPr>
      <w:r>
        <w:t xml:space="preserve">The regulatory solutions to the problems posed by reliability requirements depend on other regulatory settings and the behaviour of the network businesses. The Commission considers that its model is relatively robust under different regulatory contexts. </w:t>
      </w:r>
    </w:p>
    <w:p w:rsidR="002E7A6E" w:rsidRDefault="002E7A6E" w:rsidP="002E7A6E">
      <w:pPr>
        <w:pStyle w:val="BodyText"/>
      </w:pPr>
      <w:r>
        <w:t>However, a major caveat to the above conclusion exists. It is critical that the right governance model be chosen to implement the PC’s model. In particular, the benefits of the PC’s model would be reduced were the states to appoint their own regional planners to undertake the probabilistic analysis (as recommended by the AEMC for its own model) because:</w:t>
      </w:r>
    </w:p>
    <w:p w:rsidR="002E7A6E" w:rsidRDefault="002E7A6E" w:rsidP="002E7A6E">
      <w:pPr>
        <w:pStyle w:val="ListBullet"/>
      </w:pPr>
      <w:r>
        <w:t>the administrative and compliance costs would be high given duplication</w:t>
      </w:r>
    </w:p>
    <w:p w:rsidR="002E7A6E" w:rsidRDefault="002E7A6E" w:rsidP="002E7A6E">
      <w:pPr>
        <w:pStyle w:val="ListBullet"/>
      </w:pPr>
      <w:r>
        <w:t xml:space="preserve">there would be questions about different methodologies (and therefore accountability) and the quality of the analysis </w:t>
      </w:r>
    </w:p>
    <w:p w:rsidR="002E7A6E" w:rsidRDefault="002E7A6E" w:rsidP="002E7A6E">
      <w:pPr>
        <w:pStyle w:val="ListBullet"/>
      </w:pPr>
      <w:r>
        <w:t xml:space="preserve">the consideration of </w:t>
      </w:r>
      <w:proofErr w:type="spellStart"/>
      <w:r>
        <w:t>NEM</w:t>
      </w:r>
      <w:proofErr w:type="spellEnd"/>
      <w:r>
        <w:t>-wide effects would, at best, be clumsy</w:t>
      </w:r>
    </w:p>
    <w:p w:rsidR="002E7A6E" w:rsidRDefault="002E7A6E" w:rsidP="002E7A6E">
      <w:pPr>
        <w:pStyle w:val="ListBullet"/>
      </w:pPr>
      <w:r>
        <w:t xml:space="preserve">there would be concerns that political preferences, which are rarely accurate approximations of true VCRs, and </w:t>
      </w:r>
      <w:r w:rsidR="006F0589">
        <w:t xml:space="preserve">can </w:t>
      </w:r>
      <w:r>
        <w:t>vary frequently, could be brought to bear on the standards.</w:t>
      </w:r>
    </w:p>
    <w:p w:rsidR="002E7A6E" w:rsidRDefault="002E7A6E" w:rsidP="002E7A6E">
      <w:pPr>
        <w:pStyle w:val="BodyText"/>
      </w:pPr>
      <w:r w:rsidRPr="006F1EC2">
        <w:t xml:space="preserve">Accordingly, the Commission considers that any probabilistic analysis and general planning be </w:t>
      </w:r>
      <w:proofErr w:type="spellStart"/>
      <w:r w:rsidRPr="006F1EC2">
        <w:t>NEM</w:t>
      </w:r>
      <w:proofErr w:type="spellEnd"/>
      <w:r w:rsidRPr="006F1EC2">
        <w:t xml:space="preserve">-wide and undertaken by one body (preferably </w:t>
      </w:r>
      <w:proofErr w:type="spellStart"/>
      <w:r w:rsidRPr="006F1EC2">
        <w:t>AEMO</w:t>
      </w:r>
      <w:proofErr w:type="spellEnd"/>
      <w:r w:rsidRPr="006F1EC2">
        <w:t>).</w:t>
      </w:r>
    </w:p>
    <w:p w:rsidR="002E7A6E" w:rsidRDefault="002E7A6E" w:rsidP="002E7A6E">
      <w:pPr>
        <w:pStyle w:val="Heading3"/>
      </w:pPr>
      <w:r>
        <w:lastRenderedPageBreak/>
        <w:t>Transition costs in implementing the reforms</w:t>
      </w:r>
    </w:p>
    <w:p w:rsidR="002E7A6E" w:rsidRDefault="002E7A6E" w:rsidP="002E7A6E">
      <w:pPr>
        <w:pStyle w:val="BodyText"/>
      </w:pPr>
      <w:r>
        <w:t>Moving to the PC model will impose some transition costs on the jurisdictions and electricity market participants. These will</w:t>
      </w:r>
      <w:r w:rsidR="00D17681">
        <w:t xml:space="preserve"> </w:t>
      </w:r>
      <w:r>
        <w:t>relate</w:t>
      </w:r>
      <w:r w:rsidR="000C31A8">
        <w:t>, in part,</w:t>
      </w:r>
      <w:r>
        <w:t xml:space="preserve"> to the pace at which reform occurs. </w:t>
      </w:r>
    </w:p>
    <w:p w:rsidR="002E7A6E" w:rsidRDefault="002E7A6E" w:rsidP="002E7A6E">
      <w:pPr>
        <w:pStyle w:val="BodyText"/>
      </w:pPr>
      <w:r>
        <w:t xml:space="preserve">The regulatory determination periods place some natural constraints around the implementation of any reforms to transmission reliability planning. Regulatory periods vary across the </w:t>
      </w:r>
      <w:proofErr w:type="spellStart"/>
      <w:r>
        <w:t>NEM</w:t>
      </w:r>
      <w:proofErr w:type="spellEnd"/>
      <w:r>
        <w:t xml:space="preserve">, with the next determination period being 1 July 2013 for </w:t>
      </w:r>
      <w:proofErr w:type="spellStart"/>
      <w:r>
        <w:t>ElectraNet</w:t>
      </w:r>
      <w:proofErr w:type="spellEnd"/>
      <w:r>
        <w:t xml:space="preserve"> in South Australia, compared with 1 July 2017 for </w:t>
      </w:r>
      <w:proofErr w:type="spellStart"/>
      <w:r>
        <w:t>Powerlink</w:t>
      </w:r>
      <w:proofErr w:type="spellEnd"/>
      <w:r>
        <w:t xml:space="preserve"> in Queensland. </w:t>
      </w:r>
    </w:p>
    <w:p w:rsidR="002E7A6E" w:rsidRDefault="002E7A6E" w:rsidP="002E7A6E">
      <w:pPr>
        <w:pStyle w:val="BodyText"/>
      </w:pPr>
      <w:r>
        <w:t xml:space="preserve">These arrangements are further complicated by the presence of the latest </w:t>
      </w:r>
      <w:r w:rsidR="00F503A1">
        <w:t>Standing Council on Energy and Resources (</w:t>
      </w:r>
      <w:proofErr w:type="spellStart"/>
      <w:r>
        <w:t>SCER</w:t>
      </w:r>
      <w:proofErr w:type="spellEnd"/>
      <w:r w:rsidR="00F503A1">
        <w:t>)</w:t>
      </w:r>
      <w:r>
        <w:t xml:space="preserve"> directed review being conducted by the </w:t>
      </w:r>
      <w:proofErr w:type="spellStart"/>
      <w:r>
        <w:t>AEMC</w:t>
      </w:r>
      <w:proofErr w:type="spellEnd"/>
      <w:r>
        <w:t xml:space="preserve"> (</w:t>
      </w:r>
      <w:proofErr w:type="spellStart"/>
      <w:r>
        <w:t>SCER</w:t>
      </w:r>
      <w:proofErr w:type="spellEnd"/>
      <w:r>
        <w:t xml:space="preserve"> </w:t>
      </w:r>
      <w:proofErr w:type="spellStart"/>
      <w:r>
        <w:t>2013b</w:t>
      </w:r>
      <w:proofErr w:type="spellEnd"/>
      <w:r>
        <w:t>). This report is not due to be completed until November 2013 and</w:t>
      </w:r>
      <w:r w:rsidR="000C31A8">
        <w:t>,</w:t>
      </w:r>
      <w:r>
        <w:t xml:space="preserve"> if agreement is reached at </w:t>
      </w:r>
      <w:proofErr w:type="spellStart"/>
      <w:r>
        <w:t>SCER</w:t>
      </w:r>
      <w:proofErr w:type="spellEnd"/>
      <w:r>
        <w:t xml:space="preserve"> on its recommendations, an implementation plan (but absent any Rule changes) would not be considered until mid-2014. </w:t>
      </w:r>
    </w:p>
    <w:p w:rsidR="002E7A6E" w:rsidRDefault="002E7A6E" w:rsidP="002E7A6E">
      <w:pPr>
        <w:pStyle w:val="BodyText"/>
      </w:pPr>
      <w:r>
        <w:t>Both these factors would delay the implement</w:t>
      </w:r>
      <w:r w:rsidRPr="00E17194">
        <w:t>atio</w:t>
      </w:r>
      <w:r>
        <w:t xml:space="preserve">n of any reforms to transmission reliability planning arrangements. Due to these and other concerns over the timeliness of reform within the </w:t>
      </w:r>
      <w:proofErr w:type="spellStart"/>
      <w:r>
        <w:t>NEM</w:t>
      </w:r>
      <w:proofErr w:type="spellEnd"/>
      <w:r>
        <w:t>, the Commission has made a number of recommendations</w:t>
      </w:r>
      <w:r w:rsidR="000C31A8">
        <w:t>,</w:t>
      </w:r>
      <w:r>
        <w:t xml:space="preserve"> which would</w:t>
      </w:r>
      <w:r w:rsidR="000C31A8">
        <w:t xml:space="preserve"> accelerate the reform process (</w:t>
      </w:r>
      <w:r>
        <w:t>chapter 21</w:t>
      </w:r>
      <w:r w:rsidR="000C31A8">
        <w:t>)</w:t>
      </w:r>
      <w:r>
        <w:t xml:space="preserve">. However, even if the decision-making processes were overhauled and accelerated, state and territory governments and the relevant </w:t>
      </w:r>
      <w:proofErr w:type="spellStart"/>
      <w:r>
        <w:t>TNSPs</w:t>
      </w:r>
      <w:proofErr w:type="spellEnd"/>
      <w:r>
        <w:t xml:space="preserve"> would still have an extended period to plan the implementation of the new recommended framework. The proposed reform will not be a disruptive and sudden shock to existing planning arrangements for most jurisdictions, and therefore there should be few transition costs. </w:t>
      </w:r>
    </w:p>
    <w:p w:rsidR="002E7A6E" w:rsidRDefault="002E7A6E" w:rsidP="002E7A6E">
      <w:pPr>
        <w:pStyle w:val="BodyText"/>
      </w:pPr>
      <w:r>
        <w:t xml:space="preserve">In Victoria, the desired transition timetable is more complex than some others. On the one hand, Victoria’s reliability framework is already close to that recommended by the Commission and therefore the </w:t>
      </w:r>
      <w:r w:rsidRPr="008C71AB">
        <w:t>degree of regulatory change for Victoria is much less than</w:t>
      </w:r>
      <w:r w:rsidRPr="005C416A">
        <w:t xml:space="preserve"> other jurisdictions</w:t>
      </w:r>
      <w:r>
        <w:t xml:space="preserve">. On the other hand, Victoria </w:t>
      </w:r>
      <w:r w:rsidRPr="005C416A">
        <w:t>might be reluctant to shift given the trade</w:t>
      </w:r>
      <w:r w:rsidRPr="008C71AB">
        <w:t xml:space="preserve">off between the </w:t>
      </w:r>
      <w:r>
        <w:t xml:space="preserve">resulting </w:t>
      </w:r>
      <w:r w:rsidRPr="008C71AB">
        <w:t>small</w:t>
      </w:r>
      <w:r w:rsidR="000C31A8">
        <w:t>er benefits of reform for that S</w:t>
      </w:r>
      <w:r w:rsidRPr="008C71AB">
        <w:t xml:space="preserve">tate and any transitional costs. </w:t>
      </w:r>
      <w:r>
        <w:t>Nevertheless, given the long-run benefits, there remain strong grounds for Victoria to move to the Commission’s proposed framework, but there is a weaker imperativ</w:t>
      </w:r>
      <w:r w:rsidR="000C31A8">
        <w:t>e to fast-track reform in that S</w:t>
      </w:r>
      <w:r>
        <w:t xml:space="preserve">tate. The Commission’s proposed timetable for reform in this area is </w:t>
      </w:r>
      <w:r w:rsidR="000C31A8">
        <w:t xml:space="preserve">set </w:t>
      </w:r>
      <w:r>
        <w:t>out in chapter 21.</w:t>
      </w:r>
    </w:p>
    <w:p w:rsidR="002E7A6E" w:rsidRDefault="00D35E2A" w:rsidP="002E7A6E">
      <w:pPr>
        <w:pStyle w:val="Heading2"/>
      </w:pPr>
      <w:r>
        <w:lastRenderedPageBreak/>
        <w:t>16.</w:t>
      </w:r>
      <w:r w:rsidR="00E65331">
        <w:rPr>
          <w:noProof/>
        </w:rPr>
        <w:t>6</w:t>
      </w:r>
      <w:r w:rsidR="002E7A6E">
        <w:tab/>
        <w:t xml:space="preserve">Delivering reliability in the shorter term </w:t>
      </w:r>
    </w:p>
    <w:p w:rsidR="002E7A6E" w:rsidRDefault="002E7A6E" w:rsidP="002E7A6E">
      <w:pPr>
        <w:pStyle w:val="BodyText"/>
      </w:pPr>
      <w:r>
        <w:t>Augmenting networks according to a detailed planning process is one facet of network quality. Network businesses also need to:</w:t>
      </w:r>
    </w:p>
    <w:p w:rsidR="002E7A6E" w:rsidRDefault="002E7A6E" w:rsidP="002E7A6E">
      <w:pPr>
        <w:pStyle w:val="ListBullet"/>
      </w:pPr>
      <w:r>
        <w:t>operate their networks safely</w:t>
      </w:r>
    </w:p>
    <w:p w:rsidR="002E7A6E" w:rsidRDefault="002E7A6E" w:rsidP="002E7A6E">
      <w:pPr>
        <w:pStyle w:val="ListBullet"/>
      </w:pPr>
      <w:r>
        <w:t xml:space="preserve">maintain their networks in good working order and make repairs </w:t>
      </w:r>
    </w:p>
    <w:p w:rsidR="002E7A6E" w:rsidRDefault="002E7A6E" w:rsidP="002E7A6E">
      <w:pPr>
        <w:pStyle w:val="ListBullet"/>
      </w:pPr>
      <w:r>
        <w:t xml:space="preserve">deal with possible causes of faults where possible, such as removing vegetation growing close to equipment </w:t>
      </w:r>
    </w:p>
    <w:p w:rsidR="002E7A6E" w:rsidRDefault="002E7A6E" w:rsidP="002E7A6E">
      <w:pPr>
        <w:pStyle w:val="ListBullet"/>
      </w:pPr>
      <w:r>
        <w:t xml:space="preserve">respond quickly to restore supply when an interruption occurs. </w:t>
      </w:r>
    </w:p>
    <w:p w:rsidR="002E7A6E" w:rsidRPr="0031786F" w:rsidRDefault="002E7A6E" w:rsidP="002E7A6E">
      <w:pPr>
        <w:pStyle w:val="Heading4"/>
      </w:pPr>
      <w:r>
        <w:t xml:space="preserve">Service Target Performance </w:t>
      </w:r>
      <w:r w:rsidRPr="00685404">
        <w:t>Incentive Scheme</w:t>
      </w:r>
      <w:r w:rsidRPr="0031786F">
        <w:t xml:space="preserve"> </w:t>
      </w:r>
    </w:p>
    <w:p w:rsidR="002E7A6E" w:rsidRDefault="002E7A6E" w:rsidP="002E7A6E">
      <w:pPr>
        <w:pStyle w:val="BodyText"/>
      </w:pPr>
      <w:r>
        <w:t xml:space="preserve">The </w:t>
      </w:r>
      <w:proofErr w:type="spellStart"/>
      <w:r>
        <w:t>AER</w:t>
      </w:r>
      <w:proofErr w:type="spellEnd"/>
      <w:r>
        <w:t xml:space="preserve"> developed the Service Target Performance Incentive Scheme (</w:t>
      </w:r>
      <w:proofErr w:type="spellStart"/>
      <w:r>
        <w:t>STPIS</w:t>
      </w:r>
      <w:proofErr w:type="spellEnd"/>
      <w:r>
        <w:t xml:space="preserve">) for transmission to encourage transmission businesses to maintain network reliability through actions other than building in redundancy. </w:t>
      </w:r>
    </w:p>
    <w:p w:rsidR="002E7A6E" w:rsidRDefault="002E7A6E" w:rsidP="002E7A6E">
      <w:pPr>
        <w:pStyle w:val="BodyText"/>
      </w:pPr>
      <w:r>
        <w:t xml:space="preserve">The </w:t>
      </w:r>
      <w:proofErr w:type="spellStart"/>
      <w:r>
        <w:t>STPIS</w:t>
      </w:r>
      <w:proofErr w:type="spellEnd"/>
      <w:r>
        <w:t xml:space="preserve"> sets targets for:</w:t>
      </w:r>
    </w:p>
    <w:p w:rsidR="002E7A6E" w:rsidRDefault="002E7A6E" w:rsidP="002E7A6E">
      <w:pPr>
        <w:pStyle w:val="ListBullet"/>
      </w:pPr>
      <w:r>
        <w:t>circuit availability — the proportion of time that all elements of the network are working and available</w:t>
      </w:r>
    </w:p>
    <w:p w:rsidR="002E7A6E" w:rsidRDefault="002E7A6E" w:rsidP="002E7A6E">
      <w:pPr>
        <w:pStyle w:val="ListBullet"/>
      </w:pPr>
      <w:r>
        <w:t xml:space="preserve">the frequency of outages </w:t>
      </w:r>
    </w:p>
    <w:p w:rsidR="002E7A6E" w:rsidRDefault="002E7A6E" w:rsidP="002E7A6E">
      <w:pPr>
        <w:pStyle w:val="ListBullet"/>
      </w:pPr>
      <w:r>
        <w:t xml:space="preserve">average outage duration </w:t>
      </w:r>
    </w:p>
    <w:p w:rsidR="002E7A6E" w:rsidRDefault="002E7A6E" w:rsidP="002E7A6E">
      <w:pPr>
        <w:pStyle w:val="ListBullet"/>
      </w:pPr>
      <w:r>
        <w:t xml:space="preserve">market impact — designed to encourage businesses to improve availability at times, and on those elements of the network, that are most important to determining spot prices. </w:t>
      </w:r>
    </w:p>
    <w:p w:rsidR="002E7A6E" w:rsidRDefault="002E7A6E" w:rsidP="002E7A6E">
      <w:pPr>
        <w:pStyle w:val="BodyText"/>
      </w:pPr>
      <w:r>
        <w:t xml:space="preserve">Businesses incur penalties (rewards) if they perform below (above) their targets, which are calculated as a percentage of their maximum annual revenue (MAR), referred to as ‘revenue at risk’. The maximum reward or penalty for the three service components of the </w:t>
      </w:r>
      <w:proofErr w:type="spellStart"/>
      <w:r>
        <w:t>STPIS</w:t>
      </w:r>
      <w:proofErr w:type="spellEnd"/>
      <w:r>
        <w:t xml:space="preserve"> in total is 1 per cent of MAR, while it is 2 per cent for the market impact component. The targets, weights for each criteri</w:t>
      </w:r>
      <w:r w:rsidR="000C31A8">
        <w:t>on</w:t>
      </w:r>
      <w:r>
        <w:t xml:space="preserve">, and total revenue at risk are unique for each business with rewards and penalties not required to be symmetric. In general, targets are set using an average of historical performance over the previous five years, although businesses can propose an alternative target to the </w:t>
      </w:r>
      <w:proofErr w:type="spellStart"/>
      <w:r>
        <w:t>AER</w:t>
      </w:r>
      <w:proofErr w:type="spellEnd"/>
      <w:r>
        <w:t xml:space="preserve">. </w:t>
      </w:r>
    </w:p>
    <w:p w:rsidR="002E7A6E" w:rsidRDefault="002E7A6E" w:rsidP="002E7A6E">
      <w:pPr>
        <w:pStyle w:val="BodyText"/>
      </w:pPr>
      <w:r>
        <w:t xml:space="preserve">Following a review of the </w:t>
      </w:r>
      <w:proofErr w:type="spellStart"/>
      <w:r>
        <w:t>STPIS</w:t>
      </w:r>
      <w:proofErr w:type="spellEnd"/>
      <w:r>
        <w:t xml:space="preserve"> for transmission businesses, the </w:t>
      </w:r>
      <w:proofErr w:type="spellStart"/>
      <w:r>
        <w:t>AER</w:t>
      </w:r>
      <w:proofErr w:type="spellEnd"/>
      <w:r>
        <w:t xml:space="preserve"> has made amendments to the scheme. These include an additional network capability component to encourage transmission businesses to ‘</w:t>
      </w:r>
      <w:r w:rsidRPr="00D8329A">
        <w:t xml:space="preserve">deliver benefits through increased network capability, availability or reliability through the development of </w:t>
      </w:r>
      <w:r w:rsidRPr="00D8329A">
        <w:lastRenderedPageBreak/>
        <w:t>one-off projects that can be delivered through low cost operational and capital expenditure</w:t>
      </w:r>
      <w:r>
        <w:t>’ (</w:t>
      </w:r>
      <w:proofErr w:type="spellStart"/>
      <w:r>
        <w:t>AER</w:t>
      </w:r>
      <w:proofErr w:type="spellEnd"/>
      <w:r>
        <w:t xml:space="preserve"> </w:t>
      </w:r>
      <w:proofErr w:type="spellStart"/>
      <w:r>
        <w:t>2012</w:t>
      </w:r>
      <w:r w:rsidRPr="00A4256A">
        <w:t>r</w:t>
      </w:r>
      <w:proofErr w:type="spellEnd"/>
      <w:r>
        <w:t xml:space="preserve">, p. 9). </w:t>
      </w:r>
    </w:p>
    <w:p w:rsidR="002E7A6E" w:rsidRDefault="002E7A6E" w:rsidP="002E7A6E">
      <w:pPr>
        <w:pStyle w:val="BodyText"/>
      </w:pPr>
      <w:r>
        <w:t xml:space="preserve">The </w:t>
      </w:r>
      <w:proofErr w:type="spellStart"/>
      <w:r>
        <w:t>AER</w:t>
      </w:r>
      <w:proofErr w:type="spellEnd"/>
      <w:r>
        <w:t xml:space="preserve"> has also decided to include</w:t>
      </w:r>
      <w:r w:rsidR="000C31A8">
        <w:t xml:space="preserve"> a</w:t>
      </w:r>
      <w:r>
        <w:t>:</w:t>
      </w:r>
    </w:p>
    <w:p w:rsidR="002E7A6E" w:rsidRDefault="002E7A6E" w:rsidP="002E7A6E">
      <w:pPr>
        <w:pStyle w:val="ListBullet"/>
      </w:pPr>
      <w:r>
        <w:t xml:space="preserve">circuit outage rate parameter as part of the service component to measure the number of unplanned faults on transmission networks </w:t>
      </w:r>
    </w:p>
    <w:p w:rsidR="002E7A6E" w:rsidRDefault="002E7A6E" w:rsidP="002E7A6E">
      <w:pPr>
        <w:pStyle w:val="ListBullet"/>
      </w:pPr>
      <w:r>
        <w:t xml:space="preserve">reporting only parameter to measure the number of times that protection and control equipment fail to operate correctly. </w:t>
      </w:r>
    </w:p>
    <w:p w:rsidR="002E7A6E" w:rsidRDefault="002E7A6E" w:rsidP="002E7A6E">
      <w:pPr>
        <w:pStyle w:val="BodyText"/>
      </w:pPr>
      <w:r>
        <w:t xml:space="preserve">The amendments are intended to strengthen the incentives contained in the </w:t>
      </w:r>
      <w:proofErr w:type="spellStart"/>
      <w:r>
        <w:t>STPIS</w:t>
      </w:r>
      <w:proofErr w:type="spellEnd"/>
      <w:r>
        <w:t xml:space="preserve"> and encourage more efficient use, operation and augmentation of the network. </w:t>
      </w:r>
    </w:p>
    <w:p w:rsidR="002E7A6E" w:rsidRDefault="002E7A6E" w:rsidP="002E7A6E">
      <w:pPr>
        <w:pStyle w:val="BodyText"/>
      </w:pPr>
      <w:r>
        <w:t xml:space="preserve">The </w:t>
      </w:r>
      <w:proofErr w:type="spellStart"/>
      <w:r>
        <w:t>AER</w:t>
      </w:r>
      <w:proofErr w:type="spellEnd"/>
      <w:r>
        <w:t xml:space="preserve"> has suggested that the new measures are lead indicators of possible future reliability issues. If so, such indicators would provide useful information to </w:t>
      </w:r>
      <w:proofErr w:type="spellStart"/>
      <w:r>
        <w:t>AEMO</w:t>
      </w:r>
      <w:proofErr w:type="spellEnd"/>
      <w:r>
        <w:t xml:space="preserve"> in assessing current levels of reliability in the </w:t>
      </w:r>
      <w:proofErr w:type="spellStart"/>
      <w:r>
        <w:t>NEM</w:t>
      </w:r>
      <w:proofErr w:type="spellEnd"/>
      <w:r>
        <w:t xml:space="preserve"> when setting standards. </w:t>
      </w:r>
    </w:p>
    <w:p w:rsidR="002E7A6E" w:rsidRDefault="002E7A6E" w:rsidP="002E7A6E">
      <w:pPr>
        <w:pStyle w:val="BodyText"/>
      </w:pPr>
      <w:r>
        <w:t xml:space="preserve">Transmission businesses appear to have responded positively to the incentives offered under the </w:t>
      </w:r>
      <w:proofErr w:type="spellStart"/>
      <w:r>
        <w:t>STPIS</w:t>
      </w:r>
      <w:proofErr w:type="spellEnd"/>
      <w:r>
        <w:t xml:space="preserve"> (</w:t>
      </w:r>
      <w:proofErr w:type="spellStart"/>
      <w:r>
        <w:t>AER</w:t>
      </w:r>
      <w:proofErr w:type="spellEnd"/>
      <w:r>
        <w:t xml:space="preserve"> </w:t>
      </w:r>
      <w:proofErr w:type="spellStart"/>
      <w:r>
        <w:t>2011e</w:t>
      </w:r>
      <w:proofErr w:type="spellEnd"/>
      <w:r>
        <w:t xml:space="preserve">), suggesting that the costs of improving performance have been less than the rewards available. This type of incentive regime, in theory, removes the need for benchmarking these elements of reliability performance, because as long as the potential rewards (penalties) are large enough, a profit-motivated business would have an incentive to search for efficiency gains to meet the reliability targets. However, if rewards were too high, customers would pay more for reliability improvements than they cost to achieve. </w:t>
      </w:r>
    </w:p>
    <w:p w:rsidR="002E7A6E" w:rsidRDefault="002E7A6E" w:rsidP="002E7A6E">
      <w:pPr>
        <w:pStyle w:val="BodyText"/>
      </w:pPr>
      <w:r>
        <w:t xml:space="preserve">In the context of the PC’s reliability and transmission planning model, the </w:t>
      </w:r>
      <w:proofErr w:type="spellStart"/>
      <w:r>
        <w:t>STPIS</w:t>
      </w:r>
      <w:proofErr w:type="spellEnd"/>
      <w:r>
        <w:t xml:space="preserve"> would become an important driver of reliability performance for several reasons.</w:t>
      </w:r>
      <w:r w:rsidDel="00A2601F">
        <w:t xml:space="preserve"> </w:t>
      </w:r>
    </w:p>
    <w:p w:rsidR="002E7A6E" w:rsidRDefault="002E7A6E" w:rsidP="002E7A6E">
      <w:pPr>
        <w:pStyle w:val="ListBullet"/>
      </w:pPr>
      <w:r>
        <w:t xml:space="preserve">Probabilistic planning to set standards is likely to reduce redundancy specifications in at least some parts of the </w:t>
      </w:r>
      <w:proofErr w:type="spellStart"/>
      <w:r>
        <w:t>NEM</w:t>
      </w:r>
      <w:proofErr w:type="spellEnd"/>
      <w:r>
        <w:t xml:space="preserve"> (including reducing the potential for overbuilding), which might increase the risk of more and longer interruptions to supply unless businesses manage their maintenance, operation and response outcomes in an appropriate way. </w:t>
      </w:r>
    </w:p>
    <w:p w:rsidR="002E7A6E" w:rsidRDefault="002E7A6E" w:rsidP="002E7A6E">
      <w:pPr>
        <w:pStyle w:val="ListBullet"/>
      </w:pPr>
      <w:r>
        <w:t xml:space="preserve">Less redundancy in the network might lead to increased congestion on some lines at certain times, especially if the business is carrying out maintenance on that part of the network, which would increase the relative importance of the market impact measure. </w:t>
      </w:r>
    </w:p>
    <w:p w:rsidR="002E7A6E" w:rsidRDefault="002E7A6E" w:rsidP="002E7A6E">
      <w:pPr>
        <w:pStyle w:val="BodyText"/>
      </w:pPr>
      <w:r>
        <w:t xml:space="preserve">Any future changes to the </w:t>
      </w:r>
      <w:proofErr w:type="spellStart"/>
      <w:r>
        <w:t>STPIS</w:t>
      </w:r>
      <w:proofErr w:type="spellEnd"/>
      <w:r>
        <w:t xml:space="preserve"> to reflect the increasing importance of operational, maintenance and performance outcomes under a new national planning framework should consider the evaluation criteria already used by the </w:t>
      </w:r>
      <w:proofErr w:type="spellStart"/>
      <w:r>
        <w:t>AER</w:t>
      </w:r>
      <w:proofErr w:type="spellEnd"/>
      <w:r>
        <w:t xml:space="preserve"> in its recent review </w:t>
      </w:r>
      <w:r>
        <w:lastRenderedPageBreak/>
        <w:t>(</w:t>
      </w:r>
      <w:proofErr w:type="spellStart"/>
      <w:r>
        <w:t>2011e</w:t>
      </w:r>
      <w:proofErr w:type="spellEnd"/>
      <w:r>
        <w:t xml:space="preserve">, p. 12) to ensure that businesses retain the incentive to provide a reliable network up to the point that it is efficient to do so. </w:t>
      </w:r>
    </w:p>
    <w:p w:rsidR="002E7A6E" w:rsidRDefault="002E7A6E" w:rsidP="002E7A6E">
      <w:pPr>
        <w:pStyle w:val="Heading4"/>
      </w:pPr>
      <w:r>
        <w:t>Dynamic and static equipment ratings</w:t>
      </w:r>
    </w:p>
    <w:p w:rsidR="002E7A6E" w:rsidRDefault="002E7A6E" w:rsidP="002E7A6E">
      <w:pPr>
        <w:pStyle w:val="BodyText"/>
      </w:pPr>
      <w:r>
        <w:t xml:space="preserve">Transmission businesses determine how much power can flow through their equipment at any time. They ensure that they meet the network security standards set out in the Rules by specifying the maximum load that a line or other equipment can carry (so-called equipment ratings). </w:t>
      </w:r>
    </w:p>
    <w:p w:rsidR="002E7A6E" w:rsidRDefault="002E7A6E" w:rsidP="002E7A6E">
      <w:pPr>
        <w:pStyle w:val="BodyText"/>
      </w:pPr>
      <w:r>
        <w:t>Network elements can carry different loads in different ambient conditions. In hot, still weather, lines heat up more quickly and droop further, increasing the likelihood of arcing.</w:t>
      </w:r>
      <w:r>
        <w:rPr>
          <w:rStyle w:val="FootnoteReference"/>
        </w:rPr>
        <w:footnoteReference w:id="8"/>
      </w:r>
      <w:r>
        <w:t xml:space="preserve"> To recognise that, on average, safe loads can be higher in winter than in summer, and at night than in the middle of the day, transmission businesses vary the maximum load (rating) that lines and equipment can carry. This is currently achieved in two ways. </w:t>
      </w:r>
    </w:p>
    <w:p w:rsidR="002E7A6E" w:rsidRDefault="002E7A6E" w:rsidP="002E7A6E">
      <w:pPr>
        <w:pStyle w:val="BodyText"/>
      </w:pPr>
      <w:r>
        <w:t xml:space="preserve">Static ratings set out the loads that lines or other equipment can carry at different times of the day in different seasons and in some cases, in specific months. These ratings are based on the ambient conditions expected to occur (not those that actually occur) at each time, plus a margin of error for unseasonably high temperatures. </w:t>
      </w:r>
    </w:p>
    <w:p w:rsidR="002E7A6E" w:rsidRDefault="002E7A6E" w:rsidP="002E7A6E">
      <w:pPr>
        <w:pStyle w:val="BodyText"/>
      </w:pPr>
      <w:r>
        <w:t xml:space="preserve">Dynamic ratings measure the ambient temperature around equipment and sometimes the wind speed, and relay this information to operators so that the maximum safe load for that specific point and time can be utilised. On average, lines and equipment with dynamic ratings are used to a higher capacity than those with static ratings. For example, a line with a static rating on a cool, windy night in summer will likely have spare capacity on it. </w:t>
      </w:r>
    </w:p>
    <w:p w:rsidR="002E7A6E" w:rsidRDefault="002E7A6E" w:rsidP="002E7A6E">
      <w:pPr>
        <w:pStyle w:val="BodyText"/>
      </w:pPr>
      <w:r>
        <w:t>Ratings that fail to utilise this dynamic approach can be costly where they lead to:</w:t>
      </w:r>
    </w:p>
    <w:p w:rsidR="002E7A6E" w:rsidRDefault="002E7A6E" w:rsidP="002E7A6E">
      <w:pPr>
        <w:pStyle w:val="ListBullet"/>
      </w:pPr>
      <w:r>
        <w:t>higher cost generators being dispatched along other parts of the network due to lines reaching their maximum static (but not dynamic) load</w:t>
      </w:r>
    </w:p>
    <w:p w:rsidR="002E7A6E" w:rsidRDefault="002E7A6E" w:rsidP="002E7A6E">
      <w:pPr>
        <w:pStyle w:val="ListBullet"/>
      </w:pPr>
      <w:r>
        <w:t>network businesses augmenting their networks earlier than necessary because lines are running close to their specified maximum static (but not dynamic) loads.</w:t>
      </w:r>
    </w:p>
    <w:p w:rsidR="002E7A6E" w:rsidRDefault="002E7A6E" w:rsidP="002E7A6E">
      <w:pPr>
        <w:pStyle w:val="BodyText"/>
      </w:pPr>
      <w:r>
        <w:t xml:space="preserve">Static ratings may lead to significant underutilisation of network assets compared with dynamic ratings (with some estimates suggesting that utilisation for some </w:t>
      </w:r>
      <w:r>
        <w:lastRenderedPageBreak/>
        <w:t xml:space="preserve">assets could be improved by around 65 per cent for a period of time without any loss of safety). This appears to be one area where large cost savings could be made without sacrificing reliability outcomes. </w:t>
      </w:r>
    </w:p>
    <w:p w:rsidR="002E7A6E" w:rsidRDefault="002E7A6E" w:rsidP="002E7A6E">
      <w:pPr>
        <w:pStyle w:val="BodyText"/>
      </w:pPr>
      <w:r>
        <w:t xml:space="preserve">There has been some adoption of the technologies required to implement dynamic ratings, but the take up has been uneven across the </w:t>
      </w:r>
      <w:proofErr w:type="spellStart"/>
      <w:r>
        <w:t>NEM</w:t>
      </w:r>
      <w:proofErr w:type="spellEnd"/>
      <w:r>
        <w:t xml:space="preserve">. Victoria has the highest proportion of its network operating with dynamic ratings. It is not clear why the rate of adoption of dynamic ratings has been slow, although the distortions created by the incentives in the regulatory regime (chapter 5) could be one explanatory factor. </w:t>
      </w:r>
    </w:p>
    <w:p w:rsidR="002E7A6E" w:rsidRDefault="00D35E2A" w:rsidP="002E7A6E">
      <w:pPr>
        <w:pStyle w:val="Heading2"/>
      </w:pPr>
      <w:r>
        <w:t>16.</w:t>
      </w:r>
      <w:r w:rsidR="00E65331">
        <w:rPr>
          <w:noProof/>
        </w:rPr>
        <w:t>7</w:t>
      </w:r>
      <w:r w:rsidR="002E7A6E">
        <w:tab/>
        <w:t>Changes to transmission reliability</w:t>
      </w:r>
    </w:p>
    <w:p w:rsidR="002E7A6E" w:rsidRDefault="002E7A6E" w:rsidP="002E7A6E">
      <w:pPr>
        <w:pStyle w:val="BodyText"/>
      </w:pPr>
      <w:r>
        <w:t xml:space="preserve">As the discussion above illustrates, there are many complex issues involved in the setting of reliability standards, their application in the transmission planning process, and other influences on the delivery of reliability in the short term. </w:t>
      </w:r>
    </w:p>
    <w:p w:rsidR="002E7A6E" w:rsidRDefault="002E7A6E" w:rsidP="002E7A6E">
      <w:pPr>
        <w:pStyle w:val="BodyText"/>
      </w:pPr>
      <w:r>
        <w:t xml:space="preserve">Unsurprisingly, there is no single, ‘silver bullet’ solution. Accordingly, the Commission’s proposed improvements for transmission reliability (set out below) span a range of measures, including technical settings of reliability, responsibility for and transparency in planning and interaction with incentive regulation. These should not be considered on an individual basis, but rather taken as a package of reform for transmission reliability. </w:t>
      </w:r>
    </w:p>
    <w:p w:rsidR="00365691" w:rsidRDefault="00365691" w:rsidP="00AD1304">
      <w:pPr>
        <w:pStyle w:val="RecTitle"/>
      </w:pPr>
      <w:r>
        <w:t xml:space="preserve">Recommendation </w:t>
      </w:r>
      <w:r w:rsidR="00D35E2A">
        <w:t>16.</w:t>
      </w:r>
      <w:r w:rsidR="00E65331">
        <w:rPr>
          <w:noProof/>
        </w:rPr>
        <w:t>1</w:t>
      </w:r>
    </w:p>
    <w:p w:rsidR="002E7A6E" w:rsidRPr="00AD6706" w:rsidRDefault="002E7A6E" w:rsidP="002E7A6E">
      <w:pPr>
        <w:pStyle w:val="RecTitle"/>
        <w:rPr>
          <w:b/>
          <w:i/>
          <w:caps w:val="0"/>
          <w:sz w:val="26"/>
        </w:rPr>
      </w:pPr>
      <w:r w:rsidRPr="00AD6706">
        <w:rPr>
          <w:b/>
          <w:i/>
          <w:caps w:val="0"/>
          <w:sz w:val="26"/>
        </w:rPr>
        <w:t>The Standing Council on Energy and Resources should, in consultation with the Australian Energy Market Operator and the Australian Energy Market Commission, develop a National Electricity Market-wide transmission reliability framework in which reliability settings would be determined by customer preferences (</w:t>
      </w:r>
      <w:r>
        <w:rPr>
          <w:b/>
          <w:i/>
          <w:caps w:val="0"/>
          <w:sz w:val="26"/>
        </w:rPr>
        <w:t>r</w:t>
      </w:r>
      <w:r w:rsidRPr="00AD6706">
        <w:rPr>
          <w:b/>
          <w:i/>
          <w:caps w:val="0"/>
          <w:sz w:val="26"/>
        </w:rPr>
        <w:t xml:space="preserve">ecommendation 14.1). </w:t>
      </w:r>
    </w:p>
    <w:p w:rsidR="002E7A6E" w:rsidRDefault="002E7A6E" w:rsidP="002E7A6E">
      <w:pPr>
        <w:pStyle w:val="Rec"/>
      </w:pPr>
      <w:r w:rsidRPr="00AD6706">
        <w:t>This framework should replace all jurisdiction-specific transmission reliability settings.</w:t>
      </w:r>
      <w:r>
        <w:t xml:space="preserve"> </w:t>
      </w:r>
    </w:p>
    <w:p w:rsidR="00365691" w:rsidRDefault="00365691" w:rsidP="00AD1304">
      <w:pPr>
        <w:pStyle w:val="RecTitle"/>
      </w:pPr>
      <w:r>
        <w:t xml:space="preserve">Recommendation </w:t>
      </w:r>
      <w:r w:rsidR="00D35E2A">
        <w:t>16.</w:t>
      </w:r>
      <w:r w:rsidR="00E65331">
        <w:rPr>
          <w:noProof/>
        </w:rPr>
        <w:t>2</w:t>
      </w:r>
    </w:p>
    <w:p w:rsidR="002E7A6E" w:rsidRPr="00C53051" w:rsidRDefault="002E7A6E" w:rsidP="002E7A6E">
      <w:pPr>
        <w:pStyle w:val="Rec"/>
      </w:pPr>
      <w:r>
        <w:t>A new approach to transmission reliability planning should be adopted. T</w:t>
      </w:r>
      <w:r w:rsidRPr="00C53051">
        <w:t xml:space="preserve">he Australian Energy Market Operator </w:t>
      </w:r>
      <w:r w:rsidR="005B6857">
        <w:t>(</w:t>
      </w:r>
      <w:proofErr w:type="spellStart"/>
      <w:r w:rsidR="005B6857">
        <w:t>AEMO</w:t>
      </w:r>
      <w:proofErr w:type="spellEnd"/>
      <w:r w:rsidR="005B6857">
        <w:t xml:space="preserve">) </w:t>
      </w:r>
      <w:r w:rsidRPr="00C53051">
        <w:t xml:space="preserve">should carry out </w:t>
      </w:r>
      <w:r>
        <w:t xml:space="preserve">probabilistic </w:t>
      </w:r>
      <w:r w:rsidR="00730D14">
        <w:br/>
      </w:r>
      <w:r>
        <w:t>cost</w:t>
      </w:r>
      <w:r w:rsidR="00730D14">
        <w:t>–</w:t>
      </w:r>
      <w:r>
        <w:t xml:space="preserve">benefit </w:t>
      </w:r>
      <w:r w:rsidRPr="00C53051">
        <w:t>transmission planning for all transmission networks in the National Electricity Market</w:t>
      </w:r>
      <w:r>
        <w:t xml:space="preserve"> in order to set reliability standards and demand forecasts at each connection point</w:t>
      </w:r>
      <w:r w:rsidRPr="00C53051">
        <w:t xml:space="preserve">. </w:t>
      </w:r>
      <w:proofErr w:type="spellStart"/>
      <w:r w:rsidR="005B6857">
        <w:t>AEMO</w:t>
      </w:r>
      <w:proofErr w:type="spellEnd"/>
      <w:r w:rsidRPr="00C53051">
        <w:t xml:space="preserve"> should:</w:t>
      </w:r>
    </w:p>
    <w:p w:rsidR="002E7A6E" w:rsidRPr="000B3E61" w:rsidRDefault="002E7A6E" w:rsidP="002E7A6E">
      <w:pPr>
        <w:pStyle w:val="RecBullet"/>
      </w:pPr>
      <w:r w:rsidRPr="00C53051">
        <w:lastRenderedPageBreak/>
        <w:t xml:space="preserve">use Values of Customer Reliability (as obtained through </w:t>
      </w:r>
      <w:r>
        <w:t>recommendation 14.2)</w:t>
      </w:r>
    </w:p>
    <w:p w:rsidR="002E7A6E" w:rsidRPr="000B3E61" w:rsidRDefault="002E7A6E" w:rsidP="002E7A6E">
      <w:pPr>
        <w:pStyle w:val="RecBullet"/>
      </w:pPr>
      <w:r w:rsidRPr="000B3E61">
        <w:t>use best practice probabilistic processes in its</w:t>
      </w:r>
      <w:r>
        <w:t xml:space="preserve"> cost–</w:t>
      </w:r>
      <w:r w:rsidRPr="000B3E61">
        <w:t>bene</w:t>
      </w:r>
      <w:r>
        <w:t>fit analysis of efficient standards</w:t>
      </w:r>
    </w:p>
    <w:p w:rsidR="002E7A6E" w:rsidRPr="000B3E61" w:rsidRDefault="002E7A6E" w:rsidP="002E7A6E">
      <w:pPr>
        <w:pStyle w:val="RecBullet"/>
      </w:pPr>
      <w:r w:rsidRPr="000B3E61">
        <w:t>make public all methodologies, parameters, data and other inputs used in the analysis</w:t>
      </w:r>
    </w:p>
    <w:p w:rsidR="002E7A6E" w:rsidRDefault="002E7A6E" w:rsidP="002E7A6E">
      <w:pPr>
        <w:pStyle w:val="RecBullet"/>
      </w:pPr>
      <w:r w:rsidRPr="00C53051">
        <w:t>work closely with each of the transmission companies concerned to make sure that their experience and input is fully understood and</w:t>
      </w:r>
      <w:r>
        <w:t>,</w:t>
      </w:r>
      <w:r w:rsidRPr="00C53051">
        <w:t xml:space="preserve"> where mutually agreed, appropriately incorporated into the analysis</w:t>
      </w:r>
    </w:p>
    <w:p w:rsidR="002E7A6E" w:rsidRPr="00C53051" w:rsidRDefault="002E7A6E" w:rsidP="002E7A6E">
      <w:pPr>
        <w:pStyle w:val="RecBullet"/>
      </w:pPr>
      <w:r w:rsidRPr="00D00BE0">
        <w:t>work closely with the relevant distribution companies in determining demand forecasts and cross checking the reliability settings for each connection point</w:t>
      </w:r>
    </w:p>
    <w:p w:rsidR="002E7A6E" w:rsidRDefault="002E7A6E" w:rsidP="002E7A6E">
      <w:pPr>
        <w:pStyle w:val="RecBullet"/>
      </w:pPr>
      <w:r>
        <w:t>use its</w:t>
      </w:r>
      <w:r w:rsidRPr="00C53051">
        <w:t xml:space="preserve"> best estimate of peak demand forecasts, having sought input from all relevant stakeholders</w:t>
      </w:r>
    </w:p>
    <w:p w:rsidR="002E7A6E" w:rsidRDefault="002E7A6E" w:rsidP="002E7A6E">
      <w:pPr>
        <w:pStyle w:val="RecBullet"/>
      </w:pPr>
      <w:r>
        <w:t>set standards reflecting the probabilistic analysis at the connection point level throughout the National Electricity Market.</w:t>
      </w:r>
    </w:p>
    <w:p w:rsidR="00365691" w:rsidRDefault="00365691" w:rsidP="00AD1304">
      <w:pPr>
        <w:pStyle w:val="RecTitle"/>
      </w:pPr>
      <w:r>
        <w:t xml:space="preserve">Recommendation </w:t>
      </w:r>
      <w:r w:rsidR="00D35E2A">
        <w:t>16.</w:t>
      </w:r>
      <w:r w:rsidR="00E65331">
        <w:rPr>
          <w:noProof/>
        </w:rPr>
        <w:t>3</w:t>
      </w:r>
    </w:p>
    <w:p w:rsidR="002E7A6E" w:rsidRDefault="002E7A6E" w:rsidP="002E7A6E">
      <w:pPr>
        <w:pStyle w:val="Rec"/>
      </w:pPr>
      <w:r>
        <w:t xml:space="preserve">The regional transmission network service providers should plan necessary augmentation and replacement investments with reference to the </w:t>
      </w:r>
      <w:r w:rsidR="006F0589">
        <w:t xml:space="preserve">reliability </w:t>
      </w:r>
      <w:r>
        <w:t xml:space="preserve">standards set by Australian Energy Market Operator </w:t>
      </w:r>
      <w:r w:rsidR="000C2BFD">
        <w:t>(</w:t>
      </w:r>
      <w:proofErr w:type="spellStart"/>
      <w:r w:rsidR="000C2BFD">
        <w:t>AEMO</w:t>
      </w:r>
      <w:proofErr w:type="spellEnd"/>
      <w:r w:rsidR="000C2BFD">
        <w:t xml:space="preserve">) </w:t>
      </w:r>
      <w:r>
        <w:t xml:space="preserve">and the National Transmission Network Development Plan. This should have two components. </w:t>
      </w:r>
    </w:p>
    <w:p w:rsidR="002E7A6E" w:rsidRDefault="002E7A6E" w:rsidP="002E7A6E">
      <w:pPr>
        <w:pStyle w:val="Rec"/>
      </w:pPr>
      <w:r>
        <w:t>For augmentation and replacement projects below a threshold value:</w:t>
      </w:r>
    </w:p>
    <w:p w:rsidR="002E7A6E" w:rsidRDefault="002E7A6E" w:rsidP="002E7A6E">
      <w:pPr>
        <w:pStyle w:val="RecBullet"/>
      </w:pPr>
      <w:r>
        <w:t xml:space="preserve">the regional transmission network service provider should submit plans and seek funding for investments to meet reliability standards as part of the </w:t>
      </w:r>
      <w:proofErr w:type="spellStart"/>
      <w:r>
        <w:t>ex ante</w:t>
      </w:r>
      <w:proofErr w:type="spellEnd"/>
      <w:r>
        <w:t xml:space="preserve"> revenue determination process with the Australian Energy Regulator</w:t>
      </w:r>
      <w:r w:rsidR="000C2BFD">
        <w:t xml:space="preserve"> (</w:t>
      </w:r>
      <w:proofErr w:type="spellStart"/>
      <w:r w:rsidR="000C2BFD">
        <w:t>AER</w:t>
      </w:r>
      <w:proofErr w:type="spellEnd"/>
      <w:r w:rsidR="000C2BFD">
        <w:t>)</w:t>
      </w:r>
      <w:r>
        <w:t xml:space="preserve">, but could, ex post, decide to solve reliability problems in any way it decided was most efficient. </w:t>
      </w:r>
    </w:p>
    <w:p w:rsidR="002E7A6E" w:rsidRDefault="002E7A6E" w:rsidP="002E7A6E">
      <w:pPr>
        <w:pStyle w:val="Rec"/>
      </w:pPr>
      <w:r>
        <w:t>For augmentation and replacement projects above a threshold value:</w:t>
      </w:r>
    </w:p>
    <w:p w:rsidR="002E7A6E" w:rsidRDefault="002E7A6E" w:rsidP="002E7A6E">
      <w:pPr>
        <w:pStyle w:val="RecBullet"/>
      </w:pPr>
      <w:r>
        <w:t xml:space="preserve">the regional transmission network service provider should submit details and seek funding of investments to meet reliability standards as part of the improved Regulatory Investment Test for Transmission process under which the </w:t>
      </w:r>
      <w:proofErr w:type="spellStart"/>
      <w:r w:rsidR="000C2BFD">
        <w:t>AER</w:t>
      </w:r>
      <w:proofErr w:type="spellEnd"/>
      <w:r>
        <w:t xml:space="preserve"> would approve the allowable expenditure, having taken advice from </w:t>
      </w:r>
      <w:proofErr w:type="spellStart"/>
      <w:r w:rsidR="000C2BFD">
        <w:t>AEMO</w:t>
      </w:r>
      <w:proofErr w:type="spellEnd"/>
      <w:r>
        <w:t>.</w:t>
      </w:r>
    </w:p>
    <w:p w:rsidR="002E7A6E" w:rsidRDefault="002E7A6E" w:rsidP="002E7A6E">
      <w:pPr>
        <w:pStyle w:val="Rec"/>
      </w:pPr>
      <w:r>
        <w:lastRenderedPageBreak/>
        <w:t>At the next regulatory reset, the actual capital spent on such projects should be included in the transmission business’</w:t>
      </w:r>
      <w:r w:rsidR="007947B0">
        <w:t>s</w:t>
      </w:r>
      <w:r>
        <w:t xml:space="preserve"> Regulatory Asset Base</w:t>
      </w:r>
      <w:r w:rsidR="00380CF2">
        <w:t>,</w:t>
      </w:r>
      <w:r>
        <w:t xml:space="preserve"> subject to any ex post review if expenditures exceeded the allowable revenues</w:t>
      </w:r>
      <w:r w:rsidR="00380CF2">
        <w:t xml:space="preserve"> as set out in the approved Regulatory Investment Test for Transmission</w:t>
      </w:r>
      <w:r>
        <w:t xml:space="preserve">. If an ex post review identified instances of </w:t>
      </w:r>
      <w:r w:rsidR="006F0589">
        <w:t>over</w:t>
      </w:r>
      <w:r w:rsidR="007947B0">
        <w:noBreakHyphen/>
      </w:r>
      <w:r w:rsidR="006F0589">
        <w:t xml:space="preserve">expenditure linked to </w:t>
      </w:r>
      <w:r>
        <w:t xml:space="preserve">inefficiently timed </w:t>
      </w:r>
      <w:r w:rsidR="006F0589">
        <w:t>capacity increases</w:t>
      </w:r>
      <w:r>
        <w:t xml:space="preserve">, inclusion of the over-expenditure in the Regulatory Asset Base should be deferred until such time that the additional </w:t>
      </w:r>
      <w:r w:rsidR="006F0589">
        <w:t xml:space="preserve">capacity </w:t>
      </w:r>
      <w:r>
        <w:t xml:space="preserve">would have been net beneficial. For cost overruns, only the efficient investment spend should be included in the </w:t>
      </w:r>
      <w:r w:rsidR="00380CF2">
        <w:t>Regulatory Asset Base</w:t>
      </w:r>
      <w:r>
        <w:t>.</w:t>
      </w:r>
    </w:p>
    <w:p w:rsidR="00365691" w:rsidRDefault="00365691" w:rsidP="00AD1304">
      <w:pPr>
        <w:pStyle w:val="RecTitle"/>
      </w:pPr>
      <w:r>
        <w:t xml:space="preserve">Recommendation </w:t>
      </w:r>
      <w:r w:rsidR="00D35E2A">
        <w:t>16.</w:t>
      </w:r>
      <w:r w:rsidR="00E65331">
        <w:rPr>
          <w:noProof/>
        </w:rPr>
        <w:t>4</w:t>
      </w:r>
    </w:p>
    <w:p w:rsidR="002E7A6E" w:rsidRDefault="002E7A6E" w:rsidP="002E7A6E">
      <w:pPr>
        <w:pStyle w:val="Rec"/>
      </w:pPr>
      <w:r w:rsidRPr="00ED5F8A">
        <w:t>The Australian Energy Regulator should ensure that</w:t>
      </w:r>
      <w:r>
        <w:t>,</w:t>
      </w:r>
      <w:r w:rsidRPr="00ED5F8A">
        <w:t xml:space="preserve"> </w:t>
      </w:r>
      <w:r>
        <w:t xml:space="preserve">in the </w:t>
      </w:r>
      <w:r w:rsidRPr="00ED5F8A">
        <w:t>Australian Energy Market Operator’s</w:t>
      </w:r>
      <w:r>
        <w:t xml:space="preserve"> role as a transmission standard setter, its public </w:t>
      </w:r>
      <w:r w:rsidRPr="00ED5F8A">
        <w:t xml:space="preserve">reporting </w:t>
      </w:r>
      <w:r>
        <w:t xml:space="preserve">and </w:t>
      </w:r>
      <w:r w:rsidRPr="00ED5F8A">
        <w:t>plann</w:t>
      </w:r>
      <w:r>
        <w:t xml:space="preserve">ing processes are </w:t>
      </w:r>
      <w:r w:rsidRPr="00ED5F8A">
        <w:t>adequate, transparent and meet the National Electricity Objective.</w:t>
      </w:r>
    </w:p>
    <w:p w:rsidR="00365691" w:rsidRDefault="00365691" w:rsidP="00AD1304">
      <w:pPr>
        <w:pStyle w:val="RecTitle"/>
      </w:pPr>
      <w:r>
        <w:t xml:space="preserve">Recommendation </w:t>
      </w:r>
      <w:r w:rsidR="00D35E2A">
        <w:t>16.</w:t>
      </w:r>
      <w:r w:rsidR="00E65331">
        <w:rPr>
          <w:noProof/>
        </w:rPr>
        <w:t>5</w:t>
      </w:r>
    </w:p>
    <w:p w:rsidR="002E7A6E" w:rsidRDefault="002E7A6E" w:rsidP="002E7A6E">
      <w:pPr>
        <w:pStyle w:val="Rec"/>
      </w:pPr>
      <w:r>
        <w:t xml:space="preserve">The </w:t>
      </w:r>
      <w:r w:rsidRPr="00526360">
        <w:t>Australian Energy Market Operator</w:t>
      </w:r>
      <w:r>
        <w:t xml:space="preserve"> </w:t>
      </w:r>
      <w:r w:rsidR="00501A2C">
        <w:t>(</w:t>
      </w:r>
      <w:proofErr w:type="spellStart"/>
      <w:r w:rsidR="00501A2C">
        <w:t>AEMO</w:t>
      </w:r>
      <w:proofErr w:type="spellEnd"/>
      <w:r w:rsidR="00501A2C">
        <w:t xml:space="preserve">) </w:t>
      </w:r>
      <w:r>
        <w:t xml:space="preserve">should review and, where necessary improve, </w:t>
      </w:r>
      <w:r w:rsidRPr="00526360">
        <w:t xml:space="preserve">the technical aspects of </w:t>
      </w:r>
      <w:r>
        <w:t xml:space="preserve">its </w:t>
      </w:r>
      <w:r w:rsidRPr="00526360">
        <w:t>probabilistic processes</w:t>
      </w:r>
      <w:r>
        <w:t xml:space="preserve">, particularly those relating to low-probability, high-risk events. In undertaking the review, </w:t>
      </w:r>
      <w:proofErr w:type="spellStart"/>
      <w:r w:rsidR="00501A2C">
        <w:t>AEMO</w:t>
      </w:r>
      <w:proofErr w:type="spellEnd"/>
      <w:r>
        <w:t xml:space="preserve"> should closely consult with network businesses and seek independent peer review of its technical methods.</w:t>
      </w:r>
      <w:r w:rsidRPr="00526360">
        <w:t xml:space="preserve"> </w:t>
      </w:r>
    </w:p>
    <w:p w:rsidR="00365691" w:rsidRDefault="00365691" w:rsidP="00AD1304">
      <w:pPr>
        <w:pStyle w:val="RecTitle"/>
      </w:pPr>
      <w:r>
        <w:t xml:space="preserve">Recommendation </w:t>
      </w:r>
      <w:r w:rsidR="00D35E2A">
        <w:t>16.</w:t>
      </w:r>
      <w:r w:rsidR="00E65331">
        <w:rPr>
          <w:noProof/>
        </w:rPr>
        <w:t>6</w:t>
      </w:r>
    </w:p>
    <w:p w:rsidR="002E7A6E" w:rsidRDefault="002E7A6E" w:rsidP="002E7A6E">
      <w:pPr>
        <w:pStyle w:val="Rec"/>
      </w:pPr>
      <w:r>
        <w:t>W</w:t>
      </w:r>
      <w:r w:rsidRPr="004E6863">
        <w:t>here necessary</w:t>
      </w:r>
      <w:r>
        <w:t xml:space="preserve">, the </w:t>
      </w:r>
      <w:r w:rsidRPr="00526360">
        <w:t>Australi</w:t>
      </w:r>
      <w:r>
        <w:t>an Energy Market Operator</w:t>
      </w:r>
      <w:r w:rsidRPr="004E6863">
        <w:t xml:space="preserve"> </w:t>
      </w:r>
      <w:r>
        <w:t xml:space="preserve">should assist </w:t>
      </w:r>
      <w:r w:rsidRPr="004E6863">
        <w:t xml:space="preserve">the </w:t>
      </w:r>
      <w:r>
        <w:t>Australian Energy Regulator</w:t>
      </w:r>
      <w:r w:rsidRPr="004E6863">
        <w:t xml:space="preserve"> in its compliance and </w:t>
      </w:r>
      <w:r>
        <w:t xml:space="preserve">auditing </w:t>
      </w:r>
      <w:r w:rsidRPr="004E6863">
        <w:t>of transmission networks, to ensure that the agreed projects are completed</w:t>
      </w:r>
      <w:r>
        <w:t xml:space="preserve">, </w:t>
      </w:r>
      <w:r w:rsidRPr="00D00BE0">
        <w:t>appropriate maintenance and operational standards are being achieved</w:t>
      </w:r>
      <w:r>
        <w:t>,</w:t>
      </w:r>
      <w:r w:rsidRPr="004E6863">
        <w:t xml:space="preserve"> and intrinsic network reliability is maintained</w:t>
      </w:r>
      <w:r>
        <w:t>.</w:t>
      </w:r>
    </w:p>
    <w:p w:rsidR="00365691" w:rsidRDefault="00365691" w:rsidP="00AD1304">
      <w:pPr>
        <w:pStyle w:val="RecTitle"/>
      </w:pPr>
      <w:r>
        <w:t xml:space="preserve">Recommendation </w:t>
      </w:r>
      <w:r w:rsidR="00D35E2A">
        <w:t>16.</w:t>
      </w:r>
      <w:r w:rsidR="00E65331">
        <w:rPr>
          <w:noProof/>
        </w:rPr>
        <w:t>7</w:t>
      </w:r>
    </w:p>
    <w:p w:rsidR="002E7A6E" w:rsidRDefault="002E7A6E" w:rsidP="002E7A6E">
      <w:pPr>
        <w:pStyle w:val="Rec"/>
      </w:pPr>
      <w:r w:rsidRPr="004F0BB4">
        <w:t xml:space="preserve">The Australian Energy Market Operator </w:t>
      </w:r>
      <w:r w:rsidR="00501A2C">
        <w:t>(</w:t>
      </w:r>
      <w:proofErr w:type="spellStart"/>
      <w:r w:rsidR="00501A2C">
        <w:t>AEMO</w:t>
      </w:r>
      <w:proofErr w:type="spellEnd"/>
      <w:r w:rsidR="00501A2C">
        <w:t xml:space="preserve">) </w:t>
      </w:r>
      <w:r w:rsidRPr="004F0BB4">
        <w:t>should act as the planner of last resort where it considers that underinvestment could expose the network to serious reliability problems</w:t>
      </w:r>
      <w:r>
        <w:t xml:space="preserve">, with the right to direct investment should </w:t>
      </w:r>
      <w:proofErr w:type="spellStart"/>
      <w:r w:rsidR="00501A2C">
        <w:t>AEMO</w:t>
      </w:r>
      <w:proofErr w:type="spellEnd"/>
      <w:r>
        <w:t xml:space="preserve"> believe that not to do so could seriously compromise the reliability of the National Electricity Market. The Australian Energy Regulator would act as an arbitrator in any disputes.</w:t>
      </w:r>
    </w:p>
    <w:p w:rsidR="00365691" w:rsidRDefault="00365691" w:rsidP="00AD1304">
      <w:pPr>
        <w:pStyle w:val="RecTitle"/>
      </w:pPr>
      <w:r>
        <w:lastRenderedPageBreak/>
        <w:t xml:space="preserve">Recommendation </w:t>
      </w:r>
      <w:r w:rsidR="00D35E2A">
        <w:t>16.</w:t>
      </w:r>
      <w:r w:rsidR="00E65331">
        <w:rPr>
          <w:noProof/>
        </w:rPr>
        <w:t>8</w:t>
      </w:r>
    </w:p>
    <w:p w:rsidR="002E7A6E" w:rsidRDefault="002E7A6E" w:rsidP="002E7A6E">
      <w:pPr>
        <w:pStyle w:val="Rec"/>
      </w:pPr>
      <w:r w:rsidRPr="00526360">
        <w:t xml:space="preserve">The Australian Energy Regulator should review the Service Target Performance Incentive Scheme for Transmission to ensure the incentives and targets are consistent with the </w:t>
      </w:r>
      <w:r>
        <w:t>recommended</w:t>
      </w:r>
      <w:r w:rsidRPr="00526360">
        <w:t xml:space="preserve"> National Electricity Market-wide reliability framework.</w:t>
      </w:r>
    </w:p>
    <w:p w:rsidR="00365691" w:rsidRDefault="00365691" w:rsidP="00AD1304">
      <w:pPr>
        <w:pStyle w:val="RecTitle"/>
      </w:pPr>
      <w:r>
        <w:t xml:space="preserve">Recommendation </w:t>
      </w:r>
      <w:r w:rsidR="00D35E2A">
        <w:t>16.</w:t>
      </w:r>
      <w:r w:rsidR="00E65331">
        <w:rPr>
          <w:noProof/>
        </w:rPr>
        <w:t>9</w:t>
      </w:r>
    </w:p>
    <w:p w:rsidR="002E7A6E" w:rsidRDefault="002E7A6E" w:rsidP="002E7A6E">
      <w:pPr>
        <w:pStyle w:val="Rec"/>
      </w:pPr>
      <w:r w:rsidRPr="00526360">
        <w:t>Transmission businesses not already using dynamic capacity ratings on all cr</w:t>
      </w:r>
      <w:r>
        <w:t>i</w:t>
      </w:r>
      <w:r w:rsidRPr="00526360">
        <w:t>tical equipment should transition to</w:t>
      </w:r>
      <w:r w:rsidRPr="00471E4D">
        <w:t xml:space="preserve"> </w:t>
      </w:r>
      <w:r w:rsidRPr="00526360">
        <w:t>this approach.</w:t>
      </w:r>
    </w:p>
    <w:p w:rsidR="002E7A6E" w:rsidRDefault="00D35E2A" w:rsidP="002E7A6E">
      <w:pPr>
        <w:pStyle w:val="Heading2"/>
      </w:pPr>
      <w:r>
        <w:t>16.</w:t>
      </w:r>
      <w:r w:rsidR="00E65331">
        <w:rPr>
          <w:noProof/>
        </w:rPr>
        <w:t>8</w:t>
      </w:r>
      <w:r w:rsidR="002E7A6E">
        <w:tab/>
        <w:t>Contestability in new connections and other separable transmission investments</w:t>
      </w:r>
    </w:p>
    <w:p w:rsidR="002E7A6E" w:rsidRDefault="002E7A6E" w:rsidP="002E7A6E">
      <w:pPr>
        <w:pStyle w:val="BodyText"/>
      </w:pPr>
      <w:r>
        <w:t>Currently, Victoria is the only jurisdiction that has introduce</w:t>
      </w:r>
      <w:r w:rsidR="00CB0D68">
        <w:t>d</w:t>
      </w:r>
      <w:r>
        <w:t xml:space="preserve"> contestability into some augmentations of the transmission network — those of separable investments likely to cost over $10 million.</w:t>
      </w:r>
      <w:r>
        <w:rPr>
          <w:rStyle w:val="FootnoteReference"/>
        </w:rPr>
        <w:footnoteReference w:id="9"/>
      </w:r>
      <w:r>
        <w:t xml:space="preserve"> (The future introduction of the </w:t>
      </w:r>
      <w:proofErr w:type="spellStart"/>
      <w:r>
        <w:t>OFA</w:t>
      </w:r>
      <w:proofErr w:type="spellEnd"/>
      <w:r>
        <w:t xml:space="preserve"> arrangements</w:t>
      </w:r>
      <w:r>
        <w:rPr>
          <w:rStyle w:val="FootnoteReference"/>
        </w:rPr>
        <w:footnoteReference w:id="10"/>
      </w:r>
      <w:r>
        <w:t xml:space="preserve"> discussed in chapter 19 may introduce an element </w:t>
      </w:r>
      <w:r w:rsidR="00CB0D68">
        <w:t xml:space="preserve">of competition between </w:t>
      </w:r>
      <w:proofErr w:type="spellStart"/>
      <w:r w:rsidR="00CB0D68">
        <w:t>TNSPs</w:t>
      </w:r>
      <w:proofErr w:type="spellEnd"/>
      <w:r w:rsidR="00CB0D68">
        <w:t xml:space="preserve"> that</w:t>
      </w:r>
      <w:r>
        <w:t xml:space="preserve"> could compete to provide firm access to existing generators.) Contestability in the provision of separable investments has been seen as a means to reduce market power and overcome information asymmetries: </w:t>
      </w:r>
    </w:p>
    <w:p w:rsidR="002E7A6E" w:rsidRDefault="002E7A6E" w:rsidP="002E7A6E">
      <w:pPr>
        <w:pStyle w:val="Quote"/>
      </w:pPr>
      <w:r w:rsidRPr="002C107E">
        <w:t>Transmission services need to be procured efficiently given their high costs. Where possible, this should be achieved through competitive tendering of the construction and ownership of major network investments. Effective competition has the capacity to reduce market power and overcome information asymmetry problems.</w:t>
      </w:r>
      <w:r>
        <w:t xml:space="preserve"> (</w:t>
      </w:r>
      <w:proofErr w:type="spellStart"/>
      <w:r>
        <w:t>AEMO</w:t>
      </w:r>
      <w:proofErr w:type="spellEnd"/>
      <w:r>
        <w:t>, sub. </w:t>
      </w:r>
      <w:proofErr w:type="spellStart"/>
      <w:r>
        <w:t>DR100</w:t>
      </w:r>
      <w:proofErr w:type="spellEnd"/>
      <w:r>
        <w:t>, p. 6)</w:t>
      </w:r>
    </w:p>
    <w:p w:rsidR="002E7A6E" w:rsidRDefault="002E7A6E" w:rsidP="002E7A6E">
      <w:pPr>
        <w:pStyle w:val="BodyText"/>
      </w:pPr>
      <w:r>
        <w:t xml:space="preserve">Most concerns expressed relating to </w:t>
      </w:r>
      <w:proofErr w:type="spellStart"/>
      <w:r>
        <w:t>TNSP</w:t>
      </w:r>
      <w:proofErr w:type="spellEnd"/>
      <w:r>
        <w:t xml:space="preserve"> market power and information asymmetries have been raised in the context of new connections — a subset of </w:t>
      </w:r>
      <w:r>
        <w:lastRenderedPageBreak/>
        <w:t xml:space="preserve">separable investments. This section examines the case for introducing contestability into new connections (with possible extension to other types separable projects, such as interconnector investments, if benefits are proven) and recommends a model for this to occur throughout the </w:t>
      </w:r>
      <w:proofErr w:type="spellStart"/>
      <w:r>
        <w:t>NEM</w:t>
      </w:r>
      <w:proofErr w:type="spellEnd"/>
      <w:r>
        <w:t xml:space="preserve">. </w:t>
      </w:r>
    </w:p>
    <w:p w:rsidR="002E7A6E" w:rsidRDefault="002E7A6E" w:rsidP="002E7A6E">
      <w:pPr>
        <w:pStyle w:val="Heading3"/>
      </w:pPr>
      <w:r>
        <w:t>New connections to the transmission network</w:t>
      </w:r>
    </w:p>
    <w:p w:rsidR="002E7A6E" w:rsidRDefault="002E7A6E" w:rsidP="002E7A6E">
      <w:pPr>
        <w:pStyle w:val="BodyText"/>
      </w:pPr>
      <w:r>
        <w:t xml:space="preserve">New generator connections to the network are generally regarded as additions ‘outside’ of the shared network. However, they also often require upgrades to the shared network itself. </w:t>
      </w:r>
    </w:p>
    <w:p w:rsidR="002E7A6E" w:rsidRDefault="002E7A6E" w:rsidP="002E7A6E">
      <w:pPr>
        <w:pStyle w:val="BodyText"/>
      </w:pPr>
      <w:r>
        <w:t xml:space="preserve">Concerns have been raised about the possibility for </w:t>
      </w:r>
      <w:proofErr w:type="spellStart"/>
      <w:r>
        <w:t>TNSPs</w:t>
      </w:r>
      <w:proofErr w:type="spellEnd"/>
      <w:r>
        <w:t xml:space="preserve"> to exploit their market position in dealings with the connection of new generators to the </w:t>
      </w:r>
      <w:proofErr w:type="spellStart"/>
      <w:r>
        <w:t>NEM</w:t>
      </w:r>
      <w:proofErr w:type="spellEnd"/>
      <w:r>
        <w:t>. For example, the Clean Energy Council argued that:</w:t>
      </w:r>
    </w:p>
    <w:p w:rsidR="002E7A6E" w:rsidRDefault="002E7A6E" w:rsidP="002E7A6E">
      <w:pPr>
        <w:pStyle w:val="Quote"/>
      </w:pPr>
      <w:r>
        <w:t>…</w:t>
      </w:r>
      <w:r w:rsidR="00A07837">
        <w:t xml:space="preserve"> </w:t>
      </w:r>
      <w:r>
        <w:t>some areas where new entrant generation interacts with networks is done so without sufficient regulation. The CEC [Clean Energy Council] believes that in almost all of these cases networks behave in the exact ways that the Commission describes that an unregulated monopoly would behave. (sub. </w:t>
      </w:r>
      <w:proofErr w:type="spellStart"/>
      <w:r>
        <w:t>DR97</w:t>
      </w:r>
      <w:proofErr w:type="spellEnd"/>
      <w:r>
        <w:t>, p. 4)</w:t>
      </w:r>
    </w:p>
    <w:p w:rsidR="002E7A6E" w:rsidRDefault="002E7A6E" w:rsidP="002E7A6E">
      <w:pPr>
        <w:pStyle w:val="BodyText"/>
      </w:pPr>
      <w:r>
        <w:t>And that:</w:t>
      </w:r>
    </w:p>
    <w:p w:rsidR="002E7A6E" w:rsidRPr="00E46518" w:rsidRDefault="002E7A6E" w:rsidP="002E7A6E">
      <w:pPr>
        <w:pStyle w:val="Quote"/>
        <w:rPr>
          <w:spacing w:val="-2"/>
        </w:rPr>
      </w:pPr>
      <w:r w:rsidRPr="00E46518">
        <w:rPr>
          <w:spacing w:val="-2"/>
        </w:rPr>
        <w:t>…</w:t>
      </w:r>
      <w:r w:rsidR="00A07837">
        <w:rPr>
          <w:spacing w:val="-2"/>
        </w:rPr>
        <w:t xml:space="preserve"> </w:t>
      </w:r>
      <w:r w:rsidRPr="00E46518">
        <w:rPr>
          <w:spacing w:val="-2"/>
        </w:rPr>
        <w:t xml:space="preserve">the current negotiating frameworks are failing to produce efficient outcomes as a result of market power held by </w:t>
      </w:r>
      <w:proofErr w:type="spellStart"/>
      <w:r w:rsidRPr="00E46518">
        <w:rPr>
          <w:spacing w:val="-2"/>
        </w:rPr>
        <w:t>TNSPs</w:t>
      </w:r>
      <w:proofErr w:type="spellEnd"/>
      <w:r w:rsidRPr="00E46518">
        <w:rPr>
          <w:spacing w:val="-2"/>
        </w:rPr>
        <w:t>. New generators are unable to connect efficiently and, ultimately the increased cost is distributed to consumers. (sub. </w:t>
      </w:r>
      <w:proofErr w:type="spellStart"/>
      <w:r w:rsidRPr="00E46518">
        <w:rPr>
          <w:spacing w:val="-2"/>
        </w:rPr>
        <w:t>DR97</w:t>
      </w:r>
      <w:proofErr w:type="spellEnd"/>
      <w:r w:rsidRPr="00E46518">
        <w:rPr>
          <w:spacing w:val="-2"/>
        </w:rPr>
        <w:t>, p. 9)</w:t>
      </w:r>
    </w:p>
    <w:p w:rsidR="002E7A6E" w:rsidRDefault="002E7A6E" w:rsidP="002E7A6E">
      <w:pPr>
        <w:pStyle w:val="BodyText"/>
      </w:pPr>
      <w:r>
        <w:t>Monopoly behaviour can manifest in delays, lack of information provision and passing on (greater than efficient) costs to new generators. Further, where new connections also require upgrades in other areas of the shared network to deal with issues such as higher loads being transferred, it is difficult for new generators to objectively assess whether or not they are paying for just the required upgrades, or whether additional costs are also being passed on (</w:t>
      </w:r>
      <w:proofErr w:type="spellStart"/>
      <w:r w:rsidRPr="003E70CE">
        <w:t>AEMO</w:t>
      </w:r>
      <w:proofErr w:type="spellEnd"/>
      <w:r>
        <w:t>,</w:t>
      </w:r>
      <w:r w:rsidRPr="003E70CE">
        <w:t xml:space="preserve"> sub. </w:t>
      </w:r>
      <w:proofErr w:type="spellStart"/>
      <w:r w:rsidRPr="003E70CE">
        <w:t>DR100</w:t>
      </w:r>
      <w:proofErr w:type="spellEnd"/>
      <w:r>
        <w:t xml:space="preserve">, p. 9). </w:t>
      </w:r>
    </w:p>
    <w:p w:rsidR="002E7A6E" w:rsidRPr="00420107" w:rsidRDefault="002E7A6E" w:rsidP="002E7A6E">
      <w:pPr>
        <w:pStyle w:val="BodyText"/>
      </w:pPr>
      <w:r>
        <w:t xml:space="preserve">The Victorian Government has long held concerns in relation to this, stating that: </w:t>
      </w:r>
    </w:p>
    <w:p w:rsidR="002E7A6E" w:rsidRPr="00E46518" w:rsidRDefault="002E7A6E" w:rsidP="002E7A6E">
      <w:pPr>
        <w:pStyle w:val="Quote"/>
        <w:rPr>
          <w:spacing w:val="-2"/>
        </w:rPr>
      </w:pPr>
      <w:r w:rsidRPr="00E46518">
        <w:rPr>
          <w:spacing w:val="-2"/>
        </w:rPr>
        <w:t xml:space="preserve">Under current connection arrangements there </w:t>
      </w:r>
      <w:r>
        <w:rPr>
          <w:spacing w:val="-2"/>
        </w:rPr>
        <w:t>are</w:t>
      </w:r>
      <w:r w:rsidRPr="00E46518">
        <w:rPr>
          <w:spacing w:val="-2"/>
        </w:rPr>
        <w:t xml:space="preserve"> insufficient regulatory controls on </w:t>
      </w:r>
      <w:proofErr w:type="spellStart"/>
      <w:r w:rsidRPr="00E46518">
        <w:rPr>
          <w:spacing w:val="-2"/>
        </w:rPr>
        <w:t>TNSPs</w:t>
      </w:r>
      <w:proofErr w:type="spellEnd"/>
      <w:r w:rsidRPr="00E46518">
        <w:rPr>
          <w:spacing w:val="-2"/>
        </w:rPr>
        <w:t xml:space="preserve"> to ensure that connection applicants receive ‘fair and reasonable’ treatment. The outcome of any given connection process is highly dependent on the willingness of the </w:t>
      </w:r>
      <w:proofErr w:type="spellStart"/>
      <w:r w:rsidRPr="00E46518">
        <w:rPr>
          <w:spacing w:val="-2"/>
        </w:rPr>
        <w:t>TNSP</w:t>
      </w:r>
      <w:proofErr w:type="spellEnd"/>
      <w:r w:rsidRPr="00E46518">
        <w:rPr>
          <w:spacing w:val="-2"/>
        </w:rPr>
        <w:t xml:space="preserve"> to proactively engage, and on the </w:t>
      </w:r>
      <w:proofErr w:type="spellStart"/>
      <w:r w:rsidRPr="00E46518">
        <w:rPr>
          <w:spacing w:val="-2"/>
        </w:rPr>
        <w:t>TNSPs</w:t>
      </w:r>
      <w:proofErr w:type="spellEnd"/>
      <w:r w:rsidRPr="00E46518">
        <w:rPr>
          <w:spacing w:val="-2"/>
        </w:rPr>
        <w:t xml:space="preserve"> providing the required information to the applicant to enable them to negotiate on the basis of full information. Unfortunately, this fair treatment is often not forthcoming. (</w:t>
      </w:r>
      <w:r>
        <w:rPr>
          <w:spacing w:val="-2"/>
        </w:rPr>
        <w:t xml:space="preserve">DPI </w:t>
      </w:r>
      <w:proofErr w:type="spellStart"/>
      <w:r>
        <w:rPr>
          <w:spacing w:val="-2"/>
        </w:rPr>
        <w:t>2012b</w:t>
      </w:r>
      <w:proofErr w:type="spellEnd"/>
      <w:r w:rsidRPr="00E46518">
        <w:rPr>
          <w:spacing w:val="-2"/>
        </w:rPr>
        <w:t>, attachment p. 13)</w:t>
      </w:r>
    </w:p>
    <w:p w:rsidR="002E7A6E" w:rsidRDefault="002E7A6E" w:rsidP="002E7A6E">
      <w:pPr>
        <w:pStyle w:val="BodyText"/>
      </w:pPr>
      <w:r>
        <w:t xml:space="preserve">Outside Victoria, access arrangements under the Rules are delivered as negotiated transmission services. However, as put by the Clean Energy Council, an efficient </w:t>
      </w:r>
      <w:r>
        <w:lastRenderedPageBreak/>
        <w:t xml:space="preserve">outcome from this arrangement requires the connecting party to have countervailing market power (sub. 97, p. 7). </w:t>
      </w:r>
    </w:p>
    <w:p w:rsidR="002E7A6E" w:rsidRDefault="002E7A6E" w:rsidP="002E7A6E">
      <w:pPr>
        <w:pStyle w:val="BodyText"/>
      </w:pPr>
      <w:r>
        <w:t xml:space="preserve">Concerns have also been raised over the Victorian arrangements. </w:t>
      </w:r>
      <w:r w:rsidRPr="00FD5EF6">
        <w:t xml:space="preserve">In regard to </w:t>
      </w:r>
      <w:proofErr w:type="spellStart"/>
      <w:r w:rsidRPr="00FD5EF6">
        <w:t>AEMO’s</w:t>
      </w:r>
      <w:proofErr w:type="spellEnd"/>
      <w:r w:rsidRPr="00FD5EF6">
        <w:t xml:space="preserve"> role </w:t>
      </w:r>
      <w:r>
        <w:t xml:space="preserve">in Victoria </w:t>
      </w:r>
      <w:r w:rsidRPr="00FD5EF6">
        <w:t xml:space="preserve">as a ‘procurer’, some participants have expressed concerns about the costs involved for businesses submitting tenders, for the incumbent transmission business, </w:t>
      </w:r>
      <w:r>
        <w:t xml:space="preserve">for the generator, </w:t>
      </w:r>
      <w:r w:rsidRPr="00FD5EF6">
        <w:t xml:space="preserve">and for </w:t>
      </w:r>
      <w:proofErr w:type="spellStart"/>
      <w:r w:rsidRPr="00FD5EF6">
        <w:t>AEMO</w:t>
      </w:r>
      <w:proofErr w:type="spellEnd"/>
      <w:r w:rsidRPr="00FD5EF6">
        <w:t xml:space="preserve"> when carrying out the tender process. Some participants </w:t>
      </w:r>
      <w:r>
        <w:t>(for example, the National Generators Forum, sub. </w:t>
      </w:r>
      <w:proofErr w:type="spellStart"/>
      <w:r>
        <w:t>DR93</w:t>
      </w:r>
      <w:proofErr w:type="spellEnd"/>
      <w:r>
        <w:t xml:space="preserve">) </w:t>
      </w:r>
      <w:r w:rsidRPr="00FD5EF6">
        <w:t xml:space="preserve">have also claimed that </w:t>
      </w:r>
      <w:r>
        <w:t>the process in Victoria creates</w:t>
      </w:r>
      <w:r w:rsidRPr="00FD5EF6">
        <w:t xml:space="preserve"> requirements to negotiate many contracts with different parties, creating significant </w:t>
      </w:r>
      <w:r>
        <w:t xml:space="preserve">additional </w:t>
      </w:r>
      <w:r w:rsidRPr="00FD5EF6">
        <w:t xml:space="preserve">transaction costs. </w:t>
      </w:r>
      <w:r>
        <w:t xml:space="preserve">Similar sentiments were expressed by </w:t>
      </w:r>
      <w:proofErr w:type="spellStart"/>
      <w:r>
        <w:t>AGL</w:t>
      </w:r>
      <w:proofErr w:type="spellEnd"/>
      <w:r>
        <w:t xml:space="preserve"> Energy (trans., p. 223) wh</w:t>
      </w:r>
      <w:r w:rsidR="00380CF2">
        <w:t>ich</w:t>
      </w:r>
      <w:r>
        <w:t xml:space="preserve"> saw the involvement of </w:t>
      </w:r>
      <w:proofErr w:type="spellStart"/>
      <w:r>
        <w:t>AEMO</w:t>
      </w:r>
      <w:proofErr w:type="spellEnd"/>
      <w:r>
        <w:t xml:space="preserve"> in Victoria as adding few benefits but adding delays, cost and complexity. While remaining concerned about the market power of </w:t>
      </w:r>
      <w:proofErr w:type="spellStart"/>
      <w:r>
        <w:t>TNSPs</w:t>
      </w:r>
      <w:proofErr w:type="spellEnd"/>
      <w:r>
        <w:t xml:space="preserve">, </w:t>
      </w:r>
      <w:proofErr w:type="spellStart"/>
      <w:r>
        <w:t>AGL</w:t>
      </w:r>
      <w:proofErr w:type="spellEnd"/>
      <w:r>
        <w:t xml:space="preserve"> Energy maintained that when seeking new connections they would prefer to deal directly with the relevant </w:t>
      </w:r>
      <w:proofErr w:type="spellStart"/>
      <w:r>
        <w:t>TNSP</w:t>
      </w:r>
      <w:proofErr w:type="spellEnd"/>
      <w:r>
        <w:t xml:space="preserve">. </w:t>
      </w:r>
    </w:p>
    <w:p w:rsidR="002E7A6E" w:rsidRDefault="002E7A6E" w:rsidP="002E7A6E">
      <w:pPr>
        <w:pStyle w:val="Heading3"/>
      </w:pPr>
      <w:r>
        <w:t>Proposed reforms</w:t>
      </w:r>
    </w:p>
    <w:p w:rsidR="002E7A6E" w:rsidRDefault="002E7A6E" w:rsidP="002E7A6E">
      <w:pPr>
        <w:pStyle w:val="BodyText"/>
      </w:pPr>
      <w:r>
        <w:t xml:space="preserve">As part of the Transmission Frameworks Review, the AEMC </w:t>
      </w:r>
      <w:r w:rsidR="00CB0D68">
        <w:t>is</w:t>
      </w:r>
      <w:r>
        <w:t xml:space="preserve"> considering reforms to the connections process. In order to deal with the issues of monopoly behaviour</w:t>
      </w:r>
      <w:r w:rsidR="00CB7031">
        <w:t xml:space="preserve"> identified above, the </w:t>
      </w:r>
      <w:proofErr w:type="spellStart"/>
      <w:r w:rsidR="00CB7031">
        <w:t>AEMC’s</w:t>
      </w:r>
      <w:proofErr w:type="spellEnd"/>
      <w:r w:rsidR="00CB7031">
        <w:t xml:space="preserve"> s</w:t>
      </w:r>
      <w:r>
        <w:t xml:space="preserve">econd </w:t>
      </w:r>
      <w:r w:rsidR="00CB7031">
        <w:t>i</w:t>
      </w:r>
      <w:r>
        <w:t xml:space="preserve">nterim </w:t>
      </w:r>
      <w:r w:rsidR="00CB7031">
        <w:t>r</w:t>
      </w:r>
      <w:r>
        <w:t>eport (</w:t>
      </w:r>
      <w:proofErr w:type="spellStart"/>
      <w:r w:rsidR="00CB7031">
        <w:t>AEMC</w:t>
      </w:r>
      <w:proofErr w:type="spellEnd"/>
      <w:r w:rsidR="00CB7031">
        <w:t xml:space="preserve"> </w:t>
      </w:r>
      <w:proofErr w:type="spellStart"/>
      <w:r>
        <w:t>2012j</w:t>
      </w:r>
      <w:proofErr w:type="spellEnd"/>
      <w:r>
        <w:t>, p. 84) recommended reforms designed to strengthen the negotiating framework. These include:</w:t>
      </w:r>
    </w:p>
    <w:p w:rsidR="002E7A6E" w:rsidRDefault="002E7A6E" w:rsidP="002E7A6E">
      <w:pPr>
        <w:pStyle w:val="ListBullet"/>
      </w:pPr>
      <w:r>
        <w:t xml:space="preserve">requiring </w:t>
      </w:r>
      <w:proofErr w:type="spellStart"/>
      <w:r>
        <w:t>TNSPs</w:t>
      </w:r>
      <w:proofErr w:type="spellEnd"/>
      <w:r>
        <w:t xml:space="preserve"> to publish a standard connection contract, and ‘design standards and philosophies’ for analogous distribution connections</w:t>
      </w:r>
    </w:p>
    <w:p w:rsidR="002E7A6E" w:rsidRDefault="002E7A6E" w:rsidP="002E7A6E">
      <w:pPr>
        <w:pStyle w:val="ListBullet"/>
      </w:pPr>
      <w:r>
        <w:t xml:space="preserve">requiring </w:t>
      </w:r>
      <w:proofErr w:type="spellStart"/>
      <w:r>
        <w:t>TNSPs</w:t>
      </w:r>
      <w:proofErr w:type="spellEnd"/>
      <w:r>
        <w:t xml:space="preserve"> to provide connection applicants with detailed cost, assumption and calculation information and evidence</w:t>
      </w:r>
    </w:p>
    <w:p w:rsidR="002E7A6E" w:rsidRDefault="002E7A6E" w:rsidP="002E7A6E">
      <w:pPr>
        <w:pStyle w:val="ListBullet"/>
      </w:pPr>
      <w:r>
        <w:t xml:space="preserve">a power for the </w:t>
      </w:r>
      <w:proofErr w:type="spellStart"/>
      <w:r>
        <w:t>AER</w:t>
      </w:r>
      <w:proofErr w:type="spellEnd"/>
      <w:r>
        <w:t xml:space="preserve"> to develop and enforce guidelines on specific information that </w:t>
      </w:r>
      <w:proofErr w:type="spellStart"/>
      <w:r>
        <w:t>TNSPs</w:t>
      </w:r>
      <w:proofErr w:type="spellEnd"/>
      <w:r>
        <w:t xml:space="preserve"> must provide to applicants. </w:t>
      </w:r>
    </w:p>
    <w:p w:rsidR="002E7A6E" w:rsidRDefault="002E7A6E" w:rsidP="002E7A6E">
      <w:pPr>
        <w:pStyle w:val="BodyText"/>
      </w:pPr>
      <w:r>
        <w:t xml:space="preserve">The AEMC also sought to provide connection applicants with a greater role in the tendering process for connections (a process which would be run by the </w:t>
      </w:r>
      <w:proofErr w:type="spellStart"/>
      <w:r>
        <w:t>TNSP</w:t>
      </w:r>
      <w:proofErr w:type="spellEnd"/>
      <w:r>
        <w:t xml:space="preserve">), by requiring </w:t>
      </w:r>
      <w:proofErr w:type="spellStart"/>
      <w:r>
        <w:t>TNSPs</w:t>
      </w:r>
      <w:proofErr w:type="spellEnd"/>
      <w:r>
        <w:t xml:space="preserve"> to</w:t>
      </w:r>
      <w:r w:rsidR="00CB0D68">
        <w:t xml:space="preserve"> provide applicants with</w:t>
      </w:r>
      <w:r>
        <w:t>:</w:t>
      </w:r>
    </w:p>
    <w:p w:rsidR="002E7A6E" w:rsidRDefault="002E7A6E" w:rsidP="002E7A6E">
      <w:pPr>
        <w:pStyle w:val="ListBullet"/>
      </w:pPr>
      <w:r>
        <w:t>all contractors’ responses to the tender</w:t>
      </w:r>
    </w:p>
    <w:p w:rsidR="002E7A6E" w:rsidRDefault="002E7A6E" w:rsidP="002E7A6E">
      <w:pPr>
        <w:pStyle w:val="ListBullet"/>
      </w:pPr>
      <w:r>
        <w:t xml:space="preserve">a detailed business case for the choice of contractor, including demonstrating that the </w:t>
      </w:r>
      <w:proofErr w:type="spellStart"/>
      <w:r>
        <w:t>TNSP</w:t>
      </w:r>
      <w:proofErr w:type="spellEnd"/>
      <w:r>
        <w:t xml:space="preserve"> has considered the applicant’s preferences in selecting the winning contractor. </w:t>
      </w:r>
    </w:p>
    <w:p w:rsidR="002E7A6E" w:rsidRDefault="002E7A6E" w:rsidP="002E7A6E">
      <w:pPr>
        <w:pStyle w:val="BodyText"/>
      </w:pPr>
      <w:r>
        <w:t xml:space="preserve">Separately to </w:t>
      </w:r>
      <w:r>
        <w:rPr>
          <w:i/>
        </w:rPr>
        <w:t>connections</w:t>
      </w:r>
      <w:r>
        <w:t xml:space="preserve">, the AEMC also sought to clarify the rules to allow a connecting party to tender for an </w:t>
      </w:r>
      <w:r w:rsidRPr="00630484">
        <w:rPr>
          <w:i/>
        </w:rPr>
        <w:t>extension</w:t>
      </w:r>
      <w:r>
        <w:t xml:space="preserve">, in whole or part (the </w:t>
      </w:r>
      <w:proofErr w:type="spellStart"/>
      <w:r>
        <w:t>AEMC’s</w:t>
      </w:r>
      <w:proofErr w:type="spellEnd"/>
      <w:r>
        <w:t xml:space="preserve"> </w:t>
      </w:r>
      <w:r>
        <w:lastRenderedPageBreak/>
        <w:t>delineation between connections and extensions is depicted in figure</w:t>
      </w:r>
      <w:r w:rsidR="00701DB5">
        <w:t> </w:t>
      </w:r>
      <w:r>
        <w:t xml:space="preserve">16.3). They noted that </w:t>
      </w:r>
      <w:proofErr w:type="spellStart"/>
      <w:r>
        <w:t>TNSPs</w:t>
      </w:r>
      <w:proofErr w:type="spellEnd"/>
      <w:r>
        <w:t xml:space="preserve"> could participate in the tender, but that the applicant can request that the </w:t>
      </w:r>
      <w:proofErr w:type="spellStart"/>
      <w:r>
        <w:t>TNSP</w:t>
      </w:r>
      <w:proofErr w:type="spellEnd"/>
      <w:r>
        <w:t xml:space="preserve"> provide the extension as a negotiated (that is, regulated) transmission service. Finally, the AEMC </w:t>
      </w:r>
      <w:r w:rsidR="00CB0D68">
        <w:t xml:space="preserve">considered </w:t>
      </w:r>
      <w:r>
        <w:t xml:space="preserve">that, due to competition concerns, controlling ownership of both generation and shared transmission assets should not be allowed. </w:t>
      </w:r>
    </w:p>
    <w:p w:rsidR="002E7A6E" w:rsidRDefault="002E7A6E" w:rsidP="002E7A6E">
      <w:pPr>
        <w:pStyle w:val="BodyText"/>
      </w:pPr>
      <w:r>
        <w:t xml:space="preserve">The </w:t>
      </w:r>
      <w:proofErr w:type="spellStart"/>
      <w:r>
        <w:t>AEMC’s</w:t>
      </w:r>
      <w:proofErr w:type="spellEnd"/>
      <w:r>
        <w:t xml:space="preserve"> proposed reforms essentially followed the principle that ‘competition for services will lead to the most efficient outcome, where it can be effectively implemented’ (</w:t>
      </w:r>
      <w:proofErr w:type="spellStart"/>
      <w:r>
        <w:t>AEMC</w:t>
      </w:r>
      <w:proofErr w:type="spellEnd"/>
      <w:r>
        <w:t xml:space="preserve"> </w:t>
      </w:r>
      <w:proofErr w:type="spellStart"/>
      <w:r>
        <w:t>2012j</w:t>
      </w:r>
      <w:proofErr w:type="spellEnd"/>
      <w:r>
        <w:t xml:space="preserve">, p. 87). In implementing this principle, the AEMC </w:t>
      </w:r>
      <w:r w:rsidR="00CB0D68">
        <w:t>has</w:t>
      </w:r>
      <w:r>
        <w:t xml:space="preserve"> proposed contestability for extensions, but have stopped short of this in the case of connections, relying on increased transparency to curtail monopoly power. </w:t>
      </w:r>
    </w:p>
    <w:p w:rsidR="002E7A6E" w:rsidRDefault="002E7A6E" w:rsidP="002E7A6E">
      <w:pPr>
        <w:pStyle w:val="BodyText"/>
      </w:pPr>
      <w:r>
        <w:t xml:space="preserve">The AEMC argued that connections should remain the responsibility of </w:t>
      </w:r>
      <w:proofErr w:type="spellStart"/>
      <w:r>
        <w:t>TNSPs</w:t>
      </w:r>
      <w:proofErr w:type="spellEnd"/>
      <w:r>
        <w:t xml:space="preserve"> because:</w:t>
      </w:r>
    </w:p>
    <w:p w:rsidR="002E7A6E" w:rsidRDefault="002E7A6E" w:rsidP="002E7A6E">
      <w:pPr>
        <w:pStyle w:val="Quote"/>
      </w:pPr>
      <w:r>
        <w:t xml:space="preserve">… they are responsible for security and reliability of the shared network, which could be impacted by the design and construction of the connection. … There is an inherent tension between the desire for a connecting party to minimise its costs of connecting to the transmission system and the advantage to a </w:t>
      </w:r>
      <w:proofErr w:type="spellStart"/>
      <w:r>
        <w:t>TNSP</w:t>
      </w:r>
      <w:proofErr w:type="spellEnd"/>
      <w:r>
        <w:t xml:space="preserve"> of having the most reliable and long-lasting transmission assets possible. (</w:t>
      </w:r>
      <w:proofErr w:type="spellStart"/>
      <w:r>
        <w:t>AEMC</w:t>
      </w:r>
      <w:proofErr w:type="spellEnd"/>
      <w:r>
        <w:t xml:space="preserve"> </w:t>
      </w:r>
      <w:proofErr w:type="spellStart"/>
      <w:r>
        <w:t>2012j</w:t>
      </w:r>
      <w:proofErr w:type="spellEnd"/>
      <w:r>
        <w:t>, pp. 86</w:t>
      </w:r>
      <w:r>
        <w:noBreakHyphen/>
        <w:t>7)</w:t>
      </w:r>
    </w:p>
    <w:p w:rsidR="002E7A6E" w:rsidRDefault="002E7A6E" w:rsidP="002E7A6E">
      <w:pPr>
        <w:pStyle w:val="BodyText"/>
      </w:pPr>
      <w:r>
        <w:t xml:space="preserve">Through the course of the Transmission Frameworks Review, </w:t>
      </w:r>
      <w:proofErr w:type="spellStart"/>
      <w:r>
        <w:t>AEMO</w:t>
      </w:r>
      <w:proofErr w:type="spellEnd"/>
      <w:r>
        <w:t xml:space="preserve"> put forward an alternative contestability framework (detailed below, and in </w:t>
      </w:r>
      <w:proofErr w:type="spellStart"/>
      <w:r>
        <w:t>AEMO</w:t>
      </w:r>
      <w:proofErr w:type="spellEnd"/>
      <w:r>
        <w:t xml:space="preserve"> </w:t>
      </w:r>
      <w:proofErr w:type="spellStart"/>
      <w:r>
        <w:t>2013d</w:t>
      </w:r>
      <w:proofErr w:type="spellEnd"/>
      <w:r>
        <w:t xml:space="preserve">). Essentially, </w:t>
      </w:r>
      <w:proofErr w:type="spellStart"/>
      <w:r>
        <w:t>AEMO</w:t>
      </w:r>
      <w:proofErr w:type="spellEnd"/>
      <w:r>
        <w:t xml:space="preserve"> agreed with the objectives of introducing competition for services where practical, and maintaining the security and stability of the network. However, </w:t>
      </w:r>
      <w:proofErr w:type="spellStart"/>
      <w:r>
        <w:t>AEMO</w:t>
      </w:r>
      <w:proofErr w:type="spellEnd"/>
      <w:r>
        <w:t xml:space="preserve"> differed from the </w:t>
      </w:r>
      <w:proofErr w:type="spellStart"/>
      <w:r>
        <w:t>AEMC’s</w:t>
      </w:r>
      <w:proofErr w:type="spellEnd"/>
      <w:r>
        <w:t xml:space="preserve"> model in two key respects:</w:t>
      </w:r>
    </w:p>
    <w:p w:rsidR="002E7A6E" w:rsidRDefault="002E7A6E" w:rsidP="002E7A6E">
      <w:pPr>
        <w:pStyle w:val="ListBullet"/>
      </w:pPr>
      <w:r>
        <w:t>defining the boundary between those services</w:t>
      </w:r>
      <w:r w:rsidR="00CB0D68">
        <w:t>,</w:t>
      </w:r>
      <w:r>
        <w:t xml:space="preserve"> which could be subject to contestability and those that could not (depicted in </w:t>
      </w:r>
      <w:r w:rsidRPr="00C71388">
        <w:t>figure</w:t>
      </w:r>
      <w:r w:rsidR="00701DB5">
        <w:t> </w:t>
      </w:r>
      <w:r w:rsidRPr="00C71388">
        <w:t>16.3)</w:t>
      </w:r>
      <w:r>
        <w:t xml:space="preserve">. While the AEMC considered that contestability should only apply up to the ‘substation fence’, </w:t>
      </w:r>
      <w:proofErr w:type="spellStart"/>
      <w:r>
        <w:t>AEMO</w:t>
      </w:r>
      <w:proofErr w:type="spellEnd"/>
      <w:r>
        <w:t xml:space="preserve"> argued it could apply up to the interface with an existing transmission line</w:t>
      </w:r>
    </w:p>
    <w:p w:rsidR="002E7A6E" w:rsidRDefault="002E7A6E" w:rsidP="002E7A6E">
      <w:pPr>
        <w:pStyle w:val="ListBullet"/>
      </w:pPr>
      <w:r>
        <w:t xml:space="preserve">the means for ensuring system security. Rather than simply retaining responsibility with the </w:t>
      </w:r>
      <w:proofErr w:type="spellStart"/>
      <w:r>
        <w:t>TNSP</w:t>
      </w:r>
      <w:proofErr w:type="spellEnd"/>
      <w:r>
        <w:t xml:space="preserve">, </w:t>
      </w:r>
      <w:proofErr w:type="spellStart"/>
      <w:r>
        <w:t>AEMO</w:t>
      </w:r>
      <w:proofErr w:type="spellEnd"/>
      <w:r>
        <w:t xml:space="preserve"> argued that they could stipulate technical requirements at the connection to ensure system security. The construction of new assets, by the incumbent or any other successful tenderer, would be required to meet these specifications. </w:t>
      </w:r>
    </w:p>
    <w:p w:rsidR="00AC7A34" w:rsidRDefault="00AC7A34" w:rsidP="00AC7A34">
      <w:pPr>
        <w:pStyle w:val="BodyText"/>
      </w:pPr>
      <w:r>
        <w:t xml:space="preserve">While the difference in boundary definition could seem minor, the Commission received confidential information that typically the sub-station component alone represents more than half of the capital cost required for a new connection, and could be as large as 80 per cent for some connections. This suggests that any gains </w:t>
      </w:r>
      <w:r>
        <w:lastRenderedPageBreak/>
        <w:t xml:space="preserve">from contestability will also be proportionally larger if they include sub-station works. </w:t>
      </w:r>
    </w:p>
    <w:p w:rsidR="002E7A6E" w:rsidRDefault="002E7A6E" w:rsidP="002E7A6E">
      <w:pPr>
        <w:pStyle w:val="FigureTitle"/>
      </w:pPr>
      <w:r>
        <w:rPr>
          <w:b w:val="0"/>
        </w:rPr>
        <w:t xml:space="preserve">Figure </w:t>
      </w:r>
      <w:r w:rsidR="00D35E2A">
        <w:rPr>
          <w:b w:val="0"/>
        </w:rPr>
        <w:t>16.</w:t>
      </w:r>
      <w:r w:rsidR="00E65331">
        <w:rPr>
          <w:b w:val="0"/>
          <w:noProof/>
        </w:rPr>
        <w:t>3</w:t>
      </w:r>
      <w:r>
        <w:tab/>
        <w:t>The boundary of a contestable connection</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E7A6E" w:rsidTr="003E7B90">
        <w:tc>
          <w:tcPr>
            <w:tcW w:w="8777" w:type="dxa"/>
          </w:tcPr>
          <w:p w:rsidR="002E7A6E" w:rsidRDefault="00E86396" w:rsidP="003E7B90">
            <w:pPr>
              <w:pStyle w:val="Figure"/>
            </w:pPr>
            <w:r>
              <w:rPr>
                <w:noProof/>
              </w:rPr>
              <w:drawing>
                <wp:inline distT="0" distB="0" distL="0" distR="0">
                  <wp:extent cx="5573395" cy="5847715"/>
                  <wp:effectExtent l="0" t="0" r="8255" b="635"/>
                  <wp:docPr id="602" name="Picture 602" descr="Figure 16.3 The boundary of a contestable connection. This figure shows what components of a new connection are contestable and non-contes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3.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5573395" cy="5847715"/>
                          </a:xfrm>
                          <a:prstGeom prst="rect">
                            <a:avLst/>
                          </a:prstGeom>
                        </pic:spPr>
                      </pic:pic>
                    </a:graphicData>
                  </a:graphic>
                </wp:inline>
              </w:drawing>
            </w:r>
          </w:p>
        </w:tc>
      </w:tr>
    </w:tbl>
    <w:p w:rsidR="002E7A6E" w:rsidRDefault="002E7A6E" w:rsidP="002E7A6E">
      <w:pPr>
        <w:pStyle w:val="Source"/>
      </w:pPr>
      <w:r>
        <w:rPr>
          <w:i/>
        </w:rPr>
        <w:t>Data sources</w:t>
      </w:r>
      <w:r w:rsidRPr="00167F06">
        <w:t xml:space="preserve">: </w:t>
      </w:r>
      <w:r>
        <w:t xml:space="preserve">Based on </w:t>
      </w:r>
      <w:proofErr w:type="spellStart"/>
      <w:r>
        <w:t>AEMC</w:t>
      </w:r>
      <w:proofErr w:type="spellEnd"/>
      <w:r>
        <w:t xml:space="preserve"> (</w:t>
      </w:r>
      <w:proofErr w:type="spellStart"/>
      <w:r>
        <w:t>2012j</w:t>
      </w:r>
      <w:proofErr w:type="spellEnd"/>
      <w:r>
        <w:t>)</w:t>
      </w:r>
      <w:r w:rsidR="003E7B90">
        <w:t>;</w:t>
      </w:r>
      <w:r>
        <w:t xml:space="preserve"> </w:t>
      </w:r>
      <w:proofErr w:type="spellStart"/>
      <w:r>
        <w:t>AEMO</w:t>
      </w:r>
      <w:proofErr w:type="spellEnd"/>
      <w:r>
        <w:t xml:space="preserve"> (</w:t>
      </w:r>
      <w:proofErr w:type="spellStart"/>
      <w:r>
        <w:t>2013d</w:t>
      </w:r>
      <w:proofErr w:type="spellEnd"/>
      <w:r>
        <w:t xml:space="preserve">). </w:t>
      </w:r>
    </w:p>
    <w:p w:rsidR="002E7A6E" w:rsidRPr="000F5E54" w:rsidRDefault="002E7A6E" w:rsidP="002E7A6E">
      <w:pPr>
        <w:pStyle w:val="BodyText"/>
      </w:pPr>
      <w:r w:rsidRPr="000F5E54">
        <w:t xml:space="preserve">While the </w:t>
      </w:r>
      <w:proofErr w:type="spellStart"/>
      <w:r w:rsidRPr="000F5E54">
        <w:t>AEMC’s</w:t>
      </w:r>
      <w:proofErr w:type="spellEnd"/>
      <w:r w:rsidRPr="000F5E54">
        <w:t xml:space="preserve"> approach to connections covers several other aspects of the process (such as clarifying the N</w:t>
      </w:r>
      <w:r w:rsidR="00B663B6">
        <w:t xml:space="preserve">ational </w:t>
      </w:r>
      <w:r w:rsidRPr="000F5E54">
        <w:t>E</w:t>
      </w:r>
      <w:r w:rsidR="00B663B6">
        <w:t xml:space="preserve">lectricity </w:t>
      </w:r>
      <w:r w:rsidRPr="000F5E54">
        <w:t>R</w:t>
      </w:r>
      <w:r w:rsidR="00B663B6">
        <w:t>ules</w:t>
      </w:r>
      <w:r w:rsidRPr="000F5E54">
        <w:t>, and transitioning extensions to shared network when other parties connect), the Commission agrees with the AEMC</w:t>
      </w:r>
      <w:r>
        <w:t>, in that</w:t>
      </w:r>
      <w:r w:rsidRPr="000F5E54">
        <w:t xml:space="preserve"> reform should focus on introducing competition, where practical. The Commission’s suggested approach for connections reform is detailed below. </w:t>
      </w:r>
    </w:p>
    <w:p w:rsidR="002E7A6E" w:rsidRDefault="002E7A6E" w:rsidP="002E7A6E">
      <w:pPr>
        <w:pStyle w:val="Heading3"/>
      </w:pPr>
      <w:r>
        <w:lastRenderedPageBreak/>
        <w:t>Introducing contestability into new connections</w:t>
      </w:r>
    </w:p>
    <w:p w:rsidR="002E7A6E" w:rsidRDefault="002E7A6E" w:rsidP="002E7A6E">
      <w:pPr>
        <w:pStyle w:val="BodyText"/>
      </w:pPr>
      <w:r>
        <w:t>A new ‘specifications’</w:t>
      </w:r>
      <w:r w:rsidR="00D17681">
        <w:t xml:space="preserve"> </w:t>
      </w:r>
      <w:r>
        <w:t xml:space="preserve">based contestability model for the </w:t>
      </w:r>
      <w:proofErr w:type="spellStart"/>
      <w:r>
        <w:t>NEM</w:t>
      </w:r>
      <w:proofErr w:type="spellEnd"/>
      <w:r>
        <w:t xml:space="preserve">, based on the broader contestability framework proposed by </w:t>
      </w:r>
      <w:proofErr w:type="spellStart"/>
      <w:r w:rsidRPr="003E70CE">
        <w:t>AEMO</w:t>
      </w:r>
      <w:proofErr w:type="spellEnd"/>
      <w:r w:rsidRPr="003E70CE">
        <w:t xml:space="preserve"> (sub. </w:t>
      </w:r>
      <w:proofErr w:type="spellStart"/>
      <w:r w:rsidRPr="003E70CE">
        <w:t>DR100</w:t>
      </w:r>
      <w:proofErr w:type="spellEnd"/>
      <w:r w:rsidRPr="003E70CE">
        <w:t>, pp. 9</w:t>
      </w:r>
      <w:r>
        <w:noBreakHyphen/>
      </w:r>
      <w:r w:rsidRPr="003E70CE">
        <w:t>10),</w:t>
      </w:r>
      <w:r>
        <w:t xml:space="preserve"> could be adopted to introduce contestability into new connections (and possibly eventually to other separable projects should net benefits be proven). The approach overcomes</w:t>
      </w:r>
      <w:r w:rsidRPr="009E6A53">
        <w:t xml:space="preserve"> </w:t>
      </w:r>
      <w:r>
        <w:t xml:space="preserve">the criticism to the current Victorian arrangements. </w:t>
      </w:r>
    </w:p>
    <w:p w:rsidR="002E7A6E" w:rsidRDefault="002E7A6E" w:rsidP="002E7A6E">
      <w:pPr>
        <w:pStyle w:val="ListBullet"/>
      </w:pPr>
      <w:r>
        <w:t xml:space="preserve">Applications for connection to the network are made to </w:t>
      </w:r>
      <w:proofErr w:type="spellStart"/>
      <w:r>
        <w:t>AEMO</w:t>
      </w:r>
      <w:proofErr w:type="spellEnd"/>
      <w:r>
        <w:t xml:space="preserve"> who determines the required specification to upgrade and augment existing network infrastructure to accommodate the new connection. Unbiased information about the range of shared network upgrades that would be required to accommodate the connection is then provided by </w:t>
      </w:r>
      <w:proofErr w:type="spellStart"/>
      <w:r>
        <w:t>AEMO</w:t>
      </w:r>
      <w:proofErr w:type="spellEnd"/>
      <w:r>
        <w:t xml:space="preserve"> in an open and transparent manner. While this would require that </w:t>
      </w:r>
      <w:proofErr w:type="spellStart"/>
      <w:r>
        <w:t>TNSPs</w:t>
      </w:r>
      <w:proofErr w:type="spellEnd"/>
      <w:r>
        <w:t xml:space="preserve"> provide information to </w:t>
      </w:r>
      <w:proofErr w:type="spellStart"/>
      <w:r>
        <w:t>AEMO</w:t>
      </w:r>
      <w:proofErr w:type="spellEnd"/>
      <w:r>
        <w:t xml:space="preserve">, it would be appropriate for a central body, with no financial interest at stake from any particular interpretation of the information, to provide this information to the market. Indeed, provision of this information meshes well with </w:t>
      </w:r>
      <w:proofErr w:type="spellStart"/>
      <w:r>
        <w:t>AEMO’s</w:t>
      </w:r>
      <w:proofErr w:type="spellEnd"/>
      <w:r>
        <w:t xml:space="preserve"> other functions. This was noted by the Clean Energy Council which suggested ‘… as </w:t>
      </w:r>
      <w:proofErr w:type="spellStart"/>
      <w:r>
        <w:t>AEMO</w:t>
      </w:r>
      <w:proofErr w:type="spellEnd"/>
      <w:r>
        <w:t xml:space="preserve"> has the ultimate responsibility for system security and constraint management, there should not be any barriers to [it] having access to all the necessary information’(Clean Energy Council 2013, p. 4).</w:t>
      </w:r>
      <w:r>
        <w:rPr>
          <w:rStyle w:val="FootnoteReference"/>
        </w:rPr>
        <w:footnoteReference w:id="11"/>
      </w:r>
      <w:r>
        <w:t xml:space="preserve"> This process would go some way to alleviating the information asymmetry held by </w:t>
      </w:r>
      <w:proofErr w:type="spellStart"/>
      <w:r>
        <w:t>TNSP</w:t>
      </w:r>
      <w:r w:rsidR="00681E33">
        <w:t>s</w:t>
      </w:r>
      <w:proofErr w:type="spellEnd"/>
      <w:r>
        <w:t xml:space="preserve"> over new generators and ensure that the safe operating state of the network will be maintained.</w:t>
      </w:r>
      <w:r>
        <w:rPr>
          <w:rStyle w:val="FootnoteReference"/>
        </w:rPr>
        <w:footnoteReference w:id="12"/>
      </w:r>
      <w:r>
        <w:t xml:space="preserve"> </w:t>
      </w:r>
    </w:p>
    <w:p w:rsidR="002E7A6E" w:rsidRDefault="002E7A6E" w:rsidP="002E7A6E">
      <w:pPr>
        <w:pStyle w:val="ListBullet"/>
      </w:pPr>
      <w:r>
        <w:t xml:space="preserve">Generators are then free to tender the separable component of the connection, subject to the published specifications to interested parties — including the incumbent </w:t>
      </w:r>
      <w:proofErr w:type="spellStart"/>
      <w:r>
        <w:t>TNSP</w:t>
      </w:r>
      <w:proofErr w:type="spellEnd"/>
      <w:r>
        <w:t xml:space="preserve">. This aspect allows for third parties to compete for the building and ownership of the connection assets. Unlike the current practice in Victoria, </w:t>
      </w:r>
      <w:proofErr w:type="spellStart"/>
      <w:r>
        <w:t>AEMO</w:t>
      </w:r>
      <w:proofErr w:type="spellEnd"/>
      <w:r>
        <w:t xml:space="preserve"> would not be involved in any commercial negotiations. This will help to delineate lines of responsibility between the generator, the successful tenderer and </w:t>
      </w:r>
      <w:proofErr w:type="spellStart"/>
      <w:r>
        <w:t>AEMO</w:t>
      </w:r>
      <w:proofErr w:type="spellEnd"/>
      <w:r>
        <w:t xml:space="preserve"> and thereby improve accountability if an issue were to arise.</w:t>
      </w:r>
    </w:p>
    <w:p w:rsidR="002E7A6E" w:rsidRPr="009E6A53" w:rsidRDefault="002E7A6E" w:rsidP="002E7A6E">
      <w:pPr>
        <w:pStyle w:val="ListBullet"/>
      </w:pPr>
      <w:r>
        <w:lastRenderedPageBreak/>
        <w:t xml:space="preserve">The </w:t>
      </w:r>
      <w:proofErr w:type="spellStart"/>
      <w:r>
        <w:t>AER</w:t>
      </w:r>
      <w:proofErr w:type="spellEnd"/>
      <w:r>
        <w:t xml:space="preserve"> would oversee the process through the development and enforcement of a national negotiating framework (including guidelines for the provision of information by </w:t>
      </w:r>
      <w:proofErr w:type="spellStart"/>
      <w:r>
        <w:t>TNSPs</w:t>
      </w:r>
      <w:proofErr w:type="spellEnd"/>
      <w:r>
        <w:t xml:space="preserve">), as envisaged by the </w:t>
      </w:r>
      <w:proofErr w:type="spellStart"/>
      <w:r>
        <w:t>AEMC</w:t>
      </w:r>
      <w:proofErr w:type="spellEnd"/>
      <w:r>
        <w:t xml:space="preserve"> (</w:t>
      </w:r>
      <w:proofErr w:type="spellStart"/>
      <w:r>
        <w:t>2012j</w:t>
      </w:r>
      <w:proofErr w:type="spellEnd"/>
      <w:r>
        <w:t xml:space="preserve">, p. 86). The </w:t>
      </w:r>
      <w:proofErr w:type="spellStart"/>
      <w:r>
        <w:t>AER</w:t>
      </w:r>
      <w:proofErr w:type="spellEnd"/>
      <w:r>
        <w:t xml:space="preserve"> would also continue its present role of selecting a commercial arbitrator from the options put forward by the parties (if called on by the parties to do so).</w:t>
      </w:r>
    </w:p>
    <w:p w:rsidR="002E7A6E" w:rsidRDefault="002E7A6E" w:rsidP="002E7A6E">
      <w:pPr>
        <w:pStyle w:val="BodyText"/>
      </w:pPr>
      <w:proofErr w:type="spellStart"/>
      <w:r>
        <w:t>AEMO</w:t>
      </w:r>
      <w:proofErr w:type="spellEnd"/>
      <w:r>
        <w:t xml:space="preserve"> (</w:t>
      </w:r>
      <w:proofErr w:type="spellStart"/>
      <w:r>
        <w:t>2013d</w:t>
      </w:r>
      <w:proofErr w:type="spellEnd"/>
      <w:r>
        <w:t>) raises the possibility of cross-ownership of the transmission assets (including the substation) by other registered transmission operators (not the local incumbent). In the case of sub-stations, the degree of complexity involved, and the potential effects on the broader network from deficiencies with the operation of a sub</w:t>
      </w:r>
      <w:r>
        <w:noBreakHyphen/>
        <w:t>station, suggest that cross-ownership is unlikely to have substantial net benefits. Therefore, the Commission proposes that the connection assets related to the sub</w:t>
      </w:r>
      <w:r w:rsidR="00270368">
        <w:noBreakHyphen/>
      </w:r>
      <w:r>
        <w:t xml:space="preserve">station could be constructed under a ‘build and transfer’ arrangements where asset ownership was transferred to the incumbent </w:t>
      </w:r>
      <w:proofErr w:type="spellStart"/>
      <w:r>
        <w:t>TNSP</w:t>
      </w:r>
      <w:proofErr w:type="spellEnd"/>
      <w:r w:rsidR="006F0589">
        <w:t>,</w:t>
      </w:r>
      <w:r>
        <w:t xml:space="preserve"> if it is in the owners commercial interest to do so.</w:t>
      </w:r>
      <w:r>
        <w:rPr>
          <w:rStyle w:val="FootnoteReference"/>
        </w:rPr>
        <w:footnoteReference w:id="13"/>
      </w:r>
      <w:r>
        <w:t xml:space="preserve"> Ultimately, the details of such a transfer would be a commercial decision for the parties involved. If the incumbent </w:t>
      </w:r>
      <w:proofErr w:type="spellStart"/>
      <w:r>
        <w:t>TNSP</w:t>
      </w:r>
      <w:proofErr w:type="spellEnd"/>
      <w:r>
        <w:t xml:space="preserve"> won the tender, the generator would avoid the additional transaction costs of transferring ownership at the completion of works. This would represent one </w:t>
      </w:r>
      <w:proofErr w:type="spellStart"/>
      <w:r>
        <w:t>inbuilt</w:t>
      </w:r>
      <w:proofErr w:type="spellEnd"/>
      <w:r>
        <w:t xml:space="preserve"> advantage for the incumbent, and a consideration for the generator in selecting the winning bid. This allows the generator, a commercially motivated party (in a workably competitive market), to select the model it believes delivers the best value to it. </w:t>
      </w:r>
    </w:p>
    <w:p w:rsidR="002E7A6E" w:rsidRDefault="002E7A6E" w:rsidP="002E7A6E">
      <w:pPr>
        <w:pStyle w:val="BodyText"/>
      </w:pPr>
      <w:r>
        <w:t xml:space="preserve">In relation to ‘extensions’ (works between the sub-station and the generator itself), the Commission agrees with the </w:t>
      </w:r>
      <w:proofErr w:type="spellStart"/>
      <w:r>
        <w:t>AEMC</w:t>
      </w:r>
      <w:proofErr w:type="spellEnd"/>
      <w:r>
        <w:t xml:space="preserve"> (</w:t>
      </w:r>
      <w:proofErr w:type="spellStart"/>
      <w:r>
        <w:t>2012j</w:t>
      </w:r>
      <w:proofErr w:type="spellEnd"/>
      <w:r>
        <w:t>, pp. 100</w:t>
      </w:r>
      <w:r>
        <w:noBreakHyphen/>
        <w:t xml:space="preserve">4) that provided a third party or the generator is either a licenced </w:t>
      </w:r>
      <w:proofErr w:type="spellStart"/>
      <w:r>
        <w:t>TNSP</w:t>
      </w:r>
      <w:proofErr w:type="spellEnd"/>
      <w:r>
        <w:t xml:space="preserve">, or obtains an exemption from the </w:t>
      </w:r>
      <w:proofErr w:type="spellStart"/>
      <w:r>
        <w:t>AER</w:t>
      </w:r>
      <w:proofErr w:type="spellEnd"/>
      <w:r>
        <w:t xml:space="preserve">, </w:t>
      </w:r>
      <w:r w:rsidR="00380CF2">
        <w:t xml:space="preserve">it </w:t>
      </w:r>
      <w:r>
        <w:t xml:space="preserve">could own the extension. Such exemptions should be subject to conditions including provision for third party access. Over time, some extensions can be accessed by other parties, or could be reclassified in such a way that they effectively become part of the shared network. The process for transitioning extensions into the shared network is being considered in some detail by the </w:t>
      </w:r>
      <w:proofErr w:type="spellStart"/>
      <w:r>
        <w:t>AEMC</w:t>
      </w:r>
      <w:proofErr w:type="spellEnd"/>
      <w:r>
        <w:t xml:space="preserve"> (</w:t>
      </w:r>
      <w:proofErr w:type="spellStart"/>
      <w:r>
        <w:t>2012j</w:t>
      </w:r>
      <w:proofErr w:type="spellEnd"/>
      <w:r>
        <w:t>, pp. 101</w:t>
      </w:r>
      <w:r>
        <w:noBreakHyphen/>
        <w:t xml:space="preserve">3). </w:t>
      </w:r>
    </w:p>
    <w:p w:rsidR="002E7A6E" w:rsidRDefault="002E7A6E" w:rsidP="002E7A6E">
      <w:pPr>
        <w:pStyle w:val="BodyText"/>
      </w:pPr>
      <w:r>
        <w:t xml:space="preserve">The competitive disciplines placed on </w:t>
      </w:r>
      <w:proofErr w:type="spellStart"/>
      <w:r>
        <w:t>TNSPs</w:t>
      </w:r>
      <w:proofErr w:type="spellEnd"/>
      <w:r>
        <w:t xml:space="preserve"> should overcome a number of the concerns raised, such as delays, over pricing and possible risk transfers from </w:t>
      </w:r>
      <w:proofErr w:type="spellStart"/>
      <w:r>
        <w:t>TNSPs</w:t>
      </w:r>
      <w:proofErr w:type="spellEnd"/>
      <w:r>
        <w:t xml:space="preserve"> to generators that can arise in transactions with monopolists. </w:t>
      </w:r>
    </w:p>
    <w:p w:rsidR="002E7A6E" w:rsidRDefault="002E7A6E" w:rsidP="002E7A6E">
      <w:pPr>
        <w:pStyle w:val="BodyText"/>
      </w:pPr>
      <w:r>
        <w:t xml:space="preserve">Further, using </w:t>
      </w:r>
      <w:proofErr w:type="spellStart"/>
      <w:r>
        <w:t>AEMO</w:t>
      </w:r>
      <w:proofErr w:type="spellEnd"/>
      <w:r>
        <w:t xml:space="preserve"> to set the specifications for the connection projects prevents the possibility for delay or opportunities to frustrate the process if it were left to the incumbent </w:t>
      </w:r>
      <w:proofErr w:type="spellStart"/>
      <w:r>
        <w:t>TNSP</w:t>
      </w:r>
      <w:proofErr w:type="spellEnd"/>
      <w:r>
        <w:t xml:space="preserve"> to complete. It will also ensure generators can be confident that they are not paying for upgrades to shared network infrastructure that are not related </w:t>
      </w:r>
      <w:r>
        <w:lastRenderedPageBreak/>
        <w:t xml:space="preserve">to their connection. Indeed some generators have already expressed support for </w:t>
      </w:r>
      <w:proofErr w:type="spellStart"/>
      <w:r>
        <w:t>AEMO’s</w:t>
      </w:r>
      <w:proofErr w:type="spellEnd"/>
      <w:r>
        <w:t xml:space="preserve"> model, and argued that it would ‘make significant enhancements to the efficiency of new connections’ (Clean Energy Council 2013, p. 5).</w:t>
      </w:r>
    </w:p>
    <w:p w:rsidR="002E7A6E" w:rsidRDefault="002E7A6E" w:rsidP="002E7A6E">
      <w:pPr>
        <w:pStyle w:val="BodyText"/>
      </w:pPr>
      <w:r>
        <w:t xml:space="preserve">Implementation of this approach, however, could be hampered by other regulatory barriers that restrict competition. In their submission to the </w:t>
      </w:r>
      <w:proofErr w:type="spellStart"/>
      <w:r>
        <w:t>AEMC’s</w:t>
      </w:r>
      <w:proofErr w:type="spellEnd"/>
      <w:r>
        <w:t xml:space="preserve"> </w:t>
      </w:r>
      <w:r>
        <w:rPr>
          <w:i/>
        </w:rPr>
        <w:t>Transmission Frameworks Review</w:t>
      </w:r>
      <w:r>
        <w:t xml:space="preserve"> (</w:t>
      </w:r>
      <w:proofErr w:type="spellStart"/>
      <w:r>
        <w:t>201</w:t>
      </w:r>
      <w:r w:rsidR="00CB7031">
        <w:t>1</w:t>
      </w:r>
      <w:r>
        <w:t>f</w:t>
      </w:r>
      <w:proofErr w:type="spellEnd"/>
      <w:r>
        <w:t xml:space="preserve"> and </w:t>
      </w:r>
      <w:proofErr w:type="spellStart"/>
      <w:r>
        <w:t>2012j</w:t>
      </w:r>
      <w:proofErr w:type="spellEnd"/>
      <w:r>
        <w:t>) Tr</w:t>
      </w:r>
      <w:r w:rsidR="00270368">
        <w:t>ansmission Operations Australia</w:t>
      </w:r>
      <w:r>
        <w:t xml:space="preserve"> raised concerns over barrier</w:t>
      </w:r>
      <w:r w:rsidR="00270368">
        <w:t>s</w:t>
      </w:r>
      <w:r>
        <w:t xml:space="preserve"> created by licensing arrangements:</w:t>
      </w:r>
    </w:p>
    <w:p w:rsidR="002E7A6E" w:rsidRDefault="002E7A6E" w:rsidP="002E7A6E">
      <w:pPr>
        <w:pStyle w:val="Quote"/>
      </w:pPr>
      <w:r>
        <w:t>There are competition barriers in jurisdictions such as NSW and Queensland. However, these competition barriers are not due to the inherent nature of the electricity transmission market but rather due to imposed legislative and regulatory barriers. For example, in NSW TransGrid is a legislated monopoly and in Queensland the process for obtaining a transmission license is not transparent. (TOA 2012, p. 3)</w:t>
      </w:r>
      <w:r>
        <w:rPr>
          <w:rStyle w:val="FootnoteReference"/>
        </w:rPr>
        <w:footnoteReference w:id="14"/>
      </w:r>
    </w:p>
    <w:p w:rsidR="002E7A6E" w:rsidRDefault="002E7A6E" w:rsidP="002E7A6E">
      <w:pPr>
        <w:pStyle w:val="BodyText"/>
      </w:pPr>
      <w:r>
        <w:t xml:space="preserve">Accordingly, in order to implement this new approach, all jurisdictions </w:t>
      </w:r>
      <w:r w:rsidR="00D17681">
        <w:t xml:space="preserve">in the NEM </w:t>
      </w:r>
      <w:r>
        <w:t>would have to ensure that their licensing regimes (and other regulatory imposts such as environmental and planning approval) are transparent and do not contain any unnecessary barriers to the competitive provision of the transmission augmentations needed for new connections.</w:t>
      </w:r>
      <w:r>
        <w:rPr>
          <w:rStyle w:val="FootnoteReference"/>
        </w:rPr>
        <w:footnoteReference w:id="15"/>
      </w:r>
    </w:p>
    <w:p w:rsidR="002E7A6E" w:rsidRDefault="002E7A6E" w:rsidP="002E7A6E">
      <w:pPr>
        <w:pStyle w:val="BodyText"/>
      </w:pPr>
      <w:r>
        <w:t>Grid Australia has also raised concerns over the ability of AEMO to determine connection specifications that ensure system security without specifying the details of the actual configuration of the connection assets (Grid Australia, pers. comm., 27 February 2013). If the detailed configuration is specified, Grid Australia argue</w:t>
      </w:r>
      <w:r w:rsidR="00270368">
        <w:t>d</w:t>
      </w:r>
      <w:r>
        <w:t xml:space="preserve"> that all that will be tendered is the procurement and construction component of the connection, much as a TNSP would do under the current arrangements. This would limit the benefits from contestability, albeit the benefits arising from having the generator undertake the tender would remain. However, in an analogous augmentation to the network, AEMO has shown that it can indeed tender based on specifications that do not extend to being prescriptive over </w:t>
      </w:r>
      <w:r w:rsidR="00380CF2">
        <w:t xml:space="preserve">the </w:t>
      </w:r>
      <w:r>
        <w:t xml:space="preserve">configuration of </w:t>
      </w:r>
      <w:r>
        <w:lastRenderedPageBreak/>
        <w:t xml:space="preserve">assets required — in </w:t>
      </w:r>
      <w:r w:rsidR="00270368">
        <w:t xml:space="preserve">its </w:t>
      </w:r>
      <w:r>
        <w:t>network support and control ancillary services tender of 2012.</w:t>
      </w:r>
    </w:p>
    <w:p w:rsidR="00365691" w:rsidRDefault="00365691" w:rsidP="00AD1304">
      <w:pPr>
        <w:pStyle w:val="RecTitle"/>
      </w:pPr>
      <w:r>
        <w:t xml:space="preserve">Recommendation </w:t>
      </w:r>
      <w:r w:rsidR="00D35E2A">
        <w:t>16.</w:t>
      </w:r>
      <w:r w:rsidR="00E65331">
        <w:rPr>
          <w:noProof/>
        </w:rPr>
        <w:t>10</w:t>
      </w:r>
    </w:p>
    <w:p w:rsidR="002E7A6E" w:rsidRDefault="002E7A6E" w:rsidP="002E7A6E">
      <w:pPr>
        <w:pStyle w:val="Rec"/>
      </w:pPr>
      <w:r>
        <w:t xml:space="preserve">The Australian Energy Market Operator </w:t>
      </w:r>
      <w:r w:rsidR="00380CF2">
        <w:t xml:space="preserve">(AEMO) </w:t>
      </w:r>
      <w:r>
        <w:t xml:space="preserve">should oversee the technical details of connection of new generators to the National Electricity Market to allow for contestability. </w:t>
      </w:r>
      <w:r w:rsidR="00380CF2">
        <w:t>AEMO</w:t>
      </w:r>
      <w:r>
        <w:t xml:space="preserve"> should:</w:t>
      </w:r>
    </w:p>
    <w:p w:rsidR="002E7A6E" w:rsidRPr="00630484" w:rsidRDefault="002E7A6E" w:rsidP="002E7A6E">
      <w:pPr>
        <w:pStyle w:val="RecBullet"/>
      </w:pPr>
      <w:r>
        <w:t xml:space="preserve">on </w:t>
      </w:r>
      <w:r w:rsidRPr="00AC7AB8">
        <w:t xml:space="preserve">receipt of an application for connection from a generator determine, in consultation with the relevant transmission business, the </w:t>
      </w:r>
      <w:r>
        <w:t>details</w:t>
      </w:r>
      <w:r w:rsidRPr="00AC7AB8">
        <w:t xml:space="preserve"> of </w:t>
      </w:r>
      <w:r>
        <w:t xml:space="preserve">the </w:t>
      </w:r>
      <w:r w:rsidRPr="00AC7AB8">
        <w:t>augmentation and upgrades to shared network infrastructure th</w:t>
      </w:r>
      <w:r w:rsidRPr="00630484">
        <w:t xml:space="preserve">at would be </w:t>
      </w:r>
      <w:r>
        <w:t>required</w:t>
      </w:r>
      <w:r w:rsidRPr="00630484">
        <w:t xml:space="preserve"> to implement the connection, as well as the detailed specifications that ensure that the safe operating state of the network is maintained</w:t>
      </w:r>
      <w:r w:rsidRPr="00AC7AB8">
        <w:t xml:space="preserve">. This would complement information provided by the transmission business. </w:t>
      </w:r>
      <w:r w:rsidRPr="00C1090E">
        <w:t xml:space="preserve">The transmission business would have the opportunity to review and provide commentary on </w:t>
      </w:r>
      <w:r w:rsidR="00380CF2">
        <w:t>AEMO</w:t>
      </w:r>
      <w:r w:rsidRPr="00C1090E">
        <w:t xml:space="preserve">’s proposed specifications but </w:t>
      </w:r>
      <w:r w:rsidR="00380CF2">
        <w:t>AEMO</w:t>
      </w:r>
      <w:r w:rsidRPr="00C1090E">
        <w:t xml:space="preserve"> would make the final decision on the required specifications</w:t>
      </w:r>
    </w:p>
    <w:p w:rsidR="002E7A6E" w:rsidRDefault="002E7A6E" w:rsidP="002E7A6E">
      <w:pPr>
        <w:pStyle w:val="RecBullet"/>
      </w:pPr>
      <w:r>
        <w:t xml:space="preserve">provide the specifications to enable the generator to seek tenders to build the connection assets. </w:t>
      </w:r>
    </w:p>
    <w:p w:rsidR="002E7A6E" w:rsidRDefault="002E7A6E" w:rsidP="002E7A6E">
      <w:pPr>
        <w:pStyle w:val="Rec"/>
      </w:pPr>
      <w:r>
        <w:t>The Australian Energy Regulator should provide guidelines on the provision of information from transmission businesses to new connection applicants.</w:t>
      </w:r>
    </w:p>
    <w:p w:rsidR="002E7A6E" w:rsidRPr="00085CC8" w:rsidRDefault="002E7A6E" w:rsidP="002E7A6E">
      <w:pPr>
        <w:pStyle w:val="Rec"/>
      </w:pPr>
      <w:r>
        <w:t>This framework should replace the existing arrangements in Victoria immediately and be implemented elsewhere in the National Electricity Market once Victorian arrangements are finalised and any regulatory barriers have been overcome.</w:t>
      </w:r>
    </w:p>
    <w:p w:rsidR="00DB26D2" w:rsidRDefault="00DB26D2" w:rsidP="00120072">
      <w:pPr>
        <w:pStyle w:val="BodyText"/>
      </w:pPr>
    </w:p>
    <w:p w:rsidR="009E1844" w:rsidRDefault="009E1844" w:rsidP="00120072">
      <w:pPr>
        <w:pStyle w:val="BodyText"/>
      </w:pPr>
    </w:p>
    <w:p w:rsidR="00F056FC" w:rsidRDefault="00F056FC" w:rsidP="00120072">
      <w:pPr>
        <w:pStyle w:val="BodyText"/>
      </w:pPr>
    </w:p>
    <w:sectPr w:rsidR="00F056FC" w:rsidSect="002E7A6E">
      <w:headerReference w:type="even" r:id="rId41"/>
      <w:headerReference w:type="default" r:id="rId42"/>
      <w:footerReference w:type="even" r:id="rId43"/>
      <w:footerReference w:type="default" r:id="rId44"/>
      <w:pgSz w:w="11907" w:h="16840" w:code="9"/>
      <w:pgMar w:top="1985" w:right="1304" w:bottom="1418" w:left="1814" w:header="1701" w:footer="567" w:gutter="0"/>
      <w:pgNumType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031" w:rsidRDefault="00CB7031">
      <w:r>
        <w:separator/>
      </w:r>
    </w:p>
  </w:endnote>
  <w:endnote w:type="continuationSeparator" w:id="0">
    <w:p w:rsidR="00CB7031" w:rsidRDefault="00CB7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CB7031">
      <w:trPr>
        <w:trHeight w:hRule="exact" w:val="740"/>
      </w:trPr>
      <w:tc>
        <w:tcPr>
          <w:tcW w:w="510" w:type="dxa"/>
          <w:tcBorders>
            <w:top w:val="single" w:sz="6" w:space="0" w:color="auto"/>
          </w:tcBorders>
        </w:tcPr>
        <w:p w:rsidR="00CB7031" w:rsidRDefault="00CB7031">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DC077D">
            <w:rPr>
              <w:rStyle w:val="PageNumber"/>
              <w:noProof/>
            </w:rPr>
            <w:t>598</w:t>
          </w:r>
          <w:r>
            <w:rPr>
              <w:rStyle w:val="PageNumber"/>
            </w:rPr>
            <w:fldChar w:fldCharType="end"/>
          </w:r>
        </w:p>
      </w:tc>
      <w:tc>
        <w:tcPr>
          <w:tcW w:w="1644" w:type="dxa"/>
          <w:tcBorders>
            <w:top w:val="single" w:sz="6" w:space="0" w:color="auto"/>
          </w:tcBorders>
        </w:tcPr>
        <w:p w:rsidR="00CB7031" w:rsidRDefault="00DC077D">
          <w:pPr>
            <w:pStyle w:val="Footer"/>
          </w:pPr>
          <w:r>
            <w:fldChar w:fldCharType="begin"/>
          </w:r>
          <w:r>
            <w:instrText xml:space="preserve"> SUBJECT  \* MERGEFORMAT </w:instrText>
          </w:r>
          <w:r>
            <w:fldChar w:fldCharType="separate"/>
          </w:r>
          <w:r w:rsidR="00E65331">
            <w:t>Electricity network regulation</w:t>
          </w:r>
          <w:r>
            <w:fldChar w:fldCharType="end"/>
          </w:r>
        </w:p>
      </w:tc>
      <w:tc>
        <w:tcPr>
          <w:tcW w:w="6634" w:type="dxa"/>
        </w:tcPr>
        <w:p w:rsidR="00CB7031" w:rsidRDefault="00CB7031">
          <w:pPr>
            <w:pStyle w:val="Footer"/>
          </w:pPr>
        </w:p>
      </w:tc>
    </w:tr>
  </w:tbl>
  <w:p w:rsidR="00CB7031" w:rsidRDefault="00CB7031">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CB7031">
      <w:trPr>
        <w:trHeight w:hRule="exact" w:val="740"/>
      </w:trPr>
      <w:tc>
        <w:tcPr>
          <w:tcW w:w="6634" w:type="dxa"/>
        </w:tcPr>
        <w:p w:rsidR="00CB7031" w:rsidRDefault="00CB7031">
          <w:pPr>
            <w:pStyle w:val="Footer"/>
            <w:ind w:right="360" w:firstLine="360"/>
          </w:pPr>
        </w:p>
      </w:tc>
      <w:tc>
        <w:tcPr>
          <w:tcW w:w="1644" w:type="dxa"/>
          <w:tcBorders>
            <w:top w:val="single" w:sz="6" w:space="0" w:color="auto"/>
          </w:tcBorders>
        </w:tcPr>
        <w:p w:rsidR="00CB7031" w:rsidRDefault="00DC077D">
          <w:pPr>
            <w:pStyle w:val="Footer"/>
          </w:pPr>
          <w:r>
            <w:fldChar w:fldCharType="begin"/>
          </w:r>
          <w:r>
            <w:instrText xml:space="preserve"> TITLE  \* MERGEFORMAT </w:instrText>
          </w:r>
          <w:r>
            <w:fldChar w:fldCharType="separate"/>
          </w:r>
          <w:r w:rsidR="00E65331">
            <w:t>Transmission reliability</w:t>
          </w:r>
          <w:r>
            <w:fldChar w:fldCharType="end"/>
          </w:r>
        </w:p>
      </w:tc>
      <w:tc>
        <w:tcPr>
          <w:tcW w:w="510" w:type="dxa"/>
          <w:tcBorders>
            <w:top w:val="single" w:sz="6" w:space="0" w:color="auto"/>
          </w:tcBorders>
        </w:tcPr>
        <w:p w:rsidR="00CB7031" w:rsidRDefault="00CB7031">
          <w:pPr>
            <w:pStyle w:val="Footer"/>
            <w:jc w:val="right"/>
          </w:pPr>
          <w:r>
            <w:rPr>
              <w:rStyle w:val="PageNumber"/>
            </w:rPr>
            <w:fldChar w:fldCharType="begin"/>
          </w:r>
          <w:r>
            <w:rPr>
              <w:rStyle w:val="PageNumber"/>
            </w:rPr>
            <w:instrText xml:space="preserve">PAGE  </w:instrText>
          </w:r>
          <w:r>
            <w:rPr>
              <w:rStyle w:val="PageNumber"/>
            </w:rPr>
            <w:fldChar w:fldCharType="separate"/>
          </w:r>
          <w:r w:rsidR="00DC077D">
            <w:rPr>
              <w:rStyle w:val="PageNumber"/>
              <w:noProof/>
            </w:rPr>
            <w:t>581</w:t>
          </w:r>
          <w:r>
            <w:rPr>
              <w:rStyle w:val="PageNumber"/>
            </w:rPr>
            <w:fldChar w:fldCharType="end"/>
          </w:r>
        </w:p>
      </w:tc>
    </w:tr>
  </w:tbl>
  <w:p w:rsidR="00CB7031" w:rsidRDefault="00CB7031">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031" w:rsidRDefault="00CB7031">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DC077D">
      <w:rPr>
        <w:rStyle w:val="PageNumber"/>
        <w:noProof/>
      </w:rPr>
      <w:t>600</w:t>
    </w:r>
    <w:r>
      <w:rPr>
        <w:rStyle w:val="PageNumber"/>
      </w:rPr>
      <w:fldChar w:fldCharType="end"/>
    </w:r>
  </w:p>
  <w:p w:rsidR="00CB7031" w:rsidRDefault="00CB7031">
    <w:pPr>
      <w:pStyle w:val="FooterEnd"/>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031" w:rsidRDefault="00CB7031">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DC077D">
      <w:rPr>
        <w:rStyle w:val="PageNumber"/>
        <w:noProof/>
      </w:rPr>
      <w:t>599</w:t>
    </w:r>
    <w:r>
      <w:rPr>
        <w:rStyle w:val="PageNumber"/>
      </w:rPr>
      <w:fldChar w:fldCharType="end"/>
    </w:r>
  </w:p>
  <w:p w:rsidR="00CB7031" w:rsidRDefault="00CB7031">
    <w:pPr>
      <w:pStyle w:val="Footer"/>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CB7031">
      <w:trPr>
        <w:trHeight w:hRule="exact" w:val="740"/>
      </w:trPr>
      <w:tc>
        <w:tcPr>
          <w:tcW w:w="510" w:type="dxa"/>
          <w:tcBorders>
            <w:top w:val="single" w:sz="6" w:space="0" w:color="auto"/>
          </w:tcBorders>
        </w:tcPr>
        <w:p w:rsidR="00CB7031" w:rsidRDefault="00CB7031"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DC077D">
            <w:rPr>
              <w:rStyle w:val="PageNumber"/>
              <w:noProof/>
            </w:rPr>
            <w:t>624</w:t>
          </w:r>
          <w:r>
            <w:rPr>
              <w:rStyle w:val="PageNumber"/>
            </w:rPr>
            <w:fldChar w:fldCharType="end"/>
          </w:r>
        </w:p>
      </w:tc>
      <w:tc>
        <w:tcPr>
          <w:tcW w:w="1644" w:type="dxa"/>
          <w:tcBorders>
            <w:top w:val="single" w:sz="6" w:space="0" w:color="auto"/>
          </w:tcBorders>
        </w:tcPr>
        <w:p w:rsidR="00CB7031" w:rsidRDefault="00DC077D" w:rsidP="0019293B">
          <w:pPr>
            <w:pStyle w:val="Footer"/>
          </w:pPr>
          <w:r>
            <w:fldChar w:fldCharType="begin"/>
          </w:r>
          <w:r>
            <w:instrText xml:space="preserve"> SUBJECT  \* MERGEFORMAT </w:instrText>
          </w:r>
          <w:r>
            <w:fldChar w:fldCharType="separate"/>
          </w:r>
          <w:r w:rsidR="00E65331">
            <w:t>Electricity network regulation</w:t>
          </w:r>
          <w:r>
            <w:fldChar w:fldCharType="end"/>
          </w:r>
        </w:p>
      </w:tc>
      <w:tc>
        <w:tcPr>
          <w:tcW w:w="6634" w:type="dxa"/>
        </w:tcPr>
        <w:p w:rsidR="00CB7031" w:rsidRDefault="00CB7031" w:rsidP="0019293B">
          <w:pPr>
            <w:pStyle w:val="Footer"/>
          </w:pPr>
        </w:p>
      </w:tc>
    </w:tr>
  </w:tbl>
  <w:p w:rsidR="00CB7031" w:rsidRDefault="00CB7031" w:rsidP="0019293B">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CB7031">
      <w:trPr>
        <w:trHeight w:hRule="exact" w:val="740"/>
      </w:trPr>
      <w:tc>
        <w:tcPr>
          <w:tcW w:w="6634" w:type="dxa"/>
        </w:tcPr>
        <w:p w:rsidR="00CB7031" w:rsidRDefault="00CB7031">
          <w:pPr>
            <w:pStyle w:val="Footer"/>
            <w:ind w:right="360" w:firstLine="360"/>
          </w:pPr>
        </w:p>
      </w:tc>
      <w:tc>
        <w:tcPr>
          <w:tcW w:w="1644" w:type="dxa"/>
          <w:tcBorders>
            <w:top w:val="single" w:sz="6" w:space="0" w:color="auto"/>
          </w:tcBorders>
        </w:tcPr>
        <w:p w:rsidR="00CB7031" w:rsidRDefault="00DC077D">
          <w:pPr>
            <w:pStyle w:val="Footer"/>
          </w:pPr>
          <w:r>
            <w:fldChar w:fldCharType="begin"/>
          </w:r>
          <w:r>
            <w:instrText xml:space="preserve"> TITLE  \* MERGEFORMAT </w:instrText>
          </w:r>
          <w:r>
            <w:fldChar w:fldCharType="separate"/>
          </w:r>
          <w:r w:rsidR="00E65331">
            <w:t>Transmission reliability</w:t>
          </w:r>
          <w:r>
            <w:fldChar w:fldCharType="end"/>
          </w:r>
        </w:p>
      </w:tc>
      <w:tc>
        <w:tcPr>
          <w:tcW w:w="510" w:type="dxa"/>
          <w:tcBorders>
            <w:top w:val="single" w:sz="6" w:space="0" w:color="auto"/>
          </w:tcBorders>
        </w:tcPr>
        <w:p w:rsidR="00CB7031" w:rsidRDefault="00CB7031">
          <w:pPr>
            <w:pStyle w:val="Footer"/>
            <w:jc w:val="right"/>
          </w:pPr>
          <w:r>
            <w:rPr>
              <w:rStyle w:val="PageNumber"/>
            </w:rPr>
            <w:fldChar w:fldCharType="begin"/>
          </w:r>
          <w:r>
            <w:rPr>
              <w:rStyle w:val="PageNumber"/>
            </w:rPr>
            <w:instrText xml:space="preserve">PAGE  </w:instrText>
          </w:r>
          <w:r>
            <w:rPr>
              <w:rStyle w:val="PageNumber"/>
            </w:rPr>
            <w:fldChar w:fldCharType="separate"/>
          </w:r>
          <w:r w:rsidR="00DC077D">
            <w:rPr>
              <w:rStyle w:val="PageNumber"/>
              <w:noProof/>
            </w:rPr>
            <w:t>625</w:t>
          </w:r>
          <w:r>
            <w:rPr>
              <w:rStyle w:val="PageNumber"/>
            </w:rPr>
            <w:fldChar w:fldCharType="end"/>
          </w:r>
        </w:p>
      </w:tc>
    </w:tr>
  </w:tbl>
  <w:p w:rsidR="00CB7031" w:rsidRDefault="00CB7031">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031" w:rsidRDefault="00CB7031">
      <w:r>
        <w:separator/>
      </w:r>
    </w:p>
  </w:footnote>
  <w:footnote w:type="continuationSeparator" w:id="0">
    <w:p w:rsidR="00CB7031" w:rsidRPr="007D1A87" w:rsidRDefault="00CB7031" w:rsidP="007D1A87">
      <w:r>
        <w:separator/>
      </w:r>
    </w:p>
  </w:footnote>
  <w:footnote w:id="1">
    <w:p w:rsidR="00CB7031" w:rsidRPr="00FD1B46" w:rsidRDefault="00CB7031" w:rsidP="002E7A6E">
      <w:pPr>
        <w:pStyle w:val="FootnoteText"/>
        <w:rPr>
          <w:lang w:val="en-US"/>
        </w:rPr>
      </w:pPr>
      <w:r>
        <w:rPr>
          <w:rStyle w:val="FootnoteReference"/>
        </w:rPr>
        <w:footnoteRef/>
      </w:r>
      <w:r>
        <w:t xml:space="preserve"> </w:t>
      </w:r>
      <w:r>
        <w:rPr>
          <w:lang w:val="en-US"/>
        </w:rPr>
        <w:tab/>
        <w:t xml:space="preserve">For example, the AER recently approved more than $2 billion in capital expenditure for load driven augmentations and replacements in </w:t>
      </w:r>
      <w:proofErr w:type="spellStart"/>
      <w:r>
        <w:rPr>
          <w:lang w:val="en-US"/>
        </w:rPr>
        <w:t>Powerlink’s</w:t>
      </w:r>
      <w:proofErr w:type="spellEnd"/>
      <w:r>
        <w:rPr>
          <w:lang w:val="en-US"/>
        </w:rPr>
        <w:t xml:space="preserve"> latest revenue determination (2012 to 2017). </w:t>
      </w:r>
    </w:p>
  </w:footnote>
  <w:footnote w:id="2">
    <w:p w:rsidR="00CB7031" w:rsidRDefault="00CB7031" w:rsidP="002E7A6E">
      <w:pPr>
        <w:pStyle w:val="FootnoteText"/>
      </w:pPr>
      <w:r>
        <w:rPr>
          <w:rStyle w:val="FootnoteReference"/>
        </w:rPr>
        <w:footnoteRef/>
      </w:r>
      <w:r>
        <w:t xml:space="preserve"> </w:t>
      </w:r>
      <w:r>
        <w:tab/>
        <w:t xml:space="preserve">‘The Group’ includes Loy Yang Management Company, </w:t>
      </w:r>
      <w:proofErr w:type="spellStart"/>
      <w:r>
        <w:t>AGL</w:t>
      </w:r>
      <w:proofErr w:type="spellEnd"/>
      <w:r>
        <w:t xml:space="preserve"> Hydro, International Power Australia, </w:t>
      </w:r>
      <w:proofErr w:type="spellStart"/>
      <w:r>
        <w:t>TRUenergy</w:t>
      </w:r>
      <w:proofErr w:type="spellEnd"/>
      <w:r>
        <w:t xml:space="preserve"> and Flinders Power. </w:t>
      </w:r>
    </w:p>
  </w:footnote>
  <w:footnote w:id="3">
    <w:p w:rsidR="00CB7031" w:rsidRDefault="00CB7031">
      <w:pPr>
        <w:pStyle w:val="FootnoteText"/>
      </w:pPr>
      <w:r>
        <w:rPr>
          <w:rStyle w:val="FootnoteReference"/>
        </w:rPr>
        <w:footnoteRef/>
      </w:r>
      <w:r>
        <w:t xml:space="preserve"> </w:t>
      </w:r>
      <w:r>
        <w:tab/>
        <w:t>In the final stages of preparing this report the AEMC released an issues paper for it re</w:t>
      </w:r>
      <w:r w:rsidRPr="001B3D27">
        <w:t>view of National Frameworks for Transmission and Distribution Reliability</w:t>
      </w:r>
      <w:r>
        <w:t xml:space="preserve"> (</w:t>
      </w:r>
      <w:proofErr w:type="spellStart"/>
      <w:r>
        <w:t>AEMC</w:t>
      </w:r>
      <w:proofErr w:type="spellEnd"/>
      <w:r>
        <w:t xml:space="preserve"> </w:t>
      </w:r>
      <w:proofErr w:type="spellStart"/>
      <w:r>
        <w:t>2013c</w:t>
      </w:r>
      <w:proofErr w:type="spellEnd"/>
      <w:r>
        <w:t xml:space="preserve">) which canvasses many of the issues discussed in chapter 14, 15 and this chapter. </w:t>
      </w:r>
    </w:p>
  </w:footnote>
  <w:footnote w:id="4">
    <w:p w:rsidR="00CB7031" w:rsidRDefault="00CB7031" w:rsidP="002E7A6E">
      <w:pPr>
        <w:pStyle w:val="FootnoteText"/>
      </w:pPr>
      <w:r>
        <w:rPr>
          <w:rStyle w:val="FootnoteReference"/>
        </w:rPr>
        <w:footnoteRef/>
      </w:r>
      <w:r>
        <w:t xml:space="preserve"> </w:t>
      </w:r>
      <w:r>
        <w:tab/>
        <w:t>SCER issued the AEMC with a terms of reference for a review to develop new approaches for the regulation of electricity distribution and transmission reliability across the NEM which incorporate the value customers place on reliability on 14 February 2013 (</w:t>
      </w:r>
      <w:proofErr w:type="spellStart"/>
      <w:r>
        <w:t>SCER</w:t>
      </w:r>
      <w:proofErr w:type="spellEnd"/>
      <w:r>
        <w:t xml:space="preserve"> </w:t>
      </w:r>
      <w:proofErr w:type="spellStart"/>
      <w:r>
        <w:t>2013b</w:t>
      </w:r>
      <w:proofErr w:type="spellEnd"/>
      <w:r>
        <w:t xml:space="preserve">). </w:t>
      </w:r>
    </w:p>
  </w:footnote>
  <w:footnote w:id="5">
    <w:p w:rsidR="00CB7031" w:rsidRDefault="00CB7031" w:rsidP="002E7A6E">
      <w:pPr>
        <w:pStyle w:val="FootnoteText"/>
      </w:pPr>
      <w:r>
        <w:rPr>
          <w:rStyle w:val="FootnoteReference"/>
        </w:rPr>
        <w:footnoteRef/>
      </w:r>
      <w:r>
        <w:tab/>
        <w:t>This was s</w:t>
      </w:r>
      <w:r w:rsidRPr="00BF54E3">
        <w:t>et out in the second interim report of the Transmission Frameworks Review (</w:t>
      </w:r>
      <w:proofErr w:type="spellStart"/>
      <w:r>
        <w:t>AEMC</w:t>
      </w:r>
      <w:proofErr w:type="spellEnd"/>
      <w:r>
        <w:t xml:space="preserve"> </w:t>
      </w:r>
      <w:proofErr w:type="spellStart"/>
      <w:r w:rsidRPr="00BF54E3">
        <w:t>2012</w:t>
      </w:r>
      <w:r>
        <w:t>j</w:t>
      </w:r>
      <w:proofErr w:type="spellEnd"/>
      <w:r w:rsidRPr="00BF54E3">
        <w:t>) and the Transmission Reliability Standards Review (</w:t>
      </w:r>
      <w:proofErr w:type="spellStart"/>
      <w:r>
        <w:t>AEMC</w:t>
      </w:r>
      <w:proofErr w:type="spellEnd"/>
      <w:r>
        <w:t xml:space="preserve"> </w:t>
      </w:r>
      <w:proofErr w:type="spellStart"/>
      <w:r w:rsidRPr="00BF54E3">
        <w:t>2010</w:t>
      </w:r>
      <w:r>
        <w:t>a</w:t>
      </w:r>
      <w:proofErr w:type="spellEnd"/>
      <w:r w:rsidRPr="00BF54E3">
        <w:t>), the latter of which was largely endorsed by the MCE (2011)</w:t>
      </w:r>
      <w:r>
        <w:t>.</w:t>
      </w:r>
    </w:p>
  </w:footnote>
  <w:footnote w:id="6">
    <w:p w:rsidR="00CB7031" w:rsidRDefault="00CB7031" w:rsidP="002E7A6E">
      <w:pPr>
        <w:pStyle w:val="FootnoteText"/>
      </w:pPr>
      <w:r>
        <w:rPr>
          <w:rStyle w:val="FootnoteReference"/>
        </w:rPr>
        <w:footnoteRef/>
      </w:r>
      <w:r>
        <w:t xml:space="preserve"> </w:t>
      </w:r>
      <w:r>
        <w:tab/>
        <w:t xml:space="preserve">Under the Rules, a </w:t>
      </w:r>
      <w:r w:rsidRPr="00AC0347">
        <w:t xml:space="preserve">contingent project is </w:t>
      </w:r>
      <w:r>
        <w:t>defined as a</w:t>
      </w:r>
      <w:r w:rsidRPr="00AC0347">
        <w:t xml:space="preserve"> project assessed by the AER as reasonably required to be undertaken, but which is excluded from the ex-ante capital expenditure allowance in a revenue determination because of uncertainty about its requirement, timing or costs</w:t>
      </w:r>
      <w:r>
        <w:t xml:space="preserve"> (</w:t>
      </w:r>
      <w:proofErr w:type="spellStart"/>
      <w:r>
        <w:t>AER</w:t>
      </w:r>
      <w:proofErr w:type="spellEnd"/>
      <w:r>
        <w:t> </w:t>
      </w:r>
      <w:proofErr w:type="spellStart"/>
      <w:r>
        <w:t>2007c</w:t>
      </w:r>
      <w:proofErr w:type="spellEnd"/>
      <w:r>
        <w:t>)</w:t>
      </w:r>
      <w:r w:rsidRPr="00AC0347">
        <w:t xml:space="preserve">. </w:t>
      </w:r>
      <w:r>
        <w:t xml:space="preserve">The Commission recognises that the current contingent project arrangements were designed for a different purpose than that envisaged by the Commission for large reliability-related expenditures. In particular, under the Commission’s proposed arrangements, there is no requirement for any uncertainty about the costs, timing or need for the project. Accordingly, a large project would still be treated as ‘contingent’ even if at the time of the regulatory determination, </w:t>
      </w:r>
      <w:proofErr w:type="spellStart"/>
      <w:r>
        <w:t>AEMO’s</w:t>
      </w:r>
      <w:proofErr w:type="spellEnd"/>
      <w:r>
        <w:t xml:space="preserve"> </w:t>
      </w:r>
      <w:proofErr w:type="spellStart"/>
      <w:r>
        <w:t>NTNDP</w:t>
      </w:r>
      <w:proofErr w:type="spellEnd"/>
      <w:r>
        <w:t xml:space="preserve"> suggested that it was </w:t>
      </w:r>
      <w:r w:rsidRPr="0023762C">
        <w:rPr>
          <w:i/>
        </w:rPr>
        <w:t>certain</w:t>
      </w:r>
      <w:r>
        <w:t xml:space="preserve"> that the project would be needed some time in the coming regulatory period. The required revenue for such a project would be appraised in a process separate from the general revenue determination process, and at a time close to the investment process commencing. </w:t>
      </w:r>
    </w:p>
  </w:footnote>
  <w:footnote w:id="7">
    <w:p w:rsidR="00CB7031" w:rsidRDefault="00CB7031" w:rsidP="0051335E">
      <w:pPr>
        <w:pStyle w:val="FootnoteText"/>
      </w:pPr>
      <w:r>
        <w:rPr>
          <w:rStyle w:val="FootnoteReference"/>
        </w:rPr>
        <w:footnoteRef/>
      </w:r>
      <w:r>
        <w:tab/>
        <w:t xml:space="preserve">A real options approach in the context of transmission planning allows investment decisions for reliability, once a potential constraint has been identified, to be delayed past the start of the regulatory period until the time that they are needed. The benefits of this approach are twofold. Firstly, if predictions about the level of reliability that customers value turn out to be incorrect, the required investment path can be altered. For example, if an industrial estate closes down, the level of reliability that the remaining customers desire would fall. The second benefit arises from being able to take advantage of technology improvements or changing financial conditions or other network augmentations built in neighbouring regions. Delaying the decision about exactly what to build and how much it will cost until closer to the time of the project starting, allows the most recent developments to be taken into account. </w:t>
      </w:r>
    </w:p>
  </w:footnote>
  <w:footnote w:id="8">
    <w:p w:rsidR="00CB7031" w:rsidRDefault="00CB7031" w:rsidP="0051335E">
      <w:pPr>
        <w:pStyle w:val="FootnoteText"/>
      </w:pPr>
      <w:r>
        <w:rPr>
          <w:rStyle w:val="FootnoteReference"/>
        </w:rPr>
        <w:footnoteRef/>
      </w:r>
      <w:r>
        <w:tab/>
        <w:t>Arcing is when electricity flashes over from one piece of equipment to another, or something else, such as a tree, creating a fault on the network.</w:t>
      </w:r>
    </w:p>
  </w:footnote>
  <w:footnote w:id="9">
    <w:p w:rsidR="00CB7031" w:rsidRDefault="00CB7031" w:rsidP="002E7A6E">
      <w:pPr>
        <w:pStyle w:val="FootnoteText"/>
      </w:pPr>
      <w:r>
        <w:rPr>
          <w:rStyle w:val="FootnoteReference"/>
        </w:rPr>
        <w:footnoteRef/>
      </w:r>
      <w:r>
        <w:t xml:space="preserve"> </w:t>
      </w:r>
      <w:r>
        <w:tab/>
      </w:r>
      <w:r w:rsidRPr="000342EF">
        <w:t xml:space="preserve">A separable project is one that can readily </w:t>
      </w:r>
      <w:r>
        <w:t xml:space="preserve">be </w:t>
      </w:r>
      <w:r w:rsidRPr="000342EF">
        <w:t>identified as distinct from the rest of the network. Further, while it will require connection to the broader network, to be categorised as ‘separable’, a project must not materiall</w:t>
      </w:r>
      <w:r>
        <w:t xml:space="preserve">y interfere with the incumbent transmission </w:t>
      </w:r>
      <w:r w:rsidRPr="00EF349D">
        <w:t>business’s</w:t>
      </w:r>
      <w:r w:rsidRPr="000342EF">
        <w:t xml:space="preserve"> ability to run existing infrastructure</w:t>
      </w:r>
      <w:r>
        <w:t xml:space="preserve">. To date, 15 separable projects have gone to tender in Victoria (of which the incumbent transmission business, </w:t>
      </w:r>
      <w:proofErr w:type="spellStart"/>
      <w:r>
        <w:t>SP</w:t>
      </w:r>
      <w:proofErr w:type="spellEnd"/>
      <w:r>
        <w:t> </w:t>
      </w:r>
      <w:proofErr w:type="spellStart"/>
      <w:r>
        <w:t>AusNet</w:t>
      </w:r>
      <w:proofErr w:type="spellEnd"/>
      <w:r>
        <w:t xml:space="preserve">, has been awarded 13). The outcomes of these tenders are currently commercial in confidence and are not communicated to the AER, and the capital expenditure is therefore not incorporated into </w:t>
      </w:r>
      <w:proofErr w:type="spellStart"/>
      <w:r>
        <w:t>SP</w:t>
      </w:r>
      <w:proofErr w:type="spellEnd"/>
      <w:r>
        <w:t xml:space="preserve"> </w:t>
      </w:r>
      <w:proofErr w:type="spellStart"/>
      <w:r>
        <w:t>AusNet’s</w:t>
      </w:r>
      <w:proofErr w:type="spellEnd"/>
      <w:r>
        <w:t xml:space="preserve"> </w:t>
      </w:r>
      <w:proofErr w:type="spellStart"/>
      <w:r>
        <w:t>RAB</w:t>
      </w:r>
      <w:proofErr w:type="spellEnd"/>
      <w:r>
        <w:t xml:space="preserve"> at the start of the next regulatory period.</w:t>
      </w:r>
    </w:p>
  </w:footnote>
  <w:footnote w:id="10">
    <w:p w:rsidR="00CB7031" w:rsidRDefault="00CB7031" w:rsidP="002E7A6E">
      <w:pPr>
        <w:pStyle w:val="FootnoteText"/>
      </w:pPr>
      <w:r>
        <w:rPr>
          <w:rStyle w:val="FootnoteReference"/>
        </w:rPr>
        <w:footnoteRef/>
      </w:r>
      <w:r>
        <w:tab/>
      </w:r>
      <w:proofErr w:type="spellStart"/>
      <w:r>
        <w:t>OFA</w:t>
      </w:r>
      <w:proofErr w:type="spellEnd"/>
      <w:r>
        <w:t xml:space="preserve"> arrangements are targeted at providing firm access for generators to downstream markets. The arrangements, through proposed price controls, also include regulation that seeks to limit the potential for TNSPs to exploit any market power over incumbent generators when providing firm access — chapter 19. Broader issues of market power and transmission businesses are being examined by the </w:t>
      </w:r>
      <w:proofErr w:type="spellStart"/>
      <w:r>
        <w:t>AEMC’s</w:t>
      </w:r>
      <w:proofErr w:type="spellEnd"/>
      <w:r>
        <w:t xml:space="preserve"> Transmission Framework’s Review (</w:t>
      </w:r>
      <w:proofErr w:type="spellStart"/>
      <w:r>
        <w:t>AEMC</w:t>
      </w:r>
      <w:proofErr w:type="spellEnd"/>
      <w:r>
        <w:t xml:space="preserve"> </w:t>
      </w:r>
      <w:proofErr w:type="spellStart"/>
      <w:r>
        <w:t>2011f</w:t>
      </w:r>
      <w:proofErr w:type="spellEnd"/>
      <w:r>
        <w:t xml:space="preserve"> and </w:t>
      </w:r>
      <w:proofErr w:type="spellStart"/>
      <w:r>
        <w:t>2012j</w:t>
      </w:r>
      <w:proofErr w:type="spellEnd"/>
      <w:r>
        <w:t>).</w:t>
      </w:r>
    </w:p>
  </w:footnote>
  <w:footnote w:id="11">
    <w:p w:rsidR="00CB7031" w:rsidRDefault="00CB7031" w:rsidP="002E7A6E">
      <w:pPr>
        <w:pStyle w:val="FootnoteText"/>
      </w:pPr>
      <w:r>
        <w:rPr>
          <w:rStyle w:val="FootnoteReference"/>
        </w:rPr>
        <w:footnoteRef/>
      </w:r>
      <w:r>
        <w:tab/>
        <w:t xml:space="preserve">To the extent that the acquisition, compilation, analysis and publication of the additional information would require additional staff and resources for AEMO, these costs should be recovered from connection applicants (who benefit from the information), rather than ‘spread’ as network charges. </w:t>
      </w:r>
    </w:p>
  </w:footnote>
  <w:footnote w:id="12">
    <w:p w:rsidR="00CB7031" w:rsidRDefault="00CB7031" w:rsidP="002E7A6E">
      <w:pPr>
        <w:pStyle w:val="FootnoteText"/>
      </w:pPr>
      <w:r>
        <w:rPr>
          <w:rStyle w:val="FootnoteReference"/>
        </w:rPr>
        <w:footnoteRef/>
      </w:r>
      <w:r>
        <w:tab/>
        <w:t xml:space="preserve">There may be elements deep within the shared network where the information asymmetry in favour of the TNSP is effectively insurmountable due to, for example, complex network interactions or specific local knowledge (of topology or local regulation). Improving transparency by both AEMO and the TNSP providing information to the applicant would go some way to ‘shedding light’ on this work but, as noted below, there are some areas where it is best that the TNSP conduct the work. </w:t>
      </w:r>
    </w:p>
  </w:footnote>
  <w:footnote w:id="13">
    <w:p w:rsidR="00CB7031" w:rsidRDefault="00CB7031" w:rsidP="002E7A6E">
      <w:pPr>
        <w:pStyle w:val="FootnoteText"/>
      </w:pPr>
      <w:r>
        <w:rPr>
          <w:rStyle w:val="FootnoteReference"/>
        </w:rPr>
        <w:footnoteRef/>
      </w:r>
      <w:r>
        <w:tab/>
        <w:t xml:space="preserve">Once the asset ownership has been transferred to the TNSP, as a ‘negotiated transmission service’, it would not be counted as part of the RAB (National Electricity Rules, clause </w:t>
      </w:r>
      <w:proofErr w:type="spellStart"/>
      <w:r>
        <w:t>6A.6.1</w:t>
      </w:r>
      <w:proofErr w:type="spellEnd"/>
      <w:r>
        <w:t>(a)).</w:t>
      </w:r>
    </w:p>
  </w:footnote>
  <w:footnote w:id="14">
    <w:p w:rsidR="00CB7031" w:rsidRPr="00DD0E6B" w:rsidRDefault="00CB7031" w:rsidP="002E7A6E">
      <w:pPr>
        <w:pStyle w:val="FootnoteText"/>
      </w:pPr>
      <w:r>
        <w:rPr>
          <w:rStyle w:val="FootnoteReference"/>
        </w:rPr>
        <w:footnoteRef/>
      </w:r>
      <w:r>
        <w:tab/>
        <w:t xml:space="preserve">In a submission to the </w:t>
      </w:r>
      <w:proofErr w:type="spellStart"/>
      <w:r>
        <w:t>AEMC</w:t>
      </w:r>
      <w:proofErr w:type="spellEnd"/>
      <w:r>
        <w:t xml:space="preserve">, </w:t>
      </w:r>
      <w:proofErr w:type="spellStart"/>
      <w:r>
        <w:t>TransGrid</w:t>
      </w:r>
      <w:proofErr w:type="spellEnd"/>
      <w:r>
        <w:t xml:space="preserve"> (2012) obtained legal advice suggesting that ‘any company’ can build own and operate extensions to the transmission network. However, in order to obtain compulsory acquisition powers (to acquire easements over land), a company must apply to the relevant New South Wales Minister for an order under the </w:t>
      </w:r>
      <w:r>
        <w:rPr>
          <w:i/>
        </w:rPr>
        <w:t>Electricity Supply Act 1995</w:t>
      </w:r>
      <w:r w:rsidRPr="00F3465F">
        <w:t xml:space="preserve"> (NSW)</w:t>
      </w:r>
      <w:r>
        <w:t>. To date, one company (Directlink) has been granted such an order (</w:t>
      </w:r>
      <w:proofErr w:type="spellStart"/>
      <w:r>
        <w:t>TransGrid</w:t>
      </w:r>
      <w:proofErr w:type="spellEnd"/>
      <w:r>
        <w:t xml:space="preserve"> 2012, attachment, p. 2).</w:t>
      </w:r>
    </w:p>
  </w:footnote>
  <w:footnote w:id="15">
    <w:p w:rsidR="00CB7031" w:rsidRDefault="00CB7031" w:rsidP="002E7A6E">
      <w:pPr>
        <w:pStyle w:val="FootnoteText"/>
      </w:pPr>
      <w:r>
        <w:rPr>
          <w:rStyle w:val="FootnoteReference"/>
        </w:rPr>
        <w:footnoteRef/>
      </w:r>
      <w:r>
        <w:tab/>
        <w:t xml:space="preserve">In considering the presence of entry barriers for generator ‘extensions’, the </w:t>
      </w:r>
      <w:proofErr w:type="spellStart"/>
      <w:r>
        <w:t>AEMC</w:t>
      </w:r>
      <w:proofErr w:type="spellEnd"/>
      <w:r>
        <w:t xml:space="preserve"> (</w:t>
      </w:r>
      <w:proofErr w:type="spellStart"/>
      <w:r>
        <w:t>2012j</w:t>
      </w:r>
      <w:proofErr w:type="spellEnd"/>
      <w:r>
        <w:t>) examined the state-based licensing requirements and land acquisition powers across the NEM. It concluded that South Australia, where ‘third parties can readily obtain transmission licenses and own and operate extensions’ (</w:t>
      </w:r>
      <w:proofErr w:type="spellStart"/>
      <w:r>
        <w:t>AEMC</w:t>
      </w:r>
      <w:proofErr w:type="spellEnd"/>
      <w:r>
        <w:t xml:space="preserve"> </w:t>
      </w:r>
      <w:proofErr w:type="spellStart"/>
      <w:r>
        <w:t>2012j</w:t>
      </w:r>
      <w:proofErr w:type="spellEnd"/>
      <w:r>
        <w:t>, p. 143), had the most competition for the provision of extensions. A full examination of barriers to entry would also need to consider if broader government approvals (such as environment and planning) afford any competitive advantages to incumbents.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B7031">
      <w:tc>
        <w:tcPr>
          <w:tcW w:w="2155" w:type="dxa"/>
          <w:tcBorders>
            <w:top w:val="single" w:sz="24" w:space="0" w:color="auto"/>
          </w:tcBorders>
        </w:tcPr>
        <w:p w:rsidR="00CB7031" w:rsidRDefault="00CB7031">
          <w:pPr>
            <w:pStyle w:val="HeaderEven"/>
          </w:pPr>
        </w:p>
      </w:tc>
      <w:tc>
        <w:tcPr>
          <w:tcW w:w="6634" w:type="dxa"/>
          <w:tcBorders>
            <w:top w:val="single" w:sz="6" w:space="0" w:color="auto"/>
          </w:tcBorders>
        </w:tcPr>
        <w:p w:rsidR="00CB7031" w:rsidRDefault="00CB7031">
          <w:pPr>
            <w:pStyle w:val="HeaderEven"/>
          </w:pPr>
        </w:p>
      </w:tc>
    </w:tr>
  </w:tbl>
  <w:p w:rsidR="00CB7031" w:rsidRDefault="00CB7031">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B7031">
      <w:tc>
        <w:tcPr>
          <w:tcW w:w="6634" w:type="dxa"/>
          <w:tcBorders>
            <w:top w:val="single" w:sz="6" w:space="0" w:color="auto"/>
          </w:tcBorders>
        </w:tcPr>
        <w:p w:rsidR="00CB7031" w:rsidRDefault="00CB7031">
          <w:pPr>
            <w:pStyle w:val="HeaderOdd"/>
          </w:pPr>
        </w:p>
      </w:tc>
      <w:tc>
        <w:tcPr>
          <w:tcW w:w="2155" w:type="dxa"/>
          <w:tcBorders>
            <w:top w:val="single" w:sz="24" w:space="0" w:color="auto"/>
          </w:tcBorders>
        </w:tcPr>
        <w:p w:rsidR="00CB7031" w:rsidRDefault="00CB7031">
          <w:pPr>
            <w:pStyle w:val="HeaderOdd"/>
          </w:pPr>
        </w:p>
      </w:tc>
    </w:tr>
  </w:tbl>
  <w:p w:rsidR="00CB7031" w:rsidRDefault="00CB7031">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031" w:rsidRDefault="00CB7031">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031" w:rsidRDefault="00CB7031">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B7031">
      <w:tc>
        <w:tcPr>
          <w:tcW w:w="2155" w:type="dxa"/>
          <w:tcBorders>
            <w:top w:val="single" w:sz="24" w:space="0" w:color="auto"/>
          </w:tcBorders>
        </w:tcPr>
        <w:p w:rsidR="00CB7031" w:rsidRDefault="00CB7031" w:rsidP="0019293B">
          <w:pPr>
            <w:pStyle w:val="HeaderEven"/>
          </w:pPr>
        </w:p>
      </w:tc>
      <w:tc>
        <w:tcPr>
          <w:tcW w:w="6634" w:type="dxa"/>
          <w:tcBorders>
            <w:top w:val="single" w:sz="6" w:space="0" w:color="auto"/>
          </w:tcBorders>
        </w:tcPr>
        <w:p w:rsidR="00CB7031" w:rsidRDefault="00CB7031" w:rsidP="0019293B">
          <w:pPr>
            <w:pStyle w:val="HeaderEven"/>
          </w:pPr>
        </w:p>
      </w:tc>
    </w:tr>
  </w:tbl>
  <w:p w:rsidR="00CB7031" w:rsidRDefault="00CB7031" w:rsidP="0019293B">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B7031">
      <w:tc>
        <w:tcPr>
          <w:tcW w:w="6634" w:type="dxa"/>
          <w:tcBorders>
            <w:top w:val="single" w:sz="6" w:space="0" w:color="auto"/>
          </w:tcBorders>
        </w:tcPr>
        <w:p w:rsidR="00CB7031" w:rsidRDefault="00CB7031" w:rsidP="00E669E2">
          <w:pPr>
            <w:pStyle w:val="HeaderOdd"/>
          </w:pPr>
        </w:p>
      </w:tc>
      <w:tc>
        <w:tcPr>
          <w:tcW w:w="2155" w:type="dxa"/>
          <w:tcBorders>
            <w:top w:val="single" w:sz="24" w:space="0" w:color="auto"/>
          </w:tcBorders>
        </w:tcPr>
        <w:p w:rsidR="00CB7031" w:rsidRDefault="00CB7031" w:rsidP="00E669E2">
          <w:pPr>
            <w:pStyle w:val="HeaderOdd"/>
          </w:pPr>
        </w:p>
      </w:tc>
    </w:tr>
  </w:tbl>
  <w:p w:rsidR="00CB7031" w:rsidRDefault="00CB7031"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1918F9"/>
    <w:multiLevelType w:val="hybridMultilevel"/>
    <w:tmpl w:val="541662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3"/>
  </w:num>
  <w:num w:numId="4">
    <w:abstractNumId w:val="7"/>
  </w:num>
  <w:num w:numId="5">
    <w:abstractNumId w:val="5"/>
  </w:num>
  <w:num w:numId="6">
    <w:abstractNumId w:val="25"/>
  </w:num>
  <w:num w:numId="7">
    <w:abstractNumId w:val="3"/>
  </w:num>
  <w:num w:numId="8">
    <w:abstractNumId w:val="9"/>
  </w:num>
  <w:num w:numId="9">
    <w:abstractNumId w:val="2"/>
  </w:num>
  <w:num w:numId="10">
    <w:abstractNumId w:val="38"/>
  </w:num>
  <w:num w:numId="11">
    <w:abstractNumId w:val="4"/>
  </w:num>
  <w:num w:numId="12">
    <w:abstractNumId w:val="1"/>
  </w:num>
  <w:num w:numId="13">
    <w:abstractNumId w:val="0"/>
  </w:num>
  <w:num w:numId="14">
    <w:abstractNumId w:val="28"/>
  </w:num>
  <w:num w:numId="15">
    <w:abstractNumId w:val="44"/>
  </w:num>
  <w:num w:numId="16">
    <w:abstractNumId w:val="17"/>
  </w:num>
  <w:num w:numId="17">
    <w:abstractNumId w:val="16"/>
  </w:num>
  <w:num w:numId="18">
    <w:abstractNumId w:val="26"/>
  </w:num>
  <w:num w:numId="19">
    <w:abstractNumId w:val="12"/>
  </w:num>
  <w:num w:numId="20">
    <w:abstractNumId w:val="34"/>
  </w:num>
  <w:num w:numId="21">
    <w:abstractNumId w:val="37"/>
  </w:num>
  <w:num w:numId="22">
    <w:abstractNumId w:val="24"/>
  </w:num>
  <w:num w:numId="23">
    <w:abstractNumId w:val="27"/>
  </w:num>
  <w:num w:numId="24">
    <w:abstractNumId w:val="29"/>
  </w:num>
  <w:num w:numId="25">
    <w:abstractNumId w:val="42"/>
  </w:num>
  <w:num w:numId="26">
    <w:abstractNumId w:val="33"/>
  </w:num>
  <w:num w:numId="27">
    <w:abstractNumId w:val="39"/>
  </w:num>
  <w:num w:numId="28">
    <w:abstractNumId w:val="40"/>
  </w:num>
  <w:num w:numId="29">
    <w:abstractNumId w:val="31"/>
  </w:num>
  <w:num w:numId="30">
    <w:abstractNumId w:val="21"/>
  </w:num>
  <w:num w:numId="31">
    <w:abstractNumId w:val="45"/>
  </w:num>
  <w:num w:numId="32">
    <w:abstractNumId w:val="15"/>
  </w:num>
  <w:num w:numId="33">
    <w:abstractNumId w:val="8"/>
  </w:num>
  <w:num w:numId="34">
    <w:abstractNumId w:val="18"/>
  </w:num>
  <w:num w:numId="35">
    <w:abstractNumId w:val="41"/>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Transmission reliability"/>
    <w:docVar w:name="ShortReportTitle" w:val="Electricity network regulation"/>
  </w:docVars>
  <w:rsids>
    <w:rsidRoot w:val="002E7A6E"/>
    <w:rsid w:val="000227D5"/>
    <w:rsid w:val="000245AA"/>
    <w:rsid w:val="00030D0C"/>
    <w:rsid w:val="0003664B"/>
    <w:rsid w:val="0004111F"/>
    <w:rsid w:val="000565B3"/>
    <w:rsid w:val="00070210"/>
    <w:rsid w:val="0007150B"/>
    <w:rsid w:val="000938F5"/>
    <w:rsid w:val="00096E55"/>
    <w:rsid w:val="000B601B"/>
    <w:rsid w:val="000C207E"/>
    <w:rsid w:val="000C2BFD"/>
    <w:rsid w:val="000C31A8"/>
    <w:rsid w:val="000F0035"/>
    <w:rsid w:val="000F420B"/>
    <w:rsid w:val="00110116"/>
    <w:rsid w:val="00120072"/>
    <w:rsid w:val="00126EB8"/>
    <w:rsid w:val="001274D4"/>
    <w:rsid w:val="001363AA"/>
    <w:rsid w:val="00145789"/>
    <w:rsid w:val="00161AF5"/>
    <w:rsid w:val="00183E82"/>
    <w:rsid w:val="001878BB"/>
    <w:rsid w:val="00191AE0"/>
    <w:rsid w:val="0019293B"/>
    <w:rsid w:val="001C0865"/>
    <w:rsid w:val="001C3ABA"/>
    <w:rsid w:val="001E7BE8"/>
    <w:rsid w:val="001F0248"/>
    <w:rsid w:val="001F3653"/>
    <w:rsid w:val="001F3EB3"/>
    <w:rsid w:val="001F4F86"/>
    <w:rsid w:val="00202C2C"/>
    <w:rsid w:val="002135AB"/>
    <w:rsid w:val="002144BE"/>
    <w:rsid w:val="00242279"/>
    <w:rsid w:val="00245C82"/>
    <w:rsid w:val="0025775F"/>
    <w:rsid w:val="00270368"/>
    <w:rsid w:val="00276EF0"/>
    <w:rsid w:val="00291B40"/>
    <w:rsid w:val="002B4008"/>
    <w:rsid w:val="002D0E8E"/>
    <w:rsid w:val="002D2787"/>
    <w:rsid w:val="002D507B"/>
    <w:rsid w:val="002E563E"/>
    <w:rsid w:val="002E7A6E"/>
    <w:rsid w:val="00301189"/>
    <w:rsid w:val="0032166A"/>
    <w:rsid w:val="00323E09"/>
    <w:rsid w:val="00325BE6"/>
    <w:rsid w:val="00333932"/>
    <w:rsid w:val="003518AA"/>
    <w:rsid w:val="00352165"/>
    <w:rsid w:val="00353182"/>
    <w:rsid w:val="003565D9"/>
    <w:rsid w:val="003602E1"/>
    <w:rsid w:val="00365691"/>
    <w:rsid w:val="0037026F"/>
    <w:rsid w:val="00371240"/>
    <w:rsid w:val="00374731"/>
    <w:rsid w:val="00376E59"/>
    <w:rsid w:val="00380CF2"/>
    <w:rsid w:val="003919F9"/>
    <w:rsid w:val="00394E64"/>
    <w:rsid w:val="003C38B5"/>
    <w:rsid w:val="003C5D99"/>
    <w:rsid w:val="003D5040"/>
    <w:rsid w:val="003E2F59"/>
    <w:rsid w:val="003E7B90"/>
    <w:rsid w:val="003F0789"/>
    <w:rsid w:val="00401882"/>
    <w:rsid w:val="0040505E"/>
    <w:rsid w:val="004100C8"/>
    <w:rsid w:val="00411DBD"/>
    <w:rsid w:val="00412ACE"/>
    <w:rsid w:val="00422069"/>
    <w:rsid w:val="00431249"/>
    <w:rsid w:val="00434C19"/>
    <w:rsid w:val="00450810"/>
    <w:rsid w:val="00477144"/>
    <w:rsid w:val="00491380"/>
    <w:rsid w:val="0049459F"/>
    <w:rsid w:val="004A38DD"/>
    <w:rsid w:val="004B43AE"/>
    <w:rsid w:val="004C30ED"/>
    <w:rsid w:val="004D5675"/>
    <w:rsid w:val="004E77CF"/>
    <w:rsid w:val="00501A2C"/>
    <w:rsid w:val="0051335E"/>
    <w:rsid w:val="00523639"/>
    <w:rsid w:val="00531FE5"/>
    <w:rsid w:val="005402FA"/>
    <w:rsid w:val="005569D2"/>
    <w:rsid w:val="00583C39"/>
    <w:rsid w:val="00587F28"/>
    <w:rsid w:val="005909CF"/>
    <w:rsid w:val="00591E71"/>
    <w:rsid w:val="005A0D41"/>
    <w:rsid w:val="005B6857"/>
    <w:rsid w:val="00601677"/>
    <w:rsid w:val="00607BF1"/>
    <w:rsid w:val="00630D4D"/>
    <w:rsid w:val="00632A74"/>
    <w:rsid w:val="00662AAB"/>
    <w:rsid w:val="00681E33"/>
    <w:rsid w:val="006828D3"/>
    <w:rsid w:val="006960B2"/>
    <w:rsid w:val="006A4655"/>
    <w:rsid w:val="006B2B3C"/>
    <w:rsid w:val="006B2F7B"/>
    <w:rsid w:val="006C1D81"/>
    <w:rsid w:val="006C7038"/>
    <w:rsid w:val="006E73EF"/>
    <w:rsid w:val="006F0589"/>
    <w:rsid w:val="006F2F10"/>
    <w:rsid w:val="00701DB5"/>
    <w:rsid w:val="00714D4D"/>
    <w:rsid w:val="00730D14"/>
    <w:rsid w:val="007604BB"/>
    <w:rsid w:val="00785232"/>
    <w:rsid w:val="007947B0"/>
    <w:rsid w:val="007A21EB"/>
    <w:rsid w:val="007B1A93"/>
    <w:rsid w:val="007C36C9"/>
    <w:rsid w:val="007D1A87"/>
    <w:rsid w:val="007D6401"/>
    <w:rsid w:val="007E01E4"/>
    <w:rsid w:val="007F7107"/>
    <w:rsid w:val="00800D4C"/>
    <w:rsid w:val="0081030F"/>
    <w:rsid w:val="0082087D"/>
    <w:rsid w:val="00835771"/>
    <w:rsid w:val="00842933"/>
    <w:rsid w:val="0086082C"/>
    <w:rsid w:val="00864ADC"/>
    <w:rsid w:val="00870FCD"/>
    <w:rsid w:val="00880153"/>
    <w:rsid w:val="00880F97"/>
    <w:rsid w:val="0088133A"/>
    <w:rsid w:val="0089285E"/>
    <w:rsid w:val="0089436C"/>
    <w:rsid w:val="00894C13"/>
    <w:rsid w:val="008A6336"/>
    <w:rsid w:val="008D365C"/>
    <w:rsid w:val="009030BF"/>
    <w:rsid w:val="00904D3E"/>
    <w:rsid w:val="0091032F"/>
    <w:rsid w:val="00911517"/>
    <w:rsid w:val="00914368"/>
    <w:rsid w:val="00931076"/>
    <w:rsid w:val="009345D9"/>
    <w:rsid w:val="00934B15"/>
    <w:rsid w:val="00940C87"/>
    <w:rsid w:val="00942B62"/>
    <w:rsid w:val="0095323B"/>
    <w:rsid w:val="00956A0C"/>
    <w:rsid w:val="00956BD9"/>
    <w:rsid w:val="00962489"/>
    <w:rsid w:val="00990C2C"/>
    <w:rsid w:val="009D7120"/>
    <w:rsid w:val="009E1844"/>
    <w:rsid w:val="009F0D1B"/>
    <w:rsid w:val="009F696D"/>
    <w:rsid w:val="009F6BC6"/>
    <w:rsid w:val="00A07837"/>
    <w:rsid w:val="00A17328"/>
    <w:rsid w:val="00A23A20"/>
    <w:rsid w:val="00A268B9"/>
    <w:rsid w:val="00A2703A"/>
    <w:rsid w:val="00A33DFF"/>
    <w:rsid w:val="00A35115"/>
    <w:rsid w:val="00A36D9A"/>
    <w:rsid w:val="00A554AB"/>
    <w:rsid w:val="00A57062"/>
    <w:rsid w:val="00A92B53"/>
    <w:rsid w:val="00A94FA6"/>
    <w:rsid w:val="00AA49A0"/>
    <w:rsid w:val="00AA6710"/>
    <w:rsid w:val="00AB0681"/>
    <w:rsid w:val="00AC7A34"/>
    <w:rsid w:val="00AD1304"/>
    <w:rsid w:val="00AD2711"/>
    <w:rsid w:val="00AD520B"/>
    <w:rsid w:val="00AF37C6"/>
    <w:rsid w:val="00AF446F"/>
    <w:rsid w:val="00AF6E6B"/>
    <w:rsid w:val="00B425C3"/>
    <w:rsid w:val="00B440AD"/>
    <w:rsid w:val="00B53E7E"/>
    <w:rsid w:val="00B6342E"/>
    <w:rsid w:val="00B663B6"/>
    <w:rsid w:val="00B7113F"/>
    <w:rsid w:val="00B86EAB"/>
    <w:rsid w:val="00BA73B6"/>
    <w:rsid w:val="00BA7E27"/>
    <w:rsid w:val="00BB2603"/>
    <w:rsid w:val="00BB4FCD"/>
    <w:rsid w:val="00BC04E9"/>
    <w:rsid w:val="00BD13EA"/>
    <w:rsid w:val="00BE31B4"/>
    <w:rsid w:val="00BE3808"/>
    <w:rsid w:val="00C062E9"/>
    <w:rsid w:val="00C06988"/>
    <w:rsid w:val="00C07B64"/>
    <w:rsid w:val="00C13721"/>
    <w:rsid w:val="00C14FE4"/>
    <w:rsid w:val="00C3066D"/>
    <w:rsid w:val="00C52416"/>
    <w:rsid w:val="00C541C7"/>
    <w:rsid w:val="00C543F4"/>
    <w:rsid w:val="00C6291C"/>
    <w:rsid w:val="00C633CB"/>
    <w:rsid w:val="00C736B7"/>
    <w:rsid w:val="00C81D4A"/>
    <w:rsid w:val="00C8762C"/>
    <w:rsid w:val="00CA00F9"/>
    <w:rsid w:val="00CA2961"/>
    <w:rsid w:val="00CB0D68"/>
    <w:rsid w:val="00CB50D7"/>
    <w:rsid w:val="00CB7031"/>
    <w:rsid w:val="00CB7177"/>
    <w:rsid w:val="00CC1998"/>
    <w:rsid w:val="00CC4946"/>
    <w:rsid w:val="00CC7DE8"/>
    <w:rsid w:val="00D17681"/>
    <w:rsid w:val="00D270A4"/>
    <w:rsid w:val="00D314C8"/>
    <w:rsid w:val="00D31FE9"/>
    <w:rsid w:val="00D34E1B"/>
    <w:rsid w:val="00D35E2A"/>
    <w:rsid w:val="00D376BA"/>
    <w:rsid w:val="00D45634"/>
    <w:rsid w:val="00D5568A"/>
    <w:rsid w:val="00D63D73"/>
    <w:rsid w:val="00D64452"/>
    <w:rsid w:val="00D66E1E"/>
    <w:rsid w:val="00D75722"/>
    <w:rsid w:val="00D80CF5"/>
    <w:rsid w:val="00D94233"/>
    <w:rsid w:val="00DA5BBA"/>
    <w:rsid w:val="00DB26D2"/>
    <w:rsid w:val="00DB67C9"/>
    <w:rsid w:val="00DC077D"/>
    <w:rsid w:val="00DC0C95"/>
    <w:rsid w:val="00DC3545"/>
    <w:rsid w:val="00DD45FA"/>
    <w:rsid w:val="00DD6580"/>
    <w:rsid w:val="00DF46B7"/>
    <w:rsid w:val="00E17C72"/>
    <w:rsid w:val="00E21FC6"/>
    <w:rsid w:val="00E23DBB"/>
    <w:rsid w:val="00E431A9"/>
    <w:rsid w:val="00E469BF"/>
    <w:rsid w:val="00E65331"/>
    <w:rsid w:val="00E669E2"/>
    <w:rsid w:val="00E76135"/>
    <w:rsid w:val="00E82F4F"/>
    <w:rsid w:val="00E86396"/>
    <w:rsid w:val="00EC2844"/>
    <w:rsid w:val="00EC5500"/>
    <w:rsid w:val="00EC6DB6"/>
    <w:rsid w:val="00EF6C6C"/>
    <w:rsid w:val="00F056FC"/>
    <w:rsid w:val="00F10476"/>
    <w:rsid w:val="00F135D8"/>
    <w:rsid w:val="00F31299"/>
    <w:rsid w:val="00F3534A"/>
    <w:rsid w:val="00F40E4F"/>
    <w:rsid w:val="00F503A1"/>
    <w:rsid w:val="00F51609"/>
    <w:rsid w:val="00F81006"/>
    <w:rsid w:val="00F85325"/>
    <w:rsid w:val="00F9145F"/>
    <w:rsid w:val="00FD22B1"/>
    <w:rsid w:val="00FD2D4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E7A6E"/>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2E7A6E"/>
    <w:pPr>
      <w:keepNext/>
      <w:spacing w:before="360" w:line="80" w:lineRule="exact"/>
      <w:jc w:val="left"/>
    </w:pPr>
  </w:style>
  <w:style w:type="character" w:customStyle="1" w:styleId="BodyTextChar">
    <w:name w:val="Body Text Char"/>
    <w:basedOn w:val="DefaultParagraphFont"/>
    <w:link w:val="BodyText"/>
    <w:rsid w:val="002E7A6E"/>
    <w:rPr>
      <w:sz w:val="26"/>
    </w:rPr>
  </w:style>
  <w:style w:type="character" w:customStyle="1" w:styleId="QuoteChar">
    <w:name w:val="Quote Char"/>
    <w:basedOn w:val="DefaultParagraphFont"/>
    <w:link w:val="Quote"/>
    <w:rsid w:val="002E7A6E"/>
    <w:rPr>
      <w:sz w:val="24"/>
    </w:rPr>
  </w:style>
  <w:style w:type="character" w:customStyle="1" w:styleId="FootnoteTextChar">
    <w:name w:val="Footnote Text Char"/>
    <w:basedOn w:val="DefaultParagraphFont"/>
    <w:link w:val="FootnoteText"/>
    <w:rsid w:val="002E7A6E"/>
    <w:rPr>
      <w:sz w:val="22"/>
    </w:rPr>
  </w:style>
  <w:style w:type="character" w:customStyle="1" w:styleId="Heading4Char">
    <w:name w:val="Heading 4 Char"/>
    <w:basedOn w:val="DefaultParagraphFont"/>
    <w:link w:val="Heading4"/>
    <w:rsid w:val="002E7A6E"/>
    <w:rPr>
      <w:rFonts w:ascii="Arial" w:hAnsi="Arial"/>
      <w:i/>
      <w:sz w:val="24"/>
    </w:rPr>
  </w:style>
  <w:style w:type="character" w:customStyle="1" w:styleId="Heading2Char">
    <w:name w:val="Heading 2 Char"/>
    <w:basedOn w:val="DefaultParagraphFont"/>
    <w:link w:val="Heading2"/>
    <w:rsid w:val="002E7A6E"/>
    <w:rPr>
      <w:rFonts w:ascii="Arial" w:hAnsi="Arial"/>
      <w:b/>
      <w:sz w:val="32"/>
    </w:rPr>
  </w:style>
  <w:style w:type="paragraph" w:styleId="CommentSubject">
    <w:name w:val="annotation subject"/>
    <w:basedOn w:val="CommentText"/>
    <w:next w:val="CommentText"/>
    <w:link w:val="CommentSubjectChar"/>
    <w:rsid w:val="002E7A6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2E7A6E"/>
    <w:rPr>
      <w:szCs w:val="24"/>
    </w:rPr>
  </w:style>
  <w:style w:type="character" w:customStyle="1" w:styleId="CommentSubjectChar">
    <w:name w:val="Comment Subject Char"/>
    <w:basedOn w:val="CommentTextChar"/>
    <w:link w:val="CommentSubject"/>
    <w:rsid w:val="002E7A6E"/>
    <w:rPr>
      <w:b/>
      <w:bCs/>
      <w:szCs w:val="24"/>
    </w:rPr>
  </w:style>
  <w:style w:type="paragraph" w:styleId="Revision">
    <w:name w:val="Revision"/>
    <w:hidden/>
    <w:uiPriority w:val="99"/>
    <w:semiHidden/>
    <w:rsid w:val="002E7A6E"/>
    <w:rPr>
      <w:sz w:val="24"/>
      <w:szCs w:val="24"/>
    </w:rPr>
  </w:style>
  <w:style w:type="character" w:customStyle="1" w:styleId="FooterChar">
    <w:name w:val="Footer Char"/>
    <w:basedOn w:val="DefaultParagraphFont"/>
    <w:link w:val="Footer"/>
    <w:rsid w:val="002E7A6E"/>
    <w:rPr>
      <w:caps/>
      <w:spacing w:val="-4"/>
      <w:sz w:val="16"/>
    </w:rPr>
  </w:style>
  <w:style w:type="character" w:customStyle="1" w:styleId="Heading3Char">
    <w:name w:val="Heading 3 Char"/>
    <w:basedOn w:val="DefaultParagraphFont"/>
    <w:link w:val="Heading3"/>
    <w:rsid w:val="002E7A6E"/>
    <w:rPr>
      <w:rFonts w:ascii="Arial" w:hAnsi="Arial"/>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2E7A6E"/>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2E7A6E"/>
    <w:pPr>
      <w:keepNext/>
      <w:spacing w:before="360" w:line="80" w:lineRule="exact"/>
      <w:jc w:val="left"/>
    </w:pPr>
  </w:style>
  <w:style w:type="character" w:customStyle="1" w:styleId="BodyTextChar">
    <w:name w:val="Body Text Char"/>
    <w:basedOn w:val="DefaultParagraphFont"/>
    <w:link w:val="BodyText"/>
    <w:rsid w:val="002E7A6E"/>
    <w:rPr>
      <w:sz w:val="26"/>
    </w:rPr>
  </w:style>
  <w:style w:type="character" w:customStyle="1" w:styleId="QuoteChar">
    <w:name w:val="Quote Char"/>
    <w:basedOn w:val="DefaultParagraphFont"/>
    <w:link w:val="Quote"/>
    <w:rsid w:val="002E7A6E"/>
    <w:rPr>
      <w:sz w:val="24"/>
    </w:rPr>
  </w:style>
  <w:style w:type="character" w:customStyle="1" w:styleId="FootnoteTextChar">
    <w:name w:val="Footnote Text Char"/>
    <w:basedOn w:val="DefaultParagraphFont"/>
    <w:link w:val="FootnoteText"/>
    <w:rsid w:val="002E7A6E"/>
    <w:rPr>
      <w:sz w:val="22"/>
    </w:rPr>
  </w:style>
  <w:style w:type="character" w:customStyle="1" w:styleId="Heading4Char">
    <w:name w:val="Heading 4 Char"/>
    <w:basedOn w:val="DefaultParagraphFont"/>
    <w:link w:val="Heading4"/>
    <w:rsid w:val="002E7A6E"/>
    <w:rPr>
      <w:rFonts w:ascii="Arial" w:hAnsi="Arial"/>
      <w:i/>
      <w:sz w:val="24"/>
    </w:rPr>
  </w:style>
  <w:style w:type="character" w:customStyle="1" w:styleId="Heading2Char">
    <w:name w:val="Heading 2 Char"/>
    <w:basedOn w:val="DefaultParagraphFont"/>
    <w:link w:val="Heading2"/>
    <w:rsid w:val="002E7A6E"/>
    <w:rPr>
      <w:rFonts w:ascii="Arial" w:hAnsi="Arial"/>
      <w:b/>
      <w:sz w:val="32"/>
    </w:rPr>
  </w:style>
  <w:style w:type="paragraph" w:styleId="CommentSubject">
    <w:name w:val="annotation subject"/>
    <w:basedOn w:val="CommentText"/>
    <w:next w:val="CommentText"/>
    <w:link w:val="CommentSubjectChar"/>
    <w:rsid w:val="002E7A6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2E7A6E"/>
    <w:rPr>
      <w:szCs w:val="24"/>
    </w:rPr>
  </w:style>
  <w:style w:type="character" w:customStyle="1" w:styleId="CommentSubjectChar">
    <w:name w:val="Comment Subject Char"/>
    <w:basedOn w:val="CommentTextChar"/>
    <w:link w:val="CommentSubject"/>
    <w:rsid w:val="002E7A6E"/>
    <w:rPr>
      <w:b/>
      <w:bCs/>
      <w:szCs w:val="24"/>
    </w:rPr>
  </w:style>
  <w:style w:type="paragraph" w:styleId="Revision">
    <w:name w:val="Revision"/>
    <w:hidden/>
    <w:uiPriority w:val="99"/>
    <w:semiHidden/>
    <w:rsid w:val="002E7A6E"/>
    <w:rPr>
      <w:sz w:val="24"/>
      <w:szCs w:val="24"/>
    </w:rPr>
  </w:style>
  <w:style w:type="character" w:customStyle="1" w:styleId="FooterChar">
    <w:name w:val="Footer Char"/>
    <w:basedOn w:val="DefaultParagraphFont"/>
    <w:link w:val="Footer"/>
    <w:rsid w:val="002E7A6E"/>
    <w:rPr>
      <w:caps/>
      <w:spacing w:val="-4"/>
      <w:sz w:val="16"/>
    </w:rPr>
  </w:style>
  <w:style w:type="character" w:customStyle="1" w:styleId="Heading3Char">
    <w:name w:val="Heading 3 Char"/>
    <w:basedOn w:val="DefaultParagraphFont"/>
    <w:link w:val="Heading3"/>
    <w:rsid w:val="002E7A6E"/>
    <w:rPr>
      <w:rFonts w:ascii="Arial"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2.emf"/><Relationship Id="rId26" Type="http://schemas.openxmlformats.org/officeDocument/2006/relationships/image" Target="media/image10.emf"/><Relationship Id="rId39" Type="http://schemas.openxmlformats.org/officeDocument/2006/relationships/image" Target="media/image23.emf"/><Relationship Id="rId3" Type="http://schemas.openxmlformats.org/officeDocument/2006/relationships/styles" Target="styles.xml"/><Relationship Id="rId21" Type="http://schemas.openxmlformats.org/officeDocument/2006/relationships/image" Target="media/image5.emf"/><Relationship Id="rId34" Type="http://schemas.openxmlformats.org/officeDocument/2006/relationships/image" Target="media/image18.emf"/><Relationship Id="rId42"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image" Target="media/image9.emf"/><Relationship Id="rId33" Type="http://schemas.openxmlformats.org/officeDocument/2006/relationships/image" Target="media/image17.emf"/><Relationship Id="rId38" Type="http://schemas.openxmlformats.org/officeDocument/2006/relationships/image" Target="media/image22.emf"/><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4.emf"/><Relationship Id="rId29" Type="http://schemas.openxmlformats.org/officeDocument/2006/relationships/image" Target="media/image13.emf"/><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8.emf"/><Relationship Id="rId32" Type="http://schemas.openxmlformats.org/officeDocument/2006/relationships/image" Target="media/image16.emf"/><Relationship Id="rId37" Type="http://schemas.openxmlformats.org/officeDocument/2006/relationships/image" Target="media/image21.emf"/><Relationship Id="rId40" Type="http://schemas.openxmlformats.org/officeDocument/2006/relationships/image" Target="media/image13.jpeg"/><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7.emf"/><Relationship Id="rId28" Type="http://schemas.openxmlformats.org/officeDocument/2006/relationships/image" Target="media/image12.emf"/><Relationship Id="rId36" Type="http://schemas.openxmlformats.org/officeDocument/2006/relationships/image" Target="media/image20.emf"/><Relationship Id="rId10" Type="http://schemas.openxmlformats.org/officeDocument/2006/relationships/header" Target="header1.xml"/><Relationship Id="rId19" Type="http://schemas.openxmlformats.org/officeDocument/2006/relationships/image" Target="media/image3.emf"/><Relationship Id="rId31" Type="http://schemas.openxmlformats.org/officeDocument/2006/relationships/image" Target="media/image15.emf"/><Relationship Id="rId44"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6.emf"/><Relationship Id="rId27" Type="http://schemas.openxmlformats.org/officeDocument/2006/relationships/image" Target="media/image11.emf"/><Relationship Id="rId30" Type="http://schemas.openxmlformats.org/officeDocument/2006/relationships/image" Target="media/image14.emf"/><Relationship Id="rId35" Type="http://schemas.openxmlformats.org/officeDocument/2006/relationships/image" Target="media/image19.emf"/><Relationship Id="rId43"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F9C4F-E1C8-45C8-8CEC-CEAAE1934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45</Pages>
  <Words>14676</Words>
  <Characters>84518</Characters>
  <Application>Microsoft Office Word</Application>
  <DocSecurity>0</DocSecurity>
  <Lines>704</Lines>
  <Paragraphs>197</Paragraphs>
  <ScaleCrop>false</ScaleCrop>
  <HeadingPairs>
    <vt:vector size="2" baseType="variant">
      <vt:variant>
        <vt:lpstr>Title</vt:lpstr>
      </vt:variant>
      <vt:variant>
        <vt:i4>1</vt:i4>
      </vt:variant>
    </vt:vector>
  </HeadingPairs>
  <TitlesOfParts>
    <vt:vector size="1" baseType="lpstr">
      <vt:lpstr>Transmission reliability</vt:lpstr>
    </vt:vector>
  </TitlesOfParts>
  <Company>Productivity Commission</Company>
  <LinksUpToDate>false</LinksUpToDate>
  <CharactersWithSpaces>98997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Transmission reliability</dc:title>
  <dc:subject>Electricity network regulation</dc:subject>
  <dc:creator>Productivity Commission</dc:creator>
  <dc:description>16.</dc:description>
  <cp:lastModifiedBy>Productivity Commission</cp:lastModifiedBy>
  <cp:revision>2</cp:revision>
  <cp:lastPrinted>2013-03-27T04:06:00Z</cp:lastPrinted>
  <dcterms:created xsi:type="dcterms:W3CDTF">2013-04-19T03:45:00Z</dcterms:created>
  <dcterms:modified xsi:type="dcterms:W3CDTF">2013-04-19T03:45:00Z</dcterms:modified>
</cp:coreProperties>
</file>