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4D377A" w:rsidP="00CD5E6B">
      <w:pPr>
        <w:pStyle w:val="BodyText"/>
        <w:rPr>
          <w:b/>
          <w:szCs w:val="26"/>
        </w:rPr>
      </w:pPr>
      <w:r>
        <w:rPr>
          <w:noProof/>
          <w:lang w:eastAsia="en-AU"/>
        </w:rPr>
        <w:drawing>
          <wp:anchor distT="0" distB="0" distL="114300" distR="114300" simplePos="0" relativeHeight="251658240" behindDoc="0" locked="0" layoutInCell="1" allowOverlap="1">
            <wp:simplePos x="1146175" y="1050290"/>
            <wp:positionH relativeFrom="page">
              <wp:align>center</wp:align>
            </wp:positionH>
            <wp:positionV relativeFrom="page">
              <wp:align>bottom</wp:align>
            </wp:positionV>
            <wp:extent cx="7560000" cy="10126800"/>
            <wp:effectExtent l="0" t="0" r="3175" b="8255"/>
            <wp:wrapSquare wrapText="bothSides"/>
            <wp:docPr id="1" name="Picture 1" descr="Cover image for the Australian Government Productivity Commission inquiry report titled 'Public Infrastructure'. Volume One. Inquiry report number 71, 27 May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rastructure-final-vol-1-cover-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A0235C" w:rsidRPr="007809B8" w:rsidRDefault="00A0235C" w:rsidP="00A0235C">
      <w:pPr>
        <w:pStyle w:val="BodyText"/>
        <w:tabs>
          <w:tab w:val="left" w:pos="851"/>
        </w:tabs>
        <w:spacing w:before="200" w:after="120"/>
        <w:jc w:val="left"/>
        <w:rPr>
          <w:b/>
          <w:sz w:val="24"/>
        </w:rPr>
      </w:pPr>
      <w:bookmarkStart w:id="0" w:name="ISSN"/>
      <w:bookmarkEnd w:id="0"/>
      <w:r>
        <w:rPr>
          <w:b/>
          <w:sz w:val="24"/>
        </w:rPr>
        <w:t>ISSN</w:t>
      </w:r>
      <w:r>
        <w:rPr>
          <w:b/>
          <w:sz w:val="24"/>
        </w:rPr>
        <w:tab/>
        <w:t>1447-1329</w:t>
      </w:r>
      <w:r>
        <w:rPr>
          <w:b/>
          <w:sz w:val="24"/>
        </w:rPr>
        <w:br/>
        <w:t>ISBN</w:t>
      </w:r>
      <w:r>
        <w:rPr>
          <w:b/>
          <w:sz w:val="24"/>
        </w:rPr>
        <w:tab/>
        <w:t>978-1-74037-485-9 (Volume 1)</w:t>
      </w:r>
      <w:r>
        <w:rPr>
          <w:b/>
          <w:sz w:val="24"/>
        </w:rPr>
        <w:br/>
        <w:t>ISBN</w:t>
      </w:r>
      <w:r>
        <w:rPr>
          <w:b/>
          <w:sz w:val="24"/>
        </w:rPr>
        <w:tab/>
        <w:t>978-1-74037-486-6 (Volume 2)</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8A69C3"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8A69C3" w:rsidP="003E7802">
      <w:pPr>
        <w:pStyle w:val="BodyText"/>
        <w:spacing w:before="320"/>
        <w:rPr>
          <w:b/>
          <w:sz w:val="24"/>
        </w:rPr>
      </w:pPr>
      <w:r>
        <w:rPr>
          <w:b/>
          <w:sz w:val="24"/>
        </w:rPr>
        <w:t>General e</w:t>
      </w:r>
      <w:r w:rsidR="003E7802">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A0235C" w:rsidRPr="004F6590" w:rsidRDefault="00A0235C" w:rsidP="00A0235C">
      <w:pPr>
        <w:pStyle w:val="BodyText"/>
        <w:spacing w:before="160" w:after="120" w:line="240" w:lineRule="auto"/>
        <w:rPr>
          <w:sz w:val="24"/>
          <w:szCs w:val="24"/>
        </w:rPr>
      </w:pPr>
      <w:bookmarkStart w:id="1" w:name="JEL"/>
      <w:bookmarkEnd w:id="1"/>
      <w:r>
        <w:rPr>
          <w:sz w:val="24"/>
          <w:szCs w:val="24"/>
        </w:rPr>
        <w:t xml:space="preserve">Productivity Commission 2014, </w:t>
      </w:r>
      <w:r>
        <w:rPr>
          <w:i/>
          <w:sz w:val="24"/>
          <w:szCs w:val="24"/>
        </w:rPr>
        <w:t>Public Infrastructure</w:t>
      </w:r>
      <w:r>
        <w:rPr>
          <w:sz w:val="24"/>
          <w:szCs w:val="24"/>
        </w:rPr>
        <w:t xml:space="preserve">, </w:t>
      </w:r>
      <w:r w:rsidRPr="00626D62">
        <w:rPr>
          <w:sz w:val="24"/>
          <w:szCs w:val="24"/>
        </w:rPr>
        <w:t xml:space="preserve">Inquiry </w:t>
      </w:r>
      <w:r>
        <w:rPr>
          <w:sz w:val="24"/>
          <w:szCs w:val="24"/>
        </w:rPr>
        <w:t xml:space="preserve">Report No. 71, Canberra. </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A0235C" w:rsidRDefault="00A0235C">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A0235C" w:rsidTr="00CF66D0">
        <w:trPr>
          <w:cantSplit/>
          <w:trHeight w:hRule="exact" w:val="996"/>
        </w:trPr>
        <w:tc>
          <w:tcPr>
            <w:tcW w:w="2434" w:type="dxa"/>
          </w:tcPr>
          <w:p w:rsidR="00A0235C" w:rsidRPr="00205C77" w:rsidRDefault="00A0235C" w:rsidP="00CF66D0">
            <w:pPr>
              <w:pStyle w:val="PCAddress"/>
              <w:ind w:left="709"/>
              <w:rPr>
                <w:rFonts w:ascii="Goudy Old Style" w:hAnsi="Goudy Old Style"/>
                <w:b/>
                <w:i/>
              </w:rPr>
            </w:pPr>
          </w:p>
        </w:tc>
        <w:tc>
          <w:tcPr>
            <w:tcW w:w="1824" w:type="dxa"/>
          </w:tcPr>
          <w:p w:rsidR="00A0235C" w:rsidRPr="00205C77" w:rsidRDefault="00A0235C" w:rsidP="00CF66D0">
            <w:pPr>
              <w:pStyle w:val="PCAddress"/>
              <w:ind w:left="709"/>
              <w:rPr>
                <w:rFonts w:ascii="Goudy Old Style" w:hAnsi="Goudy Old Style"/>
                <w:b/>
                <w:i/>
              </w:rPr>
            </w:pPr>
          </w:p>
        </w:tc>
        <w:tc>
          <w:tcPr>
            <w:tcW w:w="4815" w:type="dxa"/>
            <w:gridSpan w:val="2"/>
          </w:tcPr>
          <w:p w:rsidR="00A0235C" w:rsidRPr="00205C77" w:rsidRDefault="00A0235C" w:rsidP="00CF66D0">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05EFCF1C" wp14:editId="5BE9296E">
                  <wp:extent cx="2057400" cy="600075"/>
                  <wp:effectExtent l="0" t="0" r="0" b="9525"/>
                  <wp:docPr id="2" name="Picture 2"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A0235C" w:rsidTr="00CF66D0">
        <w:trPr>
          <w:cantSplit/>
          <w:trHeight w:hRule="exact" w:val="2793"/>
        </w:trPr>
        <w:tc>
          <w:tcPr>
            <w:tcW w:w="5954" w:type="dxa"/>
            <w:gridSpan w:val="3"/>
            <w:vAlign w:val="bottom"/>
          </w:tcPr>
          <w:p w:rsidR="00A0235C" w:rsidRPr="00E61DA2" w:rsidRDefault="00A0235C" w:rsidP="00CF66D0">
            <w:pPr>
              <w:ind w:left="34"/>
            </w:pPr>
            <w:bookmarkStart w:id="3" w:name="YourRef"/>
            <w:bookmarkStart w:id="4" w:name="OurRef"/>
            <w:bookmarkStart w:id="5" w:name="graphics" w:colFirst="1" w:colLast="1"/>
            <w:bookmarkEnd w:id="3"/>
            <w:bookmarkEnd w:id="4"/>
          </w:p>
          <w:p w:rsidR="00A0235C" w:rsidRPr="00E61DA2" w:rsidRDefault="00A0235C" w:rsidP="00CF66D0">
            <w:pPr>
              <w:pStyle w:val="LetterAddress"/>
              <w:ind w:left="-113"/>
            </w:pPr>
            <w:r>
              <w:cr/>
              <w:t>27 May 2014</w:t>
            </w:r>
          </w:p>
        </w:tc>
        <w:tc>
          <w:tcPr>
            <w:tcW w:w="3119" w:type="dxa"/>
            <w:vAlign w:val="center"/>
          </w:tcPr>
          <w:p w:rsidR="00A0235C" w:rsidRPr="00205C77" w:rsidRDefault="00A0235C" w:rsidP="00CF66D0">
            <w:pPr>
              <w:pStyle w:val="PCAddress"/>
              <w:ind w:left="709"/>
              <w:rPr>
                <w:rFonts w:ascii="Goudy Old Style" w:hAnsi="Goudy Old Style"/>
                <w:b/>
                <w:i/>
              </w:rPr>
            </w:pPr>
            <w:r w:rsidRPr="00205C77">
              <w:rPr>
                <w:rFonts w:ascii="Goudy Old Style" w:hAnsi="Goudy Old Style"/>
                <w:b/>
                <w:i/>
              </w:rPr>
              <w:t>Melbourne Office</w:t>
            </w:r>
          </w:p>
          <w:p w:rsidR="00A0235C" w:rsidRPr="00205C77" w:rsidRDefault="00A0235C" w:rsidP="00CF66D0">
            <w:pPr>
              <w:pStyle w:val="PCAddress"/>
              <w:spacing w:after="0"/>
              <w:ind w:left="709"/>
              <w:rPr>
                <w:rFonts w:ascii="Goudy Old Style" w:hAnsi="Goudy Old Style"/>
              </w:rPr>
            </w:pPr>
            <w:r w:rsidRPr="00205C77">
              <w:rPr>
                <w:rFonts w:ascii="Goudy Old Style" w:hAnsi="Goudy Old Style"/>
              </w:rPr>
              <w:t>Level 12, 530 Collins Street</w:t>
            </w:r>
          </w:p>
          <w:p w:rsidR="00A0235C" w:rsidRPr="00205C77" w:rsidRDefault="00A0235C" w:rsidP="00CF66D0">
            <w:pPr>
              <w:pStyle w:val="PCAddress"/>
              <w:ind w:left="709"/>
              <w:rPr>
                <w:rFonts w:ascii="Goudy Old Style" w:hAnsi="Goudy Old Style"/>
              </w:rPr>
            </w:pPr>
            <w:r w:rsidRPr="00205C77">
              <w:rPr>
                <w:rFonts w:ascii="Goudy Old Style" w:hAnsi="Goudy Old Style"/>
              </w:rPr>
              <w:t>Melbourne  VIC  3000</w:t>
            </w:r>
          </w:p>
          <w:p w:rsidR="00A0235C" w:rsidRPr="00205C77" w:rsidRDefault="00A0235C" w:rsidP="00CF66D0">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A0235C" w:rsidRPr="00205C77" w:rsidRDefault="00A0235C" w:rsidP="00CF66D0">
            <w:pPr>
              <w:pStyle w:val="PCAddress"/>
              <w:ind w:left="709"/>
              <w:rPr>
                <w:rFonts w:ascii="Goudy Old Style" w:hAnsi="Goudy Old Style"/>
              </w:rPr>
            </w:pPr>
            <w:r w:rsidRPr="00205C77">
              <w:rPr>
                <w:rFonts w:ascii="Goudy Old Style" w:hAnsi="Goudy Old Style"/>
              </w:rPr>
              <w:t>Melbourne  VIC  8003</w:t>
            </w:r>
          </w:p>
          <w:p w:rsidR="00A0235C" w:rsidRPr="00205C77" w:rsidRDefault="00A0235C" w:rsidP="00CF66D0">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A0235C" w:rsidRPr="00205C77" w:rsidRDefault="00A0235C" w:rsidP="00CF66D0">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A0235C" w:rsidRPr="00205C77" w:rsidRDefault="00A0235C" w:rsidP="00CF66D0">
            <w:pPr>
              <w:pStyle w:val="PCAddress"/>
              <w:ind w:left="709"/>
              <w:rPr>
                <w:rFonts w:ascii="Goudy Old Style" w:hAnsi="Goudy Old Style"/>
                <w:b/>
                <w:i/>
              </w:rPr>
            </w:pPr>
            <w:r w:rsidRPr="00205C77">
              <w:rPr>
                <w:rFonts w:ascii="Goudy Old Style" w:hAnsi="Goudy Old Style"/>
                <w:b/>
                <w:i/>
              </w:rPr>
              <w:t>Canberra Office</w:t>
            </w:r>
          </w:p>
          <w:p w:rsidR="00A0235C" w:rsidRPr="00205C77" w:rsidRDefault="00A0235C" w:rsidP="00CF66D0">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A0235C" w:rsidRPr="00205C77" w:rsidRDefault="00A0235C" w:rsidP="00CF66D0">
            <w:pPr>
              <w:pStyle w:val="PCAddress"/>
              <w:ind w:left="709"/>
              <w:rPr>
                <w:rFonts w:ascii="Goudy Old Style" w:hAnsi="Goudy Old Style"/>
              </w:rPr>
            </w:pPr>
            <w:r w:rsidRPr="00205C77">
              <w:rPr>
                <w:rFonts w:ascii="Goudy Old Style" w:hAnsi="Goudy Old Style"/>
              </w:rPr>
              <w:t>www.pc.gov.au</w:t>
            </w:r>
          </w:p>
        </w:tc>
      </w:tr>
      <w:bookmarkEnd w:id="5"/>
    </w:tbl>
    <w:p w:rsidR="00A0235C" w:rsidRPr="00C76C25" w:rsidRDefault="00A0235C" w:rsidP="00A0235C">
      <w:pPr>
        <w:pStyle w:val="LetterAddress"/>
      </w:pPr>
    </w:p>
    <w:p w:rsidR="00A0235C" w:rsidRDefault="00A0235C" w:rsidP="00A0235C">
      <w:pPr>
        <w:pStyle w:val="Salutation"/>
        <w:rPr>
          <w:noProof w:val="0"/>
        </w:rPr>
      </w:pPr>
      <w:bookmarkStart w:id="6" w:name="Salutation"/>
      <w:bookmarkEnd w:id="6"/>
      <w:r>
        <w:rPr>
          <w:noProof w:val="0"/>
        </w:rPr>
        <w:t>The Hon Joe Hockey MP</w:t>
      </w:r>
      <w:r>
        <w:rPr>
          <w:noProof w:val="0"/>
        </w:rPr>
        <w:br/>
        <w:t>Treasurer</w:t>
      </w:r>
    </w:p>
    <w:p w:rsidR="00A0235C" w:rsidRDefault="00A0235C" w:rsidP="00A0235C">
      <w:pPr>
        <w:pStyle w:val="Salutation"/>
        <w:rPr>
          <w:noProof w:val="0"/>
        </w:rPr>
      </w:pPr>
      <w:r>
        <w:rPr>
          <w:noProof w:val="0"/>
        </w:rPr>
        <w:t>Parliament House</w:t>
      </w:r>
    </w:p>
    <w:p w:rsidR="00A0235C" w:rsidRDefault="00A0235C" w:rsidP="00A0235C">
      <w:pPr>
        <w:pStyle w:val="Salutation"/>
        <w:rPr>
          <w:noProof w:val="0"/>
        </w:rPr>
      </w:pPr>
      <w:r>
        <w:rPr>
          <w:noProof w:val="0"/>
        </w:rPr>
        <w:t>CANBERRA ACT 2600</w:t>
      </w:r>
    </w:p>
    <w:p w:rsidR="00A0235C" w:rsidRPr="00C16E10" w:rsidRDefault="00A0235C" w:rsidP="00A0235C"/>
    <w:p w:rsidR="00A0235C" w:rsidRPr="00C76C25" w:rsidRDefault="00A0235C" w:rsidP="00A0235C">
      <w:pPr>
        <w:pStyle w:val="Salutation"/>
      </w:pPr>
      <w:r w:rsidRPr="00C76C25">
        <w:t>Dear Treasurer</w:t>
      </w:r>
    </w:p>
    <w:p w:rsidR="00A0235C" w:rsidRPr="00C76C25" w:rsidRDefault="00A0235C" w:rsidP="00A0235C">
      <w:pPr>
        <w:pStyle w:val="BodyText"/>
        <w:ind w:right="142"/>
        <w:rPr>
          <w:sz w:val="24"/>
          <w:szCs w:val="24"/>
        </w:rPr>
      </w:pPr>
      <w:bookmarkStart w:id="7" w:name="Body"/>
      <w:bookmarkEnd w:id="7"/>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w:t>
      </w:r>
      <w:r>
        <w:rPr>
          <w:sz w:val="24"/>
          <w:szCs w:val="24"/>
        </w:rPr>
        <w:t>Commission’s final report into Public Infrastructure</w:t>
      </w:r>
      <w:r w:rsidRPr="00C76C25">
        <w:rPr>
          <w:sz w:val="24"/>
          <w:szCs w:val="24"/>
        </w:rPr>
        <w:t>.</w:t>
      </w:r>
    </w:p>
    <w:p w:rsidR="00A0235C" w:rsidRDefault="00A0235C" w:rsidP="00A0235C">
      <w:pPr>
        <w:pStyle w:val="Signoff"/>
      </w:pPr>
      <w:bookmarkStart w:id="8" w:name="signoff"/>
      <w:bookmarkEnd w:id="8"/>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3002"/>
        <w:gridCol w:w="3002"/>
      </w:tblGrid>
      <w:tr w:rsidR="00A0235C" w:rsidTr="00CF66D0">
        <w:trPr>
          <w:trHeight w:val="1732"/>
        </w:trPr>
        <w:tc>
          <w:tcPr>
            <w:tcW w:w="3001" w:type="dxa"/>
          </w:tcPr>
          <w:p w:rsidR="00A0235C" w:rsidRDefault="00A0235C" w:rsidP="00CF66D0">
            <w:pPr>
              <w:pStyle w:val="Signoff"/>
              <w:rPr>
                <w:noProof/>
              </w:rPr>
            </w:pPr>
          </w:p>
          <w:p w:rsidR="00914E0F" w:rsidRDefault="00914E0F" w:rsidP="00CF66D0">
            <w:pPr>
              <w:pStyle w:val="Signoff"/>
            </w:pPr>
          </w:p>
        </w:tc>
        <w:tc>
          <w:tcPr>
            <w:tcW w:w="3002" w:type="dxa"/>
          </w:tcPr>
          <w:p w:rsidR="00A0235C" w:rsidRDefault="00A0235C" w:rsidP="00CF66D0">
            <w:pPr>
              <w:pStyle w:val="Signoff"/>
            </w:pPr>
          </w:p>
        </w:tc>
        <w:tc>
          <w:tcPr>
            <w:tcW w:w="3002" w:type="dxa"/>
          </w:tcPr>
          <w:p w:rsidR="00A0235C" w:rsidRDefault="00A0235C" w:rsidP="00CF66D0">
            <w:pPr>
              <w:pStyle w:val="Signoff"/>
            </w:pPr>
            <w:bookmarkStart w:id="9" w:name="_GoBack"/>
            <w:bookmarkEnd w:id="9"/>
          </w:p>
        </w:tc>
      </w:tr>
      <w:tr w:rsidR="00A0235C" w:rsidTr="00CF66D0">
        <w:tc>
          <w:tcPr>
            <w:tcW w:w="3001" w:type="dxa"/>
          </w:tcPr>
          <w:p w:rsidR="00A0235C" w:rsidRDefault="00A0235C" w:rsidP="00CF66D0">
            <w:pPr>
              <w:pStyle w:val="BodyText"/>
              <w:spacing w:before="0" w:line="240" w:lineRule="auto"/>
              <w:jc w:val="left"/>
            </w:pPr>
            <w:r>
              <w:rPr>
                <w:sz w:val="24"/>
                <w:szCs w:val="24"/>
              </w:rPr>
              <w:t>Peter Harris AO</w:t>
            </w:r>
            <w:r>
              <w:rPr>
                <w:sz w:val="24"/>
                <w:szCs w:val="24"/>
              </w:rPr>
              <w:br/>
            </w:r>
            <w:r w:rsidRPr="00C76C25">
              <w:t>Presiding Commissioner</w:t>
            </w:r>
          </w:p>
        </w:tc>
        <w:tc>
          <w:tcPr>
            <w:tcW w:w="3002" w:type="dxa"/>
          </w:tcPr>
          <w:p w:rsidR="00A0235C" w:rsidRDefault="00A0235C" w:rsidP="00CF66D0">
            <w:pPr>
              <w:pStyle w:val="Signoff"/>
              <w:spacing w:before="0" w:after="0"/>
            </w:pPr>
            <w:r>
              <w:rPr>
                <w:szCs w:val="24"/>
              </w:rPr>
              <w:t xml:space="preserve">   Dr Warren Mundy</w:t>
            </w:r>
            <w:r>
              <w:rPr>
                <w:szCs w:val="24"/>
              </w:rPr>
              <w:br/>
            </w:r>
            <w:r>
              <w:t xml:space="preserve">   </w:t>
            </w:r>
            <w:r w:rsidRPr="00C76C25">
              <w:t>Commissioner</w:t>
            </w:r>
          </w:p>
        </w:tc>
        <w:tc>
          <w:tcPr>
            <w:tcW w:w="3002" w:type="dxa"/>
          </w:tcPr>
          <w:p w:rsidR="00A0235C" w:rsidRDefault="00A0235C" w:rsidP="00CF66D0">
            <w:pPr>
              <w:pStyle w:val="Signoff"/>
              <w:spacing w:before="100" w:beforeAutospacing="1" w:after="100" w:afterAutospacing="1"/>
            </w:pPr>
            <w:r>
              <w:rPr>
                <w:szCs w:val="24"/>
              </w:rPr>
              <w:t>Paul Lindwall</w:t>
            </w:r>
            <w:r>
              <w:rPr>
                <w:szCs w:val="24"/>
              </w:rPr>
              <w:br/>
            </w:r>
            <w:r>
              <w:t>Associate</w:t>
            </w:r>
            <w:r w:rsidRPr="00C76C25">
              <w:t xml:space="preserve"> Commissioner</w:t>
            </w:r>
          </w:p>
        </w:tc>
      </w:tr>
    </w:tbl>
    <w:p w:rsidR="00A0235C" w:rsidRDefault="00A0235C"/>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A0235C" w:rsidRDefault="00A0235C" w:rsidP="00537BB4">
      <w:pPr>
        <w:pStyle w:val="Heading1"/>
      </w:pPr>
      <w:r>
        <w:lastRenderedPageBreak/>
        <w:t>Terms of reference</w:t>
      </w:r>
    </w:p>
    <w:p w:rsidR="00A0235C" w:rsidRPr="00624781" w:rsidRDefault="00A0235C" w:rsidP="00A0235C">
      <w:pPr>
        <w:pStyle w:val="Heading3"/>
        <w:rPr>
          <w:sz w:val="28"/>
          <w:szCs w:val="28"/>
        </w:rPr>
      </w:pPr>
      <w:r w:rsidRPr="00624781">
        <w:rPr>
          <w:sz w:val="28"/>
          <w:szCs w:val="28"/>
        </w:rPr>
        <w:t>Public Infrastructure: Provision, Funding, Financing and Costs</w:t>
      </w:r>
    </w:p>
    <w:p w:rsidR="00A0235C" w:rsidRDefault="00A0235C" w:rsidP="00A0235C">
      <w:pPr>
        <w:pStyle w:val="BodyText"/>
      </w:pPr>
      <w:r>
        <w:t xml:space="preserve">I, Joseph Benedict Hockey, Treasurer, pursuant to Parts 2 and 3 of the </w:t>
      </w:r>
      <w:r w:rsidRPr="004E29A3">
        <w:rPr>
          <w:i/>
        </w:rPr>
        <w:t>Productivity Commission Act 1998</w:t>
      </w:r>
      <w:r>
        <w:t>, hereby request that the Productivity Commission (Commission) undertake an inquiry into ways to encourage private financing and funding for major infrastructure projects, including issues relating to the high cost and the long lead times associated with these projects.</w:t>
      </w:r>
    </w:p>
    <w:p w:rsidR="00A0235C" w:rsidRDefault="00A0235C" w:rsidP="00A0235C">
      <w:pPr>
        <w:pStyle w:val="BodyText"/>
      </w:pPr>
      <w:r>
        <w:t>Through this inquiry, the Commission is to conduct a broad ranging investigation into costs, competitiveness and productivity in the provision of nationally significant economic infrastructure and examine ways to: reduce infrastructure construction costs; address any barriers to private sector financing, including assessing the role and efficacy of alternative infrastructure funding and financing mechanisms, and recommending mechanisms and operating principles that may be applied to overcome these barriers; and, without limiting the generality of this reference, outline options to reduce construction costs.</w:t>
      </w:r>
    </w:p>
    <w:p w:rsidR="00A0235C" w:rsidRDefault="00A0235C" w:rsidP="00A0235C">
      <w:pPr>
        <w:pStyle w:val="Heading3"/>
      </w:pPr>
      <w:r>
        <w:t>Background</w:t>
      </w:r>
    </w:p>
    <w:p w:rsidR="00A0235C" w:rsidRDefault="00A0235C" w:rsidP="00A0235C">
      <w:pPr>
        <w:pStyle w:val="BodyText"/>
      </w:pPr>
      <w:r>
        <w:t>Efficient public infrastructure plays a key role in a competitive and productive economy and the ongoing funding and financing of infrastructure development in Australia is therefore of critical importance.</w:t>
      </w:r>
    </w:p>
    <w:p w:rsidR="00A0235C" w:rsidRDefault="00A0235C" w:rsidP="00A0235C">
      <w:pPr>
        <w:pStyle w:val="BodyText"/>
      </w:pPr>
      <w:r>
        <w:t>The capacity of government to meet expectations for improved infrastructure services is always limited, and the use of financing options involving the private sector can reduce the call on government resources, allowing scarce public funds to be targeted in a more effective manner.</w:t>
      </w:r>
    </w:p>
    <w:p w:rsidR="00A0235C" w:rsidRDefault="00A0235C" w:rsidP="00A0235C">
      <w:pPr>
        <w:pStyle w:val="BodyText"/>
      </w:pPr>
      <w:r>
        <w:t>While alternative financing and funding models offer opportunities to reduce the immediate call on governments, it should be noted that the application of new models is not a panacea. Ultimately infrastructure can only be funded through taxation, borrowings or direct user charges. There are difficult trade</w:t>
      </w:r>
      <w:r>
        <w:noBreakHyphen/>
        <w:t>offs to consider given increasing demand and competing priorities.</w:t>
      </w:r>
    </w:p>
    <w:p w:rsidR="00A0235C" w:rsidRDefault="00A0235C" w:rsidP="00A0235C">
      <w:pPr>
        <w:pStyle w:val="Heading3"/>
      </w:pPr>
      <w:r>
        <w:lastRenderedPageBreak/>
        <w:t>Scope of the inquiry</w:t>
      </w:r>
    </w:p>
    <w:p w:rsidR="00A0235C" w:rsidRDefault="00A0235C" w:rsidP="00A0235C">
      <w:pPr>
        <w:pStyle w:val="BodyText"/>
      </w:pPr>
      <w:r>
        <w:t>In reporting on funding and financing and the scope for reducing costs for public infrastructure projects, the Commission is to analyse and develop findings on the following:</w:t>
      </w:r>
    </w:p>
    <w:p w:rsidR="00A0235C" w:rsidRDefault="00A0235C" w:rsidP="00A0235C">
      <w:pPr>
        <w:pStyle w:val="BodyText"/>
        <w:numPr>
          <w:ilvl w:val="0"/>
          <w:numId w:val="32"/>
        </w:numPr>
      </w:pPr>
      <w:r>
        <w:t>How infrastructure is currently funded and financed in Australia, including by the Commonwealth, the States and the private sector.</w:t>
      </w:r>
    </w:p>
    <w:p w:rsidR="00A0235C" w:rsidRDefault="00A0235C" w:rsidP="00A0235C">
      <w:pPr>
        <w:pStyle w:val="BodyText"/>
        <w:numPr>
          <w:ilvl w:val="0"/>
          <w:numId w:val="32"/>
        </w:numPr>
      </w:pPr>
      <w:r>
        <w:t xml:space="preserve">The rationale, role and objectives of alternative funding and financing mechanisms, including: </w:t>
      </w:r>
    </w:p>
    <w:p w:rsidR="00A0235C" w:rsidRDefault="00A0235C" w:rsidP="00A0235C">
      <w:pPr>
        <w:pStyle w:val="BodyText"/>
        <w:numPr>
          <w:ilvl w:val="0"/>
          <w:numId w:val="33"/>
        </w:numPr>
        <w:ind w:left="1097"/>
      </w:pPr>
      <w:r>
        <w:t>the full range of costs and benefits of different models</w:t>
      </w:r>
    </w:p>
    <w:p w:rsidR="00A0235C" w:rsidRDefault="00A0235C" w:rsidP="00A0235C">
      <w:pPr>
        <w:pStyle w:val="BodyText"/>
        <w:numPr>
          <w:ilvl w:val="0"/>
          <w:numId w:val="33"/>
        </w:numPr>
        <w:ind w:left="1097"/>
      </w:pPr>
      <w:r>
        <w:t>the issues and costs associated with the allocation of project risks, availability of finance, contracting arrangements and delivery models for construction projects</w:t>
      </w:r>
    </w:p>
    <w:p w:rsidR="00A0235C" w:rsidRDefault="00A0235C" w:rsidP="00A0235C">
      <w:pPr>
        <w:pStyle w:val="BodyText"/>
        <w:numPr>
          <w:ilvl w:val="0"/>
          <w:numId w:val="33"/>
        </w:numPr>
        <w:ind w:left="1097"/>
      </w:pPr>
      <w:r>
        <w:t>the disincentives to private sector investment</w:t>
      </w:r>
    </w:p>
    <w:p w:rsidR="00A0235C" w:rsidRDefault="00A0235C" w:rsidP="00A0235C">
      <w:pPr>
        <w:pStyle w:val="BodyText"/>
        <w:numPr>
          <w:ilvl w:val="0"/>
          <w:numId w:val="33"/>
        </w:numPr>
        <w:ind w:left="1097"/>
      </w:pPr>
      <w:r>
        <w:t>broad principles for the use of these funding and financing mechanisms</w:t>
      </w:r>
    </w:p>
    <w:p w:rsidR="00A0235C" w:rsidRDefault="00A0235C" w:rsidP="00A0235C">
      <w:pPr>
        <w:pStyle w:val="BodyText"/>
        <w:numPr>
          <w:ilvl w:val="0"/>
          <w:numId w:val="33"/>
        </w:numPr>
        <w:ind w:left="1097"/>
      </w:pPr>
      <w:r>
        <w:t>the roles of the Australian Government, the States and Territories, Local Government and the Private Sector in the implementation of these mechanisms, and the relationship between each of the parties</w:t>
      </w:r>
    </w:p>
    <w:p w:rsidR="00A0235C" w:rsidRDefault="00A0235C" w:rsidP="00A0235C">
      <w:pPr>
        <w:pStyle w:val="BodyText"/>
        <w:numPr>
          <w:ilvl w:val="0"/>
          <w:numId w:val="33"/>
        </w:numPr>
        <w:ind w:left="1097"/>
      </w:pPr>
      <w:r>
        <w:t>creation of revenue streams to attract private sector finance; for example, through user charging, availability payments etc.</w:t>
      </w:r>
    </w:p>
    <w:p w:rsidR="00A0235C" w:rsidRDefault="00A0235C" w:rsidP="00A0235C">
      <w:pPr>
        <w:pStyle w:val="BodyText"/>
        <w:numPr>
          <w:ilvl w:val="0"/>
          <w:numId w:val="32"/>
        </w:numPr>
      </w:pPr>
      <w:r>
        <w:t>Consider the financial risks to the Commonwealth posed by alternative funding and financing mechanisms, as well as their possible impact on the Budget and fiscal consolidation goals.</w:t>
      </w:r>
    </w:p>
    <w:p w:rsidR="00A0235C" w:rsidRDefault="00A0235C" w:rsidP="00A0235C">
      <w:pPr>
        <w:pStyle w:val="BodyText"/>
        <w:numPr>
          <w:ilvl w:val="0"/>
          <w:numId w:val="32"/>
        </w:numPr>
      </w:pPr>
      <w:r>
        <w:t>Examine the cost structure of major infrastructure projects in Australia, including where infrastructure project costs have increased considerably, compared with other countries.</w:t>
      </w:r>
    </w:p>
    <w:p w:rsidR="00A0235C" w:rsidRDefault="00A0235C" w:rsidP="00A0235C">
      <w:pPr>
        <w:pStyle w:val="BodyText"/>
        <w:numPr>
          <w:ilvl w:val="0"/>
          <w:numId w:val="32"/>
        </w:numPr>
      </w:pPr>
      <w:r>
        <w:t>Provide advice on ways to improve decision</w:t>
      </w:r>
      <w:r>
        <w:noBreakHyphen/>
        <w:t xml:space="preserve">making and implementation processes to facilitate a reduction in the cost of public infrastructure projects, including in relation to: </w:t>
      </w:r>
    </w:p>
    <w:p w:rsidR="00A0235C" w:rsidRDefault="00A0235C" w:rsidP="00A0235C">
      <w:pPr>
        <w:pStyle w:val="BodyText"/>
        <w:numPr>
          <w:ilvl w:val="0"/>
          <w:numId w:val="34"/>
        </w:numPr>
        <w:ind w:left="1097"/>
      </w:pPr>
      <w:r>
        <w:t>measures to improve flexibility and reduce complexity, costs and time for all parties</w:t>
      </w:r>
    </w:p>
    <w:p w:rsidR="00A0235C" w:rsidRDefault="00A0235C" w:rsidP="00A0235C">
      <w:pPr>
        <w:pStyle w:val="BodyText"/>
        <w:numPr>
          <w:ilvl w:val="0"/>
          <w:numId w:val="34"/>
        </w:numPr>
        <w:ind w:left="1097"/>
      </w:pPr>
      <w:r>
        <w:lastRenderedPageBreak/>
        <w:t>access to the market for domestic and international constructors, including barriers to entry, and what effect this has on construction costs</w:t>
      </w:r>
    </w:p>
    <w:p w:rsidR="00A0235C" w:rsidRDefault="00A0235C" w:rsidP="00A0235C">
      <w:pPr>
        <w:pStyle w:val="BodyText"/>
        <w:numPr>
          <w:ilvl w:val="0"/>
          <w:numId w:val="34"/>
        </w:numPr>
        <w:ind w:left="1097"/>
      </w:pPr>
      <w:r>
        <w:t>‘greenfield’ infrastructure projects.</w:t>
      </w:r>
    </w:p>
    <w:p w:rsidR="00A0235C" w:rsidRDefault="00A0235C" w:rsidP="00A0235C">
      <w:pPr>
        <w:pStyle w:val="BodyText"/>
        <w:numPr>
          <w:ilvl w:val="0"/>
          <w:numId w:val="32"/>
        </w:numPr>
      </w:pPr>
      <w:r>
        <w:t>Comment on other relevant policy measures, including any non</w:t>
      </w:r>
      <w:r>
        <w:noBreakHyphen/>
        <w:t>legislative approaches, which would help ensure effective delivery of infrastructure services over both the short and long term.</w:t>
      </w:r>
    </w:p>
    <w:p w:rsidR="00A0235C" w:rsidRDefault="00A0235C" w:rsidP="00A0235C">
      <w:pPr>
        <w:pStyle w:val="Heading3"/>
      </w:pPr>
      <w:r>
        <w:t>Process</w:t>
      </w:r>
    </w:p>
    <w:p w:rsidR="00A0235C" w:rsidRDefault="00A0235C" w:rsidP="00A0235C">
      <w:pPr>
        <w:pStyle w:val="BodyText"/>
      </w:pPr>
      <w:r>
        <w:t>In undertaking this inquiry, the Commission should take into account the work being led by the National Commission of Audit to examine the scope for efficiency and productivity improvements across all areas of Commonwealth expenditure.</w:t>
      </w:r>
    </w:p>
    <w:p w:rsidR="00A0235C" w:rsidRDefault="00A0235C" w:rsidP="00A0235C">
      <w:pPr>
        <w:pStyle w:val="BodyText"/>
      </w:pPr>
      <w:r>
        <w:t>The Commission is to undertake an appropriate public consultation process including holding hearings and inviting public submissions. It will consult with the State and Territory Governments in undertaking this inquiry.</w:t>
      </w:r>
    </w:p>
    <w:p w:rsidR="00A0235C" w:rsidRDefault="00A0235C" w:rsidP="00A0235C">
      <w:pPr>
        <w:pStyle w:val="BodyText"/>
      </w:pPr>
      <w:r>
        <w:t>The Commission should release a draft report in March 2014.</w:t>
      </w:r>
    </w:p>
    <w:p w:rsidR="00A0235C" w:rsidRDefault="00A0235C" w:rsidP="00A0235C">
      <w:pPr>
        <w:pStyle w:val="BodyText"/>
      </w:pPr>
      <w:r>
        <w:t>The final report should be provided within six months of the receipt of these terms of reference.</w:t>
      </w:r>
    </w:p>
    <w:p w:rsidR="00A0235C" w:rsidRDefault="00A0235C" w:rsidP="00A0235C">
      <w:pPr>
        <w:pStyle w:val="BodyText"/>
      </w:pPr>
      <w:r>
        <w:t>The Government will consider the Commission’s recommendations, and the Government’s response will be announced as soon as possible after the receipt of the Commission’s final report.</w:t>
      </w:r>
    </w:p>
    <w:p w:rsidR="00A0235C" w:rsidRDefault="00A0235C" w:rsidP="00A0235C">
      <w:pPr>
        <w:pStyle w:val="BodyText"/>
      </w:pPr>
    </w:p>
    <w:p w:rsidR="00A0235C" w:rsidRPr="00624781" w:rsidRDefault="00A0235C" w:rsidP="00A0235C">
      <w:pPr>
        <w:pStyle w:val="BodyText"/>
        <w:jc w:val="left"/>
      </w:pPr>
      <w:r w:rsidRPr="00624781">
        <w:t>J</w:t>
      </w:r>
      <w:r>
        <w:t>.</w:t>
      </w:r>
      <w:r w:rsidRPr="00624781">
        <w:t xml:space="preserve"> B</w:t>
      </w:r>
      <w:r>
        <w:t>.</w:t>
      </w:r>
      <w:r w:rsidRPr="00624781">
        <w:t xml:space="preserve"> </w:t>
      </w:r>
      <w:r w:rsidRPr="009C48E9">
        <w:t>HOCKEY</w:t>
      </w:r>
      <w:r w:rsidRPr="00624781">
        <w:br/>
        <w:t>Treasurer</w:t>
      </w:r>
    </w:p>
    <w:p w:rsidR="00A0235C" w:rsidRDefault="00A0235C" w:rsidP="00A0235C">
      <w:pPr>
        <w:pStyle w:val="BodyText"/>
      </w:pPr>
      <w:r>
        <w:t>[Received 13 November 2013]</w:t>
      </w:r>
    </w:p>
    <w:p w:rsidR="00A0235C" w:rsidRDefault="00A0235C" w:rsidP="006817C9">
      <w:pPr>
        <w:pStyle w:val="BodyText"/>
      </w:pPr>
    </w:p>
    <w:p w:rsidR="00A0235C" w:rsidRDefault="00A0235C" w:rsidP="006817C9">
      <w:pPr>
        <w:pStyle w:val="BodyText"/>
        <w:sectPr w:rsidR="00A0235C" w:rsidSect="006817C9">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1B7F1E" w:rsidRDefault="00735FEA" w:rsidP="008E657B">
      <w:pPr>
        <w:pStyle w:val="Heading1NotTOC"/>
        <w:spacing w:after="1200"/>
      </w:pPr>
      <w:bookmarkStart w:id="10" w:name="Contents"/>
      <w:bookmarkEnd w:id="10"/>
      <w:r w:rsidRPr="00B153C3">
        <w:lastRenderedPageBreak/>
        <w:t>Contents</w:t>
      </w:r>
      <w:bookmarkStart w:id="11" w:name="InsertContents"/>
      <w:bookmarkEnd w:id="11"/>
    </w:p>
    <w:p w:rsidR="00A0235C" w:rsidRDefault="00A0235C" w:rsidP="00A0235C">
      <w:pPr>
        <w:pStyle w:val="BodyText"/>
      </w:pPr>
      <w:r>
        <w:t xml:space="preserve">The Commission’s report is in two volumes. </w:t>
      </w:r>
      <w:r w:rsidRPr="00E568FF">
        <w:rPr>
          <w:b/>
        </w:rPr>
        <w:t xml:space="preserve">This </w:t>
      </w:r>
      <w:r>
        <w:rPr>
          <w:b/>
        </w:rPr>
        <w:t>v</w:t>
      </w:r>
      <w:r w:rsidRPr="00E568FF">
        <w:rPr>
          <w:b/>
        </w:rPr>
        <w:t xml:space="preserve">olume 1 contains the </w:t>
      </w:r>
      <w:r>
        <w:rPr>
          <w:b/>
        </w:rPr>
        <w:t>o</w:t>
      </w:r>
      <w:r w:rsidRPr="00E568FF">
        <w:rPr>
          <w:b/>
        </w:rPr>
        <w:t xml:space="preserve">verview, </w:t>
      </w:r>
      <w:r>
        <w:rPr>
          <w:b/>
        </w:rPr>
        <w:t>recommendations and f</w:t>
      </w:r>
      <w:r w:rsidRPr="00E568FF">
        <w:rPr>
          <w:b/>
        </w:rPr>
        <w:t>indings</w:t>
      </w:r>
      <w:r>
        <w:rPr>
          <w:b/>
        </w:rPr>
        <w:t>, chapters 1 to 8</w:t>
      </w:r>
      <w:r w:rsidR="008E657B">
        <w:rPr>
          <w:b/>
        </w:rPr>
        <w:t xml:space="preserve"> and volume 1 references</w:t>
      </w:r>
      <w:r w:rsidRPr="00E568FF">
        <w:rPr>
          <w:b/>
        </w:rPr>
        <w:t>.</w:t>
      </w:r>
      <w:r>
        <w:t xml:space="preserve"> </w:t>
      </w:r>
      <w:r w:rsidRPr="00E568FF">
        <w:t>V</w:t>
      </w:r>
      <w:r w:rsidRPr="00E568FF">
        <w:rPr>
          <w:bCs/>
        </w:rPr>
        <w:t>o</w:t>
      </w:r>
      <w:r>
        <w:rPr>
          <w:bCs/>
        </w:rPr>
        <w:t xml:space="preserve">lume 2 contains chapters </w:t>
      </w:r>
      <w:r w:rsidR="00EF0D5E">
        <w:rPr>
          <w:bCs/>
        </w:rPr>
        <w:t>9</w:t>
      </w:r>
      <w:r>
        <w:rPr>
          <w:bCs/>
        </w:rPr>
        <w:t xml:space="preserve"> to 16</w:t>
      </w:r>
      <w:r w:rsidR="008E657B">
        <w:rPr>
          <w:bCs/>
        </w:rPr>
        <w:t>,</w:t>
      </w:r>
      <w:r>
        <w:rPr>
          <w:bCs/>
        </w:rPr>
        <w:t xml:space="preserve"> </w:t>
      </w:r>
      <w:proofErr w:type="spellStart"/>
      <w:r>
        <w:rPr>
          <w:bCs/>
        </w:rPr>
        <w:t>appendices</w:t>
      </w:r>
      <w:proofErr w:type="spellEnd"/>
      <w:r>
        <w:rPr>
          <w:bCs/>
        </w:rPr>
        <w:t xml:space="preserve"> A to J</w:t>
      </w:r>
      <w:r w:rsidR="008E657B">
        <w:rPr>
          <w:bCs/>
        </w:rPr>
        <w:t xml:space="preserve"> and volume 2 references</w:t>
      </w:r>
      <w:r w:rsidRPr="00E568FF">
        <w:rPr>
          <w:bCs/>
        </w:rPr>
        <w:t>.</w:t>
      </w:r>
      <w:r>
        <w:rPr>
          <w:b/>
          <w:bCs/>
        </w:rPr>
        <w:t xml:space="preserve"> </w:t>
      </w:r>
      <w:r>
        <w:t xml:space="preserve">Below is the table of contents for both volumes. </w:t>
      </w:r>
    </w:p>
    <w:p w:rsidR="00A0235C" w:rsidRDefault="00A0235C" w:rsidP="00A0235C">
      <w:pPr>
        <w:pStyle w:val="TOC1"/>
        <w:shd w:val="clear" w:color="auto" w:fill="000000"/>
        <w:spacing w:before="240"/>
        <w:ind w:right="0"/>
        <w:jc w:val="center"/>
        <w:rPr>
          <w:color w:val="FFFFFF"/>
        </w:rPr>
      </w:pPr>
      <w:r>
        <w:rPr>
          <w:color w:val="FFFFFF"/>
        </w:rPr>
        <w:t>Volume 1</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Acknowledgments</w:t>
      </w:r>
      <w:r>
        <w:rPr>
          <w:noProof/>
        </w:rPr>
        <w:tab/>
        <w:t>xiv</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39</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51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53</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Australia’s public infrastructure and its importance</w:t>
      </w:r>
      <w:r>
        <w:rPr>
          <w:noProof/>
        </w:rPr>
        <w:tab/>
        <w:t>55</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role of government in infrastructure provision</w:t>
      </w:r>
      <w:r>
        <w:rPr>
          <w:noProof/>
        </w:rPr>
        <w:tab/>
        <w:t>60</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increasing role of the private sector</w:t>
      </w:r>
      <w:r>
        <w:rPr>
          <w:noProof/>
        </w:rPr>
        <w:tab/>
        <w:t>62</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The Commission’s approach</w:t>
      </w:r>
      <w:r>
        <w:rPr>
          <w:noProof/>
        </w:rPr>
        <w:tab/>
        <w:t>69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Conduct of the inquiry</w:t>
      </w:r>
      <w:r>
        <w:rPr>
          <w:noProof/>
        </w:rPr>
        <w:tab/>
        <w:t>72</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Guide to the report</w:t>
      </w:r>
      <w:r>
        <w:rPr>
          <w:noProof/>
        </w:rPr>
        <w:tab/>
        <w:t>73</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Project selection</w:t>
      </w:r>
      <w:r>
        <w:rPr>
          <w:noProof/>
        </w:rPr>
        <w:tab/>
        <w:t>75</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importance of project selection</w:t>
      </w:r>
      <w:r>
        <w:rPr>
          <w:noProof/>
        </w:rPr>
        <w:tab/>
        <w:t>76</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Institutional arrangements</w:t>
      </w:r>
      <w:r>
        <w:rPr>
          <w:noProof/>
        </w:rPr>
        <w:tab/>
        <w:t>79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role of cost–benefit analysis</w:t>
      </w:r>
      <w:r>
        <w:rPr>
          <w:noProof/>
        </w:rPr>
        <w:tab/>
        <w:t>92</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Achieving benefits from private sector involvement</w:t>
      </w:r>
      <w:r>
        <w:rPr>
          <w:noProof/>
        </w:rPr>
        <w:tab/>
        <w:t>109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various models of public infrastructure delivery</w:t>
      </w:r>
      <w:r>
        <w:rPr>
          <w:noProof/>
        </w:rPr>
        <w:tab/>
        <w:t>112</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potential benefits and challenges of private sector involvement in infrastructure delivery</w:t>
      </w:r>
      <w:r>
        <w:rPr>
          <w:noProof/>
        </w:rPr>
        <w:tab/>
        <w:t>114</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Selecting a delivery model</w:t>
      </w:r>
      <w:r>
        <w:rPr>
          <w:noProof/>
        </w:rPr>
        <w:tab/>
        <w:t>120</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lastRenderedPageBreak/>
        <w:t>3.4</w:t>
      </w:r>
      <w:r>
        <w:rPr>
          <w:rFonts w:asciiTheme="minorHAnsi" w:eastAsiaTheme="minorEastAsia" w:hAnsiTheme="minorHAnsi" w:cstheme="minorBidi"/>
          <w:noProof/>
          <w:sz w:val="22"/>
          <w:szCs w:val="22"/>
          <w:lang w:eastAsia="en-AU"/>
        </w:rPr>
        <w:tab/>
      </w:r>
      <w:r>
        <w:rPr>
          <w:noProof/>
        </w:rPr>
        <w:t>Principles for efficient risk allocation</w:t>
      </w:r>
      <w:r>
        <w:rPr>
          <w:noProof/>
        </w:rPr>
        <w:tab/>
        <w:t>123</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Risk allocation in practice</w:t>
      </w:r>
      <w:r>
        <w:rPr>
          <w:noProof/>
        </w:rPr>
        <w:tab/>
        <w:t>132</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Assessing value for money under different delivery models</w:t>
      </w:r>
      <w:r>
        <w:rPr>
          <w:noProof/>
        </w:rPr>
        <w:tab/>
        <w:t>136</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Funding mechanisms</w:t>
      </w:r>
      <w:r>
        <w:rPr>
          <w:noProof/>
        </w:rPr>
        <w:tab/>
        <w:t>141</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User charges</w:t>
      </w:r>
      <w:r>
        <w:rPr>
          <w:noProof/>
        </w:rPr>
        <w:tab/>
        <w:t>142</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Value capture</w:t>
      </w:r>
      <w:r>
        <w:rPr>
          <w:noProof/>
        </w:rPr>
        <w:tab/>
        <w:t>163</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Developer contributions</w:t>
      </w:r>
      <w:r>
        <w:rPr>
          <w:noProof/>
        </w:rPr>
        <w:tab/>
        <w:t>169</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Government funding</w:t>
      </w:r>
      <w:r>
        <w:rPr>
          <w:noProof/>
        </w:rPr>
        <w:tab/>
        <w:t>172</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Infrastructure finance</w:t>
      </w:r>
      <w:r>
        <w:rPr>
          <w:noProof/>
        </w:rPr>
        <w:tab/>
        <w:t>177</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Public sector finance</w:t>
      </w:r>
      <w:r>
        <w:rPr>
          <w:noProof/>
        </w:rPr>
        <w:tab/>
        <w:t>178</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Private sector finance</w:t>
      </w:r>
      <w:r>
        <w:rPr>
          <w:noProof/>
        </w:rPr>
        <w:tab/>
        <w:t>180</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Issues in infrastructure financing markets</w:t>
      </w:r>
      <w:r>
        <w:rPr>
          <w:noProof/>
        </w:rPr>
        <w:tab/>
        <w:t>193</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Financing mechanisms</w:t>
      </w:r>
      <w:r>
        <w:rPr>
          <w:noProof/>
        </w:rPr>
        <w:tab/>
        <w:t>207</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Assessment framework</w:t>
      </w:r>
      <w:r>
        <w:rPr>
          <w:noProof/>
        </w:rPr>
        <w:tab/>
        <w:t>208</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Mechanisms discussed by participants</w:t>
      </w:r>
      <w:r>
        <w:rPr>
          <w:noProof/>
        </w:rPr>
        <w:tab/>
        <w:t>224</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Subsidising private sector finance to bridge the ‘financing gap’</w:t>
      </w:r>
      <w:r>
        <w:rPr>
          <w:noProof/>
        </w:rPr>
        <w:tab/>
        <w:t>225</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Superannuation fund liquidity issues</w:t>
      </w:r>
      <w:r>
        <w:rPr>
          <w:noProof/>
        </w:rPr>
        <w:tab/>
        <w:t>242</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Distorted incentives in the procurement process</w:t>
      </w:r>
      <w:r>
        <w:rPr>
          <w:noProof/>
        </w:rPr>
        <w:tab/>
        <w:t>246</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Addressing self</w:t>
      </w:r>
      <w:r>
        <w:rPr>
          <w:noProof/>
        </w:rPr>
        <w:noBreakHyphen/>
        <w:t>imposed fiscal constraints — capital recycling</w:t>
      </w:r>
      <w:r>
        <w:rPr>
          <w:noProof/>
        </w:rPr>
        <w:tab/>
        <w:t>258</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Reforming institutions</w:t>
      </w:r>
      <w:r>
        <w:rPr>
          <w:noProof/>
        </w:rPr>
        <w:tab/>
        <w:t>265</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Current institutional arrangements for infrastructure provision</w:t>
      </w:r>
      <w:r>
        <w:rPr>
          <w:noProof/>
        </w:rPr>
        <w:tab/>
        <w:t>266</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case for governance and institutional reform</w:t>
      </w:r>
      <w:r>
        <w:rPr>
          <w:noProof/>
        </w:rPr>
        <w:tab/>
        <w:t>269</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Principles for good governance</w:t>
      </w:r>
      <w:r>
        <w:rPr>
          <w:noProof/>
        </w:rPr>
        <w:tab/>
        <w:t>279</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The role of Infrastructure Australia</w:t>
      </w:r>
      <w:r>
        <w:rPr>
          <w:noProof/>
        </w:rPr>
        <w:tab/>
        <w:t>282</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The influence of the Australian Government</w:t>
      </w:r>
      <w:r>
        <w:rPr>
          <w:noProof/>
        </w:rPr>
        <w:tab/>
        <w:t>286</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Governance and institutional reform in the roads sector</w:t>
      </w:r>
      <w:r>
        <w:rPr>
          <w:noProof/>
        </w:rPr>
        <w:tab/>
        <w:t>303</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Scope for institutional and funding reform for roads</w:t>
      </w:r>
      <w:r>
        <w:rPr>
          <w:noProof/>
        </w:rPr>
        <w:tab/>
        <w:t>304</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Options for improving governance and institutional arrangements in the roads sector</w:t>
      </w:r>
      <w:r>
        <w:rPr>
          <w:noProof/>
        </w:rPr>
        <w:tab/>
        <w:t>305</w:t>
      </w:r>
    </w:p>
    <w:p w:rsidR="00A0235C" w:rsidRDefault="00A0235C" w:rsidP="00A0235C">
      <w:pPr>
        <w:pStyle w:val="TOC2"/>
        <w:tabs>
          <w:tab w:val="left" w:pos="1190"/>
        </w:tabs>
        <w:spacing w:before="100"/>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Which model can most effectively facilitate improvements in road provision and charging?</w:t>
      </w:r>
      <w:r>
        <w:rPr>
          <w:noProof/>
        </w:rPr>
        <w:tab/>
        <w:t>329</w:t>
      </w:r>
    </w:p>
    <w:p w:rsidR="00A0235C" w:rsidRDefault="00A0235C" w:rsidP="00A0235C">
      <w:pPr>
        <w:pStyle w:val="TOC1"/>
        <w:rPr>
          <w:noProof/>
        </w:rPr>
      </w:pPr>
      <w:r>
        <w:rPr>
          <w:noProof/>
        </w:rPr>
        <w:t>References</w:t>
      </w:r>
      <w:r>
        <w:rPr>
          <w:noProof/>
        </w:rPr>
        <w:tab/>
        <w:t>337</w:t>
      </w:r>
    </w:p>
    <w:p w:rsidR="00A0235C" w:rsidRDefault="00A0235C" w:rsidP="00A0235C">
      <w:pPr>
        <w:pStyle w:val="TOC1"/>
        <w:pBdr>
          <w:top w:val="single" w:sz="4" w:space="1" w:color="auto"/>
          <w:left w:val="single" w:sz="4" w:space="0" w:color="auto"/>
          <w:bottom w:val="single" w:sz="4" w:space="1" w:color="auto"/>
          <w:right w:val="single" w:sz="4" w:space="31" w:color="auto"/>
        </w:pBdr>
        <w:shd w:val="clear" w:color="auto" w:fill="000000"/>
        <w:ind w:right="567"/>
        <w:jc w:val="center"/>
        <w:rPr>
          <w:color w:val="FFFFFF"/>
        </w:rPr>
      </w:pPr>
      <w:r>
        <w:rPr>
          <w:color w:val="FFFFFF"/>
        </w:rPr>
        <w:lastRenderedPageBreak/>
        <w:t>Volume 2</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Acknowledgments</w:t>
      </w:r>
      <w:r>
        <w:rPr>
          <w:noProof/>
        </w:rPr>
        <w:tab/>
        <w:t>xiv</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Cost drivers, trends and benchmarks</w:t>
      </w:r>
      <w:r>
        <w:rPr>
          <w:noProof/>
        </w:rPr>
        <w:tab/>
        <w:t>353</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What has been happening to aggregate construction costs?</w:t>
      </w:r>
      <w:r>
        <w:rPr>
          <w:noProof/>
        </w:rPr>
        <w:tab/>
        <w:t>356</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Input cost drivers and trends</w:t>
      </w:r>
      <w:r>
        <w:rPr>
          <w:noProof/>
        </w:rPr>
        <w:tab/>
        <w:t>360</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Summing up on cost movements</w:t>
      </w:r>
      <w:r>
        <w:rPr>
          <w:noProof/>
        </w:rPr>
        <w:tab/>
        <w:t>369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Benchmarking</w:t>
      </w:r>
      <w:r>
        <w:rPr>
          <w:noProof/>
        </w:rPr>
        <w:tab/>
        <w:t>371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International comparisons of cost</w:t>
      </w:r>
      <w:r>
        <w:rPr>
          <w:noProof/>
        </w:rPr>
        <w:tab/>
        <w:t>383</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Concluding comments</w:t>
      </w:r>
      <w:r>
        <w:rPr>
          <w:noProof/>
        </w:rPr>
        <w:tab/>
        <w:t>387</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Productivity issues</w:t>
      </w:r>
      <w:r>
        <w:rPr>
          <w:noProof/>
        </w:rPr>
        <w:tab/>
        <w:t>389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Recent Australian performance</w:t>
      </w:r>
      <w:r>
        <w:rPr>
          <w:noProof/>
        </w:rPr>
        <w:tab/>
        <w:t>390</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Main productivity challenges</w:t>
      </w:r>
      <w:r>
        <w:rPr>
          <w:noProof/>
        </w:rPr>
        <w:tab/>
        <w:t>406</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Concluding comments</w:t>
      </w:r>
      <w:r>
        <w:rPr>
          <w:noProof/>
        </w:rPr>
        <w:tab/>
        <w:t>417</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Competition and the structure of the infrastructure construction market</w:t>
      </w:r>
      <w:r>
        <w:rPr>
          <w:noProof/>
        </w:rPr>
        <w:tab/>
        <w:t>419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Concentration in the infrastructure construction market</w:t>
      </w:r>
      <w:r>
        <w:rPr>
          <w:noProof/>
        </w:rPr>
        <w:tab/>
        <w:t>421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Barriers to entry</w:t>
      </w:r>
      <w:r>
        <w:rPr>
          <w:noProof/>
        </w:rPr>
        <w:tab/>
        <w:t>426</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Segmentation in the infrastructure  construction market</w:t>
      </w:r>
      <w:r>
        <w:rPr>
          <w:noProof/>
        </w:rPr>
        <w:tab/>
        <w:t>431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Countervailing power of government</w:t>
      </w:r>
      <w:r>
        <w:rPr>
          <w:noProof/>
        </w:rPr>
        <w:tab/>
        <w:t>432</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Competition issues in input markets</w:t>
      </w:r>
      <w:r>
        <w:rPr>
          <w:noProof/>
        </w:rPr>
        <w:tab/>
        <w:t>435</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Concluding comments</w:t>
      </w:r>
      <w:r>
        <w:rPr>
          <w:noProof/>
        </w:rPr>
        <w:tab/>
        <w:t>437</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Government procurement</w:t>
      </w:r>
      <w:r>
        <w:rPr>
          <w:noProof/>
        </w:rPr>
        <w:tab/>
        <w:t>439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Tendering and contracting arrangements used for major infrastructure projects</w:t>
      </w:r>
      <w:r>
        <w:rPr>
          <w:noProof/>
        </w:rPr>
        <w:tab/>
        <w:t>440</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Are government tendering arrangements too onerous?</w:t>
      </w:r>
      <w:r>
        <w:rPr>
          <w:noProof/>
        </w:rPr>
        <w:tab/>
        <w:t>451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Do tendering arrangements elicit least cost bids?</w:t>
      </w:r>
      <w:r>
        <w:rPr>
          <w:noProof/>
        </w:rPr>
        <w:tab/>
        <w:t>463</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Do contracts provide incentives for cost minimisation throughout the build?</w:t>
      </w:r>
      <w:r>
        <w:rPr>
          <w:noProof/>
        </w:rPr>
        <w:tab/>
        <w:t>480</w:t>
      </w:r>
    </w:p>
    <w:p w:rsidR="00EF5B25" w:rsidRDefault="00EF5B25">
      <w:pPr>
        <w:rPr>
          <w:b/>
          <w:noProof/>
          <w:szCs w:val="26"/>
        </w:rPr>
      </w:pPr>
      <w:r>
        <w:rPr>
          <w:noProof/>
        </w:rPr>
        <w:br w:type="page"/>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lastRenderedPageBreak/>
        <w:t>13</w:t>
      </w:r>
      <w:r>
        <w:rPr>
          <w:rFonts w:asciiTheme="minorHAnsi" w:eastAsiaTheme="minorEastAsia" w:hAnsiTheme="minorHAnsi" w:cstheme="minorBidi"/>
          <w:b w:val="0"/>
          <w:noProof/>
          <w:sz w:val="22"/>
          <w:szCs w:val="22"/>
          <w:lang w:eastAsia="en-AU"/>
        </w:rPr>
        <w:tab/>
      </w:r>
      <w:r>
        <w:rPr>
          <w:noProof/>
        </w:rPr>
        <w:t>Industrial relations</w:t>
      </w:r>
      <w:r>
        <w:rPr>
          <w:noProof/>
        </w:rPr>
        <w:tab/>
        <w:t>495</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What is industrial relations?</w:t>
      </w:r>
      <w:r>
        <w:rPr>
          <w:noProof/>
        </w:rPr>
        <w:tab/>
        <w:t>497</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Industrial relations in the Australian  construction sector</w:t>
      </w:r>
      <w:r>
        <w:rPr>
          <w:noProof/>
        </w:rPr>
        <w:tab/>
        <w:t>498</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A framework for understanding the role of industrial relations in construction</w:t>
      </w:r>
      <w:r>
        <w:rPr>
          <w:noProof/>
        </w:rPr>
        <w:tab/>
        <w:t>507</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Is construction different in other ways?</w:t>
      </w:r>
      <w:r>
        <w:rPr>
          <w:noProof/>
        </w:rPr>
        <w:tab/>
        <w:t>514</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The impacts of industrial relations  at the project level</w:t>
      </w:r>
      <w:r>
        <w:rPr>
          <w:noProof/>
        </w:rPr>
        <w:tab/>
        <w:t>521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The aggregate effects of the IR environment on the construction industry</w:t>
      </w:r>
      <w:r>
        <w:rPr>
          <w:noProof/>
        </w:rPr>
        <w:tab/>
        <w:t>535</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The scope for improving the IR environment</w:t>
      </w:r>
      <w:r>
        <w:rPr>
          <w:noProof/>
        </w:rPr>
        <w:tab/>
        <w:t>546</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Workforce skills</w:t>
      </w:r>
      <w:r>
        <w:rPr>
          <w:noProof/>
        </w:rPr>
        <w:tab/>
        <w:t>553</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Evidence of civil construction skill shortages</w:t>
      </w:r>
      <w:r>
        <w:rPr>
          <w:noProof/>
        </w:rPr>
        <w:tab/>
        <w:t>554</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The impact of skill shortages on infrastructure construction costs</w:t>
      </w:r>
      <w:r>
        <w:rPr>
          <w:noProof/>
        </w:rPr>
        <w:tab/>
        <w:t>561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The causes of recent skill shortages</w:t>
      </w:r>
      <w:r>
        <w:rPr>
          <w:noProof/>
        </w:rPr>
        <w:tab/>
        <w:t>565</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Policy options for skill shortages in infrastructure construction</w:t>
      </w:r>
      <w:r>
        <w:rPr>
          <w:noProof/>
        </w:rPr>
        <w:tab/>
        <w:t>576</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Conclusion</w:t>
      </w:r>
      <w:r>
        <w:rPr>
          <w:noProof/>
        </w:rPr>
        <w:tab/>
        <w:t>595</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Social and environmental regulation</w:t>
      </w:r>
      <w:r>
        <w:rPr>
          <w:noProof/>
        </w:rPr>
        <w:tab/>
        <w:t>597</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Nature and scope of the regulation</w:t>
      </w:r>
      <w:r>
        <w:rPr>
          <w:noProof/>
        </w:rPr>
        <w:tab/>
        <w:t>599</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Participants’ concerns</w:t>
      </w:r>
      <w:r>
        <w:rPr>
          <w:noProof/>
        </w:rPr>
        <w:tab/>
        <w:t>600</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Impacts on costs</w:t>
      </w:r>
      <w:r>
        <w:rPr>
          <w:noProof/>
        </w:rPr>
        <w:tab/>
        <w:t>603</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General reform issues</w:t>
      </w:r>
      <w:r>
        <w:rPr>
          <w:noProof/>
        </w:rPr>
        <w:tab/>
        <w:t>604</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Pr>
          <w:noProof/>
        </w:rPr>
        <w:t>Federal safety accreditation</w:t>
      </w:r>
      <w:r>
        <w:rPr>
          <w:noProof/>
        </w:rPr>
        <w:tab/>
        <w:t>607</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15.6</w:t>
      </w:r>
      <w:r>
        <w:rPr>
          <w:rFonts w:asciiTheme="minorHAnsi" w:eastAsiaTheme="minorEastAsia" w:hAnsiTheme="minorHAnsi" w:cstheme="minorBidi"/>
          <w:noProof/>
          <w:sz w:val="22"/>
          <w:szCs w:val="22"/>
          <w:lang w:eastAsia="en-AU"/>
        </w:rPr>
        <w:tab/>
      </w:r>
      <w:r>
        <w:rPr>
          <w:noProof/>
        </w:rPr>
        <w:t>Regulation affecting quarries</w:t>
      </w:r>
      <w:r>
        <w:rPr>
          <w:noProof/>
        </w:rPr>
        <w:tab/>
        <w:t>615</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15.7</w:t>
      </w:r>
      <w:r>
        <w:rPr>
          <w:rFonts w:asciiTheme="minorHAnsi" w:eastAsiaTheme="minorEastAsia" w:hAnsiTheme="minorHAnsi" w:cstheme="minorBidi"/>
          <w:noProof/>
          <w:sz w:val="22"/>
          <w:szCs w:val="22"/>
          <w:lang w:eastAsia="en-AU"/>
        </w:rPr>
        <w:tab/>
      </w:r>
      <w:r>
        <w:rPr>
          <w:noProof/>
        </w:rPr>
        <w:t>Road and rail construction standards  and environmental requirements</w:t>
      </w:r>
      <w:r>
        <w:rPr>
          <w:noProof/>
        </w:rPr>
        <w:tab/>
        <w:t>617</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Implementing the reforms</w:t>
      </w:r>
      <w:r>
        <w:rPr>
          <w:noProof/>
        </w:rPr>
        <w:tab/>
        <w:t>621</w:t>
      </w: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The reform package</w:t>
      </w:r>
      <w:r>
        <w:rPr>
          <w:noProof/>
        </w:rPr>
        <w:tab/>
        <w:t>622</w:t>
      </w:r>
    </w:p>
    <w:p w:rsidR="00A0235C" w:rsidRDefault="00A0235C" w:rsidP="00A0235C">
      <w:pPr>
        <w:pStyle w:val="TOC2"/>
        <w:tabs>
          <w:tab w:val="left" w:pos="1190"/>
        </w:tabs>
        <w:rPr>
          <w:noProof/>
        </w:rPr>
      </w:pPr>
      <w:r>
        <w:rPr>
          <w:noProof/>
        </w:rPr>
        <w:t>16.2</w:t>
      </w:r>
      <w:r>
        <w:rPr>
          <w:rFonts w:asciiTheme="minorHAnsi" w:eastAsiaTheme="minorEastAsia" w:hAnsiTheme="minorHAnsi" w:cstheme="minorBidi"/>
          <w:noProof/>
          <w:sz w:val="22"/>
          <w:szCs w:val="22"/>
          <w:lang w:eastAsia="en-AU"/>
        </w:rPr>
        <w:tab/>
      </w:r>
      <w:r>
        <w:rPr>
          <w:noProof/>
        </w:rPr>
        <w:t>Coordination and agreement between jurisdictions</w:t>
      </w:r>
      <w:r>
        <w:rPr>
          <w:noProof/>
        </w:rPr>
        <w:tab/>
        <w:t>625</w:t>
      </w:r>
    </w:p>
    <w:p w:rsidR="00A0235C" w:rsidRDefault="00A0235C">
      <w:pPr>
        <w:rPr>
          <w:b/>
          <w:noProof/>
          <w:szCs w:val="26"/>
        </w:rPr>
      </w:pPr>
      <w:r>
        <w:rPr>
          <w:noProof/>
        </w:rPr>
        <w:br w:type="page"/>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Conduct of the inquiry</w:t>
      </w:r>
      <w:r>
        <w:rPr>
          <w:noProof/>
        </w:rPr>
        <w:tab/>
        <w:t>631</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Australian and international public infrastructure case studies</w:t>
      </w:r>
      <w:r>
        <w:rPr>
          <w:noProof/>
        </w:rPr>
        <w:tab/>
        <w:t>641</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Cost</w:t>
      </w:r>
      <w:r>
        <w:rPr>
          <w:i/>
          <w:noProof/>
        </w:rPr>
        <w:t>–</w:t>
      </w:r>
      <w:r>
        <w:rPr>
          <w:noProof/>
        </w:rPr>
        <w:t>benefit analysis</w:t>
      </w:r>
      <w:r>
        <w:rPr>
          <w:noProof/>
        </w:rPr>
        <w:tab/>
        <w:t>677</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Canada’s corporate bond market</w:t>
      </w:r>
      <w:r>
        <w:rPr>
          <w:noProof/>
        </w:rPr>
        <w:tab/>
        <w:t>687</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Building information modelling</w:t>
      </w:r>
      <w:r>
        <w:rPr>
          <w:noProof/>
        </w:rPr>
        <w:tab/>
        <w:t>693</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Differences in public and private sector procurement</w:t>
      </w:r>
      <w:r>
        <w:rPr>
          <w:noProof/>
        </w:rPr>
        <w:tab/>
        <w:t>697</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Labour costs</w:t>
      </w:r>
      <w:r>
        <w:rPr>
          <w:noProof/>
        </w:rPr>
        <w:tab/>
        <w:t>7</w:t>
      </w:r>
      <w:r w:rsidR="002C2F8E">
        <w:rPr>
          <w:noProof/>
        </w:rPr>
        <w:t>31</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Enterprise Bargaining Agreements</w:t>
      </w:r>
      <w:r>
        <w:rPr>
          <w:noProof/>
        </w:rPr>
        <w:tab/>
        <w:t>7</w:t>
      </w:r>
      <w:r w:rsidR="002C2F8E">
        <w:rPr>
          <w:noProof/>
        </w:rPr>
        <w:t>55</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I</w:t>
      </w:r>
      <w:r>
        <w:rPr>
          <w:rFonts w:asciiTheme="minorHAnsi" w:eastAsiaTheme="minorEastAsia" w:hAnsiTheme="minorHAnsi" w:cstheme="minorBidi"/>
          <w:b w:val="0"/>
          <w:noProof/>
          <w:sz w:val="22"/>
          <w:szCs w:val="22"/>
          <w:lang w:eastAsia="en-AU"/>
        </w:rPr>
        <w:tab/>
      </w:r>
      <w:r>
        <w:rPr>
          <w:noProof/>
        </w:rPr>
        <w:t>Productivity and industrial relations</w:t>
      </w:r>
      <w:r>
        <w:rPr>
          <w:noProof/>
        </w:rPr>
        <w:tab/>
        <w:t>7</w:t>
      </w:r>
      <w:r w:rsidR="002C2F8E">
        <w:rPr>
          <w:noProof/>
        </w:rPr>
        <w:t>71</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J</w:t>
      </w:r>
      <w:r>
        <w:rPr>
          <w:rFonts w:asciiTheme="minorHAnsi" w:eastAsiaTheme="minorEastAsia" w:hAnsiTheme="minorHAnsi" w:cstheme="minorBidi"/>
          <w:b w:val="0"/>
          <w:noProof/>
          <w:sz w:val="22"/>
          <w:szCs w:val="22"/>
          <w:lang w:eastAsia="en-AU"/>
        </w:rPr>
        <w:tab/>
      </w:r>
      <w:r>
        <w:rPr>
          <w:noProof/>
        </w:rPr>
        <w:t>Unsolicited proposals</w:t>
      </w:r>
      <w:r>
        <w:rPr>
          <w:noProof/>
        </w:rPr>
        <w:tab/>
        <w:t>79</w:t>
      </w:r>
      <w:r w:rsidR="002C2F8E">
        <w:rPr>
          <w:noProof/>
        </w:rPr>
        <w:t>9</w:t>
      </w:r>
    </w:p>
    <w:p w:rsidR="00A0235C" w:rsidRDefault="00A0235C" w:rsidP="00A0235C">
      <w:pPr>
        <w:pStyle w:val="TOC1"/>
        <w:rPr>
          <w:noProof/>
        </w:rPr>
      </w:pPr>
    </w:p>
    <w:p w:rsidR="00A0235C" w:rsidRDefault="002C2F8E" w:rsidP="00A0235C">
      <w:pPr>
        <w:pStyle w:val="TOC1"/>
        <w:rPr>
          <w:rFonts w:asciiTheme="minorHAnsi" w:eastAsiaTheme="minorEastAsia" w:hAnsiTheme="minorHAnsi" w:cstheme="minorBidi"/>
          <w:b w:val="0"/>
          <w:noProof/>
          <w:sz w:val="22"/>
          <w:szCs w:val="22"/>
          <w:lang w:eastAsia="en-AU"/>
        </w:rPr>
      </w:pPr>
      <w:r>
        <w:rPr>
          <w:noProof/>
        </w:rPr>
        <w:t>References</w:t>
      </w:r>
      <w:r>
        <w:rPr>
          <w:noProof/>
        </w:rPr>
        <w:tab/>
        <w:t>807</w:t>
      </w:r>
    </w:p>
    <w:p w:rsidR="00A0235C" w:rsidRPr="00305E7A" w:rsidRDefault="00A0235C" w:rsidP="00A0235C">
      <w:pPr>
        <w:pStyle w:val="TOC2"/>
        <w:rPr>
          <w:rFonts w:eastAsiaTheme="minorEastAsia"/>
        </w:rPr>
      </w:pPr>
    </w:p>
    <w:p w:rsidR="00A0235C" w:rsidRDefault="00A0235C" w:rsidP="00A0235C">
      <w:pPr>
        <w:pStyle w:val="TOC2"/>
        <w:tabs>
          <w:tab w:val="left" w:pos="1190"/>
        </w:tabs>
        <w:rPr>
          <w:rFonts w:asciiTheme="minorHAnsi" w:eastAsiaTheme="minorEastAsia" w:hAnsiTheme="minorHAnsi" w:cstheme="minorBidi"/>
          <w:noProof/>
          <w:sz w:val="22"/>
          <w:szCs w:val="22"/>
          <w:lang w:eastAsia="en-AU"/>
        </w:rPr>
      </w:pPr>
    </w:p>
    <w:p w:rsidR="00A0235C" w:rsidRPr="00A0235C" w:rsidRDefault="00A0235C" w:rsidP="00A0235C">
      <w:pPr>
        <w:pStyle w:val="BodyText"/>
      </w:pP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A0235C" w:rsidRDefault="00A0235C">
      <w:pPr>
        <w:pStyle w:val="Heading1"/>
      </w:pPr>
      <w:bookmarkStart w:id="12" w:name="Abbreviations"/>
      <w:bookmarkStart w:id="13" w:name="RDnote"/>
      <w:bookmarkEnd w:id="12"/>
      <w:bookmarkEnd w:id="13"/>
      <w:r>
        <w:lastRenderedPageBreak/>
        <w:t>Acknowledgments</w:t>
      </w:r>
    </w:p>
    <w:p w:rsidR="00A0235C" w:rsidRPr="00277692" w:rsidRDefault="00A0235C" w:rsidP="00A0235C">
      <w:pPr>
        <w:pStyle w:val="BodyText"/>
      </w:pPr>
      <w:r w:rsidRPr="00277692">
        <w:t>The Commission is grateful to everyone who has given freely of their time to discuss with it the very wide range of matters canv</w:t>
      </w:r>
      <w:r>
        <w:t>assed in the terms of reference</w:t>
      </w:r>
      <w:r w:rsidRPr="00277692">
        <w:t xml:space="preserve">, especially those appearing at </w:t>
      </w:r>
      <w:r>
        <w:t xml:space="preserve">the roundtable, </w:t>
      </w:r>
      <w:r w:rsidRPr="00277692">
        <w:t>hearings and providing written submission</w:t>
      </w:r>
      <w:r>
        <w:t>s</w:t>
      </w:r>
      <w:r w:rsidRPr="00277692">
        <w:t>.</w:t>
      </w:r>
    </w:p>
    <w:p w:rsidR="00A0235C" w:rsidRPr="00277692" w:rsidRDefault="00A0235C" w:rsidP="00A0235C">
      <w:pPr>
        <w:pStyle w:val="BodyText"/>
      </w:pPr>
      <w:r w:rsidRPr="00277692">
        <w:t>The Commissioners would like to express their appreciation to the staff who worked on the inquiry, led by Ra</w:t>
      </w:r>
      <w:r>
        <w:t>lph Lattimore and John Salerian</w:t>
      </w:r>
      <w:r w:rsidRPr="00277692">
        <w:t xml:space="preserve"> and includ</w:t>
      </w:r>
      <w:r>
        <w:t>ed</w:t>
      </w:r>
      <w:r w:rsidRPr="00277692">
        <w:t xml:space="preserve"> Rick Baker, Melissa Edwards, Carole Gardner, Jared Greenville, Anthony Housego, Ellie Jepsen, Alex Maevsky, Ana Markulev, Ian Moran, Greg Murtough, Tom Nankivell, </w:t>
      </w:r>
      <w:r>
        <w:t xml:space="preserve">Bonnie Nguyen, </w:t>
      </w:r>
      <w:r w:rsidRPr="00277692">
        <w:t xml:space="preserve">Hudan Nuch, Chris Perks, Joshua Runciman, Carl Toohey, Elise Whalan and Kirsten Wren. </w:t>
      </w:r>
    </w:p>
    <w:p w:rsidR="00A0235C" w:rsidRPr="00A0235C" w:rsidRDefault="00A0235C" w:rsidP="00A0235C">
      <w:pPr>
        <w:pStyle w:val="BodyText"/>
      </w:pPr>
    </w:p>
    <w:p w:rsidR="00A0235C" w:rsidRDefault="00A0235C">
      <w:pPr>
        <w:pStyle w:val="BodyText"/>
        <w:sectPr w:rsidR="00A0235C" w:rsidSect="00537BB4">
          <w:headerReference w:type="even" r:id="rId18"/>
          <w:headerReference w:type="default" r:id="rId19"/>
          <w:footerReference w:type="even" r:id="rId20"/>
          <w:footerReference w:type="default" r:id="rId21"/>
          <w:pgSz w:w="11906" w:h="16838" w:code="9"/>
          <w:pgMar w:top="1985" w:right="1304" w:bottom="1418" w:left="1814" w:header="1701" w:footer="567" w:gutter="0"/>
          <w:pgNumType w:fmt="lowerRoman"/>
          <w:cols w:space="708"/>
          <w:docGrid w:linePitch="360"/>
        </w:sectPr>
      </w:pPr>
    </w:p>
    <w:p w:rsidR="00735FEA" w:rsidRDefault="00735FEA" w:rsidP="00F7477E">
      <w:pPr>
        <w:pStyle w:val="Heading1"/>
      </w:pPr>
      <w:bookmarkStart w:id="14" w:name="EndContents"/>
      <w:bookmarkEnd w:id="14"/>
      <w:r>
        <w:lastRenderedPageBreak/>
        <w:t>Abbreviations and explanations</w:t>
      </w:r>
    </w:p>
    <w:p w:rsidR="00A0235C" w:rsidRDefault="00A0235C" w:rsidP="00A0235C">
      <w:pPr>
        <w:pStyle w:val="Heading2NotTOC"/>
      </w:pPr>
      <w:bookmarkStart w:id="15" w:name="Glossary"/>
      <w:bookmarkEnd w:id="15"/>
      <w:r>
        <w:t>Abbrevia</w:t>
      </w:r>
      <w:r w:rsidRPr="00F85393">
        <w:t>t</w:t>
      </w:r>
      <w:r>
        <w:t>ions</w:t>
      </w:r>
    </w:p>
    <w:p w:rsidR="00A0235C" w:rsidRDefault="00A0235C" w:rsidP="00A0235C">
      <w:pPr>
        <w:pStyle w:val="Abbreviation"/>
        <w:ind w:left="1985" w:hanging="1985"/>
      </w:pPr>
      <w:proofErr w:type="spellStart"/>
      <w:r>
        <w:t>ABCC</w:t>
      </w:r>
      <w:proofErr w:type="spellEnd"/>
      <w:r>
        <w:tab/>
        <w:t>Australian Building and Construction Commission</w:t>
      </w:r>
    </w:p>
    <w:p w:rsidR="00A0235C" w:rsidRDefault="00A0235C" w:rsidP="00A0235C">
      <w:pPr>
        <w:pStyle w:val="Abbreviation"/>
        <w:ind w:left="1985" w:hanging="1985"/>
      </w:pPr>
      <w:r>
        <w:t>ABS</w:t>
      </w:r>
      <w:r>
        <w:tab/>
        <w:t>Australian Bureau of Statistics</w:t>
      </w:r>
    </w:p>
    <w:p w:rsidR="00A0235C" w:rsidRDefault="00A0235C" w:rsidP="00A0235C">
      <w:pPr>
        <w:pStyle w:val="Abbreviation"/>
        <w:ind w:left="1985" w:hanging="1985"/>
      </w:pPr>
      <w:proofErr w:type="spellStart"/>
      <w:r>
        <w:t>ADI</w:t>
      </w:r>
      <w:proofErr w:type="spellEnd"/>
      <w:r>
        <w:tab/>
        <w:t>Authorised Deposit-Taking Institutions</w:t>
      </w:r>
    </w:p>
    <w:p w:rsidR="00A0235C" w:rsidRDefault="00A0235C" w:rsidP="00A0235C">
      <w:pPr>
        <w:pStyle w:val="Abbreviation"/>
        <w:ind w:left="1985" w:hanging="1985"/>
      </w:pPr>
      <w:proofErr w:type="spellStart"/>
      <w:r>
        <w:t>ALC</w:t>
      </w:r>
      <w:proofErr w:type="spellEnd"/>
      <w:r>
        <w:tab/>
        <w:t>Australian Logistics Council</w:t>
      </w:r>
    </w:p>
    <w:p w:rsidR="00A0235C" w:rsidRDefault="00A0235C" w:rsidP="00A0235C">
      <w:pPr>
        <w:pStyle w:val="Abbreviation"/>
        <w:ind w:left="1985" w:hanging="1985"/>
      </w:pPr>
      <w:r>
        <w:t>APAC</w:t>
      </w:r>
      <w:r>
        <w:tab/>
      </w:r>
      <w:r w:rsidRPr="006B526C">
        <w:t>Australian Pacific Airports Corporation</w:t>
      </w:r>
    </w:p>
    <w:p w:rsidR="00A0235C" w:rsidRDefault="00A0235C" w:rsidP="00A0235C">
      <w:pPr>
        <w:pStyle w:val="Abbreviation"/>
        <w:ind w:left="1985" w:hanging="1985"/>
      </w:pPr>
      <w:r>
        <w:t>APRA</w:t>
      </w:r>
      <w:r>
        <w:tab/>
        <w:t>Australian Prudential Regulation Authority</w:t>
      </w:r>
    </w:p>
    <w:p w:rsidR="00A0235C" w:rsidRDefault="00A0235C" w:rsidP="00A0235C">
      <w:pPr>
        <w:pStyle w:val="Abbreviation"/>
        <w:ind w:left="1985" w:hanging="1985"/>
      </w:pPr>
      <w:proofErr w:type="spellStart"/>
      <w:r>
        <w:t>ARTC</w:t>
      </w:r>
      <w:proofErr w:type="spellEnd"/>
      <w:r>
        <w:tab/>
        <w:t>Australian Rail Track Corporation</w:t>
      </w:r>
    </w:p>
    <w:p w:rsidR="00A0235C" w:rsidRDefault="00A0235C" w:rsidP="00A0235C">
      <w:pPr>
        <w:pStyle w:val="Abbreviation"/>
        <w:ind w:left="1985" w:hanging="1985"/>
      </w:pPr>
      <w:proofErr w:type="spellStart"/>
      <w:r>
        <w:t>ATO</w:t>
      </w:r>
      <w:proofErr w:type="spellEnd"/>
      <w:r>
        <w:tab/>
        <w:t>Australian Taxation Office</w:t>
      </w:r>
    </w:p>
    <w:p w:rsidR="00A0235C" w:rsidRDefault="00A0235C" w:rsidP="00A0235C">
      <w:pPr>
        <w:pStyle w:val="Abbreviation"/>
        <w:ind w:left="1985" w:hanging="1985"/>
      </w:pPr>
      <w:r>
        <w:t>BIM</w:t>
      </w:r>
      <w:r>
        <w:tab/>
        <w:t>Building Information Modelling</w:t>
      </w:r>
    </w:p>
    <w:p w:rsidR="00A0235C" w:rsidRDefault="00A0235C" w:rsidP="00A0235C">
      <w:pPr>
        <w:pStyle w:val="Abbreviation"/>
        <w:ind w:left="1985" w:hanging="1985"/>
      </w:pPr>
      <w:r>
        <w:t>BIT</w:t>
      </w:r>
      <w:r>
        <w:tab/>
        <w:t>Building Industry Taskforce</w:t>
      </w:r>
    </w:p>
    <w:p w:rsidR="00A0235C" w:rsidRDefault="00A0235C" w:rsidP="00A0235C">
      <w:pPr>
        <w:pStyle w:val="Abbreviation"/>
        <w:ind w:left="1985" w:hanging="1985"/>
      </w:pPr>
      <w:proofErr w:type="spellStart"/>
      <w:r>
        <w:t>BITRE</w:t>
      </w:r>
      <w:proofErr w:type="spellEnd"/>
      <w:r>
        <w:tab/>
        <w:t>Bureau of Infrastructure, Transport and Regional Economics</w:t>
      </w:r>
    </w:p>
    <w:p w:rsidR="00A0235C" w:rsidRDefault="00A0235C" w:rsidP="00A0235C">
      <w:pPr>
        <w:pStyle w:val="Abbreviation"/>
        <w:ind w:left="1985" w:hanging="1985"/>
      </w:pPr>
      <w:r>
        <w:t>BOO</w:t>
      </w:r>
      <w:r>
        <w:tab/>
        <w:t>Build-Own-Operate</w:t>
      </w:r>
    </w:p>
    <w:p w:rsidR="00A0235C" w:rsidRDefault="00A0235C" w:rsidP="00A0235C">
      <w:pPr>
        <w:pStyle w:val="Abbreviation"/>
        <w:ind w:left="1985" w:hanging="1985"/>
      </w:pPr>
      <w:r>
        <w:t>BOOT</w:t>
      </w:r>
      <w:r>
        <w:tab/>
        <w:t>Build-Own-Operate-Transfer</w:t>
      </w:r>
    </w:p>
    <w:p w:rsidR="00A0235C" w:rsidRDefault="00A0235C" w:rsidP="00A0235C">
      <w:pPr>
        <w:pStyle w:val="Abbreviation"/>
        <w:ind w:left="1985" w:hanging="1985"/>
      </w:pPr>
      <w:r>
        <w:t>COAG</w:t>
      </w:r>
      <w:r>
        <w:tab/>
        <w:t>Council of Australian Governments</w:t>
      </w:r>
    </w:p>
    <w:p w:rsidR="00A0235C" w:rsidRDefault="00A0235C" w:rsidP="00A0235C">
      <w:pPr>
        <w:pStyle w:val="Abbreviation"/>
        <w:ind w:left="1985" w:hanging="1985"/>
      </w:pPr>
      <w:proofErr w:type="spellStart"/>
      <w:r>
        <w:t>CRRP</w:t>
      </w:r>
      <w:proofErr w:type="spellEnd"/>
      <w:r>
        <w:tab/>
        <w:t>COAG Road Reform Plan</w:t>
      </w:r>
    </w:p>
    <w:p w:rsidR="00A0235C" w:rsidRDefault="00A0235C" w:rsidP="00A0235C">
      <w:pPr>
        <w:pStyle w:val="Abbreviation"/>
        <w:ind w:left="1985" w:hanging="1985"/>
      </w:pPr>
      <w:proofErr w:type="spellStart"/>
      <w:r>
        <w:t>CSO</w:t>
      </w:r>
      <w:proofErr w:type="spellEnd"/>
      <w:r>
        <w:tab/>
        <w:t>Community Service Obligation</w:t>
      </w:r>
    </w:p>
    <w:p w:rsidR="00A0235C" w:rsidRDefault="00A0235C" w:rsidP="00A0235C">
      <w:pPr>
        <w:pStyle w:val="Abbreviation"/>
        <w:ind w:left="1985" w:hanging="1985"/>
      </w:pPr>
      <w:proofErr w:type="spellStart"/>
      <w:r>
        <w:t>DBFM</w:t>
      </w:r>
      <w:proofErr w:type="spellEnd"/>
      <w:r>
        <w:tab/>
        <w:t>Designs, Builds, Finances and Maintains</w:t>
      </w:r>
    </w:p>
    <w:p w:rsidR="00A0235C" w:rsidRDefault="00A0235C" w:rsidP="00A0235C">
      <w:pPr>
        <w:pStyle w:val="Abbreviation"/>
        <w:ind w:left="1985" w:hanging="1985"/>
      </w:pPr>
      <w:proofErr w:type="spellStart"/>
      <w:r>
        <w:t>DBFO</w:t>
      </w:r>
      <w:proofErr w:type="spellEnd"/>
      <w:r>
        <w:tab/>
        <w:t>Designs, Builds, Finances and Operates</w:t>
      </w:r>
    </w:p>
    <w:p w:rsidR="00A0235C" w:rsidRPr="00880A73" w:rsidRDefault="00A0235C" w:rsidP="00A0235C">
      <w:pPr>
        <w:pStyle w:val="Abbreviation"/>
        <w:ind w:left="1985" w:hanging="1985"/>
      </w:pPr>
      <w:proofErr w:type="spellStart"/>
      <w:r>
        <w:t>EBA</w:t>
      </w:r>
      <w:proofErr w:type="spellEnd"/>
      <w:r>
        <w:tab/>
        <w:t>Enterprise Bargaining Agreement</w:t>
      </w:r>
    </w:p>
    <w:p w:rsidR="00A0235C" w:rsidRDefault="00A0235C" w:rsidP="00A0235C">
      <w:pPr>
        <w:pStyle w:val="Abbreviation"/>
        <w:ind w:left="1985" w:hanging="1985"/>
      </w:pPr>
      <w:proofErr w:type="spellStart"/>
      <w:r>
        <w:t>FWBC</w:t>
      </w:r>
      <w:proofErr w:type="spellEnd"/>
      <w:r>
        <w:tab/>
        <w:t>Fair Work Building and Construction</w:t>
      </w:r>
    </w:p>
    <w:p w:rsidR="00A0235C" w:rsidRDefault="00A0235C" w:rsidP="00A0235C">
      <w:pPr>
        <w:pStyle w:val="Abbreviation"/>
        <w:ind w:left="1985" w:hanging="1985"/>
      </w:pPr>
      <w:r>
        <w:t>GDP</w:t>
      </w:r>
      <w:r>
        <w:tab/>
        <w:t>Gross domestic product</w:t>
      </w:r>
    </w:p>
    <w:p w:rsidR="00A0235C" w:rsidRDefault="00A0235C" w:rsidP="00A0235C">
      <w:pPr>
        <w:pStyle w:val="Abbreviation"/>
        <w:ind w:left="1985" w:hanging="1985"/>
      </w:pPr>
      <w:proofErr w:type="spellStart"/>
      <w:r>
        <w:t>GFC</w:t>
      </w:r>
      <w:proofErr w:type="spellEnd"/>
      <w:r>
        <w:tab/>
        <w:t>Global Financial Crisis</w:t>
      </w:r>
    </w:p>
    <w:p w:rsidR="00A0235C" w:rsidRDefault="00A0235C" w:rsidP="00A0235C">
      <w:pPr>
        <w:pStyle w:val="Abbreviation"/>
        <w:ind w:left="1985" w:hanging="1985"/>
      </w:pPr>
      <w:proofErr w:type="spellStart"/>
      <w:r>
        <w:t>GNSS</w:t>
      </w:r>
      <w:proofErr w:type="spellEnd"/>
      <w:r>
        <w:tab/>
        <w:t>Global Navigation Satellite System</w:t>
      </w:r>
    </w:p>
    <w:p w:rsidR="00A0235C" w:rsidRDefault="00A0235C" w:rsidP="00A0235C">
      <w:pPr>
        <w:pStyle w:val="Abbreviation"/>
        <w:ind w:left="1985" w:hanging="1985"/>
      </w:pPr>
      <w:r>
        <w:t>GTE</w:t>
      </w:r>
      <w:r>
        <w:tab/>
        <w:t>Government trading enterprise</w:t>
      </w:r>
    </w:p>
    <w:p w:rsidR="00A0235C" w:rsidRDefault="00A0235C" w:rsidP="00A0235C">
      <w:pPr>
        <w:pStyle w:val="Abbreviation"/>
        <w:ind w:left="1985" w:hanging="1985"/>
      </w:pPr>
      <w:proofErr w:type="spellStart"/>
      <w:r>
        <w:lastRenderedPageBreak/>
        <w:t>HVCI</w:t>
      </w:r>
      <w:proofErr w:type="spellEnd"/>
      <w:r>
        <w:tab/>
        <w:t>Heavy Vehicle Charging and Investment</w:t>
      </w:r>
    </w:p>
    <w:p w:rsidR="00A0235C" w:rsidRDefault="00A0235C" w:rsidP="00A0235C">
      <w:pPr>
        <w:pStyle w:val="Abbreviation"/>
        <w:ind w:left="1985" w:hanging="1985"/>
      </w:pPr>
      <w:r>
        <w:t>IA</w:t>
      </w:r>
      <w:r>
        <w:tab/>
        <w:t>Infrastructure Australia</w:t>
      </w:r>
    </w:p>
    <w:p w:rsidR="00A0235C" w:rsidRDefault="00A0235C" w:rsidP="00A0235C">
      <w:pPr>
        <w:pStyle w:val="Abbreviation"/>
        <w:ind w:left="1985" w:hanging="1985"/>
      </w:pPr>
      <w:proofErr w:type="spellStart"/>
      <w:r>
        <w:t>IAC</w:t>
      </w:r>
      <w:proofErr w:type="spellEnd"/>
      <w:r>
        <w:tab/>
        <w:t>Industries Assistance Commission</w:t>
      </w:r>
    </w:p>
    <w:p w:rsidR="00A0235C" w:rsidRDefault="00A0235C" w:rsidP="00A0235C">
      <w:pPr>
        <w:pStyle w:val="Abbreviation"/>
        <w:ind w:left="1985" w:hanging="1985"/>
      </w:pPr>
      <w:proofErr w:type="spellStart"/>
      <w:r>
        <w:t>IAP</w:t>
      </w:r>
      <w:proofErr w:type="spellEnd"/>
      <w:r>
        <w:tab/>
        <w:t>Intelligent Access Program</w:t>
      </w:r>
    </w:p>
    <w:p w:rsidR="00A0235C" w:rsidRDefault="00A0235C" w:rsidP="00A0235C">
      <w:pPr>
        <w:pStyle w:val="Abbreviation"/>
        <w:ind w:left="1985" w:hanging="1985"/>
      </w:pPr>
      <w:proofErr w:type="spellStart"/>
      <w:r>
        <w:t>IBTO</w:t>
      </w:r>
      <w:proofErr w:type="spellEnd"/>
      <w:r>
        <w:tab/>
        <w:t>Infrastructure Borrowings Tax Offset</w:t>
      </w:r>
    </w:p>
    <w:p w:rsidR="00A0235C" w:rsidRDefault="00A0235C" w:rsidP="00A0235C">
      <w:pPr>
        <w:pStyle w:val="Abbreviation"/>
        <w:ind w:left="1985" w:hanging="1985"/>
      </w:pPr>
      <w:r>
        <w:t>IC</w:t>
      </w:r>
      <w:r>
        <w:tab/>
        <w:t>Industry Commission</w:t>
      </w:r>
    </w:p>
    <w:p w:rsidR="00A0235C" w:rsidRDefault="00A0235C" w:rsidP="00A0235C">
      <w:pPr>
        <w:pStyle w:val="Abbreviation"/>
        <w:ind w:left="1985" w:hanging="1985"/>
      </w:pPr>
      <w:r>
        <w:t>IDA</w:t>
      </w:r>
      <w:r>
        <w:tab/>
        <w:t>Infrastructure Debt Authority</w:t>
      </w:r>
    </w:p>
    <w:p w:rsidR="00A0235C" w:rsidRDefault="00A0235C" w:rsidP="00A0235C">
      <w:pPr>
        <w:pStyle w:val="Abbreviation"/>
        <w:ind w:left="1985" w:hanging="1985"/>
      </w:pPr>
      <w:r>
        <w:t>IE</w:t>
      </w:r>
      <w:r>
        <w:tab/>
        <w:t>Independent Economics</w:t>
      </w:r>
    </w:p>
    <w:p w:rsidR="00A0235C" w:rsidRDefault="00A0235C" w:rsidP="00A0235C">
      <w:pPr>
        <w:pStyle w:val="Abbreviation"/>
        <w:ind w:left="1985" w:hanging="1985"/>
      </w:pPr>
      <w:r>
        <w:t>IGA</w:t>
      </w:r>
      <w:r>
        <w:tab/>
        <w:t>Intergovernmental Agreement on Federal Financial Relations</w:t>
      </w:r>
    </w:p>
    <w:p w:rsidR="00A0235C" w:rsidRDefault="00A0235C" w:rsidP="00A0235C">
      <w:pPr>
        <w:pStyle w:val="Abbreviation"/>
        <w:ind w:left="1985" w:hanging="1985"/>
      </w:pPr>
      <w:proofErr w:type="spellStart"/>
      <w:r>
        <w:t>IFWG</w:t>
      </w:r>
      <w:proofErr w:type="spellEnd"/>
      <w:r>
        <w:tab/>
        <w:t>Infrastructure Finance Working Group</w:t>
      </w:r>
    </w:p>
    <w:p w:rsidR="00A0235C" w:rsidRDefault="00A0235C" w:rsidP="00A0235C">
      <w:pPr>
        <w:pStyle w:val="Abbreviation"/>
        <w:ind w:left="1985" w:hanging="1985"/>
      </w:pPr>
      <w:proofErr w:type="spellStart"/>
      <w:r>
        <w:t>IPART</w:t>
      </w:r>
      <w:proofErr w:type="spellEnd"/>
      <w:r>
        <w:tab/>
        <w:t>Independent Pricing and Regulatory Tribunal</w:t>
      </w:r>
    </w:p>
    <w:p w:rsidR="00A0235C" w:rsidRDefault="00A0235C" w:rsidP="00A0235C">
      <w:pPr>
        <w:pStyle w:val="Abbreviation"/>
        <w:ind w:left="1985" w:hanging="1985"/>
      </w:pPr>
      <w:proofErr w:type="spellStart"/>
      <w:r>
        <w:t>IR</w:t>
      </w:r>
      <w:proofErr w:type="spellEnd"/>
      <w:r>
        <w:tab/>
        <w:t>Industrial relations</w:t>
      </w:r>
    </w:p>
    <w:p w:rsidR="00A0235C" w:rsidRDefault="00A0235C" w:rsidP="00A0235C">
      <w:pPr>
        <w:pStyle w:val="Abbreviation"/>
        <w:ind w:left="1985" w:hanging="1985"/>
      </w:pPr>
      <w:proofErr w:type="spellStart"/>
      <w:r>
        <w:t>IRR</w:t>
      </w:r>
      <w:proofErr w:type="spellEnd"/>
      <w:r>
        <w:tab/>
        <w:t>Internal rate of return</w:t>
      </w:r>
    </w:p>
    <w:p w:rsidR="00A0235C" w:rsidRDefault="00A0235C" w:rsidP="00A0235C">
      <w:pPr>
        <w:pStyle w:val="Abbreviation"/>
        <w:ind w:left="1985" w:hanging="1985"/>
      </w:pPr>
      <w:proofErr w:type="spellStart"/>
      <w:r>
        <w:t>LRMC</w:t>
      </w:r>
      <w:proofErr w:type="spellEnd"/>
      <w:r>
        <w:tab/>
        <w:t>Long-run marginal cost</w:t>
      </w:r>
    </w:p>
    <w:p w:rsidR="00A0235C" w:rsidRDefault="00A0235C" w:rsidP="00A0235C">
      <w:pPr>
        <w:pStyle w:val="Abbreviation"/>
        <w:ind w:left="1985" w:hanging="1985"/>
      </w:pPr>
      <w:proofErr w:type="spellStart"/>
      <w:r>
        <w:t>LTNZ</w:t>
      </w:r>
      <w:proofErr w:type="spellEnd"/>
      <w:r>
        <w:tab/>
        <w:t>Land Transport New Zealand</w:t>
      </w:r>
    </w:p>
    <w:p w:rsidR="00A0235C" w:rsidRDefault="00A0235C" w:rsidP="00A0235C">
      <w:pPr>
        <w:pStyle w:val="Abbreviation"/>
        <w:ind w:left="1985" w:hanging="1985"/>
      </w:pPr>
      <w:r>
        <w:t>MFP</w:t>
      </w:r>
      <w:r>
        <w:tab/>
        <w:t>Multifactor Productivity</w:t>
      </w:r>
    </w:p>
    <w:p w:rsidR="00A0235C" w:rsidRDefault="00A0235C" w:rsidP="00A0235C">
      <w:pPr>
        <w:pStyle w:val="Abbreviation"/>
        <w:ind w:left="1985" w:hanging="1985"/>
      </w:pPr>
      <w:proofErr w:type="spellStart"/>
      <w:r>
        <w:t>MRA</w:t>
      </w:r>
      <w:proofErr w:type="spellEnd"/>
      <w:r>
        <w:tab/>
        <w:t>Metropolitan Redevelopment Authority</w:t>
      </w:r>
    </w:p>
    <w:p w:rsidR="00A0235C" w:rsidRDefault="00A0235C" w:rsidP="00A0235C">
      <w:pPr>
        <w:pStyle w:val="Abbreviation"/>
        <w:ind w:left="1985" w:hanging="1985"/>
      </w:pPr>
      <w:proofErr w:type="spellStart"/>
      <w:r>
        <w:t>NICS</w:t>
      </w:r>
      <w:proofErr w:type="spellEnd"/>
      <w:r>
        <w:tab/>
        <w:t>National Infrastructure Construction Schedule</w:t>
      </w:r>
    </w:p>
    <w:p w:rsidR="00A0235C" w:rsidRDefault="00A0235C" w:rsidP="00A0235C">
      <w:pPr>
        <w:pStyle w:val="Abbreviation"/>
        <w:ind w:left="1985" w:hanging="1985"/>
      </w:pPr>
      <w:proofErr w:type="spellStart"/>
      <w:r>
        <w:t>NPP</w:t>
      </w:r>
      <w:proofErr w:type="spellEnd"/>
      <w:r>
        <w:tab/>
        <w:t>National Partnership Payment</w:t>
      </w:r>
    </w:p>
    <w:p w:rsidR="00A0235C" w:rsidRDefault="00A0235C" w:rsidP="00A0235C">
      <w:pPr>
        <w:pStyle w:val="Abbreviation"/>
        <w:ind w:left="1985" w:hanging="1985"/>
      </w:pPr>
      <w:proofErr w:type="spellStart"/>
      <w:r>
        <w:t>NPV</w:t>
      </w:r>
      <w:proofErr w:type="spellEnd"/>
      <w:r>
        <w:tab/>
        <w:t>Net present value</w:t>
      </w:r>
    </w:p>
    <w:p w:rsidR="00A0235C" w:rsidRDefault="00A0235C" w:rsidP="00A0235C">
      <w:pPr>
        <w:pStyle w:val="Abbreviation"/>
        <w:ind w:left="1985" w:hanging="1985"/>
      </w:pPr>
      <w:proofErr w:type="spellStart"/>
      <w:r>
        <w:t>NTC</w:t>
      </w:r>
      <w:proofErr w:type="spellEnd"/>
      <w:r>
        <w:tab/>
        <w:t>National Transport Commission</w:t>
      </w:r>
    </w:p>
    <w:p w:rsidR="00A0235C" w:rsidRDefault="00A0235C" w:rsidP="00A0235C">
      <w:pPr>
        <w:pStyle w:val="Abbreviation"/>
        <w:ind w:left="1985" w:hanging="1985"/>
      </w:pPr>
      <w:r>
        <w:t>OECD</w:t>
      </w:r>
      <w:r>
        <w:tab/>
        <w:t>Organisation for Economic Co-operation and Development</w:t>
      </w:r>
    </w:p>
    <w:p w:rsidR="00A0235C" w:rsidRDefault="00A0235C" w:rsidP="00A0235C">
      <w:pPr>
        <w:pStyle w:val="Abbreviation"/>
        <w:ind w:left="1985" w:hanging="1985"/>
      </w:pPr>
      <w:proofErr w:type="spellStart"/>
      <w:r>
        <w:t>PAYGO</w:t>
      </w:r>
      <w:proofErr w:type="spellEnd"/>
      <w:r>
        <w:tab/>
        <w:t>Pay-as-you-go</w:t>
      </w:r>
    </w:p>
    <w:p w:rsidR="00A0235C" w:rsidRDefault="00A0235C" w:rsidP="00A0235C">
      <w:pPr>
        <w:pStyle w:val="Abbreviation"/>
        <w:ind w:left="1985" w:hanging="1985"/>
      </w:pPr>
      <w:r>
        <w:t>PC</w:t>
      </w:r>
      <w:r>
        <w:tab/>
        <w:t>Productivity Commission</w:t>
      </w:r>
    </w:p>
    <w:p w:rsidR="00A0235C" w:rsidRDefault="00A0235C" w:rsidP="00A0235C">
      <w:pPr>
        <w:pStyle w:val="Abbreviation"/>
        <w:ind w:left="1985" w:hanging="1985"/>
      </w:pPr>
      <w:proofErr w:type="spellStart"/>
      <w:r>
        <w:t>PFI</w:t>
      </w:r>
      <w:proofErr w:type="spellEnd"/>
      <w:r>
        <w:tab/>
        <w:t>Private Finance Initiative</w:t>
      </w:r>
    </w:p>
    <w:p w:rsidR="00A0235C" w:rsidRDefault="00A0235C" w:rsidP="00A0235C">
      <w:pPr>
        <w:pStyle w:val="Abbreviation"/>
        <w:ind w:left="1985" w:hanging="1985"/>
      </w:pPr>
      <w:r>
        <w:t>PPP</w:t>
      </w:r>
      <w:r>
        <w:tab/>
        <w:t>Public private partnership</w:t>
      </w:r>
    </w:p>
    <w:p w:rsidR="00A0235C" w:rsidRDefault="00A0235C" w:rsidP="00A0235C">
      <w:pPr>
        <w:pStyle w:val="Abbreviation"/>
        <w:ind w:left="1985" w:hanging="1985"/>
      </w:pPr>
      <w:proofErr w:type="spellStart"/>
      <w:r>
        <w:t>PSC</w:t>
      </w:r>
      <w:proofErr w:type="spellEnd"/>
      <w:r>
        <w:tab/>
        <w:t>Public Sector Comparator</w:t>
      </w:r>
    </w:p>
    <w:p w:rsidR="00A0235C" w:rsidRDefault="00A0235C" w:rsidP="00A0235C">
      <w:pPr>
        <w:pStyle w:val="Abbreviation"/>
        <w:ind w:left="1985" w:hanging="1985"/>
      </w:pPr>
      <w:proofErr w:type="spellStart"/>
      <w:r>
        <w:t>RAB</w:t>
      </w:r>
      <w:proofErr w:type="spellEnd"/>
      <w:r>
        <w:tab/>
        <w:t>Regulated Asset Base</w:t>
      </w:r>
    </w:p>
    <w:p w:rsidR="00A0235C" w:rsidRDefault="00A0235C" w:rsidP="00A0235C">
      <w:pPr>
        <w:pStyle w:val="Abbreviation"/>
        <w:ind w:left="1985" w:hanging="1985"/>
      </w:pPr>
      <w:r>
        <w:t>RBA</w:t>
      </w:r>
      <w:r>
        <w:tab/>
        <w:t>Reserve Bank of Australia</w:t>
      </w:r>
    </w:p>
    <w:p w:rsidR="00A0235C" w:rsidRDefault="00A0235C" w:rsidP="00A0235C">
      <w:pPr>
        <w:pStyle w:val="Abbreviation"/>
        <w:ind w:left="1985" w:hanging="1985"/>
      </w:pPr>
      <w:r>
        <w:t>RUC</w:t>
      </w:r>
      <w:r>
        <w:tab/>
        <w:t>Road user charge</w:t>
      </w:r>
    </w:p>
    <w:p w:rsidR="00A0235C" w:rsidRDefault="00A0235C" w:rsidP="00A0235C">
      <w:pPr>
        <w:pStyle w:val="Abbreviation"/>
        <w:ind w:left="1985" w:hanging="1985"/>
      </w:pPr>
      <w:proofErr w:type="spellStart"/>
      <w:r>
        <w:lastRenderedPageBreak/>
        <w:t>SCOTI</w:t>
      </w:r>
      <w:proofErr w:type="spellEnd"/>
      <w:r>
        <w:tab/>
        <w:t>Standing Council on Transport and Infrastructure</w:t>
      </w:r>
    </w:p>
    <w:p w:rsidR="00A0235C" w:rsidRDefault="00A0235C" w:rsidP="00A0235C">
      <w:pPr>
        <w:pStyle w:val="Abbreviation"/>
        <w:ind w:left="1985" w:hanging="1985"/>
      </w:pPr>
      <w:r>
        <w:t xml:space="preserve">SDP </w:t>
      </w:r>
      <w:r>
        <w:tab/>
        <w:t>Sydney Desalination Plant</w:t>
      </w:r>
    </w:p>
    <w:p w:rsidR="00A0235C" w:rsidRDefault="00A0235C" w:rsidP="00A0235C">
      <w:pPr>
        <w:pStyle w:val="Abbreviation"/>
        <w:ind w:left="1985" w:hanging="1985"/>
      </w:pPr>
      <w:proofErr w:type="spellStart"/>
      <w:r>
        <w:t>SPP</w:t>
      </w:r>
      <w:proofErr w:type="spellEnd"/>
      <w:r>
        <w:tab/>
        <w:t>Specific Purpose Payment</w:t>
      </w:r>
    </w:p>
    <w:p w:rsidR="00A0235C" w:rsidRDefault="00A0235C" w:rsidP="00A0235C">
      <w:pPr>
        <w:pStyle w:val="Abbreviation"/>
        <w:ind w:left="1985" w:hanging="1985"/>
      </w:pPr>
      <w:proofErr w:type="spellStart"/>
      <w:r>
        <w:t>SPV</w:t>
      </w:r>
      <w:proofErr w:type="spellEnd"/>
      <w:r>
        <w:tab/>
        <w:t>special purpose vehicle</w:t>
      </w:r>
    </w:p>
    <w:p w:rsidR="00A0235C" w:rsidRDefault="00A0235C" w:rsidP="00A0235C">
      <w:pPr>
        <w:pStyle w:val="Abbreviation"/>
        <w:ind w:left="1985" w:hanging="1985"/>
      </w:pPr>
      <w:proofErr w:type="spellStart"/>
      <w:r>
        <w:t>SRMC</w:t>
      </w:r>
      <w:proofErr w:type="spellEnd"/>
      <w:r>
        <w:tab/>
        <w:t>Short-run marginal cost</w:t>
      </w:r>
    </w:p>
    <w:p w:rsidR="00A0235C" w:rsidRDefault="00A0235C" w:rsidP="00A0235C">
      <w:pPr>
        <w:pStyle w:val="Abbreviation"/>
        <w:ind w:left="1985" w:hanging="1985"/>
      </w:pPr>
      <w:proofErr w:type="spellStart"/>
      <w:r>
        <w:t>TCA</w:t>
      </w:r>
      <w:proofErr w:type="spellEnd"/>
      <w:r>
        <w:tab/>
        <w:t>Transport Certification Australia</w:t>
      </w:r>
    </w:p>
    <w:p w:rsidR="00A0235C" w:rsidRDefault="00A0235C" w:rsidP="00A0235C">
      <w:pPr>
        <w:pStyle w:val="Abbreviation"/>
        <w:ind w:left="1985" w:hanging="1985"/>
      </w:pPr>
      <w:proofErr w:type="spellStart"/>
      <w:r>
        <w:t>TIF</w:t>
      </w:r>
      <w:proofErr w:type="spellEnd"/>
      <w:r>
        <w:tab/>
        <w:t xml:space="preserve">Tax increment financing </w:t>
      </w:r>
    </w:p>
    <w:p w:rsidR="00A0235C" w:rsidRDefault="00A0235C" w:rsidP="00A0235C">
      <w:pPr>
        <w:pStyle w:val="Abbreviation"/>
        <w:ind w:left="1985" w:hanging="1985"/>
      </w:pPr>
      <w:proofErr w:type="spellStart"/>
      <w:r>
        <w:t>TIFIA</w:t>
      </w:r>
      <w:proofErr w:type="spellEnd"/>
      <w:r>
        <w:tab/>
        <w:t>Transportation Infrastructure Finance and Innovation Act (US)</w:t>
      </w:r>
    </w:p>
    <w:p w:rsidR="00A0235C" w:rsidRDefault="00A0235C" w:rsidP="00A0235C">
      <w:pPr>
        <w:pStyle w:val="Abbreviation"/>
        <w:ind w:left="1985" w:hanging="1985"/>
      </w:pPr>
      <w:r>
        <w:t>TOR</w:t>
      </w:r>
      <w:r>
        <w:tab/>
        <w:t>Terms of reference</w:t>
      </w:r>
    </w:p>
    <w:p w:rsidR="00A0235C" w:rsidRDefault="00A0235C" w:rsidP="00A0235C">
      <w:pPr>
        <w:pStyle w:val="Abbreviation"/>
        <w:ind w:left="1985" w:hanging="1985"/>
      </w:pPr>
      <w:proofErr w:type="spellStart"/>
      <w:r>
        <w:t>WHS</w:t>
      </w:r>
      <w:proofErr w:type="spellEnd"/>
      <w:r>
        <w:tab/>
        <w:t>Work health and safety</w:t>
      </w:r>
    </w:p>
    <w:p w:rsidR="00A0235C" w:rsidRDefault="00A0235C" w:rsidP="00A0235C">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A0235C" w:rsidTr="00CF66D0">
        <w:tc>
          <w:tcPr>
            <w:tcW w:w="2155" w:type="dxa"/>
          </w:tcPr>
          <w:p w:rsidR="00A0235C" w:rsidRDefault="00A0235C" w:rsidP="00CF66D0">
            <w:pPr>
              <w:pStyle w:val="BodyText"/>
              <w:spacing w:before="120"/>
              <w:ind w:right="6"/>
            </w:pPr>
            <w:r>
              <w:t>Billion</w:t>
            </w:r>
          </w:p>
        </w:tc>
        <w:tc>
          <w:tcPr>
            <w:tcW w:w="6634" w:type="dxa"/>
          </w:tcPr>
          <w:p w:rsidR="00A0235C" w:rsidRDefault="00A0235C" w:rsidP="00CF66D0">
            <w:pPr>
              <w:pStyle w:val="BodyText"/>
              <w:spacing w:before="120"/>
              <w:ind w:left="227" w:right="6"/>
            </w:pPr>
            <w:r>
              <w:t>The convention used for a billion is a thousand million (10</w:t>
            </w:r>
            <w:r>
              <w:rPr>
                <w:position w:val="6"/>
                <w:sz w:val="22"/>
              </w:rPr>
              <w:t>9</w:t>
            </w:r>
            <w:r>
              <w:t>).</w:t>
            </w:r>
          </w:p>
        </w:tc>
      </w:tr>
      <w:tr w:rsidR="00A0235C" w:rsidTr="00CF66D0">
        <w:tc>
          <w:tcPr>
            <w:tcW w:w="2155" w:type="dxa"/>
          </w:tcPr>
          <w:p w:rsidR="00A0235C" w:rsidRDefault="00A0235C" w:rsidP="00CF66D0">
            <w:pPr>
              <w:pStyle w:val="BodyText"/>
              <w:spacing w:before="120"/>
              <w:ind w:right="6"/>
            </w:pPr>
            <w:r>
              <w:t>Findings</w:t>
            </w:r>
          </w:p>
        </w:tc>
        <w:tc>
          <w:tcPr>
            <w:tcW w:w="6634" w:type="dxa"/>
          </w:tcPr>
          <w:p w:rsidR="00A0235C" w:rsidRDefault="00A0235C" w:rsidP="00CF66D0">
            <w:pPr>
              <w:pStyle w:val="BodyText"/>
              <w:spacing w:before="120"/>
              <w:ind w:left="227" w:right="6"/>
              <w:rPr>
                <w:i/>
              </w:rPr>
            </w:pPr>
            <w:r>
              <w:rPr>
                <w:i/>
              </w:rPr>
              <w:t>Findings in the body of the report are paragraphs high</w:t>
            </w:r>
            <w:r>
              <w:rPr>
                <w:i/>
              </w:rPr>
              <w:softHyphen/>
              <w:t>lighted using italics, as this is.</w:t>
            </w:r>
          </w:p>
        </w:tc>
      </w:tr>
      <w:tr w:rsidR="00A0235C" w:rsidTr="00CF66D0">
        <w:tc>
          <w:tcPr>
            <w:tcW w:w="2155" w:type="dxa"/>
          </w:tcPr>
          <w:p w:rsidR="00A0235C" w:rsidRDefault="00A0235C" w:rsidP="00CF66D0">
            <w:pPr>
              <w:pStyle w:val="BodyText"/>
              <w:spacing w:before="120"/>
              <w:ind w:right="6"/>
            </w:pPr>
            <w:r>
              <w:t>Recommendations</w:t>
            </w:r>
          </w:p>
        </w:tc>
        <w:tc>
          <w:tcPr>
            <w:tcW w:w="6634" w:type="dxa"/>
          </w:tcPr>
          <w:p w:rsidR="00A0235C" w:rsidRDefault="00A0235C" w:rsidP="00CF66D0">
            <w:pPr>
              <w:pStyle w:val="BodyText"/>
              <w:spacing w:before="120"/>
              <w:ind w:left="227" w:right="255"/>
              <w:rPr>
                <w:b/>
                <w:i/>
              </w:rPr>
            </w:pPr>
            <w:r>
              <w:rPr>
                <w:b/>
                <w:i/>
              </w:rPr>
              <w:t>Recommendations in the body of the report are high</w:t>
            </w:r>
            <w:r>
              <w:rPr>
                <w:b/>
                <w:i/>
              </w:rPr>
              <w:softHyphen/>
              <w:t>lighted using bold italics, as this is.</w:t>
            </w:r>
          </w:p>
        </w:tc>
      </w:tr>
      <w:tr w:rsidR="00A0235C" w:rsidTr="00CF66D0">
        <w:tc>
          <w:tcPr>
            <w:tcW w:w="2155" w:type="dxa"/>
          </w:tcPr>
          <w:p w:rsidR="00A0235C" w:rsidRDefault="00A0235C" w:rsidP="00CF66D0">
            <w:pPr>
              <w:pStyle w:val="BodyText"/>
              <w:spacing w:before="120"/>
              <w:ind w:right="6"/>
            </w:pPr>
          </w:p>
        </w:tc>
        <w:tc>
          <w:tcPr>
            <w:tcW w:w="6634" w:type="dxa"/>
          </w:tcPr>
          <w:p w:rsidR="00A0235C" w:rsidRDefault="00A0235C" w:rsidP="00CF66D0">
            <w:pPr>
              <w:pStyle w:val="BodyText"/>
              <w:spacing w:before="120"/>
              <w:ind w:left="227" w:right="6"/>
              <w:rPr>
                <w:rFonts w:ascii="Arial" w:hAnsi="Arial"/>
                <w:sz w:val="24"/>
              </w:rPr>
            </w:pPr>
          </w:p>
        </w:tc>
      </w:tr>
    </w:tbl>
    <w:p w:rsidR="000F2F5F" w:rsidRDefault="000F2F5F" w:rsidP="00743A27">
      <w:pPr>
        <w:pStyle w:val="BodyText"/>
      </w:pPr>
    </w:p>
    <w:sectPr w:rsidR="000F2F5F" w:rsidSect="00C55A45">
      <w:headerReference w:type="even" r:id="rId22"/>
      <w:headerReference w:type="default" r:id="rId23"/>
      <w:footerReference w:type="even" r:id="rId24"/>
      <w:footerReference w:type="default" r:id="rId2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35C" w:rsidRDefault="00A0235C">
      <w:r>
        <w:separator/>
      </w:r>
    </w:p>
    <w:p w:rsidR="00A0235C" w:rsidRDefault="00A0235C"/>
    <w:p w:rsidR="00A0235C" w:rsidRDefault="00A0235C"/>
  </w:endnote>
  <w:endnote w:type="continuationSeparator" w:id="0">
    <w:p w:rsidR="00A0235C" w:rsidRDefault="00A0235C">
      <w:r>
        <w:continuationSeparator/>
      </w:r>
    </w:p>
    <w:p w:rsidR="00A0235C" w:rsidRDefault="00A0235C"/>
    <w:p w:rsidR="00A0235C" w:rsidRDefault="00A02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0235C">
      <w:trPr>
        <w:trHeight w:hRule="exact" w:val="740"/>
      </w:trPr>
      <w:tc>
        <w:tcPr>
          <w:tcW w:w="510" w:type="dxa"/>
          <w:tcBorders>
            <w:top w:val="single" w:sz="6" w:space="0" w:color="auto"/>
          </w:tcBorders>
        </w:tcPr>
        <w:p w:rsidR="00A0235C" w:rsidRPr="008206EE" w:rsidRDefault="00A0235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14E0F">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A0235C" w:rsidRPr="00603344" w:rsidRDefault="004D377A" w:rsidP="006817C9">
          <w:pPr>
            <w:pStyle w:val="Footer"/>
          </w:pPr>
          <w:fldSimple w:instr=" STYLEREF &quot;Heading 1&quot; \* MERGEFORMAT ">
            <w:r w:rsidR="00914E0F" w:rsidRPr="00914E0F">
              <w:rPr>
                <w:bCs/>
                <w:noProof/>
                <w:lang w:val="en-US"/>
              </w:rPr>
              <w:t>Terms of reference</w:t>
            </w:r>
          </w:fldSimple>
        </w:p>
      </w:tc>
      <w:tc>
        <w:tcPr>
          <w:tcW w:w="6634" w:type="dxa"/>
        </w:tcPr>
        <w:p w:rsidR="00A0235C" w:rsidRPr="00603344" w:rsidRDefault="00A0235C">
          <w:pPr>
            <w:pStyle w:val="Footer"/>
            <w:rPr>
              <w:caps w:val="0"/>
            </w:rPr>
          </w:pPr>
        </w:p>
      </w:tc>
    </w:tr>
  </w:tbl>
  <w:p w:rsidR="00A0235C" w:rsidRDefault="00A0235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0235C" w:rsidTr="006817C9">
      <w:trPr>
        <w:trHeight w:hRule="exact" w:val="740"/>
      </w:trPr>
      <w:tc>
        <w:tcPr>
          <w:tcW w:w="6634" w:type="dxa"/>
        </w:tcPr>
        <w:p w:rsidR="00A0235C" w:rsidRPr="00B3203C" w:rsidRDefault="00A0235C">
          <w:pPr>
            <w:pStyle w:val="Footer"/>
          </w:pPr>
        </w:p>
      </w:tc>
      <w:tc>
        <w:tcPr>
          <w:tcW w:w="1644" w:type="dxa"/>
          <w:tcBorders>
            <w:top w:val="single" w:sz="6" w:space="0" w:color="auto"/>
          </w:tcBorders>
        </w:tcPr>
        <w:p w:rsidR="00A0235C" w:rsidRPr="00B3203C" w:rsidRDefault="00A0235C"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914E0F" w:rsidRPr="00914E0F">
            <w:rPr>
              <w:bCs/>
              <w:noProof/>
              <w:lang w:val="en-US"/>
            </w:rPr>
            <w:t>Terms of reference</w:t>
          </w:r>
          <w:r w:rsidRPr="00B3203C">
            <w:rPr>
              <w:noProof/>
            </w:rPr>
            <w:fldChar w:fldCharType="end"/>
          </w:r>
        </w:p>
      </w:tc>
      <w:tc>
        <w:tcPr>
          <w:tcW w:w="510" w:type="dxa"/>
          <w:tcBorders>
            <w:top w:val="single" w:sz="6" w:space="0" w:color="auto"/>
          </w:tcBorders>
        </w:tcPr>
        <w:p w:rsidR="00A0235C" w:rsidRPr="00C55A45" w:rsidRDefault="00A0235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14E0F">
            <w:rPr>
              <w:rStyle w:val="PageNumber"/>
              <w:caps w:val="0"/>
              <w:noProof/>
            </w:rPr>
            <w:t>v</w:t>
          </w:r>
          <w:r w:rsidRPr="00C55A45">
            <w:rPr>
              <w:rStyle w:val="PageNumber"/>
              <w:caps w:val="0"/>
              <w:noProof/>
            </w:rPr>
            <w:fldChar w:fldCharType="end"/>
          </w:r>
        </w:p>
      </w:tc>
    </w:tr>
  </w:tbl>
  <w:p w:rsidR="00A0235C" w:rsidRDefault="00A0235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14E0F">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D37AC2" w:rsidRDefault="00722DD9">
          <w:pPr>
            <w:pStyle w:val="Footer"/>
          </w:pPr>
          <w:r>
            <w:fldChar w:fldCharType="begin"/>
          </w:r>
          <w:r>
            <w:instrText xml:space="preserve"> STYLEREF "Heading 1 Not TOC" \* MERGEFORMAT </w:instrText>
          </w:r>
          <w:r>
            <w:fldChar w:fldCharType="separate"/>
          </w:r>
          <w:r w:rsidR="00914E0F">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914E0F" w:rsidRPr="00914E0F">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14E0F">
            <w:rPr>
              <w:rStyle w:val="PageNumber"/>
              <w:caps w:val="0"/>
              <w:noProof/>
            </w:rPr>
            <w:t>ix</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A0235C">
      <w:trPr>
        <w:trHeight w:hRule="exact" w:val="740"/>
      </w:trPr>
      <w:tc>
        <w:tcPr>
          <w:tcW w:w="510" w:type="dxa"/>
          <w:tcBorders>
            <w:top w:val="single" w:sz="4" w:space="0" w:color="auto"/>
          </w:tcBorders>
        </w:tcPr>
        <w:p w:rsidR="00A0235C" w:rsidRPr="001B2273" w:rsidRDefault="00A0235C">
          <w:pPr>
            <w:pStyle w:val="Footer"/>
            <w:tabs>
              <w:tab w:val="left" w:pos="0"/>
            </w:tabs>
            <w:ind w:right="0"/>
            <w:rPr>
              <w:rStyle w:val="PageNumber"/>
              <w:caps w:val="0"/>
            </w:rPr>
          </w:pPr>
          <w:r w:rsidRPr="001B2273">
            <w:rPr>
              <w:rStyle w:val="PageNumber"/>
              <w:caps w:val="0"/>
            </w:rPr>
            <w:fldChar w:fldCharType="begin"/>
          </w:r>
          <w:r w:rsidRPr="001B2273">
            <w:rPr>
              <w:rStyle w:val="PageNumber"/>
              <w:caps w:val="0"/>
            </w:rPr>
            <w:instrText xml:space="preserve">PAGE  </w:instrText>
          </w:r>
          <w:r w:rsidRPr="001B2273">
            <w:rPr>
              <w:rStyle w:val="PageNumber"/>
              <w:caps w:val="0"/>
            </w:rPr>
            <w:fldChar w:fldCharType="separate"/>
          </w:r>
          <w:r w:rsidR="007A762A">
            <w:rPr>
              <w:rStyle w:val="PageNumber"/>
              <w:caps w:val="0"/>
              <w:noProof/>
            </w:rPr>
            <w:t>xiv</w:t>
          </w:r>
          <w:r w:rsidRPr="001B2273">
            <w:rPr>
              <w:rStyle w:val="PageNumber"/>
              <w:caps w:val="0"/>
            </w:rPr>
            <w:fldChar w:fldCharType="end"/>
          </w:r>
        </w:p>
      </w:tc>
      <w:tc>
        <w:tcPr>
          <w:tcW w:w="1830" w:type="dxa"/>
          <w:tcBorders>
            <w:top w:val="single" w:sz="6" w:space="0" w:color="auto"/>
          </w:tcBorders>
        </w:tcPr>
        <w:p w:rsidR="00A0235C" w:rsidRDefault="004D377A">
          <w:pPr>
            <w:pStyle w:val="Footer"/>
          </w:pPr>
          <w:fldSimple w:instr=" STYLEREF &quot;Heading 1&quot; \* MERGEFORMAT ">
            <w:r w:rsidR="007A762A">
              <w:rPr>
                <w:noProof/>
              </w:rPr>
              <w:t>Acknowledgments</w:t>
            </w:r>
          </w:fldSimple>
        </w:p>
      </w:tc>
      <w:tc>
        <w:tcPr>
          <w:tcW w:w="6448" w:type="dxa"/>
        </w:tcPr>
        <w:p w:rsidR="00A0235C" w:rsidRDefault="00A0235C">
          <w:pPr>
            <w:pStyle w:val="Footer"/>
          </w:pPr>
        </w:p>
      </w:tc>
    </w:tr>
  </w:tbl>
  <w:p w:rsidR="00A0235C" w:rsidRDefault="00A0235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A0235C">
      <w:trPr>
        <w:trHeight w:hRule="exact" w:val="740"/>
      </w:trPr>
      <w:tc>
        <w:tcPr>
          <w:tcW w:w="6480" w:type="dxa"/>
        </w:tcPr>
        <w:p w:rsidR="00A0235C" w:rsidRDefault="00A0235C">
          <w:pPr>
            <w:pStyle w:val="Footer"/>
          </w:pPr>
        </w:p>
      </w:tc>
      <w:tc>
        <w:tcPr>
          <w:tcW w:w="1798" w:type="dxa"/>
          <w:tcBorders>
            <w:top w:val="single" w:sz="6" w:space="0" w:color="auto"/>
          </w:tcBorders>
        </w:tcPr>
        <w:p w:rsidR="00A0235C" w:rsidRDefault="004D377A">
          <w:pPr>
            <w:pStyle w:val="Footer"/>
            <w:rPr>
              <w:rStyle w:val="PageNumber"/>
              <w:b w:val="0"/>
            </w:rPr>
          </w:pPr>
          <w:fldSimple w:instr=" STYLEREF &quot;Heading 1&quot; \* MERGEFORMAT ">
            <w:r w:rsidR="008E657B">
              <w:rPr>
                <w:noProof/>
              </w:rPr>
              <w:t>Acknowledgments</w:t>
            </w:r>
          </w:fldSimple>
        </w:p>
      </w:tc>
      <w:tc>
        <w:tcPr>
          <w:tcW w:w="510" w:type="dxa"/>
          <w:tcBorders>
            <w:top w:val="single" w:sz="6" w:space="0" w:color="auto"/>
          </w:tcBorders>
        </w:tcPr>
        <w:p w:rsidR="00A0235C" w:rsidRPr="00A10FFE" w:rsidRDefault="00A0235C" w:rsidP="00537BB4">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8E657B">
            <w:rPr>
              <w:rStyle w:val="PageNumber"/>
              <w:smallCaps w:val="0"/>
              <w:noProof/>
            </w:rPr>
            <w:t>xv</w:t>
          </w:r>
          <w:r w:rsidRPr="00A10FFE">
            <w:rPr>
              <w:rStyle w:val="PageNumber"/>
              <w:smallCaps w:val="0"/>
            </w:rPr>
            <w:fldChar w:fldCharType="end"/>
          </w:r>
        </w:p>
      </w:tc>
    </w:tr>
  </w:tbl>
  <w:p w:rsidR="00A0235C" w:rsidRDefault="00A0235C">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8A69C3">
            <w:rPr>
              <w:rStyle w:val="PageNumber"/>
              <w:caps w:val="0"/>
              <w:noProof/>
            </w:rPr>
            <w:t>xvi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8A69C3">
            <w:rPr>
              <w:noProof/>
            </w:rPr>
            <w:t>Abbreviations and explanations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4D377A">
          <w:pPr>
            <w:pStyle w:val="Footer"/>
            <w:rPr>
              <w:rStyle w:val="PageNumber"/>
              <w:b w:val="0"/>
            </w:rPr>
          </w:pPr>
          <w:fldSimple w:instr=" STYLEREF &quot;Heading 1&quot; \* MERGEFORMAT ">
            <w:r w:rsidR="008A69C3">
              <w:rPr>
                <w:noProof/>
              </w:rPr>
              <w:t>Abbreviations and explanations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8A69C3">
            <w:rPr>
              <w:rStyle w:val="PageNumber"/>
              <w:caps w:val="0"/>
              <w:noProof/>
            </w:rPr>
            <w:t>xvii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35C" w:rsidRDefault="00A0235C">
      <w:r>
        <w:separator/>
      </w:r>
    </w:p>
    <w:p w:rsidR="00A0235C" w:rsidRDefault="00A0235C"/>
    <w:p w:rsidR="00A0235C" w:rsidRDefault="00A0235C"/>
  </w:footnote>
  <w:footnote w:type="continuationSeparator" w:id="0">
    <w:p w:rsidR="00A0235C" w:rsidRDefault="00A0235C">
      <w:r>
        <w:continuationSeparator/>
      </w:r>
    </w:p>
    <w:p w:rsidR="00A0235C" w:rsidRDefault="00A0235C"/>
    <w:p w:rsidR="00A0235C" w:rsidRDefault="00A023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0235C">
      <w:tc>
        <w:tcPr>
          <w:tcW w:w="2155" w:type="dxa"/>
          <w:tcBorders>
            <w:top w:val="single" w:sz="24" w:space="0" w:color="auto"/>
          </w:tcBorders>
        </w:tcPr>
        <w:p w:rsidR="00A0235C" w:rsidRDefault="00A0235C">
          <w:pPr>
            <w:pStyle w:val="Header"/>
          </w:pPr>
        </w:p>
      </w:tc>
      <w:tc>
        <w:tcPr>
          <w:tcW w:w="6634" w:type="dxa"/>
          <w:tcBorders>
            <w:top w:val="single" w:sz="6" w:space="0" w:color="auto"/>
          </w:tcBorders>
        </w:tcPr>
        <w:p w:rsidR="00A0235C" w:rsidRDefault="00A0235C">
          <w:pPr>
            <w:pStyle w:val="Header"/>
          </w:pPr>
        </w:p>
      </w:tc>
    </w:tr>
  </w:tbl>
  <w:p w:rsidR="00A0235C" w:rsidRDefault="00A0235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0235C" w:rsidTr="006817C9">
      <w:tc>
        <w:tcPr>
          <w:tcW w:w="6634" w:type="dxa"/>
          <w:tcBorders>
            <w:top w:val="single" w:sz="6" w:space="0" w:color="auto"/>
          </w:tcBorders>
        </w:tcPr>
        <w:p w:rsidR="00A0235C" w:rsidRDefault="00A0235C" w:rsidP="006817C9">
          <w:pPr>
            <w:pStyle w:val="HeaderOdd"/>
          </w:pPr>
        </w:p>
      </w:tc>
      <w:tc>
        <w:tcPr>
          <w:tcW w:w="2155" w:type="dxa"/>
          <w:tcBorders>
            <w:top w:val="single" w:sz="24" w:space="0" w:color="auto"/>
          </w:tcBorders>
        </w:tcPr>
        <w:p w:rsidR="00A0235C" w:rsidRDefault="00A0235C" w:rsidP="006817C9">
          <w:pPr>
            <w:pStyle w:val="HeaderOdd"/>
          </w:pPr>
        </w:p>
      </w:tc>
    </w:tr>
  </w:tbl>
  <w:p w:rsidR="00A0235C" w:rsidRPr="005C68FE" w:rsidRDefault="00A0235C" w:rsidP="006817C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0235C">
      <w:tc>
        <w:tcPr>
          <w:tcW w:w="2155" w:type="dxa"/>
          <w:tcBorders>
            <w:top w:val="single" w:sz="24" w:space="0" w:color="auto"/>
          </w:tcBorders>
        </w:tcPr>
        <w:p w:rsidR="00A0235C" w:rsidRDefault="00A0235C">
          <w:pPr>
            <w:pStyle w:val="HeaderEven"/>
          </w:pPr>
        </w:p>
      </w:tc>
      <w:tc>
        <w:tcPr>
          <w:tcW w:w="6634" w:type="dxa"/>
          <w:tcBorders>
            <w:top w:val="single" w:sz="6" w:space="0" w:color="auto"/>
          </w:tcBorders>
        </w:tcPr>
        <w:p w:rsidR="00A0235C" w:rsidRDefault="00A0235C">
          <w:pPr>
            <w:pStyle w:val="HeaderEven"/>
          </w:pPr>
        </w:p>
      </w:tc>
    </w:tr>
  </w:tbl>
  <w:p w:rsidR="00A0235C" w:rsidRDefault="00A0235C">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0235C">
      <w:tc>
        <w:tcPr>
          <w:tcW w:w="6634" w:type="dxa"/>
          <w:tcBorders>
            <w:top w:val="single" w:sz="6" w:space="0" w:color="auto"/>
          </w:tcBorders>
        </w:tcPr>
        <w:p w:rsidR="00A0235C" w:rsidRDefault="00A0235C">
          <w:pPr>
            <w:pStyle w:val="HeaderOdd"/>
          </w:pPr>
        </w:p>
      </w:tc>
      <w:tc>
        <w:tcPr>
          <w:tcW w:w="2155" w:type="dxa"/>
          <w:tcBorders>
            <w:top w:val="single" w:sz="24" w:space="0" w:color="auto"/>
            <w:bottom w:val="nil"/>
          </w:tcBorders>
        </w:tcPr>
        <w:p w:rsidR="00A0235C" w:rsidRDefault="00A0235C">
          <w:pPr>
            <w:pStyle w:val="HeaderOdd"/>
          </w:pPr>
        </w:p>
      </w:tc>
    </w:tr>
  </w:tbl>
  <w:p w:rsidR="00A0235C" w:rsidRDefault="00A0235C">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6EF4DDA"/>
    <w:multiLevelType w:val="hybridMultilevel"/>
    <w:tmpl w:val="C6842F6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7">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8">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9">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39D186E"/>
    <w:multiLevelType w:val="hybridMultilevel"/>
    <w:tmpl w:val="EFFE75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6415C32"/>
    <w:multiLevelType w:val="hybridMultilevel"/>
    <w:tmpl w:val="C6842F6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5">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6"/>
  </w:num>
  <w:num w:numId="14">
    <w:abstractNumId w:val="8"/>
  </w:num>
  <w:num w:numId="15">
    <w:abstractNumId w:val="24"/>
  </w:num>
  <w:num w:numId="16">
    <w:abstractNumId w:val="17"/>
  </w:num>
  <w:num w:numId="17">
    <w:abstractNumId w:val="7"/>
  </w:num>
  <w:num w:numId="18">
    <w:abstractNumId w:val="20"/>
  </w:num>
  <w:num w:numId="19">
    <w:abstractNumId w:val="19"/>
  </w:num>
  <w:num w:numId="20">
    <w:abstractNumId w:val="25"/>
  </w:num>
  <w:num w:numId="21">
    <w:abstractNumId w:val="13"/>
  </w:num>
  <w:num w:numId="22">
    <w:abstractNumId w:val="11"/>
  </w:num>
  <w:num w:numId="23">
    <w:abstractNumId w:val="18"/>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7"/>
  </w:num>
  <w:num w:numId="32">
    <w:abstractNumId w:val="22"/>
  </w:num>
  <w:num w:numId="33">
    <w:abstractNumId w:val="14"/>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5C"/>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2273"/>
    <w:rsid w:val="001B4E73"/>
    <w:rsid w:val="001B7F1E"/>
    <w:rsid w:val="001D4B1F"/>
    <w:rsid w:val="001D6629"/>
    <w:rsid w:val="001F2270"/>
    <w:rsid w:val="001F3EEE"/>
    <w:rsid w:val="00205A82"/>
    <w:rsid w:val="00211BEE"/>
    <w:rsid w:val="002179C6"/>
    <w:rsid w:val="00261607"/>
    <w:rsid w:val="00263DD1"/>
    <w:rsid w:val="00264D3B"/>
    <w:rsid w:val="00265685"/>
    <w:rsid w:val="00267A05"/>
    <w:rsid w:val="00281D5F"/>
    <w:rsid w:val="002923AD"/>
    <w:rsid w:val="00296592"/>
    <w:rsid w:val="002A0A4B"/>
    <w:rsid w:val="002B636E"/>
    <w:rsid w:val="002B64D6"/>
    <w:rsid w:val="002C12F5"/>
    <w:rsid w:val="002C2F8E"/>
    <w:rsid w:val="002D6FCE"/>
    <w:rsid w:val="003B41E0"/>
    <w:rsid w:val="003D624D"/>
    <w:rsid w:val="003E7802"/>
    <w:rsid w:val="00433C81"/>
    <w:rsid w:val="00446D6B"/>
    <w:rsid w:val="00457B3F"/>
    <w:rsid w:val="00463022"/>
    <w:rsid w:val="00481CF0"/>
    <w:rsid w:val="004B492A"/>
    <w:rsid w:val="004C0B0C"/>
    <w:rsid w:val="004D377A"/>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22DD9"/>
    <w:rsid w:val="00731F96"/>
    <w:rsid w:val="00734127"/>
    <w:rsid w:val="00735FEA"/>
    <w:rsid w:val="00743460"/>
    <w:rsid w:val="00743A27"/>
    <w:rsid w:val="00753DC6"/>
    <w:rsid w:val="0075578C"/>
    <w:rsid w:val="00766DFB"/>
    <w:rsid w:val="007734B5"/>
    <w:rsid w:val="007809B8"/>
    <w:rsid w:val="007A762A"/>
    <w:rsid w:val="00806E54"/>
    <w:rsid w:val="008206EE"/>
    <w:rsid w:val="008214B1"/>
    <w:rsid w:val="00836ED7"/>
    <w:rsid w:val="008453AC"/>
    <w:rsid w:val="00860D09"/>
    <w:rsid w:val="00862044"/>
    <w:rsid w:val="008A69C3"/>
    <w:rsid w:val="008C305F"/>
    <w:rsid w:val="008C3AD2"/>
    <w:rsid w:val="008C7C3D"/>
    <w:rsid w:val="008D6F66"/>
    <w:rsid w:val="008E1BEA"/>
    <w:rsid w:val="008E43D2"/>
    <w:rsid w:val="008E657B"/>
    <w:rsid w:val="008F04C9"/>
    <w:rsid w:val="008F7C50"/>
    <w:rsid w:val="008F7DB7"/>
    <w:rsid w:val="009064D3"/>
    <w:rsid w:val="00914E0F"/>
    <w:rsid w:val="00915300"/>
    <w:rsid w:val="00933B0C"/>
    <w:rsid w:val="00935676"/>
    <w:rsid w:val="0098401D"/>
    <w:rsid w:val="00986663"/>
    <w:rsid w:val="009A789F"/>
    <w:rsid w:val="009B12EF"/>
    <w:rsid w:val="009B6185"/>
    <w:rsid w:val="009E1E78"/>
    <w:rsid w:val="00A0235C"/>
    <w:rsid w:val="00A1597D"/>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4E25"/>
    <w:rsid w:val="00D772E9"/>
    <w:rsid w:val="00DA31AB"/>
    <w:rsid w:val="00DA3281"/>
    <w:rsid w:val="00DA6D3E"/>
    <w:rsid w:val="00DC02E8"/>
    <w:rsid w:val="00DC75C7"/>
    <w:rsid w:val="00DC78D3"/>
    <w:rsid w:val="00DF4592"/>
    <w:rsid w:val="00E15FDC"/>
    <w:rsid w:val="00E2651B"/>
    <w:rsid w:val="00E6632E"/>
    <w:rsid w:val="00E90CF2"/>
    <w:rsid w:val="00ED0F61"/>
    <w:rsid w:val="00EE73E1"/>
    <w:rsid w:val="00EF0D5E"/>
    <w:rsid w:val="00EF5B25"/>
    <w:rsid w:val="00F12107"/>
    <w:rsid w:val="00F13165"/>
    <w:rsid w:val="00F4234E"/>
    <w:rsid w:val="00F705F3"/>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A0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0235C"/>
    <w:rPr>
      <w:caps/>
      <w:spacing w:val="-4"/>
      <w:sz w:val="16"/>
      <w:lang w:eastAsia="en-US"/>
    </w:rPr>
  </w:style>
  <w:style w:type="character" w:customStyle="1" w:styleId="Heading1Char">
    <w:name w:val="Heading 1 Char"/>
    <w:basedOn w:val="DefaultParagraphFont"/>
    <w:link w:val="Heading1"/>
    <w:rsid w:val="00A0235C"/>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A0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0235C"/>
    <w:rPr>
      <w:caps/>
      <w:spacing w:val="-4"/>
      <w:sz w:val="16"/>
      <w:lang w:eastAsia="en-US"/>
    </w:rPr>
  </w:style>
  <w:style w:type="character" w:customStyle="1" w:styleId="Heading1Char">
    <w:name w:val="Heading 1 Char"/>
    <w:basedOn w:val="DefaultParagraphFont"/>
    <w:link w:val="Heading1"/>
    <w:rsid w:val="00A0235C"/>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17</Pages>
  <Words>2311</Words>
  <Characters>13757</Characters>
  <Application>Microsoft Office Word</Application>
  <DocSecurity>0</DocSecurity>
  <Lines>393</Lines>
  <Paragraphs>308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2014-05-27T00:40:00Z</cp:lastPrinted>
  <dcterms:created xsi:type="dcterms:W3CDTF">2014-06-04T05:33:00Z</dcterms:created>
  <dcterms:modified xsi:type="dcterms:W3CDTF">2014-06-04T05:33:00Z</dcterms:modified>
</cp:coreProperties>
</file>