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969" w:rsidRDefault="002C6969">
      <w:pPr>
        <w:rPr>
          <w:b/>
          <w:szCs w:val="26"/>
        </w:rPr>
      </w:pPr>
      <w:r>
        <w:rPr>
          <w:noProof/>
          <w:lang w:eastAsia="en-AU"/>
        </w:rPr>
        <w:drawing>
          <wp:anchor distT="0" distB="0" distL="114300" distR="114300" simplePos="0" relativeHeight="251659264" behindDoc="0" locked="0" layoutInCell="1" allowOverlap="1" wp14:anchorId="56B1C55D" wp14:editId="7CED5FCA">
            <wp:simplePos x="0" y="0"/>
            <wp:positionH relativeFrom="page">
              <wp:posOffset>-10160</wp:posOffset>
            </wp:positionH>
            <wp:positionV relativeFrom="page">
              <wp:posOffset>868680</wp:posOffset>
            </wp:positionV>
            <wp:extent cx="7559675" cy="9972675"/>
            <wp:effectExtent l="0" t="0" r="3175" b="9525"/>
            <wp:wrapNone/>
            <wp:docPr id="1" name="Picture 1" descr="Cover image.&#10;The Australian Government Productity Commission logo.&#10;Title &quot;Complusory Licensing of Patents&quot;. Productivity Commission Draft Report. Published December 2012.&#10;This is a draft report prepared for further public consultation and input.&#10;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patents-dr-inquiry.png"/>
                    <pic:cNvPicPr/>
                  </pic:nvPicPr>
                  <pic:blipFill>
                    <a:blip r:embed="rId9">
                      <a:extLst>
                        <a:ext uri="{28A0092B-C50C-407E-A947-70E740481C1C}">
                          <a14:useLocalDpi xmlns:a14="http://schemas.microsoft.com/office/drawing/2010/main" val="0"/>
                        </a:ext>
                      </a:extLst>
                    </a:blip>
                    <a:stretch>
                      <a:fillRect/>
                    </a:stretch>
                  </pic:blipFill>
                  <pic:spPr>
                    <a:xfrm>
                      <a:off x="0" y="0"/>
                      <a:ext cx="7559675" cy="9972675"/>
                    </a:xfrm>
                    <a:prstGeom prst="rect">
                      <a:avLst/>
                    </a:prstGeom>
                  </pic:spPr>
                </pic:pic>
              </a:graphicData>
            </a:graphic>
            <wp14:sizeRelH relativeFrom="margin">
              <wp14:pctWidth>0</wp14:pctWidth>
            </wp14:sizeRelH>
            <wp14:sizeRelV relativeFrom="margin">
              <wp14:pctHeight>0</wp14:pctHeight>
            </wp14:sizeRelV>
          </wp:anchor>
        </w:drawing>
      </w:r>
      <w:r>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602523">
        <w:t>2012</w:t>
      </w:r>
    </w:p>
    <w:p w:rsidR="003E7802" w:rsidRPr="00F4234E" w:rsidRDefault="003E7802" w:rsidP="00F4234E">
      <w:pPr>
        <w:pStyle w:val="BodyText"/>
      </w:pPr>
      <w:bookmarkStart w:id="0" w:name="ISSN"/>
      <w:bookmarkEnd w:id="0"/>
      <w:r w:rsidRPr="00F4234E">
        <w:t>This work is copyright. Apart from any use as permitted under the</w:t>
      </w:r>
      <w:r w:rsidRPr="00F4234E">
        <w:rPr>
          <w:i/>
        </w:rPr>
        <w:t xml:space="preserve"> Copyright Act 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2 Collins </w:t>
      </w:r>
      <w:r w:rsidRPr="00FD4728">
        <w:rPr>
          <w:snapToGrid w:val="0"/>
          <w:sz w:val="24"/>
        </w:rPr>
        <w:t>Street</w:t>
      </w:r>
      <w:r>
        <w:rPr>
          <w:sz w:val="24"/>
        </w:rPr>
        <w:t xml:space="preserve"> East</w:t>
      </w:r>
    </w:p>
    <w:p w:rsidR="003E7802" w:rsidRDefault="003E7802" w:rsidP="003E7802">
      <w:pPr>
        <w:pStyle w:val="BodyText"/>
        <w:spacing w:before="0" w:after="120" w:line="240" w:lineRule="auto"/>
        <w:rPr>
          <w:sz w:val="24"/>
        </w:rPr>
      </w:pPr>
      <w:r>
        <w:rPr>
          <w:sz w:val="24"/>
        </w:rPr>
        <w:t xml:space="preserve">Melbourne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981EDA" w:rsidRDefault="00A7467E" w:rsidP="003E7802">
      <w:pPr>
        <w:pStyle w:val="BodyText"/>
        <w:spacing w:before="160" w:after="120" w:line="240" w:lineRule="auto"/>
      </w:pPr>
      <w:r w:rsidRPr="00981EDA">
        <w:t xml:space="preserve">Productivity Commission 2012, </w:t>
      </w:r>
      <w:r w:rsidRPr="00981EDA">
        <w:rPr>
          <w:i/>
        </w:rPr>
        <w:t>Compulsory Licen</w:t>
      </w:r>
      <w:r w:rsidR="008149E0">
        <w:rPr>
          <w:i/>
        </w:rPr>
        <w:t>s</w:t>
      </w:r>
      <w:r w:rsidRPr="00981EDA">
        <w:rPr>
          <w:i/>
        </w:rPr>
        <w:t>ing of Patents</w:t>
      </w:r>
      <w:r w:rsidRPr="00981EDA">
        <w:t>, Draft Inquiry Report, Canberra.</w:t>
      </w:r>
    </w:p>
    <w:p w:rsidR="003E7802" w:rsidRPr="00551FB8" w:rsidRDefault="003E7802" w:rsidP="003E7802">
      <w:pPr>
        <w:pStyle w:val="BodyText"/>
        <w:spacing w:before="160" w:after="120" w:line="240" w:lineRule="auto"/>
        <w:rPr>
          <w:sz w:val="24"/>
          <w:szCs w:val="24"/>
        </w:rPr>
      </w:pPr>
      <w:bookmarkStart w:id="1" w:name="JEL"/>
      <w:bookmarkEnd w:id="1"/>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735FEA" w:rsidRDefault="00735FEA">
      <w:pPr>
        <w:pStyle w:val="BodyText"/>
        <w:sectPr w:rsidR="00735FEA" w:rsidSect="002C6969">
          <w:type w:val="oddPage"/>
          <w:pgSz w:w="11907" w:h="16840" w:code="9"/>
          <w:pgMar w:top="1418" w:right="1304" w:bottom="567" w:left="1814" w:header="1701" w:footer="567" w:gutter="0"/>
          <w:pgNumType w:start="2"/>
          <w:cols w:space="720"/>
          <w:titlePg/>
        </w:sectPr>
      </w:pPr>
      <w:bookmarkStart w:id="2" w:name="cov"/>
      <w:bookmarkEnd w:id="2"/>
    </w:p>
    <w:p w:rsidR="00E70A32" w:rsidRDefault="00E70A32">
      <w:pPr>
        <w:pStyle w:val="Heading1"/>
      </w:pPr>
      <w:bookmarkStart w:id="3" w:name="_Toc342483313"/>
      <w:r>
        <w:lastRenderedPageBreak/>
        <w:t>Opportunity for further comment</w:t>
      </w:r>
      <w:bookmarkEnd w:id="3"/>
    </w:p>
    <w:p w:rsidR="00E70A32" w:rsidRDefault="00E70A32">
      <w:pPr>
        <w:pStyle w:val="BodyText"/>
      </w:pPr>
      <w:r>
        <w:t xml:space="preserve">You are invited to examine this draft report and make written submissions to the Productivity Commission by </w:t>
      </w:r>
      <w:r w:rsidR="00A83F3A">
        <w:rPr>
          <w:b/>
        </w:rPr>
        <w:t>Friday 8</w:t>
      </w:r>
      <w:r>
        <w:rPr>
          <w:b/>
        </w:rPr>
        <w:t xml:space="preserve"> February 2013</w:t>
      </w:r>
      <w:r w:rsidR="00E70C3D">
        <w:t>. If you intend</w:t>
      </w:r>
      <w:r>
        <w:t xml:space="preserve"> to appear at a public hearing, and have not already made a written submission, a summary of the points you wish to discuss should be lodged with the Commission at least two days before.</w:t>
      </w:r>
    </w:p>
    <w:p w:rsidR="0059393C" w:rsidRPr="00E90AF4" w:rsidRDefault="0059393C" w:rsidP="0059393C">
      <w:pPr>
        <w:pStyle w:val="BodyText"/>
      </w:pPr>
      <w:r w:rsidRPr="00E90AF4">
        <w:t>The final report will be prepared after submission</w:t>
      </w:r>
      <w:r>
        <w:t>s</w:t>
      </w:r>
      <w:r w:rsidRPr="00E90AF4">
        <w:t xml:space="preserve"> have been received and will be forwarded to the Australian Government in </w:t>
      </w:r>
      <w:r>
        <w:t>March 2013</w:t>
      </w:r>
      <w:r w:rsidRPr="00E90AF4">
        <w:t>.</w:t>
      </w:r>
    </w:p>
    <w:p w:rsidR="00314B7C" w:rsidRPr="007151C7" w:rsidRDefault="00314B7C" w:rsidP="00314B7C">
      <w:pPr>
        <w:pStyle w:val="BodyText"/>
        <w:spacing w:before="560"/>
        <w:rPr>
          <w:rFonts w:ascii="Arial" w:hAnsi="Arial" w:cs="Arial"/>
          <w:b/>
        </w:rPr>
      </w:pPr>
      <w:r w:rsidRPr="00B146AA">
        <w:rPr>
          <w:rFonts w:ascii="Arial" w:hAnsi="Arial" w:cs="Arial"/>
          <w:b/>
        </w:rPr>
        <w:t>Public hearing date</w:t>
      </w:r>
      <w:r>
        <w:rPr>
          <w:rFonts w:ascii="Arial" w:hAnsi="Arial" w:cs="Arial"/>
          <w:b/>
        </w:rPr>
        <w:t>s</w:t>
      </w:r>
      <w:r w:rsidRPr="00B146AA">
        <w:rPr>
          <w:rFonts w:ascii="Arial" w:hAnsi="Arial" w:cs="Arial"/>
          <w:b/>
        </w:rPr>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2943"/>
        <w:gridCol w:w="4202"/>
      </w:tblGrid>
      <w:tr w:rsidR="00314B7C" w:rsidTr="00DD5F46">
        <w:tc>
          <w:tcPr>
            <w:tcW w:w="1701" w:type="dxa"/>
          </w:tcPr>
          <w:p w:rsidR="00314B7C" w:rsidRPr="00B146AA" w:rsidRDefault="00314B7C" w:rsidP="00DD5F46">
            <w:pPr>
              <w:pStyle w:val="BodyText"/>
              <w:rPr>
                <w:b/>
                <w:sz w:val="24"/>
                <w:szCs w:val="24"/>
              </w:rPr>
            </w:pPr>
            <w:r w:rsidRPr="00B146AA">
              <w:rPr>
                <w:b/>
                <w:sz w:val="24"/>
                <w:szCs w:val="24"/>
              </w:rPr>
              <w:t>Location</w:t>
            </w:r>
          </w:p>
        </w:tc>
        <w:tc>
          <w:tcPr>
            <w:tcW w:w="2943" w:type="dxa"/>
          </w:tcPr>
          <w:p w:rsidR="00314B7C" w:rsidRPr="00B146AA" w:rsidRDefault="00314B7C" w:rsidP="00DD5F46">
            <w:pPr>
              <w:pStyle w:val="BodyText"/>
              <w:rPr>
                <w:b/>
                <w:sz w:val="24"/>
                <w:szCs w:val="24"/>
              </w:rPr>
            </w:pPr>
            <w:r w:rsidRPr="00B146AA">
              <w:rPr>
                <w:b/>
                <w:sz w:val="24"/>
                <w:szCs w:val="24"/>
              </w:rPr>
              <w:t>Date</w:t>
            </w:r>
          </w:p>
        </w:tc>
        <w:tc>
          <w:tcPr>
            <w:tcW w:w="4202" w:type="dxa"/>
          </w:tcPr>
          <w:p w:rsidR="00314B7C" w:rsidRPr="00B146AA" w:rsidRDefault="00314B7C" w:rsidP="00DD5F46">
            <w:pPr>
              <w:pStyle w:val="BodyText"/>
              <w:rPr>
                <w:b/>
                <w:sz w:val="24"/>
                <w:szCs w:val="24"/>
              </w:rPr>
            </w:pPr>
            <w:r w:rsidRPr="00B146AA">
              <w:rPr>
                <w:b/>
                <w:sz w:val="24"/>
                <w:szCs w:val="24"/>
              </w:rPr>
              <w:t>Venue</w:t>
            </w:r>
          </w:p>
        </w:tc>
      </w:tr>
      <w:tr w:rsidR="00884181" w:rsidTr="002B4011">
        <w:tc>
          <w:tcPr>
            <w:tcW w:w="1701" w:type="dxa"/>
          </w:tcPr>
          <w:p w:rsidR="00884181" w:rsidRDefault="00884181" w:rsidP="002B4011">
            <w:pPr>
              <w:pStyle w:val="BodyText"/>
              <w:spacing w:before="120" w:line="280" w:lineRule="exact"/>
            </w:pPr>
            <w:r>
              <w:t>Canberra</w:t>
            </w:r>
          </w:p>
        </w:tc>
        <w:tc>
          <w:tcPr>
            <w:tcW w:w="2943" w:type="dxa"/>
          </w:tcPr>
          <w:p w:rsidR="00884181" w:rsidRDefault="00884181" w:rsidP="002B4011">
            <w:pPr>
              <w:pStyle w:val="BodyText"/>
              <w:spacing w:before="120" w:line="280" w:lineRule="exact"/>
            </w:pPr>
            <w:r>
              <w:t>19 February 2013</w:t>
            </w:r>
          </w:p>
        </w:tc>
        <w:tc>
          <w:tcPr>
            <w:tcW w:w="4202" w:type="dxa"/>
          </w:tcPr>
          <w:p w:rsidR="00884181" w:rsidRDefault="00884181" w:rsidP="002B4011">
            <w:pPr>
              <w:pStyle w:val="BodyText"/>
              <w:spacing w:before="120" w:line="280" w:lineRule="exact"/>
            </w:pPr>
            <w:r>
              <w:t>Productivity Commission</w:t>
            </w:r>
          </w:p>
          <w:p w:rsidR="00884181" w:rsidRDefault="00884181" w:rsidP="002B4011">
            <w:pPr>
              <w:pStyle w:val="BodyText"/>
              <w:spacing w:before="120" w:line="280" w:lineRule="exact"/>
            </w:pPr>
            <w:r>
              <w:t xml:space="preserve">Hearing Room </w:t>
            </w:r>
          </w:p>
          <w:p w:rsidR="00884181" w:rsidRDefault="00884181" w:rsidP="002B4011">
            <w:pPr>
              <w:pStyle w:val="BodyText"/>
              <w:spacing w:before="120" w:line="280" w:lineRule="exact"/>
            </w:pPr>
            <w:r w:rsidRPr="00314B7C">
              <w:rPr>
                <w:color w:val="000000"/>
                <w:szCs w:val="26"/>
                <w:lang w:val="en" w:eastAsia="en-AU"/>
              </w:rPr>
              <w:t>Lev</w:t>
            </w:r>
            <w:r>
              <w:rPr>
                <w:color w:val="000000"/>
                <w:szCs w:val="26"/>
                <w:lang w:val="en" w:eastAsia="en-AU"/>
              </w:rPr>
              <w:t xml:space="preserve">el 2, </w:t>
            </w:r>
            <w:proofErr w:type="spellStart"/>
            <w:r>
              <w:rPr>
                <w:color w:val="000000"/>
                <w:szCs w:val="26"/>
                <w:lang w:val="en" w:eastAsia="en-AU"/>
              </w:rPr>
              <w:t>ANZ</w:t>
            </w:r>
            <w:proofErr w:type="spellEnd"/>
            <w:r>
              <w:rPr>
                <w:color w:val="000000"/>
                <w:szCs w:val="26"/>
                <w:lang w:val="en" w:eastAsia="en-AU"/>
              </w:rPr>
              <w:t xml:space="preserve"> House, 15 Moore St</w:t>
            </w:r>
          </w:p>
        </w:tc>
      </w:tr>
      <w:tr w:rsidR="00314B7C" w:rsidTr="00DD5F46">
        <w:tc>
          <w:tcPr>
            <w:tcW w:w="1701" w:type="dxa"/>
          </w:tcPr>
          <w:p w:rsidR="00314B7C" w:rsidRDefault="00314B7C" w:rsidP="00DD5F46">
            <w:pPr>
              <w:pStyle w:val="BodyText"/>
              <w:spacing w:before="120" w:line="280" w:lineRule="exact"/>
            </w:pPr>
            <w:r>
              <w:t>Melbourne</w:t>
            </w:r>
          </w:p>
        </w:tc>
        <w:tc>
          <w:tcPr>
            <w:tcW w:w="2943" w:type="dxa"/>
          </w:tcPr>
          <w:p w:rsidR="00314B7C" w:rsidRDefault="00884181" w:rsidP="005C2F26">
            <w:pPr>
              <w:pStyle w:val="BodyText"/>
              <w:spacing w:before="120" w:line="280" w:lineRule="exact"/>
            </w:pPr>
            <w:r>
              <w:t>20</w:t>
            </w:r>
            <w:r w:rsidR="00314B7C">
              <w:t xml:space="preserve"> February 201</w:t>
            </w:r>
            <w:r w:rsidR="005C2F26">
              <w:t>3</w:t>
            </w:r>
          </w:p>
        </w:tc>
        <w:tc>
          <w:tcPr>
            <w:tcW w:w="4202" w:type="dxa"/>
          </w:tcPr>
          <w:p w:rsidR="00314B7C" w:rsidRDefault="00314B7C" w:rsidP="00DD5F46">
            <w:pPr>
              <w:pStyle w:val="BodyText"/>
              <w:spacing w:before="120" w:line="280" w:lineRule="exact"/>
            </w:pPr>
            <w:r>
              <w:t xml:space="preserve">Productivity Commission </w:t>
            </w:r>
          </w:p>
          <w:p w:rsidR="00314B7C" w:rsidRDefault="00314B7C" w:rsidP="00DD5F46">
            <w:pPr>
              <w:pStyle w:val="BodyText"/>
              <w:spacing w:before="120" w:line="280" w:lineRule="exact"/>
            </w:pPr>
            <w:r>
              <w:t>Rattigan Room</w:t>
            </w:r>
          </w:p>
          <w:p w:rsidR="00314B7C" w:rsidRDefault="00314B7C" w:rsidP="00314B7C">
            <w:pPr>
              <w:pStyle w:val="BodyText"/>
              <w:spacing w:before="120" w:line="280" w:lineRule="exact"/>
            </w:pPr>
            <w:r>
              <w:t>Level 12, 530 Collins St</w:t>
            </w:r>
          </w:p>
        </w:tc>
      </w:tr>
    </w:tbl>
    <w:p w:rsidR="003505E3" w:rsidRDefault="003505E3" w:rsidP="003505E3">
      <w:pPr>
        <w:pStyle w:val="BodyText"/>
      </w:pPr>
      <w:r>
        <w:t xml:space="preserve">If you wish to appear at a public hearing, please contact Yvette Goss on (03) 9653 2253, email </w:t>
      </w:r>
      <w:hyperlink r:id="rId10" w:history="1">
        <w:proofErr w:type="spellStart"/>
        <w:r w:rsidRPr="00AD1079">
          <w:t>patents@pc.gov.au</w:t>
        </w:r>
        <w:proofErr w:type="spellEnd"/>
      </w:hyperlink>
      <w:r>
        <w:t xml:space="preserve"> or register online at </w:t>
      </w:r>
      <w:r w:rsidR="00534C56" w:rsidRPr="00534C56">
        <w:t>http://www.pc.gov.au/projects/inquiry/patents</w:t>
      </w:r>
      <w:r w:rsidR="00534C56">
        <w:t>.</w:t>
      </w:r>
    </w:p>
    <w:p w:rsidR="0059393C" w:rsidRPr="00E90AF4" w:rsidRDefault="0059393C" w:rsidP="0059393C">
      <w:pPr>
        <w:pStyle w:val="BodyText"/>
        <w:spacing w:before="560"/>
        <w:rPr>
          <w:b/>
        </w:rPr>
      </w:pPr>
      <w:r w:rsidRPr="00E90AF4">
        <w:rPr>
          <w:b/>
        </w:rPr>
        <w:t>Commissioners</w:t>
      </w:r>
    </w:p>
    <w:p w:rsidR="0059393C" w:rsidRPr="00E90AF4" w:rsidRDefault="004C4C6D" w:rsidP="0059393C">
      <w:pPr>
        <w:pStyle w:val="BodyText"/>
      </w:pPr>
      <w:r>
        <w:t>For the purpose</w:t>
      </w:r>
      <w:r w:rsidR="0059393C" w:rsidRPr="00E90AF4">
        <w:t xml:space="preserve"> of this inquiry and draft report, in accordance with s</w:t>
      </w:r>
      <w:r w:rsidR="007002CF">
        <w:t>. </w:t>
      </w:r>
      <w:r w:rsidR="0059393C" w:rsidRPr="00E90AF4">
        <w:t xml:space="preserve">40 of the </w:t>
      </w:r>
      <w:r w:rsidR="0059393C" w:rsidRPr="00E90AF4">
        <w:rPr>
          <w:i/>
        </w:rPr>
        <w:t>Productivity Commission Act 1998</w:t>
      </w:r>
      <w:r w:rsidR="0059393C" w:rsidRPr="00E90AF4">
        <w:t xml:space="preserve"> </w:t>
      </w:r>
      <w:r w:rsidR="007002CF">
        <w:t>(</w:t>
      </w:r>
      <w:proofErr w:type="spellStart"/>
      <w:r w:rsidR="007002CF">
        <w:t>Cwlth</w:t>
      </w:r>
      <w:proofErr w:type="spellEnd"/>
      <w:r w:rsidR="007002CF">
        <w:t xml:space="preserve">) </w:t>
      </w:r>
      <w:r w:rsidR="0059393C" w:rsidRPr="00E90AF4">
        <w:t>the powers of the Productivity Commission have been exercised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943"/>
        <w:gridCol w:w="5903"/>
      </w:tblGrid>
      <w:tr w:rsidR="0059393C" w:rsidRPr="00E90AF4" w:rsidTr="002E28CE">
        <w:tc>
          <w:tcPr>
            <w:tcW w:w="2943" w:type="dxa"/>
          </w:tcPr>
          <w:p w:rsidR="0059393C" w:rsidRPr="00E90AF4" w:rsidRDefault="0059393C" w:rsidP="002E28CE">
            <w:pPr>
              <w:pStyle w:val="BodyText"/>
              <w:spacing w:before="120"/>
            </w:pPr>
            <w:r>
              <w:t>Alison McClelland</w:t>
            </w:r>
          </w:p>
        </w:tc>
        <w:tc>
          <w:tcPr>
            <w:tcW w:w="5903" w:type="dxa"/>
          </w:tcPr>
          <w:p w:rsidR="0059393C" w:rsidRPr="00E90AF4" w:rsidRDefault="0059393C" w:rsidP="002E28CE">
            <w:pPr>
              <w:pStyle w:val="BodyText"/>
              <w:spacing w:before="120"/>
            </w:pPr>
            <w:r w:rsidRPr="00E90AF4">
              <w:t>Presiding Commissioner</w:t>
            </w:r>
          </w:p>
        </w:tc>
      </w:tr>
      <w:tr w:rsidR="0059393C" w:rsidRPr="00E90AF4" w:rsidTr="002E28CE">
        <w:tc>
          <w:tcPr>
            <w:tcW w:w="2943" w:type="dxa"/>
          </w:tcPr>
          <w:p w:rsidR="0059393C" w:rsidRPr="00E90AF4" w:rsidRDefault="00F008DB" w:rsidP="002E28CE">
            <w:pPr>
              <w:pStyle w:val="BodyText"/>
              <w:spacing w:before="120"/>
            </w:pPr>
            <w:r>
              <w:t xml:space="preserve">Dr. </w:t>
            </w:r>
            <w:r w:rsidR="0059393C">
              <w:t>Warren Mundy</w:t>
            </w:r>
          </w:p>
        </w:tc>
        <w:tc>
          <w:tcPr>
            <w:tcW w:w="5903" w:type="dxa"/>
          </w:tcPr>
          <w:p w:rsidR="0059393C" w:rsidRPr="00E90AF4" w:rsidRDefault="0059393C" w:rsidP="002E28CE">
            <w:pPr>
              <w:pStyle w:val="BodyText"/>
              <w:spacing w:before="120"/>
            </w:pPr>
            <w:r w:rsidRPr="00E90AF4">
              <w:t>Commissioner</w:t>
            </w:r>
          </w:p>
        </w:tc>
      </w:tr>
    </w:tbl>
    <w:p w:rsidR="00E70A32" w:rsidRDefault="00E70A32">
      <w:pPr>
        <w:pStyle w:val="BodyText"/>
      </w:pPr>
    </w:p>
    <w:p w:rsidR="00756ECB" w:rsidRDefault="00756ECB">
      <w:pPr>
        <w:pStyle w:val="BodyText"/>
        <w:sectPr w:rsidR="00756ECB" w:rsidSect="00FF3186">
          <w:headerReference w:type="even" r:id="rId11"/>
          <w:headerReference w:type="default" r:id="rId12"/>
          <w:footerReference w:type="even" r:id="rId13"/>
          <w:footerReference w:type="default" r:id="rId14"/>
          <w:pgSz w:w="11906" w:h="16838" w:code="9"/>
          <w:pgMar w:top="1985" w:right="1304" w:bottom="1418" w:left="1814" w:header="1701" w:footer="567" w:gutter="0"/>
          <w:pgNumType w:fmt="lowerRoman" w:start="3"/>
          <w:cols w:space="708"/>
          <w:docGrid w:linePitch="360"/>
        </w:sectPr>
      </w:pPr>
    </w:p>
    <w:p w:rsidR="00E70A32" w:rsidRDefault="00E70A32" w:rsidP="002E28CE">
      <w:pPr>
        <w:pStyle w:val="Heading1"/>
      </w:pPr>
      <w:bookmarkStart w:id="4" w:name="_Toc342483314"/>
      <w:r>
        <w:lastRenderedPageBreak/>
        <w:t>Terms of reference</w:t>
      </w:r>
      <w:bookmarkEnd w:id="4"/>
    </w:p>
    <w:p w:rsidR="00071B53" w:rsidRPr="00071B53" w:rsidRDefault="00E70A32" w:rsidP="00F50465">
      <w:pPr>
        <w:jc w:val="both"/>
      </w:pPr>
      <w:r>
        <w:t>I,</w:t>
      </w:r>
      <w:r w:rsidR="00071B53">
        <w:t xml:space="preserve"> David Bradbury</w:t>
      </w:r>
      <w:r>
        <w:t xml:space="preserve">, Assistant Treasurer, under part 3 of the </w:t>
      </w:r>
      <w:r w:rsidRPr="00372915">
        <w:rPr>
          <w:i/>
        </w:rPr>
        <w:t>Productivity Commission Act 1998</w:t>
      </w:r>
      <w:r>
        <w:t>, hereby</w:t>
      </w:r>
      <w:r w:rsidR="00071B53">
        <w:t xml:space="preserve"> </w:t>
      </w:r>
      <w:r w:rsidR="00071B53" w:rsidRPr="00071B53">
        <w:t>request that the Productivity Commission undertake an inquiry into the compulsory licensing provisions in the Patents Act 1990.</w:t>
      </w:r>
    </w:p>
    <w:p w:rsidR="00C20D93" w:rsidRPr="00C20D93" w:rsidRDefault="00C20D93" w:rsidP="00C20D93">
      <w:pPr>
        <w:pStyle w:val="BodyText"/>
        <w:spacing w:before="560" w:line="320" w:lineRule="exact"/>
        <w:rPr>
          <w:rFonts w:ascii="Arial" w:hAnsi="Arial" w:cs="Arial"/>
          <w:b/>
        </w:rPr>
      </w:pPr>
      <w:r w:rsidRPr="00C20D93">
        <w:rPr>
          <w:rFonts w:ascii="Arial" w:hAnsi="Arial" w:cs="Arial"/>
          <w:b/>
        </w:rPr>
        <w:t xml:space="preserve">Background - balancing access to technology and innovation </w:t>
      </w:r>
    </w:p>
    <w:p w:rsidR="00071B53" w:rsidRDefault="00071B53" w:rsidP="00071B53">
      <w:pPr>
        <w:pStyle w:val="BodyText"/>
      </w:pPr>
      <w:r>
        <w:t xml:space="preserve">The compulsory licensing provisions in the </w:t>
      </w:r>
      <w:r>
        <w:rPr>
          <w:i/>
          <w:iCs/>
        </w:rPr>
        <w:t xml:space="preserve">Patents Act 1990 </w:t>
      </w:r>
      <w:r>
        <w:t xml:space="preserve">are a key safeguard, which may be invoked where the exercise of the exclusive rights conferred by a patent are not meeting the reasonable requirements of the public or constitute anti-competitive conduct.  </w:t>
      </w:r>
    </w:p>
    <w:p w:rsidR="00071B53" w:rsidRDefault="00071B53" w:rsidP="00071B53">
      <w:pPr>
        <w:pStyle w:val="BodyText"/>
      </w:pPr>
      <w:r>
        <w:t xml:space="preserve">In Australia, these provisions are used rarely and there are opposing views on their effectiveness.  Infrequent use is attributed to significant barriers to accessing the provisions, or as a result of the deterrent effect of the provisions, which induces patent holders to enter into voluntary licences for their patented inventions. </w:t>
      </w:r>
    </w:p>
    <w:p w:rsidR="00071B53" w:rsidRDefault="00071B53" w:rsidP="00071B53">
      <w:pPr>
        <w:pStyle w:val="BodyText"/>
        <w:rPr>
          <w:b/>
          <w:bCs/>
        </w:rPr>
      </w:pPr>
      <w:r>
        <w:t xml:space="preserve">Australia is a net importer of technology.  </w:t>
      </w:r>
      <w:r>
        <w:rPr>
          <w:color w:val="000000"/>
        </w:rPr>
        <w:t xml:space="preserve">Of the 14,557 patents granted in 2010, 1,178 (8 per cent) were granted to Australian residents.  </w:t>
      </w:r>
      <w:r>
        <w:t xml:space="preserve">Overall, the likely benefit of these provisions is their use as a deterrent in licensing negotiations between a foreign patent holder and potential licensee in Australia, in order to ensure domestic access to technology and technology diffusion.  </w:t>
      </w:r>
    </w:p>
    <w:p w:rsidR="00071B53" w:rsidRDefault="00071B53" w:rsidP="00071B53">
      <w:pPr>
        <w:pStyle w:val="BodyText"/>
      </w:pPr>
      <w:r>
        <w:t xml:space="preserve">In November 2011, the Government’s Response to recommendation 12 of the Senate Community Affairs References Committee’s </w:t>
      </w:r>
      <w:r>
        <w:rPr>
          <w:i/>
          <w:iCs/>
        </w:rPr>
        <w:t>Gene Patents</w:t>
      </w:r>
      <w:r>
        <w:t xml:space="preserve"> Report November 2010 and recommendation 27-1 of the Australian Law Reform Commission, </w:t>
      </w:r>
      <w:r>
        <w:rPr>
          <w:i/>
          <w:iCs/>
        </w:rPr>
        <w:t xml:space="preserve">Genes and Ingenuity: Gene Patenting and Human Health </w:t>
      </w:r>
      <w:r>
        <w:t>(</w:t>
      </w:r>
      <w:proofErr w:type="spellStart"/>
      <w:r>
        <w:t>ALRC</w:t>
      </w:r>
      <w:proofErr w:type="spellEnd"/>
      <w:r>
        <w:t xml:space="preserve"> 99, 2004) Report, endorsed a review of the operation of the compulsory licensing provisions in the </w:t>
      </w:r>
      <w:r>
        <w:rPr>
          <w:i/>
          <w:iCs/>
        </w:rPr>
        <w:t>Patents Act 1990</w:t>
      </w:r>
      <w:r>
        <w:t xml:space="preserve">, including measures to raise awareness of these provisions. </w:t>
      </w:r>
    </w:p>
    <w:p w:rsidR="00071B53" w:rsidRPr="00CB171C" w:rsidRDefault="00071B53" w:rsidP="00071B53">
      <w:pPr>
        <w:pStyle w:val="BodyText"/>
      </w:pPr>
      <w:r>
        <w:t xml:space="preserve">Compulsory licensing is an increasingly sensitive issue internationally, particularly in the context of access to affordable healthcare, and concerns that gene patents may prevent equitable access to medical advice that relies on the identification and use of gene sequences related to human health and disease.  Other areas of sensitivity include climate change mitigation, food security and alternative energy </w:t>
      </w:r>
      <w:r>
        <w:lastRenderedPageBreak/>
        <w:t>technologies, and technical standards essential patents (e.g. in telecommunication technologies).</w:t>
      </w:r>
    </w:p>
    <w:p w:rsidR="00071B53" w:rsidRDefault="00071B53" w:rsidP="00071B53">
      <w:pPr>
        <w:pStyle w:val="BodyText"/>
      </w:pPr>
      <w:r>
        <w:t xml:space="preserve">Compulsory licensing provisions are a feature of many patent laws around the world, and are included in international agreements to which Australia is a party.  </w:t>
      </w:r>
    </w:p>
    <w:p w:rsidR="00071B53" w:rsidRPr="00C20D93" w:rsidRDefault="00071B53" w:rsidP="00C20D93">
      <w:pPr>
        <w:pStyle w:val="BodyText"/>
        <w:spacing w:before="560" w:line="320" w:lineRule="exact"/>
        <w:rPr>
          <w:rFonts w:ascii="Arial" w:hAnsi="Arial" w:cs="Arial"/>
          <w:b/>
        </w:rPr>
      </w:pPr>
      <w:r w:rsidRPr="00C20D93">
        <w:rPr>
          <w:rFonts w:ascii="Arial" w:hAnsi="Arial" w:cs="Arial"/>
          <w:b/>
        </w:rPr>
        <w:t>Scope of the inquiry</w:t>
      </w:r>
    </w:p>
    <w:p w:rsidR="00071B53" w:rsidRDefault="00071B53" w:rsidP="00071B53">
      <w:pPr>
        <w:pStyle w:val="BodyText"/>
      </w:pPr>
      <w:r>
        <w:t xml:space="preserve">The Commission is requested to review the operation of the compulsory licensing provisions in the </w:t>
      </w:r>
      <w:r>
        <w:rPr>
          <w:i/>
          <w:iCs/>
        </w:rPr>
        <w:t xml:space="preserve">Patents Act 1990, </w:t>
      </w:r>
      <w:r>
        <w:t>in particular:</w:t>
      </w:r>
    </w:p>
    <w:p w:rsidR="00071B53" w:rsidRPr="00566963" w:rsidRDefault="00071B53" w:rsidP="00071B53">
      <w:pPr>
        <w:pStyle w:val="ListNumber"/>
        <w:numPr>
          <w:ilvl w:val="0"/>
          <w:numId w:val="25"/>
        </w:numPr>
      </w:pPr>
      <w:r w:rsidRPr="00566963">
        <w:t xml:space="preserve">Assess whether the current Australian provisions can be invoked efficiently and effectively to deal with circumstances where reasonable requirements of the public are not being met or where the patentee engages in anti-competitive conduct.  This includes, but is not limited to, consideration of concerns that gene patents may hinder access to affordable healthcare, including access to medical advice that relies on the identification and use of gene sequences related to human health and disease.   </w:t>
      </w:r>
    </w:p>
    <w:p w:rsidR="00071B53" w:rsidRPr="00566963" w:rsidRDefault="00071B53" w:rsidP="00071B53">
      <w:pPr>
        <w:pStyle w:val="ListNumber"/>
        <w:numPr>
          <w:ilvl w:val="0"/>
          <w:numId w:val="25"/>
        </w:numPr>
      </w:pPr>
      <w:r w:rsidRPr="00566963">
        <w:t>Advise on the frequency, and impact, of the issue of compulsory licences in comparable markets and the common features in such compulsory licenses.</w:t>
      </w:r>
    </w:p>
    <w:p w:rsidR="00071B53" w:rsidRPr="00566963" w:rsidRDefault="00071B53" w:rsidP="00071B53">
      <w:pPr>
        <w:pStyle w:val="ListNumber"/>
        <w:numPr>
          <w:ilvl w:val="0"/>
          <w:numId w:val="25"/>
        </w:numPr>
      </w:pPr>
      <w:bookmarkStart w:id="5" w:name="CursorPositionBM"/>
      <w:bookmarkEnd w:id="5"/>
      <w:r w:rsidRPr="00566963">
        <w:t xml:space="preserve">Recommend any measures that may be required to efficiently and effectively exercise these safeguard provisions and invoke their use in a manner consistent with Australia’s international obligations, without limiting access to overseas technologies, technology transfer, research and development investments or substantially reducing the patent incentive for innovation.  </w:t>
      </w:r>
    </w:p>
    <w:p w:rsidR="00071B53" w:rsidRPr="00566963" w:rsidRDefault="00071B53" w:rsidP="00071B53">
      <w:pPr>
        <w:pStyle w:val="ListNumber"/>
        <w:numPr>
          <w:ilvl w:val="0"/>
          <w:numId w:val="25"/>
        </w:numPr>
      </w:pPr>
      <w:r w:rsidRPr="00566963">
        <w:t>Recommend any alternative mechanisms deemed necessary to ensure that the balance between incentives to innovate and access to technology best reflect objectives of ensuring reasonable access to health care solutions, maximising economic growth and growing the Australian manufacturing industry.</w:t>
      </w:r>
    </w:p>
    <w:p w:rsidR="00071B53" w:rsidRPr="00566963" w:rsidRDefault="00071B53" w:rsidP="00071B53">
      <w:pPr>
        <w:pStyle w:val="ListNumber"/>
        <w:numPr>
          <w:ilvl w:val="0"/>
          <w:numId w:val="25"/>
        </w:numPr>
      </w:pPr>
      <w:r w:rsidRPr="00566963">
        <w:t>Recommend measures to raise awareness of these provisions and their purpose, including the specific challenges of raising awareness among small businesses and the healthcare sector.</w:t>
      </w:r>
    </w:p>
    <w:p w:rsidR="00071B53" w:rsidRDefault="00071B53" w:rsidP="00071B53">
      <w:pPr>
        <w:pStyle w:val="BodyText"/>
      </w:pPr>
      <w:r>
        <w:t xml:space="preserve">In conducting the inquiry, the Commission should have regard to: </w:t>
      </w:r>
    </w:p>
    <w:p w:rsidR="00071B53" w:rsidRPr="00566963" w:rsidRDefault="00071B53" w:rsidP="00071B53">
      <w:pPr>
        <w:pStyle w:val="ListNumber2"/>
        <w:numPr>
          <w:ilvl w:val="1"/>
          <w:numId w:val="25"/>
        </w:numPr>
      </w:pPr>
      <w:r w:rsidRPr="00566963">
        <w:t>the importance of incentives for industry and researchers to invest in research and development, and innovation;</w:t>
      </w:r>
    </w:p>
    <w:p w:rsidR="00071B53" w:rsidRPr="00566963" w:rsidRDefault="00071B53" w:rsidP="00071B53">
      <w:pPr>
        <w:pStyle w:val="ListNumber2"/>
        <w:numPr>
          <w:ilvl w:val="1"/>
          <w:numId w:val="25"/>
        </w:numPr>
      </w:pPr>
      <w:r w:rsidRPr="00566963">
        <w:t>access to and transfer of technology, including climate change mitigation, food security, healthcare and alternative energy technologies, and standard essential patents in telecommunication technologies, particularly where multiple patentees are involved;</w:t>
      </w:r>
    </w:p>
    <w:p w:rsidR="00071B53" w:rsidRPr="00566963" w:rsidRDefault="00071B53" w:rsidP="00071B53">
      <w:pPr>
        <w:pStyle w:val="ListNumber2"/>
        <w:numPr>
          <w:ilvl w:val="1"/>
          <w:numId w:val="25"/>
        </w:numPr>
      </w:pPr>
      <w:r w:rsidRPr="00566963">
        <w:lastRenderedPageBreak/>
        <w:t xml:space="preserve">affordable and equitable access to healthcare, including medical treatments and diagnostic tests in Australia; </w:t>
      </w:r>
    </w:p>
    <w:p w:rsidR="00071B53" w:rsidRPr="00566963" w:rsidRDefault="00071B53" w:rsidP="00071B53">
      <w:pPr>
        <w:pStyle w:val="ListNumber2"/>
        <w:numPr>
          <w:ilvl w:val="1"/>
          <w:numId w:val="25"/>
        </w:numPr>
      </w:pPr>
      <w:r w:rsidRPr="00566963">
        <w:t xml:space="preserve">recent changes to the intellectual property system reflected in the </w:t>
      </w:r>
      <w:r w:rsidRPr="00566963">
        <w:rPr>
          <w:i/>
        </w:rPr>
        <w:t>Intellectual Property Laws Amendment (Raising the Bar) Act 2012</w:t>
      </w:r>
      <w:r w:rsidRPr="00566963">
        <w:t>, including the research exemption;</w:t>
      </w:r>
    </w:p>
    <w:p w:rsidR="00071B53" w:rsidRPr="00566963" w:rsidRDefault="00071B53" w:rsidP="00071B53">
      <w:pPr>
        <w:pStyle w:val="ListNumber2"/>
        <w:numPr>
          <w:ilvl w:val="1"/>
          <w:numId w:val="25"/>
        </w:numPr>
      </w:pPr>
      <w:r w:rsidRPr="00566963">
        <w:t>other relevant parts of the intellectual property system, such as crown use provisions; and</w:t>
      </w:r>
    </w:p>
    <w:p w:rsidR="00071B53" w:rsidRPr="00566963" w:rsidRDefault="00071B53" w:rsidP="00071B53">
      <w:pPr>
        <w:pStyle w:val="ListNumber2"/>
        <w:numPr>
          <w:ilvl w:val="1"/>
          <w:numId w:val="25"/>
        </w:numPr>
      </w:pPr>
      <w:r w:rsidRPr="00566963">
        <w:t>the range of international approaches.</w:t>
      </w:r>
    </w:p>
    <w:p w:rsidR="00071B53" w:rsidRDefault="00071B53" w:rsidP="00071B53">
      <w:pPr>
        <w:pStyle w:val="BodyText"/>
      </w:pPr>
      <w:r>
        <w:t>The Commission will report within nine months of receipt of this reference and will hold hearings for the purpose of this inquiry.  The Commission is to provide both a draft and a final report, and the reports will be published.  The Government will consider the Commission’s recommendations, and its response will be announced as soon as possible after the receipt of the Commission’s final report.</w:t>
      </w:r>
    </w:p>
    <w:p w:rsidR="00071B53" w:rsidRDefault="00071B53" w:rsidP="00071B53">
      <w:pPr>
        <w:pStyle w:val="Bullet"/>
        <w:tabs>
          <w:tab w:val="clear" w:pos="360"/>
          <w:tab w:val="left" w:pos="720"/>
        </w:tabs>
        <w:ind w:left="0" w:firstLine="0"/>
        <w:rPr>
          <w:color w:val="000000"/>
        </w:rPr>
      </w:pPr>
    </w:p>
    <w:p w:rsidR="00071B53" w:rsidRDefault="00071B53" w:rsidP="00192154">
      <w:pPr>
        <w:pStyle w:val="BodyText"/>
        <w:jc w:val="left"/>
        <w:rPr>
          <w:szCs w:val="26"/>
        </w:rPr>
      </w:pPr>
      <w:r w:rsidRPr="00FC1DF9">
        <w:t>DAVID</w:t>
      </w:r>
      <w:r w:rsidRPr="00EB409B">
        <w:rPr>
          <w:color w:val="000000"/>
        </w:rPr>
        <w:t xml:space="preserve"> BRADBURY</w:t>
      </w:r>
      <w:r w:rsidR="00192154">
        <w:rPr>
          <w:color w:val="000000"/>
        </w:rPr>
        <w:br/>
      </w:r>
      <w:r>
        <w:rPr>
          <w:szCs w:val="26"/>
        </w:rPr>
        <w:t>[Received 29</w:t>
      </w:r>
      <w:r w:rsidRPr="00CC3E9E">
        <w:rPr>
          <w:szCs w:val="26"/>
        </w:rPr>
        <w:t xml:space="preserve"> </w:t>
      </w:r>
      <w:r>
        <w:rPr>
          <w:szCs w:val="26"/>
        </w:rPr>
        <w:t>June 2012</w:t>
      </w:r>
      <w:r w:rsidRPr="00CC3E9E">
        <w:rPr>
          <w:szCs w:val="26"/>
        </w:rPr>
        <w:t>]</w:t>
      </w:r>
    </w:p>
    <w:p w:rsidR="00071B53" w:rsidRDefault="00071B53">
      <w:pPr>
        <w:rPr>
          <w:kern w:val="28"/>
          <w:sz w:val="52"/>
          <w:szCs w:val="26"/>
        </w:rPr>
      </w:pPr>
      <w:bookmarkStart w:id="6" w:name="Contents"/>
      <w:bookmarkEnd w:id="6"/>
      <w:r>
        <w:br w:type="page"/>
      </w:r>
    </w:p>
    <w:p w:rsidR="00E264DC" w:rsidRDefault="00E264DC" w:rsidP="008206EE">
      <w:pPr>
        <w:pStyle w:val="Heading1NotTOC"/>
        <w:sectPr w:rsidR="00E264DC" w:rsidSect="00C55A45">
          <w:headerReference w:type="even" r:id="rId15"/>
          <w:headerReference w:type="default" r:id="rId16"/>
          <w:footerReference w:type="even" r:id="rId17"/>
          <w:footerReference w:type="default" r:id="rId18"/>
          <w:type w:val="oddPage"/>
          <w:pgSz w:w="11907" w:h="16840" w:code="9"/>
          <w:pgMar w:top="1985" w:right="1304" w:bottom="1418" w:left="1814" w:header="1701" w:footer="567" w:gutter="0"/>
          <w:pgNumType w:fmt="lowerRoman"/>
          <w:cols w:space="720"/>
        </w:sectPr>
      </w:pPr>
    </w:p>
    <w:p w:rsidR="00B7631B" w:rsidRDefault="00735FEA" w:rsidP="008206EE">
      <w:pPr>
        <w:pStyle w:val="Heading1NotTOC"/>
        <w:rPr>
          <w:noProof/>
        </w:rPr>
      </w:pPr>
      <w:r w:rsidRPr="00B153C3">
        <w:lastRenderedPageBreak/>
        <w:t>Contents</w:t>
      </w:r>
      <w:bookmarkStart w:id="7" w:name="InsertContents"/>
      <w:bookmarkEnd w:id="7"/>
      <w:r w:rsidR="00B7631B">
        <w:fldChar w:fldCharType="begin"/>
      </w:r>
      <w:r w:rsidR="00B7631B">
        <w:instrText xml:space="preserve"> TOC \t "Part Title,1,Heading 1,1,chapter,1,Heading 2,2,2,3,3,Heading 2,3" </w:instrText>
      </w:r>
      <w:r w:rsidR="00B7631B">
        <w:fldChar w:fldCharType="separate"/>
      </w:r>
    </w:p>
    <w:p w:rsidR="00B7631B" w:rsidRDefault="00B7631B">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Pr>
          <w:noProof/>
        </w:rPr>
        <w:fldChar w:fldCharType="begin"/>
      </w:r>
      <w:r>
        <w:rPr>
          <w:noProof/>
        </w:rPr>
        <w:instrText xml:space="preserve"> PAGEREF _Toc342483313 \h </w:instrText>
      </w:r>
      <w:r>
        <w:rPr>
          <w:noProof/>
        </w:rPr>
      </w:r>
      <w:r>
        <w:rPr>
          <w:noProof/>
        </w:rPr>
        <w:fldChar w:fldCharType="separate"/>
      </w:r>
      <w:r w:rsidR="00C80CB0">
        <w:rPr>
          <w:noProof/>
        </w:rPr>
        <w:t>iii</w:t>
      </w:r>
      <w:r>
        <w:rPr>
          <w:noProof/>
        </w:rPr>
        <w:fldChar w:fldCharType="end"/>
      </w:r>
    </w:p>
    <w:p w:rsidR="00B7631B" w:rsidRDefault="00B7631B">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Pr>
          <w:noProof/>
        </w:rPr>
        <w:fldChar w:fldCharType="begin"/>
      </w:r>
      <w:r>
        <w:rPr>
          <w:noProof/>
        </w:rPr>
        <w:instrText xml:space="preserve"> PAGEREF _Toc342483314 \h </w:instrText>
      </w:r>
      <w:r>
        <w:rPr>
          <w:noProof/>
        </w:rPr>
      </w:r>
      <w:r>
        <w:rPr>
          <w:noProof/>
        </w:rPr>
        <w:fldChar w:fldCharType="separate"/>
      </w:r>
      <w:r w:rsidR="00C80CB0">
        <w:rPr>
          <w:noProof/>
        </w:rPr>
        <w:t>v</w:t>
      </w:r>
      <w:r>
        <w:rPr>
          <w:noProof/>
        </w:rPr>
        <w:fldChar w:fldCharType="end"/>
      </w:r>
    </w:p>
    <w:p w:rsidR="00B7631B" w:rsidRDefault="00B7631B">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Pr>
          <w:noProof/>
        </w:rPr>
        <w:fldChar w:fldCharType="begin"/>
      </w:r>
      <w:r>
        <w:rPr>
          <w:noProof/>
        </w:rPr>
        <w:instrText xml:space="preserve"> PAGEREF _Toc342483315 \h </w:instrText>
      </w:r>
      <w:r>
        <w:rPr>
          <w:noProof/>
        </w:rPr>
      </w:r>
      <w:r>
        <w:rPr>
          <w:noProof/>
        </w:rPr>
        <w:fldChar w:fldCharType="separate"/>
      </w:r>
      <w:r w:rsidR="00C80CB0">
        <w:rPr>
          <w:noProof/>
        </w:rPr>
        <w:t>xii</w:t>
      </w:r>
      <w:r>
        <w:rPr>
          <w:noProof/>
        </w:rPr>
        <w:fldChar w:fldCharType="end"/>
      </w:r>
    </w:p>
    <w:p w:rsidR="00B7631B" w:rsidRDefault="00B7631B">
      <w:pPr>
        <w:pStyle w:val="TOC1"/>
        <w:rPr>
          <w:rFonts w:asciiTheme="minorHAnsi" w:eastAsiaTheme="minorEastAsia" w:hAnsiTheme="minorHAnsi" w:cstheme="minorBidi"/>
          <w:b w:val="0"/>
          <w:noProof/>
          <w:sz w:val="22"/>
          <w:szCs w:val="22"/>
          <w:lang w:eastAsia="en-AU"/>
        </w:rPr>
      </w:pPr>
      <w:r>
        <w:rPr>
          <w:noProof/>
        </w:rPr>
        <w:t>Glossary</w:t>
      </w:r>
      <w:r>
        <w:rPr>
          <w:noProof/>
        </w:rPr>
        <w:tab/>
      </w:r>
      <w:r>
        <w:rPr>
          <w:noProof/>
        </w:rPr>
        <w:fldChar w:fldCharType="begin"/>
      </w:r>
      <w:r>
        <w:rPr>
          <w:noProof/>
        </w:rPr>
        <w:instrText xml:space="preserve"> PAGEREF _Toc342483316 \h </w:instrText>
      </w:r>
      <w:r>
        <w:rPr>
          <w:noProof/>
        </w:rPr>
      </w:r>
      <w:r>
        <w:rPr>
          <w:noProof/>
        </w:rPr>
        <w:fldChar w:fldCharType="separate"/>
      </w:r>
      <w:r w:rsidR="00C80CB0">
        <w:rPr>
          <w:noProof/>
        </w:rPr>
        <w:t>xiv</w:t>
      </w:r>
      <w:r>
        <w:rPr>
          <w:noProof/>
        </w:rPr>
        <w:fldChar w:fldCharType="end"/>
      </w:r>
    </w:p>
    <w:p w:rsidR="00B7631B" w:rsidRDefault="00B7631B">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B7631B" w:rsidRDefault="00B7631B">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21</w:t>
      </w:r>
    </w:p>
    <w:p w:rsidR="00B7631B" w:rsidRDefault="00B7631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Focus of the inquiry</w:t>
      </w:r>
      <w:r>
        <w:rPr>
          <w:noProof/>
        </w:rPr>
        <w:tab/>
        <w:t>25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Report structure and the Commission’s approach</w:t>
      </w:r>
      <w:r>
        <w:rPr>
          <w:noProof/>
        </w:rPr>
        <w:tab/>
        <w:t>27</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Consultation process for the inquiry</w:t>
      </w:r>
      <w:r>
        <w:rPr>
          <w:noProof/>
        </w:rPr>
        <w:tab/>
        <w:t>31</w:t>
      </w:r>
    </w:p>
    <w:p w:rsidR="00B7631B" w:rsidRDefault="00B7631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Rationale for patents and associated safeguards</w:t>
      </w:r>
      <w:r>
        <w:rPr>
          <w:noProof/>
        </w:rPr>
        <w:tab/>
        <w:t>33</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Why have a patents system?</w:t>
      </w:r>
      <w:r>
        <w:rPr>
          <w:noProof/>
        </w:rPr>
        <w:tab/>
        <w:t>33</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Options to foster innovation</w:t>
      </w:r>
      <w:r>
        <w:rPr>
          <w:noProof/>
        </w:rPr>
        <w:tab/>
        <w:t>35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Patent design</w:t>
      </w:r>
      <w:r>
        <w:rPr>
          <w:noProof/>
        </w:rPr>
        <w:tab/>
        <w:t>41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Compulsory licensing and other safeguards</w:t>
      </w:r>
      <w:r>
        <w:rPr>
          <w:noProof/>
        </w:rPr>
        <w:tab/>
        <w:t>44</w:t>
      </w:r>
    </w:p>
    <w:p w:rsidR="00B7631B" w:rsidRDefault="00B7631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Key features of patents systems in Australia and comparable markets</w:t>
      </w:r>
      <w:r>
        <w:rPr>
          <w:noProof/>
        </w:rPr>
        <w:tab/>
        <w:t>49</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Key features of patents systems</w:t>
      </w:r>
      <w:r>
        <w:rPr>
          <w:noProof/>
        </w:rPr>
        <w:tab/>
        <w:t>50</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Non-voluntary access to patents</w:t>
      </w:r>
      <w:r>
        <w:rPr>
          <w:noProof/>
        </w:rPr>
        <w:tab/>
        <w:t>56</w:t>
      </w:r>
    </w:p>
    <w:p w:rsidR="00B7631B" w:rsidRDefault="00B7631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Current utilisation of patents in Australia and comparable markets</w:t>
      </w:r>
      <w:r>
        <w:rPr>
          <w:noProof/>
        </w:rPr>
        <w:tab/>
        <w:t>61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Patenting of inventions</w:t>
      </w:r>
      <w:r>
        <w:rPr>
          <w:noProof/>
        </w:rPr>
        <w:tab/>
        <w:t>62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Exploitation of patents by the innovator</w:t>
      </w:r>
      <w:r>
        <w:rPr>
          <w:noProof/>
        </w:rPr>
        <w:tab/>
        <w:t>65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Patent sale</w:t>
      </w:r>
      <w:r>
        <w:rPr>
          <w:noProof/>
        </w:rPr>
        <w:tab/>
        <w:t>69</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Licensing of patents</w:t>
      </w:r>
      <w:r>
        <w:rPr>
          <w:noProof/>
        </w:rPr>
        <w:tab/>
        <w:t>71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Patent thickets, pools and clearinghouses</w:t>
      </w:r>
      <w:r>
        <w:rPr>
          <w:noProof/>
        </w:rPr>
        <w:tab/>
        <w:t>83</w:t>
      </w:r>
    </w:p>
    <w:p w:rsidR="00B7631B" w:rsidRDefault="00B7631B">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Specific concerns about patent access</w:t>
      </w:r>
      <w:r>
        <w:rPr>
          <w:noProof/>
        </w:rPr>
        <w:tab/>
        <w:t>91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Gene patents and healthcare</w:t>
      </w:r>
      <w:r>
        <w:rPr>
          <w:noProof/>
        </w:rPr>
        <w:tab/>
        <w:t>92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Standard essential patents</w:t>
      </w:r>
      <w:r>
        <w:rPr>
          <w:noProof/>
        </w:rPr>
        <w:tab/>
        <w:t>100</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Access concerns for developing nations</w:t>
      </w:r>
      <w:r>
        <w:rPr>
          <w:noProof/>
        </w:rPr>
        <w:tab/>
        <w:t>105</w:t>
      </w:r>
    </w:p>
    <w:p w:rsidR="00B7631B" w:rsidRDefault="00B7631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Compulsory licensing provisions</w:t>
      </w:r>
      <w:r>
        <w:rPr>
          <w:noProof/>
        </w:rPr>
        <w:tab/>
        <w:t>111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Efficiency of the compulsory licensing process</w:t>
      </w:r>
      <w:r>
        <w:rPr>
          <w:noProof/>
        </w:rPr>
        <w:tab/>
        <w:t>112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Competition provisions</w:t>
      </w:r>
      <w:r>
        <w:rPr>
          <w:noProof/>
        </w:rPr>
        <w:tab/>
        <w:t>125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Reasonable requirements of the public</w:t>
      </w:r>
      <w:r>
        <w:rPr>
          <w:noProof/>
        </w:rPr>
        <w:tab/>
        <w:t>140</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Interaction with international agreements</w:t>
      </w:r>
      <w:r>
        <w:rPr>
          <w:noProof/>
        </w:rPr>
        <w:tab/>
        <w:t>150</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Dependent patent ground — is it still needed?</w:t>
      </w:r>
      <w:r>
        <w:rPr>
          <w:noProof/>
        </w:rPr>
        <w:tab/>
        <w:t>154</w:t>
      </w:r>
    </w:p>
    <w:p w:rsidR="00B7631B" w:rsidRDefault="00B7631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Crown use and acquisition</w:t>
      </w:r>
      <w:r>
        <w:rPr>
          <w:noProof/>
        </w:rPr>
        <w:tab/>
        <w:t>157</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Current arrangements</w:t>
      </w:r>
      <w:r>
        <w:rPr>
          <w:noProof/>
        </w:rPr>
        <w:tab/>
        <w:t>158</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Assessment of the Crown use provisions</w:t>
      </w:r>
      <w:r>
        <w:rPr>
          <w:noProof/>
        </w:rPr>
        <w:tab/>
        <w:t>161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Reforming the Crown use provisions</w:t>
      </w:r>
      <w:r>
        <w:rPr>
          <w:noProof/>
        </w:rPr>
        <w:tab/>
        <w:t>168</w:t>
      </w:r>
    </w:p>
    <w:p w:rsidR="00B7631B" w:rsidRDefault="00B7631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Other forms of non-voluntary access in Australia</w:t>
      </w:r>
      <w:r>
        <w:rPr>
          <w:noProof/>
        </w:rPr>
        <w:tab/>
        <w:t>175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Experimental exemption</w:t>
      </w:r>
      <w:r>
        <w:rPr>
          <w:noProof/>
        </w:rPr>
        <w:tab/>
        <w:t>175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Regulatory approval exemption</w:t>
      </w:r>
      <w:r>
        <w:rPr>
          <w:noProof/>
        </w:rPr>
        <w:tab/>
        <w:t>180</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Compulsory licences for pharmaceutical exports</w:t>
      </w:r>
      <w:r>
        <w:rPr>
          <w:noProof/>
        </w:rPr>
        <w:tab/>
        <w:t>183</w:t>
      </w:r>
    </w:p>
    <w:p w:rsidR="00B7631B" w:rsidRDefault="00B7631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Other alternative mechanisms</w:t>
      </w:r>
      <w:r>
        <w:rPr>
          <w:noProof/>
        </w:rPr>
        <w:tab/>
        <w:t>187</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Exclusions and exemptions for healthcare</w:t>
      </w:r>
      <w:r>
        <w:rPr>
          <w:noProof/>
        </w:rPr>
        <w:tab/>
        <w:t>188</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Legislating a right to personal genetic information</w:t>
      </w:r>
      <w:r>
        <w:rPr>
          <w:noProof/>
        </w:rPr>
        <w:tab/>
        <w:t>192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Public-health specific compulsory licensing arrangements</w:t>
      </w:r>
      <w:r>
        <w:rPr>
          <w:noProof/>
        </w:rPr>
        <w:tab/>
        <w:t>195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Use of government purchasing power in health</w:t>
      </w:r>
      <w:r>
        <w:rPr>
          <w:noProof/>
        </w:rPr>
        <w:tab/>
        <w:t>198</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Non-voluntary licensing by a collecting society</w:t>
      </w:r>
      <w:r>
        <w:rPr>
          <w:noProof/>
        </w:rPr>
        <w:tab/>
        <w:t>208</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Licences of right</w:t>
      </w:r>
      <w:r>
        <w:rPr>
          <w:noProof/>
        </w:rPr>
        <w:tab/>
        <w:t>212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Other measures to encourage voluntary licensing</w:t>
      </w:r>
      <w:r>
        <w:rPr>
          <w:noProof/>
        </w:rPr>
        <w:tab/>
        <w:t>215</w:t>
      </w:r>
    </w:p>
    <w:p w:rsidR="00B7631B" w:rsidRDefault="00B7631B">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Awareness-raising measures</w:t>
      </w:r>
      <w:r>
        <w:rPr>
          <w:noProof/>
        </w:rPr>
        <w:tab/>
        <w:t>221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The case for awareness-raising measures</w:t>
      </w:r>
      <w:r>
        <w:rPr>
          <w:noProof/>
        </w:rPr>
        <w:tab/>
        <w:t>221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Existing awareness-raising measures</w:t>
      </w:r>
      <w:r>
        <w:rPr>
          <w:noProof/>
        </w:rPr>
        <w:tab/>
        <w:t>223</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Potential new awareness-raising measures</w:t>
      </w:r>
      <w:r>
        <w:rPr>
          <w:noProof/>
        </w:rPr>
        <w:tab/>
        <w:t>224</w:t>
      </w:r>
    </w:p>
    <w:p w:rsidR="00B7631B" w:rsidRDefault="00B7631B">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Conduct of the inquiry</w:t>
      </w:r>
      <w:r>
        <w:rPr>
          <w:noProof/>
        </w:rPr>
        <w:tab/>
        <w:t>227</w:t>
      </w:r>
    </w:p>
    <w:p w:rsidR="00B7631B" w:rsidRDefault="00B7631B">
      <w:pPr>
        <w:pStyle w:val="TOC1"/>
        <w:rPr>
          <w:rFonts w:asciiTheme="minorHAnsi" w:eastAsiaTheme="minorEastAsia" w:hAnsiTheme="minorHAnsi" w:cstheme="minorBidi"/>
          <w:b w:val="0"/>
          <w:noProof/>
          <w:sz w:val="22"/>
          <w:szCs w:val="22"/>
          <w:lang w:eastAsia="en-AU"/>
        </w:rPr>
      </w:pPr>
      <w:r w:rsidRPr="00EB2BAC">
        <w:rPr>
          <w:noProof/>
        </w:rPr>
        <w:t>B</w:t>
      </w:r>
      <w:r>
        <w:rPr>
          <w:rFonts w:asciiTheme="minorHAnsi" w:eastAsiaTheme="minorEastAsia" w:hAnsiTheme="minorHAnsi" w:cstheme="minorBidi"/>
          <w:b w:val="0"/>
          <w:noProof/>
          <w:sz w:val="22"/>
          <w:szCs w:val="22"/>
          <w:lang w:eastAsia="en-AU"/>
        </w:rPr>
        <w:tab/>
      </w:r>
      <w:r w:rsidRPr="00EB2BAC">
        <w:rPr>
          <w:noProof/>
        </w:rPr>
        <w:t>More detail on the patents system in Australia and comparable markets</w:t>
      </w:r>
      <w:r>
        <w:rPr>
          <w:noProof/>
        </w:rPr>
        <w:tab/>
        <w:t>231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Features of the patents system in Australia and comparable markets</w:t>
      </w:r>
      <w:r>
        <w:rPr>
          <w:noProof/>
        </w:rPr>
        <w:tab/>
        <w:t>231</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Measures of patent strength and quality</w:t>
      </w:r>
      <w:r>
        <w:rPr>
          <w:noProof/>
        </w:rPr>
        <w:tab/>
        <w:t>242</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Reforms of patents systems</w:t>
      </w:r>
      <w:r>
        <w:rPr>
          <w:noProof/>
        </w:rPr>
        <w:tab/>
        <w:t>244</w:t>
      </w:r>
    </w:p>
    <w:p w:rsidR="00B7631B" w:rsidRDefault="00B7631B">
      <w:pPr>
        <w:pStyle w:val="TOC1"/>
        <w:rPr>
          <w:rFonts w:asciiTheme="minorHAnsi" w:eastAsiaTheme="minorEastAsia" w:hAnsiTheme="minorHAnsi" w:cstheme="minorBidi"/>
          <w:b w:val="0"/>
          <w:noProof/>
          <w:sz w:val="22"/>
          <w:szCs w:val="22"/>
          <w:lang w:eastAsia="en-AU"/>
        </w:rPr>
      </w:pPr>
      <w:r w:rsidRPr="00EB2BAC">
        <w:rPr>
          <w:noProof/>
        </w:rPr>
        <w:t>C</w:t>
      </w:r>
      <w:r>
        <w:rPr>
          <w:rFonts w:asciiTheme="minorHAnsi" w:eastAsiaTheme="minorEastAsia" w:hAnsiTheme="minorHAnsi" w:cstheme="minorBidi"/>
          <w:b w:val="0"/>
          <w:noProof/>
          <w:sz w:val="22"/>
          <w:szCs w:val="22"/>
          <w:lang w:eastAsia="en-AU"/>
        </w:rPr>
        <w:tab/>
      </w:r>
      <w:r w:rsidRPr="00EB2BAC">
        <w:rPr>
          <w:noProof/>
        </w:rPr>
        <w:t>Non-voluntary access arrangements in comparable markets</w:t>
      </w:r>
      <w:r>
        <w:rPr>
          <w:noProof/>
        </w:rPr>
        <w:tab/>
        <w:t>253</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C.1</w:t>
      </w:r>
      <w:r>
        <w:rPr>
          <w:rFonts w:asciiTheme="minorHAnsi" w:eastAsiaTheme="minorEastAsia" w:hAnsiTheme="minorHAnsi" w:cstheme="minorBidi"/>
          <w:noProof/>
          <w:sz w:val="22"/>
          <w:szCs w:val="22"/>
          <w:lang w:eastAsia="en-AU"/>
        </w:rPr>
        <w:tab/>
      </w:r>
      <w:r>
        <w:rPr>
          <w:noProof/>
        </w:rPr>
        <w:t>Features of non-voluntary access arrangements</w:t>
      </w:r>
      <w:r>
        <w:rPr>
          <w:noProof/>
        </w:rPr>
        <w:tab/>
        <w:t>253</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C.2</w:t>
      </w:r>
      <w:r>
        <w:rPr>
          <w:rFonts w:asciiTheme="minorHAnsi" w:eastAsiaTheme="minorEastAsia" w:hAnsiTheme="minorHAnsi" w:cstheme="minorBidi"/>
          <w:noProof/>
          <w:sz w:val="22"/>
          <w:szCs w:val="22"/>
          <w:lang w:eastAsia="en-AU"/>
        </w:rPr>
        <w:tab/>
      </w:r>
      <w:r>
        <w:rPr>
          <w:noProof/>
        </w:rPr>
        <w:t>Use and impacts of non-voluntary access arrangements</w:t>
      </w:r>
      <w:r>
        <w:rPr>
          <w:noProof/>
        </w:rPr>
        <w:tab/>
        <w:t>261</w:t>
      </w:r>
    </w:p>
    <w:p w:rsidR="00B7631B" w:rsidRDefault="00B7631B">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International agreements</w:t>
      </w:r>
      <w:r>
        <w:rPr>
          <w:noProof/>
        </w:rPr>
        <w:tab/>
        <w:t>275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D.1</w:t>
      </w:r>
      <w:r>
        <w:rPr>
          <w:rFonts w:asciiTheme="minorHAnsi" w:eastAsiaTheme="minorEastAsia" w:hAnsiTheme="minorHAnsi" w:cstheme="minorBidi"/>
          <w:noProof/>
          <w:sz w:val="22"/>
          <w:szCs w:val="22"/>
          <w:lang w:eastAsia="en-AU"/>
        </w:rPr>
        <w:tab/>
      </w:r>
      <w:r>
        <w:rPr>
          <w:noProof/>
        </w:rPr>
        <w:t>Paris Convention</w:t>
      </w:r>
      <w:r>
        <w:rPr>
          <w:noProof/>
        </w:rPr>
        <w:tab/>
        <w:t>275</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D.2</w:t>
      </w:r>
      <w:r>
        <w:rPr>
          <w:rFonts w:asciiTheme="minorHAnsi" w:eastAsiaTheme="minorEastAsia" w:hAnsiTheme="minorHAnsi" w:cstheme="minorBidi"/>
          <w:noProof/>
          <w:sz w:val="22"/>
          <w:szCs w:val="22"/>
          <w:lang w:eastAsia="en-AU"/>
        </w:rPr>
        <w:tab/>
      </w:r>
      <w:r>
        <w:rPr>
          <w:noProof/>
        </w:rPr>
        <w:t>TRIPS Agreement</w:t>
      </w:r>
      <w:r>
        <w:rPr>
          <w:noProof/>
        </w:rPr>
        <w:tab/>
        <w:t>276</w:t>
      </w:r>
    </w:p>
    <w:p w:rsidR="00B7631B" w:rsidRDefault="00B7631B">
      <w:pPr>
        <w:pStyle w:val="TOC2"/>
        <w:tabs>
          <w:tab w:val="left" w:pos="1190"/>
        </w:tabs>
        <w:rPr>
          <w:rFonts w:asciiTheme="minorHAnsi" w:eastAsiaTheme="minorEastAsia" w:hAnsiTheme="minorHAnsi" w:cstheme="minorBidi"/>
          <w:noProof/>
          <w:sz w:val="22"/>
          <w:szCs w:val="22"/>
          <w:lang w:eastAsia="en-AU"/>
        </w:rPr>
      </w:pPr>
      <w:r>
        <w:rPr>
          <w:noProof/>
        </w:rPr>
        <w:t>D.3</w:t>
      </w:r>
      <w:r>
        <w:rPr>
          <w:rFonts w:asciiTheme="minorHAnsi" w:eastAsiaTheme="minorEastAsia" w:hAnsiTheme="minorHAnsi" w:cstheme="minorBidi"/>
          <w:noProof/>
          <w:sz w:val="22"/>
          <w:szCs w:val="22"/>
          <w:lang w:eastAsia="en-AU"/>
        </w:rPr>
        <w:tab/>
      </w:r>
      <w:r>
        <w:rPr>
          <w:noProof/>
        </w:rPr>
        <w:t>Australia United States Free Trade Agreement</w:t>
      </w:r>
      <w:r>
        <w:rPr>
          <w:noProof/>
        </w:rPr>
        <w:tab/>
        <w:t>280</w:t>
      </w:r>
    </w:p>
    <w:p w:rsidR="00B7631B" w:rsidRDefault="00B7631B">
      <w:pPr>
        <w:pStyle w:val="TOC1"/>
        <w:rPr>
          <w:rFonts w:asciiTheme="minorHAnsi" w:eastAsiaTheme="minorEastAsia" w:hAnsiTheme="minorHAnsi" w:cstheme="minorBidi"/>
          <w:b w:val="0"/>
          <w:noProof/>
          <w:sz w:val="22"/>
          <w:szCs w:val="22"/>
          <w:lang w:eastAsia="en-AU"/>
        </w:rPr>
      </w:pPr>
      <w:r>
        <w:rPr>
          <w:noProof/>
        </w:rPr>
        <w:t>References</w:t>
      </w:r>
      <w:r>
        <w:rPr>
          <w:noProof/>
        </w:rPr>
        <w:tab/>
        <w:t>281</w:t>
      </w:r>
    </w:p>
    <w:p w:rsidR="001B7F1E" w:rsidRDefault="00B7631B" w:rsidP="008206EE">
      <w:pPr>
        <w:pStyle w:val="Heading1NotTOC"/>
      </w:pPr>
      <w:r>
        <w:fldChar w:fldCharType="end"/>
      </w:r>
    </w:p>
    <w:p w:rsidR="00B7631B" w:rsidRPr="00B7631B" w:rsidRDefault="00B7631B" w:rsidP="00B7631B">
      <w:pPr>
        <w:pStyle w:val="BodyText"/>
      </w:pPr>
    </w:p>
    <w:p w:rsidR="00B7631B" w:rsidRPr="00B7631B" w:rsidRDefault="00B7631B" w:rsidP="00B7631B">
      <w:pPr>
        <w:pStyle w:val="BodyText"/>
      </w:pPr>
    </w:p>
    <w:p w:rsidR="00EF5384" w:rsidRDefault="00EF5384" w:rsidP="00EF5384">
      <w:r>
        <w:br w:type="page"/>
      </w:r>
    </w:p>
    <w:p w:rsidR="00EF5384" w:rsidRDefault="00EF5384">
      <w:pPr>
        <w:pStyle w:val="BodyText"/>
        <w:sectPr w:rsidR="00EF5384" w:rsidSect="00C55A45">
          <w:footerReference w:type="even" r:id="rId19"/>
          <w:footerReference w:type="default" r:id="rId20"/>
          <w:type w:val="oddPage"/>
          <w:pgSz w:w="11907" w:h="16840" w:code="9"/>
          <w:pgMar w:top="1985" w:right="1304" w:bottom="1418" w:left="1814" w:header="1701" w:footer="567" w:gutter="0"/>
          <w:pgNumType w:fmt="lowerRoman"/>
          <w:cols w:space="720"/>
        </w:sectPr>
      </w:pPr>
    </w:p>
    <w:p w:rsidR="00735FEA" w:rsidRDefault="00F50465" w:rsidP="00F7477E">
      <w:pPr>
        <w:pStyle w:val="Heading1"/>
      </w:pPr>
      <w:bookmarkStart w:id="8" w:name="Abbreviations"/>
      <w:bookmarkStart w:id="9" w:name="EndContents"/>
      <w:bookmarkStart w:id="10" w:name="RDnote"/>
      <w:bookmarkStart w:id="11" w:name="_Toc342483315"/>
      <w:bookmarkEnd w:id="8"/>
      <w:bookmarkEnd w:id="9"/>
      <w:bookmarkEnd w:id="10"/>
      <w:r>
        <w:lastRenderedPageBreak/>
        <w:t>Abbreviations</w:t>
      </w:r>
      <w:r w:rsidR="00BD7572">
        <w:t xml:space="preserve"> and explanations</w:t>
      </w:r>
      <w:bookmarkEnd w:id="11"/>
    </w:p>
    <w:p w:rsidR="007D7461" w:rsidRDefault="007D7461" w:rsidP="007D7461">
      <w:pPr>
        <w:pStyle w:val="Abbreviation"/>
      </w:pPr>
      <w:proofErr w:type="spellStart"/>
      <w:r>
        <w:t>ACCC</w:t>
      </w:r>
      <w:proofErr w:type="spellEnd"/>
      <w:r>
        <w:tab/>
        <w:t>Australian Competition and Consumer Commission</w:t>
      </w:r>
    </w:p>
    <w:p w:rsidR="007D7461" w:rsidRDefault="007D7461" w:rsidP="007D7461">
      <w:pPr>
        <w:pStyle w:val="Abbreviation"/>
      </w:pPr>
      <w:proofErr w:type="spellStart"/>
      <w:r>
        <w:t>ACIP</w:t>
      </w:r>
      <w:proofErr w:type="spellEnd"/>
      <w:r>
        <w:tab/>
        <w:t>Advisory Council on Intellectual Property</w:t>
      </w:r>
    </w:p>
    <w:p w:rsidR="00537E5A" w:rsidRDefault="00537E5A" w:rsidP="007D7461">
      <w:pPr>
        <w:pStyle w:val="Abbreviation"/>
      </w:pPr>
      <w:proofErr w:type="spellStart"/>
      <w:r>
        <w:t>ADR</w:t>
      </w:r>
      <w:proofErr w:type="spellEnd"/>
      <w:r>
        <w:tab/>
        <w:t>Alternative Dispute Resolution</w:t>
      </w:r>
    </w:p>
    <w:p w:rsidR="007D7461" w:rsidRDefault="007D7461" w:rsidP="007D7461">
      <w:pPr>
        <w:pStyle w:val="Abbreviation"/>
      </w:pPr>
      <w:proofErr w:type="spellStart"/>
      <w:r>
        <w:t>AHMAC</w:t>
      </w:r>
      <w:proofErr w:type="spellEnd"/>
      <w:r>
        <w:tab/>
        <w:t xml:space="preserve">Australian Health Ministers </w:t>
      </w:r>
      <w:r w:rsidR="003B1C19">
        <w:t xml:space="preserve">Advisory </w:t>
      </w:r>
      <w:r>
        <w:t>Council</w:t>
      </w:r>
    </w:p>
    <w:p w:rsidR="007D7461" w:rsidRDefault="007D7461" w:rsidP="007D7461">
      <w:pPr>
        <w:pStyle w:val="Abbreviation"/>
      </w:pPr>
      <w:proofErr w:type="spellStart"/>
      <w:r>
        <w:t>ALRC</w:t>
      </w:r>
      <w:proofErr w:type="spellEnd"/>
      <w:r>
        <w:tab/>
        <w:t>Australian Law Reform Commission</w:t>
      </w:r>
    </w:p>
    <w:p w:rsidR="007D7461" w:rsidRDefault="007D7461" w:rsidP="007D7461">
      <w:pPr>
        <w:pStyle w:val="Abbreviation"/>
      </w:pPr>
      <w:proofErr w:type="spellStart"/>
      <w:r>
        <w:t>AUSFTA</w:t>
      </w:r>
      <w:proofErr w:type="spellEnd"/>
      <w:r>
        <w:tab/>
        <w:t>Australia-United States Free Trade Agreement</w:t>
      </w:r>
    </w:p>
    <w:p w:rsidR="007D7461" w:rsidRDefault="007D7461" w:rsidP="007D7461">
      <w:pPr>
        <w:pStyle w:val="Abbreviation"/>
      </w:pPr>
      <w:r>
        <w:t>CAL</w:t>
      </w:r>
      <w:r>
        <w:tab/>
        <w:t>Copyright Agency Limited</w:t>
      </w:r>
    </w:p>
    <w:p w:rsidR="007D7461" w:rsidRDefault="007D7461" w:rsidP="007D7461">
      <w:pPr>
        <w:pStyle w:val="Abbreviation"/>
      </w:pPr>
      <w:proofErr w:type="spellStart"/>
      <w:r>
        <w:t>CCA</w:t>
      </w:r>
      <w:proofErr w:type="spellEnd"/>
      <w:r>
        <w:tab/>
      </w:r>
      <w:r>
        <w:rPr>
          <w:i/>
        </w:rPr>
        <w:t xml:space="preserve">Competition and Consumer Act 2010 </w:t>
      </w:r>
      <w:r>
        <w:t>(</w:t>
      </w:r>
      <w:proofErr w:type="spellStart"/>
      <w:r>
        <w:t>Cwlth</w:t>
      </w:r>
      <w:proofErr w:type="spellEnd"/>
      <w:r>
        <w:t>)</w:t>
      </w:r>
    </w:p>
    <w:p w:rsidR="007D7461" w:rsidRDefault="007D7461" w:rsidP="007D7461">
      <w:pPr>
        <w:pStyle w:val="Abbreviation"/>
      </w:pPr>
      <w:proofErr w:type="spellStart"/>
      <w:r>
        <w:t>CIPO</w:t>
      </w:r>
      <w:proofErr w:type="spellEnd"/>
      <w:r>
        <w:tab/>
        <w:t>Canadian Intellectual Property Office</w:t>
      </w:r>
    </w:p>
    <w:p w:rsidR="007D7461" w:rsidRDefault="007D7461" w:rsidP="007D7461">
      <w:pPr>
        <w:pStyle w:val="Abbreviation"/>
      </w:pPr>
      <w:r>
        <w:t>DOHA</w:t>
      </w:r>
      <w:r>
        <w:tab/>
        <w:t>Department of Health and Ageing</w:t>
      </w:r>
    </w:p>
    <w:p w:rsidR="007D7461" w:rsidRDefault="007D7461" w:rsidP="007D7461">
      <w:pPr>
        <w:pStyle w:val="Abbreviation"/>
      </w:pPr>
      <w:proofErr w:type="spellStart"/>
      <w:r>
        <w:t>EPC</w:t>
      </w:r>
      <w:proofErr w:type="spellEnd"/>
      <w:r>
        <w:tab/>
        <w:t>European Patent Convention</w:t>
      </w:r>
    </w:p>
    <w:p w:rsidR="007D7461" w:rsidRDefault="007D7461" w:rsidP="007D7461">
      <w:pPr>
        <w:pStyle w:val="Abbreviation"/>
      </w:pPr>
      <w:proofErr w:type="spellStart"/>
      <w:r>
        <w:t>EPO</w:t>
      </w:r>
      <w:proofErr w:type="spellEnd"/>
      <w:r>
        <w:tab/>
        <w:t>European Patents Office</w:t>
      </w:r>
    </w:p>
    <w:p w:rsidR="007D7461" w:rsidRDefault="007D7461" w:rsidP="007D7461">
      <w:pPr>
        <w:pStyle w:val="Abbreviation"/>
      </w:pPr>
      <w:proofErr w:type="spellStart"/>
      <w:r>
        <w:t>FRAND</w:t>
      </w:r>
      <w:proofErr w:type="spellEnd"/>
      <w:r>
        <w:tab/>
        <w:t xml:space="preserve">Fair, reasonable and non-discriminatory </w:t>
      </w:r>
    </w:p>
    <w:p w:rsidR="007F2664" w:rsidRPr="00A8201C" w:rsidRDefault="007F2664" w:rsidP="007D7461">
      <w:pPr>
        <w:pStyle w:val="Abbreviation"/>
      </w:pPr>
      <w:proofErr w:type="spellStart"/>
      <w:r>
        <w:t>FTC</w:t>
      </w:r>
      <w:proofErr w:type="spellEnd"/>
      <w:r>
        <w:tab/>
        <w:t>United States Federal Trade Commission</w:t>
      </w:r>
    </w:p>
    <w:p w:rsidR="00273996" w:rsidRDefault="00273996" w:rsidP="007D7461">
      <w:pPr>
        <w:pStyle w:val="Abbreviation"/>
      </w:pPr>
      <w:proofErr w:type="spellStart"/>
      <w:r>
        <w:t>GTL</w:t>
      </w:r>
      <w:proofErr w:type="spellEnd"/>
      <w:r>
        <w:tab/>
        <w:t>Genetic Technologies Limited</w:t>
      </w:r>
    </w:p>
    <w:p w:rsidR="00735FEA" w:rsidRDefault="00735FEA" w:rsidP="007D7461">
      <w:pPr>
        <w:pStyle w:val="Abbreviation"/>
      </w:pPr>
      <w:proofErr w:type="spellStart"/>
      <w:r>
        <w:t>IAC</w:t>
      </w:r>
      <w:proofErr w:type="spellEnd"/>
      <w:r w:rsidR="007D7461">
        <w:tab/>
      </w:r>
      <w:r>
        <w:t>Industries Assistance Commission</w:t>
      </w:r>
    </w:p>
    <w:p w:rsidR="00735FEA" w:rsidRDefault="00735FEA" w:rsidP="007D7461">
      <w:pPr>
        <w:pStyle w:val="Abbreviation"/>
      </w:pPr>
      <w:r>
        <w:t>IC</w:t>
      </w:r>
      <w:r>
        <w:tab/>
        <w:t>Industry Commission</w:t>
      </w:r>
    </w:p>
    <w:p w:rsidR="002022B2" w:rsidRDefault="002022B2" w:rsidP="007D7461">
      <w:pPr>
        <w:pStyle w:val="Abbreviation"/>
      </w:pPr>
      <w:r>
        <w:t>IP</w:t>
      </w:r>
      <w:r>
        <w:tab/>
        <w:t>Intellectual Property</w:t>
      </w:r>
    </w:p>
    <w:p w:rsidR="007D7461" w:rsidRDefault="007D7461" w:rsidP="007D7461">
      <w:pPr>
        <w:pStyle w:val="Abbreviation"/>
      </w:pPr>
      <w:proofErr w:type="spellStart"/>
      <w:r>
        <w:t>IPCRC</w:t>
      </w:r>
      <w:proofErr w:type="spellEnd"/>
      <w:r>
        <w:tab/>
        <w:t>Intellectual Property and Competition Review Committee</w:t>
      </w:r>
    </w:p>
    <w:p w:rsidR="007F2664" w:rsidRDefault="007F2664" w:rsidP="007D7461">
      <w:pPr>
        <w:pStyle w:val="Abbreviation"/>
      </w:pPr>
      <w:proofErr w:type="spellStart"/>
      <w:r>
        <w:t>JPO</w:t>
      </w:r>
      <w:proofErr w:type="spellEnd"/>
      <w:r>
        <w:tab/>
        <w:t>Japan Patent Office</w:t>
      </w:r>
    </w:p>
    <w:p w:rsidR="007F2664" w:rsidRDefault="007F2664" w:rsidP="007D7461">
      <w:pPr>
        <w:pStyle w:val="Abbreviation"/>
      </w:pPr>
      <w:proofErr w:type="spellStart"/>
      <w:r>
        <w:t>KIPO</w:t>
      </w:r>
      <w:proofErr w:type="spellEnd"/>
      <w:r>
        <w:tab/>
        <w:t>Korean Intellectual Property Office</w:t>
      </w:r>
    </w:p>
    <w:p w:rsidR="007D7461" w:rsidRDefault="007D7461" w:rsidP="007D7461">
      <w:pPr>
        <w:pStyle w:val="Abbreviation"/>
      </w:pPr>
      <w:proofErr w:type="spellStart"/>
      <w:r>
        <w:t>LOR</w:t>
      </w:r>
      <w:proofErr w:type="spellEnd"/>
      <w:r>
        <w:tab/>
        <w:t>Licence of Right</w:t>
      </w:r>
    </w:p>
    <w:p w:rsidR="007D7461" w:rsidRDefault="00FF0EEE" w:rsidP="007D7461">
      <w:pPr>
        <w:pStyle w:val="Abbreviation"/>
      </w:pPr>
      <w:proofErr w:type="spellStart"/>
      <w:r>
        <w:t>MBS</w:t>
      </w:r>
      <w:proofErr w:type="spellEnd"/>
      <w:r>
        <w:tab/>
        <w:t>Medicare</w:t>
      </w:r>
      <w:r w:rsidR="007D7461">
        <w:t xml:space="preserve"> Benefits Schedule</w:t>
      </w:r>
    </w:p>
    <w:p w:rsidR="007D7461" w:rsidRDefault="007D7461" w:rsidP="007D7461">
      <w:pPr>
        <w:pStyle w:val="Abbreviation"/>
      </w:pPr>
      <w:proofErr w:type="spellStart"/>
      <w:r>
        <w:t>MSAC</w:t>
      </w:r>
      <w:proofErr w:type="spellEnd"/>
      <w:r>
        <w:tab/>
        <w:t>Medical Services Advisory Committee</w:t>
      </w:r>
    </w:p>
    <w:p w:rsidR="00273996" w:rsidRDefault="00273996" w:rsidP="007D7461">
      <w:pPr>
        <w:pStyle w:val="Abbreviation"/>
      </w:pPr>
      <w:r>
        <w:t>NGO</w:t>
      </w:r>
      <w:r>
        <w:tab/>
        <w:t>Non-government organisation</w:t>
      </w:r>
    </w:p>
    <w:p w:rsidR="007D7461" w:rsidRDefault="007D7461" w:rsidP="007D7461">
      <w:pPr>
        <w:pStyle w:val="Abbreviation"/>
      </w:pPr>
      <w:proofErr w:type="spellStart"/>
      <w:r>
        <w:lastRenderedPageBreak/>
        <w:t>NHMRC</w:t>
      </w:r>
      <w:proofErr w:type="spellEnd"/>
      <w:r>
        <w:tab/>
        <w:t>National Health and Medical Research Council</w:t>
      </w:r>
    </w:p>
    <w:p w:rsidR="007D7461" w:rsidRDefault="007D7461" w:rsidP="007D7461">
      <w:pPr>
        <w:pStyle w:val="Abbreviation"/>
      </w:pPr>
      <w:r>
        <w:t>Paris Convention</w:t>
      </w:r>
      <w:r>
        <w:tab/>
      </w:r>
      <w:r w:rsidRPr="00A8201C">
        <w:t>Paris Convention for the Pr</w:t>
      </w:r>
      <w:r>
        <w:t xml:space="preserve">otection of Industrial Property </w:t>
      </w:r>
      <w:r w:rsidRPr="00A8201C">
        <w:t>1883</w:t>
      </w:r>
    </w:p>
    <w:p w:rsidR="007D7461" w:rsidRDefault="007D7461" w:rsidP="007D7461">
      <w:pPr>
        <w:pStyle w:val="Abbreviation"/>
      </w:pPr>
      <w:r>
        <w:t>Patents Act</w:t>
      </w:r>
      <w:r>
        <w:tab/>
      </w:r>
      <w:r w:rsidRPr="007D7461">
        <w:t>Patents Act 1990</w:t>
      </w:r>
      <w:r>
        <w:t xml:space="preserve"> (</w:t>
      </w:r>
      <w:proofErr w:type="spellStart"/>
      <w:r>
        <w:t>Cwlth</w:t>
      </w:r>
      <w:proofErr w:type="spellEnd"/>
      <w:r>
        <w:t>)</w:t>
      </w:r>
    </w:p>
    <w:p w:rsidR="007D7461" w:rsidRDefault="007D7461" w:rsidP="007D7461">
      <w:pPr>
        <w:pStyle w:val="Abbreviation"/>
      </w:pPr>
      <w:proofErr w:type="spellStart"/>
      <w:r>
        <w:t>PBAC</w:t>
      </w:r>
      <w:proofErr w:type="spellEnd"/>
      <w:r>
        <w:tab/>
        <w:t>Pharmaceutical Benefits Advisory Committee</w:t>
      </w:r>
    </w:p>
    <w:p w:rsidR="007D7461" w:rsidRDefault="007D7461" w:rsidP="007D7461">
      <w:pPr>
        <w:pStyle w:val="Abbreviation"/>
      </w:pPr>
      <w:proofErr w:type="spellStart"/>
      <w:r>
        <w:t>PBPA</w:t>
      </w:r>
      <w:proofErr w:type="spellEnd"/>
      <w:r>
        <w:tab/>
        <w:t>Pharmaceutical Benefits Pricing Authority</w:t>
      </w:r>
    </w:p>
    <w:p w:rsidR="00273996" w:rsidRDefault="00273996" w:rsidP="007D7461">
      <w:pPr>
        <w:pStyle w:val="Abbreviation"/>
      </w:pPr>
      <w:proofErr w:type="spellStart"/>
      <w:r>
        <w:t>PBR</w:t>
      </w:r>
      <w:proofErr w:type="spellEnd"/>
      <w:r>
        <w:tab/>
        <w:t>Plant Breeders Right</w:t>
      </w:r>
    </w:p>
    <w:p w:rsidR="007D7461" w:rsidRDefault="007D7461" w:rsidP="007D7461">
      <w:pPr>
        <w:pStyle w:val="Abbreviation"/>
      </w:pPr>
      <w:proofErr w:type="spellStart"/>
      <w:r>
        <w:t>PBS</w:t>
      </w:r>
      <w:proofErr w:type="spellEnd"/>
      <w:r>
        <w:tab/>
        <w:t>Pharmaceutical Benefits Scheme</w:t>
      </w:r>
    </w:p>
    <w:p w:rsidR="00735FEA" w:rsidRDefault="00735FEA">
      <w:pPr>
        <w:pStyle w:val="Abbreviation"/>
      </w:pPr>
      <w:r>
        <w:t>PC</w:t>
      </w:r>
      <w:r>
        <w:tab/>
        <w:t>Productivity Commission</w:t>
      </w:r>
    </w:p>
    <w:p w:rsidR="007D7461" w:rsidRDefault="007D7461" w:rsidP="007D7461">
      <w:pPr>
        <w:pStyle w:val="Abbreviation"/>
      </w:pPr>
      <w:proofErr w:type="spellStart"/>
      <w:r w:rsidRPr="007D7461">
        <w:t>PCT</w:t>
      </w:r>
      <w:proofErr w:type="spellEnd"/>
      <w:r w:rsidRPr="007D7461">
        <w:tab/>
        <w:t>Patents Cooperation Treaty</w:t>
      </w:r>
    </w:p>
    <w:p w:rsidR="007F2664" w:rsidRDefault="007F2664" w:rsidP="007D7461">
      <w:pPr>
        <w:pStyle w:val="Abbreviation"/>
      </w:pPr>
      <w:proofErr w:type="spellStart"/>
      <w:r>
        <w:t>PPH</w:t>
      </w:r>
      <w:proofErr w:type="spellEnd"/>
      <w:r>
        <w:tab/>
        <w:t>Patent Prosecution Highway</w:t>
      </w:r>
    </w:p>
    <w:p w:rsidR="004D3F17" w:rsidRPr="007D7461" w:rsidRDefault="004D3F17" w:rsidP="007D7461">
      <w:pPr>
        <w:pStyle w:val="Abbreviation"/>
      </w:pPr>
      <w:r>
        <w:t>PPI</w:t>
      </w:r>
      <w:r>
        <w:tab/>
        <w:t>Patented Pharmaceutical Invention</w:t>
      </w:r>
    </w:p>
    <w:p w:rsidR="007D7461" w:rsidRPr="007D7461" w:rsidRDefault="007D7461" w:rsidP="007D7461">
      <w:pPr>
        <w:pStyle w:val="Abbreviation"/>
      </w:pPr>
      <w:r w:rsidRPr="007D7461">
        <w:t>OECD</w:t>
      </w:r>
      <w:r w:rsidRPr="007D7461">
        <w:tab/>
        <w:t>Organisation for Economic Cooperation and Development</w:t>
      </w:r>
    </w:p>
    <w:p w:rsidR="007D7461" w:rsidRDefault="007D7461" w:rsidP="007D7461">
      <w:pPr>
        <w:pStyle w:val="Abbreviation"/>
      </w:pPr>
      <w:proofErr w:type="spellStart"/>
      <w:r w:rsidRPr="007D7461">
        <w:t>RCPA</w:t>
      </w:r>
      <w:proofErr w:type="spellEnd"/>
      <w:r w:rsidRPr="007D7461">
        <w:tab/>
        <w:t>The Royal College of Pathologists of Australasia</w:t>
      </w:r>
    </w:p>
    <w:p w:rsidR="004D3F17" w:rsidRDefault="004D3F17" w:rsidP="007D7461">
      <w:pPr>
        <w:pStyle w:val="Abbreviation"/>
      </w:pPr>
      <w:proofErr w:type="spellStart"/>
      <w:r>
        <w:t>RIS</w:t>
      </w:r>
      <w:proofErr w:type="spellEnd"/>
      <w:r>
        <w:tab/>
        <w:t>Regulatory Impact Statement</w:t>
      </w:r>
    </w:p>
    <w:p w:rsidR="00273996" w:rsidRPr="007D7461" w:rsidRDefault="00273996" w:rsidP="007D7461">
      <w:pPr>
        <w:pStyle w:val="Abbreviation"/>
      </w:pPr>
      <w:proofErr w:type="spellStart"/>
      <w:r>
        <w:t>SDO</w:t>
      </w:r>
      <w:proofErr w:type="spellEnd"/>
      <w:r>
        <w:tab/>
        <w:t>Standards Development Organisation</w:t>
      </w:r>
    </w:p>
    <w:p w:rsidR="007D7461" w:rsidRPr="007D7461" w:rsidRDefault="007D7461" w:rsidP="007D7461">
      <w:pPr>
        <w:pStyle w:val="Abbreviation"/>
      </w:pPr>
      <w:proofErr w:type="spellStart"/>
      <w:r w:rsidRPr="007D7461">
        <w:t>SCARC</w:t>
      </w:r>
      <w:proofErr w:type="spellEnd"/>
      <w:r w:rsidRPr="007D7461">
        <w:tab/>
        <w:t>Senate Community Affairs and References Committee</w:t>
      </w:r>
    </w:p>
    <w:p w:rsidR="007D7461" w:rsidRPr="007D7461" w:rsidRDefault="007D7461" w:rsidP="007D7461">
      <w:pPr>
        <w:pStyle w:val="Abbreviation"/>
      </w:pPr>
      <w:proofErr w:type="spellStart"/>
      <w:r w:rsidRPr="007D7461">
        <w:t>SLCALC</w:t>
      </w:r>
      <w:proofErr w:type="spellEnd"/>
      <w:r w:rsidRPr="007D7461">
        <w:tab/>
        <w:t>Senate Legal and Constitutional Affairs Legislation Committee</w:t>
      </w:r>
    </w:p>
    <w:p w:rsidR="007D7461" w:rsidRPr="007D7461" w:rsidRDefault="007D7461" w:rsidP="007D7461">
      <w:pPr>
        <w:pStyle w:val="Abbreviation"/>
      </w:pPr>
      <w:r w:rsidRPr="007D7461">
        <w:t>TRIPS</w:t>
      </w:r>
      <w:r w:rsidRPr="007D7461">
        <w:tab/>
        <w:t>Agreement on Trade-Related Aspects of Intellectual Property</w:t>
      </w:r>
      <w:r>
        <w:t xml:space="preserve"> </w:t>
      </w:r>
      <w:r w:rsidRPr="007D7461">
        <w:t xml:space="preserve">Rights </w:t>
      </w:r>
    </w:p>
    <w:p w:rsidR="007D7461" w:rsidRPr="007D7461" w:rsidRDefault="007D7461" w:rsidP="007D7461">
      <w:pPr>
        <w:pStyle w:val="Abbreviation"/>
      </w:pPr>
      <w:r w:rsidRPr="007D7461">
        <w:t>UK</w:t>
      </w:r>
      <w:r w:rsidR="003B1C19">
        <w:t xml:space="preserve"> </w:t>
      </w:r>
      <w:r w:rsidRPr="007D7461">
        <w:t>IPO</w:t>
      </w:r>
      <w:r w:rsidRPr="007D7461">
        <w:tab/>
        <w:t>United Kingdom Intellectual Property Office</w:t>
      </w:r>
    </w:p>
    <w:p w:rsidR="007D7461" w:rsidRDefault="007D7461" w:rsidP="007D7461">
      <w:pPr>
        <w:pStyle w:val="Abbreviation"/>
      </w:pPr>
      <w:proofErr w:type="spellStart"/>
      <w:r w:rsidRPr="007D7461">
        <w:t>UNFCCC</w:t>
      </w:r>
      <w:proofErr w:type="spellEnd"/>
      <w:r w:rsidRPr="007D7461">
        <w:tab/>
        <w:t>United Nations Framework Convention on Climate Change</w:t>
      </w:r>
    </w:p>
    <w:p w:rsidR="007F2664" w:rsidRPr="007D7461" w:rsidRDefault="007F2664" w:rsidP="007D7461">
      <w:pPr>
        <w:pStyle w:val="Abbreviation"/>
      </w:pPr>
      <w:proofErr w:type="spellStart"/>
      <w:r>
        <w:t>USPTO</w:t>
      </w:r>
      <w:proofErr w:type="spellEnd"/>
      <w:r>
        <w:tab/>
        <w:t>United States Patent and Trademark Office</w:t>
      </w:r>
    </w:p>
    <w:p w:rsidR="007D7461" w:rsidRPr="007D7461" w:rsidRDefault="007D7461" w:rsidP="007D7461">
      <w:pPr>
        <w:pStyle w:val="Abbreviation"/>
      </w:pPr>
      <w:r w:rsidRPr="007D7461">
        <w:t>WHO</w:t>
      </w:r>
      <w:r w:rsidRPr="007D7461">
        <w:tab/>
        <w:t>World Health Organisation</w:t>
      </w:r>
    </w:p>
    <w:p w:rsidR="007D7461" w:rsidRPr="007D7461" w:rsidRDefault="007D7461" w:rsidP="007D7461">
      <w:pPr>
        <w:pStyle w:val="Abbreviation"/>
      </w:pPr>
      <w:r w:rsidRPr="007D7461">
        <w:t>WTO</w:t>
      </w:r>
      <w:r w:rsidRPr="007D7461">
        <w:tab/>
        <w:t>World Trade Organisation</w:t>
      </w:r>
    </w:p>
    <w:p w:rsidR="007D7461" w:rsidRPr="007D7461" w:rsidRDefault="007D7461" w:rsidP="007D7461">
      <w:pPr>
        <w:pStyle w:val="Abbreviation"/>
      </w:pPr>
      <w:proofErr w:type="spellStart"/>
      <w:r w:rsidRPr="007D7461">
        <w:t>WIPO</w:t>
      </w:r>
      <w:proofErr w:type="spellEnd"/>
      <w:r w:rsidRPr="007D7461">
        <w:tab/>
        <w:t>World Intellectual Property Organisation</w:t>
      </w:r>
    </w:p>
    <w:p w:rsidR="007D7461" w:rsidRDefault="007D7461">
      <w:pPr>
        <w:pStyle w:val="Abbreviation"/>
      </w:pPr>
    </w:p>
    <w:p w:rsidR="00735FEA" w:rsidRDefault="00735FEA" w:rsidP="00743A27">
      <w:pPr>
        <w:pStyle w:val="BodyText"/>
      </w:pPr>
    </w:p>
    <w:p w:rsidR="00BC3116" w:rsidRDefault="00BC3116">
      <w:pPr>
        <w:pStyle w:val="Heading1"/>
      </w:pPr>
      <w:bookmarkStart w:id="12" w:name="_Toc342483316"/>
      <w:r>
        <w:lastRenderedPageBreak/>
        <w:t>Glossary</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10"/>
        <w:gridCol w:w="6634"/>
      </w:tblGrid>
      <w:tr w:rsidR="00BC3116" w:rsidTr="00BC3116">
        <w:tc>
          <w:tcPr>
            <w:tcW w:w="2310" w:type="dxa"/>
          </w:tcPr>
          <w:p w:rsidR="00BC3116" w:rsidRPr="00BF4A4D" w:rsidRDefault="00BC3116" w:rsidP="00DD5F46">
            <w:pPr>
              <w:pStyle w:val="BodyText"/>
            </w:pPr>
            <w:r>
              <w:t>Blocking/dependent patent</w:t>
            </w:r>
          </w:p>
        </w:tc>
        <w:tc>
          <w:tcPr>
            <w:tcW w:w="6634" w:type="dxa"/>
          </w:tcPr>
          <w:p w:rsidR="00BC3116" w:rsidRPr="00BF4A4D" w:rsidRDefault="00BC3116" w:rsidP="00DD5F46">
            <w:pPr>
              <w:spacing w:before="240" w:line="320" w:lineRule="exact"/>
              <w:jc w:val="both"/>
            </w:pPr>
            <w:r>
              <w:t>A patent owned by another party that prevents a patentee from exploiting its own invention without authorisation of the other party.</w:t>
            </w:r>
          </w:p>
        </w:tc>
      </w:tr>
      <w:tr w:rsidR="00BC3116" w:rsidTr="00BC3116">
        <w:tc>
          <w:tcPr>
            <w:tcW w:w="2310" w:type="dxa"/>
          </w:tcPr>
          <w:p w:rsidR="00BC3116" w:rsidRPr="00BF4A4D" w:rsidRDefault="00BC3116" w:rsidP="00DD5F46">
            <w:pPr>
              <w:pStyle w:val="BodyText"/>
            </w:pPr>
            <w:proofErr w:type="spellStart"/>
            <w:r>
              <w:t>BRCA</w:t>
            </w:r>
            <w:proofErr w:type="spellEnd"/>
            <w:r>
              <w:t xml:space="preserve"> genes</w:t>
            </w:r>
          </w:p>
        </w:tc>
        <w:tc>
          <w:tcPr>
            <w:tcW w:w="6634" w:type="dxa"/>
          </w:tcPr>
          <w:p w:rsidR="00BC3116" w:rsidRPr="00BF4A4D" w:rsidRDefault="00BC3116" w:rsidP="00DD5F46">
            <w:pPr>
              <w:spacing w:before="240" w:line="320" w:lineRule="exact"/>
              <w:jc w:val="both"/>
            </w:pPr>
            <w:r>
              <w:t>A class of tumour suppressor genes. Mutations of these genes are associated with breast, ovarian and prostate cancer.</w:t>
            </w:r>
          </w:p>
        </w:tc>
      </w:tr>
      <w:tr w:rsidR="00BC3116" w:rsidTr="00BC3116">
        <w:tc>
          <w:tcPr>
            <w:tcW w:w="2310" w:type="dxa"/>
          </w:tcPr>
          <w:p w:rsidR="00BC3116" w:rsidRPr="00BF4A4D" w:rsidRDefault="00BC3116" w:rsidP="00DD5F46">
            <w:pPr>
              <w:pStyle w:val="BodyText"/>
            </w:pPr>
            <w:r>
              <w:t>Compulsory licence</w:t>
            </w:r>
          </w:p>
        </w:tc>
        <w:tc>
          <w:tcPr>
            <w:tcW w:w="6634" w:type="dxa"/>
          </w:tcPr>
          <w:p w:rsidR="00BC3116" w:rsidRPr="00BF4A4D" w:rsidRDefault="00BC3116" w:rsidP="009C0BFE">
            <w:pPr>
              <w:spacing w:before="240" w:line="320" w:lineRule="exact"/>
              <w:jc w:val="both"/>
            </w:pPr>
            <w:r>
              <w:t>A government or court issued order for a patentee to grant a licence to a</w:t>
            </w:r>
            <w:r w:rsidR="009C0BFE">
              <w:t xml:space="preserve">nother </w:t>
            </w:r>
            <w:r>
              <w:t>party (which allows that party to exploit the patented invention).</w:t>
            </w:r>
          </w:p>
        </w:tc>
      </w:tr>
      <w:tr w:rsidR="00BC3116" w:rsidTr="00BC3116">
        <w:tc>
          <w:tcPr>
            <w:tcW w:w="2310" w:type="dxa"/>
          </w:tcPr>
          <w:p w:rsidR="00BC3116" w:rsidRDefault="00BC3116" w:rsidP="00DD5F46">
            <w:pPr>
              <w:pStyle w:val="BodyText"/>
            </w:pPr>
            <w:r>
              <w:t>Crown acquisition</w:t>
            </w:r>
          </w:p>
        </w:tc>
        <w:tc>
          <w:tcPr>
            <w:tcW w:w="6634" w:type="dxa"/>
          </w:tcPr>
          <w:p w:rsidR="00BC3116" w:rsidRDefault="00BC3116" w:rsidP="00DD5F46">
            <w:pPr>
              <w:spacing w:before="240" w:line="320" w:lineRule="exact"/>
              <w:jc w:val="both"/>
            </w:pPr>
            <w:r>
              <w:t xml:space="preserve">Acquisition of a patented invention by the Crown under s. 171 of the </w:t>
            </w:r>
            <w:r w:rsidRPr="00E618AE">
              <w:rPr>
                <w:i/>
              </w:rPr>
              <w:t xml:space="preserve">Patents Act 1990 </w:t>
            </w:r>
            <w:r w:rsidRPr="000F29C9">
              <w:t>(</w:t>
            </w:r>
            <w:proofErr w:type="spellStart"/>
            <w:r w:rsidRPr="000F29C9">
              <w:t>Cwlth</w:t>
            </w:r>
            <w:proofErr w:type="spellEnd"/>
            <w:r w:rsidRPr="000F29C9">
              <w:t>).</w:t>
            </w:r>
          </w:p>
        </w:tc>
      </w:tr>
      <w:tr w:rsidR="00BC3116" w:rsidTr="00BC3116">
        <w:tc>
          <w:tcPr>
            <w:tcW w:w="2310" w:type="dxa"/>
          </w:tcPr>
          <w:p w:rsidR="00BC3116" w:rsidRPr="00BF4A4D" w:rsidRDefault="00BC3116" w:rsidP="00DD5F46">
            <w:pPr>
              <w:spacing w:before="240" w:line="320" w:lineRule="exact"/>
            </w:pPr>
            <w:r>
              <w:t>Crown use</w:t>
            </w:r>
          </w:p>
        </w:tc>
        <w:tc>
          <w:tcPr>
            <w:tcW w:w="6634" w:type="dxa"/>
          </w:tcPr>
          <w:p w:rsidR="00BC3116" w:rsidRPr="00BF4A4D" w:rsidRDefault="00BC3116" w:rsidP="00DD5F46">
            <w:pPr>
              <w:spacing w:before="240" w:line="320" w:lineRule="exact"/>
              <w:jc w:val="both"/>
            </w:pPr>
            <w:r>
              <w:t xml:space="preserve">Use of a patented invention by the Crown or </w:t>
            </w:r>
            <w:r w:rsidR="009C0BFE">
              <w:t xml:space="preserve">another party </w:t>
            </w:r>
            <w:r>
              <w:t xml:space="preserve">authorised by the Crown under ss. 163–170 of the </w:t>
            </w:r>
            <w:r w:rsidRPr="00E618AE">
              <w:rPr>
                <w:i/>
              </w:rPr>
              <w:t xml:space="preserve">Patents Act 1990 </w:t>
            </w:r>
            <w:r w:rsidRPr="000F29C9">
              <w:t>(</w:t>
            </w:r>
            <w:proofErr w:type="spellStart"/>
            <w:r w:rsidRPr="000F29C9">
              <w:t>Cwlth</w:t>
            </w:r>
            <w:proofErr w:type="spellEnd"/>
            <w:r w:rsidRPr="000F29C9">
              <w:t>).</w:t>
            </w:r>
          </w:p>
        </w:tc>
      </w:tr>
      <w:tr w:rsidR="00BC3116" w:rsidTr="00BC3116">
        <w:tc>
          <w:tcPr>
            <w:tcW w:w="2310" w:type="dxa"/>
          </w:tcPr>
          <w:p w:rsidR="00BC3116" w:rsidRDefault="00BC3116" w:rsidP="00DD5F46">
            <w:pPr>
              <w:spacing w:before="240" w:line="320" w:lineRule="exact"/>
            </w:pPr>
            <w:r>
              <w:t>Injunctive relief</w:t>
            </w:r>
          </w:p>
        </w:tc>
        <w:tc>
          <w:tcPr>
            <w:tcW w:w="6634" w:type="dxa"/>
          </w:tcPr>
          <w:p w:rsidR="00BC3116" w:rsidRPr="00BF4A4D" w:rsidRDefault="00BC3116" w:rsidP="00DD5F46">
            <w:pPr>
              <w:spacing w:before="240" w:line="320" w:lineRule="exact"/>
              <w:jc w:val="both"/>
            </w:pPr>
            <w:r>
              <w:t>A court order instructing the defendant to cease a specific behaviour (for example, selling of a product that infringes an existing patent).</w:t>
            </w:r>
          </w:p>
        </w:tc>
      </w:tr>
      <w:tr w:rsidR="00BC3116" w:rsidTr="00BC3116">
        <w:tc>
          <w:tcPr>
            <w:tcW w:w="2310" w:type="dxa"/>
          </w:tcPr>
          <w:p w:rsidR="00BC3116" w:rsidRDefault="00BC3116" w:rsidP="00DD5F46">
            <w:pPr>
              <w:spacing w:before="240" w:line="320" w:lineRule="exact"/>
            </w:pPr>
            <w:r>
              <w:t>Innovation patent</w:t>
            </w:r>
          </w:p>
        </w:tc>
        <w:tc>
          <w:tcPr>
            <w:tcW w:w="6634" w:type="dxa"/>
          </w:tcPr>
          <w:p w:rsidR="00BC3116" w:rsidRPr="00BF4A4D" w:rsidRDefault="00BC3116" w:rsidP="00DD5F46">
            <w:pPr>
              <w:spacing w:before="240" w:line="320" w:lineRule="exact"/>
              <w:jc w:val="both"/>
            </w:pPr>
            <w:r>
              <w:t>An exclusive right to exploit an invention, granted for a term of eight years. To be eligible for an innovation patent, an invention must be novel, useful and involve an innovative step.</w:t>
            </w:r>
          </w:p>
        </w:tc>
      </w:tr>
      <w:tr w:rsidR="00BC3116" w:rsidTr="00BC3116">
        <w:tc>
          <w:tcPr>
            <w:tcW w:w="2310" w:type="dxa"/>
          </w:tcPr>
          <w:p w:rsidR="00BC3116" w:rsidRDefault="00BC3116" w:rsidP="00DD5F46">
            <w:pPr>
              <w:spacing w:before="240" w:line="320" w:lineRule="exact"/>
            </w:pPr>
            <w:r>
              <w:t>Isolated gene sequence</w:t>
            </w:r>
          </w:p>
        </w:tc>
        <w:tc>
          <w:tcPr>
            <w:tcW w:w="6634" w:type="dxa"/>
          </w:tcPr>
          <w:p w:rsidR="00BC3116" w:rsidRPr="00BF4A4D" w:rsidRDefault="00BC3116" w:rsidP="00DD5F46">
            <w:pPr>
              <w:spacing w:before="240" w:line="320" w:lineRule="exact"/>
              <w:jc w:val="both"/>
            </w:pPr>
            <w:r>
              <w:t>A free standing portion of genetic material that is isolated from the larger natural DNA molecule. The process of isolating a gene involves chemically altering the DNA. However, the genetic information contained in the isolated gene is identical to that in the gene’s naturally occurring form.</w:t>
            </w:r>
          </w:p>
        </w:tc>
      </w:tr>
      <w:tr w:rsidR="00BC3116" w:rsidTr="00BC3116">
        <w:tc>
          <w:tcPr>
            <w:tcW w:w="2310" w:type="dxa"/>
          </w:tcPr>
          <w:p w:rsidR="00BC3116" w:rsidRDefault="00BC3116" w:rsidP="00DD5F46">
            <w:pPr>
              <w:spacing w:before="240" w:line="320" w:lineRule="exact"/>
            </w:pPr>
            <w:r>
              <w:t>Licence of right</w:t>
            </w:r>
          </w:p>
        </w:tc>
        <w:tc>
          <w:tcPr>
            <w:tcW w:w="6634" w:type="dxa"/>
          </w:tcPr>
          <w:p w:rsidR="00BC3116" w:rsidRPr="00BF4A4D" w:rsidRDefault="00BC3116" w:rsidP="00DD5F46">
            <w:pPr>
              <w:keepLines/>
              <w:spacing w:before="240" w:line="320" w:lineRule="exact"/>
              <w:jc w:val="both"/>
            </w:pPr>
            <w:r>
              <w:t>A legally enforceable mechanism by which a patent holder voluntarily chooses to provide access to a patented invention to anyone who is willing to accept the licence conditions.</w:t>
            </w:r>
          </w:p>
        </w:tc>
      </w:tr>
      <w:tr w:rsidR="00BC3116" w:rsidTr="00BC3116">
        <w:tc>
          <w:tcPr>
            <w:tcW w:w="2310" w:type="dxa"/>
          </w:tcPr>
          <w:p w:rsidR="00BC3116" w:rsidRDefault="00BC3116" w:rsidP="00DD5F46">
            <w:pPr>
              <w:spacing w:before="240" w:line="320" w:lineRule="exact"/>
            </w:pPr>
            <w:r>
              <w:lastRenderedPageBreak/>
              <w:t>Patent holdup</w:t>
            </w:r>
          </w:p>
        </w:tc>
        <w:tc>
          <w:tcPr>
            <w:tcW w:w="6634" w:type="dxa"/>
          </w:tcPr>
          <w:p w:rsidR="00BC3116" w:rsidRPr="00BF4A4D" w:rsidRDefault="00BC3116" w:rsidP="00DD5F46">
            <w:pPr>
              <w:spacing w:before="240" w:line="320" w:lineRule="exact"/>
              <w:jc w:val="both"/>
            </w:pPr>
            <w:r>
              <w:t>Where a new technology unknowingly infringes a patent and is not made aware until large scale production has commenced or is about to commence. In such cases the patent holder can use its enhanced bargaining power to ‘hold up’ production and extract higher licensing fees.</w:t>
            </w:r>
          </w:p>
        </w:tc>
      </w:tr>
      <w:tr w:rsidR="00BC3116" w:rsidTr="00BC3116">
        <w:tc>
          <w:tcPr>
            <w:tcW w:w="2310" w:type="dxa"/>
          </w:tcPr>
          <w:p w:rsidR="00BC3116" w:rsidRDefault="00BC3116" w:rsidP="00DD5F46">
            <w:pPr>
              <w:spacing w:before="240" w:line="320" w:lineRule="exact"/>
            </w:pPr>
            <w:r>
              <w:t>Patent infringement</w:t>
            </w:r>
          </w:p>
        </w:tc>
        <w:tc>
          <w:tcPr>
            <w:tcW w:w="6634" w:type="dxa"/>
          </w:tcPr>
          <w:p w:rsidR="00BC3116" w:rsidRPr="00BF4A4D" w:rsidRDefault="00BC3116" w:rsidP="00DD5F46">
            <w:pPr>
              <w:spacing w:before="240" w:line="320" w:lineRule="exact"/>
              <w:jc w:val="both"/>
            </w:pPr>
            <w:r>
              <w:t>Use of a patented invention in a prohibited manner without the authorisation of the patent holder.</w:t>
            </w:r>
          </w:p>
        </w:tc>
      </w:tr>
      <w:tr w:rsidR="00BC3116" w:rsidTr="00BC3116">
        <w:tc>
          <w:tcPr>
            <w:tcW w:w="2310" w:type="dxa"/>
          </w:tcPr>
          <w:p w:rsidR="00BC3116" w:rsidRDefault="00BC3116" w:rsidP="00DD5F46">
            <w:pPr>
              <w:spacing w:before="240" w:line="320" w:lineRule="exact"/>
            </w:pPr>
            <w:r>
              <w:t>Patent thicket</w:t>
            </w:r>
          </w:p>
        </w:tc>
        <w:tc>
          <w:tcPr>
            <w:tcW w:w="6634" w:type="dxa"/>
          </w:tcPr>
          <w:p w:rsidR="00BC3116" w:rsidRPr="00BF4A4D" w:rsidRDefault="00BC3116" w:rsidP="00DD5F46">
            <w:pPr>
              <w:spacing w:before="240" w:line="320" w:lineRule="exact"/>
              <w:jc w:val="both"/>
            </w:pPr>
            <w:r>
              <w:t>An area of technology in which many overlapping patents exist. Commercialisation of new technology might require licence deals in relation to multiple patents and with multiple patent holders.</w:t>
            </w:r>
          </w:p>
        </w:tc>
      </w:tr>
      <w:tr w:rsidR="00BC3116" w:rsidTr="00BC3116">
        <w:tc>
          <w:tcPr>
            <w:tcW w:w="2310" w:type="dxa"/>
          </w:tcPr>
          <w:p w:rsidR="00BC3116" w:rsidRDefault="00BC3116" w:rsidP="00DD5F46">
            <w:pPr>
              <w:spacing w:before="240" w:line="320" w:lineRule="exact"/>
            </w:pPr>
            <w:r>
              <w:t>Patent troll (non</w:t>
            </w:r>
            <w:r>
              <w:noBreakHyphen/>
              <w:t>practising entity)</w:t>
            </w:r>
          </w:p>
        </w:tc>
        <w:tc>
          <w:tcPr>
            <w:tcW w:w="6634" w:type="dxa"/>
          </w:tcPr>
          <w:p w:rsidR="00BC3116" w:rsidRPr="00BF4A4D" w:rsidRDefault="00BC3116" w:rsidP="00DD5F46">
            <w:pPr>
              <w:spacing w:before="240" w:line="320" w:lineRule="exact"/>
              <w:jc w:val="both"/>
            </w:pPr>
            <w:r>
              <w:t>A patentee who holds a patent with the intention of pursuing infringement claims but no intention of working the patent itself.</w:t>
            </w:r>
          </w:p>
        </w:tc>
      </w:tr>
      <w:tr w:rsidR="00BC3116" w:rsidTr="00BC3116">
        <w:tc>
          <w:tcPr>
            <w:tcW w:w="2310" w:type="dxa"/>
          </w:tcPr>
          <w:p w:rsidR="00BC3116" w:rsidRDefault="00BC3116" w:rsidP="00DD5F46">
            <w:pPr>
              <w:spacing w:before="240" w:line="320" w:lineRule="exact"/>
            </w:pPr>
            <w:r>
              <w:t>Prior art</w:t>
            </w:r>
          </w:p>
        </w:tc>
        <w:tc>
          <w:tcPr>
            <w:tcW w:w="6634" w:type="dxa"/>
          </w:tcPr>
          <w:p w:rsidR="00BC3116" w:rsidRPr="00BF4A4D" w:rsidRDefault="00BC3116" w:rsidP="009C0BFE">
            <w:pPr>
              <w:spacing w:before="240" w:line="320" w:lineRule="exact"/>
              <w:jc w:val="both"/>
            </w:pPr>
            <w:r>
              <w:t xml:space="preserve">All information relevant to </w:t>
            </w:r>
            <w:r w:rsidR="009C0BFE">
              <w:t>a</w:t>
            </w:r>
            <w:r>
              <w:t xml:space="preserve"> patent claim that is publicly available at the priority date. A patent might not be granted if the invention is described in the prior art.</w:t>
            </w:r>
          </w:p>
        </w:tc>
      </w:tr>
      <w:tr w:rsidR="00BC3116" w:rsidTr="00BC3116">
        <w:tc>
          <w:tcPr>
            <w:tcW w:w="2310" w:type="dxa"/>
          </w:tcPr>
          <w:p w:rsidR="00BC3116" w:rsidRDefault="00BC3116" w:rsidP="00DD5F46">
            <w:pPr>
              <w:spacing w:before="240" w:line="320" w:lineRule="exact"/>
            </w:pPr>
            <w:r>
              <w:t>Priority date</w:t>
            </w:r>
          </w:p>
        </w:tc>
        <w:tc>
          <w:tcPr>
            <w:tcW w:w="6634" w:type="dxa"/>
          </w:tcPr>
          <w:p w:rsidR="00BC3116" w:rsidRPr="00BF4A4D" w:rsidRDefault="00BC3116" w:rsidP="00DD5F46">
            <w:pPr>
              <w:spacing w:before="240" w:line="320" w:lineRule="exact"/>
              <w:jc w:val="both"/>
            </w:pPr>
            <w:r>
              <w:t>The date at which the invention is assessed and compared to the prior art. The priority date might differ from the patent application filing date.</w:t>
            </w:r>
          </w:p>
        </w:tc>
      </w:tr>
      <w:tr w:rsidR="00BC3116" w:rsidTr="00BC3116">
        <w:tc>
          <w:tcPr>
            <w:tcW w:w="2310" w:type="dxa"/>
          </w:tcPr>
          <w:p w:rsidR="00BC3116" w:rsidRDefault="00BC3116" w:rsidP="00DD5F46">
            <w:pPr>
              <w:spacing w:before="240" w:line="320" w:lineRule="exact"/>
            </w:pPr>
            <w:r>
              <w:t>Royalty stacking</w:t>
            </w:r>
          </w:p>
        </w:tc>
        <w:tc>
          <w:tcPr>
            <w:tcW w:w="6634" w:type="dxa"/>
          </w:tcPr>
          <w:p w:rsidR="00BC3116" w:rsidRPr="00BF4A4D" w:rsidRDefault="00BC3116" w:rsidP="00DD5F46">
            <w:pPr>
              <w:spacing w:before="240" w:line="320" w:lineRule="exact"/>
              <w:jc w:val="both"/>
            </w:pPr>
            <w:r>
              <w:t>Refers to a situation where a single product infringes multiple patents and is thus subject to multiple royalty burdens. Each royalty burden can be ‘stacked’ to determine the total royalty burden.</w:t>
            </w:r>
          </w:p>
        </w:tc>
      </w:tr>
      <w:tr w:rsidR="00BC3116" w:rsidTr="00BC3116">
        <w:tc>
          <w:tcPr>
            <w:tcW w:w="2310" w:type="dxa"/>
          </w:tcPr>
          <w:p w:rsidR="00BC3116" w:rsidRDefault="00BC3116" w:rsidP="00DD5F46">
            <w:pPr>
              <w:spacing w:before="240" w:line="320" w:lineRule="exact"/>
            </w:pPr>
            <w:proofErr w:type="spellStart"/>
            <w:r>
              <w:t>Springboarding</w:t>
            </w:r>
            <w:proofErr w:type="spellEnd"/>
          </w:p>
        </w:tc>
        <w:tc>
          <w:tcPr>
            <w:tcW w:w="6634" w:type="dxa"/>
          </w:tcPr>
          <w:p w:rsidR="00BC3116" w:rsidRPr="00BF4A4D" w:rsidRDefault="00BC3116" w:rsidP="00DD5F46">
            <w:pPr>
              <w:spacing w:before="240" w:line="320" w:lineRule="exact"/>
            </w:pPr>
            <w:proofErr w:type="spellStart"/>
            <w:r>
              <w:t>Springboarding</w:t>
            </w:r>
            <w:proofErr w:type="spellEnd"/>
            <w:r>
              <w:t xml:space="preserve"> allows firms to use patented inventions prior to the patent expiration for the sole purpose of gaining regulatory approval. Pharmaceuticals are an example of a product that requires regulatory approval.</w:t>
            </w:r>
          </w:p>
        </w:tc>
      </w:tr>
      <w:tr w:rsidR="00BC3116" w:rsidTr="00BC3116">
        <w:tc>
          <w:tcPr>
            <w:tcW w:w="2310" w:type="dxa"/>
          </w:tcPr>
          <w:p w:rsidR="00BC3116" w:rsidRDefault="00BC3116" w:rsidP="00DD5F46">
            <w:pPr>
              <w:spacing w:before="240" w:line="320" w:lineRule="exact"/>
            </w:pPr>
            <w:r>
              <w:t>Standard essential patent</w:t>
            </w:r>
          </w:p>
        </w:tc>
        <w:tc>
          <w:tcPr>
            <w:tcW w:w="6634" w:type="dxa"/>
          </w:tcPr>
          <w:p w:rsidR="00BC3116" w:rsidRPr="00BF4A4D" w:rsidRDefault="00BC3116" w:rsidP="00DD5F46">
            <w:pPr>
              <w:spacing w:before="240" w:line="320" w:lineRule="exact"/>
              <w:jc w:val="both"/>
            </w:pPr>
            <w:r w:rsidRPr="00B0108C">
              <w:t>A standard essential patent is a patent on an invention that is required to practise an industry standard</w:t>
            </w:r>
            <w:r>
              <w:t xml:space="preserve"> (for example, </w:t>
            </w:r>
            <w:proofErr w:type="spellStart"/>
            <w:r>
              <w:t>3G</w:t>
            </w:r>
            <w:proofErr w:type="spellEnd"/>
            <w:r>
              <w:t xml:space="preserve"> mobile internet technology)</w:t>
            </w:r>
            <w:r w:rsidRPr="00B0108C">
              <w:t>.</w:t>
            </w:r>
            <w:r>
              <w:t xml:space="preserve"> </w:t>
            </w:r>
          </w:p>
        </w:tc>
      </w:tr>
    </w:tbl>
    <w:p w:rsidR="00B7631B" w:rsidRDefault="00B7631B">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10"/>
        <w:gridCol w:w="6634"/>
      </w:tblGrid>
      <w:tr w:rsidR="00BC3116" w:rsidTr="00BC3116">
        <w:tc>
          <w:tcPr>
            <w:tcW w:w="2310" w:type="dxa"/>
          </w:tcPr>
          <w:p w:rsidR="00BC3116" w:rsidRDefault="00BC3116" w:rsidP="00DD5F46">
            <w:pPr>
              <w:spacing w:before="240" w:line="320" w:lineRule="exact"/>
            </w:pPr>
            <w:r>
              <w:lastRenderedPageBreak/>
              <w:t>Standard patent</w:t>
            </w:r>
          </w:p>
        </w:tc>
        <w:tc>
          <w:tcPr>
            <w:tcW w:w="6634" w:type="dxa"/>
          </w:tcPr>
          <w:p w:rsidR="00BC3116" w:rsidRPr="00BF4A4D" w:rsidRDefault="00BC3116" w:rsidP="00DD5F46">
            <w:pPr>
              <w:spacing w:before="240" w:line="320" w:lineRule="exact"/>
              <w:jc w:val="both"/>
            </w:pPr>
            <w:r>
              <w:t>An exclusive right to exploit an invention, granted for a term of 20 years. To be eligible for a standard patent, an invention must be novel, useful and involve an inventive step.</w:t>
            </w:r>
          </w:p>
        </w:tc>
      </w:tr>
      <w:tr w:rsidR="00BC3116" w:rsidTr="00BC3116">
        <w:tc>
          <w:tcPr>
            <w:tcW w:w="2310" w:type="dxa"/>
          </w:tcPr>
          <w:p w:rsidR="00BC3116" w:rsidRDefault="00BC3116" w:rsidP="00DD5F46">
            <w:pPr>
              <w:spacing w:before="240" w:line="320" w:lineRule="exact"/>
            </w:pPr>
            <w:r>
              <w:t>Subject matter exclusions</w:t>
            </w:r>
          </w:p>
        </w:tc>
        <w:tc>
          <w:tcPr>
            <w:tcW w:w="6634" w:type="dxa"/>
          </w:tcPr>
          <w:p w:rsidR="00BC3116" w:rsidRPr="00BF4A4D" w:rsidRDefault="00BC3116" w:rsidP="00DD5F46">
            <w:pPr>
              <w:spacing w:before="240" w:line="320" w:lineRule="exact"/>
              <w:jc w:val="both"/>
            </w:pPr>
            <w:r>
              <w:t>Exclusion from patent eligibility for particular fields of techn</w:t>
            </w:r>
            <w:bookmarkStart w:id="13" w:name="_GoBack"/>
            <w:bookmarkEnd w:id="13"/>
            <w:r>
              <w:t>ology.</w:t>
            </w:r>
          </w:p>
        </w:tc>
      </w:tr>
    </w:tbl>
    <w:p w:rsidR="00BC3116" w:rsidRDefault="00BC3116">
      <w:pPr>
        <w:pStyle w:val="BodyText"/>
      </w:pPr>
    </w:p>
    <w:sectPr w:rsidR="00BC3116" w:rsidSect="00C55A45">
      <w:headerReference w:type="even" r:id="rId21"/>
      <w:headerReference w:type="default" r:id="rId22"/>
      <w:footerReference w:type="even" r:id="rId23"/>
      <w:footerReference w:type="default" r:id="rId24"/>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F46" w:rsidRDefault="00DD5F46">
      <w:r>
        <w:separator/>
      </w:r>
    </w:p>
    <w:p w:rsidR="00DD5F46" w:rsidRDefault="00DD5F46"/>
    <w:p w:rsidR="00DD5F46" w:rsidRDefault="00DD5F46"/>
  </w:endnote>
  <w:endnote w:type="continuationSeparator" w:id="0">
    <w:p w:rsidR="00DD5F46" w:rsidRDefault="00DD5F46">
      <w:r>
        <w:continuationSeparator/>
      </w:r>
    </w:p>
    <w:p w:rsidR="00DD5F46" w:rsidRDefault="00DD5F46"/>
    <w:p w:rsidR="00DD5F46" w:rsidRDefault="00DD5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D5F46">
      <w:trPr>
        <w:trHeight w:hRule="exact" w:val="740"/>
      </w:trPr>
      <w:tc>
        <w:tcPr>
          <w:tcW w:w="510" w:type="dxa"/>
          <w:tcBorders>
            <w:top w:val="single" w:sz="6" w:space="0" w:color="auto"/>
          </w:tcBorders>
        </w:tcPr>
        <w:p w:rsidR="00DD5F46" w:rsidRDefault="00DD5F46">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C6969">
            <w:rPr>
              <w:rStyle w:val="PageNumber"/>
              <w:noProof/>
            </w:rPr>
            <w:t>iv</w:t>
          </w:r>
          <w:r>
            <w:rPr>
              <w:rStyle w:val="PageNumber"/>
            </w:rPr>
            <w:fldChar w:fldCharType="end"/>
          </w:r>
        </w:p>
      </w:tc>
      <w:tc>
        <w:tcPr>
          <w:tcW w:w="1644" w:type="dxa"/>
          <w:tcBorders>
            <w:top w:val="single" w:sz="6" w:space="0" w:color="auto"/>
          </w:tcBorders>
        </w:tcPr>
        <w:p w:rsidR="00DD5F46" w:rsidRPr="00DC1829" w:rsidRDefault="00884181">
          <w:pPr>
            <w:pStyle w:val="Footer"/>
          </w:pPr>
          <w:fldSimple w:instr=" STYLEREF &quot;Heading 1&quot; \* MERGEFORMAT ">
            <w:r w:rsidR="002C6969" w:rsidRPr="002C6969">
              <w:rPr>
                <w:bCs/>
                <w:noProof/>
              </w:rPr>
              <w:t>Opportunity for further comment</w:t>
            </w:r>
          </w:fldSimple>
        </w:p>
      </w:tc>
      <w:tc>
        <w:tcPr>
          <w:tcW w:w="6634" w:type="dxa"/>
        </w:tcPr>
        <w:p w:rsidR="00DD5F46" w:rsidRDefault="00DD5F46">
          <w:pPr>
            <w:pStyle w:val="Footer"/>
          </w:pPr>
        </w:p>
      </w:tc>
    </w:tr>
  </w:tbl>
  <w:p w:rsidR="00DD5F46" w:rsidRDefault="00DD5F4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DD5F46">
      <w:trPr>
        <w:trHeight w:hRule="exact" w:val="740"/>
      </w:trPr>
      <w:tc>
        <w:tcPr>
          <w:tcW w:w="6480" w:type="dxa"/>
        </w:tcPr>
        <w:p w:rsidR="00DD5F46" w:rsidRDefault="00DD5F46">
          <w:pPr>
            <w:pStyle w:val="Footer"/>
          </w:pPr>
        </w:p>
      </w:tc>
      <w:tc>
        <w:tcPr>
          <w:tcW w:w="1798" w:type="dxa"/>
          <w:tcBorders>
            <w:top w:val="single" w:sz="6" w:space="0" w:color="auto"/>
          </w:tcBorders>
        </w:tcPr>
        <w:p w:rsidR="00DD5F46" w:rsidRPr="007C4800" w:rsidRDefault="00884181">
          <w:pPr>
            <w:pStyle w:val="Footer"/>
            <w:rPr>
              <w:rStyle w:val="PageNumber"/>
            </w:rPr>
          </w:pPr>
          <w:fldSimple w:instr=" STYLEREF &quot;Heading 1&quot; \* MERGEFORMAT ">
            <w:r w:rsidR="00A04D62" w:rsidRPr="00A04D62">
              <w:rPr>
                <w:bCs/>
                <w:noProof/>
              </w:rPr>
              <w:t>Opportunity for further comment</w:t>
            </w:r>
          </w:fldSimple>
        </w:p>
      </w:tc>
      <w:tc>
        <w:tcPr>
          <w:tcW w:w="510" w:type="dxa"/>
          <w:tcBorders>
            <w:top w:val="single" w:sz="6" w:space="0" w:color="auto"/>
          </w:tcBorders>
        </w:tcPr>
        <w:p w:rsidR="00DD5F46" w:rsidRPr="00AF1009" w:rsidRDefault="00DD5F46" w:rsidP="002E28CE">
          <w:pPr>
            <w:pStyle w:val="PartTitle"/>
            <w:spacing w:before="80" w:after="0" w:line="200" w:lineRule="exact"/>
            <w:ind w:right="6"/>
            <w:rPr>
              <w:rStyle w:val="PageNumber"/>
              <w:smallCaps w:val="0"/>
            </w:rPr>
          </w:pPr>
          <w:r w:rsidRPr="00AF1009">
            <w:rPr>
              <w:rStyle w:val="PageNumber"/>
              <w:smallCaps w:val="0"/>
            </w:rPr>
            <w:fldChar w:fldCharType="begin"/>
          </w:r>
          <w:r w:rsidRPr="00AF1009">
            <w:rPr>
              <w:rStyle w:val="PageNumber"/>
              <w:smallCaps w:val="0"/>
            </w:rPr>
            <w:instrText xml:space="preserve">PAGE  </w:instrText>
          </w:r>
          <w:r w:rsidRPr="00AF1009">
            <w:rPr>
              <w:rStyle w:val="PageNumber"/>
              <w:smallCaps w:val="0"/>
            </w:rPr>
            <w:fldChar w:fldCharType="separate"/>
          </w:r>
          <w:r w:rsidR="00A04D62">
            <w:rPr>
              <w:rStyle w:val="PageNumber"/>
              <w:smallCaps w:val="0"/>
              <w:noProof/>
            </w:rPr>
            <w:t>iii</w:t>
          </w:r>
          <w:r w:rsidRPr="00AF1009">
            <w:rPr>
              <w:rStyle w:val="PageNumber"/>
              <w:smallCaps w:val="0"/>
            </w:rPr>
            <w:fldChar w:fldCharType="end"/>
          </w:r>
        </w:p>
      </w:tc>
    </w:tr>
  </w:tbl>
  <w:p w:rsidR="00DD5F46" w:rsidRDefault="00DD5F4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D5F46">
      <w:trPr>
        <w:trHeight w:hRule="exact" w:val="740"/>
      </w:trPr>
      <w:tc>
        <w:tcPr>
          <w:tcW w:w="510" w:type="dxa"/>
          <w:tcBorders>
            <w:top w:val="single" w:sz="6" w:space="0" w:color="auto"/>
          </w:tcBorders>
        </w:tcPr>
        <w:p w:rsidR="00DD5F46" w:rsidRPr="008206EE" w:rsidRDefault="00DD5F46">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04D62">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DD5F46" w:rsidRDefault="00E264DC">
          <w:pPr>
            <w:pStyle w:val="Footer"/>
          </w:pPr>
          <w:r>
            <w:rPr>
              <w:noProof/>
            </w:rPr>
            <w:t>terms of reference</w:t>
          </w:r>
          <w:r>
            <w:t xml:space="preserve"> </w:t>
          </w:r>
          <w:r w:rsidR="00DD5F46">
            <w:fldChar w:fldCharType="begin"/>
          </w:r>
          <w:r w:rsidR="00DD5F46">
            <w:instrText xml:space="preserve"> STYLEREF "Heading 1 Not TOC" \* MERGEFORMAT </w:instrText>
          </w:r>
          <w:r w:rsidR="00DD5F46">
            <w:rPr>
              <w:noProof/>
            </w:rPr>
            <w:fldChar w:fldCharType="end"/>
          </w:r>
        </w:p>
      </w:tc>
      <w:tc>
        <w:tcPr>
          <w:tcW w:w="6634" w:type="dxa"/>
        </w:tcPr>
        <w:p w:rsidR="00DD5F46" w:rsidRDefault="00DD5F46">
          <w:pPr>
            <w:pStyle w:val="Footer"/>
            <w:rPr>
              <w:caps w:val="0"/>
            </w:rPr>
          </w:pPr>
        </w:p>
      </w:tc>
    </w:tr>
  </w:tbl>
  <w:p w:rsidR="00DD5F46" w:rsidRDefault="00DD5F4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D5F46" w:rsidTr="008F7DB7">
      <w:trPr>
        <w:trHeight w:hRule="exact" w:val="740"/>
      </w:trPr>
      <w:tc>
        <w:tcPr>
          <w:tcW w:w="6634" w:type="dxa"/>
        </w:tcPr>
        <w:p w:rsidR="00DD5F46" w:rsidRDefault="00DD5F46">
          <w:pPr>
            <w:pStyle w:val="Footer"/>
          </w:pPr>
        </w:p>
      </w:tc>
      <w:tc>
        <w:tcPr>
          <w:tcW w:w="1644" w:type="dxa"/>
          <w:tcBorders>
            <w:top w:val="single" w:sz="6" w:space="0" w:color="auto"/>
          </w:tcBorders>
        </w:tcPr>
        <w:p w:rsidR="00DD5F46" w:rsidRPr="008F7DB7" w:rsidRDefault="00E264DC">
          <w:pPr>
            <w:pStyle w:val="Footer"/>
            <w:rPr>
              <w:rStyle w:val="PageNumber"/>
              <w:noProof/>
            </w:rPr>
          </w:pPr>
          <w:r>
            <w:rPr>
              <w:noProof/>
            </w:rPr>
            <w:t>terms of reference</w:t>
          </w:r>
        </w:p>
      </w:tc>
      <w:tc>
        <w:tcPr>
          <w:tcW w:w="510" w:type="dxa"/>
          <w:tcBorders>
            <w:top w:val="single" w:sz="6" w:space="0" w:color="auto"/>
          </w:tcBorders>
        </w:tcPr>
        <w:p w:rsidR="00DD5F46" w:rsidRPr="00C55A45" w:rsidRDefault="00DD5F46">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4D62">
            <w:rPr>
              <w:rStyle w:val="PageNumber"/>
              <w:caps w:val="0"/>
              <w:noProof/>
            </w:rPr>
            <w:t>vii</w:t>
          </w:r>
          <w:r w:rsidRPr="00C55A45">
            <w:rPr>
              <w:rStyle w:val="PageNumber"/>
              <w:caps w:val="0"/>
              <w:noProof/>
            </w:rPr>
            <w:fldChar w:fldCharType="end"/>
          </w:r>
        </w:p>
      </w:tc>
    </w:tr>
  </w:tbl>
  <w:p w:rsidR="00DD5F46" w:rsidRDefault="00DD5F4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5384">
      <w:trPr>
        <w:trHeight w:hRule="exact" w:val="740"/>
      </w:trPr>
      <w:tc>
        <w:tcPr>
          <w:tcW w:w="510" w:type="dxa"/>
          <w:tcBorders>
            <w:top w:val="single" w:sz="6" w:space="0" w:color="auto"/>
          </w:tcBorders>
        </w:tcPr>
        <w:p w:rsidR="00EF5384" w:rsidRPr="008206EE" w:rsidRDefault="00EF5384">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04D62">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EF5384" w:rsidRDefault="00884181">
          <w:pPr>
            <w:pStyle w:val="Footer"/>
          </w:pPr>
          <w:fldSimple w:instr=" STYLEREF &quot;Heading 1 Not TOC&quot; \* MERGEFORMAT ">
            <w:r w:rsidR="00A04D62">
              <w:rPr>
                <w:noProof/>
              </w:rPr>
              <w:t>Contents</w:t>
            </w:r>
          </w:fldSimple>
        </w:p>
      </w:tc>
      <w:tc>
        <w:tcPr>
          <w:tcW w:w="6634" w:type="dxa"/>
        </w:tcPr>
        <w:p w:rsidR="00EF5384" w:rsidRDefault="00EF5384">
          <w:pPr>
            <w:pStyle w:val="Footer"/>
            <w:rPr>
              <w:caps w:val="0"/>
            </w:rPr>
          </w:pPr>
        </w:p>
      </w:tc>
    </w:tr>
  </w:tbl>
  <w:p w:rsidR="00EF5384" w:rsidRDefault="00EF538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264DC" w:rsidTr="008F7DB7">
      <w:trPr>
        <w:trHeight w:hRule="exact" w:val="740"/>
      </w:trPr>
      <w:tc>
        <w:tcPr>
          <w:tcW w:w="6634" w:type="dxa"/>
        </w:tcPr>
        <w:p w:rsidR="00E264DC" w:rsidRDefault="00E264DC">
          <w:pPr>
            <w:pStyle w:val="Footer"/>
          </w:pPr>
        </w:p>
      </w:tc>
      <w:tc>
        <w:tcPr>
          <w:tcW w:w="1644" w:type="dxa"/>
          <w:tcBorders>
            <w:top w:val="single" w:sz="6" w:space="0" w:color="auto"/>
          </w:tcBorders>
        </w:tcPr>
        <w:p w:rsidR="00E264DC" w:rsidRPr="008F7DB7" w:rsidRDefault="00E264D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end"/>
          </w:r>
        </w:p>
      </w:tc>
      <w:tc>
        <w:tcPr>
          <w:tcW w:w="510" w:type="dxa"/>
          <w:tcBorders>
            <w:top w:val="single" w:sz="6" w:space="0" w:color="auto"/>
          </w:tcBorders>
        </w:tcPr>
        <w:p w:rsidR="00E264DC" w:rsidRPr="00C55A45" w:rsidRDefault="00E264D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4D62">
            <w:rPr>
              <w:rStyle w:val="PageNumber"/>
              <w:caps w:val="0"/>
              <w:noProof/>
            </w:rPr>
            <w:t>xi</w:t>
          </w:r>
          <w:r w:rsidRPr="00C55A45">
            <w:rPr>
              <w:rStyle w:val="PageNumber"/>
              <w:caps w:val="0"/>
              <w:noProof/>
            </w:rPr>
            <w:fldChar w:fldCharType="end"/>
          </w:r>
        </w:p>
      </w:tc>
    </w:tr>
  </w:tbl>
  <w:p w:rsidR="00E264DC" w:rsidRDefault="00E264D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D5F46" w:rsidTr="008F7DB7">
      <w:trPr>
        <w:trHeight w:hRule="exact" w:val="740"/>
      </w:trPr>
      <w:tc>
        <w:tcPr>
          <w:tcW w:w="510" w:type="dxa"/>
          <w:tcBorders>
            <w:top w:val="single" w:sz="6" w:space="0" w:color="auto"/>
          </w:tcBorders>
        </w:tcPr>
        <w:p w:rsidR="00DD5F46" w:rsidRPr="00C55A45" w:rsidRDefault="00DD5F46">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04D62">
            <w:rPr>
              <w:rStyle w:val="PageNumber"/>
              <w:caps w:val="0"/>
              <w:noProof/>
            </w:rPr>
            <w:t>xvi</w:t>
          </w:r>
          <w:r w:rsidRPr="00C55A45">
            <w:rPr>
              <w:rStyle w:val="PageNumber"/>
              <w:caps w:val="0"/>
              <w:noProof/>
            </w:rPr>
            <w:fldChar w:fldCharType="end"/>
          </w:r>
        </w:p>
      </w:tc>
      <w:tc>
        <w:tcPr>
          <w:tcW w:w="1758" w:type="dxa"/>
          <w:tcBorders>
            <w:top w:val="single" w:sz="6" w:space="0" w:color="auto"/>
          </w:tcBorders>
        </w:tcPr>
        <w:p w:rsidR="00DD5F46" w:rsidRDefault="00DD5F46">
          <w:pPr>
            <w:pStyle w:val="Footer"/>
            <w:rPr>
              <w:noProof/>
            </w:rPr>
          </w:pPr>
          <w:r>
            <w:rPr>
              <w:noProof/>
            </w:rPr>
            <w:fldChar w:fldCharType="begin"/>
          </w:r>
          <w:r>
            <w:rPr>
              <w:noProof/>
            </w:rPr>
            <w:instrText xml:space="preserve"> STYLEREF "Heading 1" \* MERGEFORMAT </w:instrText>
          </w:r>
          <w:r>
            <w:rPr>
              <w:noProof/>
            </w:rPr>
            <w:fldChar w:fldCharType="separate"/>
          </w:r>
          <w:r w:rsidR="00A04D62">
            <w:rPr>
              <w:noProof/>
            </w:rPr>
            <w:t>Glossary</w:t>
          </w:r>
          <w:r>
            <w:rPr>
              <w:noProof/>
            </w:rPr>
            <w:fldChar w:fldCharType="end"/>
          </w:r>
        </w:p>
      </w:tc>
      <w:tc>
        <w:tcPr>
          <w:tcW w:w="6634" w:type="dxa"/>
        </w:tcPr>
        <w:p w:rsidR="00DD5F46" w:rsidRDefault="00DD5F46">
          <w:pPr>
            <w:pStyle w:val="Footer"/>
            <w:rPr>
              <w:caps w:val="0"/>
            </w:rPr>
          </w:pPr>
        </w:p>
      </w:tc>
    </w:tr>
  </w:tbl>
  <w:p w:rsidR="00DD5F46" w:rsidRDefault="00DD5F46">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D5F46">
      <w:trPr>
        <w:trHeight w:hRule="exact" w:val="740"/>
      </w:trPr>
      <w:tc>
        <w:tcPr>
          <w:tcW w:w="6663" w:type="dxa"/>
        </w:tcPr>
        <w:p w:rsidR="00DD5F46" w:rsidRDefault="00DD5F46">
          <w:pPr>
            <w:pStyle w:val="Footer"/>
          </w:pPr>
        </w:p>
      </w:tc>
      <w:tc>
        <w:tcPr>
          <w:tcW w:w="1615" w:type="dxa"/>
          <w:tcBorders>
            <w:top w:val="single" w:sz="6" w:space="0" w:color="auto"/>
          </w:tcBorders>
        </w:tcPr>
        <w:p w:rsidR="00DD5F46" w:rsidRDefault="00884181">
          <w:pPr>
            <w:pStyle w:val="Footer"/>
            <w:rPr>
              <w:rStyle w:val="PageNumber"/>
              <w:b w:val="0"/>
            </w:rPr>
          </w:pPr>
          <w:fldSimple w:instr=" STYLEREF &quot;Heading 1&quot; \* MERGEFORMAT ">
            <w:r w:rsidR="00A04D62">
              <w:rPr>
                <w:noProof/>
              </w:rPr>
              <w:t>Glossary</w:t>
            </w:r>
          </w:fldSimple>
        </w:p>
      </w:tc>
      <w:tc>
        <w:tcPr>
          <w:tcW w:w="510" w:type="dxa"/>
          <w:tcBorders>
            <w:top w:val="single" w:sz="6" w:space="0" w:color="auto"/>
          </w:tcBorders>
        </w:tcPr>
        <w:p w:rsidR="00DD5F46" w:rsidRPr="00E15FDC" w:rsidRDefault="00DD5F46">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04D62">
            <w:rPr>
              <w:rStyle w:val="PageNumber"/>
              <w:caps w:val="0"/>
              <w:noProof/>
            </w:rPr>
            <w:t>xv</w:t>
          </w:r>
          <w:r w:rsidRPr="00E15FDC">
            <w:rPr>
              <w:rStyle w:val="PageNumber"/>
              <w:caps w:val="0"/>
              <w:noProof/>
            </w:rPr>
            <w:fldChar w:fldCharType="end"/>
          </w:r>
        </w:p>
      </w:tc>
    </w:tr>
  </w:tbl>
  <w:p w:rsidR="00DD5F46" w:rsidRDefault="00DD5F46"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F46" w:rsidRDefault="00DD5F46">
      <w:r>
        <w:separator/>
      </w:r>
    </w:p>
    <w:p w:rsidR="00DD5F46" w:rsidRDefault="00DD5F46"/>
    <w:p w:rsidR="00DD5F46" w:rsidRDefault="00DD5F46"/>
  </w:footnote>
  <w:footnote w:type="continuationSeparator" w:id="0">
    <w:p w:rsidR="00DD5F46" w:rsidRDefault="00DD5F46">
      <w:r>
        <w:continuationSeparator/>
      </w:r>
    </w:p>
    <w:p w:rsidR="00DD5F46" w:rsidRDefault="00DD5F46"/>
    <w:p w:rsidR="00DD5F46" w:rsidRDefault="00DD5F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D5F46">
      <w:tc>
        <w:tcPr>
          <w:tcW w:w="2155" w:type="dxa"/>
          <w:tcBorders>
            <w:top w:val="single" w:sz="24" w:space="0" w:color="auto"/>
          </w:tcBorders>
        </w:tcPr>
        <w:p w:rsidR="00DD5F46" w:rsidRDefault="00DD5F46">
          <w:pPr>
            <w:pStyle w:val="HeaderEven"/>
          </w:pPr>
        </w:p>
      </w:tc>
      <w:tc>
        <w:tcPr>
          <w:tcW w:w="6634" w:type="dxa"/>
          <w:tcBorders>
            <w:top w:val="single" w:sz="6" w:space="0" w:color="auto"/>
          </w:tcBorders>
        </w:tcPr>
        <w:p w:rsidR="00DD5F46" w:rsidRDefault="00DD5F46">
          <w:pPr>
            <w:pStyle w:val="HeaderEven"/>
          </w:pPr>
        </w:p>
      </w:tc>
    </w:tr>
  </w:tbl>
  <w:p w:rsidR="00DD5F46" w:rsidRDefault="00DD5F4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5F46">
      <w:tc>
        <w:tcPr>
          <w:tcW w:w="6634" w:type="dxa"/>
          <w:tcBorders>
            <w:top w:val="single" w:sz="6" w:space="0" w:color="auto"/>
          </w:tcBorders>
        </w:tcPr>
        <w:p w:rsidR="00DD5F46" w:rsidRDefault="00DD5F46">
          <w:pPr>
            <w:pStyle w:val="HeaderOdd"/>
          </w:pPr>
        </w:p>
      </w:tc>
      <w:tc>
        <w:tcPr>
          <w:tcW w:w="2155" w:type="dxa"/>
          <w:tcBorders>
            <w:top w:val="single" w:sz="24" w:space="0" w:color="auto"/>
          </w:tcBorders>
        </w:tcPr>
        <w:p w:rsidR="00DD5F46" w:rsidRDefault="00DD5F46">
          <w:pPr>
            <w:pStyle w:val="HeaderOdd"/>
          </w:pPr>
        </w:p>
      </w:tc>
    </w:tr>
  </w:tbl>
  <w:p w:rsidR="00DD5F46" w:rsidRDefault="00DD5F4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D5F46">
      <w:tc>
        <w:tcPr>
          <w:tcW w:w="2155" w:type="dxa"/>
          <w:tcBorders>
            <w:top w:val="single" w:sz="24" w:space="0" w:color="auto"/>
          </w:tcBorders>
        </w:tcPr>
        <w:p w:rsidR="00DD5F46" w:rsidRDefault="00DD5F46">
          <w:pPr>
            <w:pStyle w:val="Header"/>
          </w:pPr>
        </w:p>
      </w:tc>
      <w:tc>
        <w:tcPr>
          <w:tcW w:w="6634" w:type="dxa"/>
          <w:tcBorders>
            <w:top w:val="single" w:sz="6" w:space="0" w:color="auto"/>
          </w:tcBorders>
        </w:tcPr>
        <w:p w:rsidR="00DD5F46" w:rsidRDefault="00DD5F46">
          <w:pPr>
            <w:pStyle w:val="Header"/>
          </w:pPr>
        </w:p>
      </w:tc>
    </w:tr>
  </w:tbl>
  <w:p w:rsidR="00DD5F46" w:rsidRDefault="00DD5F4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5F46" w:rsidTr="005C68FE">
      <w:tc>
        <w:tcPr>
          <w:tcW w:w="6634" w:type="dxa"/>
          <w:tcBorders>
            <w:top w:val="single" w:sz="6" w:space="0" w:color="auto"/>
          </w:tcBorders>
        </w:tcPr>
        <w:p w:rsidR="00DD5F46" w:rsidRDefault="00DD5F46" w:rsidP="005C68FE">
          <w:pPr>
            <w:pStyle w:val="HeaderOdd"/>
          </w:pPr>
        </w:p>
      </w:tc>
      <w:tc>
        <w:tcPr>
          <w:tcW w:w="2155" w:type="dxa"/>
          <w:tcBorders>
            <w:top w:val="single" w:sz="24" w:space="0" w:color="auto"/>
          </w:tcBorders>
        </w:tcPr>
        <w:p w:rsidR="00DD5F46" w:rsidRDefault="00DD5F46" w:rsidP="005C68FE">
          <w:pPr>
            <w:pStyle w:val="HeaderOdd"/>
          </w:pPr>
        </w:p>
      </w:tc>
    </w:tr>
  </w:tbl>
  <w:p w:rsidR="00DD5F46" w:rsidRPr="005C68FE" w:rsidRDefault="00DD5F46"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D5F46" w:rsidTr="005C68FE">
      <w:tc>
        <w:tcPr>
          <w:tcW w:w="2155" w:type="dxa"/>
          <w:tcBorders>
            <w:top w:val="single" w:sz="24" w:space="0" w:color="auto"/>
          </w:tcBorders>
        </w:tcPr>
        <w:p w:rsidR="00DD5F46" w:rsidRDefault="00DD5F46" w:rsidP="005C68FE">
          <w:pPr>
            <w:pStyle w:val="HeaderEven"/>
          </w:pPr>
        </w:p>
      </w:tc>
      <w:tc>
        <w:tcPr>
          <w:tcW w:w="6634" w:type="dxa"/>
          <w:tcBorders>
            <w:top w:val="single" w:sz="6" w:space="0" w:color="auto"/>
          </w:tcBorders>
        </w:tcPr>
        <w:p w:rsidR="00DD5F46" w:rsidRDefault="00DD5F46" w:rsidP="005C68FE">
          <w:pPr>
            <w:pStyle w:val="HeaderEven"/>
          </w:pPr>
        </w:p>
      </w:tc>
    </w:tr>
  </w:tbl>
  <w:p w:rsidR="00DD5F46" w:rsidRDefault="00DD5F46"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5F46">
      <w:tc>
        <w:tcPr>
          <w:tcW w:w="6634" w:type="dxa"/>
          <w:tcBorders>
            <w:top w:val="single" w:sz="6" w:space="0" w:color="auto"/>
          </w:tcBorders>
        </w:tcPr>
        <w:p w:rsidR="00DD5F46" w:rsidRDefault="00DD5F46">
          <w:pPr>
            <w:pStyle w:val="HeaderOdd"/>
          </w:pPr>
        </w:p>
      </w:tc>
      <w:tc>
        <w:tcPr>
          <w:tcW w:w="2155" w:type="dxa"/>
          <w:tcBorders>
            <w:top w:val="single" w:sz="24" w:space="0" w:color="auto"/>
          </w:tcBorders>
        </w:tcPr>
        <w:p w:rsidR="00DD5F46" w:rsidRDefault="00DD5F46">
          <w:pPr>
            <w:pStyle w:val="HeaderOdd"/>
          </w:pPr>
        </w:p>
      </w:tc>
    </w:tr>
  </w:tbl>
  <w:p w:rsidR="00DD5F46" w:rsidRDefault="00DD5F46"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A32"/>
    <w:rsid w:val="00017AFC"/>
    <w:rsid w:val="00025878"/>
    <w:rsid w:val="00026B38"/>
    <w:rsid w:val="000502D3"/>
    <w:rsid w:val="000623BF"/>
    <w:rsid w:val="00071B53"/>
    <w:rsid w:val="00095EEA"/>
    <w:rsid w:val="00097C15"/>
    <w:rsid w:val="000B416E"/>
    <w:rsid w:val="000F185F"/>
    <w:rsid w:val="000F2F5F"/>
    <w:rsid w:val="00106041"/>
    <w:rsid w:val="0013399B"/>
    <w:rsid w:val="00181F4B"/>
    <w:rsid w:val="00192154"/>
    <w:rsid w:val="00196FB3"/>
    <w:rsid w:val="001A5071"/>
    <w:rsid w:val="001B4E73"/>
    <w:rsid w:val="001B7F1E"/>
    <w:rsid w:val="001D4B1F"/>
    <w:rsid w:val="001D6629"/>
    <w:rsid w:val="001F2270"/>
    <w:rsid w:val="00200B26"/>
    <w:rsid w:val="002022B2"/>
    <w:rsid w:val="00205A82"/>
    <w:rsid w:val="00211BEE"/>
    <w:rsid w:val="002179C6"/>
    <w:rsid w:val="00223C89"/>
    <w:rsid w:val="00261607"/>
    <w:rsid w:val="00264D3B"/>
    <w:rsid w:val="00265685"/>
    <w:rsid w:val="00273996"/>
    <w:rsid w:val="00281D5F"/>
    <w:rsid w:val="002923AD"/>
    <w:rsid w:val="00296592"/>
    <w:rsid w:val="002A0A4B"/>
    <w:rsid w:val="002B636E"/>
    <w:rsid w:val="002B64D6"/>
    <w:rsid w:val="002C12F5"/>
    <w:rsid w:val="002C6969"/>
    <w:rsid w:val="002D6FCE"/>
    <w:rsid w:val="002E28CE"/>
    <w:rsid w:val="003134E5"/>
    <w:rsid w:val="00314B7C"/>
    <w:rsid w:val="003505E3"/>
    <w:rsid w:val="003B1C19"/>
    <w:rsid w:val="003B41E0"/>
    <w:rsid w:val="003D624D"/>
    <w:rsid w:val="003E7802"/>
    <w:rsid w:val="00433C81"/>
    <w:rsid w:val="00446D6B"/>
    <w:rsid w:val="00457B3F"/>
    <w:rsid w:val="00463022"/>
    <w:rsid w:val="00481CF0"/>
    <w:rsid w:val="004B492A"/>
    <w:rsid w:val="004C0B0C"/>
    <w:rsid w:val="004C4C6D"/>
    <w:rsid w:val="004D3F17"/>
    <w:rsid w:val="004E52E2"/>
    <w:rsid w:val="004E6BB4"/>
    <w:rsid w:val="00515D43"/>
    <w:rsid w:val="0052544D"/>
    <w:rsid w:val="00534C56"/>
    <w:rsid w:val="00537E5A"/>
    <w:rsid w:val="00551FB8"/>
    <w:rsid w:val="00560F43"/>
    <w:rsid w:val="005654D0"/>
    <w:rsid w:val="0059393C"/>
    <w:rsid w:val="005B17AB"/>
    <w:rsid w:val="005C2F26"/>
    <w:rsid w:val="005C68FE"/>
    <w:rsid w:val="00602523"/>
    <w:rsid w:val="00604351"/>
    <w:rsid w:val="00607D8A"/>
    <w:rsid w:val="0061590F"/>
    <w:rsid w:val="00636497"/>
    <w:rsid w:val="00641AE2"/>
    <w:rsid w:val="00642AE1"/>
    <w:rsid w:val="0064456A"/>
    <w:rsid w:val="00650DDA"/>
    <w:rsid w:val="0065126A"/>
    <w:rsid w:val="006802D4"/>
    <w:rsid w:val="00683849"/>
    <w:rsid w:val="00691AB5"/>
    <w:rsid w:val="006E1E6B"/>
    <w:rsid w:val="006F0EAC"/>
    <w:rsid w:val="006F6A85"/>
    <w:rsid w:val="007002CF"/>
    <w:rsid w:val="0070328D"/>
    <w:rsid w:val="00731F96"/>
    <w:rsid w:val="00734127"/>
    <w:rsid w:val="00735FEA"/>
    <w:rsid w:val="00743460"/>
    <w:rsid w:val="00743A27"/>
    <w:rsid w:val="00753DC6"/>
    <w:rsid w:val="0075578C"/>
    <w:rsid w:val="00756ECB"/>
    <w:rsid w:val="007734B5"/>
    <w:rsid w:val="007809B8"/>
    <w:rsid w:val="007D7461"/>
    <w:rsid w:val="007F2664"/>
    <w:rsid w:val="007F7DC7"/>
    <w:rsid w:val="008149E0"/>
    <w:rsid w:val="008206EE"/>
    <w:rsid w:val="008214B1"/>
    <w:rsid w:val="00836ED7"/>
    <w:rsid w:val="008453AC"/>
    <w:rsid w:val="00860D09"/>
    <w:rsid w:val="00862044"/>
    <w:rsid w:val="00884181"/>
    <w:rsid w:val="008C305F"/>
    <w:rsid w:val="008C3AD2"/>
    <w:rsid w:val="008C7C3D"/>
    <w:rsid w:val="008D6F66"/>
    <w:rsid w:val="008E1BEA"/>
    <w:rsid w:val="008E43D2"/>
    <w:rsid w:val="008F04C9"/>
    <w:rsid w:val="008F7DB7"/>
    <w:rsid w:val="009064D3"/>
    <w:rsid w:val="0091337E"/>
    <w:rsid w:val="00915300"/>
    <w:rsid w:val="00933B0C"/>
    <w:rsid w:val="00935676"/>
    <w:rsid w:val="00981EDA"/>
    <w:rsid w:val="0098401D"/>
    <w:rsid w:val="009A789F"/>
    <w:rsid w:val="009B12EF"/>
    <w:rsid w:val="009B6185"/>
    <w:rsid w:val="009C0BFE"/>
    <w:rsid w:val="009E1E78"/>
    <w:rsid w:val="00A04D62"/>
    <w:rsid w:val="00A1597D"/>
    <w:rsid w:val="00A46989"/>
    <w:rsid w:val="00A71CE9"/>
    <w:rsid w:val="00A72A19"/>
    <w:rsid w:val="00A7467E"/>
    <w:rsid w:val="00A75A30"/>
    <w:rsid w:val="00A83F3A"/>
    <w:rsid w:val="00AB2A48"/>
    <w:rsid w:val="00AB58D2"/>
    <w:rsid w:val="00AC3236"/>
    <w:rsid w:val="00AD1079"/>
    <w:rsid w:val="00AD4874"/>
    <w:rsid w:val="00AE1F8A"/>
    <w:rsid w:val="00B036B2"/>
    <w:rsid w:val="00B153C3"/>
    <w:rsid w:val="00B22087"/>
    <w:rsid w:val="00B722F2"/>
    <w:rsid w:val="00B7631B"/>
    <w:rsid w:val="00B95339"/>
    <w:rsid w:val="00BA6ED4"/>
    <w:rsid w:val="00BB334E"/>
    <w:rsid w:val="00BB5DCF"/>
    <w:rsid w:val="00BC3116"/>
    <w:rsid w:val="00BD7572"/>
    <w:rsid w:val="00BF59EA"/>
    <w:rsid w:val="00BF79CD"/>
    <w:rsid w:val="00C0721B"/>
    <w:rsid w:val="00C13F52"/>
    <w:rsid w:val="00C20D93"/>
    <w:rsid w:val="00C34C8C"/>
    <w:rsid w:val="00C50792"/>
    <w:rsid w:val="00C55A45"/>
    <w:rsid w:val="00C80CB0"/>
    <w:rsid w:val="00C904D9"/>
    <w:rsid w:val="00C94C06"/>
    <w:rsid w:val="00CA48BF"/>
    <w:rsid w:val="00CB3ACC"/>
    <w:rsid w:val="00CB4745"/>
    <w:rsid w:val="00CD2163"/>
    <w:rsid w:val="00CD4FE7"/>
    <w:rsid w:val="00CE2F92"/>
    <w:rsid w:val="00CE5D96"/>
    <w:rsid w:val="00CE7344"/>
    <w:rsid w:val="00CF26EE"/>
    <w:rsid w:val="00D310F0"/>
    <w:rsid w:val="00D37AC2"/>
    <w:rsid w:val="00D42440"/>
    <w:rsid w:val="00D500A9"/>
    <w:rsid w:val="00D64121"/>
    <w:rsid w:val="00D7285E"/>
    <w:rsid w:val="00D732FE"/>
    <w:rsid w:val="00D772E9"/>
    <w:rsid w:val="00DA31AB"/>
    <w:rsid w:val="00DA3281"/>
    <w:rsid w:val="00DA5BE5"/>
    <w:rsid w:val="00DA6D3E"/>
    <w:rsid w:val="00DC02E8"/>
    <w:rsid w:val="00DC75C7"/>
    <w:rsid w:val="00DC78D3"/>
    <w:rsid w:val="00DD5F46"/>
    <w:rsid w:val="00DF4592"/>
    <w:rsid w:val="00E15FDC"/>
    <w:rsid w:val="00E264DC"/>
    <w:rsid w:val="00E2651B"/>
    <w:rsid w:val="00E6632E"/>
    <w:rsid w:val="00E70A32"/>
    <w:rsid w:val="00E70C3D"/>
    <w:rsid w:val="00E90CF2"/>
    <w:rsid w:val="00ED0F61"/>
    <w:rsid w:val="00EE73E1"/>
    <w:rsid w:val="00EF5384"/>
    <w:rsid w:val="00F008DB"/>
    <w:rsid w:val="00F12107"/>
    <w:rsid w:val="00F13165"/>
    <w:rsid w:val="00F4234E"/>
    <w:rsid w:val="00F50465"/>
    <w:rsid w:val="00F7477E"/>
    <w:rsid w:val="00F85393"/>
    <w:rsid w:val="00FA4A24"/>
    <w:rsid w:val="00FC41B4"/>
    <w:rsid w:val="00FC5A6B"/>
    <w:rsid w:val="00FD4728"/>
    <w:rsid w:val="00FF0EEE"/>
    <w:rsid w:val="00FF3186"/>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tabs>
        <w:tab w:val="clear" w:pos="360"/>
        <w:tab w:val="left" w:pos="340"/>
      </w:tabs>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table" w:styleId="TableGrid">
    <w:name w:val="Table Grid"/>
    <w:basedOn w:val="TableNormal"/>
    <w:rsid w:val="00E70A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70A32"/>
    <w:rPr>
      <w:caps/>
      <w:spacing w:val="-4"/>
      <w:sz w:val="16"/>
      <w:lang w:eastAsia="en-US"/>
    </w:rPr>
  </w:style>
  <w:style w:type="character" w:customStyle="1" w:styleId="Heading1Char">
    <w:name w:val="Heading 1 Char"/>
    <w:basedOn w:val="DefaultParagraphFont"/>
    <w:link w:val="Heading1"/>
    <w:rsid w:val="00E70A32"/>
    <w:rPr>
      <w:kern w:val="28"/>
      <w:sz w:val="52"/>
      <w:lang w:eastAsia="en-US"/>
    </w:rPr>
  </w:style>
  <w:style w:type="paragraph" w:customStyle="1" w:styleId="Bullet">
    <w:name w:val="Bullet"/>
    <w:basedOn w:val="Normal"/>
    <w:uiPriority w:val="99"/>
    <w:rsid w:val="00071B53"/>
    <w:pPr>
      <w:tabs>
        <w:tab w:val="num" w:pos="360"/>
      </w:tabs>
      <w:spacing w:after="240"/>
      <w:ind w:left="360" w:hanging="360"/>
    </w:pPr>
    <w:rPr>
      <w:sz w:val="24"/>
      <w:szCs w:val="24"/>
    </w:rPr>
  </w:style>
  <w:style w:type="character" w:styleId="Hyperlink">
    <w:name w:val="Hyperlink"/>
    <w:basedOn w:val="DefaultParagraphFont"/>
    <w:rsid w:val="003505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tabs>
        <w:tab w:val="clear" w:pos="360"/>
        <w:tab w:val="left" w:pos="340"/>
      </w:tabs>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table" w:styleId="TableGrid">
    <w:name w:val="Table Grid"/>
    <w:basedOn w:val="TableNormal"/>
    <w:rsid w:val="00E70A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E70A32"/>
    <w:rPr>
      <w:caps/>
      <w:spacing w:val="-4"/>
      <w:sz w:val="16"/>
      <w:lang w:eastAsia="en-US"/>
    </w:rPr>
  </w:style>
  <w:style w:type="character" w:customStyle="1" w:styleId="Heading1Char">
    <w:name w:val="Heading 1 Char"/>
    <w:basedOn w:val="DefaultParagraphFont"/>
    <w:link w:val="Heading1"/>
    <w:rsid w:val="00E70A32"/>
    <w:rPr>
      <w:kern w:val="28"/>
      <w:sz w:val="52"/>
      <w:lang w:eastAsia="en-US"/>
    </w:rPr>
  </w:style>
  <w:style w:type="paragraph" w:customStyle="1" w:styleId="Bullet">
    <w:name w:val="Bullet"/>
    <w:basedOn w:val="Normal"/>
    <w:uiPriority w:val="99"/>
    <w:rsid w:val="00071B53"/>
    <w:pPr>
      <w:tabs>
        <w:tab w:val="num" w:pos="360"/>
      </w:tabs>
      <w:spacing w:after="240"/>
      <w:ind w:left="360" w:hanging="360"/>
    </w:pPr>
    <w:rPr>
      <w:sz w:val="24"/>
      <w:szCs w:val="24"/>
    </w:rPr>
  </w:style>
  <w:style w:type="character" w:styleId="Hyperlink">
    <w:name w:val="Hyperlink"/>
    <w:basedOn w:val="DefaultParagraphFont"/>
    <w:rsid w:val="003505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169558145">
      <w:bodyDiv w:val="1"/>
      <w:marLeft w:val="0"/>
      <w:marRight w:val="0"/>
      <w:marTop w:val="0"/>
      <w:marBottom w:val="0"/>
      <w:divBdr>
        <w:top w:val="none" w:sz="0" w:space="0" w:color="auto"/>
        <w:left w:val="none" w:sz="0" w:space="0" w:color="auto"/>
        <w:bottom w:val="none" w:sz="0" w:space="0" w:color="auto"/>
        <w:right w:val="none" w:sz="0" w:space="0" w:color="auto"/>
      </w:divBdr>
      <w:divsChild>
        <w:div w:id="979307736">
          <w:marLeft w:val="2925"/>
          <w:marRight w:val="0"/>
          <w:marTop w:val="0"/>
          <w:marBottom w:val="0"/>
          <w:divBdr>
            <w:top w:val="none" w:sz="0" w:space="0" w:color="auto"/>
            <w:left w:val="none" w:sz="0" w:space="0" w:color="auto"/>
            <w:bottom w:val="none" w:sz="0" w:space="0" w:color="auto"/>
            <w:right w:val="none" w:sz="0" w:space="0" w:color="auto"/>
          </w:divBdr>
          <w:divsChild>
            <w:div w:id="742290151">
              <w:marLeft w:val="0"/>
              <w:marRight w:val="0"/>
              <w:marTop w:val="0"/>
              <w:marBottom w:val="0"/>
              <w:divBdr>
                <w:top w:val="none" w:sz="0" w:space="0" w:color="auto"/>
                <w:left w:val="none" w:sz="0" w:space="0" w:color="auto"/>
                <w:bottom w:val="none" w:sz="0" w:space="0" w:color="auto"/>
                <w:right w:val="none" w:sz="0" w:space="0" w:color="auto"/>
              </w:divBdr>
              <w:divsChild>
                <w:div w:id="2073043247">
                  <w:marLeft w:val="0"/>
                  <w:marRight w:val="0"/>
                  <w:marTop w:val="0"/>
                  <w:marBottom w:val="0"/>
                  <w:divBdr>
                    <w:top w:val="none" w:sz="0" w:space="0" w:color="auto"/>
                    <w:left w:val="none" w:sz="0" w:space="0" w:color="auto"/>
                    <w:bottom w:val="none" w:sz="0" w:space="0" w:color="auto"/>
                    <w:right w:val="none" w:sz="0" w:space="0" w:color="auto"/>
                  </w:divBdr>
                  <w:divsChild>
                    <w:div w:id="695154028">
                      <w:marLeft w:val="0"/>
                      <w:marRight w:val="0"/>
                      <w:marTop w:val="0"/>
                      <w:marBottom w:val="150"/>
                      <w:divBdr>
                        <w:top w:val="single" w:sz="12" w:space="15" w:color="EFFAE2"/>
                        <w:left w:val="single" w:sz="12" w:space="15" w:color="EFFAE2"/>
                        <w:bottom w:val="single" w:sz="12" w:space="15" w:color="EFFAE2"/>
                        <w:right w:val="single" w:sz="12" w:space="15" w:color="EFFAE2"/>
                      </w:divBdr>
                    </w:div>
                  </w:divsChild>
                </w:div>
              </w:divsChild>
            </w:div>
          </w:divsChild>
        </w:div>
      </w:divsChild>
    </w:div>
    <w:div w:id="1505122133">
      <w:bodyDiv w:val="1"/>
      <w:marLeft w:val="0"/>
      <w:marRight w:val="0"/>
      <w:marTop w:val="0"/>
      <w:marBottom w:val="0"/>
      <w:divBdr>
        <w:top w:val="none" w:sz="0" w:space="0" w:color="auto"/>
        <w:left w:val="none" w:sz="0" w:space="0" w:color="auto"/>
        <w:bottom w:val="none" w:sz="0" w:space="0" w:color="auto"/>
        <w:right w:val="none" w:sz="0" w:space="0" w:color="auto"/>
      </w:divBdr>
      <w:divsChild>
        <w:div w:id="334694506">
          <w:marLeft w:val="2925"/>
          <w:marRight w:val="0"/>
          <w:marTop w:val="0"/>
          <w:marBottom w:val="0"/>
          <w:divBdr>
            <w:top w:val="none" w:sz="0" w:space="0" w:color="auto"/>
            <w:left w:val="none" w:sz="0" w:space="0" w:color="auto"/>
            <w:bottom w:val="none" w:sz="0" w:space="0" w:color="auto"/>
            <w:right w:val="none" w:sz="0" w:space="0" w:color="auto"/>
          </w:divBdr>
          <w:divsChild>
            <w:div w:id="85538570">
              <w:marLeft w:val="0"/>
              <w:marRight w:val="0"/>
              <w:marTop w:val="0"/>
              <w:marBottom w:val="0"/>
              <w:divBdr>
                <w:top w:val="none" w:sz="0" w:space="0" w:color="auto"/>
                <w:left w:val="none" w:sz="0" w:space="0" w:color="auto"/>
                <w:bottom w:val="none" w:sz="0" w:space="0" w:color="auto"/>
                <w:right w:val="none" w:sz="0" w:space="0" w:color="auto"/>
              </w:divBdr>
              <w:divsChild>
                <w:div w:id="53434871">
                  <w:marLeft w:val="0"/>
                  <w:marRight w:val="0"/>
                  <w:marTop w:val="0"/>
                  <w:marBottom w:val="0"/>
                  <w:divBdr>
                    <w:top w:val="none" w:sz="0" w:space="0" w:color="auto"/>
                    <w:left w:val="none" w:sz="0" w:space="0" w:color="auto"/>
                    <w:bottom w:val="none" w:sz="0" w:space="0" w:color="auto"/>
                    <w:right w:val="none" w:sz="0" w:space="0" w:color="auto"/>
                  </w:divBdr>
                  <w:divsChild>
                    <w:div w:id="87584933">
                      <w:marLeft w:val="0"/>
                      <w:marRight w:val="0"/>
                      <w:marTop w:val="0"/>
                      <w:marBottom w:val="0"/>
                      <w:divBdr>
                        <w:top w:val="none" w:sz="0" w:space="0" w:color="auto"/>
                        <w:left w:val="none" w:sz="0" w:space="0" w:color="auto"/>
                        <w:bottom w:val="none" w:sz="0" w:space="0" w:color="auto"/>
                        <w:right w:val="none" w:sz="0" w:space="0" w:color="auto"/>
                      </w:divBdr>
                      <w:divsChild>
                        <w:div w:id="1590043037">
                          <w:marLeft w:val="75"/>
                          <w:marRight w:val="0"/>
                          <w:marTop w:val="0"/>
                          <w:marBottom w:val="0"/>
                          <w:divBdr>
                            <w:top w:val="none" w:sz="0" w:space="0" w:color="auto"/>
                            <w:left w:val="none" w:sz="0" w:space="0" w:color="auto"/>
                            <w:bottom w:val="none" w:sz="0" w:space="0" w:color="auto"/>
                            <w:right w:val="none" w:sz="0" w:space="0" w:color="auto"/>
                          </w:divBdr>
                          <w:divsChild>
                            <w:div w:id="204489151">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hyperlink" Target="mailto:patents@pc.gov.au" TargetMode="Externa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C4B38-B5C2-41B4-AB59-F60370E4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TotalTime>
  <Pages>16</Pages>
  <Words>2497</Words>
  <Characters>14745</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17208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Productivity Commission</cp:lastModifiedBy>
  <cp:revision>2</cp:revision>
  <cp:lastPrinted>2012-12-05T22:48:00Z</cp:lastPrinted>
  <dcterms:created xsi:type="dcterms:W3CDTF">2013-01-10T04:39:00Z</dcterms:created>
  <dcterms:modified xsi:type="dcterms:W3CDTF">2013-01-10T04:39:00Z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