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Pr="009125DB" w:rsidRDefault="00C54A38" w:rsidP="00C54A38">
      <w:pPr>
        <w:pStyle w:val="Chapter"/>
        <w:ind w:left="907" w:hanging="907"/>
        <w:rPr>
          <w:rFonts w:ascii="Times New Roman" w:hAnsi="Times New Roman" w:cs="Times New Roman"/>
        </w:rPr>
      </w:pPr>
      <w:bookmarkStart w:id="0" w:name="_AppendixNotByChapter"/>
      <w:bookmarkStart w:id="1" w:name="ChapterNumber"/>
      <w:bookmarkEnd w:id="0"/>
      <w:r w:rsidRPr="009125DB">
        <w:rPr>
          <w:rFonts w:ascii="Times New Roman" w:hAnsi="Times New Roman" w:cs="Times New Roman"/>
        </w:rPr>
        <w:t>B</w:t>
      </w:r>
      <w:bookmarkEnd w:id="1"/>
      <w:r w:rsidRPr="009125DB">
        <w:rPr>
          <w:rFonts w:ascii="Times New Roman" w:hAnsi="Times New Roman" w:cs="Times New Roman"/>
        </w:rPr>
        <w:tab/>
      </w:r>
      <w:bookmarkStart w:id="2" w:name="ChapterTitle"/>
      <w:r w:rsidRPr="009125DB">
        <w:rPr>
          <w:rFonts w:ascii="Times New Roman" w:hAnsi="Times New Roman" w:cs="Times New Roman"/>
        </w:rPr>
        <w:t>More detail on the patents system in Australia and comparable markets</w:t>
      </w:r>
      <w:bookmarkEnd w:id="2"/>
    </w:p>
    <w:p w:rsidR="0060474D" w:rsidRDefault="000D4A39" w:rsidP="0060474D">
      <w:pPr>
        <w:pStyle w:val="BodyText"/>
      </w:pPr>
      <w:bookmarkStart w:id="3" w:name="begin"/>
      <w:bookmarkEnd w:id="3"/>
      <w:r>
        <w:t xml:space="preserve">This appendix provides more detail on the patents system in Australia and comparable markets than is included in </w:t>
      </w:r>
      <w:r w:rsidR="0073444D">
        <w:t xml:space="preserve">the </w:t>
      </w:r>
      <w:r>
        <w:t>chapter</w:t>
      </w:r>
      <w:r w:rsidR="00463A93">
        <w:t xml:space="preserve">s </w:t>
      </w:r>
      <w:r w:rsidR="0073444D">
        <w:t>of</w:t>
      </w:r>
      <w:r w:rsidR="00463A93">
        <w:t xml:space="preserve"> this report</w:t>
      </w:r>
      <w:r>
        <w:t xml:space="preserve">. </w:t>
      </w:r>
      <w:r w:rsidR="00412C58">
        <w:t xml:space="preserve">Non-voluntary access arrangements </w:t>
      </w:r>
      <w:r w:rsidR="00DA60FD">
        <w:t xml:space="preserve">to patents </w:t>
      </w:r>
      <w:r w:rsidR="00412C58">
        <w:t xml:space="preserve">in comparable markets are discussed in appendix C. </w:t>
      </w:r>
    </w:p>
    <w:p w:rsidR="00C75159" w:rsidRDefault="00C75159" w:rsidP="00C75159">
      <w:pPr>
        <w:pStyle w:val="BodyText"/>
      </w:pPr>
      <w:r>
        <w:t>What constitutes a comparable market is a complex issue that depends on a range of factors, such as a country’s industrial structure, geography, form of government, and human and physical capital</w:t>
      </w:r>
      <w:r w:rsidR="00BC50DC">
        <w:t>, and the purpose of the analysis at hand</w:t>
      </w:r>
      <w:r>
        <w:t xml:space="preserve">. The fact that Australia </w:t>
      </w:r>
      <w:r w:rsidR="00BC50DC">
        <w:t xml:space="preserve">and many other countries </w:t>
      </w:r>
      <w:r>
        <w:t>grant the majority of patents to non</w:t>
      </w:r>
      <w:r w:rsidR="0001547A">
        <w:noBreakHyphen/>
      </w:r>
      <w:r>
        <w:t>residents is particularly relevant for this inquiry. For example, in 2010, 91</w:t>
      </w:r>
      <w:r w:rsidR="0001547A">
        <w:t> </w:t>
      </w:r>
      <w:r>
        <w:t>per</w:t>
      </w:r>
      <w:r w:rsidR="0001547A">
        <w:t> </w:t>
      </w:r>
      <w:r>
        <w:t>cent of patents granted in New Zealand and 90 </w:t>
      </w:r>
      <w:r w:rsidR="00CF3FD8">
        <w:t>per </w:t>
      </w:r>
      <w:r>
        <w:t>cent in Canada were to non</w:t>
      </w:r>
      <w:r>
        <w:noBreakHyphen/>
        <w:t>residents (WIPO 201</w:t>
      </w:r>
      <w:r w:rsidR="00967212">
        <w:t>2a</w:t>
      </w:r>
      <w:r>
        <w:t>). Australia’s status as a developed economy</w:t>
      </w:r>
      <w:r w:rsidRPr="007C1565">
        <w:t xml:space="preserve"> </w:t>
      </w:r>
      <w:r>
        <w:t>is also relevant, given the importance that places on attracting suppliers of advanced technologies. Hence, the United States is included in the comparison. Australia’s significant trading relationship with Asian countries, such as China, has been a further consideration.</w:t>
      </w:r>
    </w:p>
    <w:p w:rsidR="007D3606" w:rsidRDefault="00BF4300" w:rsidP="00120072">
      <w:pPr>
        <w:pStyle w:val="BodyText"/>
      </w:pPr>
      <w:r>
        <w:t xml:space="preserve">This appendix </w:t>
      </w:r>
      <w:r w:rsidR="007D3606">
        <w:t xml:space="preserve">has </w:t>
      </w:r>
      <w:r w:rsidR="004769F7">
        <w:t>three</w:t>
      </w:r>
      <w:r w:rsidR="007D3606">
        <w:t xml:space="preserve"> sections:</w:t>
      </w:r>
    </w:p>
    <w:p w:rsidR="00863F5F" w:rsidRDefault="00863F5F" w:rsidP="007D3606">
      <w:pPr>
        <w:pStyle w:val="ListBullet"/>
      </w:pPr>
      <w:r>
        <w:t>features of the patent</w:t>
      </w:r>
      <w:r w:rsidR="007B7185">
        <w:t>s</w:t>
      </w:r>
      <w:r>
        <w:t xml:space="preserve"> system in Australia and comparable markets</w:t>
      </w:r>
    </w:p>
    <w:p w:rsidR="007D3606" w:rsidRDefault="007D3606" w:rsidP="007D3606">
      <w:pPr>
        <w:pStyle w:val="ListBullet"/>
      </w:pPr>
      <w:r>
        <w:t>measures of patent strength and quality</w:t>
      </w:r>
    </w:p>
    <w:p w:rsidR="007D3606" w:rsidRDefault="007D3606" w:rsidP="007D3606">
      <w:pPr>
        <w:pStyle w:val="ListBullet"/>
      </w:pPr>
      <w:r>
        <w:t>reforms of patent</w:t>
      </w:r>
      <w:r w:rsidR="007B7185">
        <w:t>s</w:t>
      </w:r>
      <w:r>
        <w:t xml:space="preserve"> systems.</w:t>
      </w:r>
    </w:p>
    <w:p w:rsidR="000D4A39" w:rsidRDefault="00A356F8" w:rsidP="002A5AE2">
      <w:pPr>
        <w:pStyle w:val="Heading2"/>
      </w:pPr>
      <w:r>
        <w:t>B.1</w:t>
      </w:r>
      <w:r>
        <w:tab/>
      </w:r>
      <w:r w:rsidR="00D14D99">
        <w:t xml:space="preserve">Features of </w:t>
      </w:r>
      <w:r w:rsidR="00863F5F">
        <w:t>the</w:t>
      </w:r>
      <w:r w:rsidR="00D14D99">
        <w:t xml:space="preserve"> patent</w:t>
      </w:r>
      <w:r w:rsidR="007B7185">
        <w:t>s</w:t>
      </w:r>
      <w:r w:rsidR="00D14D99">
        <w:t xml:space="preserve"> system in Australia and comparable markets</w:t>
      </w:r>
    </w:p>
    <w:p w:rsidR="00D05BEA" w:rsidRPr="007658E8" w:rsidRDefault="007658E8" w:rsidP="00EE1660">
      <w:pPr>
        <w:pStyle w:val="BodyText"/>
        <w:rPr>
          <w:lang w:eastAsia="en-US"/>
        </w:rPr>
      </w:pPr>
      <w:r w:rsidRPr="007658E8">
        <w:rPr>
          <w:lang w:eastAsia="en-US"/>
        </w:rPr>
        <w:t xml:space="preserve">This section discusses key features of patents systems including the patent application </w:t>
      </w:r>
      <w:r w:rsidR="004B68FA">
        <w:rPr>
          <w:lang w:eastAsia="en-US"/>
        </w:rPr>
        <w:t xml:space="preserve">process </w:t>
      </w:r>
      <w:r w:rsidRPr="007658E8">
        <w:rPr>
          <w:lang w:eastAsia="en-US"/>
        </w:rPr>
        <w:t xml:space="preserve">in Australia and comparable markets. </w:t>
      </w:r>
    </w:p>
    <w:p w:rsidR="00863F5F" w:rsidRPr="00B02603" w:rsidRDefault="00863F5F" w:rsidP="00B02603">
      <w:pPr>
        <w:pStyle w:val="Heading3"/>
      </w:pPr>
      <w:r w:rsidRPr="00B02603">
        <w:lastRenderedPageBreak/>
        <w:t>Patentability criteria</w:t>
      </w:r>
    </w:p>
    <w:p w:rsidR="00863F5F" w:rsidRDefault="00863F5F" w:rsidP="00863F5F">
      <w:pPr>
        <w:pStyle w:val="BodyText"/>
        <w:rPr>
          <w:lang w:eastAsia="en-US"/>
        </w:rPr>
      </w:pPr>
      <w:r>
        <w:rPr>
          <w:lang w:eastAsia="en-US"/>
        </w:rPr>
        <w:t>Patent</w:t>
      </w:r>
      <w:r w:rsidR="007B7185">
        <w:rPr>
          <w:lang w:eastAsia="en-US"/>
        </w:rPr>
        <w:t>s</w:t>
      </w:r>
      <w:r>
        <w:rPr>
          <w:lang w:eastAsia="en-US"/>
        </w:rPr>
        <w:t xml:space="preserve"> systems, and patentability criteria, are influenced and constrained by international agreements. Almost all countries in the world, and all developed countries, are signat</w:t>
      </w:r>
      <w:r w:rsidR="00E34AB4">
        <w:rPr>
          <w:lang w:eastAsia="en-US"/>
        </w:rPr>
        <w:t>ories</w:t>
      </w:r>
      <w:r>
        <w:rPr>
          <w:lang w:eastAsia="en-US"/>
        </w:rPr>
        <w:t xml:space="preserve"> to the</w:t>
      </w:r>
      <w:r w:rsidR="00745121">
        <w:rPr>
          <w:lang w:eastAsia="en-US"/>
        </w:rPr>
        <w:t xml:space="preserve"> agreement on T</w:t>
      </w:r>
      <w:r>
        <w:rPr>
          <w:lang w:eastAsia="en-US"/>
        </w:rPr>
        <w:t>rade-Related Aspects of Intellectual Property Rights</w:t>
      </w:r>
      <w:r w:rsidR="00745121">
        <w:rPr>
          <w:lang w:eastAsia="en-US"/>
        </w:rPr>
        <w:t xml:space="preserve"> (TRIPS agreement</w:t>
      </w:r>
      <w:r>
        <w:rPr>
          <w:lang w:eastAsia="en-US"/>
        </w:rPr>
        <w:t>)</w:t>
      </w:r>
      <w:r w:rsidR="00844017">
        <w:rPr>
          <w:lang w:eastAsia="en-US"/>
        </w:rPr>
        <w:t>,</w:t>
      </w:r>
      <w:r>
        <w:rPr>
          <w:lang w:eastAsia="en-US"/>
        </w:rPr>
        <w:t xml:space="preserve"> which </w:t>
      </w:r>
      <w:r w:rsidR="00415510">
        <w:rPr>
          <w:lang w:eastAsia="en-US"/>
        </w:rPr>
        <w:t>is one of the key international</w:t>
      </w:r>
      <w:r w:rsidR="00DA1A86">
        <w:rPr>
          <w:lang w:eastAsia="en-US"/>
        </w:rPr>
        <w:t xml:space="preserve"> intellectual property</w:t>
      </w:r>
      <w:r w:rsidR="00415510">
        <w:rPr>
          <w:lang w:eastAsia="en-US"/>
        </w:rPr>
        <w:t xml:space="preserve"> </w:t>
      </w:r>
      <w:r w:rsidR="00DA1A86">
        <w:rPr>
          <w:lang w:eastAsia="en-US"/>
        </w:rPr>
        <w:t>(</w:t>
      </w:r>
      <w:r w:rsidR="00415510">
        <w:rPr>
          <w:lang w:eastAsia="en-US"/>
        </w:rPr>
        <w:t>IP</w:t>
      </w:r>
      <w:r w:rsidR="00DA1A86">
        <w:rPr>
          <w:lang w:eastAsia="en-US"/>
        </w:rPr>
        <w:t>)</w:t>
      </w:r>
      <w:r w:rsidR="00415510">
        <w:rPr>
          <w:lang w:eastAsia="en-US"/>
        </w:rPr>
        <w:t xml:space="preserve"> agreements. It </w:t>
      </w:r>
      <w:r>
        <w:rPr>
          <w:lang w:eastAsia="en-US"/>
        </w:rPr>
        <w:t xml:space="preserve">was </w:t>
      </w:r>
      <w:r w:rsidR="00422687">
        <w:rPr>
          <w:lang w:eastAsia="en-US"/>
        </w:rPr>
        <w:t xml:space="preserve">negotiated and came into force </w:t>
      </w:r>
      <w:r>
        <w:rPr>
          <w:lang w:eastAsia="en-US"/>
        </w:rPr>
        <w:t xml:space="preserve">in the 1990s. Article 27 of the TRIPS </w:t>
      </w:r>
      <w:r w:rsidR="00745121">
        <w:rPr>
          <w:lang w:eastAsia="en-US"/>
        </w:rPr>
        <w:t>a</w:t>
      </w:r>
      <w:r>
        <w:rPr>
          <w:lang w:eastAsia="en-US"/>
        </w:rPr>
        <w:t xml:space="preserve">greement states: </w:t>
      </w:r>
    </w:p>
    <w:p w:rsidR="00863F5F" w:rsidRDefault="00863F5F" w:rsidP="00863F5F">
      <w:pPr>
        <w:pStyle w:val="Quote"/>
      </w:pPr>
      <w:r>
        <w:t>[subject to certain allowable exclusions] patents shall be available for any inventions, whether products or processes, in all fields of technology, provided that they are new, involve an inventive step and are capable of industrial application.</w:t>
      </w:r>
    </w:p>
    <w:p w:rsidR="00EE1660" w:rsidRPr="00787F2C" w:rsidRDefault="004769F7" w:rsidP="00EE1660">
      <w:pPr>
        <w:pStyle w:val="BodyText"/>
      </w:pPr>
      <w:r>
        <w:t xml:space="preserve">In patents systems internationally, patents are made available for inventions </w:t>
      </w:r>
      <w:r w:rsidR="004B68FA">
        <w:t xml:space="preserve">in all fields of technology. Patents tend not to be available </w:t>
      </w:r>
      <w:r>
        <w:t>for discoveries, although the distinction between an invention and a discovery is not always clear. As a result, abstract i</w:t>
      </w:r>
      <w:r w:rsidRPr="00787F2C">
        <w:t xml:space="preserve">deas, natural phenomena and laws of nature </w:t>
      </w:r>
      <w:r w:rsidR="004B68FA" w:rsidRPr="00787F2C">
        <w:t xml:space="preserve">are usually </w:t>
      </w:r>
      <w:r w:rsidRPr="00787F2C">
        <w:t xml:space="preserve">excluded from patentability. </w:t>
      </w:r>
      <w:r w:rsidR="00EE1660" w:rsidRPr="00787F2C">
        <w:t xml:space="preserve">Patentability criteria in Australia </w:t>
      </w:r>
      <w:r w:rsidR="00863F5F" w:rsidRPr="00787F2C">
        <w:t>are</w:t>
      </w:r>
      <w:r w:rsidR="00EE1660" w:rsidRPr="00787F2C">
        <w:t xml:space="preserve"> outlined in box B.1.</w:t>
      </w:r>
    </w:p>
    <w:p w:rsidR="00EE1660" w:rsidRDefault="00EE1660" w:rsidP="00EE1660">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E1660" w:rsidTr="00EE1660">
        <w:tc>
          <w:tcPr>
            <w:tcW w:w="8771" w:type="dxa"/>
            <w:tcBorders>
              <w:top w:val="single" w:sz="6" w:space="0" w:color="auto"/>
              <w:bottom w:val="nil"/>
            </w:tcBorders>
          </w:tcPr>
          <w:p w:rsidR="00EE1660" w:rsidRDefault="00EE1660" w:rsidP="00EE1660">
            <w:pPr>
              <w:pStyle w:val="BoxTitle"/>
            </w:pPr>
            <w:r>
              <w:rPr>
                <w:b w:val="0"/>
              </w:rPr>
              <w:t xml:space="preserve">Box </w:t>
            </w:r>
            <w:r w:rsidR="00794E05">
              <w:rPr>
                <w:b w:val="0"/>
              </w:rPr>
              <w:fldChar w:fldCharType="begin"/>
            </w:r>
            <w:r>
              <w:rPr>
                <w:b w:val="0"/>
              </w:rPr>
              <w:instrText xml:space="preserve"> COMMENTS  \* MERGEFORMAT </w:instrText>
            </w:r>
            <w:r w:rsidR="00794E05">
              <w:rPr>
                <w:b w:val="0"/>
              </w:rPr>
              <w:fldChar w:fldCharType="separate"/>
            </w:r>
            <w:proofErr w:type="spellStart"/>
            <w:r w:rsidR="00C54A38">
              <w:rPr>
                <w:b w:val="0"/>
              </w:rPr>
              <w:t>B.</w:t>
            </w:r>
            <w:r w:rsidR="00794E05">
              <w:rPr>
                <w:b w:val="0"/>
              </w:rPr>
              <w:fldChar w:fldCharType="end"/>
            </w:r>
            <w:r w:rsidR="00794E05">
              <w:rPr>
                <w:b w:val="0"/>
              </w:rPr>
              <w:fldChar w:fldCharType="begin"/>
            </w:r>
            <w:r>
              <w:rPr>
                <w:b w:val="0"/>
              </w:rPr>
              <w:instrText xml:space="preserve"> SEQ Box \* ARABIC </w:instrText>
            </w:r>
            <w:r w:rsidR="00794E05">
              <w:rPr>
                <w:b w:val="0"/>
              </w:rPr>
              <w:fldChar w:fldCharType="separate"/>
            </w:r>
            <w:r w:rsidR="00862ED1">
              <w:rPr>
                <w:b w:val="0"/>
                <w:noProof/>
              </w:rPr>
              <w:t>1</w:t>
            </w:r>
            <w:proofErr w:type="spellEnd"/>
            <w:r w:rsidR="00794E05">
              <w:rPr>
                <w:b w:val="0"/>
              </w:rPr>
              <w:fldChar w:fldCharType="end"/>
            </w:r>
            <w:r>
              <w:tab/>
              <w:t>Patentability criteria</w:t>
            </w:r>
          </w:p>
        </w:tc>
      </w:tr>
      <w:tr w:rsidR="00EE1660" w:rsidTr="00E15E42">
        <w:trPr>
          <w:cantSplit/>
        </w:trPr>
        <w:tc>
          <w:tcPr>
            <w:tcW w:w="8771" w:type="dxa"/>
            <w:tcBorders>
              <w:top w:val="nil"/>
              <w:left w:val="single" w:sz="6" w:space="0" w:color="auto"/>
              <w:bottom w:val="nil"/>
              <w:right w:val="single" w:sz="6" w:space="0" w:color="auto"/>
            </w:tcBorders>
          </w:tcPr>
          <w:p w:rsidR="00EE1660" w:rsidRDefault="00EE1660" w:rsidP="00EE1660">
            <w:pPr>
              <w:pStyle w:val="Box"/>
            </w:pPr>
            <w:r>
              <w:t xml:space="preserve">Under the </w:t>
            </w:r>
            <w:r w:rsidRPr="00C54A38">
              <w:rPr>
                <w:i/>
              </w:rPr>
              <w:t>Patents Act 1990</w:t>
            </w:r>
            <w:r>
              <w:t xml:space="preserve"> (Cwlth), an invention is eligible for a patent if it:</w:t>
            </w:r>
          </w:p>
          <w:p w:rsidR="00EE1660" w:rsidRDefault="00EE1660" w:rsidP="00EE1660">
            <w:pPr>
              <w:pStyle w:val="BoxListBullet"/>
              <w:spacing w:before="120"/>
            </w:pPr>
            <w:r>
              <w:t>is a ‘manner of manufacture’, such that the invention must relate to an ‘artificial state of affairs</w:t>
            </w:r>
            <w:r w:rsidR="00703D72">
              <w:t>’</w:t>
            </w:r>
            <w:r>
              <w:t>, that is a product, process or method that arises through a form of human intervention with nature to bring about some physical change</w:t>
            </w:r>
          </w:p>
          <w:p w:rsidR="00EE1660" w:rsidRDefault="00EE1660" w:rsidP="00EE1660">
            <w:pPr>
              <w:pStyle w:val="BoxListBullet"/>
              <w:spacing w:before="120"/>
            </w:pPr>
            <w:r>
              <w:t>is novel, such that the invention has not been publicly disclosed in any form, anywhere in the world (for example, published patent specifications, textbooks, technical journals and internet sites) or sold or used in a public area</w:t>
            </w:r>
          </w:p>
          <w:p w:rsidR="00EE1660" w:rsidRDefault="00EE1660" w:rsidP="00EE1660">
            <w:pPr>
              <w:pStyle w:val="BoxListBullet"/>
              <w:spacing w:before="120"/>
            </w:pPr>
            <w:r>
              <w:t>is an inventive step for a standard patent, such that the invention is not obvious to someone with knowledge and experience in the technological field of the invention</w:t>
            </w:r>
          </w:p>
          <w:p w:rsidR="00EE1660" w:rsidRDefault="00EE1660" w:rsidP="00EE1660">
            <w:pPr>
              <w:pStyle w:val="BoxListBullet"/>
              <w:spacing w:before="120"/>
            </w:pPr>
            <w:r>
              <w:t>is an innovative step for an innovation patent such that there must be a difference between the invention and what is known about that technology, and this difference must make a substantial contribution to the working of the invention</w:t>
            </w:r>
          </w:p>
          <w:p w:rsidR="00EE1660" w:rsidRDefault="00EE1660" w:rsidP="00EE1660">
            <w:pPr>
              <w:pStyle w:val="BoxListBullet"/>
              <w:spacing w:before="120"/>
            </w:pPr>
            <w:r>
              <w:t>is useful, such that the invention must have a specific, substantial and credible use and must be capable of achieving the result that the patentee claims it can achieve</w:t>
            </w:r>
          </w:p>
          <w:p w:rsidR="00EE1660" w:rsidRDefault="00EE1660" w:rsidP="00EE1660">
            <w:pPr>
              <w:pStyle w:val="BoxListBullet"/>
              <w:spacing w:before="120"/>
            </w:pPr>
            <w:r>
              <w:t>is sufficiently well disclosed or described</w:t>
            </w:r>
          </w:p>
          <w:p w:rsidR="00EE1660" w:rsidRDefault="00EE1660" w:rsidP="00C54A38">
            <w:pPr>
              <w:pStyle w:val="BoxListBullet"/>
              <w:spacing w:before="120"/>
            </w:pPr>
            <w:r>
              <w:t xml:space="preserve">is not the subject of </w:t>
            </w:r>
            <w:r w:rsidR="00C54A38">
              <w:t>a specific exclusion in the Patents Act</w:t>
            </w:r>
            <w:r>
              <w:t>.</w:t>
            </w:r>
          </w:p>
        </w:tc>
      </w:tr>
      <w:tr w:rsidR="00EE1660" w:rsidTr="00E15E42">
        <w:trPr>
          <w:cantSplit/>
        </w:trPr>
        <w:tc>
          <w:tcPr>
            <w:tcW w:w="8771" w:type="dxa"/>
            <w:tcBorders>
              <w:top w:val="nil"/>
              <w:left w:val="single" w:sz="6" w:space="0" w:color="auto"/>
              <w:bottom w:val="single" w:sz="6" w:space="0" w:color="auto"/>
              <w:right w:val="single" w:sz="6" w:space="0" w:color="auto"/>
            </w:tcBorders>
          </w:tcPr>
          <w:p w:rsidR="00EE1660" w:rsidRDefault="00EE1660" w:rsidP="00CF3FD8">
            <w:pPr>
              <w:pStyle w:val="BoxSource"/>
            </w:pPr>
            <w:r>
              <w:rPr>
                <w:i/>
              </w:rPr>
              <w:t>Source</w:t>
            </w:r>
            <w:r w:rsidRPr="00167F06">
              <w:t xml:space="preserve">: </w:t>
            </w:r>
            <w:r>
              <w:t>IP Australia (</w:t>
            </w:r>
            <w:r w:rsidR="00967212">
              <w:t>nd</w:t>
            </w:r>
            <w:r>
              <w:t>a).</w:t>
            </w:r>
          </w:p>
        </w:tc>
      </w:tr>
      <w:tr w:rsidR="00EE1660" w:rsidTr="00E15E42">
        <w:tc>
          <w:tcPr>
            <w:tcW w:w="8771" w:type="dxa"/>
            <w:tcBorders>
              <w:top w:val="single" w:sz="6" w:space="0" w:color="auto"/>
              <w:left w:val="nil"/>
              <w:bottom w:val="nil"/>
              <w:right w:val="nil"/>
            </w:tcBorders>
          </w:tcPr>
          <w:p w:rsidR="00EE1660" w:rsidRDefault="00EE1660" w:rsidP="00EE1660">
            <w:pPr>
              <w:pStyle w:val="Box"/>
              <w:keepNext w:val="0"/>
              <w:spacing w:before="60" w:after="60" w:line="80" w:lineRule="exact"/>
              <w:rPr>
                <w:b/>
                <w:color w:val="FF00FF"/>
                <w:sz w:val="14"/>
              </w:rPr>
            </w:pPr>
          </w:p>
        </w:tc>
      </w:tr>
    </w:tbl>
    <w:p w:rsidR="00863F5F" w:rsidRDefault="00422687" w:rsidP="00863F5F">
      <w:pPr>
        <w:pStyle w:val="BodyText"/>
      </w:pPr>
      <w:r>
        <w:t xml:space="preserve">Patentability criteria are similar in comparable markets. </w:t>
      </w:r>
      <w:r w:rsidR="00863F5F">
        <w:t xml:space="preserve">As part of its study into patentable subject matter, the Australian Council on Intellectual Property </w:t>
      </w:r>
      <w:r w:rsidR="00863F5F">
        <w:lastRenderedPageBreak/>
        <w:t>(ACIP</w:t>
      </w:r>
      <w:r w:rsidR="003967E1">
        <w:t> </w:t>
      </w:r>
      <w:r w:rsidR="00863F5F">
        <w:t>2010</w:t>
      </w:r>
      <w:r w:rsidR="003967E1">
        <w:t>c</w:t>
      </w:r>
      <w:r w:rsidR="00863F5F">
        <w:t>) examined international definitions of inventions. ACIP noted that New Zealand’s patent laws</w:t>
      </w:r>
      <w:r w:rsidR="004769F7">
        <w:t>,</w:t>
      </w:r>
      <w:r w:rsidR="00863F5F">
        <w:t xml:space="preserve"> like Australia’s</w:t>
      </w:r>
      <w:r w:rsidR="004769F7">
        <w:t>,</w:t>
      </w:r>
      <w:r w:rsidR="00863F5F">
        <w:t xml:space="preserve"> included a ‘manner of manufacture’ test, linked to the </w:t>
      </w:r>
      <w:r w:rsidR="00863F5F">
        <w:rPr>
          <w:i/>
        </w:rPr>
        <w:t>Statute of Monopolies 1623</w:t>
      </w:r>
      <w:r w:rsidR="00863F5F">
        <w:t xml:space="preserve">. Patent laws in other countries were not directly linked to this statute, but include similar tests and language. </w:t>
      </w:r>
      <w:r w:rsidR="004B68FA">
        <w:t>Table B.1 presents language on p</w:t>
      </w:r>
      <w:r w:rsidR="004769F7">
        <w:t>atentable subject matter from patents legislation</w:t>
      </w:r>
      <w:r w:rsidR="004B68FA">
        <w:t xml:space="preserve"> worldwide.</w:t>
      </w:r>
      <w:r w:rsidR="004769F7">
        <w:t xml:space="preserve"> </w:t>
      </w:r>
    </w:p>
    <w:p w:rsidR="00863F5F" w:rsidRDefault="00ED2745" w:rsidP="00863F5F">
      <w:pPr>
        <w:pStyle w:val="TableTitle"/>
      </w:pPr>
      <w:r>
        <w:rPr>
          <w:b w:val="0"/>
        </w:rPr>
        <w:t xml:space="preserve">Table </w:t>
      </w:r>
      <w:r w:rsidR="007D5E45">
        <w:fldChar w:fldCharType="begin"/>
      </w:r>
      <w:r w:rsidR="007D5E45">
        <w:instrText xml:space="preserve"> COMMENTS  \* MERGEFORMAT </w:instrText>
      </w:r>
      <w:r w:rsidR="007D5E45">
        <w:fldChar w:fldCharType="separate"/>
      </w:r>
      <w:r w:rsidR="00AB1E33" w:rsidRPr="00AB1E33">
        <w:rPr>
          <w:b w:val="0"/>
        </w:rPr>
        <w:t>B.</w:t>
      </w:r>
      <w:r w:rsidR="007D5E45">
        <w:rPr>
          <w:b w:val="0"/>
        </w:rPr>
        <w:fldChar w:fldCharType="end"/>
      </w:r>
      <w:r w:rsidR="00794E05">
        <w:rPr>
          <w:b w:val="0"/>
        </w:rPr>
        <w:fldChar w:fldCharType="begin"/>
      </w:r>
      <w:r>
        <w:rPr>
          <w:b w:val="0"/>
        </w:rPr>
        <w:instrText xml:space="preserve"> SEQ Table \* ARABIC </w:instrText>
      </w:r>
      <w:r w:rsidR="00794E05">
        <w:rPr>
          <w:b w:val="0"/>
        </w:rPr>
        <w:fldChar w:fldCharType="separate"/>
      </w:r>
      <w:r w:rsidR="00862ED1">
        <w:rPr>
          <w:b w:val="0"/>
          <w:noProof/>
        </w:rPr>
        <w:t>1</w:t>
      </w:r>
      <w:r w:rsidR="00794E05">
        <w:rPr>
          <w:b w:val="0"/>
        </w:rPr>
        <w:fldChar w:fldCharType="end"/>
      </w:r>
      <w:r>
        <w:tab/>
      </w:r>
      <w:r w:rsidR="00863F5F">
        <w:t>Patentable subject matter</w:t>
      </w:r>
    </w:p>
    <w:tbl>
      <w:tblPr>
        <w:tblW w:w="5000" w:type="pct"/>
        <w:tblCellMar>
          <w:left w:w="0" w:type="dxa"/>
          <w:right w:w="0" w:type="dxa"/>
        </w:tblCellMar>
        <w:tblLook w:val="0000" w:firstRow="0" w:lastRow="0" w:firstColumn="0" w:lastColumn="0" w:noHBand="0" w:noVBand="0"/>
      </w:tblPr>
      <w:tblGrid>
        <w:gridCol w:w="1985"/>
        <w:gridCol w:w="6804"/>
      </w:tblGrid>
      <w:tr w:rsidR="00863F5F" w:rsidTr="00FF6339">
        <w:tc>
          <w:tcPr>
            <w:tcW w:w="1129" w:type="pct"/>
            <w:tcBorders>
              <w:top w:val="single" w:sz="6" w:space="0" w:color="auto"/>
              <w:bottom w:val="single" w:sz="6" w:space="0" w:color="auto"/>
            </w:tcBorders>
            <w:shd w:val="clear" w:color="auto" w:fill="auto"/>
          </w:tcPr>
          <w:p w:rsidR="00863F5F" w:rsidRDefault="00863F5F" w:rsidP="004769F7">
            <w:pPr>
              <w:pStyle w:val="TableColumnHeading"/>
              <w:jc w:val="left"/>
            </w:pPr>
            <w:r>
              <w:t>Country</w:t>
            </w:r>
          </w:p>
        </w:tc>
        <w:tc>
          <w:tcPr>
            <w:tcW w:w="3871" w:type="pct"/>
            <w:tcBorders>
              <w:top w:val="single" w:sz="6" w:space="0" w:color="auto"/>
              <w:bottom w:val="single" w:sz="6" w:space="0" w:color="auto"/>
            </w:tcBorders>
            <w:shd w:val="clear" w:color="auto" w:fill="auto"/>
          </w:tcPr>
          <w:p w:rsidR="00863F5F" w:rsidRDefault="009C32D0" w:rsidP="004769F7">
            <w:pPr>
              <w:pStyle w:val="TableColumnHeading"/>
              <w:ind w:right="28"/>
              <w:jc w:val="left"/>
            </w:pPr>
            <w:r>
              <w:t>L</w:t>
            </w:r>
            <w:r w:rsidR="00444DCE">
              <w:t>anguage on patentability</w:t>
            </w:r>
          </w:p>
        </w:tc>
      </w:tr>
      <w:tr w:rsidR="00863F5F" w:rsidTr="00FF6339">
        <w:tc>
          <w:tcPr>
            <w:tcW w:w="1129" w:type="pct"/>
            <w:tcBorders>
              <w:top w:val="single" w:sz="6" w:space="0" w:color="auto"/>
            </w:tcBorders>
          </w:tcPr>
          <w:p w:rsidR="00863F5F" w:rsidRDefault="00863F5F" w:rsidP="004769F7">
            <w:pPr>
              <w:pStyle w:val="TableUnitsRow"/>
              <w:jc w:val="left"/>
            </w:pPr>
            <w:r>
              <w:t>Australia</w:t>
            </w:r>
          </w:p>
        </w:tc>
        <w:tc>
          <w:tcPr>
            <w:tcW w:w="3871" w:type="pct"/>
            <w:tcBorders>
              <w:top w:val="single" w:sz="6" w:space="0" w:color="auto"/>
            </w:tcBorders>
          </w:tcPr>
          <w:p w:rsidR="00863F5F" w:rsidRPr="00A3692D" w:rsidRDefault="00A3692D" w:rsidP="008A29CB">
            <w:pPr>
              <w:pStyle w:val="TableBodyText"/>
              <w:spacing w:before="80" w:after="80"/>
              <w:jc w:val="left"/>
            </w:pPr>
            <w:r>
              <w:t>‘</w:t>
            </w:r>
            <w:r w:rsidR="00C3533B">
              <w:t>[An]</w:t>
            </w:r>
            <w:r>
              <w:t xml:space="preserve"> invention is a patentable invention</w:t>
            </w:r>
            <w:r w:rsidR="008A29CB">
              <w:t> </w:t>
            </w:r>
            <w:r>
              <w:t>…</w:t>
            </w:r>
            <w:r w:rsidR="008A29CB">
              <w:t> </w:t>
            </w:r>
            <w:r>
              <w:t>if the invention</w:t>
            </w:r>
            <w:r w:rsidR="008A29CB">
              <w:t> </w:t>
            </w:r>
            <w:r>
              <w:t>…</w:t>
            </w:r>
            <w:r w:rsidR="008A29CB">
              <w:t> </w:t>
            </w:r>
            <w:r>
              <w:t>is a manner of manufacture</w:t>
            </w:r>
            <w:r w:rsidR="008A29CB">
              <w:t> </w:t>
            </w:r>
            <w:r>
              <w:t>…</w:t>
            </w:r>
            <w:r w:rsidR="008A29CB">
              <w:t> </w:t>
            </w:r>
            <w:r>
              <w:t>is novel</w:t>
            </w:r>
            <w:r w:rsidR="008A29CB">
              <w:t> </w:t>
            </w:r>
            <w:r>
              <w:t>…</w:t>
            </w:r>
            <w:r w:rsidR="008A29CB">
              <w:t> </w:t>
            </w:r>
            <w:r>
              <w:t>involves an inventive step</w:t>
            </w:r>
            <w:r w:rsidR="008A29CB">
              <w:t> </w:t>
            </w:r>
            <w:r>
              <w:t>…</w:t>
            </w:r>
            <w:r w:rsidR="008A29CB">
              <w:t> </w:t>
            </w:r>
            <w:r>
              <w:t>is useful</w:t>
            </w:r>
            <w:r w:rsidR="008A29CB">
              <w:t> </w:t>
            </w:r>
            <w:r>
              <w:t>…</w:t>
            </w:r>
            <w:r w:rsidR="008A29CB">
              <w:t> </w:t>
            </w:r>
            <w:r w:rsidR="00E34AB4">
              <w:t xml:space="preserve">[and] </w:t>
            </w:r>
            <w:r>
              <w:t>was not secretly used [in the past]’</w:t>
            </w:r>
          </w:p>
        </w:tc>
      </w:tr>
      <w:tr w:rsidR="00863F5F" w:rsidTr="00FF6339">
        <w:tc>
          <w:tcPr>
            <w:tcW w:w="1129" w:type="pct"/>
          </w:tcPr>
          <w:p w:rsidR="00863F5F" w:rsidRDefault="00863F5F" w:rsidP="004769F7">
            <w:pPr>
              <w:pStyle w:val="TableBodyText"/>
              <w:jc w:val="left"/>
            </w:pPr>
            <w:r>
              <w:t>Canada</w:t>
            </w:r>
          </w:p>
        </w:tc>
        <w:tc>
          <w:tcPr>
            <w:tcW w:w="3871" w:type="pct"/>
          </w:tcPr>
          <w:p w:rsidR="00863F5F" w:rsidRPr="00DF1CF4" w:rsidRDefault="00863F5F" w:rsidP="00C3533B">
            <w:pPr>
              <w:pStyle w:val="TableBodyText"/>
              <w:ind w:right="28"/>
              <w:jc w:val="left"/>
            </w:pPr>
            <w:r w:rsidRPr="00DF1CF4">
              <w:t>‘</w:t>
            </w:r>
            <w:r w:rsidR="00E96949">
              <w:t>[</w:t>
            </w:r>
            <w:r w:rsidR="00C3533B">
              <w:t>A</w:t>
            </w:r>
            <w:r w:rsidR="00E96949">
              <w:t>n invention means] any new and useful art, process, machine, manufacture or composition of matter, or any new and useful improvement in any art, process, machine, manufacture or composition of matter</w:t>
            </w:r>
            <w:r w:rsidRPr="00DF1CF4">
              <w:t>’</w:t>
            </w:r>
          </w:p>
        </w:tc>
      </w:tr>
      <w:tr w:rsidR="00863F5F" w:rsidTr="00FF6339">
        <w:tc>
          <w:tcPr>
            <w:tcW w:w="1129" w:type="pct"/>
          </w:tcPr>
          <w:p w:rsidR="00863F5F" w:rsidRDefault="00863F5F" w:rsidP="004769F7">
            <w:pPr>
              <w:pStyle w:val="TableBodyText"/>
              <w:jc w:val="left"/>
            </w:pPr>
            <w:r>
              <w:t>China</w:t>
            </w:r>
          </w:p>
        </w:tc>
        <w:tc>
          <w:tcPr>
            <w:tcW w:w="3871" w:type="pct"/>
          </w:tcPr>
          <w:p w:rsidR="00863F5F" w:rsidRPr="00DF1CF4" w:rsidRDefault="00863F5F" w:rsidP="00C3533B">
            <w:pPr>
              <w:pStyle w:val="TableBodyText"/>
              <w:ind w:right="28"/>
              <w:jc w:val="left"/>
            </w:pPr>
            <w:r w:rsidRPr="00DF1CF4">
              <w:t>‘</w:t>
            </w:r>
            <w:r w:rsidR="004A556F">
              <w:t>[</w:t>
            </w:r>
            <w:r w:rsidR="00C3533B">
              <w:t>A</w:t>
            </w:r>
            <w:r w:rsidR="004A556F">
              <w:t xml:space="preserve">n invention means] </w:t>
            </w:r>
            <w:r w:rsidRPr="00DF1CF4">
              <w:t xml:space="preserve">any new technical solution relating to a product, </w:t>
            </w:r>
            <w:r w:rsidR="004A556F">
              <w:t xml:space="preserve">a </w:t>
            </w:r>
            <w:r w:rsidRPr="00DF1CF4">
              <w:t>process or improvement thereof’</w:t>
            </w:r>
          </w:p>
        </w:tc>
      </w:tr>
      <w:tr w:rsidR="00863F5F" w:rsidTr="00FF6339">
        <w:tc>
          <w:tcPr>
            <w:tcW w:w="1129" w:type="pct"/>
          </w:tcPr>
          <w:p w:rsidR="00863F5F" w:rsidRDefault="00863F5F" w:rsidP="004769F7">
            <w:pPr>
              <w:pStyle w:val="TableBodyText"/>
              <w:jc w:val="left"/>
            </w:pPr>
            <w:r>
              <w:t>European Patent Convention</w:t>
            </w:r>
          </w:p>
        </w:tc>
        <w:tc>
          <w:tcPr>
            <w:tcW w:w="3871" w:type="pct"/>
          </w:tcPr>
          <w:p w:rsidR="00863F5F" w:rsidRPr="00DF1CF4" w:rsidRDefault="00863F5F" w:rsidP="00841061">
            <w:pPr>
              <w:pStyle w:val="TableBodyText"/>
              <w:ind w:right="28"/>
              <w:jc w:val="left"/>
            </w:pPr>
            <w:r>
              <w:t>‘</w:t>
            </w:r>
            <w:r w:rsidR="00841061" w:rsidRPr="00841061">
              <w:t>European patents shall be granted for</w:t>
            </w:r>
            <w:r w:rsidR="00841061">
              <w:t xml:space="preserve"> </w:t>
            </w:r>
            <w:r w:rsidR="00841061" w:rsidRPr="00841061">
              <w:t>any inventions, in all fields of technology, provided</w:t>
            </w:r>
            <w:r w:rsidR="00841061">
              <w:t xml:space="preserve"> </w:t>
            </w:r>
            <w:r w:rsidR="00841061" w:rsidRPr="00841061">
              <w:t>that they are new, involve an inventive</w:t>
            </w:r>
            <w:r w:rsidR="00841061">
              <w:t xml:space="preserve"> </w:t>
            </w:r>
            <w:r w:rsidR="00841061" w:rsidRPr="00841061">
              <w:t>step and are susceptible of industrial application</w:t>
            </w:r>
            <w:r>
              <w:t>’</w:t>
            </w:r>
          </w:p>
        </w:tc>
      </w:tr>
      <w:tr w:rsidR="00863F5F" w:rsidTr="00FF6339">
        <w:tc>
          <w:tcPr>
            <w:tcW w:w="1129" w:type="pct"/>
          </w:tcPr>
          <w:p w:rsidR="00863F5F" w:rsidRDefault="00863F5F" w:rsidP="00E96949">
            <w:pPr>
              <w:pStyle w:val="TableBodyText"/>
              <w:jc w:val="left"/>
            </w:pPr>
            <w:r>
              <w:t>Japan</w:t>
            </w:r>
            <w:r w:rsidR="00E96949" w:rsidRPr="008E77FE">
              <w:rPr>
                <w:rStyle w:val="NoteLabel"/>
              </w:rPr>
              <w:t>a</w:t>
            </w:r>
          </w:p>
        </w:tc>
        <w:tc>
          <w:tcPr>
            <w:tcW w:w="3871" w:type="pct"/>
          </w:tcPr>
          <w:p w:rsidR="00863F5F" w:rsidRPr="00DF1CF4" w:rsidRDefault="00863F5F" w:rsidP="00BF2297">
            <w:pPr>
              <w:pStyle w:val="TableBodyText"/>
              <w:ind w:right="28"/>
              <w:jc w:val="left"/>
            </w:pPr>
            <w:r w:rsidRPr="00DF1CF4">
              <w:t>‘</w:t>
            </w:r>
            <w:r w:rsidR="00C3533B">
              <w:t xml:space="preserve">[An invention means] </w:t>
            </w:r>
            <w:r w:rsidRPr="00DF1CF4">
              <w:t>a highly advanced creation of technical ideas by which a law of nature is utilized’</w:t>
            </w:r>
          </w:p>
        </w:tc>
      </w:tr>
      <w:tr w:rsidR="00863F5F" w:rsidTr="00FF6339">
        <w:tc>
          <w:tcPr>
            <w:tcW w:w="1129" w:type="pct"/>
          </w:tcPr>
          <w:p w:rsidR="00863F5F" w:rsidRDefault="00863F5F" w:rsidP="00E96949">
            <w:pPr>
              <w:pStyle w:val="TableBodyText"/>
              <w:jc w:val="left"/>
            </w:pPr>
            <w:r>
              <w:t>Korea</w:t>
            </w:r>
            <w:r w:rsidR="00E96949" w:rsidRPr="008E77FE">
              <w:rPr>
                <w:rStyle w:val="NoteLabel"/>
              </w:rPr>
              <w:t>a</w:t>
            </w:r>
          </w:p>
        </w:tc>
        <w:tc>
          <w:tcPr>
            <w:tcW w:w="3871" w:type="pct"/>
          </w:tcPr>
          <w:p w:rsidR="00863F5F" w:rsidRPr="00DF1CF4" w:rsidRDefault="00863F5F" w:rsidP="004769F7">
            <w:pPr>
              <w:pStyle w:val="TableBodyText"/>
              <w:ind w:right="28"/>
              <w:jc w:val="left"/>
            </w:pPr>
            <w:r w:rsidRPr="00DF1CF4">
              <w:t>‘</w:t>
            </w:r>
            <w:r w:rsidR="00E96949">
              <w:t>[A</w:t>
            </w:r>
            <w:r w:rsidR="00FF6339">
              <w:t xml:space="preserve">n invention means] </w:t>
            </w:r>
            <w:r w:rsidRPr="00DF1CF4">
              <w:t>the highly advanced creation of a technical idea using the law of nature’</w:t>
            </w:r>
          </w:p>
        </w:tc>
      </w:tr>
      <w:tr w:rsidR="004769F7" w:rsidTr="00FF6339">
        <w:tc>
          <w:tcPr>
            <w:tcW w:w="1129" w:type="pct"/>
          </w:tcPr>
          <w:p w:rsidR="004769F7" w:rsidRDefault="004769F7" w:rsidP="004769F7">
            <w:pPr>
              <w:pStyle w:val="TableBodyText"/>
              <w:jc w:val="left"/>
            </w:pPr>
            <w:r>
              <w:t>Malaysia</w:t>
            </w:r>
          </w:p>
        </w:tc>
        <w:tc>
          <w:tcPr>
            <w:tcW w:w="3871" w:type="pct"/>
          </w:tcPr>
          <w:p w:rsidR="004769F7" w:rsidRPr="00DF1CF4" w:rsidRDefault="00FF6339" w:rsidP="00FF6339">
            <w:pPr>
              <w:pStyle w:val="TableBodyText"/>
              <w:ind w:right="28"/>
              <w:jc w:val="left"/>
            </w:pPr>
            <w:r>
              <w:t xml:space="preserve">‘An invention is patentable if it is new, involves an inventive step and </w:t>
            </w:r>
            <w:r w:rsidR="00BF2297">
              <w:t>is industrially applicable</w:t>
            </w:r>
            <w:r>
              <w:t>’</w:t>
            </w:r>
          </w:p>
        </w:tc>
      </w:tr>
      <w:tr w:rsidR="00863F5F" w:rsidTr="00FF6339">
        <w:tc>
          <w:tcPr>
            <w:tcW w:w="1129" w:type="pct"/>
          </w:tcPr>
          <w:p w:rsidR="00863F5F" w:rsidRDefault="00863F5F" w:rsidP="004769F7">
            <w:pPr>
              <w:pStyle w:val="TableBodyText"/>
              <w:jc w:val="left"/>
            </w:pPr>
            <w:r>
              <w:t>New Zealand</w:t>
            </w:r>
            <w:r w:rsidR="00F76105" w:rsidRPr="00F76105">
              <w:rPr>
                <w:rStyle w:val="NoteLabel"/>
              </w:rPr>
              <w:t>b</w:t>
            </w:r>
            <w:r w:rsidR="00F76105">
              <w:t xml:space="preserve"> </w:t>
            </w:r>
          </w:p>
        </w:tc>
        <w:tc>
          <w:tcPr>
            <w:tcW w:w="3871" w:type="pct"/>
          </w:tcPr>
          <w:p w:rsidR="00863F5F" w:rsidRPr="00DF1CF4" w:rsidRDefault="00FF6339" w:rsidP="00FF6339">
            <w:pPr>
              <w:pStyle w:val="TableBodyText"/>
              <w:ind w:right="28"/>
              <w:jc w:val="left"/>
            </w:pPr>
            <w:r>
              <w:t xml:space="preserve">‘Invention means any manner of new manufacture the subject of letters patent and grant of privilege within section 6 of the </w:t>
            </w:r>
            <w:r w:rsidRPr="004B68FA">
              <w:rPr>
                <w:i/>
              </w:rPr>
              <w:t>Statute of Monopolies</w:t>
            </w:r>
            <w:r>
              <w:t xml:space="preserve"> and any new method or process of testing applicable to the improvement or control of manufacture; and includes an alleged invention’</w:t>
            </w:r>
          </w:p>
        </w:tc>
      </w:tr>
      <w:tr w:rsidR="00863F5F" w:rsidTr="00FF6339">
        <w:tc>
          <w:tcPr>
            <w:tcW w:w="1129" w:type="pct"/>
          </w:tcPr>
          <w:p w:rsidR="00863F5F" w:rsidRDefault="00863F5F" w:rsidP="00FF6339">
            <w:pPr>
              <w:pStyle w:val="TableBodyText"/>
              <w:jc w:val="left"/>
            </w:pPr>
            <w:r>
              <w:t>United Kingdom</w:t>
            </w:r>
          </w:p>
        </w:tc>
        <w:tc>
          <w:tcPr>
            <w:tcW w:w="3871" w:type="pct"/>
          </w:tcPr>
          <w:p w:rsidR="00863F5F" w:rsidRPr="00DF1CF4" w:rsidRDefault="00863F5F" w:rsidP="008A29CB">
            <w:pPr>
              <w:pStyle w:val="TableBodyText"/>
              <w:ind w:right="28"/>
              <w:jc w:val="left"/>
            </w:pPr>
            <w:r>
              <w:t>‘A patent may be granted only for an invention</w:t>
            </w:r>
            <w:r w:rsidR="008A29CB">
              <w:t> </w:t>
            </w:r>
            <w:r>
              <w:t>…</w:t>
            </w:r>
            <w:r w:rsidR="008A29CB">
              <w:t> </w:t>
            </w:r>
            <w:r>
              <w:t>[if] the invention is new</w:t>
            </w:r>
            <w:r w:rsidR="008A29CB">
              <w:t> </w:t>
            </w:r>
            <w:r>
              <w:t>…</w:t>
            </w:r>
            <w:r w:rsidR="008A29CB">
              <w:t> </w:t>
            </w:r>
            <w:r>
              <w:t>involves an inventive step</w:t>
            </w:r>
            <w:r w:rsidR="008A29CB">
              <w:t> </w:t>
            </w:r>
            <w:r>
              <w:t>…</w:t>
            </w:r>
            <w:r w:rsidR="008A29CB">
              <w:t> </w:t>
            </w:r>
            <w:r w:rsidR="00422687">
              <w:t xml:space="preserve">[and] </w:t>
            </w:r>
            <w:r>
              <w:t>it is capable of industrial application [and not subject to exclusions]’</w:t>
            </w:r>
          </w:p>
        </w:tc>
      </w:tr>
      <w:tr w:rsidR="00863F5F" w:rsidTr="00FF6339">
        <w:tc>
          <w:tcPr>
            <w:tcW w:w="1129" w:type="pct"/>
            <w:tcBorders>
              <w:bottom w:val="single" w:sz="6" w:space="0" w:color="auto"/>
            </w:tcBorders>
            <w:shd w:val="clear" w:color="auto" w:fill="auto"/>
          </w:tcPr>
          <w:p w:rsidR="00863F5F" w:rsidRDefault="00863F5F" w:rsidP="004769F7">
            <w:pPr>
              <w:pStyle w:val="TableBodyText"/>
              <w:jc w:val="left"/>
            </w:pPr>
            <w:r>
              <w:t>United States</w:t>
            </w:r>
          </w:p>
        </w:tc>
        <w:tc>
          <w:tcPr>
            <w:tcW w:w="3871" w:type="pct"/>
            <w:tcBorders>
              <w:bottom w:val="single" w:sz="6" w:space="0" w:color="auto"/>
            </w:tcBorders>
            <w:shd w:val="clear" w:color="auto" w:fill="auto"/>
          </w:tcPr>
          <w:p w:rsidR="00863F5F" w:rsidRPr="00DF1CF4" w:rsidRDefault="00863F5F" w:rsidP="008A29CB">
            <w:pPr>
              <w:pStyle w:val="TableBodyText"/>
              <w:ind w:right="28"/>
              <w:jc w:val="left"/>
            </w:pPr>
            <w:r w:rsidRPr="00DF1CF4">
              <w:t>‘</w:t>
            </w:r>
            <w:r w:rsidR="004769F7">
              <w:t>Whoever invents or discovers any new and useful process,</w:t>
            </w:r>
            <w:r w:rsidR="00444DCE">
              <w:t xml:space="preserve"> </w:t>
            </w:r>
            <w:r w:rsidR="004769F7">
              <w:t>machine, manufacture, or composition of matter, or any</w:t>
            </w:r>
            <w:r w:rsidR="00444DCE">
              <w:t xml:space="preserve"> </w:t>
            </w:r>
            <w:r w:rsidR="004769F7">
              <w:t>new and useful improvement thereof, may obtain a patent</w:t>
            </w:r>
            <w:r w:rsidR="008A29CB">
              <w:t> </w:t>
            </w:r>
            <w:r w:rsidR="00444DCE">
              <w:t>…’</w:t>
            </w:r>
          </w:p>
        </w:tc>
      </w:tr>
    </w:tbl>
    <w:p w:rsidR="00E96949" w:rsidRDefault="00E96949" w:rsidP="00E96949">
      <w:pPr>
        <w:pStyle w:val="Note"/>
      </w:pPr>
      <w:r w:rsidRPr="008E77FE">
        <w:rPr>
          <w:rStyle w:val="NoteLabel"/>
        </w:rPr>
        <w:t>a</w:t>
      </w:r>
      <w:r>
        <w:t xml:space="preserve"> </w:t>
      </w:r>
      <w:r w:rsidR="00C3533B">
        <w:t xml:space="preserve">From an </w:t>
      </w:r>
      <w:r>
        <w:t>English language translation of local patents legislation.</w:t>
      </w:r>
      <w:r w:rsidR="00F76105">
        <w:t xml:space="preserve"> </w:t>
      </w:r>
      <w:r w:rsidR="00A66949">
        <w:t xml:space="preserve"> </w:t>
      </w:r>
      <w:r w:rsidR="00F76105">
        <w:rPr>
          <w:rStyle w:val="NoteLabel"/>
        </w:rPr>
        <w:t>b</w:t>
      </w:r>
      <w:r w:rsidR="00F76105">
        <w:t xml:space="preserve"> In 2008, a new Patents Bill was introduced to replace and repeal the Patents Act. At the time of writing the Bill had not been passed.  </w:t>
      </w:r>
    </w:p>
    <w:p w:rsidR="00E96949" w:rsidRPr="008E77FE" w:rsidRDefault="00E96949" w:rsidP="00E96949">
      <w:pPr>
        <w:pStyle w:val="Source"/>
      </w:pPr>
      <w:r>
        <w:rPr>
          <w:i/>
        </w:rPr>
        <w:t>Source</w:t>
      </w:r>
      <w:r w:rsidR="008B683D">
        <w:rPr>
          <w:i/>
        </w:rPr>
        <w:t>s</w:t>
      </w:r>
      <w:r>
        <w:t xml:space="preserve">: </w:t>
      </w:r>
      <w:r w:rsidR="00A3692D" w:rsidRPr="00A3692D">
        <w:rPr>
          <w:i/>
        </w:rPr>
        <w:t>Patent</w:t>
      </w:r>
      <w:r w:rsidR="003967E1">
        <w:rPr>
          <w:i/>
        </w:rPr>
        <w:t>s</w:t>
      </w:r>
      <w:r w:rsidR="00A3692D" w:rsidRPr="00A3692D">
        <w:rPr>
          <w:i/>
        </w:rPr>
        <w:t xml:space="preserve"> Act 1990</w:t>
      </w:r>
      <w:r w:rsidR="00A3692D">
        <w:t xml:space="preserve"> (Australia), p. 16;</w:t>
      </w:r>
      <w:r>
        <w:t xml:space="preserve"> </w:t>
      </w:r>
      <w:r w:rsidR="00A3692D" w:rsidRPr="00966837">
        <w:t>Patent Act (Canada</w:t>
      </w:r>
      <w:r w:rsidR="00A3692D">
        <w:t>), p. 9</w:t>
      </w:r>
      <w:r w:rsidR="004A556F">
        <w:t>; SIPO 2012</w:t>
      </w:r>
      <w:r>
        <w:t xml:space="preserve">; </w:t>
      </w:r>
      <w:r w:rsidR="00841061" w:rsidRPr="00966837">
        <w:t>European Patent Convention</w:t>
      </w:r>
      <w:r w:rsidR="00841061">
        <w:t xml:space="preserve">, p. 106; </w:t>
      </w:r>
      <w:r w:rsidR="00BF2297">
        <w:t>JPO (2012</w:t>
      </w:r>
      <w:r w:rsidR="00123253">
        <w:t>c</w:t>
      </w:r>
      <w:r w:rsidR="00BF2297">
        <w:t>, p. 1); WIPO (2012</w:t>
      </w:r>
      <w:r w:rsidR="00CF3FD8">
        <w:t>b</w:t>
      </w:r>
      <w:r w:rsidR="00BF2297">
        <w:t>, p. 2)</w:t>
      </w:r>
      <w:r>
        <w:t xml:space="preserve">; </w:t>
      </w:r>
      <w:r w:rsidRPr="00966837">
        <w:t>Patents Act 19</w:t>
      </w:r>
      <w:r w:rsidR="003967E1" w:rsidRPr="00966837">
        <w:t>8</w:t>
      </w:r>
      <w:r w:rsidRPr="00966837">
        <w:t>3 (Malaysia</w:t>
      </w:r>
      <w:r>
        <w:t xml:space="preserve">), p. 13; </w:t>
      </w:r>
      <w:r w:rsidRPr="00966837">
        <w:t>Patents</w:t>
      </w:r>
      <w:r w:rsidR="00745121" w:rsidRPr="00966837">
        <w:t> </w:t>
      </w:r>
      <w:r w:rsidRPr="00966837">
        <w:t>Act</w:t>
      </w:r>
      <w:r w:rsidR="00745121" w:rsidRPr="00966837">
        <w:t> </w:t>
      </w:r>
      <w:r w:rsidRPr="00966837">
        <w:t>1953</w:t>
      </w:r>
      <w:r>
        <w:t xml:space="preserve"> (NZ), p</w:t>
      </w:r>
      <w:r w:rsidRPr="00966837">
        <w:t>. 5 ; Patent Act 1977</w:t>
      </w:r>
      <w:r w:rsidR="00BF2297">
        <w:t xml:space="preserve"> (</w:t>
      </w:r>
      <w:r w:rsidR="00BF2297" w:rsidRPr="00966837">
        <w:t>UK), p. 8</w:t>
      </w:r>
      <w:r w:rsidRPr="00966837">
        <w:t xml:space="preserve">; </w:t>
      </w:r>
      <w:r w:rsidR="008209CD" w:rsidRPr="00966837">
        <w:t>35 U.S.C.</w:t>
      </w:r>
      <w:r w:rsidRPr="00966837">
        <w:t xml:space="preserve">, </w:t>
      </w:r>
      <w:r w:rsidR="004B68FA" w:rsidRPr="00966837">
        <w:t>a</w:t>
      </w:r>
      <w:r w:rsidRPr="00966837">
        <w:t>ppe</w:t>
      </w:r>
      <w:r>
        <w:t>ndix L — Patent Laws, p. L-21.</w:t>
      </w:r>
    </w:p>
    <w:p w:rsidR="00863F5F" w:rsidRPr="00787F2C" w:rsidRDefault="00863F5F" w:rsidP="00787F2C">
      <w:pPr>
        <w:pStyle w:val="Heading3"/>
      </w:pPr>
      <w:r w:rsidRPr="00787F2C">
        <w:t xml:space="preserve">Patent application process </w:t>
      </w:r>
    </w:p>
    <w:p w:rsidR="00C100DA" w:rsidRPr="00787F2C" w:rsidRDefault="00EE1660" w:rsidP="00787F2C">
      <w:pPr>
        <w:pStyle w:val="BodyText"/>
      </w:pPr>
      <w:r w:rsidRPr="00787F2C">
        <w:t>Figure B.1 outlines the patent application process in Australia. As a first step, applicants are advised to perform a search to determine whether the invention is novel, to keep their invention secret</w:t>
      </w:r>
      <w:r w:rsidR="00BC2451" w:rsidRPr="00787F2C">
        <w:t xml:space="preserve"> </w:t>
      </w:r>
      <w:r w:rsidR="00C54A38" w:rsidRPr="00787F2C">
        <w:t xml:space="preserve">so that it would meet the novelty requirement, </w:t>
      </w:r>
      <w:r w:rsidR="00BC2451" w:rsidRPr="00787F2C">
        <w:t>and to seek professional advice due to the complexity of the IP system</w:t>
      </w:r>
      <w:r w:rsidRPr="00787F2C">
        <w:t xml:space="preserve">. </w:t>
      </w:r>
      <w:r w:rsidR="00422687" w:rsidRPr="00787F2C">
        <w:t xml:space="preserve">If the </w:t>
      </w:r>
      <w:r w:rsidR="00422687" w:rsidRPr="00787F2C">
        <w:lastRenderedPageBreak/>
        <w:t>applicant wishes to proceed, t</w:t>
      </w:r>
      <w:r w:rsidRPr="00787F2C">
        <w:t>he second step is to decide whether to apply for a standard or innovation patent.</w:t>
      </w:r>
      <w:r w:rsidR="003C6308" w:rsidRPr="00787F2C">
        <w:t xml:space="preserve"> Innovation patents are discussed in more detail below in the ‘utility models’ section.</w:t>
      </w:r>
      <w:r w:rsidRPr="00787F2C">
        <w:t xml:space="preserve"> </w:t>
      </w:r>
    </w:p>
    <w:p w:rsidR="00E91A86" w:rsidRDefault="00E91A86" w:rsidP="00E91A86">
      <w:pPr>
        <w:pStyle w:val="FigureTitle"/>
      </w:pPr>
      <w:r>
        <w:rPr>
          <w:b w:val="0"/>
        </w:rPr>
        <w:t xml:space="preserve">Figure </w:t>
      </w:r>
      <w:r w:rsidR="007D5E45">
        <w:fldChar w:fldCharType="begin"/>
      </w:r>
      <w:r w:rsidR="007D5E45">
        <w:instrText xml:space="preserve"> COMMENTS  \* M</w:instrText>
      </w:r>
      <w:r w:rsidR="007D5E45">
        <w:instrText xml:space="preserve">ERGEFORMAT </w:instrText>
      </w:r>
      <w:r w:rsidR="007D5E45">
        <w:fldChar w:fldCharType="separate"/>
      </w:r>
      <w:r>
        <w:rPr>
          <w:b w:val="0"/>
        </w:rPr>
        <w:t>B.</w:t>
      </w:r>
      <w:r w:rsidR="007D5E45">
        <w:rPr>
          <w:b w:val="0"/>
        </w:rPr>
        <w:fldChar w:fldCharType="end"/>
      </w:r>
      <w:r w:rsidR="00794E05">
        <w:rPr>
          <w:b w:val="0"/>
        </w:rPr>
        <w:fldChar w:fldCharType="begin"/>
      </w:r>
      <w:r>
        <w:rPr>
          <w:b w:val="0"/>
        </w:rPr>
        <w:instrText xml:space="preserve"> SEQ Figure \* ARABIC </w:instrText>
      </w:r>
      <w:r w:rsidR="00794E05">
        <w:rPr>
          <w:b w:val="0"/>
        </w:rPr>
        <w:fldChar w:fldCharType="separate"/>
      </w:r>
      <w:r w:rsidR="00862ED1">
        <w:rPr>
          <w:b w:val="0"/>
          <w:noProof/>
        </w:rPr>
        <w:t>1</w:t>
      </w:r>
      <w:r w:rsidR="00794E05">
        <w:rPr>
          <w:b w:val="0"/>
        </w:rPr>
        <w:fldChar w:fldCharType="end"/>
      </w:r>
      <w:r>
        <w:tab/>
        <w:t>Patent application process in Australia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Description w:val="This figure outlines the application process for both innovation and standard patents in Australia. For innovation patents, examination only occurs if requested. For standard patents, examination is mandatory. Application, examination and renewal fees apply for both types of patents. "/>
      </w:tblPr>
      <w:tblGrid>
        <w:gridCol w:w="8777"/>
      </w:tblGrid>
      <w:tr w:rsidR="00E91A86" w:rsidTr="00E81C8D">
        <w:tc>
          <w:tcPr>
            <w:tcW w:w="8777" w:type="dxa"/>
          </w:tcPr>
          <w:p w:rsidR="00E91A86" w:rsidRDefault="007D5E45" w:rsidP="00E81C8D">
            <w:pPr>
              <w:pStyle w:val="Figure"/>
            </w:pPr>
            <w:bookmarkStart w:id="4" w:name="_GoBack"/>
            <w:r>
              <w:rPr>
                <w:noProof/>
              </w:rPr>
              <w:drawing>
                <wp:inline distT="0" distB="0" distL="0" distR="0">
                  <wp:extent cx="5505450" cy="6257925"/>
                  <wp:effectExtent l="0" t="0" r="0" b="9525"/>
                  <wp:docPr id="1" name="Picture 1" descr="Figure B.1. Patent applocation process in Austral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b1.jpg"/>
                          <pic:cNvPicPr/>
                        </pic:nvPicPr>
                        <pic:blipFill>
                          <a:blip r:embed="rId18">
                            <a:extLst>
                              <a:ext uri="{28A0092B-C50C-407E-A947-70E740481C1C}">
                                <a14:useLocalDpi xmlns:a14="http://schemas.microsoft.com/office/drawing/2010/main" val="0"/>
                              </a:ext>
                            </a:extLst>
                          </a:blip>
                          <a:stretch>
                            <a:fillRect/>
                          </a:stretch>
                        </pic:blipFill>
                        <pic:spPr>
                          <a:xfrm>
                            <a:off x="0" y="0"/>
                            <a:ext cx="5505450" cy="6257925"/>
                          </a:xfrm>
                          <a:prstGeom prst="rect">
                            <a:avLst/>
                          </a:prstGeom>
                        </pic:spPr>
                      </pic:pic>
                    </a:graphicData>
                  </a:graphic>
                </wp:inline>
              </w:drawing>
            </w:r>
            <w:bookmarkEnd w:id="4"/>
          </w:p>
        </w:tc>
      </w:tr>
    </w:tbl>
    <w:p w:rsidR="00E91A86" w:rsidRDefault="00E91A86" w:rsidP="00E91A86">
      <w:pPr>
        <w:pStyle w:val="Source"/>
      </w:pPr>
      <w:r>
        <w:rPr>
          <w:i/>
        </w:rPr>
        <w:t>Source</w:t>
      </w:r>
      <w:r w:rsidRPr="00167F06">
        <w:t xml:space="preserve">: </w:t>
      </w:r>
      <w:r>
        <w:t>Based on IP Australia (</w:t>
      </w:r>
      <w:r w:rsidR="00D35C79">
        <w:t>nd</w:t>
      </w:r>
      <w:r>
        <w:t xml:space="preserve">a). </w:t>
      </w:r>
    </w:p>
    <w:p w:rsidR="009B0094" w:rsidRPr="00DB6CFA" w:rsidRDefault="009B0094" w:rsidP="00DB6CFA">
      <w:pPr>
        <w:pStyle w:val="BodyText"/>
      </w:pPr>
      <w:r w:rsidRPr="00DB6CFA">
        <w:br w:type="page"/>
      </w:r>
    </w:p>
    <w:p w:rsidR="00E91A86" w:rsidRPr="00DB6CFA" w:rsidRDefault="00F76105" w:rsidP="00DB6CFA">
      <w:pPr>
        <w:pStyle w:val="BodyText"/>
      </w:pPr>
      <w:r w:rsidRPr="00DB6CFA">
        <w:lastRenderedPageBreak/>
        <w:t xml:space="preserve">Three types of applications can be submitted: </w:t>
      </w:r>
    </w:p>
    <w:p w:rsidR="002B72C1" w:rsidRPr="00DB6CFA" w:rsidRDefault="00F76105" w:rsidP="00A602DA">
      <w:pPr>
        <w:pStyle w:val="ListBullet"/>
      </w:pPr>
      <w:r w:rsidRPr="00A602DA">
        <w:t>Provisional</w:t>
      </w:r>
      <w:r w:rsidRPr="00DB6CFA">
        <w:t xml:space="preserve"> application</w:t>
      </w:r>
      <w:r w:rsidR="00A602DA" w:rsidRPr="00DB6CFA">
        <w:t xml:space="preserve"> —</w:t>
      </w:r>
      <w:r w:rsidR="00E91A86" w:rsidRPr="00DB6CFA">
        <w:t xml:space="preserve"> </w:t>
      </w:r>
      <w:r w:rsidR="00421408" w:rsidRPr="00DB6CFA">
        <w:t>an application prior to a complete application. T</w:t>
      </w:r>
      <w:r w:rsidR="00A602DA" w:rsidRPr="00DB6CFA">
        <w:t>his</w:t>
      </w:r>
      <w:r w:rsidR="00E91A86" w:rsidRPr="00DB6CFA">
        <w:t xml:space="preserve"> </w:t>
      </w:r>
      <w:r w:rsidRPr="00DB6CFA">
        <w:t>enable</w:t>
      </w:r>
      <w:r w:rsidR="00A602DA" w:rsidRPr="00DB6CFA">
        <w:t>s</w:t>
      </w:r>
      <w:r w:rsidRPr="00DB6CFA">
        <w:t xml:space="preserve"> applicants to get the earliest possible priority date, </w:t>
      </w:r>
      <w:r w:rsidR="00421408" w:rsidRPr="00DB6CFA">
        <w:t xml:space="preserve">which is the date from which novelty is assessed, </w:t>
      </w:r>
      <w:r w:rsidR="00B85D2A" w:rsidRPr="00DB6CFA">
        <w:t xml:space="preserve">and </w:t>
      </w:r>
      <w:r w:rsidR="004B68FA" w:rsidRPr="00DB6CFA">
        <w:t>important</w:t>
      </w:r>
      <w:r w:rsidRPr="00DB6CFA">
        <w:t xml:space="preserve"> for applicants in competitive industr</w:t>
      </w:r>
      <w:r w:rsidR="00665A2D" w:rsidRPr="00DB6CFA">
        <w:t>ies</w:t>
      </w:r>
      <w:r w:rsidRPr="00DB6CFA">
        <w:t xml:space="preserve">. A provisional patent application does not provide patent protection. A complete application must be filed within 12 months of a provisional application or the priority date lapses. </w:t>
      </w:r>
    </w:p>
    <w:p w:rsidR="00EB47B1" w:rsidRPr="00DB6CFA" w:rsidRDefault="00F76105" w:rsidP="00A602DA">
      <w:pPr>
        <w:pStyle w:val="ListBullet"/>
      </w:pPr>
      <w:r w:rsidRPr="00DB6CFA">
        <w:t xml:space="preserve">A complete application </w:t>
      </w:r>
      <w:r w:rsidR="00421408" w:rsidRPr="00DB6CFA">
        <w:t>—</w:t>
      </w:r>
      <w:r w:rsidRPr="00DB6CFA">
        <w:t xml:space="preserve"> necessary for a patent to be granted. Complete applications </w:t>
      </w:r>
      <w:r w:rsidRPr="00A602DA">
        <w:t>are</w:t>
      </w:r>
      <w:r w:rsidRPr="00DB6CFA">
        <w:t xml:space="preserve"> published in the Australian Official Journal of Patents, and must include:</w:t>
      </w:r>
      <w:r w:rsidR="002B72C1" w:rsidRPr="00DB6CFA">
        <w:t xml:space="preserve"> </w:t>
      </w:r>
    </w:p>
    <w:p w:rsidR="00EB47B1" w:rsidRPr="00DB6CFA" w:rsidRDefault="00F76105" w:rsidP="00DB6CFA">
      <w:pPr>
        <w:pStyle w:val="ListBullet2"/>
      </w:pPr>
      <w:r w:rsidRPr="00DB6CFA">
        <w:t>a full description of the invention</w:t>
      </w:r>
    </w:p>
    <w:p w:rsidR="00BC50DC" w:rsidRPr="00DB6CFA" w:rsidRDefault="00F76105" w:rsidP="00DB6CFA">
      <w:pPr>
        <w:pStyle w:val="ListBullet2"/>
      </w:pPr>
      <w:r w:rsidRPr="00DB6CFA">
        <w:t>one or more claims on the invention</w:t>
      </w:r>
      <w:r w:rsidR="007B29E8" w:rsidRPr="00DB6CFA">
        <w:t xml:space="preserve">, which outline what the invention is and what it can </w:t>
      </w:r>
      <w:r w:rsidR="00745121" w:rsidRPr="00DB6CFA">
        <w:t>d</w:t>
      </w:r>
      <w:r w:rsidR="007B29E8" w:rsidRPr="00DB6CFA">
        <w:t xml:space="preserve">o, and determine </w:t>
      </w:r>
      <w:r w:rsidRPr="00DB6CFA">
        <w:t>the scope of exclusive</w:t>
      </w:r>
      <w:r w:rsidR="007B29E8" w:rsidRPr="00DB6CFA">
        <w:t xml:space="preserve"> rights claimed by an applicant</w:t>
      </w:r>
      <w:r w:rsidR="002B72C1" w:rsidRPr="00DB6CFA">
        <w:t>.</w:t>
      </w:r>
    </w:p>
    <w:p w:rsidR="00F76105" w:rsidRPr="00DB6CFA" w:rsidRDefault="002B72C1" w:rsidP="00DB6CFA">
      <w:pPr>
        <w:pStyle w:val="ListBullet"/>
      </w:pPr>
      <w:r w:rsidRPr="00DB6CFA">
        <w:t xml:space="preserve">International application — </w:t>
      </w:r>
      <w:r w:rsidR="00421408" w:rsidRPr="00DB6CFA">
        <w:t>an application for patent protection overseas. M</w:t>
      </w:r>
      <w:r w:rsidR="00F76105" w:rsidRPr="00DB6CFA">
        <w:t>any inventors wish to apply for international protection</w:t>
      </w:r>
      <w:r w:rsidRPr="00DB6CFA">
        <w:t xml:space="preserve"> since an Australian patent only provides protection in Australia</w:t>
      </w:r>
      <w:r w:rsidR="00F76105" w:rsidRPr="00DB6CFA">
        <w:t>. Applicants have two choices:</w:t>
      </w:r>
    </w:p>
    <w:p w:rsidR="00F76105" w:rsidRPr="00DB6CFA" w:rsidRDefault="00F76105" w:rsidP="00DB6CFA">
      <w:pPr>
        <w:pStyle w:val="ListBullet2"/>
      </w:pPr>
      <w:r w:rsidRPr="00DB6CFA">
        <w:t>Paten</w:t>
      </w:r>
      <w:r w:rsidR="004B68FA" w:rsidRPr="00DB6CFA">
        <w:t xml:space="preserve">t Cooperation Treaty application — </w:t>
      </w:r>
      <w:r w:rsidR="00B85D2A" w:rsidRPr="00DB6CFA">
        <w:t>t</w:t>
      </w:r>
      <w:r w:rsidRPr="00DB6CFA">
        <w:t>his allows an applicant to file a patent application with IP Australia and elect for protection in over 100</w:t>
      </w:r>
      <w:r w:rsidR="00745121" w:rsidRPr="00DB6CFA">
        <w:t> </w:t>
      </w:r>
      <w:r w:rsidRPr="00DB6CFA">
        <w:t>countries.</w:t>
      </w:r>
    </w:p>
    <w:p w:rsidR="00F76105" w:rsidRPr="00DB6CFA" w:rsidRDefault="0034541A" w:rsidP="00DB6CFA">
      <w:pPr>
        <w:pStyle w:val="ListBullet2"/>
      </w:pPr>
      <w:r w:rsidRPr="00DB6CFA">
        <w:t>Paris C</w:t>
      </w:r>
      <w:r w:rsidR="00F76105" w:rsidRPr="00DB6CFA">
        <w:t>onvention application</w:t>
      </w:r>
      <w:r w:rsidR="004B68FA" w:rsidRPr="00DB6CFA">
        <w:t xml:space="preserve"> —</w:t>
      </w:r>
      <w:r w:rsidR="00B85D2A" w:rsidRPr="00DB6CFA">
        <w:t xml:space="preserve"> i</w:t>
      </w:r>
      <w:r w:rsidR="00F76105" w:rsidRPr="00DB6CFA">
        <w:t>f protection is only sought in a few countries, it might be cost effective for an applicant to make separate patent applications in each country.</w:t>
      </w:r>
    </w:p>
    <w:p w:rsidR="00F25FDC" w:rsidRDefault="00F25FDC" w:rsidP="00F25FDC">
      <w:pPr>
        <w:pStyle w:val="Heading4"/>
      </w:pPr>
      <w:r>
        <w:t>Patent application process in comparable markets</w:t>
      </w:r>
    </w:p>
    <w:p w:rsidR="00F25FDC" w:rsidRDefault="00416830" w:rsidP="00F25FDC">
      <w:pPr>
        <w:pStyle w:val="BodyText"/>
      </w:pPr>
      <w:r w:rsidRPr="00DB6CFA">
        <w:t>A</w:t>
      </w:r>
      <w:r w:rsidR="00F25FDC" w:rsidRPr="00DB6CFA">
        <w:t>pplication process</w:t>
      </w:r>
      <w:r w:rsidRPr="00DB6CFA">
        <w:t>es</w:t>
      </w:r>
      <w:r w:rsidR="00F25FDC" w:rsidRPr="00DB6CFA">
        <w:t xml:space="preserve"> for a patent in comparable markets</w:t>
      </w:r>
      <w:r w:rsidRPr="00DB6CFA">
        <w:t xml:space="preserve"> are broadly similar to the process in Australia</w:t>
      </w:r>
      <w:r w:rsidR="00F25FDC" w:rsidRPr="00DB6CFA">
        <w:t xml:space="preserve">. </w:t>
      </w:r>
      <w:r w:rsidR="00F25FDC">
        <w:rPr>
          <w:lang w:eastAsia="en-US"/>
        </w:rPr>
        <w:t>Almost all comparable markets have a ‘first-to-file’ system, like Australia. The exception is the U</w:t>
      </w:r>
      <w:r w:rsidR="006570D5">
        <w:rPr>
          <w:lang w:eastAsia="en-US"/>
        </w:rPr>
        <w:t xml:space="preserve">nited </w:t>
      </w:r>
      <w:r w:rsidR="00F25FDC">
        <w:rPr>
          <w:lang w:eastAsia="en-US"/>
        </w:rPr>
        <w:t>S</w:t>
      </w:r>
      <w:r w:rsidR="006570D5">
        <w:rPr>
          <w:lang w:eastAsia="en-US"/>
        </w:rPr>
        <w:t>tates</w:t>
      </w:r>
      <w:r w:rsidR="00F25FDC">
        <w:rPr>
          <w:lang w:eastAsia="en-US"/>
        </w:rPr>
        <w:t>, which has a ‘first</w:t>
      </w:r>
      <w:r w:rsidR="00703D72">
        <w:rPr>
          <w:lang w:eastAsia="en-US"/>
        </w:rPr>
        <w:t>-</w:t>
      </w:r>
      <w:r w:rsidR="00F25FDC">
        <w:rPr>
          <w:lang w:eastAsia="en-US"/>
        </w:rPr>
        <w:t>to</w:t>
      </w:r>
      <w:r w:rsidR="00703D72">
        <w:rPr>
          <w:lang w:eastAsia="en-US"/>
        </w:rPr>
        <w:t>-</w:t>
      </w:r>
      <w:r w:rsidR="00F25FDC">
        <w:rPr>
          <w:lang w:eastAsia="en-US"/>
        </w:rPr>
        <w:t>invent’ system, but will move to</w:t>
      </w:r>
      <w:r w:rsidR="00B774F2">
        <w:rPr>
          <w:lang w:eastAsia="en-US"/>
        </w:rPr>
        <w:t xml:space="preserve"> a first-to-file system in 2013</w:t>
      </w:r>
      <w:r w:rsidR="00F25FDC">
        <w:rPr>
          <w:lang w:eastAsia="en-US"/>
        </w:rPr>
        <w:t>. In some comparable markets (</w:t>
      </w:r>
      <w:r w:rsidR="00745121">
        <w:rPr>
          <w:lang w:eastAsia="en-US"/>
        </w:rPr>
        <w:t xml:space="preserve">for example, New Zealand and </w:t>
      </w:r>
      <w:r w:rsidR="00F25FDC">
        <w:rPr>
          <w:lang w:eastAsia="en-US"/>
        </w:rPr>
        <w:t>the U</w:t>
      </w:r>
      <w:r w:rsidR="006570D5">
        <w:rPr>
          <w:lang w:eastAsia="en-US"/>
        </w:rPr>
        <w:t xml:space="preserve">nited </w:t>
      </w:r>
      <w:r w:rsidR="00F25FDC">
        <w:rPr>
          <w:lang w:eastAsia="en-US"/>
        </w:rPr>
        <w:t>S</w:t>
      </w:r>
      <w:r w:rsidR="006570D5">
        <w:rPr>
          <w:lang w:eastAsia="en-US"/>
        </w:rPr>
        <w:t>tates</w:t>
      </w:r>
      <w:r w:rsidR="00F25FDC">
        <w:rPr>
          <w:lang w:eastAsia="en-US"/>
        </w:rPr>
        <w:t>) provisional applications are available</w:t>
      </w:r>
      <w:r w:rsidR="004B68FA">
        <w:rPr>
          <w:lang w:eastAsia="en-US"/>
        </w:rPr>
        <w:t>.</w:t>
      </w:r>
      <w:r w:rsidR="00F25FDC">
        <w:rPr>
          <w:lang w:eastAsia="en-US"/>
        </w:rPr>
        <w:t xml:space="preserve"> </w:t>
      </w:r>
      <w:r w:rsidR="00F25FDC">
        <w:t xml:space="preserve">Grace periods </w:t>
      </w:r>
      <w:r w:rsidR="00745121">
        <w:t>(</w:t>
      </w:r>
      <w:r w:rsidR="00F25FDC">
        <w:t>where an applicant can apply for a patent when the invention has already been disclosed subject to conditions</w:t>
      </w:r>
      <w:r w:rsidR="009B0094">
        <w:t>)</w:t>
      </w:r>
      <w:r w:rsidR="00F25FDC">
        <w:t xml:space="preserve"> apply in many countries including the United States, Japan and Canada. Grace periods do not apply in most European countries (IP Australia 2012</w:t>
      </w:r>
      <w:r w:rsidR="00C16E57">
        <w:t>e</w:t>
      </w:r>
      <w:r w:rsidR="00F25FDC">
        <w:t xml:space="preserve">). </w:t>
      </w:r>
    </w:p>
    <w:p w:rsidR="00F25FDC" w:rsidRDefault="00F25FDC" w:rsidP="00F25FDC">
      <w:pPr>
        <w:pStyle w:val="BodyText"/>
        <w:rPr>
          <w:lang w:eastAsia="en-US"/>
        </w:rPr>
      </w:pPr>
      <w:r>
        <w:rPr>
          <w:lang w:eastAsia="en-US"/>
        </w:rPr>
        <w:t>Selected features of patent</w:t>
      </w:r>
      <w:r w:rsidR="007B7185">
        <w:rPr>
          <w:lang w:eastAsia="en-US"/>
        </w:rPr>
        <w:t>s</w:t>
      </w:r>
      <w:r>
        <w:rPr>
          <w:lang w:eastAsia="en-US"/>
        </w:rPr>
        <w:t xml:space="preserve"> systems in Australia and comparable markets are discussed in more detail below. </w:t>
      </w:r>
    </w:p>
    <w:p w:rsidR="003C6308" w:rsidRDefault="003C6308" w:rsidP="003C6308">
      <w:pPr>
        <w:pStyle w:val="Heading3"/>
      </w:pPr>
      <w:r>
        <w:lastRenderedPageBreak/>
        <w:t>Utility models</w:t>
      </w:r>
    </w:p>
    <w:p w:rsidR="003C6308" w:rsidRDefault="003C6308" w:rsidP="003C6308">
      <w:pPr>
        <w:pStyle w:val="BodyText"/>
      </w:pPr>
      <w:r>
        <w:t xml:space="preserve">In some comparable markets, inventions can be protected under a ‘utility model’ or short-term patent, equivalent to innovation patents in Australia. Utility </w:t>
      </w:r>
      <w:r w:rsidR="0034541A">
        <w:t>models</w:t>
      </w:r>
      <w:r>
        <w:t xml:space="preserve"> have a maximum term of six years in France</w:t>
      </w:r>
      <w:r w:rsidR="00745121">
        <w:t>,</w:t>
      </w:r>
      <w:r>
        <w:t xml:space="preserve"> 10 years in </w:t>
      </w:r>
      <w:r w:rsidR="00745121">
        <w:t xml:space="preserve">both </w:t>
      </w:r>
      <w:r>
        <w:t>China and Germany</w:t>
      </w:r>
      <w:r w:rsidR="00745121">
        <w:t>,</w:t>
      </w:r>
      <w:r>
        <w:t xml:space="preserve"> </w:t>
      </w:r>
      <w:r w:rsidR="00745121">
        <w:br/>
      </w:r>
      <w:r>
        <w:t xml:space="preserve">10–15 years in Japan and 15 years in both Korea and Malaysia. In these markets, utility </w:t>
      </w:r>
      <w:r w:rsidR="0034541A">
        <w:t>models</w:t>
      </w:r>
      <w:r>
        <w:t xml:space="preserve"> have less stringent requirements for patentability, lower fees and a more streamlined application process. </w:t>
      </w:r>
      <w:r w:rsidRPr="00D45F11">
        <w:t xml:space="preserve">Examination requirements for utility models only exist in some comparable markets. </w:t>
      </w:r>
      <w:r>
        <w:t xml:space="preserve">In many countries, a patent application can be converted into a utility model application. In France, failure to request examination for a patent will automatically lead that application to be converted into a utility certificate (Richards nd). </w:t>
      </w:r>
    </w:p>
    <w:p w:rsidR="003C6308" w:rsidRPr="00DB6CFA" w:rsidRDefault="003C6308" w:rsidP="003C6308">
      <w:pPr>
        <w:pStyle w:val="BodyText"/>
      </w:pPr>
      <w:r>
        <w:t>Utility model applications worldwide have grown rapidly in recent years — from 313 000 in 2008, to 496 000 in 2010. Applications received by the Chinese IP Office make up most of these applications (83 per cent in 2010). In 2010, applications to the German, Korean, Russian, Ukrainian and Japanese patent</w:t>
      </w:r>
      <w:r w:rsidR="0034541A">
        <w:t xml:space="preserve"> offices</w:t>
      </w:r>
      <w:r>
        <w:t xml:space="preserve"> were the next most common, comprising collectively about 12 per cent of applications worldwide. Applications to other patent offices were negligible. Utility model applications are more likely to be by domestic applicants than applications for standard patents. This is particularly the case in China, where in 2010, 99 per cent of applic</w:t>
      </w:r>
      <w:r w:rsidR="008F3093">
        <w:t>ations were domestic (WIPO 2012</w:t>
      </w:r>
      <w:r w:rsidR="00C16E57">
        <w:t>a</w:t>
      </w:r>
      <w:r>
        <w:t>).</w:t>
      </w:r>
      <w:r w:rsidRPr="00DB6CFA">
        <w:t xml:space="preserve"> Between 2009 and mid</w:t>
      </w:r>
      <w:r w:rsidR="0034541A" w:rsidRPr="00DB6CFA">
        <w:noBreakHyphen/>
      </w:r>
      <w:r w:rsidRPr="00DB6CFA">
        <w:t>2012, IP Australia received between 1000 and 2000 applications for innovation patents per year (IP Australia 2012</w:t>
      </w:r>
      <w:r w:rsidR="00C16E57" w:rsidRPr="00DB6CFA">
        <w:t>h</w:t>
      </w:r>
      <w:r w:rsidRPr="00DB6CFA">
        <w:t>) relative to about 25 000 standard patent applications per year (chapter 4).</w:t>
      </w:r>
    </w:p>
    <w:p w:rsidR="003C6308" w:rsidRPr="00DB6CFA" w:rsidRDefault="003C6308" w:rsidP="00DB6CFA">
      <w:pPr>
        <w:pStyle w:val="BodyText"/>
      </w:pPr>
      <w:r w:rsidRPr="00DB6CFA">
        <w:t>Features of standard and innovation patents in Australia are outlined in table B.2.</w:t>
      </w:r>
    </w:p>
    <w:p w:rsidR="003C6308" w:rsidRDefault="003C6308" w:rsidP="003C6308">
      <w:pPr>
        <w:pStyle w:val="TableTitle"/>
      </w:pPr>
      <w:r>
        <w:rPr>
          <w:b w:val="0"/>
        </w:rPr>
        <w:t xml:space="preserve">Table </w:t>
      </w:r>
      <w:r w:rsidR="007D5E45">
        <w:fldChar w:fldCharType="begin"/>
      </w:r>
      <w:r w:rsidR="007D5E45">
        <w:instrText xml:space="preserve"> COMMENTS  \* MERGEFORMAT</w:instrText>
      </w:r>
      <w:r w:rsidR="007D5E45">
        <w:instrText xml:space="preserve"> </w:instrText>
      </w:r>
      <w:r w:rsidR="007D5E45">
        <w:fldChar w:fldCharType="separate"/>
      </w:r>
      <w:r w:rsidR="00AB1E33" w:rsidRPr="00AB1E33">
        <w:rPr>
          <w:b w:val="0"/>
        </w:rPr>
        <w:t>B.</w:t>
      </w:r>
      <w:r w:rsidR="007D5E45">
        <w:rPr>
          <w:b w:val="0"/>
        </w:rPr>
        <w:fldChar w:fldCharType="end"/>
      </w:r>
      <w:r w:rsidR="00794E05">
        <w:rPr>
          <w:b w:val="0"/>
        </w:rPr>
        <w:fldChar w:fldCharType="begin"/>
      </w:r>
      <w:r>
        <w:rPr>
          <w:b w:val="0"/>
        </w:rPr>
        <w:instrText xml:space="preserve"> SEQ Table \* ARABIC </w:instrText>
      </w:r>
      <w:r w:rsidR="00794E05">
        <w:rPr>
          <w:b w:val="0"/>
        </w:rPr>
        <w:fldChar w:fldCharType="separate"/>
      </w:r>
      <w:r w:rsidR="00862ED1">
        <w:rPr>
          <w:b w:val="0"/>
          <w:noProof/>
        </w:rPr>
        <w:t>2</w:t>
      </w:r>
      <w:r w:rsidR="00794E05">
        <w:rPr>
          <w:b w:val="0"/>
        </w:rPr>
        <w:fldChar w:fldCharType="end"/>
      </w:r>
      <w:r>
        <w:tab/>
        <w:t>Features of standard and innovation patents</w:t>
      </w:r>
    </w:p>
    <w:tbl>
      <w:tblPr>
        <w:tblW w:w="5000" w:type="pct"/>
        <w:tblCellMar>
          <w:left w:w="0" w:type="dxa"/>
          <w:right w:w="0" w:type="dxa"/>
        </w:tblCellMar>
        <w:tblLook w:val="0000" w:firstRow="0" w:lastRow="0" w:firstColumn="0" w:lastColumn="0" w:noHBand="0" w:noVBand="0"/>
      </w:tblPr>
      <w:tblGrid>
        <w:gridCol w:w="2931"/>
        <w:gridCol w:w="2930"/>
        <w:gridCol w:w="2928"/>
      </w:tblGrid>
      <w:tr w:rsidR="003C6308" w:rsidTr="003C6308">
        <w:tc>
          <w:tcPr>
            <w:tcW w:w="1667" w:type="pct"/>
            <w:tcBorders>
              <w:top w:val="single" w:sz="6" w:space="0" w:color="auto"/>
              <w:bottom w:val="single" w:sz="6" w:space="0" w:color="auto"/>
            </w:tcBorders>
            <w:shd w:val="clear" w:color="auto" w:fill="auto"/>
          </w:tcPr>
          <w:p w:rsidR="003C6308" w:rsidRDefault="003C6308" w:rsidP="003C6308">
            <w:pPr>
              <w:pStyle w:val="TableColumnHeading"/>
              <w:jc w:val="left"/>
            </w:pPr>
          </w:p>
        </w:tc>
        <w:tc>
          <w:tcPr>
            <w:tcW w:w="1667" w:type="pct"/>
            <w:tcBorders>
              <w:top w:val="single" w:sz="6" w:space="0" w:color="auto"/>
              <w:bottom w:val="single" w:sz="6" w:space="0" w:color="auto"/>
            </w:tcBorders>
            <w:shd w:val="clear" w:color="auto" w:fill="auto"/>
          </w:tcPr>
          <w:p w:rsidR="003C6308" w:rsidRDefault="003C6308" w:rsidP="003C6308">
            <w:pPr>
              <w:pStyle w:val="TableColumnHeading"/>
              <w:jc w:val="left"/>
            </w:pPr>
            <w:r>
              <w:t>Standard patent</w:t>
            </w:r>
          </w:p>
        </w:tc>
        <w:tc>
          <w:tcPr>
            <w:tcW w:w="1666" w:type="pct"/>
            <w:tcBorders>
              <w:top w:val="single" w:sz="6" w:space="0" w:color="auto"/>
              <w:bottom w:val="single" w:sz="6" w:space="0" w:color="auto"/>
            </w:tcBorders>
            <w:shd w:val="clear" w:color="auto" w:fill="auto"/>
          </w:tcPr>
          <w:p w:rsidR="003C6308" w:rsidRDefault="003C6308" w:rsidP="003C6308">
            <w:pPr>
              <w:pStyle w:val="TableColumnHeading"/>
              <w:ind w:right="28"/>
              <w:jc w:val="left"/>
            </w:pPr>
            <w:r>
              <w:t>Innovation patent</w:t>
            </w:r>
          </w:p>
        </w:tc>
      </w:tr>
      <w:tr w:rsidR="003C6308" w:rsidTr="003C6308">
        <w:tc>
          <w:tcPr>
            <w:tcW w:w="1667" w:type="pct"/>
            <w:tcBorders>
              <w:top w:val="single" w:sz="6" w:space="0" w:color="auto"/>
            </w:tcBorders>
          </w:tcPr>
          <w:p w:rsidR="003C6308" w:rsidRDefault="003C6308" w:rsidP="003C6308">
            <w:pPr>
              <w:pStyle w:val="TableUnitsRow"/>
              <w:jc w:val="left"/>
            </w:pPr>
            <w:r>
              <w:t>Patentability criteria</w:t>
            </w:r>
          </w:p>
        </w:tc>
        <w:tc>
          <w:tcPr>
            <w:tcW w:w="1667" w:type="pct"/>
            <w:tcBorders>
              <w:top w:val="single" w:sz="6" w:space="0" w:color="auto"/>
            </w:tcBorders>
          </w:tcPr>
          <w:p w:rsidR="003C6308" w:rsidRDefault="003C6308" w:rsidP="003C6308">
            <w:pPr>
              <w:pStyle w:val="TableUnitsRow"/>
              <w:jc w:val="left"/>
            </w:pPr>
            <w:r>
              <w:t>The invention must be new, useful and involve an inventive step</w:t>
            </w:r>
          </w:p>
        </w:tc>
        <w:tc>
          <w:tcPr>
            <w:tcW w:w="1666" w:type="pct"/>
            <w:tcBorders>
              <w:top w:val="single" w:sz="6" w:space="0" w:color="auto"/>
            </w:tcBorders>
          </w:tcPr>
          <w:p w:rsidR="003C6308" w:rsidRDefault="003C6308" w:rsidP="003C6308">
            <w:pPr>
              <w:pStyle w:val="TableUnitsRow"/>
              <w:ind w:right="28"/>
              <w:jc w:val="left"/>
            </w:pPr>
            <w:r>
              <w:t>The invention must be new, useful and involve an innovative step</w:t>
            </w:r>
          </w:p>
        </w:tc>
      </w:tr>
      <w:tr w:rsidR="003C6308" w:rsidTr="003C6308">
        <w:tc>
          <w:tcPr>
            <w:tcW w:w="1667" w:type="pct"/>
          </w:tcPr>
          <w:p w:rsidR="003C6308" w:rsidRDefault="003C6308" w:rsidP="003C6308">
            <w:pPr>
              <w:pStyle w:val="TableBodyText"/>
              <w:jc w:val="left"/>
            </w:pPr>
            <w:r>
              <w:t>Examination requirements</w:t>
            </w:r>
          </w:p>
        </w:tc>
        <w:tc>
          <w:tcPr>
            <w:tcW w:w="1667" w:type="pct"/>
          </w:tcPr>
          <w:p w:rsidR="003C6308" w:rsidRDefault="003C6308" w:rsidP="003C6308">
            <w:pPr>
              <w:pStyle w:val="TableBodyText"/>
              <w:jc w:val="left"/>
            </w:pPr>
            <w:r>
              <w:t>Mandatory because substantive requirements must be met before a patent is granted</w:t>
            </w:r>
          </w:p>
        </w:tc>
        <w:tc>
          <w:tcPr>
            <w:tcW w:w="1666" w:type="pct"/>
          </w:tcPr>
          <w:p w:rsidR="003C6308" w:rsidRDefault="003C6308" w:rsidP="003C6308">
            <w:pPr>
              <w:pStyle w:val="TableBodyText"/>
              <w:ind w:right="28"/>
              <w:jc w:val="left"/>
            </w:pPr>
            <w:r>
              <w:t xml:space="preserve">Optional. Examination can be requested by a patentee or a competitor to clarify the patentee’s legal right </w:t>
            </w:r>
          </w:p>
        </w:tc>
      </w:tr>
      <w:tr w:rsidR="003C6308" w:rsidTr="003C6308">
        <w:tc>
          <w:tcPr>
            <w:tcW w:w="1667" w:type="pct"/>
            <w:shd w:val="clear" w:color="auto" w:fill="auto"/>
          </w:tcPr>
          <w:p w:rsidR="003C6308" w:rsidRDefault="003C6308" w:rsidP="003C6308">
            <w:pPr>
              <w:pStyle w:val="TableBodyText"/>
              <w:jc w:val="left"/>
            </w:pPr>
            <w:r>
              <w:t>Protection period</w:t>
            </w:r>
          </w:p>
        </w:tc>
        <w:tc>
          <w:tcPr>
            <w:tcW w:w="1667" w:type="pct"/>
            <w:shd w:val="clear" w:color="auto" w:fill="auto"/>
          </w:tcPr>
          <w:p w:rsidR="003C6308" w:rsidRDefault="003C6308" w:rsidP="003C6308">
            <w:pPr>
              <w:pStyle w:val="TableBodyText"/>
              <w:jc w:val="left"/>
            </w:pPr>
            <w:r>
              <w:t>20 years if annual fees paid (or 25 years for pharmaceuticals)</w:t>
            </w:r>
          </w:p>
        </w:tc>
        <w:tc>
          <w:tcPr>
            <w:tcW w:w="1666" w:type="pct"/>
            <w:shd w:val="clear" w:color="auto" w:fill="auto"/>
          </w:tcPr>
          <w:p w:rsidR="003C6308" w:rsidRDefault="003C6308" w:rsidP="003C6308">
            <w:pPr>
              <w:pStyle w:val="TableBodyText"/>
              <w:ind w:right="28"/>
              <w:jc w:val="left"/>
            </w:pPr>
            <w:r>
              <w:t>8 years if annual fees are paid</w:t>
            </w:r>
          </w:p>
        </w:tc>
      </w:tr>
      <w:tr w:rsidR="003C6308" w:rsidTr="003C6308">
        <w:tc>
          <w:tcPr>
            <w:tcW w:w="1667" w:type="pct"/>
            <w:shd w:val="clear" w:color="auto" w:fill="auto"/>
          </w:tcPr>
          <w:p w:rsidR="003C6308" w:rsidRDefault="003C6308" w:rsidP="003C6308">
            <w:pPr>
              <w:pStyle w:val="TableBodyText"/>
              <w:jc w:val="left"/>
            </w:pPr>
            <w:r>
              <w:t>Application processing time</w:t>
            </w:r>
          </w:p>
        </w:tc>
        <w:tc>
          <w:tcPr>
            <w:tcW w:w="1667" w:type="pct"/>
            <w:shd w:val="clear" w:color="auto" w:fill="auto"/>
          </w:tcPr>
          <w:p w:rsidR="003C6308" w:rsidRDefault="003C6308" w:rsidP="003C6308">
            <w:pPr>
              <w:pStyle w:val="TableBodyText"/>
              <w:jc w:val="left"/>
            </w:pPr>
            <w:r>
              <w:t>6 months — several years (depending on circumstances)</w:t>
            </w:r>
          </w:p>
        </w:tc>
        <w:tc>
          <w:tcPr>
            <w:tcW w:w="1666" w:type="pct"/>
            <w:shd w:val="clear" w:color="auto" w:fill="auto"/>
          </w:tcPr>
          <w:p w:rsidR="003C6308" w:rsidRDefault="003C6308" w:rsidP="003C6308">
            <w:pPr>
              <w:pStyle w:val="TableBodyText"/>
              <w:ind w:right="28"/>
              <w:jc w:val="left"/>
            </w:pPr>
            <w:r>
              <w:t>1 month for grant</w:t>
            </w:r>
          </w:p>
        </w:tc>
      </w:tr>
      <w:tr w:rsidR="003C6308" w:rsidTr="003C6308">
        <w:tc>
          <w:tcPr>
            <w:tcW w:w="1667" w:type="pct"/>
            <w:tcBorders>
              <w:bottom w:val="single" w:sz="6" w:space="0" w:color="auto"/>
            </w:tcBorders>
            <w:shd w:val="clear" w:color="auto" w:fill="auto"/>
          </w:tcPr>
          <w:p w:rsidR="003C6308" w:rsidRDefault="003C6308" w:rsidP="003C6308">
            <w:pPr>
              <w:pStyle w:val="TableBodyText"/>
              <w:jc w:val="left"/>
            </w:pPr>
            <w:r>
              <w:t>Renewal fees</w:t>
            </w:r>
          </w:p>
        </w:tc>
        <w:tc>
          <w:tcPr>
            <w:tcW w:w="1667" w:type="pct"/>
            <w:tcBorders>
              <w:bottom w:val="single" w:sz="6" w:space="0" w:color="auto"/>
            </w:tcBorders>
            <w:shd w:val="clear" w:color="auto" w:fill="auto"/>
          </w:tcPr>
          <w:p w:rsidR="003C6308" w:rsidRDefault="003C6308" w:rsidP="003C6308">
            <w:pPr>
              <w:pStyle w:val="TableBodyText"/>
              <w:jc w:val="left"/>
            </w:pPr>
            <w:r>
              <w:t>Yes</w:t>
            </w:r>
          </w:p>
        </w:tc>
        <w:tc>
          <w:tcPr>
            <w:tcW w:w="1666" w:type="pct"/>
            <w:tcBorders>
              <w:bottom w:val="single" w:sz="6" w:space="0" w:color="auto"/>
            </w:tcBorders>
            <w:shd w:val="clear" w:color="auto" w:fill="auto"/>
          </w:tcPr>
          <w:p w:rsidR="003C6308" w:rsidRDefault="003C6308" w:rsidP="003C6308">
            <w:pPr>
              <w:pStyle w:val="TableBodyText"/>
              <w:ind w:right="28"/>
              <w:jc w:val="left"/>
            </w:pPr>
            <w:r>
              <w:t>Yes</w:t>
            </w:r>
          </w:p>
        </w:tc>
      </w:tr>
    </w:tbl>
    <w:p w:rsidR="003C6308" w:rsidRPr="008E77FE" w:rsidRDefault="003C6308" w:rsidP="003C6308">
      <w:pPr>
        <w:pStyle w:val="Source"/>
      </w:pPr>
      <w:r>
        <w:rPr>
          <w:i/>
        </w:rPr>
        <w:t>Source</w:t>
      </w:r>
      <w:r>
        <w:t>: IP Australia (</w:t>
      </w:r>
      <w:r w:rsidR="00B213FF">
        <w:t>nd</w:t>
      </w:r>
      <w:r>
        <w:t>a).</w:t>
      </w:r>
    </w:p>
    <w:p w:rsidR="00F76105" w:rsidRPr="00F25FDC" w:rsidRDefault="00F76105" w:rsidP="00F25FDC">
      <w:pPr>
        <w:pStyle w:val="Heading3"/>
      </w:pPr>
      <w:r w:rsidRPr="00F25FDC">
        <w:lastRenderedPageBreak/>
        <w:t xml:space="preserve">Examination requirements </w:t>
      </w:r>
    </w:p>
    <w:p w:rsidR="00EE1660" w:rsidRPr="00C61D2A" w:rsidRDefault="00EE1660" w:rsidP="00EE1660">
      <w:pPr>
        <w:pStyle w:val="BodyText"/>
      </w:pPr>
      <w:r w:rsidRPr="00C61D2A">
        <w:t xml:space="preserve">Examination requirements apply to patents, and fees apply. </w:t>
      </w:r>
      <w:r w:rsidR="000E37C9" w:rsidRPr="00C61D2A">
        <w:t>In Australia, e</w:t>
      </w:r>
      <w:r w:rsidRPr="00C61D2A">
        <w:t xml:space="preserve">xaminations are performed by IP Australia to determine whether an invention meets patentability criteria </w:t>
      </w:r>
      <w:r w:rsidR="009122F3" w:rsidRPr="00C61D2A">
        <w:t xml:space="preserve">(outlined above in box B.1) </w:t>
      </w:r>
      <w:r w:rsidRPr="00C61D2A">
        <w:t xml:space="preserve">and is sufficiently well disclosed. </w:t>
      </w:r>
      <w:r w:rsidR="00BA7F78" w:rsidRPr="00C61D2A">
        <w:t xml:space="preserve">As part of the process, examiners will search for ‘prior art’ to determine if the invention is novel. </w:t>
      </w:r>
      <w:r w:rsidRPr="00C61D2A">
        <w:t xml:space="preserve">An applicant for a standard patent must request examination within </w:t>
      </w:r>
      <w:r w:rsidR="00BA7F78" w:rsidRPr="00C61D2A">
        <w:t>five</w:t>
      </w:r>
      <w:r w:rsidRPr="00C61D2A">
        <w:t xml:space="preserve"> years of the application being filed</w:t>
      </w:r>
      <w:r w:rsidR="00421408" w:rsidRPr="00C61D2A">
        <w:t xml:space="preserve"> in Australia</w:t>
      </w:r>
      <w:r w:rsidRPr="00C61D2A">
        <w:t xml:space="preserve">. Standard patent applications must be examined before rights can be enforced. In contrast, innovation patents are not examined unless requested by </w:t>
      </w:r>
      <w:r w:rsidR="00150638" w:rsidRPr="00C61D2A">
        <w:t xml:space="preserve">the patentee or </w:t>
      </w:r>
      <w:r w:rsidRPr="00C61D2A">
        <w:t xml:space="preserve">a third party. </w:t>
      </w:r>
      <w:r w:rsidR="00B85D2A">
        <w:t>Twelve months after requesting examination, IP Australia advises applicants if their application does not meet patentability requirements. Applicants can modify and resubmit their application.</w:t>
      </w:r>
      <w:r w:rsidR="00B85D2A" w:rsidRPr="00C61D2A">
        <w:t xml:space="preserve"> Once an application has passed examination and opposition proceedings have been resolved a patent is granted.</w:t>
      </w:r>
    </w:p>
    <w:p w:rsidR="00D74E6E" w:rsidRDefault="00D74E6E" w:rsidP="00D74E6E">
      <w:pPr>
        <w:pStyle w:val="BodyText"/>
      </w:pPr>
      <w:r>
        <w:t xml:space="preserve">Examinations of patents are required in comparable markets. Time limits for examination vary. For example, request for examination must occur within six months of </w:t>
      </w:r>
      <w:r w:rsidR="00FF73B1">
        <w:t xml:space="preserve">publication of </w:t>
      </w:r>
      <w:r>
        <w:t>a European patent</w:t>
      </w:r>
      <w:r w:rsidR="00FF73B1">
        <w:t>, which occurs 18 months after filing</w:t>
      </w:r>
      <w:r>
        <w:t xml:space="preserve">. </w:t>
      </w:r>
      <w:r w:rsidR="00FF73B1">
        <w:t>A</w:t>
      </w:r>
      <w:r>
        <w:t xml:space="preserve"> request for examination is required within three years of filing date in China</w:t>
      </w:r>
      <w:r w:rsidR="00EA3EE1">
        <w:t xml:space="preserve"> (EPO</w:t>
      </w:r>
      <w:r w:rsidR="004C4968">
        <w:t> </w:t>
      </w:r>
      <w:r w:rsidR="00EA3EE1">
        <w:t>2012</w:t>
      </w:r>
      <w:r w:rsidR="00123253">
        <w:t>a</w:t>
      </w:r>
      <w:r w:rsidR="00EA3EE1">
        <w:t>)</w:t>
      </w:r>
      <w:r>
        <w:t>, three years in Japan</w:t>
      </w:r>
      <w:r w:rsidR="004C4968">
        <w:t xml:space="preserve"> (JPO 2012</w:t>
      </w:r>
      <w:r w:rsidR="00123253">
        <w:t>a</w:t>
      </w:r>
      <w:r w:rsidR="004C4968">
        <w:t>)</w:t>
      </w:r>
      <w:r>
        <w:t xml:space="preserve"> and five years in Canada</w:t>
      </w:r>
      <w:r w:rsidR="004C4968">
        <w:t xml:space="preserve"> (CIPO 2012)</w:t>
      </w:r>
      <w:r>
        <w:t xml:space="preserve">. </w:t>
      </w:r>
      <w:r w:rsidR="00867E2A">
        <w:t>In the U</w:t>
      </w:r>
      <w:r w:rsidR="006570D5">
        <w:t xml:space="preserve">nited </w:t>
      </w:r>
      <w:r w:rsidR="00867E2A">
        <w:t>S</w:t>
      </w:r>
      <w:r w:rsidR="006570D5">
        <w:t>tates</w:t>
      </w:r>
      <w:r w:rsidR="00867E2A">
        <w:t xml:space="preserve">, </w:t>
      </w:r>
      <w:r w:rsidR="00EF6A2A">
        <w:t xml:space="preserve">applicants do not request examination. Once applications meet requirements they are examined in due course. </w:t>
      </w:r>
    </w:p>
    <w:p w:rsidR="00F76105" w:rsidRPr="00F25FDC" w:rsidRDefault="00F76105" w:rsidP="00F25FDC">
      <w:pPr>
        <w:pStyle w:val="Heading3"/>
      </w:pPr>
      <w:r w:rsidRPr="00F25FDC">
        <w:t>Opposition periods</w:t>
      </w:r>
    </w:p>
    <w:p w:rsidR="000E37C9" w:rsidRDefault="000E37C9" w:rsidP="009C1C3A">
      <w:pPr>
        <w:pStyle w:val="BodyText"/>
      </w:pPr>
      <w:r>
        <w:t>Pre-</w:t>
      </w:r>
      <w:r w:rsidR="002F4AA9">
        <w:t xml:space="preserve"> </w:t>
      </w:r>
      <w:r>
        <w:t>and post-grant patent review provisions, where the validity of patents can be challenged, exist in Australia and most comparable markets.</w:t>
      </w:r>
    </w:p>
    <w:p w:rsidR="009D7F6E" w:rsidRPr="00C61D2A" w:rsidRDefault="000E37C9" w:rsidP="00C61D2A">
      <w:pPr>
        <w:pStyle w:val="BodyText"/>
      </w:pPr>
      <w:r w:rsidRPr="00C61D2A">
        <w:t xml:space="preserve">In Australia, </w:t>
      </w:r>
      <w:r w:rsidR="00EE1660" w:rsidRPr="00C61D2A">
        <w:t xml:space="preserve">an application for a standard patent </w:t>
      </w:r>
      <w:r w:rsidR="00C13483" w:rsidRPr="00C61D2A">
        <w:t xml:space="preserve">is published 18 months after it is accepted </w:t>
      </w:r>
      <w:r w:rsidR="00EE1660" w:rsidRPr="00C61D2A">
        <w:t>by IP Australia</w:t>
      </w:r>
      <w:r w:rsidR="00C13483" w:rsidRPr="00C61D2A">
        <w:t>. Once the application has been published</w:t>
      </w:r>
      <w:r w:rsidR="00EE1660" w:rsidRPr="00C61D2A">
        <w:t xml:space="preserve">, </w:t>
      </w:r>
      <w:r w:rsidR="009C1C3A" w:rsidRPr="00C61D2A">
        <w:t>third</w:t>
      </w:r>
      <w:r w:rsidR="00EE1660" w:rsidRPr="00C61D2A">
        <w:t xml:space="preserve"> parties have three months to start ‘opposition proceedings’ and challenge the </w:t>
      </w:r>
      <w:r w:rsidR="00C13483" w:rsidRPr="00C61D2A">
        <w:t xml:space="preserve">validity of the </w:t>
      </w:r>
      <w:r w:rsidR="00746880" w:rsidRPr="00C61D2A">
        <w:t>application</w:t>
      </w:r>
      <w:r w:rsidR="00EE1660" w:rsidRPr="00C61D2A">
        <w:t xml:space="preserve">. </w:t>
      </w:r>
      <w:r w:rsidR="008955C7" w:rsidRPr="00C61D2A">
        <w:t xml:space="preserve">The Federal Court </w:t>
      </w:r>
      <w:r w:rsidR="00A640C4" w:rsidRPr="00C61D2A">
        <w:t xml:space="preserve">has </w:t>
      </w:r>
      <w:r w:rsidR="008955C7" w:rsidRPr="00C61D2A">
        <w:t xml:space="preserve">noted: </w:t>
      </w:r>
    </w:p>
    <w:p w:rsidR="008955C7" w:rsidRPr="006E5498" w:rsidRDefault="00D00FB4" w:rsidP="008955C7">
      <w:pPr>
        <w:pStyle w:val="Quote"/>
      </w:pPr>
      <w:r>
        <w:t xml:space="preserve">… </w:t>
      </w:r>
      <w:r w:rsidR="008955C7" w:rsidRPr="008955C7">
        <w:t>the purpose of pre-grant opposition proceedings is to provide a swift and economical means of settling disputes that would otherwise need to be dealt with by the courts in more expensive and time consuming post-grant litigation; that is, to decrease the occasion for costly revocation proceedings by ensuring that bad patents do not proceed to grant</w:t>
      </w:r>
      <w:r w:rsidR="0032292A">
        <w:t>.</w:t>
      </w:r>
      <w:r w:rsidR="008955C7" w:rsidRPr="008955C7">
        <w:t xml:space="preserve"> </w:t>
      </w:r>
      <w:r w:rsidR="008955C7" w:rsidRPr="006E5498">
        <w:t xml:space="preserve">(Federal Court </w:t>
      </w:r>
      <w:r w:rsidR="007658E8" w:rsidRPr="006E5498">
        <w:t xml:space="preserve">of </w:t>
      </w:r>
      <w:r w:rsidR="008955C7" w:rsidRPr="006E5498">
        <w:t>Australia quoted in IP Australia 2009</w:t>
      </w:r>
      <w:r w:rsidR="00C16E57" w:rsidRPr="006E5498">
        <w:t>b</w:t>
      </w:r>
      <w:r w:rsidR="00703D72" w:rsidRPr="006E5498">
        <w:t>, p. 4</w:t>
      </w:r>
      <w:r w:rsidR="008955C7" w:rsidRPr="006E5498">
        <w:t xml:space="preserve">) </w:t>
      </w:r>
    </w:p>
    <w:p w:rsidR="00EB47B1" w:rsidRPr="006E5498" w:rsidRDefault="008955C7" w:rsidP="006E5498">
      <w:pPr>
        <w:pStyle w:val="BodyText"/>
      </w:pPr>
      <w:r w:rsidRPr="006E5498">
        <w:t xml:space="preserve">Grounds </w:t>
      </w:r>
      <w:r w:rsidR="00D00FB4" w:rsidRPr="006E5498">
        <w:t xml:space="preserve">for filing opposition include: </w:t>
      </w:r>
    </w:p>
    <w:p w:rsidR="00EB47B1" w:rsidRPr="00715960" w:rsidRDefault="00D00FB4" w:rsidP="00715960">
      <w:pPr>
        <w:pStyle w:val="ListBullet"/>
      </w:pPr>
      <w:r w:rsidRPr="00715960">
        <w:t>t</w:t>
      </w:r>
      <w:r w:rsidR="008955C7" w:rsidRPr="00715960">
        <w:t>he applicant is not the person entitled to the patent</w:t>
      </w:r>
    </w:p>
    <w:p w:rsidR="00EB47B1" w:rsidRPr="00715960" w:rsidRDefault="008955C7" w:rsidP="00715960">
      <w:pPr>
        <w:pStyle w:val="ListBullet"/>
      </w:pPr>
      <w:r w:rsidRPr="00715960">
        <w:lastRenderedPageBreak/>
        <w:t>the invention is not</w:t>
      </w:r>
      <w:r w:rsidR="00EB47B1" w:rsidRPr="00715960">
        <w:t xml:space="preserve"> </w:t>
      </w:r>
      <w:r w:rsidRPr="00715960">
        <w:t xml:space="preserve">a </w:t>
      </w:r>
      <w:r w:rsidR="00EB47B1" w:rsidRPr="00715960">
        <w:t>‘</w:t>
      </w:r>
      <w:r w:rsidRPr="00715960">
        <w:t>manner of manufacture</w:t>
      </w:r>
      <w:r w:rsidR="00EB47B1" w:rsidRPr="00715960">
        <w:t>’,</w:t>
      </w:r>
      <w:r w:rsidRPr="00715960">
        <w:t xml:space="preserve"> novel nor involves an inventive step</w:t>
      </w:r>
    </w:p>
    <w:p w:rsidR="00EB47B1" w:rsidRPr="00715960" w:rsidRDefault="008955C7" w:rsidP="00715960">
      <w:pPr>
        <w:pStyle w:val="ListBullet"/>
      </w:pPr>
      <w:r w:rsidRPr="00715960">
        <w:t>the patent is not sufficiently well disclosed</w:t>
      </w:r>
    </w:p>
    <w:p w:rsidR="00EB47B1" w:rsidRPr="00715960" w:rsidRDefault="008955C7" w:rsidP="00715960">
      <w:pPr>
        <w:pStyle w:val="ListBullet"/>
      </w:pPr>
      <w:r w:rsidRPr="00715960">
        <w:t>the patent relates to human beings o</w:t>
      </w:r>
      <w:r w:rsidR="0032292A" w:rsidRPr="00715960">
        <w:t>r</w:t>
      </w:r>
      <w:r w:rsidRPr="00715960">
        <w:t xml:space="preserve"> the biological processes for their generation. </w:t>
      </w:r>
    </w:p>
    <w:p w:rsidR="00B743F0" w:rsidRPr="000821F7" w:rsidRDefault="007A7E80" w:rsidP="000821F7">
      <w:pPr>
        <w:pStyle w:val="BodyText"/>
      </w:pPr>
      <w:r w:rsidRPr="000821F7">
        <w:t xml:space="preserve">Filing an opposition to a standard or innovation patent costs $600. </w:t>
      </w:r>
      <w:r w:rsidR="007B29E8" w:rsidRPr="000821F7">
        <w:t>In the past decade, b</w:t>
      </w:r>
      <w:r w:rsidR="00B743F0" w:rsidRPr="000821F7">
        <w:t xml:space="preserve">etween 100 and 200 oppositions have been filed </w:t>
      </w:r>
      <w:r w:rsidR="004B68FA" w:rsidRPr="000821F7">
        <w:t>each</w:t>
      </w:r>
      <w:r w:rsidR="007B29E8" w:rsidRPr="000821F7">
        <w:t xml:space="preserve"> </w:t>
      </w:r>
      <w:r w:rsidR="00B743F0" w:rsidRPr="000821F7">
        <w:t>year</w:t>
      </w:r>
      <w:r w:rsidR="00EB47B1" w:rsidRPr="000821F7">
        <w:t xml:space="preserve">, which is very small </w:t>
      </w:r>
      <w:r w:rsidR="00E915F1" w:rsidRPr="000821F7">
        <w:t xml:space="preserve">in comparison </w:t>
      </w:r>
      <w:r w:rsidR="00EB47B1" w:rsidRPr="000821F7">
        <w:t xml:space="preserve">to the number of patent applications in recent years (about 25 000 per year) </w:t>
      </w:r>
      <w:r w:rsidR="00562365" w:rsidRPr="000821F7">
        <w:t>(IP Australia 2012</w:t>
      </w:r>
      <w:r w:rsidR="00C16E57" w:rsidRPr="000821F7">
        <w:t>h</w:t>
      </w:r>
      <w:r w:rsidR="00EB47B1" w:rsidRPr="000821F7">
        <w:t>; chapter 4</w:t>
      </w:r>
      <w:r w:rsidR="00562365" w:rsidRPr="000821F7">
        <w:t>)</w:t>
      </w:r>
      <w:r w:rsidR="00B743F0" w:rsidRPr="000821F7">
        <w:t xml:space="preserve">. </w:t>
      </w:r>
    </w:p>
    <w:p w:rsidR="009C1C3A" w:rsidRDefault="00A640C4" w:rsidP="008955C7">
      <w:pPr>
        <w:pStyle w:val="BodyText"/>
      </w:pPr>
      <w:r w:rsidRPr="005C1298">
        <w:t xml:space="preserve">After </w:t>
      </w:r>
      <w:r w:rsidR="00C13483" w:rsidRPr="005C1298">
        <w:t>an application has passed examination and</w:t>
      </w:r>
      <w:r w:rsidRPr="005C1298">
        <w:t xml:space="preserve"> </w:t>
      </w:r>
      <w:r w:rsidR="00C13483" w:rsidRPr="005C1298">
        <w:t xml:space="preserve">any </w:t>
      </w:r>
      <w:r w:rsidR="00EE1660" w:rsidRPr="005C1298">
        <w:t xml:space="preserve">opposition </w:t>
      </w:r>
      <w:r w:rsidR="00C13483" w:rsidRPr="005C1298">
        <w:t xml:space="preserve">proceedings have been resolved, </w:t>
      </w:r>
      <w:r w:rsidRPr="005C1298">
        <w:t>an</w:t>
      </w:r>
      <w:r w:rsidR="00C13483" w:rsidRPr="005C1298">
        <w:t xml:space="preserve"> </w:t>
      </w:r>
      <w:r w:rsidR="00EE1660" w:rsidRPr="005C1298">
        <w:t>application is sealed</w:t>
      </w:r>
      <w:r w:rsidR="00393E6F" w:rsidRPr="005C1298">
        <w:t xml:space="preserve"> and becomes a granted patent</w:t>
      </w:r>
      <w:r w:rsidR="009D7F6E" w:rsidRPr="005C1298">
        <w:t xml:space="preserve">, but can still be challenged </w:t>
      </w:r>
      <w:r w:rsidR="008955C7" w:rsidRPr="005C1298">
        <w:t>through re-examination or revocation</w:t>
      </w:r>
      <w:r w:rsidR="00EE1660" w:rsidRPr="005C1298">
        <w:t>.</w:t>
      </w:r>
      <w:r w:rsidR="009C1C3A" w:rsidRPr="005C1298">
        <w:t xml:space="preserve"> </w:t>
      </w:r>
      <w:r w:rsidR="008955C7">
        <w:t xml:space="preserve">Requests </w:t>
      </w:r>
      <w:r w:rsidR="00D17D45">
        <w:t>for re-examination can only be made</w:t>
      </w:r>
      <w:r w:rsidR="008955C7">
        <w:t xml:space="preserve"> on more limited grounds</w:t>
      </w:r>
      <w:r w:rsidR="009C1C3A">
        <w:t xml:space="preserve">. </w:t>
      </w:r>
      <w:r w:rsidR="008C510A">
        <w:t xml:space="preserve">An application for revocation </w:t>
      </w:r>
      <w:r w:rsidR="00D17D45">
        <w:t xml:space="preserve">can be made on </w:t>
      </w:r>
      <w:r w:rsidR="008C510A">
        <w:t xml:space="preserve">broader grounds than for opposition proceedings or re-examination. </w:t>
      </w:r>
    </w:p>
    <w:p w:rsidR="00D74E6E" w:rsidRDefault="00D74E6E" w:rsidP="00D74E6E">
      <w:pPr>
        <w:pStyle w:val="BodyText"/>
      </w:pPr>
      <w:r>
        <w:t xml:space="preserve">Opposition proceedings are available in some comparable markets subject to time limits, which are similar across countries. For example, notices of opposition can be filed within three months of a patent being published in New Zealand and within nine months in the European Union. Opposition proceedings have been abolished in a number of </w:t>
      </w:r>
      <w:r w:rsidR="00397C17">
        <w:t xml:space="preserve">other </w:t>
      </w:r>
      <w:r>
        <w:t>countries</w:t>
      </w:r>
      <w:r w:rsidR="002E3358">
        <w:t>. For example, opposition proceedings were abolished in Japan in 2004 because the system was considered redundant given invalidation proceedings were available (Okuyama 2007).</w:t>
      </w:r>
      <w:r>
        <w:t xml:space="preserve"> Post</w:t>
      </w:r>
      <w:r>
        <w:noBreakHyphen/>
        <w:t xml:space="preserve">grant procedures for challenging patents exist in </w:t>
      </w:r>
      <w:r w:rsidR="007B29E8">
        <w:t xml:space="preserve">almost all </w:t>
      </w:r>
      <w:r>
        <w:t xml:space="preserve">comparable markets. For example, </w:t>
      </w:r>
      <w:r w:rsidR="007B29E8">
        <w:t>i</w:t>
      </w:r>
      <w:r>
        <w:t>n the U</w:t>
      </w:r>
      <w:r w:rsidR="006570D5">
        <w:t xml:space="preserve">nited </w:t>
      </w:r>
      <w:r>
        <w:t>S</w:t>
      </w:r>
      <w:r w:rsidR="006570D5">
        <w:t>tates</w:t>
      </w:r>
      <w:r>
        <w:t xml:space="preserve">, a request for re-examination of a patent can be made by anyone at any time during </w:t>
      </w:r>
      <w:r w:rsidR="0032292A">
        <w:t xml:space="preserve">the term of a </w:t>
      </w:r>
      <w:r>
        <w:t>patent</w:t>
      </w:r>
      <w:r w:rsidR="003F6AAD">
        <w:t xml:space="preserve"> (USPTO 2012)</w:t>
      </w:r>
      <w:r>
        <w:t xml:space="preserve">. </w:t>
      </w:r>
    </w:p>
    <w:p w:rsidR="00863F5F" w:rsidRDefault="00863F5F" w:rsidP="00863F5F">
      <w:pPr>
        <w:pStyle w:val="Heading3"/>
      </w:pPr>
      <w:r>
        <w:t>Patent fees</w:t>
      </w:r>
    </w:p>
    <w:p w:rsidR="004B68FA" w:rsidRDefault="000E37C9" w:rsidP="000E37C9">
      <w:pPr>
        <w:pStyle w:val="BodyText"/>
      </w:pPr>
      <w:r w:rsidRPr="005C1298">
        <w:t xml:space="preserve">Once a patent is granted, the patent holder must pay annual renewal (maintenance) fees to keep the patent in force. </w:t>
      </w:r>
      <w:r>
        <w:t xml:space="preserve">Table B.3 </w:t>
      </w:r>
      <w:r w:rsidR="00E87959">
        <w:t xml:space="preserve">provides </w:t>
      </w:r>
      <w:r>
        <w:t>a non-exhaustive li</w:t>
      </w:r>
      <w:r w:rsidR="004B68FA">
        <w:t xml:space="preserve">st of fees </w:t>
      </w:r>
      <w:r w:rsidR="009122F3">
        <w:t xml:space="preserve">through the life cycle of </w:t>
      </w:r>
      <w:r w:rsidR="003C6308">
        <w:t xml:space="preserve">patents </w:t>
      </w:r>
      <w:r w:rsidR="004B68FA">
        <w:t>in Australia.</w:t>
      </w:r>
      <w:r w:rsidR="009122F3">
        <w:t xml:space="preserve"> Standard, innovation and PCT applications are considered. Applicable fees vary considerably depending on events that occur during the life cycle of a patent. </w:t>
      </w:r>
    </w:p>
    <w:p w:rsidR="00204D86" w:rsidRDefault="00ED2745" w:rsidP="00204D86">
      <w:pPr>
        <w:pStyle w:val="TableTitle"/>
      </w:pPr>
      <w:r>
        <w:rPr>
          <w:b w:val="0"/>
        </w:rPr>
        <w:lastRenderedPageBreak/>
        <w:t xml:space="preserve">Table </w:t>
      </w:r>
      <w:r w:rsidR="007D5E45">
        <w:fldChar w:fldCharType="begin"/>
      </w:r>
      <w:r w:rsidR="007D5E45">
        <w:instrText xml:space="preserve"> COMMENTS  \* MERGEFORMAT </w:instrText>
      </w:r>
      <w:r w:rsidR="007D5E45">
        <w:fldChar w:fldCharType="separate"/>
      </w:r>
      <w:r w:rsidR="00AB1E33" w:rsidRPr="00AB1E33">
        <w:rPr>
          <w:b w:val="0"/>
        </w:rPr>
        <w:t>B.</w:t>
      </w:r>
      <w:r w:rsidR="007D5E45">
        <w:rPr>
          <w:b w:val="0"/>
        </w:rPr>
        <w:fldChar w:fldCharType="end"/>
      </w:r>
      <w:r w:rsidR="00794E05">
        <w:rPr>
          <w:b w:val="0"/>
        </w:rPr>
        <w:fldChar w:fldCharType="begin"/>
      </w:r>
      <w:r>
        <w:rPr>
          <w:b w:val="0"/>
        </w:rPr>
        <w:instrText xml:space="preserve"> SEQ Table \* ARABIC </w:instrText>
      </w:r>
      <w:r w:rsidR="00794E05">
        <w:rPr>
          <w:b w:val="0"/>
        </w:rPr>
        <w:fldChar w:fldCharType="separate"/>
      </w:r>
      <w:r w:rsidR="00862ED1">
        <w:rPr>
          <w:b w:val="0"/>
          <w:noProof/>
        </w:rPr>
        <w:t>3</w:t>
      </w:r>
      <w:r w:rsidR="00794E05">
        <w:rPr>
          <w:b w:val="0"/>
        </w:rPr>
        <w:fldChar w:fldCharType="end"/>
      </w:r>
      <w:r>
        <w:tab/>
      </w:r>
      <w:r w:rsidR="00204D86">
        <w:t>Patent fees in Australia</w:t>
      </w:r>
      <w:r w:rsidR="00204D86" w:rsidRPr="00204D86">
        <w:rPr>
          <w:rStyle w:val="NoteLabel"/>
          <w:b/>
        </w:rPr>
        <w:t>a</w:t>
      </w:r>
    </w:p>
    <w:tbl>
      <w:tblPr>
        <w:tblW w:w="5000" w:type="pct"/>
        <w:tblCellMar>
          <w:left w:w="0" w:type="dxa"/>
          <w:right w:w="0" w:type="dxa"/>
        </w:tblCellMar>
        <w:tblLook w:val="0000" w:firstRow="0" w:lastRow="0" w:firstColumn="0" w:lastColumn="0" w:noHBand="0" w:noVBand="0"/>
      </w:tblPr>
      <w:tblGrid>
        <w:gridCol w:w="5245"/>
        <w:gridCol w:w="1842"/>
        <w:gridCol w:w="1702"/>
      </w:tblGrid>
      <w:tr w:rsidR="00204D86" w:rsidTr="00740F1A">
        <w:tc>
          <w:tcPr>
            <w:tcW w:w="2984" w:type="pct"/>
            <w:tcBorders>
              <w:top w:val="single" w:sz="6" w:space="0" w:color="auto"/>
              <w:bottom w:val="single" w:sz="6" w:space="0" w:color="auto"/>
            </w:tcBorders>
            <w:shd w:val="clear" w:color="auto" w:fill="auto"/>
          </w:tcPr>
          <w:p w:rsidR="00204D86" w:rsidRDefault="00204D86" w:rsidP="00713D53">
            <w:pPr>
              <w:pStyle w:val="TableColumnHeading"/>
              <w:jc w:val="left"/>
            </w:pPr>
          </w:p>
        </w:tc>
        <w:tc>
          <w:tcPr>
            <w:tcW w:w="1048" w:type="pct"/>
            <w:tcBorders>
              <w:top w:val="single" w:sz="6" w:space="0" w:color="auto"/>
              <w:bottom w:val="single" w:sz="6" w:space="0" w:color="auto"/>
            </w:tcBorders>
            <w:shd w:val="clear" w:color="auto" w:fill="auto"/>
          </w:tcPr>
          <w:p w:rsidR="00204D86" w:rsidRDefault="00204D86" w:rsidP="00713D53">
            <w:pPr>
              <w:pStyle w:val="TableColumnHeading"/>
            </w:pPr>
            <w:r>
              <w:t>Standard</w:t>
            </w:r>
          </w:p>
        </w:tc>
        <w:tc>
          <w:tcPr>
            <w:tcW w:w="968" w:type="pct"/>
            <w:tcBorders>
              <w:top w:val="single" w:sz="6" w:space="0" w:color="auto"/>
              <w:bottom w:val="single" w:sz="6" w:space="0" w:color="auto"/>
            </w:tcBorders>
            <w:shd w:val="clear" w:color="auto" w:fill="auto"/>
          </w:tcPr>
          <w:p w:rsidR="00204D86" w:rsidRDefault="00204D86" w:rsidP="00713D53">
            <w:pPr>
              <w:pStyle w:val="TableColumnHeading"/>
              <w:ind w:right="28"/>
            </w:pPr>
            <w:r>
              <w:t>Innovation</w:t>
            </w:r>
          </w:p>
        </w:tc>
      </w:tr>
      <w:tr w:rsidR="00204D86" w:rsidTr="00740F1A">
        <w:tc>
          <w:tcPr>
            <w:tcW w:w="2984" w:type="pct"/>
            <w:tcBorders>
              <w:top w:val="single" w:sz="6" w:space="0" w:color="auto"/>
            </w:tcBorders>
          </w:tcPr>
          <w:p w:rsidR="00204D86" w:rsidRDefault="00204D86" w:rsidP="00713D53">
            <w:pPr>
              <w:pStyle w:val="TableUnitsRow"/>
              <w:jc w:val="left"/>
            </w:pPr>
          </w:p>
        </w:tc>
        <w:tc>
          <w:tcPr>
            <w:tcW w:w="1048" w:type="pct"/>
            <w:tcBorders>
              <w:top w:val="single" w:sz="6" w:space="0" w:color="auto"/>
            </w:tcBorders>
          </w:tcPr>
          <w:p w:rsidR="00204D86" w:rsidRDefault="00204D86" w:rsidP="00713D53">
            <w:pPr>
              <w:pStyle w:val="TableUnitsRow"/>
            </w:pPr>
          </w:p>
        </w:tc>
        <w:tc>
          <w:tcPr>
            <w:tcW w:w="968" w:type="pct"/>
            <w:tcBorders>
              <w:top w:val="single" w:sz="6" w:space="0" w:color="auto"/>
            </w:tcBorders>
          </w:tcPr>
          <w:p w:rsidR="00204D86" w:rsidRDefault="00204D86" w:rsidP="00713D53">
            <w:pPr>
              <w:pStyle w:val="TableUnitsRow"/>
              <w:ind w:right="28"/>
            </w:pPr>
          </w:p>
        </w:tc>
      </w:tr>
      <w:tr w:rsidR="00204D86" w:rsidTr="0032292A">
        <w:tc>
          <w:tcPr>
            <w:tcW w:w="2984" w:type="pct"/>
            <w:vAlign w:val="bottom"/>
          </w:tcPr>
          <w:p w:rsidR="00204D86" w:rsidRDefault="00204D86" w:rsidP="0032292A">
            <w:pPr>
              <w:pStyle w:val="TableBodyText"/>
              <w:jc w:val="left"/>
            </w:pPr>
            <w:r>
              <w:t>Provisional patent application request</w:t>
            </w:r>
          </w:p>
        </w:tc>
        <w:tc>
          <w:tcPr>
            <w:tcW w:w="1048" w:type="pct"/>
            <w:vAlign w:val="bottom"/>
          </w:tcPr>
          <w:p w:rsidR="00204D86" w:rsidRDefault="00204D86" w:rsidP="0032292A">
            <w:pPr>
              <w:pStyle w:val="TableBodyText"/>
            </w:pPr>
            <w:r>
              <w:t>$110</w:t>
            </w:r>
          </w:p>
        </w:tc>
        <w:tc>
          <w:tcPr>
            <w:tcW w:w="968" w:type="pct"/>
            <w:vAlign w:val="bottom"/>
          </w:tcPr>
          <w:p w:rsidR="00204D86" w:rsidRPr="00A31C5B" w:rsidRDefault="008B683D" w:rsidP="0032292A">
            <w:pPr>
              <w:pStyle w:val="TableBodyText"/>
              <w:rPr>
                <w:b/>
              </w:rPr>
            </w:pPr>
            <w:r>
              <w:rPr>
                <w:b/>
              </w:rPr>
              <w:t>..</w:t>
            </w:r>
          </w:p>
        </w:tc>
      </w:tr>
      <w:tr w:rsidR="00204D86" w:rsidTr="0032292A">
        <w:tc>
          <w:tcPr>
            <w:tcW w:w="2984" w:type="pct"/>
            <w:vAlign w:val="bottom"/>
          </w:tcPr>
          <w:p w:rsidR="00204D86" w:rsidRDefault="00713D53" w:rsidP="0032292A">
            <w:pPr>
              <w:pStyle w:val="TableBodyText"/>
              <w:jc w:val="left"/>
            </w:pPr>
            <w:r>
              <w:t>Co</w:t>
            </w:r>
            <w:r w:rsidR="00204D86">
              <w:t>mp</w:t>
            </w:r>
            <w:r>
              <w:t>l</w:t>
            </w:r>
            <w:r w:rsidR="00204D86">
              <w:t>ete patent application</w:t>
            </w:r>
          </w:p>
        </w:tc>
        <w:tc>
          <w:tcPr>
            <w:tcW w:w="1048" w:type="pct"/>
            <w:vAlign w:val="bottom"/>
          </w:tcPr>
          <w:p w:rsidR="00204D86" w:rsidRDefault="00204D86" w:rsidP="0032292A">
            <w:pPr>
              <w:pStyle w:val="TableBodyText"/>
            </w:pPr>
            <w:r>
              <w:t>$370</w:t>
            </w:r>
          </w:p>
        </w:tc>
        <w:tc>
          <w:tcPr>
            <w:tcW w:w="968" w:type="pct"/>
            <w:vAlign w:val="bottom"/>
          </w:tcPr>
          <w:p w:rsidR="00204D86" w:rsidRDefault="00204D86" w:rsidP="0032292A">
            <w:pPr>
              <w:pStyle w:val="TableBodyText"/>
            </w:pPr>
            <w:r>
              <w:t>$180</w:t>
            </w:r>
          </w:p>
        </w:tc>
      </w:tr>
      <w:tr w:rsidR="007A7E80" w:rsidTr="0032292A">
        <w:tc>
          <w:tcPr>
            <w:tcW w:w="2984" w:type="pct"/>
            <w:vAlign w:val="bottom"/>
          </w:tcPr>
          <w:p w:rsidR="007A7E80" w:rsidRDefault="007A7E80" w:rsidP="0032292A">
            <w:pPr>
              <w:pStyle w:val="TableBodyText"/>
              <w:jc w:val="left"/>
            </w:pPr>
            <w:r>
              <w:t>Acceptance fee</w:t>
            </w:r>
          </w:p>
        </w:tc>
        <w:tc>
          <w:tcPr>
            <w:tcW w:w="1048" w:type="pct"/>
            <w:vAlign w:val="bottom"/>
          </w:tcPr>
          <w:p w:rsidR="007A7E80" w:rsidRDefault="00BA7F78" w:rsidP="0032292A">
            <w:pPr>
              <w:pStyle w:val="TableBodyText"/>
            </w:pPr>
            <w:r>
              <w:t>$250</w:t>
            </w:r>
          </w:p>
        </w:tc>
        <w:tc>
          <w:tcPr>
            <w:tcW w:w="968" w:type="pct"/>
            <w:vAlign w:val="bottom"/>
          </w:tcPr>
          <w:p w:rsidR="007A7E80" w:rsidRPr="007A7E80" w:rsidRDefault="008B683D" w:rsidP="0032292A">
            <w:pPr>
              <w:pStyle w:val="TableBodyText"/>
              <w:rPr>
                <w:b/>
              </w:rPr>
            </w:pPr>
            <w:r>
              <w:rPr>
                <w:b/>
              </w:rPr>
              <w:t>..</w:t>
            </w:r>
          </w:p>
        </w:tc>
      </w:tr>
      <w:tr w:rsidR="00204D86" w:rsidTr="0032292A">
        <w:tc>
          <w:tcPr>
            <w:tcW w:w="2984" w:type="pct"/>
            <w:vAlign w:val="bottom"/>
          </w:tcPr>
          <w:p w:rsidR="00204D86" w:rsidRDefault="00204D86" w:rsidP="0032292A">
            <w:pPr>
              <w:pStyle w:val="TableBodyText"/>
              <w:jc w:val="left"/>
            </w:pPr>
            <w:r>
              <w:t>Patent examination fee</w:t>
            </w:r>
          </w:p>
        </w:tc>
        <w:tc>
          <w:tcPr>
            <w:tcW w:w="1048" w:type="pct"/>
            <w:vAlign w:val="bottom"/>
          </w:tcPr>
          <w:p w:rsidR="00204D86" w:rsidRDefault="00204D86" w:rsidP="0032292A">
            <w:pPr>
              <w:pStyle w:val="TableBodyText"/>
            </w:pPr>
            <w:r>
              <w:t>$490</w:t>
            </w:r>
          </w:p>
        </w:tc>
        <w:tc>
          <w:tcPr>
            <w:tcW w:w="968" w:type="pct"/>
            <w:vAlign w:val="bottom"/>
          </w:tcPr>
          <w:p w:rsidR="00204D86" w:rsidRDefault="00713D53" w:rsidP="0032292A">
            <w:pPr>
              <w:pStyle w:val="TableBodyText"/>
              <w:ind w:right="0"/>
            </w:pPr>
            <w:r>
              <w:t>$500</w:t>
            </w:r>
            <w:r w:rsidRPr="00A31C5B">
              <w:rPr>
                <w:rStyle w:val="NoteLabel"/>
              </w:rPr>
              <w:t>b</w:t>
            </w:r>
          </w:p>
        </w:tc>
      </w:tr>
      <w:tr w:rsidR="00BA7F78" w:rsidTr="0032292A">
        <w:tc>
          <w:tcPr>
            <w:tcW w:w="2984" w:type="pct"/>
            <w:vAlign w:val="bottom"/>
          </w:tcPr>
          <w:p w:rsidR="00BA7F78" w:rsidRDefault="00BA7F78" w:rsidP="0032292A">
            <w:pPr>
              <w:pStyle w:val="TableBodyText"/>
              <w:jc w:val="left"/>
            </w:pPr>
            <w:r>
              <w:t>Excess claims — per claim, in excess of 20</w:t>
            </w:r>
          </w:p>
        </w:tc>
        <w:tc>
          <w:tcPr>
            <w:tcW w:w="1048" w:type="pct"/>
            <w:vAlign w:val="bottom"/>
          </w:tcPr>
          <w:p w:rsidR="00BA7F78" w:rsidRDefault="00BA7F78" w:rsidP="0032292A">
            <w:pPr>
              <w:pStyle w:val="TableBodyText"/>
            </w:pPr>
            <w:r>
              <w:t>$110</w:t>
            </w:r>
          </w:p>
        </w:tc>
        <w:tc>
          <w:tcPr>
            <w:tcW w:w="968" w:type="pct"/>
            <w:vAlign w:val="bottom"/>
          </w:tcPr>
          <w:p w:rsidR="00BA7F78" w:rsidRPr="00BA7F78" w:rsidRDefault="008B683D" w:rsidP="0032292A">
            <w:pPr>
              <w:pStyle w:val="TableBodyText"/>
              <w:rPr>
                <w:b/>
              </w:rPr>
            </w:pPr>
            <w:r>
              <w:rPr>
                <w:b/>
              </w:rPr>
              <w:t>..</w:t>
            </w:r>
          </w:p>
        </w:tc>
      </w:tr>
      <w:tr w:rsidR="00204D86" w:rsidTr="0032292A">
        <w:tc>
          <w:tcPr>
            <w:tcW w:w="2984" w:type="pct"/>
            <w:shd w:val="clear" w:color="auto" w:fill="auto"/>
            <w:vAlign w:val="bottom"/>
          </w:tcPr>
          <w:p w:rsidR="00204D86" w:rsidRDefault="00713D53" w:rsidP="0032292A">
            <w:pPr>
              <w:pStyle w:val="TableBodyText"/>
              <w:jc w:val="left"/>
            </w:pPr>
            <w:r>
              <w:t>Request for re-examination</w:t>
            </w:r>
          </w:p>
        </w:tc>
        <w:tc>
          <w:tcPr>
            <w:tcW w:w="1048" w:type="pct"/>
            <w:shd w:val="clear" w:color="auto" w:fill="auto"/>
            <w:vAlign w:val="bottom"/>
          </w:tcPr>
          <w:p w:rsidR="00204D86" w:rsidRDefault="00713D53" w:rsidP="0032292A">
            <w:pPr>
              <w:pStyle w:val="TableBodyText"/>
            </w:pPr>
            <w:r>
              <w:t>$800</w:t>
            </w:r>
          </w:p>
        </w:tc>
        <w:tc>
          <w:tcPr>
            <w:tcW w:w="968" w:type="pct"/>
            <w:shd w:val="clear" w:color="auto" w:fill="auto"/>
            <w:vAlign w:val="bottom"/>
          </w:tcPr>
          <w:p w:rsidR="00204D86" w:rsidRDefault="00713D53" w:rsidP="0032292A">
            <w:pPr>
              <w:pStyle w:val="TableBodyText"/>
            </w:pPr>
            <w:r>
              <w:t>$800</w:t>
            </w:r>
          </w:p>
        </w:tc>
      </w:tr>
      <w:tr w:rsidR="00CA3CFF" w:rsidTr="0032292A">
        <w:tc>
          <w:tcPr>
            <w:tcW w:w="2984" w:type="pct"/>
            <w:tcBorders>
              <w:bottom w:val="single" w:sz="4" w:space="0" w:color="auto"/>
            </w:tcBorders>
            <w:shd w:val="clear" w:color="auto" w:fill="auto"/>
            <w:vAlign w:val="bottom"/>
          </w:tcPr>
          <w:p w:rsidR="00CA3CFF" w:rsidRDefault="00CA3CFF" w:rsidP="0032292A">
            <w:pPr>
              <w:pStyle w:val="TableBodyText"/>
              <w:jc w:val="left"/>
            </w:pPr>
            <w:r>
              <w:t>Renewal fees</w:t>
            </w:r>
          </w:p>
        </w:tc>
        <w:tc>
          <w:tcPr>
            <w:tcW w:w="1048" w:type="pct"/>
            <w:tcBorders>
              <w:bottom w:val="single" w:sz="4" w:space="0" w:color="auto"/>
            </w:tcBorders>
            <w:shd w:val="clear" w:color="auto" w:fill="auto"/>
            <w:vAlign w:val="bottom"/>
          </w:tcPr>
          <w:p w:rsidR="00CA3CFF" w:rsidRDefault="00CA3CFF" w:rsidP="0032292A">
            <w:pPr>
              <w:pStyle w:val="TableBodyText"/>
              <w:ind w:right="0"/>
            </w:pPr>
            <w:r>
              <w:t>$300–$2</w:t>
            </w:r>
            <w:r w:rsidR="008B683D">
              <w:t> </w:t>
            </w:r>
            <w:r>
              <w:t>300</w:t>
            </w:r>
            <w:r>
              <w:rPr>
                <w:rStyle w:val="NoteLabel"/>
              </w:rPr>
              <w:t>c</w:t>
            </w:r>
          </w:p>
        </w:tc>
        <w:tc>
          <w:tcPr>
            <w:tcW w:w="968" w:type="pct"/>
            <w:tcBorders>
              <w:bottom w:val="single" w:sz="4" w:space="0" w:color="auto"/>
            </w:tcBorders>
            <w:shd w:val="clear" w:color="auto" w:fill="auto"/>
            <w:vAlign w:val="bottom"/>
          </w:tcPr>
          <w:p w:rsidR="00CA3CFF" w:rsidRDefault="00CA3CFF" w:rsidP="0032292A">
            <w:pPr>
              <w:pStyle w:val="TableBodyText"/>
              <w:ind w:right="0"/>
            </w:pPr>
            <w:r>
              <w:t>$110–$220</w:t>
            </w:r>
            <w:r w:rsidRPr="00A31C5B">
              <w:rPr>
                <w:rStyle w:val="NoteLabel"/>
              </w:rPr>
              <w:t>d</w:t>
            </w:r>
          </w:p>
        </w:tc>
      </w:tr>
      <w:tr w:rsidR="00CA3CFF" w:rsidTr="0032292A">
        <w:tc>
          <w:tcPr>
            <w:tcW w:w="2984" w:type="pct"/>
            <w:tcBorders>
              <w:top w:val="single" w:sz="4" w:space="0" w:color="auto"/>
            </w:tcBorders>
            <w:shd w:val="clear" w:color="auto" w:fill="auto"/>
            <w:vAlign w:val="bottom"/>
          </w:tcPr>
          <w:p w:rsidR="00CA3CFF" w:rsidRPr="00CA3CFF" w:rsidRDefault="00CA3CFF" w:rsidP="0032292A">
            <w:pPr>
              <w:pStyle w:val="TableBodyText"/>
              <w:jc w:val="left"/>
              <w:rPr>
                <w:i/>
              </w:rPr>
            </w:pPr>
            <w:r w:rsidRPr="00CA3CFF">
              <w:rPr>
                <w:i/>
              </w:rPr>
              <w:t xml:space="preserve">Patent Cooperation Treaty </w:t>
            </w:r>
            <w:r w:rsidR="00393E6F">
              <w:rPr>
                <w:i/>
              </w:rPr>
              <w:t xml:space="preserve">(PCT) </w:t>
            </w:r>
            <w:r w:rsidRPr="00CA3CFF">
              <w:rPr>
                <w:i/>
              </w:rPr>
              <w:t>fees</w:t>
            </w:r>
            <w:r w:rsidR="00BC2451" w:rsidRPr="00BC2451">
              <w:rPr>
                <w:rStyle w:val="NoteLabel"/>
              </w:rPr>
              <w:t>e</w:t>
            </w:r>
          </w:p>
        </w:tc>
        <w:tc>
          <w:tcPr>
            <w:tcW w:w="1048" w:type="pct"/>
            <w:tcBorders>
              <w:top w:val="single" w:sz="4" w:space="0" w:color="auto"/>
            </w:tcBorders>
            <w:shd w:val="clear" w:color="auto" w:fill="auto"/>
            <w:vAlign w:val="bottom"/>
          </w:tcPr>
          <w:p w:rsidR="00CA3CFF" w:rsidRDefault="00CA3CFF" w:rsidP="0032292A">
            <w:pPr>
              <w:pStyle w:val="TableBodyText"/>
            </w:pPr>
          </w:p>
        </w:tc>
        <w:tc>
          <w:tcPr>
            <w:tcW w:w="968" w:type="pct"/>
            <w:tcBorders>
              <w:top w:val="single" w:sz="4" w:space="0" w:color="auto"/>
            </w:tcBorders>
            <w:shd w:val="clear" w:color="auto" w:fill="auto"/>
            <w:vAlign w:val="bottom"/>
          </w:tcPr>
          <w:p w:rsidR="00CA3CFF" w:rsidRDefault="00CA3CFF" w:rsidP="0032292A">
            <w:pPr>
              <w:pStyle w:val="TableBodyText"/>
            </w:pPr>
          </w:p>
        </w:tc>
      </w:tr>
      <w:tr w:rsidR="00CA3CFF" w:rsidTr="0032292A">
        <w:tc>
          <w:tcPr>
            <w:tcW w:w="2984" w:type="pct"/>
            <w:shd w:val="clear" w:color="auto" w:fill="auto"/>
            <w:vAlign w:val="bottom"/>
          </w:tcPr>
          <w:p w:rsidR="00CA3CFF" w:rsidRDefault="00CA3CFF" w:rsidP="0032292A">
            <w:pPr>
              <w:pStyle w:val="TableBodyText"/>
              <w:jc w:val="left"/>
            </w:pPr>
            <w:r>
              <w:t>Transmittal fee</w:t>
            </w:r>
          </w:p>
        </w:tc>
        <w:tc>
          <w:tcPr>
            <w:tcW w:w="1048" w:type="pct"/>
            <w:shd w:val="clear" w:color="auto" w:fill="auto"/>
            <w:vAlign w:val="bottom"/>
          </w:tcPr>
          <w:p w:rsidR="00CA3CFF" w:rsidRDefault="00CA3CFF" w:rsidP="0032292A">
            <w:pPr>
              <w:pStyle w:val="TableBodyText"/>
            </w:pPr>
            <w:r>
              <w:t>$200</w:t>
            </w:r>
          </w:p>
        </w:tc>
        <w:tc>
          <w:tcPr>
            <w:tcW w:w="968" w:type="pct"/>
            <w:shd w:val="clear" w:color="auto" w:fill="auto"/>
            <w:vAlign w:val="bottom"/>
          </w:tcPr>
          <w:p w:rsidR="00CA3CFF" w:rsidRPr="00A31C5B" w:rsidRDefault="008B683D" w:rsidP="0032292A">
            <w:pPr>
              <w:pStyle w:val="TableBodyText"/>
              <w:rPr>
                <w:b/>
              </w:rPr>
            </w:pPr>
            <w:r>
              <w:rPr>
                <w:b/>
              </w:rPr>
              <w:t>..</w:t>
            </w:r>
          </w:p>
        </w:tc>
      </w:tr>
      <w:tr w:rsidR="00CA3CFF" w:rsidTr="0032292A">
        <w:tc>
          <w:tcPr>
            <w:tcW w:w="2984" w:type="pct"/>
            <w:shd w:val="clear" w:color="auto" w:fill="auto"/>
            <w:vAlign w:val="bottom"/>
          </w:tcPr>
          <w:p w:rsidR="00CA3CFF" w:rsidRDefault="00CA3CFF" w:rsidP="0032292A">
            <w:pPr>
              <w:pStyle w:val="TableBodyText"/>
              <w:jc w:val="left"/>
            </w:pPr>
            <w:r>
              <w:t>International search fee</w:t>
            </w:r>
          </w:p>
        </w:tc>
        <w:tc>
          <w:tcPr>
            <w:tcW w:w="1048" w:type="pct"/>
            <w:shd w:val="clear" w:color="auto" w:fill="auto"/>
            <w:vAlign w:val="bottom"/>
          </w:tcPr>
          <w:p w:rsidR="00CA3CFF" w:rsidRDefault="00CA3CFF" w:rsidP="0032292A">
            <w:pPr>
              <w:pStyle w:val="TableBodyText"/>
            </w:pPr>
            <w:r>
              <w:t>$2 200</w:t>
            </w:r>
          </w:p>
        </w:tc>
        <w:tc>
          <w:tcPr>
            <w:tcW w:w="968" w:type="pct"/>
            <w:shd w:val="clear" w:color="auto" w:fill="auto"/>
            <w:vAlign w:val="bottom"/>
          </w:tcPr>
          <w:p w:rsidR="00CA3CFF" w:rsidRPr="00A31C5B" w:rsidRDefault="008B683D" w:rsidP="0032292A">
            <w:pPr>
              <w:pStyle w:val="TableBodyText"/>
              <w:rPr>
                <w:b/>
              </w:rPr>
            </w:pPr>
            <w:r>
              <w:rPr>
                <w:b/>
              </w:rPr>
              <w:t>..</w:t>
            </w:r>
          </w:p>
        </w:tc>
      </w:tr>
      <w:tr w:rsidR="00CA3CFF" w:rsidTr="0032292A">
        <w:tc>
          <w:tcPr>
            <w:tcW w:w="2984" w:type="pct"/>
            <w:shd w:val="clear" w:color="auto" w:fill="auto"/>
            <w:vAlign w:val="bottom"/>
          </w:tcPr>
          <w:p w:rsidR="00CA3CFF" w:rsidRDefault="00CA3CFF" w:rsidP="0032292A">
            <w:pPr>
              <w:pStyle w:val="TableBodyText"/>
              <w:jc w:val="left"/>
            </w:pPr>
            <w:r>
              <w:t>International filing fee</w:t>
            </w:r>
          </w:p>
        </w:tc>
        <w:tc>
          <w:tcPr>
            <w:tcW w:w="1048" w:type="pct"/>
            <w:shd w:val="clear" w:color="auto" w:fill="auto"/>
            <w:vAlign w:val="bottom"/>
          </w:tcPr>
          <w:p w:rsidR="00CA3CFF" w:rsidRDefault="00CA3CFF" w:rsidP="0032292A">
            <w:pPr>
              <w:pStyle w:val="TableBodyText"/>
            </w:pPr>
            <w:r>
              <w:t>$1 375</w:t>
            </w:r>
          </w:p>
        </w:tc>
        <w:tc>
          <w:tcPr>
            <w:tcW w:w="968" w:type="pct"/>
            <w:shd w:val="clear" w:color="auto" w:fill="auto"/>
            <w:vAlign w:val="bottom"/>
          </w:tcPr>
          <w:p w:rsidR="00CA3CFF" w:rsidRPr="00A31C5B" w:rsidRDefault="008B683D" w:rsidP="0032292A">
            <w:pPr>
              <w:pStyle w:val="TableBodyText"/>
              <w:rPr>
                <w:b/>
              </w:rPr>
            </w:pPr>
            <w:r>
              <w:rPr>
                <w:b/>
              </w:rPr>
              <w:t>..</w:t>
            </w:r>
          </w:p>
        </w:tc>
      </w:tr>
      <w:tr w:rsidR="00CA3CFF" w:rsidTr="0032292A">
        <w:tc>
          <w:tcPr>
            <w:tcW w:w="2984" w:type="pct"/>
            <w:shd w:val="clear" w:color="auto" w:fill="auto"/>
            <w:vAlign w:val="bottom"/>
          </w:tcPr>
          <w:p w:rsidR="00CA3CFF" w:rsidRDefault="00CA3CFF" w:rsidP="0032292A">
            <w:pPr>
              <w:pStyle w:val="TableBodyText"/>
              <w:jc w:val="left"/>
            </w:pPr>
            <w:r>
              <w:t>PCT international preliminary examination</w:t>
            </w:r>
          </w:p>
        </w:tc>
        <w:tc>
          <w:tcPr>
            <w:tcW w:w="1048" w:type="pct"/>
            <w:shd w:val="clear" w:color="auto" w:fill="auto"/>
            <w:vAlign w:val="bottom"/>
          </w:tcPr>
          <w:p w:rsidR="00CA3CFF" w:rsidRDefault="00CA3CFF" w:rsidP="0032292A">
            <w:pPr>
              <w:pStyle w:val="TableBodyText"/>
            </w:pPr>
            <w:r>
              <w:t>$590</w:t>
            </w:r>
          </w:p>
        </w:tc>
        <w:tc>
          <w:tcPr>
            <w:tcW w:w="968" w:type="pct"/>
            <w:shd w:val="clear" w:color="auto" w:fill="auto"/>
            <w:vAlign w:val="bottom"/>
          </w:tcPr>
          <w:p w:rsidR="00CA3CFF" w:rsidRPr="00A31C5B" w:rsidRDefault="008B683D" w:rsidP="0032292A">
            <w:pPr>
              <w:pStyle w:val="TableBodyText"/>
              <w:rPr>
                <w:b/>
              </w:rPr>
            </w:pPr>
            <w:r>
              <w:rPr>
                <w:b/>
              </w:rPr>
              <w:t>..</w:t>
            </w:r>
          </w:p>
        </w:tc>
      </w:tr>
      <w:tr w:rsidR="00CA3CFF" w:rsidTr="0032292A">
        <w:tc>
          <w:tcPr>
            <w:tcW w:w="2984" w:type="pct"/>
            <w:tcBorders>
              <w:bottom w:val="single" w:sz="4" w:space="0" w:color="auto"/>
            </w:tcBorders>
            <w:shd w:val="clear" w:color="auto" w:fill="auto"/>
            <w:vAlign w:val="bottom"/>
          </w:tcPr>
          <w:p w:rsidR="00CA3CFF" w:rsidRDefault="00CA3CFF" w:rsidP="0032292A">
            <w:pPr>
              <w:pStyle w:val="TableBodyText"/>
              <w:jc w:val="left"/>
            </w:pPr>
            <w:r>
              <w:t>Additional international preliminary examination</w:t>
            </w:r>
          </w:p>
        </w:tc>
        <w:tc>
          <w:tcPr>
            <w:tcW w:w="1048" w:type="pct"/>
            <w:tcBorders>
              <w:bottom w:val="single" w:sz="4" w:space="0" w:color="auto"/>
            </w:tcBorders>
            <w:shd w:val="clear" w:color="auto" w:fill="auto"/>
            <w:vAlign w:val="bottom"/>
          </w:tcPr>
          <w:p w:rsidR="00CA3CFF" w:rsidRDefault="00CA3CFF" w:rsidP="0032292A">
            <w:pPr>
              <w:pStyle w:val="TableBodyText"/>
            </w:pPr>
            <w:r>
              <w:t>$590</w:t>
            </w:r>
          </w:p>
        </w:tc>
        <w:tc>
          <w:tcPr>
            <w:tcW w:w="968" w:type="pct"/>
            <w:tcBorders>
              <w:bottom w:val="single" w:sz="4" w:space="0" w:color="auto"/>
            </w:tcBorders>
            <w:shd w:val="clear" w:color="auto" w:fill="auto"/>
            <w:vAlign w:val="bottom"/>
          </w:tcPr>
          <w:p w:rsidR="00CA3CFF" w:rsidRPr="00A31C5B" w:rsidRDefault="008B683D" w:rsidP="0032292A">
            <w:pPr>
              <w:pStyle w:val="TableBodyText"/>
              <w:rPr>
                <w:b/>
              </w:rPr>
            </w:pPr>
            <w:r>
              <w:rPr>
                <w:b/>
              </w:rPr>
              <w:t>..</w:t>
            </w:r>
          </w:p>
        </w:tc>
      </w:tr>
    </w:tbl>
    <w:p w:rsidR="00204D86" w:rsidRDefault="006B455A" w:rsidP="00713D53">
      <w:pPr>
        <w:pStyle w:val="Note"/>
      </w:pPr>
      <w:r w:rsidRPr="008E77FE">
        <w:rPr>
          <w:rStyle w:val="NoteLabel"/>
        </w:rPr>
        <w:t>a</w:t>
      </w:r>
      <w:r>
        <w:t xml:space="preserve"> By </w:t>
      </w:r>
      <w:r w:rsidR="00713D53">
        <w:t xml:space="preserve">approved means. These fees apply from </w:t>
      </w:r>
      <w:r w:rsidR="0032292A">
        <w:t xml:space="preserve">1 </w:t>
      </w:r>
      <w:r w:rsidR="00713D53">
        <w:t>October 2012</w:t>
      </w:r>
      <w:r w:rsidR="00204D86">
        <w:t>.</w:t>
      </w:r>
      <w:r w:rsidR="00713D53">
        <w:t xml:space="preserve"> </w:t>
      </w:r>
      <w:r w:rsidR="00713D53">
        <w:rPr>
          <w:rStyle w:val="NoteLabel"/>
        </w:rPr>
        <w:t>b</w:t>
      </w:r>
      <w:r w:rsidR="00713D53">
        <w:t xml:space="preserve"> The fee is </w:t>
      </w:r>
      <w:r>
        <w:t>paid by the patentee if the patentee requests examination. If a third party request</w:t>
      </w:r>
      <w:r w:rsidR="0032292A">
        <w:t>s</w:t>
      </w:r>
      <w:r>
        <w:t xml:space="preserve"> examination, the fee is shared between the patentee and that third party</w:t>
      </w:r>
      <w:r w:rsidR="00713D53">
        <w:t xml:space="preserve">. </w:t>
      </w:r>
      <w:r w:rsidR="00713D53">
        <w:rPr>
          <w:rStyle w:val="NoteLabel"/>
        </w:rPr>
        <w:t>c</w:t>
      </w:r>
      <w:r w:rsidR="00713D53">
        <w:t xml:space="preserve"> Renewal fees are annual and rise during the term of a standard patent from $300 </w:t>
      </w:r>
      <w:r w:rsidR="00A91DE0">
        <w:t xml:space="preserve">on the 4th anniversary of the filing date to $2300 on the 20th anniversary of the filing date. </w:t>
      </w:r>
      <w:r w:rsidR="00713D53">
        <w:rPr>
          <w:rStyle w:val="NoteLabel"/>
        </w:rPr>
        <w:t>d</w:t>
      </w:r>
      <w:r w:rsidR="009E5C21">
        <w:rPr>
          <w:rStyle w:val="NoteLabel"/>
        </w:rPr>
        <w:t> </w:t>
      </w:r>
      <w:r w:rsidR="00A91DE0">
        <w:t xml:space="preserve">Renewal fees are annual and rise during the term of </w:t>
      </w:r>
      <w:r w:rsidR="00F40AA3">
        <w:t>an</w:t>
      </w:r>
      <w:r w:rsidR="00A91DE0">
        <w:t xml:space="preserve"> </w:t>
      </w:r>
      <w:r w:rsidR="00F40AA3">
        <w:t>innovation</w:t>
      </w:r>
      <w:r w:rsidR="00A91DE0">
        <w:t xml:space="preserve"> patent from $110 on the 2nd anniversary of the filing date to $220 on the 7th anniversary of the filing date.</w:t>
      </w:r>
      <w:r w:rsidR="00BC2451">
        <w:t xml:space="preserve"> </w:t>
      </w:r>
      <w:r w:rsidR="00BC2451">
        <w:rPr>
          <w:rStyle w:val="NoteLabel"/>
        </w:rPr>
        <w:t>e</w:t>
      </w:r>
      <w:r w:rsidR="00BC2451">
        <w:t xml:space="preserve"> Only one class of patent </w:t>
      </w:r>
      <w:r w:rsidR="009E5C21">
        <w:t>(</w:t>
      </w:r>
      <w:r w:rsidR="00960AE3">
        <w:t xml:space="preserve">equivalent to a </w:t>
      </w:r>
      <w:r w:rsidR="009E5C21">
        <w:t xml:space="preserve">standard patent) </w:t>
      </w:r>
      <w:r w:rsidR="00BC2451">
        <w:t>is available under the Patent Cooperation Treaty.</w:t>
      </w:r>
      <w:r w:rsidR="009E5C21" w:rsidRPr="009E5C21">
        <w:rPr>
          <w:b/>
        </w:rPr>
        <w:t xml:space="preserve"> </w:t>
      </w:r>
      <w:r w:rsidR="008B683D">
        <w:rPr>
          <w:b/>
        </w:rPr>
        <w:t>..</w:t>
      </w:r>
      <w:r w:rsidR="009E5C21">
        <w:t xml:space="preserve"> not applicable.</w:t>
      </w:r>
    </w:p>
    <w:p w:rsidR="00204D86" w:rsidRDefault="00204D86" w:rsidP="00713D53">
      <w:pPr>
        <w:pStyle w:val="Source"/>
      </w:pPr>
      <w:r>
        <w:rPr>
          <w:i/>
        </w:rPr>
        <w:t>Source</w:t>
      </w:r>
      <w:r>
        <w:t xml:space="preserve">: </w:t>
      </w:r>
      <w:r w:rsidR="00713D53">
        <w:t>IP Australia</w:t>
      </w:r>
      <w:r w:rsidR="006B34A4">
        <w:t xml:space="preserve"> (2012</w:t>
      </w:r>
      <w:r w:rsidR="00C16E57">
        <w:t>d</w:t>
      </w:r>
      <w:r w:rsidR="006B34A4">
        <w:t>)</w:t>
      </w:r>
      <w:r w:rsidR="00713D53">
        <w:t>.</w:t>
      </w:r>
      <w:r w:rsidR="004B68FA">
        <w:t xml:space="preserve"> </w:t>
      </w:r>
    </w:p>
    <w:p w:rsidR="00DB29F3" w:rsidRDefault="00D17D45" w:rsidP="00D17D45">
      <w:pPr>
        <w:pStyle w:val="BodyText"/>
      </w:pPr>
      <w:r>
        <w:t xml:space="preserve">It is difficult to compare patent </w:t>
      </w:r>
      <w:r w:rsidR="006B6805">
        <w:t>costs</w:t>
      </w:r>
      <w:r>
        <w:t xml:space="preserve"> across comparable markets as pa</w:t>
      </w:r>
      <w:r w:rsidR="006B6805">
        <w:t>tent application processes and types of fees charged by patent</w:t>
      </w:r>
      <w:r w:rsidR="00EF1B3B">
        <w:t>s</w:t>
      </w:r>
      <w:r w:rsidR="006B6805">
        <w:t xml:space="preserve"> offices</w:t>
      </w:r>
      <w:r>
        <w:t xml:space="preserve"> differ</w:t>
      </w:r>
      <w:r w:rsidR="007B7185">
        <w:t>,</w:t>
      </w:r>
      <w:r>
        <w:t xml:space="preserve"> and change over time</w:t>
      </w:r>
      <w:r w:rsidR="007B7185">
        <w:t xml:space="preserve">. Fees are charged </w:t>
      </w:r>
      <w:r>
        <w:t>in the local currency</w:t>
      </w:r>
      <w:r w:rsidR="007B7185">
        <w:t>, which makes comparison more difficult</w:t>
      </w:r>
      <w:r>
        <w:t xml:space="preserve">. </w:t>
      </w:r>
      <w:r w:rsidR="00DB29F3">
        <w:t xml:space="preserve">Variation in patent attorney fees might also be considered in any analysis. </w:t>
      </w:r>
    </w:p>
    <w:p w:rsidR="004A0379" w:rsidRDefault="00DB29F3" w:rsidP="00D17D45">
      <w:pPr>
        <w:pStyle w:val="BodyText"/>
      </w:pPr>
      <w:r>
        <w:t xml:space="preserve">Park (2010) provided a sample of </w:t>
      </w:r>
      <w:r w:rsidR="006C51D3">
        <w:t xml:space="preserve">patent </w:t>
      </w:r>
      <w:r>
        <w:t>fees across countries</w:t>
      </w:r>
      <w:r w:rsidR="006C51D3">
        <w:t xml:space="preserve"> — by destination, not origin of the patent</w:t>
      </w:r>
      <w:r>
        <w:t xml:space="preserve">. </w:t>
      </w:r>
      <w:r w:rsidR="006C51D3">
        <w:t xml:space="preserve">The cost </w:t>
      </w:r>
      <w:r>
        <w:t>of a patent 25 pages in le</w:t>
      </w:r>
      <w:r w:rsidR="0012052F">
        <w:t>ngth, with five</w:t>
      </w:r>
      <w:r>
        <w:t xml:space="preserve"> pages of drawings and 15 claims</w:t>
      </w:r>
      <w:r w:rsidR="004A0379">
        <w:t>, for a full 20 year term</w:t>
      </w:r>
      <w:r w:rsidR="006C51D3">
        <w:t xml:space="preserve"> was analysed</w:t>
      </w:r>
      <w:r>
        <w:t xml:space="preserve">. </w:t>
      </w:r>
      <w:r w:rsidR="006C51D3">
        <w:t xml:space="preserve">Costs in 2010 were examined, </w:t>
      </w:r>
      <w:r>
        <w:t>from an English language applicant’s perspective</w:t>
      </w:r>
      <w:r w:rsidR="006C51D3">
        <w:t>,</w:t>
      </w:r>
      <w:r>
        <w:t xml:space="preserve"> and </w:t>
      </w:r>
      <w:r w:rsidR="006C51D3">
        <w:t>included</w:t>
      </w:r>
      <w:r>
        <w:t xml:space="preserve"> application fees, patent attorney fees, translation fees (into English) and renewal fees.</w:t>
      </w:r>
      <w:r w:rsidR="006C51D3">
        <w:t xml:space="preserve"> Park found that the total cost of such a patent in Australia was about </w:t>
      </w:r>
      <w:r w:rsidR="00220A0A">
        <w:t>US</w:t>
      </w:r>
      <w:r w:rsidR="0032292A">
        <w:t> </w:t>
      </w:r>
      <w:r w:rsidR="006C51D3">
        <w:t>$20 000.</w:t>
      </w:r>
      <w:r w:rsidR="004A0379">
        <w:t xml:space="preserve"> Renewal fees accounted for about 60 per cent of the costs and patent attorney fees accounted for about 35 per cent of the cost. Application fees accounted for less than 5 per cent of the costs. </w:t>
      </w:r>
      <w:r w:rsidR="006C51D3">
        <w:t>Among key comparable markets, Park found that</w:t>
      </w:r>
      <w:r w:rsidR="004A0379">
        <w:t>, relative to Australia,</w:t>
      </w:r>
      <w:r w:rsidR="006C51D3">
        <w:t xml:space="preserve"> </w:t>
      </w:r>
      <w:r w:rsidR="004A0379">
        <w:t>total costs were about 50 per cent higher in Germany and Japan and between 10 and 20 per cent lower in Canada, China, the U</w:t>
      </w:r>
      <w:r w:rsidR="006570D5">
        <w:t xml:space="preserve">nited </w:t>
      </w:r>
      <w:r w:rsidR="004A0379">
        <w:t>K</w:t>
      </w:r>
      <w:r w:rsidR="006570D5">
        <w:t>ingdom</w:t>
      </w:r>
      <w:r w:rsidR="004A0379">
        <w:t xml:space="preserve"> and </w:t>
      </w:r>
      <w:r w:rsidR="006570D5">
        <w:t xml:space="preserve">the </w:t>
      </w:r>
      <w:r w:rsidR="004A0379">
        <w:t>U</w:t>
      </w:r>
      <w:r w:rsidR="006570D5">
        <w:t xml:space="preserve">nited </w:t>
      </w:r>
      <w:r w:rsidR="004A0379">
        <w:t>S</w:t>
      </w:r>
      <w:r w:rsidR="006570D5">
        <w:t>tates</w:t>
      </w:r>
      <w:r w:rsidR="004A0379">
        <w:t>. The mix of fees also varied. The U</w:t>
      </w:r>
      <w:r w:rsidR="006570D5">
        <w:t xml:space="preserve">nited </w:t>
      </w:r>
      <w:r w:rsidR="004A0379">
        <w:t>S</w:t>
      </w:r>
      <w:r w:rsidR="006570D5">
        <w:t>tates</w:t>
      </w:r>
      <w:r w:rsidR="004A0379">
        <w:t xml:space="preserve"> had the highest proportion of official fees and patent attorney fees, and </w:t>
      </w:r>
      <w:r w:rsidR="0032292A">
        <w:t xml:space="preserve">the </w:t>
      </w:r>
      <w:r w:rsidR="004A0379">
        <w:t xml:space="preserve">lowest proportion of renewal fees. </w:t>
      </w:r>
    </w:p>
    <w:p w:rsidR="003C2E99" w:rsidRDefault="006A10CB" w:rsidP="00D17D45">
      <w:pPr>
        <w:pStyle w:val="BodyText"/>
        <w:rPr>
          <w:szCs w:val="26"/>
        </w:rPr>
      </w:pPr>
      <w:r>
        <w:rPr>
          <w:szCs w:val="26"/>
        </w:rPr>
        <w:lastRenderedPageBreak/>
        <w:t>D</w:t>
      </w:r>
      <w:r w:rsidR="009854FE" w:rsidRPr="00F856B6">
        <w:rPr>
          <w:szCs w:val="26"/>
        </w:rPr>
        <w:t>e Rassenfosse</w:t>
      </w:r>
      <w:r>
        <w:rPr>
          <w:szCs w:val="26"/>
        </w:rPr>
        <w:t xml:space="preserve"> and </w:t>
      </w:r>
      <w:r w:rsidR="00D32EAA">
        <w:rPr>
          <w:szCs w:val="26"/>
        </w:rPr>
        <w:t>v</w:t>
      </w:r>
      <w:r>
        <w:rPr>
          <w:szCs w:val="26"/>
        </w:rPr>
        <w:t>an Pottelsberghe</w:t>
      </w:r>
      <w:r w:rsidR="009854FE">
        <w:rPr>
          <w:szCs w:val="26"/>
        </w:rPr>
        <w:t xml:space="preserve"> (2010) </w:t>
      </w:r>
      <w:r w:rsidR="006C51D3">
        <w:rPr>
          <w:szCs w:val="26"/>
        </w:rPr>
        <w:t xml:space="preserve">also </w:t>
      </w:r>
      <w:r w:rsidR="003C2E99">
        <w:rPr>
          <w:szCs w:val="26"/>
        </w:rPr>
        <w:t xml:space="preserve">found that </w:t>
      </w:r>
      <w:r w:rsidR="006C51D3">
        <w:rPr>
          <w:szCs w:val="26"/>
        </w:rPr>
        <w:t xml:space="preserve">patent </w:t>
      </w:r>
      <w:r w:rsidR="003C2E99">
        <w:rPr>
          <w:szCs w:val="26"/>
        </w:rPr>
        <w:t xml:space="preserve">fees varied greatly across countries both in the level and mix of fees charged. The authors used three metrics for patent fees; absolute fees (fees in $US); fees weighted by the size of the market </w:t>
      </w:r>
      <w:r w:rsidR="0032292A">
        <w:rPr>
          <w:szCs w:val="26"/>
        </w:rPr>
        <w:t>(</w:t>
      </w:r>
      <w:r w:rsidR="003C2E99">
        <w:rPr>
          <w:szCs w:val="26"/>
        </w:rPr>
        <w:t>measured by population, which determines the value of patent protection</w:t>
      </w:r>
      <w:r w:rsidR="0032292A">
        <w:rPr>
          <w:szCs w:val="26"/>
        </w:rPr>
        <w:t>)</w:t>
      </w:r>
      <w:r w:rsidR="003C2E99">
        <w:rPr>
          <w:szCs w:val="26"/>
        </w:rPr>
        <w:t xml:space="preserve">; and the affordability of patents for local applicants </w:t>
      </w:r>
      <w:r w:rsidR="0032292A">
        <w:rPr>
          <w:szCs w:val="26"/>
        </w:rPr>
        <w:t>(</w:t>
      </w:r>
      <w:r w:rsidR="003C2E99">
        <w:rPr>
          <w:szCs w:val="26"/>
        </w:rPr>
        <w:t>measured by absolute fees relative to GDP per capita</w:t>
      </w:r>
      <w:r w:rsidR="0032292A">
        <w:rPr>
          <w:szCs w:val="26"/>
        </w:rPr>
        <w:t>)</w:t>
      </w:r>
      <w:r w:rsidR="003C2E99">
        <w:rPr>
          <w:szCs w:val="26"/>
        </w:rPr>
        <w:t xml:space="preserve">. </w:t>
      </w:r>
      <w:r w:rsidR="009C612C">
        <w:rPr>
          <w:szCs w:val="26"/>
        </w:rPr>
        <w:t xml:space="preserve">In most countries, application fees were lower than renewal fees. </w:t>
      </w:r>
      <w:r w:rsidR="003C2E99">
        <w:rPr>
          <w:szCs w:val="26"/>
        </w:rPr>
        <w:t xml:space="preserve">Among key </w:t>
      </w:r>
      <w:r w:rsidR="007B7185">
        <w:rPr>
          <w:szCs w:val="26"/>
        </w:rPr>
        <w:t xml:space="preserve">comparable </w:t>
      </w:r>
      <w:r w:rsidR="003C2E99">
        <w:rPr>
          <w:szCs w:val="26"/>
        </w:rPr>
        <w:t xml:space="preserve">markets, </w:t>
      </w:r>
      <w:r w:rsidR="00C53E24">
        <w:rPr>
          <w:szCs w:val="26"/>
        </w:rPr>
        <w:t>absolute fees were much higher in the European Union than Japan or the U</w:t>
      </w:r>
      <w:r w:rsidR="006570D5">
        <w:rPr>
          <w:szCs w:val="26"/>
        </w:rPr>
        <w:t xml:space="preserve">nited </w:t>
      </w:r>
      <w:r w:rsidR="00C53E24">
        <w:rPr>
          <w:szCs w:val="26"/>
        </w:rPr>
        <w:t>S</w:t>
      </w:r>
      <w:r w:rsidR="006570D5">
        <w:rPr>
          <w:szCs w:val="26"/>
        </w:rPr>
        <w:t>tates</w:t>
      </w:r>
      <w:r w:rsidR="00C53E24">
        <w:rPr>
          <w:szCs w:val="26"/>
        </w:rPr>
        <w:t>, in large part due to translation requirements</w:t>
      </w:r>
      <w:r w:rsidR="003C2E99">
        <w:rPr>
          <w:szCs w:val="26"/>
        </w:rPr>
        <w:t xml:space="preserve">. </w:t>
      </w:r>
    </w:p>
    <w:p w:rsidR="00D17D45" w:rsidRDefault="00811FB1" w:rsidP="00806616">
      <w:pPr>
        <w:pStyle w:val="BodyText"/>
      </w:pPr>
      <w:r>
        <w:t xml:space="preserve">Another complication is that many inventors apply for patents in multiple countries. As mentioned above, Australian inventors can apply for patent protection in other countries through the </w:t>
      </w:r>
      <w:r w:rsidR="00D17D45">
        <w:t>Patent Cooperation Treaty (PCT)</w:t>
      </w:r>
      <w:r w:rsidR="00806616">
        <w:t xml:space="preserve"> or applications through foreign patents offices</w:t>
      </w:r>
      <w:r>
        <w:t xml:space="preserve">. </w:t>
      </w:r>
      <w:r w:rsidR="00806616">
        <w:t xml:space="preserve">PCT application fees are </w:t>
      </w:r>
      <w:r w:rsidR="00D17D45">
        <w:t xml:space="preserve">standardised fees across countries. </w:t>
      </w:r>
    </w:p>
    <w:p w:rsidR="002C68F7" w:rsidRDefault="002C68F7" w:rsidP="002C68F7">
      <w:pPr>
        <w:pStyle w:val="Heading3"/>
      </w:pPr>
      <w:r>
        <w:t>Subject matter exclusions</w:t>
      </w:r>
    </w:p>
    <w:p w:rsidR="005B0392" w:rsidRDefault="005B0392" w:rsidP="002C68F7">
      <w:pPr>
        <w:pStyle w:val="BodyText"/>
      </w:pPr>
      <w:r>
        <w:t>Most patent</w:t>
      </w:r>
      <w:r w:rsidR="007B7185">
        <w:t>s</w:t>
      </w:r>
      <w:r>
        <w:t xml:space="preserve"> systems have subject matter exclusions, which are permitted under international agreements such as TRIPS. Typical subject matter exclusions </w:t>
      </w:r>
      <w:r w:rsidR="00560059">
        <w:t xml:space="preserve">include </w:t>
      </w:r>
      <w:r>
        <w:t>discoveries, scientific theor</w:t>
      </w:r>
      <w:r w:rsidR="00560059">
        <w:t>ies</w:t>
      </w:r>
      <w:r>
        <w:t xml:space="preserve"> or mathematical methods</w:t>
      </w:r>
      <w:r w:rsidR="00560059">
        <w:t>, inventions contrary to public policy</w:t>
      </w:r>
      <w:r w:rsidR="0050765E">
        <w:t xml:space="preserve"> or morality, business methods and methods of medical treatment and diagnosis </w:t>
      </w:r>
      <w:r>
        <w:t>(for example</w:t>
      </w:r>
      <w:r w:rsidRPr="00966837">
        <w:t>, Patents Act 1977</w:t>
      </w:r>
      <w:r>
        <w:t xml:space="preserve"> (UK</w:t>
      </w:r>
      <w:r w:rsidR="00CC7187">
        <w:t>)</w:t>
      </w:r>
      <w:r>
        <w:t xml:space="preserve">). </w:t>
      </w:r>
    </w:p>
    <w:p w:rsidR="002C68F7" w:rsidRDefault="002C68F7" w:rsidP="002C68F7">
      <w:pPr>
        <w:pStyle w:val="BodyText"/>
      </w:pPr>
      <w:r>
        <w:t>Many subject matter exclusions are health related</w:t>
      </w:r>
      <w:r w:rsidR="00CC7187">
        <w:t xml:space="preserve">. Some of these </w:t>
      </w:r>
      <w:r>
        <w:t xml:space="preserve">specifically concern biological material, access to pharmaceuticals and access to healthcare. </w:t>
      </w:r>
      <w:r w:rsidR="00A31C5B">
        <w:t xml:space="preserve">In Australia, human beings, and the biological processes for their generation, are not patentable inventions. </w:t>
      </w:r>
      <w:r w:rsidRPr="005C1298">
        <w:t>European law and practice excludes ‘animal varieties’ and ‘plant varieties’ from</w:t>
      </w:r>
      <w:r w:rsidR="007B7185" w:rsidRPr="005C1298">
        <w:t xml:space="preserve"> patentability</w:t>
      </w:r>
      <w:r w:rsidRPr="005C1298">
        <w:t xml:space="preserve">. </w:t>
      </w:r>
      <w:r>
        <w:t xml:space="preserve">In Canada, exclusions exist for medical treatment and higher (multi-cellular) life forms. However, Canadian law expressly states that unicellular microorganisms and processes to produce life forms are patentable. Korean law excludes </w:t>
      </w:r>
      <w:r w:rsidRPr="00184677">
        <w:t>mixing two or more medicines</w:t>
      </w:r>
      <w:r>
        <w:t>.</w:t>
      </w:r>
      <w:r w:rsidRPr="00A7152A">
        <w:t xml:space="preserve"> </w:t>
      </w:r>
      <w:r w:rsidR="00A31C5B">
        <w:t>US</w:t>
      </w:r>
      <w:r>
        <w:t xml:space="preserve"> law does not provide explicit </w:t>
      </w:r>
      <w:r w:rsidRPr="00213B2E">
        <w:rPr>
          <w:i/>
        </w:rPr>
        <w:t>statutory</w:t>
      </w:r>
      <w:r>
        <w:t xml:space="preserve"> </w:t>
      </w:r>
      <w:r w:rsidR="0050765E">
        <w:t xml:space="preserve">health-related </w:t>
      </w:r>
      <w:r>
        <w:t xml:space="preserve">exclusions. An exception for patenting humans exists but is not </w:t>
      </w:r>
      <w:r w:rsidR="0032292A">
        <w:t xml:space="preserve">defined in </w:t>
      </w:r>
      <w:r>
        <w:t>in statut</w:t>
      </w:r>
      <w:r w:rsidR="0032292A">
        <w:t>e</w:t>
      </w:r>
      <w:r>
        <w:t xml:space="preserve"> (</w:t>
      </w:r>
      <w:r>
        <w:rPr>
          <w:szCs w:val="26"/>
        </w:rPr>
        <w:t>Barbosa and Grau</w:t>
      </w:r>
      <w:r>
        <w:rPr>
          <w:szCs w:val="26"/>
        </w:rPr>
        <w:noBreakHyphen/>
        <w:t>Kuntz 2010)</w:t>
      </w:r>
      <w:r>
        <w:t>.</w:t>
      </w:r>
    </w:p>
    <w:p w:rsidR="002C68F7" w:rsidRDefault="002C68F7" w:rsidP="002C68F7">
      <w:pPr>
        <w:pStyle w:val="BodyText"/>
      </w:pPr>
      <w:r>
        <w:t xml:space="preserve">The </w:t>
      </w:r>
      <w:r w:rsidR="00424D4E">
        <w:t xml:space="preserve">desirability </w:t>
      </w:r>
      <w:r>
        <w:t>of computer software and business</w:t>
      </w:r>
      <w:r w:rsidR="0032292A">
        <w:t xml:space="preserve"> </w:t>
      </w:r>
      <w:r>
        <w:t xml:space="preserve">method patents is </w:t>
      </w:r>
      <w:r w:rsidR="00424D4E">
        <w:t>debated.</w:t>
      </w:r>
      <w:r>
        <w:t xml:space="preserve"> </w:t>
      </w:r>
      <w:r w:rsidR="006B745A">
        <w:t xml:space="preserve">Objections to these patents </w:t>
      </w:r>
      <w:r w:rsidR="00924F8B">
        <w:t xml:space="preserve">are based on </w:t>
      </w:r>
      <w:r w:rsidR="006B745A">
        <w:t xml:space="preserve">the effects on innovation and the obviousness of some of these inventions. </w:t>
      </w:r>
      <w:r>
        <w:t>ACIP (2010</w:t>
      </w:r>
      <w:r w:rsidR="0032292A">
        <w:t>c</w:t>
      </w:r>
      <w:r>
        <w:t xml:space="preserve">) </w:t>
      </w:r>
      <w:r w:rsidR="007B7185">
        <w:t>found</w:t>
      </w:r>
      <w:r>
        <w:t xml:space="preserve"> considerable variation internationally on the patentability of computer software. ACIP also noted recent court decisions in Australia and the U</w:t>
      </w:r>
      <w:r w:rsidR="006570D5">
        <w:t xml:space="preserve">nited </w:t>
      </w:r>
      <w:r>
        <w:t>S</w:t>
      </w:r>
      <w:r w:rsidR="006570D5">
        <w:t>tates</w:t>
      </w:r>
      <w:r>
        <w:t xml:space="preserve"> </w:t>
      </w:r>
      <w:r w:rsidR="006570D5">
        <w:t>that</w:t>
      </w:r>
      <w:r>
        <w:t xml:space="preserve"> found that abstract ideas are not patentable, but there was no general bar on business</w:t>
      </w:r>
      <w:r w:rsidR="00924F8B">
        <w:t xml:space="preserve"> </w:t>
      </w:r>
      <w:r>
        <w:t>method patents.</w:t>
      </w:r>
      <w:r w:rsidR="0050765E">
        <w:t xml:space="preserve"> </w:t>
      </w:r>
    </w:p>
    <w:p w:rsidR="0050765E" w:rsidRDefault="0050765E" w:rsidP="0050765E">
      <w:pPr>
        <w:pStyle w:val="BodyText"/>
      </w:pPr>
      <w:r>
        <w:lastRenderedPageBreak/>
        <w:t xml:space="preserve">In the past, many </w:t>
      </w:r>
      <w:r w:rsidR="004410F0">
        <w:t xml:space="preserve">developing </w:t>
      </w:r>
      <w:r>
        <w:t>countries excluded pharmaceuticals from patentability. At the beginning of the Uruguay Round of</w:t>
      </w:r>
      <w:r w:rsidR="004410F0">
        <w:t xml:space="preserve"> trade negotiations</w:t>
      </w:r>
      <w:r>
        <w:t xml:space="preserve"> a</w:t>
      </w:r>
      <w:r w:rsidR="004410F0">
        <w:t>bout</w:t>
      </w:r>
      <w:r>
        <w:t xml:space="preserve"> 50 countries did not recognise pharmaceutical patents (Correa 199</w:t>
      </w:r>
      <w:r w:rsidR="00FE076E">
        <w:t>9</w:t>
      </w:r>
      <w:r>
        <w:t>). Most of these countries now recognise pharmaceutical patents in or</w:t>
      </w:r>
      <w:r w:rsidR="00412C58">
        <w:t>der to be compliant with TRIPS.</w:t>
      </w:r>
    </w:p>
    <w:p w:rsidR="009C32D0" w:rsidRPr="00D91099" w:rsidRDefault="001B248E" w:rsidP="0050765E">
      <w:pPr>
        <w:pStyle w:val="BodyText"/>
      </w:pPr>
      <w:r>
        <w:t>A number of exclusions exist in patents legislation related to inventions contrary to public order or morality. For example, t</w:t>
      </w:r>
      <w:r w:rsidR="00412C58">
        <w:t>he U</w:t>
      </w:r>
      <w:r w:rsidR="006570D5">
        <w:t xml:space="preserve">nited </w:t>
      </w:r>
      <w:r w:rsidR="00412C58">
        <w:t>S</w:t>
      </w:r>
      <w:r w:rsidR="006570D5">
        <w:t>tates</w:t>
      </w:r>
      <w:r w:rsidR="00412C58">
        <w:t xml:space="preserve"> prohibits patents ‘useful solely in the utilization of special nuclear material or </w:t>
      </w:r>
      <w:r w:rsidR="00412C58" w:rsidRPr="00D91099">
        <w:t xml:space="preserve">atomic energy in an atomic weapon’ under </w:t>
      </w:r>
      <w:r w:rsidR="00412C58" w:rsidRPr="00966837">
        <w:t>the Atomic Energy Act of 1954</w:t>
      </w:r>
      <w:r w:rsidR="00412C58" w:rsidRPr="00D91099">
        <w:t xml:space="preserve"> (</w:t>
      </w:r>
      <w:r w:rsidR="00924F8B">
        <w:t xml:space="preserve">cited in </w:t>
      </w:r>
      <w:r w:rsidR="00412C58" w:rsidRPr="00D91099">
        <w:t>ACIP 2010</w:t>
      </w:r>
      <w:r w:rsidR="003967E1" w:rsidRPr="00D91099">
        <w:t>c</w:t>
      </w:r>
      <w:r w:rsidR="00924F8B">
        <w:t>, p. 77</w:t>
      </w:r>
      <w:r w:rsidR="00412C58" w:rsidRPr="00D91099">
        <w:t>).</w:t>
      </w:r>
    </w:p>
    <w:p w:rsidR="00490A15" w:rsidRDefault="00490A15" w:rsidP="00490A15">
      <w:pPr>
        <w:pStyle w:val="Heading3"/>
      </w:pPr>
      <w:r>
        <w:t>Objects clauses</w:t>
      </w:r>
    </w:p>
    <w:p w:rsidR="007B7185" w:rsidRDefault="00490A15" w:rsidP="00490A15">
      <w:pPr>
        <w:pStyle w:val="BodyText"/>
      </w:pPr>
      <w:r>
        <w:t>Objects clauses</w:t>
      </w:r>
      <w:r w:rsidR="00CA4116">
        <w:t xml:space="preserve">, also referred to as ‘statements of objectives’, </w:t>
      </w:r>
      <w:r>
        <w:t xml:space="preserve">are included in some pieces of legislation </w:t>
      </w:r>
      <w:r w:rsidR="00186A03">
        <w:t>to</w:t>
      </w:r>
      <w:r>
        <w:t xml:space="preserve"> outline the purpose of the legislation. </w:t>
      </w:r>
      <w:r w:rsidR="00141687">
        <w:t xml:space="preserve">Australia does not have an objects clause in </w:t>
      </w:r>
      <w:r w:rsidR="002311CD">
        <w:t xml:space="preserve">the </w:t>
      </w:r>
      <w:r w:rsidR="002311CD" w:rsidRPr="002311CD">
        <w:rPr>
          <w:i/>
        </w:rPr>
        <w:t>Patents Act 1990</w:t>
      </w:r>
      <w:r w:rsidR="00924F8B">
        <w:rPr>
          <w:i/>
        </w:rPr>
        <w:t xml:space="preserve"> </w:t>
      </w:r>
      <w:r w:rsidR="00924F8B">
        <w:t>(Cwlth)</w:t>
      </w:r>
      <w:r w:rsidR="00435391">
        <w:t xml:space="preserve"> (Patents Act)</w:t>
      </w:r>
      <w:r w:rsidR="00141687">
        <w:t xml:space="preserve">, but some commentators have </w:t>
      </w:r>
      <w:r w:rsidR="00665A2D">
        <w:t>recommend</w:t>
      </w:r>
      <w:r w:rsidR="007B7185">
        <w:t>ed one be adopted.</w:t>
      </w:r>
      <w:r w:rsidR="00141687">
        <w:t xml:space="preserve"> </w:t>
      </w:r>
      <w:r>
        <w:t>ACIP (2010</w:t>
      </w:r>
      <w:r w:rsidR="00F50C80">
        <w:t>c</w:t>
      </w:r>
      <w:r>
        <w:t xml:space="preserve">) </w:t>
      </w:r>
      <w:r w:rsidR="007E2519">
        <w:t>noted that it is important that the patent</w:t>
      </w:r>
      <w:r w:rsidR="007B7185">
        <w:t>s</w:t>
      </w:r>
      <w:r w:rsidR="007E2519">
        <w:t xml:space="preserve"> system take into account economic and ethical matters</w:t>
      </w:r>
      <w:r w:rsidR="007B7185">
        <w:t>,</w:t>
      </w:r>
      <w:r w:rsidR="007E2519">
        <w:t xml:space="preserve"> and </w:t>
      </w:r>
      <w:r w:rsidR="00665A2D">
        <w:t xml:space="preserve">for this reason </w:t>
      </w:r>
      <w:r>
        <w:t xml:space="preserve">recommended that an objects </w:t>
      </w:r>
      <w:r w:rsidR="0050765E">
        <w:t xml:space="preserve">clause </w:t>
      </w:r>
      <w:r>
        <w:t>be inserted into the</w:t>
      </w:r>
      <w:r w:rsidR="002311CD">
        <w:t xml:space="preserve"> Patents Act</w:t>
      </w:r>
      <w:r w:rsidR="007B7185">
        <w:t xml:space="preserve">. The proposed objects clause </w:t>
      </w:r>
      <w:r w:rsidR="007E2519">
        <w:t xml:space="preserve">describes the purpose of the </w:t>
      </w:r>
      <w:r w:rsidR="00C47AF3">
        <w:t>Act</w:t>
      </w:r>
      <w:r w:rsidR="007E2519">
        <w:t xml:space="preserve"> as being to enhance the wellbeing of Australians by balancing competing interests of patent holders, users of technology and Australian society. </w:t>
      </w:r>
      <w:r w:rsidR="00435391">
        <w:t>The Australian Government </w:t>
      </w:r>
      <w:r w:rsidR="00703D72">
        <w:t xml:space="preserve">(2011a) </w:t>
      </w:r>
      <w:r w:rsidR="007B7185">
        <w:t>accept</w:t>
      </w:r>
      <w:r w:rsidR="00CA4116">
        <w:t>ed</w:t>
      </w:r>
      <w:r w:rsidR="007B7185">
        <w:t xml:space="preserve"> this recommendation</w:t>
      </w:r>
      <w:r w:rsidR="00CA4116">
        <w:t xml:space="preserve">, but did not introduce an objects clause into the Patents Act as part of the ‘Raising the Bar’ reforms (discussed in more detail later in this </w:t>
      </w:r>
      <w:r w:rsidR="007F6439">
        <w:t>appendix</w:t>
      </w:r>
      <w:r w:rsidR="00CA4116">
        <w:t>)</w:t>
      </w:r>
      <w:r w:rsidR="007B7185">
        <w:t>.</w:t>
      </w:r>
      <w:r w:rsidR="00CA4116">
        <w:t xml:space="preserve"> At the time of writing </w:t>
      </w:r>
      <w:r w:rsidR="00540F7F">
        <w:t xml:space="preserve">this report, </w:t>
      </w:r>
      <w:r w:rsidR="00CA4116">
        <w:t xml:space="preserve">the Government had not yet developed legislation to introduce an objects clause. </w:t>
      </w:r>
      <w:r w:rsidR="007B7185">
        <w:t xml:space="preserve"> </w:t>
      </w:r>
    </w:p>
    <w:p w:rsidR="00415510" w:rsidRDefault="00415510" w:rsidP="00415510">
      <w:pPr>
        <w:pStyle w:val="BodyText"/>
      </w:pPr>
      <w:r>
        <w:t xml:space="preserve">Article 7 of the TRIPS agreement describes the </w:t>
      </w:r>
      <w:r w:rsidR="00020381">
        <w:t>objective</w:t>
      </w:r>
      <w:r>
        <w:t xml:space="preserve"> of </w:t>
      </w:r>
      <w:r w:rsidR="00703D72">
        <w:t>an</w:t>
      </w:r>
      <w:r>
        <w:t xml:space="preserve"> IP system: </w:t>
      </w:r>
    </w:p>
    <w:p w:rsidR="00415510" w:rsidRDefault="00415510" w:rsidP="00415510">
      <w:pPr>
        <w:pStyle w:val="Quote"/>
      </w:pPr>
      <w:r>
        <w:t>The protection and enforcement of intellectual property rights should contribute to the promotion of technological innovation and to the transfer and dissemination of technology, to the mutual advantage of producers and users of technological knowledge and in a manner conducive to social and economic welfare, and to a balance of rights and obligations.</w:t>
      </w:r>
    </w:p>
    <w:p w:rsidR="00141687" w:rsidRDefault="00EF222B" w:rsidP="00490A15">
      <w:pPr>
        <w:pStyle w:val="BodyText"/>
      </w:pPr>
      <w:r>
        <w:t xml:space="preserve">ACIP </w:t>
      </w:r>
      <w:r w:rsidR="00CA4116">
        <w:t>(2010</w:t>
      </w:r>
      <w:r w:rsidR="00F50C80">
        <w:t>c</w:t>
      </w:r>
      <w:r w:rsidR="00CA4116">
        <w:t xml:space="preserve">) </w:t>
      </w:r>
      <w:r>
        <w:t>noted</w:t>
      </w:r>
      <w:r w:rsidR="00490A15">
        <w:t xml:space="preserve"> that</w:t>
      </w:r>
      <w:r w:rsidR="002E3358">
        <w:t xml:space="preserve"> objects</w:t>
      </w:r>
      <w:r w:rsidR="00490A15">
        <w:t xml:space="preserve"> clauses are included in the patents legislation in other comparable markets, including Japan, Korea and </w:t>
      </w:r>
      <w:r w:rsidR="00490A15" w:rsidRPr="00A310FD">
        <w:t>the New Zealand Patents Bill</w:t>
      </w:r>
      <w:r w:rsidR="00490A15">
        <w:t>, which is currently being debated.</w:t>
      </w:r>
      <w:r w:rsidR="00141687">
        <w:t xml:space="preserve"> Language from these clauses is contained in box B.2. </w:t>
      </w:r>
      <w:r w:rsidR="00ED4D9F">
        <w:t>Canad</w:t>
      </w:r>
      <w:r w:rsidR="00513AAC">
        <w:t>ian, US and UK patents legislation</w:t>
      </w:r>
      <w:r w:rsidR="00ED4D9F">
        <w:t xml:space="preserve"> </w:t>
      </w:r>
      <w:r w:rsidR="000840B3">
        <w:t xml:space="preserve">do not have </w:t>
      </w:r>
      <w:r w:rsidR="00513AAC">
        <w:t xml:space="preserve">an </w:t>
      </w:r>
      <w:r w:rsidR="000840B3">
        <w:t>objects clause.</w:t>
      </w:r>
    </w:p>
    <w:p w:rsidR="00141687" w:rsidRDefault="00141687">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41687">
        <w:tc>
          <w:tcPr>
            <w:tcW w:w="8771" w:type="dxa"/>
            <w:tcBorders>
              <w:top w:val="single" w:sz="6" w:space="0" w:color="auto"/>
              <w:bottom w:val="nil"/>
            </w:tcBorders>
          </w:tcPr>
          <w:p w:rsidR="00141687" w:rsidRDefault="00141687" w:rsidP="00703D72">
            <w:pPr>
              <w:pStyle w:val="BoxTitle"/>
            </w:pPr>
            <w:r>
              <w:rPr>
                <w:b w:val="0"/>
              </w:rPr>
              <w:t xml:space="preserve">Box </w:t>
            </w:r>
            <w:r w:rsidR="007D5E45">
              <w:fldChar w:fldCharType="begin"/>
            </w:r>
            <w:r w:rsidR="007D5E45">
              <w:instrText xml:space="preserve"> COMMENTS  \* MERGEFORMAT </w:instrText>
            </w:r>
            <w:r w:rsidR="007D5E45">
              <w:fldChar w:fldCharType="separate"/>
            </w:r>
            <w:r>
              <w:rPr>
                <w:b w:val="0"/>
              </w:rPr>
              <w:t>B.</w:t>
            </w:r>
            <w:r w:rsidR="007D5E45">
              <w:rPr>
                <w:b w:val="0"/>
              </w:rPr>
              <w:fldChar w:fldCharType="end"/>
            </w:r>
            <w:r w:rsidR="00794E05">
              <w:rPr>
                <w:b w:val="0"/>
              </w:rPr>
              <w:fldChar w:fldCharType="begin"/>
            </w:r>
            <w:r>
              <w:rPr>
                <w:b w:val="0"/>
              </w:rPr>
              <w:instrText xml:space="preserve"> SEQ Box \* ARABIC </w:instrText>
            </w:r>
            <w:r w:rsidR="00794E05">
              <w:rPr>
                <w:b w:val="0"/>
              </w:rPr>
              <w:fldChar w:fldCharType="separate"/>
            </w:r>
            <w:r w:rsidR="00862ED1">
              <w:rPr>
                <w:b w:val="0"/>
                <w:noProof/>
              </w:rPr>
              <w:t>2</w:t>
            </w:r>
            <w:r w:rsidR="00794E05">
              <w:rPr>
                <w:b w:val="0"/>
              </w:rPr>
              <w:fldChar w:fldCharType="end"/>
            </w:r>
            <w:r>
              <w:tab/>
              <w:t xml:space="preserve">Object clauses in </w:t>
            </w:r>
            <w:r w:rsidR="00703D72">
              <w:t>selected other countries</w:t>
            </w:r>
          </w:p>
        </w:tc>
      </w:tr>
      <w:tr w:rsidR="00141687">
        <w:trPr>
          <w:cantSplit/>
        </w:trPr>
        <w:tc>
          <w:tcPr>
            <w:tcW w:w="8771" w:type="dxa"/>
            <w:tcBorders>
              <w:top w:val="nil"/>
              <w:left w:val="single" w:sz="6" w:space="0" w:color="auto"/>
              <w:bottom w:val="nil"/>
              <w:right w:val="single" w:sz="6" w:space="0" w:color="auto"/>
            </w:tcBorders>
          </w:tcPr>
          <w:p w:rsidR="00141687" w:rsidRPr="00107D0D" w:rsidRDefault="00141687" w:rsidP="00141687">
            <w:pPr>
              <w:pStyle w:val="Box"/>
            </w:pPr>
            <w:r w:rsidRPr="00107D0D">
              <w:t>An English language translation of the Japanese objects clause is:</w:t>
            </w:r>
          </w:p>
          <w:p w:rsidR="00141687" w:rsidRDefault="00141687" w:rsidP="00141687">
            <w:pPr>
              <w:pStyle w:val="BoxQuote"/>
            </w:pPr>
            <w:r w:rsidRPr="00107D0D">
              <w:t>The purpose of this Act is, through pro</w:t>
            </w:r>
            <w:r w:rsidR="00A01B69">
              <w:t>moting the protection and utilis</w:t>
            </w:r>
            <w:r w:rsidRPr="00107D0D">
              <w:t>ation of inventions, to encourage inventions, and thereby to contribute to the development of industry (JPO</w:t>
            </w:r>
            <w:r w:rsidR="00011313">
              <w:t> </w:t>
            </w:r>
            <w:r w:rsidRPr="00107D0D">
              <w:t>2012</w:t>
            </w:r>
            <w:r w:rsidR="00123253">
              <w:t>c</w:t>
            </w:r>
            <w:r w:rsidRPr="00107D0D">
              <w:t>).</w:t>
            </w:r>
          </w:p>
          <w:p w:rsidR="00141687" w:rsidRDefault="00141687" w:rsidP="00141687">
            <w:pPr>
              <w:pStyle w:val="Box"/>
            </w:pPr>
            <w:r>
              <w:t xml:space="preserve">An English language </w:t>
            </w:r>
            <w:r w:rsidR="00B85D2A">
              <w:t xml:space="preserve">translation </w:t>
            </w:r>
            <w:r>
              <w:t>of the Korean objects clause is similar:</w:t>
            </w:r>
          </w:p>
          <w:p w:rsidR="00141687" w:rsidRDefault="00141687" w:rsidP="00141687">
            <w:pPr>
              <w:pStyle w:val="BoxQuote"/>
              <w:rPr>
                <w:rFonts w:ascii="Tahoma" w:hAnsi="Tahoma" w:cs="Tahoma"/>
              </w:rPr>
            </w:pPr>
            <w:r>
              <w:rPr>
                <w:rFonts w:ascii="Tahoma" w:hAnsi="Tahoma" w:cs="Tahoma"/>
              </w:rPr>
              <w:t>The purpose of this Act is, through protecting and encouraging inventions and promoti</w:t>
            </w:r>
            <w:r w:rsidR="00A01B69">
              <w:rPr>
                <w:rFonts w:ascii="Tahoma" w:hAnsi="Tahoma" w:cs="Tahoma"/>
              </w:rPr>
              <w:t>ng the utilis</w:t>
            </w:r>
            <w:r>
              <w:rPr>
                <w:rFonts w:ascii="Tahoma" w:hAnsi="Tahoma" w:cs="Tahoma"/>
              </w:rPr>
              <w:t>ation of inventions, to accelerate the development of technology, and thereby to contribute to the development of industry (WIPO 2012</w:t>
            </w:r>
            <w:r w:rsidR="00F50C80">
              <w:rPr>
                <w:rFonts w:ascii="Tahoma" w:hAnsi="Tahoma" w:cs="Tahoma"/>
              </w:rPr>
              <w:t>b</w:t>
            </w:r>
            <w:r>
              <w:rPr>
                <w:rFonts w:ascii="Tahoma" w:hAnsi="Tahoma" w:cs="Tahoma"/>
              </w:rPr>
              <w:t>).</w:t>
            </w:r>
          </w:p>
          <w:p w:rsidR="00141687" w:rsidRDefault="00141687" w:rsidP="00141687">
            <w:pPr>
              <w:pStyle w:val="Box"/>
            </w:pPr>
            <w:r>
              <w:t xml:space="preserve">The objects clause in the proposed new </w:t>
            </w:r>
            <w:r w:rsidR="00924F8B">
              <w:t xml:space="preserve">NZ </w:t>
            </w:r>
            <w:r>
              <w:t>Patents Act</w:t>
            </w:r>
            <w:r w:rsidR="00924F8B">
              <w:t xml:space="preserve"> </w:t>
            </w:r>
            <w:r>
              <w:t xml:space="preserve">is more extensive: </w:t>
            </w:r>
          </w:p>
          <w:p w:rsidR="00141687" w:rsidRPr="00141687" w:rsidRDefault="00141687" w:rsidP="00141687">
            <w:pPr>
              <w:pStyle w:val="BoxQuote"/>
              <w:rPr>
                <w:rFonts w:ascii="Tahoma" w:hAnsi="Tahoma" w:cs="Tahoma"/>
              </w:rPr>
            </w:pPr>
            <w:r w:rsidRPr="00141687">
              <w:rPr>
                <w:rFonts w:ascii="Tahoma" w:hAnsi="Tahoma" w:cs="Tahoma"/>
              </w:rPr>
              <w:t xml:space="preserve">The purposes of this Act are to— </w:t>
            </w:r>
          </w:p>
          <w:p w:rsidR="00141687" w:rsidRPr="00141687" w:rsidRDefault="00141687" w:rsidP="00141687">
            <w:pPr>
              <w:pStyle w:val="BoxQuote"/>
              <w:rPr>
                <w:rFonts w:ascii="Tahoma" w:hAnsi="Tahoma" w:cs="Tahoma"/>
              </w:rPr>
            </w:pPr>
            <w:r w:rsidRPr="00141687">
              <w:rPr>
                <w:rFonts w:ascii="Tahoma" w:hAnsi="Tahoma" w:cs="Tahoma"/>
              </w:rPr>
              <w:t>[a] Provide an efficient and effective patent system that—</w:t>
            </w:r>
          </w:p>
          <w:p w:rsidR="00141687" w:rsidRDefault="00141687" w:rsidP="00924F8B">
            <w:pPr>
              <w:pStyle w:val="BoxQuote"/>
            </w:pPr>
            <w:r w:rsidRPr="00141687">
              <w:rPr>
                <w:rFonts w:ascii="Tahoma" w:hAnsi="Tahoma" w:cs="Tahoma"/>
              </w:rPr>
              <w:t>(i) promotes innovation and economic growth while providing an appropriate balance</w:t>
            </w:r>
            <w:r w:rsidR="0092623D">
              <w:rPr>
                <w:rFonts w:ascii="Tahoma" w:hAnsi="Tahoma" w:cs="Tahoma"/>
              </w:rPr>
              <w:br/>
              <w:t xml:space="preserve">    </w:t>
            </w:r>
            <w:r w:rsidRPr="00141687">
              <w:rPr>
                <w:rFonts w:ascii="Tahoma" w:hAnsi="Tahoma" w:cs="Tahoma"/>
              </w:rPr>
              <w:t xml:space="preserve"> between the interests of inventors and patent owners and the interests of society as a</w:t>
            </w:r>
            <w:r w:rsidR="0092623D">
              <w:rPr>
                <w:rFonts w:ascii="Tahoma" w:hAnsi="Tahoma" w:cs="Tahoma"/>
              </w:rPr>
              <w:br/>
              <w:t xml:space="preserve">   </w:t>
            </w:r>
            <w:r w:rsidRPr="00141687">
              <w:rPr>
                <w:rFonts w:ascii="Tahoma" w:hAnsi="Tahoma" w:cs="Tahoma"/>
              </w:rPr>
              <w:t xml:space="preserve"> </w:t>
            </w:r>
            <w:r w:rsidR="0092623D">
              <w:rPr>
                <w:rFonts w:ascii="Tahoma" w:hAnsi="Tahoma" w:cs="Tahoma"/>
              </w:rPr>
              <w:t xml:space="preserve"> </w:t>
            </w:r>
            <w:r w:rsidRPr="00141687">
              <w:rPr>
                <w:rFonts w:ascii="Tahoma" w:hAnsi="Tahoma" w:cs="Tahoma"/>
              </w:rPr>
              <w:t>whole</w:t>
            </w:r>
            <w:r w:rsidR="00011313">
              <w:rPr>
                <w:rFonts w:ascii="Tahoma" w:hAnsi="Tahoma" w:cs="Tahoma"/>
              </w:rPr>
              <w:t xml:space="preserve"> </w:t>
            </w:r>
            <w:r w:rsidRPr="00141687">
              <w:rPr>
                <w:rFonts w:ascii="Tahoma" w:hAnsi="Tahoma" w:cs="Tahoma"/>
              </w:rPr>
              <w:t>(New Zealand Parliament Commerce Select Committee 2010).</w:t>
            </w:r>
            <w:r>
              <w:t xml:space="preserve"> </w:t>
            </w:r>
          </w:p>
        </w:tc>
      </w:tr>
      <w:tr w:rsidR="00141687">
        <w:trPr>
          <w:cantSplit/>
        </w:trPr>
        <w:tc>
          <w:tcPr>
            <w:tcW w:w="8771" w:type="dxa"/>
            <w:tcBorders>
              <w:top w:val="nil"/>
              <w:left w:val="single" w:sz="6" w:space="0" w:color="auto"/>
              <w:bottom w:val="single" w:sz="6" w:space="0" w:color="auto"/>
              <w:right w:val="single" w:sz="6" w:space="0" w:color="auto"/>
            </w:tcBorders>
          </w:tcPr>
          <w:p w:rsidR="00141687" w:rsidRDefault="00141687">
            <w:pPr>
              <w:pStyle w:val="Box"/>
              <w:spacing w:before="0" w:line="120" w:lineRule="exact"/>
            </w:pPr>
          </w:p>
        </w:tc>
      </w:tr>
      <w:tr w:rsidR="00141687" w:rsidRPr="000863A5">
        <w:tc>
          <w:tcPr>
            <w:tcW w:w="8771" w:type="dxa"/>
            <w:tcBorders>
              <w:top w:val="nil"/>
              <w:left w:val="nil"/>
              <w:bottom w:val="nil"/>
              <w:right w:val="nil"/>
            </w:tcBorders>
          </w:tcPr>
          <w:p w:rsidR="00141687" w:rsidRPr="000863A5" w:rsidRDefault="00141687" w:rsidP="00ED2745">
            <w:pPr>
              <w:pStyle w:val="Box"/>
              <w:keepNext w:val="0"/>
              <w:spacing w:before="60" w:after="60" w:line="80" w:lineRule="exact"/>
              <w:rPr>
                <w:b/>
                <w:sz w:val="14"/>
              </w:rPr>
            </w:pPr>
          </w:p>
        </w:tc>
      </w:tr>
    </w:tbl>
    <w:p w:rsidR="00DC4E56" w:rsidRDefault="00494663" w:rsidP="00494663">
      <w:pPr>
        <w:pStyle w:val="Heading2"/>
      </w:pPr>
      <w:r>
        <w:t>B.</w:t>
      </w:r>
      <w:r w:rsidR="00863F5F">
        <w:t>2</w:t>
      </w:r>
      <w:r>
        <w:tab/>
      </w:r>
      <w:r w:rsidR="00DC4E56">
        <w:t xml:space="preserve">Measures of patent </w:t>
      </w:r>
      <w:r w:rsidR="00FC7D79">
        <w:t xml:space="preserve">strength and </w:t>
      </w:r>
      <w:r w:rsidR="00DC4E56">
        <w:t>quality</w:t>
      </w:r>
    </w:p>
    <w:p w:rsidR="00F4538E" w:rsidRPr="00A83174" w:rsidRDefault="00DC4E56" w:rsidP="00A83174">
      <w:pPr>
        <w:pStyle w:val="BodyText"/>
      </w:pPr>
      <w:r w:rsidRPr="00A83174">
        <w:t xml:space="preserve">A body of literature comparing the ‘strength’ and ‘quality’ of </w:t>
      </w:r>
      <w:r w:rsidR="00020381" w:rsidRPr="00A83174">
        <w:t>IP</w:t>
      </w:r>
      <w:r w:rsidRPr="00A83174">
        <w:t xml:space="preserve"> system</w:t>
      </w:r>
      <w:r w:rsidR="000E078E" w:rsidRPr="00A83174">
        <w:t>s</w:t>
      </w:r>
      <w:r w:rsidRPr="00A83174">
        <w:t xml:space="preserve"> in different countries has developed in recent decades (Ginarte and Park 1997; Lerner 2002; Park 2008</w:t>
      </w:r>
      <w:r w:rsidR="00A01B69" w:rsidRPr="00A83174">
        <w:t>; Rapp and Rozek 1990</w:t>
      </w:r>
      <w:r w:rsidRPr="00A83174">
        <w:t xml:space="preserve">). </w:t>
      </w:r>
    </w:p>
    <w:p w:rsidR="00165995" w:rsidRPr="00A83174" w:rsidRDefault="00DC4E56" w:rsidP="00A83174">
      <w:pPr>
        <w:pStyle w:val="BodyText"/>
      </w:pPr>
      <w:r w:rsidRPr="00A83174">
        <w:t>Strength and quality of patent</w:t>
      </w:r>
      <w:r w:rsidR="007B7185" w:rsidRPr="00A83174">
        <w:t>s</w:t>
      </w:r>
      <w:r w:rsidR="00DE4858" w:rsidRPr="00A83174">
        <w:t xml:space="preserve"> </w:t>
      </w:r>
      <w:r w:rsidRPr="00A83174">
        <w:t>s</w:t>
      </w:r>
      <w:r w:rsidR="00DE4858" w:rsidRPr="00A83174">
        <w:t>ystems</w:t>
      </w:r>
      <w:r w:rsidRPr="00A83174">
        <w:t xml:space="preserve"> </w:t>
      </w:r>
      <w:r w:rsidR="00DE4858" w:rsidRPr="00A83174">
        <w:t>are</w:t>
      </w:r>
      <w:r w:rsidRPr="00A83174">
        <w:t xml:space="preserve"> difficult </w:t>
      </w:r>
      <w:r w:rsidR="00DE4858" w:rsidRPr="00A83174">
        <w:t xml:space="preserve">concepts </w:t>
      </w:r>
      <w:r w:rsidRPr="00A83174">
        <w:t>to define</w:t>
      </w:r>
      <w:r w:rsidR="00DE4858" w:rsidRPr="00A83174">
        <w:t>.</w:t>
      </w:r>
      <w:r w:rsidRPr="00A83174">
        <w:t xml:space="preserve"> </w:t>
      </w:r>
      <w:r w:rsidR="00DE4858" w:rsidRPr="00A83174">
        <w:t>D</w:t>
      </w:r>
      <w:r w:rsidR="006F5BAE" w:rsidRPr="00A83174">
        <w:t>efinitions of s</w:t>
      </w:r>
      <w:r w:rsidR="00965608" w:rsidRPr="00A83174">
        <w:t xml:space="preserve">trength </w:t>
      </w:r>
      <w:r w:rsidR="00DE4858" w:rsidRPr="00A83174">
        <w:t xml:space="preserve">usually </w:t>
      </w:r>
      <w:r w:rsidR="007B7185" w:rsidRPr="00A83174">
        <w:t>relate to the</w:t>
      </w:r>
      <w:r w:rsidR="00331333" w:rsidRPr="00A83174">
        <w:t xml:space="preserve"> </w:t>
      </w:r>
      <w:r w:rsidR="00965608" w:rsidRPr="00A83174">
        <w:t>coverage</w:t>
      </w:r>
      <w:r w:rsidR="00331333" w:rsidRPr="00A83174">
        <w:t xml:space="preserve"> and</w:t>
      </w:r>
      <w:r w:rsidR="00965608" w:rsidRPr="00A83174">
        <w:t xml:space="preserve"> duration</w:t>
      </w:r>
      <w:r w:rsidR="00331333" w:rsidRPr="00A83174">
        <w:t xml:space="preserve"> of patents</w:t>
      </w:r>
      <w:r w:rsidR="00965608" w:rsidRPr="00A83174">
        <w:t>, enforcement mechanisms available</w:t>
      </w:r>
      <w:r w:rsidR="00331333" w:rsidRPr="00A83174">
        <w:t xml:space="preserve"> to patent holders</w:t>
      </w:r>
      <w:r w:rsidR="00965608" w:rsidRPr="00A83174">
        <w:t xml:space="preserve"> and </w:t>
      </w:r>
      <w:r w:rsidR="00331333" w:rsidRPr="00A83174">
        <w:t>safeguards on patents, such as compulsory licensing</w:t>
      </w:r>
      <w:r w:rsidR="00965608" w:rsidRPr="00A83174">
        <w:t xml:space="preserve">. </w:t>
      </w:r>
      <w:r w:rsidR="006F5BAE" w:rsidRPr="00A83174">
        <w:t xml:space="preserve">Definitions of quality tend to relate more to the stringency and transparency of the patent process. </w:t>
      </w:r>
      <w:r w:rsidRPr="00A83174">
        <w:t xml:space="preserve">The effects of strength and quality on innovation and growth </w:t>
      </w:r>
      <w:r w:rsidR="00DE4858" w:rsidRPr="00A83174">
        <w:t>are</w:t>
      </w:r>
      <w:r w:rsidRPr="00A83174">
        <w:t xml:space="preserve"> also disputed. </w:t>
      </w:r>
      <w:r w:rsidR="008F5553" w:rsidRPr="00A83174">
        <w:t>For example, a</w:t>
      </w:r>
      <w:r w:rsidRPr="00A83174">
        <w:t xml:space="preserve"> </w:t>
      </w:r>
      <w:r w:rsidR="006F5BAE" w:rsidRPr="00A83174">
        <w:t xml:space="preserve">‘strong’ </w:t>
      </w:r>
      <w:r w:rsidRPr="00A83174">
        <w:t>patent</w:t>
      </w:r>
      <w:r w:rsidR="007B7185" w:rsidRPr="00A83174">
        <w:t>s</w:t>
      </w:r>
      <w:r w:rsidRPr="00A83174">
        <w:t xml:space="preserve"> system </w:t>
      </w:r>
      <w:r w:rsidR="006F5BAE" w:rsidRPr="00A83174">
        <w:t xml:space="preserve">might have perverse effects </w:t>
      </w:r>
      <w:r w:rsidR="00DE4858" w:rsidRPr="00A83174">
        <w:t xml:space="preserve">and discourage </w:t>
      </w:r>
      <w:r w:rsidR="006F5BAE" w:rsidRPr="00A83174">
        <w:t>innovation</w:t>
      </w:r>
      <w:r w:rsidR="008F5553" w:rsidRPr="00A83174">
        <w:t xml:space="preserve"> du</w:t>
      </w:r>
      <w:r w:rsidR="006F5BAE" w:rsidRPr="00A83174">
        <w:t>e to difficulties accessing patented materials to develop incremental inventions. A strong patent</w:t>
      </w:r>
      <w:r w:rsidR="007B7185" w:rsidRPr="00A83174">
        <w:t>s</w:t>
      </w:r>
      <w:r w:rsidR="006F5BAE" w:rsidRPr="00A83174">
        <w:t xml:space="preserve"> system might also put strain on the </w:t>
      </w:r>
      <w:r w:rsidR="00020381" w:rsidRPr="00A83174">
        <w:t xml:space="preserve">relevant </w:t>
      </w:r>
      <w:r w:rsidR="006F5BAE" w:rsidRPr="00A83174">
        <w:t xml:space="preserve">patent office </w:t>
      </w:r>
      <w:r w:rsidR="007B7185" w:rsidRPr="00A83174">
        <w:t xml:space="preserve">due to a large number of applications, which might lead to </w:t>
      </w:r>
      <w:r w:rsidR="006F5BAE" w:rsidRPr="00A83174">
        <w:t xml:space="preserve">delays in </w:t>
      </w:r>
      <w:r w:rsidR="00331333" w:rsidRPr="00A83174">
        <w:t>t</w:t>
      </w:r>
      <w:r w:rsidR="006F5BAE" w:rsidRPr="00A83174">
        <w:t xml:space="preserve">he patent process and other problems. </w:t>
      </w:r>
      <w:r w:rsidR="00165995" w:rsidRPr="00A83174">
        <w:t xml:space="preserve">Care must be taken when comparing countries because there has been much </w:t>
      </w:r>
      <w:r w:rsidR="00ED2745" w:rsidRPr="00A83174">
        <w:t xml:space="preserve">patent </w:t>
      </w:r>
      <w:r w:rsidR="00165995" w:rsidRPr="00A83174">
        <w:t xml:space="preserve">reform in recent years. Many of these reforms were designed to improve the strength </w:t>
      </w:r>
      <w:r w:rsidR="007B7185" w:rsidRPr="00A83174">
        <w:t>and/</w:t>
      </w:r>
      <w:r w:rsidR="00165995" w:rsidRPr="00A83174">
        <w:t>or quality of patent</w:t>
      </w:r>
      <w:r w:rsidR="007B7185" w:rsidRPr="00A83174">
        <w:t>s</w:t>
      </w:r>
      <w:r w:rsidR="00165995" w:rsidRPr="00A83174">
        <w:t xml:space="preserve"> systems, which has altered </w:t>
      </w:r>
      <w:r w:rsidR="007B7185" w:rsidRPr="00A83174">
        <w:t xml:space="preserve">world </w:t>
      </w:r>
      <w:r w:rsidR="00165995" w:rsidRPr="00A83174">
        <w:t>rankings.</w:t>
      </w:r>
    </w:p>
    <w:p w:rsidR="00E01B41" w:rsidRPr="00A83174" w:rsidRDefault="00331333" w:rsidP="00A83174">
      <w:pPr>
        <w:pStyle w:val="BodyText"/>
      </w:pPr>
      <w:r w:rsidRPr="00A83174">
        <w:t>Park (2008) found that</w:t>
      </w:r>
      <w:r w:rsidR="008F5553" w:rsidRPr="00A83174">
        <w:t>,</w:t>
      </w:r>
      <w:r w:rsidRPr="00A83174">
        <w:t xml:space="preserve"> in 2005</w:t>
      </w:r>
      <w:r w:rsidR="00523F7F" w:rsidRPr="00A83174">
        <w:t>,</w:t>
      </w:r>
      <w:r w:rsidRPr="00A83174">
        <w:t xml:space="preserve"> most developed countries had strong patents systems</w:t>
      </w:r>
      <w:r w:rsidR="008F6A1C" w:rsidRPr="00A83174">
        <w:t xml:space="preserve"> and that almost all strong patent</w:t>
      </w:r>
      <w:r w:rsidR="007B7185" w:rsidRPr="00A83174">
        <w:t>s</w:t>
      </w:r>
      <w:r w:rsidR="008F6A1C" w:rsidRPr="00A83174">
        <w:t xml:space="preserve"> systems were in developed countries</w:t>
      </w:r>
      <w:r w:rsidRPr="00A83174">
        <w:t xml:space="preserve">. </w:t>
      </w:r>
      <w:r w:rsidR="00DC4E56" w:rsidRPr="00A83174">
        <w:t>Park measured the strength of patent</w:t>
      </w:r>
      <w:r w:rsidR="007B7185" w:rsidRPr="00A83174">
        <w:t>s</w:t>
      </w:r>
      <w:r w:rsidR="00DC4E56" w:rsidRPr="00A83174">
        <w:t xml:space="preserve"> systems on a five point scale based on: coverage (inventions that are patentable); </w:t>
      </w:r>
      <w:r w:rsidR="006F5BAE" w:rsidRPr="00A83174">
        <w:t xml:space="preserve">membership of international treaties; </w:t>
      </w:r>
      <w:r w:rsidR="00DC4E56" w:rsidRPr="00A83174">
        <w:lastRenderedPageBreak/>
        <w:t xml:space="preserve">duration of protection; enforcement mechanisms; and </w:t>
      </w:r>
      <w:r w:rsidR="00965608" w:rsidRPr="00A83174">
        <w:t>safeguards</w:t>
      </w:r>
      <w:r w:rsidR="00DC4E56" w:rsidRPr="00A83174">
        <w:t xml:space="preserve">. </w:t>
      </w:r>
      <w:r w:rsidRPr="00A83174">
        <w:t>On this scale, in 2005, t</w:t>
      </w:r>
      <w:r w:rsidR="00DC4E56" w:rsidRPr="00A83174">
        <w:t>he U</w:t>
      </w:r>
      <w:r w:rsidR="006570D5" w:rsidRPr="00A83174">
        <w:t xml:space="preserve">nited </w:t>
      </w:r>
      <w:r w:rsidR="00DC4E56" w:rsidRPr="00A83174">
        <w:t>S</w:t>
      </w:r>
      <w:r w:rsidR="006570D5" w:rsidRPr="00A83174">
        <w:t>tates</w:t>
      </w:r>
      <w:r w:rsidR="00DC4E56" w:rsidRPr="00A83174">
        <w:t xml:space="preserve"> had a score of 4.9; Japan had a score of 4.7; and most European Union members had a score of about 4.5. Australia had a slightly lower score (4.2).</w:t>
      </w:r>
      <w:r w:rsidR="008F6A1C" w:rsidRPr="00A83174">
        <w:t xml:space="preserve"> </w:t>
      </w:r>
    </w:p>
    <w:p w:rsidR="008F6A1C" w:rsidRPr="00A83174" w:rsidRDefault="008F5553" w:rsidP="00A83174">
      <w:pPr>
        <w:pStyle w:val="BodyText"/>
      </w:pPr>
      <w:r w:rsidRPr="00A83174">
        <w:t>T</w:t>
      </w:r>
      <w:r w:rsidR="008F6A1C" w:rsidRPr="00A83174">
        <w:t xml:space="preserve">he International Property Rights Index (IPRI), which includes </w:t>
      </w:r>
      <w:r w:rsidR="00020381" w:rsidRPr="00A83174">
        <w:t xml:space="preserve">IP </w:t>
      </w:r>
      <w:r w:rsidR="008F6A1C" w:rsidRPr="00A83174">
        <w:t xml:space="preserve">rights as one of three core components, </w:t>
      </w:r>
      <w:r w:rsidR="00A01B69" w:rsidRPr="00A83174">
        <w:t>shows</w:t>
      </w:r>
      <w:r w:rsidR="008F6A1C" w:rsidRPr="00A83174">
        <w:t xml:space="preserve"> that developed countries </w:t>
      </w:r>
      <w:r w:rsidR="001736C2" w:rsidRPr="00A83174">
        <w:t xml:space="preserve">provided the strongest </w:t>
      </w:r>
      <w:r w:rsidR="00020381" w:rsidRPr="00A83174">
        <w:t>IP</w:t>
      </w:r>
      <w:r w:rsidR="001736C2" w:rsidRPr="00A83174">
        <w:t xml:space="preserve"> protection</w:t>
      </w:r>
      <w:r w:rsidR="008F6A1C" w:rsidRPr="00A83174">
        <w:t xml:space="preserve">. In 2012, Finland had the highest score on the </w:t>
      </w:r>
      <w:r w:rsidR="00020381" w:rsidRPr="00A83174">
        <w:t>IP</w:t>
      </w:r>
      <w:r w:rsidR="008F6A1C" w:rsidRPr="00A83174">
        <w:t xml:space="preserve"> measure of 8.6 out of 10. </w:t>
      </w:r>
      <w:r w:rsidR="00871325" w:rsidRPr="00A83174">
        <w:t xml:space="preserve">Japan and the United States were in equal fourth position and the United Kingdom was in ninth position. </w:t>
      </w:r>
      <w:r w:rsidR="008F6A1C" w:rsidRPr="00A83174">
        <w:t xml:space="preserve">Australia was ranked equal 18th with a score of 7.8 (Tiwari 2012). </w:t>
      </w:r>
    </w:p>
    <w:p w:rsidR="001910B5" w:rsidRPr="00A83174" w:rsidRDefault="001910B5" w:rsidP="00A83174">
      <w:pPr>
        <w:pStyle w:val="BodyText"/>
      </w:pPr>
      <w:r w:rsidRPr="00A83174">
        <w:t>The desirability of a strong patent</w:t>
      </w:r>
      <w:r w:rsidR="007B7185" w:rsidRPr="00A83174">
        <w:t>s</w:t>
      </w:r>
      <w:r w:rsidRPr="00A83174">
        <w:t xml:space="preserve"> system is contested. </w:t>
      </w:r>
      <w:r w:rsidR="00DC4E56" w:rsidRPr="00A83174">
        <w:t xml:space="preserve">For example, </w:t>
      </w:r>
      <w:r w:rsidR="00772DEA" w:rsidRPr="00A83174">
        <w:t>de</w:t>
      </w:r>
      <w:r w:rsidR="00923156" w:rsidRPr="00A83174">
        <w:t> </w:t>
      </w:r>
      <w:r w:rsidR="00772DEA" w:rsidRPr="00A83174">
        <w:t>Saint</w:t>
      </w:r>
      <w:r w:rsidR="00772DEA" w:rsidRPr="00A83174">
        <w:noBreakHyphen/>
        <w:t xml:space="preserve">Georges </w:t>
      </w:r>
      <w:r w:rsidR="005620D7" w:rsidRPr="00A83174">
        <w:t>and v</w:t>
      </w:r>
      <w:r w:rsidR="00DC4E56" w:rsidRPr="00A83174">
        <w:t xml:space="preserve">an Pottelsberghe (2011) argued that most </w:t>
      </w:r>
      <w:r w:rsidRPr="00A83174">
        <w:t>literature on patent strength overlook</w:t>
      </w:r>
      <w:r w:rsidR="008F5553" w:rsidRPr="00A83174">
        <w:t>s</w:t>
      </w:r>
      <w:r w:rsidRPr="00A83174">
        <w:t xml:space="preserve"> the quality </w:t>
      </w:r>
      <w:r w:rsidR="001425DA" w:rsidRPr="00A83174">
        <w:t xml:space="preserve">and transparency </w:t>
      </w:r>
      <w:r w:rsidRPr="00A83174">
        <w:t>of patents</w:t>
      </w:r>
      <w:r w:rsidR="00DC4E56" w:rsidRPr="00A83174">
        <w:t xml:space="preserve">. </w:t>
      </w:r>
      <w:r w:rsidR="005620D7" w:rsidRPr="00A83174">
        <w:t>The authors</w:t>
      </w:r>
      <w:r w:rsidR="00DC4E56" w:rsidRPr="00A83174">
        <w:t xml:space="preserve"> argued that patent</w:t>
      </w:r>
      <w:r w:rsidR="007B7185" w:rsidRPr="00A83174">
        <w:t>s</w:t>
      </w:r>
      <w:r w:rsidR="00DC4E56" w:rsidRPr="00A83174">
        <w:t xml:space="preserve"> systems typically classified as </w:t>
      </w:r>
      <w:r w:rsidR="00DE4858" w:rsidRPr="00A83174">
        <w:t>‘</w:t>
      </w:r>
      <w:r w:rsidR="00DC4E56" w:rsidRPr="00A83174">
        <w:t>stronger</w:t>
      </w:r>
      <w:r w:rsidR="00DE4858" w:rsidRPr="00A83174">
        <w:t>’</w:t>
      </w:r>
      <w:r w:rsidR="00DC4E56" w:rsidRPr="00A83174">
        <w:t xml:space="preserve"> were more ‘applicant friendly’</w:t>
      </w:r>
      <w:r w:rsidR="00E01B41" w:rsidRPr="00A83174">
        <w:t>,</w:t>
      </w:r>
      <w:r w:rsidR="001425DA" w:rsidRPr="00A83174">
        <w:t xml:space="preserve"> rather than high quality</w:t>
      </w:r>
      <w:r w:rsidR="00E01B41" w:rsidRPr="00A83174">
        <w:t xml:space="preserve">, and </w:t>
      </w:r>
      <w:r w:rsidR="00DC4E56" w:rsidRPr="00A83174">
        <w:t xml:space="preserve">developed a quality index </w:t>
      </w:r>
      <w:r w:rsidRPr="00A83174">
        <w:t xml:space="preserve">for 32 countries based </w:t>
      </w:r>
      <w:r w:rsidR="00DC4E56" w:rsidRPr="00A83174">
        <w:t>on nine components</w:t>
      </w:r>
      <w:r w:rsidR="007B7185" w:rsidRPr="00A83174">
        <w:t xml:space="preserve"> outlined in table B</w:t>
      </w:r>
      <w:r w:rsidR="003E5D5D" w:rsidRPr="00A83174">
        <w:t>.4.</w:t>
      </w:r>
    </w:p>
    <w:p w:rsidR="003E5D5D" w:rsidRDefault="003E5D5D" w:rsidP="003E5D5D">
      <w:pPr>
        <w:pStyle w:val="TableTitle"/>
      </w:pPr>
      <w:r>
        <w:rPr>
          <w:b w:val="0"/>
        </w:rPr>
        <w:t xml:space="preserve">Table </w:t>
      </w:r>
      <w:r w:rsidR="007D5E45">
        <w:fldChar w:fldCharType="begin"/>
      </w:r>
      <w:r w:rsidR="007D5E45">
        <w:instrText xml:space="preserve"> COMMENTS  \* MERGEFORMAT </w:instrText>
      </w:r>
      <w:r w:rsidR="007D5E45">
        <w:fldChar w:fldCharType="separate"/>
      </w:r>
      <w:r w:rsidR="00C54A38">
        <w:rPr>
          <w:b w:val="0"/>
        </w:rPr>
        <w:t>B.</w:t>
      </w:r>
      <w:r w:rsidR="007D5E45">
        <w:rPr>
          <w:b w:val="0"/>
        </w:rPr>
        <w:fldChar w:fldCharType="end"/>
      </w:r>
      <w:r w:rsidR="00794E05">
        <w:rPr>
          <w:b w:val="0"/>
        </w:rPr>
        <w:fldChar w:fldCharType="begin"/>
      </w:r>
      <w:r>
        <w:rPr>
          <w:b w:val="0"/>
        </w:rPr>
        <w:instrText xml:space="preserve"> SEQ Table \* ARABIC </w:instrText>
      </w:r>
      <w:r w:rsidR="00794E05">
        <w:rPr>
          <w:b w:val="0"/>
        </w:rPr>
        <w:fldChar w:fldCharType="separate"/>
      </w:r>
      <w:r w:rsidR="00862ED1">
        <w:rPr>
          <w:b w:val="0"/>
          <w:noProof/>
        </w:rPr>
        <w:t>4</w:t>
      </w:r>
      <w:r w:rsidR="00794E05">
        <w:rPr>
          <w:b w:val="0"/>
        </w:rPr>
        <w:fldChar w:fldCharType="end"/>
      </w:r>
      <w:r>
        <w:tab/>
        <w:t xml:space="preserve">Components of </w:t>
      </w:r>
      <w:r w:rsidR="00E01B41">
        <w:t xml:space="preserve">patent </w:t>
      </w:r>
      <w:r>
        <w:t xml:space="preserve">quality index </w:t>
      </w:r>
    </w:p>
    <w:tbl>
      <w:tblPr>
        <w:tblW w:w="5000" w:type="pct"/>
        <w:tblCellMar>
          <w:left w:w="0" w:type="dxa"/>
          <w:right w:w="0" w:type="dxa"/>
        </w:tblCellMar>
        <w:tblLook w:val="0000" w:firstRow="0" w:lastRow="0" w:firstColumn="0" w:lastColumn="0" w:noHBand="0" w:noVBand="0"/>
      </w:tblPr>
      <w:tblGrid>
        <w:gridCol w:w="2930"/>
        <w:gridCol w:w="5859"/>
      </w:tblGrid>
      <w:tr w:rsidR="003E5D5D" w:rsidTr="003E5D5D">
        <w:tc>
          <w:tcPr>
            <w:tcW w:w="1667" w:type="pct"/>
            <w:tcBorders>
              <w:top w:val="single" w:sz="6" w:space="0" w:color="auto"/>
              <w:bottom w:val="single" w:sz="6" w:space="0" w:color="auto"/>
            </w:tcBorders>
            <w:shd w:val="clear" w:color="auto" w:fill="auto"/>
          </w:tcPr>
          <w:p w:rsidR="003E5D5D" w:rsidRDefault="003E5D5D" w:rsidP="003E5D5D">
            <w:pPr>
              <w:pStyle w:val="TableColumnHeading"/>
              <w:jc w:val="left"/>
            </w:pPr>
            <w:r>
              <w:t>Component</w:t>
            </w:r>
          </w:p>
        </w:tc>
        <w:tc>
          <w:tcPr>
            <w:tcW w:w="3333" w:type="pct"/>
            <w:tcBorders>
              <w:top w:val="single" w:sz="6" w:space="0" w:color="auto"/>
              <w:bottom w:val="single" w:sz="6" w:space="0" w:color="auto"/>
            </w:tcBorders>
            <w:shd w:val="clear" w:color="auto" w:fill="auto"/>
          </w:tcPr>
          <w:p w:rsidR="003E5D5D" w:rsidRDefault="003E5D5D" w:rsidP="00E6061D">
            <w:pPr>
              <w:pStyle w:val="TableColumnHeading"/>
              <w:ind w:right="28"/>
              <w:jc w:val="left"/>
            </w:pPr>
            <w:r>
              <w:t>Assumed effect on quality</w:t>
            </w:r>
          </w:p>
        </w:tc>
      </w:tr>
      <w:tr w:rsidR="003E5D5D" w:rsidTr="003E5D5D">
        <w:tc>
          <w:tcPr>
            <w:tcW w:w="1667" w:type="pct"/>
            <w:tcBorders>
              <w:top w:val="single" w:sz="6" w:space="0" w:color="auto"/>
            </w:tcBorders>
          </w:tcPr>
          <w:p w:rsidR="003E5D5D" w:rsidRDefault="003E5D5D" w:rsidP="003E5D5D">
            <w:pPr>
              <w:pStyle w:val="TableUnitsRow"/>
              <w:jc w:val="left"/>
            </w:pPr>
            <w:r>
              <w:t>First-to-file</w:t>
            </w:r>
            <w:r w:rsidR="00E6061D">
              <w:t xml:space="preserve"> system</w:t>
            </w:r>
          </w:p>
        </w:tc>
        <w:tc>
          <w:tcPr>
            <w:tcW w:w="3333" w:type="pct"/>
            <w:tcBorders>
              <w:top w:val="single" w:sz="6" w:space="0" w:color="auto"/>
            </w:tcBorders>
          </w:tcPr>
          <w:p w:rsidR="003E5D5D" w:rsidRDefault="003E5D5D" w:rsidP="00E6061D">
            <w:pPr>
              <w:pStyle w:val="TableUnitsRow"/>
              <w:ind w:right="28"/>
              <w:jc w:val="left"/>
            </w:pPr>
            <w:r>
              <w:t>A first-to-file patent</w:t>
            </w:r>
            <w:r w:rsidR="007B7185">
              <w:t>s</w:t>
            </w:r>
            <w:r>
              <w:t xml:space="preserve"> system i</w:t>
            </w:r>
            <w:r w:rsidR="00E6061D">
              <w:t>nc</w:t>
            </w:r>
            <w:r>
              <w:t>rease</w:t>
            </w:r>
            <w:r w:rsidR="00E6061D">
              <w:t>s</w:t>
            </w:r>
            <w:r>
              <w:t xml:space="preserve"> patent quality because i</w:t>
            </w:r>
            <w:r w:rsidR="0092623D">
              <w:t>t encourages earlier disclosure</w:t>
            </w:r>
          </w:p>
        </w:tc>
      </w:tr>
      <w:tr w:rsidR="003E5D5D" w:rsidTr="003E5D5D">
        <w:tc>
          <w:tcPr>
            <w:tcW w:w="1667" w:type="pct"/>
          </w:tcPr>
          <w:p w:rsidR="003E5D5D" w:rsidRDefault="003E5D5D" w:rsidP="003E5D5D">
            <w:pPr>
              <w:pStyle w:val="TableBodyText"/>
              <w:jc w:val="left"/>
            </w:pPr>
            <w:r>
              <w:t>Published search report</w:t>
            </w:r>
          </w:p>
        </w:tc>
        <w:tc>
          <w:tcPr>
            <w:tcW w:w="3333" w:type="pct"/>
          </w:tcPr>
          <w:p w:rsidR="003E5D5D" w:rsidRDefault="003E5D5D" w:rsidP="00E6061D">
            <w:pPr>
              <w:pStyle w:val="TableBodyText"/>
              <w:ind w:right="28"/>
              <w:jc w:val="left"/>
            </w:pPr>
            <w:r>
              <w:t>A published search report for prior knowledge increase</w:t>
            </w:r>
            <w:r w:rsidR="00E6061D">
              <w:t>s</w:t>
            </w:r>
            <w:r w:rsidR="0092623D">
              <w:t xml:space="preserve"> patent quality</w:t>
            </w:r>
          </w:p>
        </w:tc>
      </w:tr>
      <w:tr w:rsidR="003E5D5D" w:rsidTr="003E5D5D">
        <w:tc>
          <w:tcPr>
            <w:tcW w:w="1667" w:type="pct"/>
          </w:tcPr>
          <w:p w:rsidR="003E5D5D" w:rsidRDefault="003E5D5D" w:rsidP="003E5D5D">
            <w:pPr>
              <w:pStyle w:val="TableBodyText"/>
              <w:jc w:val="left"/>
            </w:pPr>
            <w:r>
              <w:t>Time limit to request examination</w:t>
            </w:r>
          </w:p>
        </w:tc>
        <w:tc>
          <w:tcPr>
            <w:tcW w:w="3333" w:type="pct"/>
          </w:tcPr>
          <w:p w:rsidR="003E5D5D" w:rsidRDefault="003E5D5D" w:rsidP="00E6061D">
            <w:pPr>
              <w:pStyle w:val="TableBodyText"/>
              <w:ind w:right="28"/>
              <w:jc w:val="left"/>
            </w:pPr>
            <w:r>
              <w:t>A shorter time limit to request examination after filing increase</w:t>
            </w:r>
            <w:r w:rsidR="00E6061D">
              <w:t>s</w:t>
            </w:r>
            <w:r w:rsidR="0092623D">
              <w:t xml:space="preserve"> patent quality</w:t>
            </w:r>
          </w:p>
        </w:tc>
      </w:tr>
      <w:tr w:rsidR="003E5D5D" w:rsidTr="003E5D5D">
        <w:tc>
          <w:tcPr>
            <w:tcW w:w="1667" w:type="pct"/>
          </w:tcPr>
          <w:p w:rsidR="003E5D5D" w:rsidRDefault="003E5D5D" w:rsidP="003E5D5D">
            <w:pPr>
              <w:pStyle w:val="TableBodyText"/>
              <w:jc w:val="left"/>
            </w:pPr>
            <w:r>
              <w:t>Length of post-grant opposition period</w:t>
            </w:r>
          </w:p>
        </w:tc>
        <w:tc>
          <w:tcPr>
            <w:tcW w:w="3333" w:type="pct"/>
          </w:tcPr>
          <w:p w:rsidR="003E5D5D" w:rsidRDefault="003E5D5D" w:rsidP="00E6061D">
            <w:pPr>
              <w:pStyle w:val="TableBodyText"/>
              <w:ind w:right="28"/>
              <w:jc w:val="left"/>
            </w:pPr>
            <w:r>
              <w:t xml:space="preserve">A longer </w:t>
            </w:r>
            <w:r w:rsidR="00E6061D">
              <w:t>post-grant</w:t>
            </w:r>
            <w:r>
              <w:t xml:space="preserve"> opposition period increase</w:t>
            </w:r>
            <w:r w:rsidR="00E6061D">
              <w:t>s</w:t>
            </w:r>
            <w:r>
              <w:t xml:space="preserve"> quality since more time is allowed </w:t>
            </w:r>
            <w:r w:rsidR="00E6061D">
              <w:t xml:space="preserve">to challenge </w:t>
            </w:r>
            <w:r>
              <w:t>‘poor quality’ patent</w:t>
            </w:r>
            <w:r w:rsidR="00E6061D">
              <w:t>s</w:t>
            </w:r>
            <w:r>
              <w:t xml:space="preserve"> </w:t>
            </w:r>
          </w:p>
        </w:tc>
      </w:tr>
      <w:tr w:rsidR="003E5D5D" w:rsidTr="003E5D5D">
        <w:tc>
          <w:tcPr>
            <w:tcW w:w="1667" w:type="pct"/>
          </w:tcPr>
          <w:p w:rsidR="003E5D5D" w:rsidRDefault="003E5D5D" w:rsidP="003E5D5D">
            <w:pPr>
              <w:pStyle w:val="TableBodyText"/>
              <w:jc w:val="left"/>
            </w:pPr>
            <w:r>
              <w:t>Grace period</w:t>
            </w:r>
          </w:p>
        </w:tc>
        <w:tc>
          <w:tcPr>
            <w:tcW w:w="3333" w:type="pct"/>
          </w:tcPr>
          <w:p w:rsidR="003E5D5D" w:rsidRDefault="003E5D5D" w:rsidP="00E6061D">
            <w:pPr>
              <w:pStyle w:val="TableBodyText"/>
              <w:ind w:right="28"/>
              <w:jc w:val="left"/>
            </w:pPr>
            <w:r>
              <w:t>A shorter grace period increase</w:t>
            </w:r>
            <w:r w:rsidR="00E6061D">
              <w:t>s</w:t>
            </w:r>
            <w:r w:rsidR="0092623D">
              <w:t xml:space="preserve"> patent quality</w:t>
            </w:r>
          </w:p>
        </w:tc>
      </w:tr>
      <w:tr w:rsidR="003E5D5D" w:rsidTr="003E5D5D">
        <w:tc>
          <w:tcPr>
            <w:tcW w:w="1667" w:type="pct"/>
          </w:tcPr>
          <w:p w:rsidR="003E5D5D" w:rsidRDefault="003E5D5D" w:rsidP="003E5D5D">
            <w:pPr>
              <w:pStyle w:val="TableBodyText"/>
              <w:jc w:val="left"/>
            </w:pPr>
            <w:r>
              <w:t>Time period patent application is hidden</w:t>
            </w:r>
          </w:p>
        </w:tc>
        <w:tc>
          <w:tcPr>
            <w:tcW w:w="3333" w:type="pct"/>
          </w:tcPr>
          <w:p w:rsidR="003E5D5D" w:rsidRDefault="003E5D5D" w:rsidP="00E6061D">
            <w:pPr>
              <w:pStyle w:val="TableBodyText"/>
              <w:ind w:right="28"/>
              <w:jc w:val="left"/>
            </w:pPr>
            <w:r>
              <w:t>A shorter period of time where a patent appl</w:t>
            </w:r>
            <w:r w:rsidR="00E6061D">
              <w:t xml:space="preserve">ication is hidden </w:t>
            </w:r>
            <w:r>
              <w:t>increase</w:t>
            </w:r>
            <w:r w:rsidR="00E6061D">
              <w:t>s</w:t>
            </w:r>
            <w:r w:rsidR="0092623D">
              <w:t xml:space="preserve"> patent quality</w:t>
            </w:r>
            <w:r>
              <w:t xml:space="preserve">  </w:t>
            </w:r>
          </w:p>
        </w:tc>
      </w:tr>
      <w:tr w:rsidR="003E5D5D" w:rsidTr="003E5D5D">
        <w:tc>
          <w:tcPr>
            <w:tcW w:w="1667" w:type="pct"/>
          </w:tcPr>
          <w:p w:rsidR="003E5D5D" w:rsidRDefault="00FD6E10" w:rsidP="00FD6E10">
            <w:pPr>
              <w:pStyle w:val="TableBodyText"/>
              <w:jc w:val="left"/>
            </w:pPr>
            <w:r>
              <w:t>Continuation-in-part application</w:t>
            </w:r>
          </w:p>
        </w:tc>
        <w:tc>
          <w:tcPr>
            <w:tcW w:w="3333" w:type="pct"/>
          </w:tcPr>
          <w:p w:rsidR="003E5D5D" w:rsidRDefault="00FD6E10" w:rsidP="00E6061D">
            <w:pPr>
              <w:pStyle w:val="TableBodyText"/>
              <w:ind w:right="28"/>
              <w:jc w:val="left"/>
            </w:pPr>
            <w:r>
              <w:t>Existence of continuation-in part applications (related to previously granted patents) decrease</w:t>
            </w:r>
            <w:r w:rsidR="00E6061D">
              <w:t>s</w:t>
            </w:r>
            <w:r>
              <w:t xml:space="preserve"> patent </w:t>
            </w:r>
            <w:r w:rsidR="0092623D">
              <w:t>qualit</w:t>
            </w:r>
            <w:r w:rsidR="00391629">
              <w:t>y</w:t>
            </w:r>
            <w:r>
              <w:t xml:space="preserve">.  </w:t>
            </w:r>
          </w:p>
        </w:tc>
      </w:tr>
      <w:tr w:rsidR="003E5D5D" w:rsidTr="003E5D5D">
        <w:tc>
          <w:tcPr>
            <w:tcW w:w="1667" w:type="pct"/>
          </w:tcPr>
          <w:p w:rsidR="003E5D5D" w:rsidRDefault="00FD6E10" w:rsidP="003E5D5D">
            <w:pPr>
              <w:pStyle w:val="TableBodyText"/>
              <w:jc w:val="left"/>
            </w:pPr>
            <w:r>
              <w:t>Incentives to patent examiners</w:t>
            </w:r>
          </w:p>
        </w:tc>
        <w:tc>
          <w:tcPr>
            <w:tcW w:w="3333" w:type="pct"/>
          </w:tcPr>
          <w:p w:rsidR="003E5D5D" w:rsidRDefault="00FD6E10" w:rsidP="00BB52D1">
            <w:pPr>
              <w:pStyle w:val="TableBodyText"/>
              <w:ind w:right="28"/>
              <w:jc w:val="left"/>
            </w:pPr>
            <w:r>
              <w:t>Greater incentives, based on salaries, increase patent quality thr</w:t>
            </w:r>
            <w:r w:rsidR="0092623D">
              <w:t>ough higher quality examination</w:t>
            </w:r>
            <w:r>
              <w:t xml:space="preserve">.  </w:t>
            </w:r>
          </w:p>
        </w:tc>
      </w:tr>
      <w:tr w:rsidR="003E5D5D" w:rsidTr="003E5D5D">
        <w:tc>
          <w:tcPr>
            <w:tcW w:w="1667" w:type="pct"/>
            <w:tcBorders>
              <w:bottom w:val="single" w:sz="6" w:space="0" w:color="auto"/>
            </w:tcBorders>
            <w:shd w:val="clear" w:color="auto" w:fill="auto"/>
          </w:tcPr>
          <w:p w:rsidR="003E5D5D" w:rsidRDefault="00FD6E10" w:rsidP="003E5D5D">
            <w:pPr>
              <w:pStyle w:val="TableBodyText"/>
              <w:jc w:val="left"/>
            </w:pPr>
            <w:r>
              <w:t>Workload of patent examiners</w:t>
            </w:r>
          </w:p>
        </w:tc>
        <w:tc>
          <w:tcPr>
            <w:tcW w:w="3333" w:type="pct"/>
            <w:tcBorders>
              <w:bottom w:val="single" w:sz="6" w:space="0" w:color="auto"/>
            </w:tcBorders>
            <w:shd w:val="clear" w:color="auto" w:fill="auto"/>
          </w:tcPr>
          <w:p w:rsidR="003E5D5D" w:rsidRDefault="00FD6E10" w:rsidP="00BB52D1">
            <w:pPr>
              <w:pStyle w:val="TableBodyText"/>
              <w:ind w:right="28"/>
              <w:jc w:val="left"/>
            </w:pPr>
            <w:r>
              <w:t>Greater workload, measured by claims per examiner, decrease</w:t>
            </w:r>
            <w:r w:rsidR="00BB52D1">
              <w:t>s</w:t>
            </w:r>
            <w:r w:rsidR="0092623D">
              <w:t xml:space="preserve"> patent qualit</w:t>
            </w:r>
            <w:r w:rsidR="00391629">
              <w:t>y</w:t>
            </w:r>
            <w:r>
              <w:t xml:space="preserve">. </w:t>
            </w:r>
          </w:p>
        </w:tc>
      </w:tr>
    </w:tbl>
    <w:p w:rsidR="00FD6E10" w:rsidRDefault="003E5D5D" w:rsidP="00FD6E10">
      <w:pPr>
        <w:pStyle w:val="Source"/>
      </w:pPr>
      <w:r>
        <w:rPr>
          <w:i/>
        </w:rPr>
        <w:t>Source</w:t>
      </w:r>
      <w:r>
        <w:t xml:space="preserve">: </w:t>
      </w:r>
      <w:r w:rsidR="005620D7">
        <w:t>de Saint-Georges and v</w:t>
      </w:r>
      <w:r w:rsidR="00FD6E10">
        <w:t>an Pottelsberghe (2011).</w:t>
      </w:r>
    </w:p>
    <w:p w:rsidR="00DC4E56" w:rsidRPr="00A83174" w:rsidRDefault="008F5553" w:rsidP="00A83174">
      <w:pPr>
        <w:pStyle w:val="BodyText"/>
      </w:pPr>
      <w:r w:rsidRPr="00A83174">
        <w:t>After calculating indices</w:t>
      </w:r>
      <w:r w:rsidR="00DC4E56" w:rsidRPr="00A83174">
        <w:t>, countries were</w:t>
      </w:r>
      <w:r w:rsidR="007E6040" w:rsidRPr="00A83174">
        <w:t xml:space="preserve"> ranked as </w:t>
      </w:r>
      <w:r w:rsidR="00F856B6" w:rsidRPr="00A83174">
        <w:t>having</w:t>
      </w:r>
      <w:r w:rsidR="007E6040" w:rsidRPr="00A83174">
        <w:t xml:space="preserve"> a high</w:t>
      </w:r>
      <w:r w:rsidR="00DC4E56" w:rsidRPr="00A83174">
        <w:t>, medium</w:t>
      </w:r>
      <w:r w:rsidR="007E6040" w:rsidRPr="00A83174">
        <w:noBreakHyphen/>
      </w:r>
      <w:r w:rsidR="00DC4E56" w:rsidRPr="00A83174">
        <w:t>high, medium</w:t>
      </w:r>
      <w:r w:rsidR="007E6040" w:rsidRPr="00A83174">
        <w:noBreakHyphen/>
      </w:r>
      <w:r w:rsidR="00DC4E56" w:rsidRPr="00A83174">
        <w:t>low or low quality patent</w:t>
      </w:r>
      <w:r w:rsidR="007B7185" w:rsidRPr="00A83174">
        <w:t xml:space="preserve">s </w:t>
      </w:r>
      <w:r w:rsidR="005620D7" w:rsidRPr="00A83174">
        <w:t>system. The author</w:t>
      </w:r>
      <w:r w:rsidR="00DC4E56" w:rsidRPr="00A83174">
        <w:t>s</w:t>
      </w:r>
      <w:r w:rsidR="005620D7" w:rsidRPr="00A83174">
        <w:t>’</w:t>
      </w:r>
      <w:r w:rsidR="00DC4E56" w:rsidRPr="00A83174">
        <w:t xml:space="preserve"> results show</w:t>
      </w:r>
      <w:r w:rsidRPr="00A83174">
        <w:t>ed</w:t>
      </w:r>
      <w:r w:rsidR="00DC4E56" w:rsidRPr="00A83174">
        <w:t xml:space="preserve"> variation in rankings for comparable markets to Australia. The European Patent Office </w:t>
      </w:r>
      <w:r w:rsidR="00AE11FC" w:rsidRPr="00A83174">
        <w:t xml:space="preserve">(EPO) </w:t>
      </w:r>
      <w:r w:rsidR="00DC4E56" w:rsidRPr="00A83174">
        <w:t>and the U</w:t>
      </w:r>
      <w:r w:rsidR="006570D5" w:rsidRPr="00A83174">
        <w:t xml:space="preserve">nited </w:t>
      </w:r>
      <w:r w:rsidR="00DC4E56" w:rsidRPr="00A83174">
        <w:t>K</w:t>
      </w:r>
      <w:r w:rsidR="006570D5" w:rsidRPr="00A83174">
        <w:t>ingdom</w:t>
      </w:r>
      <w:r w:rsidR="00DC4E56" w:rsidRPr="00A83174">
        <w:t xml:space="preserve"> and Scandinavian countries had the highest ranking</w:t>
      </w:r>
      <w:r w:rsidR="007E6040" w:rsidRPr="00A83174">
        <w:t>s</w:t>
      </w:r>
      <w:r w:rsidR="00DC4E56" w:rsidRPr="00A83174">
        <w:t xml:space="preserve">. </w:t>
      </w:r>
      <w:r w:rsidR="00DC4E56" w:rsidRPr="00A83174">
        <w:lastRenderedPageBreak/>
        <w:t>Australia had a medium</w:t>
      </w:r>
      <w:r w:rsidR="007E6040" w:rsidRPr="00A83174">
        <w:noBreakHyphen/>
      </w:r>
      <w:r w:rsidR="00DC4E56" w:rsidRPr="00A83174">
        <w:t xml:space="preserve">low ranking. </w:t>
      </w:r>
      <w:r w:rsidR="007E6040" w:rsidRPr="00A83174">
        <w:t>C</w:t>
      </w:r>
      <w:r w:rsidR="00DC4E56" w:rsidRPr="00A83174">
        <w:t>omparable countries including Canada, New Zealand and the U</w:t>
      </w:r>
      <w:r w:rsidR="006570D5" w:rsidRPr="00A83174">
        <w:t xml:space="preserve">nited </w:t>
      </w:r>
      <w:r w:rsidR="00DC4E56" w:rsidRPr="00A83174">
        <w:t>S</w:t>
      </w:r>
      <w:r w:rsidR="006570D5" w:rsidRPr="00A83174">
        <w:t>tates</w:t>
      </w:r>
      <w:r w:rsidR="00DC4E56" w:rsidRPr="00A83174">
        <w:t xml:space="preserve"> had a low ranking (table </w:t>
      </w:r>
      <w:r w:rsidR="003E5D5D" w:rsidRPr="00A83174">
        <w:t>B</w:t>
      </w:r>
      <w:r w:rsidR="00DC4E56" w:rsidRPr="00A83174">
        <w:t>.</w:t>
      </w:r>
      <w:r w:rsidR="003E5D5D" w:rsidRPr="00A83174">
        <w:t>5</w:t>
      </w:r>
      <w:r w:rsidR="00DC4E56" w:rsidRPr="00A83174">
        <w:t>).</w:t>
      </w:r>
    </w:p>
    <w:p w:rsidR="00DC4E56" w:rsidRDefault="00FD6E10" w:rsidP="00DC4E56">
      <w:pPr>
        <w:pStyle w:val="TableTitle"/>
      </w:pPr>
      <w:r>
        <w:rPr>
          <w:b w:val="0"/>
        </w:rPr>
        <w:t xml:space="preserve">Table </w:t>
      </w:r>
      <w:r w:rsidR="007D5E45">
        <w:fldChar w:fldCharType="begin"/>
      </w:r>
      <w:r w:rsidR="007D5E45">
        <w:instrText xml:space="preserve"> COMMENTS  \* MERGEFORMAT </w:instrText>
      </w:r>
      <w:r w:rsidR="007D5E45">
        <w:fldChar w:fldCharType="separate"/>
      </w:r>
      <w:r w:rsidR="00C54A38">
        <w:rPr>
          <w:b w:val="0"/>
        </w:rPr>
        <w:t>B.</w:t>
      </w:r>
      <w:r w:rsidR="007D5E45">
        <w:rPr>
          <w:b w:val="0"/>
        </w:rPr>
        <w:fldChar w:fldCharType="end"/>
      </w:r>
      <w:r w:rsidR="00794E05">
        <w:rPr>
          <w:b w:val="0"/>
        </w:rPr>
        <w:fldChar w:fldCharType="begin"/>
      </w:r>
      <w:r>
        <w:rPr>
          <w:b w:val="0"/>
        </w:rPr>
        <w:instrText xml:space="preserve"> SEQ Table \* ARABIC </w:instrText>
      </w:r>
      <w:r w:rsidR="00794E05">
        <w:rPr>
          <w:b w:val="0"/>
        </w:rPr>
        <w:fldChar w:fldCharType="separate"/>
      </w:r>
      <w:r w:rsidR="00862ED1">
        <w:rPr>
          <w:b w:val="0"/>
          <w:noProof/>
        </w:rPr>
        <w:t>5</w:t>
      </w:r>
      <w:r w:rsidR="00794E05">
        <w:rPr>
          <w:b w:val="0"/>
        </w:rPr>
        <w:fldChar w:fldCharType="end"/>
      </w:r>
      <w:r>
        <w:tab/>
      </w:r>
      <w:r w:rsidR="00DC4E56">
        <w:t>Quality of patent</w:t>
      </w:r>
      <w:r w:rsidR="007B7185">
        <w:t>s</w:t>
      </w:r>
      <w:r w:rsidR="00924F8B">
        <w:t xml:space="preserve"> systems</w:t>
      </w:r>
      <w:r w:rsidR="00DC4E56" w:rsidRPr="00924F8B">
        <w:rPr>
          <w:vertAlign w:val="superscript"/>
        </w:rPr>
        <w:t>a</w:t>
      </w:r>
    </w:p>
    <w:tbl>
      <w:tblPr>
        <w:tblW w:w="5000" w:type="pct"/>
        <w:tblCellMar>
          <w:left w:w="0" w:type="dxa"/>
          <w:right w:w="0" w:type="dxa"/>
        </w:tblCellMar>
        <w:tblLook w:val="0000" w:firstRow="0" w:lastRow="0" w:firstColumn="0" w:lastColumn="0" w:noHBand="0" w:noVBand="0"/>
      </w:tblPr>
      <w:tblGrid>
        <w:gridCol w:w="1761"/>
        <w:gridCol w:w="7028"/>
      </w:tblGrid>
      <w:tr w:rsidR="00DC4E56" w:rsidTr="00DC4E56">
        <w:tc>
          <w:tcPr>
            <w:tcW w:w="1002" w:type="pct"/>
            <w:tcBorders>
              <w:top w:val="single" w:sz="6" w:space="0" w:color="auto"/>
              <w:bottom w:val="single" w:sz="6" w:space="0" w:color="auto"/>
            </w:tcBorders>
            <w:shd w:val="clear" w:color="auto" w:fill="auto"/>
          </w:tcPr>
          <w:p w:rsidR="00DC4E56" w:rsidRDefault="00DC4E56" w:rsidP="00DC4E56">
            <w:pPr>
              <w:pStyle w:val="TableColumnHeading"/>
              <w:jc w:val="left"/>
            </w:pPr>
            <w:r>
              <w:t>Ranking</w:t>
            </w:r>
          </w:p>
        </w:tc>
        <w:tc>
          <w:tcPr>
            <w:tcW w:w="3998" w:type="pct"/>
            <w:tcBorders>
              <w:top w:val="single" w:sz="6" w:space="0" w:color="auto"/>
              <w:bottom w:val="single" w:sz="6" w:space="0" w:color="auto"/>
            </w:tcBorders>
            <w:shd w:val="clear" w:color="auto" w:fill="auto"/>
          </w:tcPr>
          <w:p w:rsidR="00DC4E56" w:rsidRDefault="00DC4E56" w:rsidP="00DC4E56">
            <w:pPr>
              <w:pStyle w:val="TableColumnHeading"/>
              <w:jc w:val="left"/>
            </w:pPr>
            <w:r>
              <w:t>Countries</w:t>
            </w:r>
          </w:p>
        </w:tc>
      </w:tr>
      <w:tr w:rsidR="00DC4E56" w:rsidTr="00DC4E56">
        <w:tc>
          <w:tcPr>
            <w:tcW w:w="1002" w:type="pct"/>
          </w:tcPr>
          <w:p w:rsidR="00DC4E56" w:rsidRDefault="00DC4E56" w:rsidP="0092623D">
            <w:pPr>
              <w:pStyle w:val="TableBodyText"/>
              <w:spacing w:before="80"/>
              <w:jc w:val="left"/>
            </w:pPr>
            <w:r>
              <w:t>High</w:t>
            </w:r>
          </w:p>
        </w:tc>
        <w:tc>
          <w:tcPr>
            <w:tcW w:w="3998" w:type="pct"/>
          </w:tcPr>
          <w:p w:rsidR="00DC4E56" w:rsidRDefault="00DC4E56" w:rsidP="0092623D">
            <w:pPr>
              <w:pStyle w:val="TableBodyText"/>
              <w:spacing w:before="80"/>
              <w:jc w:val="left"/>
            </w:pPr>
            <w:r>
              <w:t>European Patent Office, United Kingdom, Sweden, Norway, Denmark, Finland</w:t>
            </w:r>
          </w:p>
        </w:tc>
      </w:tr>
      <w:tr w:rsidR="00DC4E56" w:rsidTr="00DC4E56">
        <w:tc>
          <w:tcPr>
            <w:tcW w:w="1002" w:type="pct"/>
          </w:tcPr>
          <w:p w:rsidR="00DC4E56" w:rsidRDefault="007E6040" w:rsidP="00DC4E56">
            <w:pPr>
              <w:pStyle w:val="TableBodyText"/>
              <w:jc w:val="left"/>
            </w:pPr>
            <w:r>
              <w:t>Medium</w:t>
            </w:r>
            <w:r>
              <w:noBreakHyphen/>
            </w:r>
            <w:r w:rsidR="00DC4E56">
              <w:t>high</w:t>
            </w:r>
          </w:p>
        </w:tc>
        <w:tc>
          <w:tcPr>
            <w:tcW w:w="3998" w:type="pct"/>
          </w:tcPr>
          <w:p w:rsidR="00DC4E56" w:rsidRDefault="00DC4E56" w:rsidP="00DC4E56">
            <w:pPr>
              <w:pStyle w:val="TableBodyText"/>
              <w:jc w:val="left"/>
            </w:pPr>
            <w:r>
              <w:t>Austria, Poland, China, The Netherlands, France, Japan, Switzerland, Chile, Russia, Colombia, South Korea, Turkey, Malaysia</w:t>
            </w:r>
          </w:p>
        </w:tc>
      </w:tr>
      <w:tr w:rsidR="00DC4E56" w:rsidTr="00DC4E56">
        <w:tc>
          <w:tcPr>
            <w:tcW w:w="1002" w:type="pct"/>
          </w:tcPr>
          <w:p w:rsidR="00DC4E56" w:rsidRDefault="00DC4E56" w:rsidP="007E6040">
            <w:pPr>
              <w:pStyle w:val="TableBodyText"/>
              <w:jc w:val="left"/>
            </w:pPr>
            <w:r>
              <w:t>Medium</w:t>
            </w:r>
            <w:r w:rsidR="007E6040">
              <w:noBreakHyphen/>
            </w:r>
            <w:r>
              <w:t>low</w:t>
            </w:r>
          </w:p>
        </w:tc>
        <w:tc>
          <w:tcPr>
            <w:tcW w:w="3998" w:type="pct"/>
          </w:tcPr>
          <w:p w:rsidR="00DC4E56" w:rsidRDefault="00DC4E56" w:rsidP="00E01B41">
            <w:pPr>
              <w:pStyle w:val="TableBodyText"/>
              <w:jc w:val="left"/>
            </w:pPr>
            <w:r>
              <w:t>Australia, Greece, Germany</w:t>
            </w:r>
            <w:r w:rsidR="00E01B41">
              <w:t>,</w:t>
            </w:r>
            <w:r>
              <w:t xml:space="preserve"> Singapore, Spain, Brazil, Thailand, Mexico</w:t>
            </w:r>
          </w:p>
        </w:tc>
      </w:tr>
      <w:tr w:rsidR="00DC4E56" w:rsidTr="00DC4E56">
        <w:tc>
          <w:tcPr>
            <w:tcW w:w="1002" w:type="pct"/>
            <w:tcBorders>
              <w:bottom w:val="single" w:sz="6" w:space="0" w:color="auto"/>
            </w:tcBorders>
            <w:shd w:val="clear" w:color="auto" w:fill="auto"/>
          </w:tcPr>
          <w:p w:rsidR="00DC4E56" w:rsidRDefault="00DC4E56" w:rsidP="00DC4E56">
            <w:pPr>
              <w:pStyle w:val="TableBodyText"/>
              <w:jc w:val="left"/>
            </w:pPr>
            <w:r>
              <w:t>Low</w:t>
            </w:r>
          </w:p>
        </w:tc>
        <w:tc>
          <w:tcPr>
            <w:tcW w:w="3998" w:type="pct"/>
            <w:tcBorders>
              <w:bottom w:val="single" w:sz="6" w:space="0" w:color="auto"/>
            </w:tcBorders>
            <w:shd w:val="clear" w:color="auto" w:fill="auto"/>
          </w:tcPr>
          <w:p w:rsidR="00DC4E56" w:rsidRDefault="00DC4E56" w:rsidP="00DC4E56">
            <w:pPr>
              <w:pStyle w:val="TableBodyText"/>
              <w:jc w:val="left"/>
            </w:pPr>
            <w:r>
              <w:t>India, New Zealand, South Africa, Canada, United States</w:t>
            </w:r>
          </w:p>
        </w:tc>
      </w:tr>
    </w:tbl>
    <w:p w:rsidR="00DC4E56" w:rsidRDefault="001910B5" w:rsidP="00DC4E56">
      <w:pPr>
        <w:pStyle w:val="Note"/>
      </w:pPr>
      <w:r>
        <w:rPr>
          <w:rStyle w:val="NoteLabel"/>
        </w:rPr>
        <w:t>a</w:t>
      </w:r>
      <w:r w:rsidR="00DC4E56">
        <w:t xml:space="preserve"> Countries within a category are listed in order of </w:t>
      </w:r>
      <w:r w:rsidR="002B4630">
        <w:t xml:space="preserve">their </w:t>
      </w:r>
      <w:r w:rsidR="00DC4E56">
        <w:t xml:space="preserve">scores </w:t>
      </w:r>
      <w:r w:rsidR="002B4630">
        <w:t>based on the author’s preferred index</w:t>
      </w:r>
      <w:r w:rsidR="00DC4E56">
        <w:t>.</w:t>
      </w:r>
    </w:p>
    <w:p w:rsidR="00DC4E56" w:rsidRDefault="00DC4E56" w:rsidP="00DC4E56">
      <w:pPr>
        <w:pStyle w:val="Source"/>
      </w:pPr>
      <w:r>
        <w:rPr>
          <w:i/>
        </w:rPr>
        <w:t>Source</w:t>
      </w:r>
      <w:r>
        <w:t xml:space="preserve">: </w:t>
      </w:r>
      <w:r w:rsidR="005620D7">
        <w:t>de Saint-Georges and van Pottelsberghe (2011).</w:t>
      </w:r>
    </w:p>
    <w:p w:rsidR="00C12944" w:rsidRDefault="00C12944" w:rsidP="00C12944">
      <w:pPr>
        <w:pStyle w:val="BodyText"/>
      </w:pPr>
      <w:r>
        <w:t xml:space="preserve">Patent grant rates are used by some authors as a measure of patent quality. Grant rates appear to </w:t>
      </w:r>
      <w:r w:rsidR="008F5553">
        <w:t xml:space="preserve">be </w:t>
      </w:r>
      <w:r w:rsidR="002B4630">
        <w:t xml:space="preserve">broadly </w:t>
      </w:r>
      <w:r>
        <w:t xml:space="preserve">similar in key comparable markets: </w:t>
      </w:r>
    </w:p>
    <w:p w:rsidR="00C12944" w:rsidRDefault="00C12944" w:rsidP="00C12944">
      <w:pPr>
        <w:pStyle w:val="ListBullet"/>
      </w:pPr>
      <w:r>
        <w:t xml:space="preserve">In 2011, among applications to the </w:t>
      </w:r>
      <w:r w:rsidR="007C7730">
        <w:t>EPO</w:t>
      </w:r>
      <w:r>
        <w:t>: 22 per cent were abandoned after search; 31 per cent were stopped during examination; and 47 per cent were granted</w:t>
      </w:r>
      <w:r w:rsidR="003F6AAD">
        <w:t xml:space="preserve"> (EPO 2012</w:t>
      </w:r>
      <w:r w:rsidR="00123253">
        <w:t>b</w:t>
      </w:r>
      <w:r w:rsidR="003F6AAD">
        <w:t>)</w:t>
      </w:r>
      <w:r>
        <w:t>.</w:t>
      </w:r>
    </w:p>
    <w:p w:rsidR="00C12944" w:rsidRDefault="00C12944" w:rsidP="00C12944">
      <w:pPr>
        <w:pStyle w:val="ListBullet"/>
      </w:pPr>
      <w:r>
        <w:t>In 2011, about 535 000 patent applications were made to the U</w:t>
      </w:r>
      <w:r w:rsidR="006570D5">
        <w:t xml:space="preserve">nited </w:t>
      </w:r>
      <w:r>
        <w:t>S</w:t>
      </w:r>
      <w:r w:rsidR="006570D5">
        <w:t>tates</w:t>
      </w:r>
      <w:r>
        <w:t xml:space="preserve"> Patent and Trademark Office. About 250 000 patents were granted, </w:t>
      </w:r>
      <w:r w:rsidR="00123253">
        <w:br/>
      </w:r>
      <w:r>
        <w:t>which implies a grant rate of about 45</w:t>
      </w:r>
      <w:r w:rsidR="00123253">
        <w:t> </w:t>
      </w:r>
      <w:r>
        <w:t>per cent</w:t>
      </w:r>
      <w:r w:rsidR="003F6AAD">
        <w:t xml:space="preserve"> </w:t>
      </w:r>
      <w:r w:rsidR="00123253">
        <w:br/>
      </w:r>
      <w:r w:rsidR="003F6AAD">
        <w:t>(US</w:t>
      </w:r>
      <w:r w:rsidR="00123253">
        <w:t xml:space="preserve"> </w:t>
      </w:r>
      <w:r w:rsidR="003F6AAD">
        <w:t>P</w:t>
      </w:r>
      <w:r w:rsidR="00123253">
        <w:t xml:space="preserve">atent and </w:t>
      </w:r>
      <w:r w:rsidR="003F6AAD">
        <w:t>T</w:t>
      </w:r>
      <w:r w:rsidR="00123253">
        <w:t xml:space="preserve">rademark </w:t>
      </w:r>
      <w:r w:rsidR="003F6AAD">
        <w:t>O</w:t>
      </w:r>
      <w:r w:rsidR="00123253">
        <w:t>ffice</w:t>
      </w:r>
      <w:r w:rsidR="003F6AAD">
        <w:t xml:space="preserve"> 2012</w:t>
      </w:r>
      <w:r w:rsidR="00123253">
        <w:t>a</w:t>
      </w:r>
      <w:r w:rsidR="003F6AAD">
        <w:t>)</w:t>
      </w:r>
      <w:r>
        <w:t>.</w:t>
      </w:r>
    </w:p>
    <w:p w:rsidR="001F1B0B" w:rsidRDefault="001F1B0B" w:rsidP="00C12944">
      <w:pPr>
        <w:pStyle w:val="ListBullet"/>
      </w:pPr>
      <w:r>
        <w:t>In 2011, about 220 000 patents were granted by the Japanese Patent Office. About 60 per cent of applications were granted and about 40 per cent were rejected</w:t>
      </w:r>
      <w:r w:rsidR="00011313">
        <w:t xml:space="preserve"> (JPO 2012</w:t>
      </w:r>
      <w:r w:rsidR="00123253">
        <w:t>b</w:t>
      </w:r>
      <w:r w:rsidR="00011313">
        <w:t>)</w:t>
      </w:r>
      <w:r>
        <w:t>.</w:t>
      </w:r>
    </w:p>
    <w:p w:rsidR="00397C17" w:rsidRDefault="00397C17" w:rsidP="00E3644D">
      <w:pPr>
        <w:pStyle w:val="BodyText"/>
      </w:pPr>
      <w:r>
        <w:t xml:space="preserve">In 2010, the ratio of patent applications to grants was about 60 per cent in Australia. This ratio </w:t>
      </w:r>
      <w:r w:rsidR="003D4912">
        <w:t>fluctuated between 35</w:t>
      </w:r>
      <w:r w:rsidR="0001547A">
        <w:t xml:space="preserve"> </w:t>
      </w:r>
      <w:r w:rsidR="003D4912">
        <w:t>and 80</w:t>
      </w:r>
      <w:r w:rsidR="0001547A">
        <w:t xml:space="preserve"> </w:t>
      </w:r>
      <w:r w:rsidR="003D4912">
        <w:t>per</w:t>
      </w:r>
      <w:r w:rsidR="0001547A">
        <w:t xml:space="preserve"> </w:t>
      </w:r>
      <w:r w:rsidR="003D4912">
        <w:t>cent between 1995 and 2010</w:t>
      </w:r>
      <w:r>
        <w:t xml:space="preserve"> (chapter 4). </w:t>
      </w:r>
    </w:p>
    <w:p w:rsidR="000D4A39" w:rsidRPr="00A83174" w:rsidRDefault="00A356F8" w:rsidP="00A83174">
      <w:pPr>
        <w:pStyle w:val="Heading2"/>
      </w:pPr>
      <w:r w:rsidRPr="00A83174">
        <w:t>B.</w:t>
      </w:r>
      <w:r w:rsidR="00863F5F" w:rsidRPr="00A83174">
        <w:t>3</w:t>
      </w:r>
      <w:r w:rsidRPr="00A83174">
        <w:tab/>
      </w:r>
      <w:r w:rsidR="009730C2" w:rsidRPr="00A83174">
        <w:t xml:space="preserve">Reforms of </w:t>
      </w:r>
      <w:r w:rsidR="007D3606" w:rsidRPr="00A83174">
        <w:t>patent</w:t>
      </w:r>
      <w:r w:rsidR="007B7185" w:rsidRPr="00A83174">
        <w:t>s</w:t>
      </w:r>
      <w:r w:rsidR="007D3606" w:rsidRPr="00A83174">
        <w:t xml:space="preserve"> systems</w:t>
      </w:r>
    </w:p>
    <w:p w:rsidR="0065656D" w:rsidRDefault="00A67011" w:rsidP="00E07DD6">
      <w:pPr>
        <w:pStyle w:val="BodyText"/>
        <w:rPr>
          <w:szCs w:val="26"/>
        </w:rPr>
      </w:pPr>
      <w:r>
        <w:rPr>
          <w:szCs w:val="26"/>
        </w:rPr>
        <w:t xml:space="preserve">There have been many patent reforms in Australia and comparable markets in recent years. </w:t>
      </w:r>
      <w:r w:rsidR="006551AC">
        <w:rPr>
          <w:szCs w:val="26"/>
        </w:rPr>
        <w:t>Australia an</w:t>
      </w:r>
      <w:r w:rsidR="00442821">
        <w:rPr>
          <w:szCs w:val="26"/>
        </w:rPr>
        <w:t>d comparable markets are signato</w:t>
      </w:r>
      <w:r w:rsidR="006551AC">
        <w:rPr>
          <w:szCs w:val="26"/>
        </w:rPr>
        <w:t>r</w:t>
      </w:r>
      <w:r w:rsidR="00442821">
        <w:rPr>
          <w:szCs w:val="26"/>
        </w:rPr>
        <w:t>i</w:t>
      </w:r>
      <w:r w:rsidR="006551AC">
        <w:rPr>
          <w:szCs w:val="26"/>
        </w:rPr>
        <w:t xml:space="preserve">es </w:t>
      </w:r>
      <w:r w:rsidR="00442821">
        <w:rPr>
          <w:szCs w:val="26"/>
        </w:rPr>
        <w:t xml:space="preserve">of </w:t>
      </w:r>
      <w:r w:rsidR="0065656D">
        <w:rPr>
          <w:szCs w:val="26"/>
        </w:rPr>
        <w:t xml:space="preserve">the Paris Convention, TRIPS and other </w:t>
      </w:r>
      <w:r w:rsidR="006551AC">
        <w:rPr>
          <w:szCs w:val="26"/>
        </w:rPr>
        <w:t>international IP agreements, which means th</w:t>
      </w:r>
      <w:r w:rsidR="0065656D">
        <w:rPr>
          <w:szCs w:val="26"/>
        </w:rPr>
        <w:t xml:space="preserve">at there are many </w:t>
      </w:r>
      <w:r w:rsidR="006551AC">
        <w:rPr>
          <w:szCs w:val="26"/>
        </w:rPr>
        <w:t>similarities between patents systems.</w:t>
      </w:r>
      <w:r w:rsidR="0058481E">
        <w:rPr>
          <w:szCs w:val="26"/>
        </w:rPr>
        <w:t xml:space="preserve"> Many </w:t>
      </w:r>
      <w:r w:rsidR="006551AC">
        <w:rPr>
          <w:szCs w:val="26"/>
        </w:rPr>
        <w:t xml:space="preserve">recent </w:t>
      </w:r>
      <w:r w:rsidR="0058481E">
        <w:rPr>
          <w:szCs w:val="26"/>
        </w:rPr>
        <w:t>reforms involve further harmonisation of patents systems</w:t>
      </w:r>
      <w:r w:rsidR="0065656D">
        <w:rPr>
          <w:szCs w:val="26"/>
        </w:rPr>
        <w:t xml:space="preserve">. </w:t>
      </w:r>
    </w:p>
    <w:p w:rsidR="0065656D" w:rsidRDefault="0065656D" w:rsidP="0065656D">
      <w:pPr>
        <w:pStyle w:val="BodyText"/>
        <w:rPr>
          <w:szCs w:val="26"/>
        </w:rPr>
      </w:pPr>
      <w:r w:rsidRPr="005C1298">
        <w:lastRenderedPageBreak/>
        <w:t xml:space="preserve">Worldwide, patent applications have grown markedly in the past decade, which has led to considerable pressure on patent offices and consequent backlogs of applications. Many recent reforms aim to address this issue through greater cooperation between patent offices, including by sharing resources. </w:t>
      </w:r>
      <w:r w:rsidR="0058481E">
        <w:rPr>
          <w:szCs w:val="26"/>
        </w:rPr>
        <w:t xml:space="preserve">As part of these reforms, a number of multilateral </w:t>
      </w:r>
      <w:r w:rsidR="00442821">
        <w:rPr>
          <w:szCs w:val="26"/>
        </w:rPr>
        <w:t>forums</w:t>
      </w:r>
      <w:r w:rsidR="0058481E">
        <w:rPr>
          <w:szCs w:val="26"/>
        </w:rPr>
        <w:t xml:space="preserve"> have been established. </w:t>
      </w:r>
    </w:p>
    <w:p w:rsidR="00A67011" w:rsidRPr="00246ADD" w:rsidRDefault="0058481E" w:rsidP="0065656D">
      <w:pPr>
        <w:pStyle w:val="BodyText"/>
        <w:rPr>
          <w:szCs w:val="26"/>
        </w:rPr>
      </w:pPr>
      <w:r>
        <w:rPr>
          <w:szCs w:val="26"/>
        </w:rPr>
        <w:t>Other k</w:t>
      </w:r>
      <w:r w:rsidR="00A67011">
        <w:rPr>
          <w:szCs w:val="26"/>
        </w:rPr>
        <w:t xml:space="preserve">ey themes include </w:t>
      </w:r>
      <w:r w:rsidR="00C625E9">
        <w:rPr>
          <w:szCs w:val="26"/>
        </w:rPr>
        <w:t>raising the threshold for patentability of inventions</w:t>
      </w:r>
      <w:r w:rsidR="00A67011">
        <w:rPr>
          <w:szCs w:val="26"/>
        </w:rPr>
        <w:t>,</w:t>
      </w:r>
      <w:r>
        <w:rPr>
          <w:szCs w:val="26"/>
        </w:rPr>
        <w:t xml:space="preserve"> introducing accelerated </w:t>
      </w:r>
      <w:r w:rsidR="0065656D">
        <w:rPr>
          <w:szCs w:val="26"/>
        </w:rPr>
        <w:t>examination processes and providing fee discounts for small and medium enterprises</w:t>
      </w:r>
      <w:r w:rsidR="00A67011">
        <w:rPr>
          <w:szCs w:val="26"/>
        </w:rPr>
        <w:t>.</w:t>
      </w:r>
    </w:p>
    <w:p w:rsidR="009730C2" w:rsidRDefault="009730C2" w:rsidP="009730C2">
      <w:pPr>
        <w:pStyle w:val="Heading3"/>
      </w:pPr>
      <w:r>
        <w:t>Recent reforms in Australia</w:t>
      </w:r>
    </w:p>
    <w:p w:rsidR="00C508F9" w:rsidRDefault="00E07DD6" w:rsidP="00E07DD6">
      <w:pPr>
        <w:pStyle w:val="BodyText"/>
        <w:rPr>
          <w:szCs w:val="26"/>
        </w:rPr>
      </w:pPr>
      <w:r>
        <w:rPr>
          <w:szCs w:val="26"/>
        </w:rPr>
        <w:t>There ha</w:t>
      </w:r>
      <w:r w:rsidR="00C508F9">
        <w:rPr>
          <w:szCs w:val="26"/>
        </w:rPr>
        <w:t>s been much debate about Australia’s patents system and broader IP system in recent years, especially with respect to gene patents</w:t>
      </w:r>
      <w:r w:rsidR="00A56D75">
        <w:rPr>
          <w:szCs w:val="26"/>
        </w:rPr>
        <w:t xml:space="preserve">. The Australian Government </w:t>
      </w:r>
      <w:r w:rsidR="00C508F9">
        <w:rPr>
          <w:szCs w:val="26"/>
        </w:rPr>
        <w:t>established a number of inquiries into the patents system</w:t>
      </w:r>
      <w:r w:rsidR="00A56D75">
        <w:rPr>
          <w:szCs w:val="26"/>
        </w:rPr>
        <w:t xml:space="preserve"> including</w:t>
      </w:r>
      <w:r w:rsidR="00C508F9">
        <w:rPr>
          <w:szCs w:val="26"/>
        </w:rPr>
        <w:t>:</w:t>
      </w:r>
    </w:p>
    <w:p w:rsidR="00B16D15" w:rsidRPr="00165152" w:rsidRDefault="00B16D15" w:rsidP="00B16D15">
      <w:pPr>
        <w:pStyle w:val="ListBullet"/>
      </w:pPr>
      <w:r w:rsidRPr="00165152">
        <w:t>Review</w:t>
      </w:r>
      <w:r w:rsidRPr="00165152">
        <w:rPr>
          <w:szCs w:val="26"/>
        </w:rPr>
        <w:t xml:space="preserve"> of </w:t>
      </w:r>
      <w:r w:rsidR="00020381">
        <w:rPr>
          <w:szCs w:val="26"/>
        </w:rPr>
        <w:t>I</w:t>
      </w:r>
      <w:r w:rsidR="005A79BE">
        <w:rPr>
          <w:szCs w:val="26"/>
        </w:rPr>
        <w:t xml:space="preserve">ntellectual </w:t>
      </w:r>
      <w:r w:rsidR="00020381">
        <w:rPr>
          <w:szCs w:val="26"/>
        </w:rPr>
        <w:t>P</w:t>
      </w:r>
      <w:r w:rsidR="005A79BE">
        <w:rPr>
          <w:szCs w:val="26"/>
        </w:rPr>
        <w:t>roperty L</w:t>
      </w:r>
      <w:r w:rsidRPr="00165152">
        <w:rPr>
          <w:szCs w:val="26"/>
        </w:rPr>
        <w:t xml:space="preserve">egislation </w:t>
      </w:r>
      <w:r w:rsidR="005A79BE">
        <w:rPr>
          <w:szCs w:val="26"/>
        </w:rPr>
        <w:t>U</w:t>
      </w:r>
      <w:r w:rsidRPr="00165152">
        <w:rPr>
          <w:szCs w:val="26"/>
        </w:rPr>
        <w:t xml:space="preserve">nder </w:t>
      </w:r>
      <w:r w:rsidR="005A79BE">
        <w:rPr>
          <w:szCs w:val="26"/>
        </w:rPr>
        <w:t>T</w:t>
      </w:r>
      <w:r w:rsidRPr="00165152">
        <w:rPr>
          <w:szCs w:val="26"/>
        </w:rPr>
        <w:t>he Competition Principles Agreement</w:t>
      </w:r>
      <w:r w:rsidR="00C508F9" w:rsidRPr="00165152">
        <w:rPr>
          <w:szCs w:val="26"/>
        </w:rPr>
        <w:t xml:space="preserve"> </w:t>
      </w:r>
      <w:r w:rsidRPr="00165152">
        <w:rPr>
          <w:szCs w:val="26"/>
        </w:rPr>
        <w:t>(IPCRC</w:t>
      </w:r>
      <w:r w:rsidR="00923156">
        <w:rPr>
          <w:szCs w:val="26"/>
        </w:rPr>
        <w:t> </w:t>
      </w:r>
      <w:r w:rsidRPr="00165152">
        <w:rPr>
          <w:szCs w:val="26"/>
        </w:rPr>
        <w:t>2000)</w:t>
      </w:r>
    </w:p>
    <w:p w:rsidR="00B16D15" w:rsidRPr="00165152" w:rsidRDefault="00B16D15" w:rsidP="00B16D15">
      <w:pPr>
        <w:pStyle w:val="ListBullet"/>
      </w:pPr>
      <w:r w:rsidRPr="00165152">
        <w:t xml:space="preserve">Genes and </w:t>
      </w:r>
      <w:r w:rsidR="005A79BE">
        <w:t>I</w:t>
      </w:r>
      <w:r w:rsidRPr="00165152">
        <w:t xml:space="preserve">ngenuity: </w:t>
      </w:r>
      <w:r w:rsidR="005A79BE">
        <w:t>G</w:t>
      </w:r>
      <w:r w:rsidR="00B32B3C" w:rsidRPr="00165152">
        <w:t xml:space="preserve">ene </w:t>
      </w:r>
      <w:r w:rsidR="005A79BE">
        <w:t>P</w:t>
      </w:r>
      <w:r w:rsidRPr="00165152">
        <w:t xml:space="preserve">atenting and </w:t>
      </w:r>
      <w:r w:rsidR="005A79BE">
        <w:t>H</w:t>
      </w:r>
      <w:r w:rsidRPr="00165152">
        <w:t xml:space="preserve">uman </w:t>
      </w:r>
      <w:r w:rsidR="005A79BE">
        <w:t>H</w:t>
      </w:r>
      <w:r w:rsidRPr="00165152">
        <w:t>ealth (ALRC 200</w:t>
      </w:r>
      <w:r w:rsidR="00A56D75" w:rsidRPr="00165152">
        <w:t>4</w:t>
      </w:r>
      <w:r w:rsidRPr="00165152">
        <w:t>)</w:t>
      </w:r>
    </w:p>
    <w:p w:rsidR="00B16D15" w:rsidRPr="00165152" w:rsidRDefault="00A56D75" w:rsidP="00B16D15">
      <w:pPr>
        <w:pStyle w:val="ListBullet"/>
        <w:rPr>
          <w:szCs w:val="26"/>
        </w:rPr>
      </w:pPr>
      <w:r w:rsidRPr="00165152">
        <w:rPr>
          <w:szCs w:val="26"/>
        </w:rPr>
        <w:t xml:space="preserve">Review of </w:t>
      </w:r>
      <w:r w:rsidR="00A030E3">
        <w:rPr>
          <w:szCs w:val="26"/>
        </w:rPr>
        <w:t>Crown Use Provisions for Patents and D</w:t>
      </w:r>
      <w:r w:rsidRPr="00165152">
        <w:rPr>
          <w:szCs w:val="26"/>
        </w:rPr>
        <w:t>esigns (ACIP 2005</w:t>
      </w:r>
      <w:r w:rsidR="003967E1">
        <w:rPr>
          <w:szCs w:val="26"/>
        </w:rPr>
        <w:t>a</w:t>
      </w:r>
      <w:r w:rsidRPr="00165152">
        <w:rPr>
          <w:szCs w:val="26"/>
        </w:rPr>
        <w:t>)</w:t>
      </w:r>
    </w:p>
    <w:p w:rsidR="00A56D75" w:rsidRPr="00165152" w:rsidRDefault="00A56D75" w:rsidP="00A56D75">
      <w:pPr>
        <w:pStyle w:val="ListBullet"/>
        <w:rPr>
          <w:szCs w:val="26"/>
        </w:rPr>
      </w:pPr>
      <w:r w:rsidRPr="00165152">
        <w:rPr>
          <w:szCs w:val="26"/>
        </w:rPr>
        <w:t xml:space="preserve">Gene </w:t>
      </w:r>
      <w:r w:rsidR="00A030E3">
        <w:rPr>
          <w:szCs w:val="26"/>
        </w:rPr>
        <w:t>P</w:t>
      </w:r>
      <w:r w:rsidRPr="00165152">
        <w:rPr>
          <w:szCs w:val="26"/>
        </w:rPr>
        <w:t>atents (SCARC 2010)</w:t>
      </w:r>
    </w:p>
    <w:p w:rsidR="00A56D75" w:rsidRDefault="00A56D75" w:rsidP="00B16D15">
      <w:pPr>
        <w:pStyle w:val="ListBullet"/>
        <w:rPr>
          <w:szCs w:val="26"/>
        </w:rPr>
      </w:pPr>
      <w:r w:rsidRPr="00165152">
        <w:rPr>
          <w:szCs w:val="26"/>
        </w:rPr>
        <w:t xml:space="preserve">Patentable </w:t>
      </w:r>
      <w:r w:rsidR="00A030E3">
        <w:rPr>
          <w:szCs w:val="26"/>
        </w:rPr>
        <w:t>S</w:t>
      </w:r>
      <w:r w:rsidRPr="00165152">
        <w:rPr>
          <w:szCs w:val="26"/>
        </w:rPr>
        <w:t xml:space="preserve">ubject </w:t>
      </w:r>
      <w:r w:rsidR="00A030E3">
        <w:rPr>
          <w:szCs w:val="26"/>
        </w:rPr>
        <w:t>M</w:t>
      </w:r>
      <w:r w:rsidRPr="00165152">
        <w:rPr>
          <w:szCs w:val="26"/>
        </w:rPr>
        <w:t>atter (ACIP 2010</w:t>
      </w:r>
      <w:r w:rsidR="003967E1">
        <w:rPr>
          <w:szCs w:val="26"/>
        </w:rPr>
        <w:t>c</w:t>
      </w:r>
      <w:r>
        <w:rPr>
          <w:szCs w:val="26"/>
        </w:rPr>
        <w:t>)</w:t>
      </w:r>
      <w:r w:rsidR="00165152">
        <w:rPr>
          <w:szCs w:val="26"/>
        </w:rPr>
        <w:t>.</w:t>
      </w:r>
    </w:p>
    <w:p w:rsidR="00E66828" w:rsidRDefault="00E66828" w:rsidP="00E07DD6">
      <w:pPr>
        <w:pStyle w:val="BodyText"/>
        <w:rPr>
          <w:szCs w:val="26"/>
        </w:rPr>
      </w:pPr>
      <w:r>
        <w:rPr>
          <w:szCs w:val="26"/>
        </w:rPr>
        <w:t>The Intellectual</w:t>
      </w:r>
      <w:r w:rsidR="00461A5B">
        <w:rPr>
          <w:szCs w:val="26"/>
        </w:rPr>
        <w:t xml:space="preserve"> Property Competition Review Committee (IPCRC 2000) </w:t>
      </w:r>
      <w:r w:rsidR="00A75A13">
        <w:rPr>
          <w:szCs w:val="26"/>
        </w:rPr>
        <w:t>recommended that s</w:t>
      </w:r>
      <w:r w:rsidR="00C625E9">
        <w:rPr>
          <w:szCs w:val="26"/>
        </w:rPr>
        <w:t>.</w:t>
      </w:r>
      <w:r w:rsidR="0073085E">
        <w:rPr>
          <w:szCs w:val="26"/>
        </w:rPr>
        <w:t> </w:t>
      </w:r>
      <w:r w:rsidR="00A75A13">
        <w:rPr>
          <w:szCs w:val="26"/>
        </w:rPr>
        <w:t xml:space="preserve">135 of the Patents Act, concerning the </w:t>
      </w:r>
      <w:r w:rsidR="009E25A8">
        <w:rPr>
          <w:szCs w:val="26"/>
        </w:rPr>
        <w:t xml:space="preserve">‘reasonable requirements of the </w:t>
      </w:r>
      <w:r w:rsidR="00A75A13">
        <w:rPr>
          <w:szCs w:val="26"/>
        </w:rPr>
        <w:t>public</w:t>
      </w:r>
      <w:r w:rsidR="009E25A8">
        <w:rPr>
          <w:szCs w:val="26"/>
        </w:rPr>
        <w:t>’</w:t>
      </w:r>
      <w:r w:rsidR="00A75A13">
        <w:rPr>
          <w:szCs w:val="26"/>
        </w:rPr>
        <w:t xml:space="preserve"> test for compulsory licensing, be repealed and replaced with a competition test. The Government partly agreed with this recommendation, agreeing to introduce a competition test but decid</w:t>
      </w:r>
      <w:r w:rsidR="00246ADD">
        <w:rPr>
          <w:szCs w:val="26"/>
        </w:rPr>
        <w:t>ed</w:t>
      </w:r>
      <w:r w:rsidR="00A75A13">
        <w:rPr>
          <w:szCs w:val="26"/>
        </w:rPr>
        <w:t xml:space="preserve"> to retain the </w:t>
      </w:r>
      <w:r w:rsidR="009E25A8">
        <w:rPr>
          <w:szCs w:val="26"/>
        </w:rPr>
        <w:t xml:space="preserve">‘reasonable requirements of the </w:t>
      </w:r>
      <w:r w:rsidR="00A75A13">
        <w:rPr>
          <w:szCs w:val="26"/>
        </w:rPr>
        <w:t>public</w:t>
      </w:r>
      <w:r w:rsidR="009E25A8">
        <w:rPr>
          <w:szCs w:val="26"/>
        </w:rPr>
        <w:t xml:space="preserve">’ </w:t>
      </w:r>
      <w:r w:rsidR="00A75A13">
        <w:rPr>
          <w:szCs w:val="26"/>
        </w:rPr>
        <w:t xml:space="preserve">test. A competition test was introduced as part of amendments to the Patents Act in 2006. The competition test is discussed in more detail in chapter 6. </w:t>
      </w:r>
    </w:p>
    <w:p w:rsidR="00B21561" w:rsidRDefault="00B21561" w:rsidP="00E12BBC">
      <w:pPr>
        <w:pStyle w:val="Heading4"/>
      </w:pPr>
      <w:r>
        <w:t>Raising the Bar</w:t>
      </w:r>
    </w:p>
    <w:p w:rsidR="00E07DD6" w:rsidRDefault="00E66828" w:rsidP="006E5E5A">
      <w:pPr>
        <w:pStyle w:val="BodyText"/>
        <w:rPr>
          <w:szCs w:val="26"/>
        </w:rPr>
      </w:pPr>
      <w:r w:rsidRPr="00E66828">
        <w:rPr>
          <w:szCs w:val="26"/>
        </w:rPr>
        <w:t xml:space="preserve">In 2011, the Australian Government provided a combined response to the </w:t>
      </w:r>
      <w:r w:rsidR="00923156">
        <w:rPr>
          <w:szCs w:val="26"/>
        </w:rPr>
        <w:br/>
      </w:r>
      <w:r w:rsidRPr="00E66828">
        <w:rPr>
          <w:szCs w:val="26"/>
        </w:rPr>
        <w:t>ALRC (2004), SCARC (2010) and ACIP (2010</w:t>
      </w:r>
      <w:r w:rsidR="003967E1">
        <w:rPr>
          <w:szCs w:val="26"/>
        </w:rPr>
        <w:t>c</w:t>
      </w:r>
      <w:r w:rsidRPr="00E66828">
        <w:rPr>
          <w:szCs w:val="26"/>
        </w:rPr>
        <w:t>).</w:t>
      </w:r>
      <w:r w:rsidR="00A75A13">
        <w:rPr>
          <w:szCs w:val="26"/>
        </w:rPr>
        <w:t xml:space="preserve"> </w:t>
      </w:r>
      <w:r w:rsidR="006E5E5A">
        <w:rPr>
          <w:szCs w:val="26"/>
        </w:rPr>
        <w:t xml:space="preserve">Recommendations from these reports were part of the </w:t>
      </w:r>
      <w:r w:rsidR="00E07DD6">
        <w:rPr>
          <w:szCs w:val="26"/>
        </w:rPr>
        <w:t>latest package of reforms</w:t>
      </w:r>
      <w:r w:rsidR="006E5E5A">
        <w:rPr>
          <w:szCs w:val="26"/>
        </w:rPr>
        <w:t xml:space="preserve"> to the patents system</w:t>
      </w:r>
      <w:r w:rsidR="00E07DD6">
        <w:rPr>
          <w:szCs w:val="26"/>
        </w:rPr>
        <w:t xml:space="preserve"> — titled ‘Raising the Bar’</w:t>
      </w:r>
      <w:r w:rsidR="006E5E5A">
        <w:rPr>
          <w:szCs w:val="26"/>
        </w:rPr>
        <w:t>. These reforms have</w:t>
      </w:r>
      <w:r w:rsidR="00E07DD6">
        <w:rPr>
          <w:szCs w:val="26"/>
        </w:rPr>
        <w:t xml:space="preserve"> led to extensive changes, </w:t>
      </w:r>
      <w:r w:rsidR="006E5E5A">
        <w:rPr>
          <w:szCs w:val="26"/>
        </w:rPr>
        <w:t xml:space="preserve">but left compulsory licensing untouched. These reforms are discussed in more detail in </w:t>
      </w:r>
      <w:r w:rsidR="00E07DD6">
        <w:rPr>
          <w:szCs w:val="26"/>
        </w:rPr>
        <w:t>box </w:t>
      </w:r>
      <w:proofErr w:type="spellStart"/>
      <w:r w:rsidR="00794E05">
        <w:rPr>
          <w:szCs w:val="26"/>
        </w:rPr>
        <w:fldChar w:fldCharType="begin"/>
      </w:r>
      <w:r w:rsidR="00E07DD6">
        <w:rPr>
          <w:szCs w:val="26"/>
        </w:rPr>
        <w:instrText xml:space="preserve"> LINK Word.Document.12 "\\\\mel_1\\groups\\InquiryC\\Patents\\Draft Report\\Chapter 3 (Key features of patents systems).docx" "OLE_LINK1" \a \t </w:instrText>
      </w:r>
      <w:r w:rsidR="00794E05">
        <w:rPr>
          <w:szCs w:val="26"/>
        </w:rPr>
        <w:fldChar w:fldCharType="separate"/>
      </w:r>
      <w:r w:rsidR="006E5E5A">
        <w:t>B</w:t>
      </w:r>
      <w:r w:rsidR="00E07DD6">
        <w:t>.</w:t>
      </w:r>
      <w:r w:rsidR="00B32B3C">
        <w:t>3</w:t>
      </w:r>
      <w:proofErr w:type="spellEnd"/>
      <w:r w:rsidR="00794E05">
        <w:rPr>
          <w:szCs w:val="26"/>
        </w:rPr>
        <w:fldChar w:fldCharType="end"/>
      </w:r>
      <w:r w:rsidR="00E07DD6">
        <w:rPr>
          <w:szCs w:val="26"/>
        </w:rPr>
        <w:t>.</w:t>
      </w:r>
    </w:p>
    <w:p w:rsidR="00E07DD6" w:rsidRDefault="00E07DD6" w:rsidP="00E07DD6">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07DD6" w:rsidTr="00B16D15">
        <w:tc>
          <w:tcPr>
            <w:tcW w:w="8771" w:type="dxa"/>
            <w:tcBorders>
              <w:top w:val="single" w:sz="6" w:space="0" w:color="auto"/>
              <w:bottom w:val="nil"/>
            </w:tcBorders>
          </w:tcPr>
          <w:p w:rsidR="00E07DD6" w:rsidRDefault="00E07DD6" w:rsidP="00B16D15">
            <w:pPr>
              <w:pStyle w:val="BoxTitle"/>
            </w:pPr>
            <w:r>
              <w:rPr>
                <w:b w:val="0"/>
              </w:rPr>
              <w:t xml:space="preserve">Box </w:t>
            </w:r>
            <w:bookmarkStart w:id="5" w:name="OLE_LINK1"/>
            <w:r w:rsidR="00794E05">
              <w:rPr>
                <w:b w:val="0"/>
              </w:rPr>
              <w:fldChar w:fldCharType="begin"/>
            </w:r>
            <w:r>
              <w:rPr>
                <w:b w:val="0"/>
              </w:rPr>
              <w:instrText xml:space="preserve"> COMMENTS  \* MERGEFORMAT </w:instrText>
            </w:r>
            <w:r w:rsidR="00794E05">
              <w:rPr>
                <w:b w:val="0"/>
              </w:rPr>
              <w:fldChar w:fldCharType="separate"/>
            </w:r>
            <w:proofErr w:type="spellStart"/>
            <w:r w:rsidR="002B4630">
              <w:rPr>
                <w:b w:val="0"/>
              </w:rPr>
              <w:t>B.</w:t>
            </w:r>
            <w:r w:rsidR="00794E05">
              <w:rPr>
                <w:b w:val="0"/>
              </w:rPr>
              <w:fldChar w:fldCharType="end"/>
            </w:r>
            <w:r w:rsidR="00794E05">
              <w:rPr>
                <w:b w:val="0"/>
              </w:rPr>
              <w:fldChar w:fldCharType="begin"/>
            </w:r>
            <w:r>
              <w:rPr>
                <w:b w:val="0"/>
              </w:rPr>
              <w:instrText xml:space="preserve"> SEQ Box \* ARABIC </w:instrText>
            </w:r>
            <w:r w:rsidR="00794E05">
              <w:rPr>
                <w:b w:val="0"/>
              </w:rPr>
              <w:fldChar w:fldCharType="separate"/>
            </w:r>
            <w:r w:rsidR="00862ED1">
              <w:rPr>
                <w:b w:val="0"/>
                <w:noProof/>
              </w:rPr>
              <w:t>3</w:t>
            </w:r>
            <w:proofErr w:type="spellEnd"/>
            <w:r w:rsidR="00794E05">
              <w:rPr>
                <w:b w:val="0"/>
              </w:rPr>
              <w:fldChar w:fldCharType="end"/>
            </w:r>
            <w:bookmarkEnd w:id="5"/>
            <w:r>
              <w:tab/>
            </w:r>
            <w:r w:rsidRPr="00FE21C9">
              <w:t>‘Raising the Bar’ reforms</w:t>
            </w:r>
          </w:p>
        </w:tc>
      </w:tr>
      <w:tr w:rsidR="00E07DD6" w:rsidTr="00B16D15">
        <w:trPr>
          <w:cantSplit/>
        </w:trPr>
        <w:tc>
          <w:tcPr>
            <w:tcW w:w="8771" w:type="dxa"/>
            <w:tcBorders>
              <w:top w:val="nil"/>
              <w:left w:val="single" w:sz="6" w:space="0" w:color="auto"/>
              <w:bottom w:val="nil"/>
              <w:right w:val="single" w:sz="6" w:space="0" w:color="auto"/>
            </w:tcBorders>
          </w:tcPr>
          <w:p w:rsidR="00E07DD6" w:rsidRDefault="00E07DD6" w:rsidP="00B16D15">
            <w:pPr>
              <w:pStyle w:val="Box"/>
            </w:pPr>
            <w:r>
              <w:t xml:space="preserve">The intellectual property (IP) system was significantly changed with the passage of the </w:t>
            </w:r>
            <w:r w:rsidRPr="0092623D">
              <w:rPr>
                <w:i/>
              </w:rPr>
              <w:t>Intellectual Property Laws Amendment (Raising the Bar) Act 2012</w:t>
            </w:r>
            <w:r>
              <w:t xml:space="preserve"> (Cwlth). The amendments apply to the </w:t>
            </w:r>
            <w:r w:rsidRPr="002311CD">
              <w:rPr>
                <w:i/>
              </w:rPr>
              <w:t>Patents Act 1990</w:t>
            </w:r>
            <w:r>
              <w:t xml:space="preserve"> (Cwlth)</w:t>
            </w:r>
            <w:r w:rsidR="00C508F9">
              <w:t xml:space="preserve"> and other IP legislation</w:t>
            </w:r>
            <w:r>
              <w:t>. The changes addressed six key areas:</w:t>
            </w:r>
          </w:p>
          <w:p w:rsidR="00E07DD6" w:rsidRDefault="00E07DD6" w:rsidP="00E07DD6">
            <w:pPr>
              <w:pStyle w:val="BoxListBullet"/>
              <w:spacing w:before="120"/>
            </w:pPr>
            <w:r>
              <w:t xml:space="preserve">Patent standards — raises the standard of Australia’s patents to align more closely with </w:t>
            </w:r>
            <w:r w:rsidR="00962415">
              <w:t xml:space="preserve">higher patent standards </w:t>
            </w:r>
            <w:r w:rsidR="00823D18">
              <w:t>in comparable markets</w:t>
            </w:r>
            <w:r>
              <w:t>. It does this by:</w:t>
            </w:r>
          </w:p>
          <w:p w:rsidR="00E07DD6" w:rsidRDefault="00E07DD6" w:rsidP="00E07DD6">
            <w:pPr>
              <w:pStyle w:val="BoxListBullet2"/>
              <w:tabs>
                <w:tab w:val="left" w:pos="284"/>
              </w:tabs>
            </w:pPr>
            <w:r>
              <w:t xml:space="preserve">raising standards </w:t>
            </w:r>
            <w:r w:rsidR="00A16A8F">
              <w:t>for</w:t>
            </w:r>
            <w:r>
              <w:t xml:space="preserve"> information provided in patent applications and specifications, and requiring that the patent has a credible use consistent with the information provided</w:t>
            </w:r>
          </w:p>
          <w:p w:rsidR="00E07DD6" w:rsidRDefault="00E07DD6" w:rsidP="00E07DD6">
            <w:pPr>
              <w:pStyle w:val="BoxListBullet2"/>
              <w:tabs>
                <w:tab w:val="left" w:pos="284"/>
              </w:tabs>
            </w:pPr>
            <w:r>
              <w:t>raising the standard for inventiveness</w:t>
            </w:r>
            <w:r w:rsidR="00962415">
              <w:t>, including by taking into account common general knowledge from overseas</w:t>
            </w:r>
          </w:p>
          <w:p w:rsidR="00E07DD6" w:rsidRDefault="00E07DD6" w:rsidP="00E07DD6">
            <w:pPr>
              <w:pStyle w:val="BoxListBullet2"/>
              <w:tabs>
                <w:tab w:val="left" w:pos="284"/>
              </w:tabs>
            </w:pPr>
            <w:r>
              <w:t>ensuring that a consistent standard of proof is applied by the Commissioner of Patents.</w:t>
            </w:r>
          </w:p>
          <w:p w:rsidR="00E07DD6" w:rsidRDefault="00E07DD6" w:rsidP="00E07DD6">
            <w:pPr>
              <w:pStyle w:val="BoxListBullet"/>
              <w:spacing w:before="120"/>
            </w:pPr>
            <w:r>
              <w:t>Research freedom — distinguishes between research and commercial activities, leaving researchers free to conduct their experiments without having to gain approval from a patent holder. It also introduces an exemption for activities undertaken solely for the purpose of gaining regulatory approval to market or manufacture a patented technology.</w:t>
            </w:r>
          </w:p>
          <w:p w:rsidR="00E07DD6" w:rsidRDefault="00E07DD6" w:rsidP="00E07DD6">
            <w:pPr>
              <w:pStyle w:val="BoxListBullet"/>
              <w:spacing w:before="120"/>
            </w:pPr>
            <w:r>
              <w:t>Application process — introduces changes aimed at making the patent and trade mark application process more efficient</w:t>
            </w:r>
            <w:r w:rsidR="00310BE0">
              <w:t xml:space="preserve">, in part through preventing </w:t>
            </w:r>
            <w:r w:rsidR="00823D18">
              <w:t>‘gaming’</w:t>
            </w:r>
            <w:r>
              <w:t>.</w:t>
            </w:r>
            <w:r w:rsidR="00310BE0">
              <w:t xml:space="preserve"> Thes</w:t>
            </w:r>
            <w:r w:rsidR="00823D18">
              <w:t xml:space="preserve">e </w:t>
            </w:r>
            <w:r w:rsidR="00310BE0">
              <w:t xml:space="preserve">changes target two key areas — opposition proceedings and divisional applications. </w:t>
            </w:r>
          </w:p>
          <w:p w:rsidR="00E07DD6" w:rsidRDefault="00E07DD6" w:rsidP="00E07DD6">
            <w:pPr>
              <w:pStyle w:val="BoxListBullet"/>
              <w:spacing w:before="120"/>
            </w:pPr>
            <w:r>
              <w:t xml:space="preserve">Attorney profession — permits patent and trade mark attorneys to conduct all aspects of their business through a corporate structure and extends the definition of ‘privileged’ communications within the </w:t>
            </w:r>
            <w:r w:rsidR="00020381">
              <w:t>IP</w:t>
            </w:r>
            <w:r>
              <w:t xml:space="preserve"> field.</w:t>
            </w:r>
          </w:p>
          <w:p w:rsidR="00E07DD6" w:rsidRDefault="00E07DD6" w:rsidP="00E07DD6">
            <w:pPr>
              <w:pStyle w:val="BoxListBullet"/>
              <w:spacing w:before="120"/>
            </w:pPr>
            <w:r>
              <w:t>Trade mark and copyright infringement — introduces changes aimed at improving the ability of trade mark and copyright owners to enforce their rights.</w:t>
            </w:r>
          </w:p>
          <w:p w:rsidR="00E07DD6" w:rsidRDefault="00E07DD6" w:rsidP="00E07DD6">
            <w:pPr>
              <w:pStyle w:val="BoxListBullet"/>
              <w:spacing w:before="120"/>
            </w:pPr>
            <w:r>
              <w:t>Technical improvements in the IP system — introduces changes aimed at modernising aspects of Australia's IP system, increasing transparency in the decision making process, and generally making the system easier to use.</w:t>
            </w:r>
          </w:p>
          <w:p w:rsidR="00E07DD6" w:rsidRDefault="00E07DD6" w:rsidP="00C508F9">
            <w:pPr>
              <w:pStyle w:val="Box"/>
            </w:pPr>
            <w:r>
              <w:t>Most provisions come into effect on 15 April 2013. However, the regulatory use exemption (for non-pharmaceutical patents) and the experimental use exemption apply immediately.</w:t>
            </w:r>
          </w:p>
        </w:tc>
      </w:tr>
      <w:tr w:rsidR="00E07DD6" w:rsidTr="00B16D15">
        <w:trPr>
          <w:cantSplit/>
        </w:trPr>
        <w:tc>
          <w:tcPr>
            <w:tcW w:w="8771" w:type="dxa"/>
            <w:tcBorders>
              <w:top w:val="nil"/>
              <w:left w:val="single" w:sz="6" w:space="0" w:color="auto"/>
              <w:bottom w:val="nil"/>
              <w:right w:val="single" w:sz="6" w:space="0" w:color="auto"/>
            </w:tcBorders>
          </w:tcPr>
          <w:p w:rsidR="00E07DD6" w:rsidRDefault="00E07DD6" w:rsidP="00C508F9">
            <w:pPr>
              <w:pStyle w:val="BoxSource"/>
            </w:pPr>
            <w:r>
              <w:rPr>
                <w:i/>
              </w:rPr>
              <w:t>Source</w:t>
            </w:r>
            <w:r w:rsidRPr="00167F06">
              <w:t xml:space="preserve">: </w:t>
            </w:r>
            <w:r w:rsidRPr="00FE21C9">
              <w:t>Carr (2011).</w:t>
            </w:r>
          </w:p>
        </w:tc>
      </w:tr>
      <w:tr w:rsidR="00E07DD6" w:rsidTr="00B16D15">
        <w:trPr>
          <w:cantSplit/>
        </w:trPr>
        <w:tc>
          <w:tcPr>
            <w:tcW w:w="8771" w:type="dxa"/>
            <w:tcBorders>
              <w:top w:val="nil"/>
              <w:left w:val="single" w:sz="6" w:space="0" w:color="auto"/>
              <w:bottom w:val="single" w:sz="6" w:space="0" w:color="auto"/>
              <w:right w:val="single" w:sz="6" w:space="0" w:color="auto"/>
            </w:tcBorders>
          </w:tcPr>
          <w:p w:rsidR="00E07DD6" w:rsidRDefault="00E07DD6" w:rsidP="00B16D15">
            <w:pPr>
              <w:pStyle w:val="Box"/>
              <w:spacing w:before="0" w:line="120" w:lineRule="exact"/>
            </w:pPr>
          </w:p>
        </w:tc>
      </w:tr>
      <w:tr w:rsidR="00E07DD6" w:rsidTr="00B16D15">
        <w:tc>
          <w:tcPr>
            <w:tcW w:w="8771" w:type="dxa"/>
            <w:tcBorders>
              <w:top w:val="nil"/>
              <w:left w:val="nil"/>
              <w:bottom w:val="nil"/>
              <w:right w:val="nil"/>
            </w:tcBorders>
          </w:tcPr>
          <w:p w:rsidR="00E07DD6" w:rsidRDefault="00E07DD6" w:rsidP="00B16D15">
            <w:pPr>
              <w:pStyle w:val="Box"/>
              <w:keepNext w:val="0"/>
              <w:spacing w:before="60" w:after="60" w:line="80" w:lineRule="exact"/>
              <w:rPr>
                <w:b/>
                <w:color w:val="FF00FF"/>
                <w:sz w:val="14"/>
              </w:rPr>
            </w:pPr>
          </w:p>
        </w:tc>
      </w:tr>
    </w:tbl>
    <w:p w:rsidR="006E5E5A" w:rsidRDefault="004C51E6" w:rsidP="00E07DD6">
      <w:pPr>
        <w:pStyle w:val="BodyText"/>
      </w:pPr>
      <w:r>
        <w:t>There have been a number of other amendments to the</w:t>
      </w:r>
      <w:r w:rsidR="002311CD">
        <w:t xml:space="preserve"> Patents Act </w:t>
      </w:r>
      <w:r w:rsidR="00A01B69">
        <w:t>in recent years.</w:t>
      </w:r>
      <w:r>
        <w:t xml:space="preserve"> </w:t>
      </w:r>
      <w:r w:rsidR="00A01B69">
        <w:t>F</w:t>
      </w:r>
      <w:r>
        <w:t>or example, amendments as a result of the Australia</w:t>
      </w:r>
      <w:r w:rsidR="006570D5">
        <w:t>–</w:t>
      </w:r>
      <w:r>
        <w:t>U</w:t>
      </w:r>
      <w:r w:rsidR="006570D5">
        <w:t xml:space="preserve">nited </w:t>
      </w:r>
      <w:r>
        <w:t>S</w:t>
      </w:r>
      <w:r w:rsidR="006570D5">
        <w:t>tates</w:t>
      </w:r>
      <w:r>
        <w:t xml:space="preserve"> Free Trade Agreement. </w:t>
      </w:r>
      <w:r w:rsidR="00E07DD6">
        <w:t>More changes are in prospect</w:t>
      </w:r>
      <w:r>
        <w:t>:</w:t>
      </w:r>
      <w:r w:rsidR="006E5E5A">
        <w:t xml:space="preserve"> </w:t>
      </w:r>
    </w:p>
    <w:p w:rsidR="006E5E5A" w:rsidRDefault="00E07DD6" w:rsidP="004C51E6">
      <w:pPr>
        <w:pStyle w:val="ListBullet"/>
      </w:pPr>
      <w:r>
        <w:t>ACIP is investigating the effectiveness of innovation patents (ACIP 201</w:t>
      </w:r>
      <w:r w:rsidR="00EF02EF">
        <w:t>1</w:t>
      </w:r>
      <w:r>
        <w:t>)</w:t>
      </w:r>
      <w:r w:rsidR="004C51E6">
        <w:t xml:space="preserve"> and </w:t>
      </w:r>
      <w:r w:rsidR="00246ADD">
        <w:t xml:space="preserve">might </w:t>
      </w:r>
      <w:r w:rsidR="004C51E6">
        <w:t xml:space="preserve">recommend changes to </w:t>
      </w:r>
      <w:r w:rsidR="00246ADD">
        <w:t>the</w:t>
      </w:r>
      <w:r w:rsidR="004C51E6">
        <w:t xml:space="preserve"> innovation patents system</w:t>
      </w:r>
      <w:r w:rsidR="00A01B69">
        <w:t>.</w:t>
      </w:r>
      <w:r>
        <w:t xml:space="preserve"> </w:t>
      </w:r>
    </w:p>
    <w:p w:rsidR="0050624D" w:rsidRDefault="00960255" w:rsidP="00F50C80">
      <w:pPr>
        <w:pStyle w:val="ListBullet"/>
      </w:pPr>
      <w:r>
        <w:lastRenderedPageBreak/>
        <w:t>T</w:t>
      </w:r>
      <w:r w:rsidR="006E5E5A">
        <w:t>he Australian Government announced its intention to implement a TRIPS protocol</w:t>
      </w:r>
      <w:r w:rsidR="00246ADD">
        <w:t>,</w:t>
      </w:r>
      <w:r w:rsidR="006E5E5A">
        <w:t xml:space="preserve"> w</w:t>
      </w:r>
      <w:r w:rsidR="00246ADD">
        <w:t>hich</w:t>
      </w:r>
      <w:r w:rsidR="006E5E5A">
        <w:t xml:space="preserve"> allows compulsory licensing for export of patented pharmaceuticals to developing countries</w:t>
      </w:r>
      <w:r w:rsidR="00246ADD">
        <w:t>,</w:t>
      </w:r>
      <w:r w:rsidR="006E5E5A">
        <w:t xml:space="preserve"> and has released an exposure draft of the Bill</w:t>
      </w:r>
      <w:r w:rsidR="004C51E6">
        <w:t xml:space="preserve"> (di</w:t>
      </w:r>
      <w:r w:rsidR="00246ADD">
        <w:t>s</w:t>
      </w:r>
      <w:r w:rsidR="004C51E6">
        <w:t>cussed in more detail in appendix D</w:t>
      </w:r>
      <w:r w:rsidR="00246ADD">
        <w:t>)</w:t>
      </w:r>
      <w:r w:rsidR="006E5E5A">
        <w:t>.</w:t>
      </w:r>
    </w:p>
    <w:p w:rsidR="0060474D" w:rsidRPr="00A904D6" w:rsidRDefault="0060474D" w:rsidP="0050624D">
      <w:pPr>
        <w:pStyle w:val="Heading3"/>
      </w:pPr>
      <w:r>
        <w:t>Multilateral reforms</w:t>
      </w:r>
      <w:r w:rsidRPr="00A904D6">
        <w:t xml:space="preserve"> </w:t>
      </w:r>
    </w:p>
    <w:p w:rsidR="0060474D" w:rsidRDefault="0060474D" w:rsidP="00FE6CB9">
      <w:pPr>
        <w:pStyle w:val="Heading4"/>
        <w:spacing w:before="240"/>
      </w:pPr>
      <w:r w:rsidRPr="00EB75AB">
        <w:rPr>
          <w:bCs/>
        </w:rPr>
        <w:t>Trade-Related aspects of Intellectual Property rights</w:t>
      </w:r>
      <w:r>
        <w:rPr>
          <w:rFonts w:cs="Arial"/>
          <w:color w:val="000000"/>
        </w:rPr>
        <w:t xml:space="preserve"> </w:t>
      </w:r>
      <w:r>
        <w:t xml:space="preserve">protocol </w:t>
      </w:r>
    </w:p>
    <w:p w:rsidR="0060474D" w:rsidRPr="00C53E24" w:rsidRDefault="0060474D" w:rsidP="0060474D">
      <w:pPr>
        <w:pStyle w:val="BodyText"/>
        <w:rPr>
          <w:lang w:eastAsia="en-US"/>
        </w:rPr>
      </w:pPr>
      <w:r>
        <w:rPr>
          <w:lang w:eastAsia="en-US"/>
        </w:rPr>
        <w:t xml:space="preserve">A number of countries have implemented </w:t>
      </w:r>
      <w:r w:rsidR="00A01B69">
        <w:rPr>
          <w:lang w:eastAsia="en-US"/>
        </w:rPr>
        <w:t>the a</w:t>
      </w:r>
      <w:r w:rsidR="008C6398">
        <w:rPr>
          <w:lang w:eastAsia="en-US"/>
        </w:rPr>
        <w:t xml:space="preserve">bove </w:t>
      </w:r>
      <w:r w:rsidR="00A01B69">
        <w:rPr>
          <w:lang w:eastAsia="en-US"/>
        </w:rPr>
        <w:t xml:space="preserve">mentioned </w:t>
      </w:r>
      <w:r>
        <w:rPr>
          <w:lang w:eastAsia="en-US"/>
        </w:rPr>
        <w:t xml:space="preserve">TRIPS protocol. </w:t>
      </w:r>
    </w:p>
    <w:p w:rsidR="0060474D" w:rsidRPr="00C837EC" w:rsidRDefault="0060474D" w:rsidP="00A01B69">
      <w:pPr>
        <w:pStyle w:val="Heading4"/>
      </w:pPr>
      <w:r w:rsidRPr="00C837EC">
        <w:t xml:space="preserve">International cooperation between patent offices </w:t>
      </w:r>
    </w:p>
    <w:p w:rsidR="0060474D" w:rsidRPr="00A83174" w:rsidRDefault="0060474D" w:rsidP="00A83174">
      <w:pPr>
        <w:pStyle w:val="BodyText"/>
      </w:pPr>
      <w:r w:rsidRPr="00A83174">
        <w:t>Cooperation between patent offices can reduce the costs of the patent process through sharing resources. The greater the harmonisation between patents systems</w:t>
      </w:r>
      <w:r w:rsidR="002F4AA9" w:rsidRPr="00A83174">
        <w:t>,</w:t>
      </w:r>
      <w:r w:rsidRPr="00A83174">
        <w:t xml:space="preserve"> the greater the scope for cooperation. Cooperation is especially important since patent applications have been rising in recent years. Two projects are outlined below. Many other forums and projects to promote cooperation have also been established in recent years.</w:t>
      </w:r>
    </w:p>
    <w:p w:rsidR="0060474D" w:rsidRPr="00A01B69" w:rsidRDefault="0060474D" w:rsidP="00A01B69">
      <w:pPr>
        <w:pStyle w:val="Heading4"/>
      </w:pPr>
      <w:r w:rsidRPr="00A01B69">
        <w:t xml:space="preserve">Five IP </w:t>
      </w:r>
      <w:r w:rsidR="00EF74A3" w:rsidRPr="00A01B69">
        <w:t>O</w:t>
      </w:r>
      <w:r w:rsidRPr="00A01B69">
        <w:t xml:space="preserve">ffices </w:t>
      </w:r>
      <w:r w:rsidR="00EF74A3" w:rsidRPr="00A01B69">
        <w:t>forum</w:t>
      </w:r>
    </w:p>
    <w:p w:rsidR="0060474D" w:rsidRPr="00A83174" w:rsidRDefault="0060474D" w:rsidP="00A83174">
      <w:pPr>
        <w:pStyle w:val="BodyText"/>
      </w:pPr>
      <w:r w:rsidRPr="00A83174">
        <w:t xml:space="preserve">The heads of the five largest </w:t>
      </w:r>
      <w:r w:rsidR="00020381" w:rsidRPr="00A83174">
        <w:t>IP</w:t>
      </w:r>
      <w:r w:rsidRPr="00A83174">
        <w:t xml:space="preserve"> offices — E</w:t>
      </w:r>
      <w:r w:rsidR="00EF74A3" w:rsidRPr="00A83174">
        <w:t xml:space="preserve">uropean </w:t>
      </w:r>
      <w:r w:rsidRPr="00A83174">
        <w:t>P</w:t>
      </w:r>
      <w:r w:rsidR="00EF74A3" w:rsidRPr="00A83174">
        <w:t xml:space="preserve">atent </w:t>
      </w:r>
      <w:r w:rsidRPr="00A83174">
        <w:t>O</w:t>
      </w:r>
      <w:r w:rsidR="00EF74A3" w:rsidRPr="00A83174">
        <w:t>ffice</w:t>
      </w:r>
      <w:r w:rsidRPr="00A83174">
        <w:t>, J</w:t>
      </w:r>
      <w:r w:rsidR="007C7730" w:rsidRPr="00A83174">
        <w:t xml:space="preserve">apan </w:t>
      </w:r>
      <w:r w:rsidRPr="00A83174">
        <w:t>P</w:t>
      </w:r>
      <w:r w:rsidR="007C7730" w:rsidRPr="00A83174">
        <w:t xml:space="preserve">atent </w:t>
      </w:r>
      <w:r w:rsidRPr="00A83174">
        <w:t>O</w:t>
      </w:r>
      <w:r w:rsidR="007C7730" w:rsidRPr="00A83174">
        <w:t>ffice (JPO)</w:t>
      </w:r>
      <w:r w:rsidRPr="00A83174">
        <w:t>, K</w:t>
      </w:r>
      <w:r w:rsidR="00560362" w:rsidRPr="00A83174">
        <w:t xml:space="preserve">orean </w:t>
      </w:r>
      <w:r w:rsidRPr="00A83174">
        <w:t>I</w:t>
      </w:r>
      <w:r w:rsidR="00560362" w:rsidRPr="00A83174">
        <w:t xml:space="preserve">ntellectual </w:t>
      </w:r>
      <w:r w:rsidRPr="00A83174">
        <w:t>P</w:t>
      </w:r>
      <w:r w:rsidR="00560362" w:rsidRPr="00A83174">
        <w:t xml:space="preserve">roperty </w:t>
      </w:r>
      <w:r w:rsidRPr="00A83174">
        <w:t>O</w:t>
      </w:r>
      <w:r w:rsidR="00560362" w:rsidRPr="00A83174">
        <w:t>ffice (KIPO)</w:t>
      </w:r>
      <w:r w:rsidRPr="00A83174">
        <w:t xml:space="preserve">, </w:t>
      </w:r>
      <w:r w:rsidR="00386199" w:rsidRPr="00A83174">
        <w:t>State Intellectual Property Office of the People’s Republic of China</w:t>
      </w:r>
      <w:r w:rsidR="007C7730" w:rsidRPr="00A83174">
        <w:t xml:space="preserve"> (</w:t>
      </w:r>
      <w:r w:rsidRPr="00A83174">
        <w:t>SIPO</w:t>
      </w:r>
      <w:r w:rsidR="007C7730" w:rsidRPr="00A83174">
        <w:t>)</w:t>
      </w:r>
      <w:r w:rsidRPr="00A83174">
        <w:t>, and U</w:t>
      </w:r>
      <w:r w:rsidR="00560362" w:rsidRPr="00A83174">
        <w:t xml:space="preserve">nited </w:t>
      </w:r>
      <w:r w:rsidRPr="00A83174">
        <w:t>S</w:t>
      </w:r>
      <w:r w:rsidR="00560362" w:rsidRPr="00A83174">
        <w:t xml:space="preserve">tates </w:t>
      </w:r>
      <w:r w:rsidRPr="00A83174">
        <w:t>P</w:t>
      </w:r>
      <w:r w:rsidR="00560362" w:rsidRPr="00A83174">
        <w:t xml:space="preserve">atent and </w:t>
      </w:r>
      <w:r w:rsidRPr="00A83174">
        <w:t>T</w:t>
      </w:r>
      <w:r w:rsidR="00560362" w:rsidRPr="00A83174">
        <w:t xml:space="preserve">rademark </w:t>
      </w:r>
      <w:r w:rsidRPr="00A83174">
        <w:t>O</w:t>
      </w:r>
      <w:r w:rsidR="00560362" w:rsidRPr="00A83174">
        <w:t>ffice (USPTO)</w:t>
      </w:r>
      <w:r w:rsidRPr="00A83174">
        <w:t xml:space="preserve"> — met in Korea in 2008. Together these offices account for about 90 per cent of patents filed worldwide. After the meeting, these five offices established the Five IP Offices forum. The foundation projects agreed to were developing common staff training policies, application processes and examination practices. The offices also agreed to establish a shared set of literature to assess novelty and improve machine translation services to assist users of the IP system (Five IP Offices 2012). </w:t>
      </w:r>
    </w:p>
    <w:p w:rsidR="0060474D" w:rsidRPr="00591883" w:rsidRDefault="0060474D" w:rsidP="00591883">
      <w:pPr>
        <w:pStyle w:val="Heading4"/>
      </w:pPr>
      <w:r w:rsidRPr="00591883">
        <w:t xml:space="preserve">Patent Prosecution Highway </w:t>
      </w:r>
    </w:p>
    <w:p w:rsidR="0060474D" w:rsidRPr="008E0261" w:rsidRDefault="0060474D" w:rsidP="008E0261">
      <w:pPr>
        <w:pStyle w:val="BodyText"/>
      </w:pPr>
      <w:r w:rsidRPr="008E0261">
        <w:t>Many inventors apply for patents in multiple countries. Under the Patent Prosecution Highway (</w:t>
      </w:r>
      <w:proofErr w:type="spellStart"/>
      <w:r w:rsidRPr="008E0261">
        <w:t>PPH</w:t>
      </w:r>
      <w:proofErr w:type="spellEnd"/>
      <w:r w:rsidRPr="008E0261">
        <w:t xml:space="preserve">), an applicant for a patent may, in participating countries, request that the office of second filing fast track examination of corresponding claims when the office of first filing ruled that the application included at least one patentable claim. The </w:t>
      </w:r>
      <w:proofErr w:type="spellStart"/>
      <w:r w:rsidRPr="008E0261">
        <w:t>PPH</w:t>
      </w:r>
      <w:proofErr w:type="spellEnd"/>
      <w:r w:rsidRPr="008E0261">
        <w:t xml:space="preserve"> speeds up examinations by </w:t>
      </w:r>
      <w:r w:rsidRPr="008E0261">
        <w:lastRenderedPageBreak/>
        <w:t xml:space="preserve">allowing examiners in one national office to reuse search and examination results from another office. </w:t>
      </w:r>
    </w:p>
    <w:p w:rsidR="005C7071" w:rsidRDefault="005C7071" w:rsidP="005C7071">
      <w:pPr>
        <w:pStyle w:val="Heading3"/>
      </w:pPr>
      <w:r>
        <w:t>Recent reforms in other markets</w:t>
      </w:r>
    </w:p>
    <w:p w:rsidR="005C7071" w:rsidRDefault="005C7071" w:rsidP="005C7071">
      <w:pPr>
        <w:pStyle w:val="BodyText"/>
      </w:pPr>
      <w:r>
        <w:t>There ha</w:t>
      </w:r>
      <w:r w:rsidR="00246ADD">
        <w:t xml:space="preserve">ve been many reforms </w:t>
      </w:r>
      <w:r>
        <w:t>of patent</w:t>
      </w:r>
      <w:r w:rsidR="007B7185">
        <w:t>s</w:t>
      </w:r>
      <w:r>
        <w:t xml:space="preserve"> systems in comparable markets in recent years. </w:t>
      </w:r>
      <w:r w:rsidR="004A6C6D">
        <w:t>This section examines</w:t>
      </w:r>
      <w:r w:rsidR="00246ADD">
        <w:t xml:space="preserve"> some key reforms</w:t>
      </w:r>
      <w:r w:rsidR="002B4630">
        <w:t>.</w:t>
      </w:r>
    </w:p>
    <w:p w:rsidR="00494663" w:rsidRDefault="00494663" w:rsidP="0035382A">
      <w:pPr>
        <w:pStyle w:val="Heading4"/>
      </w:pPr>
      <w:r>
        <w:t>E</w:t>
      </w:r>
      <w:r w:rsidR="00513AAC">
        <w:t>U</w:t>
      </w:r>
      <w:r w:rsidR="004A6C6D">
        <w:t xml:space="preserve"> reforms</w:t>
      </w:r>
    </w:p>
    <w:p w:rsidR="00186A03" w:rsidRDefault="00186A03" w:rsidP="00186A03">
      <w:pPr>
        <w:pStyle w:val="BodyText"/>
      </w:pPr>
      <w:r>
        <w:t>European patent law is relevant when considering comparable markets in Europe, as these countries have both national patent laws and are affected by European laws.</w:t>
      </w:r>
    </w:p>
    <w:p w:rsidR="00494663" w:rsidRDefault="00494663" w:rsidP="0035382A">
      <w:pPr>
        <w:pStyle w:val="Heading5"/>
      </w:pPr>
      <w:r>
        <w:t>European patents and unitary patents</w:t>
      </w:r>
    </w:p>
    <w:p w:rsidR="00186A03" w:rsidRDefault="00186A03" w:rsidP="00186A03">
      <w:pPr>
        <w:pStyle w:val="BodyText"/>
      </w:pPr>
      <w:r>
        <w:t xml:space="preserve">The Convention of the Grant of European Patents, commonly referred to as the European Patent Convention (EPC), was signed by 16 countries in 1973 and came into force in 1977. The EPC allows for European patents to be granted. To obtain a European patent, a single patent application in one language can be filed at the </w:t>
      </w:r>
      <w:r w:rsidR="002F4A87">
        <w:t>EPO</w:t>
      </w:r>
      <w:r>
        <w:t xml:space="preserve"> or at a national patent office. European patents are essentially a group of independent</w:t>
      </w:r>
      <w:r w:rsidR="00C625E9">
        <w:t>,</w:t>
      </w:r>
      <w:r>
        <w:t xml:space="preserve"> nationally</w:t>
      </w:r>
      <w:r>
        <w:noBreakHyphen/>
        <w:t>enforceable and nationally</w:t>
      </w:r>
      <w:r>
        <w:noBreakHyphen/>
        <w:t>revocabl</w:t>
      </w:r>
      <w:r w:rsidR="003D4912">
        <w:t>e</w:t>
      </w:r>
      <w:r>
        <w:t xml:space="preserve"> patents. At the time of writing, all 27 EU member states as well as 11 other European countries</w:t>
      </w:r>
      <w:r w:rsidR="00C97AEF">
        <w:t xml:space="preserve"> offered European patents</w:t>
      </w:r>
      <w:r>
        <w:t>. Once a European patent is granted it has to be validated in each member state (EPO 2012</w:t>
      </w:r>
      <w:r w:rsidR="00123253">
        <w:t>c</w:t>
      </w:r>
      <w:r>
        <w:t xml:space="preserve">). </w:t>
      </w:r>
    </w:p>
    <w:p w:rsidR="00186A03" w:rsidRDefault="00186A03" w:rsidP="00186A03">
      <w:pPr>
        <w:pStyle w:val="BodyText"/>
      </w:pPr>
      <w:r>
        <w:t>In 2011, the European Union Council decided to allow 25 member states to establish a unitary patent</w:t>
      </w:r>
      <w:r w:rsidR="007B7185">
        <w:t>s</w:t>
      </w:r>
      <w:r>
        <w:t xml:space="preserve"> system. Unitary patents, also known as ‘community patents’, are planned to be available from 2014. </w:t>
      </w:r>
      <w:r w:rsidR="00F25B29">
        <w:t>U</w:t>
      </w:r>
      <w:r>
        <w:t>nitary patents will be automatically valid in all participating countries</w:t>
      </w:r>
      <w:r w:rsidR="00F25B29">
        <w:t>, unlike European patents</w:t>
      </w:r>
      <w:r>
        <w:t>. Advantages of unitary patents include fewer translation and renewal requirements</w:t>
      </w:r>
      <w:r w:rsidR="00F25B29">
        <w:t>. European patents will continue to be available</w:t>
      </w:r>
      <w:r>
        <w:t xml:space="preserve"> (EPO 2012</w:t>
      </w:r>
      <w:r w:rsidR="00123253">
        <w:t>c</w:t>
      </w:r>
      <w:r>
        <w:t xml:space="preserve">). </w:t>
      </w:r>
    </w:p>
    <w:p w:rsidR="005C7071" w:rsidRDefault="005C7071" w:rsidP="0035382A">
      <w:pPr>
        <w:pStyle w:val="Heading5"/>
      </w:pPr>
      <w:r>
        <w:t>European Patent Office ‘Raising the Bar’ initiatives</w:t>
      </w:r>
    </w:p>
    <w:p w:rsidR="0059101F" w:rsidRPr="008E0261" w:rsidRDefault="005C7071" w:rsidP="008E0261">
      <w:pPr>
        <w:pStyle w:val="BodyText"/>
      </w:pPr>
      <w:r w:rsidRPr="008E0261">
        <w:t xml:space="preserve">In response to criticism from stakeholders, the </w:t>
      </w:r>
      <w:r w:rsidR="002F4A87" w:rsidRPr="008E0261">
        <w:t>EPO</w:t>
      </w:r>
      <w:r w:rsidRPr="008E0261">
        <w:t xml:space="preserve"> launched a series of measures in 2010 to ‘raise the bar’. The</w:t>
      </w:r>
      <w:r w:rsidR="00A030E3" w:rsidRPr="008E0261">
        <w:t xml:space="preserve"> aims of the </w:t>
      </w:r>
      <w:r w:rsidRPr="008E0261">
        <w:t xml:space="preserve">measures </w:t>
      </w:r>
      <w:r w:rsidR="00A030E3" w:rsidRPr="008E0261">
        <w:t xml:space="preserve">were </w:t>
      </w:r>
      <w:r w:rsidRPr="008E0261">
        <w:t xml:space="preserve">to </w:t>
      </w:r>
      <w:r w:rsidR="00A030E3" w:rsidRPr="008E0261">
        <w:t xml:space="preserve">clarify the scope of the search for prior knowledge, </w:t>
      </w:r>
      <w:r w:rsidRPr="008E0261">
        <w:t>save time in the application process</w:t>
      </w:r>
      <w:r w:rsidR="00A030E3" w:rsidRPr="008E0261">
        <w:t xml:space="preserve"> </w:t>
      </w:r>
      <w:r w:rsidR="008F5553" w:rsidRPr="008E0261">
        <w:t xml:space="preserve">and </w:t>
      </w:r>
      <w:r w:rsidRPr="008E0261">
        <w:t xml:space="preserve">increase the chance of worthy applicants being granted robust patents (EPO 2009). </w:t>
      </w:r>
    </w:p>
    <w:p w:rsidR="0059101F" w:rsidRPr="008E0261" w:rsidRDefault="0059101F" w:rsidP="008E0261">
      <w:pPr>
        <w:pStyle w:val="BodyText"/>
      </w:pPr>
      <w:r w:rsidRPr="008E0261">
        <w:br w:type="page"/>
      </w:r>
    </w:p>
    <w:p w:rsidR="005C7071" w:rsidRPr="008E0261" w:rsidRDefault="005C7071" w:rsidP="008E0261">
      <w:pPr>
        <w:pStyle w:val="BodyText"/>
      </w:pPr>
      <w:r w:rsidRPr="008E0261">
        <w:lastRenderedPageBreak/>
        <w:t>The first series of reforms included:</w:t>
      </w:r>
    </w:p>
    <w:p w:rsidR="005C7071" w:rsidRPr="008E0261" w:rsidRDefault="008F5553" w:rsidP="008E0261">
      <w:pPr>
        <w:pStyle w:val="ListBullet"/>
      </w:pPr>
      <w:r w:rsidRPr="008E0261">
        <w:t>i</w:t>
      </w:r>
      <w:r w:rsidR="005C7071" w:rsidRPr="008E0261">
        <w:t>ntroducing time limits for filing divisional applications (applications related to a previously filed application)</w:t>
      </w:r>
    </w:p>
    <w:p w:rsidR="005C7071" w:rsidRPr="008E0261" w:rsidRDefault="008F5553" w:rsidP="008E0261">
      <w:pPr>
        <w:pStyle w:val="ListBullet"/>
      </w:pPr>
      <w:r w:rsidRPr="008E0261">
        <w:t>w</w:t>
      </w:r>
      <w:r w:rsidR="005C7071" w:rsidRPr="008E0261">
        <w:t xml:space="preserve">here it is unclear to the patent examiner what subject matter should be searched for, the applicant will be invited to file a statement indicating relevant subject matter </w:t>
      </w:r>
    </w:p>
    <w:p w:rsidR="005C7071" w:rsidRPr="008E0261" w:rsidRDefault="008F5553" w:rsidP="008E0261">
      <w:pPr>
        <w:pStyle w:val="ListBullet"/>
      </w:pPr>
      <w:r w:rsidRPr="008E0261">
        <w:t>e</w:t>
      </w:r>
      <w:r w:rsidR="005C7071" w:rsidRPr="008E0261">
        <w:t>xaminers will only search one independent claim per category.</w:t>
      </w:r>
    </w:p>
    <w:p w:rsidR="005C7071" w:rsidRPr="005C1298" w:rsidRDefault="005A79BE" w:rsidP="005C1298">
      <w:pPr>
        <w:pStyle w:val="BodyText"/>
      </w:pPr>
      <w:r w:rsidRPr="005C1298">
        <w:t>Kossonakou </w:t>
      </w:r>
      <w:r w:rsidR="00DF6F0B" w:rsidRPr="005C1298">
        <w:t>(2009) suggested that t</w:t>
      </w:r>
      <w:r w:rsidR="005C7071" w:rsidRPr="005C1298">
        <w:t>hese reforms are likely to encourage higher</w:t>
      </w:r>
      <w:r w:rsidR="00DF6F0B" w:rsidRPr="005C1298">
        <w:noBreakHyphen/>
      </w:r>
      <w:r w:rsidR="005C7071" w:rsidRPr="005C1298">
        <w:t xml:space="preserve">quality applications, lead to an earlier focus on the scope of the patent application and assist applicants to decide whether to enter examination phase. </w:t>
      </w:r>
    </w:p>
    <w:p w:rsidR="005C7071" w:rsidRDefault="00BC3880" w:rsidP="0035382A">
      <w:pPr>
        <w:pStyle w:val="Heading4"/>
      </w:pPr>
      <w:r>
        <w:t>U</w:t>
      </w:r>
      <w:r w:rsidR="00513AAC">
        <w:t>S</w:t>
      </w:r>
      <w:r>
        <w:t xml:space="preserve"> reforms — </w:t>
      </w:r>
      <w:r w:rsidR="00EB75AB">
        <w:t>Leahy-</w:t>
      </w:r>
      <w:r w:rsidR="005C7071">
        <w:t>Smith Act</w:t>
      </w:r>
      <w:r w:rsidR="001910B5">
        <w:t xml:space="preserve"> (US)</w:t>
      </w:r>
    </w:p>
    <w:p w:rsidR="005C7071" w:rsidRDefault="005C7071" w:rsidP="005C7071">
      <w:pPr>
        <w:pStyle w:val="BodyText"/>
      </w:pPr>
      <w:r w:rsidRPr="00966837">
        <w:t xml:space="preserve">The Leahy-Smith Act America Invents Act </w:t>
      </w:r>
      <w:r>
        <w:t>was passed by the US Congress in September 2011. The Act:</w:t>
      </w:r>
    </w:p>
    <w:p w:rsidR="005C7071" w:rsidRDefault="005C7071" w:rsidP="005C7071">
      <w:pPr>
        <w:pStyle w:val="ListBullet"/>
      </w:pPr>
      <w:r>
        <w:t>moves the US patent</w:t>
      </w:r>
      <w:r w:rsidR="007B7185">
        <w:t>s</w:t>
      </w:r>
      <w:r>
        <w:t xml:space="preserve"> system to a ‘first</w:t>
      </w:r>
      <w:r w:rsidR="008F5553">
        <w:t>-</w:t>
      </w:r>
      <w:r>
        <w:t>to</w:t>
      </w:r>
      <w:r w:rsidR="008F5553">
        <w:t>-</w:t>
      </w:r>
      <w:r>
        <w:t>file’ system from a ‘first</w:t>
      </w:r>
      <w:r w:rsidR="008F5553">
        <w:t>-</w:t>
      </w:r>
      <w:r>
        <w:t>to</w:t>
      </w:r>
      <w:r w:rsidR="008F5553">
        <w:t>-</w:t>
      </w:r>
      <w:r>
        <w:t>invent’ system</w:t>
      </w:r>
    </w:p>
    <w:p w:rsidR="005C7071" w:rsidRPr="00A70DD5" w:rsidRDefault="0035382A" w:rsidP="005C7071">
      <w:pPr>
        <w:pStyle w:val="ListBullet"/>
      </w:pPr>
      <w:r>
        <w:t>introduces a</w:t>
      </w:r>
      <w:r w:rsidR="005C7071">
        <w:t xml:space="preserve"> prioritised examination procedure</w:t>
      </w:r>
      <w:r>
        <w:t xml:space="preserve"> </w:t>
      </w:r>
      <w:r w:rsidR="005C7071">
        <w:t>known as ‘Track one’</w:t>
      </w:r>
      <w:r>
        <w:t xml:space="preserve">, </w:t>
      </w:r>
      <w:r w:rsidR="005C7071">
        <w:t xml:space="preserve">available for a fee at the time of filing a patent application </w:t>
      </w:r>
    </w:p>
    <w:p w:rsidR="005C7071" w:rsidRPr="00A70DD5" w:rsidRDefault="00474A32" w:rsidP="005C7071">
      <w:pPr>
        <w:pStyle w:val="ListBullet"/>
      </w:pPr>
      <w:r>
        <w:t xml:space="preserve">aims to </w:t>
      </w:r>
      <w:r w:rsidR="005C7071">
        <w:t>reduce litigation</w:t>
      </w:r>
      <w:r>
        <w:t>. I</w:t>
      </w:r>
      <w:r w:rsidR="005C7071">
        <w:t>nterference proceedings, where two parties claim identical or substantially similar inventions, were eliminated and post-grant opposition, where third parties can challenge the valid</w:t>
      </w:r>
      <w:r>
        <w:t>ity of a patent, was introduced</w:t>
      </w:r>
      <w:r w:rsidR="005C7071">
        <w:t xml:space="preserve"> </w:t>
      </w:r>
    </w:p>
    <w:p w:rsidR="005C7071" w:rsidRPr="00A70DD5" w:rsidRDefault="0035382A" w:rsidP="00A70DD5">
      <w:pPr>
        <w:pStyle w:val="ListBullet"/>
      </w:pPr>
      <w:r w:rsidRPr="00A70DD5">
        <w:t>allows t</w:t>
      </w:r>
      <w:r w:rsidR="005C7071" w:rsidRPr="00A70DD5">
        <w:t xml:space="preserve">he </w:t>
      </w:r>
      <w:r w:rsidR="002F4A87" w:rsidRPr="00A70DD5">
        <w:t xml:space="preserve">USPTO </w:t>
      </w:r>
      <w:r w:rsidR="008F5553" w:rsidRPr="00A70DD5">
        <w:t>t</w:t>
      </w:r>
      <w:r w:rsidR="005C7071" w:rsidRPr="00A70DD5">
        <w:t xml:space="preserve">o set its own fees rather than </w:t>
      </w:r>
      <w:r w:rsidRPr="00A70DD5">
        <w:t xml:space="preserve">the US </w:t>
      </w:r>
      <w:r w:rsidR="005C7071" w:rsidRPr="00A70DD5">
        <w:t xml:space="preserve">Congress. </w:t>
      </w:r>
    </w:p>
    <w:p w:rsidR="00BF6121" w:rsidRDefault="00BF6121" w:rsidP="0035382A">
      <w:pPr>
        <w:pStyle w:val="Heading4"/>
      </w:pPr>
      <w:r>
        <w:t>Japan</w:t>
      </w:r>
      <w:r w:rsidR="00513AAC">
        <w:t>ese</w:t>
      </w:r>
      <w:r>
        <w:t xml:space="preserve"> reforms</w:t>
      </w:r>
    </w:p>
    <w:p w:rsidR="00BF6121" w:rsidRDefault="00BF6121" w:rsidP="00BF6121">
      <w:pPr>
        <w:pStyle w:val="BodyText"/>
        <w:rPr>
          <w:lang w:eastAsia="en-US"/>
        </w:rPr>
      </w:pPr>
      <w:r>
        <w:rPr>
          <w:lang w:eastAsia="en-US"/>
        </w:rPr>
        <w:t xml:space="preserve">The </w:t>
      </w:r>
      <w:r w:rsidR="00EB75AB">
        <w:rPr>
          <w:lang w:eastAsia="en-US"/>
        </w:rPr>
        <w:t xml:space="preserve">JPO </w:t>
      </w:r>
      <w:r>
        <w:rPr>
          <w:lang w:eastAsia="en-US"/>
        </w:rPr>
        <w:t xml:space="preserve">has put in place measures to improve the quality of the patents system. For example, the Quality Management Office was established </w:t>
      </w:r>
      <w:r w:rsidR="007940DD">
        <w:rPr>
          <w:lang w:eastAsia="en-US"/>
        </w:rPr>
        <w:t xml:space="preserve">in 2007 </w:t>
      </w:r>
      <w:r>
        <w:rPr>
          <w:lang w:eastAsia="en-US"/>
        </w:rPr>
        <w:t>(JPO 2012</w:t>
      </w:r>
      <w:r w:rsidR="00123253">
        <w:rPr>
          <w:lang w:eastAsia="en-US"/>
        </w:rPr>
        <w:t>b</w:t>
      </w:r>
      <w:r>
        <w:rPr>
          <w:lang w:eastAsia="en-US"/>
        </w:rPr>
        <w:t xml:space="preserve">). </w:t>
      </w:r>
      <w:r w:rsidR="00C36474">
        <w:rPr>
          <w:lang w:eastAsia="en-US"/>
        </w:rPr>
        <w:t>Japan has also made changes to expedite its patent application process by providing applicants with a facility to search for prior art, shortening the time limit for requests for examination from seven to three years and introducing an accelerated examination system.</w:t>
      </w:r>
    </w:p>
    <w:p w:rsidR="007940DD" w:rsidRDefault="003F2AC1" w:rsidP="00BF6121">
      <w:pPr>
        <w:pStyle w:val="BodyText"/>
        <w:rPr>
          <w:lang w:eastAsia="en-US"/>
        </w:rPr>
      </w:pPr>
      <w:r>
        <w:rPr>
          <w:lang w:eastAsia="en-US"/>
        </w:rPr>
        <w:t>In 201</w:t>
      </w:r>
      <w:r w:rsidR="00FF7522">
        <w:rPr>
          <w:lang w:eastAsia="en-US"/>
        </w:rPr>
        <w:t>2</w:t>
      </w:r>
      <w:r>
        <w:rPr>
          <w:lang w:eastAsia="en-US"/>
        </w:rPr>
        <w:t>, amendments made to the Japanese Patents Act</w:t>
      </w:r>
      <w:r w:rsidR="00FF7522">
        <w:rPr>
          <w:lang w:eastAsia="en-US"/>
        </w:rPr>
        <w:t xml:space="preserve"> came into force</w:t>
      </w:r>
      <w:r>
        <w:rPr>
          <w:lang w:eastAsia="en-US"/>
        </w:rPr>
        <w:t>, which aimed to</w:t>
      </w:r>
      <w:r w:rsidR="00FF7522">
        <w:rPr>
          <w:lang w:eastAsia="en-US"/>
        </w:rPr>
        <w:t xml:space="preserve"> provide</w:t>
      </w:r>
      <w:r>
        <w:rPr>
          <w:lang w:eastAsia="en-US"/>
        </w:rPr>
        <w:t xml:space="preserve">: </w:t>
      </w:r>
    </w:p>
    <w:p w:rsidR="003F2AC1" w:rsidRDefault="003F2AC1" w:rsidP="003F2AC1">
      <w:pPr>
        <w:pStyle w:val="ListBullet"/>
      </w:pPr>
      <w:r>
        <w:lastRenderedPageBreak/>
        <w:t xml:space="preserve">greater protection for licensing agreements, by making it easier to register a licence with the JPO and be protected by registration  </w:t>
      </w:r>
    </w:p>
    <w:p w:rsidR="00FF7522" w:rsidRDefault="003F2AC1" w:rsidP="003F2AC1">
      <w:pPr>
        <w:pStyle w:val="ListBullet"/>
      </w:pPr>
      <w:r>
        <w:t xml:space="preserve">appropriate protection to inventors in relation to results from joint research and development </w:t>
      </w:r>
      <w:r w:rsidR="00FF7522">
        <w:t>programs</w:t>
      </w:r>
    </w:p>
    <w:p w:rsidR="003F2AC1" w:rsidRDefault="00FF7522" w:rsidP="003F2AC1">
      <w:pPr>
        <w:pStyle w:val="ListBullet"/>
      </w:pPr>
      <w:r>
        <w:t>greater</w:t>
      </w:r>
      <w:r w:rsidR="003F2AC1">
        <w:t xml:space="preserve"> convenience for users of the IP system and reduce</w:t>
      </w:r>
      <w:r w:rsidR="00110DBE">
        <w:t>d</w:t>
      </w:r>
      <w:r w:rsidR="003F2AC1">
        <w:t xml:space="preserve"> burdens on small and medium enterprises</w:t>
      </w:r>
      <w:r>
        <w:t>, through extending three reductions for these enterprises from three to 10 years</w:t>
      </w:r>
    </w:p>
    <w:p w:rsidR="003F2AC1" w:rsidRDefault="003F2AC1" w:rsidP="003F2AC1">
      <w:pPr>
        <w:pStyle w:val="ListBullet"/>
      </w:pPr>
      <w:r>
        <w:t>quick and efficient settlement of IP disputes</w:t>
      </w:r>
      <w:r w:rsidR="00FF7522">
        <w:t xml:space="preserve"> (M</w:t>
      </w:r>
      <w:r w:rsidR="001738EC">
        <w:t>ETI 2012</w:t>
      </w:r>
      <w:r w:rsidR="00FF7522">
        <w:t>)</w:t>
      </w:r>
      <w:r>
        <w:t>.</w:t>
      </w:r>
    </w:p>
    <w:p w:rsidR="005C7071" w:rsidRDefault="005C7071" w:rsidP="0035382A">
      <w:pPr>
        <w:pStyle w:val="Heading4"/>
      </w:pPr>
      <w:r>
        <w:t xml:space="preserve">New Zealand </w:t>
      </w:r>
      <w:r w:rsidR="00EC243A">
        <w:t xml:space="preserve">reforms </w:t>
      </w:r>
    </w:p>
    <w:p w:rsidR="00EC243A" w:rsidRDefault="00EC243A" w:rsidP="007518B1">
      <w:pPr>
        <w:pStyle w:val="Heading5"/>
        <w:spacing w:before="240"/>
      </w:pPr>
      <w:r>
        <w:t>New Zealand Patents Bill</w:t>
      </w:r>
    </w:p>
    <w:p w:rsidR="005C7071" w:rsidRDefault="00110DBE" w:rsidP="005C7071">
      <w:pPr>
        <w:pStyle w:val="BodyText"/>
      </w:pPr>
      <w:r>
        <w:t>A B</w:t>
      </w:r>
      <w:r w:rsidR="005C7071">
        <w:t xml:space="preserve">ill was </w:t>
      </w:r>
      <w:r w:rsidR="005C7071" w:rsidRPr="00B036C5">
        <w:rPr>
          <w:rFonts w:ascii="act 2008" w:hAnsi="act 2008"/>
        </w:rPr>
        <w:t>introduced</w:t>
      </w:r>
      <w:r w:rsidR="005C7071">
        <w:t xml:space="preserve"> into the New Zealand Parliament in 2008 to repeal and replace </w:t>
      </w:r>
      <w:r w:rsidR="005C7071" w:rsidRPr="00966837">
        <w:t>the Patents Act 1953</w:t>
      </w:r>
      <w:r w:rsidRPr="00966837">
        <w:t xml:space="preserve"> (NZ</w:t>
      </w:r>
      <w:r>
        <w:t>)</w:t>
      </w:r>
      <w:r w:rsidR="005C7071">
        <w:t xml:space="preserve">. The </w:t>
      </w:r>
      <w:r w:rsidR="0070246F">
        <w:t xml:space="preserve">Patents </w:t>
      </w:r>
      <w:r w:rsidR="005C7071">
        <w:t>Bill was designed to increase patent standards in New Zealand and harmonise with the rest of the world. Commentary in a report by Parliament on the Bill note</w:t>
      </w:r>
      <w:r>
        <w:t>d</w:t>
      </w:r>
      <w:r w:rsidR="005C7071">
        <w:t xml:space="preserve"> that New Zealand has a low threshold for patentability compared to other countries, which can disadvantage New Zealand, since technology freely available in other countries can be subject to patents in</w:t>
      </w:r>
      <w:r w:rsidR="00966837">
        <w:br/>
      </w:r>
      <w:r w:rsidR="005C7071">
        <w:t>New Zealand</w:t>
      </w:r>
      <w:r w:rsidR="002E3358">
        <w:t xml:space="preserve"> (NZ Parliament Commerce Select Committee 2010)</w:t>
      </w:r>
      <w:r w:rsidR="005C7071">
        <w:t>. The new Bill includes an ‘absolute novelty’ standard which consider</w:t>
      </w:r>
      <w:r w:rsidR="00850C30">
        <w:t>s</w:t>
      </w:r>
      <w:r w:rsidR="005C7071">
        <w:t xml:space="preserve"> worldwide</w:t>
      </w:r>
      <w:r w:rsidR="008F5553">
        <w:t>,</w:t>
      </w:r>
      <w:r w:rsidR="005C7071">
        <w:t xml:space="preserve"> rather than local</w:t>
      </w:r>
      <w:r w:rsidR="008F5553">
        <w:t>,</w:t>
      </w:r>
      <w:r w:rsidR="005C7071">
        <w:t xml:space="preserve"> prior knowledge. As part of these changes, more patent examiners will be employed and higher fees will be charged. </w:t>
      </w:r>
    </w:p>
    <w:p w:rsidR="005C7071" w:rsidRDefault="005C7071" w:rsidP="005C7071">
      <w:pPr>
        <w:pStyle w:val="BodyText"/>
      </w:pPr>
      <w:r>
        <w:t>The Bill was introduced into Parliament in July 2008, prior to an election in late 2008</w:t>
      </w:r>
      <w:r w:rsidR="00110DBE">
        <w:t xml:space="preserve"> and </w:t>
      </w:r>
      <w:r>
        <w:t>was rein</w:t>
      </w:r>
      <w:r w:rsidR="00850C30">
        <w:t>troduced</w:t>
      </w:r>
      <w:r>
        <w:t xml:space="preserve"> after that election. The </w:t>
      </w:r>
      <w:r w:rsidR="00110DBE">
        <w:t xml:space="preserve">first reading of the </w:t>
      </w:r>
      <w:r>
        <w:t xml:space="preserve">Bill </w:t>
      </w:r>
      <w:r w:rsidR="00110DBE">
        <w:t>was</w:t>
      </w:r>
      <w:r>
        <w:t xml:space="preserve"> in May 2009 and </w:t>
      </w:r>
      <w:r w:rsidR="00110DBE">
        <w:t xml:space="preserve">it </w:t>
      </w:r>
      <w:r>
        <w:t>was then passed to the N</w:t>
      </w:r>
      <w:r w:rsidR="00110DBE">
        <w:t>Z</w:t>
      </w:r>
      <w:r>
        <w:t xml:space="preserve"> Parliament Commerce Select Committee and opened for submissions. The Committee reported back to Parliament </w:t>
      </w:r>
      <w:r w:rsidR="001C4244">
        <w:t xml:space="preserve">in 2010 </w:t>
      </w:r>
      <w:r>
        <w:t>and recommended two key changes</w:t>
      </w:r>
      <w:r w:rsidR="00110DBE">
        <w:t xml:space="preserve"> —</w:t>
      </w:r>
      <w:r>
        <w:t xml:space="preserve"> that both computer software a</w:t>
      </w:r>
      <w:r w:rsidR="00110DBE">
        <w:t>nd methods of medical treatment</w:t>
      </w:r>
      <w:r>
        <w:t xml:space="preserve"> of human being</w:t>
      </w:r>
      <w:r w:rsidR="00850C30">
        <w:t>s</w:t>
      </w:r>
      <w:r>
        <w:t xml:space="preserve"> not be patentable and that a separate bill be developed to regulate patent attorneys. </w:t>
      </w:r>
      <w:r w:rsidR="0070246F">
        <w:t xml:space="preserve">On </w:t>
      </w:r>
      <w:r w:rsidR="00386199">
        <w:br/>
      </w:r>
      <w:r w:rsidR="0070246F">
        <w:t>12</w:t>
      </w:r>
      <w:r w:rsidR="00386199">
        <w:t xml:space="preserve"> </w:t>
      </w:r>
      <w:r w:rsidR="0070246F">
        <w:t>September</w:t>
      </w:r>
      <w:r w:rsidR="00386199">
        <w:t xml:space="preserve"> </w:t>
      </w:r>
      <w:r w:rsidR="0070246F">
        <w:t xml:space="preserve">2012, the New Zealand Parliament held a second reading </w:t>
      </w:r>
      <w:r w:rsidR="00AA2028">
        <w:t>debate</w:t>
      </w:r>
      <w:r w:rsidR="0070246F">
        <w:t xml:space="preserve"> for the Bill. </w:t>
      </w:r>
      <w:r>
        <w:t>At the time of writing, the Bill ha</w:t>
      </w:r>
      <w:r w:rsidR="008F5553">
        <w:t>d</w:t>
      </w:r>
      <w:r>
        <w:t xml:space="preserve"> not yet been passed.</w:t>
      </w:r>
    </w:p>
    <w:p w:rsidR="001F1916" w:rsidRDefault="001F1916" w:rsidP="001F1916">
      <w:pPr>
        <w:pStyle w:val="Heading5"/>
      </w:pPr>
      <w:r>
        <w:t>Trans-Tasman integration</w:t>
      </w:r>
    </w:p>
    <w:p w:rsidR="00E40E4A" w:rsidRDefault="00E40E4A" w:rsidP="005C7071">
      <w:pPr>
        <w:pStyle w:val="BodyText"/>
      </w:pPr>
      <w:r>
        <w:t>The Trans-Tasman Outcomes Implementation Group, jointly chaired by representatives of the Australian Treasury and N</w:t>
      </w:r>
      <w:r w:rsidR="00110DBE">
        <w:t>Z</w:t>
      </w:r>
      <w:r>
        <w:t xml:space="preserve"> Ministry of Business, Innovation and Employment, recently authored a progress report on integration between the Australian and New Zealand economies. Th</w:t>
      </w:r>
      <w:r w:rsidR="008F5553">
        <w:t>e</w:t>
      </w:r>
      <w:r>
        <w:t xml:space="preserve"> report noted</w:t>
      </w:r>
      <w:r w:rsidR="001F1916">
        <w:t xml:space="preserve"> that </w:t>
      </w:r>
      <w:r>
        <w:t xml:space="preserve">governments have </w:t>
      </w:r>
      <w:r>
        <w:lastRenderedPageBreak/>
        <w:t xml:space="preserve">agreed to a single regulatory framework </w:t>
      </w:r>
      <w:r w:rsidRPr="00E40E4A">
        <w:t xml:space="preserve">for patent attorneys, a single trade mark regime, a single application and examination process for patents filed in both countries, and a single plant variety right regime. Progress is on track for all outcomes except the plant variety rights regime </w:t>
      </w:r>
      <w:r>
        <w:t xml:space="preserve">(TTOIG 2012 cited in </w:t>
      </w:r>
      <w:r w:rsidR="002137FC">
        <w:t>Australian and New Zealand Productivity Commissions</w:t>
      </w:r>
      <w:r>
        <w:t xml:space="preserve"> 2012). </w:t>
      </w:r>
    </w:p>
    <w:p w:rsidR="00AC1C7C" w:rsidRDefault="002412FF" w:rsidP="0035382A">
      <w:pPr>
        <w:pStyle w:val="Heading4"/>
      </w:pPr>
      <w:r>
        <w:t xml:space="preserve">South </w:t>
      </w:r>
      <w:r w:rsidR="00AC1C7C">
        <w:t xml:space="preserve">Korean </w:t>
      </w:r>
      <w:r w:rsidR="00BC3880">
        <w:t>reforms</w:t>
      </w:r>
    </w:p>
    <w:p w:rsidR="00AC1C7C" w:rsidRDefault="00AC1C7C" w:rsidP="005C7071">
      <w:pPr>
        <w:pStyle w:val="BodyText"/>
      </w:pPr>
      <w:r>
        <w:t xml:space="preserve">In October 2008, the </w:t>
      </w:r>
      <w:r w:rsidR="002F4A87">
        <w:t xml:space="preserve">KIPO </w:t>
      </w:r>
      <w:r>
        <w:t>launched the Three-Track Patent Examination system, which</w:t>
      </w:r>
      <w:r w:rsidR="001F1916">
        <w:t>,</w:t>
      </w:r>
      <w:r>
        <w:t xml:space="preserve"> as the name suggests</w:t>
      </w:r>
      <w:r w:rsidR="001F1916">
        <w:t>,</w:t>
      </w:r>
      <w:r>
        <w:t xml:space="preserve"> gives applicants the opportunity to select from three different types of examinations:</w:t>
      </w:r>
    </w:p>
    <w:p w:rsidR="00AC1C7C" w:rsidRDefault="008F5553" w:rsidP="00AC1C7C">
      <w:pPr>
        <w:pStyle w:val="ListBullet"/>
      </w:pPr>
      <w:r>
        <w:t>a</w:t>
      </w:r>
      <w:r w:rsidR="00AC1C7C">
        <w:t>n accelerated examination (which is performed within three months of an examination request)</w:t>
      </w:r>
    </w:p>
    <w:p w:rsidR="00AC1C7C" w:rsidRDefault="008F5553" w:rsidP="00AC1C7C">
      <w:pPr>
        <w:pStyle w:val="ListBullet"/>
      </w:pPr>
      <w:r>
        <w:t>a</w:t>
      </w:r>
      <w:r w:rsidR="00AC1C7C">
        <w:t xml:space="preserve"> regular examination</w:t>
      </w:r>
    </w:p>
    <w:p w:rsidR="00AC1C7C" w:rsidRDefault="008F5553" w:rsidP="00AC1C7C">
      <w:pPr>
        <w:pStyle w:val="ListBullet"/>
      </w:pPr>
      <w:r>
        <w:t>c</w:t>
      </w:r>
      <w:r w:rsidR="00AC1C7C">
        <w:t>ustomer-deferred examination (which is performed within three months of the date specified by the applicant)</w:t>
      </w:r>
      <w:r>
        <w:t>.</w:t>
      </w:r>
    </w:p>
    <w:p w:rsidR="00AC1C7C" w:rsidRDefault="00AC1C7C" w:rsidP="005C7071">
      <w:pPr>
        <w:pStyle w:val="BodyText"/>
      </w:pPr>
      <w:r>
        <w:t>From 2008 to 2010, between 10 and 15 per cent of applicants selec</w:t>
      </w:r>
      <w:r w:rsidR="00565575">
        <w:t>ted an accelerated examination</w:t>
      </w:r>
      <w:r w:rsidR="00E81C8D">
        <w:t xml:space="preserve"> (KIPO 2012).</w:t>
      </w:r>
    </w:p>
    <w:p w:rsidR="00B03ED4" w:rsidRDefault="00E61BBF" w:rsidP="005C7071">
      <w:pPr>
        <w:pStyle w:val="BodyText"/>
      </w:pPr>
      <w:r>
        <w:t xml:space="preserve">South </w:t>
      </w:r>
      <w:r w:rsidR="00B03ED4">
        <w:t xml:space="preserve">Korea also amended its patents legislation in 2010 to implement the TRIPS protocol and </w:t>
      </w:r>
      <w:r w:rsidR="00E34FDC">
        <w:t xml:space="preserve">to </w:t>
      </w:r>
      <w:r w:rsidR="00B03ED4">
        <w:t>introduce a regulatory approval exemption for pharmaceutical products.</w:t>
      </w:r>
    </w:p>
    <w:p w:rsidR="00565575" w:rsidRDefault="00565575" w:rsidP="0035382A">
      <w:pPr>
        <w:pStyle w:val="Heading4"/>
      </w:pPr>
      <w:r>
        <w:t xml:space="preserve">Chinese </w:t>
      </w:r>
      <w:r w:rsidR="008C739B">
        <w:t>reforms</w:t>
      </w:r>
    </w:p>
    <w:p w:rsidR="00BB13C2" w:rsidRDefault="00FD727E" w:rsidP="00C53E24">
      <w:pPr>
        <w:pStyle w:val="BodyText"/>
      </w:pPr>
      <w:r w:rsidRPr="00A904D6">
        <w:t xml:space="preserve">China’s first Patents </w:t>
      </w:r>
      <w:r w:rsidR="00AA2028">
        <w:t>Law</w:t>
      </w:r>
      <w:r w:rsidRPr="00A904D6">
        <w:t xml:space="preserve"> </w:t>
      </w:r>
      <w:r w:rsidR="003E4FA1">
        <w:t xml:space="preserve">came into force in </w:t>
      </w:r>
      <w:r w:rsidRPr="00A904D6">
        <w:t>1985</w:t>
      </w:r>
      <w:r w:rsidR="003E4FA1">
        <w:t>, which included compulsory licensing provisions</w:t>
      </w:r>
      <w:r w:rsidRPr="00A904D6">
        <w:t xml:space="preserve">. </w:t>
      </w:r>
      <w:r w:rsidR="003E4FA1">
        <w:t xml:space="preserve">The </w:t>
      </w:r>
      <w:r w:rsidR="002311CD">
        <w:t>Law</w:t>
      </w:r>
      <w:r w:rsidR="003E4FA1">
        <w:t xml:space="preserve"> was amended in 1992, 2000 and 2008</w:t>
      </w:r>
      <w:r w:rsidR="00A768A3">
        <w:t xml:space="preserve"> </w:t>
      </w:r>
      <w:r w:rsidR="00A768A3" w:rsidRPr="00A904D6">
        <w:t>(Ma 2011)</w:t>
      </w:r>
      <w:r w:rsidR="00A904D6" w:rsidRPr="00A904D6">
        <w:t>.</w:t>
      </w:r>
      <w:r w:rsidR="003E4FA1">
        <w:t xml:space="preserve"> The 2008 amendments came into force in 2009 and included: </w:t>
      </w:r>
      <w:r w:rsidR="00A904D6" w:rsidRPr="00A904D6">
        <w:t xml:space="preserve"> </w:t>
      </w:r>
    </w:p>
    <w:p w:rsidR="00BB13C2" w:rsidRDefault="003E4FA1" w:rsidP="003E4FA1">
      <w:pPr>
        <w:pStyle w:val="ListBullet"/>
      </w:pPr>
      <w:r>
        <w:t xml:space="preserve">introducing an ‘absolute’ novelty standard, which considers worldwide prior knowledge </w:t>
      </w:r>
    </w:p>
    <w:p w:rsidR="00BB13C2" w:rsidRDefault="003E4FA1" w:rsidP="003E4FA1">
      <w:pPr>
        <w:pStyle w:val="ListBullet"/>
      </w:pPr>
      <w:r>
        <w:t>removal of the requirement for Chinese applicants to file first in China</w:t>
      </w:r>
    </w:p>
    <w:p w:rsidR="00B910B2" w:rsidRPr="001738EC" w:rsidRDefault="00A904D6" w:rsidP="004C4214">
      <w:pPr>
        <w:pStyle w:val="ListBullet"/>
      </w:pPr>
      <w:r w:rsidRPr="00A904D6">
        <w:t>amendments relate</w:t>
      </w:r>
      <w:r w:rsidR="003E4FA1">
        <w:t>d</w:t>
      </w:r>
      <w:r w:rsidRPr="00A904D6">
        <w:t xml:space="preserve"> to compulsory licensing.</w:t>
      </w:r>
      <w:r w:rsidR="00B910B2" w:rsidRPr="001738EC">
        <w:rPr>
          <w:szCs w:val="26"/>
        </w:rPr>
        <w:t xml:space="preserve"> </w:t>
      </w:r>
    </w:p>
    <w:sectPr w:rsidR="00B910B2" w:rsidRPr="001738EC" w:rsidSect="00F161E7">
      <w:headerReference w:type="even" r:id="rId19"/>
      <w:headerReference w:type="default" r:id="rId20"/>
      <w:footerReference w:type="even" r:id="rId21"/>
      <w:footerReference w:type="default" r:id="rId22"/>
      <w:headerReference w:type="first" r:id="rId23"/>
      <w:footerReference w:type="first" r:id="rId24"/>
      <w:pgSz w:w="11907" w:h="16840" w:code="9"/>
      <w:pgMar w:top="1985" w:right="1304" w:bottom="1418" w:left="1814" w:header="1701" w:footer="567" w:gutter="0"/>
      <w:pgNumType w:start="231"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5391" w:rsidRDefault="00435391">
      <w:r>
        <w:separator/>
      </w:r>
    </w:p>
  </w:endnote>
  <w:endnote w:type="continuationSeparator" w:id="0">
    <w:p w:rsidR="00435391" w:rsidRDefault="00435391">
      <w:r>
        <w:continuationSeparator/>
      </w:r>
    </w:p>
  </w:endnote>
  <w:endnote w:type="continuationNotice" w:id="1">
    <w:p w:rsidR="00435391" w:rsidRDefault="004353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ct 2008">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435391">
      <w:trPr>
        <w:trHeight w:hRule="exact" w:val="740"/>
      </w:trPr>
      <w:tc>
        <w:tcPr>
          <w:tcW w:w="510" w:type="dxa"/>
          <w:tcBorders>
            <w:top w:val="single" w:sz="6" w:space="0" w:color="auto"/>
          </w:tcBorders>
        </w:tcPr>
        <w:p w:rsidR="00435391" w:rsidRDefault="00435391"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7D5E45">
            <w:rPr>
              <w:rStyle w:val="PageNumber"/>
              <w:noProof/>
            </w:rPr>
            <w:t>234</w:t>
          </w:r>
          <w:r>
            <w:rPr>
              <w:rStyle w:val="PageNumber"/>
            </w:rPr>
            <w:fldChar w:fldCharType="end"/>
          </w:r>
        </w:p>
      </w:tc>
      <w:tc>
        <w:tcPr>
          <w:tcW w:w="1644" w:type="dxa"/>
          <w:tcBorders>
            <w:top w:val="single" w:sz="6" w:space="0" w:color="auto"/>
          </w:tcBorders>
        </w:tcPr>
        <w:p w:rsidR="00435391" w:rsidRDefault="00A72C94" w:rsidP="0019293B">
          <w:pPr>
            <w:pStyle w:val="Footer"/>
          </w:pPr>
          <w:fldSimple w:instr=" SUBJECT  \* MERGEFORMAT ">
            <w:r w:rsidR="00862ED1">
              <w:t>Compulsory licensing of patents</w:t>
            </w:r>
          </w:fldSimple>
        </w:p>
      </w:tc>
      <w:tc>
        <w:tcPr>
          <w:tcW w:w="6634" w:type="dxa"/>
        </w:tcPr>
        <w:p w:rsidR="00435391" w:rsidRDefault="00435391" w:rsidP="00745121">
          <w:pPr>
            <w:pStyle w:val="Footer"/>
            <w:jc w:val="center"/>
          </w:pPr>
        </w:p>
      </w:tc>
    </w:tr>
  </w:tbl>
  <w:p w:rsidR="00435391" w:rsidRDefault="00435391"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435391" w:rsidTr="00D57FB5">
      <w:trPr>
        <w:trHeight w:hRule="exact" w:val="740"/>
      </w:trPr>
      <w:tc>
        <w:tcPr>
          <w:tcW w:w="6663" w:type="dxa"/>
        </w:tcPr>
        <w:p w:rsidR="00435391" w:rsidRDefault="00435391" w:rsidP="00D57FB5">
          <w:pPr>
            <w:pStyle w:val="Footer"/>
            <w:ind w:right="360" w:firstLine="360"/>
          </w:pPr>
        </w:p>
      </w:tc>
      <w:tc>
        <w:tcPr>
          <w:tcW w:w="1615" w:type="dxa"/>
          <w:tcBorders>
            <w:top w:val="single" w:sz="6" w:space="0" w:color="auto"/>
          </w:tcBorders>
        </w:tcPr>
        <w:p w:rsidR="00435391" w:rsidRDefault="00A72C94">
          <w:pPr>
            <w:pStyle w:val="Footer"/>
          </w:pPr>
          <w:fldSimple w:instr=" TITLE  \* MERGEFORMAT ">
            <w:r w:rsidR="00862ED1">
              <w:t>More detail on patents systems</w:t>
            </w:r>
          </w:fldSimple>
          <w:bookmarkStart w:id="6" w:name="OLE_LINK2"/>
        </w:p>
      </w:tc>
      <w:tc>
        <w:tcPr>
          <w:tcW w:w="510" w:type="dxa"/>
          <w:tcBorders>
            <w:top w:val="single" w:sz="6" w:space="0" w:color="auto"/>
          </w:tcBorders>
        </w:tcPr>
        <w:p w:rsidR="00435391" w:rsidRDefault="00435391">
          <w:pPr>
            <w:pStyle w:val="Footer"/>
            <w:jc w:val="right"/>
          </w:pPr>
          <w:r>
            <w:rPr>
              <w:rStyle w:val="PageNumber"/>
            </w:rPr>
            <w:fldChar w:fldCharType="begin"/>
          </w:r>
          <w:r>
            <w:rPr>
              <w:rStyle w:val="PageNumber"/>
            </w:rPr>
            <w:instrText xml:space="preserve">PAGE  </w:instrText>
          </w:r>
          <w:r>
            <w:rPr>
              <w:rStyle w:val="PageNumber"/>
            </w:rPr>
            <w:fldChar w:fldCharType="separate"/>
          </w:r>
          <w:r w:rsidR="007D5E45">
            <w:rPr>
              <w:rStyle w:val="PageNumber"/>
              <w:noProof/>
            </w:rPr>
            <w:t>233</w:t>
          </w:r>
          <w:r>
            <w:rPr>
              <w:rStyle w:val="PageNumber"/>
            </w:rPr>
            <w:fldChar w:fldCharType="end"/>
          </w:r>
        </w:p>
      </w:tc>
    </w:tr>
    <w:bookmarkEnd w:id="6"/>
  </w:tbl>
  <w:p w:rsidR="00435391" w:rsidRDefault="00435391">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391" w:rsidRDefault="004353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5391" w:rsidRDefault="00435391">
      <w:r>
        <w:separator/>
      </w:r>
    </w:p>
  </w:footnote>
  <w:footnote w:type="continuationSeparator" w:id="0">
    <w:p w:rsidR="00435391" w:rsidRDefault="00435391">
      <w:r>
        <w:continuationSeparator/>
      </w:r>
    </w:p>
  </w:footnote>
  <w:footnote w:type="continuationNotice" w:id="1">
    <w:p w:rsidR="00435391" w:rsidRDefault="0043539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435391">
      <w:tc>
        <w:tcPr>
          <w:tcW w:w="2155" w:type="dxa"/>
          <w:tcBorders>
            <w:top w:val="single" w:sz="24" w:space="0" w:color="auto"/>
          </w:tcBorders>
        </w:tcPr>
        <w:p w:rsidR="00435391" w:rsidRDefault="00435391" w:rsidP="0019293B">
          <w:pPr>
            <w:pStyle w:val="HeaderEven"/>
          </w:pPr>
        </w:p>
      </w:tc>
      <w:tc>
        <w:tcPr>
          <w:tcW w:w="6634" w:type="dxa"/>
          <w:tcBorders>
            <w:top w:val="single" w:sz="6" w:space="0" w:color="auto"/>
          </w:tcBorders>
        </w:tcPr>
        <w:p w:rsidR="00435391" w:rsidRDefault="00435391" w:rsidP="0019293B">
          <w:pPr>
            <w:pStyle w:val="HeaderEven"/>
          </w:pPr>
        </w:p>
      </w:tc>
    </w:tr>
  </w:tbl>
  <w:p w:rsidR="00435391" w:rsidRDefault="00435391"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35391">
      <w:tc>
        <w:tcPr>
          <w:tcW w:w="6634" w:type="dxa"/>
          <w:tcBorders>
            <w:top w:val="single" w:sz="6" w:space="0" w:color="auto"/>
          </w:tcBorders>
        </w:tcPr>
        <w:p w:rsidR="00435391" w:rsidRDefault="00435391" w:rsidP="00E669E2">
          <w:pPr>
            <w:pStyle w:val="HeaderOdd"/>
          </w:pPr>
        </w:p>
      </w:tc>
      <w:tc>
        <w:tcPr>
          <w:tcW w:w="2155" w:type="dxa"/>
          <w:tcBorders>
            <w:top w:val="single" w:sz="24" w:space="0" w:color="auto"/>
          </w:tcBorders>
        </w:tcPr>
        <w:p w:rsidR="00435391" w:rsidRDefault="00435391" w:rsidP="00E669E2">
          <w:pPr>
            <w:pStyle w:val="HeaderOdd"/>
          </w:pPr>
        </w:p>
      </w:tc>
    </w:tr>
  </w:tbl>
  <w:p w:rsidR="00435391" w:rsidRDefault="00435391"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391" w:rsidRDefault="0043539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3">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8">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9">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2">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3">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4">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5">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6">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7">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9"/>
  </w:num>
  <w:num w:numId="2">
    <w:abstractNumId w:val="16"/>
  </w:num>
  <w:num w:numId="3">
    <w:abstractNumId w:val="1"/>
  </w:num>
  <w:num w:numId="4">
    <w:abstractNumId w:val="11"/>
  </w:num>
  <w:num w:numId="5">
    <w:abstractNumId w:val="2"/>
  </w:num>
  <w:num w:numId="6">
    <w:abstractNumId w:val="15"/>
  </w:num>
  <w:num w:numId="7">
    <w:abstractNumId w:val="13"/>
  </w:num>
  <w:num w:numId="8">
    <w:abstractNumId w:val="17"/>
  </w:num>
  <w:num w:numId="9">
    <w:abstractNumId w:val="6"/>
  </w:num>
  <w:num w:numId="10">
    <w:abstractNumId w:val="12"/>
  </w:num>
  <w:num w:numId="11">
    <w:abstractNumId w:val="5"/>
  </w:num>
  <w:num w:numId="12">
    <w:abstractNumId w:val="4"/>
  </w:num>
  <w:num w:numId="13">
    <w:abstractNumId w:val="7"/>
  </w:num>
  <w:num w:numId="14">
    <w:abstractNumId w:val="8"/>
  </w:num>
  <w:num w:numId="15">
    <w:abstractNumId w:val="10"/>
  </w:num>
  <w:num w:numId="16">
    <w:abstractNumId w:val="3"/>
  </w:num>
  <w:num w:numId="17">
    <w:abstractNumId w:val="14"/>
  </w:num>
  <w:num w:numId="18">
    <w:abstractNumId w:val="0"/>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19">
    <w:abstractNumId w:val="11"/>
  </w:num>
  <w:num w:numId="20">
    <w:abstractNumId w:val="11"/>
  </w:num>
  <w:num w:numId="21">
    <w:abstractNumId w:val="11"/>
  </w:num>
  <w:num w:numId="22">
    <w:abstractNumId w:val="11"/>
  </w:num>
  <w:num w:numId="23">
    <w:abstractNumId w:val="11"/>
  </w:num>
  <w:num w:numId="24">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614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B"/>
    <w:docVar w:name="FindingOptions" w:val="1"/>
    <w:docVar w:name="RecOptions" w:val="111"/>
    <w:docVar w:name="ShortChapterTitle" w:val="More detail on patents systems"/>
    <w:docVar w:name="ShortReportTitle" w:val="Compulsory licensing of patents"/>
  </w:docVars>
  <w:rsids>
    <w:rsidRoot w:val="000D4A39"/>
    <w:rsid w:val="000019CA"/>
    <w:rsid w:val="000036F7"/>
    <w:rsid w:val="00006C22"/>
    <w:rsid w:val="00010890"/>
    <w:rsid w:val="00011313"/>
    <w:rsid w:val="0001547A"/>
    <w:rsid w:val="00020381"/>
    <w:rsid w:val="000227D5"/>
    <w:rsid w:val="000245AA"/>
    <w:rsid w:val="0003664B"/>
    <w:rsid w:val="0004111F"/>
    <w:rsid w:val="00054BFF"/>
    <w:rsid w:val="000565B3"/>
    <w:rsid w:val="00062747"/>
    <w:rsid w:val="00065592"/>
    <w:rsid w:val="0007150B"/>
    <w:rsid w:val="0007354C"/>
    <w:rsid w:val="00080613"/>
    <w:rsid w:val="000821F7"/>
    <w:rsid w:val="000840B3"/>
    <w:rsid w:val="00090919"/>
    <w:rsid w:val="00090BA0"/>
    <w:rsid w:val="00090DE0"/>
    <w:rsid w:val="000938F5"/>
    <w:rsid w:val="00096246"/>
    <w:rsid w:val="00096E55"/>
    <w:rsid w:val="000B601B"/>
    <w:rsid w:val="000B6AFA"/>
    <w:rsid w:val="000C207E"/>
    <w:rsid w:val="000C27FF"/>
    <w:rsid w:val="000C7047"/>
    <w:rsid w:val="000D2D2E"/>
    <w:rsid w:val="000D4A39"/>
    <w:rsid w:val="000E078E"/>
    <w:rsid w:val="000E37C9"/>
    <w:rsid w:val="000E5459"/>
    <w:rsid w:val="000F0035"/>
    <w:rsid w:val="000F0067"/>
    <w:rsid w:val="000F420B"/>
    <w:rsid w:val="000F664D"/>
    <w:rsid w:val="000F6830"/>
    <w:rsid w:val="00101913"/>
    <w:rsid w:val="00110116"/>
    <w:rsid w:val="00110DBE"/>
    <w:rsid w:val="00112266"/>
    <w:rsid w:val="001138C8"/>
    <w:rsid w:val="00120072"/>
    <w:rsid w:val="0012052F"/>
    <w:rsid w:val="00123253"/>
    <w:rsid w:val="00126EB8"/>
    <w:rsid w:val="001274D4"/>
    <w:rsid w:val="001363AA"/>
    <w:rsid w:val="00141687"/>
    <w:rsid w:val="001425DA"/>
    <w:rsid w:val="00144C5F"/>
    <w:rsid w:val="00150638"/>
    <w:rsid w:val="00163427"/>
    <w:rsid w:val="00165152"/>
    <w:rsid w:val="00165995"/>
    <w:rsid w:val="00171D42"/>
    <w:rsid w:val="001736C2"/>
    <w:rsid w:val="001738EC"/>
    <w:rsid w:val="00182FD4"/>
    <w:rsid w:val="00183E82"/>
    <w:rsid w:val="00186A03"/>
    <w:rsid w:val="001878BB"/>
    <w:rsid w:val="00187AB3"/>
    <w:rsid w:val="001910B5"/>
    <w:rsid w:val="00191AE0"/>
    <w:rsid w:val="0019293B"/>
    <w:rsid w:val="00196193"/>
    <w:rsid w:val="001B248E"/>
    <w:rsid w:val="001B6293"/>
    <w:rsid w:val="001B74DF"/>
    <w:rsid w:val="001C0865"/>
    <w:rsid w:val="001C3ABA"/>
    <w:rsid w:val="001C4244"/>
    <w:rsid w:val="001C7653"/>
    <w:rsid w:val="001D3065"/>
    <w:rsid w:val="001E062F"/>
    <w:rsid w:val="001E350C"/>
    <w:rsid w:val="001E62B8"/>
    <w:rsid w:val="001E7BE8"/>
    <w:rsid w:val="001F0248"/>
    <w:rsid w:val="001F1916"/>
    <w:rsid w:val="001F1B0B"/>
    <w:rsid w:val="001F3EB3"/>
    <w:rsid w:val="001F4F86"/>
    <w:rsid w:val="001F560E"/>
    <w:rsid w:val="00202C2C"/>
    <w:rsid w:val="00204D86"/>
    <w:rsid w:val="00206E9F"/>
    <w:rsid w:val="002135AB"/>
    <w:rsid w:val="002137FC"/>
    <w:rsid w:val="0021397D"/>
    <w:rsid w:val="002144BE"/>
    <w:rsid w:val="00215C19"/>
    <w:rsid w:val="00220A0A"/>
    <w:rsid w:val="00221E15"/>
    <w:rsid w:val="00224077"/>
    <w:rsid w:val="0022715C"/>
    <w:rsid w:val="002311CD"/>
    <w:rsid w:val="00235472"/>
    <w:rsid w:val="002412FF"/>
    <w:rsid w:val="0024185E"/>
    <w:rsid w:val="00242279"/>
    <w:rsid w:val="00245C82"/>
    <w:rsid w:val="00246ADD"/>
    <w:rsid w:val="002557C5"/>
    <w:rsid w:val="00257BC5"/>
    <w:rsid w:val="002602E8"/>
    <w:rsid w:val="00274908"/>
    <w:rsid w:val="00276022"/>
    <w:rsid w:val="00285477"/>
    <w:rsid w:val="00286F55"/>
    <w:rsid w:val="00291B40"/>
    <w:rsid w:val="00291EC5"/>
    <w:rsid w:val="002A01C3"/>
    <w:rsid w:val="002A5AE2"/>
    <w:rsid w:val="002B4008"/>
    <w:rsid w:val="002B4630"/>
    <w:rsid w:val="002B72C1"/>
    <w:rsid w:val="002C68F7"/>
    <w:rsid w:val="002D0E8E"/>
    <w:rsid w:val="002D5DC1"/>
    <w:rsid w:val="002E2A9D"/>
    <w:rsid w:val="002E3358"/>
    <w:rsid w:val="002E4F4C"/>
    <w:rsid w:val="002E5DD2"/>
    <w:rsid w:val="002F4A87"/>
    <w:rsid w:val="002F4AA9"/>
    <w:rsid w:val="002F5EC0"/>
    <w:rsid w:val="00301189"/>
    <w:rsid w:val="003058E7"/>
    <w:rsid w:val="00310BE0"/>
    <w:rsid w:val="00310ED7"/>
    <w:rsid w:val="0032292A"/>
    <w:rsid w:val="00323E09"/>
    <w:rsid w:val="003273FE"/>
    <w:rsid w:val="00331333"/>
    <w:rsid w:val="00331C89"/>
    <w:rsid w:val="00333932"/>
    <w:rsid w:val="0034541A"/>
    <w:rsid w:val="003518AA"/>
    <w:rsid w:val="00352165"/>
    <w:rsid w:val="00353182"/>
    <w:rsid w:val="0035382A"/>
    <w:rsid w:val="0035546A"/>
    <w:rsid w:val="003565D9"/>
    <w:rsid w:val="003602E1"/>
    <w:rsid w:val="00361AC8"/>
    <w:rsid w:val="00361F0D"/>
    <w:rsid w:val="003674CC"/>
    <w:rsid w:val="0037026F"/>
    <w:rsid w:val="00371240"/>
    <w:rsid w:val="00374731"/>
    <w:rsid w:val="00376E59"/>
    <w:rsid w:val="00382DCA"/>
    <w:rsid w:val="00386199"/>
    <w:rsid w:val="00386E7A"/>
    <w:rsid w:val="00391629"/>
    <w:rsid w:val="003919F9"/>
    <w:rsid w:val="00393D06"/>
    <w:rsid w:val="00393E6F"/>
    <w:rsid w:val="003967E1"/>
    <w:rsid w:val="00397C17"/>
    <w:rsid w:val="003A043B"/>
    <w:rsid w:val="003A2E33"/>
    <w:rsid w:val="003C0A43"/>
    <w:rsid w:val="003C2E99"/>
    <w:rsid w:val="003C38B5"/>
    <w:rsid w:val="003C3AFC"/>
    <w:rsid w:val="003C5D99"/>
    <w:rsid w:val="003C622A"/>
    <w:rsid w:val="003C6308"/>
    <w:rsid w:val="003D07FE"/>
    <w:rsid w:val="003D4912"/>
    <w:rsid w:val="003D5979"/>
    <w:rsid w:val="003E0352"/>
    <w:rsid w:val="003E2F2B"/>
    <w:rsid w:val="003E2F59"/>
    <w:rsid w:val="003E3478"/>
    <w:rsid w:val="003E4FA1"/>
    <w:rsid w:val="003E5D5D"/>
    <w:rsid w:val="003F0789"/>
    <w:rsid w:val="003F2AC1"/>
    <w:rsid w:val="003F6AAD"/>
    <w:rsid w:val="00401882"/>
    <w:rsid w:val="004100C8"/>
    <w:rsid w:val="00411B45"/>
    <w:rsid w:val="00411DBD"/>
    <w:rsid w:val="00412833"/>
    <w:rsid w:val="00412ACE"/>
    <w:rsid w:val="00412C58"/>
    <w:rsid w:val="00415510"/>
    <w:rsid w:val="00416830"/>
    <w:rsid w:val="00421408"/>
    <w:rsid w:val="00422687"/>
    <w:rsid w:val="00424D4E"/>
    <w:rsid w:val="00430320"/>
    <w:rsid w:val="00431249"/>
    <w:rsid w:val="00434474"/>
    <w:rsid w:val="00434C19"/>
    <w:rsid w:val="00435391"/>
    <w:rsid w:val="00435DD3"/>
    <w:rsid w:val="004410F0"/>
    <w:rsid w:val="00442821"/>
    <w:rsid w:val="00444DCE"/>
    <w:rsid w:val="00450079"/>
    <w:rsid w:val="00450810"/>
    <w:rsid w:val="00454CE2"/>
    <w:rsid w:val="0045567D"/>
    <w:rsid w:val="00461A5B"/>
    <w:rsid w:val="00463A93"/>
    <w:rsid w:val="00474A32"/>
    <w:rsid w:val="004769F7"/>
    <w:rsid w:val="00477144"/>
    <w:rsid w:val="00477A81"/>
    <w:rsid w:val="00490A15"/>
    <w:rsid w:val="00491380"/>
    <w:rsid w:val="0049459F"/>
    <w:rsid w:val="00494663"/>
    <w:rsid w:val="00497E84"/>
    <w:rsid w:val="004A0379"/>
    <w:rsid w:val="004A38DD"/>
    <w:rsid w:val="004A556F"/>
    <w:rsid w:val="004A6C6D"/>
    <w:rsid w:val="004B43AE"/>
    <w:rsid w:val="004B68FA"/>
    <w:rsid w:val="004C30ED"/>
    <w:rsid w:val="004C39DA"/>
    <w:rsid w:val="004C4214"/>
    <w:rsid w:val="004C4964"/>
    <w:rsid w:val="004C4968"/>
    <w:rsid w:val="004C51E6"/>
    <w:rsid w:val="004C62C6"/>
    <w:rsid w:val="004D5675"/>
    <w:rsid w:val="004E22C6"/>
    <w:rsid w:val="004E2800"/>
    <w:rsid w:val="004F51AA"/>
    <w:rsid w:val="004F6AD2"/>
    <w:rsid w:val="0050624D"/>
    <w:rsid w:val="0050765E"/>
    <w:rsid w:val="005114CD"/>
    <w:rsid w:val="00513AAC"/>
    <w:rsid w:val="00514228"/>
    <w:rsid w:val="00523639"/>
    <w:rsid w:val="00523F7F"/>
    <w:rsid w:val="00531FE5"/>
    <w:rsid w:val="00533644"/>
    <w:rsid w:val="00540F7F"/>
    <w:rsid w:val="005566F9"/>
    <w:rsid w:val="00560059"/>
    <w:rsid w:val="00560362"/>
    <w:rsid w:val="005620D7"/>
    <w:rsid w:val="00562365"/>
    <w:rsid w:val="00565575"/>
    <w:rsid w:val="00573AC3"/>
    <w:rsid w:val="005749C7"/>
    <w:rsid w:val="00580D39"/>
    <w:rsid w:val="00581267"/>
    <w:rsid w:val="00583C39"/>
    <w:rsid w:val="0058481E"/>
    <w:rsid w:val="00585F6B"/>
    <w:rsid w:val="00587F28"/>
    <w:rsid w:val="005909CF"/>
    <w:rsid w:val="0059101F"/>
    <w:rsid w:val="005916FF"/>
    <w:rsid w:val="00591883"/>
    <w:rsid w:val="00591E71"/>
    <w:rsid w:val="005A0D41"/>
    <w:rsid w:val="005A373D"/>
    <w:rsid w:val="005A79BE"/>
    <w:rsid w:val="005B0392"/>
    <w:rsid w:val="005C006D"/>
    <w:rsid w:val="005C1298"/>
    <w:rsid w:val="005C67BE"/>
    <w:rsid w:val="005C7071"/>
    <w:rsid w:val="005D018D"/>
    <w:rsid w:val="005D2807"/>
    <w:rsid w:val="005E6547"/>
    <w:rsid w:val="005F1FFD"/>
    <w:rsid w:val="005F6851"/>
    <w:rsid w:val="00601ECE"/>
    <w:rsid w:val="00603233"/>
    <w:rsid w:val="0060464C"/>
    <w:rsid w:val="0060474D"/>
    <w:rsid w:val="00607BF1"/>
    <w:rsid w:val="00607DD9"/>
    <w:rsid w:val="0061002F"/>
    <w:rsid w:val="00611C85"/>
    <w:rsid w:val="00630D4D"/>
    <w:rsid w:val="00632A74"/>
    <w:rsid w:val="006456E7"/>
    <w:rsid w:val="00645D40"/>
    <w:rsid w:val="006551AC"/>
    <w:rsid w:val="0065656D"/>
    <w:rsid w:val="006570D5"/>
    <w:rsid w:val="00661748"/>
    <w:rsid w:val="00665A2D"/>
    <w:rsid w:val="0067056C"/>
    <w:rsid w:val="00672178"/>
    <w:rsid w:val="00684441"/>
    <w:rsid w:val="00687CF5"/>
    <w:rsid w:val="00694974"/>
    <w:rsid w:val="006A10CB"/>
    <w:rsid w:val="006A4655"/>
    <w:rsid w:val="006B183B"/>
    <w:rsid w:val="006B2B3C"/>
    <w:rsid w:val="006B2BEE"/>
    <w:rsid w:val="006B34A4"/>
    <w:rsid w:val="006B455A"/>
    <w:rsid w:val="006B580C"/>
    <w:rsid w:val="006B6805"/>
    <w:rsid w:val="006B745A"/>
    <w:rsid w:val="006C1D81"/>
    <w:rsid w:val="006C51D3"/>
    <w:rsid w:val="006C6FE7"/>
    <w:rsid w:val="006C7038"/>
    <w:rsid w:val="006D4061"/>
    <w:rsid w:val="006E0699"/>
    <w:rsid w:val="006E5498"/>
    <w:rsid w:val="006E5E5A"/>
    <w:rsid w:val="006E6146"/>
    <w:rsid w:val="006E71F7"/>
    <w:rsid w:val="006E73EF"/>
    <w:rsid w:val="006F5BAE"/>
    <w:rsid w:val="0070246F"/>
    <w:rsid w:val="00703D72"/>
    <w:rsid w:val="007122BB"/>
    <w:rsid w:val="00713D53"/>
    <w:rsid w:val="00714D4D"/>
    <w:rsid w:val="00715960"/>
    <w:rsid w:val="00716F05"/>
    <w:rsid w:val="0073085E"/>
    <w:rsid w:val="0073444D"/>
    <w:rsid w:val="00736349"/>
    <w:rsid w:val="00740F1A"/>
    <w:rsid w:val="00745121"/>
    <w:rsid w:val="00746880"/>
    <w:rsid w:val="007518B1"/>
    <w:rsid w:val="00756784"/>
    <w:rsid w:val="007604BB"/>
    <w:rsid w:val="007658E8"/>
    <w:rsid w:val="00772DEA"/>
    <w:rsid w:val="00776E1F"/>
    <w:rsid w:val="00783D60"/>
    <w:rsid w:val="00785232"/>
    <w:rsid w:val="007878E7"/>
    <w:rsid w:val="00787A46"/>
    <w:rsid w:val="00787F2C"/>
    <w:rsid w:val="007940DD"/>
    <w:rsid w:val="00794165"/>
    <w:rsid w:val="00794E05"/>
    <w:rsid w:val="007A21EB"/>
    <w:rsid w:val="007A4608"/>
    <w:rsid w:val="007A7E80"/>
    <w:rsid w:val="007B1A93"/>
    <w:rsid w:val="007B29E8"/>
    <w:rsid w:val="007B7185"/>
    <w:rsid w:val="007C14AF"/>
    <w:rsid w:val="007C36C9"/>
    <w:rsid w:val="007C75B5"/>
    <w:rsid w:val="007C7730"/>
    <w:rsid w:val="007D3606"/>
    <w:rsid w:val="007D5E45"/>
    <w:rsid w:val="007D6401"/>
    <w:rsid w:val="007E01E4"/>
    <w:rsid w:val="007E2519"/>
    <w:rsid w:val="007E5C93"/>
    <w:rsid w:val="007E6040"/>
    <w:rsid w:val="007E7DA7"/>
    <w:rsid w:val="007F3136"/>
    <w:rsid w:val="007F6439"/>
    <w:rsid w:val="007F7107"/>
    <w:rsid w:val="00800854"/>
    <w:rsid w:val="00800D4C"/>
    <w:rsid w:val="00800E65"/>
    <w:rsid w:val="008029C4"/>
    <w:rsid w:val="00806616"/>
    <w:rsid w:val="00806857"/>
    <w:rsid w:val="00806972"/>
    <w:rsid w:val="0081030F"/>
    <w:rsid w:val="00810A17"/>
    <w:rsid w:val="00811FB1"/>
    <w:rsid w:val="008179AE"/>
    <w:rsid w:val="0082087D"/>
    <w:rsid w:val="008209CD"/>
    <w:rsid w:val="00823D18"/>
    <w:rsid w:val="00830F23"/>
    <w:rsid w:val="00835771"/>
    <w:rsid w:val="00841061"/>
    <w:rsid w:val="00842933"/>
    <w:rsid w:val="00844017"/>
    <w:rsid w:val="00850C30"/>
    <w:rsid w:val="00854E76"/>
    <w:rsid w:val="0086082C"/>
    <w:rsid w:val="00862ED1"/>
    <w:rsid w:val="00863F5F"/>
    <w:rsid w:val="00864ADC"/>
    <w:rsid w:val="00867E2A"/>
    <w:rsid w:val="00871325"/>
    <w:rsid w:val="0087242C"/>
    <w:rsid w:val="00880153"/>
    <w:rsid w:val="00880F97"/>
    <w:rsid w:val="0088133A"/>
    <w:rsid w:val="00887347"/>
    <w:rsid w:val="008903FF"/>
    <w:rsid w:val="0089285E"/>
    <w:rsid w:val="00893983"/>
    <w:rsid w:val="0089436C"/>
    <w:rsid w:val="008955C7"/>
    <w:rsid w:val="008A29CB"/>
    <w:rsid w:val="008B3F5A"/>
    <w:rsid w:val="008B5081"/>
    <w:rsid w:val="008B683D"/>
    <w:rsid w:val="008C510A"/>
    <w:rsid w:val="008C6398"/>
    <w:rsid w:val="008C739B"/>
    <w:rsid w:val="008C74BA"/>
    <w:rsid w:val="008D2B2A"/>
    <w:rsid w:val="008D365C"/>
    <w:rsid w:val="008D77FE"/>
    <w:rsid w:val="008E0261"/>
    <w:rsid w:val="008E1713"/>
    <w:rsid w:val="008F3093"/>
    <w:rsid w:val="008F311F"/>
    <w:rsid w:val="008F5553"/>
    <w:rsid w:val="008F6A1C"/>
    <w:rsid w:val="009030BF"/>
    <w:rsid w:val="0091032F"/>
    <w:rsid w:val="009122F3"/>
    <w:rsid w:val="009125DB"/>
    <w:rsid w:val="00913C39"/>
    <w:rsid w:val="00914368"/>
    <w:rsid w:val="0092089E"/>
    <w:rsid w:val="00923156"/>
    <w:rsid w:val="00924F8B"/>
    <w:rsid w:val="0092623D"/>
    <w:rsid w:val="0092637B"/>
    <w:rsid w:val="00927D1E"/>
    <w:rsid w:val="00931076"/>
    <w:rsid w:val="009345D9"/>
    <w:rsid w:val="00934B15"/>
    <w:rsid w:val="00942B62"/>
    <w:rsid w:val="00956A0C"/>
    <w:rsid w:val="00956BD9"/>
    <w:rsid w:val="0096007B"/>
    <w:rsid w:val="00960081"/>
    <w:rsid w:val="00960255"/>
    <w:rsid w:val="00960AE3"/>
    <w:rsid w:val="00962415"/>
    <w:rsid w:val="00962489"/>
    <w:rsid w:val="009624A6"/>
    <w:rsid w:val="00965608"/>
    <w:rsid w:val="00966837"/>
    <w:rsid w:val="00967212"/>
    <w:rsid w:val="00970B55"/>
    <w:rsid w:val="009730C2"/>
    <w:rsid w:val="0097345A"/>
    <w:rsid w:val="00983145"/>
    <w:rsid w:val="009836F2"/>
    <w:rsid w:val="009854FE"/>
    <w:rsid w:val="0098722D"/>
    <w:rsid w:val="00990C2C"/>
    <w:rsid w:val="00993FAA"/>
    <w:rsid w:val="00995AF2"/>
    <w:rsid w:val="009A0861"/>
    <w:rsid w:val="009B0094"/>
    <w:rsid w:val="009B0BF2"/>
    <w:rsid w:val="009B6ADA"/>
    <w:rsid w:val="009C1C3A"/>
    <w:rsid w:val="009C32D0"/>
    <w:rsid w:val="009C60EA"/>
    <w:rsid w:val="009C612C"/>
    <w:rsid w:val="009D7F6E"/>
    <w:rsid w:val="009E0E49"/>
    <w:rsid w:val="009E25A8"/>
    <w:rsid w:val="009E5C21"/>
    <w:rsid w:val="009F0407"/>
    <w:rsid w:val="009F0D1B"/>
    <w:rsid w:val="009F696D"/>
    <w:rsid w:val="009F6BC6"/>
    <w:rsid w:val="00A01B69"/>
    <w:rsid w:val="00A030E3"/>
    <w:rsid w:val="00A12305"/>
    <w:rsid w:val="00A16A8F"/>
    <w:rsid w:val="00A17328"/>
    <w:rsid w:val="00A23A20"/>
    <w:rsid w:val="00A25743"/>
    <w:rsid w:val="00A268B9"/>
    <w:rsid w:val="00A2703A"/>
    <w:rsid w:val="00A3062F"/>
    <w:rsid w:val="00A31C5B"/>
    <w:rsid w:val="00A33DFF"/>
    <w:rsid w:val="00A35115"/>
    <w:rsid w:val="00A356F8"/>
    <w:rsid w:val="00A3692D"/>
    <w:rsid w:val="00A36D8E"/>
    <w:rsid w:val="00A36D9A"/>
    <w:rsid w:val="00A551E2"/>
    <w:rsid w:val="00A554AB"/>
    <w:rsid w:val="00A56D75"/>
    <w:rsid w:val="00A57062"/>
    <w:rsid w:val="00A602DA"/>
    <w:rsid w:val="00A6116C"/>
    <w:rsid w:val="00A640C4"/>
    <w:rsid w:val="00A66949"/>
    <w:rsid w:val="00A67011"/>
    <w:rsid w:val="00A70DD5"/>
    <w:rsid w:val="00A728C3"/>
    <w:rsid w:val="00A72C94"/>
    <w:rsid w:val="00A75A13"/>
    <w:rsid w:val="00A768A3"/>
    <w:rsid w:val="00A83174"/>
    <w:rsid w:val="00A83F03"/>
    <w:rsid w:val="00A841BC"/>
    <w:rsid w:val="00A904D6"/>
    <w:rsid w:val="00A9185E"/>
    <w:rsid w:val="00A91DE0"/>
    <w:rsid w:val="00A92B53"/>
    <w:rsid w:val="00A94FA6"/>
    <w:rsid w:val="00AA08DD"/>
    <w:rsid w:val="00AA2028"/>
    <w:rsid w:val="00AA2573"/>
    <w:rsid w:val="00AA49A0"/>
    <w:rsid w:val="00AA6710"/>
    <w:rsid w:val="00AB0681"/>
    <w:rsid w:val="00AB1E33"/>
    <w:rsid w:val="00AB479A"/>
    <w:rsid w:val="00AC1C7C"/>
    <w:rsid w:val="00AC3960"/>
    <w:rsid w:val="00AC6C32"/>
    <w:rsid w:val="00AD2FEB"/>
    <w:rsid w:val="00AD520B"/>
    <w:rsid w:val="00AE11FC"/>
    <w:rsid w:val="00AE49EC"/>
    <w:rsid w:val="00B02603"/>
    <w:rsid w:val="00B03ED4"/>
    <w:rsid w:val="00B043E5"/>
    <w:rsid w:val="00B16D15"/>
    <w:rsid w:val="00B17172"/>
    <w:rsid w:val="00B213FF"/>
    <w:rsid w:val="00B21561"/>
    <w:rsid w:val="00B2359D"/>
    <w:rsid w:val="00B30E90"/>
    <w:rsid w:val="00B32B3C"/>
    <w:rsid w:val="00B3413C"/>
    <w:rsid w:val="00B425C3"/>
    <w:rsid w:val="00B440AD"/>
    <w:rsid w:val="00B4537F"/>
    <w:rsid w:val="00B53E7E"/>
    <w:rsid w:val="00B6188A"/>
    <w:rsid w:val="00B6342E"/>
    <w:rsid w:val="00B66896"/>
    <w:rsid w:val="00B67F01"/>
    <w:rsid w:val="00B7113F"/>
    <w:rsid w:val="00B72E91"/>
    <w:rsid w:val="00B7320E"/>
    <w:rsid w:val="00B743F0"/>
    <w:rsid w:val="00B75AC6"/>
    <w:rsid w:val="00B77006"/>
    <w:rsid w:val="00B774F2"/>
    <w:rsid w:val="00B85D2A"/>
    <w:rsid w:val="00B910B2"/>
    <w:rsid w:val="00B945D4"/>
    <w:rsid w:val="00BA3FB4"/>
    <w:rsid w:val="00BA73B6"/>
    <w:rsid w:val="00BA7E27"/>
    <w:rsid w:val="00BA7F78"/>
    <w:rsid w:val="00BB13C2"/>
    <w:rsid w:val="00BB2603"/>
    <w:rsid w:val="00BB4A76"/>
    <w:rsid w:val="00BB4FCD"/>
    <w:rsid w:val="00BB51FF"/>
    <w:rsid w:val="00BB52D1"/>
    <w:rsid w:val="00BC2451"/>
    <w:rsid w:val="00BC3880"/>
    <w:rsid w:val="00BC50DC"/>
    <w:rsid w:val="00BD13EA"/>
    <w:rsid w:val="00BD1924"/>
    <w:rsid w:val="00BE0F1D"/>
    <w:rsid w:val="00BE3808"/>
    <w:rsid w:val="00BF2297"/>
    <w:rsid w:val="00BF4300"/>
    <w:rsid w:val="00BF6121"/>
    <w:rsid w:val="00BF6BA8"/>
    <w:rsid w:val="00C062E9"/>
    <w:rsid w:val="00C07B64"/>
    <w:rsid w:val="00C100DA"/>
    <w:rsid w:val="00C105AA"/>
    <w:rsid w:val="00C12944"/>
    <w:rsid w:val="00C13483"/>
    <w:rsid w:val="00C13721"/>
    <w:rsid w:val="00C14FE4"/>
    <w:rsid w:val="00C16E57"/>
    <w:rsid w:val="00C20CCB"/>
    <w:rsid w:val="00C3066D"/>
    <w:rsid w:val="00C3533B"/>
    <w:rsid w:val="00C36474"/>
    <w:rsid w:val="00C413B3"/>
    <w:rsid w:val="00C4306F"/>
    <w:rsid w:val="00C47AF3"/>
    <w:rsid w:val="00C508F9"/>
    <w:rsid w:val="00C53E24"/>
    <w:rsid w:val="00C543F4"/>
    <w:rsid w:val="00C54A38"/>
    <w:rsid w:val="00C61D2A"/>
    <w:rsid w:val="00C625E9"/>
    <w:rsid w:val="00C6291C"/>
    <w:rsid w:val="00C633CB"/>
    <w:rsid w:val="00C63736"/>
    <w:rsid w:val="00C73F1D"/>
    <w:rsid w:val="00C75159"/>
    <w:rsid w:val="00C81D4A"/>
    <w:rsid w:val="00C8762C"/>
    <w:rsid w:val="00C91271"/>
    <w:rsid w:val="00C97AEF"/>
    <w:rsid w:val="00C97DB8"/>
    <w:rsid w:val="00CA00F9"/>
    <w:rsid w:val="00CA2961"/>
    <w:rsid w:val="00CA3CFF"/>
    <w:rsid w:val="00CA4116"/>
    <w:rsid w:val="00CB07B4"/>
    <w:rsid w:val="00CB50D7"/>
    <w:rsid w:val="00CB7177"/>
    <w:rsid w:val="00CC1998"/>
    <w:rsid w:val="00CC1D8A"/>
    <w:rsid w:val="00CC4946"/>
    <w:rsid w:val="00CC6BDE"/>
    <w:rsid w:val="00CC7187"/>
    <w:rsid w:val="00CF295F"/>
    <w:rsid w:val="00CF3FD8"/>
    <w:rsid w:val="00CF76A5"/>
    <w:rsid w:val="00D00FB4"/>
    <w:rsid w:val="00D02C2A"/>
    <w:rsid w:val="00D037A4"/>
    <w:rsid w:val="00D05BEA"/>
    <w:rsid w:val="00D1335A"/>
    <w:rsid w:val="00D14D99"/>
    <w:rsid w:val="00D176CD"/>
    <w:rsid w:val="00D17D45"/>
    <w:rsid w:val="00D270A4"/>
    <w:rsid w:val="00D31FE9"/>
    <w:rsid w:val="00D32EAA"/>
    <w:rsid w:val="00D34E1B"/>
    <w:rsid w:val="00D35C79"/>
    <w:rsid w:val="00D376BA"/>
    <w:rsid w:val="00D45634"/>
    <w:rsid w:val="00D45F11"/>
    <w:rsid w:val="00D5568A"/>
    <w:rsid w:val="00D57FB5"/>
    <w:rsid w:val="00D63D73"/>
    <w:rsid w:val="00D64452"/>
    <w:rsid w:val="00D66E1E"/>
    <w:rsid w:val="00D74E6E"/>
    <w:rsid w:val="00D75722"/>
    <w:rsid w:val="00D80CF5"/>
    <w:rsid w:val="00D8458C"/>
    <w:rsid w:val="00D91099"/>
    <w:rsid w:val="00DA1A86"/>
    <w:rsid w:val="00DA5BBA"/>
    <w:rsid w:val="00DA60FD"/>
    <w:rsid w:val="00DA6F4A"/>
    <w:rsid w:val="00DB0578"/>
    <w:rsid w:val="00DB26D2"/>
    <w:rsid w:val="00DB29F3"/>
    <w:rsid w:val="00DB3E2B"/>
    <w:rsid w:val="00DB67C9"/>
    <w:rsid w:val="00DB6CFA"/>
    <w:rsid w:val="00DC0C95"/>
    <w:rsid w:val="00DC0DF0"/>
    <w:rsid w:val="00DC1EA6"/>
    <w:rsid w:val="00DC4E56"/>
    <w:rsid w:val="00DD6580"/>
    <w:rsid w:val="00DE4858"/>
    <w:rsid w:val="00DF1CF4"/>
    <w:rsid w:val="00DF64BB"/>
    <w:rsid w:val="00DF6F0B"/>
    <w:rsid w:val="00E01B41"/>
    <w:rsid w:val="00E02313"/>
    <w:rsid w:val="00E04276"/>
    <w:rsid w:val="00E07DD6"/>
    <w:rsid w:val="00E12BBC"/>
    <w:rsid w:val="00E15E42"/>
    <w:rsid w:val="00E17C72"/>
    <w:rsid w:val="00E21FC6"/>
    <w:rsid w:val="00E247D8"/>
    <w:rsid w:val="00E2588C"/>
    <w:rsid w:val="00E34AB4"/>
    <w:rsid w:val="00E34FDC"/>
    <w:rsid w:val="00E3644D"/>
    <w:rsid w:val="00E36ADD"/>
    <w:rsid w:val="00E40821"/>
    <w:rsid w:val="00E40E4A"/>
    <w:rsid w:val="00E43115"/>
    <w:rsid w:val="00E431A9"/>
    <w:rsid w:val="00E45029"/>
    <w:rsid w:val="00E46019"/>
    <w:rsid w:val="00E6061D"/>
    <w:rsid w:val="00E61BBF"/>
    <w:rsid w:val="00E63EA6"/>
    <w:rsid w:val="00E66828"/>
    <w:rsid w:val="00E669E2"/>
    <w:rsid w:val="00E76135"/>
    <w:rsid w:val="00E81C8D"/>
    <w:rsid w:val="00E82F4F"/>
    <w:rsid w:val="00E87959"/>
    <w:rsid w:val="00E915F1"/>
    <w:rsid w:val="00E91A86"/>
    <w:rsid w:val="00E96949"/>
    <w:rsid w:val="00EA3C6B"/>
    <w:rsid w:val="00EA3EE1"/>
    <w:rsid w:val="00EB2175"/>
    <w:rsid w:val="00EB47B1"/>
    <w:rsid w:val="00EB75AB"/>
    <w:rsid w:val="00EC03A8"/>
    <w:rsid w:val="00EC243A"/>
    <w:rsid w:val="00EC2844"/>
    <w:rsid w:val="00EC5500"/>
    <w:rsid w:val="00ED2745"/>
    <w:rsid w:val="00ED4D9F"/>
    <w:rsid w:val="00EE012F"/>
    <w:rsid w:val="00EE150C"/>
    <w:rsid w:val="00EE1660"/>
    <w:rsid w:val="00EF02EF"/>
    <w:rsid w:val="00EF1B3B"/>
    <w:rsid w:val="00EF222B"/>
    <w:rsid w:val="00EF2913"/>
    <w:rsid w:val="00EF6A2A"/>
    <w:rsid w:val="00EF6C6C"/>
    <w:rsid w:val="00EF74A3"/>
    <w:rsid w:val="00F056FC"/>
    <w:rsid w:val="00F05FEF"/>
    <w:rsid w:val="00F06D57"/>
    <w:rsid w:val="00F06DB5"/>
    <w:rsid w:val="00F10476"/>
    <w:rsid w:val="00F12DCE"/>
    <w:rsid w:val="00F135D8"/>
    <w:rsid w:val="00F161E7"/>
    <w:rsid w:val="00F25B29"/>
    <w:rsid w:val="00F25FDC"/>
    <w:rsid w:val="00F30C4F"/>
    <w:rsid w:val="00F31299"/>
    <w:rsid w:val="00F3534A"/>
    <w:rsid w:val="00F40AA3"/>
    <w:rsid w:val="00F41765"/>
    <w:rsid w:val="00F4538E"/>
    <w:rsid w:val="00F50C80"/>
    <w:rsid w:val="00F51609"/>
    <w:rsid w:val="00F5659D"/>
    <w:rsid w:val="00F76105"/>
    <w:rsid w:val="00F85325"/>
    <w:rsid w:val="00F856B6"/>
    <w:rsid w:val="00F872C5"/>
    <w:rsid w:val="00F87381"/>
    <w:rsid w:val="00F907ED"/>
    <w:rsid w:val="00F948CA"/>
    <w:rsid w:val="00FB25F8"/>
    <w:rsid w:val="00FC7D79"/>
    <w:rsid w:val="00FD22B1"/>
    <w:rsid w:val="00FD6896"/>
    <w:rsid w:val="00FD6E10"/>
    <w:rsid w:val="00FD727E"/>
    <w:rsid w:val="00FE076E"/>
    <w:rsid w:val="00FE481D"/>
    <w:rsid w:val="00FE6CB9"/>
    <w:rsid w:val="00FF6339"/>
    <w:rsid w:val="00FF67A5"/>
    <w:rsid w:val="00FF6C92"/>
    <w:rsid w:val="00FF73B1"/>
    <w:rsid w:val="00FF75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Strong" w:uiPriority="22"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DC4E56"/>
    <w:rPr>
      <w:rFonts w:ascii="Calibri" w:eastAsiaTheme="minorHAnsi" w:hAnsi="Calibri" w:cs="Calibri"/>
      <w:sz w:val="22"/>
      <w:szCs w:val="22"/>
      <w:lang w:eastAsia="en-US"/>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rPr>
      <w:szCs w:val="20"/>
    </w:r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7"/>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character" w:customStyle="1" w:styleId="BodyTextChar">
    <w:name w:val="Body Text Char"/>
    <w:basedOn w:val="DefaultParagraphFont"/>
    <w:link w:val="BodyText"/>
    <w:rsid w:val="005C7071"/>
    <w:rPr>
      <w:sz w:val="26"/>
    </w:rPr>
  </w:style>
  <w:style w:type="character" w:styleId="Hyperlink">
    <w:name w:val="Hyperlink"/>
    <w:basedOn w:val="DefaultParagraphFont"/>
    <w:rsid w:val="00C105AA"/>
    <w:rPr>
      <w:color w:val="0000FF" w:themeColor="hyperlink"/>
      <w:u w:val="single"/>
    </w:rPr>
  </w:style>
  <w:style w:type="character" w:styleId="FollowedHyperlink">
    <w:name w:val="FollowedHyperlink"/>
    <w:basedOn w:val="DefaultParagraphFont"/>
    <w:rsid w:val="004C4214"/>
    <w:rPr>
      <w:color w:val="800080" w:themeColor="followedHyperlink"/>
      <w:u w:val="single"/>
    </w:rPr>
  </w:style>
  <w:style w:type="character" w:customStyle="1" w:styleId="ReferenceChar">
    <w:name w:val="Reference Char"/>
    <w:basedOn w:val="DefaultParagraphFont"/>
    <w:link w:val="Reference"/>
    <w:rsid w:val="00454CE2"/>
    <w:rPr>
      <w:sz w:val="26"/>
    </w:rPr>
  </w:style>
  <w:style w:type="character" w:styleId="Strong">
    <w:name w:val="Strong"/>
    <w:basedOn w:val="DefaultParagraphFont"/>
    <w:uiPriority w:val="22"/>
    <w:qFormat/>
    <w:rsid w:val="00BF2297"/>
    <w:rPr>
      <w:b/>
      <w:bCs/>
    </w:rPr>
  </w:style>
  <w:style w:type="paragraph" w:styleId="CommentSubject">
    <w:name w:val="annotation subject"/>
    <w:basedOn w:val="CommentText"/>
    <w:next w:val="CommentText"/>
    <w:link w:val="CommentSubjectChar"/>
    <w:rsid w:val="00540F7F"/>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540F7F"/>
    <w:rPr>
      <w:rFonts w:ascii="Calibri" w:eastAsiaTheme="minorHAnsi" w:hAnsi="Calibri" w:cs="Calibri"/>
      <w:szCs w:val="22"/>
      <w:lang w:eastAsia="en-US"/>
    </w:rPr>
  </w:style>
  <w:style w:type="character" w:customStyle="1" w:styleId="CommentSubjectChar">
    <w:name w:val="Comment Subject Char"/>
    <w:basedOn w:val="CommentTextChar"/>
    <w:link w:val="CommentSubject"/>
    <w:rsid w:val="00540F7F"/>
    <w:rPr>
      <w:rFonts w:ascii="Calibri" w:eastAsiaTheme="minorHAnsi" w:hAnsi="Calibri" w:cs="Calibri"/>
      <w:b/>
      <w:bCs/>
      <w:szCs w:val="22"/>
      <w:lang w:eastAsia="en-US"/>
    </w:rPr>
  </w:style>
  <w:style w:type="paragraph" w:styleId="Revision">
    <w:name w:val="Revision"/>
    <w:hidden/>
    <w:uiPriority w:val="99"/>
    <w:semiHidden/>
    <w:rsid w:val="00F41765"/>
    <w:rPr>
      <w:rFonts w:ascii="Calibri" w:eastAsiaTheme="minorHAnsi" w:hAnsi="Calibri" w:cs="Calibri"/>
      <w:sz w:val="22"/>
      <w:szCs w:val="22"/>
      <w:lang w:eastAsia="en-US"/>
    </w:rPr>
  </w:style>
  <w:style w:type="character" w:customStyle="1" w:styleId="FooterChar">
    <w:name w:val="Footer Char"/>
    <w:basedOn w:val="DefaultParagraphFont"/>
    <w:link w:val="Footer"/>
    <w:rsid w:val="00D57FB5"/>
    <w:rPr>
      <w:caps/>
      <w:spacing w:val="-4"/>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Strong" w:uiPriority="22"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DC4E56"/>
    <w:rPr>
      <w:rFonts w:ascii="Calibri" w:eastAsiaTheme="minorHAnsi" w:hAnsi="Calibri" w:cs="Calibri"/>
      <w:sz w:val="22"/>
      <w:szCs w:val="22"/>
      <w:lang w:eastAsia="en-US"/>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rPr>
      <w:szCs w:val="20"/>
    </w:r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7"/>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character" w:customStyle="1" w:styleId="BodyTextChar">
    <w:name w:val="Body Text Char"/>
    <w:basedOn w:val="DefaultParagraphFont"/>
    <w:link w:val="BodyText"/>
    <w:rsid w:val="005C7071"/>
    <w:rPr>
      <w:sz w:val="26"/>
    </w:rPr>
  </w:style>
  <w:style w:type="character" w:styleId="Hyperlink">
    <w:name w:val="Hyperlink"/>
    <w:basedOn w:val="DefaultParagraphFont"/>
    <w:rsid w:val="00C105AA"/>
    <w:rPr>
      <w:color w:val="0000FF" w:themeColor="hyperlink"/>
      <w:u w:val="single"/>
    </w:rPr>
  </w:style>
  <w:style w:type="character" w:styleId="FollowedHyperlink">
    <w:name w:val="FollowedHyperlink"/>
    <w:basedOn w:val="DefaultParagraphFont"/>
    <w:rsid w:val="004C4214"/>
    <w:rPr>
      <w:color w:val="800080" w:themeColor="followedHyperlink"/>
      <w:u w:val="single"/>
    </w:rPr>
  </w:style>
  <w:style w:type="character" w:customStyle="1" w:styleId="ReferenceChar">
    <w:name w:val="Reference Char"/>
    <w:basedOn w:val="DefaultParagraphFont"/>
    <w:link w:val="Reference"/>
    <w:rsid w:val="00454CE2"/>
    <w:rPr>
      <w:sz w:val="26"/>
    </w:rPr>
  </w:style>
  <w:style w:type="character" w:styleId="Strong">
    <w:name w:val="Strong"/>
    <w:basedOn w:val="DefaultParagraphFont"/>
    <w:uiPriority w:val="22"/>
    <w:qFormat/>
    <w:rsid w:val="00BF2297"/>
    <w:rPr>
      <w:b/>
      <w:bCs/>
    </w:rPr>
  </w:style>
  <w:style w:type="paragraph" w:styleId="CommentSubject">
    <w:name w:val="annotation subject"/>
    <w:basedOn w:val="CommentText"/>
    <w:next w:val="CommentText"/>
    <w:link w:val="CommentSubjectChar"/>
    <w:rsid w:val="00540F7F"/>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540F7F"/>
    <w:rPr>
      <w:rFonts w:ascii="Calibri" w:eastAsiaTheme="minorHAnsi" w:hAnsi="Calibri" w:cs="Calibri"/>
      <w:szCs w:val="22"/>
      <w:lang w:eastAsia="en-US"/>
    </w:rPr>
  </w:style>
  <w:style w:type="character" w:customStyle="1" w:styleId="CommentSubjectChar">
    <w:name w:val="Comment Subject Char"/>
    <w:basedOn w:val="CommentTextChar"/>
    <w:link w:val="CommentSubject"/>
    <w:rsid w:val="00540F7F"/>
    <w:rPr>
      <w:rFonts w:ascii="Calibri" w:eastAsiaTheme="minorHAnsi" w:hAnsi="Calibri" w:cs="Calibri"/>
      <w:b/>
      <w:bCs/>
      <w:szCs w:val="22"/>
      <w:lang w:eastAsia="en-US"/>
    </w:rPr>
  </w:style>
  <w:style w:type="paragraph" w:styleId="Revision">
    <w:name w:val="Revision"/>
    <w:hidden/>
    <w:uiPriority w:val="99"/>
    <w:semiHidden/>
    <w:rsid w:val="00F41765"/>
    <w:rPr>
      <w:rFonts w:ascii="Calibri" w:eastAsiaTheme="minorHAnsi" w:hAnsi="Calibri" w:cs="Calibri"/>
      <w:sz w:val="22"/>
      <w:szCs w:val="22"/>
      <w:lang w:eastAsia="en-US"/>
    </w:rPr>
  </w:style>
  <w:style w:type="character" w:customStyle="1" w:styleId="FooterChar">
    <w:name w:val="Footer Char"/>
    <w:basedOn w:val="DefaultParagraphFont"/>
    <w:link w:val="Footer"/>
    <w:rsid w:val="00D57FB5"/>
    <w:rPr>
      <w:caps/>
      <w:spacing w:val="-4"/>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9615947">
      <w:bodyDiv w:val="1"/>
      <w:marLeft w:val="0"/>
      <w:marRight w:val="0"/>
      <w:marTop w:val="0"/>
      <w:marBottom w:val="0"/>
      <w:divBdr>
        <w:top w:val="none" w:sz="0" w:space="0" w:color="auto"/>
        <w:left w:val="none" w:sz="0" w:space="0" w:color="auto"/>
        <w:bottom w:val="none" w:sz="0" w:space="0" w:color="auto"/>
        <w:right w:val="none" w:sz="0" w:space="0" w:color="auto"/>
      </w:divBdr>
    </w:div>
    <w:div w:id="1065955765">
      <w:bodyDiv w:val="1"/>
      <w:marLeft w:val="0"/>
      <w:marRight w:val="0"/>
      <w:marTop w:val="0"/>
      <w:marBottom w:val="0"/>
      <w:divBdr>
        <w:top w:val="none" w:sz="0" w:space="0" w:color="auto"/>
        <w:left w:val="none" w:sz="0" w:space="0" w:color="auto"/>
        <w:bottom w:val="none" w:sz="0" w:space="0" w:color="auto"/>
        <w:right w:val="none" w:sz="0" w:space="0" w:color="auto"/>
      </w:divBdr>
      <w:divsChild>
        <w:div w:id="266160602">
          <w:marLeft w:val="0"/>
          <w:marRight w:val="0"/>
          <w:marTop w:val="0"/>
          <w:marBottom w:val="0"/>
          <w:divBdr>
            <w:top w:val="none" w:sz="0" w:space="0" w:color="auto"/>
            <w:left w:val="none" w:sz="0" w:space="0" w:color="auto"/>
            <w:bottom w:val="none" w:sz="0" w:space="0" w:color="auto"/>
            <w:right w:val="none" w:sz="0" w:space="0" w:color="auto"/>
          </w:divBdr>
          <w:divsChild>
            <w:div w:id="2045329072">
              <w:marLeft w:val="0"/>
              <w:marRight w:val="0"/>
              <w:marTop w:val="0"/>
              <w:marBottom w:val="0"/>
              <w:divBdr>
                <w:top w:val="none" w:sz="0" w:space="0" w:color="auto"/>
                <w:left w:val="none" w:sz="0" w:space="0" w:color="auto"/>
                <w:bottom w:val="none" w:sz="0" w:space="0" w:color="auto"/>
                <w:right w:val="none" w:sz="0" w:space="0" w:color="auto"/>
              </w:divBdr>
              <w:divsChild>
                <w:div w:id="745496009">
                  <w:marLeft w:val="0"/>
                  <w:marRight w:val="0"/>
                  <w:marTop w:val="0"/>
                  <w:marBottom w:val="0"/>
                  <w:divBdr>
                    <w:top w:val="none" w:sz="0" w:space="0" w:color="auto"/>
                    <w:left w:val="none" w:sz="0" w:space="0" w:color="auto"/>
                    <w:bottom w:val="none" w:sz="0" w:space="0" w:color="auto"/>
                    <w:right w:val="none" w:sz="0" w:space="0" w:color="auto"/>
                  </w:divBdr>
                  <w:divsChild>
                    <w:div w:id="129290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0748977">
      <w:bodyDiv w:val="1"/>
      <w:marLeft w:val="0"/>
      <w:marRight w:val="0"/>
      <w:marTop w:val="0"/>
      <w:marBottom w:val="0"/>
      <w:divBdr>
        <w:top w:val="none" w:sz="0" w:space="0" w:color="auto"/>
        <w:left w:val="none" w:sz="0" w:space="0" w:color="auto"/>
        <w:bottom w:val="none" w:sz="0" w:space="0" w:color="auto"/>
        <w:right w:val="none" w:sz="0" w:space="0" w:color="auto"/>
      </w:divBdr>
      <w:divsChild>
        <w:div w:id="1921405697">
          <w:marLeft w:val="0"/>
          <w:marRight w:val="0"/>
          <w:marTop w:val="0"/>
          <w:marBottom w:val="0"/>
          <w:divBdr>
            <w:top w:val="none" w:sz="0" w:space="0" w:color="auto"/>
            <w:left w:val="none" w:sz="0" w:space="0" w:color="auto"/>
            <w:bottom w:val="none" w:sz="0" w:space="0" w:color="auto"/>
            <w:right w:val="none" w:sz="0" w:space="0" w:color="auto"/>
          </w:divBdr>
          <w:divsChild>
            <w:div w:id="1439059056">
              <w:marLeft w:val="600"/>
              <w:marRight w:val="600"/>
              <w:marTop w:val="0"/>
              <w:marBottom w:val="0"/>
              <w:divBdr>
                <w:top w:val="none" w:sz="0" w:space="0" w:color="auto"/>
                <w:left w:val="none" w:sz="0" w:space="0" w:color="auto"/>
                <w:bottom w:val="none" w:sz="0" w:space="0" w:color="auto"/>
                <w:right w:val="none" w:sz="0" w:space="0" w:color="auto"/>
              </w:divBdr>
              <w:divsChild>
                <w:div w:id="375472498">
                  <w:marLeft w:val="0"/>
                  <w:marRight w:val="0"/>
                  <w:marTop w:val="0"/>
                  <w:marBottom w:val="0"/>
                  <w:divBdr>
                    <w:top w:val="none" w:sz="0" w:space="0" w:color="auto"/>
                    <w:left w:val="none" w:sz="0" w:space="0" w:color="auto"/>
                    <w:bottom w:val="none" w:sz="0" w:space="0" w:color="auto"/>
                    <w:right w:val="none" w:sz="0" w:space="0" w:color="auto"/>
                  </w:divBdr>
                  <w:divsChild>
                    <w:div w:id="1264993108">
                      <w:marLeft w:val="0"/>
                      <w:marRight w:val="0"/>
                      <w:marTop w:val="0"/>
                      <w:marBottom w:val="0"/>
                      <w:divBdr>
                        <w:top w:val="none" w:sz="0" w:space="0" w:color="auto"/>
                        <w:left w:val="none" w:sz="0" w:space="0" w:color="auto"/>
                        <w:bottom w:val="none" w:sz="0" w:space="0" w:color="auto"/>
                        <w:right w:val="none" w:sz="0" w:space="0" w:color="auto"/>
                      </w:divBdr>
                      <w:divsChild>
                        <w:div w:id="597295182">
                          <w:marLeft w:val="0"/>
                          <w:marRight w:val="4050"/>
                          <w:marTop w:val="0"/>
                          <w:marBottom w:val="0"/>
                          <w:divBdr>
                            <w:top w:val="none" w:sz="0" w:space="0" w:color="auto"/>
                            <w:left w:val="none" w:sz="0" w:space="0" w:color="auto"/>
                            <w:bottom w:val="none" w:sz="0" w:space="0" w:color="auto"/>
                            <w:right w:val="none" w:sz="0" w:space="0" w:color="auto"/>
                          </w:divBdr>
                          <w:divsChild>
                            <w:div w:id="794099816">
                              <w:marLeft w:val="0"/>
                              <w:marRight w:val="0"/>
                              <w:marTop w:val="0"/>
                              <w:marBottom w:val="0"/>
                              <w:divBdr>
                                <w:top w:val="none" w:sz="0" w:space="0" w:color="auto"/>
                                <w:left w:val="none" w:sz="0" w:space="0" w:color="auto"/>
                                <w:bottom w:val="none" w:sz="0" w:space="0" w:color="auto"/>
                                <w:right w:val="none" w:sz="0" w:space="0" w:color="auto"/>
                              </w:divBdr>
                              <w:divsChild>
                                <w:div w:id="1586183871">
                                  <w:marLeft w:val="0"/>
                                  <w:marRight w:val="0"/>
                                  <w:marTop w:val="0"/>
                                  <w:marBottom w:val="0"/>
                                  <w:divBdr>
                                    <w:top w:val="none" w:sz="0" w:space="0" w:color="auto"/>
                                    <w:left w:val="none" w:sz="0" w:space="0" w:color="auto"/>
                                    <w:bottom w:val="none" w:sz="0" w:space="0" w:color="auto"/>
                                    <w:right w:val="none" w:sz="0" w:space="0" w:color="auto"/>
                                  </w:divBdr>
                                  <w:divsChild>
                                    <w:div w:id="790132260">
                                      <w:marLeft w:val="0"/>
                                      <w:marRight w:val="0"/>
                                      <w:marTop w:val="0"/>
                                      <w:marBottom w:val="0"/>
                                      <w:divBdr>
                                        <w:top w:val="none" w:sz="0" w:space="0" w:color="auto"/>
                                        <w:left w:val="none" w:sz="0" w:space="0" w:color="auto"/>
                                        <w:bottom w:val="none" w:sz="0" w:space="0" w:color="auto"/>
                                        <w:right w:val="none" w:sz="0" w:space="0" w:color="auto"/>
                                      </w:divBdr>
                                      <w:divsChild>
                                        <w:div w:id="493684157">
                                          <w:marLeft w:val="0"/>
                                          <w:marRight w:val="0"/>
                                          <w:marTop w:val="0"/>
                                          <w:marBottom w:val="0"/>
                                          <w:divBdr>
                                            <w:top w:val="none" w:sz="0" w:space="0" w:color="auto"/>
                                            <w:left w:val="none" w:sz="0" w:space="0" w:color="auto"/>
                                            <w:bottom w:val="none" w:sz="0" w:space="0" w:color="auto"/>
                                            <w:right w:val="none" w:sz="0" w:space="0" w:color="auto"/>
                                          </w:divBdr>
                                          <w:divsChild>
                                            <w:div w:id="1065950054">
                                              <w:marLeft w:val="0"/>
                                              <w:marRight w:val="0"/>
                                              <w:marTop w:val="0"/>
                                              <w:marBottom w:val="225"/>
                                              <w:divBdr>
                                                <w:top w:val="single" w:sz="6" w:space="5" w:color="666666"/>
                                                <w:left w:val="single" w:sz="6" w:space="5" w:color="666666"/>
                                                <w:bottom w:val="single" w:sz="6" w:space="5" w:color="666666"/>
                                                <w:right w:val="single" w:sz="6" w:space="5" w:color="666666"/>
                                              </w:divBdr>
                                            </w:div>
                                          </w:divsChild>
                                        </w:div>
                                      </w:divsChild>
                                    </w:div>
                                  </w:divsChild>
                                </w:div>
                              </w:divsChild>
                            </w:div>
                          </w:divsChild>
                        </w:div>
                      </w:divsChild>
                    </w:div>
                  </w:divsChild>
                </w:div>
              </w:divsChild>
            </w:div>
          </w:divsChild>
        </w:div>
      </w:divsChild>
    </w:div>
    <w:div w:id="1897886392">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microsoft.com/office/2007/relationships/stylesWithEffects" Target="stylesWithEffects.xml"/><Relationship Id="rId18" Type="http://schemas.openxmlformats.org/officeDocument/2006/relationships/image" Target="media/image1.jp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styles" Target="styles.xml"/><Relationship Id="rId17" Type="http://schemas.openxmlformats.org/officeDocument/2006/relationships/endnotes" Target="endnotes.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notes" Target="footnote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numbering" Target="numbering.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webSettings" Target="webSettings.xml"/><Relationship Id="rId23" Type="http://schemas.openxmlformats.org/officeDocument/2006/relationships/header" Target="header3.xml"/><Relationship Id="rId10" Type="http://schemas.openxmlformats.org/officeDocument/2006/relationships/customXml" Target="../customXml/item10.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ettings" Target="settings.xml"/><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595442-5946-4C31-814E-651523332E28}">
  <ds:schemaRefs>
    <ds:schemaRef ds:uri="http://schemas.openxmlformats.org/officeDocument/2006/bibliography"/>
  </ds:schemaRefs>
</ds:datastoreItem>
</file>

<file path=customXml/itemProps10.xml><?xml version="1.0" encoding="utf-8"?>
<ds:datastoreItem xmlns:ds="http://schemas.openxmlformats.org/officeDocument/2006/customXml" ds:itemID="{26928856-77C3-4DA7-91AD-50E4D378517E}">
  <ds:schemaRefs>
    <ds:schemaRef ds:uri="http://schemas.openxmlformats.org/officeDocument/2006/bibliography"/>
  </ds:schemaRefs>
</ds:datastoreItem>
</file>

<file path=customXml/itemProps2.xml><?xml version="1.0" encoding="utf-8"?>
<ds:datastoreItem xmlns:ds="http://schemas.openxmlformats.org/officeDocument/2006/customXml" ds:itemID="{C7FBE49F-1895-445D-A293-5D5C68DAD584}">
  <ds:schemaRefs>
    <ds:schemaRef ds:uri="http://schemas.openxmlformats.org/officeDocument/2006/bibliography"/>
  </ds:schemaRefs>
</ds:datastoreItem>
</file>

<file path=customXml/itemProps3.xml><?xml version="1.0" encoding="utf-8"?>
<ds:datastoreItem xmlns:ds="http://schemas.openxmlformats.org/officeDocument/2006/customXml" ds:itemID="{103A9F64-FB60-414C-9A65-ECEB996C556A}">
  <ds:schemaRefs>
    <ds:schemaRef ds:uri="http://schemas.openxmlformats.org/officeDocument/2006/bibliography"/>
  </ds:schemaRefs>
</ds:datastoreItem>
</file>

<file path=customXml/itemProps4.xml><?xml version="1.0" encoding="utf-8"?>
<ds:datastoreItem xmlns:ds="http://schemas.openxmlformats.org/officeDocument/2006/customXml" ds:itemID="{749F5ED6-4CD2-4EE0-AD19-E838479506F7}">
  <ds:schemaRefs>
    <ds:schemaRef ds:uri="http://schemas.openxmlformats.org/officeDocument/2006/bibliography"/>
  </ds:schemaRefs>
</ds:datastoreItem>
</file>

<file path=customXml/itemProps5.xml><?xml version="1.0" encoding="utf-8"?>
<ds:datastoreItem xmlns:ds="http://schemas.openxmlformats.org/officeDocument/2006/customXml" ds:itemID="{8CF23405-74B1-4211-B89A-71BA901C0B8A}">
  <ds:schemaRefs>
    <ds:schemaRef ds:uri="http://schemas.openxmlformats.org/officeDocument/2006/bibliography"/>
  </ds:schemaRefs>
</ds:datastoreItem>
</file>

<file path=customXml/itemProps6.xml><?xml version="1.0" encoding="utf-8"?>
<ds:datastoreItem xmlns:ds="http://schemas.openxmlformats.org/officeDocument/2006/customXml" ds:itemID="{E1827DCC-5AC8-416B-AB50-358D72FE037D}">
  <ds:schemaRefs>
    <ds:schemaRef ds:uri="http://schemas.openxmlformats.org/officeDocument/2006/bibliography"/>
  </ds:schemaRefs>
</ds:datastoreItem>
</file>

<file path=customXml/itemProps7.xml><?xml version="1.0" encoding="utf-8"?>
<ds:datastoreItem xmlns:ds="http://schemas.openxmlformats.org/officeDocument/2006/customXml" ds:itemID="{B15A2A41-B974-4433-8B89-ED8D51C3A281}">
  <ds:schemaRefs>
    <ds:schemaRef ds:uri="http://schemas.openxmlformats.org/officeDocument/2006/bibliography"/>
  </ds:schemaRefs>
</ds:datastoreItem>
</file>

<file path=customXml/itemProps8.xml><?xml version="1.0" encoding="utf-8"?>
<ds:datastoreItem xmlns:ds="http://schemas.openxmlformats.org/officeDocument/2006/customXml" ds:itemID="{E4650B01-731A-4BDB-958C-3C4E944DCEA4}">
  <ds:schemaRefs>
    <ds:schemaRef ds:uri="http://schemas.openxmlformats.org/officeDocument/2006/bibliography"/>
  </ds:schemaRefs>
</ds:datastoreItem>
</file>

<file path=customXml/itemProps9.xml><?xml version="1.0" encoding="utf-8"?>
<ds:datastoreItem xmlns:ds="http://schemas.openxmlformats.org/officeDocument/2006/customXml" ds:itemID="{C0C24C08-CD42-4D21-8ECD-0A84D3A6B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857</TotalTime>
  <Pages>21</Pages>
  <Words>7046</Words>
  <Characters>39838</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More detail on patents systems</vt:lpstr>
    </vt:vector>
  </TitlesOfParts>
  <Company>Productivity Commission</Company>
  <LinksUpToDate>false</LinksUpToDate>
  <CharactersWithSpaces>46791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More detail on patents systems</dc:title>
  <dc:subject>Compulsory licensing of patents</dc:subject>
  <dc:creator>Productivity Commission</dc:creator>
  <dc:description>B.</dc:description>
  <cp:lastModifiedBy>Productivity Commission</cp:lastModifiedBy>
  <cp:revision>75</cp:revision>
  <cp:lastPrinted>2012-12-05T23:31:00Z</cp:lastPrinted>
  <dcterms:created xsi:type="dcterms:W3CDTF">2012-11-16T00:44:00Z</dcterms:created>
  <dcterms:modified xsi:type="dcterms:W3CDTF">2012-12-10T02:50:00Z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