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384F41" w:rsidRDefault="00384F41" w:rsidP="00384F41">
      <w:pPr>
        <w:pStyle w:val="Chapter"/>
        <w:ind w:left="907" w:hanging="907"/>
        <w:rPr>
          <w:rFonts w:ascii="Times New Roman" w:hAnsi="Times New Roman" w:cs="Times New Roman"/>
        </w:rPr>
      </w:pPr>
      <w:bookmarkStart w:id="0" w:name="_AppendixNotByChapter"/>
      <w:bookmarkStart w:id="1" w:name="ChapterNumber"/>
      <w:bookmarkStart w:id="2" w:name="_GoBack"/>
      <w:bookmarkEnd w:id="0"/>
      <w:bookmarkEnd w:id="2"/>
      <w:r w:rsidRPr="00384F41">
        <w:rPr>
          <w:rFonts w:ascii="Times New Roman" w:hAnsi="Times New Roman" w:cs="Times New Roman"/>
        </w:rPr>
        <w:t>C</w:t>
      </w:r>
      <w:bookmarkEnd w:id="1"/>
      <w:r w:rsidRPr="00384F41">
        <w:rPr>
          <w:rFonts w:ascii="Times New Roman" w:hAnsi="Times New Roman" w:cs="Times New Roman"/>
        </w:rPr>
        <w:tab/>
      </w:r>
      <w:bookmarkStart w:id="3" w:name="ChapterTitle"/>
      <w:r w:rsidRPr="00384F41">
        <w:rPr>
          <w:rFonts w:ascii="Times New Roman" w:hAnsi="Times New Roman" w:cs="Times New Roman"/>
        </w:rPr>
        <w:t>Non-voluntary access arrangements in comparable markets</w:t>
      </w:r>
      <w:bookmarkEnd w:id="3"/>
    </w:p>
    <w:p w:rsidR="00CF3F2E" w:rsidRDefault="00533ADB" w:rsidP="00120072">
      <w:pPr>
        <w:pStyle w:val="BodyText"/>
      </w:pPr>
      <w:bookmarkStart w:id="4" w:name="begin"/>
      <w:bookmarkEnd w:id="4"/>
      <w:r>
        <w:t>Among other things, t</w:t>
      </w:r>
      <w:r w:rsidR="000800DA">
        <w:t>he t</w:t>
      </w:r>
      <w:r w:rsidR="00CF3F2E">
        <w:t xml:space="preserve">erms of </w:t>
      </w:r>
      <w:r w:rsidR="000800DA">
        <w:t>r</w:t>
      </w:r>
      <w:r w:rsidR="00CF3F2E">
        <w:t>eference for this study ask the Commission to:</w:t>
      </w:r>
    </w:p>
    <w:p w:rsidR="00CF3F2E" w:rsidRDefault="00CF3F2E" w:rsidP="00CF3F2E">
      <w:pPr>
        <w:pStyle w:val="Quote"/>
      </w:pPr>
      <w:r>
        <w:t>Advise on the frequency, and impact, of the issue of compulsory licences in comparable markets and the common features in such compulsory licen</w:t>
      </w:r>
      <w:r w:rsidR="00A507E6">
        <w:t>c</w:t>
      </w:r>
      <w:r>
        <w:t xml:space="preserve">es. </w:t>
      </w:r>
    </w:p>
    <w:p w:rsidR="002C3546" w:rsidRDefault="00CF3F2E" w:rsidP="00173058">
      <w:pPr>
        <w:pStyle w:val="BodyText"/>
      </w:pPr>
      <w:r>
        <w:t xml:space="preserve">The Commission </w:t>
      </w:r>
      <w:r w:rsidR="003468B9">
        <w:t xml:space="preserve">was also </w:t>
      </w:r>
      <w:r w:rsidR="001730C6">
        <w:t>asked</w:t>
      </w:r>
      <w:r w:rsidR="003468B9">
        <w:t xml:space="preserve"> to have regard to </w:t>
      </w:r>
      <w:r>
        <w:t>‘the range of international approaches’.</w:t>
      </w:r>
      <w:r w:rsidR="007107F0">
        <w:t xml:space="preserve"> </w:t>
      </w:r>
      <w:r w:rsidR="00817BE8">
        <w:t xml:space="preserve">This appendix examines </w:t>
      </w:r>
      <w:r w:rsidR="00E84871">
        <w:t xml:space="preserve">arrangements for </w:t>
      </w:r>
      <w:r w:rsidR="00817BE8">
        <w:t xml:space="preserve">non-voluntary access </w:t>
      </w:r>
      <w:r w:rsidR="00E84871">
        <w:t xml:space="preserve">to patents </w:t>
      </w:r>
      <w:r w:rsidR="00817BE8">
        <w:t xml:space="preserve">in </w:t>
      </w:r>
      <w:r w:rsidR="00173058">
        <w:t>comparable markets</w:t>
      </w:r>
      <w:r w:rsidR="00F72FAF">
        <w:t>.</w:t>
      </w:r>
      <w:r w:rsidR="00173058">
        <w:t xml:space="preserve"> As detailed in appendix B, the Commission has included a range of countries in its international comparisons, reflecting the many different factors that can define a comparable market. </w:t>
      </w:r>
    </w:p>
    <w:p w:rsidR="003F0B3E" w:rsidRPr="000823D3" w:rsidRDefault="00817BE8" w:rsidP="00E84871">
      <w:pPr>
        <w:pStyle w:val="BodyText"/>
      </w:pPr>
      <w:r>
        <w:t>Non</w:t>
      </w:r>
      <w:r w:rsidR="00E84871">
        <w:noBreakHyphen/>
      </w:r>
      <w:r>
        <w:t>voluntary access arrangements examined in this appendix include compulsory licensing, government</w:t>
      </w:r>
      <w:r w:rsidR="006E755C">
        <w:t xml:space="preserve"> </w:t>
      </w:r>
      <w:r>
        <w:t>use</w:t>
      </w:r>
      <w:r w:rsidR="00E84871">
        <w:t xml:space="preserve">, research and regulatory </w:t>
      </w:r>
      <w:r w:rsidR="00996F46">
        <w:t xml:space="preserve">approval </w:t>
      </w:r>
      <w:r w:rsidR="00E84871">
        <w:t>exemptions a</w:t>
      </w:r>
      <w:r>
        <w:t xml:space="preserve">nd </w:t>
      </w:r>
      <w:r w:rsidR="00316727">
        <w:t xml:space="preserve">relevant </w:t>
      </w:r>
      <w:r w:rsidR="00E84871">
        <w:t>other arrangements</w:t>
      </w:r>
      <w:r>
        <w:t xml:space="preserve">. </w:t>
      </w:r>
      <w:r w:rsidR="003F0B3E">
        <w:t>Th</w:t>
      </w:r>
      <w:r w:rsidR="00E84871">
        <w:t xml:space="preserve">e features, frequency </w:t>
      </w:r>
      <w:r w:rsidR="001730C6">
        <w:t xml:space="preserve">of use </w:t>
      </w:r>
      <w:r w:rsidR="00E84871">
        <w:t xml:space="preserve">and impacts of such arrangements are examined in turn. </w:t>
      </w:r>
    </w:p>
    <w:p w:rsidR="00B67E4C" w:rsidRDefault="003814FE" w:rsidP="003814FE">
      <w:pPr>
        <w:pStyle w:val="Heading2"/>
      </w:pPr>
      <w:proofErr w:type="spellStart"/>
      <w:r>
        <w:t>C.1</w:t>
      </w:r>
      <w:proofErr w:type="spellEnd"/>
      <w:r>
        <w:tab/>
      </w:r>
      <w:r w:rsidR="000128E6">
        <w:t xml:space="preserve">Features of non-voluntary access arrangements </w:t>
      </w:r>
    </w:p>
    <w:p w:rsidR="00A22817" w:rsidRDefault="00A22817" w:rsidP="00A22817">
      <w:pPr>
        <w:pStyle w:val="BodyText"/>
      </w:pPr>
      <w:r>
        <w:t xml:space="preserve">As mentioned elsewhere in this report, there are many similarities between patents systems in Australia and comparable markets. These similarities are in part because comparable markets are signatories to key international </w:t>
      </w:r>
      <w:r w:rsidR="001730C6">
        <w:t>intellectual property (</w:t>
      </w:r>
      <w:r>
        <w:t>IP</w:t>
      </w:r>
      <w:r w:rsidR="001730C6">
        <w:t>)</w:t>
      </w:r>
      <w:r>
        <w:t xml:space="preserve"> agreements, such as the</w:t>
      </w:r>
      <w:r w:rsidR="00622F73">
        <w:t xml:space="preserve"> Paris Convention </w:t>
      </w:r>
      <w:r w:rsidR="00173058">
        <w:t xml:space="preserve">for the Protection of Industrial Property </w:t>
      </w:r>
      <w:r w:rsidR="00622F73">
        <w:t>and the</w:t>
      </w:r>
      <w:r w:rsidRPr="0092749E">
        <w:t xml:space="preserve"> </w:t>
      </w:r>
      <w:r>
        <w:t>Agreement on Trade-Related Aspects of Intellectual Property Rights 1994 (TRIPS</w:t>
      </w:r>
      <w:r w:rsidR="00C55690">
        <w:t xml:space="preserve"> agreement</w:t>
      </w:r>
      <w:r>
        <w:t>). Non-voluntary access to patents is permitted under these international treaties. Article 30 of TRIPS states:</w:t>
      </w:r>
    </w:p>
    <w:p w:rsidR="00A22817" w:rsidRDefault="00A22817" w:rsidP="00A22817">
      <w:pPr>
        <w:pStyle w:val="Quote"/>
      </w:pPr>
      <w:r>
        <w:t>Members may provide limited exceptions to the exclusive rights conferred by a patent, provided that such exceptions do not unreasonably conflict with a normal exploitation of the patent and do not unreasonably prejudice the legitimate interests of the patent owner, taking account of the legitimate interests of third parties.</w:t>
      </w:r>
    </w:p>
    <w:p w:rsidR="003814FE" w:rsidRDefault="000128E6" w:rsidP="003814FE">
      <w:pPr>
        <w:pStyle w:val="Heading3"/>
      </w:pPr>
      <w:r>
        <w:lastRenderedPageBreak/>
        <w:t>C</w:t>
      </w:r>
      <w:r w:rsidR="007107F0">
        <w:t>ompulsory licensing</w:t>
      </w:r>
    </w:p>
    <w:p w:rsidR="009167DB" w:rsidRDefault="003468B9" w:rsidP="00B67E4C">
      <w:pPr>
        <w:pStyle w:val="BodyText"/>
      </w:pPr>
      <w:r>
        <w:t>The Wor</w:t>
      </w:r>
      <w:r w:rsidR="00774193">
        <w:t>ld Intellectual Property Organi</w:t>
      </w:r>
      <w:r w:rsidR="00C55690">
        <w:t>s</w:t>
      </w:r>
      <w:r>
        <w:t xml:space="preserve">ation (WIPO 2008) defines a </w:t>
      </w:r>
      <w:r w:rsidR="00425A06">
        <w:t xml:space="preserve">compulsory licence </w:t>
      </w:r>
      <w:r w:rsidR="00C005A0">
        <w:t xml:space="preserve">for a patent </w:t>
      </w:r>
      <w:r>
        <w:t>a</w:t>
      </w:r>
      <w:r w:rsidR="00425A06">
        <w:t xml:space="preserve">s a licence given to an entity or person on their request by a government authority (for example, a Patent Office) to </w:t>
      </w:r>
      <w:r w:rsidR="00E84871">
        <w:t>‘</w:t>
      </w:r>
      <w:r w:rsidR="00425A06">
        <w:t>work</w:t>
      </w:r>
      <w:r w:rsidR="00E84871">
        <w:t>’</w:t>
      </w:r>
      <w:r w:rsidR="003833A3">
        <w:rPr>
          <w:rStyle w:val="FootnoteReference"/>
        </w:rPr>
        <w:footnoteReference w:id="2"/>
      </w:r>
      <w:r w:rsidR="00425A06">
        <w:t xml:space="preserve"> a patent without the patent </w:t>
      </w:r>
      <w:r w:rsidR="00DC2816">
        <w:t>owner</w:t>
      </w:r>
      <w:r w:rsidR="00425A06">
        <w:t xml:space="preserve">’s consent. </w:t>
      </w:r>
      <w:r w:rsidR="00676D82">
        <w:t xml:space="preserve">International </w:t>
      </w:r>
      <w:r w:rsidR="00774193">
        <w:t>I</w:t>
      </w:r>
      <w:r w:rsidR="001730C6">
        <w:t>P</w:t>
      </w:r>
      <w:r w:rsidR="00774193">
        <w:t xml:space="preserve"> </w:t>
      </w:r>
      <w:r w:rsidR="00676D82">
        <w:t xml:space="preserve">treaties explicitly permit compulsory licensing (discussed in more detail in appendix D). </w:t>
      </w:r>
      <w:r>
        <w:t>WIPO released a detailed study in 2010 which showed that c</w:t>
      </w:r>
      <w:r w:rsidR="0031322F">
        <w:t xml:space="preserve">ompulsory licensing is a feature of </w:t>
      </w:r>
      <w:r w:rsidR="00774193">
        <w:t>IP</w:t>
      </w:r>
      <w:r w:rsidR="0031322F">
        <w:t xml:space="preserve"> legislation in </w:t>
      </w:r>
      <w:r w:rsidR="00986160">
        <w:t xml:space="preserve">almost all </w:t>
      </w:r>
      <w:r>
        <w:t>countries (WIPO 2010</w:t>
      </w:r>
      <w:r w:rsidR="00686A66">
        <w:t>a</w:t>
      </w:r>
      <w:r>
        <w:t>)</w:t>
      </w:r>
      <w:r w:rsidR="0031322F">
        <w:t xml:space="preserve">. </w:t>
      </w:r>
      <w:r w:rsidR="009167DB">
        <w:t xml:space="preserve">Compulsory licensing is not restricted to patents and is available for other types of </w:t>
      </w:r>
      <w:r w:rsidR="00774193">
        <w:t>IP</w:t>
      </w:r>
      <w:r w:rsidR="009167DB">
        <w:t xml:space="preserve"> in comparable markets. </w:t>
      </w:r>
    </w:p>
    <w:p w:rsidR="00502283" w:rsidRDefault="003D7FAA" w:rsidP="00B67E4C">
      <w:pPr>
        <w:pStyle w:val="BodyText"/>
      </w:pPr>
      <w:r>
        <w:t>WIPO (2010</w:t>
      </w:r>
      <w:r w:rsidR="00686A66">
        <w:t>a</w:t>
      </w:r>
      <w:r>
        <w:t xml:space="preserve">) examined </w:t>
      </w:r>
      <w:r w:rsidR="00502283">
        <w:t xml:space="preserve">four grounds for use </w:t>
      </w:r>
      <w:r w:rsidR="00B67E4C">
        <w:t>of</w:t>
      </w:r>
      <w:r w:rsidR="003814FE">
        <w:t xml:space="preserve"> compulsory licensing provision</w:t>
      </w:r>
      <w:r w:rsidR="00B67E4C">
        <w:t xml:space="preserve">s </w:t>
      </w:r>
      <w:r w:rsidR="00C005A0">
        <w:t xml:space="preserve">for patents </w:t>
      </w:r>
      <w:r w:rsidR="00B67E4C">
        <w:t xml:space="preserve">in </w:t>
      </w:r>
      <w:r w:rsidR="007C7948">
        <w:t xml:space="preserve">Australia and </w:t>
      </w:r>
      <w:r w:rsidR="00492EE1">
        <w:t>selected countries</w:t>
      </w:r>
      <w:r w:rsidR="00502283">
        <w:t>:</w:t>
      </w:r>
    </w:p>
    <w:p w:rsidR="00502283" w:rsidRDefault="003A0D87" w:rsidP="00502283">
      <w:pPr>
        <w:pStyle w:val="ListBullet"/>
      </w:pPr>
      <w:r>
        <w:t>n</w:t>
      </w:r>
      <w:r w:rsidR="00502283">
        <w:t xml:space="preserve">on-working of patent (the patented product or process is </w:t>
      </w:r>
      <w:r w:rsidR="00CA36EE">
        <w:t xml:space="preserve">not </w:t>
      </w:r>
      <w:r w:rsidR="00502283">
        <w:t>produced</w:t>
      </w:r>
      <w:r w:rsidR="00AD3EBB">
        <w:t xml:space="preserve"> at all or not produced in sufficient quantities</w:t>
      </w:r>
      <w:r w:rsidR="00502283">
        <w:t>)</w:t>
      </w:r>
    </w:p>
    <w:p w:rsidR="00502283" w:rsidRDefault="003A0D87" w:rsidP="00502283">
      <w:pPr>
        <w:pStyle w:val="ListBullet"/>
      </w:pPr>
      <w:r>
        <w:t>d</w:t>
      </w:r>
      <w:r w:rsidR="00502283">
        <w:t xml:space="preserve">ependent patent </w:t>
      </w:r>
      <w:r w:rsidR="00F54ECE">
        <w:t>(where a patent cannot be worked without exploiting an earlier patented invention)</w:t>
      </w:r>
    </w:p>
    <w:p w:rsidR="00502283" w:rsidRDefault="003A0D87" w:rsidP="00502283">
      <w:pPr>
        <w:pStyle w:val="ListBullet"/>
      </w:pPr>
      <w:r>
        <w:t>p</w:t>
      </w:r>
      <w:r w:rsidR="00502283">
        <w:t>atent abuse</w:t>
      </w:r>
      <w:r w:rsidR="003668BE">
        <w:t xml:space="preserve"> (for example, ‘refusing to deal’ with an applicant for a licence</w:t>
      </w:r>
      <w:r w:rsidR="00E84871">
        <w:t xml:space="preserve"> to the patent</w:t>
      </w:r>
      <w:r w:rsidR="003668BE">
        <w:t>)</w:t>
      </w:r>
    </w:p>
    <w:p w:rsidR="00502283" w:rsidRDefault="003A0D87" w:rsidP="00502283">
      <w:pPr>
        <w:pStyle w:val="ListBullet"/>
      </w:pPr>
      <w:r>
        <w:t>p</w:t>
      </w:r>
      <w:r w:rsidR="00502283">
        <w:t xml:space="preserve">ublic interest </w:t>
      </w:r>
      <w:r w:rsidR="00AD3EBB">
        <w:t>(varies from country to country and commonly includes national emergencies</w:t>
      </w:r>
      <w:r w:rsidR="003668BE">
        <w:t>)</w:t>
      </w:r>
      <w:r w:rsidR="00686A66">
        <w:t>.</w:t>
      </w:r>
      <w:r w:rsidR="003468B9">
        <w:t xml:space="preserve"> </w:t>
      </w:r>
    </w:p>
    <w:p w:rsidR="007C7948" w:rsidRDefault="00717B97" w:rsidP="00B67E4C">
      <w:pPr>
        <w:pStyle w:val="BodyText"/>
      </w:pPr>
      <w:r>
        <w:t>In Australia</w:t>
      </w:r>
      <w:r w:rsidR="00765784">
        <w:t xml:space="preserve">, </w:t>
      </w:r>
      <w:r w:rsidR="00173058">
        <w:t xml:space="preserve">the </w:t>
      </w:r>
      <w:r w:rsidR="00BC0F06">
        <w:t xml:space="preserve">grounds for compulsory licensing in </w:t>
      </w:r>
      <w:r>
        <w:t xml:space="preserve">the </w:t>
      </w:r>
      <w:r w:rsidRPr="00717B97">
        <w:rPr>
          <w:i/>
        </w:rPr>
        <w:t>Patents Act 1990</w:t>
      </w:r>
      <w:r>
        <w:t xml:space="preserve"> </w:t>
      </w:r>
      <w:r w:rsidR="00173058">
        <w:t xml:space="preserve">(Cwlth) </w:t>
      </w:r>
      <w:r w:rsidR="000800DA">
        <w:t xml:space="preserve">(Patents Act) </w:t>
      </w:r>
      <w:r w:rsidR="00173058">
        <w:t>include</w:t>
      </w:r>
      <w:r w:rsidR="00BC0F06">
        <w:t xml:space="preserve"> the</w:t>
      </w:r>
      <w:r w:rsidR="00765784">
        <w:t xml:space="preserve"> ‘reasonable requirements of the public’ </w:t>
      </w:r>
      <w:r w:rsidR="00BC0F06">
        <w:t xml:space="preserve">rather than the ‘public interest’ </w:t>
      </w:r>
      <w:r>
        <w:t>(discussed in more detail in chapter 6).</w:t>
      </w:r>
      <w:r w:rsidR="001730C6">
        <w:t xml:space="preserve"> Despite thi</w:t>
      </w:r>
      <w:r w:rsidR="00BC0F06">
        <w:t xml:space="preserve">s difference in language, WIPO found that </w:t>
      </w:r>
      <w:r w:rsidR="00173058">
        <w:t>the above</w:t>
      </w:r>
      <w:r w:rsidR="00FC3EC4">
        <w:t xml:space="preserve"> </w:t>
      </w:r>
      <w:r w:rsidR="00173058">
        <w:t xml:space="preserve">mentioned </w:t>
      </w:r>
      <w:r w:rsidR="00BC0F06">
        <w:t xml:space="preserve">four grounds </w:t>
      </w:r>
      <w:r w:rsidR="001730C6">
        <w:t>were</w:t>
      </w:r>
      <w:r w:rsidR="00BC0F06">
        <w:t xml:space="preserve"> available in Australia.</w:t>
      </w:r>
      <w:r>
        <w:t xml:space="preserve"> These </w:t>
      </w:r>
      <w:r w:rsidR="00BC0F06">
        <w:t xml:space="preserve">four </w:t>
      </w:r>
      <w:r>
        <w:t>g</w:t>
      </w:r>
      <w:r w:rsidR="00502283">
        <w:t>rounds</w:t>
      </w:r>
      <w:r w:rsidR="007C7948">
        <w:t xml:space="preserve"> </w:t>
      </w:r>
      <w:r w:rsidR="009C3F22">
        <w:t xml:space="preserve">also </w:t>
      </w:r>
      <w:r w:rsidR="007C7948">
        <w:t xml:space="preserve">exist in </w:t>
      </w:r>
      <w:r w:rsidR="00373535">
        <w:t xml:space="preserve">legislation in </w:t>
      </w:r>
      <w:r w:rsidR="007C7948">
        <w:t>many comparable markets</w:t>
      </w:r>
      <w:r w:rsidR="00A2376A">
        <w:t xml:space="preserve">. </w:t>
      </w:r>
      <w:r w:rsidR="005A39F4">
        <w:t>For example, France, Germany, Japan, Korea and the United Kingdom have</w:t>
      </w:r>
      <w:r w:rsidR="00492EE1">
        <w:t xml:space="preserve"> explicit</w:t>
      </w:r>
      <w:r w:rsidR="005A39F4">
        <w:t xml:space="preserve"> public interest tests. The United States stands in contrast</w:t>
      </w:r>
      <w:r w:rsidR="00492EE1">
        <w:t xml:space="preserve"> as it does not have</w:t>
      </w:r>
      <w:r w:rsidR="003468B9">
        <w:t xml:space="preserve"> provisions for</w:t>
      </w:r>
      <w:r w:rsidR="00492EE1">
        <w:t xml:space="preserve"> compulsory licensing</w:t>
      </w:r>
      <w:r w:rsidR="003468B9">
        <w:t xml:space="preserve"> in its patents legislation</w:t>
      </w:r>
      <w:r w:rsidR="00316727">
        <w:t xml:space="preserve"> (although as explained later the United States uses compulsory licensing)</w:t>
      </w:r>
      <w:r w:rsidR="005A39F4">
        <w:t xml:space="preserve">. </w:t>
      </w:r>
      <w:r w:rsidR="00492EE1">
        <w:t>As a result, n</w:t>
      </w:r>
      <w:r w:rsidR="005A39F4">
        <w:t xml:space="preserve">one of the </w:t>
      </w:r>
      <w:r w:rsidR="00373535">
        <w:t xml:space="preserve">grounds </w:t>
      </w:r>
      <w:r w:rsidR="005A39F4">
        <w:t>are explicitly provided for in US</w:t>
      </w:r>
      <w:r w:rsidR="00492EE1">
        <w:t xml:space="preserve"> </w:t>
      </w:r>
      <w:r>
        <w:t xml:space="preserve">patents </w:t>
      </w:r>
      <w:r w:rsidR="00492EE1">
        <w:t>legislation</w:t>
      </w:r>
      <w:r w:rsidR="005A39F4">
        <w:t xml:space="preserve">. </w:t>
      </w:r>
      <w:r w:rsidR="00173058">
        <w:t>Australia and m</w:t>
      </w:r>
      <w:r w:rsidR="002C6919">
        <w:t xml:space="preserve">ost comparable markets also have competition grounds for </w:t>
      </w:r>
      <w:r w:rsidR="00173058">
        <w:t xml:space="preserve">granting </w:t>
      </w:r>
      <w:r w:rsidR="002C6919">
        <w:t>compulsory licences (table</w:t>
      </w:r>
      <w:r w:rsidR="00173058">
        <w:t> </w:t>
      </w:r>
      <w:r w:rsidR="002C6919">
        <w:t>C.1).</w:t>
      </w:r>
    </w:p>
    <w:p w:rsidR="00B67E4C" w:rsidRDefault="00B67E4C" w:rsidP="00B67E4C">
      <w:pPr>
        <w:pStyle w:val="TableTitle"/>
      </w:pPr>
      <w:r>
        <w:rPr>
          <w:b w:val="0"/>
        </w:rPr>
        <w:lastRenderedPageBreak/>
        <w:t xml:space="preserve">Table </w:t>
      </w:r>
      <w:r w:rsidR="00F15451">
        <w:fldChar w:fldCharType="begin"/>
      </w:r>
      <w:r w:rsidR="00F15451">
        <w:instrText xml:space="preserve"> COMMENTS  \* MERGEFORMAT </w:instrText>
      </w:r>
      <w:r w:rsidR="00F15451">
        <w:fldChar w:fldCharType="separate"/>
      </w:r>
      <w:proofErr w:type="spellStart"/>
      <w:r w:rsidR="00384F41" w:rsidRPr="00384F41">
        <w:rPr>
          <w:b w:val="0"/>
        </w:rPr>
        <w:t>C.</w:t>
      </w:r>
      <w:r w:rsidR="00F15451">
        <w:rPr>
          <w:b w:val="0"/>
        </w:rPr>
        <w:fldChar w:fldCharType="end"/>
      </w:r>
      <w:r w:rsidR="0030683C">
        <w:rPr>
          <w:b w:val="0"/>
        </w:rPr>
        <w:fldChar w:fldCharType="begin"/>
      </w:r>
      <w:r>
        <w:rPr>
          <w:b w:val="0"/>
        </w:rPr>
        <w:instrText xml:space="preserve"> SEQ Table \* ARABIC </w:instrText>
      </w:r>
      <w:r w:rsidR="0030683C">
        <w:rPr>
          <w:b w:val="0"/>
        </w:rPr>
        <w:fldChar w:fldCharType="separate"/>
      </w:r>
      <w:r w:rsidR="005B750A">
        <w:rPr>
          <w:b w:val="0"/>
          <w:noProof/>
        </w:rPr>
        <w:t>1</w:t>
      </w:r>
      <w:proofErr w:type="spellEnd"/>
      <w:r w:rsidR="0030683C">
        <w:rPr>
          <w:b w:val="0"/>
        </w:rPr>
        <w:fldChar w:fldCharType="end"/>
      </w:r>
      <w:r>
        <w:tab/>
      </w:r>
      <w:r w:rsidR="00502283">
        <w:t>Grounds</w:t>
      </w:r>
      <w:r w:rsidR="007C7948">
        <w:t xml:space="preserve"> </w:t>
      </w:r>
      <w:r w:rsidR="006A292B">
        <w:t xml:space="preserve">for use of compulsory licensing in </w:t>
      </w:r>
      <w:r w:rsidR="00492EE1">
        <w:t>selected countries</w:t>
      </w:r>
    </w:p>
    <w:tbl>
      <w:tblPr>
        <w:tblW w:w="5000" w:type="pct"/>
        <w:tblLayout w:type="fixed"/>
        <w:tblCellMar>
          <w:left w:w="0" w:type="dxa"/>
          <w:right w:w="0" w:type="dxa"/>
        </w:tblCellMar>
        <w:tblLook w:val="0000" w:firstRow="0" w:lastRow="0" w:firstColumn="0" w:lastColumn="0" w:noHBand="0" w:noVBand="0"/>
      </w:tblPr>
      <w:tblGrid>
        <w:gridCol w:w="1630"/>
        <w:gridCol w:w="1522"/>
        <w:gridCol w:w="1382"/>
        <w:gridCol w:w="1385"/>
        <w:gridCol w:w="1383"/>
        <w:gridCol w:w="1487"/>
      </w:tblGrid>
      <w:tr w:rsidR="006167E9" w:rsidTr="0001155F">
        <w:tc>
          <w:tcPr>
            <w:tcW w:w="927" w:type="pct"/>
            <w:tcBorders>
              <w:top w:val="single" w:sz="4" w:space="0" w:color="auto"/>
              <w:bottom w:val="single" w:sz="4" w:space="0" w:color="auto"/>
            </w:tcBorders>
          </w:tcPr>
          <w:p w:rsidR="00276D65" w:rsidRDefault="00276D65" w:rsidP="00B67E4C">
            <w:pPr>
              <w:pStyle w:val="TableColumnHeading"/>
              <w:jc w:val="left"/>
            </w:pPr>
          </w:p>
        </w:tc>
        <w:tc>
          <w:tcPr>
            <w:tcW w:w="866" w:type="pct"/>
            <w:tcBorders>
              <w:top w:val="single" w:sz="4" w:space="0" w:color="auto"/>
              <w:bottom w:val="single" w:sz="4" w:space="0" w:color="auto"/>
            </w:tcBorders>
          </w:tcPr>
          <w:p w:rsidR="00276D65" w:rsidRDefault="00276D65" w:rsidP="00C80A8D">
            <w:pPr>
              <w:pStyle w:val="TableColumnHeading"/>
              <w:spacing w:before="120"/>
            </w:pPr>
            <w:r>
              <w:t>Non-working of patent</w:t>
            </w:r>
          </w:p>
        </w:tc>
        <w:tc>
          <w:tcPr>
            <w:tcW w:w="786" w:type="pct"/>
            <w:tcBorders>
              <w:top w:val="single" w:sz="4" w:space="0" w:color="auto"/>
              <w:bottom w:val="single" w:sz="4" w:space="0" w:color="auto"/>
            </w:tcBorders>
          </w:tcPr>
          <w:p w:rsidR="00276D65" w:rsidRDefault="00276D65" w:rsidP="00C80A8D">
            <w:pPr>
              <w:pStyle w:val="TableColumnHeading"/>
              <w:spacing w:before="120"/>
            </w:pPr>
            <w:r>
              <w:t>Dependent patent</w:t>
            </w:r>
          </w:p>
        </w:tc>
        <w:tc>
          <w:tcPr>
            <w:tcW w:w="788" w:type="pct"/>
            <w:tcBorders>
              <w:top w:val="single" w:sz="4" w:space="0" w:color="auto"/>
              <w:bottom w:val="single" w:sz="4" w:space="0" w:color="auto"/>
            </w:tcBorders>
          </w:tcPr>
          <w:p w:rsidR="00276D65" w:rsidRDefault="00276D65" w:rsidP="00C80A8D">
            <w:pPr>
              <w:pStyle w:val="TableColumnHeading"/>
              <w:spacing w:before="120"/>
            </w:pPr>
            <w:r>
              <w:t>Patent abuse</w:t>
            </w:r>
          </w:p>
        </w:tc>
        <w:tc>
          <w:tcPr>
            <w:tcW w:w="787" w:type="pct"/>
            <w:tcBorders>
              <w:top w:val="single" w:sz="4" w:space="0" w:color="auto"/>
              <w:bottom w:val="single" w:sz="4" w:space="0" w:color="auto"/>
            </w:tcBorders>
          </w:tcPr>
          <w:p w:rsidR="00276D65" w:rsidRDefault="00276D65" w:rsidP="00C80A8D">
            <w:pPr>
              <w:pStyle w:val="TableColumnHeading"/>
              <w:spacing w:before="120"/>
              <w:ind w:right="28"/>
            </w:pPr>
            <w:r>
              <w:t>Public interest</w:t>
            </w:r>
          </w:p>
        </w:tc>
        <w:tc>
          <w:tcPr>
            <w:tcW w:w="847" w:type="pct"/>
            <w:tcBorders>
              <w:top w:val="single" w:sz="4" w:space="0" w:color="auto"/>
              <w:bottom w:val="single" w:sz="4" w:space="0" w:color="auto"/>
            </w:tcBorders>
          </w:tcPr>
          <w:p w:rsidR="00276D65" w:rsidRDefault="00276D65" w:rsidP="00B67E4C">
            <w:pPr>
              <w:pStyle w:val="TableColumnHeading"/>
              <w:ind w:right="28"/>
            </w:pPr>
            <w:r>
              <w:t>Competition</w:t>
            </w:r>
            <w:r w:rsidR="0084218E" w:rsidRPr="00C22656">
              <w:rPr>
                <w:rStyle w:val="NoteLabel"/>
                <w:i w:val="0"/>
              </w:rPr>
              <w:t>a</w:t>
            </w:r>
          </w:p>
        </w:tc>
      </w:tr>
      <w:tr w:rsidR="006167E9" w:rsidTr="0001155F">
        <w:trPr>
          <w:trHeight w:val="195"/>
        </w:trPr>
        <w:tc>
          <w:tcPr>
            <w:tcW w:w="927" w:type="pct"/>
            <w:tcBorders>
              <w:top w:val="single" w:sz="4" w:space="0" w:color="auto"/>
            </w:tcBorders>
          </w:tcPr>
          <w:p w:rsidR="00276D65" w:rsidRDefault="00276D65" w:rsidP="00B67E4C">
            <w:pPr>
              <w:pStyle w:val="TableUnitsRow"/>
              <w:jc w:val="left"/>
            </w:pPr>
          </w:p>
        </w:tc>
        <w:tc>
          <w:tcPr>
            <w:tcW w:w="866" w:type="pct"/>
            <w:tcBorders>
              <w:top w:val="single" w:sz="4" w:space="0" w:color="auto"/>
            </w:tcBorders>
          </w:tcPr>
          <w:p w:rsidR="00276D65" w:rsidRDefault="00276D65" w:rsidP="00B67E4C">
            <w:pPr>
              <w:pStyle w:val="TableUnitsRow"/>
            </w:pPr>
          </w:p>
        </w:tc>
        <w:tc>
          <w:tcPr>
            <w:tcW w:w="786" w:type="pct"/>
            <w:tcBorders>
              <w:top w:val="single" w:sz="4" w:space="0" w:color="auto"/>
            </w:tcBorders>
          </w:tcPr>
          <w:p w:rsidR="00276D65" w:rsidRDefault="00276D65" w:rsidP="00B67E4C">
            <w:pPr>
              <w:pStyle w:val="TableUnitsRow"/>
            </w:pPr>
          </w:p>
        </w:tc>
        <w:tc>
          <w:tcPr>
            <w:tcW w:w="788" w:type="pct"/>
            <w:tcBorders>
              <w:top w:val="single" w:sz="4" w:space="0" w:color="auto"/>
            </w:tcBorders>
          </w:tcPr>
          <w:p w:rsidR="00276D65" w:rsidRDefault="00276D65" w:rsidP="00B67E4C">
            <w:pPr>
              <w:pStyle w:val="TableUnitsRow"/>
            </w:pPr>
          </w:p>
        </w:tc>
        <w:tc>
          <w:tcPr>
            <w:tcW w:w="787" w:type="pct"/>
            <w:tcBorders>
              <w:top w:val="single" w:sz="4" w:space="0" w:color="auto"/>
            </w:tcBorders>
          </w:tcPr>
          <w:p w:rsidR="00276D65" w:rsidRDefault="00276D65" w:rsidP="00B67E4C">
            <w:pPr>
              <w:pStyle w:val="TableUnitsRow"/>
              <w:ind w:right="28"/>
            </w:pPr>
          </w:p>
        </w:tc>
        <w:tc>
          <w:tcPr>
            <w:tcW w:w="847" w:type="pct"/>
            <w:tcBorders>
              <w:top w:val="single" w:sz="4" w:space="0" w:color="auto"/>
            </w:tcBorders>
          </w:tcPr>
          <w:p w:rsidR="00276D65" w:rsidRDefault="00276D65" w:rsidP="00B67E4C">
            <w:pPr>
              <w:pStyle w:val="TableUnitsRow"/>
              <w:ind w:right="28"/>
            </w:pPr>
          </w:p>
        </w:tc>
      </w:tr>
      <w:tr w:rsidR="006167E9" w:rsidTr="0001155F">
        <w:tc>
          <w:tcPr>
            <w:tcW w:w="927" w:type="pct"/>
          </w:tcPr>
          <w:p w:rsidR="00276D65" w:rsidRDefault="00276D65" w:rsidP="00B67E4C">
            <w:pPr>
              <w:pStyle w:val="TableBodyText"/>
              <w:jc w:val="left"/>
            </w:pPr>
            <w:r>
              <w:t>Australia</w:t>
            </w:r>
          </w:p>
        </w:tc>
        <w:tc>
          <w:tcPr>
            <w:tcW w:w="866" w:type="pct"/>
          </w:tcPr>
          <w:p w:rsidR="00276D65" w:rsidRDefault="00276D65" w:rsidP="00B67E4C">
            <w:pPr>
              <w:pStyle w:val="TableBodyText"/>
            </w:pPr>
            <w:r>
              <w:t>Yes</w:t>
            </w:r>
          </w:p>
        </w:tc>
        <w:tc>
          <w:tcPr>
            <w:tcW w:w="786" w:type="pct"/>
          </w:tcPr>
          <w:p w:rsidR="00276D65" w:rsidRDefault="00276D65" w:rsidP="00B67E4C">
            <w:pPr>
              <w:pStyle w:val="TableBodyText"/>
            </w:pPr>
            <w:r>
              <w:t>Yes</w:t>
            </w:r>
          </w:p>
        </w:tc>
        <w:tc>
          <w:tcPr>
            <w:tcW w:w="788" w:type="pct"/>
          </w:tcPr>
          <w:p w:rsidR="00276D65" w:rsidRDefault="00276D65" w:rsidP="00B67E4C">
            <w:pPr>
              <w:pStyle w:val="TableBodyText"/>
            </w:pPr>
            <w:r>
              <w:t>Yes</w:t>
            </w:r>
          </w:p>
        </w:tc>
        <w:tc>
          <w:tcPr>
            <w:tcW w:w="787" w:type="pct"/>
          </w:tcPr>
          <w:p w:rsidR="00276D65" w:rsidRDefault="00276D65" w:rsidP="00B67E4C">
            <w:pPr>
              <w:pStyle w:val="TableBodyText"/>
              <w:ind w:right="28"/>
            </w:pPr>
            <w:r>
              <w:t>Yes</w:t>
            </w:r>
          </w:p>
        </w:tc>
        <w:tc>
          <w:tcPr>
            <w:tcW w:w="847" w:type="pct"/>
          </w:tcPr>
          <w:p w:rsidR="00276D65" w:rsidRDefault="00276D65" w:rsidP="00276D65">
            <w:pPr>
              <w:pStyle w:val="TableBodyText"/>
            </w:pPr>
            <w:r>
              <w:t>Yes</w:t>
            </w:r>
          </w:p>
        </w:tc>
      </w:tr>
      <w:tr w:rsidR="006167E9" w:rsidTr="0001155F">
        <w:tc>
          <w:tcPr>
            <w:tcW w:w="927" w:type="pct"/>
          </w:tcPr>
          <w:p w:rsidR="00276D65" w:rsidRDefault="00276D65" w:rsidP="00B67E4C">
            <w:pPr>
              <w:pStyle w:val="TableBodyText"/>
              <w:jc w:val="left"/>
            </w:pPr>
            <w:r>
              <w:t>Canada</w:t>
            </w:r>
          </w:p>
        </w:tc>
        <w:tc>
          <w:tcPr>
            <w:tcW w:w="866" w:type="pct"/>
          </w:tcPr>
          <w:p w:rsidR="00276D65" w:rsidRDefault="00276D65" w:rsidP="00B67E4C">
            <w:pPr>
              <w:pStyle w:val="TableBodyText"/>
            </w:pPr>
            <w:r>
              <w:t>Not explicitly provided</w:t>
            </w:r>
          </w:p>
        </w:tc>
        <w:tc>
          <w:tcPr>
            <w:tcW w:w="786" w:type="pct"/>
          </w:tcPr>
          <w:p w:rsidR="00276D65" w:rsidRDefault="00276D65" w:rsidP="00B67E4C">
            <w:pPr>
              <w:pStyle w:val="TableBodyText"/>
            </w:pPr>
            <w:r>
              <w:t>Not explicitly provided</w:t>
            </w:r>
          </w:p>
        </w:tc>
        <w:tc>
          <w:tcPr>
            <w:tcW w:w="788" w:type="pct"/>
          </w:tcPr>
          <w:p w:rsidR="00276D65" w:rsidRDefault="00276D65" w:rsidP="00B67E4C">
            <w:pPr>
              <w:pStyle w:val="TableBodyText"/>
            </w:pPr>
            <w:r>
              <w:t>Yes</w:t>
            </w:r>
          </w:p>
        </w:tc>
        <w:tc>
          <w:tcPr>
            <w:tcW w:w="787" w:type="pct"/>
          </w:tcPr>
          <w:p w:rsidR="00463342" w:rsidRDefault="00276D65" w:rsidP="0001155F">
            <w:pPr>
              <w:pStyle w:val="TableBodyText"/>
              <w:rPr>
                <w:i/>
              </w:rPr>
            </w:pPr>
            <w:r>
              <w:t>Not explicitly provided</w:t>
            </w:r>
          </w:p>
        </w:tc>
        <w:tc>
          <w:tcPr>
            <w:tcW w:w="847" w:type="pct"/>
          </w:tcPr>
          <w:p w:rsidR="00276D65" w:rsidRDefault="00276D65" w:rsidP="00276D65">
            <w:pPr>
              <w:pStyle w:val="TableBodyText"/>
            </w:pPr>
            <w:r>
              <w:t>Yes</w:t>
            </w:r>
          </w:p>
        </w:tc>
      </w:tr>
      <w:tr w:rsidR="006167E9" w:rsidTr="0001155F">
        <w:tc>
          <w:tcPr>
            <w:tcW w:w="927" w:type="pct"/>
          </w:tcPr>
          <w:p w:rsidR="00276D65" w:rsidRDefault="00276D65" w:rsidP="00B67E4C">
            <w:pPr>
              <w:pStyle w:val="TableBodyText"/>
              <w:jc w:val="left"/>
            </w:pPr>
            <w:r>
              <w:t>China</w:t>
            </w:r>
          </w:p>
        </w:tc>
        <w:tc>
          <w:tcPr>
            <w:tcW w:w="866" w:type="pct"/>
          </w:tcPr>
          <w:p w:rsidR="00276D65" w:rsidRDefault="00276D65" w:rsidP="00235E83">
            <w:pPr>
              <w:pStyle w:val="TableBodyText"/>
            </w:pPr>
            <w:r>
              <w:t>Yes</w:t>
            </w:r>
          </w:p>
        </w:tc>
        <w:tc>
          <w:tcPr>
            <w:tcW w:w="786" w:type="pct"/>
          </w:tcPr>
          <w:p w:rsidR="00276D65" w:rsidRDefault="00276D65" w:rsidP="00B67E4C">
            <w:pPr>
              <w:pStyle w:val="TableBodyText"/>
            </w:pPr>
            <w:r>
              <w:t>Yes</w:t>
            </w:r>
          </w:p>
        </w:tc>
        <w:tc>
          <w:tcPr>
            <w:tcW w:w="788" w:type="pct"/>
          </w:tcPr>
          <w:p w:rsidR="00276D65" w:rsidRDefault="00276D65" w:rsidP="00235E83">
            <w:pPr>
              <w:pStyle w:val="TableBodyText"/>
            </w:pPr>
            <w:r>
              <w:t>Yes</w:t>
            </w:r>
          </w:p>
        </w:tc>
        <w:tc>
          <w:tcPr>
            <w:tcW w:w="787" w:type="pct"/>
          </w:tcPr>
          <w:p w:rsidR="00463342" w:rsidRDefault="00276D65" w:rsidP="0001155F">
            <w:pPr>
              <w:pStyle w:val="TableBodyText"/>
              <w:rPr>
                <w:i/>
              </w:rPr>
            </w:pPr>
            <w:r>
              <w:t>Yes</w:t>
            </w:r>
          </w:p>
        </w:tc>
        <w:tc>
          <w:tcPr>
            <w:tcW w:w="847" w:type="pct"/>
          </w:tcPr>
          <w:p w:rsidR="00276D65" w:rsidRDefault="00276D65" w:rsidP="00276D65">
            <w:pPr>
              <w:pStyle w:val="TableBodyText"/>
            </w:pPr>
            <w:r>
              <w:t>Yes</w:t>
            </w:r>
          </w:p>
        </w:tc>
      </w:tr>
      <w:tr w:rsidR="006167E9" w:rsidTr="0001155F">
        <w:tc>
          <w:tcPr>
            <w:tcW w:w="927" w:type="pct"/>
          </w:tcPr>
          <w:p w:rsidR="00276D65" w:rsidRDefault="00276D65" w:rsidP="00B67E4C">
            <w:pPr>
              <w:pStyle w:val="TableBodyText"/>
              <w:jc w:val="left"/>
            </w:pPr>
            <w:r>
              <w:t>France</w:t>
            </w:r>
          </w:p>
        </w:tc>
        <w:tc>
          <w:tcPr>
            <w:tcW w:w="866" w:type="pct"/>
          </w:tcPr>
          <w:p w:rsidR="00276D65" w:rsidRDefault="00276D65" w:rsidP="00B67E4C">
            <w:pPr>
              <w:pStyle w:val="TableBodyText"/>
            </w:pPr>
            <w:r>
              <w:t>Yes</w:t>
            </w:r>
          </w:p>
        </w:tc>
        <w:tc>
          <w:tcPr>
            <w:tcW w:w="786" w:type="pct"/>
          </w:tcPr>
          <w:p w:rsidR="00276D65" w:rsidRDefault="00276D65" w:rsidP="00B67E4C">
            <w:pPr>
              <w:pStyle w:val="TableBodyText"/>
            </w:pPr>
            <w:r>
              <w:t>Yes</w:t>
            </w:r>
          </w:p>
        </w:tc>
        <w:tc>
          <w:tcPr>
            <w:tcW w:w="788" w:type="pct"/>
          </w:tcPr>
          <w:p w:rsidR="00276D65" w:rsidRDefault="00276D65" w:rsidP="00B67E4C">
            <w:pPr>
              <w:pStyle w:val="TableBodyText"/>
            </w:pPr>
            <w:r>
              <w:t>Not explicitly provided</w:t>
            </w:r>
          </w:p>
        </w:tc>
        <w:tc>
          <w:tcPr>
            <w:tcW w:w="787" w:type="pct"/>
          </w:tcPr>
          <w:p w:rsidR="00463342" w:rsidRDefault="00276D65" w:rsidP="0001155F">
            <w:pPr>
              <w:pStyle w:val="TableBodyText"/>
              <w:rPr>
                <w:i/>
              </w:rPr>
            </w:pPr>
            <w:r>
              <w:t>Yes</w:t>
            </w:r>
          </w:p>
        </w:tc>
        <w:tc>
          <w:tcPr>
            <w:tcW w:w="847" w:type="pct"/>
          </w:tcPr>
          <w:p w:rsidR="00276D65" w:rsidRDefault="00276D65" w:rsidP="00276D65">
            <w:pPr>
              <w:pStyle w:val="TableBodyText"/>
            </w:pPr>
            <w:r>
              <w:t>Yes</w:t>
            </w:r>
          </w:p>
        </w:tc>
      </w:tr>
      <w:tr w:rsidR="006167E9" w:rsidTr="0001155F">
        <w:tc>
          <w:tcPr>
            <w:tcW w:w="927" w:type="pct"/>
          </w:tcPr>
          <w:p w:rsidR="00276D65" w:rsidRDefault="00276D65" w:rsidP="00B67E4C">
            <w:pPr>
              <w:pStyle w:val="TableBodyText"/>
              <w:jc w:val="left"/>
            </w:pPr>
            <w:r>
              <w:t>Germany</w:t>
            </w:r>
          </w:p>
        </w:tc>
        <w:tc>
          <w:tcPr>
            <w:tcW w:w="866" w:type="pct"/>
          </w:tcPr>
          <w:p w:rsidR="00276D65" w:rsidRDefault="00276D65" w:rsidP="00B67E4C">
            <w:pPr>
              <w:pStyle w:val="TableBodyText"/>
            </w:pPr>
            <w:r>
              <w:t>Yes</w:t>
            </w:r>
          </w:p>
        </w:tc>
        <w:tc>
          <w:tcPr>
            <w:tcW w:w="786" w:type="pct"/>
          </w:tcPr>
          <w:p w:rsidR="00276D65" w:rsidRDefault="00276D65" w:rsidP="00B67E4C">
            <w:pPr>
              <w:pStyle w:val="TableBodyText"/>
            </w:pPr>
            <w:r>
              <w:t>Yes</w:t>
            </w:r>
          </w:p>
        </w:tc>
        <w:tc>
          <w:tcPr>
            <w:tcW w:w="788" w:type="pct"/>
          </w:tcPr>
          <w:p w:rsidR="00276D65" w:rsidRDefault="00276D65" w:rsidP="00B67E4C">
            <w:pPr>
              <w:pStyle w:val="TableBodyText"/>
            </w:pPr>
            <w:r>
              <w:t>Not explicitly provided</w:t>
            </w:r>
          </w:p>
        </w:tc>
        <w:tc>
          <w:tcPr>
            <w:tcW w:w="787" w:type="pct"/>
          </w:tcPr>
          <w:p w:rsidR="00463342" w:rsidRDefault="00276D65" w:rsidP="0001155F">
            <w:pPr>
              <w:pStyle w:val="TableBodyText"/>
              <w:rPr>
                <w:i/>
              </w:rPr>
            </w:pPr>
            <w:r>
              <w:t>Yes</w:t>
            </w:r>
          </w:p>
        </w:tc>
        <w:tc>
          <w:tcPr>
            <w:tcW w:w="847" w:type="pct"/>
          </w:tcPr>
          <w:p w:rsidR="00276D65" w:rsidRDefault="00276D65" w:rsidP="00276D65">
            <w:pPr>
              <w:pStyle w:val="TableBodyText"/>
            </w:pPr>
            <w:r>
              <w:t>Yes</w:t>
            </w:r>
          </w:p>
        </w:tc>
      </w:tr>
      <w:tr w:rsidR="006167E9" w:rsidTr="0001155F">
        <w:tc>
          <w:tcPr>
            <w:tcW w:w="927" w:type="pct"/>
          </w:tcPr>
          <w:p w:rsidR="00276D65" w:rsidRDefault="00276D65" w:rsidP="00B67E4C">
            <w:pPr>
              <w:pStyle w:val="TableBodyText"/>
              <w:jc w:val="left"/>
            </w:pPr>
            <w:r>
              <w:t>Japan</w:t>
            </w:r>
            <w:r w:rsidR="00F13139" w:rsidRPr="00F13139">
              <w:rPr>
                <w:rStyle w:val="NoteLabel"/>
              </w:rPr>
              <w:t>b</w:t>
            </w:r>
          </w:p>
        </w:tc>
        <w:tc>
          <w:tcPr>
            <w:tcW w:w="866" w:type="pct"/>
          </w:tcPr>
          <w:p w:rsidR="00276D65" w:rsidRDefault="00276D65" w:rsidP="00B67E4C">
            <w:pPr>
              <w:pStyle w:val="TableBodyText"/>
            </w:pPr>
            <w:r>
              <w:t>Yes</w:t>
            </w:r>
          </w:p>
        </w:tc>
        <w:tc>
          <w:tcPr>
            <w:tcW w:w="786" w:type="pct"/>
          </w:tcPr>
          <w:p w:rsidR="00276D65" w:rsidRDefault="00276D65" w:rsidP="00B67E4C">
            <w:pPr>
              <w:pStyle w:val="TableBodyText"/>
            </w:pPr>
            <w:r>
              <w:t>Yes</w:t>
            </w:r>
          </w:p>
        </w:tc>
        <w:tc>
          <w:tcPr>
            <w:tcW w:w="788" w:type="pct"/>
          </w:tcPr>
          <w:p w:rsidR="00276D65" w:rsidRDefault="00276D65" w:rsidP="00B67E4C">
            <w:pPr>
              <w:pStyle w:val="TableBodyText"/>
            </w:pPr>
            <w:r>
              <w:t>Not explicitly provided</w:t>
            </w:r>
          </w:p>
        </w:tc>
        <w:tc>
          <w:tcPr>
            <w:tcW w:w="787" w:type="pct"/>
          </w:tcPr>
          <w:p w:rsidR="00463342" w:rsidRDefault="00276D65" w:rsidP="0001155F">
            <w:pPr>
              <w:pStyle w:val="TableBodyText"/>
              <w:rPr>
                <w:i/>
              </w:rPr>
            </w:pPr>
            <w:r>
              <w:t>Yes</w:t>
            </w:r>
          </w:p>
        </w:tc>
        <w:tc>
          <w:tcPr>
            <w:tcW w:w="847" w:type="pct"/>
          </w:tcPr>
          <w:p w:rsidR="00276D65" w:rsidRDefault="00276D65" w:rsidP="00276D65">
            <w:pPr>
              <w:pStyle w:val="TableBodyText"/>
            </w:pPr>
            <w:r>
              <w:t>No</w:t>
            </w:r>
          </w:p>
        </w:tc>
      </w:tr>
      <w:tr w:rsidR="006167E9" w:rsidTr="0001155F">
        <w:tc>
          <w:tcPr>
            <w:tcW w:w="927" w:type="pct"/>
          </w:tcPr>
          <w:p w:rsidR="00276D65" w:rsidRDefault="00276D65" w:rsidP="00B67E4C">
            <w:pPr>
              <w:pStyle w:val="TableBodyText"/>
              <w:jc w:val="left"/>
            </w:pPr>
            <w:r>
              <w:t>Korea</w:t>
            </w:r>
          </w:p>
        </w:tc>
        <w:tc>
          <w:tcPr>
            <w:tcW w:w="866" w:type="pct"/>
          </w:tcPr>
          <w:p w:rsidR="00276D65" w:rsidRPr="00533ADB" w:rsidRDefault="00276D65" w:rsidP="00533ADB">
            <w:pPr>
              <w:pStyle w:val="TableBodyText"/>
            </w:pPr>
            <w:r w:rsidRPr="00303791">
              <w:t>Yes</w:t>
            </w:r>
          </w:p>
        </w:tc>
        <w:tc>
          <w:tcPr>
            <w:tcW w:w="786" w:type="pct"/>
          </w:tcPr>
          <w:p w:rsidR="00276D65" w:rsidRPr="00533ADB" w:rsidRDefault="00276D65" w:rsidP="00533ADB">
            <w:pPr>
              <w:pStyle w:val="TableBodyText"/>
            </w:pPr>
            <w:r w:rsidRPr="00303791">
              <w:t>Yes</w:t>
            </w:r>
          </w:p>
        </w:tc>
        <w:tc>
          <w:tcPr>
            <w:tcW w:w="788" w:type="pct"/>
          </w:tcPr>
          <w:p w:rsidR="00276D65" w:rsidRPr="00303791" w:rsidRDefault="00276D65" w:rsidP="00533ADB">
            <w:pPr>
              <w:pStyle w:val="TableBodyText"/>
            </w:pPr>
            <w:r w:rsidRPr="00303791">
              <w:t>Yes</w:t>
            </w:r>
          </w:p>
        </w:tc>
        <w:tc>
          <w:tcPr>
            <w:tcW w:w="787" w:type="pct"/>
          </w:tcPr>
          <w:p w:rsidR="00276D65" w:rsidRPr="00303791" w:rsidRDefault="00276D65" w:rsidP="00533ADB">
            <w:pPr>
              <w:pStyle w:val="TableBodyText"/>
            </w:pPr>
            <w:r w:rsidRPr="00303791">
              <w:t>Yes</w:t>
            </w:r>
          </w:p>
        </w:tc>
        <w:tc>
          <w:tcPr>
            <w:tcW w:w="847" w:type="pct"/>
          </w:tcPr>
          <w:p w:rsidR="00276D65" w:rsidRPr="00303791" w:rsidRDefault="00276D65" w:rsidP="00533ADB">
            <w:pPr>
              <w:pStyle w:val="TableBodyText"/>
            </w:pPr>
            <w:r>
              <w:t>No</w:t>
            </w:r>
          </w:p>
        </w:tc>
      </w:tr>
      <w:tr w:rsidR="006167E9" w:rsidTr="0001155F">
        <w:tc>
          <w:tcPr>
            <w:tcW w:w="927" w:type="pct"/>
          </w:tcPr>
          <w:p w:rsidR="00276D65" w:rsidRDefault="00276D65" w:rsidP="00B67E4C">
            <w:pPr>
              <w:pStyle w:val="TableBodyText"/>
              <w:jc w:val="left"/>
            </w:pPr>
            <w:r>
              <w:t>Malaysia</w:t>
            </w:r>
          </w:p>
        </w:tc>
        <w:tc>
          <w:tcPr>
            <w:tcW w:w="866" w:type="pct"/>
          </w:tcPr>
          <w:p w:rsidR="00276D65" w:rsidRPr="00303791" w:rsidRDefault="00276D65" w:rsidP="00533ADB">
            <w:pPr>
              <w:pStyle w:val="TableBodyText"/>
            </w:pPr>
            <w:r w:rsidRPr="00303791">
              <w:t>Yes</w:t>
            </w:r>
          </w:p>
        </w:tc>
        <w:tc>
          <w:tcPr>
            <w:tcW w:w="786" w:type="pct"/>
          </w:tcPr>
          <w:p w:rsidR="00276D65" w:rsidRPr="00303791" w:rsidRDefault="00276D65" w:rsidP="00533ADB">
            <w:pPr>
              <w:pStyle w:val="TableBodyText"/>
            </w:pPr>
            <w:r w:rsidRPr="00303791">
              <w:t>Yes</w:t>
            </w:r>
          </w:p>
        </w:tc>
        <w:tc>
          <w:tcPr>
            <w:tcW w:w="788" w:type="pct"/>
          </w:tcPr>
          <w:p w:rsidR="00276D65" w:rsidRPr="00303791" w:rsidRDefault="00276D65" w:rsidP="00533ADB">
            <w:pPr>
              <w:pStyle w:val="TableBodyText"/>
            </w:pPr>
            <w:r w:rsidRPr="00303791">
              <w:t>Yes</w:t>
            </w:r>
          </w:p>
        </w:tc>
        <w:tc>
          <w:tcPr>
            <w:tcW w:w="787" w:type="pct"/>
          </w:tcPr>
          <w:p w:rsidR="00276D65" w:rsidRPr="00303791" w:rsidRDefault="00276D65" w:rsidP="00533ADB">
            <w:pPr>
              <w:pStyle w:val="TableBodyText"/>
            </w:pPr>
            <w:r>
              <w:t>Not explicitly provided</w:t>
            </w:r>
          </w:p>
        </w:tc>
        <w:tc>
          <w:tcPr>
            <w:tcW w:w="847" w:type="pct"/>
          </w:tcPr>
          <w:p w:rsidR="00276D65" w:rsidRDefault="00276D65" w:rsidP="00533ADB">
            <w:pPr>
              <w:pStyle w:val="TableBodyText"/>
            </w:pPr>
            <w:r>
              <w:t>Yes</w:t>
            </w:r>
          </w:p>
        </w:tc>
      </w:tr>
      <w:tr w:rsidR="006167E9" w:rsidTr="0001155F">
        <w:tc>
          <w:tcPr>
            <w:tcW w:w="927" w:type="pct"/>
          </w:tcPr>
          <w:p w:rsidR="00276D65" w:rsidRDefault="00276D65" w:rsidP="00B67E4C">
            <w:pPr>
              <w:pStyle w:val="TableBodyText"/>
              <w:jc w:val="left"/>
            </w:pPr>
            <w:r>
              <w:t>New Zealand</w:t>
            </w:r>
          </w:p>
        </w:tc>
        <w:tc>
          <w:tcPr>
            <w:tcW w:w="866" w:type="pct"/>
          </w:tcPr>
          <w:p w:rsidR="00276D65" w:rsidRPr="00303791" w:rsidRDefault="00276D65" w:rsidP="00533ADB">
            <w:pPr>
              <w:pStyle w:val="TableBodyText"/>
            </w:pPr>
            <w:r w:rsidRPr="00303791">
              <w:t>Yes</w:t>
            </w:r>
          </w:p>
        </w:tc>
        <w:tc>
          <w:tcPr>
            <w:tcW w:w="786" w:type="pct"/>
          </w:tcPr>
          <w:p w:rsidR="00276D65" w:rsidRPr="00303791" w:rsidRDefault="00276D65" w:rsidP="00533ADB">
            <w:pPr>
              <w:pStyle w:val="TableBodyText"/>
            </w:pPr>
            <w:r w:rsidRPr="00303791">
              <w:t>Not explicitly provided</w:t>
            </w:r>
          </w:p>
        </w:tc>
        <w:tc>
          <w:tcPr>
            <w:tcW w:w="788" w:type="pct"/>
          </w:tcPr>
          <w:p w:rsidR="00276D65" w:rsidRPr="00303791" w:rsidRDefault="00276D65" w:rsidP="00533ADB">
            <w:pPr>
              <w:pStyle w:val="TableBodyText"/>
            </w:pPr>
            <w:r w:rsidRPr="00303791">
              <w:t>Not explicitly provided</w:t>
            </w:r>
          </w:p>
        </w:tc>
        <w:tc>
          <w:tcPr>
            <w:tcW w:w="787" w:type="pct"/>
          </w:tcPr>
          <w:p w:rsidR="00276D65" w:rsidRPr="00303791" w:rsidRDefault="00276D65" w:rsidP="00533ADB">
            <w:pPr>
              <w:pStyle w:val="TableBodyText"/>
            </w:pPr>
            <w:r w:rsidRPr="00303791">
              <w:t>Not explicitly provided</w:t>
            </w:r>
          </w:p>
        </w:tc>
        <w:tc>
          <w:tcPr>
            <w:tcW w:w="847" w:type="pct"/>
          </w:tcPr>
          <w:p w:rsidR="00276D65" w:rsidRPr="00303791" w:rsidRDefault="00276D65" w:rsidP="00533ADB">
            <w:pPr>
              <w:pStyle w:val="TableBodyText"/>
            </w:pPr>
            <w:r>
              <w:t>No</w:t>
            </w:r>
          </w:p>
        </w:tc>
      </w:tr>
      <w:tr w:rsidR="006167E9" w:rsidTr="0001155F">
        <w:tc>
          <w:tcPr>
            <w:tcW w:w="927" w:type="pct"/>
          </w:tcPr>
          <w:p w:rsidR="00276D65" w:rsidRDefault="00276D65" w:rsidP="00B67E4C">
            <w:pPr>
              <w:pStyle w:val="TableBodyText"/>
              <w:jc w:val="left"/>
            </w:pPr>
            <w:r>
              <w:t>United Kingdom</w:t>
            </w:r>
          </w:p>
        </w:tc>
        <w:tc>
          <w:tcPr>
            <w:tcW w:w="866" w:type="pct"/>
          </w:tcPr>
          <w:p w:rsidR="00276D65" w:rsidRPr="00303791" w:rsidRDefault="00276D65" w:rsidP="00B67E4C">
            <w:pPr>
              <w:pStyle w:val="TableBodyText"/>
            </w:pPr>
            <w:r w:rsidRPr="00303791">
              <w:t>Yes</w:t>
            </w:r>
          </w:p>
        </w:tc>
        <w:tc>
          <w:tcPr>
            <w:tcW w:w="786" w:type="pct"/>
          </w:tcPr>
          <w:p w:rsidR="00276D65" w:rsidRPr="00303791" w:rsidRDefault="00276D65" w:rsidP="00B67E4C">
            <w:pPr>
              <w:pStyle w:val="TableBodyText"/>
            </w:pPr>
            <w:r w:rsidRPr="00303791">
              <w:t>Yes</w:t>
            </w:r>
          </w:p>
        </w:tc>
        <w:tc>
          <w:tcPr>
            <w:tcW w:w="788" w:type="pct"/>
          </w:tcPr>
          <w:p w:rsidR="00276D65" w:rsidRPr="00303791" w:rsidRDefault="00276D65" w:rsidP="00B67E4C">
            <w:pPr>
              <w:pStyle w:val="TableBodyText"/>
            </w:pPr>
            <w:r w:rsidRPr="00303791">
              <w:t>Yes</w:t>
            </w:r>
          </w:p>
        </w:tc>
        <w:tc>
          <w:tcPr>
            <w:tcW w:w="787" w:type="pct"/>
          </w:tcPr>
          <w:p w:rsidR="00276D65" w:rsidRPr="00303791" w:rsidRDefault="00276D65" w:rsidP="00B67E4C">
            <w:pPr>
              <w:pStyle w:val="TableBodyText"/>
            </w:pPr>
            <w:r w:rsidRPr="00303791">
              <w:t>Yes</w:t>
            </w:r>
          </w:p>
        </w:tc>
        <w:tc>
          <w:tcPr>
            <w:tcW w:w="847" w:type="pct"/>
          </w:tcPr>
          <w:p w:rsidR="00276D65" w:rsidRPr="00303791" w:rsidRDefault="00276D65" w:rsidP="00B67E4C">
            <w:pPr>
              <w:pStyle w:val="TableBodyText"/>
            </w:pPr>
            <w:r>
              <w:t>Yes</w:t>
            </w:r>
          </w:p>
        </w:tc>
      </w:tr>
      <w:tr w:rsidR="006167E9" w:rsidTr="0001155F">
        <w:tc>
          <w:tcPr>
            <w:tcW w:w="927" w:type="pct"/>
            <w:tcBorders>
              <w:bottom w:val="single" w:sz="4" w:space="0" w:color="auto"/>
            </w:tcBorders>
          </w:tcPr>
          <w:p w:rsidR="00276D65" w:rsidRDefault="00276D65" w:rsidP="00B67E4C">
            <w:pPr>
              <w:pStyle w:val="TableBodyText"/>
              <w:jc w:val="left"/>
            </w:pPr>
            <w:r>
              <w:t>United States</w:t>
            </w:r>
          </w:p>
        </w:tc>
        <w:tc>
          <w:tcPr>
            <w:tcW w:w="866" w:type="pct"/>
            <w:tcBorders>
              <w:bottom w:val="single" w:sz="4" w:space="0" w:color="auto"/>
            </w:tcBorders>
          </w:tcPr>
          <w:p w:rsidR="00276D65" w:rsidRPr="00303791" w:rsidRDefault="00276D65" w:rsidP="00B67E4C">
            <w:pPr>
              <w:pStyle w:val="TableBodyText"/>
            </w:pPr>
            <w:r w:rsidRPr="00303791">
              <w:t>Not explicitly provided</w:t>
            </w:r>
          </w:p>
        </w:tc>
        <w:tc>
          <w:tcPr>
            <w:tcW w:w="786" w:type="pct"/>
            <w:tcBorders>
              <w:bottom w:val="single" w:sz="4" w:space="0" w:color="auto"/>
            </w:tcBorders>
          </w:tcPr>
          <w:p w:rsidR="00276D65" w:rsidRPr="00303791" w:rsidRDefault="00276D65" w:rsidP="00B67E4C">
            <w:pPr>
              <w:pStyle w:val="TableBodyText"/>
            </w:pPr>
            <w:r w:rsidRPr="00303791">
              <w:t>Not explicitly provided</w:t>
            </w:r>
          </w:p>
        </w:tc>
        <w:tc>
          <w:tcPr>
            <w:tcW w:w="788" w:type="pct"/>
            <w:tcBorders>
              <w:bottom w:val="single" w:sz="4" w:space="0" w:color="auto"/>
            </w:tcBorders>
          </w:tcPr>
          <w:p w:rsidR="00276D65" w:rsidRPr="00303791" w:rsidRDefault="00276D65" w:rsidP="00B67E4C">
            <w:pPr>
              <w:pStyle w:val="TableBodyText"/>
            </w:pPr>
            <w:r w:rsidRPr="00303791">
              <w:t>Not explicitly provided</w:t>
            </w:r>
          </w:p>
        </w:tc>
        <w:tc>
          <w:tcPr>
            <w:tcW w:w="787" w:type="pct"/>
            <w:tcBorders>
              <w:bottom w:val="single" w:sz="4" w:space="0" w:color="auto"/>
            </w:tcBorders>
          </w:tcPr>
          <w:p w:rsidR="00276D65" w:rsidRPr="00303791" w:rsidRDefault="00276D65" w:rsidP="00B67E4C">
            <w:pPr>
              <w:pStyle w:val="TableBodyText"/>
            </w:pPr>
            <w:r w:rsidRPr="00303791">
              <w:t>Not explicitly provided</w:t>
            </w:r>
          </w:p>
        </w:tc>
        <w:tc>
          <w:tcPr>
            <w:tcW w:w="847" w:type="pct"/>
            <w:tcBorders>
              <w:bottom w:val="single" w:sz="4" w:space="0" w:color="auto"/>
            </w:tcBorders>
          </w:tcPr>
          <w:p w:rsidR="00276D65" w:rsidRPr="00303791" w:rsidRDefault="00276D65" w:rsidP="00B67E4C">
            <w:pPr>
              <w:pStyle w:val="TableBodyText"/>
            </w:pPr>
            <w:r>
              <w:t>Yes</w:t>
            </w:r>
          </w:p>
        </w:tc>
      </w:tr>
    </w:tbl>
    <w:p w:rsidR="0084218E" w:rsidRDefault="0084218E" w:rsidP="00716F63">
      <w:pPr>
        <w:pStyle w:val="Source"/>
        <w:spacing w:after="0"/>
        <w:rPr>
          <w:i/>
        </w:rPr>
      </w:pPr>
      <w:r w:rsidRPr="0084218E">
        <w:rPr>
          <w:rStyle w:val="NoteLabel"/>
        </w:rPr>
        <w:t>a</w:t>
      </w:r>
      <w:r>
        <w:rPr>
          <w:i/>
        </w:rPr>
        <w:t xml:space="preserve"> </w:t>
      </w:r>
      <w:r w:rsidRPr="0084218E">
        <w:t xml:space="preserve">Competition grounds typically relate to breaches of competition </w:t>
      </w:r>
      <w:r>
        <w:t>law</w:t>
      </w:r>
      <w:r w:rsidRPr="0084218E">
        <w:t>.</w:t>
      </w:r>
      <w:r w:rsidR="00F13139">
        <w:t xml:space="preserve"> </w:t>
      </w:r>
      <w:r w:rsidRPr="0084218E">
        <w:t xml:space="preserve"> </w:t>
      </w:r>
      <w:r w:rsidR="001D5FB2" w:rsidRPr="001D5FB2">
        <w:rPr>
          <w:rStyle w:val="NoteLabel"/>
        </w:rPr>
        <w:t>b</w:t>
      </w:r>
      <w:r w:rsidR="001D5FB2">
        <w:t xml:space="preserve"> Japan does not have competition grounds for compulsory licensing of a patent. However, if a court finds a patent was used to breach Japanese competition law</w:t>
      </w:r>
      <w:r w:rsidR="00E77D81">
        <w:t>,</w:t>
      </w:r>
      <w:r w:rsidR="001D5FB2">
        <w:t xml:space="preserve"> the court can revoke that patent. To date</w:t>
      </w:r>
      <w:r w:rsidR="00E77D81">
        <w:t>,</w:t>
      </w:r>
      <w:r w:rsidR="001D5FB2">
        <w:t xml:space="preserve"> no patents have been revoked for this reason.</w:t>
      </w:r>
    </w:p>
    <w:p w:rsidR="00B67E4C" w:rsidRDefault="00B67E4C" w:rsidP="00B67E4C">
      <w:pPr>
        <w:pStyle w:val="Source"/>
      </w:pPr>
      <w:r>
        <w:rPr>
          <w:i/>
        </w:rPr>
        <w:t>Source</w:t>
      </w:r>
      <w:r w:rsidR="00E77D81">
        <w:rPr>
          <w:i/>
        </w:rPr>
        <w:t>s</w:t>
      </w:r>
      <w:r>
        <w:t xml:space="preserve">: </w:t>
      </w:r>
      <w:r w:rsidR="00E77D81">
        <w:t>W</w:t>
      </w:r>
      <w:r>
        <w:t xml:space="preserve">IPO </w:t>
      </w:r>
      <w:r w:rsidR="003468B9">
        <w:t>(</w:t>
      </w:r>
      <w:r>
        <w:t>2010</w:t>
      </w:r>
      <w:r w:rsidR="00686A66">
        <w:t>a</w:t>
      </w:r>
      <w:r w:rsidR="003468B9">
        <w:t>)</w:t>
      </w:r>
      <w:r w:rsidR="00E77D81">
        <w:t xml:space="preserve">; </w:t>
      </w:r>
      <w:r w:rsidR="0084218E">
        <w:t>WIPO (2011b)</w:t>
      </w:r>
      <w:r w:rsidR="00E77D81">
        <w:t>; national legislation.</w:t>
      </w:r>
    </w:p>
    <w:p w:rsidR="00700244" w:rsidRDefault="00700244" w:rsidP="00700244">
      <w:pPr>
        <w:pStyle w:val="BodyText"/>
      </w:pPr>
      <w:r>
        <w:t xml:space="preserve">Typical conditions </w:t>
      </w:r>
      <w:r w:rsidR="008146C9">
        <w:t xml:space="preserve">for a </w:t>
      </w:r>
      <w:r>
        <w:t>compulsory licen</w:t>
      </w:r>
      <w:r w:rsidR="00301C09">
        <w:t>ce</w:t>
      </w:r>
      <w:r>
        <w:t xml:space="preserve"> include:</w:t>
      </w:r>
    </w:p>
    <w:p w:rsidR="00700244" w:rsidRDefault="003D7FAA" w:rsidP="00170C07">
      <w:pPr>
        <w:pStyle w:val="ListBullet"/>
      </w:pPr>
      <w:r>
        <w:t>t</w:t>
      </w:r>
      <w:r w:rsidR="002B74FA">
        <w:t>he</w:t>
      </w:r>
      <w:r w:rsidR="00700244">
        <w:t xml:space="preserve"> licence </w:t>
      </w:r>
      <w:r w:rsidR="002B74FA">
        <w:t>is</w:t>
      </w:r>
      <w:r w:rsidR="00700244">
        <w:t xml:space="preserve"> non-excludable and non-assignable</w:t>
      </w:r>
    </w:p>
    <w:p w:rsidR="00700244" w:rsidRDefault="003D7FAA" w:rsidP="00700244">
      <w:pPr>
        <w:pStyle w:val="ListBullet"/>
      </w:pPr>
      <w:r>
        <w:t>i</w:t>
      </w:r>
      <w:r w:rsidR="00700244">
        <w:t xml:space="preserve">f </w:t>
      </w:r>
      <w:r w:rsidR="002B74FA">
        <w:t>the</w:t>
      </w:r>
      <w:r w:rsidR="00700244">
        <w:t xml:space="preserve"> licence is not used within </w:t>
      </w:r>
      <w:r w:rsidR="002B74FA">
        <w:t>a set period</w:t>
      </w:r>
      <w:r w:rsidR="0065600E">
        <w:t>,</w:t>
      </w:r>
      <w:r w:rsidR="00700244">
        <w:t xml:space="preserve"> </w:t>
      </w:r>
      <w:r w:rsidR="002B74FA">
        <w:t>the patent owner</w:t>
      </w:r>
      <w:r w:rsidR="00700244">
        <w:t xml:space="preserve"> can request </w:t>
      </w:r>
      <w:r w:rsidR="002B74FA">
        <w:t>that the licence</w:t>
      </w:r>
      <w:r w:rsidR="00700244">
        <w:t xml:space="preserve"> be cancelled </w:t>
      </w:r>
    </w:p>
    <w:p w:rsidR="00C30FF7" w:rsidRDefault="003D7FAA" w:rsidP="00170C07">
      <w:pPr>
        <w:pStyle w:val="ListBullet"/>
      </w:pPr>
      <w:r>
        <w:t>t</w:t>
      </w:r>
      <w:r w:rsidR="00C30FF7">
        <w:t xml:space="preserve">he licence is predominantly for the </w:t>
      </w:r>
      <w:r w:rsidR="00865C2C">
        <w:t xml:space="preserve">supply </w:t>
      </w:r>
      <w:r w:rsidR="00C30FF7">
        <w:t>of the domestic market</w:t>
      </w:r>
    </w:p>
    <w:p w:rsidR="00700244" w:rsidRDefault="003D7FAA" w:rsidP="00170C07">
      <w:pPr>
        <w:pStyle w:val="ListBullet"/>
      </w:pPr>
      <w:r>
        <w:t>c</w:t>
      </w:r>
      <w:r w:rsidR="00700244">
        <w:t xml:space="preserve">ompensation </w:t>
      </w:r>
      <w:r w:rsidR="00D33CF9">
        <w:t>is</w:t>
      </w:r>
      <w:r w:rsidR="00700244">
        <w:t xml:space="preserve"> paid to </w:t>
      </w:r>
      <w:r w:rsidR="002B74FA">
        <w:t>the patent owner</w:t>
      </w:r>
      <w:r w:rsidR="00A2376A">
        <w:t xml:space="preserve"> (WIPO 2011</w:t>
      </w:r>
      <w:r w:rsidR="00210ADA">
        <w:t>b</w:t>
      </w:r>
      <w:r w:rsidR="00A2376A">
        <w:t>)</w:t>
      </w:r>
      <w:r w:rsidR="00700244">
        <w:t>.</w:t>
      </w:r>
    </w:p>
    <w:p w:rsidR="00DC2816" w:rsidRDefault="00A2376A" w:rsidP="00A2376A">
      <w:pPr>
        <w:pStyle w:val="BodyText"/>
      </w:pPr>
      <w:r>
        <w:t xml:space="preserve">In most countries, an applicant for a compulsory licence must have made a genuine effort to negotiate </w:t>
      </w:r>
      <w:r w:rsidR="00BF7E83">
        <w:t xml:space="preserve">with the patent owner for </w:t>
      </w:r>
      <w:r>
        <w:t>a licence on reasonable terms.</w:t>
      </w:r>
      <w:r w:rsidR="00BF7E83">
        <w:t xml:space="preserve"> In countries where non-working of a patent is a ground for compulsory licensing, patent owners are given a time limit to work the patent</w:t>
      </w:r>
      <w:r w:rsidR="008146C9">
        <w:t xml:space="preserve"> before this ground can be used</w:t>
      </w:r>
      <w:r w:rsidR="00E77D81">
        <w:t xml:space="preserve">. This is </w:t>
      </w:r>
      <w:r w:rsidR="008146C9">
        <w:t xml:space="preserve">typically three years after </w:t>
      </w:r>
      <w:r w:rsidR="000800DA">
        <w:t xml:space="preserve">the date the </w:t>
      </w:r>
      <w:r w:rsidR="00127F14">
        <w:t xml:space="preserve">patent </w:t>
      </w:r>
      <w:r w:rsidR="000800DA">
        <w:t xml:space="preserve">was </w:t>
      </w:r>
      <w:r w:rsidR="008146C9">
        <w:t>grant</w:t>
      </w:r>
      <w:r w:rsidR="000800DA">
        <w:t>ed</w:t>
      </w:r>
      <w:r w:rsidR="00BF7E83">
        <w:t>.</w:t>
      </w:r>
    </w:p>
    <w:p w:rsidR="00313BBB" w:rsidRDefault="00DC2816" w:rsidP="00A2376A">
      <w:pPr>
        <w:pStyle w:val="BodyText"/>
      </w:pPr>
      <w:r>
        <w:t>Reichman (2006)</w:t>
      </w:r>
      <w:r w:rsidR="00A2376A">
        <w:t xml:space="preserve"> </w:t>
      </w:r>
      <w:r w:rsidR="00313BBB">
        <w:t>noted there were at least six types of compulsory licen</w:t>
      </w:r>
      <w:r w:rsidR="00A507E6">
        <w:t>c</w:t>
      </w:r>
      <w:r w:rsidR="00313BBB">
        <w:t>es recognised around the world</w:t>
      </w:r>
      <w:r w:rsidR="00CC47EA">
        <w:t xml:space="preserve"> —</w:t>
      </w:r>
      <w:r w:rsidR="00313BBB">
        <w:t xml:space="preserve"> </w:t>
      </w:r>
      <w:r w:rsidR="00CC47EA">
        <w:t>c</w:t>
      </w:r>
      <w:r w:rsidR="00313BBB">
        <w:t>ompulsory licences:</w:t>
      </w:r>
    </w:p>
    <w:p w:rsidR="000B36F7" w:rsidRPr="000823D3" w:rsidRDefault="00313BBB" w:rsidP="00A2376A">
      <w:pPr>
        <w:pStyle w:val="ListNumber"/>
      </w:pPr>
      <w:r>
        <w:t>to rectify abuses of the patentee’s exclusive rights</w:t>
      </w:r>
      <w:r w:rsidR="007512EA">
        <w:t xml:space="preserve"> </w:t>
      </w:r>
    </w:p>
    <w:p w:rsidR="00313BBB" w:rsidRDefault="00313BBB" w:rsidP="00A2376A">
      <w:pPr>
        <w:pStyle w:val="ListNumber"/>
      </w:pPr>
      <w:r>
        <w:lastRenderedPageBreak/>
        <w:t xml:space="preserve">issued in the public interest, to address environmental, public health, national security or economic development concerns by promoting third-party production of the patented products (at </w:t>
      </w:r>
      <w:r w:rsidR="003A0D87">
        <w:t xml:space="preserve">a </w:t>
      </w:r>
      <w:r>
        <w:t>lower price)</w:t>
      </w:r>
    </w:p>
    <w:p w:rsidR="00417374" w:rsidRDefault="00313BBB" w:rsidP="00417374">
      <w:pPr>
        <w:pStyle w:val="ListNumber"/>
      </w:pPr>
      <w:r>
        <w:t>issued on behalf of owners of dependent patents, that is, to allow holders of improvements patents to make use of dominant patents that would otherwise block technical progress</w:t>
      </w:r>
      <w:r w:rsidR="00417374" w:rsidRPr="00417374">
        <w:t xml:space="preserve"> </w:t>
      </w:r>
    </w:p>
    <w:p w:rsidR="00417374" w:rsidRDefault="00417374" w:rsidP="00417374">
      <w:pPr>
        <w:pStyle w:val="ListNumber"/>
      </w:pPr>
      <w:r>
        <w:t>to rectify violations of competition law</w:t>
      </w:r>
    </w:p>
    <w:p w:rsidR="00417374" w:rsidRDefault="00417374" w:rsidP="00A2376A">
      <w:pPr>
        <w:pStyle w:val="ListNumber"/>
      </w:pPr>
      <w:r>
        <w:t xml:space="preserve">for export of pharmaceutical products to developing countries that lack the capacity to manufacture needed drugs </w:t>
      </w:r>
    </w:p>
    <w:p w:rsidR="00212BAC" w:rsidRPr="000823D3" w:rsidRDefault="00313BBB" w:rsidP="00417374">
      <w:pPr>
        <w:pStyle w:val="ListNumber"/>
      </w:pPr>
      <w:r>
        <w:t>imposed by governments to permit them and their contractors to make non</w:t>
      </w:r>
      <w:r>
        <w:noBreakHyphen/>
        <w:t xml:space="preserve">commercial public use of the patents without consent of the </w:t>
      </w:r>
      <w:r w:rsidR="000800DA">
        <w:t>patent holder</w:t>
      </w:r>
      <w:r w:rsidR="00417374">
        <w:t>.</w:t>
      </w:r>
    </w:p>
    <w:p w:rsidR="00417374" w:rsidRDefault="00417374" w:rsidP="00417374">
      <w:pPr>
        <w:pStyle w:val="BodyText"/>
      </w:pPr>
      <w:r>
        <w:t xml:space="preserve">The first three types of compulsory licensing noted by Reichman are allowed in most comparable markets, as demonstrated in table C.1. The fourth and fifth types of compulsory licensing are discussed in more detail below. The sixth type of compulsory licensing — use by governments — is in </w:t>
      </w:r>
      <w:r w:rsidR="00C55690">
        <w:t>the Commission’s</w:t>
      </w:r>
      <w:r>
        <w:t xml:space="preserve"> study considered separately to other forms of compulsory licensing</w:t>
      </w:r>
      <w:r w:rsidR="00C005A0">
        <w:t xml:space="preserve"> and termed ‘government</w:t>
      </w:r>
      <w:r w:rsidR="006E755C">
        <w:t xml:space="preserve"> </w:t>
      </w:r>
      <w:r w:rsidR="00C005A0">
        <w:t>use’</w:t>
      </w:r>
      <w:r w:rsidR="004D4085">
        <w:t xml:space="preserve">, although </w:t>
      </w:r>
      <w:r>
        <w:t>the distinction between government use of patents and compulsory licensing is not always clear</w:t>
      </w:r>
      <w:r w:rsidR="001730C6">
        <w:t xml:space="preserve"> (WIPO 2010a)</w:t>
      </w:r>
      <w:r>
        <w:t>.</w:t>
      </w:r>
      <w:r w:rsidR="00A67680">
        <w:t xml:space="preserve"> Some other forms of compulsory licensing are </w:t>
      </w:r>
      <w:r w:rsidR="00C005A0">
        <w:t xml:space="preserve">also </w:t>
      </w:r>
      <w:r w:rsidR="00A67680">
        <w:t>briefly considered below.</w:t>
      </w:r>
    </w:p>
    <w:p w:rsidR="00417374" w:rsidRDefault="00417374" w:rsidP="00417374">
      <w:pPr>
        <w:pStyle w:val="Heading4"/>
      </w:pPr>
      <w:r>
        <w:t xml:space="preserve">Competition issues </w:t>
      </w:r>
    </w:p>
    <w:p w:rsidR="00417374" w:rsidRDefault="00417374" w:rsidP="00417374">
      <w:pPr>
        <w:pStyle w:val="BodyText"/>
      </w:pPr>
      <w:r>
        <w:t>In a survey on compulsory licensing provisions of 34 countries, WIPO (2011</w:t>
      </w:r>
      <w:r w:rsidR="006F4514">
        <w:t>b</w:t>
      </w:r>
      <w:r>
        <w:t xml:space="preserve">) found that in most countries these provisions were not specifically designed to address anticompetitive uses of IP rights. Most </w:t>
      </w:r>
      <w:r w:rsidR="002C6919">
        <w:t xml:space="preserve">compulsory licensing </w:t>
      </w:r>
      <w:r>
        <w:t>provisions in national IP laws did not c</w:t>
      </w:r>
      <w:r w:rsidR="00D84459">
        <w:t>ontain language addressing anti</w:t>
      </w:r>
      <w:r>
        <w:t xml:space="preserve">competitive uses of IP rights. </w:t>
      </w:r>
      <w:r w:rsidR="00C005A0">
        <w:t xml:space="preserve">However, some countries address anticompetitive uses of IP rights in competition legislation. </w:t>
      </w:r>
      <w:r>
        <w:t xml:space="preserve">Australia </w:t>
      </w:r>
      <w:r w:rsidR="00C005A0">
        <w:t xml:space="preserve">stands in contrast to most comparable markets as it has </w:t>
      </w:r>
      <w:r>
        <w:t>a competition test in its patent law (discussed in more detail in chapter 6).</w:t>
      </w:r>
    </w:p>
    <w:p w:rsidR="00E77D81" w:rsidRDefault="00417374" w:rsidP="00F01D64">
      <w:pPr>
        <w:pStyle w:val="BodyText"/>
      </w:pPr>
      <w:r>
        <w:rPr>
          <w:szCs w:val="26"/>
        </w:rPr>
        <w:t>Among developed economies, the U</w:t>
      </w:r>
      <w:r w:rsidR="00294890">
        <w:rPr>
          <w:szCs w:val="26"/>
        </w:rPr>
        <w:t xml:space="preserve">nited </w:t>
      </w:r>
      <w:r>
        <w:rPr>
          <w:szCs w:val="26"/>
        </w:rPr>
        <w:t>S</w:t>
      </w:r>
      <w:r w:rsidR="00294890">
        <w:rPr>
          <w:szCs w:val="26"/>
        </w:rPr>
        <w:t>tates</w:t>
      </w:r>
      <w:r>
        <w:rPr>
          <w:szCs w:val="26"/>
        </w:rPr>
        <w:t xml:space="preserve"> appears to be relatively unusual in the emphasis it places on using compulsory licensing to remedy antitrust violations and open markets to competition, compared to other public interest grounds (Reichman and Hasenzahl 2003; WIPO 2011b; Yosick 2001</w:t>
      </w:r>
      <w:r w:rsidRPr="000B36F7">
        <w:t xml:space="preserve">). </w:t>
      </w:r>
    </w:p>
    <w:p w:rsidR="00F01D64" w:rsidRDefault="00E82BEA" w:rsidP="00F01D64">
      <w:pPr>
        <w:pStyle w:val="BodyText"/>
      </w:pPr>
      <w:r>
        <w:t xml:space="preserve">The ‘essential facilities doctrine’ </w:t>
      </w:r>
      <w:r w:rsidR="00E77D81">
        <w:t>has been applied to IP in comparable markets, most notably in the European Union and</w:t>
      </w:r>
      <w:r w:rsidR="000800DA">
        <w:t>,</w:t>
      </w:r>
      <w:r w:rsidR="00E77D81">
        <w:t xml:space="preserve"> in some cases</w:t>
      </w:r>
      <w:r w:rsidR="000800DA">
        <w:t>,</w:t>
      </w:r>
      <w:r w:rsidR="00E77D81">
        <w:t xml:space="preserve"> in the United States. This doctrine </w:t>
      </w:r>
      <w:r w:rsidR="00F01D64">
        <w:t xml:space="preserve">refers to the principle that a firm’s general right to refuse to deal with </w:t>
      </w:r>
      <w:r w:rsidR="00F01D64">
        <w:lastRenderedPageBreak/>
        <w:t xml:space="preserve">others may need to be limited </w:t>
      </w:r>
      <w:r w:rsidR="00EA267C">
        <w:t xml:space="preserve">in some cases to ensure </w:t>
      </w:r>
      <w:r w:rsidR="00F01D64">
        <w:t>competition</w:t>
      </w:r>
      <w:r w:rsidR="00EA267C">
        <w:t xml:space="preserve">. </w:t>
      </w:r>
      <w:r w:rsidR="00F01D64">
        <w:t>The essential facilities doctrine is discussed in detail in chapter 6.</w:t>
      </w:r>
    </w:p>
    <w:p w:rsidR="00417374" w:rsidRDefault="00417374" w:rsidP="00417374">
      <w:pPr>
        <w:pStyle w:val="Heading4"/>
      </w:pPr>
      <w:r>
        <w:t xml:space="preserve">Provisions to use compulsory licences for exports to developing countries </w:t>
      </w:r>
    </w:p>
    <w:p w:rsidR="00417374" w:rsidRDefault="00417374" w:rsidP="00417374">
      <w:pPr>
        <w:pStyle w:val="BodyText"/>
      </w:pPr>
      <w:r>
        <w:t>In November 2001, the World Trade Organi</w:t>
      </w:r>
      <w:r w:rsidR="00E77D81">
        <w:t>s</w:t>
      </w:r>
      <w:r>
        <w:t>ation (WTO) published the ‘</w:t>
      </w:r>
      <w:r w:rsidRPr="00F91162">
        <w:t xml:space="preserve">Declaration on the TRIPS </w:t>
      </w:r>
      <w:r>
        <w:t>a</w:t>
      </w:r>
      <w:r w:rsidRPr="00F91162">
        <w:t xml:space="preserve">greement on </w:t>
      </w:r>
      <w:r>
        <w:t>p</w:t>
      </w:r>
      <w:r w:rsidRPr="00F91162">
        <w:t xml:space="preserve">ublic </w:t>
      </w:r>
      <w:r>
        <w:t>h</w:t>
      </w:r>
      <w:r w:rsidRPr="00F91162">
        <w:t>ealth</w:t>
      </w:r>
      <w:r>
        <w:t>’</w:t>
      </w:r>
      <w:r w:rsidRPr="00F91162">
        <w:t xml:space="preserve"> </w:t>
      </w:r>
      <w:r>
        <w:t xml:space="preserve">(WTO 2001). Following this declaration, a protocol to amend TRIPS was adopted by the WTO. This protocol allows compulsory licensing for the purpose of exporting pharmaceuticals to developing countries. </w:t>
      </w:r>
    </w:p>
    <w:p w:rsidR="00417374" w:rsidRDefault="00417374" w:rsidP="00417374">
      <w:pPr>
        <w:pStyle w:val="BodyText"/>
      </w:pPr>
      <w:r>
        <w:t>In 2011, the Australia</w:t>
      </w:r>
      <w:r w:rsidR="0084189D">
        <w:t>n</w:t>
      </w:r>
      <w:r>
        <w:t xml:space="preserve"> Government announced its intention to implement this protocol (Carr and Emerson 2011). This follows several other countries</w:t>
      </w:r>
      <w:r w:rsidR="001730C6">
        <w:t>,</w:t>
      </w:r>
      <w:r>
        <w:t xml:space="preserve"> including Canada, EU members and </w:t>
      </w:r>
      <w:r w:rsidR="00E77D81">
        <w:t xml:space="preserve">South </w:t>
      </w:r>
      <w:r>
        <w:t>Korea, wh</w:t>
      </w:r>
      <w:r w:rsidR="00E77D81">
        <w:t xml:space="preserve">ich </w:t>
      </w:r>
      <w:r>
        <w:t>have already implemented the protocol. Discussion of the draft Australian Bill, including background to</w:t>
      </w:r>
      <w:r w:rsidR="004422B8">
        <w:t>,</w:t>
      </w:r>
      <w:r>
        <w:t xml:space="preserve"> and rationale for</w:t>
      </w:r>
      <w:r w:rsidR="004422B8">
        <w:t>,</w:t>
      </w:r>
      <w:r>
        <w:t xml:space="preserve"> the TRIPS protocol, is included in chapter 8. TRIPS and other international agreements are discussed in appendix D.</w:t>
      </w:r>
    </w:p>
    <w:p w:rsidR="00417374" w:rsidRDefault="00417374" w:rsidP="00643BD4">
      <w:pPr>
        <w:pStyle w:val="Heading4"/>
      </w:pPr>
      <w:r>
        <w:t xml:space="preserve">Other types of compulsory licensing </w:t>
      </w:r>
    </w:p>
    <w:p w:rsidR="00643BD4" w:rsidRPr="000823D3" w:rsidRDefault="003468B9" w:rsidP="000823D3">
      <w:pPr>
        <w:pStyle w:val="Heading5"/>
      </w:pPr>
      <w:r w:rsidRPr="000823D3">
        <w:t>Sector-s</w:t>
      </w:r>
      <w:r w:rsidR="00643BD4" w:rsidRPr="000823D3">
        <w:t>pecific compulsory licensing provisions</w:t>
      </w:r>
    </w:p>
    <w:p w:rsidR="003468B9" w:rsidRDefault="001F3D8E" w:rsidP="00865C2C">
      <w:pPr>
        <w:pStyle w:val="BodyText"/>
      </w:pPr>
      <w:r>
        <w:t xml:space="preserve">Internationally, a number of </w:t>
      </w:r>
      <w:r w:rsidR="00295FBE">
        <w:t>public</w:t>
      </w:r>
      <w:r>
        <w:t>-</w:t>
      </w:r>
      <w:r w:rsidR="00295FBE">
        <w:t>health</w:t>
      </w:r>
      <w:r w:rsidR="0084189D">
        <w:t>-</w:t>
      </w:r>
      <w:r w:rsidR="00295FBE">
        <w:t>specific</w:t>
      </w:r>
      <w:r>
        <w:t xml:space="preserve"> compulsory licensing provisions exist. </w:t>
      </w:r>
      <w:r w:rsidR="00643BD4">
        <w:t>The French</w:t>
      </w:r>
      <w:r w:rsidR="003468B9">
        <w:t xml:space="preserve">, </w:t>
      </w:r>
      <w:r w:rsidR="00643BD4">
        <w:t xml:space="preserve">Belgian and Swiss governments </w:t>
      </w:r>
      <w:r w:rsidR="003468B9">
        <w:t>have</w:t>
      </w:r>
      <w:r w:rsidR="00643BD4">
        <w:t xml:space="preserve"> adapted their patent</w:t>
      </w:r>
      <w:r w:rsidR="000A4C92">
        <w:t>s</w:t>
      </w:r>
      <w:r w:rsidR="00643BD4">
        <w:t xml:space="preserve"> legislation </w:t>
      </w:r>
      <w:r w:rsidR="003468B9">
        <w:t>to</w:t>
      </w:r>
      <w:r w:rsidR="00643BD4">
        <w:t xml:space="preserve"> introduce </w:t>
      </w:r>
      <w:r w:rsidR="009F2764">
        <w:t>s</w:t>
      </w:r>
      <w:r w:rsidR="00643BD4">
        <w:t>pecific</w:t>
      </w:r>
      <w:r w:rsidR="003468B9">
        <w:t xml:space="preserve"> com</w:t>
      </w:r>
      <w:r w:rsidR="00643BD4">
        <w:t xml:space="preserve">pulsory licences to address concerns raised by </w:t>
      </w:r>
      <w:r w:rsidR="003468B9">
        <w:t xml:space="preserve">gene </w:t>
      </w:r>
      <w:r w:rsidR="00643BD4">
        <w:t>patents (Van Zimmeren and Van Overwalle 2011).</w:t>
      </w:r>
      <w:r w:rsidR="00295FBE">
        <w:t xml:space="preserve"> Public-health</w:t>
      </w:r>
      <w:r w:rsidR="0084189D">
        <w:t>-</w:t>
      </w:r>
      <w:r w:rsidR="00295FBE">
        <w:t>specific compulsory licensing is examined as an alternative mechanism to more general compulsory licensing in chapter 9.</w:t>
      </w:r>
    </w:p>
    <w:p w:rsidR="003468B9" w:rsidRDefault="00643BD4" w:rsidP="00865C2C">
      <w:pPr>
        <w:pStyle w:val="BodyText"/>
      </w:pPr>
      <w:r>
        <w:t xml:space="preserve">An amendment to the </w:t>
      </w:r>
      <w:r w:rsidR="00E77D81">
        <w:t xml:space="preserve">Swiss patents legislation </w:t>
      </w:r>
      <w:r>
        <w:t xml:space="preserve">in 2008 allowed </w:t>
      </w:r>
      <w:r w:rsidR="003468B9">
        <w:t xml:space="preserve">for </w:t>
      </w:r>
      <w:r>
        <w:t>automatic compulsory licen</w:t>
      </w:r>
      <w:r w:rsidR="003468B9">
        <w:t>ces</w:t>
      </w:r>
      <w:r>
        <w:t xml:space="preserve"> on certain ‘research tools’. This allows anyone to use a patent for a biological invention as a tool or means for research (Schovsbo</w:t>
      </w:r>
      <w:r w:rsidR="000B36F7">
        <w:t> </w:t>
      </w:r>
      <w:r>
        <w:t>2009).</w:t>
      </w:r>
      <w:r w:rsidR="00865C2C">
        <w:t xml:space="preserve"> </w:t>
      </w:r>
    </w:p>
    <w:p w:rsidR="00643BD4" w:rsidRDefault="00865C2C" w:rsidP="00865C2C">
      <w:pPr>
        <w:pStyle w:val="BodyText"/>
      </w:pPr>
      <w:r>
        <w:t xml:space="preserve">In the past, </w:t>
      </w:r>
      <w:r w:rsidR="00E77D81">
        <w:t xml:space="preserve">sector-specific </w:t>
      </w:r>
      <w:r>
        <w:t>compulsory licen</w:t>
      </w:r>
      <w:r w:rsidR="00A507E6">
        <w:t>c</w:t>
      </w:r>
      <w:r>
        <w:t xml:space="preserve">es </w:t>
      </w:r>
      <w:r w:rsidR="00E77D81">
        <w:t xml:space="preserve">were </w:t>
      </w:r>
      <w:r>
        <w:t>provided for in Canada and the U</w:t>
      </w:r>
      <w:r w:rsidR="0062249E">
        <w:t xml:space="preserve">nited </w:t>
      </w:r>
      <w:r>
        <w:t>K</w:t>
      </w:r>
      <w:r w:rsidR="0062249E">
        <w:t>ingdom</w:t>
      </w:r>
      <w:r>
        <w:t xml:space="preserve"> </w:t>
      </w:r>
      <w:r w:rsidR="00643BD4">
        <w:t>for food, medicines and surgical and curative devices (Correa</w:t>
      </w:r>
      <w:r w:rsidR="006F4514">
        <w:t> </w:t>
      </w:r>
      <w:r w:rsidR="00C42013">
        <w:t>1999</w:t>
      </w:r>
      <w:r w:rsidR="00643BD4">
        <w:t xml:space="preserve">). </w:t>
      </w:r>
    </w:p>
    <w:p w:rsidR="00A67680" w:rsidRDefault="00CE4F81" w:rsidP="00643BD4">
      <w:pPr>
        <w:pStyle w:val="BodyText"/>
      </w:pPr>
      <w:r>
        <w:t>In the U</w:t>
      </w:r>
      <w:r w:rsidR="006677B3">
        <w:t xml:space="preserve">nited </w:t>
      </w:r>
      <w:r>
        <w:t>S</w:t>
      </w:r>
      <w:r w:rsidR="006677B3">
        <w:t>tates</w:t>
      </w:r>
      <w:r>
        <w:t xml:space="preserve">, </w:t>
      </w:r>
      <w:r w:rsidR="00212BAC">
        <w:t xml:space="preserve">provisions </w:t>
      </w:r>
      <w:r w:rsidR="00B75114">
        <w:t>similar</w:t>
      </w:r>
      <w:r w:rsidR="00212BAC">
        <w:t xml:space="preserve"> to </w:t>
      </w:r>
      <w:r>
        <w:t>c</w:t>
      </w:r>
      <w:r w:rsidR="0016327B">
        <w:t xml:space="preserve">ompulsory licensing exist </w:t>
      </w:r>
      <w:r>
        <w:t>in legislation o</w:t>
      </w:r>
      <w:r w:rsidR="00EA14C5">
        <w:t xml:space="preserve">utside of </w:t>
      </w:r>
      <w:r w:rsidR="00774193">
        <w:t>IP</w:t>
      </w:r>
      <w:r w:rsidR="00EA14C5">
        <w:t xml:space="preserve"> and </w:t>
      </w:r>
      <w:r>
        <w:t>competition legislation</w:t>
      </w:r>
      <w:r w:rsidR="0016327B">
        <w:t xml:space="preserve">. </w:t>
      </w:r>
      <w:r w:rsidR="00865458">
        <w:t>‘</w:t>
      </w:r>
      <w:r w:rsidR="0016327B">
        <w:t>M</w:t>
      </w:r>
      <w:r w:rsidR="00865458">
        <w:t>andatory licensing’</w:t>
      </w:r>
      <w:r w:rsidR="00EA14C5">
        <w:t xml:space="preserve"> of patents</w:t>
      </w:r>
      <w:r w:rsidR="00B75114">
        <w:t xml:space="preserve"> is allowed for in the </w:t>
      </w:r>
      <w:r w:rsidR="00B75114" w:rsidRPr="00A507E6">
        <w:t>Clean Air Act</w:t>
      </w:r>
      <w:r w:rsidR="00865458">
        <w:t xml:space="preserve">, </w:t>
      </w:r>
      <w:r w:rsidR="00B75114">
        <w:t xml:space="preserve">and appears equivalent </w:t>
      </w:r>
      <w:r w:rsidR="00865458">
        <w:t xml:space="preserve">to </w:t>
      </w:r>
      <w:r w:rsidR="00B75114">
        <w:t>compulsory licensing</w:t>
      </w:r>
      <w:r w:rsidR="00865458">
        <w:t>. However, grounds for use of th</w:t>
      </w:r>
      <w:r w:rsidR="00F311B4">
        <w:t>is</w:t>
      </w:r>
      <w:r w:rsidR="00865458">
        <w:t xml:space="preserve"> provision appear narrow and </w:t>
      </w:r>
      <w:r w:rsidR="000800DA">
        <w:t>it</w:t>
      </w:r>
      <w:r w:rsidR="00F311B4">
        <w:t xml:space="preserve"> </w:t>
      </w:r>
      <w:r w:rsidR="00865458">
        <w:t>ha</w:t>
      </w:r>
      <w:r w:rsidR="00F311B4">
        <w:t>s</w:t>
      </w:r>
      <w:r w:rsidR="00865458">
        <w:t xml:space="preserve"> not been used </w:t>
      </w:r>
      <w:r w:rsidR="00865458">
        <w:lastRenderedPageBreak/>
        <w:t xml:space="preserve">to date. </w:t>
      </w:r>
      <w:r>
        <w:t xml:space="preserve">Under the </w:t>
      </w:r>
      <w:r w:rsidR="00AC78E0" w:rsidRPr="00A507E6">
        <w:t>Atomic Energy Act</w:t>
      </w:r>
      <w:r w:rsidR="001730C6" w:rsidRPr="00A507E6">
        <w:t xml:space="preserve"> of 1954</w:t>
      </w:r>
      <w:r>
        <w:t xml:space="preserve">, </w:t>
      </w:r>
      <w:r w:rsidR="000E60DF">
        <w:t xml:space="preserve">a person may apply to </w:t>
      </w:r>
      <w:r w:rsidR="007E2A83">
        <w:t xml:space="preserve">the US Atomic Energy Commission </w:t>
      </w:r>
      <w:r w:rsidR="000E60DF">
        <w:t>for a licence for a patent without the patent owner’s consent</w:t>
      </w:r>
      <w:r w:rsidR="007E2A83">
        <w:t>, provided that certain conditions are met</w:t>
      </w:r>
      <w:r w:rsidR="000E60DF">
        <w:t xml:space="preserve"> </w:t>
      </w:r>
      <w:r w:rsidR="00CF00ED">
        <w:t>(Yosick 2001)</w:t>
      </w:r>
      <w:r>
        <w:t>. Th</w:t>
      </w:r>
      <w:r w:rsidR="00F311B4">
        <w:t>is</w:t>
      </w:r>
      <w:r>
        <w:t xml:space="preserve"> provision appear</w:t>
      </w:r>
      <w:r w:rsidR="00F311B4">
        <w:t>s</w:t>
      </w:r>
      <w:r>
        <w:t xml:space="preserve"> not to have been used</w:t>
      </w:r>
      <w:r w:rsidR="001D486C">
        <w:t xml:space="preserve"> either</w:t>
      </w:r>
      <w:r>
        <w:t xml:space="preserve">. </w:t>
      </w:r>
    </w:p>
    <w:p w:rsidR="00BA6462" w:rsidRDefault="00BA6462" w:rsidP="00643BD4">
      <w:pPr>
        <w:pStyle w:val="BodyText"/>
      </w:pPr>
      <w:r>
        <w:t xml:space="preserve">Some commentators are of the view that provisions </w:t>
      </w:r>
      <w:r w:rsidR="00B927F3">
        <w:t>in</w:t>
      </w:r>
      <w:r w:rsidR="00F57A0E">
        <w:t xml:space="preserve"> </w:t>
      </w:r>
      <w:r>
        <w:t>the</w:t>
      </w:r>
      <w:r w:rsidR="001730C6">
        <w:t xml:space="preserve"> following pieces of US legislation are also equivalent to compulsory licensing</w:t>
      </w:r>
      <w:r w:rsidR="001730C6" w:rsidRPr="00A507E6">
        <w:t>:</w:t>
      </w:r>
      <w:r w:rsidRPr="00A507E6">
        <w:t xml:space="preserve"> Energy Storage Competitiveness Act</w:t>
      </w:r>
      <w:r w:rsidR="001730C6" w:rsidRPr="00A507E6">
        <w:t xml:space="preserve"> of 2007;</w:t>
      </w:r>
      <w:r w:rsidRPr="00A507E6">
        <w:t xml:space="preserve"> Federal Insecticide, Fungicide and Rodenticide Act</w:t>
      </w:r>
      <w:r w:rsidR="001730C6" w:rsidRPr="00A507E6">
        <w:t xml:space="preserve">; </w:t>
      </w:r>
      <w:r w:rsidR="00F57A0E" w:rsidRPr="00A507E6">
        <w:t xml:space="preserve">and </w:t>
      </w:r>
      <w:r w:rsidRPr="00A507E6">
        <w:t>Plant Variety Protection Act</w:t>
      </w:r>
      <w:r w:rsidR="001730C6" w:rsidRPr="00A507E6">
        <w:t xml:space="preserve"> of 1970</w:t>
      </w:r>
      <w:r w:rsidR="0067011F">
        <w:rPr>
          <w:i/>
        </w:rPr>
        <w:t xml:space="preserve"> </w:t>
      </w:r>
      <w:r w:rsidR="003469FD" w:rsidRPr="003469FD">
        <w:t>(</w:t>
      </w:r>
      <w:r w:rsidR="00B927F3">
        <w:t xml:space="preserve">Correa 2012; </w:t>
      </w:r>
      <w:r w:rsidR="00CF00ED">
        <w:t>Barbosa</w:t>
      </w:r>
      <w:r w:rsidR="00E77D81">
        <w:t> </w:t>
      </w:r>
      <w:r w:rsidR="00CF00ED">
        <w:t>and</w:t>
      </w:r>
      <w:r w:rsidR="00E77D81">
        <w:t> </w:t>
      </w:r>
      <w:r w:rsidR="00CF00ED">
        <w:t>Grau</w:t>
      </w:r>
      <w:r w:rsidR="001730C6">
        <w:noBreakHyphen/>
      </w:r>
      <w:r w:rsidR="00CF00ED">
        <w:t>Kuntz</w:t>
      </w:r>
      <w:r w:rsidR="00E77D81">
        <w:t> </w:t>
      </w:r>
      <w:r w:rsidR="00CF00ED">
        <w:t>2010</w:t>
      </w:r>
      <w:r w:rsidR="00E77D81">
        <w:t>;</w:t>
      </w:r>
      <w:r w:rsidR="00E77D81" w:rsidRPr="00E77D81">
        <w:t xml:space="preserve"> </w:t>
      </w:r>
      <w:r w:rsidR="00E77D81" w:rsidRPr="003469FD">
        <w:t>WIPO 201</w:t>
      </w:r>
      <w:r w:rsidR="00E77D81">
        <w:t>1</w:t>
      </w:r>
      <w:r w:rsidR="00E77D81" w:rsidRPr="003469FD">
        <w:t>a</w:t>
      </w:r>
      <w:r w:rsidR="003469FD" w:rsidRPr="003469FD">
        <w:t>)</w:t>
      </w:r>
      <w:r w:rsidR="00F57A0E">
        <w:t>.</w:t>
      </w:r>
      <w:r>
        <w:t xml:space="preserve"> </w:t>
      </w:r>
      <w:r w:rsidR="000A4C92">
        <w:t xml:space="preserve">The Commission is not aware of </w:t>
      </w:r>
      <w:r w:rsidR="001730C6">
        <w:t xml:space="preserve">any </w:t>
      </w:r>
      <w:r w:rsidR="000A4C92">
        <w:t>uses of these provisions.</w:t>
      </w:r>
    </w:p>
    <w:p w:rsidR="00A2376A" w:rsidRPr="000823D3" w:rsidRDefault="00A2376A" w:rsidP="000823D3">
      <w:pPr>
        <w:pStyle w:val="Heading5"/>
      </w:pPr>
      <w:r w:rsidRPr="000823D3">
        <w:t xml:space="preserve">Government conditions on publicly-funded research </w:t>
      </w:r>
    </w:p>
    <w:p w:rsidR="002E1061" w:rsidRDefault="002E1061" w:rsidP="002E1061">
      <w:pPr>
        <w:pStyle w:val="BodyText"/>
      </w:pPr>
      <w:r>
        <w:t xml:space="preserve">Concerns about </w:t>
      </w:r>
      <w:r w:rsidR="003468B9">
        <w:t>limited</w:t>
      </w:r>
      <w:r>
        <w:t xml:space="preserve"> use of inventions resulting from publicly-funded research in the United States led to the </w:t>
      </w:r>
      <w:r w:rsidRPr="00A507E6">
        <w:t>Patent and Trademark Law Amendments Act of 1980</w:t>
      </w:r>
      <w:r w:rsidR="000800DA">
        <w:t xml:space="preserve"> (Bayh-Dole Act) </w:t>
      </w:r>
      <w:r w:rsidR="0084189D">
        <w:t>(box C.1)</w:t>
      </w:r>
      <w:r>
        <w:t xml:space="preserve">. </w:t>
      </w:r>
    </w:p>
    <w:p w:rsidR="002E1061" w:rsidRDefault="002E1061" w:rsidP="002E106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E1061" w:rsidTr="003F0B3E">
        <w:tc>
          <w:tcPr>
            <w:tcW w:w="8771" w:type="dxa"/>
            <w:tcBorders>
              <w:top w:val="single" w:sz="6" w:space="0" w:color="auto"/>
              <w:bottom w:val="nil"/>
            </w:tcBorders>
          </w:tcPr>
          <w:p w:rsidR="002E1061" w:rsidRDefault="002E1061" w:rsidP="003F0B3E">
            <w:pPr>
              <w:pStyle w:val="BoxTitle"/>
            </w:pPr>
            <w:r>
              <w:rPr>
                <w:b w:val="0"/>
              </w:rPr>
              <w:t xml:space="preserve">Box </w:t>
            </w:r>
            <w:r w:rsidR="00F15451">
              <w:fldChar w:fldCharType="begin"/>
            </w:r>
            <w:r w:rsidR="00F15451">
              <w:instrText xml:space="preserve"> COMMENTS  \* MERGEFORMAT </w:instrText>
            </w:r>
            <w:r w:rsidR="00F15451">
              <w:fldChar w:fldCharType="separate"/>
            </w:r>
            <w:proofErr w:type="spellStart"/>
            <w:r w:rsidR="00384F41" w:rsidRPr="00384F41">
              <w:rPr>
                <w:b w:val="0"/>
              </w:rPr>
              <w:t>C</w:t>
            </w:r>
            <w:r w:rsidR="00384F41">
              <w:t>.</w:t>
            </w:r>
            <w:r w:rsidR="00F15451">
              <w:fldChar w:fldCharType="end"/>
            </w:r>
            <w:r w:rsidR="0030683C">
              <w:rPr>
                <w:b w:val="0"/>
              </w:rPr>
              <w:fldChar w:fldCharType="begin"/>
            </w:r>
            <w:r>
              <w:rPr>
                <w:b w:val="0"/>
              </w:rPr>
              <w:instrText xml:space="preserve"> SEQ Box \* ARABIC </w:instrText>
            </w:r>
            <w:r w:rsidR="0030683C">
              <w:rPr>
                <w:b w:val="0"/>
              </w:rPr>
              <w:fldChar w:fldCharType="separate"/>
            </w:r>
            <w:r w:rsidR="005B750A">
              <w:rPr>
                <w:b w:val="0"/>
                <w:noProof/>
              </w:rPr>
              <w:t>1</w:t>
            </w:r>
            <w:proofErr w:type="spellEnd"/>
            <w:r w:rsidR="0030683C">
              <w:rPr>
                <w:b w:val="0"/>
              </w:rPr>
              <w:fldChar w:fldCharType="end"/>
            </w:r>
            <w:r>
              <w:tab/>
              <w:t xml:space="preserve">The US </w:t>
            </w:r>
            <w:proofErr w:type="spellStart"/>
            <w:r>
              <w:t>Bayh</w:t>
            </w:r>
            <w:proofErr w:type="spellEnd"/>
            <w:r>
              <w:t>-Dole Act</w:t>
            </w:r>
          </w:p>
        </w:tc>
      </w:tr>
      <w:tr w:rsidR="002E1061" w:rsidTr="003F0B3E">
        <w:trPr>
          <w:cantSplit/>
        </w:trPr>
        <w:tc>
          <w:tcPr>
            <w:tcW w:w="8771" w:type="dxa"/>
            <w:tcBorders>
              <w:top w:val="nil"/>
              <w:left w:val="single" w:sz="6" w:space="0" w:color="auto"/>
              <w:bottom w:val="nil"/>
              <w:right w:val="single" w:sz="6" w:space="0" w:color="auto"/>
            </w:tcBorders>
          </w:tcPr>
          <w:p w:rsidR="002E1061" w:rsidRDefault="002E1061" w:rsidP="003F0B3E">
            <w:pPr>
              <w:pStyle w:val="Box"/>
            </w:pPr>
            <w:r>
              <w:rPr>
                <w:rFonts w:cs="Arial"/>
              </w:rPr>
              <w:t xml:space="preserve">The </w:t>
            </w:r>
            <w:r w:rsidRPr="00A507E6">
              <w:rPr>
                <w:rFonts w:cs="Arial"/>
              </w:rPr>
              <w:t>Patent and Trademark Act Amendments 1980</w:t>
            </w:r>
            <w:r w:rsidR="000800DA" w:rsidRPr="00A507E6">
              <w:rPr>
                <w:rFonts w:cs="Arial"/>
              </w:rPr>
              <w:t xml:space="preserve"> (</w:t>
            </w:r>
            <w:r w:rsidR="000800DA" w:rsidRPr="00D87790">
              <w:rPr>
                <w:rFonts w:cs="Arial"/>
              </w:rPr>
              <w:t>Bayh-Dole Act</w:t>
            </w:r>
            <w:r w:rsidR="000800DA">
              <w:rPr>
                <w:rFonts w:cs="Arial"/>
              </w:rPr>
              <w:t>)</w:t>
            </w:r>
            <w:r>
              <w:rPr>
                <w:rFonts w:cs="Arial"/>
              </w:rPr>
              <w:t xml:space="preserve"> was enacted in December </w:t>
            </w:r>
            <w:r w:rsidR="003833A3">
              <w:rPr>
                <w:rFonts w:cs="Arial"/>
              </w:rPr>
              <w:t>1980</w:t>
            </w:r>
            <w:r w:rsidR="0011202E">
              <w:rPr>
                <w:rFonts w:cs="Arial"/>
              </w:rPr>
              <w:t xml:space="preserve">. </w:t>
            </w:r>
            <w:r>
              <w:t xml:space="preserve">Prior to the enactment of the </w:t>
            </w:r>
            <w:r w:rsidR="0011202E">
              <w:t>Act</w:t>
            </w:r>
            <w:r>
              <w:t xml:space="preserve">, there was no government-wide policy on ownership of inventions made by government contractors and grantees </w:t>
            </w:r>
            <w:r w:rsidR="009459FD">
              <w:t>receiving</w:t>
            </w:r>
            <w:r>
              <w:t xml:space="preserve"> federal funding. Companies did not have exclusive rights under government patents to manufacture and sell resulting products. Consequently, there was limited interest by private industry in licensing government</w:t>
            </w:r>
            <w:r>
              <w:noBreakHyphen/>
              <w:t xml:space="preserve">owned patents. </w:t>
            </w:r>
          </w:p>
          <w:p w:rsidR="009459FD" w:rsidRDefault="002E1061" w:rsidP="003F0B3E">
            <w:pPr>
              <w:pStyle w:val="Box"/>
            </w:pPr>
            <w:r>
              <w:t>The Bayh-Dole Act allows for the transfer of exclusive control over government</w:t>
            </w:r>
            <w:r w:rsidR="009459FD">
              <w:t>-</w:t>
            </w:r>
            <w:r>
              <w:t xml:space="preserve">funded inventions to universities and businesses operating with federal contracts for the purpose of further development and commercialisation. The contracting parties and businesses are then permitted to exclusively licence the inventions to other parties. </w:t>
            </w:r>
          </w:p>
          <w:p w:rsidR="002E1061" w:rsidRDefault="002E1061" w:rsidP="003F0B3E">
            <w:pPr>
              <w:pStyle w:val="Box"/>
            </w:pPr>
            <w:r>
              <w:t>The US Federal Government retains</w:t>
            </w:r>
            <w:r w:rsidRPr="00F81F38">
              <w:t xml:space="preserve"> ‘march-in’ rights to licen</w:t>
            </w:r>
            <w:r w:rsidR="002C6919">
              <w:t>s</w:t>
            </w:r>
            <w:r w:rsidRPr="00F81F38">
              <w:t xml:space="preserve">e the invention to a third party, without the consent of the patent holder or original </w:t>
            </w:r>
            <w:r>
              <w:t>licensee</w:t>
            </w:r>
            <w:r w:rsidRPr="00F81F38">
              <w:t xml:space="preserve"> where it </w:t>
            </w:r>
            <w:r>
              <w:t>determines the invention was not brought to practical use within a reasonable time, if health and safety issues arise, if public use of the invention was in jeopardy, or if other legal requirements were not satisfied.</w:t>
            </w:r>
            <w:r w:rsidRPr="00F81F38">
              <w:t xml:space="preserve"> </w:t>
            </w:r>
            <w:r>
              <w:t>March</w:t>
            </w:r>
            <w:r w:rsidR="002B2254">
              <w:t>-</w:t>
            </w:r>
            <w:r>
              <w:t>in rights are equivalent to compulsory licensing.</w:t>
            </w:r>
          </w:p>
          <w:p w:rsidR="002E1061" w:rsidRDefault="002E1061" w:rsidP="002B2254">
            <w:pPr>
              <w:pStyle w:val="Box"/>
            </w:pPr>
            <w:r>
              <w:t>Since the enactment of the Bayh-Dole Act</w:t>
            </w:r>
            <w:r w:rsidR="00E77D81">
              <w:t>,</w:t>
            </w:r>
            <w:r>
              <w:t xml:space="preserve"> there is evidence of a substantial increase in technology transfer from universities to industry, and ultimately the public. </w:t>
            </w:r>
          </w:p>
        </w:tc>
      </w:tr>
      <w:tr w:rsidR="002E1061" w:rsidTr="003F0B3E">
        <w:trPr>
          <w:cantSplit/>
        </w:trPr>
        <w:tc>
          <w:tcPr>
            <w:tcW w:w="8771" w:type="dxa"/>
            <w:tcBorders>
              <w:top w:val="nil"/>
              <w:left w:val="single" w:sz="6" w:space="0" w:color="auto"/>
              <w:bottom w:val="nil"/>
              <w:right w:val="single" w:sz="6" w:space="0" w:color="auto"/>
            </w:tcBorders>
          </w:tcPr>
          <w:p w:rsidR="002E1061" w:rsidRDefault="002E1061" w:rsidP="003F0B3E">
            <w:pPr>
              <w:pStyle w:val="BoxSource"/>
            </w:pPr>
            <w:r>
              <w:rPr>
                <w:i/>
              </w:rPr>
              <w:t>Source</w:t>
            </w:r>
            <w:r w:rsidRPr="00167F06">
              <w:t xml:space="preserve">: </w:t>
            </w:r>
            <w:r>
              <w:t>COGR (1999).</w:t>
            </w:r>
          </w:p>
        </w:tc>
      </w:tr>
      <w:tr w:rsidR="002E1061" w:rsidTr="003F0B3E">
        <w:trPr>
          <w:cantSplit/>
        </w:trPr>
        <w:tc>
          <w:tcPr>
            <w:tcW w:w="8771" w:type="dxa"/>
            <w:tcBorders>
              <w:top w:val="nil"/>
              <w:left w:val="single" w:sz="6" w:space="0" w:color="auto"/>
              <w:bottom w:val="single" w:sz="6" w:space="0" w:color="auto"/>
              <w:right w:val="single" w:sz="6" w:space="0" w:color="auto"/>
            </w:tcBorders>
          </w:tcPr>
          <w:p w:rsidR="002E1061" w:rsidRDefault="002E1061" w:rsidP="003F0B3E">
            <w:pPr>
              <w:pStyle w:val="Box"/>
              <w:spacing w:before="0" w:line="120" w:lineRule="exact"/>
            </w:pPr>
          </w:p>
        </w:tc>
      </w:tr>
      <w:tr w:rsidR="002E1061" w:rsidRPr="000863A5" w:rsidTr="003F0B3E">
        <w:tc>
          <w:tcPr>
            <w:tcW w:w="8771" w:type="dxa"/>
            <w:tcBorders>
              <w:top w:val="nil"/>
              <w:left w:val="nil"/>
              <w:bottom w:val="nil"/>
              <w:right w:val="nil"/>
            </w:tcBorders>
          </w:tcPr>
          <w:p w:rsidR="002E1061" w:rsidRPr="000863A5" w:rsidRDefault="002E1061" w:rsidP="003F0B3E">
            <w:pPr>
              <w:pStyle w:val="Box"/>
              <w:keepNext w:val="0"/>
              <w:spacing w:before="60" w:after="60" w:line="80" w:lineRule="exact"/>
              <w:rPr>
                <w:b/>
                <w:sz w:val="14"/>
              </w:rPr>
            </w:pPr>
          </w:p>
        </w:tc>
      </w:tr>
    </w:tbl>
    <w:p w:rsidR="002E1061" w:rsidRDefault="009B11F1" w:rsidP="002E1061">
      <w:pPr>
        <w:pStyle w:val="BodyText"/>
      </w:pPr>
      <w:r>
        <w:t xml:space="preserve">Legislation similar to the Bayh-Dole Act </w:t>
      </w:r>
      <w:r w:rsidR="002E1061">
        <w:t>do</w:t>
      </w:r>
      <w:r w:rsidR="002B2254">
        <w:t>es</w:t>
      </w:r>
      <w:r w:rsidR="002E1061">
        <w:t xml:space="preserve"> not exist in other developed countries. </w:t>
      </w:r>
      <w:r>
        <w:t>However, c</w:t>
      </w:r>
      <w:r w:rsidR="002E1061">
        <w:t xml:space="preserve">ountries including China, Brazil, Malaysia and South Africa </w:t>
      </w:r>
      <w:r w:rsidR="002E1061">
        <w:lastRenderedPageBreak/>
        <w:t xml:space="preserve">have passed laws on the patenting of publicly-funded research, modelled in part on the Bayh-Dole Act (Rai et al. 2008).  </w:t>
      </w:r>
    </w:p>
    <w:p w:rsidR="003833A3" w:rsidRDefault="003833A3" w:rsidP="003833A3">
      <w:pPr>
        <w:pStyle w:val="Heading3"/>
      </w:pPr>
      <w:r>
        <w:t>Government use</w:t>
      </w:r>
    </w:p>
    <w:p w:rsidR="00B01F2C" w:rsidRDefault="00BB2829" w:rsidP="003833A3">
      <w:pPr>
        <w:pStyle w:val="BodyText"/>
      </w:pPr>
      <w:r>
        <w:t xml:space="preserve">Provisions for </w:t>
      </w:r>
      <w:r w:rsidR="00785F93">
        <w:t xml:space="preserve">non-voluntary </w:t>
      </w:r>
      <w:r>
        <w:t xml:space="preserve">government use of patents exist in almost all comparable markets. </w:t>
      </w:r>
      <w:r w:rsidR="00BA6A25">
        <w:t xml:space="preserve">The distinction between government use of patents and compulsory licensing is not always clear. </w:t>
      </w:r>
    </w:p>
    <w:p w:rsidR="000E60DF" w:rsidRDefault="000B5FAD" w:rsidP="003833A3">
      <w:pPr>
        <w:pStyle w:val="BodyText"/>
      </w:pPr>
      <w:r>
        <w:t>The Australian Law Reform Commission (</w:t>
      </w:r>
      <w:r w:rsidR="0084189D">
        <w:t xml:space="preserve">ALRC </w:t>
      </w:r>
      <w:r>
        <w:t>2004) found that p</w:t>
      </w:r>
      <w:r w:rsidR="003833A3">
        <w:t>atents legislation in Canada, the United Kingdom and New Zealand contain</w:t>
      </w:r>
      <w:r w:rsidR="000E60DF">
        <w:t>ed</w:t>
      </w:r>
      <w:r w:rsidR="003833A3">
        <w:t xml:space="preserve"> Crown use provision</w:t>
      </w:r>
      <w:r w:rsidR="00315C55">
        <w:t>s</w:t>
      </w:r>
      <w:r w:rsidR="00372D1F">
        <w:t>, equivalent to government use. The ALRC found these provisions were</w:t>
      </w:r>
      <w:r w:rsidR="003833A3">
        <w:t xml:space="preserve"> similar to those in Australia. </w:t>
      </w:r>
      <w:r w:rsidR="00FC4AFA">
        <w:t xml:space="preserve">In these countries, </w:t>
      </w:r>
      <w:r w:rsidR="0084189D">
        <w:t>g</w:t>
      </w:r>
      <w:r w:rsidR="00FC4AFA">
        <w:t>overnment</w:t>
      </w:r>
      <w:r w:rsidR="0084189D">
        <w:t>s</w:t>
      </w:r>
      <w:r w:rsidR="00FC4AFA">
        <w:t xml:space="preserve"> </w:t>
      </w:r>
      <w:r w:rsidR="000E60DF">
        <w:t>could</w:t>
      </w:r>
      <w:r w:rsidR="00FC4AFA">
        <w:t xml:space="preserve"> use a patent without the permission of the patent holder in certain circumstances, subject to notification and remuneration of the patent holder. </w:t>
      </w:r>
    </w:p>
    <w:p w:rsidR="00FC4AFA" w:rsidRDefault="00C005A0" w:rsidP="003833A3">
      <w:pPr>
        <w:pStyle w:val="BodyText"/>
      </w:pPr>
      <w:r>
        <w:t>The Australian Council on Intellectual Property (ACIP 2005</w:t>
      </w:r>
      <w:r w:rsidR="00D44AA2">
        <w:t>a</w:t>
      </w:r>
      <w:r>
        <w:t>) found that g</w:t>
      </w:r>
      <w:r w:rsidR="00FC4AFA">
        <w:t>overnment use of patents d</w:t>
      </w:r>
      <w:r>
        <w:t>id</w:t>
      </w:r>
      <w:r w:rsidR="00FC4AFA">
        <w:t xml:space="preserve"> not require ministerial approval in Canada, the U</w:t>
      </w:r>
      <w:r w:rsidR="0062249E">
        <w:t xml:space="preserve">nited </w:t>
      </w:r>
      <w:r w:rsidR="00FC4AFA">
        <w:t>K</w:t>
      </w:r>
      <w:r w:rsidR="0062249E">
        <w:t>ingdom</w:t>
      </w:r>
      <w:r w:rsidR="00FC4AFA">
        <w:t xml:space="preserve"> or New Zealand. However, the Canadian Government </w:t>
      </w:r>
      <w:r>
        <w:t xml:space="preserve">was required to </w:t>
      </w:r>
      <w:r w:rsidR="00FC4AFA">
        <w:t>apply to the Commissioner of Patents for a compulsory licence to use a patent</w:t>
      </w:r>
      <w:r w:rsidR="00927E03">
        <w:t>ed</w:t>
      </w:r>
      <w:r w:rsidR="00FC4AFA">
        <w:t xml:space="preserve"> invention, subject to compensation determined by the Commissioner</w:t>
      </w:r>
      <w:r w:rsidR="000E60DF">
        <w:t xml:space="preserve"> of Patents</w:t>
      </w:r>
      <w:r w:rsidR="00FC4AFA">
        <w:t xml:space="preserve">. </w:t>
      </w:r>
      <w:r w:rsidR="00C71432">
        <w:t>These provisions c</w:t>
      </w:r>
      <w:r>
        <w:t>ould</w:t>
      </w:r>
      <w:r w:rsidR="00C71432">
        <w:t xml:space="preserve"> be used by various government departments and at different levels of governments. </w:t>
      </w:r>
      <w:r w:rsidR="00FC4AFA">
        <w:t>However, exactly which bodies ha</w:t>
      </w:r>
      <w:r>
        <w:t>d</w:t>
      </w:r>
      <w:r w:rsidR="00FC4AFA">
        <w:t xml:space="preserve"> access to </w:t>
      </w:r>
      <w:r w:rsidR="006E47D1">
        <w:t xml:space="preserve">government </w:t>
      </w:r>
      <w:r w:rsidR="00FC4AFA">
        <w:t xml:space="preserve">use provisions </w:t>
      </w:r>
      <w:r>
        <w:t>wa</w:t>
      </w:r>
      <w:r w:rsidR="00FC4AFA">
        <w:t xml:space="preserve">s uncertain. </w:t>
      </w:r>
    </w:p>
    <w:p w:rsidR="00372D1F" w:rsidRDefault="003833A3" w:rsidP="003833A3">
      <w:pPr>
        <w:pStyle w:val="BodyText"/>
      </w:pPr>
      <w:r>
        <w:t>In the U</w:t>
      </w:r>
      <w:r w:rsidR="006677B3">
        <w:t xml:space="preserve">nited </w:t>
      </w:r>
      <w:r>
        <w:t>S</w:t>
      </w:r>
      <w:r w:rsidR="006677B3">
        <w:t>tates</w:t>
      </w:r>
      <w:r>
        <w:t>, government-use provisions are not found in its patents legisla</w:t>
      </w:r>
      <w:r w:rsidR="00B74869">
        <w:t xml:space="preserve">tion. </w:t>
      </w:r>
      <w:r w:rsidR="00372D1F">
        <w:t>However, the US Government has power</w:t>
      </w:r>
      <w:r w:rsidR="001B65F0">
        <w:t>s</w:t>
      </w:r>
      <w:r w:rsidR="00372D1F">
        <w:t xml:space="preserve"> to use patented inventions. Reichman and Hasenzahl (2003) </w:t>
      </w:r>
      <w:r w:rsidR="001B65F0">
        <w:t>noted</w:t>
      </w:r>
      <w:r w:rsidR="00372D1F">
        <w:t xml:space="preserve"> that the US Government has broad powers to seize and use any invention</w:t>
      </w:r>
      <w:r w:rsidR="001B65F0">
        <w:t xml:space="preserve"> without incurring liability for infringement</w:t>
      </w:r>
      <w:r w:rsidR="00372D1F">
        <w:t xml:space="preserve">, subject to payment of reasonable </w:t>
      </w:r>
      <w:r w:rsidR="00372D1F" w:rsidRPr="00C55690">
        <w:t>compensation</w:t>
      </w:r>
      <w:r w:rsidR="004B673E" w:rsidRPr="00C55690">
        <w:t xml:space="preserve"> (28 U</w:t>
      </w:r>
      <w:r w:rsidR="00F311B4" w:rsidRPr="00C55690">
        <w:t>.</w:t>
      </w:r>
      <w:r w:rsidR="001730C6" w:rsidRPr="00C55690">
        <w:t>S</w:t>
      </w:r>
      <w:r w:rsidR="00F311B4" w:rsidRPr="00C55690">
        <w:t>.</w:t>
      </w:r>
      <w:r w:rsidR="001730C6" w:rsidRPr="00C55690">
        <w:t>C</w:t>
      </w:r>
      <w:r w:rsidR="00F311B4" w:rsidRPr="00C55690">
        <w:t>.</w:t>
      </w:r>
      <w:r w:rsidR="004B673E" w:rsidRPr="00C55690">
        <w:t xml:space="preserve"> </w:t>
      </w:r>
      <w:r w:rsidR="00F311B4" w:rsidRPr="00C55690">
        <w:t xml:space="preserve">§ </w:t>
      </w:r>
      <w:r w:rsidR="004B673E" w:rsidRPr="00C55690">
        <w:t>1498)</w:t>
      </w:r>
      <w:r w:rsidR="00372D1F" w:rsidRPr="00C55690">
        <w:t xml:space="preserve">. </w:t>
      </w:r>
      <w:r w:rsidR="001B65F0" w:rsidRPr="00C55690">
        <w:t>The</w:t>
      </w:r>
      <w:r w:rsidR="001B65F0">
        <w:t xml:space="preserve"> patent holder has a right to challenge any royalty awarded by the court</w:t>
      </w:r>
      <w:r w:rsidR="00403B85">
        <w:t>.</w:t>
      </w:r>
      <w:r w:rsidR="001B65F0">
        <w:t xml:space="preserve"> </w:t>
      </w:r>
      <w:r w:rsidR="00372D1F">
        <w:t xml:space="preserve"> </w:t>
      </w:r>
    </w:p>
    <w:p w:rsidR="00864F6C" w:rsidRDefault="00864F6C" w:rsidP="003833A3">
      <w:pPr>
        <w:pStyle w:val="BodyText"/>
      </w:pPr>
      <w:r>
        <w:t>Government</w:t>
      </w:r>
      <w:r w:rsidR="000E60DF">
        <w:t>-</w:t>
      </w:r>
      <w:r>
        <w:t xml:space="preserve">use provisions </w:t>
      </w:r>
      <w:r w:rsidR="004D2587">
        <w:t>exist in most European countries. In contrast, government</w:t>
      </w:r>
      <w:r w:rsidR="000E60DF">
        <w:t>-</w:t>
      </w:r>
      <w:r w:rsidR="004D2587">
        <w:t xml:space="preserve">use provisions are not explicitly provided for in </w:t>
      </w:r>
      <w:r w:rsidR="00865C2C">
        <w:t>patent</w:t>
      </w:r>
      <w:r w:rsidR="00613221">
        <w:t>s</w:t>
      </w:r>
      <w:r w:rsidR="00865C2C">
        <w:t xml:space="preserve"> legislation in </w:t>
      </w:r>
      <w:r w:rsidR="004D2587">
        <w:t>China, Japan, Korea and Malaysia (WIPO 2011</w:t>
      </w:r>
      <w:r w:rsidR="00210ADA">
        <w:t>b</w:t>
      </w:r>
      <w:r w:rsidR="004D2587">
        <w:t>).</w:t>
      </w:r>
    </w:p>
    <w:p w:rsidR="00901CD2" w:rsidRDefault="00472DCC" w:rsidP="00803805">
      <w:pPr>
        <w:pStyle w:val="Heading3"/>
      </w:pPr>
      <w:r>
        <w:t>Research and regulatory approval exemptions</w:t>
      </w:r>
    </w:p>
    <w:p w:rsidR="00901CD2" w:rsidRDefault="00472DCC" w:rsidP="00901CD2">
      <w:pPr>
        <w:pStyle w:val="BodyText"/>
      </w:pPr>
      <w:r>
        <w:t>R</w:t>
      </w:r>
      <w:r w:rsidR="00901CD2">
        <w:t xml:space="preserve">esearch </w:t>
      </w:r>
      <w:r>
        <w:t xml:space="preserve">and regulatory </w:t>
      </w:r>
      <w:r w:rsidR="00996F46">
        <w:t>approval</w:t>
      </w:r>
      <w:r w:rsidR="00901CD2">
        <w:t xml:space="preserve"> exemptions</w:t>
      </w:r>
      <w:r>
        <w:t xml:space="preserve"> provide defences against patent infringement, and can affect research activity and, consequently, affect innovation. These exemptions were recently </w:t>
      </w:r>
      <w:r w:rsidR="000E7E7A">
        <w:t xml:space="preserve">strengthened </w:t>
      </w:r>
      <w:r w:rsidR="00A25B03">
        <w:t xml:space="preserve">in Australia </w:t>
      </w:r>
      <w:r>
        <w:t>(</w:t>
      </w:r>
      <w:r w:rsidR="00A25B03">
        <w:t xml:space="preserve">discussed in detail in </w:t>
      </w:r>
      <w:r w:rsidR="00A25B03">
        <w:lastRenderedPageBreak/>
        <w:t>chapter 8</w:t>
      </w:r>
      <w:r>
        <w:t>). These exemptions also exist in comparable markets, and are discussed in turn</w:t>
      </w:r>
      <w:r w:rsidR="00A25B03">
        <w:t xml:space="preserve">. </w:t>
      </w:r>
    </w:p>
    <w:p w:rsidR="00803805" w:rsidRDefault="00803805" w:rsidP="00901CD2">
      <w:pPr>
        <w:pStyle w:val="Heading4"/>
      </w:pPr>
      <w:r>
        <w:t>Research exemption</w:t>
      </w:r>
    </w:p>
    <w:p w:rsidR="002F6BDF" w:rsidRDefault="002F6BDF" w:rsidP="002F6BDF">
      <w:pPr>
        <w:pStyle w:val="BodyText"/>
        <w:rPr>
          <w:sz w:val="24"/>
          <w:szCs w:val="24"/>
        </w:rPr>
      </w:pPr>
      <w:r>
        <w:t>WIPO (2010</w:t>
      </w:r>
      <w:r w:rsidR="00D44AA2">
        <w:t>a</w:t>
      </w:r>
      <w:r>
        <w:t>) noted that the rationale for research exemption</w:t>
      </w:r>
      <w:r w:rsidR="00C005A0">
        <w:t>s</w:t>
      </w:r>
      <w:r>
        <w:t xml:space="preserve"> was explained as follows by the W</w:t>
      </w:r>
      <w:r w:rsidR="00D41159">
        <w:t>TO</w:t>
      </w:r>
      <w:r>
        <w:t xml:space="preserve"> in a previous case</w:t>
      </w:r>
      <w:r w:rsidR="005F0986">
        <w:t xml:space="preserve"> (WTO 2000)</w:t>
      </w:r>
      <w:r>
        <w:rPr>
          <w:sz w:val="24"/>
          <w:szCs w:val="24"/>
        </w:rPr>
        <w:t>:</w:t>
      </w:r>
    </w:p>
    <w:p w:rsidR="002F6BDF" w:rsidRDefault="002F6BDF" w:rsidP="002F6BDF">
      <w:pPr>
        <w:pStyle w:val="Quote"/>
      </w:pPr>
      <w:r>
        <w:t>… a key public policy purpose underlying patent laws is to facilitate the dissemination and advancement of technical knowledge. [A]</w:t>
      </w:r>
      <w:proofErr w:type="spellStart"/>
      <w:r>
        <w:t>llowing</w:t>
      </w:r>
      <w:proofErr w:type="spellEnd"/>
      <w:r>
        <w:t xml:space="preserve"> the patent owner to prevent experimental use during the term of the patent would frustrate part of the purpose of the requirement that the nature of the invention be disclosed to the public</w:t>
      </w:r>
      <w:r w:rsidR="00097431">
        <w:t xml:space="preserve"> WIPO (2010a, p. 21)</w:t>
      </w:r>
      <w:r>
        <w:t xml:space="preserve">. </w:t>
      </w:r>
    </w:p>
    <w:p w:rsidR="002F6BDF" w:rsidRPr="00505C24" w:rsidRDefault="002F6BDF" w:rsidP="002F6BDF">
      <w:pPr>
        <w:pStyle w:val="BodyText"/>
      </w:pPr>
      <w:r>
        <w:t xml:space="preserve">WIPO </w:t>
      </w:r>
      <w:r w:rsidR="00120DEA">
        <w:t xml:space="preserve">(2010a) </w:t>
      </w:r>
      <w:r>
        <w:t>also noted that the general objectives of research exemptions were similar across countries.</w:t>
      </w:r>
      <w:r w:rsidR="007C4D54">
        <w:t xml:space="preserve"> While general objectives are similar, interpretation of research provisions</w:t>
      </w:r>
      <w:r w:rsidR="00097431">
        <w:t>,</w:t>
      </w:r>
      <w:r w:rsidR="007C4D54">
        <w:t xml:space="preserve"> </w:t>
      </w:r>
      <w:r w:rsidR="00BF0771">
        <w:t xml:space="preserve">and language </w:t>
      </w:r>
      <w:r w:rsidR="00C1197E">
        <w:t>used</w:t>
      </w:r>
      <w:r w:rsidR="00097431">
        <w:t>,</w:t>
      </w:r>
      <w:r w:rsidR="00E66FBE">
        <w:t xml:space="preserve"> differ across countries. Some countries have broad research exemptions, while others have </w:t>
      </w:r>
      <w:r w:rsidR="0051739A">
        <w:t xml:space="preserve">much </w:t>
      </w:r>
      <w:r w:rsidR="00E66FBE">
        <w:t>narrower exemptions and, for example, allow ‘scientific research only’</w:t>
      </w:r>
      <w:r w:rsidR="00097431">
        <w:t>,</w:t>
      </w:r>
      <w:r w:rsidR="00E66FBE">
        <w:t xml:space="preserve"> or require that research be ‘without commercial or gainful intent’. </w:t>
      </w:r>
      <w:r w:rsidR="00931917">
        <w:t>In some countries</w:t>
      </w:r>
      <w:r w:rsidR="00E063D4">
        <w:t>,</w:t>
      </w:r>
      <w:r w:rsidR="00931917">
        <w:t xml:space="preserve"> research tools are not covered by this exemption. </w:t>
      </w:r>
      <w:r w:rsidR="004B119A">
        <w:t xml:space="preserve">The research exemption in the United States appears to be </w:t>
      </w:r>
      <w:r w:rsidR="00F311B4">
        <w:t xml:space="preserve">particularly </w:t>
      </w:r>
      <w:r w:rsidR="004B119A">
        <w:t xml:space="preserve">narrow (Miller 2003). </w:t>
      </w:r>
    </w:p>
    <w:p w:rsidR="0044574D" w:rsidRDefault="00E66FBE" w:rsidP="0044574D">
      <w:pPr>
        <w:pStyle w:val="BodyText"/>
      </w:pPr>
      <w:r>
        <w:t>M</w:t>
      </w:r>
      <w:r w:rsidR="00D03622">
        <w:t>any countries</w:t>
      </w:r>
      <w:r w:rsidR="000E7E7A">
        <w:t xml:space="preserve"> —</w:t>
      </w:r>
      <w:r w:rsidR="00D03622">
        <w:t xml:space="preserve"> including Japan, Korea and the United Kingdom</w:t>
      </w:r>
      <w:r w:rsidR="000E7E7A">
        <w:t xml:space="preserve"> —</w:t>
      </w:r>
      <w:r w:rsidR="00D03622">
        <w:t xml:space="preserve"> have </w:t>
      </w:r>
      <w:r w:rsidR="00C005A0">
        <w:t xml:space="preserve">research exemptions </w:t>
      </w:r>
      <w:r w:rsidR="00D03622">
        <w:t xml:space="preserve">in their national laws. In </w:t>
      </w:r>
      <w:r w:rsidR="0051739A">
        <w:t>other countries</w:t>
      </w:r>
      <w:r w:rsidR="00E063D4">
        <w:t xml:space="preserve"> —</w:t>
      </w:r>
      <w:r w:rsidR="0051739A">
        <w:t xml:space="preserve"> including Canada, New Zealand and the United States</w:t>
      </w:r>
      <w:r w:rsidR="00E063D4">
        <w:t xml:space="preserve"> —</w:t>
      </w:r>
      <w:r w:rsidR="0051739A">
        <w:t xml:space="preserve"> </w:t>
      </w:r>
      <w:r w:rsidR="00C005A0">
        <w:t xml:space="preserve">research exemptions </w:t>
      </w:r>
      <w:r w:rsidR="0051739A">
        <w:t xml:space="preserve">are not contained in national laws but are recognised in </w:t>
      </w:r>
      <w:r w:rsidR="0044574D">
        <w:t>case law</w:t>
      </w:r>
      <w:r w:rsidR="0051739A">
        <w:t xml:space="preserve"> </w:t>
      </w:r>
      <w:r>
        <w:t>(WIPO</w:t>
      </w:r>
      <w:r w:rsidR="0051739A">
        <w:t> </w:t>
      </w:r>
      <w:r>
        <w:t>2010</w:t>
      </w:r>
      <w:r w:rsidR="00D44AA2">
        <w:t>a</w:t>
      </w:r>
      <w:r>
        <w:t>)</w:t>
      </w:r>
      <w:r w:rsidR="0044574D">
        <w:t xml:space="preserve">. </w:t>
      </w:r>
      <w:r w:rsidR="00104050">
        <w:t xml:space="preserve">The scope of research exemptions varies across countries, and is sometimes difficult to determine given limited jurisprudence. </w:t>
      </w:r>
      <w:r w:rsidR="0044574D">
        <w:t>Ex</w:t>
      </w:r>
      <w:r w:rsidR="002F6BDF">
        <w:t>amples of language used in</w:t>
      </w:r>
      <w:r w:rsidR="0044574D">
        <w:t xml:space="preserve"> </w:t>
      </w:r>
      <w:r w:rsidR="0051739A">
        <w:t>national laws</w:t>
      </w:r>
      <w:r w:rsidR="0044574D">
        <w:t xml:space="preserve"> </w:t>
      </w:r>
      <w:r w:rsidR="002F6BDF">
        <w:t>follow</w:t>
      </w:r>
      <w:r w:rsidR="0044574D">
        <w:t xml:space="preserve">. </w:t>
      </w:r>
      <w:r w:rsidR="000C5F9D">
        <w:t>Section</w:t>
      </w:r>
      <w:r w:rsidR="00097431">
        <w:t> </w:t>
      </w:r>
      <w:r w:rsidR="000C5F9D">
        <w:t xml:space="preserve">60 of </w:t>
      </w:r>
      <w:r w:rsidR="000C5F9D" w:rsidRPr="00A507E6">
        <w:t>t</w:t>
      </w:r>
      <w:r w:rsidR="0044574D" w:rsidRPr="00A507E6">
        <w:t xml:space="preserve">he </w:t>
      </w:r>
      <w:r w:rsidR="0084189D" w:rsidRPr="00A507E6">
        <w:t>Patents Act</w:t>
      </w:r>
      <w:r w:rsidR="0044574D" w:rsidRPr="00A507E6">
        <w:t xml:space="preserve"> </w:t>
      </w:r>
      <w:r w:rsidR="00097431" w:rsidRPr="00A507E6">
        <w:t>1977 (</w:t>
      </w:r>
      <w:r w:rsidR="00097431">
        <w:t xml:space="preserve">UK) </w:t>
      </w:r>
      <w:r w:rsidR="0044574D">
        <w:t>states that:</w:t>
      </w:r>
    </w:p>
    <w:p w:rsidR="0044574D" w:rsidRDefault="0044574D" w:rsidP="00537E6B">
      <w:pPr>
        <w:pStyle w:val="Quote"/>
        <w:ind w:left="709" w:hanging="369"/>
      </w:pPr>
      <w:r>
        <w:t xml:space="preserve">(5) </w:t>
      </w:r>
      <w:r w:rsidRPr="00EB69BA">
        <w:t xml:space="preserve">An act which, apart from this subsection, would </w:t>
      </w:r>
      <w:r w:rsidR="00537E6B">
        <w:t xml:space="preserve">constitute an infringement of a </w:t>
      </w:r>
      <w:r w:rsidRPr="00EB69BA">
        <w:t>patent for an invention shall not do so if</w:t>
      </w:r>
      <w:r>
        <w:t>— …</w:t>
      </w:r>
    </w:p>
    <w:p w:rsidR="0044574D" w:rsidRPr="000823D3" w:rsidRDefault="0044574D" w:rsidP="00C55690">
      <w:pPr>
        <w:pStyle w:val="Quote"/>
        <w:ind w:left="1134" w:hanging="425"/>
      </w:pPr>
      <w:r>
        <w:t xml:space="preserve">(b) </w:t>
      </w:r>
      <w:r w:rsidRPr="00EB69BA">
        <w:t>it is done for experimental purposes relating to the subject-matter of the invention</w:t>
      </w:r>
      <w:r>
        <w:t xml:space="preserve"> </w:t>
      </w:r>
    </w:p>
    <w:p w:rsidR="0044574D" w:rsidRPr="000823D3" w:rsidRDefault="0044574D" w:rsidP="000823D3">
      <w:pPr>
        <w:pStyle w:val="BodyText"/>
      </w:pPr>
      <w:r w:rsidRPr="000823D3">
        <w:t>Research exemptions also exist in Japan and Korea. An English language translation of the Japanese Patents Act notes ‘</w:t>
      </w:r>
      <w:r w:rsidR="0042419C" w:rsidRPr="000823D3">
        <w:t>[a]</w:t>
      </w:r>
      <w:r w:rsidRPr="000823D3">
        <w:t xml:space="preserve"> patent right shall not be effective against the working of the patented invention for experimental or research purposes’ (</w:t>
      </w:r>
      <w:proofErr w:type="spellStart"/>
      <w:r w:rsidRPr="000823D3">
        <w:t>JPO</w:t>
      </w:r>
      <w:proofErr w:type="spellEnd"/>
      <w:r w:rsidRPr="000823D3">
        <w:t xml:space="preserve"> </w:t>
      </w:r>
      <w:proofErr w:type="spellStart"/>
      <w:r w:rsidRPr="000823D3">
        <w:t>2012</w:t>
      </w:r>
      <w:r w:rsidR="00D44AA2" w:rsidRPr="000823D3">
        <w:t>a</w:t>
      </w:r>
      <w:proofErr w:type="spellEnd"/>
      <w:r w:rsidRPr="000823D3">
        <w:t xml:space="preserve">). An English language translation of the Korean Patents Act notes: </w:t>
      </w:r>
    </w:p>
    <w:p w:rsidR="0044574D" w:rsidRPr="0015347A" w:rsidRDefault="0044574D" w:rsidP="0015347A">
      <w:pPr>
        <w:pStyle w:val="Quote"/>
      </w:pPr>
      <w:r w:rsidRPr="0015347A">
        <w:t>(1) The effect of a patent right does not extend to any of the following subparagraphs:</w:t>
      </w:r>
    </w:p>
    <w:p w:rsidR="0044574D" w:rsidRPr="000823D3" w:rsidRDefault="00537E6B" w:rsidP="0015347A">
      <w:pPr>
        <w:pStyle w:val="Quote"/>
        <w:ind w:left="1134" w:hanging="425"/>
      </w:pPr>
      <w:r w:rsidRPr="000823D3">
        <w:t>(</w:t>
      </w:r>
      <w:proofErr w:type="spellStart"/>
      <w:r w:rsidRPr="000823D3">
        <w:t>i</w:t>
      </w:r>
      <w:proofErr w:type="spellEnd"/>
      <w:r w:rsidRPr="000823D3">
        <w:t>)</w:t>
      </w:r>
      <w:r w:rsidRPr="000823D3">
        <w:tab/>
      </w:r>
      <w:r w:rsidR="0044574D" w:rsidRPr="000823D3">
        <w:t xml:space="preserve">working a patented invention for research or experimental purposes (including researches and experiments for item permits and reports of medical supplies </w:t>
      </w:r>
      <w:r w:rsidR="0044574D" w:rsidRPr="000823D3">
        <w:lastRenderedPageBreak/>
        <w:t>under the Pharmaceutical Affairs Act and for registration of agrochemicals under the Agrochemical Management Act) (</w:t>
      </w:r>
      <w:proofErr w:type="spellStart"/>
      <w:r w:rsidR="0044574D" w:rsidRPr="000823D3">
        <w:t>WIPO</w:t>
      </w:r>
      <w:proofErr w:type="spellEnd"/>
      <w:r w:rsidR="0044574D" w:rsidRPr="000823D3">
        <w:t xml:space="preserve"> </w:t>
      </w:r>
      <w:proofErr w:type="spellStart"/>
      <w:r w:rsidR="0044574D" w:rsidRPr="000823D3">
        <w:t>2012a</w:t>
      </w:r>
      <w:proofErr w:type="spellEnd"/>
      <w:r w:rsidR="0044574D" w:rsidRPr="000823D3">
        <w:t xml:space="preserve">). </w:t>
      </w:r>
    </w:p>
    <w:p w:rsidR="00803805" w:rsidRDefault="00803805" w:rsidP="00065EDB">
      <w:pPr>
        <w:pStyle w:val="Heading4"/>
      </w:pPr>
      <w:r>
        <w:t xml:space="preserve">Regulatory </w:t>
      </w:r>
      <w:r w:rsidR="00996F46">
        <w:t xml:space="preserve">approval </w:t>
      </w:r>
      <w:r>
        <w:t xml:space="preserve">exemption </w:t>
      </w:r>
    </w:p>
    <w:p w:rsidR="0044574D" w:rsidRDefault="0044574D" w:rsidP="0044574D">
      <w:pPr>
        <w:pStyle w:val="BodyText"/>
        <w:rPr>
          <w:lang w:eastAsia="en-US"/>
        </w:rPr>
      </w:pPr>
      <w:r>
        <w:rPr>
          <w:lang w:eastAsia="en-US"/>
        </w:rPr>
        <w:t>In the U</w:t>
      </w:r>
      <w:r w:rsidR="006677B3">
        <w:rPr>
          <w:lang w:eastAsia="en-US"/>
        </w:rPr>
        <w:t xml:space="preserve">nited </w:t>
      </w:r>
      <w:r>
        <w:rPr>
          <w:lang w:eastAsia="en-US"/>
        </w:rPr>
        <w:t>S</w:t>
      </w:r>
      <w:r w:rsidR="006677B3">
        <w:rPr>
          <w:lang w:eastAsia="en-US"/>
        </w:rPr>
        <w:t>tates</w:t>
      </w:r>
      <w:r>
        <w:rPr>
          <w:lang w:eastAsia="en-US"/>
        </w:rPr>
        <w:t xml:space="preserve">, </w:t>
      </w:r>
      <w:r w:rsidRPr="0022715C">
        <w:rPr>
          <w:i/>
          <w:lang w:eastAsia="en-US"/>
        </w:rPr>
        <w:t xml:space="preserve">Roche </w:t>
      </w:r>
      <w:r w:rsidR="00097431">
        <w:rPr>
          <w:i/>
          <w:lang w:eastAsia="en-US"/>
        </w:rPr>
        <w:t>Products v Bolar Pharmaceuticals</w:t>
      </w:r>
      <w:r>
        <w:rPr>
          <w:lang w:eastAsia="en-US"/>
        </w:rPr>
        <w:t xml:space="preserve"> was a landmark court decision in 1984. Bolar, a generic manufacturer of pharmaceuticals, was developing a generic version of Valium, made and sold by Roche. Bolar </w:t>
      </w:r>
      <w:r w:rsidR="00996F46">
        <w:rPr>
          <w:lang w:eastAsia="en-US"/>
        </w:rPr>
        <w:t xml:space="preserve">planned to sell this generic version once the patent for Valium expired. Bolar </w:t>
      </w:r>
      <w:r>
        <w:rPr>
          <w:lang w:eastAsia="en-US"/>
        </w:rPr>
        <w:t>used patented chemicals in experiments to determine whether its generic was bio</w:t>
      </w:r>
      <w:r w:rsidR="003B1D12">
        <w:rPr>
          <w:lang w:eastAsia="en-US"/>
        </w:rPr>
        <w:noBreakHyphen/>
      </w:r>
      <w:r>
        <w:rPr>
          <w:lang w:eastAsia="en-US"/>
        </w:rPr>
        <w:t xml:space="preserve">equivalent to Valium. The court found that the experimental use exemption did not apply because Bolar planned to sell its product in competition with Valium once Roche’s Valium patent expired.  </w:t>
      </w:r>
    </w:p>
    <w:p w:rsidR="0044574D" w:rsidRDefault="0044574D" w:rsidP="0044574D">
      <w:pPr>
        <w:pStyle w:val="BodyText"/>
        <w:rPr>
          <w:lang w:eastAsia="en-US"/>
        </w:rPr>
      </w:pPr>
      <w:r w:rsidRPr="00A507E6">
        <w:rPr>
          <w:lang w:eastAsia="en-US"/>
        </w:rPr>
        <w:t>The Drug Price Competition and Patent Term Restoration Act of 1984</w:t>
      </w:r>
      <w:r>
        <w:rPr>
          <w:lang w:eastAsia="en-US"/>
        </w:rPr>
        <w:t xml:space="preserve"> (also known as the Hatch-Waxman Act) overturned this decision and made it legal for a generic producer to import, manufacture and test</w:t>
      </w:r>
      <w:r w:rsidR="003B1D12">
        <w:rPr>
          <w:lang w:eastAsia="en-US"/>
        </w:rPr>
        <w:t>,</w:t>
      </w:r>
      <w:r w:rsidR="001C2451">
        <w:rPr>
          <w:lang w:eastAsia="en-US"/>
        </w:rPr>
        <w:t xml:space="preserve"> but not sell,</w:t>
      </w:r>
      <w:r>
        <w:rPr>
          <w:lang w:eastAsia="en-US"/>
        </w:rPr>
        <w:t xml:space="preserve"> a patented product prior to expiry of the patent in order to </w:t>
      </w:r>
      <w:r w:rsidR="00AB5CE7">
        <w:rPr>
          <w:lang w:eastAsia="en-US"/>
        </w:rPr>
        <w:t xml:space="preserve">obtain </w:t>
      </w:r>
      <w:r>
        <w:rPr>
          <w:lang w:eastAsia="en-US"/>
        </w:rPr>
        <w:t xml:space="preserve">regulatory </w:t>
      </w:r>
      <w:r w:rsidR="00AB5CE7">
        <w:rPr>
          <w:lang w:eastAsia="en-US"/>
        </w:rPr>
        <w:t>approval</w:t>
      </w:r>
      <w:r>
        <w:rPr>
          <w:lang w:eastAsia="en-US"/>
        </w:rPr>
        <w:t>.</w:t>
      </w:r>
      <w:r w:rsidR="00BF2BFC">
        <w:rPr>
          <w:lang w:eastAsia="en-US"/>
        </w:rPr>
        <w:t xml:space="preserve"> </w:t>
      </w:r>
      <w:r w:rsidR="001C2451">
        <w:rPr>
          <w:lang w:eastAsia="en-US"/>
        </w:rPr>
        <w:t>So</w:t>
      </w:r>
      <w:r w:rsidR="00AB5CE7">
        <w:rPr>
          <w:lang w:eastAsia="en-US"/>
        </w:rPr>
        <w:noBreakHyphen/>
      </w:r>
      <w:r w:rsidR="001C2451">
        <w:rPr>
          <w:lang w:eastAsia="en-US"/>
        </w:rPr>
        <w:t xml:space="preserve">called regulatory </w:t>
      </w:r>
      <w:r w:rsidR="00996F46">
        <w:rPr>
          <w:lang w:eastAsia="en-US"/>
        </w:rPr>
        <w:t xml:space="preserve">approval </w:t>
      </w:r>
      <w:r w:rsidR="001C2451">
        <w:rPr>
          <w:lang w:eastAsia="en-US"/>
        </w:rPr>
        <w:t>exemptions can reduce delays in competing products coming to market</w:t>
      </w:r>
      <w:r w:rsidR="00575199">
        <w:rPr>
          <w:lang w:eastAsia="en-US"/>
        </w:rPr>
        <w:t xml:space="preserve"> once a patent has expired</w:t>
      </w:r>
      <w:r w:rsidR="001C2451">
        <w:rPr>
          <w:lang w:eastAsia="en-US"/>
        </w:rPr>
        <w:t xml:space="preserve">. These exemptions are also referred to </w:t>
      </w:r>
      <w:r>
        <w:rPr>
          <w:lang w:eastAsia="en-US"/>
        </w:rPr>
        <w:t xml:space="preserve">as Bolar or </w:t>
      </w:r>
      <w:r w:rsidR="003F4777">
        <w:rPr>
          <w:lang w:eastAsia="en-US"/>
        </w:rPr>
        <w:t>Roche</w:t>
      </w:r>
      <w:r w:rsidR="003F4777">
        <w:rPr>
          <w:lang w:eastAsia="en-US"/>
        </w:rPr>
        <w:noBreakHyphen/>
      </w:r>
      <w:r>
        <w:rPr>
          <w:lang w:eastAsia="en-US"/>
        </w:rPr>
        <w:t xml:space="preserve">Bolar </w:t>
      </w:r>
      <w:r w:rsidR="003F4777">
        <w:rPr>
          <w:lang w:eastAsia="en-US"/>
        </w:rPr>
        <w:t>provisions</w:t>
      </w:r>
      <w:r>
        <w:rPr>
          <w:lang w:eastAsia="en-US"/>
        </w:rPr>
        <w:t xml:space="preserve">. </w:t>
      </w:r>
      <w:r w:rsidR="001C2451">
        <w:rPr>
          <w:lang w:eastAsia="en-US"/>
        </w:rPr>
        <w:t>These exemptions exist in m</w:t>
      </w:r>
      <w:r w:rsidR="007E6012">
        <w:rPr>
          <w:lang w:eastAsia="en-US"/>
        </w:rPr>
        <w:t>ost comparable markets (WIPO</w:t>
      </w:r>
      <w:r w:rsidR="00D55CFA">
        <w:rPr>
          <w:lang w:eastAsia="en-US"/>
        </w:rPr>
        <w:t> </w:t>
      </w:r>
      <w:r w:rsidR="007E6012">
        <w:rPr>
          <w:lang w:eastAsia="en-US"/>
        </w:rPr>
        <w:t>2010</w:t>
      </w:r>
      <w:r w:rsidR="00AB147C">
        <w:rPr>
          <w:lang w:eastAsia="en-US"/>
        </w:rPr>
        <w:t>a</w:t>
      </w:r>
      <w:r w:rsidR="007E6012">
        <w:rPr>
          <w:lang w:eastAsia="en-US"/>
        </w:rPr>
        <w:t>).</w:t>
      </w:r>
    </w:p>
    <w:p w:rsidR="0044574D" w:rsidRDefault="0044574D" w:rsidP="0044574D">
      <w:pPr>
        <w:pStyle w:val="BodyText"/>
        <w:rPr>
          <w:lang w:eastAsia="en-US"/>
        </w:rPr>
      </w:pPr>
      <w:r>
        <w:rPr>
          <w:lang w:eastAsia="en-US"/>
        </w:rPr>
        <w:t xml:space="preserve">The </w:t>
      </w:r>
      <w:r w:rsidR="00D41159">
        <w:rPr>
          <w:lang w:eastAsia="en-US"/>
        </w:rPr>
        <w:t>WTO</w:t>
      </w:r>
      <w:r>
        <w:rPr>
          <w:lang w:eastAsia="en-US"/>
        </w:rPr>
        <w:t xml:space="preserve"> confirmed that th</w:t>
      </w:r>
      <w:r w:rsidR="00097431">
        <w:rPr>
          <w:lang w:eastAsia="en-US"/>
        </w:rPr>
        <w:t>ese</w:t>
      </w:r>
      <w:r>
        <w:rPr>
          <w:lang w:eastAsia="en-US"/>
        </w:rPr>
        <w:t xml:space="preserve"> exe</w:t>
      </w:r>
      <w:r w:rsidR="00097431">
        <w:rPr>
          <w:lang w:eastAsia="en-US"/>
        </w:rPr>
        <w:t>m</w:t>
      </w:r>
      <w:r>
        <w:rPr>
          <w:lang w:eastAsia="en-US"/>
        </w:rPr>
        <w:t>ption</w:t>
      </w:r>
      <w:r w:rsidR="00097431">
        <w:rPr>
          <w:lang w:eastAsia="en-US"/>
        </w:rPr>
        <w:t>s are</w:t>
      </w:r>
      <w:r>
        <w:rPr>
          <w:lang w:eastAsia="en-US"/>
        </w:rPr>
        <w:t xml:space="preserve"> legal in 2000 in a case brought by the EU against Canada (Commission on Intellectual Property Rights</w:t>
      </w:r>
      <w:r w:rsidR="00396DB3">
        <w:rPr>
          <w:lang w:eastAsia="en-US"/>
        </w:rPr>
        <w:t xml:space="preserve"> 2002</w:t>
      </w:r>
      <w:r>
        <w:rPr>
          <w:lang w:eastAsia="en-US"/>
        </w:rPr>
        <w:t>).</w:t>
      </w:r>
    </w:p>
    <w:p w:rsidR="003814FE" w:rsidRDefault="002E1061" w:rsidP="002E1061">
      <w:pPr>
        <w:pStyle w:val="Heading2"/>
      </w:pPr>
      <w:r>
        <w:t>C.2</w:t>
      </w:r>
      <w:r>
        <w:tab/>
      </w:r>
      <w:r w:rsidR="00E86D99">
        <w:t xml:space="preserve">Use and impacts of </w:t>
      </w:r>
      <w:r>
        <w:t xml:space="preserve">non-voluntary access arrangements </w:t>
      </w:r>
    </w:p>
    <w:p w:rsidR="002E1061" w:rsidRPr="002E1061" w:rsidRDefault="00F172E6" w:rsidP="00097431">
      <w:pPr>
        <w:pStyle w:val="Heading3"/>
        <w:spacing w:before="240"/>
      </w:pPr>
      <w:r>
        <w:t>Use of c</w:t>
      </w:r>
      <w:r w:rsidR="002E1061">
        <w:t>ompulsory licensing</w:t>
      </w:r>
    </w:p>
    <w:p w:rsidR="002A68D3" w:rsidRDefault="00EF6793" w:rsidP="006711B1">
      <w:pPr>
        <w:pStyle w:val="BodyText"/>
      </w:pPr>
      <w:r>
        <w:t xml:space="preserve">Use of compulsory licensing in comparable markets dates </w:t>
      </w:r>
      <w:r w:rsidR="00E86D99">
        <w:t xml:space="preserve">back </w:t>
      </w:r>
      <w:r>
        <w:t>many decades</w:t>
      </w:r>
      <w:r w:rsidR="002206B2">
        <w:t xml:space="preserve">, but appears to </w:t>
      </w:r>
      <w:r w:rsidR="0018781A">
        <w:t xml:space="preserve">have </w:t>
      </w:r>
      <w:r w:rsidR="002206B2">
        <w:t>be</w:t>
      </w:r>
      <w:r w:rsidR="0018781A">
        <w:t>en</w:t>
      </w:r>
      <w:r w:rsidR="002206B2">
        <w:t xml:space="preserve"> infrequent</w:t>
      </w:r>
      <w:r w:rsidR="002A68D3">
        <w:t xml:space="preserve"> in most countries</w:t>
      </w:r>
      <w:r>
        <w:t xml:space="preserve">. </w:t>
      </w:r>
    </w:p>
    <w:p w:rsidR="006711B1" w:rsidRDefault="006711B1" w:rsidP="006711B1">
      <w:pPr>
        <w:pStyle w:val="BodyText"/>
      </w:pPr>
      <w:r>
        <w:t>The ALRC (2004) found that few compulsory licen</w:t>
      </w:r>
      <w:r w:rsidR="00A507E6">
        <w:t>c</w:t>
      </w:r>
      <w:r>
        <w:t>es appeared to have been granted</w:t>
      </w:r>
      <w:r w:rsidR="002206B2">
        <w:t xml:space="preserve"> internationally, noting that i</w:t>
      </w:r>
      <w:r>
        <w:t>n the U</w:t>
      </w:r>
      <w:r w:rsidR="0062249E">
        <w:t xml:space="preserve">nited </w:t>
      </w:r>
      <w:r>
        <w:t>K</w:t>
      </w:r>
      <w:r w:rsidR="0062249E">
        <w:t>ingdom</w:t>
      </w:r>
      <w:r w:rsidR="002A68D3">
        <w:t>,</w:t>
      </w:r>
      <w:r>
        <w:t xml:space="preserve"> prior to 1998</w:t>
      </w:r>
      <w:r w:rsidR="002A68D3">
        <w:t>,</w:t>
      </w:r>
      <w:r>
        <w:t xml:space="preserve"> </w:t>
      </w:r>
      <w:r w:rsidR="002A68D3">
        <w:t xml:space="preserve">only </w:t>
      </w:r>
      <w:r>
        <w:t>two compulsory licences ha</w:t>
      </w:r>
      <w:r w:rsidR="002A68D3">
        <w:t>d</w:t>
      </w:r>
      <w:r>
        <w:t xml:space="preserve"> been </w:t>
      </w:r>
      <w:r w:rsidRPr="00A507E6">
        <w:t>issued under the Patents Act 1977 (UK).</w:t>
      </w:r>
      <w:r>
        <w:t xml:space="preserve"> </w:t>
      </w:r>
      <w:r w:rsidR="002206B2">
        <w:t xml:space="preserve">The ALRC also found that </w:t>
      </w:r>
      <w:r>
        <w:t xml:space="preserve">compulsory licences had rarely been used in New Zealand. </w:t>
      </w:r>
      <w:r w:rsidR="00EA14C5">
        <w:t>Likewise, t</w:t>
      </w:r>
      <w:r w:rsidR="00DE1BF6">
        <w:t xml:space="preserve">he Commission has </w:t>
      </w:r>
      <w:r w:rsidR="002206B2">
        <w:t xml:space="preserve">found </w:t>
      </w:r>
      <w:r w:rsidR="00D05E1C">
        <w:t xml:space="preserve">few </w:t>
      </w:r>
      <w:r w:rsidR="001718D0">
        <w:t xml:space="preserve">recent </w:t>
      </w:r>
      <w:r w:rsidR="00D05E1C">
        <w:t xml:space="preserve">examples of </w:t>
      </w:r>
      <w:r w:rsidR="002206B2">
        <w:t xml:space="preserve">compulsory licensing </w:t>
      </w:r>
      <w:r w:rsidR="00D05E1C">
        <w:t xml:space="preserve">provisions in </w:t>
      </w:r>
      <w:r w:rsidR="001718D0">
        <w:t xml:space="preserve">most </w:t>
      </w:r>
      <w:r w:rsidR="00D05E1C">
        <w:t>comparable markets</w:t>
      </w:r>
      <w:r w:rsidR="002076F8">
        <w:t>.</w:t>
      </w:r>
      <w:r w:rsidR="002206B2">
        <w:t xml:space="preserve"> </w:t>
      </w:r>
      <w:r w:rsidR="007A6175">
        <w:t xml:space="preserve">The Commission has found the greatest use of </w:t>
      </w:r>
      <w:r w:rsidR="00597C1E">
        <w:t xml:space="preserve">practices similar to </w:t>
      </w:r>
      <w:r w:rsidR="007A6175">
        <w:t>compulsory licensing has occurred in the U</w:t>
      </w:r>
      <w:r w:rsidR="006677B3">
        <w:t xml:space="preserve">nited </w:t>
      </w:r>
      <w:r w:rsidR="007A6175">
        <w:t>S</w:t>
      </w:r>
      <w:r w:rsidR="006677B3">
        <w:t>tates</w:t>
      </w:r>
      <w:r w:rsidR="007A6175">
        <w:t xml:space="preserve">. </w:t>
      </w:r>
      <w:r w:rsidR="007A6175">
        <w:lastRenderedPageBreak/>
        <w:t>Compulsory licensing has also been used regularly in Canada, but</w:t>
      </w:r>
      <w:r w:rsidR="00C02F86">
        <w:t xml:space="preserve"> rarely</w:t>
      </w:r>
      <w:r w:rsidR="007A6175">
        <w:t xml:space="preserve"> in recent years. Discussion about compulsory licensing in these two countries follows. Compulsory licensing in Asia and the European Union </w:t>
      </w:r>
      <w:r w:rsidR="000E60DF">
        <w:t>is</w:t>
      </w:r>
      <w:r w:rsidR="007A6175">
        <w:t xml:space="preserve"> </w:t>
      </w:r>
      <w:r w:rsidR="00983B04">
        <w:t>also discus</w:t>
      </w:r>
      <w:r w:rsidR="007A6175">
        <w:t>sed.</w:t>
      </w:r>
    </w:p>
    <w:p w:rsidR="00A27DD4" w:rsidRDefault="00A27DD4" w:rsidP="00A27DD4">
      <w:pPr>
        <w:pStyle w:val="Heading4"/>
      </w:pPr>
      <w:r>
        <w:t xml:space="preserve">Use in the United States </w:t>
      </w:r>
    </w:p>
    <w:p w:rsidR="00EF6793" w:rsidRDefault="000E60DF" w:rsidP="009E732B">
      <w:pPr>
        <w:pStyle w:val="BodyText"/>
      </w:pPr>
      <w:r>
        <w:t>US</w:t>
      </w:r>
      <w:r w:rsidR="009E732B">
        <w:t xml:space="preserve"> patent</w:t>
      </w:r>
      <w:r>
        <w:t>s</w:t>
      </w:r>
      <w:r w:rsidR="009E732B">
        <w:t xml:space="preserve"> law does not provide for compulsory licensing </w:t>
      </w:r>
      <w:r w:rsidR="009E732B">
        <w:rPr>
          <w:i/>
        </w:rPr>
        <w:t>per se</w:t>
      </w:r>
      <w:r w:rsidR="009E732B">
        <w:t xml:space="preserve">. </w:t>
      </w:r>
      <w:r w:rsidR="00AB147C">
        <w:br/>
      </w:r>
      <w:r w:rsidR="009E732B">
        <w:t>Yosick (2003,</w:t>
      </w:r>
      <w:r w:rsidR="00AB147C">
        <w:t xml:space="preserve"> </w:t>
      </w:r>
      <w:r w:rsidR="009E732B">
        <w:t>p.</w:t>
      </w:r>
      <w:r w:rsidR="00AB147C">
        <w:t xml:space="preserve"> </w:t>
      </w:r>
      <w:r w:rsidR="009E732B">
        <w:t xml:space="preserve">1277) noted that ‘the US patent system has generally been hostile toward the practice of compulsory licensing’ and referenced the </w:t>
      </w:r>
      <w:r w:rsidR="00C72081">
        <w:t xml:space="preserve">US </w:t>
      </w:r>
      <w:r w:rsidR="009E732B">
        <w:t>Supreme Court</w:t>
      </w:r>
      <w:r w:rsidR="00C72081">
        <w:t>,</w:t>
      </w:r>
      <w:r w:rsidR="009E732B">
        <w:t xml:space="preserve"> which </w:t>
      </w:r>
      <w:r w:rsidR="001718D0">
        <w:t xml:space="preserve">in </w:t>
      </w:r>
      <w:r w:rsidR="001718D0" w:rsidRPr="009E732B">
        <w:rPr>
          <w:i/>
        </w:rPr>
        <w:t>Chemical Co. v Rohm &amp; Haas Co</w:t>
      </w:r>
      <w:r w:rsidR="001718D0">
        <w:t xml:space="preserve"> </w:t>
      </w:r>
      <w:r w:rsidR="009E732B">
        <w:t>commented that ‘[c]ompulsory licensing is a rarity in our patent system’</w:t>
      </w:r>
      <w:r w:rsidR="009E732B" w:rsidRPr="009E732B">
        <w:rPr>
          <w:i/>
        </w:rPr>
        <w:t>.</w:t>
      </w:r>
      <w:r w:rsidR="00705441">
        <w:t xml:space="preserve"> Similarly, Reichman (2006, p. 4) noted that ‘courts and commentators frequently expressed pro-patent sentiments hostile to the very concept of non-voluntary licensing’. </w:t>
      </w:r>
      <w:r w:rsidR="009E732B">
        <w:t xml:space="preserve">Despite </w:t>
      </w:r>
      <w:r w:rsidR="00905E2A">
        <w:t>pro</w:t>
      </w:r>
      <w:r w:rsidR="00C02F86">
        <w:t>-</w:t>
      </w:r>
      <w:r w:rsidR="00905E2A">
        <w:t xml:space="preserve">patent </w:t>
      </w:r>
      <w:r w:rsidR="009E732B">
        <w:t>sentiment</w:t>
      </w:r>
      <w:r w:rsidR="00905E2A">
        <w:t>s</w:t>
      </w:r>
      <w:r w:rsidR="009E732B">
        <w:t xml:space="preserve">, </w:t>
      </w:r>
      <w:r w:rsidR="00597C1E">
        <w:t xml:space="preserve">practices similar to </w:t>
      </w:r>
      <w:r w:rsidR="009E732B">
        <w:t>compulsory licensing appear to have been used more frequently in the U</w:t>
      </w:r>
      <w:r w:rsidR="006677B3">
        <w:t xml:space="preserve">nited </w:t>
      </w:r>
      <w:r w:rsidR="009E732B">
        <w:t>S</w:t>
      </w:r>
      <w:r w:rsidR="006677B3">
        <w:t>tates</w:t>
      </w:r>
      <w:r w:rsidR="009E732B">
        <w:t xml:space="preserve"> than in other comparable markets. </w:t>
      </w:r>
      <w:r w:rsidR="00C72081">
        <w:t>Reichman (2006, p. 3) commented that ‘the United States takes a dim view of the compulsory licences that other countries prefer to employ, but it loves the compulsory licences it routinely continues to impose’.</w:t>
      </w:r>
    </w:p>
    <w:p w:rsidR="009F4881" w:rsidRDefault="009F4881" w:rsidP="009F4881">
      <w:pPr>
        <w:pStyle w:val="Heading5"/>
      </w:pPr>
      <w:r>
        <w:t>Competition issues</w:t>
      </w:r>
    </w:p>
    <w:p w:rsidR="00905E2A" w:rsidRDefault="00991CE5" w:rsidP="009F4881">
      <w:pPr>
        <w:pStyle w:val="BodyText"/>
        <w:rPr>
          <w:szCs w:val="26"/>
        </w:rPr>
      </w:pPr>
      <w:r>
        <w:rPr>
          <w:szCs w:val="26"/>
        </w:rPr>
        <w:t xml:space="preserve">Compulsory licensing </w:t>
      </w:r>
      <w:r w:rsidR="00597C1E">
        <w:rPr>
          <w:szCs w:val="26"/>
        </w:rPr>
        <w:t xml:space="preserve">appears to have </w:t>
      </w:r>
      <w:r>
        <w:rPr>
          <w:szCs w:val="26"/>
        </w:rPr>
        <w:t>been used extensively to address competition issues in the U</w:t>
      </w:r>
      <w:r w:rsidR="006677B3">
        <w:rPr>
          <w:szCs w:val="26"/>
        </w:rPr>
        <w:t xml:space="preserve">nited </w:t>
      </w:r>
      <w:r>
        <w:rPr>
          <w:szCs w:val="26"/>
        </w:rPr>
        <w:t>S</w:t>
      </w:r>
      <w:r w:rsidR="006677B3">
        <w:rPr>
          <w:szCs w:val="26"/>
        </w:rPr>
        <w:t>tates</w:t>
      </w:r>
      <w:r>
        <w:rPr>
          <w:szCs w:val="26"/>
        </w:rPr>
        <w:t xml:space="preserve">. </w:t>
      </w:r>
      <w:r w:rsidR="00AA073F">
        <w:rPr>
          <w:szCs w:val="26"/>
        </w:rPr>
        <w:t xml:space="preserve">Reichman </w:t>
      </w:r>
      <w:r w:rsidR="008E4A78">
        <w:rPr>
          <w:szCs w:val="26"/>
        </w:rPr>
        <w:t xml:space="preserve">and Hasenzahl </w:t>
      </w:r>
      <w:r w:rsidR="00AA073F">
        <w:rPr>
          <w:szCs w:val="26"/>
        </w:rPr>
        <w:t>(2003) noted that US courts have the power to impose non</w:t>
      </w:r>
      <w:r w:rsidR="00FF3681">
        <w:rPr>
          <w:szCs w:val="26"/>
        </w:rPr>
        <w:noBreakHyphen/>
      </w:r>
      <w:r w:rsidR="00AA073F">
        <w:rPr>
          <w:szCs w:val="26"/>
        </w:rPr>
        <w:t xml:space="preserve">voluntary licences on patent holders to remedy a broad range of actual, or in the case of mergers, potential antitrust </w:t>
      </w:r>
      <w:r w:rsidR="00597C1E">
        <w:rPr>
          <w:szCs w:val="26"/>
        </w:rPr>
        <w:t xml:space="preserve">(anticompetitive) </w:t>
      </w:r>
      <w:r w:rsidR="00AA073F">
        <w:rPr>
          <w:szCs w:val="26"/>
        </w:rPr>
        <w:t>violations</w:t>
      </w:r>
      <w:r w:rsidR="00597C1E">
        <w:rPr>
          <w:szCs w:val="26"/>
        </w:rPr>
        <w:t>. These practices appear very similar to compulsory licensing</w:t>
      </w:r>
      <w:r w:rsidR="00EA267C">
        <w:rPr>
          <w:szCs w:val="26"/>
        </w:rPr>
        <w:t xml:space="preserve"> (competition issues in comparable markets are also discussed in chapter 6)</w:t>
      </w:r>
      <w:r w:rsidR="00AA073F">
        <w:rPr>
          <w:szCs w:val="26"/>
        </w:rPr>
        <w:t>.</w:t>
      </w:r>
    </w:p>
    <w:p w:rsidR="00EE5E52" w:rsidRDefault="0091149B" w:rsidP="00245850">
      <w:pPr>
        <w:pStyle w:val="BodyText"/>
        <w:rPr>
          <w:szCs w:val="26"/>
        </w:rPr>
      </w:pPr>
      <w:r>
        <w:rPr>
          <w:szCs w:val="26"/>
        </w:rPr>
        <w:t>There is a long history in the U</w:t>
      </w:r>
      <w:r w:rsidR="006677B3">
        <w:rPr>
          <w:szCs w:val="26"/>
        </w:rPr>
        <w:t xml:space="preserve">nited </w:t>
      </w:r>
      <w:r>
        <w:rPr>
          <w:szCs w:val="26"/>
        </w:rPr>
        <w:t>S</w:t>
      </w:r>
      <w:r w:rsidR="006677B3">
        <w:rPr>
          <w:szCs w:val="26"/>
        </w:rPr>
        <w:t>tates</w:t>
      </w:r>
      <w:r>
        <w:rPr>
          <w:szCs w:val="26"/>
        </w:rPr>
        <w:t xml:space="preserve"> of using compulsory licensing </w:t>
      </w:r>
      <w:r w:rsidR="002A5A85">
        <w:rPr>
          <w:szCs w:val="26"/>
        </w:rPr>
        <w:t xml:space="preserve">as a remedy for </w:t>
      </w:r>
      <w:r>
        <w:rPr>
          <w:szCs w:val="26"/>
        </w:rPr>
        <w:t xml:space="preserve">antitrust </w:t>
      </w:r>
      <w:r w:rsidR="002A5A85">
        <w:rPr>
          <w:szCs w:val="26"/>
        </w:rPr>
        <w:t xml:space="preserve">conduct. </w:t>
      </w:r>
      <w:r>
        <w:rPr>
          <w:szCs w:val="26"/>
        </w:rPr>
        <w:t>In 1958, Scherer found that compulsory licensing had been used in roughly 100 antitrust settlements</w:t>
      </w:r>
      <w:r w:rsidR="006F4514">
        <w:rPr>
          <w:szCs w:val="26"/>
        </w:rPr>
        <w:t xml:space="preserve"> (</w:t>
      </w:r>
      <w:r w:rsidR="00C72081">
        <w:rPr>
          <w:szCs w:val="26"/>
        </w:rPr>
        <w:t xml:space="preserve">cited in </w:t>
      </w:r>
      <w:r w:rsidR="006F4514">
        <w:rPr>
          <w:szCs w:val="26"/>
        </w:rPr>
        <w:t>Scherer</w:t>
      </w:r>
      <w:r w:rsidR="00AB147C">
        <w:rPr>
          <w:szCs w:val="26"/>
        </w:rPr>
        <w:t xml:space="preserve"> </w:t>
      </w:r>
      <w:r w:rsidR="006F4514">
        <w:rPr>
          <w:szCs w:val="26"/>
        </w:rPr>
        <w:t>2010)</w:t>
      </w:r>
      <w:r>
        <w:rPr>
          <w:szCs w:val="26"/>
        </w:rPr>
        <w:t>. There are more recent examples. I</w:t>
      </w:r>
      <w:r w:rsidR="009F4881">
        <w:rPr>
          <w:szCs w:val="26"/>
        </w:rPr>
        <w:t>n 2002, Microsoft was required to license patents on reasonable and non-discriminatory terms to software companies developing products to be interoperable with Microsoft Windows (</w:t>
      </w:r>
      <w:r w:rsidR="009F4881" w:rsidRPr="00BE4694">
        <w:rPr>
          <w:i/>
          <w:szCs w:val="26"/>
        </w:rPr>
        <w:t>United States of America v Microsoft Corporation</w:t>
      </w:r>
      <w:r w:rsidR="009F4881">
        <w:rPr>
          <w:szCs w:val="26"/>
        </w:rPr>
        <w:t xml:space="preserve">). </w:t>
      </w:r>
    </w:p>
    <w:p w:rsidR="00245850" w:rsidRPr="00127F14" w:rsidRDefault="009F4881" w:rsidP="00245850">
      <w:pPr>
        <w:pStyle w:val="BodyText"/>
      </w:pPr>
      <w:r>
        <w:t>Compulsory licensing has also been used in the U</w:t>
      </w:r>
      <w:r w:rsidR="006677B3">
        <w:t xml:space="preserve">nited </w:t>
      </w:r>
      <w:r>
        <w:t>S</w:t>
      </w:r>
      <w:r w:rsidR="006677B3">
        <w:t>tates</w:t>
      </w:r>
      <w:r>
        <w:t xml:space="preserve"> in a number of merger review cases</w:t>
      </w:r>
      <w:r w:rsidR="00597C1E">
        <w:t>. Some key cases are discussed in</w:t>
      </w:r>
      <w:r w:rsidR="00E23702">
        <w:t xml:space="preserve"> </w:t>
      </w:r>
      <w:r>
        <w:t>box C.</w:t>
      </w:r>
      <w:r w:rsidR="0084189D">
        <w:t>2</w:t>
      </w:r>
      <w:r>
        <w:t>.</w:t>
      </w:r>
      <w:r w:rsidRPr="00127F14">
        <w:t xml:space="preserve"> </w:t>
      </w:r>
    </w:p>
    <w:p w:rsidR="009F4881" w:rsidRDefault="009F4881" w:rsidP="009F488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F4881" w:rsidTr="00CC47EA">
        <w:tc>
          <w:tcPr>
            <w:tcW w:w="8771" w:type="dxa"/>
            <w:tcBorders>
              <w:top w:val="single" w:sz="6" w:space="0" w:color="auto"/>
              <w:bottom w:val="nil"/>
            </w:tcBorders>
          </w:tcPr>
          <w:p w:rsidR="009F4881" w:rsidRDefault="009F4881" w:rsidP="00CC47EA">
            <w:pPr>
              <w:pStyle w:val="BoxTitle"/>
            </w:pPr>
            <w:r>
              <w:rPr>
                <w:b w:val="0"/>
              </w:rPr>
              <w:t xml:space="preserve">Box </w:t>
            </w:r>
            <w:r w:rsidR="00F15451">
              <w:fldChar w:fldCharType="begin"/>
            </w:r>
            <w:r w:rsidR="00F15451">
              <w:instrText xml:space="preserve"> COMMENTS  \* MERGEFORMAT </w:instrText>
            </w:r>
            <w:r w:rsidR="00F15451">
              <w:fldChar w:fldCharType="separate"/>
            </w:r>
            <w:proofErr w:type="spellStart"/>
            <w:r w:rsidR="00384F41" w:rsidRPr="00384F41">
              <w:rPr>
                <w:b w:val="0"/>
              </w:rPr>
              <w:t>C.</w:t>
            </w:r>
            <w:r w:rsidR="00F15451">
              <w:rPr>
                <w:b w:val="0"/>
              </w:rPr>
              <w:fldChar w:fldCharType="end"/>
            </w:r>
            <w:r w:rsidR="0030683C">
              <w:rPr>
                <w:b w:val="0"/>
              </w:rPr>
              <w:fldChar w:fldCharType="begin"/>
            </w:r>
            <w:r>
              <w:rPr>
                <w:b w:val="0"/>
              </w:rPr>
              <w:instrText xml:space="preserve"> SEQ Box \* ARABIC </w:instrText>
            </w:r>
            <w:r w:rsidR="0030683C">
              <w:rPr>
                <w:b w:val="0"/>
              </w:rPr>
              <w:fldChar w:fldCharType="separate"/>
            </w:r>
            <w:r w:rsidR="005B750A">
              <w:rPr>
                <w:b w:val="0"/>
                <w:noProof/>
              </w:rPr>
              <w:t>2</w:t>
            </w:r>
            <w:proofErr w:type="spellEnd"/>
            <w:r w:rsidR="0030683C">
              <w:rPr>
                <w:b w:val="0"/>
              </w:rPr>
              <w:fldChar w:fldCharType="end"/>
            </w:r>
            <w:r>
              <w:tab/>
              <w:t xml:space="preserve">Compulsory licensing in </w:t>
            </w:r>
            <w:r w:rsidR="00477AD8">
              <w:t xml:space="preserve">US </w:t>
            </w:r>
            <w:r>
              <w:t>merger review cases</w:t>
            </w:r>
          </w:p>
        </w:tc>
      </w:tr>
      <w:tr w:rsidR="009F4881" w:rsidTr="00CC47EA">
        <w:trPr>
          <w:cantSplit/>
        </w:trPr>
        <w:tc>
          <w:tcPr>
            <w:tcW w:w="8771" w:type="dxa"/>
            <w:tcBorders>
              <w:top w:val="nil"/>
              <w:left w:val="single" w:sz="6" w:space="0" w:color="auto"/>
              <w:bottom w:val="nil"/>
              <w:right w:val="single" w:sz="6" w:space="0" w:color="auto"/>
            </w:tcBorders>
          </w:tcPr>
          <w:p w:rsidR="00BA008F" w:rsidRDefault="00286E05" w:rsidP="00CC47EA">
            <w:pPr>
              <w:pStyle w:val="Box"/>
            </w:pPr>
            <w:r>
              <w:t xml:space="preserve">In 1996, </w:t>
            </w:r>
            <w:r w:rsidR="00BA008F">
              <w:t xml:space="preserve">the Federal Trade Commission </w:t>
            </w:r>
            <w:r w:rsidR="0029101C">
              <w:t xml:space="preserve">(FTC) </w:t>
            </w:r>
            <w:r w:rsidR="00BA008F">
              <w:t>agreed to a merger between Ciba</w:t>
            </w:r>
            <w:r w:rsidR="00C72081">
              <w:noBreakHyphen/>
            </w:r>
            <w:r w:rsidR="00BA008F">
              <w:t xml:space="preserve">Geigy, a Swiss pharmaceutical company, and Sandoz, a leading manufacturer of generic drugs, after its competition concerns were addressed. </w:t>
            </w:r>
            <w:r w:rsidR="00F247E9">
              <w:t xml:space="preserve">As part of the settlement agreement, Sandoz agreed to divest certain businesses including its corn herbicide business </w:t>
            </w:r>
            <w:r w:rsidR="00BA008F">
              <w:t>(FTC</w:t>
            </w:r>
            <w:r w:rsidR="00AB147C">
              <w:t xml:space="preserve"> </w:t>
            </w:r>
            <w:r w:rsidR="00BA008F">
              <w:t>1996).</w:t>
            </w:r>
          </w:p>
          <w:p w:rsidR="00477AD8" w:rsidRPr="00D3441D" w:rsidRDefault="00477AD8" w:rsidP="004270CB">
            <w:pPr>
              <w:pStyle w:val="Box"/>
            </w:pPr>
            <w:r w:rsidRPr="004270CB">
              <w:t>In 1998, the Department</w:t>
            </w:r>
            <w:r w:rsidR="00D41159">
              <w:t xml:space="preserve"> of Justice </w:t>
            </w:r>
            <w:r>
              <w:t xml:space="preserve">approved agricultural company Monsanto’s acquisition of DeKalb Genetics Corporation after Monsanto </w:t>
            </w:r>
            <w:r w:rsidR="00286E05">
              <w:t xml:space="preserve">agreed to </w:t>
            </w:r>
            <w:r>
              <w:t>address</w:t>
            </w:r>
            <w:r w:rsidR="00286E05">
              <w:t xml:space="preserve"> </w:t>
            </w:r>
            <w:r w:rsidR="00597C1E">
              <w:t xml:space="preserve">its </w:t>
            </w:r>
            <w:r>
              <w:t>competiti</w:t>
            </w:r>
            <w:r w:rsidR="00286E05">
              <w:t xml:space="preserve">on </w:t>
            </w:r>
            <w:r>
              <w:t xml:space="preserve">concerns. Monsanto agreed to </w:t>
            </w:r>
            <w:r w:rsidR="00286E05">
              <w:t>spin off its claims to technology used to introduce new genetic traits in corn seeds to the University of California.</w:t>
            </w:r>
            <w:r>
              <w:t xml:space="preserve"> Monsanto also made commitments to license </w:t>
            </w:r>
            <w:r w:rsidR="00286E05">
              <w:t xml:space="preserve">particular </w:t>
            </w:r>
            <w:r>
              <w:t>patented corn genetic material</w:t>
            </w:r>
            <w:r w:rsidR="00286E05">
              <w:t xml:space="preserve"> (</w:t>
            </w:r>
            <w:r w:rsidR="00D41159">
              <w:t>US</w:t>
            </w:r>
            <w:r w:rsidR="00C55690">
              <w:t> </w:t>
            </w:r>
            <w:r w:rsidR="00D41159">
              <w:t xml:space="preserve">Department of </w:t>
            </w:r>
            <w:r w:rsidR="00286E05">
              <w:t>Justice 1998)</w:t>
            </w:r>
            <w:r>
              <w:t>.</w:t>
            </w:r>
            <w:r w:rsidRPr="00D3441D">
              <w:t xml:space="preserve"> </w:t>
            </w:r>
          </w:p>
          <w:p w:rsidR="002F53D5" w:rsidRPr="00575765" w:rsidRDefault="002F53D5" w:rsidP="002F53D5">
            <w:pPr>
              <w:pStyle w:val="Box"/>
            </w:pPr>
            <w:r>
              <w:t xml:space="preserve">In 1999, the Department of Justice reached a settlement allowing Halliburton Company to merge with competitor Dresser Industries Inc. As part of the settlement, Halliburton subsidiary </w:t>
            </w:r>
            <w:proofErr w:type="spellStart"/>
            <w:r>
              <w:t>HESI</w:t>
            </w:r>
            <w:proofErr w:type="spellEnd"/>
            <w:r>
              <w:t xml:space="preserve"> (Halliburton Energy Services Inc.) was required to grant worldwide, royalty-free, irrevocable</w:t>
            </w:r>
            <w:r w:rsidRPr="004270CB">
              <w:t xml:space="preserve">, non-exclusive licences covering particular tools and related </w:t>
            </w:r>
            <w:r w:rsidR="00C02F86">
              <w:t>IP</w:t>
            </w:r>
            <w:r>
              <w:t xml:space="preserve"> (</w:t>
            </w:r>
            <w:r w:rsidR="00D41159">
              <w:t xml:space="preserve">US </w:t>
            </w:r>
            <w:r>
              <w:t>Department of Justice 1999)</w:t>
            </w:r>
            <w:r w:rsidRPr="004270CB">
              <w:t>.</w:t>
            </w:r>
            <w:r w:rsidR="0030683C" w:rsidRPr="0001155F">
              <w:t xml:space="preserve"> </w:t>
            </w:r>
          </w:p>
          <w:p w:rsidR="009F4881" w:rsidRDefault="009F4881" w:rsidP="00CC47EA">
            <w:pPr>
              <w:pStyle w:val="Box"/>
            </w:pPr>
            <w:r>
              <w:t xml:space="preserve">In 2002, the </w:t>
            </w:r>
            <w:proofErr w:type="spellStart"/>
            <w:r w:rsidR="0029101C">
              <w:t>FTC</w:t>
            </w:r>
            <w:proofErr w:type="spellEnd"/>
            <w:r>
              <w:t xml:space="preserve"> announced a consent agreement for Amgen Inc.’s proposed acquisition </w:t>
            </w:r>
            <w:r w:rsidR="00983B04">
              <w:t xml:space="preserve">of </w:t>
            </w:r>
            <w:r>
              <w:t xml:space="preserve">Immunex Corporation, which required the companies </w:t>
            </w:r>
            <w:r w:rsidR="0084189D">
              <w:t xml:space="preserve">to </w:t>
            </w:r>
            <w:r>
              <w:t xml:space="preserve">divest certain assets and license certain </w:t>
            </w:r>
            <w:r w:rsidR="00C02F86">
              <w:t>IP</w:t>
            </w:r>
            <w:r>
              <w:t xml:space="preserve"> rights. Approval was conditional on the companies granting a license for </w:t>
            </w:r>
            <w:r w:rsidR="00C02F86">
              <w:t>IP</w:t>
            </w:r>
            <w:r>
              <w:t xml:space="preserve"> rights to two other pharmaceutical companies (FTC</w:t>
            </w:r>
            <w:r w:rsidR="00AB147C">
              <w:t xml:space="preserve"> </w:t>
            </w:r>
            <w:r>
              <w:t>2002).</w:t>
            </w:r>
          </w:p>
          <w:p w:rsidR="009F4881" w:rsidRDefault="009F4881" w:rsidP="00AB147C">
            <w:pPr>
              <w:pStyle w:val="Box"/>
            </w:pPr>
            <w:r>
              <w:t>In 2006, the F</w:t>
            </w:r>
            <w:r w:rsidR="0029101C">
              <w:t>TC</w:t>
            </w:r>
            <w:r>
              <w:t xml:space="preserve"> announced a consent agreement for Boston Scientific’s proposed acquisition of the Guidant Corporation, which required the companies </w:t>
            </w:r>
            <w:r w:rsidR="0084189D">
              <w:t xml:space="preserve">to </w:t>
            </w:r>
            <w:r>
              <w:t xml:space="preserve">divest all assets including </w:t>
            </w:r>
            <w:r w:rsidR="00C02F86">
              <w:t>IP</w:t>
            </w:r>
            <w:r>
              <w:t xml:space="preserve"> related to Guidant’s vascular business and reform contractual arrangements between Boston Scientific and another biotechnology company </w:t>
            </w:r>
            <w:r w:rsidR="00AB147C">
              <w:br/>
            </w:r>
            <w:r>
              <w:t>(FTC</w:t>
            </w:r>
            <w:r w:rsidR="00AB147C">
              <w:t xml:space="preserve"> </w:t>
            </w:r>
            <w:r>
              <w:t xml:space="preserve">2006).  </w:t>
            </w:r>
          </w:p>
        </w:tc>
      </w:tr>
      <w:tr w:rsidR="009F4881" w:rsidTr="00CC47EA">
        <w:trPr>
          <w:cantSplit/>
        </w:trPr>
        <w:tc>
          <w:tcPr>
            <w:tcW w:w="8771" w:type="dxa"/>
            <w:tcBorders>
              <w:top w:val="nil"/>
              <w:left w:val="single" w:sz="6" w:space="0" w:color="auto"/>
              <w:bottom w:val="single" w:sz="6" w:space="0" w:color="auto"/>
              <w:right w:val="single" w:sz="6" w:space="0" w:color="auto"/>
            </w:tcBorders>
          </w:tcPr>
          <w:p w:rsidR="009F4881" w:rsidRDefault="009F4881" w:rsidP="00CC47EA">
            <w:pPr>
              <w:pStyle w:val="Box"/>
              <w:spacing w:before="0" w:line="120" w:lineRule="exact"/>
            </w:pPr>
          </w:p>
        </w:tc>
      </w:tr>
      <w:tr w:rsidR="009F4881" w:rsidRPr="000863A5" w:rsidTr="00CC47EA">
        <w:tc>
          <w:tcPr>
            <w:tcW w:w="8771" w:type="dxa"/>
            <w:tcBorders>
              <w:top w:val="nil"/>
              <w:left w:val="nil"/>
              <w:bottom w:val="nil"/>
              <w:right w:val="nil"/>
            </w:tcBorders>
          </w:tcPr>
          <w:p w:rsidR="009F4881" w:rsidRPr="000863A5" w:rsidRDefault="009F4881" w:rsidP="00CC47EA">
            <w:pPr>
              <w:pStyle w:val="Box"/>
              <w:keepNext w:val="0"/>
              <w:spacing w:before="60" w:after="60" w:line="80" w:lineRule="exact"/>
              <w:rPr>
                <w:b/>
                <w:sz w:val="14"/>
              </w:rPr>
            </w:pPr>
          </w:p>
        </w:tc>
      </w:tr>
    </w:tbl>
    <w:p w:rsidR="00A44BE8" w:rsidRDefault="001275F5" w:rsidP="00A27DD4">
      <w:pPr>
        <w:pStyle w:val="Heading5"/>
      </w:pPr>
      <w:r>
        <w:t>Rulings in patent infringement cases</w:t>
      </w:r>
      <w:r w:rsidR="00A44BE8">
        <w:t xml:space="preserve"> </w:t>
      </w:r>
    </w:p>
    <w:p w:rsidR="002A5A85" w:rsidRDefault="0054668F" w:rsidP="00D70127">
      <w:pPr>
        <w:pStyle w:val="BodyText"/>
      </w:pPr>
      <w:r>
        <w:t>Rulings in some patent infringement cases in the U</w:t>
      </w:r>
      <w:r w:rsidR="006677B3">
        <w:t xml:space="preserve">nited </w:t>
      </w:r>
      <w:r>
        <w:t>S</w:t>
      </w:r>
      <w:r w:rsidR="006677B3">
        <w:t>tates</w:t>
      </w:r>
      <w:r>
        <w:t xml:space="preserve"> appear to be </w:t>
      </w:r>
      <w:r w:rsidR="009D3DE6">
        <w:t>similar</w:t>
      </w:r>
      <w:r w:rsidR="0018780F">
        <w:t xml:space="preserve"> to </w:t>
      </w:r>
      <w:r>
        <w:t>compulsory</w:t>
      </w:r>
      <w:r w:rsidR="0018780F">
        <w:t xml:space="preserve"> licensing</w:t>
      </w:r>
      <w:r>
        <w:t xml:space="preserve">. </w:t>
      </w:r>
      <w:r w:rsidR="00D70127">
        <w:t>In the U</w:t>
      </w:r>
      <w:r w:rsidR="006677B3">
        <w:t xml:space="preserve">nited </w:t>
      </w:r>
      <w:r w:rsidR="00D70127">
        <w:t>S</w:t>
      </w:r>
      <w:r w:rsidR="006677B3">
        <w:t>tates</w:t>
      </w:r>
      <w:r w:rsidR="00D70127">
        <w:t xml:space="preserve">, </w:t>
      </w:r>
      <w:r w:rsidR="00DF35B9">
        <w:t xml:space="preserve">like </w:t>
      </w:r>
      <w:r w:rsidR="00D3146F">
        <w:t xml:space="preserve">in </w:t>
      </w:r>
      <w:r w:rsidR="00DF35B9">
        <w:t xml:space="preserve">other comparable markets, </w:t>
      </w:r>
      <w:r w:rsidR="00FF650A">
        <w:t>patent owners may sue for patent infringement</w:t>
      </w:r>
      <w:r w:rsidR="00DF35B9">
        <w:t>. In the U</w:t>
      </w:r>
      <w:r w:rsidR="006677B3">
        <w:t>ni</w:t>
      </w:r>
      <w:r w:rsidR="00C02F86">
        <w:t>t</w:t>
      </w:r>
      <w:r w:rsidR="006677B3">
        <w:t xml:space="preserve">ed </w:t>
      </w:r>
      <w:r w:rsidR="00DF35B9">
        <w:t>S</w:t>
      </w:r>
      <w:r w:rsidR="006677B3">
        <w:t>tates</w:t>
      </w:r>
      <w:r w:rsidR="00FF650A">
        <w:t xml:space="preserve">, </w:t>
      </w:r>
      <w:r w:rsidR="00DF35B9">
        <w:t xml:space="preserve">patent infringement </w:t>
      </w:r>
      <w:r w:rsidR="00D3146F">
        <w:t>include</w:t>
      </w:r>
      <w:r w:rsidR="002A5A85">
        <w:t>s</w:t>
      </w:r>
      <w:r w:rsidR="00D3146F">
        <w:t xml:space="preserve"> </w:t>
      </w:r>
      <w:r w:rsidR="00FF650A">
        <w:t xml:space="preserve">unauthorised making, using, </w:t>
      </w:r>
      <w:r w:rsidR="007B7E95">
        <w:t xml:space="preserve">offering for sale, </w:t>
      </w:r>
      <w:r w:rsidR="00FF650A">
        <w:t>selling</w:t>
      </w:r>
      <w:r w:rsidR="007B7E95">
        <w:t>,</w:t>
      </w:r>
      <w:r w:rsidR="00FF650A">
        <w:t xml:space="preserve"> or importing of </w:t>
      </w:r>
      <w:r w:rsidR="004779C5">
        <w:t xml:space="preserve">a </w:t>
      </w:r>
      <w:r w:rsidR="00FF650A">
        <w:t xml:space="preserve">product </w:t>
      </w:r>
      <w:r w:rsidR="004779C5">
        <w:t xml:space="preserve">which falls within one of the claims of </w:t>
      </w:r>
      <w:r w:rsidR="007B7E95">
        <w:t>a</w:t>
      </w:r>
      <w:r w:rsidR="004779C5">
        <w:t xml:space="preserve"> </w:t>
      </w:r>
      <w:r w:rsidR="00FF650A">
        <w:t xml:space="preserve">patented invention. </w:t>
      </w:r>
      <w:r w:rsidR="0066505E">
        <w:t xml:space="preserve">In a patent infringement case, </w:t>
      </w:r>
      <w:r w:rsidR="00D3146F">
        <w:t>the patent owner (plaintiff</w:t>
      </w:r>
      <w:r w:rsidR="004779C5">
        <w:t>) may apply for injunctive relief, which, if granted, requires the infringer to cease infringing</w:t>
      </w:r>
      <w:r w:rsidR="007B7E95">
        <w:t xml:space="preserve"> the patent</w:t>
      </w:r>
      <w:r w:rsidR="004779C5">
        <w:t xml:space="preserve">. A key question is on what grounds </w:t>
      </w:r>
      <w:r w:rsidR="00D3146F">
        <w:t>injunctive relief should</w:t>
      </w:r>
      <w:r w:rsidR="004779C5">
        <w:t xml:space="preserve"> be granted. Some argue that patent owners should be entitled to automatic injunctive relief if their patent is found to be valid and has been infringed. </w:t>
      </w:r>
    </w:p>
    <w:p w:rsidR="00D70127" w:rsidRDefault="004779C5" w:rsidP="00D70127">
      <w:pPr>
        <w:pStyle w:val="BodyText"/>
      </w:pPr>
      <w:r>
        <w:lastRenderedPageBreak/>
        <w:t>In 2006, in</w:t>
      </w:r>
      <w:r w:rsidR="007B7E95">
        <w:t xml:space="preserve"> a landmark decision</w:t>
      </w:r>
      <w:r>
        <w:t>, the US Supreme Court denied injunctive relief</w:t>
      </w:r>
      <w:r w:rsidR="009434BC">
        <w:t xml:space="preserve"> in the case of </w:t>
      </w:r>
      <w:r w:rsidR="009434BC" w:rsidRPr="004779C5">
        <w:rPr>
          <w:i/>
        </w:rPr>
        <w:t>eBay v MercExchange, L.L.C.</w:t>
      </w:r>
      <w:r>
        <w:t xml:space="preserve"> </w:t>
      </w:r>
      <w:r w:rsidR="00D3146F">
        <w:t>Prior to this case</w:t>
      </w:r>
      <w:r w:rsidR="000E60DF">
        <w:t>,</w:t>
      </w:r>
      <w:r w:rsidR="00D3146F">
        <w:t xml:space="preserve"> </w:t>
      </w:r>
      <w:r w:rsidR="00BB478D">
        <w:t>there was a general rule in favour of gra</w:t>
      </w:r>
      <w:r w:rsidR="00245850">
        <w:t>n</w:t>
      </w:r>
      <w:r w:rsidR="00BB478D">
        <w:t xml:space="preserve">ting injunctive relief </w:t>
      </w:r>
      <w:r w:rsidR="00D3146F">
        <w:t xml:space="preserve">if </w:t>
      </w:r>
      <w:r w:rsidR="008E4A78">
        <w:t xml:space="preserve">it was found that </w:t>
      </w:r>
      <w:r w:rsidR="00D3146F">
        <w:t xml:space="preserve">patent infringement </w:t>
      </w:r>
      <w:r w:rsidR="008E4A78">
        <w:t xml:space="preserve">had </w:t>
      </w:r>
      <w:r w:rsidR="00D3146F">
        <w:t>occurred</w:t>
      </w:r>
      <w:r w:rsidR="00E23702">
        <w:t xml:space="preserve"> (</w:t>
      </w:r>
      <w:r w:rsidR="00DC374B">
        <w:t xml:space="preserve">this case is discussed in more detail in </w:t>
      </w:r>
      <w:r w:rsidR="00FF650A">
        <w:t>box C.</w:t>
      </w:r>
      <w:r w:rsidR="0084189D">
        <w:t>3</w:t>
      </w:r>
      <w:r w:rsidR="00E23702">
        <w:t>).</w:t>
      </w:r>
    </w:p>
    <w:p w:rsidR="0056564D" w:rsidRDefault="0056564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6564D">
        <w:tc>
          <w:tcPr>
            <w:tcW w:w="8771" w:type="dxa"/>
            <w:tcBorders>
              <w:top w:val="single" w:sz="6" w:space="0" w:color="auto"/>
              <w:bottom w:val="nil"/>
            </w:tcBorders>
          </w:tcPr>
          <w:p w:rsidR="0056564D" w:rsidRDefault="0056564D" w:rsidP="00FF650A">
            <w:pPr>
              <w:pStyle w:val="BoxTitle"/>
            </w:pPr>
            <w:r>
              <w:rPr>
                <w:b w:val="0"/>
              </w:rPr>
              <w:t xml:space="preserve">Box </w:t>
            </w:r>
            <w:r w:rsidR="00F15451">
              <w:fldChar w:fldCharType="begin"/>
            </w:r>
            <w:r w:rsidR="00F15451">
              <w:instrText xml:space="preserve"> COMMENTS  \* MERGEFORMAT </w:instrText>
            </w:r>
            <w:r w:rsidR="00F15451">
              <w:fldChar w:fldCharType="separate"/>
            </w:r>
            <w:proofErr w:type="spellStart"/>
            <w:r w:rsidR="00384F41" w:rsidRPr="00384F41">
              <w:rPr>
                <w:b w:val="0"/>
              </w:rPr>
              <w:t>C.</w:t>
            </w:r>
            <w:r w:rsidR="00F15451">
              <w:rPr>
                <w:b w:val="0"/>
              </w:rPr>
              <w:fldChar w:fldCharType="end"/>
            </w:r>
            <w:r w:rsidR="0030683C">
              <w:rPr>
                <w:b w:val="0"/>
              </w:rPr>
              <w:fldChar w:fldCharType="begin"/>
            </w:r>
            <w:r>
              <w:rPr>
                <w:b w:val="0"/>
              </w:rPr>
              <w:instrText xml:space="preserve"> SEQ Box \* ARABIC </w:instrText>
            </w:r>
            <w:r w:rsidR="0030683C">
              <w:rPr>
                <w:b w:val="0"/>
              </w:rPr>
              <w:fldChar w:fldCharType="separate"/>
            </w:r>
            <w:r w:rsidR="005B750A">
              <w:rPr>
                <w:b w:val="0"/>
                <w:noProof/>
              </w:rPr>
              <w:t>3</w:t>
            </w:r>
            <w:proofErr w:type="spellEnd"/>
            <w:r w:rsidR="0030683C">
              <w:rPr>
                <w:b w:val="0"/>
              </w:rPr>
              <w:fldChar w:fldCharType="end"/>
            </w:r>
            <w:r>
              <w:tab/>
            </w:r>
            <w:r w:rsidR="00FF650A">
              <w:t xml:space="preserve">eBay v </w:t>
            </w:r>
            <w:proofErr w:type="spellStart"/>
            <w:r w:rsidR="00FF650A">
              <w:t>MercExchange</w:t>
            </w:r>
            <w:proofErr w:type="spellEnd"/>
            <w:r w:rsidR="00FF650A">
              <w:t xml:space="preserve">, L.L.C </w:t>
            </w:r>
          </w:p>
        </w:tc>
      </w:tr>
      <w:tr w:rsidR="0056564D">
        <w:trPr>
          <w:cantSplit/>
        </w:trPr>
        <w:tc>
          <w:tcPr>
            <w:tcW w:w="8771" w:type="dxa"/>
            <w:tcBorders>
              <w:top w:val="nil"/>
              <w:left w:val="single" w:sz="6" w:space="0" w:color="auto"/>
              <w:bottom w:val="nil"/>
              <w:right w:val="single" w:sz="6" w:space="0" w:color="auto"/>
            </w:tcBorders>
          </w:tcPr>
          <w:p w:rsidR="009434BC" w:rsidRDefault="00B95918" w:rsidP="0056564D">
            <w:pPr>
              <w:pStyle w:val="Box"/>
            </w:pPr>
            <w:r>
              <w:t xml:space="preserve">In 2000, online auction company eBay initiated negotiations to purchase patents from another online auction company, MercExchange. After eBay abandoned its efforts to obtain these patents, MercExchange sued eBay </w:t>
            </w:r>
            <w:r w:rsidR="00E60D4F">
              <w:t xml:space="preserve">and a subsidiary </w:t>
            </w:r>
            <w:r>
              <w:t>for infringement</w:t>
            </w:r>
            <w:r w:rsidR="00246CA9">
              <w:t xml:space="preserve"> of three patents</w:t>
            </w:r>
            <w:r w:rsidR="009434BC">
              <w:t>.</w:t>
            </w:r>
            <w:r w:rsidR="00E60D4F">
              <w:t xml:space="preserve"> The jury in the US District Court of the Eastern District of Virginia found that the patents in question were valid and had been infringed. However, the </w:t>
            </w:r>
            <w:r w:rsidR="00C25BAA">
              <w:t>District Court</w:t>
            </w:r>
            <w:r w:rsidR="00E60D4F">
              <w:t xml:space="preserve"> </w:t>
            </w:r>
            <w:r w:rsidR="00C25BAA">
              <w:t xml:space="preserve">did not grant an injunction against eBay because: </w:t>
            </w:r>
          </w:p>
          <w:p w:rsidR="00E60D4F" w:rsidRDefault="00D3146F" w:rsidP="00C25BAA">
            <w:pPr>
              <w:pStyle w:val="BoxQuote"/>
            </w:pPr>
            <w:r>
              <w:t xml:space="preserve">[MercExchange’s] </w:t>
            </w:r>
            <w:r w:rsidR="00C25BAA">
              <w:t>willingness to license its patents [and] its lack of commercial activity in practi</w:t>
            </w:r>
            <w:r w:rsidR="00C72081">
              <w:t>s</w:t>
            </w:r>
            <w:r w:rsidR="00C25BAA">
              <w:t xml:space="preserve">ing its patents … are sufficient to rebut the presumption that it will suffer irreparable harm if an injunction does not issue. </w:t>
            </w:r>
          </w:p>
          <w:p w:rsidR="00C25BAA" w:rsidRDefault="00C25BAA" w:rsidP="0056564D">
            <w:pPr>
              <w:pStyle w:val="Box"/>
            </w:pPr>
            <w:r>
              <w:t>On appeal, the U</w:t>
            </w:r>
            <w:r w:rsidR="00294890">
              <w:t>S</w:t>
            </w:r>
            <w:r>
              <w:t xml:space="preserve"> Court of Appeals for the Federal Circuit overturned the District Court’s decision noting that there was a </w:t>
            </w:r>
            <w:r w:rsidR="00A53FF6">
              <w:t>‘</w:t>
            </w:r>
            <w:r>
              <w:t xml:space="preserve">general </w:t>
            </w:r>
            <w:r w:rsidR="00A53FF6">
              <w:t>rule’</w:t>
            </w:r>
            <w:r>
              <w:t xml:space="preserve"> that injunctive relief </w:t>
            </w:r>
            <w:r w:rsidR="00C005A0">
              <w:t xml:space="preserve">should </w:t>
            </w:r>
            <w:r>
              <w:t>be granted if patent infringement had occurred</w:t>
            </w:r>
            <w:r w:rsidR="0084189D">
              <w:t>.</w:t>
            </w:r>
            <w:r>
              <w:t xml:space="preserve"> </w:t>
            </w:r>
          </w:p>
          <w:p w:rsidR="00125543" w:rsidRDefault="0048655B" w:rsidP="00C25BAA">
            <w:pPr>
              <w:pStyle w:val="Box"/>
            </w:pPr>
            <w:r>
              <w:t xml:space="preserve">An appeal was made by eBay. </w:t>
            </w:r>
            <w:r w:rsidR="00823BA9">
              <w:t xml:space="preserve">The US </w:t>
            </w:r>
            <w:r w:rsidR="004B511C">
              <w:t xml:space="preserve">Supreme Court agreed to hear the case and </w:t>
            </w:r>
            <w:r w:rsidR="00C25BAA">
              <w:t>overturned the Federal Circuit’s approval of an injunction</w:t>
            </w:r>
            <w:r w:rsidR="004B511C">
              <w:t xml:space="preserve">, finding that </w:t>
            </w:r>
            <w:r w:rsidR="00C25BAA">
              <w:t xml:space="preserve">courts should </w:t>
            </w:r>
            <w:r w:rsidR="00823BA9">
              <w:t>apply a</w:t>
            </w:r>
            <w:r w:rsidR="001257F2">
              <w:t xml:space="preserve"> well-established</w:t>
            </w:r>
            <w:r w:rsidR="00823BA9">
              <w:t xml:space="preserve"> </w:t>
            </w:r>
            <w:r w:rsidR="00C45188">
              <w:t xml:space="preserve">four-factor </w:t>
            </w:r>
            <w:r w:rsidR="00823BA9">
              <w:t xml:space="preserve">test </w:t>
            </w:r>
            <w:r w:rsidR="00C45188">
              <w:t xml:space="preserve">to determine whether to </w:t>
            </w:r>
            <w:r w:rsidR="00125543">
              <w:t>award injunctive relief</w:t>
            </w:r>
            <w:r>
              <w:t xml:space="preserve"> in patent infringement cases</w:t>
            </w:r>
            <w:r w:rsidR="00245850">
              <w:t>:</w:t>
            </w:r>
            <w:r w:rsidR="00C25BAA">
              <w:t xml:space="preserve"> </w:t>
            </w:r>
            <w:r w:rsidR="00125543">
              <w:t xml:space="preserve"> </w:t>
            </w:r>
          </w:p>
          <w:p w:rsidR="00125543" w:rsidRDefault="00125543" w:rsidP="00125543">
            <w:pPr>
              <w:pStyle w:val="BoxQuote"/>
              <w:rPr>
                <w:i/>
              </w:rPr>
            </w:pPr>
            <w:r w:rsidRPr="0032546E">
              <w:t>That test requires a plaintiff to demonstrate: (1) that it has suffered an irreparable injury; (2) that remedies available at law are inadequate to compensate for that injury; (3) that considering the balance</w:t>
            </w:r>
            <w:r>
              <w:t xml:space="preserve"> </w:t>
            </w:r>
            <w:r w:rsidRPr="0032546E">
              <w:t>of hardships between the plaintiff and defendant, a remedy in equity is warranted; and (4) that the public interest would not be disserved by a permanent injunction.</w:t>
            </w:r>
          </w:p>
          <w:p w:rsidR="004B511C" w:rsidRDefault="004B511C" w:rsidP="0056564D">
            <w:pPr>
              <w:pStyle w:val="Box"/>
            </w:pPr>
            <w:r>
              <w:t xml:space="preserve">The Supreme Court found that neither the District Court </w:t>
            </w:r>
            <w:r w:rsidR="00246CA9">
              <w:t>n</w:t>
            </w:r>
            <w:r>
              <w:t xml:space="preserve">or Court of Appeals applied these principles fairly. </w:t>
            </w:r>
            <w:r w:rsidR="001257F2">
              <w:t xml:space="preserve">The District Court had mistakenly concluded that </w:t>
            </w:r>
            <w:r w:rsidR="00A53FF6">
              <w:t xml:space="preserve">patent owners who license their inventions cannot apply for injunctive relief. The Supreme Court </w:t>
            </w:r>
            <w:r w:rsidR="00D3146F">
              <w:t xml:space="preserve">also </w:t>
            </w:r>
            <w:r w:rsidR="00A53FF6">
              <w:t xml:space="preserve">dismissed the Federal Circuit’s ‘general rule’. </w:t>
            </w:r>
          </w:p>
          <w:p w:rsidR="00CD28BC" w:rsidRDefault="004B511C" w:rsidP="00D3146F">
            <w:pPr>
              <w:pStyle w:val="Box"/>
            </w:pPr>
            <w:r>
              <w:t>The Supreme Court sent the case back to the District Court. In 2007, the District Court again denied an injunction</w:t>
            </w:r>
            <w:r w:rsidR="00246CA9">
              <w:t xml:space="preserve">, based on MercExchange’s history of licensing the patents, and </w:t>
            </w:r>
            <w:r w:rsidR="00127FF0">
              <w:t xml:space="preserve">determined that </w:t>
            </w:r>
            <w:r w:rsidR="00246CA9">
              <w:t>$30 million in damages was a sufficient remedy</w:t>
            </w:r>
            <w:r>
              <w:t>.</w:t>
            </w:r>
            <w:r w:rsidR="00246CA9">
              <w:t xml:space="preserve"> </w:t>
            </w:r>
          </w:p>
          <w:p w:rsidR="0056564D" w:rsidRDefault="00246CA9" w:rsidP="00D3146F">
            <w:pPr>
              <w:pStyle w:val="Box"/>
            </w:pPr>
            <w:r>
              <w:t>In 2008</w:t>
            </w:r>
            <w:r w:rsidR="00D3146F">
              <w:t>,</w:t>
            </w:r>
            <w:r>
              <w:t xml:space="preserve"> the parties announced a settlement.</w:t>
            </w:r>
            <w:r w:rsidR="0048655B">
              <w:t xml:space="preserve"> As part of this settlement MercExchange assigned patents to eBay. </w:t>
            </w:r>
          </w:p>
        </w:tc>
      </w:tr>
      <w:tr w:rsidR="0056564D">
        <w:trPr>
          <w:cantSplit/>
        </w:trPr>
        <w:tc>
          <w:tcPr>
            <w:tcW w:w="8771" w:type="dxa"/>
            <w:tcBorders>
              <w:top w:val="nil"/>
              <w:left w:val="single" w:sz="6" w:space="0" w:color="auto"/>
              <w:bottom w:val="nil"/>
              <w:right w:val="single" w:sz="6" w:space="0" w:color="auto"/>
            </w:tcBorders>
          </w:tcPr>
          <w:p w:rsidR="0056564D" w:rsidRDefault="0056564D" w:rsidP="00AB147C">
            <w:pPr>
              <w:pStyle w:val="BoxSource"/>
            </w:pPr>
            <w:r>
              <w:rPr>
                <w:i/>
              </w:rPr>
              <w:t>Source</w:t>
            </w:r>
            <w:r w:rsidRPr="00167F06">
              <w:t xml:space="preserve">: </w:t>
            </w:r>
            <w:r w:rsidR="00AB147C">
              <w:t>d</w:t>
            </w:r>
            <w:r w:rsidR="00246CA9">
              <w:t>e Wit</w:t>
            </w:r>
            <w:r>
              <w:t xml:space="preserve"> (</w:t>
            </w:r>
            <w:r w:rsidR="00246CA9">
              <w:t>2010</w:t>
            </w:r>
            <w:r>
              <w:t xml:space="preserve">); </w:t>
            </w:r>
            <w:r w:rsidR="00A53FF6">
              <w:t>Fues</w:t>
            </w:r>
            <w:r>
              <w:t xml:space="preserve"> (</w:t>
            </w:r>
            <w:r w:rsidR="00A53FF6">
              <w:t>2007</w:t>
            </w:r>
            <w:r>
              <w:t>)</w:t>
            </w:r>
            <w:r w:rsidR="004B119A">
              <w:t>; Orozco and Conley (nd)</w:t>
            </w:r>
            <w:r>
              <w:t>.</w:t>
            </w:r>
          </w:p>
        </w:tc>
      </w:tr>
      <w:tr w:rsidR="0056564D">
        <w:trPr>
          <w:cantSplit/>
        </w:trPr>
        <w:tc>
          <w:tcPr>
            <w:tcW w:w="8771" w:type="dxa"/>
            <w:tcBorders>
              <w:top w:val="nil"/>
              <w:left w:val="single" w:sz="6" w:space="0" w:color="auto"/>
              <w:bottom w:val="single" w:sz="6" w:space="0" w:color="auto"/>
              <w:right w:val="single" w:sz="6" w:space="0" w:color="auto"/>
            </w:tcBorders>
          </w:tcPr>
          <w:p w:rsidR="0056564D" w:rsidRDefault="0056564D">
            <w:pPr>
              <w:pStyle w:val="Box"/>
              <w:spacing w:before="0" w:line="120" w:lineRule="exact"/>
            </w:pPr>
          </w:p>
        </w:tc>
      </w:tr>
      <w:tr w:rsidR="0056564D" w:rsidRPr="000863A5">
        <w:tc>
          <w:tcPr>
            <w:tcW w:w="8771" w:type="dxa"/>
            <w:tcBorders>
              <w:top w:val="nil"/>
              <w:left w:val="nil"/>
              <w:bottom w:val="nil"/>
              <w:right w:val="nil"/>
            </w:tcBorders>
          </w:tcPr>
          <w:p w:rsidR="0056564D" w:rsidRPr="000863A5" w:rsidRDefault="0056564D" w:rsidP="00313BBB">
            <w:pPr>
              <w:pStyle w:val="Box"/>
              <w:keepNext w:val="0"/>
              <w:spacing w:before="60" w:after="60" w:line="80" w:lineRule="exact"/>
              <w:rPr>
                <w:b/>
                <w:sz w:val="14"/>
              </w:rPr>
            </w:pPr>
          </w:p>
        </w:tc>
      </w:tr>
    </w:tbl>
    <w:p w:rsidR="00A53FF6" w:rsidRDefault="00D3146F" w:rsidP="00FF650A">
      <w:pPr>
        <w:pStyle w:val="BodyText"/>
      </w:pPr>
      <w:r>
        <w:t xml:space="preserve">There was much speculation after this case about its effects. </w:t>
      </w:r>
      <w:r w:rsidR="00C45188">
        <w:t xml:space="preserve">Fues (2007) found that </w:t>
      </w:r>
      <w:r w:rsidR="00C72081">
        <w:t>in post-</w:t>
      </w:r>
      <w:r w:rsidR="00C45188">
        <w:t>eBay ruling</w:t>
      </w:r>
      <w:r w:rsidR="00C72081">
        <w:t>s</w:t>
      </w:r>
      <w:r w:rsidR="008E4A78">
        <w:t>,</w:t>
      </w:r>
      <w:r w:rsidR="00C45188">
        <w:t xml:space="preserve"> many courts employed the four-factor test and granted injunctive relief. </w:t>
      </w:r>
      <w:r w:rsidR="0042114A">
        <w:t xml:space="preserve">Some courts denied injunctive relief, particularly when the </w:t>
      </w:r>
      <w:r w:rsidR="0042114A">
        <w:lastRenderedPageBreak/>
        <w:t>plaintiffs did not use the patented inventions. A survey of post e</w:t>
      </w:r>
      <w:r w:rsidR="0042114A">
        <w:noBreakHyphen/>
        <w:t>Bay cases</w:t>
      </w:r>
      <w:r w:rsidR="0054668F">
        <w:t>,</w:t>
      </w:r>
      <w:r w:rsidR="0042114A">
        <w:t xml:space="preserve"> published in 2009</w:t>
      </w:r>
      <w:r w:rsidR="0054668F">
        <w:t>,</w:t>
      </w:r>
      <w:r w:rsidR="0042114A">
        <w:t xml:space="preserve"> found that denial of injunctive relief occurred in about 30</w:t>
      </w:r>
      <w:r w:rsidR="00B75114">
        <w:t> </w:t>
      </w:r>
      <w:r w:rsidR="0042114A">
        <w:t>per</w:t>
      </w:r>
      <w:r w:rsidR="00B75114">
        <w:t> </w:t>
      </w:r>
      <w:r w:rsidR="0042114A">
        <w:t>cent of cases</w:t>
      </w:r>
      <w:r w:rsidR="00020FAE">
        <w:t xml:space="preserve"> (Larson cited in </w:t>
      </w:r>
      <w:r w:rsidR="00AB147C">
        <w:t>d</w:t>
      </w:r>
      <w:r w:rsidR="00020FAE">
        <w:t>e Wit 2010)</w:t>
      </w:r>
      <w:r w:rsidR="0042114A">
        <w:t>.</w:t>
      </w:r>
      <w:r w:rsidR="00C45188">
        <w:t xml:space="preserve"> </w:t>
      </w:r>
    </w:p>
    <w:p w:rsidR="001257F2" w:rsidRPr="00575765" w:rsidRDefault="00175884" w:rsidP="00FF650A">
      <w:pPr>
        <w:pStyle w:val="BodyText"/>
      </w:pPr>
      <w:r>
        <w:t>D</w:t>
      </w:r>
      <w:r w:rsidR="0018780F">
        <w:t>enying in</w:t>
      </w:r>
      <w:r w:rsidR="00020FAE">
        <w:t xml:space="preserve">junctive relief </w:t>
      </w:r>
      <w:r>
        <w:t xml:space="preserve">when patent infringement has been found to have occurred </w:t>
      </w:r>
      <w:r w:rsidR="009D3DE6">
        <w:t xml:space="preserve">appears to </w:t>
      </w:r>
      <w:r w:rsidR="00D73BCB">
        <w:t xml:space="preserve">be </w:t>
      </w:r>
      <w:r w:rsidR="0018780F">
        <w:t>equivalent to compulsory licensing</w:t>
      </w:r>
      <w:r>
        <w:t xml:space="preserve">. </w:t>
      </w:r>
      <w:r w:rsidR="0018780F">
        <w:t xml:space="preserve">In </w:t>
      </w:r>
      <w:r>
        <w:t xml:space="preserve">a number of recent </w:t>
      </w:r>
      <w:r w:rsidR="0018780F">
        <w:t>cases, t</w:t>
      </w:r>
      <w:r w:rsidR="00020FAE">
        <w:t xml:space="preserve">he relevant court </w:t>
      </w:r>
      <w:r>
        <w:t xml:space="preserve">has </w:t>
      </w:r>
      <w:r w:rsidR="00A0546B">
        <w:t>allow</w:t>
      </w:r>
      <w:r>
        <w:t>ed</w:t>
      </w:r>
      <w:r w:rsidR="00127F14">
        <w:t xml:space="preserve"> use of a</w:t>
      </w:r>
      <w:r>
        <w:t xml:space="preserve"> patent </w:t>
      </w:r>
      <w:r w:rsidR="00AA073F">
        <w:t>without the patent holder’s consent</w:t>
      </w:r>
      <w:r w:rsidR="00127F14">
        <w:t xml:space="preserve"> to continue</w:t>
      </w:r>
      <w:r w:rsidR="00A0546B">
        <w:t>,</w:t>
      </w:r>
      <w:r w:rsidR="00AA073F">
        <w:t xml:space="preserve"> and determine</w:t>
      </w:r>
      <w:r w:rsidR="00CD28BC">
        <w:t xml:space="preserve">d </w:t>
      </w:r>
      <w:r w:rsidR="00127F14">
        <w:t xml:space="preserve">appropriate </w:t>
      </w:r>
      <w:r w:rsidR="00CD28BC">
        <w:t>compensation</w:t>
      </w:r>
      <w:r w:rsidR="00AA073F">
        <w:t>.</w:t>
      </w:r>
      <w:r w:rsidR="0018780F">
        <w:t xml:space="preserve"> Judge Rader </w:t>
      </w:r>
      <w:r w:rsidR="00AB147C">
        <w:br/>
      </w:r>
      <w:r w:rsidR="0018780F">
        <w:t xml:space="preserve">(in </w:t>
      </w:r>
      <w:r w:rsidR="0018780F" w:rsidRPr="0018780F">
        <w:rPr>
          <w:i/>
        </w:rPr>
        <w:t>Paice v Toyota</w:t>
      </w:r>
      <w:r w:rsidR="0018780F">
        <w:t>) noted that ‘calling a compulsory license an “</w:t>
      </w:r>
      <w:r w:rsidR="0018780F" w:rsidRPr="0018780F">
        <w:t>ongoing royalty</w:t>
      </w:r>
      <w:r w:rsidR="0018780F">
        <w:t>”</w:t>
      </w:r>
      <w:r w:rsidR="0018780F" w:rsidRPr="0018780F">
        <w:t xml:space="preserve"> does not make it any less a compulsory license</w:t>
      </w:r>
      <w:r w:rsidR="0018780F">
        <w:t>’</w:t>
      </w:r>
      <w:r w:rsidR="0018780F" w:rsidRPr="0018780F">
        <w:t>.</w:t>
      </w:r>
      <w:r w:rsidR="0018780F">
        <w:t xml:space="preserve"> </w:t>
      </w:r>
      <w:r w:rsidR="00E23702">
        <w:t xml:space="preserve">However, this view is contested. </w:t>
      </w:r>
      <w:r w:rsidR="00FF650A">
        <w:t xml:space="preserve">Key </w:t>
      </w:r>
      <w:r w:rsidR="00020FAE">
        <w:t xml:space="preserve">post-eBay cases are </w:t>
      </w:r>
      <w:r w:rsidR="00F172E6">
        <w:t xml:space="preserve">discussed in box </w:t>
      </w:r>
      <w:proofErr w:type="spellStart"/>
      <w:r w:rsidR="00F172E6">
        <w:t>C.</w:t>
      </w:r>
      <w:r w:rsidR="0084189D">
        <w:t>4</w:t>
      </w:r>
      <w:proofErr w:type="spellEnd"/>
      <w:r w:rsidR="0084189D">
        <w:t>.</w:t>
      </w:r>
    </w:p>
    <w:p w:rsidR="001275F5" w:rsidRDefault="001275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275F5">
        <w:tc>
          <w:tcPr>
            <w:tcW w:w="8771" w:type="dxa"/>
            <w:tcBorders>
              <w:top w:val="single" w:sz="6" w:space="0" w:color="auto"/>
              <w:bottom w:val="nil"/>
            </w:tcBorders>
          </w:tcPr>
          <w:p w:rsidR="001275F5" w:rsidRDefault="001275F5" w:rsidP="004F4A04">
            <w:pPr>
              <w:pStyle w:val="BoxTitle"/>
            </w:pPr>
            <w:r>
              <w:rPr>
                <w:b w:val="0"/>
              </w:rPr>
              <w:t xml:space="preserve">Box </w:t>
            </w:r>
            <w:r w:rsidR="005B750A">
              <w:fldChar w:fldCharType="begin"/>
            </w:r>
            <w:r w:rsidR="005B750A">
              <w:instrText xml:space="preserve"> COMMENTS  \* MERGEFORMAT </w:instrText>
            </w:r>
            <w:r w:rsidR="005B750A">
              <w:fldChar w:fldCharType="separate"/>
            </w:r>
            <w:proofErr w:type="spellStart"/>
            <w:r w:rsidR="00384F41" w:rsidRPr="00384F41">
              <w:rPr>
                <w:b w:val="0"/>
              </w:rPr>
              <w:t>C.</w:t>
            </w:r>
            <w:r w:rsidR="005B750A">
              <w:rPr>
                <w:b w:val="0"/>
              </w:rPr>
              <w:fldChar w:fldCharType="end"/>
            </w:r>
            <w:r w:rsidR="0030683C">
              <w:rPr>
                <w:b w:val="0"/>
              </w:rPr>
              <w:fldChar w:fldCharType="begin"/>
            </w:r>
            <w:r>
              <w:rPr>
                <w:b w:val="0"/>
              </w:rPr>
              <w:instrText xml:space="preserve"> SEQ Box \* ARABIC </w:instrText>
            </w:r>
            <w:r w:rsidR="0030683C">
              <w:rPr>
                <w:b w:val="0"/>
              </w:rPr>
              <w:fldChar w:fldCharType="separate"/>
            </w:r>
            <w:r w:rsidR="005B750A">
              <w:rPr>
                <w:b w:val="0"/>
                <w:noProof/>
              </w:rPr>
              <w:t>4</w:t>
            </w:r>
            <w:proofErr w:type="spellEnd"/>
            <w:r w:rsidR="0030683C">
              <w:rPr>
                <w:b w:val="0"/>
              </w:rPr>
              <w:fldChar w:fldCharType="end"/>
            </w:r>
            <w:r>
              <w:tab/>
            </w:r>
            <w:r w:rsidR="004F4A04">
              <w:t>Denial of injunctive relief in selected post-eBay cases</w:t>
            </w:r>
          </w:p>
        </w:tc>
      </w:tr>
      <w:tr w:rsidR="001275F5">
        <w:trPr>
          <w:cantSplit/>
        </w:trPr>
        <w:tc>
          <w:tcPr>
            <w:tcW w:w="8771" w:type="dxa"/>
            <w:tcBorders>
              <w:top w:val="nil"/>
              <w:left w:val="single" w:sz="6" w:space="0" w:color="auto"/>
              <w:bottom w:val="nil"/>
              <w:right w:val="single" w:sz="6" w:space="0" w:color="auto"/>
            </w:tcBorders>
          </w:tcPr>
          <w:p w:rsidR="004F4A04" w:rsidRDefault="002822D3" w:rsidP="004F4A04">
            <w:pPr>
              <w:pStyle w:val="Box"/>
            </w:pPr>
            <w:r>
              <w:rPr>
                <w:i/>
              </w:rPr>
              <w:t>z</w:t>
            </w:r>
            <w:r w:rsidR="001275F5" w:rsidRPr="00A27DD4">
              <w:rPr>
                <w:i/>
              </w:rPr>
              <w:t>4 Technologies v Microsoft Corporation</w:t>
            </w:r>
            <w:r w:rsidR="001275F5">
              <w:t xml:space="preserve"> — In 2006, Microsoft was found to have </w:t>
            </w:r>
            <w:r>
              <w:t xml:space="preserve">wilfully </w:t>
            </w:r>
            <w:r w:rsidR="001275F5">
              <w:t xml:space="preserve">infringed </w:t>
            </w:r>
            <w:r>
              <w:t>z</w:t>
            </w:r>
            <w:r w:rsidR="001275F5">
              <w:t>4</w:t>
            </w:r>
            <w:r>
              <w:t>’s patent on product activation software</w:t>
            </w:r>
            <w:r w:rsidR="00BB478D">
              <w:t>.</w:t>
            </w:r>
            <w:r w:rsidR="004F4A04">
              <w:t xml:space="preserve"> T</w:t>
            </w:r>
            <w:r>
              <w:t xml:space="preserve">he court </w:t>
            </w:r>
            <w:r w:rsidR="004F4A04">
              <w:t xml:space="preserve">denied z4 injunctive relief </w:t>
            </w:r>
            <w:r w:rsidR="00983B04">
              <w:t xml:space="preserve">and </w:t>
            </w:r>
            <w:r>
              <w:t>reject</w:t>
            </w:r>
            <w:r w:rsidR="00983B04">
              <w:t>ed</w:t>
            </w:r>
            <w:r w:rsidR="004F4A04">
              <w:t xml:space="preserve"> its argument that its licensing program would be irreparably harmed by ongoing infringement</w:t>
            </w:r>
            <w:r w:rsidR="00983B04">
              <w:t>. The court found z4</w:t>
            </w:r>
            <w:r w:rsidR="004F4A04">
              <w:t xml:space="preserve"> would lose no market share or name recognition because Microsoft did not offer product activation software separate from its own products. </w:t>
            </w:r>
            <w:r w:rsidR="00983B04">
              <w:t xml:space="preserve">It was </w:t>
            </w:r>
            <w:r w:rsidR="004F4A04">
              <w:t>also noted that the infringing feature was a small part of Microsoft’s products and that i</w:t>
            </w:r>
            <w:r w:rsidR="00983B04">
              <w:t>t</w:t>
            </w:r>
            <w:r w:rsidR="004F4A04">
              <w:t xml:space="preserve"> planned to phase out this software. </w:t>
            </w:r>
            <w:r w:rsidR="00B31088">
              <w:t>In weighing up the balance of hardships, the court commented that ‘turning off’ the activation software in Microsoft’s products would flood the market with pirated software and cause Microsoft irreparable harm.</w:t>
            </w:r>
            <w:r w:rsidR="004F4A04">
              <w:t xml:space="preserve"> </w:t>
            </w:r>
          </w:p>
          <w:p w:rsidR="004F4A04" w:rsidRDefault="001275F5" w:rsidP="001275F5">
            <w:pPr>
              <w:pStyle w:val="Box"/>
            </w:pPr>
            <w:r w:rsidRPr="00A27DD4">
              <w:rPr>
                <w:i/>
              </w:rPr>
              <w:t>Paice v Toyota</w:t>
            </w:r>
            <w:r>
              <w:t xml:space="preserve"> — In 2006, Toyota was found to have infringed </w:t>
            </w:r>
            <w:r w:rsidR="004F4A04">
              <w:t xml:space="preserve">Paice’s </w:t>
            </w:r>
            <w:r>
              <w:t xml:space="preserve">patent </w:t>
            </w:r>
            <w:r w:rsidR="004F4A04">
              <w:t xml:space="preserve">on drive train technology for hybrid electric vehicles. The court denied injunctive relief and found that Paice has not suffered irreparable harm since it did not compete for market share with these vehicles. The court also found that Paice’s problems licensing its technology were not due to Toyota’s infringement.   </w:t>
            </w:r>
          </w:p>
          <w:p w:rsidR="00610E87" w:rsidRDefault="009546AC" w:rsidP="00EB52FE">
            <w:pPr>
              <w:pStyle w:val="Box"/>
            </w:pPr>
            <w:r w:rsidRPr="00EB52FE">
              <w:rPr>
                <w:i/>
              </w:rPr>
              <w:t>Telcordia v Cisco Systems</w:t>
            </w:r>
            <w:r>
              <w:t xml:space="preserve"> — In 2009, Telcordia, a telecommunication research and development company, argued that it would suffer irreparable harm if Cisco Systems continued to infringe its patent. The </w:t>
            </w:r>
            <w:r w:rsidR="00EB52FE">
              <w:t>c</w:t>
            </w:r>
            <w:r>
              <w:t>ourt found that Cisco had wilful</w:t>
            </w:r>
            <w:r w:rsidR="00E95889">
              <w:t>ly</w:t>
            </w:r>
            <w:r>
              <w:t xml:space="preserve"> infringed Telcordia’s patents but denied injunctive relief</w:t>
            </w:r>
            <w:r w:rsidR="00E95889">
              <w:t>,</w:t>
            </w:r>
            <w:r>
              <w:t xml:space="preserve"> noting that Telcordia’s ‘lifeblood’ was its ability to enforce its patents. </w:t>
            </w:r>
          </w:p>
          <w:p w:rsidR="00CD28BC" w:rsidRDefault="00CD28BC" w:rsidP="00CD28BC">
            <w:pPr>
              <w:pStyle w:val="Box"/>
            </w:pPr>
            <w:r>
              <w:t>In each of these three cases the defendants were allowed to continue using relevant patents, subject to paying compensation.</w:t>
            </w:r>
          </w:p>
        </w:tc>
      </w:tr>
      <w:tr w:rsidR="001275F5">
        <w:trPr>
          <w:cantSplit/>
        </w:trPr>
        <w:tc>
          <w:tcPr>
            <w:tcW w:w="8771" w:type="dxa"/>
            <w:tcBorders>
              <w:top w:val="nil"/>
              <w:left w:val="single" w:sz="6" w:space="0" w:color="auto"/>
              <w:bottom w:val="nil"/>
              <w:right w:val="single" w:sz="6" w:space="0" w:color="auto"/>
            </w:tcBorders>
          </w:tcPr>
          <w:p w:rsidR="001275F5" w:rsidRDefault="00BB478D" w:rsidP="00BB478D">
            <w:pPr>
              <w:pStyle w:val="BoxSource"/>
            </w:pPr>
            <w:r>
              <w:rPr>
                <w:i/>
              </w:rPr>
              <w:t>Source</w:t>
            </w:r>
            <w:r w:rsidR="001275F5" w:rsidRPr="00167F06">
              <w:t xml:space="preserve">: </w:t>
            </w:r>
            <w:r>
              <w:t xml:space="preserve">FTC </w:t>
            </w:r>
            <w:r w:rsidR="000E60DF">
              <w:t>(</w:t>
            </w:r>
            <w:r>
              <w:t>2011</w:t>
            </w:r>
            <w:r w:rsidR="000E60DF">
              <w:t>)</w:t>
            </w:r>
            <w:r w:rsidR="001275F5">
              <w:t>.</w:t>
            </w:r>
          </w:p>
        </w:tc>
      </w:tr>
      <w:tr w:rsidR="001275F5">
        <w:trPr>
          <w:cantSplit/>
        </w:trPr>
        <w:tc>
          <w:tcPr>
            <w:tcW w:w="8771" w:type="dxa"/>
            <w:tcBorders>
              <w:top w:val="nil"/>
              <w:left w:val="single" w:sz="6" w:space="0" w:color="auto"/>
              <w:bottom w:val="single" w:sz="6" w:space="0" w:color="auto"/>
              <w:right w:val="single" w:sz="6" w:space="0" w:color="auto"/>
            </w:tcBorders>
          </w:tcPr>
          <w:p w:rsidR="001275F5" w:rsidRDefault="001275F5">
            <w:pPr>
              <w:pStyle w:val="Box"/>
              <w:spacing w:before="0" w:line="120" w:lineRule="exact"/>
            </w:pPr>
          </w:p>
        </w:tc>
      </w:tr>
      <w:tr w:rsidR="001275F5" w:rsidRPr="000863A5">
        <w:tc>
          <w:tcPr>
            <w:tcW w:w="8771" w:type="dxa"/>
            <w:tcBorders>
              <w:top w:val="nil"/>
              <w:left w:val="nil"/>
              <w:bottom w:val="nil"/>
              <w:right w:val="nil"/>
            </w:tcBorders>
          </w:tcPr>
          <w:p w:rsidR="001275F5" w:rsidRPr="000863A5" w:rsidRDefault="001275F5" w:rsidP="001275F5">
            <w:pPr>
              <w:pStyle w:val="Box"/>
              <w:keepNext w:val="0"/>
              <w:spacing w:before="60" w:after="60" w:line="80" w:lineRule="exact"/>
              <w:rPr>
                <w:b/>
                <w:sz w:val="14"/>
              </w:rPr>
            </w:pPr>
          </w:p>
        </w:tc>
      </w:tr>
    </w:tbl>
    <w:p w:rsidR="00B01484" w:rsidRDefault="00B01484" w:rsidP="00B01484">
      <w:pPr>
        <w:pStyle w:val="BodyText"/>
      </w:pPr>
      <w:r>
        <w:t xml:space="preserve">For some, these cases highlighted their concerns about the effects of non-practising entities (so-called patent trolls). In his report </w:t>
      </w:r>
      <w:r w:rsidR="00D4699F">
        <w:t>in</w:t>
      </w:r>
      <w:r>
        <w:t xml:space="preserve"> </w:t>
      </w:r>
      <w:r w:rsidR="00D4699F" w:rsidRPr="00D4699F">
        <w:rPr>
          <w:i/>
        </w:rPr>
        <w:t>eBay v Merc</w:t>
      </w:r>
      <w:r w:rsidR="00D4699F">
        <w:rPr>
          <w:i/>
        </w:rPr>
        <w:t>E</w:t>
      </w:r>
      <w:r w:rsidR="00D4699F" w:rsidRPr="00D4699F">
        <w:rPr>
          <w:i/>
        </w:rPr>
        <w:t>xchange</w:t>
      </w:r>
      <w:r w:rsidR="00D4699F">
        <w:rPr>
          <w:i/>
        </w:rPr>
        <w:t xml:space="preserve"> L.L.C.</w:t>
      </w:r>
      <w:r>
        <w:t xml:space="preserve">, Justice Kennedy drew a distinction between cases where the patent holder does not </w:t>
      </w:r>
      <w:r>
        <w:lastRenderedPageBreak/>
        <w:t>practise the invention and cases where he or she actually uses the invention</w:t>
      </w:r>
      <w:r w:rsidR="00D4699F">
        <w:t>. Justice Kennedy</w:t>
      </w:r>
      <w:r>
        <w:t xml:space="preserve"> noted:</w:t>
      </w:r>
    </w:p>
    <w:p w:rsidR="00B01484" w:rsidRDefault="00B01484" w:rsidP="00B01484">
      <w:pPr>
        <w:pStyle w:val="Quote"/>
      </w:pPr>
      <w:r w:rsidRPr="00A53FF6">
        <w:t>An industry has developed in which firms use patents not as a basis for producing and selling goods but, instead, primarily for obtaining licensing fees. ... For these firms, an injunction, and the potentially serious sanctions arising from its violation, can be employed as a bargaining tool to charge exorbitant fees to companies that seek to buy licenses to practice the patent</w:t>
      </w:r>
      <w:r>
        <w:t xml:space="preserve"> (Supreme Court of the United States 2006, p. 2)</w:t>
      </w:r>
      <w:r w:rsidRPr="00A53FF6">
        <w:t xml:space="preserve">. </w:t>
      </w:r>
    </w:p>
    <w:p w:rsidR="00F172E6" w:rsidRDefault="00F172E6" w:rsidP="00F172E6">
      <w:pPr>
        <w:pStyle w:val="Heading5"/>
      </w:pPr>
      <w:r>
        <w:t>March-in rights</w:t>
      </w:r>
    </w:p>
    <w:p w:rsidR="009E732B" w:rsidRDefault="00F172E6" w:rsidP="009E732B">
      <w:pPr>
        <w:pStyle w:val="BodyText"/>
      </w:pPr>
      <w:r>
        <w:t xml:space="preserve">As discussed above, march-in rights equivalent to compulsory licensing are available under the Bayh-Dole Act. </w:t>
      </w:r>
      <w:r w:rsidR="009C0CC3">
        <w:t>Prior to 2012, t</w:t>
      </w:r>
      <w:r w:rsidR="009E732B">
        <w:t>here ha</w:t>
      </w:r>
      <w:r w:rsidR="009C0CC3">
        <w:t>d</w:t>
      </w:r>
      <w:r w:rsidR="009E732B">
        <w:t xml:space="preserve"> been four requests to the National Institutes of Health</w:t>
      </w:r>
      <w:r w:rsidR="009C0CC3">
        <w:t xml:space="preserve"> (NIH)</w:t>
      </w:r>
      <w:r w:rsidR="009E732B">
        <w:t xml:space="preserve"> for the Government to use march-in rights. All requests </w:t>
      </w:r>
      <w:r w:rsidR="009C0CC3">
        <w:t>were</w:t>
      </w:r>
      <w:r w:rsidR="009E732B">
        <w:t xml:space="preserve"> denied</w:t>
      </w:r>
      <w:r>
        <w:t>.</w:t>
      </w:r>
      <w:r w:rsidR="009E732B">
        <w:t xml:space="preserve"> </w:t>
      </w:r>
      <w:r w:rsidR="009C0CC3">
        <w:t xml:space="preserve">On 25 October 2012, the American Medical Students Association, Knowledge Ecology International, </w:t>
      </w:r>
      <w:r w:rsidR="000D250A">
        <w:t xml:space="preserve">the </w:t>
      </w:r>
      <w:r w:rsidR="009C0CC3">
        <w:t>U.S. Public Interest Research Group and the Universities Allied for Essential Medicine</w:t>
      </w:r>
      <w:r w:rsidR="00686A66">
        <w:t>,</w:t>
      </w:r>
      <w:r w:rsidR="009C0CC3">
        <w:t xml:space="preserve"> requested that the NIH use march-in rights for patented AIDS medication</w:t>
      </w:r>
      <w:r w:rsidR="00E95889">
        <w:t>. This was</w:t>
      </w:r>
      <w:r w:rsidR="009C0CC3">
        <w:t xml:space="preserve"> on the grounds that the </w:t>
      </w:r>
      <w:r w:rsidR="00927E03">
        <w:t xml:space="preserve">patent was developed using federal funding </w:t>
      </w:r>
      <w:r w:rsidR="009C0CC3">
        <w:t xml:space="preserve">and </w:t>
      </w:r>
      <w:r w:rsidR="00927E03">
        <w:t xml:space="preserve">the medication </w:t>
      </w:r>
      <w:r w:rsidR="009C0CC3">
        <w:t>is more expensive in the United States than in other developed countries. At the time of writing the NIH had not responded to th</w:t>
      </w:r>
      <w:r w:rsidR="00FF0342">
        <w:t>is</w:t>
      </w:r>
      <w:r w:rsidR="009C0CC3">
        <w:t xml:space="preserve"> request</w:t>
      </w:r>
      <w:r w:rsidR="00EA267C">
        <w:t xml:space="preserve"> (KEI 2012)</w:t>
      </w:r>
      <w:r w:rsidR="009C0CC3">
        <w:t>.</w:t>
      </w:r>
    </w:p>
    <w:p w:rsidR="005320C1" w:rsidRDefault="00F12C3B" w:rsidP="005320C1">
      <w:pPr>
        <w:pStyle w:val="Heading4"/>
      </w:pPr>
      <w:r>
        <w:t xml:space="preserve">Use in </w:t>
      </w:r>
      <w:r w:rsidR="005320C1">
        <w:t>Canada</w:t>
      </w:r>
    </w:p>
    <w:p w:rsidR="000E60DF" w:rsidRDefault="005A23BE" w:rsidP="00175884">
      <w:pPr>
        <w:pStyle w:val="BodyText"/>
      </w:pPr>
      <w:r w:rsidRPr="00581642">
        <w:t>Prior to 1992, Canad</w:t>
      </w:r>
      <w:r>
        <w:t>ian law imposed</w:t>
      </w:r>
      <w:r w:rsidRPr="00581642">
        <w:t xml:space="preserve"> a </w:t>
      </w:r>
      <w:r>
        <w:t>non-voluntary licence of right</w:t>
      </w:r>
      <w:r w:rsidR="003C647C">
        <w:t xml:space="preserve"> (LOR)</w:t>
      </w:r>
      <w:r>
        <w:t xml:space="preserve">, equivalent to compulsory licensing, on all </w:t>
      </w:r>
      <w:r w:rsidRPr="00581642">
        <w:t xml:space="preserve">patented pharmaceutical products </w:t>
      </w:r>
      <w:r>
        <w:t xml:space="preserve">marketed in Canada. This scheme also covered food. Under this scheme, generic pharmaceutical manufacturers could produce and market patented medicines in return for paying a royalty, which the Commissioner of Patents typically set at </w:t>
      </w:r>
      <w:r w:rsidR="00175884">
        <w:br/>
      </w:r>
      <w:r>
        <w:t>4</w:t>
      </w:r>
      <w:r w:rsidR="00175884">
        <w:t> </w:t>
      </w:r>
      <w:r>
        <w:t>per</w:t>
      </w:r>
      <w:r w:rsidR="00175884">
        <w:t> </w:t>
      </w:r>
      <w:r>
        <w:t>cent</w:t>
      </w:r>
      <w:r w:rsidR="003C647C">
        <w:t xml:space="preserve"> </w:t>
      </w:r>
      <w:r w:rsidR="00EB4E2B">
        <w:t xml:space="preserve">of revenue </w:t>
      </w:r>
      <w:r w:rsidR="003C647C">
        <w:t>(</w:t>
      </w:r>
      <w:r w:rsidR="00D84FE3">
        <w:t>Reichman 2010</w:t>
      </w:r>
      <w:r w:rsidR="003C647C">
        <w:t>)</w:t>
      </w:r>
      <w:r>
        <w:t xml:space="preserve">. </w:t>
      </w:r>
      <w:r w:rsidR="005320C1">
        <w:t>Reichman (2003) noted th</w:t>
      </w:r>
      <w:r w:rsidR="00BD2D11">
        <w:t xml:space="preserve">at this scheme </w:t>
      </w:r>
      <w:r w:rsidR="005320C1">
        <w:t>was ‘instrumental in the establishment of a generic medicine industry’ (p. 4)</w:t>
      </w:r>
      <w:r w:rsidR="001425BB">
        <w:t xml:space="preserve"> and led to some of the lowest pharmaceutical prices among developed countries</w:t>
      </w:r>
      <w:r w:rsidR="005320C1">
        <w:t>.</w:t>
      </w:r>
      <w:r w:rsidR="001425BB">
        <w:t xml:space="preserve"> From 1969 to 1992, 613 </w:t>
      </w:r>
      <w:r w:rsidR="00175884">
        <w:t xml:space="preserve">compulsory </w:t>
      </w:r>
      <w:r w:rsidR="001425BB">
        <w:t xml:space="preserve">licences were granted to manufacture or import pharmaceuticals under </w:t>
      </w:r>
      <w:r w:rsidR="00175884">
        <w:t>this scheme (Reichman 2003)</w:t>
      </w:r>
      <w:r w:rsidR="001425BB">
        <w:t xml:space="preserve">. </w:t>
      </w:r>
    </w:p>
    <w:p w:rsidR="00175884" w:rsidRDefault="00175884" w:rsidP="00175884">
      <w:pPr>
        <w:pStyle w:val="BodyText"/>
      </w:pPr>
      <w:r>
        <w:t>From 1965 to the present, there were 56 unique applications for a compulsory licence in Canada on the ground of patent abuse. Ten of these applications were granted. Most applications were in the 1970s or 1980s. All but one application was for mechanical or chemical inventions (C</w:t>
      </w:r>
      <w:r w:rsidR="00774193">
        <w:t>IPO</w:t>
      </w:r>
      <w:r>
        <w:t>, pers. comm.</w:t>
      </w:r>
      <w:r w:rsidR="004C468F">
        <w:t>, 6</w:t>
      </w:r>
      <w:r w:rsidR="00DC374B">
        <w:t> </w:t>
      </w:r>
      <w:r w:rsidR="004C468F">
        <w:t>November</w:t>
      </w:r>
      <w:r w:rsidR="00DC374B">
        <w:t> </w:t>
      </w:r>
      <w:r w:rsidR="004C468F">
        <w:t>2012</w:t>
      </w:r>
      <w:r>
        <w:t xml:space="preserve">). </w:t>
      </w:r>
    </w:p>
    <w:p w:rsidR="000A7C76" w:rsidRDefault="003C647C" w:rsidP="00E86D99">
      <w:pPr>
        <w:pStyle w:val="BodyText"/>
      </w:pPr>
      <w:r>
        <w:t>According to Reichman</w:t>
      </w:r>
      <w:r w:rsidR="004D6E78">
        <w:t xml:space="preserve"> </w:t>
      </w:r>
      <w:r>
        <w:t xml:space="preserve">(2010), critics argued that, although it helped to establish the generics industry, the Canadian LOR </w:t>
      </w:r>
      <w:r w:rsidR="00175884">
        <w:t xml:space="preserve">scheme </w:t>
      </w:r>
      <w:r>
        <w:t xml:space="preserve">discouraged the establishment of a </w:t>
      </w:r>
      <w:r>
        <w:lastRenderedPageBreak/>
        <w:t xml:space="preserve">research-based sector. In the early 1990s, the US Government pressed the Canadian Government to abandon its LOR scheme in exchange for US producers contributing a share of their profits to support medical research in Canada. The Canadian LOR </w:t>
      </w:r>
      <w:r w:rsidR="00C72081">
        <w:t>scheme</w:t>
      </w:r>
      <w:r>
        <w:t xml:space="preserve"> was later prohibited by the North American Free Trade Agreement (Reichman</w:t>
      </w:r>
      <w:r w:rsidR="004D6E78">
        <w:t xml:space="preserve"> </w:t>
      </w:r>
      <w:r>
        <w:t>2010).</w:t>
      </w:r>
    </w:p>
    <w:p w:rsidR="002076F8" w:rsidRDefault="002076F8" w:rsidP="00E86D99">
      <w:pPr>
        <w:pStyle w:val="BodyText"/>
      </w:pPr>
      <w:r>
        <w:t xml:space="preserve">Compulsory licensing has been </w:t>
      </w:r>
      <w:r w:rsidR="00A630DB">
        <w:t xml:space="preserve">less common in </w:t>
      </w:r>
      <w:r w:rsidR="00BD2D11">
        <w:t>the past two</w:t>
      </w:r>
      <w:r w:rsidR="00A630DB">
        <w:t xml:space="preserve"> decades in Canada</w:t>
      </w:r>
      <w:r w:rsidR="00BD2D11">
        <w:t>,</w:t>
      </w:r>
      <w:r w:rsidR="00A630DB">
        <w:t xml:space="preserve"> but has been used</w:t>
      </w:r>
      <w:r w:rsidR="00BD2D11">
        <w:t xml:space="preserve"> in a small number of cases</w:t>
      </w:r>
      <w:r>
        <w:t>:</w:t>
      </w:r>
    </w:p>
    <w:p w:rsidR="002076F8" w:rsidRDefault="002076F8" w:rsidP="002076F8">
      <w:pPr>
        <w:pStyle w:val="ListBullet"/>
      </w:pPr>
      <w:r>
        <w:t>In 2001, Health Canada overrode Bayer’s patent on ciprofloxacin, an anthrax treatment, and authorised production of a generic. In response, Bayer offered to donate 200</w:t>
      </w:r>
      <w:r w:rsidR="004D6E78">
        <w:t xml:space="preserve"> </w:t>
      </w:r>
      <w:r>
        <w:t xml:space="preserve">000 tablets to </w:t>
      </w:r>
      <w:r w:rsidR="00A630DB">
        <w:t>f</w:t>
      </w:r>
      <w:r>
        <w:t xml:space="preserve">rontline Canadian Government workers.   </w:t>
      </w:r>
    </w:p>
    <w:p w:rsidR="002076F8" w:rsidRDefault="002076F8" w:rsidP="002076F8">
      <w:pPr>
        <w:pStyle w:val="ListBullet"/>
      </w:pPr>
      <w:r>
        <w:t xml:space="preserve">In 2007, Canadian company Apotex was awarded a compulsory licence to make an AIDS medication, </w:t>
      </w:r>
      <w:r w:rsidRPr="005F0EDD">
        <w:rPr>
          <w:i/>
        </w:rPr>
        <w:t>TriAvir</w:t>
      </w:r>
      <w:r>
        <w:t>, in Canada for export to Rwanda. In addition, a small number of such requests made in Canada have been denied. At the time of writing, only one compulsory licence had been issued worldwide for export of pharmaceuticals to developing countries.</w:t>
      </w:r>
    </w:p>
    <w:p w:rsidR="003728CC" w:rsidRDefault="003728CC" w:rsidP="003728CC">
      <w:pPr>
        <w:pStyle w:val="BodyText"/>
      </w:pPr>
      <w:r>
        <w:t xml:space="preserve">Licensing of IP has been used as a remedy in merger review cases in Canada. For example, the Canadian Competition </w:t>
      </w:r>
      <w:r w:rsidR="00862EAB">
        <w:t>Bureau issued a consent order for Bayer’s acquisition of Aventis Crop Science which required Bayer to divest certain assets and grant an irrevocable and non-exclusive licence of certain IP relating primarily to its canola seed treatmen</w:t>
      </w:r>
      <w:r w:rsidR="00D41159">
        <w:t xml:space="preserve">t business (Competition Bureau </w:t>
      </w:r>
      <w:r w:rsidR="00862EAB">
        <w:t xml:space="preserve">Canada 2006). </w:t>
      </w:r>
    </w:p>
    <w:p w:rsidR="006C450B" w:rsidRDefault="006C450B" w:rsidP="006C450B">
      <w:pPr>
        <w:pStyle w:val="Heading4"/>
      </w:pPr>
      <w:r>
        <w:t xml:space="preserve">Use </w:t>
      </w:r>
      <w:r w:rsidR="00F12C3B">
        <w:t>in</w:t>
      </w:r>
      <w:r>
        <w:t xml:space="preserve"> Asia </w:t>
      </w:r>
    </w:p>
    <w:p w:rsidR="006C450B" w:rsidRDefault="006C450B" w:rsidP="006C450B">
      <w:pPr>
        <w:pStyle w:val="BodyText"/>
      </w:pPr>
      <w:r>
        <w:t xml:space="preserve">Compulsory licensing </w:t>
      </w:r>
      <w:r w:rsidR="00C72081">
        <w:t xml:space="preserve">of patents </w:t>
      </w:r>
      <w:r>
        <w:t xml:space="preserve">has </w:t>
      </w:r>
      <w:r w:rsidR="00C72081">
        <w:t xml:space="preserve">occurred </w:t>
      </w:r>
      <w:r>
        <w:t>infrequently in Asia</w:t>
      </w:r>
      <w:r w:rsidR="00397800">
        <w:t>. It has not been used in Japan</w:t>
      </w:r>
      <w:r w:rsidR="00CC111A">
        <w:t xml:space="preserve"> </w:t>
      </w:r>
      <w:r>
        <w:t xml:space="preserve">and has not been used in the past 20 years in Korea. However, there have been a small number of applications in recent years in Korea, which have </w:t>
      </w:r>
      <w:r w:rsidR="00175884">
        <w:t xml:space="preserve">all </w:t>
      </w:r>
      <w:r>
        <w:t xml:space="preserve">been rejected. No compulsory licence has yet been granted in China. However, there have been significant changes to Chinese patent law in recent years, including to compulsory licensing provisions. There has been speculation that China will soon use these provisions, especially after recent comments by a Chinese Government spokesperson that if China were to grant compulsory licences it would likely start with pharmaceutical patents (cited in </w:t>
      </w:r>
      <w:proofErr w:type="spellStart"/>
      <w:r>
        <w:t>Ma</w:t>
      </w:r>
      <w:proofErr w:type="spellEnd"/>
      <w:r>
        <w:t xml:space="preserve"> 2011). </w:t>
      </w:r>
      <w:r w:rsidR="00D14D58">
        <w:t>No compulsory licences have been applied for in recent years in New Zealand (Ministry of Business, Innovation &amp; Employment, pers. comm.</w:t>
      </w:r>
      <w:r w:rsidR="004C468F">
        <w:t>, 21</w:t>
      </w:r>
      <w:r w:rsidR="00E95889">
        <w:t> </w:t>
      </w:r>
      <w:r w:rsidR="004C468F">
        <w:t>November</w:t>
      </w:r>
      <w:r w:rsidR="00E95889">
        <w:t> </w:t>
      </w:r>
      <w:r w:rsidR="004C468F">
        <w:t>2012</w:t>
      </w:r>
      <w:r w:rsidR="00D14D58">
        <w:t>).</w:t>
      </w:r>
    </w:p>
    <w:p w:rsidR="006C450B" w:rsidRDefault="006C450B" w:rsidP="006C450B">
      <w:pPr>
        <w:pStyle w:val="BodyText"/>
      </w:pPr>
      <w:r>
        <w:t xml:space="preserve">There has been one instance of compulsory licensing being used in Malaysia in the past decade. In 2004, the Malaysian Government issued a compulsory licence </w:t>
      </w:r>
      <w:r w:rsidR="0029591D">
        <w:t xml:space="preserve">to an Indian firm </w:t>
      </w:r>
      <w:r>
        <w:t>for</w:t>
      </w:r>
      <w:r w:rsidR="0029591D">
        <w:t xml:space="preserve"> the supply of</w:t>
      </w:r>
      <w:r>
        <w:t xml:space="preserve"> </w:t>
      </w:r>
      <w:r w:rsidR="0029591D">
        <w:t xml:space="preserve">patented </w:t>
      </w:r>
      <w:r>
        <w:t xml:space="preserve">HIV/AIDS medication. </w:t>
      </w:r>
    </w:p>
    <w:p w:rsidR="002076F8" w:rsidRDefault="002076F8" w:rsidP="002076F8">
      <w:pPr>
        <w:pStyle w:val="Heading4"/>
      </w:pPr>
      <w:r>
        <w:lastRenderedPageBreak/>
        <w:t>Use in Europe</w:t>
      </w:r>
    </w:p>
    <w:p w:rsidR="00F172E6" w:rsidRPr="00575765" w:rsidRDefault="00F172E6" w:rsidP="00575765">
      <w:pPr>
        <w:pStyle w:val="BodyText"/>
      </w:pPr>
      <w:r w:rsidRPr="00575765">
        <w:t xml:space="preserve">Compulsory licensing </w:t>
      </w:r>
      <w:r w:rsidR="00C72081" w:rsidRPr="00575765">
        <w:t xml:space="preserve">of patents </w:t>
      </w:r>
      <w:r w:rsidRPr="00575765">
        <w:t xml:space="preserve">appears to have </w:t>
      </w:r>
      <w:r w:rsidR="00C72081" w:rsidRPr="00575765">
        <w:t xml:space="preserve">occurred </w:t>
      </w:r>
      <w:r w:rsidRPr="00575765">
        <w:t xml:space="preserve">rarely in Europe </w:t>
      </w:r>
      <w:r w:rsidR="002B681B" w:rsidRPr="00575765">
        <w:t xml:space="preserve">in recent years. </w:t>
      </w:r>
      <w:r w:rsidR="001A017F" w:rsidRPr="00575765">
        <w:t>Italy appears to have been most active</w:t>
      </w:r>
      <w:r w:rsidR="00D55D18" w:rsidRPr="00575765">
        <w:t>:</w:t>
      </w:r>
      <w:r w:rsidR="002B681B" w:rsidRPr="00575765">
        <w:t xml:space="preserve"> </w:t>
      </w:r>
    </w:p>
    <w:p w:rsidR="00D55D18" w:rsidRDefault="00D55D18" w:rsidP="00D55D18">
      <w:pPr>
        <w:pStyle w:val="ListBullet"/>
      </w:pPr>
      <w:r>
        <w:t xml:space="preserve">In 2006, the Italian Competition Authority (AGCM) closed its investigation into GlaxoSmithKline’s </w:t>
      </w:r>
      <w:r w:rsidR="001A017F">
        <w:t xml:space="preserve">(GSK) </w:t>
      </w:r>
      <w:r>
        <w:t>refusal to license patents over the active ingredients for migraine medicines to Fabbrica Italiana Sintetici (FIS). In its press release AGCM noted that G</w:t>
      </w:r>
      <w:r w:rsidR="001A017F">
        <w:t xml:space="preserve">SK had agreed to license </w:t>
      </w:r>
      <w:r w:rsidR="00E95889">
        <w:t xml:space="preserve">to </w:t>
      </w:r>
      <w:r w:rsidR="001A017F">
        <w:t>FIS on terms and conditions that remedied the earlier refusal to license. Those conditions included granting a number of additional licences which would save FIS time in developing an efficient manufacturing process for the active ingredient</w:t>
      </w:r>
      <w:r w:rsidR="006316E2">
        <w:t xml:space="preserve"> (AGCM 2006).</w:t>
      </w:r>
    </w:p>
    <w:p w:rsidR="00D55D18" w:rsidRDefault="002076F8" w:rsidP="002076F8">
      <w:pPr>
        <w:pStyle w:val="ListBullet"/>
      </w:pPr>
      <w:r>
        <w:t xml:space="preserve">In 2007, the </w:t>
      </w:r>
      <w:r w:rsidR="00E95889">
        <w:t>AGCM</w:t>
      </w:r>
      <w:r>
        <w:t xml:space="preserve"> made a decision finalising an earlier order requiring Merck to grant a licence over an active ingredient to an Italian pharmaceutical manufacturer Dobfar, which would allow production of a generic antibiotic (UNCTAD 2011).</w:t>
      </w:r>
    </w:p>
    <w:p w:rsidR="001A017F" w:rsidRPr="00575765" w:rsidRDefault="001A017F" w:rsidP="001A017F">
      <w:pPr>
        <w:pStyle w:val="ListBullet"/>
      </w:pPr>
      <w:r>
        <w:t xml:space="preserve">In 2007, the AGCM required Merck to grant free licences to allow the manufacture and sale in Italy of an active ingredient and related </w:t>
      </w:r>
      <w:r w:rsidR="00CD28BC">
        <w:t>medicines</w:t>
      </w:r>
      <w:r w:rsidR="00DD2762">
        <w:t>,</w:t>
      </w:r>
      <w:r w:rsidR="00CD28BC">
        <w:t xml:space="preserve"> </w:t>
      </w:r>
      <w:r>
        <w:t>used to treat hypertrophy and cancer of the prostate and male baldness. These royalty free licences were remedies to earlier refusal</w:t>
      </w:r>
      <w:r w:rsidR="00DD2762">
        <w:t>s</w:t>
      </w:r>
      <w:r>
        <w:t xml:space="preserve"> to license the</w:t>
      </w:r>
      <w:r w:rsidR="00DD2762">
        <w:t>se</w:t>
      </w:r>
      <w:r>
        <w:t xml:space="preserve"> patents to Italian manufacturers</w:t>
      </w:r>
      <w:r w:rsidR="00A60C0A">
        <w:t xml:space="preserve"> (Ibanez </w:t>
      </w:r>
      <w:proofErr w:type="spellStart"/>
      <w:r w:rsidR="00A60C0A">
        <w:t>Colomo</w:t>
      </w:r>
      <w:proofErr w:type="spellEnd"/>
      <w:r w:rsidR="00A60C0A">
        <w:t xml:space="preserve"> 2007).</w:t>
      </w:r>
    </w:p>
    <w:p w:rsidR="001C658A" w:rsidRPr="00575765" w:rsidRDefault="00C72081" w:rsidP="00575765">
      <w:pPr>
        <w:pStyle w:val="BodyText"/>
      </w:pPr>
      <w:r w:rsidRPr="00575765">
        <w:t>In the United Kingdom, t</w:t>
      </w:r>
      <w:r w:rsidR="005F5AD1" w:rsidRPr="00575765">
        <w:t>here has been one application for a compulsory licence</w:t>
      </w:r>
      <w:r w:rsidRPr="00575765">
        <w:t xml:space="preserve"> for a patent</w:t>
      </w:r>
      <w:r w:rsidR="005F5AD1" w:rsidRPr="00575765">
        <w:t xml:space="preserve"> since 1998</w:t>
      </w:r>
      <w:r w:rsidR="00744FB1" w:rsidRPr="00575765">
        <w:t xml:space="preserve"> — Swansea Imports Limited v Carver Technology Limited</w:t>
      </w:r>
      <w:r w:rsidR="005F5AD1" w:rsidRPr="00575765">
        <w:t xml:space="preserve">. </w:t>
      </w:r>
      <w:r w:rsidR="00744FB1" w:rsidRPr="00575765">
        <w:t xml:space="preserve">The case concerned two patents </w:t>
      </w:r>
      <w:r w:rsidR="003C77DA" w:rsidRPr="00575765">
        <w:t>related to</w:t>
      </w:r>
      <w:r w:rsidR="00744FB1" w:rsidRPr="00575765">
        <w:t xml:space="preserve"> water heaters in caravans. Heaters using the patents had been sold for many years in the United Kingdom. Following a takeover of the patentee company, production of the heater ceased</w:t>
      </w:r>
      <w:r w:rsidR="00CA18DB" w:rsidRPr="00575765">
        <w:t>,</w:t>
      </w:r>
      <w:r w:rsidR="00744FB1" w:rsidRPr="00575765">
        <w:t xml:space="preserve"> and a new design was used</w:t>
      </w:r>
      <w:r w:rsidR="00CA18DB" w:rsidRPr="00575765">
        <w:t>,</w:t>
      </w:r>
      <w:r w:rsidR="00744FB1" w:rsidRPr="00575765">
        <w:t xml:space="preserve"> which did not fall within the scope of the</w:t>
      </w:r>
      <w:r w:rsidR="002A10BA" w:rsidRPr="00575765">
        <w:t xml:space="preserve"> two</w:t>
      </w:r>
      <w:r w:rsidR="00744FB1" w:rsidRPr="00575765">
        <w:t xml:space="preserve"> patents. Swansea Imports sought permission from the patent</w:t>
      </w:r>
      <w:r w:rsidR="00CA18DB" w:rsidRPr="00575765">
        <w:t xml:space="preserve"> </w:t>
      </w:r>
      <w:r w:rsidR="003C77DA" w:rsidRPr="00575765">
        <w:t xml:space="preserve">holder </w:t>
      </w:r>
      <w:r w:rsidR="00744FB1" w:rsidRPr="00575765">
        <w:t xml:space="preserve">to produce and sell heaters </w:t>
      </w:r>
      <w:r w:rsidR="00CA18DB" w:rsidRPr="00575765">
        <w:t>and spare parts using the old (patented) design, and were refused. Swansea applied to the Comptroller of Patents for a compulsory licence on the ground that demand for products to replace or repair worn out heaters w</w:t>
      </w:r>
      <w:r w:rsidR="006668BF" w:rsidRPr="00575765">
        <w:t>as</w:t>
      </w:r>
      <w:r w:rsidR="00CA18DB" w:rsidRPr="00575765">
        <w:t xml:space="preserve"> not being met by the new design or the limited stock of the old design</w:t>
      </w:r>
      <w:r w:rsidR="003C77DA" w:rsidRPr="00575765">
        <w:t>,</w:t>
      </w:r>
      <w:r w:rsidR="00CA18DB" w:rsidRPr="00575765">
        <w:t xml:space="preserve"> which were available at an increased price. The </w:t>
      </w:r>
      <w:r w:rsidR="003C77DA" w:rsidRPr="00575765">
        <w:t xml:space="preserve">Comptroller denied Swansea’s application for a compulsory licence </w:t>
      </w:r>
      <w:r w:rsidR="00CA18DB" w:rsidRPr="00575765">
        <w:t>because Swansea did not prove that demand was not being met on reasonable terms. I</w:t>
      </w:r>
      <w:r w:rsidR="002A10BA" w:rsidRPr="00575765">
        <w:t>n the decision, i</w:t>
      </w:r>
      <w:r w:rsidR="00CA18DB" w:rsidRPr="00575765">
        <w:t xml:space="preserve">t was noted that </w:t>
      </w:r>
      <w:r w:rsidR="002A10BA" w:rsidRPr="00575765">
        <w:t xml:space="preserve">if the price being charged by the patent owner is reasonable, and that demand is fully met at that price, then it is irrelevant whether demand would be greater at a lower price </w:t>
      </w:r>
      <w:r w:rsidR="005F5AD1" w:rsidRPr="00575765">
        <w:t xml:space="preserve">(IPO UK 2004). </w:t>
      </w:r>
    </w:p>
    <w:p w:rsidR="00C269E1" w:rsidRPr="00575765" w:rsidRDefault="00C269E1" w:rsidP="00575765">
      <w:pPr>
        <w:pStyle w:val="Heading5"/>
      </w:pPr>
      <w:r w:rsidRPr="00575765">
        <w:lastRenderedPageBreak/>
        <w:t xml:space="preserve">Competition issues </w:t>
      </w:r>
    </w:p>
    <w:p w:rsidR="008D1BF5" w:rsidRPr="00575765" w:rsidRDefault="009844F7" w:rsidP="00575765">
      <w:pPr>
        <w:pStyle w:val="BodyText"/>
      </w:pPr>
      <w:r w:rsidRPr="00575765">
        <w:t xml:space="preserve">Compulsory licensing </w:t>
      </w:r>
      <w:r w:rsidR="000C5CEC" w:rsidRPr="00575765">
        <w:t xml:space="preserve">of IP </w:t>
      </w:r>
      <w:r w:rsidRPr="00575765">
        <w:t xml:space="preserve">appears to have been used less frequently in </w:t>
      </w:r>
      <w:r w:rsidR="00C72081" w:rsidRPr="00575765">
        <w:t xml:space="preserve">the </w:t>
      </w:r>
      <w:r w:rsidRPr="00575765">
        <w:t>Europe</w:t>
      </w:r>
      <w:r w:rsidR="00C72081" w:rsidRPr="00575765">
        <w:t>an Union</w:t>
      </w:r>
      <w:r w:rsidRPr="00575765">
        <w:t xml:space="preserve"> than the U</w:t>
      </w:r>
      <w:r w:rsidR="006677B3" w:rsidRPr="00575765">
        <w:t xml:space="preserve">nited </w:t>
      </w:r>
      <w:r w:rsidRPr="00575765">
        <w:t>S</w:t>
      </w:r>
      <w:r w:rsidR="006677B3" w:rsidRPr="00575765">
        <w:t>tates</w:t>
      </w:r>
      <w:r w:rsidRPr="00575765">
        <w:t xml:space="preserve"> to address competition issues. Temple Lang (2002, p. 7) noted that ‘the question of compulsory licensing of </w:t>
      </w:r>
      <w:r w:rsidR="00C72081" w:rsidRPr="00575765">
        <w:t>[IP] r</w:t>
      </w:r>
      <w:r w:rsidRPr="00575765">
        <w:t>ights has arisen very seldom in European antitrust law’.</w:t>
      </w:r>
      <w:r w:rsidR="008D1BF5" w:rsidRPr="00575765">
        <w:t xml:space="preserve"> </w:t>
      </w:r>
      <w:r w:rsidR="00381C20" w:rsidRPr="00575765">
        <w:t xml:space="preserve">Compulsory licensing appears to have occurred more frequently </w:t>
      </w:r>
      <w:r w:rsidR="00686A66" w:rsidRPr="00575765">
        <w:t xml:space="preserve">in the European Union </w:t>
      </w:r>
      <w:r w:rsidR="00381C20" w:rsidRPr="00575765">
        <w:t xml:space="preserve">for copyright than </w:t>
      </w:r>
      <w:r w:rsidR="00C72081" w:rsidRPr="00575765">
        <w:t>for patents or other</w:t>
      </w:r>
      <w:r w:rsidR="00381C20" w:rsidRPr="00575765">
        <w:t xml:space="preserve"> types of IP. </w:t>
      </w:r>
      <w:r w:rsidR="00017EF9" w:rsidRPr="00575765">
        <w:t xml:space="preserve">Two </w:t>
      </w:r>
      <w:r w:rsidR="009C4ED6" w:rsidRPr="00575765">
        <w:t xml:space="preserve">important </w:t>
      </w:r>
      <w:r w:rsidR="009C032B" w:rsidRPr="00575765">
        <w:t xml:space="preserve">copyright </w:t>
      </w:r>
      <w:r w:rsidR="00E80622" w:rsidRPr="00575765">
        <w:t>cases include</w:t>
      </w:r>
      <w:r w:rsidR="00343BE3" w:rsidRPr="00575765">
        <w:t xml:space="preserve"> Radio </w:t>
      </w:r>
      <w:proofErr w:type="spellStart"/>
      <w:r w:rsidR="00343BE3" w:rsidRPr="00575765">
        <w:t>Telefis</w:t>
      </w:r>
      <w:proofErr w:type="spellEnd"/>
      <w:r w:rsidR="00343BE3" w:rsidRPr="00575765">
        <w:t xml:space="preserve"> </w:t>
      </w:r>
      <w:proofErr w:type="spellStart"/>
      <w:r w:rsidR="00343BE3" w:rsidRPr="00575765">
        <w:t>Eireann</w:t>
      </w:r>
      <w:proofErr w:type="spellEnd"/>
      <w:r w:rsidR="00343BE3" w:rsidRPr="00575765">
        <w:t xml:space="preserve"> (</w:t>
      </w:r>
      <w:proofErr w:type="spellStart"/>
      <w:r w:rsidR="00343BE3" w:rsidRPr="00575765">
        <w:t>RTE</w:t>
      </w:r>
      <w:proofErr w:type="spellEnd"/>
      <w:r w:rsidR="00343BE3" w:rsidRPr="00575765">
        <w:t>) and Independent Television Publications Ltd (</w:t>
      </w:r>
      <w:proofErr w:type="spellStart"/>
      <w:r w:rsidR="00343BE3" w:rsidRPr="00575765">
        <w:t>ITP</w:t>
      </w:r>
      <w:proofErr w:type="spellEnd"/>
      <w:r w:rsidR="00343BE3" w:rsidRPr="00575765">
        <w:t xml:space="preserve">) v Commission, </w:t>
      </w:r>
      <w:r w:rsidR="004D6E78" w:rsidRPr="00575765">
        <w:t xml:space="preserve">also </w:t>
      </w:r>
      <w:r w:rsidR="00343BE3" w:rsidRPr="00575765">
        <w:t>know</w:t>
      </w:r>
      <w:r w:rsidR="009C4ED6" w:rsidRPr="00575765">
        <w:t>n</w:t>
      </w:r>
      <w:r w:rsidR="00343BE3" w:rsidRPr="00575765">
        <w:t xml:space="preserve"> as the </w:t>
      </w:r>
      <w:r w:rsidR="00E80622" w:rsidRPr="00575765">
        <w:t xml:space="preserve">Magill </w:t>
      </w:r>
      <w:r w:rsidR="00343BE3" w:rsidRPr="00575765">
        <w:t xml:space="preserve">case, </w:t>
      </w:r>
      <w:r w:rsidR="00E80622" w:rsidRPr="00575765">
        <w:t xml:space="preserve">and </w:t>
      </w:r>
      <w:proofErr w:type="spellStart"/>
      <w:r w:rsidR="00E80622" w:rsidRPr="00575765">
        <w:t>IMS</w:t>
      </w:r>
      <w:proofErr w:type="spellEnd"/>
      <w:r w:rsidR="00E80622" w:rsidRPr="00575765">
        <w:t xml:space="preserve"> Health</w:t>
      </w:r>
      <w:r w:rsidR="00343BE3" w:rsidRPr="00575765">
        <w:t xml:space="preserve"> v </w:t>
      </w:r>
      <w:proofErr w:type="spellStart"/>
      <w:r w:rsidR="00343BE3" w:rsidRPr="00575765">
        <w:t>NDC</w:t>
      </w:r>
      <w:proofErr w:type="spellEnd"/>
      <w:r w:rsidR="00343BE3" w:rsidRPr="00575765">
        <w:t xml:space="preserve"> Health</w:t>
      </w:r>
      <w:r w:rsidR="00B01484" w:rsidRPr="00575765">
        <w:t xml:space="preserve"> (</w:t>
      </w:r>
      <w:r w:rsidR="00D4699F" w:rsidRPr="00575765">
        <w:t xml:space="preserve">discussed in </w:t>
      </w:r>
      <w:r w:rsidR="00B01484" w:rsidRPr="00575765">
        <w:t>box </w:t>
      </w:r>
      <w:proofErr w:type="spellStart"/>
      <w:r w:rsidR="00B01484" w:rsidRPr="00575765">
        <w:t>C.5</w:t>
      </w:r>
      <w:proofErr w:type="spellEnd"/>
      <w:r w:rsidR="00B01484" w:rsidRPr="00575765">
        <w:t>)</w:t>
      </w:r>
      <w:r w:rsidR="00343BE3" w:rsidRPr="00575765">
        <w:t xml:space="preserve">. </w:t>
      </w:r>
      <w:r w:rsidR="009C032B" w:rsidRPr="00575765">
        <w:t xml:space="preserve">The essential facilities doctrine was considered in these cases. </w:t>
      </w:r>
    </w:p>
    <w:p w:rsidR="008D1BF5" w:rsidRDefault="008D1BF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D1BF5">
        <w:tc>
          <w:tcPr>
            <w:tcW w:w="8771" w:type="dxa"/>
            <w:tcBorders>
              <w:top w:val="single" w:sz="6" w:space="0" w:color="auto"/>
              <w:bottom w:val="nil"/>
            </w:tcBorders>
          </w:tcPr>
          <w:p w:rsidR="008D1BF5" w:rsidRDefault="008D1BF5" w:rsidP="000A0352">
            <w:pPr>
              <w:pStyle w:val="BoxTitle"/>
            </w:pPr>
            <w:r>
              <w:rPr>
                <w:b w:val="0"/>
              </w:rPr>
              <w:t xml:space="preserve">Box </w:t>
            </w:r>
            <w:r>
              <w:rPr>
                <w:b w:val="0"/>
              </w:rPr>
              <w:fldChar w:fldCharType="begin"/>
            </w:r>
            <w:r>
              <w:rPr>
                <w:b w:val="0"/>
              </w:rPr>
              <w:instrText xml:space="preserve"> COMMENTS  \* MERGEFORMAT </w:instrText>
            </w:r>
            <w:r>
              <w:rPr>
                <w:b w:val="0"/>
              </w:rPr>
              <w:fldChar w:fldCharType="separate"/>
            </w:r>
            <w:proofErr w:type="spellStart"/>
            <w:r w:rsidR="00384F41">
              <w:rPr>
                <w:b w:val="0"/>
              </w:rPr>
              <w:t>C.</w:t>
            </w:r>
            <w:r>
              <w:rPr>
                <w:b w:val="0"/>
              </w:rPr>
              <w:fldChar w:fldCharType="end"/>
            </w:r>
            <w:r>
              <w:rPr>
                <w:b w:val="0"/>
              </w:rPr>
              <w:fldChar w:fldCharType="begin"/>
            </w:r>
            <w:r>
              <w:rPr>
                <w:b w:val="0"/>
              </w:rPr>
              <w:instrText xml:space="preserve"> SEQ Box \* ARABIC </w:instrText>
            </w:r>
            <w:r>
              <w:rPr>
                <w:b w:val="0"/>
              </w:rPr>
              <w:fldChar w:fldCharType="separate"/>
            </w:r>
            <w:r w:rsidR="005B750A">
              <w:rPr>
                <w:b w:val="0"/>
                <w:noProof/>
              </w:rPr>
              <w:t>5</w:t>
            </w:r>
            <w:proofErr w:type="spellEnd"/>
            <w:r>
              <w:rPr>
                <w:b w:val="0"/>
              </w:rPr>
              <w:fldChar w:fldCharType="end"/>
            </w:r>
            <w:r>
              <w:tab/>
            </w:r>
            <w:r w:rsidR="000C5CEC">
              <w:t xml:space="preserve">Key </w:t>
            </w:r>
            <w:r w:rsidR="000A0352">
              <w:t xml:space="preserve">competition </w:t>
            </w:r>
            <w:r w:rsidR="000C5CEC">
              <w:t xml:space="preserve">cases </w:t>
            </w:r>
            <w:r w:rsidR="000A0352">
              <w:t xml:space="preserve">involving </w:t>
            </w:r>
            <w:r w:rsidR="000C5CEC">
              <w:t xml:space="preserve">compulsory licensing of IP </w:t>
            </w:r>
            <w:r>
              <w:t xml:space="preserve">in </w:t>
            </w:r>
            <w:r w:rsidR="000C5CEC">
              <w:t>the Euro</w:t>
            </w:r>
            <w:r>
              <w:t>pean Union</w:t>
            </w:r>
          </w:p>
        </w:tc>
      </w:tr>
      <w:tr w:rsidR="008D1BF5">
        <w:trPr>
          <w:cantSplit/>
        </w:trPr>
        <w:tc>
          <w:tcPr>
            <w:tcW w:w="8771" w:type="dxa"/>
            <w:tcBorders>
              <w:top w:val="nil"/>
              <w:left w:val="single" w:sz="6" w:space="0" w:color="auto"/>
              <w:bottom w:val="nil"/>
              <w:right w:val="single" w:sz="6" w:space="0" w:color="auto"/>
            </w:tcBorders>
          </w:tcPr>
          <w:p w:rsidR="008D1BF5" w:rsidRPr="00575765" w:rsidRDefault="008D1BF5">
            <w:pPr>
              <w:pStyle w:val="Box"/>
              <w:rPr>
                <w:rFonts w:eastAsiaTheme="minorHAnsi"/>
              </w:rPr>
            </w:pPr>
            <w:r w:rsidRPr="000C5CEC">
              <w:rPr>
                <w:i/>
              </w:rPr>
              <w:t>Magill</w:t>
            </w:r>
            <w:r w:rsidRPr="000C5CEC">
              <w:t xml:space="preserve"> — </w:t>
            </w:r>
            <w:r w:rsidRPr="009C4ED6">
              <w:t>In the 1980s, most Irish and Northern Irish homes were able to receive television programs from the Irish State Broadcaster (</w:t>
            </w:r>
            <w:proofErr w:type="spellStart"/>
            <w:r w:rsidRPr="009C4ED6">
              <w:t>RTE</w:t>
            </w:r>
            <w:proofErr w:type="spellEnd"/>
            <w:r w:rsidRPr="009C4ED6">
              <w:t>), ITV and the BBC. Under Irish and UK copyright law these broadcasters owned the copyright for list</w:t>
            </w:r>
            <w:r w:rsidR="000C5CEC">
              <w:t>s</w:t>
            </w:r>
            <w:r w:rsidRPr="009C4ED6">
              <w:t xml:space="preserve"> of their programs</w:t>
            </w:r>
            <w:r w:rsidR="002E7FCD">
              <w:t xml:space="preserve">, and provided this information </w:t>
            </w:r>
            <w:r w:rsidRPr="009C4ED6">
              <w:t xml:space="preserve">free of charge to newspapers. However, there was no comprehensive TV guide. In 1985, Mr Magill decided to produce a </w:t>
            </w:r>
            <w:r w:rsidR="000C5CEC">
              <w:t xml:space="preserve">TV </w:t>
            </w:r>
            <w:r w:rsidRPr="009C4ED6">
              <w:t xml:space="preserve">guide, but the broadcasters refused to provide him with a list of </w:t>
            </w:r>
            <w:r w:rsidR="000C5CEC">
              <w:t xml:space="preserve">their </w:t>
            </w:r>
            <w:r w:rsidRPr="009C4ED6">
              <w:t xml:space="preserve">programs. Magill complained to the European Commission </w:t>
            </w:r>
            <w:r w:rsidR="004D5183">
              <w:t xml:space="preserve">(EC) </w:t>
            </w:r>
            <w:r w:rsidRPr="009C4ED6">
              <w:t>that the broadcasters were abusing their dominant position</w:t>
            </w:r>
            <w:r w:rsidR="000A0352">
              <w:t>,</w:t>
            </w:r>
            <w:r w:rsidRPr="009C4ED6">
              <w:t xml:space="preserve"> and therefore breaching Article 86 of the Treaty of Rome. Despite the general presumption that IP rights allowed IP holders to refuse to license their IP, the European Court of Justice found that the broadcasters </w:t>
            </w:r>
            <w:r w:rsidR="002E7FCD">
              <w:t xml:space="preserve">had abused their dominant position because they </w:t>
            </w:r>
            <w:r w:rsidRPr="009C4ED6">
              <w:t xml:space="preserve">held information which </w:t>
            </w:r>
            <w:r w:rsidR="002E7FCD">
              <w:t xml:space="preserve">was ‘essential’ </w:t>
            </w:r>
            <w:r w:rsidRPr="009C4ED6">
              <w:t>and by refusing to license they had prevented competition. The Court found in Magill’s favour</w:t>
            </w:r>
            <w:r w:rsidR="002E7FCD">
              <w:t xml:space="preserve"> and required the broadcasters to provide list</w:t>
            </w:r>
            <w:r w:rsidR="00DD7154">
              <w:t>s</w:t>
            </w:r>
            <w:r w:rsidR="002E7FCD">
              <w:t xml:space="preserve"> of their programs to Magill</w:t>
            </w:r>
            <w:r w:rsidRPr="009C4ED6">
              <w:t>.</w:t>
            </w:r>
          </w:p>
          <w:p w:rsidR="008D1BF5" w:rsidRPr="00575765" w:rsidRDefault="000C5CEC" w:rsidP="00575765">
            <w:pPr>
              <w:pStyle w:val="Box"/>
            </w:pPr>
            <w:proofErr w:type="spellStart"/>
            <w:r w:rsidRPr="00575765">
              <w:t>IMS</w:t>
            </w:r>
            <w:proofErr w:type="spellEnd"/>
            <w:r w:rsidRPr="00575765">
              <w:t xml:space="preserve"> Health</w:t>
            </w:r>
            <w:r w:rsidR="006C3F7A" w:rsidRPr="00575765">
              <w:t xml:space="preserve"> v </w:t>
            </w:r>
            <w:proofErr w:type="spellStart"/>
            <w:r w:rsidR="006C3F7A" w:rsidRPr="00575765">
              <w:t>NDC</w:t>
            </w:r>
            <w:proofErr w:type="spellEnd"/>
            <w:r w:rsidR="006C3F7A" w:rsidRPr="00575765">
              <w:t xml:space="preserve"> Health</w:t>
            </w:r>
            <w:r w:rsidRPr="00575765">
              <w:t xml:space="preserve"> — </w:t>
            </w:r>
            <w:r w:rsidR="005536A4" w:rsidRPr="00575765">
              <w:t xml:space="preserve">For many years, </w:t>
            </w:r>
            <w:r w:rsidRPr="00575765">
              <w:t>I</w:t>
            </w:r>
            <w:r w:rsidR="005536A4" w:rsidRPr="00575765">
              <w:t xml:space="preserve">ntercontinental </w:t>
            </w:r>
            <w:r w:rsidRPr="00575765">
              <w:t>M</w:t>
            </w:r>
            <w:r w:rsidR="005536A4" w:rsidRPr="00575765">
              <w:t xml:space="preserve">arketing </w:t>
            </w:r>
            <w:r w:rsidRPr="00575765">
              <w:t>S</w:t>
            </w:r>
            <w:r w:rsidR="005536A4" w:rsidRPr="00575765">
              <w:t>ervices</w:t>
            </w:r>
            <w:r w:rsidRPr="00575765">
              <w:t xml:space="preserve"> Health</w:t>
            </w:r>
            <w:r w:rsidR="005536A4" w:rsidRPr="00575765">
              <w:t xml:space="preserve"> Inc. (</w:t>
            </w:r>
            <w:proofErr w:type="spellStart"/>
            <w:r w:rsidR="005536A4" w:rsidRPr="00575765">
              <w:t>IMS</w:t>
            </w:r>
            <w:proofErr w:type="spellEnd"/>
            <w:r w:rsidR="005536A4" w:rsidRPr="00575765">
              <w:t>)</w:t>
            </w:r>
            <w:r w:rsidR="00561C6D" w:rsidRPr="00575765">
              <w:t xml:space="preserve"> </w:t>
            </w:r>
            <w:r w:rsidRPr="00575765">
              <w:t>was</w:t>
            </w:r>
            <w:r w:rsidR="005536A4" w:rsidRPr="00575765">
              <w:t xml:space="preserve"> the sole</w:t>
            </w:r>
            <w:r w:rsidR="003928E7" w:rsidRPr="00575765">
              <w:t xml:space="preserve"> </w:t>
            </w:r>
            <w:r w:rsidRPr="00575765">
              <w:t xml:space="preserve">supplier of regional sales data to the pharmaceutical industry in Germany. </w:t>
            </w:r>
            <w:proofErr w:type="spellStart"/>
            <w:r w:rsidRPr="00575765">
              <w:t>IMS</w:t>
            </w:r>
            <w:proofErr w:type="spellEnd"/>
            <w:r w:rsidRPr="00575765">
              <w:t xml:space="preserve"> supplied data to its </w:t>
            </w:r>
            <w:r w:rsidR="00561C6D" w:rsidRPr="00575765">
              <w:t xml:space="preserve">customers </w:t>
            </w:r>
            <w:r w:rsidRPr="00575765">
              <w:t xml:space="preserve">using a specific format — based on geographical units, known as ‘bricks’. </w:t>
            </w:r>
            <w:r w:rsidR="00561C6D" w:rsidRPr="00575765">
              <w:t xml:space="preserve">This format had been developed over decades through collaboration with the pharmaceutical industry. </w:t>
            </w:r>
            <w:r w:rsidR="005536A4" w:rsidRPr="00575765">
              <w:t>In 1999, two competitors — National Data Corporation (</w:t>
            </w:r>
            <w:proofErr w:type="spellStart"/>
            <w:r w:rsidR="005536A4" w:rsidRPr="00575765">
              <w:t>NDC</w:t>
            </w:r>
            <w:proofErr w:type="spellEnd"/>
            <w:r w:rsidR="005536A4" w:rsidRPr="00575765">
              <w:t xml:space="preserve">) and </w:t>
            </w:r>
            <w:proofErr w:type="spellStart"/>
            <w:r w:rsidR="005536A4" w:rsidRPr="00575765">
              <w:t>AzyX</w:t>
            </w:r>
            <w:proofErr w:type="spellEnd"/>
            <w:r w:rsidR="005536A4" w:rsidRPr="00575765">
              <w:t xml:space="preserve"> — tried to enter the market. When these competitors used the brick system, </w:t>
            </w:r>
            <w:proofErr w:type="spellStart"/>
            <w:r w:rsidR="005536A4" w:rsidRPr="00575765">
              <w:t>IMS</w:t>
            </w:r>
            <w:proofErr w:type="spellEnd"/>
            <w:r w:rsidR="005536A4" w:rsidRPr="00575765">
              <w:t xml:space="preserve"> successfully sued for copyright infringement and w</w:t>
            </w:r>
            <w:r w:rsidR="000A0352" w:rsidRPr="00575765">
              <w:t>as</w:t>
            </w:r>
            <w:r w:rsidR="005536A4" w:rsidRPr="00575765">
              <w:t xml:space="preserve"> granted an injunction. </w:t>
            </w:r>
            <w:proofErr w:type="spellStart"/>
            <w:r w:rsidR="00561C6D" w:rsidRPr="00575765">
              <w:t>IMS</w:t>
            </w:r>
            <w:proofErr w:type="spellEnd"/>
            <w:r w:rsidR="00561C6D" w:rsidRPr="00575765">
              <w:t xml:space="preserve"> </w:t>
            </w:r>
            <w:r w:rsidR="005536A4" w:rsidRPr="00575765">
              <w:t xml:space="preserve">subsequently refused to license its format to competitors. </w:t>
            </w:r>
            <w:r w:rsidRPr="00575765">
              <w:t>In 2000,</w:t>
            </w:r>
            <w:r w:rsidR="00561C6D" w:rsidRPr="00575765">
              <w:t xml:space="preserve"> </w:t>
            </w:r>
            <w:proofErr w:type="spellStart"/>
            <w:r w:rsidR="00561C6D" w:rsidRPr="00575765">
              <w:t>NDC</w:t>
            </w:r>
            <w:proofErr w:type="spellEnd"/>
            <w:r w:rsidRPr="00575765">
              <w:t xml:space="preserve"> </w:t>
            </w:r>
            <w:r w:rsidR="00561C6D" w:rsidRPr="00575765">
              <w:t xml:space="preserve">complained to the </w:t>
            </w:r>
            <w:r w:rsidR="004D5183" w:rsidRPr="00575765">
              <w:t>EC</w:t>
            </w:r>
            <w:r w:rsidR="00561C6D" w:rsidRPr="00575765">
              <w:t xml:space="preserve">, arguing that </w:t>
            </w:r>
            <w:r w:rsidR="00DD7154" w:rsidRPr="00575765">
              <w:t>the brick structure was an industry standard</w:t>
            </w:r>
            <w:r w:rsidR="005536A4" w:rsidRPr="00575765">
              <w:t>, and it could not compete without using this standard</w:t>
            </w:r>
            <w:r w:rsidR="00DD7154" w:rsidRPr="00575765">
              <w:t>.</w:t>
            </w:r>
            <w:r w:rsidRPr="00575765">
              <w:t xml:space="preserve"> In 2001, the </w:t>
            </w:r>
            <w:r w:rsidR="004D5183" w:rsidRPr="00575765">
              <w:t>E</w:t>
            </w:r>
            <w:r w:rsidRPr="00575765">
              <w:t xml:space="preserve">C issued a preliminary ruling finding that </w:t>
            </w:r>
            <w:proofErr w:type="spellStart"/>
            <w:r w:rsidRPr="00575765">
              <w:t>IMS</w:t>
            </w:r>
            <w:proofErr w:type="spellEnd"/>
            <w:r w:rsidRPr="00575765">
              <w:t xml:space="preserve"> had abused its dominant position in the German market and required it to lice</w:t>
            </w:r>
            <w:r w:rsidR="005536A4" w:rsidRPr="00575765">
              <w:t xml:space="preserve">nse its brick system to </w:t>
            </w:r>
            <w:proofErr w:type="spellStart"/>
            <w:r w:rsidR="005536A4" w:rsidRPr="00575765">
              <w:t>NDC</w:t>
            </w:r>
            <w:proofErr w:type="spellEnd"/>
            <w:r w:rsidR="005536A4" w:rsidRPr="00575765">
              <w:t xml:space="preserve"> and</w:t>
            </w:r>
            <w:r w:rsidRPr="00575765">
              <w:t xml:space="preserve"> </w:t>
            </w:r>
            <w:proofErr w:type="spellStart"/>
            <w:r w:rsidRPr="00575765">
              <w:t>AzyX</w:t>
            </w:r>
            <w:proofErr w:type="spellEnd"/>
            <w:r w:rsidRPr="00575765">
              <w:t>.</w:t>
            </w:r>
            <w:r w:rsidR="00375F81" w:rsidRPr="00575765">
              <w:t xml:space="preserve"> The </w:t>
            </w:r>
            <w:r w:rsidR="006C3F7A" w:rsidRPr="00575765">
              <w:t xml:space="preserve">matter was further considered </w:t>
            </w:r>
            <w:r w:rsidR="004B02F3" w:rsidRPr="00575765">
              <w:t>by a series of German and European courts</w:t>
            </w:r>
            <w:r w:rsidR="006C3F7A" w:rsidRPr="00575765">
              <w:t>.</w:t>
            </w:r>
          </w:p>
        </w:tc>
      </w:tr>
      <w:tr w:rsidR="008D1BF5">
        <w:trPr>
          <w:cantSplit/>
        </w:trPr>
        <w:tc>
          <w:tcPr>
            <w:tcW w:w="8771" w:type="dxa"/>
            <w:tcBorders>
              <w:top w:val="nil"/>
              <w:left w:val="single" w:sz="6" w:space="0" w:color="auto"/>
              <w:bottom w:val="nil"/>
              <w:right w:val="single" w:sz="6" w:space="0" w:color="auto"/>
            </w:tcBorders>
          </w:tcPr>
          <w:p w:rsidR="008D1BF5" w:rsidRDefault="008D1BF5" w:rsidP="00737130">
            <w:pPr>
              <w:pStyle w:val="BoxSource"/>
              <w:rPr>
                <w:i/>
              </w:rPr>
            </w:pPr>
            <w:r>
              <w:rPr>
                <w:i/>
              </w:rPr>
              <w:t>Source</w:t>
            </w:r>
            <w:r w:rsidR="004D5183">
              <w:rPr>
                <w:i/>
              </w:rPr>
              <w:t>s</w:t>
            </w:r>
            <w:r w:rsidRPr="00167F06">
              <w:t xml:space="preserve">: </w:t>
            </w:r>
            <w:proofErr w:type="spellStart"/>
            <w:r w:rsidR="00A82607">
              <w:t>Delrahim</w:t>
            </w:r>
            <w:proofErr w:type="spellEnd"/>
            <w:r w:rsidR="00A82607">
              <w:t xml:space="preserve"> (2004); </w:t>
            </w:r>
            <w:r w:rsidR="00343BE3">
              <w:t xml:space="preserve">Glazer (2006); </w:t>
            </w:r>
            <w:r w:rsidR="00CC21CF">
              <w:t>Hull</w:t>
            </w:r>
            <w:r w:rsidR="004D6E78">
              <w:t>, Atwood and Perrine</w:t>
            </w:r>
            <w:r w:rsidR="00CC21CF">
              <w:t xml:space="preserve"> (2002)</w:t>
            </w:r>
            <w:r w:rsidR="00737130">
              <w:t>.</w:t>
            </w:r>
            <w:r w:rsidR="00DD7154">
              <w:t xml:space="preserve"> </w:t>
            </w:r>
          </w:p>
        </w:tc>
      </w:tr>
      <w:tr w:rsidR="008D1BF5">
        <w:trPr>
          <w:cantSplit/>
        </w:trPr>
        <w:tc>
          <w:tcPr>
            <w:tcW w:w="8771" w:type="dxa"/>
            <w:tcBorders>
              <w:top w:val="nil"/>
              <w:left w:val="single" w:sz="6" w:space="0" w:color="auto"/>
              <w:bottom w:val="single" w:sz="6" w:space="0" w:color="auto"/>
              <w:right w:val="single" w:sz="6" w:space="0" w:color="auto"/>
            </w:tcBorders>
          </w:tcPr>
          <w:p w:rsidR="008D1BF5" w:rsidRDefault="008D1BF5">
            <w:pPr>
              <w:pStyle w:val="Box"/>
              <w:spacing w:before="0" w:line="120" w:lineRule="exact"/>
            </w:pPr>
          </w:p>
        </w:tc>
      </w:tr>
      <w:tr w:rsidR="008D1BF5" w:rsidRPr="000863A5">
        <w:tc>
          <w:tcPr>
            <w:tcW w:w="8771" w:type="dxa"/>
            <w:tcBorders>
              <w:top w:val="nil"/>
              <w:left w:val="nil"/>
              <w:bottom w:val="nil"/>
              <w:right w:val="nil"/>
            </w:tcBorders>
          </w:tcPr>
          <w:p w:rsidR="008D1BF5" w:rsidRPr="00626D32" w:rsidRDefault="008D1BF5" w:rsidP="000C5CEC">
            <w:pPr>
              <w:pStyle w:val="BoxSpaceBelow"/>
            </w:pPr>
          </w:p>
        </w:tc>
      </w:tr>
    </w:tbl>
    <w:p w:rsidR="0074750B" w:rsidRPr="00117809" w:rsidRDefault="00E85C37" w:rsidP="00117809">
      <w:pPr>
        <w:pStyle w:val="BodyText"/>
      </w:pPr>
      <w:r w:rsidRPr="00117809">
        <w:lastRenderedPageBreak/>
        <w:t>In</w:t>
      </w:r>
      <w:r w:rsidR="00A82607" w:rsidRPr="00117809">
        <w:t xml:space="preserve"> both </w:t>
      </w:r>
      <w:r w:rsidRPr="00117809">
        <w:t xml:space="preserve">Magill </w:t>
      </w:r>
      <w:r w:rsidR="00A82607" w:rsidRPr="00117809">
        <w:t xml:space="preserve">and </w:t>
      </w:r>
      <w:proofErr w:type="spellStart"/>
      <w:r w:rsidR="00A82607" w:rsidRPr="00117809">
        <w:t>IMS</w:t>
      </w:r>
      <w:proofErr w:type="spellEnd"/>
      <w:r w:rsidR="00A82607" w:rsidRPr="00117809">
        <w:t xml:space="preserve"> Health </w:t>
      </w:r>
      <w:r w:rsidRPr="00117809">
        <w:t>the European Court</w:t>
      </w:r>
      <w:r w:rsidR="00A82607" w:rsidRPr="00117809">
        <w:t xml:space="preserve">s </w:t>
      </w:r>
      <w:r w:rsidRPr="00117809">
        <w:t>held that in exceptional circumstances</w:t>
      </w:r>
      <w:r w:rsidR="000D250A" w:rsidRPr="00117809">
        <w:t>,</w:t>
      </w:r>
      <w:r w:rsidRPr="00117809">
        <w:t xml:space="preserve"> a dominant company’s refusal to license its IP </w:t>
      </w:r>
      <w:r w:rsidR="00461247" w:rsidRPr="00117809">
        <w:t>could</w:t>
      </w:r>
      <w:r w:rsidRPr="00117809">
        <w:t xml:space="preserve"> </w:t>
      </w:r>
      <w:r w:rsidR="00461247" w:rsidRPr="00117809">
        <w:t xml:space="preserve">constitute </w:t>
      </w:r>
      <w:r w:rsidR="001C1E27" w:rsidRPr="00117809">
        <w:t xml:space="preserve">abuse of </w:t>
      </w:r>
      <w:r w:rsidR="000D250A" w:rsidRPr="00117809">
        <w:t xml:space="preserve">its </w:t>
      </w:r>
      <w:r w:rsidR="001C1E27" w:rsidRPr="00117809">
        <w:t>dominant position (</w:t>
      </w:r>
      <w:proofErr w:type="spellStart"/>
      <w:r w:rsidR="001C1E27" w:rsidRPr="00117809">
        <w:t>Kanter</w:t>
      </w:r>
      <w:proofErr w:type="spellEnd"/>
      <w:r w:rsidR="004B02F3" w:rsidRPr="00117809">
        <w:t> </w:t>
      </w:r>
      <w:r w:rsidR="001C1E27" w:rsidRPr="00117809">
        <w:t xml:space="preserve">2006). </w:t>
      </w:r>
      <w:r w:rsidR="00461247" w:rsidRPr="00117809">
        <w:t>Specific c</w:t>
      </w:r>
      <w:r w:rsidR="0074750B" w:rsidRPr="00117809">
        <w:t xml:space="preserve">onditions which </w:t>
      </w:r>
      <w:r w:rsidR="00461247" w:rsidRPr="00117809">
        <w:t xml:space="preserve">constitute abuse </w:t>
      </w:r>
      <w:r w:rsidR="0074750B" w:rsidRPr="00117809">
        <w:t>were established in Magill</w:t>
      </w:r>
      <w:r w:rsidR="00871C49" w:rsidRPr="00117809">
        <w:t xml:space="preserve"> and reaffirmed in </w:t>
      </w:r>
      <w:proofErr w:type="spellStart"/>
      <w:r w:rsidR="00871C49" w:rsidRPr="00117809">
        <w:t>IMS</w:t>
      </w:r>
      <w:proofErr w:type="spellEnd"/>
      <w:r w:rsidR="00871C49" w:rsidRPr="00117809">
        <w:t xml:space="preserve"> Health: </w:t>
      </w:r>
    </w:p>
    <w:p w:rsidR="00871C49" w:rsidRPr="002D55CE" w:rsidRDefault="00871C49" w:rsidP="002D55CE">
      <w:pPr>
        <w:pStyle w:val="ListBullet"/>
      </w:pPr>
      <w:r w:rsidRPr="002D55CE">
        <w:t>The information in question is indispensable to compete in the relevant secondary market.</w:t>
      </w:r>
    </w:p>
    <w:p w:rsidR="00871C49" w:rsidRPr="002D55CE" w:rsidRDefault="00871C49" w:rsidP="002D55CE">
      <w:pPr>
        <w:pStyle w:val="ListBullet"/>
      </w:pPr>
      <w:r w:rsidRPr="002D55CE">
        <w:t>The refusal of access to essential elements would prevent the emergence of a new product which is not offered by the dominant firm and for which exists a demand.</w:t>
      </w:r>
    </w:p>
    <w:p w:rsidR="00871C49" w:rsidRPr="002D55CE" w:rsidRDefault="00871C49" w:rsidP="002D55CE">
      <w:pPr>
        <w:pStyle w:val="ListBullet"/>
      </w:pPr>
      <w:r w:rsidRPr="002D55CE">
        <w:t>There is no objective justification for the refusal (</w:t>
      </w:r>
      <w:proofErr w:type="spellStart"/>
      <w:r w:rsidRPr="002D55CE">
        <w:t>Pil</w:t>
      </w:r>
      <w:proofErr w:type="spellEnd"/>
      <w:r w:rsidRPr="002D55CE">
        <w:t xml:space="preserve"> Choi 2010).</w:t>
      </w:r>
    </w:p>
    <w:p w:rsidR="008D1BF5" w:rsidRPr="002D55CE" w:rsidRDefault="008D1BF5" w:rsidP="002D55CE">
      <w:pPr>
        <w:pStyle w:val="BodyText"/>
      </w:pPr>
      <w:r w:rsidRPr="002D55CE">
        <w:t xml:space="preserve">While these cases </w:t>
      </w:r>
      <w:r w:rsidR="00E80622" w:rsidRPr="002D55CE">
        <w:t>concern</w:t>
      </w:r>
      <w:r w:rsidRPr="002D55CE">
        <w:t xml:space="preserve"> copyright rather than patents, </w:t>
      </w:r>
      <w:r w:rsidR="00A82607" w:rsidRPr="002D55CE">
        <w:t xml:space="preserve">precedents from these cases can be applied to </w:t>
      </w:r>
      <w:r w:rsidR="00E80622" w:rsidRPr="002D55CE">
        <w:t>patents</w:t>
      </w:r>
      <w:r w:rsidRPr="002D55CE">
        <w:t xml:space="preserve">. </w:t>
      </w:r>
    </w:p>
    <w:p w:rsidR="009C032B" w:rsidRPr="00E46D3F" w:rsidRDefault="0054046C" w:rsidP="00E46D3F">
      <w:pPr>
        <w:pStyle w:val="BodyText"/>
      </w:pPr>
      <w:r w:rsidRPr="00E46D3F">
        <w:t xml:space="preserve">Interoperability </w:t>
      </w:r>
      <w:r w:rsidR="00461247" w:rsidRPr="00E46D3F">
        <w:t xml:space="preserve">of computer software </w:t>
      </w:r>
      <w:r w:rsidR="00381C20" w:rsidRPr="00E46D3F">
        <w:t xml:space="preserve">has been another </w:t>
      </w:r>
      <w:r w:rsidR="00461247" w:rsidRPr="00E46D3F">
        <w:t>issue relevant to competition policy and IP rights in the European Union</w:t>
      </w:r>
      <w:r w:rsidRPr="00E46D3F">
        <w:t>. For example, t</w:t>
      </w:r>
      <w:r w:rsidR="00B3088B" w:rsidRPr="00E46D3F">
        <w:t xml:space="preserve">he </w:t>
      </w:r>
      <w:r w:rsidR="00461247" w:rsidRPr="00E46D3F">
        <w:t xml:space="preserve">European </w:t>
      </w:r>
      <w:r w:rsidR="00DA38FF" w:rsidRPr="00E46D3F">
        <w:t>Commiss</w:t>
      </w:r>
      <w:r w:rsidR="00871C49" w:rsidRPr="00E46D3F">
        <w:t>i</w:t>
      </w:r>
      <w:r w:rsidR="00DA38FF" w:rsidRPr="00E46D3F">
        <w:t>on</w:t>
      </w:r>
      <w:r w:rsidR="00B3088B" w:rsidRPr="00E46D3F">
        <w:t xml:space="preserve"> </w:t>
      </w:r>
      <w:r w:rsidR="00F273D4" w:rsidRPr="00E46D3F">
        <w:t xml:space="preserve">(EC) </w:t>
      </w:r>
      <w:r w:rsidR="00B3088B" w:rsidRPr="00E46D3F">
        <w:t xml:space="preserve">has had a series of disputes with </w:t>
      </w:r>
      <w:r w:rsidR="00F01D64" w:rsidRPr="00E46D3F">
        <w:t>Microsoft</w:t>
      </w:r>
      <w:r w:rsidR="00B3088B" w:rsidRPr="00E46D3F">
        <w:t xml:space="preserve">. </w:t>
      </w:r>
      <w:r w:rsidRPr="00E46D3F">
        <w:t xml:space="preserve">In 2004, the </w:t>
      </w:r>
      <w:r w:rsidR="00F273D4" w:rsidRPr="00E46D3F">
        <w:t xml:space="preserve">EC </w:t>
      </w:r>
      <w:r w:rsidRPr="00E46D3F">
        <w:t xml:space="preserve">found that Microsoft had abused its near monopoly position </w:t>
      </w:r>
      <w:r w:rsidR="00F57C1E" w:rsidRPr="00E46D3F">
        <w:t xml:space="preserve">in two respects. First, Microsoft was found to have </w:t>
      </w:r>
      <w:r w:rsidRPr="00E46D3F">
        <w:t>deliberately restrict</w:t>
      </w:r>
      <w:r w:rsidR="00461247" w:rsidRPr="00E46D3F">
        <w:t>ed</w:t>
      </w:r>
      <w:r w:rsidRPr="00E46D3F">
        <w:t xml:space="preserve"> interoperability between </w:t>
      </w:r>
      <w:r w:rsidR="00F57C1E" w:rsidRPr="00E46D3F">
        <w:t xml:space="preserve">its </w:t>
      </w:r>
      <w:r w:rsidRPr="00E46D3F">
        <w:t>Windows operating system and non</w:t>
      </w:r>
      <w:r w:rsidRPr="00E46D3F">
        <w:noBreakHyphen/>
        <w:t xml:space="preserve">Microsoft </w:t>
      </w:r>
      <w:r w:rsidR="00461247" w:rsidRPr="00E46D3F">
        <w:t>work group servers</w:t>
      </w:r>
      <w:r w:rsidRPr="00E46D3F">
        <w:t xml:space="preserve">. </w:t>
      </w:r>
      <w:r w:rsidR="00F57C1E" w:rsidRPr="00E46D3F">
        <w:t xml:space="preserve">Second, the </w:t>
      </w:r>
      <w:r w:rsidR="00F273D4" w:rsidRPr="00E46D3F">
        <w:t>EC</w:t>
      </w:r>
      <w:r w:rsidR="00F57C1E" w:rsidRPr="00E46D3F">
        <w:t xml:space="preserve"> found that Microsoft had bundled together its Windows software and Windows Media Player to prevent competition</w:t>
      </w:r>
      <w:r w:rsidR="00012763" w:rsidRPr="00E46D3F">
        <w:t xml:space="preserve"> from rival media players</w:t>
      </w:r>
      <w:r w:rsidR="00F57C1E" w:rsidRPr="00E46D3F">
        <w:t xml:space="preserve">. </w:t>
      </w:r>
    </w:p>
    <w:p w:rsidR="009C032B" w:rsidRPr="008E18D2" w:rsidRDefault="009C032B" w:rsidP="008E18D2">
      <w:pPr>
        <w:pStyle w:val="BodyText"/>
      </w:pPr>
      <w:r w:rsidRPr="008E18D2">
        <w:t xml:space="preserve">To remedy these abuses, the EC required Microsoft to supply all necessary interface information to allow non-Microsoft work group servers to achieve interoperability and to produce a version of Windows without Windows Media Player. For copyrighted information, the EC made compulsory licences with ‘reasonable royalties’ available. </w:t>
      </w:r>
      <w:r w:rsidR="00381C20" w:rsidRPr="008E18D2">
        <w:t xml:space="preserve">The </w:t>
      </w:r>
      <w:r w:rsidR="00F273D4" w:rsidRPr="008E18D2">
        <w:t>EC</w:t>
      </w:r>
      <w:r w:rsidR="00381C20" w:rsidRPr="008E18D2">
        <w:t xml:space="preserve"> imposed a fine of </w:t>
      </w:r>
      <w:r w:rsidR="002D5668" w:rsidRPr="008E18D2">
        <w:t>€</w:t>
      </w:r>
      <w:r w:rsidR="00381C20" w:rsidRPr="008E18D2">
        <w:t xml:space="preserve">497 million </w:t>
      </w:r>
      <w:r w:rsidR="00571D61" w:rsidRPr="008E18D2">
        <w:t>(</w:t>
      </w:r>
      <w:proofErr w:type="spellStart"/>
      <w:r w:rsidR="00571D61" w:rsidRPr="008E18D2">
        <w:t>Anderman</w:t>
      </w:r>
      <w:proofErr w:type="spellEnd"/>
      <w:r w:rsidR="00571D61" w:rsidRPr="008E18D2">
        <w:t xml:space="preserve"> 2007)</w:t>
      </w:r>
      <w:r w:rsidR="00381C20" w:rsidRPr="008E18D2">
        <w:t xml:space="preserve">. </w:t>
      </w:r>
      <w:r w:rsidR="00E86679" w:rsidRPr="008E18D2">
        <w:t xml:space="preserve">In 2007, Microsoft lost its appeal against the </w:t>
      </w:r>
      <w:r w:rsidR="00F273D4" w:rsidRPr="008E18D2">
        <w:t>E</w:t>
      </w:r>
      <w:r w:rsidR="00E86679" w:rsidRPr="008E18D2">
        <w:t>C’s case</w:t>
      </w:r>
      <w:r w:rsidR="00F56C63" w:rsidRPr="008E18D2">
        <w:t xml:space="preserve"> (Court</w:t>
      </w:r>
      <w:r w:rsidR="005150CC" w:rsidRPr="008E18D2">
        <w:t> </w:t>
      </w:r>
      <w:r w:rsidR="00F56C63" w:rsidRPr="008E18D2">
        <w:t>of</w:t>
      </w:r>
      <w:r w:rsidR="005150CC" w:rsidRPr="008E18D2">
        <w:t> </w:t>
      </w:r>
      <w:r w:rsidR="00F56C63" w:rsidRPr="008E18D2">
        <w:t>First</w:t>
      </w:r>
      <w:r w:rsidR="005150CC" w:rsidRPr="008E18D2">
        <w:t> </w:t>
      </w:r>
      <w:r w:rsidR="00F56C63" w:rsidRPr="008E18D2">
        <w:t>Instance</w:t>
      </w:r>
      <w:r w:rsidR="005150CC" w:rsidRPr="008E18D2">
        <w:t> </w:t>
      </w:r>
      <w:r w:rsidR="00F56C63" w:rsidRPr="008E18D2">
        <w:t>2007)</w:t>
      </w:r>
      <w:r w:rsidR="00E86679" w:rsidRPr="008E18D2">
        <w:t xml:space="preserve">. </w:t>
      </w:r>
      <w:r w:rsidR="000C1560" w:rsidRPr="008E18D2">
        <w:t xml:space="preserve">In 2008, the </w:t>
      </w:r>
      <w:r w:rsidR="00F273D4" w:rsidRPr="008E18D2">
        <w:t>E</w:t>
      </w:r>
      <w:r w:rsidR="000C1560" w:rsidRPr="008E18D2">
        <w:t xml:space="preserve">C </w:t>
      </w:r>
      <w:r w:rsidR="002D5668" w:rsidRPr="008E18D2">
        <w:t xml:space="preserve">found that the royalty rates Microsoft requested for interoperability </w:t>
      </w:r>
      <w:r w:rsidR="00461247" w:rsidRPr="008E18D2">
        <w:t xml:space="preserve">information </w:t>
      </w:r>
      <w:r w:rsidR="002D5668" w:rsidRPr="008E18D2">
        <w:t xml:space="preserve">were not </w:t>
      </w:r>
      <w:r w:rsidR="00461247" w:rsidRPr="008E18D2">
        <w:t xml:space="preserve">on </w:t>
      </w:r>
      <w:r w:rsidR="002D5668" w:rsidRPr="008E18D2">
        <w:t xml:space="preserve">reasonable terms, and imposed an </w:t>
      </w:r>
      <w:r w:rsidR="000C1560" w:rsidRPr="008E18D2">
        <w:t xml:space="preserve">additional </w:t>
      </w:r>
      <w:r w:rsidR="002D5668" w:rsidRPr="008E18D2">
        <w:t>€</w:t>
      </w:r>
      <w:r w:rsidR="000C1560" w:rsidRPr="008E18D2">
        <w:t xml:space="preserve">899 million </w:t>
      </w:r>
      <w:r w:rsidR="002D5668" w:rsidRPr="008E18D2">
        <w:t>fine (European Commission 2008)</w:t>
      </w:r>
      <w:r w:rsidR="000C1560" w:rsidRPr="008E18D2">
        <w:t xml:space="preserve">. </w:t>
      </w:r>
      <w:r w:rsidR="00F56C63" w:rsidRPr="008E18D2">
        <w:t>T</w:t>
      </w:r>
      <w:r w:rsidR="000C1560" w:rsidRPr="008E18D2">
        <w:t>his fine was upheld</w:t>
      </w:r>
      <w:r w:rsidR="00F56C63" w:rsidRPr="008E18D2">
        <w:t xml:space="preserve"> in 2012,</w:t>
      </w:r>
      <w:r w:rsidR="000C1560" w:rsidRPr="008E18D2">
        <w:t xml:space="preserve"> but reduced slightly</w:t>
      </w:r>
      <w:r w:rsidRPr="008E18D2">
        <w:t xml:space="preserve"> </w:t>
      </w:r>
      <w:r w:rsidR="00F57C1E" w:rsidRPr="008E18D2">
        <w:t>(General</w:t>
      </w:r>
      <w:r w:rsidR="004D6E78" w:rsidRPr="008E18D2">
        <w:t xml:space="preserve"> </w:t>
      </w:r>
      <w:r w:rsidR="00F57C1E" w:rsidRPr="008E18D2">
        <w:t>Court</w:t>
      </w:r>
      <w:r w:rsidR="004D6E78" w:rsidRPr="008E18D2">
        <w:t xml:space="preserve"> </w:t>
      </w:r>
      <w:r w:rsidR="00F57C1E" w:rsidRPr="008E18D2">
        <w:t>of</w:t>
      </w:r>
      <w:r w:rsidR="004D6E78" w:rsidRPr="008E18D2">
        <w:t xml:space="preserve"> </w:t>
      </w:r>
      <w:r w:rsidR="00F57C1E" w:rsidRPr="008E18D2">
        <w:t>the</w:t>
      </w:r>
      <w:r w:rsidR="004D6E78" w:rsidRPr="008E18D2">
        <w:t xml:space="preserve"> </w:t>
      </w:r>
      <w:r w:rsidR="00F57C1E" w:rsidRPr="008E18D2">
        <w:t>European</w:t>
      </w:r>
      <w:r w:rsidR="004D6E78" w:rsidRPr="008E18D2">
        <w:t xml:space="preserve"> </w:t>
      </w:r>
      <w:r w:rsidR="00F57C1E" w:rsidRPr="008E18D2">
        <w:t>Union</w:t>
      </w:r>
      <w:r w:rsidR="004D6E78" w:rsidRPr="008E18D2">
        <w:t xml:space="preserve"> </w:t>
      </w:r>
      <w:r w:rsidR="00F57C1E" w:rsidRPr="008E18D2">
        <w:t>2012)</w:t>
      </w:r>
      <w:r w:rsidR="000C1560" w:rsidRPr="008E18D2">
        <w:t xml:space="preserve">. </w:t>
      </w:r>
    </w:p>
    <w:p w:rsidR="009C032B" w:rsidRDefault="009C032B" w:rsidP="009C032B">
      <w:pPr>
        <w:pStyle w:val="BodyText"/>
        <w:rPr>
          <w:szCs w:val="26"/>
        </w:rPr>
      </w:pPr>
      <w:proofErr w:type="spellStart"/>
      <w:r>
        <w:rPr>
          <w:szCs w:val="26"/>
        </w:rPr>
        <w:t>Ezrachi</w:t>
      </w:r>
      <w:proofErr w:type="spellEnd"/>
      <w:r>
        <w:rPr>
          <w:szCs w:val="26"/>
        </w:rPr>
        <w:t xml:space="preserve"> and </w:t>
      </w:r>
      <w:proofErr w:type="spellStart"/>
      <w:r>
        <w:rPr>
          <w:szCs w:val="26"/>
        </w:rPr>
        <w:t>Maggiolino</w:t>
      </w:r>
      <w:proofErr w:type="spellEnd"/>
      <w:r>
        <w:rPr>
          <w:szCs w:val="26"/>
        </w:rPr>
        <w:t xml:space="preserve"> (2012) argued that the concept of indispensability formulated in </w:t>
      </w:r>
      <w:r w:rsidRPr="00E80CC6">
        <w:rPr>
          <w:i/>
          <w:szCs w:val="26"/>
        </w:rPr>
        <w:t>Magill</w:t>
      </w:r>
      <w:r>
        <w:rPr>
          <w:szCs w:val="26"/>
        </w:rPr>
        <w:t xml:space="preserve"> and </w:t>
      </w:r>
      <w:proofErr w:type="spellStart"/>
      <w:r w:rsidRPr="00E80CC6">
        <w:rPr>
          <w:i/>
          <w:szCs w:val="26"/>
        </w:rPr>
        <w:t>IMS</w:t>
      </w:r>
      <w:proofErr w:type="spellEnd"/>
      <w:r w:rsidRPr="00E80CC6">
        <w:rPr>
          <w:i/>
          <w:szCs w:val="26"/>
        </w:rPr>
        <w:t xml:space="preserve"> Health</w:t>
      </w:r>
      <w:r>
        <w:rPr>
          <w:szCs w:val="26"/>
        </w:rPr>
        <w:t xml:space="preserve"> was broadened in the Microsoft cases to include ‘economic indispensability’, because although an alternative to using Microsoft products was technically possible</w:t>
      </w:r>
      <w:r w:rsidR="004D5183">
        <w:rPr>
          <w:szCs w:val="26"/>
        </w:rPr>
        <w:t>,</w:t>
      </w:r>
      <w:r>
        <w:rPr>
          <w:szCs w:val="26"/>
        </w:rPr>
        <w:t xml:space="preserve"> any alternative would not be economically viable. </w:t>
      </w:r>
    </w:p>
    <w:p w:rsidR="002076F8" w:rsidRPr="00E86D99" w:rsidRDefault="002076F8" w:rsidP="00F172E6">
      <w:pPr>
        <w:pStyle w:val="Heading3"/>
      </w:pPr>
      <w:r w:rsidRPr="00E86D99">
        <w:lastRenderedPageBreak/>
        <w:t>Impacts of compulsory licensing</w:t>
      </w:r>
    </w:p>
    <w:p w:rsidR="002076F8" w:rsidRPr="00DF3098" w:rsidRDefault="002076F8" w:rsidP="002076F8">
      <w:pPr>
        <w:pStyle w:val="BodyText"/>
      </w:pPr>
      <w:r w:rsidRPr="00DF3098">
        <w:t>There is much speculation about the impacts of compulsory licensing provisions. Lawson (2008</w:t>
      </w:r>
      <w:r w:rsidR="00220564" w:rsidRPr="00DF3098">
        <w:t>, p. </w:t>
      </w:r>
      <w:r w:rsidR="00737130" w:rsidRPr="00DF3098">
        <w:t>145</w:t>
      </w:r>
      <w:r w:rsidRPr="00DF3098">
        <w:t xml:space="preserve">) noted ‘there have been regular assertions that compulsory licensing encourages the licensing and working of inventions sooner’. These assertions often relate to the threat of compulsory licensing, and the consequent effect on behaviour. </w:t>
      </w:r>
      <w:proofErr w:type="spellStart"/>
      <w:r w:rsidRPr="00DF3098">
        <w:t>Reichman</w:t>
      </w:r>
      <w:proofErr w:type="spellEnd"/>
      <w:r w:rsidRPr="00DF3098">
        <w:t xml:space="preserve"> (2010</w:t>
      </w:r>
      <w:r w:rsidR="00737130" w:rsidRPr="00DF3098">
        <w:t>, p.</w:t>
      </w:r>
      <w:r w:rsidR="00220564" w:rsidRPr="00DF3098">
        <w:t> </w:t>
      </w:r>
      <w:r w:rsidR="00737130" w:rsidRPr="00DF3098">
        <w:t>596</w:t>
      </w:r>
      <w:r w:rsidRPr="00DF3098">
        <w:t>) noted that prior to 2006, when developing countries began using compulsory licensing provisions more regularly ‘health ministries in a number of countries had quietly begun to use the threat of compulsory licenses to rein in the prices of selected medicines</w:t>
      </w:r>
      <w:r w:rsidR="00737130" w:rsidRPr="00DF3098">
        <w:t>’.</w:t>
      </w:r>
      <w:r w:rsidRPr="00DF3098">
        <w:t xml:space="preserve"> This followed similar threats in developed countries. </w:t>
      </w:r>
      <w:proofErr w:type="spellStart"/>
      <w:r w:rsidRPr="00DF3098">
        <w:t>Reichman</w:t>
      </w:r>
      <w:proofErr w:type="spellEnd"/>
      <w:r w:rsidRPr="00DF3098">
        <w:t xml:space="preserve"> noted that, in 2001, the United States threatened Bayer with a compulsory licence on ciprofloxacin, which the U</w:t>
      </w:r>
      <w:r w:rsidR="006677B3" w:rsidRPr="00DF3098">
        <w:t xml:space="preserve">nited </w:t>
      </w:r>
      <w:r w:rsidRPr="00DF3098">
        <w:t>S</w:t>
      </w:r>
      <w:r w:rsidR="006677B3" w:rsidRPr="00DF3098">
        <w:t>tates</w:t>
      </w:r>
      <w:r w:rsidRPr="00DF3098">
        <w:t xml:space="preserve"> intended to stockpile as a defence against anthrax. Bayer drastically lowered its price after this threat.</w:t>
      </w:r>
      <w:r w:rsidRPr="00996E47">
        <w:t xml:space="preserve"> </w:t>
      </w:r>
      <w:r>
        <w:t>March</w:t>
      </w:r>
      <w:r>
        <w:noBreakHyphen/>
        <w:t xml:space="preserve">in rights, equivalent to compulsory licensing, also appear to have been used in licensing negotiations (ALRC 2004). Packard Love (2007) found that in 2001, Roche and Chiron reached agreement for a voluntary licence for a patent owned by Chiron for a blood screening HIV probe. This followed Roche’s request for a compulsory licence to the German Government in 2000. </w:t>
      </w:r>
    </w:p>
    <w:p w:rsidR="008D713F" w:rsidRPr="00B61CD1" w:rsidRDefault="002076F8" w:rsidP="00B61CD1">
      <w:pPr>
        <w:pStyle w:val="BodyText"/>
      </w:pPr>
      <w:r w:rsidRPr="00DF3098">
        <w:t xml:space="preserve">There is limited literature which measures the effects of compulsory licensing. </w:t>
      </w:r>
      <w:r>
        <w:t xml:space="preserve">Moser and </w:t>
      </w:r>
      <w:proofErr w:type="spellStart"/>
      <w:r>
        <w:t>Voena</w:t>
      </w:r>
      <w:proofErr w:type="spellEnd"/>
      <w:r>
        <w:t xml:space="preserve"> (2009) estimated the effects of compulsory licensing on invention</w:t>
      </w:r>
      <w:r w:rsidR="00CE682B">
        <w:t>s</w:t>
      </w:r>
      <w:r>
        <w:t xml:space="preserve"> using data on the changes in patents for chemical inventions by domestic inventors differentially affected by </w:t>
      </w:r>
      <w:r w:rsidRPr="00A507E6">
        <w:t>the</w:t>
      </w:r>
      <w:r w:rsidR="00CE682B" w:rsidRPr="00A507E6">
        <w:t xml:space="preserve"> </w:t>
      </w:r>
      <w:r w:rsidRPr="00A507E6">
        <w:t>Trading with the Enemy Act</w:t>
      </w:r>
      <w:r w:rsidR="00CE682B" w:rsidRPr="00A507E6">
        <w:t xml:space="preserve"> of 1917</w:t>
      </w:r>
      <w:r w:rsidR="007F3CDB">
        <w:rPr>
          <w:i/>
        </w:rPr>
        <w:t xml:space="preserve"> </w:t>
      </w:r>
      <w:r w:rsidR="007F3CDB">
        <w:t>(US)</w:t>
      </w:r>
      <w:r>
        <w:t>. The authors estimated that compulsory licensing in the U</w:t>
      </w:r>
      <w:r w:rsidR="006677B3">
        <w:t xml:space="preserve">nited </w:t>
      </w:r>
      <w:r>
        <w:t>S</w:t>
      </w:r>
      <w:r w:rsidR="006677B3">
        <w:t>tates</w:t>
      </w:r>
      <w:r>
        <w:t xml:space="preserve"> increased domestic invention by at least 20 per cent.</w:t>
      </w:r>
      <w:r w:rsidR="000A65A8">
        <w:t xml:space="preserve"> </w:t>
      </w:r>
      <w:r w:rsidR="0091149B" w:rsidRPr="00DF3098">
        <w:t xml:space="preserve">In the </w:t>
      </w:r>
      <w:proofErr w:type="spellStart"/>
      <w:r w:rsidR="0091149B" w:rsidRPr="00DF3098">
        <w:t>1950s</w:t>
      </w:r>
      <w:proofErr w:type="spellEnd"/>
      <w:r w:rsidR="00295D1C" w:rsidRPr="00DF3098">
        <w:t xml:space="preserve">, Scherer and others conducted </w:t>
      </w:r>
      <w:r w:rsidR="0091149B" w:rsidRPr="00DF3098">
        <w:t xml:space="preserve">a survey of companies </w:t>
      </w:r>
      <w:r w:rsidR="008D713F" w:rsidRPr="00DF3098">
        <w:t>in the U</w:t>
      </w:r>
      <w:r w:rsidR="006677B3" w:rsidRPr="00DF3098">
        <w:t xml:space="preserve">nited </w:t>
      </w:r>
      <w:r w:rsidR="008D713F" w:rsidRPr="00DF3098">
        <w:t>S</w:t>
      </w:r>
      <w:r w:rsidR="006677B3" w:rsidRPr="00DF3098">
        <w:t>tates</w:t>
      </w:r>
      <w:r w:rsidR="008D713F" w:rsidRPr="00DF3098">
        <w:t xml:space="preserve"> </w:t>
      </w:r>
      <w:r w:rsidR="0091149B" w:rsidRPr="00DF3098">
        <w:t xml:space="preserve">which </w:t>
      </w:r>
      <w:r w:rsidR="00295D1C" w:rsidRPr="00DF3098">
        <w:t xml:space="preserve">were subject to </w:t>
      </w:r>
      <w:r w:rsidR="0091149B" w:rsidRPr="00DF3098">
        <w:t>compulsory licensing (</w:t>
      </w:r>
      <w:r w:rsidR="003C77DA" w:rsidRPr="00DF3098">
        <w:t xml:space="preserve">cited in </w:t>
      </w:r>
      <w:r w:rsidR="0091149B" w:rsidRPr="00DF3098">
        <w:t>Scherer 2010)</w:t>
      </w:r>
      <w:r w:rsidR="00295D1C" w:rsidRPr="00DF3098">
        <w:t xml:space="preserve">. Scherer noted that they found few negative effects of compulsory licensing on innovation. </w:t>
      </w:r>
      <w:r w:rsidR="00357197" w:rsidRPr="00DF3098">
        <w:t>He</w:t>
      </w:r>
      <w:r w:rsidR="00295D1C" w:rsidRPr="00DF3098">
        <w:t xml:space="preserve"> </w:t>
      </w:r>
      <w:r w:rsidR="008D713F" w:rsidRPr="00DF3098">
        <w:t>further studied this issue in 1977 and found that research and development to sales ratio</w:t>
      </w:r>
      <w:r w:rsidR="003C77DA" w:rsidRPr="00DF3098">
        <w:t>s</w:t>
      </w:r>
      <w:r w:rsidR="008D713F" w:rsidRPr="00DF3098">
        <w:t xml:space="preserve"> were 36 per cent higher for </w:t>
      </w:r>
      <w:r w:rsidR="00357197" w:rsidRPr="00DF3098">
        <w:t xml:space="preserve">companies </w:t>
      </w:r>
      <w:r w:rsidR="008D713F" w:rsidRPr="00DF3098">
        <w:t xml:space="preserve">affected by compulsory licensing. Scherer noted that the impacts of compulsory licensing </w:t>
      </w:r>
      <w:r w:rsidR="003C77DA" w:rsidRPr="00DF3098">
        <w:t>were</w:t>
      </w:r>
      <w:r w:rsidR="008D713F" w:rsidRPr="00DF3098">
        <w:t xml:space="preserve"> likely to vary by industry</w:t>
      </w:r>
      <w:r w:rsidR="00B61CD1" w:rsidRPr="00DF3098">
        <w:t>, with those industries with large research and development expenditures, such as pharmaceuticals, likely to be most impacted</w:t>
      </w:r>
      <w:r w:rsidR="008D713F" w:rsidRPr="00DF3098">
        <w:t xml:space="preserve">. </w:t>
      </w:r>
      <w:r w:rsidR="000A65A8" w:rsidRPr="00DF3098">
        <w:t xml:space="preserve">Taylor and </w:t>
      </w:r>
      <w:proofErr w:type="spellStart"/>
      <w:r w:rsidR="000A65A8" w:rsidRPr="00DF3098">
        <w:t>Silberston</w:t>
      </w:r>
      <w:proofErr w:type="spellEnd"/>
      <w:r w:rsidR="000A65A8" w:rsidRPr="00DF3098">
        <w:t xml:space="preserve"> (1973) asked companies in England what impact a worldwide regime of compulsory licensing with ‘reasonable royalties’ would have on R&amp;D expenditure. </w:t>
      </w:r>
      <w:r w:rsidR="00085992" w:rsidRPr="00DF3098">
        <w:t xml:space="preserve">The authors found that the weighted average impact across industries on R&amp;D was an 8 per cent </w:t>
      </w:r>
      <w:r w:rsidR="00840B37" w:rsidRPr="00DF3098">
        <w:t>increase</w:t>
      </w:r>
      <w:r w:rsidR="00085992" w:rsidRPr="00DF3098">
        <w:t xml:space="preserve">. However, a decrease of 64 per cent was predicted for the pharmaceutical industry (cited in Scherer 2010). </w:t>
      </w:r>
      <w:r w:rsidR="000A65A8" w:rsidRPr="00DF3098">
        <w:t xml:space="preserve"> </w:t>
      </w:r>
    </w:p>
    <w:p w:rsidR="006078C7" w:rsidRDefault="006078C7" w:rsidP="006078C7">
      <w:pPr>
        <w:pStyle w:val="Heading3"/>
      </w:pPr>
      <w:r>
        <w:lastRenderedPageBreak/>
        <w:t xml:space="preserve">Government use </w:t>
      </w:r>
    </w:p>
    <w:p w:rsidR="001C0D0F" w:rsidRDefault="006078C7" w:rsidP="006078C7">
      <w:pPr>
        <w:pStyle w:val="BodyText"/>
      </w:pPr>
      <w:proofErr w:type="spellStart"/>
      <w:r w:rsidRPr="00DF3098">
        <w:t>ACIP</w:t>
      </w:r>
      <w:proofErr w:type="spellEnd"/>
      <w:r w:rsidRPr="00DF3098">
        <w:t xml:space="preserve"> (</w:t>
      </w:r>
      <w:proofErr w:type="spellStart"/>
      <w:r w:rsidRPr="00DF3098">
        <w:t>2005</w:t>
      </w:r>
      <w:r w:rsidR="004D6E78" w:rsidRPr="00DF3098">
        <w:t>a</w:t>
      </w:r>
      <w:proofErr w:type="spellEnd"/>
      <w:r w:rsidRPr="00DF3098">
        <w:t>) found that government-use provisions in Canada, New Zealand and the U</w:t>
      </w:r>
      <w:r w:rsidR="0062249E" w:rsidRPr="00DF3098">
        <w:t xml:space="preserve">nited </w:t>
      </w:r>
      <w:r w:rsidRPr="00DF3098">
        <w:t>K</w:t>
      </w:r>
      <w:r w:rsidR="0062249E" w:rsidRPr="00DF3098">
        <w:t>ingdom</w:t>
      </w:r>
      <w:r w:rsidRPr="00DF3098">
        <w:t xml:space="preserve"> ha</w:t>
      </w:r>
      <w:r w:rsidR="000957C9" w:rsidRPr="00DF3098">
        <w:t>d</w:t>
      </w:r>
      <w:r w:rsidRPr="00DF3098">
        <w:t xml:space="preserve"> rarely been exercised and that their main function appeared to be for military purposes. </w:t>
      </w:r>
      <w:proofErr w:type="spellStart"/>
      <w:r>
        <w:t>Reichman</w:t>
      </w:r>
      <w:proofErr w:type="spellEnd"/>
      <w:r>
        <w:t xml:space="preserve"> and </w:t>
      </w:r>
      <w:proofErr w:type="spellStart"/>
      <w:r>
        <w:t>Hasenzahl</w:t>
      </w:r>
      <w:proofErr w:type="spellEnd"/>
      <w:r>
        <w:t xml:space="preserve"> (2003) noted that </w:t>
      </w:r>
      <w:r w:rsidR="00CE682B">
        <w:t xml:space="preserve">the </w:t>
      </w:r>
      <w:r>
        <w:t xml:space="preserve">US Government makes extensive use of other powers to seize and use inventions protected by privately-owned patents for </w:t>
      </w:r>
      <w:r w:rsidR="00865C2C">
        <w:t xml:space="preserve">defence and other purposes. </w:t>
      </w:r>
    </w:p>
    <w:p w:rsidR="006078C7" w:rsidRPr="00DF3098" w:rsidRDefault="00865C2C" w:rsidP="006078C7">
      <w:pPr>
        <w:pStyle w:val="BodyText"/>
      </w:pPr>
      <w:r>
        <w:t>Non</w:t>
      </w:r>
      <w:r>
        <w:noBreakHyphen/>
      </w:r>
      <w:r w:rsidR="006078C7">
        <w:t>voluntary use of patents by government has a long history in the U</w:t>
      </w:r>
      <w:r w:rsidR="006677B3">
        <w:t xml:space="preserve">nited </w:t>
      </w:r>
      <w:r w:rsidR="006078C7">
        <w:t>S</w:t>
      </w:r>
      <w:r w:rsidR="006677B3">
        <w:t>tates</w:t>
      </w:r>
      <w:r w:rsidR="006078C7">
        <w:t>. For example, the US Government confiscated thousands of patents after World</w:t>
      </w:r>
      <w:r w:rsidR="00420FBA">
        <w:t> </w:t>
      </w:r>
      <w:r w:rsidR="006078C7">
        <w:t>War</w:t>
      </w:r>
      <w:r w:rsidR="00420FBA">
        <w:t> </w:t>
      </w:r>
      <w:r w:rsidR="00CE682B">
        <w:t>I</w:t>
      </w:r>
      <w:r w:rsidR="006078C7">
        <w:t xml:space="preserve"> under the </w:t>
      </w:r>
      <w:r w:rsidR="006078C7" w:rsidRPr="00A507E6">
        <w:t>Trading with the Enemy Act</w:t>
      </w:r>
      <w:r w:rsidR="00CE682B" w:rsidRPr="00A507E6">
        <w:t xml:space="preserve"> of 1917</w:t>
      </w:r>
      <w:r w:rsidR="006078C7" w:rsidRPr="00A507E6">
        <w:t>, discussed</w:t>
      </w:r>
      <w:r w:rsidR="006078C7">
        <w:t xml:space="preserve"> in more detail in box</w:t>
      </w:r>
      <w:r w:rsidR="008D2B27">
        <w:t> </w:t>
      </w:r>
      <w:r w:rsidR="006078C7">
        <w:t>C.</w:t>
      </w:r>
      <w:r w:rsidR="007F3CDB">
        <w:t>6</w:t>
      </w:r>
      <w:r w:rsidR="006078C7">
        <w:t xml:space="preserve">. </w:t>
      </w:r>
    </w:p>
    <w:p w:rsidR="006078C7" w:rsidRDefault="006078C7" w:rsidP="006078C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78C7" w:rsidTr="003F0B3E">
        <w:tc>
          <w:tcPr>
            <w:tcW w:w="8771" w:type="dxa"/>
            <w:tcBorders>
              <w:top w:val="single" w:sz="6" w:space="0" w:color="auto"/>
              <w:bottom w:val="nil"/>
            </w:tcBorders>
          </w:tcPr>
          <w:p w:rsidR="006078C7" w:rsidRDefault="006078C7" w:rsidP="003F0B3E">
            <w:pPr>
              <w:pStyle w:val="BoxTitle"/>
            </w:pPr>
            <w:r>
              <w:rPr>
                <w:b w:val="0"/>
              </w:rPr>
              <w:t xml:space="preserve">Box </w:t>
            </w:r>
            <w:r w:rsidR="00F15451">
              <w:fldChar w:fldCharType="begin"/>
            </w:r>
            <w:r w:rsidR="00F15451">
              <w:instrText xml:space="preserve"> COMMENTS  \* MERGEFORMAT </w:instrText>
            </w:r>
            <w:r w:rsidR="00F15451">
              <w:fldChar w:fldCharType="separate"/>
            </w:r>
            <w:proofErr w:type="spellStart"/>
            <w:r w:rsidR="00384F41" w:rsidRPr="00384F41">
              <w:rPr>
                <w:b w:val="0"/>
              </w:rPr>
              <w:t>C.</w:t>
            </w:r>
            <w:r w:rsidR="00F15451">
              <w:rPr>
                <w:b w:val="0"/>
              </w:rPr>
              <w:fldChar w:fldCharType="end"/>
            </w:r>
            <w:r w:rsidR="0030683C">
              <w:rPr>
                <w:b w:val="0"/>
              </w:rPr>
              <w:fldChar w:fldCharType="begin"/>
            </w:r>
            <w:r>
              <w:rPr>
                <w:b w:val="0"/>
              </w:rPr>
              <w:instrText xml:space="preserve"> SEQ Box \* ARABIC </w:instrText>
            </w:r>
            <w:r w:rsidR="0030683C">
              <w:rPr>
                <w:b w:val="0"/>
              </w:rPr>
              <w:fldChar w:fldCharType="separate"/>
            </w:r>
            <w:r w:rsidR="005B750A">
              <w:rPr>
                <w:b w:val="0"/>
                <w:noProof/>
              </w:rPr>
              <w:t>6</w:t>
            </w:r>
            <w:proofErr w:type="spellEnd"/>
            <w:r w:rsidR="0030683C">
              <w:rPr>
                <w:b w:val="0"/>
              </w:rPr>
              <w:fldChar w:fldCharType="end"/>
            </w:r>
            <w:r>
              <w:tab/>
            </w:r>
            <w:r w:rsidRPr="00A507E6">
              <w:t>Trading with the Enemy Act</w:t>
            </w:r>
            <w:r w:rsidR="00CE682B" w:rsidRPr="00A507E6">
              <w:t xml:space="preserve"> of 1917</w:t>
            </w:r>
            <w:r w:rsidRPr="00A507E6">
              <w:t xml:space="preserve"> (</w:t>
            </w:r>
            <w:r w:rsidRPr="00CE682B">
              <w:t>US)</w:t>
            </w:r>
          </w:p>
        </w:tc>
      </w:tr>
      <w:tr w:rsidR="006078C7" w:rsidTr="003F0B3E">
        <w:trPr>
          <w:cantSplit/>
        </w:trPr>
        <w:tc>
          <w:tcPr>
            <w:tcW w:w="8771" w:type="dxa"/>
            <w:tcBorders>
              <w:top w:val="nil"/>
              <w:left w:val="single" w:sz="6" w:space="0" w:color="auto"/>
              <w:bottom w:val="nil"/>
              <w:right w:val="single" w:sz="6" w:space="0" w:color="auto"/>
            </w:tcBorders>
          </w:tcPr>
          <w:p w:rsidR="006078C7" w:rsidRDefault="006078C7" w:rsidP="003F0B3E">
            <w:pPr>
              <w:pStyle w:val="Box"/>
            </w:pPr>
            <w:r>
              <w:t>In 1917, during World War I, the U</w:t>
            </w:r>
            <w:r w:rsidR="00294890">
              <w:t>S</w:t>
            </w:r>
            <w:r>
              <w:t xml:space="preserve"> Congress passed the</w:t>
            </w:r>
            <w:r w:rsidRPr="00A507E6">
              <w:t xml:space="preserve"> Trading with the Enemy Act</w:t>
            </w:r>
            <w:r w:rsidR="00CE682B" w:rsidRPr="00A507E6">
              <w:t xml:space="preserve"> of 1917</w:t>
            </w:r>
            <w:r w:rsidRPr="00A507E6">
              <w:t xml:space="preserve"> (TW</w:t>
            </w:r>
            <w:r>
              <w:t xml:space="preserve">EA) which permitted US firms to violate enemy owned patents to assist the military. The TWEA was part of a broader strategy to restrict trade with wartime enemies and seize property owned by them. </w:t>
            </w:r>
            <w:r w:rsidR="00D33FA3">
              <w:t>O</w:t>
            </w:r>
            <w:r>
              <w:t>ne week prior to the Armistice</w:t>
            </w:r>
            <w:r w:rsidR="00D33FA3">
              <w:t xml:space="preserve"> of 11</w:t>
            </w:r>
            <w:r w:rsidR="007F3CDB">
              <w:t> </w:t>
            </w:r>
            <w:r w:rsidR="00D33FA3">
              <w:t>November</w:t>
            </w:r>
            <w:r w:rsidR="007F3CDB">
              <w:t> </w:t>
            </w:r>
            <w:r w:rsidR="00D33FA3">
              <w:t>1918</w:t>
            </w:r>
            <w:r>
              <w:t>, Congress amended the TWEA to seize all enemy-owned patents. On behalf of the US Government, the Chemical Founda</w:t>
            </w:r>
            <w:r w:rsidR="00A507E6">
              <w:t>tion issued non-exclusive licenc</w:t>
            </w:r>
            <w:r>
              <w:t>es of enemy patents in 1919, and continued to do so until 1926. The US Government confiscated over 4 500 patents. Of these patents, 699 were licensed during this period.</w:t>
            </w:r>
          </w:p>
          <w:p w:rsidR="006078C7" w:rsidRDefault="006078C7" w:rsidP="003F0B3E">
            <w:pPr>
              <w:pStyle w:val="Box"/>
            </w:pPr>
            <w:r>
              <w:t xml:space="preserve">At the time of writing, Cuba was the only country still affected by the TWEA. </w:t>
            </w:r>
          </w:p>
        </w:tc>
      </w:tr>
      <w:tr w:rsidR="006078C7" w:rsidTr="003F0B3E">
        <w:trPr>
          <w:cantSplit/>
        </w:trPr>
        <w:tc>
          <w:tcPr>
            <w:tcW w:w="8771" w:type="dxa"/>
            <w:tcBorders>
              <w:top w:val="nil"/>
              <w:left w:val="single" w:sz="6" w:space="0" w:color="auto"/>
              <w:bottom w:val="nil"/>
              <w:right w:val="single" w:sz="6" w:space="0" w:color="auto"/>
            </w:tcBorders>
          </w:tcPr>
          <w:p w:rsidR="006078C7" w:rsidRDefault="006078C7" w:rsidP="003F0B3E">
            <w:pPr>
              <w:pStyle w:val="BoxSource"/>
            </w:pPr>
            <w:r>
              <w:rPr>
                <w:i/>
              </w:rPr>
              <w:t>Source</w:t>
            </w:r>
            <w:r w:rsidRPr="00167F06">
              <w:t xml:space="preserve">: </w:t>
            </w:r>
            <w:r>
              <w:t>Moser and Voena (2009).</w:t>
            </w:r>
          </w:p>
        </w:tc>
      </w:tr>
      <w:tr w:rsidR="006078C7" w:rsidTr="003F0B3E">
        <w:trPr>
          <w:cantSplit/>
        </w:trPr>
        <w:tc>
          <w:tcPr>
            <w:tcW w:w="8771" w:type="dxa"/>
            <w:tcBorders>
              <w:top w:val="nil"/>
              <w:left w:val="single" w:sz="6" w:space="0" w:color="auto"/>
              <w:bottom w:val="single" w:sz="6" w:space="0" w:color="auto"/>
              <w:right w:val="single" w:sz="6" w:space="0" w:color="auto"/>
            </w:tcBorders>
          </w:tcPr>
          <w:p w:rsidR="006078C7" w:rsidRDefault="006078C7" w:rsidP="003F0B3E">
            <w:pPr>
              <w:pStyle w:val="Box"/>
              <w:spacing w:before="0" w:line="120" w:lineRule="exact"/>
            </w:pPr>
          </w:p>
        </w:tc>
      </w:tr>
      <w:tr w:rsidR="006078C7" w:rsidRPr="000863A5" w:rsidTr="003F0B3E">
        <w:tc>
          <w:tcPr>
            <w:tcW w:w="8771" w:type="dxa"/>
            <w:tcBorders>
              <w:top w:val="nil"/>
              <w:left w:val="nil"/>
              <w:bottom w:val="nil"/>
              <w:right w:val="nil"/>
            </w:tcBorders>
          </w:tcPr>
          <w:p w:rsidR="006078C7" w:rsidRPr="000863A5" w:rsidRDefault="006078C7" w:rsidP="003F0B3E">
            <w:pPr>
              <w:pStyle w:val="Box"/>
              <w:keepNext w:val="0"/>
              <w:spacing w:before="60" w:after="60" w:line="80" w:lineRule="exact"/>
              <w:rPr>
                <w:b/>
                <w:sz w:val="14"/>
              </w:rPr>
            </w:pPr>
          </w:p>
        </w:tc>
      </w:tr>
    </w:tbl>
    <w:p w:rsidR="006078C7" w:rsidRDefault="00865C2C" w:rsidP="006078C7">
      <w:pPr>
        <w:pStyle w:val="BodyText"/>
      </w:pPr>
      <w:r>
        <w:t>A more recent example relevant to US Government use of patents was when t</w:t>
      </w:r>
      <w:r w:rsidR="006078C7">
        <w:t>he US Government made a statement of interest in a private patent infringement action filed by NTP Inc., a patent holding company, against Research in Motion Ltd, makers of the BlackBerry device. In its statement, the US Government noted it was a major user of the BlackBerry device and stated that ‘it is imperative that some mechanism be incorporated that permits continuity of the federal government’s use</w:t>
      </w:r>
      <w:r w:rsidR="00CE682B">
        <w:t>’</w:t>
      </w:r>
      <w:r w:rsidR="006078C7">
        <w:t xml:space="preserve"> (US Government 2003, p.</w:t>
      </w:r>
      <w:r w:rsidR="007967A4">
        <w:t xml:space="preserve"> </w:t>
      </w:r>
      <w:r w:rsidR="006078C7">
        <w:t xml:space="preserve">2). The Department of Defense </w:t>
      </w:r>
      <w:r>
        <w:t xml:space="preserve">also commented on the case, and </w:t>
      </w:r>
      <w:r w:rsidR="006078C7">
        <w:t>noted that it was critical for national security that the BlackBerry network continued to be operational (IPRIA 2008).</w:t>
      </w:r>
    </w:p>
    <w:p w:rsidR="00C737A0" w:rsidRDefault="002C3546" w:rsidP="00C269E1">
      <w:pPr>
        <w:pStyle w:val="BodyText"/>
      </w:pPr>
      <w:r>
        <w:t>Government</w:t>
      </w:r>
      <w:r w:rsidR="00CE682B">
        <w:t>-</w:t>
      </w:r>
      <w:r>
        <w:t>use provisions have not been used in Canada (C</w:t>
      </w:r>
      <w:r w:rsidR="008D2B27">
        <w:t>IPO</w:t>
      </w:r>
      <w:r>
        <w:t>, pers. comm.</w:t>
      </w:r>
      <w:r w:rsidR="004C468F">
        <w:t>,</w:t>
      </w:r>
      <w:r w:rsidR="008D2B27">
        <w:br/>
      </w:r>
      <w:r w:rsidR="004C468F">
        <w:t>22 October 2012</w:t>
      </w:r>
      <w:r>
        <w:t xml:space="preserve">). </w:t>
      </w:r>
      <w:r w:rsidR="00357197">
        <w:t>Government</w:t>
      </w:r>
      <w:r w:rsidR="00CE682B">
        <w:t>-</w:t>
      </w:r>
      <w:r w:rsidR="00357197">
        <w:t xml:space="preserve">use provisions appear to have been infrequently used in EU member states and in Asia. </w:t>
      </w:r>
    </w:p>
    <w:p w:rsidR="001C1E27" w:rsidRDefault="00785F93" w:rsidP="00C74C94">
      <w:pPr>
        <w:pStyle w:val="BodyText"/>
      </w:pPr>
      <w:r w:rsidRPr="00C005A0">
        <w:lastRenderedPageBreak/>
        <w:t>As mentioned above, there is much speculation about the impacts of compulsory licensing</w:t>
      </w:r>
      <w:r w:rsidR="006E755C">
        <w:t>,</w:t>
      </w:r>
      <w:r w:rsidRPr="00AD57EA">
        <w:t xml:space="preserve"> but little </w:t>
      </w:r>
      <w:r w:rsidR="00E24D7E" w:rsidRPr="00AD57EA">
        <w:t xml:space="preserve">estimation or </w:t>
      </w:r>
      <w:r w:rsidRPr="00AD57EA">
        <w:t>measurement</w:t>
      </w:r>
      <w:r w:rsidR="00E24D7E" w:rsidRPr="00AD57EA">
        <w:t xml:space="preserve"> of impacts</w:t>
      </w:r>
      <w:r w:rsidRPr="00AD57EA">
        <w:t xml:space="preserve">. </w:t>
      </w:r>
      <w:r w:rsidR="00675502" w:rsidRPr="00F306F4">
        <w:t>N</w:t>
      </w:r>
      <w:r w:rsidRPr="00F306F4">
        <w:t xml:space="preserve">on-voluntary use of patents by </w:t>
      </w:r>
      <w:r w:rsidRPr="00A85538">
        <w:t xml:space="preserve">governments </w:t>
      </w:r>
      <w:r w:rsidR="00675502" w:rsidRPr="00A85538">
        <w:t xml:space="preserve">has many similarities with compulsory licensing, and many </w:t>
      </w:r>
      <w:r w:rsidR="00420FBA" w:rsidRPr="00A85538">
        <w:t>commentators</w:t>
      </w:r>
      <w:r w:rsidR="00675502" w:rsidRPr="00A85538">
        <w:t xml:space="preserve"> consider government</w:t>
      </w:r>
      <w:r w:rsidR="006E755C">
        <w:t xml:space="preserve"> </w:t>
      </w:r>
      <w:r w:rsidR="00675502" w:rsidRPr="00A85538">
        <w:t>use to be</w:t>
      </w:r>
      <w:r w:rsidRPr="00A85538">
        <w:t xml:space="preserve"> a type of compulsory licensing. Therefore</w:t>
      </w:r>
      <w:r w:rsidR="006E755C">
        <w:t>,</w:t>
      </w:r>
      <w:r w:rsidRPr="00A85538">
        <w:t xml:space="preserve"> </w:t>
      </w:r>
      <w:r w:rsidR="00675502" w:rsidRPr="00A85538">
        <w:t xml:space="preserve">many of the </w:t>
      </w:r>
      <w:r w:rsidRPr="00A85538">
        <w:t>speculated impacts of compulsory licensing c</w:t>
      </w:r>
      <w:r w:rsidR="00E24D7E" w:rsidRPr="00A85538">
        <w:t>ould</w:t>
      </w:r>
      <w:r w:rsidRPr="00A85538">
        <w:t xml:space="preserve"> also apply to government</w:t>
      </w:r>
      <w:r w:rsidR="006E755C">
        <w:t xml:space="preserve"> </w:t>
      </w:r>
      <w:r w:rsidRPr="00A85538">
        <w:t>use. Lit</w:t>
      </w:r>
      <w:r w:rsidR="00E24D7E" w:rsidRPr="00A85538">
        <w:t>tle lit</w:t>
      </w:r>
      <w:r w:rsidRPr="00A85538">
        <w:t xml:space="preserve">erature </w:t>
      </w:r>
      <w:r w:rsidR="00420FBA" w:rsidRPr="00A85538">
        <w:t xml:space="preserve">specifically </w:t>
      </w:r>
      <w:r w:rsidRPr="00A85538">
        <w:t>on the impact of government</w:t>
      </w:r>
      <w:r w:rsidR="006E755C">
        <w:t xml:space="preserve"> </w:t>
      </w:r>
      <w:r w:rsidRPr="00A85538">
        <w:t xml:space="preserve">use of patents has been located. </w:t>
      </w:r>
    </w:p>
    <w:p w:rsidR="00803805" w:rsidRPr="00DF3098" w:rsidRDefault="00420FBA" w:rsidP="00DF3098">
      <w:pPr>
        <w:pStyle w:val="Heading3"/>
      </w:pPr>
      <w:r w:rsidRPr="00DF3098">
        <w:t xml:space="preserve">Research and regulatory </w:t>
      </w:r>
      <w:r w:rsidR="00996F46" w:rsidRPr="00DF3098">
        <w:t xml:space="preserve">approval </w:t>
      </w:r>
      <w:r w:rsidRPr="00DF3098">
        <w:t>exemptions</w:t>
      </w:r>
    </w:p>
    <w:p w:rsidR="00FF7405" w:rsidRDefault="00AF3B7A" w:rsidP="00602ED1">
      <w:pPr>
        <w:pStyle w:val="BodyText"/>
      </w:pPr>
      <w:r>
        <w:t xml:space="preserve">As noted above, many countries have research and regulatory </w:t>
      </w:r>
      <w:r w:rsidR="00996F46">
        <w:t xml:space="preserve">approval </w:t>
      </w:r>
      <w:r>
        <w:t>exemptions</w:t>
      </w:r>
      <w:r w:rsidR="0067376C">
        <w:t xml:space="preserve">, which </w:t>
      </w:r>
      <w:r w:rsidR="00701922">
        <w:t xml:space="preserve">can be used as a </w:t>
      </w:r>
      <w:r w:rsidR="00627A3E">
        <w:t xml:space="preserve">defence </w:t>
      </w:r>
      <w:r w:rsidR="00C57952">
        <w:t xml:space="preserve">against claims of </w:t>
      </w:r>
      <w:r w:rsidR="00627A3E">
        <w:t>patent infringement</w:t>
      </w:r>
      <w:r>
        <w:t>.</w:t>
      </w:r>
      <w:r w:rsidR="008B0892">
        <w:t xml:space="preserve"> These exemptions appear to have been used </w:t>
      </w:r>
      <w:r w:rsidR="00C737A0">
        <w:t xml:space="preserve">rarely </w:t>
      </w:r>
      <w:r w:rsidR="008B0892">
        <w:t xml:space="preserve">in </w:t>
      </w:r>
      <w:r w:rsidR="002F734C">
        <w:t>comparable markets</w:t>
      </w:r>
      <w:r w:rsidR="005150CC">
        <w:t xml:space="preserve"> (Cook 2006)</w:t>
      </w:r>
      <w:r w:rsidR="008B0892">
        <w:t>.</w:t>
      </w:r>
      <w:r w:rsidR="00627A3E">
        <w:t xml:space="preserve"> </w:t>
      </w:r>
      <w:r w:rsidR="00A85538">
        <w:t>An example of use was</w:t>
      </w:r>
      <w:r w:rsidR="00F306F4">
        <w:t xml:space="preserve"> in</w:t>
      </w:r>
      <w:r w:rsidR="00A85538">
        <w:t xml:space="preserve"> </w:t>
      </w:r>
      <w:r w:rsidR="00A85538" w:rsidRPr="00AD57EA">
        <w:rPr>
          <w:i/>
        </w:rPr>
        <w:t>Madey v Duke University</w:t>
      </w:r>
      <w:r w:rsidR="003F4777">
        <w:t xml:space="preserve">, a 2002 patent infringement case in </w:t>
      </w:r>
      <w:r w:rsidR="00A85538">
        <w:t xml:space="preserve">the United States. </w:t>
      </w:r>
      <w:r w:rsidR="00461247">
        <w:t xml:space="preserve">John </w:t>
      </w:r>
      <w:r w:rsidR="003F4777">
        <w:t>Madey was the exclusive owner of patents over free electron laser (</w:t>
      </w:r>
      <w:proofErr w:type="spellStart"/>
      <w:r w:rsidR="003F4777">
        <w:t>FEL</w:t>
      </w:r>
      <w:proofErr w:type="spellEnd"/>
      <w:r w:rsidR="003F4777">
        <w:t xml:space="preserve">) devices. He was later employed with Duke University and brought his </w:t>
      </w:r>
      <w:proofErr w:type="spellStart"/>
      <w:r w:rsidR="003F4777">
        <w:t>FEL</w:t>
      </w:r>
      <w:proofErr w:type="spellEnd"/>
      <w:r w:rsidR="003F4777">
        <w:t xml:space="preserve"> devices with him. Duke continued to use these devices after Madey </w:t>
      </w:r>
      <w:r w:rsidR="00C41743">
        <w:t xml:space="preserve">had resigned. The District Court found that Duke’s use was covered by the research exemption. However, on appeal the Federal Circuit noted the </w:t>
      </w:r>
      <w:r w:rsidR="00F306F4">
        <w:t xml:space="preserve">research </w:t>
      </w:r>
      <w:r w:rsidR="00C41743">
        <w:t xml:space="preserve">exemption was narrow and referred the matter back to the District Court. The District Court then found that Duke’s use of the patent was for educational purposes — its </w:t>
      </w:r>
      <w:r w:rsidR="00F306F4">
        <w:t xml:space="preserve">core </w:t>
      </w:r>
      <w:r w:rsidR="00C41743">
        <w:t>business — and ther</w:t>
      </w:r>
      <w:r w:rsidR="00F306F4">
        <w:t>e</w:t>
      </w:r>
      <w:r w:rsidR="00C41743">
        <w:t xml:space="preserve">fore did not qualify for the research exemption. </w:t>
      </w:r>
    </w:p>
    <w:p w:rsidR="004428FE" w:rsidRDefault="007F3CDB" w:rsidP="004428FE">
      <w:pPr>
        <w:pStyle w:val="BodyText"/>
      </w:pPr>
      <w:r>
        <w:t>As discussed in chapter 8, r</w:t>
      </w:r>
      <w:r w:rsidR="004428FE">
        <w:t>esearch exemptions might increase research activity, and consequently increase innovation and lead to novel inventions, which can increase community welfare. Regulatory approval exemptions are likely to increase competition, by reducing the time taken for competing products to come to market once a patent for a product has expired. On the other hand, both of these exemptions might reduce incentives to innovate and therefore reduce innovation in the long term.</w:t>
      </w:r>
    </w:p>
    <w:p w:rsidR="002F734C" w:rsidRDefault="001D0F24" w:rsidP="00602ED1">
      <w:pPr>
        <w:pStyle w:val="BodyText"/>
      </w:pPr>
      <w:r>
        <w:t>There is no register of research activity</w:t>
      </w:r>
      <w:r w:rsidR="006E755C">
        <w:t>,</w:t>
      </w:r>
      <w:r>
        <w:t xml:space="preserve"> so it would be difficult to comprehensively measure the impact of these exemptions. However, </w:t>
      </w:r>
      <w:r w:rsidR="004428FE">
        <w:t xml:space="preserve">there is </w:t>
      </w:r>
      <w:r>
        <w:t xml:space="preserve">some survey evidence </w:t>
      </w:r>
      <w:r w:rsidR="004428FE">
        <w:t>on the effects of patents on research activity</w:t>
      </w:r>
      <w:r>
        <w:t xml:space="preserve">. </w:t>
      </w:r>
      <w:r w:rsidR="0067376C">
        <w:t xml:space="preserve">For example, </w:t>
      </w:r>
      <w:r w:rsidR="00FF7405">
        <w:t xml:space="preserve">Cho (2006) surveyed US laboratories conducting genetic testing and found that </w:t>
      </w:r>
      <w:r w:rsidR="007B53E2">
        <w:t xml:space="preserve">most of </w:t>
      </w:r>
      <w:r w:rsidR="00FF7405">
        <w:t xml:space="preserve">these laboratories </w:t>
      </w:r>
      <w:r w:rsidR="0067376C">
        <w:t>believed</w:t>
      </w:r>
      <w:r w:rsidR="00FF7405">
        <w:t xml:space="preserve"> patents had a negative impact on their ability </w:t>
      </w:r>
      <w:r w:rsidR="007B53E2">
        <w:t>to research.</w:t>
      </w:r>
      <w:r w:rsidR="00356BEE">
        <w:t xml:space="preserve"> About one</w:t>
      </w:r>
      <w:r w:rsidR="001C1E27">
        <w:noBreakHyphen/>
      </w:r>
      <w:r w:rsidR="00356BEE">
        <w:t xml:space="preserve">quarter of laboratories had been contacted by a patent holder or licensee and </w:t>
      </w:r>
      <w:r w:rsidR="004428FE">
        <w:t xml:space="preserve">subsequently </w:t>
      </w:r>
      <w:r w:rsidR="00356BEE">
        <w:t>prevented from continuing to offer a test</w:t>
      </w:r>
      <w:r w:rsidR="004428FE">
        <w:t>ing</w:t>
      </w:r>
      <w:r w:rsidR="00356BEE">
        <w:t xml:space="preserve"> service. </w:t>
      </w:r>
    </w:p>
    <w:p w:rsidR="007D47C9" w:rsidRDefault="007D47C9" w:rsidP="00803805">
      <w:pPr>
        <w:pStyle w:val="BodyText"/>
      </w:pPr>
      <w:r>
        <w:t xml:space="preserve">A </w:t>
      </w:r>
      <w:r w:rsidR="00E1034B">
        <w:t xml:space="preserve">limited </w:t>
      </w:r>
      <w:r>
        <w:t xml:space="preserve">number of </w:t>
      </w:r>
      <w:r w:rsidR="00602ED1">
        <w:t>authors</w:t>
      </w:r>
      <w:r>
        <w:t xml:space="preserve"> have </w:t>
      </w:r>
      <w:r w:rsidR="00602ED1">
        <w:t>estimated t</w:t>
      </w:r>
      <w:r w:rsidR="00E1034B">
        <w:t>he impact</w:t>
      </w:r>
      <w:r w:rsidR="00602ED1">
        <w:t>s</w:t>
      </w:r>
      <w:r w:rsidR="00E1034B">
        <w:t xml:space="preserve"> of </w:t>
      </w:r>
      <w:r w:rsidR="00744BDE">
        <w:t xml:space="preserve">these </w:t>
      </w:r>
      <w:r w:rsidR="00E1034B">
        <w:t>exemptions</w:t>
      </w:r>
      <w:r w:rsidR="00627A3E">
        <w:t xml:space="preserve"> on research and innovation</w:t>
      </w:r>
      <w:r w:rsidR="00602ED1">
        <w:t>. For example,</w:t>
      </w:r>
      <w:r w:rsidR="00E1034B">
        <w:t xml:space="preserve"> </w:t>
      </w:r>
      <w:proofErr w:type="spellStart"/>
      <w:r w:rsidR="00E1034B">
        <w:rPr>
          <w:szCs w:val="26"/>
        </w:rPr>
        <w:t>Moschini</w:t>
      </w:r>
      <w:proofErr w:type="spellEnd"/>
      <w:r w:rsidR="00E1034B">
        <w:rPr>
          <w:szCs w:val="26"/>
        </w:rPr>
        <w:t xml:space="preserve"> and </w:t>
      </w:r>
      <w:proofErr w:type="spellStart"/>
      <w:r w:rsidR="00E1034B">
        <w:rPr>
          <w:szCs w:val="26"/>
        </w:rPr>
        <w:t>Yerokhin</w:t>
      </w:r>
      <w:proofErr w:type="spellEnd"/>
      <w:r w:rsidR="00E1034B">
        <w:rPr>
          <w:szCs w:val="26"/>
        </w:rPr>
        <w:t xml:space="preserve"> </w:t>
      </w:r>
      <w:r w:rsidR="00602ED1">
        <w:rPr>
          <w:szCs w:val="26"/>
        </w:rPr>
        <w:t>(</w:t>
      </w:r>
      <w:r w:rsidR="00E1034B">
        <w:rPr>
          <w:szCs w:val="26"/>
        </w:rPr>
        <w:t>2008)</w:t>
      </w:r>
      <w:r w:rsidR="00602ED1">
        <w:rPr>
          <w:szCs w:val="26"/>
        </w:rPr>
        <w:t xml:space="preserve"> found that </w:t>
      </w:r>
      <w:r w:rsidR="00602ED1">
        <w:rPr>
          <w:szCs w:val="26"/>
        </w:rPr>
        <w:lastRenderedPageBreak/>
        <w:t>research exemptions reduced community</w:t>
      </w:r>
      <w:r w:rsidR="009C032B">
        <w:rPr>
          <w:szCs w:val="26"/>
        </w:rPr>
        <w:t>-wide</w:t>
      </w:r>
      <w:r w:rsidR="00602ED1">
        <w:rPr>
          <w:szCs w:val="26"/>
        </w:rPr>
        <w:t xml:space="preserve"> welfare when the cost of establishing a research program was high, due to reduced incentives to innovate. The authors found that </w:t>
      </w:r>
      <w:r w:rsidR="00E1034B">
        <w:rPr>
          <w:szCs w:val="26"/>
        </w:rPr>
        <w:t xml:space="preserve">research exemptions </w:t>
      </w:r>
      <w:r w:rsidR="00602ED1">
        <w:rPr>
          <w:szCs w:val="26"/>
        </w:rPr>
        <w:t>increased community</w:t>
      </w:r>
      <w:r w:rsidR="009C032B">
        <w:rPr>
          <w:szCs w:val="26"/>
        </w:rPr>
        <w:t>-wide</w:t>
      </w:r>
      <w:r w:rsidR="00602ED1">
        <w:rPr>
          <w:szCs w:val="26"/>
        </w:rPr>
        <w:t xml:space="preserve"> welfare when the </w:t>
      </w:r>
      <w:r w:rsidR="00A61048">
        <w:rPr>
          <w:szCs w:val="26"/>
        </w:rPr>
        <w:t xml:space="preserve">costs of establishing a research program </w:t>
      </w:r>
      <w:r w:rsidR="00602ED1">
        <w:rPr>
          <w:szCs w:val="26"/>
        </w:rPr>
        <w:t>was</w:t>
      </w:r>
      <w:r w:rsidR="00A61048">
        <w:rPr>
          <w:szCs w:val="26"/>
        </w:rPr>
        <w:t xml:space="preserve"> low, relative to expected profits.  </w:t>
      </w:r>
    </w:p>
    <w:p w:rsidR="0018780F" w:rsidRDefault="00701DE6" w:rsidP="00B75114">
      <w:pPr>
        <w:pStyle w:val="BodyText"/>
      </w:pPr>
      <w:r>
        <w:t xml:space="preserve">For many countries, including Australia, it has been argued that a de facto research exemption existed prior to a </w:t>
      </w:r>
      <w:r w:rsidR="00C115AF">
        <w:t xml:space="preserve">formal </w:t>
      </w:r>
      <w:r>
        <w:t xml:space="preserve">research exemption being </w:t>
      </w:r>
      <w:r w:rsidR="00C115AF">
        <w:t>introduced</w:t>
      </w:r>
      <w:r w:rsidR="00996F46">
        <w:t xml:space="preserve"> into legislation</w:t>
      </w:r>
      <w:r>
        <w:t xml:space="preserve">. </w:t>
      </w:r>
      <w:r w:rsidR="00C57952">
        <w:t xml:space="preserve">It has also been argued that it was too difficult for researchers to check whether their research activities infringed on patents, so in practice </w:t>
      </w:r>
      <w:r w:rsidR="004428FE">
        <w:t xml:space="preserve">patent infringement was not considered. </w:t>
      </w:r>
      <w:r w:rsidR="00996F46">
        <w:t>For th</w:t>
      </w:r>
      <w:r w:rsidR="00701922">
        <w:t>ese</w:t>
      </w:r>
      <w:r w:rsidR="00996F46">
        <w:t xml:space="preserve"> reason</w:t>
      </w:r>
      <w:r w:rsidR="00701922">
        <w:t>s</w:t>
      </w:r>
      <w:r w:rsidR="00996F46">
        <w:t xml:space="preserve">, the impacts of formal research exemptions </w:t>
      </w:r>
      <w:r w:rsidR="00472DCC">
        <w:t xml:space="preserve">might be </w:t>
      </w:r>
      <w:r w:rsidR="00472DCC" w:rsidRPr="002D6C32">
        <w:t>minimal</w:t>
      </w:r>
      <w:r w:rsidR="00996F46" w:rsidRPr="002D6C32">
        <w:t xml:space="preserve">. </w:t>
      </w:r>
    </w:p>
    <w:p w:rsidR="00716F63" w:rsidRPr="00B75114" w:rsidRDefault="00716F63" w:rsidP="00B75114">
      <w:pPr>
        <w:pStyle w:val="BodyText"/>
      </w:pPr>
    </w:p>
    <w:sectPr w:rsidR="00716F63" w:rsidRPr="00B75114" w:rsidSect="00522FDF">
      <w:headerReference w:type="even" r:id="rId21"/>
      <w:headerReference w:type="default" r:id="rId22"/>
      <w:footerReference w:type="even" r:id="rId23"/>
      <w:footerReference w:type="default" r:id="rId24"/>
      <w:headerReference w:type="first" r:id="rId25"/>
      <w:footerReference w:type="first" r:id="rId26"/>
      <w:pgSz w:w="11907" w:h="16840" w:code="9"/>
      <w:pgMar w:top="1985" w:right="1304" w:bottom="1418" w:left="1814" w:header="1701" w:footer="567" w:gutter="0"/>
      <w:pgNumType w:start="25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484" w:rsidRDefault="00B01484">
      <w:r>
        <w:separator/>
      </w:r>
    </w:p>
  </w:endnote>
  <w:endnote w:type="continuationSeparator" w:id="0">
    <w:p w:rsidR="00B01484" w:rsidRDefault="00B01484">
      <w:r>
        <w:continuationSeparator/>
      </w:r>
    </w:p>
  </w:endnote>
  <w:endnote w:type="continuationNotice" w:id="1">
    <w:p w:rsidR="00B01484" w:rsidRDefault="00B01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01484">
      <w:trPr>
        <w:trHeight w:hRule="exact" w:val="740"/>
      </w:trPr>
      <w:tc>
        <w:tcPr>
          <w:tcW w:w="510" w:type="dxa"/>
          <w:tcBorders>
            <w:top w:val="single" w:sz="6" w:space="0" w:color="auto"/>
          </w:tcBorders>
        </w:tcPr>
        <w:p w:rsidR="00B01484" w:rsidRDefault="00B0148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31AE2">
            <w:rPr>
              <w:rStyle w:val="PageNumber"/>
              <w:noProof/>
            </w:rPr>
            <w:t>274</w:t>
          </w:r>
          <w:r>
            <w:rPr>
              <w:rStyle w:val="PageNumber"/>
            </w:rPr>
            <w:fldChar w:fldCharType="end"/>
          </w:r>
        </w:p>
      </w:tc>
      <w:tc>
        <w:tcPr>
          <w:tcW w:w="1644" w:type="dxa"/>
          <w:tcBorders>
            <w:top w:val="single" w:sz="6" w:space="0" w:color="auto"/>
          </w:tcBorders>
        </w:tcPr>
        <w:p w:rsidR="00B01484" w:rsidRDefault="00F15451" w:rsidP="0019293B">
          <w:pPr>
            <w:pStyle w:val="Footer"/>
          </w:pPr>
          <w:fldSimple w:instr=" SUBJECT  \* MERGEFORMAT ">
            <w:r w:rsidR="005B750A">
              <w:t>Compulsory licensing of patents</w:t>
            </w:r>
          </w:fldSimple>
        </w:p>
      </w:tc>
      <w:tc>
        <w:tcPr>
          <w:tcW w:w="6634" w:type="dxa"/>
        </w:tcPr>
        <w:p w:rsidR="00B01484" w:rsidRDefault="00B01484" w:rsidP="006E47D1">
          <w:pPr>
            <w:pStyle w:val="Footer"/>
            <w:jc w:val="center"/>
          </w:pPr>
        </w:p>
      </w:tc>
    </w:tr>
  </w:tbl>
  <w:p w:rsidR="00B01484" w:rsidRDefault="00B0148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01484" w:rsidTr="00613ADF">
      <w:trPr>
        <w:trHeight w:hRule="exact" w:val="740"/>
      </w:trPr>
      <w:tc>
        <w:tcPr>
          <w:tcW w:w="6663" w:type="dxa"/>
        </w:tcPr>
        <w:p w:rsidR="00B01484" w:rsidRDefault="00B01484" w:rsidP="00613ADF">
          <w:pPr>
            <w:pStyle w:val="Footer"/>
            <w:ind w:right="360" w:firstLine="360"/>
          </w:pPr>
        </w:p>
      </w:tc>
      <w:tc>
        <w:tcPr>
          <w:tcW w:w="1615" w:type="dxa"/>
          <w:tcBorders>
            <w:top w:val="single" w:sz="6" w:space="0" w:color="auto"/>
          </w:tcBorders>
        </w:tcPr>
        <w:p w:rsidR="00B01484" w:rsidRDefault="00F15451" w:rsidP="009C1161">
          <w:pPr>
            <w:pStyle w:val="Footer"/>
          </w:pPr>
          <w:fldSimple w:instr=" TITLE  \* MERGEFORMAT ">
            <w:r w:rsidR="005B750A">
              <w:t xml:space="preserve">Non-voluntary access arrangements </w:t>
            </w:r>
          </w:fldSimple>
        </w:p>
      </w:tc>
      <w:tc>
        <w:tcPr>
          <w:tcW w:w="510" w:type="dxa"/>
          <w:tcBorders>
            <w:top w:val="single" w:sz="6" w:space="0" w:color="auto"/>
          </w:tcBorders>
        </w:tcPr>
        <w:p w:rsidR="00B01484" w:rsidRDefault="00B01484">
          <w:pPr>
            <w:pStyle w:val="Footer"/>
            <w:jc w:val="right"/>
          </w:pPr>
          <w:r>
            <w:rPr>
              <w:rStyle w:val="PageNumber"/>
            </w:rPr>
            <w:fldChar w:fldCharType="begin"/>
          </w:r>
          <w:r>
            <w:rPr>
              <w:rStyle w:val="PageNumber"/>
            </w:rPr>
            <w:instrText xml:space="preserve">PAGE  </w:instrText>
          </w:r>
          <w:r>
            <w:rPr>
              <w:rStyle w:val="PageNumber"/>
            </w:rPr>
            <w:fldChar w:fldCharType="separate"/>
          </w:r>
          <w:r w:rsidR="00931AE2">
            <w:rPr>
              <w:rStyle w:val="PageNumber"/>
              <w:noProof/>
            </w:rPr>
            <w:t>253</w:t>
          </w:r>
          <w:r>
            <w:rPr>
              <w:rStyle w:val="PageNumber"/>
            </w:rPr>
            <w:fldChar w:fldCharType="end"/>
          </w:r>
        </w:p>
      </w:tc>
    </w:tr>
  </w:tbl>
  <w:p w:rsidR="00B01484" w:rsidRDefault="00B01484">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451" w:rsidRDefault="00F154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484" w:rsidRDefault="00B01484">
      <w:r>
        <w:separator/>
      </w:r>
    </w:p>
  </w:footnote>
  <w:footnote w:type="continuationSeparator" w:id="0">
    <w:p w:rsidR="00B01484" w:rsidRDefault="00B01484">
      <w:r>
        <w:continuationSeparator/>
      </w:r>
    </w:p>
  </w:footnote>
  <w:footnote w:type="continuationNotice" w:id="1">
    <w:p w:rsidR="00B01484" w:rsidRDefault="00B01484"/>
  </w:footnote>
  <w:footnote w:id="2">
    <w:p w:rsidR="00B01484" w:rsidRDefault="00B01484">
      <w:pPr>
        <w:pStyle w:val="FootnoteText"/>
      </w:pPr>
      <w:r>
        <w:rPr>
          <w:rStyle w:val="FootnoteReference"/>
        </w:rPr>
        <w:footnoteRef/>
      </w:r>
      <w:r>
        <w:t xml:space="preserve"> </w:t>
      </w:r>
      <w:r>
        <w:tab/>
        <w:t>Section 226 of the Patents Act states that ‘work, in relation to a patented invention, means: where the invention is a product — [the patent holder] make[s] or import[s] the product; or where the invention is a method or process — [the patent holder] uses the method or process [to make or import] a product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01484">
      <w:tc>
        <w:tcPr>
          <w:tcW w:w="2155" w:type="dxa"/>
          <w:tcBorders>
            <w:top w:val="single" w:sz="24" w:space="0" w:color="auto"/>
          </w:tcBorders>
        </w:tcPr>
        <w:p w:rsidR="00B01484" w:rsidRDefault="00B01484" w:rsidP="0019293B">
          <w:pPr>
            <w:pStyle w:val="HeaderEven"/>
          </w:pPr>
        </w:p>
      </w:tc>
      <w:tc>
        <w:tcPr>
          <w:tcW w:w="6634" w:type="dxa"/>
          <w:tcBorders>
            <w:top w:val="single" w:sz="6" w:space="0" w:color="auto"/>
          </w:tcBorders>
        </w:tcPr>
        <w:p w:rsidR="00B01484" w:rsidRDefault="00B01484" w:rsidP="0019293B">
          <w:pPr>
            <w:pStyle w:val="HeaderEven"/>
          </w:pPr>
        </w:p>
      </w:tc>
    </w:tr>
  </w:tbl>
  <w:p w:rsidR="00B01484" w:rsidRDefault="00B0148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01484">
      <w:tc>
        <w:tcPr>
          <w:tcW w:w="6634" w:type="dxa"/>
          <w:tcBorders>
            <w:top w:val="single" w:sz="6" w:space="0" w:color="auto"/>
          </w:tcBorders>
        </w:tcPr>
        <w:p w:rsidR="00B01484" w:rsidRDefault="00B01484" w:rsidP="00E669E2">
          <w:pPr>
            <w:pStyle w:val="HeaderOdd"/>
          </w:pPr>
        </w:p>
      </w:tc>
      <w:tc>
        <w:tcPr>
          <w:tcW w:w="2155" w:type="dxa"/>
          <w:tcBorders>
            <w:top w:val="single" w:sz="24" w:space="0" w:color="auto"/>
          </w:tcBorders>
        </w:tcPr>
        <w:p w:rsidR="00B01484" w:rsidRDefault="00B01484" w:rsidP="00E669E2">
          <w:pPr>
            <w:pStyle w:val="HeaderOdd"/>
          </w:pPr>
        </w:p>
      </w:tc>
    </w:tr>
  </w:tbl>
  <w:p w:rsidR="00B01484" w:rsidRDefault="00B01484"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451" w:rsidRDefault="00F15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4"/>
  </w:num>
  <w:num w:numId="4">
    <w:abstractNumId w:val="0"/>
  </w:num>
  <w:num w:numId="5">
    <w:abstractNumId w:val="10"/>
  </w:num>
  <w:num w:numId="6">
    <w:abstractNumId w:val="1"/>
  </w:num>
  <w:num w:numId="7">
    <w:abstractNumId w:val="13"/>
  </w:num>
  <w:num w:numId="8">
    <w:abstractNumId w:val="12"/>
  </w:num>
  <w:num w:numId="9">
    <w:abstractNumId w:val="15"/>
  </w:num>
  <w:num w:numId="10">
    <w:abstractNumId w:val="5"/>
  </w:num>
  <w:num w:numId="11">
    <w:abstractNumId w:val="11"/>
  </w:num>
  <w:num w:numId="12">
    <w:abstractNumId w:val="4"/>
  </w:num>
  <w:num w:numId="13">
    <w:abstractNumId w:val="3"/>
  </w:num>
  <w:num w:numId="14">
    <w:abstractNumId w:val="6"/>
  </w:num>
  <w:num w:numId="15">
    <w:abstractNumId w:val="7"/>
  </w:num>
  <w:num w:numId="16">
    <w:abstractNumId w:val="9"/>
  </w:num>
  <w:num w:numId="1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49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Non-voluntary access arrangements "/>
    <w:docVar w:name="ShortReportTitle" w:val="Compulsory licensing of patents"/>
  </w:docVars>
  <w:rsids>
    <w:rsidRoot w:val="00114A79"/>
    <w:rsid w:val="0000452C"/>
    <w:rsid w:val="0001155F"/>
    <w:rsid w:val="00012763"/>
    <w:rsid w:val="000128E6"/>
    <w:rsid w:val="00017EF9"/>
    <w:rsid w:val="00020FAE"/>
    <w:rsid w:val="000245AA"/>
    <w:rsid w:val="00026ED5"/>
    <w:rsid w:val="00032F91"/>
    <w:rsid w:val="000350E3"/>
    <w:rsid w:val="0003664B"/>
    <w:rsid w:val="000405ED"/>
    <w:rsid w:val="0004111F"/>
    <w:rsid w:val="00041D10"/>
    <w:rsid w:val="00046F2C"/>
    <w:rsid w:val="000565B3"/>
    <w:rsid w:val="00056622"/>
    <w:rsid w:val="00056CD7"/>
    <w:rsid w:val="00057E47"/>
    <w:rsid w:val="00065EDB"/>
    <w:rsid w:val="0007150B"/>
    <w:rsid w:val="000722FB"/>
    <w:rsid w:val="0007452B"/>
    <w:rsid w:val="00074CBF"/>
    <w:rsid w:val="000800DA"/>
    <w:rsid w:val="000823D3"/>
    <w:rsid w:val="0008248A"/>
    <w:rsid w:val="000854AC"/>
    <w:rsid w:val="00085992"/>
    <w:rsid w:val="00085E68"/>
    <w:rsid w:val="0009118F"/>
    <w:rsid w:val="00092327"/>
    <w:rsid w:val="000934EB"/>
    <w:rsid w:val="000938F5"/>
    <w:rsid w:val="000957C9"/>
    <w:rsid w:val="00096EAD"/>
    <w:rsid w:val="00097431"/>
    <w:rsid w:val="000A0352"/>
    <w:rsid w:val="000A0BF9"/>
    <w:rsid w:val="000A4C92"/>
    <w:rsid w:val="000A65A8"/>
    <w:rsid w:val="000A7C76"/>
    <w:rsid w:val="000B36F7"/>
    <w:rsid w:val="000B5FAD"/>
    <w:rsid w:val="000B601B"/>
    <w:rsid w:val="000C025C"/>
    <w:rsid w:val="000C1560"/>
    <w:rsid w:val="000C207E"/>
    <w:rsid w:val="000C4CB8"/>
    <w:rsid w:val="000C5CEC"/>
    <w:rsid w:val="000C5F9D"/>
    <w:rsid w:val="000C7F63"/>
    <w:rsid w:val="000D0EFC"/>
    <w:rsid w:val="000D250A"/>
    <w:rsid w:val="000D4F02"/>
    <w:rsid w:val="000E31E9"/>
    <w:rsid w:val="000E60DF"/>
    <w:rsid w:val="000E7CEF"/>
    <w:rsid w:val="000E7E7A"/>
    <w:rsid w:val="000F0E3B"/>
    <w:rsid w:val="000F2936"/>
    <w:rsid w:val="000F420B"/>
    <w:rsid w:val="000F5689"/>
    <w:rsid w:val="001006B8"/>
    <w:rsid w:val="00104050"/>
    <w:rsid w:val="00107413"/>
    <w:rsid w:val="00110116"/>
    <w:rsid w:val="0011202E"/>
    <w:rsid w:val="00112402"/>
    <w:rsid w:val="00114A79"/>
    <w:rsid w:val="0011613A"/>
    <w:rsid w:val="00117809"/>
    <w:rsid w:val="00120072"/>
    <w:rsid w:val="00120DEA"/>
    <w:rsid w:val="001235A0"/>
    <w:rsid w:val="00125543"/>
    <w:rsid w:val="001257F2"/>
    <w:rsid w:val="00126EB8"/>
    <w:rsid w:val="001274D4"/>
    <w:rsid w:val="001275F5"/>
    <w:rsid w:val="00127F14"/>
    <w:rsid w:val="00127FF0"/>
    <w:rsid w:val="00131341"/>
    <w:rsid w:val="001363AA"/>
    <w:rsid w:val="00141C95"/>
    <w:rsid w:val="001425BB"/>
    <w:rsid w:val="00142A39"/>
    <w:rsid w:val="00143731"/>
    <w:rsid w:val="00151090"/>
    <w:rsid w:val="0015347A"/>
    <w:rsid w:val="00154D7B"/>
    <w:rsid w:val="00155585"/>
    <w:rsid w:val="0015621F"/>
    <w:rsid w:val="0016327B"/>
    <w:rsid w:val="00170C07"/>
    <w:rsid w:val="001718D0"/>
    <w:rsid w:val="00171908"/>
    <w:rsid w:val="00171CB9"/>
    <w:rsid w:val="001721A0"/>
    <w:rsid w:val="00173058"/>
    <w:rsid w:val="001730C6"/>
    <w:rsid w:val="00175884"/>
    <w:rsid w:val="001767CB"/>
    <w:rsid w:val="00183E82"/>
    <w:rsid w:val="00184677"/>
    <w:rsid w:val="00186F13"/>
    <w:rsid w:val="0018780F"/>
    <w:rsid w:val="0018781A"/>
    <w:rsid w:val="001878BB"/>
    <w:rsid w:val="001909AC"/>
    <w:rsid w:val="00191AE0"/>
    <w:rsid w:val="0019293B"/>
    <w:rsid w:val="0019329A"/>
    <w:rsid w:val="001A017F"/>
    <w:rsid w:val="001B3A81"/>
    <w:rsid w:val="001B3CD4"/>
    <w:rsid w:val="001B65F0"/>
    <w:rsid w:val="001C0865"/>
    <w:rsid w:val="001C0D0F"/>
    <w:rsid w:val="001C1826"/>
    <w:rsid w:val="001C1E27"/>
    <w:rsid w:val="001C2451"/>
    <w:rsid w:val="001C2780"/>
    <w:rsid w:val="001C3ABA"/>
    <w:rsid w:val="001C4691"/>
    <w:rsid w:val="001C543C"/>
    <w:rsid w:val="001C658A"/>
    <w:rsid w:val="001C6DD9"/>
    <w:rsid w:val="001C70CE"/>
    <w:rsid w:val="001D08DA"/>
    <w:rsid w:val="001D0F24"/>
    <w:rsid w:val="001D486C"/>
    <w:rsid w:val="001D5FB2"/>
    <w:rsid w:val="001D7F09"/>
    <w:rsid w:val="001E096E"/>
    <w:rsid w:val="001E146A"/>
    <w:rsid w:val="001E3919"/>
    <w:rsid w:val="001E7BE8"/>
    <w:rsid w:val="001F0248"/>
    <w:rsid w:val="001F3D8E"/>
    <w:rsid w:val="001F3EB3"/>
    <w:rsid w:val="001F5786"/>
    <w:rsid w:val="001F6842"/>
    <w:rsid w:val="00202C2C"/>
    <w:rsid w:val="00203DE2"/>
    <w:rsid w:val="002076F8"/>
    <w:rsid w:val="00210747"/>
    <w:rsid w:val="00210ADA"/>
    <w:rsid w:val="002111FE"/>
    <w:rsid w:val="00212BAC"/>
    <w:rsid w:val="0021359A"/>
    <w:rsid w:val="00213B2E"/>
    <w:rsid w:val="00216A6B"/>
    <w:rsid w:val="00220564"/>
    <w:rsid w:val="002206B2"/>
    <w:rsid w:val="00235E83"/>
    <w:rsid w:val="00235F4B"/>
    <w:rsid w:val="002410AE"/>
    <w:rsid w:val="0024160F"/>
    <w:rsid w:val="00241CDE"/>
    <w:rsid w:val="00242279"/>
    <w:rsid w:val="00242753"/>
    <w:rsid w:val="00242BD4"/>
    <w:rsid w:val="00245850"/>
    <w:rsid w:val="00245C82"/>
    <w:rsid w:val="00246BB9"/>
    <w:rsid w:val="00246CA9"/>
    <w:rsid w:val="00247D5E"/>
    <w:rsid w:val="002514F0"/>
    <w:rsid w:val="00254AE8"/>
    <w:rsid w:val="00265567"/>
    <w:rsid w:val="002731F7"/>
    <w:rsid w:val="00276D65"/>
    <w:rsid w:val="002822D3"/>
    <w:rsid w:val="00286E05"/>
    <w:rsid w:val="00290BA8"/>
    <w:rsid w:val="0029101C"/>
    <w:rsid w:val="00291B40"/>
    <w:rsid w:val="00294890"/>
    <w:rsid w:val="0029591D"/>
    <w:rsid w:val="00295D1C"/>
    <w:rsid w:val="00295D90"/>
    <w:rsid w:val="00295FBE"/>
    <w:rsid w:val="002A10BA"/>
    <w:rsid w:val="002A5A85"/>
    <w:rsid w:val="002A68D3"/>
    <w:rsid w:val="002A6938"/>
    <w:rsid w:val="002B2254"/>
    <w:rsid w:val="002B4008"/>
    <w:rsid w:val="002B681B"/>
    <w:rsid w:val="002B74FA"/>
    <w:rsid w:val="002C3546"/>
    <w:rsid w:val="002C6919"/>
    <w:rsid w:val="002D0E8E"/>
    <w:rsid w:val="002D55CE"/>
    <w:rsid w:val="002D5668"/>
    <w:rsid w:val="002D605F"/>
    <w:rsid w:val="002D6C32"/>
    <w:rsid w:val="002E1061"/>
    <w:rsid w:val="002E7C12"/>
    <w:rsid w:val="002E7FCD"/>
    <w:rsid w:val="002F02D7"/>
    <w:rsid w:val="002F53D5"/>
    <w:rsid w:val="002F577A"/>
    <w:rsid w:val="002F6BDF"/>
    <w:rsid w:val="002F734C"/>
    <w:rsid w:val="00301189"/>
    <w:rsid w:val="00301C09"/>
    <w:rsid w:val="00302086"/>
    <w:rsid w:val="00303791"/>
    <w:rsid w:val="0030683C"/>
    <w:rsid w:val="00310202"/>
    <w:rsid w:val="003113D2"/>
    <w:rsid w:val="00312683"/>
    <w:rsid w:val="0031322F"/>
    <w:rsid w:val="00313BBB"/>
    <w:rsid w:val="00315337"/>
    <w:rsid w:val="00315C55"/>
    <w:rsid w:val="00316727"/>
    <w:rsid w:val="00317200"/>
    <w:rsid w:val="00321718"/>
    <w:rsid w:val="00323594"/>
    <w:rsid w:val="00323E09"/>
    <w:rsid w:val="0032546E"/>
    <w:rsid w:val="003255C9"/>
    <w:rsid w:val="003269E1"/>
    <w:rsid w:val="00326A1F"/>
    <w:rsid w:val="003275AE"/>
    <w:rsid w:val="003278B2"/>
    <w:rsid w:val="003325A7"/>
    <w:rsid w:val="00333932"/>
    <w:rsid w:val="00333A85"/>
    <w:rsid w:val="00334712"/>
    <w:rsid w:val="0034365C"/>
    <w:rsid w:val="00343BE3"/>
    <w:rsid w:val="00345E76"/>
    <w:rsid w:val="003460D4"/>
    <w:rsid w:val="003468B9"/>
    <w:rsid w:val="003469FD"/>
    <w:rsid w:val="0034745A"/>
    <w:rsid w:val="00347B43"/>
    <w:rsid w:val="003518AA"/>
    <w:rsid w:val="00352165"/>
    <w:rsid w:val="00352C56"/>
    <w:rsid w:val="00353182"/>
    <w:rsid w:val="003565D9"/>
    <w:rsid w:val="00356BEE"/>
    <w:rsid w:val="00356E2C"/>
    <w:rsid w:val="00357197"/>
    <w:rsid w:val="003602E1"/>
    <w:rsid w:val="00361476"/>
    <w:rsid w:val="003668BE"/>
    <w:rsid w:val="0036782C"/>
    <w:rsid w:val="0037026F"/>
    <w:rsid w:val="00371240"/>
    <w:rsid w:val="003728CC"/>
    <w:rsid w:val="00372D1F"/>
    <w:rsid w:val="00373535"/>
    <w:rsid w:val="00374731"/>
    <w:rsid w:val="00375F81"/>
    <w:rsid w:val="003814FE"/>
    <w:rsid w:val="00381C20"/>
    <w:rsid w:val="003833A3"/>
    <w:rsid w:val="00383ADE"/>
    <w:rsid w:val="00384F41"/>
    <w:rsid w:val="00390097"/>
    <w:rsid w:val="003919F9"/>
    <w:rsid w:val="003928E7"/>
    <w:rsid w:val="00396DB3"/>
    <w:rsid w:val="00397800"/>
    <w:rsid w:val="003A0D87"/>
    <w:rsid w:val="003A439E"/>
    <w:rsid w:val="003A7104"/>
    <w:rsid w:val="003B1D12"/>
    <w:rsid w:val="003B547E"/>
    <w:rsid w:val="003B761D"/>
    <w:rsid w:val="003B7A54"/>
    <w:rsid w:val="003C38B5"/>
    <w:rsid w:val="003C5D99"/>
    <w:rsid w:val="003C63A9"/>
    <w:rsid w:val="003C647C"/>
    <w:rsid w:val="003C77DA"/>
    <w:rsid w:val="003D0E08"/>
    <w:rsid w:val="003D31C7"/>
    <w:rsid w:val="003D3652"/>
    <w:rsid w:val="003D410B"/>
    <w:rsid w:val="003D7FAA"/>
    <w:rsid w:val="003E074D"/>
    <w:rsid w:val="003E0B1B"/>
    <w:rsid w:val="003E2F0C"/>
    <w:rsid w:val="003E2F59"/>
    <w:rsid w:val="003E44F0"/>
    <w:rsid w:val="003E4BF1"/>
    <w:rsid w:val="003E7C0F"/>
    <w:rsid w:val="003F0789"/>
    <w:rsid w:val="003F0A02"/>
    <w:rsid w:val="003F0B3E"/>
    <w:rsid w:val="003F141C"/>
    <w:rsid w:val="003F35EB"/>
    <w:rsid w:val="003F4777"/>
    <w:rsid w:val="003F4851"/>
    <w:rsid w:val="0040129E"/>
    <w:rsid w:val="00401882"/>
    <w:rsid w:val="00403B85"/>
    <w:rsid w:val="00407475"/>
    <w:rsid w:val="004100C8"/>
    <w:rsid w:val="004114DE"/>
    <w:rsid w:val="004119A2"/>
    <w:rsid w:val="00411DBD"/>
    <w:rsid w:val="00412ACE"/>
    <w:rsid w:val="00415960"/>
    <w:rsid w:val="00417374"/>
    <w:rsid w:val="004200A6"/>
    <w:rsid w:val="00420FBA"/>
    <w:rsid w:val="0042114A"/>
    <w:rsid w:val="0042398A"/>
    <w:rsid w:val="0042419C"/>
    <w:rsid w:val="00425A06"/>
    <w:rsid w:val="004270CB"/>
    <w:rsid w:val="00430672"/>
    <w:rsid w:val="00431249"/>
    <w:rsid w:val="00433C52"/>
    <w:rsid w:val="00434C19"/>
    <w:rsid w:val="004422B8"/>
    <w:rsid w:val="004428FE"/>
    <w:rsid w:val="00443421"/>
    <w:rsid w:val="00443B7D"/>
    <w:rsid w:val="0044574D"/>
    <w:rsid w:val="00450810"/>
    <w:rsid w:val="00452D8C"/>
    <w:rsid w:val="00453448"/>
    <w:rsid w:val="00454CAB"/>
    <w:rsid w:val="004574E7"/>
    <w:rsid w:val="00461247"/>
    <w:rsid w:val="00463342"/>
    <w:rsid w:val="00466C04"/>
    <w:rsid w:val="00467896"/>
    <w:rsid w:val="00472DCC"/>
    <w:rsid w:val="004757FF"/>
    <w:rsid w:val="00477144"/>
    <w:rsid w:val="004779C5"/>
    <w:rsid w:val="00477AD8"/>
    <w:rsid w:val="004802F8"/>
    <w:rsid w:val="00483C2B"/>
    <w:rsid w:val="0048547F"/>
    <w:rsid w:val="00485BB5"/>
    <w:rsid w:val="0048655B"/>
    <w:rsid w:val="0048689F"/>
    <w:rsid w:val="004900D6"/>
    <w:rsid w:val="00490ADA"/>
    <w:rsid w:val="00492EE1"/>
    <w:rsid w:val="0049459F"/>
    <w:rsid w:val="00495241"/>
    <w:rsid w:val="004A38DD"/>
    <w:rsid w:val="004B02F3"/>
    <w:rsid w:val="004B119A"/>
    <w:rsid w:val="004B43AE"/>
    <w:rsid w:val="004B511C"/>
    <w:rsid w:val="004B673E"/>
    <w:rsid w:val="004C2DFD"/>
    <w:rsid w:val="004C30ED"/>
    <w:rsid w:val="004C468F"/>
    <w:rsid w:val="004C71DF"/>
    <w:rsid w:val="004D2587"/>
    <w:rsid w:val="004D4085"/>
    <w:rsid w:val="004D5183"/>
    <w:rsid w:val="004D5675"/>
    <w:rsid w:val="004D6E78"/>
    <w:rsid w:val="004E03CF"/>
    <w:rsid w:val="004E3BEE"/>
    <w:rsid w:val="004E55BF"/>
    <w:rsid w:val="004F3C6A"/>
    <w:rsid w:val="004F4A04"/>
    <w:rsid w:val="004F6982"/>
    <w:rsid w:val="004F7796"/>
    <w:rsid w:val="005013AE"/>
    <w:rsid w:val="00502283"/>
    <w:rsid w:val="00502791"/>
    <w:rsid w:val="005076F6"/>
    <w:rsid w:val="00512B11"/>
    <w:rsid w:val="005150CC"/>
    <w:rsid w:val="0051739A"/>
    <w:rsid w:val="00517667"/>
    <w:rsid w:val="00522FDF"/>
    <w:rsid w:val="00523639"/>
    <w:rsid w:val="005259AD"/>
    <w:rsid w:val="0053063E"/>
    <w:rsid w:val="005317FE"/>
    <w:rsid w:val="00531FE5"/>
    <w:rsid w:val="005320C1"/>
    <w:rsid w:val="00533ADB"/>
    <w:rsid w:val="0053592E"/>
    <w:rsid w:val="00537E6B"/>
    <w:rsid w:val="0054046C"/>
    <w:rsid w:val="00540688"/>
    <w:rsid w:val="00541798"/>
    <w:rsid w:val="0054668F"/>
    <w:rsid w:val="005467F5"/>
    <w:rsid w:val="005522A1"/>
    <w:rsid w:val="0055240A"/>
    <w:rsid w:val="005536A4"/>
    <w:rsid w:val="00555412"/>
    <w:rsid w:val="00555773"/>
    <w:rsid w:val="005578DC"/>
    <w:rsid w:val="00561C61"/>
    <w:rsid w:val="00561C6D"/>
    <w:rsid w:val="005638B4"/>
    <w:rsid w:val="00564F49"/>
    <w:rsid w:val="005654CC"/>
    <w:rsid w:val="0056564D"/>
    <w:rsid w:val="00570B93"/>
    <w:rsid w:val="00571D61"/>
    <w:rsid w:val="00574477"/>
    <w:rsid w:val="00575199"/>
    <w:rsid w:val="00575765"/>
    <w:rsid w:val="00583C39"/>
    <w:rsid w:val="005870E2"/>
    <w:rsid w:val="005909CF"/>
    <w:rsid w:val="00591E71"/>
    <w:rsid w:val="00592B0D"/>
    <w:rsid w:val="00597C1E"/>
    <w:rsid w:val="005A0D41"/>
    <w:rsid w:val="005A23BE"/>
    <w:rsid w:val="005A39F4"/>
    <w:rsid w:val="005A7994"/>
    <w:rsid w:val="005B3FD2"/>
    <w:rsid w:val="005B750A"/>
    <w:rsid w:val="005B792D"/>
    <w:rsid w:val="005D53BE"/>
    <w:rsid w:val="005D5C3D"/>
    <w:rsid w:val="005D7502"/>
    <w:rsid w:val="005E591C"/>
    <w:rsid w:val="005E735F"/>
    <w:rsid w:val="005F0986"/>
    <w:rsid w:val="005F0EDD"/>
    <w:rsid w:val="005F44FA"/>
    <w:rsid w:val="005F5827"/>
    <w:rsid w:val="005F5AD1"/>
    <w:rsid w:val="005F754D"/>
    <w:rsid w:val="00602ED1"/>
    <w:rsid w:val="006078C7"/>
    <w:rsid w:val="00607BF1"/>
    <w:rsid w:val="00610E87"/>
    <w:rsid w:val="00613221"/>
    <w:rsid w:val="00613ADF"/>
    <w:rsid w:val="00614B3E"/>
    <w:rsid w:val="006167E9"/>
    <w:rsid w:val="0062249E"/>
    <w:rsid w:val="00622F73"/>
    <w:rsid w:val="00625401"/>
    <w:rsid w:val="00627A3E"/>
    <w:rsid w:val="00630D36"/>
    <w:rsid w:val="00630D4D"/>
    <w:rsid w:val="006316E2"/>
    <w:rsid w:val="00631E96"/>
    <w:rsid w:val="00632A74"/>
    <w:rsid w:val="00633E02"/>
    <w:rsid w:val="00636D8D"/>
    <w:rsid w:val="0064023C"/>
    <w:rsid w:val="00643BD4"/>
    <w:rsid w:val="0065600E"/>
    <w:rsid w:val="0066505E"/>
    <w:rsid w:val="00666367"/>
    <w:rsid w:val="006668BF"/>
    <w:rsid w:val="006677B3"/>
    <w:rsid w:val="0067011F"/>
    <w:rsid w:val="006711B1"/>
    <w:rsid w:val="0067376C"/>
    <w:rsid w:val="00674B26"/>
    <w:rsid w:val="00675502"/>
    <w:rsid w:val="00676D82"/>
    <w:rsid w:val="006845E4"/>
    <w:rsid w:val="00685BE2"/>
    <w:rsid w:val="00686539"/>
    <w:rsid w:val="00686A66"/>
    <w:rsid w:val="00690A71"/>
    <w:rsid w:val="006920AC"/>
    <w:rsid w:val="00695A59"/>
    <w:rsid w:val="006A292B"/>
    <w:rsid w:val="006A376B"/>
    <w:rsid w:val="006A4655"/>
    <w:rsid w:val="006B2B3C"/>
    <w:rsid w:val="006B76C9"/>
    <w:rsid w:val="006C1D81"/>
    <w:rsid w:val="006C3F7A"/>
    <w:rsid w:val="006C450B"/>
    <w:rsid w:val="006C6635"/>
    <w:rsid w:val="006C6AD6"/>
    <w:rsid w:val="006C7038"/>
    <w:rsid w:val="006C7462"/>
    <w:rsid w:val="006D5A9A"/>
    <w:rsid w:val="006E038F"/>
    <w:rsid w:val="006E10EF"/>
    <w:rsid w:val="006E3518"/>
    <w:rsid w:val="006E47D1"/>
    <w:rsid w:val="006E4B34"/>
    <w:rsid w:val="006E7301"/>
    <w:rsid w:val="006E73EF"/>
    <w:rsid w:val="006E755C"/>
    <w:rsid w:val="006F0CB3"/>
    <w:rsid w:val="006F27AD"/>
    <w:rsid w:val="006F4514"/>
    <w:rsid w:val="006F6723"/>
    <w:rsid w:val="006F6D1A"/>
    <w:rsid w:val="00700244"/>
    <w:rsid w:val="00700A2C"/>
    <w:rsid w:val="00701922"/>
    <w:rsid w:val="00701DE6"/>
    <w:rsid w:val="00705441"/>
    <w:rsid w:val="00705A9A"/>
    <w:rsid w:val="007107F0"/>
    <w:rsid w:val="00711FB7"/>
    <w:rsid w:val="00714D4D"/>
    <w:rsid w:val="00716C9B"/>
    <w:rsid w:val="00716F63"/>
    <w:rsid w:val="007170E9"/>
    <w:rsid w:val="00717B97"/>
    <w:rsid w:val="00725562"/>
    <w:rsid w:val="0072651E"/>
    <w:rsid w:val="0073096B"/>
    <w:rsid w:val="00731A2E"/>
    <w:rsid w:val="00736064"/>
    <w:rsid w:val="00737130"/>
    <w:rsid w:val="00740121"/>
    <w:rsid w:val="007429AE"/>
    <w:rsid w:val="00744BDE"/>
    <w:rsid w:val="00744FB1"/>
    <w:rsid w:val="0074750B"/>
    <w:rsid w:val="007512EA"/>
    <w:rsid w:val="00756831"/>
    <w:rsid w:val="007604BB"/>
    <w:rsid w:val="00765049"/>
    <w:rsid w:val="00765784"/>
    <w:rsid w:val="00774193"/>
    <w:rsid w:val="0077494C"/>
    <w:rsid w:val="00775864"/>
    <w:rsid w:val="0078185B"/>
    <w:rsid w:val="00785232"/>
    <w:rsid w:val="00785F93"/>
    <w:rsid w:val="007967A4"/>
    <w:rsid w:val="007A21EB"/>
    <w:rsid w:val="007A6175"/>
    <w:rsid w:val="007B0C47"/>
    <w:rsid w:val="007B1A93"/>
    <w:rsid w:val="007B2CED"/>
    <w:rsid w:val="007B3715"/>
    <w:rsid w:val="007B53E2"/>
    <w:rsid w:val="007B565A"/>
    <w:rsid w:val="007B7E95"/>
    <w:rsid w:val="007C36C9"/>
    <w:rsid w:val="007C4BFE"/>
    <w:rsid w:val="007C4D54"/>
    <w:rsid w:val="007C53B2"/>
    <w:rsid w:val="007C5A7E"/>
    <w:rsid w:val="007C5AC2"/>
    <w:rsid w:val="007C6470"/>
    <w:rsid w:val="007C7948"/>
    <w:rsid w:val="007D1B56"/>
    <w:rsid w:val="007D47C9"/>
    <w:rsid w:val="007D4C6A"/>
    <w:rsid w:val="007D58A8"/>
    <w:rsid w:val="007D6401"/>
    <w:rsid w:val="007D6AED"/>
    <w:rsid w:val="007D7828"/>
    <w:rsid w:val="007E01E4"/>
    <w:rsid w:val="007E1695"/>
    <w:rsid w:val="007E2A83"/>
    <w:rsid w:val="007E6012"/>
    <w:rsid w:val="007F3CDB"/>
    <w:rsid w:val="007F7107"/>
    <w:rsid w:val="00803805"/>
    <w:rsid w:val="00805AD6"/>
    <w:rsid w:val="0081030F"/>
    <w:rsid w:val="0081272B"/>
    <w:rsid w:val="00813285"/>
    <w:rsid w:val="008146C9"/>
    <w:rsid w:val="00816881"/>
    <w:rsid w:val="00817BE8"/>
    <w:rsid w:val="0082087D"/>
    <w:rsid w:val="00823BA9"/>
    <w:rsid w:val="0083118C"/>
    <w:rsid w:val="0083461A"/>
    <w:rsid w:val="00834DC4"/>
    <w:rsid w:val="00835F75"/>
    <w:rsid w:val="00836E72"/>
    <w:rsid w:val="00840416"/>
    <w:rsid w:val="00840B37"/>
    <w:rsid w:val="0084189D"/>
    <w:rsid w:val="0084218E"/>
    <w:rsid w:val="00842933"/>
    <w:rsid w:val="00850192"/>
    <w:rsid w:val="0085032D"/>
    <w:rsid w:val="00852CD6"/>
    <w:rsid w:val="0086082C"/>
    <w:rsid w:val="00862EAB"/>
    <w:rsid w:val="00864ADC"/>
    <w:rsid w:val="00864F6C"/>
    <w:rsid w:val="00865458"/>
    <w:rsid w:val="00865C2C"/>
    <w:rsid w:val="00871C49"/>
    <w:rsid w:val="0087550A"/>
    <w:rsid w:val="00880153"/>
    <w:rsid w:val="008808FD"/>
    <w:rsid w:val="00880A53"/>
    <w:rsid w:val="00880F97"/>
    <w:rsid w:val="0088133A"/>
    <w:rsid w:val="00883897"/>
    <w:rsid w:val="0089285E"/>
    <w:rsid w:val="0089436C"/>
    <w:rsid w:val="00895038"/>
    <w:rsid w:val="00896B3D"/>
    <w:rsid w:val="008A0D50"/>
    <w:rsid w:val="008A42B4"/>
    <w:rsid w:val="008B0892"/>
    <w:rsid w:val="008B44F0"/>
    <w:rsid w:val="008B49F9"/>
    <w:rsid w:val="008B5090"/>
    <w:rsid w:val="008B511B"/>
    <w:rsid w:val="008B6D8C"/>
    <w:rsid w:val="008C17C0"/>
    <w:rsid w:val="008D1BF5"/>
    <w:rsid w:val="008D2B27"/>
    <w:rsid w:val="008D365C"/>
    <w:rsid w:val="008D65B2"/>
    <w:rsid w:val="008D713F"/>
    <w:rsid w:val="008E0E35"/>
    <w:rsid w:val="008E18D2"/>
    <w:rsid w:val="008E1F00"/>
    <w:rsid w:val="008E2029"/>
    <w:rsid w:val="008E4A78"/>
    <w:rsid w:val="008F61F2"/>
    <w:rsid w:val="00901CD2"/>
    <w:rsid w:val="009030BF"/>
    <w:rsid w:val="00905E2A"/>
    <w:rsid w:val="00907E75"/>
    <w:rsid w:val="0091032F"/>
    <w:rsid w:val="00910F71"/>
    <w:rsid w:val="0091149B"/>
    <w:rsid w:val="00914368"/>
    <w:rsid w:val="009167DB"/>
    <w:rsid w:val="00922F53"/>
    <w:rsid w:val="0092702B"/>
    <w:rsid w:val="00927E03"/>
    <w:rsid w:val="00931076"/>
    <w:rsid w:val="00931917"/>
    <w:rsid w:val="00931AE2"/>
    <w:rsid w:val="00932D76"/>
    <w:rsid w:val="0093394B"/>
    <w:rsid w:val="009345D9"/>
    <w:rsid w:val="00934B15"/>
    <w:rsid w:val="00941C5A"/>
    <w:rsid w:val="00941FED"/>
    <w:rsid w:val="00942B62"/>
    <w:rsid w:val="009434BC"/>
    <w:rsid w:val="009459FD"/>
    <w:rsid w:val="009471C6"/>
    <w:rsid w:val="00947707"/>
    <w:rsid w:val="009478CD"/>
    <w:rsid w:val="009546AC"/>
    <w:rsid w:val="00956A0C"/>
    <w:rsid w:val="00956BD9"/>
    <w:rsid w:val="00962489"/>
    <w:rsid w:val="009667CE"/>
    <w:rsid w:val="0097025B"/>
    <w:rsid w:val="0098298C"/>
    <w:rsid w:val="00983B04"/>
    <w:rsid w:val="009844F7"/>
    <w:rsid w:val="00986160"/>
    <w:rsid w:val="00990C2C"/>
    <w:rsid w:val="0099189B"/>
    <w:rsid w:val="00991CE5"/>
    <w:rsid w:val="00994E9A"/>
    <w:rsid w:val="00996E47"/>
    <w:rsid w:val="00996F46"/>
    <w:rsid w:val="009B11F1"/>
    <w:rsid w:val="009B2335"/>
    <w:rsid w:val="009B7807"/>
    <w:rsid w:val="009C032B"/>
    <w:rsid w:val="009C0CC3"/>
    <w:rsid w:val="009C1161"/>
    <w:rsid w:val="009C2BB5"/>
    <w:rsid w:val="009C3F22"/>
    <w:rsid w:val="009C4ED6"/>
    <w:rsid w:val="009C6DD4"/>
    <w:rsid w:val="009D3DE6"/>
    <w:rsid w:val="009E06BB"/>
    <w:rsid w:val="009E0E07"/>
    <w:rsid w:val="009E4436"/>
    <w:rsid w:val="009E521D"/>
    <w:rsid w:val="009E732B"/>
    <w:rsid w:val="009E7842"/>
    <w:rsid w:val="009F2764"/>
    <w:rsid w:val="009F42FD"/>
    <w:rsid w:val="009F456A"/>
    <w:rsid w:val="009F4881"/>
    <w:rsid w:val="009F696D"/>
    <w:rsid w:val="009F6BC6"/>
    <w:rsid w:val="009F6F6B"/>
    <w:rsid w:val="00A03065"/>
    <w:rsid w:val="00A03403"/>
    <w:rsid w:val="00A04BAA"/>
    <w:rsid w:val="00A0546B"/>
    <w:rsid w:val="00A0559E"/>
    <w:rsid w:val="00A117F6"/>
    <w:rsid w:val="00A12388"/>
    <w:rsid w:val="00A13773"/>
    <w:rsid w:val="00A16AB7"/>
    <w:rsid w:val="00A17328"/>
    <w:rsid w:val="00A22817"/>
    <w:rsid w:val="00A231B3"/>
    <w:rsid w:val="00A2376A"/>
    <w:rsid w:val="00A23A20"/>
    <w:rsid w:val="00A23D55"/>
    <w:rsid w:val="00A24AEC"/>
    <w:rsid w:val="00A24C1E"/>
    <w:rsid w:val="00A25B03"/>
    <w:rsid w:val="00A268B9"/>
    <w:rsid w:val="00A2703A"/>
    <w:rsid w:val="00A27DD4"/>
    <w:rsid w:val="00A31ADE"/>
    <w:rsid w:val="00A33DFF"/>
    <w:rsid w:val="00A35115"/>
    <w:rsid w:val="00A36D9A"/>
    <w:rsid w:val="00A37E17"/>
    <w:rsid w:val="00A42E6B"/>
    <w:rsid w:val="00A43A0F"/>
    <w:rsid w:val="00A44BE8"/>
    <w:rsid w:val="00A507E6"/>
    <w:rsid w:val="00A53FF6"/>
    <w:rsid w:val="00A54B79"/>
    <w:rsid w:val="00A554AB"/>
    <w:rsid w:val="00A57EB6"/>
    <w:rsid w:val="00A60C0A"/>
    <w:rsid w:val="00A61048"/>
    <w:rsid w:val="00A630DB"/>
    <w:rsid w:val="00A649E4"/>
    <w:rsid w:val="00A67680"/>
    <w:rsid w:val="00A70456"/>
    <w:rsid w:val="00A73808"/>
    <w:rsid w:val="00A7553A"/>
    <w:rsid w:val="00A7656A"/>
    <w:rsid w:val="00A77C9E"/>
    <w:rsid w:val="00A82607"/>
    <w:rsid w:val="00A85538"/>
    <w:rsid w:val="00A86F6D"/>
    <w:rsid w:val="00A92B53"/>
    <w:rsid w:val="00A92F57"/>
    <w:rsid w:val="00A93DAC"/>
    <w:rsid w:val="00A94B51"/>
    <w:rsid w:val="00A94FA6"/>
    <w:rsid w:val="00A975AF"/>
    <w:rsid w:val="00AA073F"/>
    <w:rsid w:val="00AA49A0"/>
    <w:rsid w:val="00AA4C23"/>
    <w:rsid w:val="00AA6710"/>
    <w:rsid w:val="00AA71C3"/>
    <w:rsid w:val="00AB016F"/>
    <w:rsid w:val="00AB0681"/>
    <w:rsid w:val="00AB147C"/>
    <w:rsid w:val="00AB15A5"/>
    <w:rsid w:val="00AB2001"/>
    <w:rsid w:val="00AB5CE7"/>
    <w:rsid w:val="00AC41A1"/>
    <w:rsid w:val="00AC629D"/>
    <w:rsid w:val="00AC78E0"/>
    <w:rsid w:val="00AC7D6A"/>
    <w:rsid w:val="00AD0080"/>
    <w:rsid w:val="00AD3EBB"/>
    <w:rsid w:val="00AD520B"/>
    <w:rsid w:val="00AD57EA"/>
    <w:rsid w:val="00AE5DC5"/>
    <w:rsid w:val="00AF370A"/>
    <w:rsid w:val="00AF3B7A"/>
    <w:rsid w:val="00B01484"/>
    <w:rsid w:val="00B01F2C"/>
    <w:rsid w:val="00B03309"/>
    <w:rsid w:val="00B03E5C"/>
    <w:rsid w:val="00B0678C"/>
    <w:rsid w:val="00B153FB"/>
    <w:rsid w:val="00B23CD8"/>
    <w:rsid w:val="00B24D83"/>
    <w:rsid w:val="00B25A72"/>
    <w:rsid w:val="00B3088B"/>
    <w:rsid w:val="00B31088"/>
    <w:rsid w:val="00B42A6E"/>
    <w:rsid w:val="00B440AD"/>
    <w:rsid w:val="00B470C6"/>
    <w:rsid w:val="00B52C18"/>
    <w:rsid w:val="00B53709"/>
    <w:rsid w:val="00B53E7E"/>
    <w:rsid w:val="00B61CD1"/>
    <w:rsid w:val="00B6342E"/>
    <w:rsid w:val="00B6676A"/>
    <w:rsid w:val="00B67E4C"/>
    <w:rsid w:val="00B7113F"/>
    <w:rsid w:val="00B74869"/>
    <w:rsid w:val="00B75114"/>
    <w:rsid w:val="00B84A2E"/>
    <w:rsid w:val="00B927F3"/>
    <w:rsid w:val="00B9481E"/>
    <w:rsid w:val="00B95918"/>
    <w:rsid w:val="00B96370"/>
    <w:rsid w:val="00BA008F"/>
    <w:rsid w:val="00BA6462"/>
    <w:rsid w:val="00BA6A25"/>
    <w:rsid w:val="00BA73B6"/>
    <w:rsid w:val="00BA7E27"/>
    <w:rsid w:val="00BB2555"/>
    <w:rsid w:val="00BB2603"/>
    <w:rsid w:val="00BB2829"/>
    <w:rsid w:val="00BB478D"/>
    <w:rsid w:val="00BB4FCD"/>
    <w:rsid w:val="00BB759F"/>
    <w:rsid w:val="00BC0F06"/>
    <w:rsid w:val="00BC14B3"/>
    <w:rsid w:val="00BC2E04"/>
    <w:rsid w:val="00BC5F94"/>
    <w:rsid w:val="00BC7292"/>
    <w:rsid w:val="00BC774A"/>
    <w:rsid w:val="00BD13EA"/>
    <w:rsid w:val="00BD2D11"/>
    <w:rsid w:val="00BE1885"/>
    <w:rsid w:val="00BE3808"/>
    <w:rsid w:val="00BE4694"/>
    <w:rsid w:val="00BF036B"/>
    <w:rsid w:val="00BF0771"/>
    <w:rsid w:val="00BF2BFC"/>
    <w:rsid w:val="00BF3876"/>
    <w:rsid w:val="00BF58CC"/>
    <w:rsid w:val="00BF7E83"/>
    <w:rsid w:val="00C005A0"/>
    <w:rsid w:val="00C02F86"/>
    <w:rsid w:val="00C062E9"/>
    <w:rsid w:val="00C07B64"/>
    <w:rsid w:val="00C115AF"/>
    <w:rsid w:val="00C1197E"/>
    <w:rsid w:val="00C13721"/>
    <w:rsid w:val="00C15A6C"/>
    <w:rsid w:val="00C15EBD"/>
    <w:rsid w:val="00C16C88"/>
    <w:rsid w:val="00C22656"/>
    <w:rsid w:val="00C25BAA"/>
    <w:rsid w:val="00C269E1"/>
    <w:rsid w:val="00C3066D"/>
    <w:rsid w:val="00C30FF7"/>
    <w:rsid w:val="00C3231A"/>
    <w:rsid w:val="00C32B75"/>
    <w:rsid w:val="00C4045F"/>
    <w:rsid w:val="00C41743"/>
    <w:rsid w:val="00C42013"/>
    <w:rsid w:val="00C45188"/>
    <w:rsid w:val="00C527ED"/>
    <w:rsid w:val="00C5413A"/>
    <w:rsid w:val="00C543F4"/>
    <w:rsid w:val="00C55690"/>
    <w:rsid w:val="00C57952"/>
    <w:rsid w:val="00C57D5F"/>
    <w:rsid w:val="00C600F5"/>
    <w:rsid w:val="00C6291C"/>
    <w:rsid w:val="00C633CB"/>
    <w:rsid w:val="00C6630E"/>
    <w:rsid w:val="00C66A1F"/>
    <w:rsid w:val="00C70A44"/>
    <w:rsid w:val="00C71432"/>
    <w:rsid w:val="00C7165F"/>
    <w:rsid w:val="00C72081"/>
    <w:rsid w:val="00C737A0"/>
    <w:rsid w:val="00C74C94"/>
    <w:rsid w:val="00C76FBD"/>
    <w:rsid w:val="00C80A8D"/>
    <w:rsid w:val="00C80F17"/>
    <w:rsid w:val="00C80F8F"/>
    <w:rsid w:val="00C81D4A"/>
    <w:rsid w:val="00C83CFF"/>
    <w:rsid w:val="00C86993"/>
    <w:rsid w:val="00C86FCF"/>
    <w:rsid w:val="00C8762C"/>
    <w:rsid w:val="00C92761"/>
    <w:rsid w:val="00CA00F9"/>
    <w:rsid w:val="00CA18DB"/>
    <w:rsid w:val="00CA19A0"/>
    <w:rsid w:val="00CA2961"/>
    <w:rsid w:val="00CA36EE"/>
    <w:rsid w:val="00CB048D"/>
    <w:rsid w:val="00CB1126"/>
    <w:rsid w:val="00CB2F66"/>
    <w:rsid w:val="00CB50D7"/>
    <w:rsid w:val="00CB7177"/>
    <w:rsid w:val="00CC111A"/>
    <w:rsid w:val="00CC1998"/>
    <w:rsid w:val="00CC21CF"/>
    <w:rsid w:val="00CC47EA"/>
    <w:rsid w:val="00CC4946"/>
    <w:rsid w:val="00CD0EAD"/>
    <w:rsid w:val="00CD28BC"/>
    <w:rsid w:val="00CD4D7D"/>
    <w:rsid w:val="00CD69C1"/>
    <w:rsid w:val="00CE1334"/>
    <w:rsid w:val="00CE4C3C"/>
    <w:rsid w:val="00CE4F81"/>
    <w:rsid w:val="00CE541A"/>
    <w:rsid w:val="00CE682B"/>
    <w:rsid w:val="00CE7D32"/>
    <w:rsid w:val="00CF00ED"/>
    <w:rsid w:val="00CF2919"/>
    <w:rsid w:val="00CF3F2E"/>
    <w:rsid w:val="00CF5A0E"/>
    <w:rsid w:val="00D03622"/>
    <w:rsid w:val="00D055C6"/>
    <w:rsid w:val="00D05E1C"/>
    <w:rsid w:val="00D10A93"/>
    <w:rsid w:val="00D14D58"/>
    <w:rsid w:val="00D211B9"/>
    <w:rsid w:val="00D24D13"/>
    <w:rsid w:val="00D270A4"/>
    <w:rsid w:val="00D3146F"/>
    <w:rsid w:val="00D31FE9"/>
    <w:rsid w:val="00D33CF9"/>
    <w:rsid w:val="00D33FA3"/>
    <w:rsid w:val="00D34104"/>
    <w:rsid w:val="00D3441D"/>
    <w:rsid w:val="00D34C24"/>
    <w:rsid w:val="00D34E1B"/>
    <w:rsid w:val="00D376BA"/>
    <w:rsid w:val="00D41159"/>
    <w:rsid w:val="00D425FE"/>
    <w:rsid w:val="00D44AA2"/>
    <w:rsid w:val="00D4699F"/>
    <w:rsid w:val="00D5568A"/>
    <w:rsid w:val="00D55CFA"/>
    <w:rsid w:val="00D55D18"/>
    <w:rsid w:val="00D62580"/>
    <w:rsid w:val="00D6317D"/>
    <w:rsid w:val="00D63777"/>
    <w:rsid w:val="00D63BB9"/>
    <w:rsid w:val="00D63D73"/>
    <w:rsid w:val="00D64452"/>
    <w:rsid w:val="00D66E1E"/>
    <w:rsid w:val="00D70127"/>
    <w:rsid w:val="00D73BCB"/>
    <w:rsid w:val="00D75722"/>
    <w:rsid w:val="00D80CF5"/>
    <w:rsid w:val="00D84024"/>
    <w:rsid w:val="00D84459"/>
    <w:rsid w:val="00D84FE3"/>
    <w:rsid w:val="00D93F47"/>
    <w:rsid w:val="00DA13A3"/>
    <w:rsid w:val="00DA38FF"/>
    <w:rsid w:val="00DA5BBA"/>
    <w:rsid w:val="00DB67C9"/>
    <w:rsid w:val="00DC0C95"/>
    <w:rsid w:val="00DC2816"/>
    <w:rsid w:val="00DC374B"/>
    <w:rsid w:val="00DC58B9"/>
    <w:rsid w:val="00DC5FBC"/>
    <w:rsid w:val="00DD2762"/>
    <w:rsid w:val="00DD3734"/>
    <w:rsid w:val="00DD5004"/>
    <w:rsid w:val="00DD6580"/>
    <w:rsid w:val="00DD7154"/>
    <w:rsid w:val="00DE1BF6"/>
    <w:rsid w:val="00DE6EAE"/>
    <w:rsid w:val="00DF3098"/>
    <w:rsid w:val="00DF35B9"/>
    <w:rsid w:val="00DF5E06"/>
    <w:rsid w:val="00DF7F41"/>
    <w:rsid w:val="00E01665"/>
    <w:rsid w:val="00E063D4"/>
    <w:rsid w:val="00E1034B"/>
    <w:rsid w:val="00E1473F"/>
    <w:rsid w:val="00E1641B"/>
    <w:rsid w:val="00E16452"/>
    <w:rsid w:val="00E17C72"/>
    <w:rsid w:val="00E21FC6"/>
    <w:rsid w:val="00E22977"/>
    <w:rsid w:val="00E22B1E"/>
    <w:rsid w:val="00E23702"/>
    <w:rsid w:val="00E24D7E"/>
    <w:rsid w:val="00E25B05"/>
    <w:rsid w:val="00E27398"/>
    <w:rsid w:val="00E3263F"/>
    <w:rsid w:val="00E339DB"/>
    <w:rsid w:val="00E36C76"/>
    <w:rsid w:val="00E37C8C"/>
    <w:rsid w:val="00E4154E"/>
    <w:rsid w:val="00E4159C"/>
    <w:rsid w:val="00E431A9"/>
    <w:rsid w:val="00E46D3F"/>
    <w:rsid w:val="00E60D4F"/>
    <w:rsid w:val="00E61274"/>
    <w:rsid w:val="00E616AA"/>
    <w:rsid w:val="00E6320D"/>
    <w:rsid w:val="00E635BC"/>
    <w:rsid w:val="00E669E2"/>
    <w:rsid w:val="00E66FBE"/>
    <w:rsid w:val="00E728A3"/>
    <w:rsid w:val="00E76135"/>
    <w:rsid w:val="00E77D81"/>
    <w:rsid w:val="00E804E0"/>
    <w:rsid w:val="00E80622"/>
    <w:rsid w:val="00E80CC6"/>
    <w:rsid w:val="00E82BEA"/>
    <w:rsid w:val="00E82F4F"/>
    <w:rsid w:val="00E84871"/>
    <w:rsid w:val="00E85C37"/>
    <w:rsid w:val="00E86679"/>
    <w:rsid w:val="00E86D99"/>
    <w:rsid w:val="00E95348"/>
    <w:rsid w:val="00E95889"/>
    <w:rsid w:val="00E97EEB"/>
    <w:rsid w:val="00EA104D"/>
    <w:rsid w:val="00EA14C5"/>
    <w:rsid w:val="00EA267C"/>
    <w:rsid w:val="00EA6D06"/>
    <w:rsid w:val="00EA79C4"/>
    <w:rsid w:val="00EB1269"/>
    <w:rsid w:val="00EB3554"/>
    <w:rsid w:val="00EB4E2B"/>
    <w:rsid w:val="00EB52FE"/>
    <w:rsid w:val="00EB73CE"/>
    <w:rsid w:val="00EC0350"/>
    <w:rsid w:val="00EC09B4"/>
    <w:rsid w:val="00EC2844"/>
    <w:rsid w:val="00ED1481"/>
    <w:rsid w:val="00ED14DD"/>
    <w:rsid w:val="00ED23B9"/>
    <w:rsid w:val="00ED4FC8"/>
    <w:rsid w:val="00ED63A5"/>
    <w:rsid w:val="00ED77EA"/>
    <w:rsid w:val="00EE16B3"/>
    <w:rsid w:val="00EE48AC"/>
    <w:rsid w:val="00EE4E78"/>
    <w:rsid w:val="00EE5E52"/>
    <w:rsid w:val="00EF2DF6"/>
    <w:rsid w:val="00EF34F7"/>
    <w:rsid w:val="00EF4DC7"/>
    <w:rsid w:val="00EF5A87"/>
    <w:rsid w:val="00EF6793"/>
    <w:rsid w:val="00EF6C6C"/>
    <w:rsid w:val="00F00876"/>
    <w:rsid w:val="00F01D64"/>
    <w:rsid w:val="00F056FC"/>
    <w:rsid w:val="00F0579A"/>
    <w:rsid w:val="00F10476"/>
    <w:rsid w:val="00F11940"/>
    <w:rsid w:val="00F122D0"/>
    <w:rsid w:val="00F12C3B"/>
    <w:rsid w:val="00F13139"/>
    <w:rsid w:val="00F135D8"/>
    <w:rsid w:val="00F15451"/>
    <w:rsid w:val="00F16FA8"/>
    <w:rsid w:val="00F172E6"/>
    <w:rsid w:val="00F22AD0"/>
    <w:rsid w:val="00F247E9"/>
    <w:rsid w:val="00F273D4"/>
    <w:rsid w:val="00F306F4"/>
    <w:rsid w:val="00F311B4"/>
    <w:rsid w:val="00F31299"/>
    <w:rsid w:val="00F32C37"/>
    <w:rsid w:val="00F33818"/>
    <w:rsid w:val="00F33CA3"/>
    <w:rsid w:val="00F3534A"/>
    <w:rsid w:val="00F35F58"/>
    <w:rsid w:val="00F467B7"/>
    <w:rsid w:val="00F50E61"/>
    <w:rsid w:val="00F53A91"/>
    <w:rsid w:val="00F54ECE"/>
    <w:rsid w:val="00F56C63"/>
    <w:rsid w:val="00F57A0E"/>
    <w:rsid w:val="00F57C1E"/>
    <w:rsid w:val="00F63A3B"/>
    <w:rsid w:val="00F649FB"/>
    <w:rsid w:val="00F67E30"/>
    <w:rsid w:val="00F71046"/>
    <w:rsid w:val="00F72FAF"/>
    <w:rsid w:val="00F73531"/>
    <w:rsid w:val="00F74FE4"/>
    <w:rsid w:val="00F765EE"/>
    <w:rsid w:val="00F81BA9"/>
    <w:rsid w:val="00F8514B"/>
    <w:rsid w:val="00F85325"/>
    <w:rsid w:val="00F90D62"/>
    <w:rsid w:val="00F91162"/>
    <w:rsid w:val="00F91FAA"/>
    <w:rsid w:val="00FA1C64"/>
    <w:rsid w:val="00FA42F1"/>
    <w:rsid w:val="00FA68CC"/>
    <w:rsid w:val="00FA6F37"/>
    <w:rsid w:val="00FB1A23"/>
    <w:rsid w:val="00FB5253"/>
    <w:rsid w:val="00FB5D38"/>
    <w:rsid w:val="00FC1B58"/>
    <w:rsid w:val="00FC2870"/>
    <w:rsid w:val="00FC3EC4"/>
    <w:rsid w:val="00FC45AB"/>
    <w:rsid w:val="00FC4AFA"/>
    <w:rsid w:val="00FC541B"/>
    <w:rsid w:val="00FC7875"/>
    <w:rsid w:val="00FD0E37"/>
    <w:rsid w:val="00FD13C3"/>
    <w:rsid w:val="00FD21E0"/>
    <w:rsid w:val="00FD22B1"/>
    <w:rsid w:val="00FD490E"/>
    <w:rsid w:val="00FE1162"/>
    <w:rsid w:val="00FE3783"/>
    <w:rsid w:val="00FE6D82"/>
    <w:rsid w:val="00FF0342"/>
    <w:rsid w:val="00FF3681"/>
    <w:rsid w:val="00FF4723"/>
    <w:rsid w:val="00FF650A"/>
    <w:rsid w:val="00FF7405"/>
    <w:rsid w:val="00FF7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16AB7"/>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CF3F2E"/>
    <w:pPr>
      <w:autoSpaceDE w:val="0"/>
      <w:autoSpaceDN w:val="0"/>
      <w:adjustRightInd w:val="0"/>
    </w:pPr>
    <w:rPr>
      <w:color w:val="000000"/>
      <w:sz w:val="24"/>
      <w:szCs w:val="24"/>
    </w:rPr>
  </w:style>
  <w:style w:type="character" w:styleId="Hyperlink">
    <w:name w:val="Hyperlink"/>
    <w:basedOn w:val="DefaultParagraphFont"/>
    <w:rsid w:val="00235F4B"/>
    <w:rPr>
      <w:color w:val="0000FF" w:themeColor="hyperlink"/>
      <w:u w:val="single"/>
    </w:rPr>
  </w:style>
  <w:style w:type="character" w:styleId="FollowedHyperlink">
    <w:name w:val="FollowedHyperlink"/>
    <w:basedOn w:val="DefaultParagraphFont"/>
    <w:rsid w:val="007C7948"/>
    <w:rPr>
      <w:color w:val="800080" w:themeColor="followedHyperlink"/>
      <w:u w:val="single"/>
    </w:rPr>
  </w:style>
  <w:style w:type="character" w:customStyle="1" w:styleId="BodyTextChar">
    <w:name w:val="Body Text Char"/>
    <w:basedOn w:val="DefaultParagraphFont"/>
    <w:link w:val="BodyText"/>
    <w:rsid w:val="00A16AB7"/>
    <w:rPr>
      <w:sz w:val="26"/>
    </w:rPr>
  </w:style>
  <w:style w:type="character" w:customStyle="1" w:styleId="ReferenceChar">
    <w:name w:val="Reference Char"/>
    <w:basedOn w:val="DefaultParagraphFont"/>
    <w:link w:val="Reference"/>
    <w:rsid w:val="003E2F0C"/>
    <w:rPr>
      <w:sz w:val="26"/>
    </w:rPr>
  </w:style>
  <w:style w:type="paragraph" w:styleId="CommentSubject">
    <w:name w:val="annotation subject"/>
    <w:basedOn w:val="CommentText"/>
    <w:next w:val="CommentText"/>
    <w:link w:val="CommentSubjectChar"/>
    <w:rsid w:val="00C600F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600F5"/>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C600F5"/>
    <w:rPr>
      <w:rFonts w:ascii="Calibri" w:eastAsiaTheme="minorHAnsi" w:hAnsi="Calibri" w:cs="Calibri"/>
      <w:b/>
      <w:bCs/>
      <w:szCs w:val="22"/>
      <w:lang w:eastAsia="en-US"/>
    </w:rPr>
  </w:style>
  <w:style w:type="paragraph" w:customStyle="1" w:styleId="BoxSpaceAbove">
    <w:name w:val="Box Space Above"/>
    <w:basedOn w:val="BodyText"/>
    <w:rsid w:val="008D1BF5"/>
    <w:pPr>
      <w:keepNext/>
      <w:spacing w:before="360" w:line="80" w:lineRule="exact"/>
      <w:jc w:val="left"/>
    </w:pPr>
  </w:style>
  <w:style w:type="paragraph" w:customStyle="1" w:styleId="BoxSpaceBelow">
    <w:name w:val="Box Space Below"/>
    <w:basedOn w:val="Box"/>
    <w:rsid w:val="008D1BF5"/>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16AB7"/>
    <w:rPr>
      <w:rFonts w:ascii="Calibri" w:eastAsiaTheme="minorHAnsi" w:hAnsi="Calibri" w:cs="Calibr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Default">
    <w:name w:val="Default"/>
    <w:rsid w:val="00CF3F2E"/>
    <w:pPr>
      <w:autoSpaceDE w:val="0"/>
      <w:autoSpaceDN w:val="0"/>
      <w:adjustRightInd w:val="0"/>
    </w:pPr>
    <w:rPr>
      <w:color w:val="000000"/>
      <w:sz w:val="24"/>
      <w:szCs w:val="24"/>
    </w:rPr>
  </w:style>
  <w:style w:type="character" w:styleId="Hyperlink">
    <w:name w:val="Hyperlink"/>
    <w:basedOn w:val="DefaultParagraphFont"/>
    <w:rsid w:val="00235F4B"/>
    <w:rPr>
      <w:color w:val="0000FF" w:themeColor="hyperlink"/>
      <w:u w:val="single"/>
    </w:rPr>
  </w:style>
  <w:style w:type="character" w:styleId="FollowedHyperlink">
    <w:name w:val="FollowedHyperlink"/>
    <w:basedOn w:val="DefaultParagraphFont"/>
    <w:rsid w:val="007C7948"/>
    <w:rPr>
      <w:color w:val="800080" w:themeColor="followedHyperlink"/>
      <w:u w:val="single"/>
    </w:rPr>
  </w:style>
  <w:style w:type="character" w:customStyle="1" w:styleId="BodyTextChar">
    <w:name w:val="Body Text Char"/>
    <w:basedOn w:val="DefaultParagraphFont"/>
    <w:link w:val="BodyText"/>
    <w:rsid w:val="00A16AB7"/>
    <w:rPr>
      <w:sz w:val="26"/>
    </w:rPr>
  </w:style>
  <w:style w:type="character" w:customStyle="1" w:styleId="ReferenceChar">
    <w:name w:val="Reference Char"/>
    <w:basedOn w:val="DefaultParagraphFont"/>
    <w:link w:val="Reference"/>
    <w:rsid w:val="003E2F0C"/>
    <w:rPr>
      <w:sz w:val="26"/>
    </w:rPr>
  </w:style>
  <w:style w:type="paragraph" w:styleId="CommentSubject">
    <w:name w:val="annotation subject"/>
    <w:basedOn w:val="CommentText"/>
    <w:next w:val="CommentText"/>
    <w:link w:val="CommentSubjectChar"/>
    <w:rsid w:val="00C600F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C600F5"/>
    <w:rPr>
      <w:rFonts w:ascii="Calibri" w:eastAsiaTheme="minorHAnsi" w:hAnsi="Calibri" w:cs="Calibri"/>
      <w:szCs w:val="22"/>
      <w:lang w:eastAsia="en-US"/>
    </w:rPr>
  </w:style>
  <w:style w:type="character" w:customStyle="1" w:styleId="CommentSubjectChar">
    <w:name w:val="Comment Subject Char"/>
    <w:basedOn w:val="CommentTextChar"/>
    <w:link w:val="CommentSubject"/>
    <w:rsid w:val="00C600F5"/>
    <w:rPr>
      <w:rFonts w:ascii="Calibri" w:eastAsiaTheme="minorHAnsi" w:hAnsi="Calibri" w:cs="Calibri"/>
      <w:b/>
      <w:bCs/>
      <w:szCs w:val="22"/>
      <w:lang w:eastAsia="en-US"/>
    </w:rPr>
  </w:style>
  <w:style w:type="paragraph" w:customStyle="1" w:styleId="BoxSpaceAbove">
    <w:name w:val="Box Space Above"/>
    <w:basedOn w:val="BodyText"/>
    <w:rsid w:val="008D1BF5"/>
    <w:pPr>
      <w:keepNext/>
      <w:spacing w:before="360" w:line="80" w:lineRule="exact"/>
      <w:jc w:val="left"/>
    </w:pPr>
  </w:style>
  <w:style w:type="paragraph" w:customStyle="1" w:styleId="BoxSpaceBelow">
    <w:name w:val="Box Space Below"/>
    <w:basedOn w:val="Box"/>
    <w:rsid w:val="008D1BF5"/>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8148">
      <w:bodyDiv w:val="1"/>
      <w:marLeft w:val="0"/>
      <w:marRight w:val="0"/>
      <w:marTop w:val="0"/>
      <w:marBottom w:val="0"/>
      <w:divBdr>
        <w:top w:val="none" w:sz="0" w:space="0" w:color="auto"/>
        <w:left w:val="none" w:sz="0" w:space="0" w:color="auto"/>
        <w:bottom w:val="none" w:sz="0" w:space="0" w:color="auto"/>
        <w:right w:val="none" w:sz="0" w:space="0" w:color="auto"/>
      </w:divBdr>
    </w:div>
    <w:div w:id="48503846">
      <w:bodyDiv w:val="1"/>
      <w:marLeft w:val="0"/>
      <w:marRight w:val="0"/>
      <w:marTop w:val="0"/>
      <w:marBottom w:val="0"/>
      <w:divBdr>
        <w:top w:val="none" w:sz="0" w:space="0" w:color="auto"/>
        <w:left w:val="none" w:sz="0" w:space="0" w:color="auto"/>
        <w:bottom w:val="none" w:sz="0" w:space="0" w:color="auto"/>
        <w:right w:val="none" w:sz="0" w:space="0" w:color="auto"/>
      </w:divBdr>
      <w:divsChild>
        <w:div w:id="969553053">
          <w:marLeft w:val="0"/>
          <w:marRight w:val="0"/>
          <w:marTop w:val="0"/>
          <w:marBottom w:val="0"/>
          <w:divBdr>
            <w:top w:val="none" w:sz="0" w:space="0" w:color="auto"/>
            <w:left w:val="none" w:sz="0" w:space="0" w:color="auto"/>
            <w:bottom w:val="none" w:sz="0" w:space="0" w:color="auto"/>
            <w:right w:val="none" w:sz="0" w:space="0" w:color="auto"/>
          </w:divBdr>
          <w:divsChild>
            <w:div w:id="283073397">
              <w:marLeft w:val="0"/>
              <w:marRight w:val="0"/>
              <w:marTop w:val="0"/>
              <w:marBottom w:val="0"/>
              <w:divBdr>
                <w:top w:val="none" w:sz="0" w:space="0" w:color="auto"/>
                <w:left w:val="none" w:sz="0" w:space="0" w:color="auto"/>
                <w:bottom w:val="none" w:sz="0" w:space="0" w:color="auto"/>
                <w:right w:val="none" w:sz="0" w:space="0" w:color="auto"/>
              </w:divBdr>
              <w:divsChild>
                <w:div w:id="700978301">
                  <w:marLeft w:val="0"/>
                  <w:marRight w:val="0"/>
                  <w:marTop w:val="0"/>
                  <w:marBottom w:val="0"/>
                  <w:divBdr>
                    <w:top w:val="none" w:sz="0" w:space="0" w:color="auto"/>
                    <w:left w:val="none" w:sz="0" w:space="0" w:color="auto"/>
                    <w:bottom w:val="none" w:sz="0" w:space="0" w:color="auto"/>
                    <w:right w:val="none" w:sz="0" w:space="0" w:color="auto"/>
                  </w:divBdr>
                  <w:divsChild>
                    <w:div w:id="521482047">
                      <w:marLeft w:val="0"/>
                      <w:marRight w:val="0"/>
                      <w:marTop w:val="0"/>
                      <w:marBottom w:val="0"/>
                      <w:divBdr>
                        <w:top w:val="none" w:sz="0" w:space="0" w:color="auto"/>
                        <w:left w:val="none" w:sz="0" w:space="0" w:color="auto"/>
                        <w:bottom w:val="none" w:sz="0" w:space="0" w:color="auto"/>
                        <w:right w:val="none" w:sz="0" w:space="0" w:color="auto"/>
                      </w:divBdr>
                      <w:divsChild>
                        <w:div w:id="1669209858">
                          <w:marLeft w:val="0"/>
                          <w:marRight w:val="0"/>
                          <w:marTop w:val="0"/>
                          <w:marBottom w:val="0"/>
                          <w:divBdr>
                            <w:top w:val="none" w:sz="0" w:space="0" w:color="auto"/>
                            <w:left w:val="none" w:sz="0" w:space="0" w:color="auto"/>
                            <w:bottom w:val="none" w:sz="0" w:space="0" w:color="auto"/>
                            <w:right w:val="none" w:sz="0" w:space="0" w:color="auto"/>
                          </w:divBdr>
                          <w:divsChild>
                            <w:div w:id="70517711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22202">
      <w:bodyDiv w:val="1"/>
      <w:marLeft w:val="0"/>
      <w:marRight w:val="0"/>
      <w:marTop w:val="0"/>
      <w:marBottom w:val="0"/>
      <w:divBdr>
        <w:top w:val="none" w:sz="0" w:space="0" w:color="auto"/>
        <w:left w:val="none" w:sz="0" w:space="0" w:color="auto"/>
        <w:bottom w:val="none" w:sz="0" w:space="0" w:color="auto"/>
        <w:right w:val="none" w:sz="0" w:space="0" w:color="auto"/>
      </w:divBdr>
      <w:divsChild>
        <w:div w:id="1813937421">
          <w:marLeft w:val="0"/>
          <w:marRight w:val="0"/>
          <w:marTop w:val="0"/>
          <w:marBottom w:val="0"/>
          <w:divBdr>
            <w:top w:val="none" w:sz="0" w:space="0" w:color="auto"/>
            <w:left w:val="none" w:sz="0" w:space="0" w:color="auto"/>
            <w:bottom w:val="none" w:sz="0" w:space="0" w:color="auto"/>
            <w:right w:val="none" w:sz="0" w:space="0" w:color="auto"/>
          </w:divBdr>
          <w:divsChild>
            <w:div w:id="1846358069">
              <w:marLeft w:val="0"/>
              <w:marRight w:val="0"/>
              <w:marTop w:val="0"/>
              <w:marBottom w:val="0"/>
              <w:divBdr>
                <w:top w:val="none" w:sz="0" w:space="0" w:color="auto"/>
                <w:left w:val="none" w:sz="0" w:space="0" w:color="auto"/>
                <w:bottom w:val="none" w:sz="0" w:space="0" w:color="auto"/>
                <w:right w:val="none" w:sz="0" w:space="0" w:color="auto"/>
              </w:divBdr>
              <w:divsChild>
                <w:div w:id="742797972">
                  <w:marLeft w:val="0"/>
                  <w:marRight w:val="0"/>
                  <w:marTop w:val="0"/>
                  <w:marBottom w:val="0"/>
                  <w:divBdr>
                    <w:top w:val="none" w:sz="0" w:space="0" w:color="auto"/>
                    <w:left w:val="none" w:sz="0" w:space="0" w:color="auto"/>
                    <w:bottom w:val="none" w:sz="0" w:space="0" w:color="auto"/>
                    <w:right w:val="none" w:sz="0" w:space="0" w:color="auto"/>
                  </w:divBdr>
                  <w:divsChild>
                    <w:div w:id="911816792">
                      <w:marLeft w:val="0"/>
                      <w:marRight w:val="0"/>
                      <w:marTop w:val="0"/>
                      <w:marBottom w:val="0"/>
                      <w:divBdr>
                        <w:top w:val="none" w:sz="0" w:space="0" w:color="auto"/>
                        <w:left w:val="none" w:sz="0" w:space="0" w:color="auto"/>
                        <w:bottom w:val="none" w:sz="0" w:space="0" w:color="auto"/>
                        <w:right w:val="none" w:sz="0" w:space="0" w:color="auto"/>
                      </w:divBdr>
                      <w:divsChild>
                        <w:div w:id="299574346">
                          <w:marLeft w:val="0"/>
                          <w:marRight w:val="0"/>
                          <w:marTop w:val="0"/>
                          <w:marBottom w:val="0"/>
                          <w:divBdr>
                            <w:top w:val="none" w:sz="0" w:space="0" w:color="auto"/>
                            <w:left w:val="none" w:sz="0" w:space="0" w:color="auto"/>
                            <w:bottom w:val="none" w:sz="0" w:space="0" w:color="auto"/>
                            <w:right w:val="none" w:sz="0" w:space="0" w:color="auto"/>
                          </w:divBdr>
                          <w:divsChild>
                            <w:div w:id="124434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942409">
      <w:bodyDiv w:val="1"/>
      <w:marLeft w:val="0"/>
      <w:marRight w:val="0"/>
      <w:marTop w:val="0"/>
      <w:marBottom w:val="0"/>
      <w:divBdr>
        <w:top w:val="none" w:sz="0" w:space="0" w:color="auto"/>
        <w:left w:val="none" w:sz="0" w:space="0" w:color="auto"/>
        <w:bottom w:val="none" w:sz="0" w:space="0" w:color="auto"/>
        <w:right w:val="none" w:sz="0" w:space="0" w:color="auto"/>
      </w:divBdr>
    </w:div>
    <w:div w:id="310182034">
      <w:bodyDiv w:val="1"/>
      <w:marLeft w:val="0"/>
      <w:marRight w:val="0"/>
      <w:marTop w:val="0"/>
      <w:marBottom w:val="0"/>
      <w:divBdr>
        <w:top w:val="none" w:sz="0" w:space="0" w:color="auto"/>
        <w:left w:val="none" w:sz="0" w:space="0" w:color="auto"/>
        <w:bottom w:val="none" w:sz="0" w:space="0" w:color="auto"/>
        <w:right w:val="none" w:sz="0" w:space="0" w:color="auto"/>
      </w:divBdr>
      <w:divsChild>
        <w:div w:id="876163052">
          <w:marLeft w:val="0"/>
          <w:marRight w:val="0"/>
          <w:marTop w:val="0"/>
          <w:marBottom w:val="0"/>
          <w:divBdr>
            <w:top w:val="single" w:sz="2" w:space="0" w:color="BBBBBB"/>
            <w:left w:val="single" w:sz="2" w:space="0" w:color="BBBBBB"/>
            <w:bottom w:val="single" w:sz="2" w:space="0" w:color="BBBBBB"/>
            <w:right w:val="single" w:sz="2" w:space="0" w:color="BBBBBB"/>
          </w:divBdr>
          <w:divsChild>
            <w:div w:id="392435218">
              <w:marLeft w:val="0"/>
              <w:marRight w:val="0"/>
              <w:marTop w:val="0"/>
              <w:marBottom w:val="0"/>
              <w:divBdr>
                <w:top w:val="none" w:sz="0" w:space="0" w:color="auto"/>
                <w:left w:val="none" w:sz="0" w:space="0" w:color="auto"/>
                <w:bottom w:val="none" w:sz="0" w:space="0" w:color="auto"/>
                <w:right w:val="none" w:sz="0" w:space="0" w:color="auto"/>
              </w:divBdr>
              <w:divsChild>
                <w:div w:id="1430812260">
                  <w:marLeft w:val="0"/>
                  <w:marRight w:val="0"/>
                  <w:marTop w:val="0"/>
                  <w:marBottom w:val="0"/>
                  <w:divBdr>
                    <w:top w:val="none" w:sz="0" w:space="0" w:color="auto"/>
                    <w:left w:val="none" w:sz="0" w:space="0" w:color="auto"/>
                    <w:bottom w:val="none" w:sz="0" w:space="0" w:color="auto"/>
                    <w:right w:val="none" w:sz="0" w:space="0" w:color="auto"/>
                  </w:divBdr>
                  <w:divsChild>
                    <w:div w:id="84629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248442">
      <w:bodyDiv w:val="1"/>
      <w:marLeft w:val="0"/>
      <w:marRight w:val="0"/>
      <w:marTop w:val="0"/>
      <w:marBottom w:val="0"/>
      <w:divBdr>
        <w:top w:val="none" w:sz="0" w:space="0" w:color="auto"/>
        <w:left w:val="none" w:sz="0" w:space="0" w:color="auto"/>
        <w:bottom w:val="none" w:sz="0" w:space="0" w:color="auto"/>
        <w:right w:val="none" w:sz="0" w:space="0" w:color="auto"/>
      </w:divBdr>
      <w:divsChild>
        <w:div w:id="129637495">
          <w:marLeft w:val="0"/>
          <w:marRight w:val="0"/>
          <w:marTop w:val="0"/>
          <w:marBottom w:val="0"/>
          <w:divBdr>
            <w:top w:val="none" w:sz="0" w:space="0" w:color="auto"/>
            <w:left w:val="none" w:sz="0" w:space="0" w:color="auto"/>
            <w:bottom w:val="none" w:sz="0" w:space="0" w:color="auto"/>
            <w:right w:val="none" w:sz="0" w:space="0" w:color="auto"/>
          </w:divBdr>
          <w:divsChild>
            <w:div w:id="2005816987">
              <w:marLeft w:val="0"/>
              <w:marRight w:val="0"/>
              <w:marTop w:val="0"/>
              <w:marBottom w:val="0"/>
              <w:divBdr>
                <w:top w:val="none" w:sz="0" w:space="0" w:color="auto"/>
                <w:left w:val="none" w:sz="0" w:space="0" w:color="auto"/>
                <w:bottom w:val="none" w:sz="0" w:space="0" w:color="auto"/>
                <w:right w:val="none" w:sz="0" w:space="0" w:color="auto"/>
              </w:divBdr>
              <w:divsChild>
                <w:div w:id="1143346667">
                  <w:marLeft w:val="0"/>
                  <w:marRight w:val="0"/>
                  <w:marTop w:val="0"/>
                  <w:marBottom w:val="0"/>
                  <w:divBdr>
                    <w:top w:val="none" w:sz="0" w:space="0" w:color="auto"/>
                    <w:left w:val="none" w:sz="0" w:space="0" w:color="auto"/>
                    <w:bottom w:val="none" w:sz="0" w:space="0" w:color="auto"/>
                    <w:right w:val="none" w:sz="0" w:space="0" w:color="auto"/>
                  </w:divBdr>
                  <w:divsChild>
                    <w:div w:id="2079670425">
                      <w:marLeft w:val="0"/>
                      <w:marRight w:val="0"/>
                      <w:marTop w:val="0"/>
                      <w:marBottom w:val="0"/>
                      <w:divBdr>
                        <w:top w:val="none" w:sz="0" w:space="0" w:color="auto"/>
                        <w:left w:val="none" w:sz="0" w:space="0" w:color="auto"/>
                        <w:bottom w:val="none" w:sz="0" w:space="0" w:color="auto"/>
                        <w:right w:val="none" w:sz="0" w:space="0" w:color="auto"/>
                      </w:divBdr>
                      <w:divsChild>
                        <w:div w:id="781996271">
                          <w:marLeft w:val="0"/>
                          <w:marRight w:val="0"/>
                          <w:marTop w:val="0"/>
                          <w:marBottom w:val="0"/>
                          <w:divBdr>
                            <w:top w:val="none" w:sz="0" w:space="0" w:color="auto"/>
                            <w:left w:val="none" w:sz="0" w:space="0" w:color="auto"/>
                            <w:bottom w:val="none" w:sz="0" w:space="0" w:color="auto"/>
                            <w:right w:val="none" w:sz="0" w:space="0" w:color="auto"/>
                          </w:divBdr>
                          <w:divsChild>
                            <w:div w:id="78620142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858945">
      <w:bodyDiv w:val="1"/>
      <w:marLeft w:val="0"/>
      <w:marRight w:val="0"/>
      <w:marTop w:val="0"/>
      <w:marBottom w:val="0"/>
      <w:divBdr>
        <w:top w:val="none" w:sz="0" w:space="0" w:color="auto"/>
        <w:left w:val="none" w:sz="0" w:space="0" w:color="auto"/>
        <w:bottom w:val="none" w:sz="0" w:space="0" w:color="auto"/>
        <w:right w:val="none" w:sz="0" w:space="0" w:color="auto"/>
      </w:divBdr>
      <w:divsChild>
        <w:div w:id="190411992">
          <w:marLeft w:val="0"/>
          <w:marRight w:val="0"/>
          <w:marTop w:val="0"/>
          <w:marBottom w:val="0"/>
          <w:divBdr>
            <w:top w:val="none" w:sz="0" w:space="0" w:color="auto"/>
            <w:left w:val="none" w:sz="0" w:space="0" w:color="auto"/>
            <w:bottom w:val="none" w:sz="0" w:space="0" w:color="auto"/>
            <w:right w:val="none" w:sz="0" w:space="0" w:color="auto"/>
          </w:divBdr>
          <w:divsChild>
            <w:div w:id="2022002400">
              <w:marLeft w:val="0"/>
              <w:marRight w:val="0"/>
              <w:marTop w:val="0"/>
              <w:marBottom w:val="0"/>
              <w:divBdr>
                <w:top w:val="none" w:sz="0" w:space="0" w:color="auto"/>
                <w:left w:val="none" w:sz="0" w:space="0" w:color="auto"/>
                <w:bottom w:val="none" w:sz="0" w:space="0" w:color="auto"/>
                <w:right w:val="none" w:sz="0" w:space="0" w:color="auto"/>
              </w:divBdr>
              <w:divsChild>
                <w:div w:id="1006789665">
                  <w:marLeft w:val="0"/>
                  <w:marRight w:val="0"/>
                  <w:marTop w:val="0"/>
                  <w:marBottom w:val="0"/>
                  <w:divBdr>
                    <w:top w:val="none" w:sz="0" w:space="0" w:color="auto"/>
                    <w:left w:val="none" w:sz="0" w:space="0" w:color="auto"/>
                    <w:bottom w:val="none" w:sz="0" w:space="0" w:color="auto"/>
                    <w:right w:val="none" w:sz="0" w:space="0" w:color="auto"/>
                  </w:divBdr>
                  <w:divsChild>
                    <w:div w:id="924538017">
                      <w:marLeft w:val="0"/>
                      <w:marRight w:val="0"/>
                      <w:marTop w:val="0"/>
                      <w:marBottom w:val="0"/>
                      <w:divBdr>
                        <w:top w:val="none" w:sz="0" w:space="0" w:color="auto"/>
                        <w:left w:val="none" w:sz="0" w:space="0" w:color="auto"/>
                        <w:bottom w:val="none" w:sz="0" w:space="0" w:color="auto"/>
                        <w:right w:val="none" w:sz="0" w:space="0" w:color="auto"/>
                      </w:divBdr>
                      <w:divsChild>
                        <w:div w:id="330257519">
                          <w:marLeft w:val="0"/>
                          <w:marRight w:val="0"/>
                          <w:marTop w:val="0"/>
                          <w:marBottom w:val="0"/>
                          <w:divBdr>
                            <w:top w:val="none" w:sz="0" w:space="0" w:color="auto"/>
                            <w:left w:val="none" w:sz="0" w:space="0" w:color="auto"/>
                            <w:bottom w:val="none" w:sz="0" w:space="0" w:color="auto"/>
                            <w:right w:val="none" w:sz="0" w:space="0" w:color="auto"/>
                          </w:divBdr>
                          <w:divsChild>
                            <w:div w:id="100925473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8160434">
      <w:bodyDiv w:val="1"/>
      <w:marLeft w:val="0"/>
      <w:marRight w:val="0"/>
      <w:marTop w:val="0"/>
      <w:marBottom w:val="0"/>
      <w:divBdr>
        <w:top w:val="none" w:sz="0" w:space="0" w:color="auto"/>
        <w:left w:val="none" w:sz="0" w:space="0" w:color="auto"/>
        <w:bottom w:val="none" w:sz="0" w:space="0" w:color="auto"/>
        <w:right w:val="none" w:sz="0" w:space="0" w:color="auto"/>
      </w:divBdr>
      <w:divsChild>
        <w:div w:id="1670401731">
          <w:marLeft w:val="0"/>
          <w:marRight w:val="0"/>
          <w:marTop w:val="0"/>
          <w:marBottom w:val="0"/>
          <w:divBdr>
            <w:top w:val="single" w:sz="6" w:space="0" w:color="FFFFFF"/>
            <w:left w:val="single" w:sz="6" w:space="0" w:color="FFFFFF"/>
            <w:bottom w:val="none" w:sz="0" w:space="0" w:color="auto"/>
            <w:right w:val="single" w:sz="6" w:space="0" w:color="FFFFFF"/>
          </w:divBdr>
          <w:divsChild>
            <w:div w:id="958220012">
              <w:marLeft w:val="4332"/>
              <w:marRight w:val="0"/>
              <w:marTop w:val="0"/>
              <w:marBottom w:val="0"/>
              <w:divBdr>
                <w:top w:val="none" w:sz="0" w:space="0" w:color="auto"/>
                <w:left w:val="none" w:sz="0" w:space="0" w:color="auto"/>
                <w:bottom w:val="none" w:sz="0" w:space="0" w:color="auto"/>
                <w:right w:val="none" w:sz="0" w:space="0" w:color="auto"/>
              </w:divBdr>
              <w:divsChild>
                <w:div w:id="1481918053">
                  <w:marLeft w:val="0"/>
                  <w:marRight w:val="0"/>
                  <w:marTop w:val="0"/>
                  <w:marBottom w:val="0"/>
                  <w:divBdr>
                    <w:top w:val="none" w:sz="0" w:space="0" w:color="auto"/>
                    <w:left w:val="none" w:sz="0" w:space="0" w:color="auto"/>
                    <w:bottom w:val="none" w:sz="0" w:space="0" w:color="auto"/>
                    <w:right w:val="none" w:sz="0" w:space="0" w:color="auto"/>
                  </w:divBdr>
                  <w:divsChild>
                    <w:div w:id="9413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765271">
      <w:bodyDiv w:val="1"/>
      <w:marLeft w:val="0"/>
      <w:marRight w:val="0"/>
      <w:marTop w:val="0"/>
      <w:marBottom w:val="0"/>
      <w:divBdr>
        <w:top w:val="none" w:sz="0" w:space="0" w:color="auto"/>
        <w:left w:val="none" w:sz="0" w:space="0" w:color="auto"/>
        <w:bottom w:val="none" w:sz="0" w:space="0" w:color="auto"/>
        <w:right w:val="none" w:sz="0" w:space="0" w:color="auto"/>
      </w:divBdr>
    </w:div>
    <w:div w:id="998464371">
      <w:bodyDiv w:val="1"/>
      <w:marLeft w:val="0"/>
      <w:marRight w:val="0"/>
      <w:marTop w:val="0"/>
      <w:marBottom w:val="0"/>
      <w:divBdr>
        <w:top w:val="none" w:sz="0" w:space="0" w:color="auto"/>
        <w:left w:val="none" w:sz="0" w:space="0" w:color="auto"/>
        <w:bottom w:val="none" w:sz="0" w:space="0" w:color="auto"/>
        <w:right w:val="none" w:sz="0" w:space="0" w:color="auto"/>
      </w:divBdr>
      <w:divsChild>
        <w:div w:id="1267423009">
          <w:marLeft w:val="0"/>
          <w:marRight w:val="0"/>
          <w:marTop w:val="0"/>
          <w:marBottom w:val="0"/>
          <w:divBdr>
            <w:top w:val="none" w:sz="0" w:space="0" w:color="auto"/>
            <w:left w:val="none" w:sz="0" w:space="0" w:color="auto"/>
            <w:bottom w:val="none" w:sz="0" w:space="0" w:color="auto"/>
            <w:right w:val="none" w:sz="0" w:space="0" w:color="auto"/>
          </w:divBdr>
          <w:divsChild>
            <w:div w:id="53042475">
              <w:marLeft w:val="0"/>
              <w:marRight w:val="0"/>
              <w:marTop w:val="0"/>
              <w:marBottom w:val="0"/>
              <w:divBdr>
                <w:top w:val="none" w:sz="0" w:space="0" w:color="auto"/>
                <w:left w:val="none" w:sz="0" w:space="0" w:color="auto"/>
                <w:bottom w:val="none" w:sz="0" w:space="0" w:color="auto"/>
                <w:right w:val="none" w:sz="0" w:space="0" w:color="auto"/>
              </w:divBdr>
              <w:divsChild>
                <w:div w:id="1287783448">
                  <w:marLeft w:val="0"/>
                  <w:marRight w:val="0"/>
                  <w:marTop w:val="0"/>
                  <w:marBottom w:val="0"/>
                  <w:divBdr>
                    <w:top w:val="none" w:sz="0" w:space="0" w:color="auto"/>
                    <w:left w:val="none" w:sz="0" w:space="0" w:color="auto"/>
                    <w:bottom w:val="none" w:sz="0" w:space="0" w:color="auto"/>
                    <w:right w:val="none" w:sz="0" w:space="0" w:color="auto"/>
                  </w:divBdr>
                  <w:divsChild>
                    <w:div w:id="1833989640">
                      <w:marLeft w:val="0"/>
                      <w:marRight w:val="0"/>
                      <w:marTop w:val="0"/>
                      <w:marBottom w:val="0"/>
                      <w:divBdr>
                        <w:top w:val="none" w:sz="0" w:space="0" w:color="auto"/>
                        <w:left w:val="none" w:sz="0" w:space="0" w:color="auto"/>
                        <w:bottom w:val="none" w:sz="0" w:space="0" w:color="auto"/>
                        <w:right w:val="none" w:sz="0" w:space="0" w:color="auto"/>
                      </w:divBdr>
                      <w:divsChild>
                        <w:div w:id="1750080980">
                          <w:marLeft w:val="0"/>
                          <w:marRight w:val="0"/>
                          <w:marTop w:val="0"/>
                          <w:marBottom w:val="0"/>
                          <w:divBdr>
                            <w:top w:val="none" w:sz="0" w:space="0" w:color="auto"/>
                            <w:left w:val="none" w:sz="0" w:space="0" w:color="auto"/>
                            <w:bottom w:val="none" w:sz="0" w:space="0" w:color="auto"/>
                            <w:right w:val="none" w:sz="0" w:space="0" w:color="auto"/>
                          </w:divBdr>
                          <w:divsChild>
                            <w:div w:id="62816927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8140610">
      <w:bodyDiv w:val="1"/>
      <w:marLeft w:val="0"/>
      <w:marRight w:val="0"/>
      <w:marTop w:val="0"/>
      <w:marBottom w:val="0"/>
      <w:divBdr>
        <w:top w:val="none" w:sz="0" w:space="0" w:color="auto"/>
        <w:left w:val="none" w:sz="0" w:space="0" w:color="auto"/>
        <w:bottom w:val="none" w:sz="0" w:space="0" w:color="auto"/>
        <w:right w:val="none" w:sz="0" w:space="0" w:color="auto"/>
      </w:divBdr>
      <w:divsChild>
        <w:div w:id="586040860">
          <w:marLeft w:val="0"/>
          <w:marRight w:val="0"/>
          <w:marTop w:val="0"/>
          <w:marBottom w:val="0"/>
          <w:divBdr>
            <w:top w:val="none" w:sz="0" w:space="0" w:color="auto"/>
            <w:left w:val="none" w:sz="0" w:space="0" w:color="auto"/>
            <w:bottom w:val="none" w:sz="0" w:space="0" w:color="auto"/>
            <w:right w:val="none" w:sz="0" w:space="0" w:color="auto"/>
          </w:divBdr>
          <w:divsChild>
            <w:div w:id="1961837013">
              <w:marLeft w:val="0"/>
              <w:marRight w:val="0"/>
              <w:marTop w:val="0"/>
              <w:marBottom w:val="0"/>
              <w:divBdr>
                <w:top w:val="none" w:sz="0" w:space="0" w:color="auto"/>
                <w:left w:val="none" w:sz="0" w:space="0" w:color="auto"/>
                <w:bottom w:val="none" w:sz="0" w:space="0" w:color="auto"/>
                <w:right w:val="none" w:sz="0" w:space="0" w:color="auto"/>
              </w:divBdr>
              <w:divsChild>
                <w:div w:id="451561730">
                  <w:marLeft w:val="0"/>
                  <w:marRight w:val="0"/>
                  <w:marTop w:val="0"/>
                  <w:marBottom w:val="0"/>
                  <w:divBdr>
                    <w:top w:val="none" w:sz="0" w:space="0" w:color="auto"/>
                    <w:left w:val="none" w:sz="0" w:space="0" w:color="auto"/>
                    <w:bottom w:val="none" w:sz="0" w:space="0" w:color="auto"/>
                    <w:right w:val="none" w:sz="0" w:space="0" w:color="auto"/>
                  </w:divBdr>
                  <w:divsChild>
                    <w:div w:id="357779735">
                      <w:marLeft w:val="0"/>
                      <w:marRight w:val="0"/>
                      <w:marTop w:val="0"/>
                      <w:marBottom w:val="0"/>
                      <w:divBdr>
                        <w:top w:val="none" w:sz="0" w:space="0" w:color="auto"/>
                        <w:left w:val="none" w:sz="0" w:space="0" w:color="auto"/>
                        <w:bottom w:val="none" w:sz="0" w:space="0" w:color="auto"/>
                        <w:right w:val="none" w:sz="0" w:space="0" w:color="auto"/>
                      </w:divBdr>
                      <w:divsChild>
                        <w:div w:id="2083022282">
                          <w:marLeft w:val="0"/>
                          <w:marRight w:val="0"/>
                          <w:marTop w:val="0"/>
                          <w:marBottom w:val="0"/>
                          <w:divBdr>
                            <w:top w:val="none" w:sz="0" w:space="0" w:color="auto"/>
                            <w:left w:val="none" w:sz="0" w:space="0" w:color="auto"/>
                            <w:bottom w:val="none" w:sz="0" w:space="0" w:color="auto"/>
                            <w:right w:val="none" w:sz="0" w:space="0" w:color="auto"/>
                          </w:divBdr>
                          <w:divsChild>
                            <w:div w:id="96137844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6988709">
      <w:bodyDiv w:val="1"/>
      <w:marLeft w:val="0"/>
      <w:marRight w:val="0"/>
      <w:marTop w:val="0"/>
      <w:marBottom w:val="0"/>
      <w:divBdr>
        <w:top w:val="none" w:sz="0" w:space="0" w:color="auto"/>
        <w:left w:val="none" w:sz="0" w:space="0" w:color="auto"/>
        <w:bottom w:val="none" w:sz="0" w:space="0" w:color="auto"/>
        <w:right w:val="none" w:sz="0" w:space="0" w:color="auto"/>
      </w:divBdr>
      <w:divsChild>
        <w:div w:id="1847164351">
          <w:marLeft w:val="0"/>
          <w:marRight w:val="0"/>
          <w:marTop w:val="0"/>
          <w:marBottom w:val="0"/>
          <w:divBdr>
            <w:top w:val="single" w:sz="2" w:space="0" w:color="000000"/>
            <w:left w:val="single" w:sz="2" w:space="8" w:color="000000"/>
            <w:bottom w:val="single" w:sz="2" w:space="0" w:color="000000"/>
            <w:right w:val="single" w:sz="2" w:space="8" w:color="000000"/>
          </w:divBdr>
          <w:divsChild>
            <w:div w:id="86548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908983">
      <w:bodyDiv w:val="1"/>
      <w:marLeft w:val="0"/>
      <w:marRight w:val="0"/>
      <w:marTop w:val="0"/>
      <w:marBottom w:val="0"/>
      <w:divBdr>
        <w:top w:val="none" w:sz="0" w:space="0" w:color="auto"/>
        <w:left w:val="none" w:sz="0" w:space="0" w:color="auto"/>
        <w:bottom w:val="none" w:sz="0" w:space="0" w:color="auto"/>
        <w:right w:val="none" w:sz="0" w:space="0" w:color="auto"/>
      </w:divBdr>
      <w:divsChild>
        <w:div w:id="240259906">
          <w:marLeft w:val="0"/>
          <w:marRight w:val="0"/>
          <w:marTop w:val="0"/>
          <w:marBottom w:val="0"/>
          <w:divBdr>
            <w:top w:val="none" w:sz="0" w:space="0" w:color="auto"/>
            <w:left w:val="none" w:sz="0" w:space="0" w:color="auto"/>
            <w:bottom w:val="none" w:sz="0" w:space="0" w:color="auto"/>
            <w:right w:val="none" w:sz="0" w:space="0" w:color="auto"/>
          </w:divBdr>
          <w:divsChild>
            <w:div w:id="324479907">
              <w:marLeft w:val="0"/>
              <w:marRight w:val="0"/>
              <w:marTop w:val="0"/>
              <w:marBottom w:val="0"/>
              <w:divBdr>
                <w:top w:val="none" w:sz="0" w:space="0" w:color="auto"/>
                <w:left w:val="none" w:sz="0" w:space="0" w:color="auto"/>
                <w:bottom w:val="none" w:sz="0" w:space="0" w:color="auto"/>
                <w:right w:val="none" w:sz="0" w:space="0" w:color="auto"/>
              </w:divBdr>
              <w:divsChild>
                <w:div w:id="1860775399">
                  <w:marLeft w:val="0"/>
                  <w:marRight w:val="0"/>
                  <w:marTop w:val="0"/>
                  <w:marBottom w:val="0"/>
                  <w:divBdr>
                    <w:top w:val="none" w:sz="0" w:space="0" w:color="auto"/>
                    <w:left w:val="none" w:sz="0" w:space="0" w:color="auto"/>
                    <w:bottom w:val="none" w:sz="0" w:space="0" w:color="auto"/>
                    <w:right w:val="none" w:sz="0" w:space="0" w:color="auto"/>
                  </w:divBdr>
                  <w:divsChild>
                    <w:div w:id="1538615703">
                      <w:marLeft w:val="0"/>
                      <w:marRight w:val="0"/>
                      <w:marTop w:val="0"/>
                      <w:marBottom w:val="0"/>
                      <w:divBdr>
                        <w:top w:val="none" w:sz="0" w:space="0" w:color="auto"/>
                        <w:left w:val="none" w:sz="0" w:space="0" w:color="auto"/>
                        <w:bottom w:val="none" w:sz="0" w:space="0" w:color="auto"/>
                        <w:right w:val="none" w:sz="0" w:space="0" w:color="auto"/>
                      </w:divBdr>
                      <w:divsChild>
                        <w:div w:id="463280045">
                          <w:marLeft w:val="0"/>
                          <w:marRight w:val="0"/>
                          <w:marTop w:val="0"/>
                          <w:marBottom w:val="0"/>
                          <w:divBdr>
                            <w:top w:val="none" w:sz="0" w:space="0" w:color="auto"/>
                            <w:left w:val="none" w:sz="0" w:space="0" w:color="auto"/>
                            <w:bottom w:val="none" w:sz="0" w:space="0" w:color="auto"/>
                            <w:right w:val="none" w:sz="0" w:space="0" w:color="auto"/>
                          </w:divBdr>
                          <w:divsChild>
                            <w:div w:id="151021640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2869972">
      <w:bodyDiv w:val="1"/>
      <w:marLeft w:val="0"/>
      <w:marRight w:val="0"/>
      <w:marTop w:val="0"/>
      <w:marBottom w:val="0"/>
      <w:divBdr>
        <w:top w:val="none" w:sz="0" w:space="0" w:color="auto"/>
        <w:left w:val="none" w:sz="0" w:space="0" w:color="auto"/>
        <w:bottom w:val="none" w:sz="0" w:space="0" w:color="auto"/>
        <w:right w:val="none" w:sz="0" w:space="0" w:color="auto"/>
      </w:divBdr>
      <w:divsChild>
        <w:div w:id="1465928321">
          <w:marLeft w:val="0"/>
          <w:marRight w:val="0"/>
          <w:marTop w:val="0"/>
          <w:marBottom w:val="0"/>
          <w:divBdr>
            <w:top w:val="none" w:sz="0" w:space="0" w:color="auto"/>
            <w:left w:val="single" w:sz="12" w:space="0" w:color="003399"/>
            <w:bottom w:val="none" w:sz="0" w:space="0" w:color="auto"/>
            <w:right w:val="single" w:sz="12" w:space="0" w:color="003399"/>
          </w:divBdr>
          <w:divsChild>
            <w:div w:id="1555655296">
              <w:marLeft w:val="0"/>
              <w:marRight w:val="0"/>
              <w:marTop w:val="0"/>
              <w:marBottom w:val="0"/>
              <w:divBdr>
                <w:top w:val="single" w:sz="12" w:space="0" w:color="C2D5E5"/>
                <w:left w:val="none" w:sz="0" w:space="0" w:color="auto"/>
                <w:bottom w:val="none" w:sz="0" w:space="0" w:color="auto"/>
                <w:right w:val="none" w:sz="0" w:space="0" w:color="auto"/>
              </w:divBdr>
              <w:divsChild>
                <w:div w:id="1336610783">
                  <w:marLeft w:val="0"/>
                  <w:marRight w:val="0"/>
                  <w:marTop w:val="0"/>
                  <w:marBottom w:val="0"/>
                  <w:divBdr>
                    <w:top w:val="none" w:sz="0" w:space="0" w:color="auto"/>
                    <w:left w:val="none" w:sz="0" w:space="0" w:color="auto"/>
                    <w:bottom w:val="none" w:sz="0" w:space="0" w:color="auto"/>
                    <w:right w:val="none" w:sz="0" w:space="0" w:color="auto"/>
                  </w:divBdr>
                  <w:divsChild>
                    <w:div w:id="1978948870">
                      <w:marLeft w:val="75"/>
                      <w:marRight w:val="75"/>
                      <w:marTop w:val="75"/>
                      <w:marBottom w:val="75"/>
                      <w:divBdr>
                        <w:top w:val="none" w:sz="0" w:space="0" w:color="auto"/>
                        <w:left w:val="none" w:sz="0" w:space="0" w:color="auto"/>
                        <w:bottom w:val="none" w:sz="0" w:space="0" w:color="auto"/>
                        <w:right w:val="none" w:sz="0" w:space="0" w:color="auto"/>
                      </w:divBdr>
                      <w:divsChild>
                        <w:div w:id="509638450">
                          <w:marLeft w:val="0"/>
                          <w:marRight w:val="0"/>
                          <w:marTop w:val="0"/>
                          <w:marBottom w:val="0"/>
                          <w:divBdr>
                            <w:top w:val="none" w:sz="0" w:space="0" w:color="auto"/>
                            <w:left w:val="none" w:sz="0" w:space="0" w:color="auto"/>
                            <w:bottom w:val="none" w:sz="0" w:space="0" w:color="auto"/>
                            <w:right w:val="none" w:sz="0" w:space="0" w:color="auto"/>
                          </w:divBdr>
                          <w:divsChild>
                            <w:div w:id="551498129">
                              <w:marLeft w:val="0"/>
                              <w:marRight w:val="0"/>
                              <w:marTop w:val="0"/>
                              <w:marBottom w:val="0"/>
                              <w:divBdr>
                                <w:top w:val="none" w:sz="0" w:space="0" w:color="auto"/>
                                <w:left w:val="none" w:sz="0" w:space="0" w:color="auto"/>
                                <w:bottom w:val="none" w:sz="0" w:space="0" w:color="auto"/>
                                <w:right w:val="none" w:sz="0" w:space="0" w:color="auto"/>
                              </w:divBdr>
                              <w:divsChild>
                                <w:div w:id="381558336">
                                  <w:marLeft w:val="0"/>
                                  <w:marRight w:val="0"/>
                                  <w:marTop w:val="75"/>
                                  <w:marBottom w:val="150"/>
                                  <w:divBdr>
                                    <w:top w:val="single" w:sz="6" w:space="0" w:color="E3EBF2"/>
                                    <w:left w:val="none" w:sz="0" w:space="0" w:color="auto"/>
                                    <w:bottom w:val="single" w:sz="6" w:space="0" w:color="E3EBF2"/>
                                    <w:right w:val="none" w:sz="0" w:space="0" w:color="auto"/>
                                  </w:divBdr>
                                </w:div>
                              </w:divsChild>
                            </w:div>
                          </w:divsChild>
                        </w:div>
                      </w:divsChild>
                    </w:div>
                  </w:divsChild>
                </w:div>
              </w:divsChild>
            </w:div>
          </w:divsChild>
        </w:div>
      </w:divsChild>
    </w:div>
    <w:div w:id="1455060281">
      <w:bodyDiv w:val="1"/>
      <w:marLeft w:val="0"/>
      <w:marRight w:val="0"/>
      <w:marTop w:val="0"/>
      <w:marBottom w:val="0"/>
      <w:divBdr>
        <w:top w:val="none" w:sz="0" w:space="0" w:color="auto"/>
        <w:left w:val="none" w:sz="0" w:space="0" w:color="auto"/>
        <w:bottom w:val="none" w:sz="0" w:space="0" w:color="auto"/>
        <w:right w:val="none" w:sz="0" w:space="0" w:color="auto"/>
      </w:divBdr>
      <w:divsChild>
        <w:div w:id="1247105949">
          <w:marLeft w:val="0"/>
          <w:marRight w:val="0"/>
          <w:marTop w:val="0"/>
          <w:marBottom w:val="0"/>
          <w:divBdr>
            <w:top w:val="none" w:sz="0" w:space="0" w:color="auto"/>
            <w:left w:val="none" w:sz="0" w:space="0" w:color="auto"/>
            <w:bottom w:val="none" w:sz="0" w:space="0" w:color="auto"/>
            <w:right w:val="none" w:sz="0" w:space="0" w:color="auto"/>
          </w:divBdr>
          <w:divsChild>
            <w:div w:id="599148848">
              <w:marLeft w:val="0"/>
              <w:marRight w:val="0"/>
              <w:marTop w:val="0"/>
              <w:marBottom w:val="0"/>
              <w:divBdr>
                <w:top w:val="none" w:sz="0" w:space="0" w:color="auto"/>
                <w:left w:val="none" w:sz="0" w:space="0" w:color="auto"/>
                <w:bottom w:val="none" w:sz="0" w:space="0" w:color="auto"/>
                <w:right w:val="none" w:sz="0" w:space="0" w:color="auto"/>
              </w:divBdr>
              <w:divsChild>
                <w:div w:id="322465841">
                  <w:marLeft w:val="0"/>
                  <w:marRight w:val="0"/>
                  <w:marTop w:val="0"/>
                  <w:marBottom w:val="0"/>
                  <w:divBdr>
                    <w:top w:val="none" w:sz="0" w:space="0" w:color="auto"/>
                    <w:left w:val="none" w:sz="0" w:space="0" w:color="auto"/>
                    <w:bottom w:val="none" w:sz="0" w:space="0" w:color="auto"/>
                    <w:right w:val="none" w:sz="0" w:space="0" w:color="auto"/>
                  </w:divBdr>
                  <w:divsChild>
                    <w:div w:id="1947303515">
                      <w:marLeft w:val="0"/>
                      <w:marRight w:val="0"/>
                      <w:marTop w:val="0"/>
                      <w:marBottom w:val="0"/>
                      <w:divBdr>
                        <w:top w:val="none" w:sz="0" w:space="0" w:color="auto"/>
                        <w:left w:val="none" w:sz="0" w:space="0" w:color="auto"/>
                        <w:bottom w:val="none" w:sz="0" w:space="0" w:color="auto"/>
                        <w:right w:val="none" w:sz="0" w:space="0" w:color="auto"/>
                      </w:divBdr>
                      <w:divsChild>
                        <w:div w:id="1442262379">
                          <w:marLeft w:val="0"/>
                          <w:marRight w:val="0"/>
                          <w:marTop w:val="0"/>
                          <w:marBottom w:val="0"/>
                          <w:divBdr>
                            <w:top w:val="none" w:sz="0" w:space="0" w:color="auto"/>
                            <w:left w:val="none" w:sz="0" w:space="0" w:color="auto"/>
                            <w:bottom w:val="none" w:sz="0" w:space="0" w:color="auto"/>
                            <w:right w:val="none" w:sz="0" w:space="0" w:color="auto"/>
                          </w:divBdr>
                          <w:divsChild>
                            <w:div w:id="34289860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9868891">
      <w:bodyDiv w:val="1"/>
      <w:marLeft w:val="0"/>
      <w:marRight w:val="0"/>
      <w:marTop w:val="0"/>
      <w:marBottom w:val="0"/>
      <w:divBdr>
        <w:top w:val="none" w:sz="0" w:space="0" w:color="auto"/>
        <w:left w:val="none" w:sz="0" w:space="0" w:color="auto"/>
        <w:bottom w:val="none" w:sz="0" w:space="0" w:color="auto"/>
        <w:right w:val="none" w:sz="0" w:space="0" w:color="auto"/>
      </w:divBdr>
      <w:divsChild>
        <w:div w:id="1297099688">
          <w:marLeft w:val="0"/>
          <w:marRight w:val="0"/>
          <w:marTop w:val="0"/>
          <w:marBottom w:val="0"/>
          <w:divBdr>
            <w:top w:val="none" w:sz="0" w:space="0" w:color="auto"/>
            <w:left w:val="none" w:sz="0" w:space="0" w:color="auto"/>
            <w:bottom w:val="none" w:sz="0" w:space="0" w:color="auto"/>
            <w:right w:val="none" w:sz="0" w:space="0" w:color="auto"/>
          </w:divBdr>
          <w:divsChild>
            <w:div w:id="33312866">
              <w:marLeft w:val="0"/>
              <w:marRight w:val="0"/>
              <w:marTop w:val="0"/>
              <w:marBottom w:val="0"/>
              <w:divBdr>
                <w:top w:val="none" w:sz="0" w:space="0" w:color="auto"/>
                <w:left w:val="none" w:sz="0" w:space="0" w:color="auto"/>
                <w:bottom w:val="none" w:sz="0" w:space="0" w:color="auto"/>
                <w:right w:val="none" w:sz="0" w:space="0" w:color="auto"/>
              </w:divBdr>
              <w:divsChild>
                <w:div w:id="106198775">
                  <w:marLeft w:val="0"/>
                  <w:marRight w:val="0"/>
                  <w:marTop w:val="0"/>
                  <w:marBottom w:val="0"/>
                  <w:divBdr>
                    <w:top w:val="none" w:sz="0" w:space="0" w:color="auto"/>
                    <w:left w:val="none" w:sz="0" w:space="0" w:color="auto"/>
                    <w:bottom w:val="none" w:sz="0" w:space="0" w:color="auto"/>
                    <w:right w:val="none" w:sz="0" w:space="0" w:color="auto"/>
                  </w:divBdr>
                  <w:divsChild>
                    <w:div w:id="2119444736">
                      <w:marLeft w:val="0"/>
                      <w:marRight w:val="0"/>
                      <w:marTop w:val="0"/>
                      <w:marBottom w:val="0"/>
                      <w:divBdr>
                        <w:top w:val="none" w:sz="0" w:space="0" w:color="auto"/>
                        <w:left w:val="none" w:sz="0" w:space="0" w:color="auto"/>
                        <w:bottom w:val="none" w:sz="0" w:space="0" w:color="auto"/>
                        <w:right w:val="none" w:sz="0" w:space="0" w:color="auto"/>
                      </w:divBdr>
                      <w:divsChild>
                        <w:div w:id="617295094">
                          <w:marLeft w:val="0"/>
                          <w:marRight w:val="0"/>
                          <w:marTop w:val="0"/>
                          <w:marBottom w:val="0"/>
                          <w:divBdr>
                            <w:top w:val="none" w:sz="0" w:space="0" w:color="auto"/>
                            <w:left w:val="none" w:sz="0" w:space="0" w:color="auto"/>
                            <w:bottom w:val="none" w:sz="0" w:space="0" w:color="auto"/>
                            <w:right w:val="none" w:sz="0" w:space="0" w:color="auto"/>
                          </w:divBdr>
                          <w:divsChild>
                            <w:div w:id="79818647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5302316">
      <w:bodyDiv w:val="1"/>
      <w:marLeft w:val="0"/>
      <w:marRight w:val="0"/>
      <w:marTop w:val="0"/>
      <w:marBottom w:val="0"/>
      <w:divBdr>
        <w:top w:val="none" w:sz="0" w:space="0" w:color="auto"/>
        <w:left w:val="none" w:sz="0" w:space="0" w:color="auto"/>
        <w:bottom w:val="none" w:sz="0" w:space="0" w:color="auto"/>
        <w:right w:val="none" w:sz="0" w:space="0" w:color="auto"/>
      </w:divBdr>
    </w:div>
    <w:div w:id="1700885729">
      <w:bodyDiv w:val="1"/>
      <w:marLeft w:val="0"/>
      <w:marRight w:val="0"/>
      <w:marTop w:val="0"/>
      <w:marBottom w:val="0"/>
      <w:divBdr>
        <w:top w:val="none" w:sz="0" w:space="0" w:color="auto"/>
        <w:left w:val="none" w:sz="0" w:space="0" w:color="auto"/>
        <w:bottom w:val="none" w:sz="0" w:space="0" w:color="auto"/>
        <w:right w:val="none" w:sz="0" w:space="0" w:color="auto"/>
      </w:divBdr>
      <w:divsChild>
        <w:div w:id="1262183670">
          <w:marLeft w:val="0"/>
          <w:marRight w:val="0"/>
          <w:marTop w:val="0"/>
          <w:marBottom w:val="0"/>
          <w:divBdr>
            <w:top w:val="none" w:sz="0" w:space="0" w:color="auto"/>
            <w:left w:val="none" w:sz="0" w:space="0" w:color="auto"/>
            <w:bottom w:val="none" w:sz="0" w:space="0" w:color="auto"/>
            <w:right w:val="none" w:sz="0" w:space="0" w:color="auto"/>
          </w:divBdr>
          <w:divsChild>
            <w:div w:id="115610927">
              <w:marLeft w:val="0"/>
              <w:marRight w:val="0"/>
              <w:marTop w:val="1275"/>
              <w:marBottom w:val="0"/>
              <w:divBdr>
                <w:top w:val="none" w:sz="0" w:space="0" w:color="auto"/>
                <w:left w:val="none" w:sz="0" w:space="0" w:color="auto"/>
                <w:bottom w:val="none" w:sz="0" w:space="0" w:color="auto"/>
                <w:right w:val="none" w:sz="0" w:space="0" w:color="auto"/>
              </w:divBdr>
              <w:divsChild>
                <w:div w:id="1783500080">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371178">
      <w:bodyDiv w:val="1"/>
      <w:marLeft w:val="0"/>
      <w:marRight w:val="0"/>
      <w:marTop w:val="0"/>
      <w:marBottom w:val="0"/>
      <w:divBdr>
        <w:top w:val="none" w:sz="0" w:space="0" w:color="auto"/>
        <w:left w:val="none" w:sz="0" w:space="0" w:color="auto"/>
        <w:bottom w:val="none" w:sz="0" w:space="0" w:color="auto"/>
        <w:right w:val="none" w:sz="0" w:space="0" w:color="auto"/>
      </w:divBdr>
      <w:divsChild>
        <w:div w:id="610359191">
          <w:marLeft w:val="0"/>
          <w:marRight w:val="0"/>
          <w:marTop w:val="0"/>
          <w:marBottom w:val="0"/>
          <w:divBdr>
            <w:top w:val="none" w:sz="0" w:space="0" w:color="auto"/>
            <w:left w:val="none" w:sz="0" w:space="0" w:color="auto"/>
            <w:bottom w:val="none" w:sz="0" w:space="0" w:color="auto"/>
            <w:right w:val="none" w:sz="0" w:space="0" w:color="auto"/>
          </w:divBdr>
          <w:divsChild>
            <w:div w:id="1870410520">
              <w:marLeft w:val="0"/>
              <w:marRight w:val="0"/>
              <w:marTop w:val="0"/>
              <w:marBottom w:val="0"/>
              <w:divBdr>
                <w:top w:val="none" w:sz="0" w:space="0" w:color="auto"/>
                <w:left w:val="none" w:sz="0" w:space="0" w:color="auto"/>
                <w:bottom w:val="none" w:sz="0" w:space="0" w:color="auto"/>
                <w:right w:val="none" w:sz="0" w:space="0" w:color="auto"/>
              </w:divBdr>
              <w:divsChild>
                <w:div w:id="620459973">
                  <w:marLeft w:val="0"/>
                  <w:marRight w:val="0"/>
                  <w:marTop w:val="0"/>
                  <w:marBottom w:val="0"/>
                  <w:divBdr>
                    <w:top w:val="none" w:sz="0" w:space="0" w:color="auto"/>
                    <w:left w:val="none" w:sz="0" w:space="0" w:color="auto"/>
                    <w:bottom w:val="none" w:sz="0" w:space="0" w:color="auto"/>
                    <w:right w:val="none" w:sz="0" w:space="0" w:color="auto"/>
                  </w:divBdr>
                  <w:divsChild>
                    <w:div w:id="1353536719">
                      <w:marLeft w:val="0"/>
                      <w:marRight w:val="0"/>
                      <w:marTop w:val="0"/>
                      <w:marBottom w:val="0"/>
                      <w:divBdr>
                        <w:top w:val="none" w:sz="0" w:space="0" w:color="auto"/>
                        <w:left w:val="none" w:sz="0" w:space="0" w:color="auto"/>
                        <w:bottom w:val="none" w:sz="0" w:space="0" w:color="auto"/>
                        <w:right w:val="none" w:sz="0" w:space="0" w:color="auto"/>
                      </w:divBdr>
                      <w:divsChild>
                        <w:div w:id="538015050">
                          <w:marLeft w:val="0"/>
                          <w:marRight w:val="0"/>
                          <w:marTop w:val="0"/>
                          <w:marBottom w:val="0"/>
                          <w:divBdr>
                            <w:top w:val="none" w:sz="0" w:space="0" w:color="auto"/>
                            <w:left w:val="none" w:sz="0" w:space="0" w:color="auto"/>
                            <w:bottom w:val="none" w:sz="0" w:space="0" w:color="auto"/>
                            <w:right w:val="none" w:sz="0" w:space="0" w:color="auto"/>
                          </w:divBdr>
                          <w:divsChild>
                            <w:div w:id="689336719">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534477">
      <w:bodyDiv w:val="1"/>
      <w:marLeft w:val="0"/>
      <w:marRight w:val="0"/>
      <w:marTop w:val="0"/>
      <w:marBottom w:val="0"/>
      <w:divBdr>
        <w:top w:val="none" w:sz="0" w:space="0" w:color="auto"/>
        <w:left w:val="none" w:sz="0" w:space="0" w:color="auto"/>
        <w:bottom w:val="none" w:sz="0" w:space="0" w:color="auto"/>
        <w:right w:val="none" w:sz="0" w:space="0" w:color="auto"/>
      </w:divBdr>
      <w:divsChild>
        <w:div w:id="913902008">
          <w:marLeft w:val="0"/>
          <w:marRight w:val="0"/>
          <w:marTop w:val="0"/>
          <w:marBottom w:val="0"/>
          <w:divBdr>
            <w:top w:val="none" w:sz="0" w:space="0" w:color="auto"/>
            <w:left w:val="none" w:sz="0" w:space="0" w:color="auto"/>
            <w:bottom w:val="none" w:sz="0" w:space="0" w:color="auto"/>
            <w:right w:val="none" w:sz="0" w:space="0" w:color="auto"/>
          </w:divBdr>
          <w:divsChild>
            <w:div w:id="1751809451">
              <w:marLeft w:val="0"/>
              <w:marRight w:val="0"/>
              <w:marTop w:val="0"/>
              <w:marBottom w:val="0"/>
              <w:divBdr>
                <w:top w:val="none" w:sz="0" w:space="0" w:color="auto"/>
                <w:left w:val="none" w:sz="0" w:space="0" w:color="auto"/>
                <w:bottom w:val="none" w:sz="0" w:space="0" w:color="auto"/>
                <w:right w:val="none" w:sz="0" w:space="0" w:color="auto"/>
              </w:divBdr>
              <w:divsChild>
                <w:div w:id="1014841892">
                  <w:marLeft w:val="0"/>
                  <w:marRight w:val="0"/>
                  <w:marTop w:val="0"/>
                  <w:marBottom w:val="0"/>
                  <w:divBdr>
                    <w:top w:val="none" w:sz="0" w:space="0" w:color="auto"/>
                    <w:left w:val="none" w:sz="0" w:space="0" w:color="auto"/>
                    <w:bottom w:val="none" w:sz="0" w:space="0" w:color="auto"/>
                    <w:right w:val="none" w:sz="0" w:space="0" w:color="auto"/>
                  </w:divBdr>
                  <w:divsChild>
                    <w:div w:id="912933894">
                      <w:marLeft w:val="0"/>
                      <w:marRight w:val="0"/>
                      <w:marTop w:val="0"/>
                      <w:marBottom w:val="0"/>
                      <w:divBdr>
                        <w:top w:val="none" w:sz="0" w:space="0" w:color="auto"/>
                        <w:left w:val="none" w:sz="0" w:space="0" w:color="auto"/>
                        <w:bottom w:val="none" w:sz="0" w:space="0" w:color="auto"/>
                        <w:right w:val="none" w:sz="0" w:space="0" w:color="auto"/>
                      </w:divBdr>
                      <w:divsChild>
                        <w:div w:id="1337221662">
                          <w:marLeft w:val="0"/>
                          <w:marRight w:val="0"/>
                          <w:marTop w:val="0"/>
                          <w:marBottom w:val="0"/>
                          <w:divBdr>
                            <w:top w:val="none" w:sz="0" w:space="0" w:color="auto"/>
                            <w:left w:val="none" w:sz="0" w:space="0" w:color="auto"/>
                            <w:bottom w:val="none" w:sz="0" w:space="0" w:color="auto"/>
                            <w:right w:val="none" w:sz="0" w:space="0" w:color="auto"/>
                          </w:divBdr>
                          <w:divsChild>
                            <w:div w:id="2023513253">
                              <w:marLeft w:val="0"/>
                              <w:marRight w:val="0"/>
                              <w:marTop w:val="0"/>
                              <w:marBottom w:val="0"/>
                              <w:divBdr>
                                <w:top w:val="none" w:sz="0" w:space="0" w:color="auto"/>
                                <w:left w:val="none" w:sz="0" w:space="0" w:color="auto"/>
                                <w:bottom w:val="none" w:sz="0" w:space="0" w:color="auto"/>
                                <w:right w:val="none" w:sz="0" w:space="0" w:color="auto"/>
                              </w:divBdr>
                              <w:divsChild>
                                <w:div w:id="2060979678">
                                  <w:marLeft w:val="0"/>
                                  <w:marRight w:val="0"/>
                                  <w:marTop w:val="0"/>
                                  <w:marBottom w:val="0"/>
                                  <w:divBdr>
                                    <w:top w:val="none" w:sz="0" w:space="0" w:color="auto"/>
                                    <w:left w:val="none" w:sz="0" w:space="0" w:color="auto"/>
                                    <w:bottom w:val="none" w:sz="0" w:space="0" w:color="auto"/>
                                    <w:right w:val="none" w:sz="0" w:space="0" w:color="auto"/>
                                  </w:divBdr>
                                  <w:divsChild>
                                    <w:div w:id="307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5673056">
      <w:bodyDiv w:val="1"/>
      <w:marLeft w:val="0"/>
      <w:marRight w:val="0"/>
      <w:marTop w:val="0"/>
      <w:marBottom w:val="0"/>
      <w:divBdr>
        <w:top w:val="none" w:sz="0" w:space="0" w:color="auto"/>
        <w:left w:val="none" w:sz="0" w:space="0" w:color="auto"/>
        <w:bottom w:val="none" w:sz="0" w:space="0" w:color="auto"/>
        <w:right w:val="none" w:sz="0" w:space="0" w:color="auto"/>
      </w:divBdr>
      <w:divsChild>
        <w:div w:id="495920447">
          <w:marLeft w:val="0"/>
          <w:marRight w:val="0"/>
          <w:marTop w:val="0"/>
          <w:marBottom w:val="0"/>
          <w:divBdr>
            <w:top w:val="none" w:sz="0" w:space="0" w:color="auto"/>
            <w:left w:val="none" w:sz="0" w:space="0" w:color="auto"/>
            <w:bottom w:val="none" w:sz="0" w:space="0" w:color="auto"/>
            <w:right w:val="none" w:sz="0" w:space="0" w:color="auto"/>
          </w:divBdr>
          <w:divsChild>
            <w:div w:id="1437676011">
              <w:marLeft w:val="0"/>
              <w:marRight w:val="0"/>
              <w:marTop w:val="0"/>
              <w:marBottom w:val="0"/>
              <w:divBdr>
                <w:top w:val="none" w:sz="0" w:space="0" w:color="auto"/>
                <w:left w:val="none" w:sz="0" w:space="0" w:color="auto"/>
                <w:bottom w:val="none" w:sz="0" w:space="0" w:color="auto"/>
                <w:right w:val="none" w:sz="0" w:space="0" w:color="auto"/>
              </w:divBdr>
              <w:divsChild>
                <w:div w:id="1622419054">
                  <w:marLeft w:val="0"/>
                  <w:marRight w:val="0"/>
                  <w:marTop w:val="0"/>
                  <w:marBottom w:val="0"/>
                  <w:divBdr>
                    <w:top w:val="none" w:sz="0" w:space="0" w:color="auto"/>
                    <w:left w:val="none" w:sz="0" w:space="0" w:color="auto"/>
                    <w:bottom w:val="none" w:sz="0" w:space="0" w:color="auto"/>
                    <w:right w:val="none" w:sz="0" w:space="0" w:color="auto"/>
                  </w:divBdr>
                  <w:divsChild>
                    <w:div w:id="1249998632">
                      <w:marLeft w:val="0"/>
                      <w:marRight w:val="0"/>
                      <w:marTop w:val="0"/>
                      <w:marBottom w:val="0"/>
                      <w:divBdr>
                        <w:top w:val="none" w:sz="0" w:space="0" w:color="auto"/>
                        <w:left w:val="none" w:sz="0" w:space="0" w:color="auto"/>
                        <w:bottom w:val="none" w:sz="0" w:space="0" w:color="auto"/>
                        <w:right w:val="none" w:sz="0" w:space="0" w:color="auto"/>
                      </w:divBdr>
                      <w:divsChild>
                        <w:div w:id="1551768046">
                          <w:marLeft w:val="0"/>
                          <w:marRight w:val="0"/>
                          <w:marTop w:val="0"/>
                          <w:marBottom w:val="0"/>
                          <w:divBdr>
                            <w:top w:val="none" w:sz="0" w:space="0" w:color="auto"/>
                            <w:left w:val="none" w:sz="0" w:space="0" w:color="auto"/>
                            <w:bottom w:val="none" w:sz="0" w:space="0" w:color="auto"/>
                            <w:right w:val="none" w:sz="0" w:space="0" w:color="auto"/>
                          </w:divBdr>
                          <w:divsChild>
                            <w:div w:id="2048672762">
                              <w:marLeft w:val="0"/>
                              <w:marRight w:val="0"/>
                              <w:marTop w:val="0"/>
                              <w:marBottom w:val="0"/>
                              <w:divBdr>
                                <w:top w:val="none" w:sz="0" w:space="0" w:color="auto"/>
                                <w:left w:val="none" w:sz="0" w:space="0" w:color="auto"/>
                                <w:bottom w:val="none" w:sz="0" w:space="0" w:color="auto"/>
                                <w:right w:val="none" w:sz="0" w:space="0" w:color="auto"/>
                              </w:divBdr>
                              <w:divsChild>
                                <w:div w:id="148408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webSettings" Target="webSettings.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5" Type="http://schemas.openxmlformats.org/officeDocument/2006/relationships/header" Target="header3.xml"/><Relationship Id="rId2" Type="http://schemas.openxmlformats.org/officeDocument/2006/relationships/customXml" Target="../customXml/item2.xml"/><Relationship Id="rId16" Type="http://schemas.microsoft.com/office/2007/relationships/stylesWithEffects" Target="stylesWithEffects.xml"/><Relationship Id="rId20"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C2108-35C0-478F-9701-4A5D373E4AC7}">
  <ds:schemaRefs>
    <ds:schemaRef ds:uri="http://schemas.openxmlformats.org/officeDocument/2006/bibliography"/>
  </ds:schemaRefs>
</ds:datastoreItem>
</file>

<file path=customXml/itemProps10.xml><?xml version="1.0" encoding="utf-8"?>
<ds:datastoreItem xmlns:ds="http://schemas.openxmlformats.org/officeDocument/2006/customXml" ds:itemID="{FFD35669-7D80-410B-AA59-DBD9603EE859}">
  <ds:schemaRefs>
    <ds:schemaRef ds:uri="http://schemas.openxmlformats.org/officeDocument/2006/bibliography"/>
  </ds:schemaRefs>
</ds:datastoreItem>
</file>

<file path=customXml/itemProps11.xml><?xml version="1.0" encoding="utf-8"?>
<ds:datastoreItem xmlns:ds="http://schemas.openxmlformats.org/officeDocument/2006/customXml" ds:itemID="{608B1F99-A86A-43AD-ADE3-672757163F79}">
  <ds:schemaRefs>
    <ds:schemaRef ds:uri="http://schemas.openxmlformats.org/officeDocument/2006/bibliography"/>
  </ds:schemaRefs>
</ds:datastoreItem>
</file>

<file path=customXml/itemProps12.xml><?xml version="1.0" encoding="utf-8"?>
<ds:datastoreItem xmlns:ds="http://schemas.openxmlformats.org/officeDocument/2006/customXml" ds:itemID="{5AD7514E-362B-4D92-A8A2-D98A29DE3AAB}">
  <ds:schemaRefs>
    <ds:schemaRef ds:uri="http://schemas.openxmlformats.org/officeDocument/2006/bibliography"/>
  </ds:schemaRefs>
</ds:datastoreItem>
</file>

<file path=customXml/itemProps13.xml><?xml version="1.0" encoding="utf-8"?>
<ds:datastoreItem xmlns:ds="http://schemas.openxmlformats.org/officeDocument/2006/customXml" ds:itemID="{4220341A-868D-458A-81D7-B2B5595D1CEB}">
  <ds:schemaRefs>
    <ds:schemaRef ds:uri="http://schemas.openxmlformats.org/officeDocument/2006/bibliography"/>
  </ds:schemaRefs>
</ds:datastoreItem>
</file>

<file path=customXml/itemProps2.xml><?xml version="1.0" encoding="utf-8"?>
<ds:datastoreItem xmlns:ds="http://schemas.openxmlformats.org/officeDocument/2006/customXml" ds:itemID="{D8B6D7BB-4EFD-447D-A5CF-D76937D9EA02}">
  <ds:schemaRefs>
    <ds:schemaRef ds:uri="http://schemas.openxmlformats.org/officeDocument/2006/bibliography"/>
  </ds:schemaRefs>
</ds:datastoreItem>
</file>

<file path=customXml/itemProps3.xml><?xml version="1.0" encoding="utf-8"?>
<ds:datastoreItem xmlns:ds="http://schemas.openxmlformats.org/officeDocument/2006/customXml" ds:itemID="{38106D8A-2A3E-4D67-A67C-2D56E3F69959}">
  <ds:schemaRefs>
    <ds:schemaRef ds:uri="http://schemas.openxmlformats.org/officeDocument/2006/bibliography"/>
  </ds:schemaRefs>
</ds:datastoreItem>
</file>

<file path=customXml/itemProps4.xml><?xml version="1.0" encoding="utf-8"?>
<ds:datastoreItem xmlns:ds="http://schemas.openxmlformats.org/officeDocument/2006/customXml" ds:itemID="{909AADE0-9455-4A1F-BE67-5A5F0C548AE0}">
  <ds:schemaRefs>
    <ds:schemaRef ds:uri="http://schemas.openxmlformats.org/officeDocument/2006/bibliography"/>
  </ds:schemaRefs>
</ds:datastoreItem>
</file>

<file path=customXml/itemProps5.xml><?xml version="1.0" encoding="utf-8"?>
<ds:datastoreItem xmlns:ds="http://schemas.openxmlformats.org/officeDocument/2006/customXml" ds:itemID="{FA6116D1-E6CC-4B64-AE98-82A2DF41E2A7}">
  <ds:schemaRefs>
    <ds:schemaRef ds:uri="http://schemas.openxmlformats.org/officeDocument/2006/bibliography"/>
  </ds:schemaRefs>
</ds:datastoreItem>
</file>

<file path=customXml/itemProps6.xml><?xml version="1.0" encoding="utf-8"?>
<ds:datastoreItem xmlns:ds="http://schemas.openxmlformats.org/officeDocument/2006/customXml" ds:itemID="{A01CCD79-1535-4C0E-8CAF-95900C233F31}">
  <ds:schemaRefs>
    <ds:schemaRef ds:uri="http://schemas.openxmlformats.org/officeDocument/2006/bibliography"/>
  </ds:schemaRefs>
</ds:datastoreItem>
</file>

<file path=customXml/itemProps7.xml><?xml version="1.0" encoding="utf-8"?>
<ds:datastoreItem xmlns:ds="http://schemas.openxmlformats.org/officeDocument/2006/customXml" ds:itemID="{471B5705-9A34-43A1-AB95-CCB083E621E8}">
  <ds:schemaRefs>
    <ds:schemaRef ds:uri="http://schemas.openxmlformats.org/officeDocument/2006/bibliography"/>
  </ds:schemaRefs>
</ds:datastoreItem>
</file>

<file path=customXml/itemProps8.xml><?xml version="1.0" encoding="utf-8"?>
<ds:datastoreItem xmlns:ds="http://schemas.openxmlformats.org/officeDocument/2006/customXml" ds:itemID="{D7EC62C8-5115-4841-A57A-853BC6BE7043}">
  <ds:schemaRefs>
    <ds:schemaRef ds:uri="http://schemas.openxmlformats.org/officeDocument/2006/bibliography"/>
  </ds:schemaRefs>
</ds:datastoreItem>
</file>

<file path=customXml/itemProps9.xml><?xml version="1.0" encoding="utf-8"?>
<ds:datastoreItem xmlns:ds="http://schemas.openxmlformats.org/officeDocument/2006/customXml" ds:itemID="{43C46BBF-5424-4174-9809-7451E61C8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34</TotalTime>
  <Pages>22</Pages>
  <Words>8031</Words>
  <Characters>44881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Non-voluntary access arrangements </vt:lpstr>
    </vt:vector>
  </TitlesOfParts>
  <Company>Productivity Commission</Company>
  <LinksUpToDate>false</LinksUpToDate>
  <CharactersWithSpaces>52807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Non-voluntary access arrangements </dc:title>
  <dc:subject>Compulsory licensing of patents</dc:subject>
  <dc:creator>Productivity Commission</dc:creator>
  <cp:keywords/>
  <dc:description>C.</dc:description>
  <cp:lastModifiedBy>Productivity Commission</cp:lastModifiedBy>
  <cp:revision>109</cp:revision>
  <cp:lastPrinted>2012-12-05T22:14:00Z</cp:lastPrinted>
  <dcterms:created xsi:type="dcterms:W3CDTF">2012-11-16T00:43:00Z</dcterms:created>
  <dcterms:modified xsi:type="dcterms:W3CDTF">2012-12-10T02:55:00Z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