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B68F4" w14:textId="77777777" w:rsidR="00CE5B40" w:rsidRPr="00CE5B40" w:rsidRDefault="00CE5B40" w:rsidP="00CE5B40">
      <w:pPr>
        <w:pStyle w:val="Heading1"/>
        <w:ind w:left="0" w:firstLine="0"/>
        <w:rPr>
          <w:color w:val="FFFFFF" w:themeColor="background1"/>
        </w:rPr>
      </w:pPr>
      <w:r w:rsidRPr="00CE5B40">
        <w:rPr>
          <w:color w:val="FFFFFF" w:themeColor="background1"/>
        </w:rPr>
        <w:t>How to Assess the Competitiveness and Efficiency of the Superannuation System</w:t>
      </w:r>
      <w:bookmarkStart w:id="0" w:name="begin"/>
      <w:bookmarkEnd w:id="0"/>
    </w:p>
    <w:p w14:paraId="5D8CAD6B" w14:textId="29561436" w:rsidR="00CE5B40" w:rsidRPr="00CE5B40" w:rsidRDefault="00CE5B40" w:rsidP="00CE5B40">
      <w:pPr>
        <w:pStyle w:val="Copyrightbodytext"/>
        <w:rPr>
          <w:color w:val="FFFFFF" w:themeColor="background1"/>
        </w:rPr>
      </w:pPr>
      <w:r w:rsidRPr="00CE5B40">
        <w:rPr>
          <w:color w:val="FFFFFF" w:themeColor="background1"/>
        </w:rPr>
        <w:t>Productivity Commission Draft Report, Canberra, August 2016.</w:t>
      </w:r>
    </w:p>
    <w:p w14:paraId="49E47D62" w14:textId="66521E9A" w:rsidR="00CD5E6B" w:rsidRDefault="00CD5E6B" w:rsidP="00CE5B40">
      <w:pPr>
        <w:pStyle w:val="BodyText"/>
      </w:pPr>
    </w:p>
    <w:p w14:paraId="49E47D63" w14:textId="2BE849CE" w:rsidR="00B04D19" w:rsidRDefault="00B04D19" w:rsidP="00CD5E6B">
      <w:pPr>
        <w:pStyle w:val="BodyText"/>
        <w:rPr>
          <w:b/>
          <w:szCs w:val="26"/>
        </w:rPr>
      </w:pPr>
      <w:r>
        <w:br w:type="page"/>
      </w:r>
      <w:r w:rsidR="00CE5B40">
        <w:rPr>
          <w:b/>
          <w:noProof/>
          <w:szCs w:val="26"/>
        </w:rPr>
        <w:drawing>
          <wp:anchor distT="0" distB="0" distL="114300" distR="114300" simplePos="0" relativeHeight="251658240" behindDoc="0" locked="0" layoutInCell="1" allowOverlap="1" wp14:anchorId="03DA1752" wp14:editId="5B49165D">
            <wp:simplePos x="829733" y="982133"/>
            <wp:positionH relativeFrom="page">
              <wp:align>center</wp:align>
            </wp:positionH>
            <wp:positionV relativeFrom="page">
              <wp:align>center</wp:align>
            </wp:positionV>
            <wp:extent cx="7592400" cy="10738800"/>
            <wp:effectExtent l="0" t="0" r="8890" b="5715"/>
            <wp:wrapNone/>
            <wp:docPr id="1" name="Picture 1" descr="Productivity Commission 2016, How to Assess the Competitiveness and Efficiency of the Superannuation System, Draft Report,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super-dr-web.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92400" cy="10738800"/>
                    </a:xfrm>
                    <a:prstGeom prst="rect">
                      <a:avLst/>
                    </a:prstGeom>
                  </pic:spPr>
                </pic:pic>
              </a:graphicData>
            </a:graphic>
            <wp14:sizeRelH relativeFrom="margin">
              <wp14:pctWidth>0</wp14:pctWidth>
            </wp14:sizeRelH>
            <wp14:sizeRelV relativeFrom="margin">
              <wp14:pctHeight>0</wp14:pctHeight>
            </wp14:sizeRelV>
          </wp:anchor>
        </w:drawing>
      </w:r>
    </w:p>
    <w:p w14:paraId="49E47D64"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49E47D65"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49E47EF3" wp14:editId="49E47EF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9E47D66"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9E47D67" w14:textId="77777777" w:rsidR="008A3857" w:rsidRPr="008A3857" w:rsidRDefault="008A3857" w:rsidP="008A3857">
      <w:pPr>
        <w:pStyle w:val="Copyrightsubtitle"/>
      </w:pPr>
      <w:r w:rsidRPr="008A3857">
        <w:t>Use of the Commonwealth Coat of Arms</w:t>
      </w:r>
    </w:p>
    <w:p w14:paraId="49E47D68" w14:textId="77777777"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t>
        </w:r>
        <w:proofErr w:type="spellStart"/>
        <w:r w:rsidR="00BA0B81" w:rsidRPr="00805FD7">
          <w:t>www.itsanhonour.gov.au</w:t>
        </w:r>
        <w:proofErr w:type="spellEnd"/>
      </w:hyperlink>
    </w:p>
    <w:p w14:paraId="49E47D69" w14:textId="77777777" w:rsidR="008A3857" w:rsidRPr="008A3857" w:rsidRDefault="008A3857" w:rsidP="008A3857">
      <w:pPr>
        <w:pStyle w:val="Copyrightsubtitle"/>
      </w:pPr>
      <w:r w:rsidRPr="008A3857">
        <w:t>Third party copyright</w:t>
      </w:r>
    </w:p>
    <w:p w14:paraId="49E47D6A"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49E47D6B" w14:textId="77777777" w:rsidR="008A3857" w:rsidRPr="008A3857" w:rsidRDefault="008A3857" w:rsidP="008A3857">
      <w:pPr>
        <w:pStyle w:val="Copyrightsubtitle"/>
      </w:pPr>
      <w:r w:rsidRPr="008A3857">
        <w:t>Attribution</w:t>
      </w:r>
    </w:p>
    <w:p w14:paraId="4F4FFFC6" w14:textId="77777777" w:rsidR="00CE5B40" w:rsidRPr="00CE5B40" w:rsidRDefault="008A3857" w:rsidP="00CE5B40">
      <w:pPr>
        <w:pStyle w:val="Copyrightbodytext"/>
        <w:rPr>
          <w:i/>
        </w:rPr>
      </w:pPr>
      <w:r w:rsidRPr="008A3857">
        <w:t xml:space="preserve">This work should be attributed as follows, </w:t>
      </w:r>
      <w:r w:rsidRPr="008E242D">
        <w:rPr>
          <w:i/>
        </w:rPr>
        <w:t xml:space="preserve">Source: </w:t>
      </w:r>
      <w:r w:rsidR="00515C47" w:rsidRPr="008E242D">
        <w:rPr>
          <w:i/>
        </w:rPr>
        <w:t xml:space="preserve">Productivity Commission, </w:t>
      </w:r>
      <w:r w:rsidR="00CE5B40" w:rsidRPr="00CE5B40">
        <w:rPr>
          <w:i/>
        </w:rPr>
        <w:t>How to Assess the</w:t>
      </w:r>
    </w:p>
    <w:p w14:paraId="49E47D6C" w14:textId="46EC2776" w:rsidR="008A3857" w:rsidRPr="008A3857" w:rsidRDefault="00CE5B40" w:rsidP="00CE5B40">
      <w:pPr>
        <w:pStyle w:val="Copyrightbodytext"/>
      </w:pPr>
      <w:r w:rsidRPr="00CE5B40">
        <w:rPr>
          <w:i/>
        </w:rPr>
        <w:t>Competitiveness and Efficiency</w:t>
      </w:r>
      <w:r>
        <w:rPr>
          <w:i/>
        </w:rPr>
        <w:t xml:space="preserve"> </w:t>
      </w:r>
      <w:r w:rsidRPr="00CE5B40">
        <w:rPr>
          <w:i/>
        </w:rPr>
        <w:t>of the Superannuation System</w:t>
      </w:r>
      <w:r w:rsidR="00515C47">
        <w:rPr>
          <w:i/>
        </w:rPr>
        <w:t>, Draft Report.</w:t>
      </w:r>
    </w:p>
    <w:p w14:paraId="49E47D6E"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49E47D6F" w14:textId="5FB1E6B2" w:rsidR="00515C47" w:rsidRPr="008A3857" w:rsidRDefault="00515C47" w:rsidP="00CE5B40">
      <w:pPr>
        <w:pStyle w:val="Copyrightbodytext"/>
      </w:pPr>
      <w:bookmarkStart w:id="2" w:name="JEL"/>
      <w:bookmarkEnd w:id="2"/>
      <w:r>
        <w:t xml:space="preserve">Productivity Commission 2016, </w:t>
      </w:r>
      <w:r w:rsidR="00CE5B40" w:rsidRPr="00CE5B40">
        <w:rPr>
          <w:i/>
        </w:rPr>
        <w:t>How to Assess the</w:t>
      </w:r>
      <w:r w:rsidR="00CE5B40">
        <w:rPr>
          <w:i/>
        </w:rPr>
        <w:t xml:space="preserve"> </w:t>
      </w:r>
      <w:r w:rsidR="00CE5B40" w:rsidRPr="00CE5B40">
        <w:rPr>
          <w:i/>
        </w:rPr>
        <w:t>Competitiveness and Efficiency</w:t>
      </w:r>
      <w:r w:rsidR="00CE5B40">
        <w:rPr>
          <w:i/>
        </w:rPr>
        <w:t xml:space="preserve"> </w:t>
      </w:r>
      <w:r w:rsidR="00CE5B40" w:rsidRPr="00CE5B40">
        <w:rPr>
          <w:i/>
        </w:rPr>
        <w:t>of the Superannuation System</w:t>
      </w:r>
      <w:r>
        <w:t>, Draft Report, Canberra.</w:t>
      </w:r>
    </w:p>
    <w:p w14:paraId="49E47D71" w14:textId="77777777" w:rsidR="008A3857" w:rsidRPr="008A3857" w:rsidRDefault="008A3857" w:rsidP="008A3857">
      <w:pPr>
        <w:pStyle w:val="Copyrightsubtitle"/>
      </w:pPr>
      <w:r w:rsidRPr="008A3857">
        <w:t>Publications enquiries</w:t>
      </w:r>
    </w:p>
    <w:p w14:paraId="49E47D72"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49E47D7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49E47D75" w14:textId="77777777" w:rsidTr="00C670DE">
        <w:tc>
          <w:tcPr>
            <w:tcW w:w="8771" w:type="dxa"/>
            <w:tcBorders>
              <w:top w:val="single" w:sz="6" w:space="0" w:color="78A22F"/>
              <w:left w:val="nil"/>
              <w:bottom w:val="nil"/>
              <w:right w:val="nil"/>
            </w:tcBorders>
            <w:shd w:val="clear" w:color="auto" w:fill="F2F2F2" w:themeFill="background1" w:themeFillShade="F2"/>
          </w:tcPr>
          <w:p w14:paraId="49E47D74" w14:textId="77777777" w:rsidR="008A3857" w:rsidRPr="008A3857" w:rsidRDefault="008A3857" w:rsidP="000467AA">
            <w:pPr>
              <w:pStyle w:val="BoxTitle"/>
              <w:rPr>
                <w:sz w:val="22"/>
                <w:szCs w:val="22"/>
              </w:rPr>
            </w:pPr>
            <w:r w:rsidRPr="008A3857">
              <w:rPr>
                <w:sz w:val="22"/>
                <w:szCs w:val="22"/>
              </w:rPr>
              <w:t>The Productivity Commission</w:t>
            </w:r>
          </w:p>
        </w:tc>
      </w:tr>
      <w:tr w:rsidR="008A3857" w14:paraId="49E47D79" w14:textId="77777777" w:rsidTr="00C670DE">
        <w:tc>
          <w:tcPr>
            <w:tcW w:w="8771" w:type="dxa"/>
            <w:tcBorders>
              <w:top w:val="nil"/>
              <w:left w:val="nil"/>
              <w:bottom w:val="nil"/>
              <w:right w:val="nil"/>
            </w:tcBorders>
            <w:shd w:val="clear" w:color="auto" w:fill="F2F2F2" w:themeFill="background1" w:themeFillShade="F2"/>
          </w:tcPr>
          <w:p w14:paraId="49E47D76" w14:textId="77777777" w:rsidR="008A3857" w:rsidRDefault="008A3857" w:rsidP="000467AA">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9E47D77" w14:textId="77777777" w:rsidR="008A3857" w:rsidRDefault="008A3857" w:rsidP="000467AA">
            <w:pPr>
              <w:pStyle w:val="Box"/>
            </w:pPr>
            <w:r w:rsidRPr="00BB5DCF">
              <w:t>The Commission’s independence is underpinned by an Act of Parliament. Its processes and outputs are open to public scrutiny and are driven by concern for the wellbeing of the community as a whole.</w:t>
            </w:r>
          </w:p>
          <w:p w14:paraId="49E47D78"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5943E0">
              <w:fldChar w:fldCharType="begin"/>
            </w:r>
            <w:r w:rsidR="005943E0">
              <w:instrText xml:space="preserve"> HYPERLINK "http://www.pc.gov.au/" </w:instrText>
            </w:r>
            <w:r w:rsidR="005943E0">
              <w:fldChar w:fldCharType="separate"/>
            </w:r>
            <w:r w:rsidRPr="00805FD7">
              <w:t>www.pc.gov.au</w:t>
            </w:r>
            <w:proofErr w:type="spellEnd"/>
            <w:r w:rsidR="005943E0">
              <w:fldChar w:fldCharType="end"/>
            </w:r>
            <w:r w:rsidRPr="00BB5DCF">
              <w:rPr>
                <w:szCs w:val="24"/>
              </w:rPr>
              <w:t>)</w:t>
            </w:r>
            <w:r w:rsidR="00EC38C1">
              <w:rPr>
                <w:szCs w:val="24"/>
              </w:rPr>
              <w:t>.</w:t>
            </w:r>
          </w:p>
        </w:tc>
      </w:tr>
      <w:tr w:rsidR="008A3857" w14:paraId="49E47D7B" w14:textId="77777777" w:rsidTr="00C670DE">
        <w:tc>
          <w:tcPr>
            <w:tcW w:w="8771" w:type="dxa"/>
            <w:tcBorders>
              <w:top w:val="nil"/>
              <w:left w:val="nil"/>
              <w:bottom w:val="single" w:sz="6" w:space="0" w:color="78A22F"/>
              <w:right w:val="nil"/>
            </w:tcBorders>
            <w:shd w:val="clear" w:color="auto" w:fill="F2F2F2" w:themeFill="background1" w:themeFillShade="F2"/>
          </w:tcPr>
          <w:p w14:paraId="49E47D7A" w14:textId="77777777" w:rsidR="008A3857" w:rsidRDefault="008A3857" w:rsidP="000467AA">
            <w:pPr>
              <w:pStyle w:val="Box"/>
              <w:spacing w:before="0" w:line="120" w:lineRule="exact"/>
            </w:pPr>
          </w:p>
        </w:tc>
      </w:tr>
    </w:tbl>
    <w:p w14:paraId="49E47D7C" w14:textId="77777777" w:rsidR="00735FEA" w:rsidRDefault="00735FEA">
      <w:pPr>
        <w:pStyle w:val="BodyText"/>
        <w:sectPr w:rsidR="00735FEA" w:rsidSect="00122FE9">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304" w:right="1304" w:bottom="567" w:left="1814" w:header="1701" w:footer="397" w:gutter="0"/>
          <w:pgNumType w:fmt="lowerRoman" w:start="1"/>
          <w:cols w:space="720"/>
          <w:titlePg/>
        </w:sectPr>
      </w:pPr>
      <w:bookmarkStart w:id="3" w:name="cov"/>
      <w:bookmarkEnd w:id="3"/>
    </w:p>
    <w:p w14:paraId="49E47D7D" w14:textId="77777777" w:rsidR="00515C47" w:rsidRDefault="00515C47">
      <w:pPr>
        <w:pStyle w:val="Heading1"/>
      </w:pPr>
      <w:bookmarkStart w:id="4" w:name="_Toc457221993"/>
      <w:r>
        <w:lastRenderedPageBreak/>
        <w:t>Opportunity for further comment</w:t>
      </w:r>
      <w:bookmarkEnd w:id="4"/>
    </w:p>
    <w:p w14:paraId="7456222A" w14:textId="3F5A544D" w:rsidR="004B5C8B" w:rsidRDefault="004B5C8B">
      <w:pPr>
        <w:pStyle w:val="BodyText"/>
      </w:pPr>
      <w:r w:rsidRPr="004B5C8B">
        <w:t>You are invited to examine this draft report and comment on it by written submission to the Productivity Commission</w:t>
      </w:r>
      <w:r>
        <w:t xml:space="preserve"> </w:t>
      </w:r>
      <w:r w:rsidRPr="004B5C8B">
        <w:t xml:space="preserve">by Friday </w:t>
      </w:r>
      <w:r>
        <w:t>9</w:t>
      </w:r>
      <w:r w:rsidRPr="004B5C8B">
        <w:t xml:space="preserve"> September 201</w:t>
      </w:r>
      <w:r>
        <w:t>6</w:t>
      </w:r>
      <w:r w:rsidRPr="004B5C8B">
        <w:t xml:space="preserve">. Further information on how to provide a submission is included on the study website </w:t>
      </w:r>
      <w:hyperlink r:id="rId27" w:history="1">
        <w:r w:rsidR="00CE5B40" w:rsidRPr="00CE5B40">
          <w:rPr>
            <w:rStyle w:val="Hyperlink"/>
            <w:u w:val="none"/>
          </w:rPr>
          <w:t>http://www.pc.gov.au/inquiries/current/superannuation/make-submission</w:t>
        </w:r>
      </w:hyperlink>
      <w:r>
        <w:t>.</w:t>
      </w:r>
    </w:p>
    <w:p w14:paraId="49E47D7E" w14:textId="7D6E5269" w:rsidR="00515C47" w:rsidRDefault="004B5C8B">
      <w:pPr>
        <w:pStyle w:val="BodyText"/>
      </w:pPr>
      <w:r w:rsidRPr="004B5C8B">
        <w:t>The final report will be prepared after further</w:t>
      </w:r>
      <w:r>
        <w:t xml:space="preserve"> submissions have been received</w:t>
      </w:r>
      <w:r w:rsidR="00515C47">
        <w:t>.</w:t>
      </w:r>
    </w:p>
    <w:p w14:paraId="49E47D9D" w14:textId="77777777" w:rsidR="00515C47" w:rsidRPr="00683E2C" w:rsidRDefault="00515C47" w:rsidP="000467AA">
      <w:pPr>
        <w:pStyle w:val="Heading3"/>
      </w:pPr>
      <w:r w:rsidRPr="00683E2C">
        <w:t>Commissioners</w:t>
      </w:r>
    </w:p>
    <w:p w14:paraId="49E47D9E" w14:textId="16C946BC" w:rsidR="00515C47" w:rsidRPr="007151C7" w:rsidRDefault="00515C47">
      <w:pPr>
        <w:pStyle w:val="BodyText"/>
      </w:pPr>
      <w:r w:rsidRPr="007151C7">
        <w:t xml:space="preserve">For the purposes of this </w:t>
      </w:r>
      <w:r>
        <w:t>study</w:t>
      </w:r>
      <w:r w:rsidRPr="007151C7">
        <w:t xml:space="preserve"> the Commission</w:t>
      </w:r>
      <w:r>
        <w:t>ers</w:t>
      </w:r>
      <w:r w:rsidRPr="007151C7">
        <w:t xml:space="preserve"> </w:t>
      </w:r>
      <w:r>
        <w:t>are</w:t>
      </w:r>
      <w:r w:rsidRPr="007151C7">
        <w:t>:</w:t>
      </w:r>
    </w:p>
    <w:tbl>
      <w:tblPr>
        <w:tblW w:w="0" w:type="auto"/>
        <w:tblLayout w:type="fixed"/>
        <w:tblLook w:val="01E0" w:firstRow="1" w:lastRow="1" w:firstColumn="1" w:lastColumn="1" w:noHBand="0" w:noVBand="0"/>
      </w:tblPr>
      <w:tblGrid>
        <w:gridCol w:w="3969"/>
        <w:gridCol w:w="4820"/>
      </w:tblGrid>
      <w:tr w:rsidR="00515C47" w14:paraId="49E47DA1" w14:textId="77777777" w:rsidTr="000467AA">
        <w:tc>
          <w:tcPr>
            <w:tcW w:w="3969" w:type="dxa"/>
            <w:tcMar>
              <w:left w:w="0" w:type="dxa"/>
              <w:right w:w="0" w:type="dxa"/>
            </w:tcMar>
          </w:tcPr>
          <w:p w14:paraId="49E47D9F" w14:textId="5553263A" w:rsidR="00515C47" w:rsidRDefault="00A52150">
            <w:pPr>
              <w:pStyle w:val="BodyText"/>
              <w:spacing w:before="120"/>
            </w:pPr>
            <w:r>
              <w:t>Karen Chester</w:t>
            </w:r>
          </w:p>
        </w:tc>
        <w:tc>
          <w:tcPr>
            <w:tcW w:w="4820" w:type="dxa"/>
          </w:tcPr>
          <w:p w14:paraId="49E47DA0" w14:textId="6C49425D" w:rsidR="00515C47" w:rsidRDefault="00A52150" w:rsidP="004B5C8B">
            <w:pPr>
              <w:pStyle w:val="BodyText"/>
              <w:spacing w:before="120"/>
            </w:pPr>
            <w:r>
              <w:t>Deputy Chair</w:t>
            </w:r>
          </w:p>
        </w:tc>
      </w:tr>
      <w:tr w:rsidR="00515C47" w14:paraId="49E47DA4" w14:textId="77777777" w:rsidTr="000467AA">
        <w:tc>
          <w:tcPr>
            <w:tcW w:w="3969" w:type="dxa"/>
            <w:tcMar>
              <w:left w:w="0" w:type="dxa"/>
              <w:right w:w="0" w:type="dxa"/>
            </w:tcMar>
          </w:tcPr>
          <w:p w14:paraId="49E47DA2" w14:textId="720D06EE" w:rsidR="00515C47" w:rsidRDefault="00A52150">
            <w:pPr>
              <w:pStyle w:val="BodyText"/>
              <w:spacing w:before="120"/>
            </w:pPr>
            <w:r>
              <w:t>Angela MacRae</w:t>
            </w:r>
          </w:p>
        </w:tc>
        <w:tc>
          <w:tcPr>
            <w:tcW w:w="4820" w:type="dxa"/>
          </w:tcPr>
          <w:p w14:paraId="49E47DA3" w14:textId="45B01D8C" w:rsidR="00515C47" w:rsidRDefault="00A52150">
            <w:pPr>
              <w:pStyle w:val="BodyText"/>
              <w:spacing w:before="120"/>
            </w:pPr>
            <w:r>
              <w:t>Commissioner</w:t>
            </w:r>
          </w:p>
        </w:tc>
      </w:tr>
    </w:tbl>
    <w:p w14:paraId="49E47DAC" w14:textId="77777777" w:rsidR="00515C47" w:rsidRPr="00DD35BF" w:rsidRDefault="00515C47" w:rsidP="000467AA">
      <w:pPr>
        <w:pStyle w:val="BodyText"/>
        <w:rPr>
          <w:lang w:eastAsia="en-US"/>
        </w:rPr>
      </w:pPr>
    </w:p>
    <w:p w14:paraId="49E47DAD" w14:textId="77777777" w:rsidR="00515C47" w:rsidRPr="003C10D8" w:rsidRDefault="00515C47" w:rsidP="000467AA">
      <w:pPr>
        <w:pStyle w:val="BodyText"/>
        <w:rPr>
          <w:lang w:eastAsia="en-US"/>
        </w:rPr>
        <w:sectPr w:rsidR="00515C47" w:rsidRPr="003C10D8" w:rsidSect="000467AA">
          <w:headerReference w:type="even" r:id="rId28"/>
          <w:headerReference w:type="default" r:id="rId29"/>
          <w:footerReference w:type="even" r:id="rId30"/>
          <w:footerReference w:type="default" r:id="rId31"/>
          <w:headerReference w:type="first" r:id="rId32"/>
          <w:type w:val="oddPage"/>
          <w:pgSz w:w="11907" w:h="16840" w:code="9"/>
          <w:pgMar w:top="1985" w:right="1304" w:bottom="1191" w:left="1814" w:header="1701" w:footer="397" w:gutter="0"/>
          <w:pgNumType w:fmt="lowerRoman"/>
          <w:cols w:space="720"/>
        </w:sectPr>
      </w:pPr>
    </w:p>
    <w:p w14:paraId="49E47DAE" w14:textId="77777777" w:rsidR="00515C47" w:rsidRDefault="00515C47" w:rsidP="000467AA">
      <w:pPr>
        <w:pStyle w:val="Heading1"/>
      </w:pPr>
      <w:bookmarkStart w:id="5" w:name="_Toc457221994"/>
      <w:r>
        <w:lastRenderedPageBreak/>
        <w:t>Terms of reference</w:t>
      </w:r>
      <w:bookmarkEnd w:id="5"/>
    </w:p>
    <w:p w14:paraId="49E47DAF" w14:textId="77777777" w:rsidR="00515C47" w:rsidRDefault="00515C47" w:rsidP="00CE5B40">
      <w:pPr>
        <w:pStyle w:val="BodyText"/>
        <w:jc w:val="left"/>
      </w:pPr>
      <w:r>
        <w:rPr>
          <w:b/>
          <w:bCs/>
          <w:sz w:val="23"/>
          <w:szCs w:val="23"/>
        </w:rPr>
        <w:t>EFFICIENCY AND COMPETITIVENESS OF THE SUPERANNUATION SYSTEM</w:t>
      </w:r>
    </w:p>
    <w:p w14:paraId="49E47DB0" w14:textId="77777777" w:rsidR="00515C47" w:rsidRDefault="00515C47" w:rsidP="00515C47">
      <w:pPr>
        <w:pStyle w:val="BodyText"/>
        <w:rPr>
          <w:lang w:eastAsia="en-US"/>
        </w:rPr>
      </w:pPr>
      <w:r w:rsidRPr="00992EF0">
        <w:rPr>
          <w:lang w:eastAsia="en-US"/>
        </w:rPr>
        <w:t>I, Scott Morrison, Treasurer, pursuant to Parts 2, 3 and 4 of the Productivity Commission Act 1998, hereby request that the Productivity Commission conduct: a study to develop criteria to assess the efficiency and competitiveness of the superannuation system; and an inquiry to develop alternative models for a formal competitive process for allocating default fund members to products.</w:t>
      </w:r>
    </w:p>
    <w:p w14:paraId="49E47DB1" w14:textId="77777777" w:rsidR="00515C47" w:rsidRDefault="00515C47" w:rsidP="00515C47">
      <w:pPr>
        <w:pStyle w:val="Heading3"/>
      </w:pPr>
      <w:r>
        <w:t>Background</w:t>
      </w:r>
    </w:p>
    <w:p w14:paraId="49E47DB2" w14:textId="77777777" w:rsidR="00515C47" w:rsidRPr="00992EF0" w:rsidRDefault="00515C47" w:rsidP="00515C47">
      <w:pPr>
        <w:pStyle w:val="BodyText"/>
        <w:rPr>
          <w:lang w:eastAsia="en-US"/>
        </w:rPr>
      </w:pPr>
      <w:r w:rsidRPr="00992EF0">
        <w:rPr>
          <w:lang w:eastAsia="en-US"/>
        </w:rPr>
        <w:t>An efficient superannuation system is critical to help Australia meet the economic and fiscal challenges of an ageing population. The superannuation system has accumulated over $2 trillion in assets. Given the system</w:t>
      </w:r>
      <w:r>
        <w:rPr>
          <w:lang w:eastAsia="en-US"/>
        </w:rPr>
        <w:t>’</w:t>
      </w:r>
      <w:r w:rsidRPr="00992EF0">
        <w:rPr>
          <w:lang w:eastAsia="en-US"/>
        </w:rPr>
        <w:t>s size and growth, the system is of central importance to funding the economy and delivering retirement incomes.</w:t>
      </w:r>
    </w:p>
    <w:p w14:paraId="49E47DB3" w14:textId="77777777" w:rsidR="00515C47" w:rsidRPr="00992EF0" w:rsidRDefault="00515C47" w:rsidP="00515C47">
      <w:pPr>
        <w:pStyle w:val="BodyText"/>
        <w:rPr>
          <w:lang w:eastAsia="en-US"/>
        </w:rPr>
      </w:pPr>
      <w:r w:rsidRPr="00992EF0">
        <w:rPr>
          <w:lang w:eastAsia="en-US"/>
        </w:rPr>
        <w:t>MySuper has been a strong step in the right direction but more needs to be done to reduce fees and improve after-fee returns for fund members. The Financial System Inquiry noted that fees have not fallen by as much as would be expected given the substantial increase in the scale of the superannuation system, a major reason for this being the absence of consumer-driven competition, particularly in the default fund market.</w:t>
      </w:r>
    </w:p>
    <w:p w14:paraId="49E47DB4" w14:textId="77777777" w:rsidR="00515C47" w:rsidRPr="00992EF0" w:rsidRDefault="00515C47" w:rsidP="00515C47">
      <w:pPr>
        <w:pStyle w:val="BodyText"/>
        <w:rPr>
          <w:lang w:eastAsia="en-US"/>
        </w:rPr>
      </w:pPr>
      <w:r w:rsidRPr="00992EF0">
        <w:rPr>
          <w:lang w:eastAsia="en-US"/>
        </w:rPr>
        <w:t xml:space="preserve">These </w:t>
      </w:r>
      <w:r>
        <w:rPr>
          <w:lang w:eastAsia="en-US"/>
        </w:rPr>
        <w:t>T</w:t>
      </w:r>
      <w:r w:rsidRPr="00992EF0">
        <w:rPr>
          <w:lang w:eastAsia="en-US"/>
        </w:rPr>
        <w:t xml:space="preserve">erms of </w:t>
      </w:r>
      <w:r>
        <w:rPr>
          <w:lang w:eastAsia="en-US"/>
        </w:rPr>
        <w:t>R</w:t>
      </w:r>
      <w:r w:rsidRPr="00992EF0">
        <w:rPr>
          <w:lang w:eastAsia="en-US"/>
        </w:rPr>
        <w:t>eference follow from the Government</w:t>
      </w:r>
      <w:r>
        <w:rPr>
          <w:lang w:eastAsia="en-US"/>
        </w:rPr>
        <w:t>’</w:t>
      </w:r>
      <w:r w:rsidRPr="00992EF0">
        <w:rPr>
          <w:lang w:eastAsia="en-US"/>
        </w:rPr>
        <w:t>s response to Financial System Inquiry Recommendation 10 on efficiency in superannuation. The Government committed to tasking the Productivity Commission to develop and release criteria to assess the efficiency and competitiveness of the superannuation system, including the choice and default markets and to develop alternative models for allocating default fund members to products.</w:t>
      </w:r>
    </w:p>
    <w:p w14:paraId="49E47DB5" w14:textId="77777777" w:rsidR="00515C47" w:rsidRDefault="00515C47" w:rsidP="00515C47">
      <w:pPr>
        <w:pStyle w:val="BodyText"/>
        <w:rPr>
          <w:lang w:eastAsia="en-US"/>
        </w:rPr>
      </w:pPr>
      <w:r w:rsidRPr="00992EF0">
        <w:rPr>
          <w:lang w:eastAsia="en-US"/>
        </w:rPr>
        <w:t>This work will inform a review of the efficiency and competitiveness of the superannuation system, which the Productivity Commission will be asked to undertake following the full implementation of the MySuper reforms (after 1 July 2017).</w:t>
      </w:r>
      <w:r w:rsidDel="007579EB">
        <w:rPr>
          <w:lang w:eastAsia="en-US"/>
        </w:rPr>
        <w:t xml:space="preserve"> </w:t>
      </w:r>
    </w:p>
    <w:p w14:paraId="49E47DB6" w14:textId="77777777" w:rsidR="00515C47" w:rsidRDefault="00515C47" w:rsidP="00515C47">
      <w:pPr>
        <w:pStyle w:val="Heading3"/>
      </w:pPr>
      <w:r>
        <w:t>Process</w:t>
      </w:r>
    </w:p>
    <w:p w14:paraId="49E47DB7" w14:textId="77777777" w:rsidR="00515C47" w:rsidRPr="00992EF0" w:rsidRDefault="00515C47" w:rsidP="00515C47">
      <w:pPr>
        <w:pStyle w:val="BodyText"/>
        <w:rPr>
          <w:lang w:eastAsia="en-US"/>
        </w:rPr>
      </w:pPr>
      <w:r w:rsidRPr="00992EF0">
        <w:rPr>
          <w:lang w:eastAsia="en-US"/>
        </w:rPr>
        <w:t xml:space="preserve">The Productivity Commission is to develop criteria to assess the efficiency and competitiveness of the superannuation system and release the criteria within nine months </w:t>
      </w:r>
      <w:r w:rsidRPr="00992EF0">
        <w:rPr>
          <w:lang w:eastAsia="en-US"/>
        </w:rPr>
        <w:lastRenderedPageBreak/>
        <w:t>of receiving these Terms of Reference. The release of these criteria is intended to provide transparency and certainty to the superannuation industry about how it will be assessed ahead of the full implementation of MySuper.</w:t>
      </w:r>
    </w:p>
    <w:p w14:paraId="49E47DB8" w14:textId="77777777" w:rsidR="00515C47" w:rsidRPr="00992EF0" w:rsidRDefault="00515C47" w:rsidP="00515C47">
      <w:pPr>
        <w:pStyle w:val="BodyText"/>
        <w:rPr>
          <w:lang w:eastAsia="en-US"/>
        </w:rPr>
      </w:pPr>
      <w:r w:rsidRPr="00992EF0">
        <w:rPr>
          <w:lang w:eastAsia="en-US"/>
        </w:rPr>
        <w:t>The Productivity Commission is to develop alternative models for a formal competitive process for allocating default fund members to products. In developing alternative models, the Productivity Commission should be informed by the criteria it develops to assess the efficiency and competitiveness of the superannuation system. The Productivity Commission should report on alternative models within 18 months of receiving these Terms of Reference.</w:t>
      </w:r>
    </w:p>
    <w:p w14:paraId="49E47DB9" w14:textId="77777777" w:rsidR="00515C47" w:rsidRDefault="00515C47" w:rsidP="00515C47">
      <w:pPr>
        <w:pStyle w:val="BodyText"/>
        <w:rPr>
          <w:lang w:eastAsia="en-US"/>
        </w:rPr>
      </w:pPr>
      <w:r w:rsidRPr="00992EF0">
        <w:rPr>
          <w:lang w:eastAsia="en-US"/>
        </w:rPr>
        <w:t>For both elements, the Productivity Commission should consult widely and undertake appropriate public consultation processes, including inviting public submissions and conducting industry roundtables. The Productivity Commission is to provide both draft and final reports and the reports will be published.</w:t>
      </w:r>
    </w:p>
    <w:p w14:paraId="49E47DBA" w14:textId="77777777" w:rsidR="00515C47" w:rsidRPr="00992EF0" w:rsidRDefault="00515C47" w:rsidP="00515C47">
      <w:pPr>
        <w:pStyle w:val="Heading4"/>
      </w:pPr>
      <w:r w:rsidRPr="00992EF0">
        <w:t>Scope of study: development of criteria to assess efficiency of super system</w:t>
      </w:r>
    </w:p>
    <w:p w14:paraId="49E47DBB" w14:textId="77777777" w:rsidR="00515C47" w:rsidRDefault="00515C47" w:rsidP="00515C47">
      <w:pPr>
        <w:pStyle w:val="BodyText"/>
        <w:rPr>
          <w:lang w:eastAsia="en-US"/>
        </w:rPr>
      </w:pPr>
      <w:r w:rsidRPr="00992EF0">
        <w:rPr>
          <w:lang w:eastAsia="en-US"/>
        </w:rPr>
        <w:t>The Productivity Commission should develop criteria to assess whether and the extent to which the superannuation system is efficient and competitive and delivers the best outcomes for members and retirees, including optimising risk</w:t>
      </w:r>
      <w:r>
        <w:rPr>
          <w:lang w:eastAsia="en-US"/>
        </w:rPr>
        <w:noBreakHyphen/>
      </w:r>
      <w:r w:rsidRPr="00992EF0">
        <w:rPr>
          <w:lang w:eastAsia="en-US"/>
        </w:rPr>
        <w:t>adjusted after fee returns. In determining the criteria to assess the efficiency and competitiveness of the superannuation system, the Productivity Commission may have regard to:</w:t>
      </w:r>
    </w:p>
    <w:p w14:paraId="49E47DBC" w14:textId="77777777" w:rsidR="00515C47" w:rsidRDefault="00515C47" w:rsidP="00515C47">
      <w:pPr>
        <w:pStyle w:val="ListBullet"/>
        <w:numPr>
          <w:ilvl w:val="0"/>
          <w:numId w:val="16"/>
        </w:numPr>
      </w:pPr>
      <w:r>
        <w:t>operational efficiency, where products and services are delivered in a way that minimises costs and maximises value, which can be enhanced by competition and innovation from new entrants and incumbents;</w:t>
      </w:r>
    </w:p>
    <w:p w14:paraId="49E47DBD" w14:textId="77777777" w:rsidR="00515C47" w:rsidRDefault="00515C47" w:rsidP="00515C47">
      <w:pPr>
        <w:pStyle w:val="ListBullet"/>
        <w:numPr>
          <w:ilvl w:val="0"/>
          <w:numId w:val="16"/>
        </w:numPr>
      </w:pPr>
      <w:r>
        <w:t>allocative efficiency, where the system allocates resources to the most productive use and optimally allocates risks;</w:t>
      </w:r>
    </w:p>
    <w:p w14:paraId="49E47DBE" w14:textId="77777777" w:rsidR="00515C47" w:rsidRDefault="00515C47" w:rsidP="00515C47">
      <w:pPr>
        <w:pStyle w:val="ListBullet"/>
        <w:numPr>
          <w:ilvl w:val="0"/>
          <w:numId w:val="16"/>
        </w:numPr>
      </w:pPr>
      <w:r>
        <w:t>dynamic efficiency, including services to members, where the system induces the optimal balance between consumption and saving over time; and</w:t>
      </w:r>
    </w:p>
    <w:p w14:paraId="49E47DBF" w14:textId="77777777" w:rsidR="00515C47" w:rsidRDefault="00515C47" w:rsidP="00515C47">
      <w:pPr>
        <w:pStyle w:val="ListBullet"/>
        <w:numPr>
          <w:ilvl w:val="0"/>
          <w:numId w:val="16"/>
        </w:numPr>
        <w:rPr>
          <w:lang w:eastAsia="en-US"/>
        </w:rPr>
      </w:pPr>
      <w:r>
        <w:t>the extent to which the system encourages optimal behaviour on the part of consumers, including consideration of the learnings from behavioural finance.</w:t>
      </w:r>
    </w:p>
    <w:p w14:paraId="49E47DC0" w14:textId="77777777" w:rsidR="00515C47" w:rsidRDefault="00515C47" w:rsidP="00515C47">
      <w:pPr>
        <w:pStyle w:val="BodyText"/>
        <w:rPr>
          <w:lang w:eastAsia="en-US"/>
        </w:rPr>
      </w:pPr>
      <w:r>
        <w:rPr>
          <w:lang w:eastAsia="en-US"/>
        </w:rPr>
        <w:t>The Productivity Commission should consider the nature of competition in the superannuation industry, the effect of government policy and regulation on the competitiveness and efficiency of the system and relevant international experience.</w:t>
      </w:r>
    </w:p>
    <w:p w14:paraId="49E47DC1" w14:textId="77777777" w:rsidR="00515C47" w:rsidRPr="00992EF0" w:rsidRDefault="00515C47" w:rsidP="00515C47">
      <w:pPr>
        <w:pStyle w:val="Heading4"/>
      </w:pPr>
      <w:r w:rsidRPr="00992EF0">
        <w:t>Scope of inquiry: development of alternative models</w:t>
      </w:r>
    </w:p>
    <w:p w14:paraId="49E47DC2" w14:textId="77777777" w:rsidR="00515C47" w:rsidRPr="00992EF0" w:rsidRDefault="00515C47" w:rsidP="00515C47">
      <w:pPr>
        <w:pStyle w:val="BodyText"/>
        <w:rPr>
          <w:lang w:eastAsia="en-US"/>
        </w:rPr>
      </w:pPr>
      <w:r w:rsidRPr="00992EF0">
        <w:rPr>
          <w:lang w:eastAsia="en-US"/>
        </w:rPr>
        <w:t xml:space="preserve">The Productivity Commission is to examine alternative models for a formal competitive process for allocating default fund members in the superannuation system to products and to develop a workable model, or models, that could be implemented by Government if a </w:t>
      </w:r>
      <w:r w:rsidRPr="00992EF0">
        <w:rPr>
          <w:lang w:eastAsia="en-US"/>
        </w:rPr>
        <w:lastRenderedPageBreak/>
        <w:t>new model for allocating default fund members to products is desirable. These model(s) would provide viable alternatives for the Government</w:t>
      </w:r>
      <w:r>
        <w:rPr>
          <w:lang w:eastAsia="en-US"/>
        </w:rPr>
        <w:t>’</w:t>
      </w:r>
      <w:r w:rsidRPr="00992EF0">
        <w:rPr>
          <w:lang w:eastAsia="en-US"/>
        </w:rPr>
        <w:t>s consideration, depending on the outcomes of the review of the efficiency and competitiveness of the superannuation system, which the Productivity Commission will be asked to undertake following the full implementation of the MySuper reforms.</w:t>
      </w:r>
    </w:p>
    <w:p w14:paraId="49E47DC3" w14:textId="77777777" w:rsidR="00515C47" w:rsidRPr="00992EF0" w:rsidRDefault="00515C47" w:rsidP="00515C47">
      <w:pPr>
        <w:pStyle w:val="BodyText"/>
        <w:rPr>
          <w:lang w:eastAsia="en-US"/>
        </w:rPr>
      </w:pPr>
      <w:r w:rsidRPr="00992EF0">
        <w:rPr>
          <w:lang w:eastAsia="en-US"/>
        </w:rPr>
        <w:t>The developed model(s) should enhance efficiency in the superannuation system in order to improve retirement incomes, including through optimising long</w:t>
      </w:r>
      <w:r>
        <w:rPr>
          <w:lang w:eastAsia="en-US"/>
        </w:rPr>
        <w:noBreakHyphen/>
      </w:r>
      <w:r w:rsidRPr="00992EF0">
        <w:rPr>
          <w:lang w:eastAsia="en-US"/>
        </w:rPr>
        <w:t>term net returns to members, and build trust and confidence in funds regulated by the Australian Prudential Regulation Authority (APRA). The models developed should consider default fund selection across the superannuation system as a whole.</w:t>
      </w:r>
    </w:p>
    <w:p w14:paraId="49E47DC4" w14:textId="77777777" w:rsidR="00515C47" w:rsidRDefault="00515C47" w:rsidP="00515C47">
      <w:pPr>
        <w:pStyle w:val="BodyText"/>
        <w:rPr>
          <w:lang w:eastAsia="en-US"/>
        </w:rPr>
      </w:pPr>
      <w:r w:rsidRPr="00992EF0">
        <w:rPr>
          <w:lang w:eastAsia="en-US"/>
        </w:rPr>
        <w:t>The Productivity Commission may consider auction, tender and other types of competitive processes. The Productivity Commission should consider the merits of different approaches, the metrics for conducting them and their frequency. This should include consideration of:</w:t>
      </w:r>
    </w:p>
    <w:p w14:paraId="49E47DC5" w14:textId="77777777" w:rsidR="00515C47" w:rsidRPr="00485C77" w:rsidRDefault="00515C47" w:rsidP="00515C47">
      <w:pPr>
        <w:pStyle w:val="ListBullet"/>
        <w:numPr>
          <w:ilvl w:val="0"/>
          <w:numId w:val="16"/>
        </w:numPr>
      </w:pPr>
      <w:r w:rsidRPr="00485C77">
        <w:t>the strengths and weaknesses of competitive processes used internationally, such as</w:t>
      </w:r>
      <w:r>
        <w:t xml:space="preserve"> </w:t>
      </w:r>
      <w:r w:rsidRPr="00485C77">
        <w:t>Chile, New Zealand and Sweden, as well as those used in large corporate tenders by</w:t>
      </w:r>
      <w:r>
        <w:t xml:space="preserve"> </w:t>
      </w:r>
      <w:r w:rsidRPr="00485C77">
        <w:t>the Northern Territory Government and in other jurisdictions;</w:t>
      </w:r>
    </w:p>
    <w:p w14:paraId="49E47DC6" w14:textId="77777777" w:rsidR="00515C47" w:rsidRDefault="00515C47" w:rsidP="00515C47">
      <w:pPr>
        <w:pStyle w:val="ListBullet"/>
        <w:numPr>
          <w:ilvl w:val="0"/>
          <w:numId w:val="16"/>
        </w:numPr>
      </w:pPr>
      <w:r w:rsidRPr="00485C77">
        <w:t>the costs and benefits of different mechanisms, including:</w:t>
      </w:r>
    </w:p>
    <w:p w14:paraId="49E47DC7" w14:textId="77777777" w:rsidR="00515C47" w:rsidRDefault="00515C47" w:rsidP="00515C47">
      <w:pPr>
        <w:pStyle w:val="ListBullet2"/>
        <w:numPr>
          <w:ilvl w:val="0"/>
          <w:numId w:val="17"/>
        </w:numPr>
      </w:pPr>
      <w:r>
        <w:t>optimising long</w:t>
      </w:r>
      <w:r>
        <w:noBreakHyphen/>
        <w:t>term after fee returns;</w:t>
      </w:r>
    </w:p>
    <w:p w14:paraId="49E47DC8" w14:textId="77777777" w:rsidR="00515C47" w:rsidRDefault="00515C47" w:rsidP="00515C47">
      <w:pPr>
        <w:pStyle w:val="ListBullet2"/>
        <w:numPr>
          <w:ilvl w:val="0"/>
          <w:numId w:val="17"/>
        </w:numPr>
      </w:pPr>
      <w:r>
        <w:t>the administrative, fiscal, individual and complexity costs;</w:t>
      </w:r>
    </w:p>
    <w:p w14:paraId="49E47DC9" w14:textId="77777777" w:rsidR="00515C47" w:rsidRDefault="00515C47" w:rsidP="00515C47">
      <w:pPr>
        <w:pStyle w:val="ListBullet"/>
        <w:numPr>
          <w:ilvl w:val="0"/>
          <w:numId w:val="16"/>
        </w:numPr>
      </w:pPr>
      <w:r w:rsidRPr="00485C77">
        <w:t>and in examining different processes, consider:</w:t>
      </w:r>
    </w:p>
    <w:p w14:paraId="49E47DCA" w14:textId="77777777" w:rsidR="00515C47" w:rsidRPr="00485C77" w:rsidRDefault="00515C47" w:rsidP="00515C47">
      <w:pPr>
        <w:pStyle w:val="ListBullet2"/>
        <w:numPr>
          <w:ilvl w:val="0"/>
          <w:numId w:val="17"/>
        </w:numPr>
      </w:pPr>
      <w:r w:rsidRPr="00485C77">
        <w:t>the robustness of the process, including against gaming and collusion;</w:t>
      </w:r>
    </w:p>
    <w:p w14:paraId="49E47DCB" w14:textId="77777777" w:rsidR="00515C47" w:rsidRPr="00485C77" w:rsidRDefault="00515C47" w:rsidP="00515C47">
      <w:pPr>
        <w:pStyle w:val="ListBullet2"/>
        <w:numPr>
          <w:ilvl w:val="0"/>
          <w:numId w:val="17"/>
        </w:numPr>
      </w:pPr>
      <w:r w:rsidRPr="00485C77">
        <w:t>whether the structure achieves efficient outcomes and facilitates ongoing innovation over the long run;</w:t>
      </w:r>
    </w:p>
    <w:p w14:paraId="49E47DCC" w14:textId="77777777" w:rsidR="00515C47" w:rsidRPr="00485C77" w:rsidRDefault="00515C47" w:rsidP="00515C47">
      <w:pPr>
        <w:pStyle w:val="ListBullet2"/>
        <w:numPr>
          <w:ilvl w:val="0"/>
          <w:numId w:val="17"/>
        </w:numPr>
      </w:pPr>
      <w:r w:rsidRPr="00485C77">
        <w:t>the effect on system stability and market concentration;</w:t>
      </w:r>
    </w:p>
    <w:p w14:paraId="49E47DCD" w14:textId="77777777" w:rsidR="00515C47" w:rsidRPr="00485C77" w:rsidRDefault="00515C47" w:rsidP="00515C47">
      <w:pPr>
        <w:pStyle w:val="ListBullet2"/>
        <w:numPr>
          <w:ilvl w:val="0"/>
          <w:numId w:val="17"/>
        </w:numPr>
      </w:pPr>
      <w:r w:rsidRPr="00485C77">
        <w:t>who should run the process; and</w:t>
      </w:r>
    </w:p>
    <w:p w14:paraId="49E47DCE" w14:textId="77777777" w:rsidR="00515C47" w:rsidRDefault="00515C47" w:rsidP="00515C47">
      <w:pPr>
        <w:pStyle w:val="ListBullet2"/>
        <w:numPr>
          <w:ilvl w:val="0"/>
          <w:numId w:val="17"/>
        </w:numPr>
      </w:pPr>
      <w:r w:rsidRPr="00485C77">
        <w:t>the extent to which the process promotes the interests of consumers.</w:t>
      </w:r>
    </w:p>
    <w:p w14:paraId="49E47DCF" w14:textId="77777777" w:rsidR="00515C47" w:rsidRDefault="00515C47" w:rsidP="00515C47">
      <w:pPr>
        <w:pStyle w:val="ListBullet"/>
        <w:numPr>
          <w:ilvl w:val="0"/>
          <w:numId w:val="16"/>
        </w:numPr>
      </w:pPr>
      <w:r w:rsidRPr="00485C77">
        <w:t>regulatory impediments to optimal competition under the preferred model(s).</w:t>
      </w:r>
    </w:p>
    <w:p w14:paraId="49E47DD0" w14:textId="77777777" w:rsidR="00515C47" w:rsidRDefault="00515C47" w:rsidP="00515C47">
      <w:pPr>
        <w:pStyle w:val="BodyText"/>
        <w:rPr>
          <w:lang w:eastAsia="en-US"/>
        </w:rPr>
      </w:pPr>
      <w:r w:rsidRPr="00992EF0">
        <w:rPr>
          <w:lang w:eastAsia="en-US"/>
        </w:rPr>
        <w:t>Principles for designing a model for a competitive process should include:</w:t>
      </w:r>
    </w:p>
    <w:p w14:paraId="49E47DD1" w14:textId="77777777" w:rsidR="00515C47" w:rsidRDefault="00515C47" w:rsidP="00515C47">
      <w:pPr>
        <w:pStyle w:val="ListBullet"/>
        <w:numPr>
          <w:ilvl w:val="0"/>
          <w:numId w:val="16"/>
        </w:numPr>
        <w:spacing w:before="240"/>
      </w:pPr>
      <w:r>
        <w:rPr>
          <w:b/>
          <w:bCs/>
        </w:rPr>
        <w:t xml:space="preserve">Best interests: </w:t>
      </w:r>
      <w:r>
        <w:t>ensure incentive compatibility with meeting the best interests of members, encourage long</w:t>
      </w:r>
      <w:r>
        <w:noBreakHyphen/>
        <w:t>term investing, and encourage a focus on expected after</w:t>
      </w:r>
      <w:r>
        <w:noBreakHyphen/>
        <w:t>fee returns based on asset allocation and investment strategy.</w:t>
      </w:r>
    </w:p>
    <w:p w14:paraId="49E47DD2" w14:textId="77777777" w:rsidR="00515C47" w:rsidRDefault="00515C47" w:rsidP="00515C47">
      <w:pPr>
        <w:pStyle w:val="ListBullet"/>
        <w:numPr>
          <w:ilvl w:val="0"/>
          <w:numId w:val="16"/>
        </w:numPr>
      </w:pPr>
      <w:r>
        <w:rPr>
          <w:b/>
          <w:bCs/>
        </w:rPr>
        <w:t xml:space="preserve">Competition: </w:t>
      </w:r>
      <w:r>
        <w:t>drive pressure on funds to be innovative and efficient, diversify asset allocation and optimise long</w:t>
      </w:r>
      <w:r>
        <w:noBreakHyphen/>
        <w:t>term after</w:t>
      </w:r>
      <w:r>
        <w:noBreakHyphen/>
        <w:t>fee returns by rewarding best performers. Facilitate new superannuation fund entrants to the market.</w:t>
      </w:r>
    </w:p>
    <w:p w14:paraId="49E47DD3" w14:textId="77777777" w:rsidR="00515C47" w:rsidRDefault="00515C47" w:rsidP="00515C47">
      <w:pPr>
        <w:pStyle w:val="ListBullet"/>
        <w:numPr>
          <w:ilvl w:val="0"/>
          <w:numId w:val="16"/>
        </w:numPr>
      </w:pPr>
      <w:r>
        <w:rPr>
          <w:b/>
          <w:bCs/>
        </w:rPr>
        <w:lastRenderedPageBreak/>
        <w:t xml:space="preserve">Feasibility: </w:t>
      </w:r>
      <w:r>
        <w:t>ensure the process is low</w:t>
      </w:r>
      <w:r>
        <w:noBreakHyphen/>
        <w:t>cost and easy to administer and minimises regulatory costs on industry, including business and employers.</w:t>
      </w:r>
    </w:p>
    <w:p w14:paraId="49E47DD4" w14:textId="77777777" w:rsidR="00515C47" w:rsidRDefault="00515C47" w:rsidP="00515C47">
      <w:pPr>
        <w:pStyle w:val="ListBullet"/>
        <w:numPr>
          <w:ilvl w:val="0"/>
          <w:numId w:val="16"/>
        </w:numPr>
      </w:pPr>
      <w:r>
        <w:rPr>
          <w:b/>
          <w:bCs/>
        </w:rPr>
        <w:t xml:space="preserve">Credibility and transparency: </w:t>
      </w:r>
      <w:r>
        <w:t>make relevant information public; avoid room for gaming the process; and ensure metrics are clear, simple, difficult to dispute and difficult to manipulate.</w:t>
      </w:r>
    </w:p>
    <w:p w14:paraId="49E47DD5" w14:textId="77777777" w:rsidR="00515C47" w:rsidRDefault="00515C47" w:rsidP="00515C47">
      <w:pPr>
        <w:pStyle w:val="ListBullet"/>
        <w:numPr>
          <w:ilvl w:val="0"/>
          <w:numId w:val="16"/>
        </w:numPr>
      </w:pPr>
      <w:r>
        <w:rPr>
          <w:b/>
          <w:bCs/>
        </w:rPr>
        <w:t xml:space="preserve">Regular assessment and accountability: </w:t>
      </w:r>
      <w:r>
        <w:t>regularly conduct a repeat process that requires default funds to earn their right to receive new default members, and ensure funds are accountable for the outcomes they deliver members.</w:t>
      </w:r>
    </w:p>
    <w:p w14:paraId="49E47DD6" w14:textId="77777777" w:rsidR="00515C47" w:rsidRDefault="00515C47" w:rsidP="00515C47">
      <w:pPr>
        <w:pStyle w:val="ListBullet"/>
        <w:numPr>
          <w:ilvl w:val="0"/>
          <w:numId w:val="16"/>
        </w:numPr>
        <w:rPr>
          <w:lang w:eastAsia="en-US"/>
        </w:rPr>
      </w:pPr>
      <w:r>
        <w:rPr>
          <w:b/>
          <w:bCs/>
        </w:rPr>
        <w:t xml:space="preserve">Fiscal implications: </w:t>
      </w:r>
      <w:r>
        <w:t>the extent to which the process can reduce reliance on the Age Pension and/or give rise to other risks or costs to Government.</w:t>
      </w:r>
    </w:p>
    <w:p w14:paraId="49E47DD7" w14:textId="77777777" w:rsidR="00515C47" w:rsidRDefault="00515C47" w:rsidP="00515C47">
      <w:pPr>
        <w:pStyle w:val="BodyText"/>
        <w:rPr>
          <w:lang w:eastAsia="en-US"/>
        </w:rPr>
      </w:pPr>
      <w:r w:rsidRPr="00992EF0">
        <w:rPr>
          <w:lang w:eastAsia="en-US"/>
        </w:rPr>
        <w:t>The Productivity Commission should draw on expertise in the field of competitive models.</w:t>
      </w:r>
    </w:p>
    <w:p w14:paraId="49E47DD8" w14:textId="77777777" w:rsidR="00515C47" w:rsidRDefault="00515C47" w:rsidP="00515C47">
      <w:pPr>
        <w:pStyle w:val="BodyText"/>
        <w:spacing w:before="480" w:line="0" w:lineRule="atLeast"/>
        <w:rPr>
          <w:lang w:eastAsia="en-US"/>
        </w:rPr>
      </w:pPr>
      <w:r>
        <w:rPr>
          <w:lang w:eastAsia="en-US"/>
        </w:rPr>
        <w:t>S. MORRISON</w:t>
      </w:r>
    </w:p>
    <w:p w14:paraId="49E47DD9" w14:textId="77777777" w:rsidR="00515C47" w:rsidRDefault="00515C47" w:rsidP="00515C47">
      <w:pPr>
        <w:pStyle w:val="BodyText"/>
        <w:spacing w:before="0" w:line="0" w:lineRule="atLeast"/>
        <w:rPr>
          <w:lang w:eastAsia="en-US"/>
        </w:rPr>
      </w:pPr>
      <w:r>
        <w:rPr>
          <w:lang w:eastAsia="en-US"/>
        </w:rPr>
        <w:t>Treasurer</w:t>
      </w:r>
    </w:p>
    <w:p w14:paraId="49E47DDA" w14:textId="77777777" w:rsidR="00515C47" w:rsidRDefault="00515C47" w:rsidP="00515C47">
      <w:pPr>
        <w:pStyle w:val="BodyText"/>
      </w:pPr>
      <w:r>
        <w:rPr>
          <w:lang w:eastAsia="en-US"/>
        </w:rPr>
        <w:t>[Received 17 February 2016]</w:t>
      </w:r>
    </w:p>
    <w:p w14:paraId="49E47DDB" w14:textId="77777777" w:rsidR="00515C47" w:rsidRDefault="00515C47" w:rsidP="000467AA">
      <w:pPr>
        <w:pStyle w:val="BodyText"/>
      </w:pPr>
    </w:p>
    <w:p w14:paraId="49E47DDC" w14:textId="77777777" w:rsidR="00515C47" w:rsidRDefault="00515C47" w:rsidP="000467AA">
      <w:pPr>
        <w:pStyle w:val="BodyText"/>
        <w:sectPr w:rsidR="00515C47" w:rsidSect="000467AA">
          <w:headerReference w:type="even" r:id="rId33"/>
          <w:headerReference w:type="default" r:id="rId34"/>
          <w:footerReference w:type="even" r:id="rId35"/>
          <w:footerReference w:type="default" r:id="rId36"/>
          <w:headerReference w:type="first" r:id="rId37"/>
          <w:pgSz w:w="11907" w:h="16840" w:code="9"/>
          <w:pgMar w:top="1985" w:right="1304" w:bottom="1247" w:left="1814" w:header="1701" w:footer="397" w:gutter="0"/>
          <w:pgNumType w:fmt="lowerRoman"/>
          <w:cols w:space="720"/>
        </w:sectPr>
      </w:pPr>
    </w:p>
    <w:p w14:paraId="7B1DDD91" w14:textId="318CCF37" w:rsidR="000E5E01" w:rsidRDefault="00735FEA" w:rsidP="008206EE">
      <w:pPr>
        <w:pStyle w:val="Heading1NotTOC"/>
        <w:rPr>
          <w:noProof/>
        </w:rPr>
      </w:pPr>
      <w:bookmarkStart w:id="6" w:name="Contents"/>
      <w:bookmarkEnd w:id="6"/>
      <w:r w:rsidRPr="00B153C3">
        <w:lastRenderedPageBreak/>
        <w:t>Contents</w:t>
      </w:r>
      <w:bookmarkStart w:id="7" w:name="InsertContents"/>
      <w:bookmarkEnd w:id="7"/>
    </w:p>
    <w:p w14:paraId="43CA0D05" w14:textId="58873036" w:rsidR="000E5E01" w:rsidRDefault="000E5E01">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396250B5" w14:textId="1A2EE1F4" w:rsidR="000E5E01" w:rsidRDefault="000E5E01">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0BBF0C12" w14:textId="629AD069" w:rsidR="000E5E01" w:rsidRDefault="000E5E01">
      <w:pPr>
        <w:pStyle w:val="TOC1"/>
        <w:rPr>
          <w:rFonts w:asciiTheme="minorHAnsi" w:eastAsiaTheme="minorEastAsia" w:hAnsiTheme="minorHAnsi" w:cstheme="minorBidi"/>
          <w:b w:val="0"/>
          <w:noProof/>
          <w:sz w:val="22"/>
          <w:szCs w:val="22"/>
          <w:lang w:eastAsia="en-AU"/>
        </w:rPr>
      </w:pPr>
      <w:r>
        <w:rPr>
          <w:noProof/>
        </w:rPr>
        <w:t>Abbreviations</w:t>
      </w:r>
      <w:r>
        <w:rPr>
          <w:noProof/>
        </w:rPr>
        <w:tab/>
        <w:t>xii</w:t>
      </w:r>
    </w:p>
    <w:p w14:paraId="3B3EB9A0" w14:textId="13FE1A96" w:rsidR="000E5E01" w:rsidRDefault="000E5E01">
      <w:pPr>
        <w:pStyle w:val="TOC1"/>
        <w:rPr>
          <w:rFonts w:asciiTheme="minorHAnsi" w:eastAsiaTheme="minorEastAsia" w:hAnsiTheme="minorHAnsi" w:cstheme="minorBidi"/>
          <w:b w:val="0"/>
          <w:noProof/>
          <w:sz w:val="22"/>
          <w:szCs w:val="22"/>
          <w:lang w:eastAsia="en-AU"/>
        </w:rPr>
      </w:pPr>
      <w:r>
        <w:rPr>
          <w:noProof/>
        </w:rPr>
        <w:t>Glossary</w:t>
      </w:r>
      <w:r>
        <w:rPr>
          <w:noProof/>
        </w:rPr>
        <w:tab/>
        <w:t>xiv</w:t>
      </w:r>
    </w:p>
    <w:p w14:paraId="7063F39B" w14:textId="77777777" w:rsidR="000E5E01" w:rsidRDefault="000E5E01">
      <w:pPr>
        <w:pStyle w:val="TOC1"/>
        <w:rPr>
          <w:rFonts w:asciiTheme="minorHAnsi" w:eastAsiaTheme="minorEastAsia" w:hAnsiTheme="minorHAnsi" w:cstheme="minorBidi"/>
          <w:b w:val="0"/>
          <w:noProof/>
          <w:sz w:val="22"/>
          <w:szCs w:val="22"/>
          <w:lang w:eastAsia="en-AU"/>
        </w:rPr>
      </w:pPr>
      <w:r>
        <w:rPr>
          <w:noProof/>
        </w:rPr>
        <w:t>A guide to the report</w:t>
      </w:r>
      <w:r>
        <w:rPr>
          <w:noProof/>
        </w:rPr>
        <w:tab/>
        <w:t>1</w:t>
      </w:r>
    </w:p>
    <w:p w14:paraId="2DE30F0B" w14:textId="77777777" w:rsidR="000E5E01" w:rsidRDefault="000E5E01">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11</w:t>
      </w:r>
    </w:p>
    <w:p w14:paraId="7AC4F681"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study</w:t>
      </w:r>
      <w:r>
        <w:rPr>
          <w:noProof/>
        </w:rPr>
        <w:tab/>
        <w:t>11</w:t>
      </w:r>
    </w:p>
    <w:p w14:paraId="7131A713"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Evolution of the superannuation system</w:t>
      </w:r>
      <w:r>
        <w:rPr>
          <w:noProof/>
        </w:rPr>
        <w:tab/>
        <w:t>13</w:t>
      </w:r>
    </w:p>
    <w:p w14:paraId="18E3799E"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rest of the report</w:t>
      </w:r>
      <w:r>
        <w:rPr>
          <w:noProof/>
        </w:rPr>
        <w:tab/>
        <w:t>20</w:t>
      </w:r>
    </w:p>
    <w:p w14:paraId="69BD63A9" w14:textId="77777777" w:rsidR="000E5E01" w:rsidRDefault="000E5E01">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Key characteristics of the superannuation system</w:t>
      </w:r>
      <w:r>
        <w:rPr>
          <w:noProof/>
        </w:rPr>
        <w:tab/>
        <w:t>23</w:t>
      </w:r>
    </w:p>
    <w:p w14:paraId="21A52C41"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the superannuation ‘system’?</w:t>
      </w:r>
      <w:r>
        <w:rPr>
          <w:noProof/>
        </w:rPr>
        <w:tab/>
        <w:t>24</w:t>
      </w:r>
    </w:p>
    <w:p w14:paraId="589F75A1"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Superannuation is a unique market</w:t>
      </w:r>
      <w:r>
        <w:rPr>
          <w:noProof/>
        </w:rPr>
        <w:tab/>
        <w:t>36</w:t>
      </w:r>
    </w:p>
    <w:p w14:paraId="78708E48"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In sum</w:t>
      </w:r>
      <w:r>
        <w:rPr>
          <w:noProof/>
        </w:rPr>
        <w:tab/>
        <w:t>41</w:t>
      </w:r>
    </w:p>
    <w:p w14:paraId="110F5679" w14:textId="77777777" w:rsidR="000E5E01" w:rsidRDefault="000E5E01">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Commission’s assessment framework</w:t>
      </w:r>
      <w:r>
        <w:rPr>
          <w:noProof/>
        </w:rPr>
        <w:tab/>
        <w:t>43</w:t>
      </w:r>
    </w:p>
    <w:p w14:paraId="14750C3E"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Why are efficiency and competitiveness important?</w:t>
      </w:r>
      <w:r>
        <w:rPr>
          <w:noProof/>
        </w:rPr>
        <w:tab/>
        <w:t>43</w:t>
      </w:r>
    </w:p>
    <w:p w14:paraId="69636769"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Commission’s approach to assessment</w:t>
      </w:r>
      <w:r>
        <w:rPr>
          <w:noProof/>
        </w:rPr>
        <w:tab/>
        <w:t>45</w:t>
      </w:r>
    </w:p>
    <w:p w14:paraId="25830C86"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choice of performance indicators</w:t>
      </w:r>
      <w:r>
        <w:rPr>
          <w:noProof/>
        </w:rPr>
        <w:tab/>
        <w:t>51</w:t>
      </w:r>
    </w:p>
    <w:p w14:paraId="2F84414E" w14:textId="77777777" w:rsidR="000E5E01" w:rsidRDefault="000E5E01">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What are the objectives of the superannuation system?</w:t>
      </w:r>
      <w:r>
        <w:rPr>
          <w:noProof/>
        </w:rPr>
        <w:tab/>
        <w:t>57</w:t>
      </w:r>
    </w:p>
    <w:p w14:paraId="7FCA11E4"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Why do we need to articulate objectives for this study?</w:t>
      </w:r>
      <w:r>
        <w:rPr>
          <w:noProof/>
        </w:rPr>
        <w:tab/>
        <w:t>58</w:t>
      </w:r>
    </w:p>
    <w:p w14:paraId="061D5FC0"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Development of a high</w:t>
      </w:r>
      <w:r>
        <w:rPr>
          <w:noProof/>
        </w:rPr>
        <w:noBreakHyphen/>
        <w:t>level objective for superannuation</w:t>
      </w:r>
      <w:r>
        <w:rPr>
          <w:noProof/>
        </w:rPr>
        <w:tab/>
        <w:t>59</w:t>
      </w:r>
    </w:p>
    <w:p w14:paraId="2FEF0F42"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How are efficiency and competition defined for this study?</w:t>
      </w:r>
      <w:r>
        <w:rPr>
          <w:noProof/>
        </w:rPr>
        <w:tab/>
        <w:t>61</w:t>
      </w:r>
    </w:p>
    <w:p w14:paraId="01292DE6"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System</w:t>
      </w:r>
      <w:r>
        <w:rPr>
          <w:noProof/>
        </w:rPr>
        <w:noBreakHyphen/>
        <w:t>level objectives</w:t>
      </w:r>
      <w:r>
        <w:rPr>
          <w:noProof/>
        </w:rPr>
        <w:tab/>
        <w:t>66</w:t>
      </w:r>
    </w:p>
    <w:p w14:paraId="23D278A5" w14:textId="77777777" w:rsidR="000E5E01" w:rsidRDefault="000E5E01">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Assessing competitiveness</w:t>
      </w:r>
      <w:r>
        <w:rPr>
          <w:noProof/>
        </w:rPr>
        <w:tab/>
        <w:t>73</w:t>
      </w:r>
    </w:p>
    <w:p w14:paraId="5C6B0C3C"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Defining the market</w:t>
      </w:r>
      <w:r>
        <w:rPr>
          <w:noProof/>
        </w:rPr>
        <w:tab/>
        <w:t>74</w:t>
      </w:r>
    </w:p>
    <w:p w14:paraId="11C14B47"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Demand side conditions and barriers to competition</w:t>
      </w:r>
      <w:r>
        <w:rPr>
          <w:noProof/>
        </w:rPr>
        <w:tab/>
        <w:t>77</w:t>
      </w:r>
    </w:p>
    <w:p w14:paraId="3F71AD1F"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lastRenderedPageBreak/>
        <w:t>5.3</w:t>
      </w:r>
      <w:r>
        <w:rPr>
          <w:rFonts w:asciiTheme="minorHAnsi" w:eastAsiaTheme="minorEastAsia" w:hAnsiTheme="minorHAnsi" w:cstheme="minorBidi"/>
          <w:noProof/>
          <w:sz w:val="22"/>
          <w:szCs w:val="22"/>
          <w:lang w:eastAsia="en-AU"/>
        </w:rPr>
        <w:tab/>
      </w:r>
      <w:r>
        <w:rPr>
          <w:noProof/>
        </w:rPr>
        <w:t>Supply</w:t>
      </w:r>
      <w:r>
        <w:rPr>
          <w:noProof/>
        </w:rPr>
        <w:noBreakHyphen/>
        <w:t>side conditions and barriers to competition</w:t>
      </w:r>
      <w:r>
        <w:rPr>
          <w:noProof/>
        </w:rPr>
        <w:tab/>
        <w:t>82</w:t>
      </w:r>
    </w:p>
    <w:p w14:paraId="070B5F4C"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Assessment of market conduct and outcomes</w:t>
      </w:r>
      <w:r>
        <w:rPr>
          <w:noProof/>
        </w:rPr>
        <w:tab/>
        <w:t>92</w:t>
      </w:r>
    </w:p>
    <w:p w14:paraId="5A53A2B3" w14:textId="77777777" w:rsidR="000E5E01" w:rsidRDefault="000E5E01">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Assessing efficiency</w:t>
      </w:r>
      <w:r>
        <w:rPr>
          <w:noProof/>
        </w:rPr>
        <w:tab/>
        <w:t>107</w:t>
      </w:r>
    </w:p>
    <w:p w14:paraId="5595A0CA"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system maximises net returns on member balances over the long term</w:t>
      </w:r>
      <w:r>
        <w:rPr>
          <w:noProof/>
        </w:rPr>
        <w:tab/>
        <w:t>108</w:t>
      </w:r>
    </w:p>
    <w:p w14:paraId="68465792"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system meets member preferences and needs</w:t>
      </w:r>
      <w:r>
        <w:rPr>
          <w:noProof/>
        </w:rPr>
        <w:tab/>
        <w:t>129</w:t>
      </w:r>
    </w:p>
    <w:p w14:paraId="6D9A7558"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The superannuation system complements a stable financial system</w:t>
      </w:r>
      <w:r>
        <w:rPr>
          <w:noProof/>
        </w:rPr>
        <w:tab/>
        <w:t>142</w:t>
      </w:r>
    </w:p>
    <w:p w14:paraId="5994B418"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The system provides insurance that meets members’ needs at least cost</w:t>
      </w:r>
      <w:r>
        <w:rPr>
          <w:noProof/>
        </w:rPr>
        <w:tab/>
        <w:t>144</w:t>
      </w:r>
    </w:p>
    <w:p w14:paraId="38CDD19D" w14:textId="77777777" w:rsidR="000E5E01" w:rsidRDefault="000E5E0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Bringing it all together</w:t>
      </w:r>
      <w:r>
        <w:rPr>
          <w:noProof/>
        </w:rPr>
        <w:tab/>
        <w:t>153</w:t>
      </w:r>
    </w:p>
    <w:p w14:paraId="4AEF4628"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The Commission’s assessment methodology</w:t>
      </w:r>
      <w:r>
        <w:rPr>
          <w:noProof/>
        </w:rPr>
        <w:tab/>
        <w:t>154</w:t>
      </w:r>
    </w:p>
    <w:p w14:paraId="5863495E"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What evidence is needed?</w:t>
      </w:r>
      <w:r>
        <w:rPr>
          <w:noProof/>
        </w:rPr>
        <w:tab/>
        <w:t>156</w:t>
      </w:r>
    </w:p>
    <w:p w14:paraId="74027702"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Competitiveness and efficiency of the superannuation system: proposed assessment framework</w:t>
      </w:r>
      <w:r>
        <w:rPr>
          <w:noProof/>
        </w:rPr>
        <w:tab/>
        <w:t>166</w:t>
      </w:r>
    </w:p>
    <w:p w14:paraId="1D9C7C18" w14:textId="77777777" w:rsidR="000E5E01" w:rsidRDefault="000E5E01">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175</w:t>
      </w:r>
    </w:p>
    <w:p w14:paraId="17515BA5" w14:textId="77777777" w:rsidR="000E5E01" w:rsidRDefault="000E5E0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Member decision making</w:t>
      </w:r>
      <w:r>
        <w:rPr>
          <w:noProof/>
        </w:rPr>
        <w:tab/>
        <w:t>179</w:t>
      </w:r>
    </w:p>
    <w:p w14:paraId="273581E4"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Superannuation is challenging for many Australians</w:t>
      </w:r>
      <w:r>
        <w:rPr>
          <w:noProof/>
        </w:rPr>
        <w:tab/>
        <w:t>180</w:t>
      </w:r>
    </w:p>
    <w:p w14:paraId="4AC4BD1A"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What decisions do Australians make?</w:t>
      </w:r>
      <w:r>
        <w:rPr>
          <w:noProof/>
        </w:rPr>
        <w:tab/>
        <w:t>189</w:t>
      </w:r>
    </w:p>
    <w:p w14:paraId="78976DE7"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Limitations in the evidence base</w:t>
      </w:r>
      <w:r>
        <w:rPr>
          <w:noProof/>
        </w:rPr>
        <w:tab/>
        <w:t>196</w:t>
      </w:r>
    </w:p>
    <w:p w14:paraId="6460207D" w14:textId="77777777" w:rsidR="000E5E01" w:rsidRDefault="000E5E01">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Corporate tenders</w:t>
      </w:r>
      <w:r>
        <w:rPr>
          <w:noProof/>
        </w:rPr>
        <w:tab/>
        <w:t>201</w:t>
      </w:r>
    </w:p>
    <w:p w14:paraId="56CB5910"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What are corporate tenders?</w:t>
      </w:r>
      <w:r>
        <w:rPr>
          <w:noProof/>
        </w:rPr>
        <w:tab/>
        <w:t>201</w:t>
      </w:r>
    </w:p>
    <w:p w14:paraId="5224AC1A"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The corporate tender process</w:t>
      </w:r>
      <w:r>
        <w:rPr>
          <w:noProof/>
        </w:rPr>
        <w:tab/>
        <w:t>203</w:t>
      </w:r>
    </w:p>
    <w:p w14:paraId="63EB53DC"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Outcomes of corporate tenders</w:t>
      </w:r>
      <w:r>
        <w:rPr>
          <w:noProof/>
        </w:rPr>
        <w:tab/>
        <w:t>206</w:t>
      </w:r>
    </w:p>
    <w:p w14:paraId="55FD06C5"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What lessons can be applied from corporate tenders?</w:t>
      </w:r>
      <w:r>
        <w:rPr>
          <w:noProof/>
        </w:rPr>
        <w:tab/>
        <w:t>208</w:t>
      </w:r>
    </w:p>
    <w:p w14:paraId="66F9AA53" w14:textId="77777777" w:rsidR="000E5E01" w:rsidRDefault="000E5E01">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Retirement income products</w:t>
      </w:r>
      <w:r>
        <w:rPr>
          <w:noProof/>
        </w:rPr>
        <w:tab/>
        <w:t>211</w:t>
      </w:r>
    </w:p>
    <w:p w14:paraId="13082E89"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Overview of the market</w:t>
      </w:r>
      <w:r>
        <w:rPr>
          <w:noProof/>
        </w:rPr>
        <w:tab/>
        <w:t>212</w:t>
      </w:r>
    </w:p>
    <w:p w14:paraId="3BEE0554" w14:textId="77777777"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Barriers to further product development</w:t>
      </w:r>
      <w:r>
        <w:rPr>
          <w:noProof/>
        </w:rPr>
        <w:tab/>
        <w:t>217</w:t>
      </w:r>
    </w:p>
    <w:p w14:paraId="354F2CE6" w14:textId="04D736FF"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Implications for assessment</w:t>
      </w:r>
      <w:r>
        <w:rPr>
          <w:noProof/>
        </w:rPr>
        <w:tab/>
        <w:t>22</w:t>
      </w:r>
      <w:r w:rsidR="00477008">
        <w:rPr>
          <w:noProof/>
        </w:rPr>
        <w:t>3</w:t>
      </w:r>
    </w:p>
    <w:p w14:paraId="397A550A" w14:textId="6FC79375" w:rsidR="000E5E01" w:rsidRDefault="000E5E01">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477008">
        <w:rPr>
          <w:noProof/>
        </w:rPr>
        <w:t>International approaches</w:t>
      </w:r>
      <w:r w:rsidR="00477008">
        <w:rPr>
          <w:noProof/>
        </w:rPr>
        <w:tab/>
        <w:t>225</w:t>
      </w:r>
    </w:p>
    <w:p w14:paraId="251D202D" w14:textId="109437FF"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sidR="00477008">
        <w:rPr>
          <w:noProof/>
        </w:rPr>
        <w:t>Global trends</w:t>
      </w:r>
      <w:r w:rsidR="00477008">
        <w:rPr>
          <w:noProof/>
        </w:rPr>
        <w:tab/>
        <w:t>225</w:t>
      </w:r>
    </w:p>
    <w:p w14:paraId="69681305" w14:textId="63A11AC5"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lastRenderedPageBreak/>
        <w:t>E.2</w:t>
      </w:r>
      <w:r>
        <w:rPr>
          <w:rFonts w:asciiTheme="minorHAnsi" w:eastAsiaTheme="minorEastAsia" w:hAnsiTheme="minorHAnsi" w:cstheme="minorBidi"/>
          <w:noProof/>
          <w:sz w:val="22"/>
          <w:szCs w:val="22"/>
          <w:lang w:eastAsia="en-AU"/>
        </w:rPr>
        <w:tab/>
      </w:r>
      <w:r w:rsidR="00477008">
        <w:rPr>
          <w:noProof/>
        </w:rPr>
        <w:t>Lessons</w:t>
      </w:r>
      <w:r w:rsidR="00477008">
        <w:rPr>
          <w:noProof/>
        </w:rPr>
        <w:tab/>
        <w:t>228</w:t>
      </w:r>
    </w:p>
    <w:p w14:paraId="58AE9B41" w14:textId="549D8531"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Benchmarking and comparisons</w:t>
      </w:r>
      <w:r>
        <w:rPr>
          <w:noProof/>
        </w:rPr>
        <w:tab/>
        <w:t>23</w:t>
      </w:r>
      <w:r w:rsidR="00477008">
        <w:rPr>
          <w:noProof/>
        </w:rPr>
        <w:t>2</w:t>
      </w:r>
    </w:p>
    <w:p w14:paraId="3D86F0CB" w14:textId="6355093E" w:rsidR="000E5E01" w:rsidRDefault="000E5E01">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sidR="00477008">
        <w:rPr>
          <w:noProof/>
        </w:rPr>
        <w:t>Systemic stability and risk</w:t>
      </w:r>
      <w:r w:rsidR="00477008">
        <w:rPr>
          <w:noProof/>
        </w:rPr>
        <w:tab/>
        <w:t>239</w:t>
      </w:r>
    </w:p>
    <w:p w14:paraId="7CD06FF6" w14:textId="2EFBEF30"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What is systemic risk?</w:t>
      </w:r>
      <w:r>
        <w:rPr>
          <w:noProof/>
        </w:rPr>
        <w:tab/>
        <w:t>2</w:t>
      </w:r>
      <w:r w:rsidR="00477008">
        <w:rPr>
          <w:noProof/>
        </w:rPr>
        <w:t>40</w:t>
      </w:r>
    </w:p>
    <w:p w14:paraId="636436DD" w14:textId="1F31DC3E"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Where could stability issues emerge?</w:t>
      </w:r>
      <w:r>
        <w:rPr>
          <w:noProof/>
        </w:rPr>
        <w:tab/>
        <w:t>24</w:t>
      </w:r>
      <w:r w:rsidR="00477008">
        <w:rPr>
          <w:noProof/>
        </w:rPr>
        <w:t>1</w:t>
      </w:r>
    </w:p>
    <w:p w14:paraId="169997ED" w14:textId="4D964B73"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The nexus betwe</w:t>
      </w:r>
      <w:r w:rsidR="00477008">
        <w:rPr>
          <w:noProof/>
        </w:rPr>
        <w:t>en competition and stability</w:t>
      </w:r>
      <w:r w:rsidR="00477008">
        <w:rPr>
          <w:noProof/>
        </w:rPr>
        <w:tab/>
        <w:t>246</w:t>
      </w:r>
    </w:p>
    <w:p w14:paraId="1D661832" w14:textId="5D97144A"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Is the superannuation system a stabilising influence</w:t>
      </w:r>
      <w:r w:rsidR="00477008">
        <w:rPr>
          <w:noProof/>
        </w:rPr>
        <w:t xml:space="preserve"> overall?</w:t>
      </w:r>
      <w:r w:rsidR="00477008">
        <w:rPr>
          <w:noProof/>
        </w:rPr>
        <w:tab/>
        <w:t>248</w:t>
      </w:r>
    </w:p>
    <w:p w14:paraId="70BAF95F" w14:textId="72BAC4EB"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Summary</w:t>
      </w:r>
      <w:r>
        <w:rPr>
          <w:noProof/>
        </w:rPr>
        <w:tab/>
        <w:t>25</w:t>
      </w:r>
      <w:r w:rsidR="00477008">
        <w:rPr>
          <w:noProof/>
        </w:rPr>
        <w:t>0</w:t>
      </w:r>
    </w:p>
    <w:p w14:paraId="4FFDAF17" w14:textId="5587EAD3" w:rsidR="000E5E01" w:rsidRDefault="000E5E01">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Self</w:t>
      </w:r>
      <w:r>
        <w:rPr>
          <w:noProof/>
        </w:rPr>
        <w:noBreakHyphen/>
        <w:t>managed superannuation funds</w:t>
      </w:r>
      <w:r>
        <w:rPr>
          <w:noProof/>
        </w:rPr>
        <w:tab/>
        <w:t>25</w:t>
      </w:r>
      <w:r w:rsidR="00477008">
        <w:rPr>
          <w:noProof/>
        </w:rPr>
        <w:t>1</w:t>
      </w:r>
    </w:p>
    <w:p w14:paraId="5232EFAE" w14:textId="2CCED713" w:rsidR="000E5E01" w:rsidRDefault="000E5E01">
      <w:pPr>
        <w:pStyle w:val="TOC2"/>
        <w:tabs>
          <w:tab w:val="left" w:pos="1320"/>
        </w:tabs>
        <w:rPr>
          <w:rFonts w:asciiTheme="minorHAnsi" w:eastAsiaTheme="minorEastAsia" w:hAnsiTheme="minorHAnsi" w:cstheme="minorBidi"/>
          <w:noProof/>
          <w:sz w:val="22"/>
          <w:szCs w:val="22"/>
          <w:lang w:eastAsia="en-AU"/>
        </w:rPr>
      </w:pPr>
      <w:r>
        <w:rPr>
          <w:noProof/>
        </w:rPr>
        <w:t xml:space="preserve">G.1 </w:t>
      </w:r>
      <w:r>
        <w:rPr>
          <w:rFonts w:asciiTheme="minorHAnsi" w:eastAsiaTheme="minorEastAsia" w:hAnsiTheme="minorHAnsi" w:cstheme="minorBidi"/>
          <w:noProof/>
          <w:sz w:val="22"/>
          <w:szCs w:val="22"/>
          <w:lang w:eastAsia="en-AU"/>
        </w:rPr>
        <w:tab/>
      </w:r>
      <w:r>
        <w:rPr>
          <w:noProof/>
        </w:rPr>
        <w:t>How do SMSFs differ from other types of funds?</w:t>
      </w:r>
      <w:r>
        <w:rPr>
          <w:noProof/>
        </w:rPr>
        <w:tab/>
        <w:t>25</w:t>
      </w:r>
      <w:r w:rsidR="00477008">
        <w:rPr>
          <w:noProof/>
        </w:rPr>
        <w:t>2</w:t>
      </w:r>
    </w:p>
    <w:p w14:paraId="0721B663" w14:textId="4DA05174"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sidR="00477008">
        <w:rPr>
          <w:noProof/>
        </w:rPr>
        <w:t>What trends are evident?</w:t>
      </w:r>
      <w:r w:rsidR="00477008">
        <w:rPr>
          <w:noProof/>
        </w:rPr>
        <w:tab/>
        <w:t>254</w:t>
      </w:r>
    </w:p>
    <w:p w14:paraId="335EB514" w14:textId="6343C1EF"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 xml:space="preserve">What is </w:t>
      </w:r>
      <w:r w:rsidR="00477008">
        <w:rPr>
          <w:noProof/>
        </w:rPr>
        <w:t>the evidence base for SMSFs?</w:t>
      </w:r>
      <w:r w:rsidR="00477008">
        <w:rPr>
          <w:noProof/>
        </w:rPr>
        <w:tab/>
        <w:t>260</w:t>
      </w:r>
    </w:p>
    <w:p w14:paraId="5355942F" w14:textId="3F00D33E"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 xml:space="preserve">How will the Commission’s assessment framework </w:t>
      </w:r>
      <w:r w:rsidR="00477008">
        <w:rPr>
          <w:noProof/>
        </w:rPr>
        <w:t>incorporate the SMSF sector?</w:t>
      </w:r>
      <w:r w:rsidR="00477008">
        <w:rPr>
          <w:noProof/>
        </w:rPr>
        <w:tab/>
        <w:t>264</w:t>
      </w:r>
    </w:p>
    <w:p w14:paraId="1522B9B3" w14:textId="637BA438"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G.5</w:t>
      </w:r>
      <w:r>
        <w:rPr>
          <w:rFonts w:asciiTheme="minorHAnsi" w:eastAsiaTheme="minorEastAsia" w:hAnsiTheme="minorHAnsi" w:cstheme="minorBidi"/>
          <w:noProof/>
          <w:sz w:val="22"/>
          <w:szCs w:val="22"/>
          <w:lang w:eastAsia="en-AU"/>
        </w:rPr>
        <w:tab/>
      </w:r>
      <w:r>
        <w:rPr>
          <w:noProof/>
        </w:rPr>
        <w:t xml:space="preserve">Further </w:t>
      </w:r>
      <w:r w:rsidR="00477008">
        <w:rPr>
          <w:noProof/>
        </w:rPr>
        <w:t>developing the evidence base</w:t>
      </w:r>
      <w:r w:rsidR="00477008">
        <w:rPr>
          <w:noProof/>
        </w:rPr>
        <w:tab/>
        <w:t>267</w:t>
      </w:r>
    </w:p>
    <w:p w14:paraId="703ACDB5" w14:textId="46D78844" w:rsidR="000E5E01" w:rsidRDefault="000E5E01">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sidR="00477008">
        <w:rPr>
          <w:noProof/>
        </w:rPr>
        <w:t>The regulatory environment</w:t>
      </w:r>
      <w:r w:rsidR="00477008">
        <w:rPr>
          <w:noProof/>
        </w:rPr>
        <w:tab/>
        <w:t>269</w:t>
      </w:r>
    </w:p>
    <w:p w14:paraId="1AF2961D" w14:textId="6D71EFF6"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H.1</w:t>
      </w:r>
      <w:r>
        <w:rPr>
          <w:rFonts w:asciiTheme="minorHAnsi" w:eastAsiaTheme="minorEastAsia" w:hAnsiTheme="minorHAnsi" w:cstheme="minorBidi"/>
          <w:noProof/>
          <w:sz w:val="22"/>
          <w:szCs w:val="22"/>
          <w:lang w:eastAsia="en-AU"/>
        </w:rPr>
        <w:tab/>
      </w:r>
      <w:r>
        <w:rPr>
          <w:noProof/>
        </w:rPr>
        <w:t xml:space="preserve">A </w:t>
      </w:r>
      <w:r w:rsidR="00477008">
        <w:rPr>
          <w:noProof/>
        </w:rPr>
        <w:t>complex regulatory framework</w:t>
      </w:r>
      <w:r w:rsidR="00477008">
        <w:rPr>
          <w:noProof/>
        </w:rPr>
        <w:tab/>
        <w:t>270</w:t>
      </w:r>
    </w:p>
    <w:p w14:paraId="677585AA" w14:textId="61AEE515"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H.2</w:t>
      </w:r>
      <w:r>
        <w:rPr>
          <w:rFonts w:asciiTheme="minorHAnsi" w:eastAsiaTheme="minorEastAsia" w:hAnsiTheme="minorHAnsi" w:cstheme="minorBidi"/>
          <w:noProof/>
          <w:sz w:val="22"/>
          <w:szCs w:val="22"/>
          <w:lang w:eastAsia="en-AU"/>
        </w:rPr>
        <w:tab/>
      </w:r>
      <w:r>
        <w:rPr>
          <w:noProof/>
        </w:rPr>
        <w:t>Regulatory implicatio</w:t>
      </w:r>
      <w:r w:rsidR="00477008">
        <w:rPr>
          <w:noProof/>
        </w:rPr>
        <w:t>ns for the Commission’s task</w:t>
      </w:r>
      <w:r w:rsidR="00477008">
        <w:rPr>
          <w:noProof/>
        </w:rPr>
        <w:tab/>
        <w:t>275</w:t>
      </w:r>
    </w:p>
    <w:p w14:paraId="2295AE44" w14:textId="4492B0AC" w:rsidR="000E5E01" w:rsidRDefault="000E5E01">
      <w:pPr>
        <w:pStyle w:val="TOC2"/>
        <w:tabs>
          <w:tab w:val="left" w:pos="1190"/>
        </w:tabs>
        <w:rPr>
          <w:rFonts w:asciiTheme="minorHAnsi" w:eastAsiaTheme="minorEastAsia" w:hAnsiTheme="minorHAnsi" w:cstheme="minorBidi"/>
          <w:noProof/>
          <w:sz w:val="22"/>
          <w:szCs w:val="22"/>
          <w:lang w:eastAsia="en-AU"/>
        </w:rPr>
      </w:pPr>
      <w:r>
        <w:rPr>
          <w:noProof/>
        </w:rPr>
        <w:t>H.3</w:t>
      </w:r>
      <w:r>
        <w:rPr>
          <w:rFonts w:asciiTheme="minorHAnsi" w:eastAsiaTheme="minorEastAsia" w:hAnsiTheme="minorHAnsi" w:cstheme="minorBidi"/>
          <w:noProof/>
          <w:sz w:val="22"/>
          <w:szCs w:val="22"/>
          <w:lang w:eastAsia="en-AU"/>
        </w:rPr>
        <w:tab/>
      </w:r>
      <w:r w:rsidR="00477008">
        <w:rPr>
          <w:noProof/>
        </w:rPr>
        <w:t>In sum</w:t>
      </w:r>
      <w:r w:rsidR="00477008">
        <w:rPr>
          <w:noProof/>
        </w:rPr>
        <w:tab/>
        <w:t>285</w:t>
      </w:r>
    </w:p>
    <w:p w14:paraId="634B2292" w14:textId="20312803" w:rsidR="000E5E01" w:rsidRDefault="00477008">
      <w:pPr>
        <w:pStyle w:val="TOC1"/>
        <w:rPr>
          <w:rFonts w:asciiTheme="minorHAnsi" w:eastAsiaTheme="minorEastAsia" w:hAnsiTheme="minorHAnsi" w:cstheme="minorBidi"/>
          <w:b w:val="0"/>
          <w:noProof/>
          <w:sz w:val="22"/>
          <w:szCs w:val="22"/>
          <w:lang w:eastAsia="en-AU"/>
        </w:rPr>
      </w:pPr>
      <w:r>
        <w:rPr>
          <w:noProof/>
        </w:rPr>
        <w:t>References</w:t>
      </w:r>
      <w:r>
        <w:rPr>
          <w:noProof/>
        </w:rPr>
        <w:tab/>
        <w:t>287</w:t>
      </w:r>
    </w:p>
    <w:p w14:paraId="6E8904A4" w14:textId="77777777" w:rsidR="009B7FD5" w:rsidRDefault="009B7FD5">
      <w:pPr>
        <w:pStyle w:val="BodyText"/>
      </w:pPr>
    </w:p>
    <w:p w14:paraId="49E47DDF" w14:textId="77777777" w:rsidR="004D3F58" w:rsidRDefault="004D3F58">
      <w:pPr>
        <w:pStyle w:val="BodyText"/>
        <w:sectPr w:rsidR="004D3F58" w:rsidSect="007448F7">
          <w:headerReference w:type="even" r:id="rId38"/>
          <w:headerReference w:type="default" r:id="rId39"/>
          <w:footerReference w:type="even" r:id="rId40"/>
          <w:footerReference w:type="default" r:id="rId41"/>
          <w:headerReference w:type="first" r:id="rId42"/>
          <w:type w:val="oddPage"/>
          <w:pgSz w:w="11907" w:h="16840" w:code="9"/>
          <w:pgMar w:top="1985" w:right="1304" w:bottom="1247" w:left="1814" w:header="1701" w:footer="397" w:gutter="0"/>
          <w:pgNumType w:fmt="lowerRoman"/>
          <w:cols w:space="720"/>
        </w:sectPr>
      </w:pPr>
    </w:p>
    <w:p w14:paraId="49E47DE0" w14:textId="26E00A71" w:rsidR="00735FEA" w:rsidRDefault="00735FEA" w:rsidP="00F7477E">
      <w:pPr>
        <w:pStyle w:val="Heading1"/>
      </w:pPr>
      <w:bookmarkStart w:id="8" w:name="Abbreviations"/>
      <w:bookmarkStart w:id="9" w:name="EndContents"/>
      <w:bookmarkStart w:id="10" w:name="RDnote"/>
      <w:bookmarkStart w:id="11" w:name="_Toc457221995"/>
      <w:bookmarkEnd w:id="8"/>
      <w:bookmarkEnd w:id="9"/>
      <w:bookmarkEnd w:id="10"/>
      <w:r>
        <w:lastRenderedPageBreak/>
        <w:t>Abbreviations</w:t>
      </w:r>
      <w:bookmarkEnd w:id="11"/>
    </w:p>
    <w:tbl>
      <w:tblPr>
        <w:tblW w:w="0" w:type="auto"/>
        <w:tblCellMar>
          <w:left w:w="0" w:type="dxa"/>
          <w:right w:w="0" w:type="dxa"/>
        </w:tblCellMar>
        <w:tblLook w:val="0000" w:firstRow="0" w:lastRow="0" w:firstColumn="0" w:lastColumn="0" w:noHBand="0" w:noVBand="0"/>
      </w:tblPr>
      <w:tblGrid>
        <w:gridCol w:w="1560"/>
        <w:gridCol w:w="7229"/>
      </w:tblGrid>
      <w:tr w:rsidR="00515C47" w14:paraId="49E47DE4" w14:textId="77777777" w:rsidTr="000467AA">
        <w:tc>
          <w:tcPr>
            <w:tcW w:w="1560" w:type="dxa"/>
          </w:tcPr>
          <w:p w14:paraId="49E47DE2" w14:textId="77777777" w:rsidR="00515C47" w:rsidRDefault="00515C47" w:rsidP="000467AA">
            <w:pPr>
              <w:pStyle w:val="BodyText"/>
              <w:spacing w:before="120"/>
              <w:ind w:right="6"/>
            </w:pPr>
            <w:proofErr w:type="spellStart"/>
            <w:r>
              <w:t>ABP</w:t>
            </w:r>
            <w:proofErr w:type="spellEnd"/>
          </w:p>
        </w:tc>
        <w:tc>
          <w:tcPr>
            <w:tcW w:w="7229" w:type="dxa"/>
          </w:tcPr>
          <w:p w14:paraId="49E47DE3" w14:textId="77777777" w:rsidR="00515C47" w:rsidRDefault="00515C47" w:rsidP="000467AA">
            <w:pPr>
              <w:pStyle w:val="BodyText"/>
              <w:spacing w:before="120"/>
              <w:ind w:left="227" w:right="6"/>
            </w:pPr>
            <w:r>
              <w:t>Account</w:t>
            </w:r>
            <w:r>
              <w:noBreakHyphen/>
              <w:t>based pension</w:t>
            </w:r>
          </w:p>
        </w:tc>
      </w:tr>
      <w:tr w:rsidR="00515C47" w14:paraId="49E47DE7" w14:textId="77777777" w:rsidTr="000467AA">
        <w:tc>
          <w:tcPr>
            <w:tcW w:w="1560" w:type="dxa"/>
          </w:tcPr>
          <w:p w14:paraId="49E47DE5" w14:textId="77777777" w:rsidR="00515C47" w:rsidRDefault="00515C47" w:rsidP="000467AA">
            <w:pPr>
              <w:pStyle w:val="BodyText"/>
              <w:spacing w:before="120"/>
              <w:ind w:right="6"/>
            </w:pPr>
            <w:r>
              <w:t>ABS</w:t>
            </w:r>
          </w:p>
        </w:tc>
        <w:tc>
          <w:tcPr>
            <w:tcW w:w="7229" w:type="dxa"/>
          </w:tcPr>
          <w:p w14:paraId="49E47DE6" w14:textId="77777777" w:rsidR="00515C47" w:rsidRDefault="00515C47" w:rsidP="000467AA">
            <w:pPr>
              <w:pStyle w:val="BodyText"/>
              <w:spacing w:before="120"/>
              <w:ind w:left="227" w:right="6"/>
            </w:pPr>
            <w:r>
              <w:t>Australian Bureau of Statistics</w:t>
            </w:r>
          </w:p>
        </w:tc>
      </w:tr>
      <w:tr w:rsidR="00515C47" w14:paraId="49E47DEA" w14:textId="77777777" w:rsidTr="000467AA">
        <w:tc>
          <w:tcPr>
            <w:tcW w:w="1560" w:type="dxa"/>
          </w:tcPr>
          <w:p w14:paraId="49E47DE8" w14:textId="77777777" w:rsidR="00515C47" w:rsidRDefault="00515C47" w:rsidP="000467AA">
            <w:pPr>
              <w:pStyle w:val="BodyText"/>
              <w:spacing w:before="120"/>
              <w:ind w:right="6"/>
            </w:pPr>
            <w:r>
              <w:t>ACCC</w:t>
            </w:r>
          </w:p>
        </w:tc>
        <w:tc>
          <w:tcPr>
            <w:tcW w:w="7229" w:type="dxa"/>
          </w:tcPr>
          <w:p w14:paraId="49E47DE9" w14:textId="77777777" w:rsidR="00515C47" w:rsidRDefault="00515C47" w:rsidP="000467AA">
            <w:pPr>
              <w:pStyle w:val="BodyText"/>
              <w:spacing w:before="120"/>
              <w:ind w:left="227" w:right="6"/>
            </w:pPr>
            <w:r w:rsidRPr="00BC2040">
              <w:t>Australian Competition and Consumer Commission</w:t>
            </w:r>
          </w:p>
        </w:tc>
      </w:tr>
      <w:tr w:rsidR="00515C47" w14:paraId="49E47DED" w14:textId="77777777" w:rsidTr="000467AA">
        <w:tc>
          <w:tcPr>
            <w:tcW w:w="1560" w:type="dxa"/>
          </w:tcPr>
          <w:p w14:paraId="49E47DEB" w14:textId="77777777" w:rsidR="00515C47" w:rsidRDefault="00515C47" w:rsidP="000467AA">
            <w:pPr>
              <w:pStyle w:val="BodyText"/>
              <w:spacing w:before="120"/>
              <w:ind w:right="6"/>
            </w:pPr>
            <w:r>
              <w:t>AFS</w:t>
            </w:r>
          </w:p>
        </w:tc>
        <w:tc>
          <w:tcPr>
            <w:tcW w:w="7229" w:type="dxa"/>
          </w:tcPr>
          <w:p w14:paraId="49E47DEC" w14:textId="5A00065A" w:rsidR="00515C47" w:rsidRDefault="00515C47" w:rsidP="000467AA">
            <w:pPr>
              <w:pStyle w:val="BodyText"/>
              <w:spacing w:before="120"/>
              <w:ind w:left="227" w:right="6"/>
            </w:pPr>
            <w:r w:rsidRPr="00BC2040">
              <w:t>Australian financial services</w:t>
            </w:r>
            <w:r w:rsidR="00CD0A63">
              <w:t xml:space="preserve"> (ASIC)</w:t>
            </w:r>
          </w:p>
        </w:tc>
      </w:tr>
      <w:tr w:rsidR="00515C47" w14:paraId="49E47DF0" w14:textId="77777777" w:rsidTr="000467AA">
        <w:tc>
          <w:tcPr>
            <w:tcW w:w="1560" w:type="dxa"/>
          </w:tcPr>
          <w:p w14:paraId="49E47DEE" w14:textId="77777777" w:rsidR="00515C47" w:rsidRDefault="00515C47" w:rsidP="000467AA">
            <w:pPr>
              <w:pStyle w:val="BodyText"/>
              <w:spacing w:before="120"/>
              <w:ind w:right="6"/>
            </w:pPr>
            <w:r>
              <w:t>APRA</w:t>
            </w:r>
          </w:p>
        </w:tc>
        <w:tc>
          <w:tcPr>
            <w:tcW w:w="7229" w:type="dxa"/>
          </w:tcPr>
          <w:p w14:paraId="49E47DEF" w14:textId="77777777" w:rsidR="00515C47" w:rsidRDefault="00515C47" w:rsidP="000467AA">
            <w:pPr>
              <w:pStyle w:val="BodyText"/>
              <w:spacing w:before="120"/>
              <w:ind w:left="227" w:right="6"/>
            </w:pPr>
            <w:r w:rsidRPr="00BC2040">
              <w:t>Australian Prudential Regulation Authority</w:t>
            </w:r>
          </w:p>
        </w:tc>
      </w:tr>
      <w:tr w:rsidR="00515C47" w14:paraId="49E47DF3" w14:textId="77777777" w:rsidTr="000467AA">
        <w:tc>
          <w:tcPr>
            <w:tcW w:w="1560" w:type="dxa"/>
          </w:tcPr>
          <w:p w14:paraId="49E47DF1" w14:textId="77777777" w:rsidR="00515C47" w:rsidRDefault="00515C47" w:rsidP="000467AA">
            <w:pPr>
              <w:pStyle w:val="BodyText"/>
              <w:spacing w:before="120"/>
              <w:ind w:right="6"/>
            </w:pPr>
            <w:r>
              <w:t>ASIC</w:t>
            </w:r>
          </w:p>
        </w:tc>
        <w:tc>
          <w:tcPr>
            <w:tcW w:w="7229" w:type="dxa"/>
          </w:tcPr>
          <w:p w14:paraId="49E47DF2" w14:textId="77777777" w:rsidR="00515C47" w:rsidRDefault="00515C47" w:rsidP="000467AA">
            <w:pPr>
              <w:pStyle w:val="BodyText"/>
              <w:spacing w:before="120"/>
              <w:ind w:left="227" w:right="6"/>
            </w:pPr>
            <w:r w:rsidRPr="00BC2040">
              <w:t>Australian Securities and Investments Commission</w:t>
            </w:r>
          </w:p>
        </w:tc>
      </w:tr>
      <w:tr w:rsidR="00515C47" w14:paraId="49E47DF6" w14:textId="77777777" w:rsidTr="000467AA">
        <w:tc>
          <w:tcPr>
            <w:tcW w:w="1560" w:type="dxa"/>
          </w:tcPr>
          <w:p w14:paraId="49E47DF4" w14:textId="77777777" w:rsidR="00515C47" w:rsidRDefault="00515C47" w:rsidP="000467AA">
            <w:pPr>
              <w:pStyle w:val="BodyText"/>
              <w:spacing w:before="120"/>
              <w:ind w:right="6"/>
            </w:pPr>
            <w:proofErr w:type="spellStart"/>
            <w:r>
              <w:t>ASX</w:t>
            </w:r>
            <w:proofErr w:type="spellEnd"/>
          </w:p>
        </w:tc>
        <w:tc>
          <w:tcPr>
            <w:tcW w:w="7229" w:type="dxa"/>
          </w:tcPr>
          <w:p w14:paraId="49E47DF5" w14:textId="77777777" w:rsidR="00515C47" w:rsidRDefault="00515C47" w:rsidP="000467AA">
            <w:pPr>
              <w:pStyle w:val="BodyText"/>
              <w:spacing w:before="120"/>
              <w:ind w:left="227" w:right="6"/>
            </w:pPr>
            <w:r w:rsidRPr="00BC2040">
              <w:t>Australian Securities Exchange</w:t>
            </w:r>
          </w:p>
        </w:tc>
      </w:tr>
      <w:tr w:rsidR="00515C47" w14:paraId="49E47DF9" w14:textId="77777777" w:rsidTr="000467AA">
        <w:tc>
          <w:tcPr>
            <w:tcW w:w="1560" w:type="dxa"/>
          </w:tcPr>
          <w:p w14:paraId="49E47DF7" w14:textId="77777777" w:rsidR="00515C47" w:rsidRDefault="00515C47" w:rsidP="000467AA">
            <w:pPr>
              <w:pStyle w:val="BodyText"/>
              <w:spacing w:before="120"/>
              <w:ind w:right="6"/>
            </w:pPr>
            <w:r>
              <w:t>ATO</w:t>
            </w:r>
          </w:p>
        </w:tc>
        <w:tc>
          <w:tcPr>
            <w:tcW w:w="7229" w:type="dxa"/>
          </w:tcPr>
          <w:p w14:paraId="49E47DF8" w14:textId="77777777" w:rsidR="00515C47" w:rsidRDefault="00515C47" w:rsidP="000467AA">
            <w:pPr>
              <w:pStyle w:val="BodyText"/>
              <w:spacing w:before="120"/>
              <w:ind w:left="227" w:right="6"/>
            </w:pPr>
            <w:r w:rsidRPr="00BC2040">
              <w:t>Australian Taxation Office</w:t>
            </w:r>
          </w:p>
        </w:tc>
      </w:tr>
      <w:tr w:rsidR="00515C47" w14:paraId="49E47DFC" w14:textId="77777777" w:rsidTr="000467AA">
        <w:tc>
          <w:tcPr>
            <w:tcW w:w="1560" w:type="dxa"/>
          </w:tcPr>
          <w:p w14:paraId="49E47DFA" w14:textId="77777777" w:rsidR="00515C47" w:rsidRDefault="00515C47" w:rsidP="000467AA">
            <w:pPr>
              <w:pStyle w:val="BodyText"/>
              <w:spacing w:before="120"/>
              <w:ind w:right="6"/>
            </w:pPr>
            <w:proofErr w:type="spellStart"/>
            <w:r>
              <w:t>CAPM</w:t>
            </w:r>
            <w:proofErr w:type="spellEnd"/>
          </w:p>
        </w:tc>
        <w:tc>
          <w:tcPr>
            <w:tcW w:w="7229" w:type="dxa"/>
          </w:tcPr>
          <w:p w14:paraId="49E47DFB" w14:textId="299E6F8F" w:rsidR="00515C47" w:rsidRDefault="00515C47" w:rsidP="000467AA">
            <w:pPr>
              <w:pStyle w:val="BodyText"/>
              <w:spacing w:before="120"/>
              <w:ind w:left="227" w:right="6"/>
            </w:pPr>
            <w:r w:rsidRPr="00BC2040">
              <w:t xml:space="preserve">Capital </w:t>
            </w:r>
            <w:r w:rsidR="000467AA">
              <w:t>a</w:t>
            </w:r>
            <w:r w:rsidRPr="00BC2040">
              <w:t xml:space="preserve">sset </w:t>
            </w:r>
            <w:r w:rsidR="000467AA">
              <w:t>p</w:t>
            </w:r>
            <w:r w:rsidRPr="00BC2040">
              <w:t xml:space="preserve">ricing </w:t>
            </w:r>
            <w:r w:rsidR="000467AA">
              <w:t>m</w:t>
            </w:r>
            <w:r w:rsidRPr="00BC2040">
              <w:t>odel</w:t>
            </w:r>
          </w:p>
        </w:tc>
      </w:tr>
      <w:tr w:rsidR="00515C47" w14:paraId="49E47DFF" w14:textId="77777777" w:rsidTr="000467AA">
        <w:tc>
          <w:tcPr>
            <w:tcW w:w="1560" w:type="dxa"/>
          </w:tcPr>
          <w:p w14:paraId="49E47DFD" w14:textId="77777777" w:rsidR="00515C47" w:rsidRDefault="00515C47" w:rsidP="000467AA">
            <w:pPr>
              <w:pStyle w:val="BodyText"/>
              <w:spacing w:before="120"/>
              <w:ind w:right="6"/>
            </w:pPr>
            <w:r>
              <w:t>CFR</w:t>
            </w:r>
          </w:p>
        </w:tc>
        <w:tc>
          <w:tcPr>
            <w:tcW w:w="7229" w:type="dxa"/>
          </w:tcPr>
          <w:p w14:paraId="49E47DFE" w14:textId="77777777" w:rsidR="00515C47" w:rsidRDefault="00515C47" w:rsidP="000467AA">
            <w:pPr>
              <w:pStyle w:val="BodyText"/>
              <w:spacing w:before="120"/>
              <w:ind w:left="227" w:right="6"/>
            </w:pPr>
            <w:r w:rsidRPr="00BC2040">
              <w:t>Council of Financial Regulators</w:t>
            </w:r>
          </w:p>
        </w:tc>
      </w:tr>
      <w:tr w:rsidR="00515C47" w14:paraId="49E47E02" w14:textId="77777777" w:rsidTr="000467AA">
        <w:tc>
          <w:tcPr>
            <w:tcW w:w="1560" w:type="dxa"/>
          </w:tcPr>
          <w:p w14:paraId="49E47E00" w14:textId="77777777" w:rsidR="00515C47" w:rsidRDefault="00515C47" w:rsidP="000467AA">
            <w:pPr>
              <w:pStyle w:val="BodyText"/>
              <w:spacing w:before="120"/>
              <w:ind w:right="6"/>
            </w:pPr>
            <w:proofErr w:type="spellStart"/>
            <w:r>
              <w:t>CIPR</w:t>
            </w:r>
            <w:proofErr w:type="spellEnd"/>
          </w:p>
        </w:tc>
        <w:tc>
          <w:tcPr>
            <w:tcW w:w="7229" w:type="dxa"/>
          </w:tcPr>
          <w:p w14:paraId="49E47E01" w14:textId="77777777" w:rsidR="00515C47" w:rsidRDefault="00515C47" w:rsidP="000467AA">
            <w:pPr>
              <w:pStyle w:val="BodyText"/>
              <w:spacing w:before="120"/>
              <w:ind w:left="227" w:right="6"/>
            </w:pPr>
            <w:r>
              <w:t>C</w:t>
            </w:r>
            <w:r w:rsidRPr="00BC2040">
              <w:t>omprehensive income product for retirement</w:t>
            </w:r>
          </w:p>
        </w:tc>
      </w:tr>
      <w:tr w:rsidR="00515C47" w14:paraId="49E47E05" w14:textId="77777777" w:rsidTr="000467AA">
        <w:tc>
          <w:tcPr>
            <w:tcW w:w="1560" w:type="dxa"/>
          </w:tcPr>
          <w:p w14:paraId="49E47E03" w14:textId="77777777" w:rsidR="00515C47" w:rsidRDefault="00515C47" w:rsidP="000467AA">
            <w:pPr>
              <w:pStyle w:val="BodyText"/>
              <w:spacing w:before="120"/>
              <w:ind w:right="6"/>
            </w:pPr>
            <w:r>
              <w:t>CPI</w:t>
            </w:r>
          </w:p>
        </w:tc>
        <w:tc>
          <w:tcPr>
            <w:tcW w:w="7229" w:type="dxa"/>
          </w:tcPr>
          <w:p w14:paraId="49E47E04" w14:textId="7F4839AD" w:rsidR="00515C47" w:rsidRDefault="00515C47" w:rsidP="000467AA">
            <w:pPr>
              <w:pStyle w:val="BodyText"/>
              <w:spacing w:before="120"/>
              <w:ind w:left="227" w:right="6"/>
            </w:pPr>
            <w:r w:rsidRPr="00BC2040">
              <w:t xml:space="preserve">Consumer </w:t>
            </w:r>
            <w:r w:rsidR="000467AA">
              <w:t>p</w:t>
            </w:r>
            <w:r w:rsidRPr="00BC2040">
              <w:t xml:space="preserve">rice </w:t>
            </w:r>
            <w:r w:rsidR="000467AA">
              <w:t>i</w:t>
            </w:r>
            <w:r w:rsidRPr="00BC2040">
              <w:t>ndex</w:t>
            </w:r>
          </w:p>
        </w:tc>
      </w:tr>
      <w:tr w:rsidR="00515C47" w14:paraId="49E47E08" w14:textId="77777777" w:rsidTr="000467AA">
        <w:tc>
          <w:tcPr>
            <w:tcW w:w="1560" w:type="dxa"/>
          </w:tcPr>
          <w:p w14:paraId="49E47E06" w14:textId="77777777" w:rsidR="00515C47" w:rsidRDefault="00515C47" w:rsidP="000467AA">
            <w:pPr>
              <w:pStyle w:val="BodyText"/>
              <w:spacing w:before="120"/>
              <w:ind w:right="6"/>
            </w:pPr>
            <w:proofErr w:type="spellStart"/>
            <w:r>
              <w:t>DAA</w:t>
            </w:r>
            <w:proofErr w:type="spellEnd"/>
          </w:p>
        </w:tc>
        <w:tc>
          <w:tcPr>
            <w:tcW w:w="7229" w:type="dxa"/>
          </w:tcPr>
          <w:p w14:paraId="49E47E07" w14:textId="77777777" w:rsidR="00515C47" w:rsidRDefault="00515C47" w:rsidP="000467AA">
            <w:pPr>
              <w:pStyle w:val="BodyText"/>
              <w:spacing w:before="120"/>
              <w:ind w:left="227" w:right="6"/>
            </w:pPr>
            <w:r>
              <w:t>Dynamic asset allocation</w:t>
            </w:r>
          </w:p>
        </w:tc>
      </w:tr>
      <w:tr w:rsidR="00515C47" w14:paraId="49E47E0B" w14:textId="77777777" w:rsidTr="000467AA">
        <w:tc>
          <w:tcPr>
            <w:tcW w:w="1560" w:type="dxa"/>
          </w:tcPr>
          <w:p w14:paraId="49E47E09" w14:textId="77777777" w:rsidR="00515C47" w:rsidRDefault="00515C47" w:rsidP="000467AA">
            <w:pPr>
              <w:pStyle w:val="BodyText"/>
              <w:spacing w:before="120"/>
              <w:ind w:right="6"/>
            </w:pPr>
            <w:r>
              <w:t>DB</w:t>
            </w:r>
          </w:p>
        </w:tc>
        <w:tc>
          <w:tcPr>
            <w:tcW w:w="7229" w:type="dxa"/>
          </w:tcPr>
          <w:p w14:paraId="49E47E0A" w14:textId="77777777" w:rsidR="00515C47" w:rsidRDefault="00515C47" w:rsidP="000467AA">
            <w:pPr>
              <w:pStyle w:val="BodyText"/>
              <w:spacing w:before="120"/>
              <w:ind w:left="227" w:right="6"/>
            </w:pPr>
            <w:r>
              <w:t>D</w:t>
            </w:r>
            <w:r w:rsidRPr="00BC2040">
              <w:t>efined benefit</w:t>
            </w:r>
          </w:p>
        </w:tc>
      </w:tr>
      <w:tr w:rsidR="00515C47" w14:paraId="49E47E0E" w14:textId="77777777" w:rsidTr="000467AA">
        <w:tc>
          <w:tcPr>
            <w:tcW w:w="1560" w:type="dxa"/>
          </w:tcPr>
          <w:p w14:paraId="49E47E0C" w14:textId="77777777" w:rsidR="00515C47" w:rsidRDefault="00515C47" w:rsidP="000467AA">
            <w:pPr>
              <w:pStyle w:val="BodyText"/>
              <w:spacing w:before="120"/>
              <w:ind w:right="6"/>
            </w:pPr>
            <w:r>
              <w:t>DC</w:t>
            </w:r>
          </w:p>
        </w:tc>
        <w:tc>
          <w:tcPr>
            <w:tcW w:w="7229" w:type="dxa"/>
          </w:tcPr>
          <w:p w14:paraId="49E47E0D" w14:textId="10D9B097" w:rsidR="00515C47" w:rsidRDefault="00515C47" w:rsidP="000467AA">
            <w:pPr>
              <w:pStyle w:val="BodyText"/>
              <w:spacing w:before="120"/>
              <w:ind w:left="227" w:right="6"/>
            </w:pPr>
            <w:r>
              <w:t>Defined contribution (</w:t>
            </w:r>
            <w:r w:rsidR="000467AA">
              <w:t>a</w:t>
            </w:r>
            <w:r>
              <w:t>ccumulation)</w:t>
            </w:r>
          </w:p>
        </w:tc>
      </w:tr>
      <w:tr w:rsidR="00515C47" w14:paraId="49E47E11" w14:textId="77777777" w:rsidTr="000467AA">
        <w:tc>
          <w:tcPr>
            <w:tcW w:w="1560" w:type="dxa"/>
          </w:tcPr>
          <w:p w14:paraId="49E47E0F" w14:textId="77777777" w:rsidR="00515C47" w:rsidRDefault="00515C47" w:rsidP="000467AA">
            <w:pPr>
              <w:pStyle w:val="BodyText"/>
              <w:spacing w:before="120"/>
              <w:ind w:right="6"/>
            </w:pPr>
            <w:r>
              <w:t>DEA</w:t>
            </w:r>
          </w:p>
        </w:tc>
        <w:tc>
          <w:tcPr>
            <w:tcW w:w="7229" w:type="dxa"/>
          </w:tcPr>
          <w:p w14:paraId="49E47E10" w14:textId="77777777" w:rsidR="00515C47" w:rsidRDefault="00515C47" w:rsidP="000467AA">
            <w:pPr>
              <w:pStyle w:val="BodyText"/>
              <w:spacing w:before="120"/>
              <w:ind w:left="227" w:right="6"/>
            </w:pPr>
            <w:r w:rsidRPr="00BC2040">
              <w:t>Data envelopment analysis</w:t>
            </w:r>
          </w:p>
        </w:tc>
      </w:tr>
      <w:tr w:rsidR="00515C47" w14:paraId="49E47E14" w14:textId="77777777" w:rsidTr="000467AA">
        <w:tc>
          <w:tcPr>
            <w:tcW w:w="1560" w:type="dxa"/>
          </w:tcPr>
          <w:p w14:paraId="49E47E12" w14:textId="77777777" w:rsidR="00515C47" w:rsidRDefault="00515C47" w:rsidP="000467AA">
            <w:pPr>
              <w:pStyle w:val="BodyText"/>
              <w:spacing w:before="120"/>
              <w:ind w:right="6"/>
            </w:pPr>
            <w:r>
              <w:t>DHS</w:t>
            </w:r>
          </w:p>
        </w:tc>
        <w:tc>
          <w:tcPr>
            <w:tcW w:w="7229" w:type="dxa"/>
          </w:tcPr>
          <w:p w14:paraId="49E47E13" w14:textId="77777777" w:rsidR="00515C47" w:rsidRDefault="00515C47" w:rsidP="000467AA">
            <w:pPr>
              <w:pStyle w:val="BodyText"/>
              <w:spacing w:before="120"/>
              <w:ind w:left="227" w:right="6"/>
            </w:pPr>
            <w:r w:rsidRPr="00BC2040">
              <w:t>Department of Human Services</w:t>
            </w:r>
            <w:r>
              <w:t xml:space="preserve"> (</w:t>
            </w:r>
            <w:r w:rsidRPr="00BC2040">
              <w:t>Australian Government</w:t>
            </w:r>
            <w:r>
              <w:t>)</w:t>
            </w:r>
          </w:p>
        </w:tc>
      </w:tr>
      <w:tr w:rsidR="00515C47" w14:paraId="49E47E17" w14:textId="77777777" w:rsidTr="000467AA">
        <w:tc>
          <w:tcPr>
            <w:tcW w:w="1560" w:type="dxa"/>
          </w:tcPr>
          <w:p w14:paraId="49E47E15" w14:textId="77777777" w:rsidR="00515C47" w:rsidRDefault="00515C47" w:rsidP="000467AA">
            <w:pPr>
              <w:pStyle w:val="BodyText"/>
              <w:spacing w:before="120"/>
              <w:ind w:right="6"/>
            </w:pPr>
            <w:r>
              <w:t>EPSSS</w:t>
            </w:r>
          </w:p>
        </w:tc>
        <w:tc>
          <w:tcPr>
            <w:tcW w:w="7229" w:type="dxa"/>
          </w:tcPr>
          <w:p w14:paraId="49E47E16" w14:textId="644C2350" w:rsidR="00515C47" w:rsidRDefault="00515C47" w:rsidP="000467AA">
            <w:pPr>
              <w:pStyle w:val="BodyText"/>
              <w:spacing w:before="120"/>
              <w:ind w:left="227" w:right="6"/>
            </w:pPr>
            <w:r w:rsidRPr="00BC2040">
              <w:t>Exempt Publ</w:t>
            </w:r>
            <w:r w:rsidR="00F11C82">
              <w:t>ic Sector Superannuation Scheme</w:t>
            </w:r>
          </w:p>
        </w:tc>
      </w:tr>
      <w:tr w:rsidR="00515C47" w14:paraId="49E47E1A" w14:textId="77777777" w:rsidTr="000467AA">
        <w:tc>
          <w:tcPr>
            <w:tcW w:w="1560" w:type="dxa"/>
          </w:tcPr>
          <w:p w14:paraId="49E47E18" w14:textId="77777777" w:rsidR="00515C47" w:rsidRDefault="00515C47" w:rsidP="000467AA">
            <w:pPr>
              <w:pStyle w:val="BodyText"/>
              <w:spacing w:before="120"/>
              <w:ind w:right="6"/>
            </w:pPr>
            <w:proofErr w:type="spellStart"/>
            <w:r>
              <w:t>FSI</w:t>
            </w:r>
            <w:proofErr w:type="spellEnd"/>
          </w:p>
        </w:tc>
        <w:tc>
          <w:tcPr>
            <w:tcW w:w="7229" w:type="dxa"/>
          </w:tcPr>
          <w:p w14:paraId="49E47E19" w14:textId="77777777" w:rsidR="00515C47" w:rsidRDefault="00515C47" w:rsidP="000467AA">
            <w:pPr>
              <w:pStyle w:val="BodyText"/>
              <w:spacing w:before="120"/>
              <w:ind w:left="227" w:right="6"/>
            </w:pPr>
            <w:r w:rsidRPr="00BC2040">
              <w:t>Financial System Inquiry</w:t>
            </w:r>
          </w:p>
        </w:tc>
      </w:tr>
      <w:tr w:rsidR="00515C47" w14:paraId="49E47E1D" w14:textId="77777777" w:rsidTr="000467AA">
        <w:tc>
          <w:tcPr>
            <w:tcW w:w="1560" w:type="dxa"/>
          </w:tcPr>
          <w:p w14:paraId="49E47E1B" w14:textId="77777777" w:rsidR="00515C47" w:rsidRDefault="00515C47" w:rsidP="000467AA">
            <w:pPr>
              <w:pStyle w:val="BodyText"/>
              <w:spacing w:before="120"/>
              <w:ind w:right="6"/>
            </w:pPr>
            <w:proofErr w:type="spellStart"/>
            <w:r>
              <w:t>FUM</w:t>
            </w:r>
            <w:proofErr w:type="spellEnd"/>
          </w:p>
        </w:tc>
        <w:tc>
          <w:tcPr>
            <w:tcW w:w="7229" w:type="dxa"/>
          </w:tcPr>
          <w:p w14:paraId="49E47E1C" w14:textId="77777777" w:rsidR="00515C47" w:rsidRDefault="00515C47" w:rsidP="000467AA">
            <w:pPr>
              <w:pStyle w:val="BodyText"/>
              <w:spacing w:before="120"/>
              <w:ind w:left="227" w:right="6"/>
            </w:pPr>
            <w:r>
              <w:t>Funds under management</w:t>
            </w:r>
          </w:p>
        </w:tc>
      </w:tr>
      <w:tr w:rsidR="00515C47" w14:paraId="49E47E20" w14:textId="77777777" w:rsidTr="000467AA">
        <w:tc>
          <w:tcPr>
            <w:tcW w:w="1560" w:type="dxa"/>
          </w:tcPr>
          <w:p w14:paraId="49E47E1E" w14:textId="77777777" w:rsidR="00515C47" w:rsidRDefault="00515C47" w:rsidP="000467AA">
            <w:pPr>
              <w:pStyle w:val="BodyText"/>
              <w:spacing w:before="120"/>
              <w:ind w:right="6"/>
            </w:pPr>
            <w:r>
              <w:t>GDP</w:t>
            </w:r>
          </w:p>
        </w:tc>
        <w:tc>
          <w:tcPr>
            <w:tcW w:w="7229" w:type="dxa"/>
          </w:tcPr>
          <w:p w14:paraId="49E47E1F" w14:textId="77777777" w:rsidR="00515C47" w:rsidRDefault="00515C47" w:rsidP="000467AA">
            <w:pPr>
              <w:pStyle w:val="BodyText"/>
              <w:spacing w:before="120"/>
              <w:ind w:left="227" w:right="6"/>
            </w:pPr>
            <w:r w:rsidRPr="00BC2040">
              <w:t>Gross domestic product</w:t>
            </w:r>
          </w:p>
        </w:tc>
      </w:tr>
      <w:tr w:rsidR="00515C47" w14:paraId="49E47E23" w14:textId="77777777" w:rsidTr="000467AA">
        <w:tc>
          <w:tcPr>
            <w:tcW w:w="1560" w:type="dxa"/>
          </w:tcPr>
          <w:p w14:paraId="49E47E21" w14:textId="77777777" w:rsidR="00515C47" w:rsidRDefault="00515C47" w:rsidP="000467AA">
            <w:pPr>
              <w:pStyle w:val="BodyText"/>
              <w:spacing w:before="120"/>
              <w:ind w:right="6"/>
            </w:pPr>
            <w:proofErr w:type="spellStart"/>
            <w:r>
              <w:t>GFC</w:t>
            </w:r>
            <w:proofErr w:type="spellEnd"/>
          </w:p>
        </w:tc>
        <w:tc>
          <w:tcPr>
            <w:tcW w:w="7229" w:type="dxa"/>
          </w:tcPr>
          <w:p w14:paraId="49E47E22" w14:textId="776A80BD" w:rsidR="00515C47" w:rsidRDefault="00515C47" w:rsidP="000467AA">
            <w:pPr>
              <w:pStyle w:val="BodyText"/>
              <w:spacing w:before="120"/>
              <w:ind w:left="227" w:right="6"/>
            </w:pPr>
            <w:r w:rsidRPr="00BC2040">
              <w:t xml:space="preserve">Global </w:t>
            </w:r>
            <w:r w:rsidR="000467AA">
              <w:t>f</w:t>
            </w:r>
            <w:r w:rsidRPr="00BC2040">
              <w:t xml:space="preserve">inancial </w:t>
            </w:r>
            <w:r w:rsidR="000467AA">
              <w:t>c</w:t>
            </w:r>
            <w:r w:rsidRPr="00BC2040">
              <w:t>risis</w:t>
            </w:r>
          </w:p>
        </w:tc>
      </w:tr>
      <w:tr w:rsidR="00515C47" w14:paraId="49E47E26" w14:textId="77777777" w:rsidTr="000467AA">
        <w:tc>
          <w:tcPr>
            <w:tcW w:w="1560" w:type="dxa"/>
          </w:tcPr>
          <w:p w14:paraId="49E47E24" w14:textId="77777777" w:rsidR="00515C47" w:rsidRDefault="00515C47" w:rsidP="000467AA">
            <w:pPr>
              <w:pStyle w:val="BodyText"/>
              <w:spacing w:before="120"/>
              <w:ind w:right="6"/>
            </w:pPr>
            <w:proofErr w:type="spellStart"/>
            <w:r>
              <w:t>HHI</w:t>
            </w:r>
            <w:proofErr w:type="spellEnd"/>
          </w:p>
        </w:tc>
        <w:tc>
          <w:tcPr>
            <w:tcW w:w="7229" w:type="dxa"/>
          </w:tcPr>
          <w:p w14:paraId="49E47E25" w14:textId="4BD9BF15" w:rsidR="00515C47" w:rsidRDefault="00515C47" w:rsidP="000467AA">
            <w:pPr>
              <w:pStyle w:val="BodyText"/>
              <w:spacing w:before="120"/>
              <w:ind w:left="227" w:right="6"/>
            </w:pPr>
            <w:proofErr w:type="spellStart"/>
            <w:r w:rsidRPr="00BC2040">
              <w:t>Herfindahl</w:t>
            </w:r>
            <w:proofErr w:type="spellEnd"/>
            <w:r w:rsidRPr="00BC2040">
              <w:t xml:space="preserve">-Hirschman </w:t>
            </w:r>
            <w:r w:rsidR="00615C9B">
              <w:t>i</w:t>
            </w:r>
            <w:r w:rsidRPr="00BC2040">
              <w:t>ndex</w:t>
            </w:r>
          </w:p>
        </w:tc>
      </w:tr>
      <w:tr w:rsidR="00515C47" w14:paraId="49E47E29" w14:textId="77777777" w:rsidTr="000467AA">
        <w:tc>
          <w:tcPr>
            <w:tcW w:w="1560" w:type="dxa"/>
          </w:tcPr>
          <w:p w14:paraId="49E47E27" w14:textId="77777777" w:rsidR="00515C47" w:rsidRDefault="00515C47" w:rsidP="000467AA">
            <w:pPr>
              <w:pStyle w:val="BodyText"/>
              <w:spacing w:before="120"/>
              <w:ind w:right="6"/>
            </w:pPr>
            <w:r>
              <w:t>IMF</w:t>
            </w:r>
          </w:p>
        </w:tc>
        <w:tc>
          <w:tcPr>
            <w:tcW w:w="7229" w:type="dxa"/>
          </w:tcPr>
          <w:p w14:paraId="49E47E28" w14:textId="77777777" w:rsidR="00515C47" w:rsidRDefault="00515C47" w:rsidP="000467AA">
            <w:pPr>
              <w:pStyle w:val="BodyText"/>
              <w:spacing w:before="120"/>
              <w:ind w:left="227" w:right="6"/>
            </w:pPr>
            <w:r w:rsidRPr="00BC2040">
              <w:t>International Monetary Fund</w:t>
            </w:r>
          </w:p>
        </w:tc>
      </w:tr>
      <w:tr w:rsidR="00515C47" w14:paraId="49E47E2C" w14:textId="77777777" w:rsidTr="000467AA">
        <w:tc>
          <w:tcPr>
            <w:tcW w:w="1560" w:type="dxa"/>
          </w:tcPr>
          <w:p w14:paraId="49E47E2A" w14:textId="77777777" w:rsidR="00515C47" w:rsidRDefault="00515C47" w:rsidP="000467AA">
            <w:pPr>
              <w:pStyle w:val="BodyText"/>
              <w:spacing w:before="120"/>
              <w:ind w:right="6"/>
            </w:pPr>
            <w:r>
              <w:t>MC</w:t>
            </w:r>
          </w:p>
        </w:tc>
        <w:tc>
          <w:tcPr>
            <w:tcW w:w="7229" w:type="dxa"/>
          </w:tcPr>
          <w:p w14:paraId="49E47E2B" w14:textId="7B845C2C" w:rsidR="00515C47" w:rsidRDefault="00515C47" w:rsidP="000467AA">
            <w:pPr>
              <w:pStyle w:val="BodyText"/>
              <w:spacing w:before="120"/>
              <w:ind w:left="227" w:right="6"/>
            </w:pPr>
            <w:r>
              <w:t xml:space="preserve">Marginal </w:t>
            </w:r>
            <w:r w:rsidR="000467AA">
              <w:t>c</w:t>
            </w:r>
            <w:r>
              <w:t>ost</w:t>
            </w:r>
          </w:p>
        </w:tc>
      </w:tr>
      <w:tr w:rsidR="00515C47" w14:paraId="49E47E2F" w14:textId="77777777" w:rsidTr="000467AA">
        <w:tc>
          <w:tcPr>
            <w:tcW w:w="1560" w:type="dxa"/>
          </w:tcPr>
          <w:p w14:paraId="49E47E2D" w14:textId="77777777" w:rsidR="00515C47" w:rsidRDefault="00515C47" w:rsidP="000467AA">
            <w:pPr>
              <w:pStyle w:val="BodyText"/>
              <w:spacing w:before="120"/>
              <w:ind w:right="6"/>
            </w:pPr>
            <w:proofErr w:type="spellStart"/>
            <w:r>
              <w:t>MMGPI</w:t>
            </w:r>
            <w:proofErr w:type="spellEnd"/>
          </w:p>
        </w:tc>
        <w:tc>
          <w:tcPr>
            <w:tcW w:w="7229" w:type="dxa"/>
          </w:tcPr>
          <w:p w14:paraId="49E47E2E" w14:textId="77777777" w:rsidR="00515C47" w:rsidRDefault="00515C47" w:rsidP="000467AA">
            <w:pPr>
              <w:pStyle w:val="BodyText"/>
              <w:spacing w:before="120"/>
              <w:ind w:left="227" w:right="6"/>
            </w:pPr>
            <w:r w:rsidRPr="00BC2040">
              <w:t>Melbourne Mercer Global Pension Index</w:t>
            </w:r>
          </w:p>
        </w:tc>
      </w:tr>
      <w:tr w:rsidR="00515C47" w14:paraId="49E47E32" w14:textId="77777777" w:rsidTr="000467AA">
        <w:tc>
          <w:tcPr>
            <w:tcW w:w="1560" w:type="dxa"/>
          </w:tcPr>
          <w:p w14:paraId="49E47E30" w14:textId="77777777" w:rsidR="00515C47" w:rsidRDefault="00515C47" w:rsidP="000467AA">
            <w:pPr>
              <w:pStyle w:val="BodyText"/>
              <w:spacing w:before="120"/>
              <w:ind w:right="6"/>
            </w:pPr>
            <w:proofErr w:type="spellStart"/>
            <w:r>
              <w:lastRenderedPageBreak/>
              <w:t>NBNI</w:t>
            </w:r>
            <w:proofErr w:type="spellEnd"/>
          </w:p>
        </w:tc>
        <w:tc>
          <w:tcPr>
            <w:tcW w:w="7229" w:type="dxa"/>
          </w:tcPr>
          <w:p w14:paraId="49E47E31" w14:textId="77777777" w:rsidR="00515C47" w:rsidRDefault="00515C47" w:rsidP="000467AA">
            <w:pPr>
              <w:pStyle w:val="BodyText"/>
              <w:spacing w:before="120"/>
              <w:ind w:left="227" w:right="6"/>
            </w:pPr>
            <w:r>
              <w:t>Non bank, non insurer (entity)</w:t>
            </w:r>
          </w:p>
        </w:tc>
      </w:tr>
      <w:tr w:rsidR="00515C47" w14:paraId="49E47E35" w14:textId="77777777" w:rsidTr="000467AA">
        <w:tc>
          <w:tcPr>
            <w:tcW w:w="1560" w:type="dxa"/>
          </w:tcPr>
          <w:p w14:paraId="49E47E33" w14:textId="77777777" w:rsidR="00515C47" w:rsidRDefault="00515C47" w:rsidP="000467AA">
            <w:pPr>
              <w:pStyle w:val="BodyText"/>
              <w:spacing w:before="120"/>
              <w:ind w:right="6"/>
            </w:pPr>
            <w:r>
              <w:t>OECD</w:t>
            </w:r>
          </w:p>
        </w:tc>
        <w:tc>
          <w:tcPr>
            <w:tcW w:w="7229" w:type="dxa"/>
          </w:tcPr>
          <w:p w14:paraId="49E47E34" w14:textId="77777777" w:rsidR="00515C47" w:rsidRDefault="00515C47" w:rsidP="000467AA">
            <w:pPr>
              <w:pStyle w:val="BodyText"/>
              <w:spacing w:before="120"/>
              <w:ind w:left="227" w:right="6"/>
            </w:pPr>
            <w:r w:rsidRPr="00BC2040">
              <w:t>Organisation for Economic Co-operation and Development</w:t>
            </w:r>
          </w:p>
        </w:tc>
      </w:tr>
      <w:tr w:rsidR="00515C47" w14:paraId="49E47E38" w14:textId="77777777" w:rsidTr="000467AA">
        <w:tc>
          <w:tcPr>
            <w:tcW w:w="1560" w:type="dxa"/>
          </w:tcPr>
          <w:p w14:paraId="49E47E36" w14:textId="77777777" w:rsidR="00515C47" w:rsidRDefault="00515C47" w:rsidP="000467AA">
            <w:pPr>
              <w:pStyle w:val="BodyText"/>
              <w:spacing w:before="120"/>
              <w:ind w:right="6"/>
            </w:pPr>
            <w:r>
              <w:t>PAIRS</w:t>
            </w:r>
          </w:p>
        </w:tc>
        <w:tc>
          <w:tcPr>
            <w:tcW w:w="7229" w:type="dxa"/>
          </w:tcPr>
          <w:p w14:paraId="49E47E37" w14:textId="6ED8EFD8" w:rsidR="00515C47" w:rsidRDefault="00515C47" w:rsidP="000467AA">
            <w:pPr>
              <w:pStyle w:val="BodyText"/>
              <w:spacing w:before="120"/>
              <w:ind w:left="227" w:right="6"/>
            </w:pPr>
            <w:r w:rsidRPr="00BC2040">
              <w:t>Probability and Impact Rating System</w:t>
            </w:r>
            <w:r w:rsidR="00CD0A63">
              <w:t xml:space="preserve"> (APRA)</w:t>
            </w:r>
          </w:p>
        </w:tc>
      </w:tr>
      <w:tr w:rsidR="00515C47" w14:paraId="49E47E3B" w14:textId="77777777" w:rsidTr="000467AA">
        <w:tc>
          <w:tcPr>
            <w:tcW w:w="1560" w:type="dxa"/>
          </w:tcPr>
          <w:p w14:paraId="49E47E39" w14:textId="77777777" w:rsidR="00515C47" w:rsidRDefault="00515C47" w:rsidP="000467AA">
            <w:pPr>
              <w:pStyle w:val="BodyText"/>
              <w:spacing w:before="120"/>
              <w:ind w:right="6"/>
            </w:pPr>
            <w:r>
              <w:t>PC</w:t>
            </w:r>
          </w:p>
        </w:tc>
        <w:tc>
          <w:tcPr>
            <w:tcW w:w="7229" w:type="dxa"/>
          </w:tcPr>
          <w:p w14:paraId="49E47E3A" w14:textId="77777777" w:rsidR="00515C47" w:rsidRDefault="00515C47" w:rsidP="000467AA">
            <w:pPr>
              <w:pStyle w:val="BodyText"/>
              <w:spacing w:before="120"/>
              <w:ind w:left="227" w:right="6"/>
            </w:pPr>
            <w:r>
              <w:t>Productivity Commission</w:t>
            </w:r>
          </w:p>
        </w:tc>
      </w:tr>
      <w:tr w:rsidR="00515C47" w14:paraId="49E47E3E" w14:textId="77777777" w:rsidTr="000467AA">
        <w:tc>
          <w:tcPr>
            <w:tcW w:w="1560" w:type="dxa"/>
          </w:tcPr>
          <w:p w14:paraId="49E47E3C" w14:textId="77777777" w:rsidR="00515C47" w:rsidRDefault="00515C47" w:rsidP="000467AA">
            <w:pPr>
              <w:pStyle w:val="BodyText"/>
              <w:spacing w:before="120"/>
              <w:ind w:right="6"/>
            </w:pPr>
            <w:r>
              <w:t>PDS</w:t>
            </w:r>
          </w:p>
        </w:tc>
        <w:tc>
          <w:tcPr>
            <w:tcW w:w="7229" w:type="dxa"/>
          </w:tcPr>
          <w:p w14:paraId="49E47E3D" w14:textId="32F857E9" w:rsidR="00515C47" w:rsidRDefault="00515C47" w:rsidP="000467AA">
            <w:pPr>
              <w:pStyle w:val="BodyText"/>
              <w:spacing w:before="120"/>
              <w:ind w:left="227" w:right="6"/>
            </w:pPr>
            <w:r w:rsidRPr="00BC2040">
              <w:t xml:space="preserve">Product </w:t>
            </w:r>
            <w:r w:rsidR="000467AA">
              <w:t>d</w:t>
            </w:r>
            <w:r w:rsidRPr="00BC2040">
              <w:t xml:space="preserve">isclosure </w:t>
            </w:r>
            <w:r w:rsidR="00F11C82">
              <w:t>s</w:t>
            </w:r>
            <w:r w:rsidRPr="00BC2040">
              <w:t>tatement</w:t>
            </w:r>
          </w:p>
        </w:tc>
      </w:tr>
      <w:tr w:rsidR="00515C47" w14:paraId="49E47E41" w14:textId="77777777" w:rsidTr="000467AA">
        <w:tc>
          <w:tcPr>
            <w:tcW w:w="1560" w:type="dxa"/>
          </w:tcPr>
          <w:p w14:paraId="49E47E3F" w14:textId="77777777" w:rsidR="00515C47" w:rsidRDefault="00515C47" w:rsidP="000467AA">
            <w:pPr>
              <w:pStyle w:val="BodyText"/>
              <w:spacing w:before="120"/>
              <w:ind w:right="6"/>
            </w:pPr>
            <w:r>
              <w:t>PSI</w:t>
            </w:r>
          </w:p>
        </w:tc>
        <w:tc>
          <w:tcPr>
            <w:tcW w:w="7229" w:type="dxa"/>
          </w:tcPr>
          <w:p w14:paraId="49E47E40" w14:textId="77777777" w:rsidR="00515C47" w:rsidRDefault="00515C47" w:rsidP="000467AA">
            <w:pPr>
              <w:pStyle w:val="BodyText"/>
              <w:spacing w:before="120"/>
              <w:ind w:left="227" w:right="6"/>
            </w:pPr>
            <w:r w:rsidRPr="00BC2040">
              <w:t>Pension Sustainability Index</w:t>
            </w:r>
            <w:r>
              <w:t xml:space="preserve"> (</w:t>
            </w:r>
            <w:r w:rsidRPr="00BC2040">
              <w:t>Allianz</w:t>
            </w:r>
            <w:r>
              <w:t>)</w:t>
            </w:r>
          </w:p>
        </w:tc>
      </w:tr>
      <w:tr w:rsidR="00515C47" w14:paraId="49E47E44" w14:textId="77777777" w:rsidTr="000467AA">
        <w:tc>
          <w:tcPr>
            <w:tcW w:w="1560" w:type="dxa"/>
          </w:tcPr>
          <w:p w14:paraId="49E47E42" w14:textId="77777777" w:rsidR="00515C47" w:rsidRDefault="00515C47" w:rsidP="000467AA">
            <w:pPr>
              <w:pStyle w:val="BodyText"/>
              <w:spacing w:before="120"/>
              <w:ind w:right="6"/>
            </w:pPr>
            <w:proofErr w:type="spellStart"/>
            <w:r>
              <w:t>RAVA</w:t>
            </w:r>
            <w:proofErr w:type="spellEnd"/>
          </w:p>
        </w:tc>
        <w:tc>
          <w:tcPr>
            <w:tcW w:w="7229" w:type="dxa"/>
          </w:tcPr>
          <w:p w14:paraId="49E47E43" w14:textId="77777777" w:rsidR="00515C47" w:rsidRDefault="00515C47" w:rsidP="000467AA">
            <w:pPr>
              <w:pStyle w:val="BodyText"/>
              <w:spacing w:before="120"/>
              <w:ind w:left="227" w:right="6"/>
            </w:pPr>
            <w:r>
              <w:t>Risk</w:t>
            </w:r>
            <w:r>
              <w:noBreakHyphen/>
              <w:t>adjusted value added</w:t>
            </w:r>
          </w:p>
        </w:tc>
      </w:tr>
      <w:tr w:rsidR="00515C47" w14:paraId="49E47E47" w14:textId="77777777" w:rsidTr="000467AA">
        <w:tc>
          <w:tcPr>
            <w:tcW w:w="1560" w:type="dxa"/>
          </w:tcPr>
          <w:p w14:paraId="49E47E45" w14:textId="77777777" w:rsidR="00515C47" w:rsidRDefault="00515C47" w:rsidP="000467AA">
            <w:pPr>
              <w:pStyle w:val="BodyText"/>
              <w:spacing w:before="120"/>
              <w:ind w:right="6"/>
            </w:pPr>
            <w:r>
              <w:t>RBA</w:t>
            </w:r>
          </w:p>
        </w:tc>
        <w:tc>
          <w:tcPr>
            <w:tcW w:w="7229" w:type="dxa"/>
          </w:tcPr>
          <w:p w14:paraId="49E47E46" w14:textId="77777777" w:rsidR="00515C47" w:rsidRDefault="00515C47" w:rsidP="000467AA">
            <w:pPr>
              <w:pStyle w:val="BodyText"/>
              <w:spacing w:before="120"/>
              <w:ind w:left="227" w:right="6"/>
            </w:pPr>
            <w:r w:rsidRPr="00690784">
              <w:t>Reserve Bank of Australia</w:t>
            </w:r>
          </w:p>
        </w:tc>
      </w:tr>
      <w:tr w:rsidR="00515C47" w14:paraId="49E47E4A" w14:textId="77777777" w:rsidTr="000467AA">
        <w:tc>
          <w:tcPr>
            <w:tcW w:w="1560" w:type="dxa"/>
          </w:tcPr>
          <w:p w14:paraId="49E47E48" w14:textId="77777777" w:rsidR="00515C47" w:rsidRDefault="00515C47" w:rsidP="000467AA">
            <w:pPr>
              <w:pStyle w:val="BodyText"/>
              <w:spacing w:before="120"/>
              <w:ind w:right="6"/>
            </w:pPr>
            <w:proofErr w:type="spellStart"/>
            <w:r>
              <w:t>RG</w:t>
            </w:r>
            <w:proofErr w:type="spellEnd"/>
          </w:p>
        </w:tc>
        <w:tc>
          <w:tcPr>
            <w:tcW w:w="7229" w:type="dxa"/>
          </w:tcPr>
          <w:p w14:paraId="49E47E49" w14:textId="608E96E9" w:rsidR="00515C47" w:rsidRDefault="00515C47" w:rsidP="000467AA">
            <w:pPr>
              <w:pStyle w:val="BodyText"/>
              <w:spacing w:before="120"/>
              <w:ind w:left="227" w:right="6"/>
            </w:pPr>
            <w:r>
              <w:t xml:space="preserve">Regulatory </w:t>
            </w:r>
            <w:r w:rsidR="000467AA">
              <w:t>g</w:t>
            </w:r>
            <w:r>
              <w:t>uide</w:t>
            </w:r>
            <w:r w:rsidR="00CD0A63">
              <w:t xml:space="preserve"> (ASIC)</w:t>
            </w:r>
          </w:p>
        </w:tc>
      </w:tr>
      <w:tr w:rsidR="00515C47" w14:paraId="49E47E4D" w14:textId="77777777" w:rsidTr="000467AA">
        <w:tc>
          <w:tcPr>
            <w:tcW w:w="1560" w:type="dxa"/>
          </w:tcPr>
          <w:p w14:paraId="49E47E4B" w14:textId="77777777" w:rsidR="00515C47" w:rsidRDefault="00515C47" w:rsidP="000467AA">
            <w:pPr>
              <w:pStyle w:val="BodyText"/>
              <w:spacing w:before="120"/>
              <w:ind w:right="6"/>
            </w:pPr>
            <w:proofErr w:type="spellStart"/>
            <w:r>
              <w:t>ROA</w:t>
            </w:r>
            <w:proofErr w:type="spellEnd"/>
          </w:p>
        </w:tc>
        <w:tc>
          <w:tcPr>
            <w:tcW w:w="7229" w:type="dxa"/>
          </w:tcPr>
          <w:p w14:paraId="49E47E4C" w14:textId="77777777" w:rsidR="00515C47" w:rsidRDefault="00515C47" w:rsidP="000467AA">
            <w:pPr>
              <w:pStyle w:val="BodyText"/>
              <w:spacing w:before="120"/>
              <w:ind w:left="227" w:right="6"/>
            </w:pPr>
            <w:r>
              <w:t>Return on assets</w:t>
            </w:r>
          </w:p>
        </w:tc>
      </w:tr>
      <w:tr w:rsidR="00515C47" w14:paraId="49E47E50" w14:textId="77777777" w:rsidTr="000467AA">
        <w:tc>
          <w:tcPr>
            <w:tcW w:w="1560" w:type="dxa"/>
          </w:tcPr>
          <w:p w14:paraId="49E47E4E" w14:textId="77777777" w:rsidR="00515C47" w:rsidRDefault="00515C47" w:rsidP="000467AA">
            <w:pPr>
              <w:pStyle w:val="BodyText"/>
              <w:spacing w:before="120"/>
              <w:ind w:right="6"/>
            </w:pPr>
            <w:r>
              <w:t>RSE</w:t>
            </w:r>
          </w:p>
        </w:tc>
        <w:tc>
          <w:tcPr>
            <w:tcW w:w="7229" w:type="dxa"/>
          </w:tcPr>
          <w:p w14:paraId="49E47E4F" w14:textId="387631CC" w:rsidR="00515C47" w:rsidRDefault="00515C47" w:rsidP="000467AA">
            <w:pPr>
              <w:pStyle w:val="BodyText"/>
              <w:spacing w:before="120"/>
              <w:ind w:left="227" w:right="6"/>
            </w:pPr>
            <w:r>
              <w:t>R</w:t>
            </w:r>
            <w:r w:rsidRPr="00690784">
              <w:t>egistrable superannuation entity</w:t>
            </w:r>
            <w:r w:rsidR="00CD0A63">
              <w:t xml:space="preserve"> (APRA)</w:t>
            </w:r>
          </w:p>
        </w:tc>
      </w:tr>
      <w:tr w:rsidR="00515C47" w14:paraId="49E47E53" w14:textId="77777777" w:rsidTr="000467AA">
        <w:tc>
          <w:tcPr>
            <w:tcW w:w="1560" w:type="dxa"/>
          </w:tcPr>
          <w:p w14:paraId="49E47E51" w14:textId="77777777" w:rsidR="00515C47" w:rsidRDefault="00515C47" w:rsidP="000467AA">
            <w:pPr>
              <w:pStyle w:val="BodyText"/>
              <w:spacing w:before="120"/>
              <w:ind w:right="6"/>
            </w:pPr>
            <w:r>
              <w:t>SAA</w:t>
            </w:r>
          </w:p>
        </w:tc>
        <w:tc>
          <w:tcPr>
            <w:tcW w:w="7229" w:type="dxa"/>
          </w:tcPr>
          <w:p w14:paraId="49E47E52" w14:textId="77777777" w:rsidR="00515C47" w:rsidRDefault="00515C47" w:rsidP="000467AA">
            <w:pPr>
              <w:pStyle w:val="BodyText"/>
              <w:spacing w:before="120"/>
              <w:ind w:left="227" w:right="6"/>
            </w:pPr>
            <w:r>
              <w:t>S</w:t>
            </w:r>
            <w:r w:rsidRPr="00690784">
              <w:t>trategic asset allocation</w:t>
            </w:r>
          </w:p>
        </w:tc>
      </w:tr>
      <w:tr w:rsidR="00515C47" w14:paraId="49E47E56" w14:textId="77777777" w:rsidTr="000467AA">
        <w:tc>
          <w:tcPr>
            <w:tcW w:w="1560" w:type="dxa"/>
          </w:tcPr>
          <w:p w14:paraId="49E47E54" w14:textId="77777777" w:rsidR="00515C47" w:rsidRDefault="00515C47" w:rsidP="000467AA">
            <w:pPr>
              <w:pStyle w:val="BodyText"/>
              <w:spacing w:before="120"/>
              <w:ind w:right="6"/>
            </w:pPr>
            <w:r>
              <w:t>SCT</w:t>
            </w:r>
          </w:p>
        </w:tc>
        <w:tc>
          <w:tcPr>
            <w:tcW w:w="7229" w:type="dxa"/>
          </w:tcPr>
          <w:p w14:paraId="49E47E55" w14:textId="77777777" w:rsidR="00515C47" w:rsidRDefault="00515C47" w:rsidP="000467AA">
            <w:pPr>
              <w:pStyle w:val="BodyText"/>
              <w:spacing w:before="120"/>
              <w:ind w:left="227" w:right="6"/>
            </w:pPr>
            <w:r w:rsidRPr="00690784">
              <w:t>Superannuation Complaints Tribunal</w:t>
            </w:r>
          </w:p>
        </w:tc>
      </w:tr>
      <w:tr w:rsidR="00515C47" w14:paraId="49E47E59" w14:textId="77777777" w:rsidTr="000467AA">
        <w:tc>
          <w:tcPr>
            <w:tcW w:w="1560" w:type="dxa"/>
          </w:tcPr>
          <w:p w14:paraId="49E47E57" w14:textId="77777777" w:rsidR="00515C47" w:rsidRDefault="00515C47" w:rsidP="000467AA">
            <w:pPr>
              <w:pStyle w:val="BodyText"/>
              <w:spacing w:before="120"/>
              <w:ind w:right="6"/>
            </w:pPr>
            <w:r>
              <w:t>SG</w:t>
            </w:r>
          </w:p>
        </w:tc>
        <w:tc>
          <w:tcPr>
            <w:tcW w:w="7229" w:type="dxa"/>
          </w:tcPr>
          <w:p w14:paraId="49E47E58" w14:textId="77777777" w:rsidR="00515C47" w:rsidRDefault="00515C47" w:rsidP="000467AA">
            <w:pPr>
              <w:pStyle w:val="BodyText"/>
              <w:spacing w:before="120"/>
              <w:ind w:left="227" w:right="6"/>
            </w:pPr>
            <w:r w:rsidRPr="00690784">
              <w:t>Superannuation Guarantee</w:t>
            </w:r>
          </w:p>
        </w:tc>
      </w:tr>
      <w:tr w:rsidR="00515C47" w14:paraId="49E47E5C" w14:textId="77777777" w:rsidTr="000467AA">
        <w:tc>
          <w:tcPr>
            <w:tcW w:w="1560" w:type="dxa"/>
          </w:tcPr>
          <w:p w14:paraId="49E47E5A" w14:textId="77777777" w:rsidR="00515C47" w:rsidRDefault="00515C47" w:rsidP="000467AA">
            <w:pPr>
              <w:pStyle w:val="BodyText"/>
              <w:spacing w:before="120"/>
              <w:ind w:right="6"/>
            </w:pPr>
            <w:r>
              <w:t>SIS Act</w:t>
            </w:r>
          </w:p>
        </w:tc>
        <w:tc>
          <w:tcPr>
            <w:tcW w:w="7229" w:type="dxa"/>
          </w:tcPr>
          <w:p w14:paraId="49E47E5B" w14:textId="489E68C3" w:rsidR="00515C47" w:rsidRDefault="00515C47" w:rsidP="000467AA">
            <w:pPr>
              <w:pStyle w:val="BodyText"/>
              <w:spacing w:before="120"/>
              <w:ind w:left="227" w:right="6"/>
            </w:pPr>
            <w:r>
              <w:t>Superannuation Industry (Supervision) Act 1993</w:t>
            </w:r>
            <w:r w:rsidR="00F11C82">
              <w:t xml:space="preserve"> (</w:t>
            </w:r>
            <w:proofErr w:type="spellStart"/>
            <w:r w:rsidR="00F11C82">
              <w:t>Cwlth</w:t>
            </w:r>
            <w:proofErr w:type="spellEnd"/>
            <w:r w:rsidR="00F11C82">
              <w:t>)</w:t>
            </w:r>
          </w:p>
        </w:tc>
      </w:tr>
      <w:tr w:rsidR="00515C47" w14:paraId="49E47E5F" w14:textId="77777777" w:rsidTr="000467AA">
        <w:tc>
          <w:tcPr>
            <w:tcW w:w="1560" w:type="dxa"/>
          </w:tcPr>
          <w:p w14:paraId="49E47E5D" w14:textId="77777777" w:rsidR="00515C47" w:rsidRDefault="00515C47" w:rsidP="000467AA">
            <w:pPr>
              <w:pStyle w:val="BodyText"/>
              <w:spacing w:before="120"/>
              <w:ind w:right="6"/>
            </w:pPr>
            <w:r>
              <w:t>SMSF</w:t>
            </w:r>
          </w:p>
        </w:tc>
        <w:tc>
          <w:tcPr>
            <w:tcW w:w="7229" w:type="dxa"/>
          </w:tcPr>
          <w:p w14:paraId="49E47E5E" w14:textId="77777777" w:rsidR="00515C47" w:rsidRDefault="00515C47" w:rsidP="000467AA">
            <w:pPr>
              <w:pStyle w:val="BodyText"/>
              <w:spacing w:before="120"/>
              <w:ind w:left="227" w:right="6"/>
            </w:pPr>
            <w:r w:rsidRPr="00690784">
              <w:t>Self-managed super</w:t>
            </w:r>
            <w:r>
              <w:t>annuation</w:t>
            </w:r>
            <w:r w:rsidRPr="00690784">
              <w:t xml:space="preserve"> fund</w:t>
            </w:r>
          </w:p>
        </w:tc>
      </w:tr>
      <w:tr w:rsidR="00515C47" w14:paraId="49E47E62" w14:textId="77777777" w:rsidTr="000467AA">
        <w:tc>
          <w:tcPr>
            <w:tcW w:w="1560" w:type="dxa"/>
          </w:tcPr>
          <w:p w14:paraId="49E47E60" w14:textId="77777777" w:rsidR="00515C47" w:rsidRDefault="00515C47" w:rsidP="000467AA">
            <w:pPr>
              <w:pStyle w:val="BodyText"/>
              <w:spacing w:before="120"/>
              <w:ind w:right="6"/>
            </w:pPr>
            <w:r>
              <w:t>SOARS</w:t>
            </w:r>
          </w:p>
        </w:tc>
        <w:tc>
          <w:tcPr>
            <w:tcW w:w="7229" w:type="dxa"/>
          </w:tcPr>
          <w:p w14:paraId="49E47E61" w14:textId="3A4517EC" w:rsidR="00515C47" w:rsidRDefault="00515C47" w:rsidP="000467AA">
            <w:pPr>
              <w:pStyle w:val="BodyText"/>
              <w:spacing w:before="120"/>
              <w:ind w:left="227" w:right="6"/>
            </w:pPr>
            <w:r w:rsidRPr="00690784">
              <w:t>Supervisory Oversight and Response System</w:t>
            </w:r>
            <w:r w:rsidR="00CD0A63">
              <w:t xml:space="preserve"> (APRA)</w:t>
            </w:r>
          </w:p>
        </w:tc>
      </w:tr>
      <w:tr w:rsidR="00515C47" w14:paraId="49E47E65" w14:textId="77777777" w:rsidTr="000467AA">
        <w:tc>
          <w:tcPr>
            <w:tcW w:w="1560" w:type="dxa"/>
          </w:tcPr>
          <w:p w14:paraId="49E47E63" w14:textId="77777777" w:rsidR="00515C47" w:rsidRDefault="00515C47" w:rsidP="000467AA">
            <w:pPr>
              <w:pStyle w:val="BodyText"/>
              <w:spacing w:before="120"/>
              <w:ind w:right="6"/>
            </w:pPr>
            <w:r>
              <w:t>SPS</w:t>
            </w:r>
          </w:p>
        </w:tc>
        <w:tc>
          <w:tcPr>
            <w:tcW w:w="7229" w:type="dxa"/>
          </w:tcPr>
          <w:p w14:paraId="49E47E64" w14:textId="4A063711" w:rsidR="00515C47" w:rsidRDefault="00515C47" w:rsidP="000467AA">
            <w:pPr>
              <w:pStyle w:val="BodyText"/>
              <w:spacing w:before="120"/>
              <w:ind w:left="227" w:right="6"/>
            </w:pPr>
            <w:r w:rsidRPr="00690784">
              <w:t xml:space="preserve">Superannuation Prudential </w:t>
            </w:r>
            <w:r w:rsidR="00F11C82">
              <w:t>Standard</w:t>
            </w:r>
            <w:r>
              <w:t xml:space="preserve"> (APRA)</w:t>
            </w:r>
          </w:p>
        </w:tc>
      </w:tr>
      <w:tr w:rsidR="00515C47" w14:paraId="49E47E68" w14:textId="77777777" w:rsidTr="000467AA">
        <w:tc>
          <w:tcPr>
            <w:tcW w:w="1560" w:type="dxa"/>
          </w:tcPr>
          <w:p w14:paraId="49E47E66" w14:textId="77777777" w:rsidR="00515C47" w:rsidRDefault="00515C47" w:rsidP="000467AA">
            <w:pPr>
              <w:pStyle w:val="BodyText"/>
              <w:spacing w:before="120"/>
              <w:ind w:right="6"/>
            </w:pPr>
            <w:proofErr w:type="spellStart"/>
            <w:r>
              <w:t>SRM</w:t>
            </w:r>
            <w:proofErr w:type="spellEnd"/>
          </w:p>
        </w:tc>
        <w:tc>
          <w:tcPr>
            <w:tcW w:w="7229" w:type="dxa"/>
          </w:tcPr>
          <w:p w14:paraId="49E47E67" w14:textId="133D49F6" w:rsidR="00515C47" w:rsidRDefault="00515C47" w:rsidP="000467AA">
            <w:pPr>
              <w:pStyle w:val="BodyText"/>
              <w:spacing w:before="120"/>
              <w:ind w:left="227" w:right="6"/>
            </w:pPr>
            <w:r w:rsidRPr="00690784">
              <w:t xml:space="preserve">Standard </w:t>
            </w:r>
            <w:r w:rsidR="000467AA">
              <w:t>r</w:t>
            </w:r>
            <w:r w:rsidRPr="00690784">
              <w:t xml:space="preserve">isk </w:t>
            </w:r>
            <w:r w:rsidR="000467AA">
              <w:t>m</w:t>
            </w:r>
            <w:r w:rsidRPr="00690784">
              <w:t>easure</w:t>
            </w:r>
          </w:p>
        </w:tc>
      </w:tr>
      <w:tr w:rsidR="00515C47" w14:paraId="49E47E6B" w14:textId="77777777" w:rsidTr="000467AA">
        <w:tc>
          <w:tcPr>
            <w:tcW w:w="1560" w:type="dxa"/>
          </w:tcPr>
          <w:p w14:paraId="49E47E69" w14:textId="77777777" w:rsidR="00515C47" w:rsidRDefault="00515C47" w:rsidP="000467AA">
            <w:pPr>
              <w:pStyle w:val="BodyText"/>
              <w:spacing w:before="120"/>
              <w:ind w:right="6"/>
            </w:pPr>
            <w:r>
              <w:t>SRS</w:t>
            </w:r>
          </w:p>
        </w:tc>
        <w:tc>
          <w:tcPr>
            <w:tcW w:w="7229" w:type="dxa"/>
          </w:tcPr>
          <w:p w14:paraId="49E47E6A" w14:textId="6456E628" w:rsidR="00515C47" w:rsidRDefault="00515C47" w:rsidP="000467AA">
            <w:pPr>
              <w:pStyle w:val="BodyText"/>
              <w:spacing w:before="120"/>
              <w:ind w:left="227" w:right="6"/>
            </w:pPr>
            <w:r w:rsidRPr="00690784">
              <w:t>Su</w:t>
            </w:r>
            <w:r w:rsidR="00F11C82">
              <w:t>perannuation Reporting Standard</w:t>
            </w:r>
            <w:r>
              <w:t xml:space="preserve"> (APRA)</w:t>
            </w:r>
          </w:p>
        </w:tc>
      </w:tr>
      <w:tr w:rsidR="00515C47" w14:paraId="49E47E6E" w14:textId="77777777" w:rsidTr="000467AA">
        <w:tc>
          <w:tcPr>
            <w:tcW w:w="1560" w:type="dxa"/>
          </w:tcPr>
          <w:p w14:paraId="49E47E6C" w14:textId="77777777" w:rsidR="00515C47" w:rsidRDefault="00515C47" w:rsidP="000467AA">
            <w:pPr>
              <w:pStyle w:val="BodyText"/>
              <w:spacing w:before="120"/>
              <w:ind w:right="6"/>
            </w:pPr>
            <w:r>
              <w:t>TPD</w:t>
            </w:r>
          </w:p>
        </w:tc>
        <w:tc>
          <w:tcPr>
            <w:tcW w:w="7229" w:type="dxa"/>
          </w:tcPr>
          <w:p w14:paraId="49E47E6D" w14:textId="77777777" w:rsidR="00515C47" w:rsidRDefault="00515C47" w:rsidP="000467AA">
            <w:pPr>
              <w:pStyle w:val="BodyText"/>
              <w:spacing w:before="120"/>
              <w:ind w:left="227" w:right="6"/>
            </w:pPr>
            <w:r>
              <w:t>T</w:t>
            </w:r>
            <w:r w:rsidRPr="00690784">
              <w:t>otal and permanent disability</w:t>
            </w:r>
          </w:p>
        </w:tc>
      </w:tr>
    </w:tbl>
    <w:p w14:paraId="49E47E71" w14:textId="77777777" w:rsidR="00515C47" w:rsidRDefault="00515C47" w:rsidP="00515C47">
      <w:pPr>
        <w:pStyle w:val="BodyText"/>
      </w:pPr>
      <w:bookmarkStart w:id="12" w:name="Glossary"/>
      <w:bookmarkEnd w:id="12"/>
      <w:r>
        <w:br w:type="page"/>
      </w:r>
    </w:p>
    <w:p w14:paraId="49E47E72" w14:textId="77777777" w:rsidR="00515C47" w:rsidRDefault="00515C47" w:rsidP="00515C47">
      <w:pPr>
        <w:pStyle w:val="Heading1"/>
      </w:pPr>
      <w:bookmarkStart w:id="13" w:name="_Toc457221996"/>
      <w:r>
        <w:lastRenderedPageBreak/>
        <w:t>Glossary</w:t>
      </w:r>
      <w:bookmarkEnd w:id="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51"/>
        <w:gridCol w:w="6967"/>
      </w:tblGrid>
      <w:tr w:rsidR="00515C47" w:rsidRPr="006C05BA" w14:paraId="49E47E75" w14:textId="77777777" w:rsidTr="000467AA">
        <w:trPr>
          <w:cantSplit/>
        </w:trPr>
        <w:tc>
          <w:tcPr>
            <w:tcW w:w="1951" w:type="dxa"/>
          </w:tcPr>
          <w:p w14:paraId="49E47E73" w14:textId="77777777" w:rsidR="00515C47" w:rsidRDefault="00515C47" w:rsidP="000467AA">
            <w:pPr>
              <w:pStyle w:val="BodyText"/>
              <w:jc w:val="left"/>
            </w:pPr>
            <w:r>
              <w:t>Account-based pension</w:t>
            </w:r>
          </w:p>
        </w:tc>
        <w:tc>
          <w:tcPr>
            <w:tcW w:w="6967" w:type="dxa"/>
          </w:tcPr>
          <w:p w14:paraId="49E47E74" w14:textId="77777777" w:rsidR="00515C47" w:rsidRPr="006C05BA" w:rsidRDefault="00515C47" w:rsidP="000467AA">
            <w:pPr>
              <w:pStyle w:val="BodyText"/>
            </w:pPr>
            <w:r w:rsidRPr="00F6644D">
              <w:t>A regular</w:t>
            </w:r>
            <w:r>
              <w:t xml:space="preserve"> retirement</w:t>
            </w:r>
            <w:r w:rsidRPr="00F6644D">
              <w:t xml:space="preserve"> income stream, purchased with money an individual has accumulated in their superannuation after </w:t>
            </w:r>
            <w:r>
              <w:t>they</w:t>
            </w:r>
            <w:r w:rsidRPr="00F6644D">
              <w:t xml:space="preserve"> </w:t>
            </w:r>
            <w:r>
              <w:t xml:space="preserve">have </w:t>
            </w:r>
            <w:r w:rsidRPr="00F6644D">
              <w:t>reached the preservation age.</w:t>
            </w:r>
          </w:p>
        </w:tc>
      </w:tr>
      <w:tr w:rsidR="00515C47" w:rsidRPr="0027295D" w14:paraId="49E47E78" w14:textId="77777777" w:rsidTr="000467AA">
        <w:trPr>
          <w:cantSplit/>
        </w:trPr>
        <w:tc>
          <w:tcPr>
            <w:tcW w:w="1951" w:type="dxa"/>
          </w:tcPr>
          <w:p w14:paraId="49E47E76" w14:textId="77777777" w:rsidR="00515C47" w:rsidRDefault="00515C47" w:rsidP="000467AA">
            <w:pPr>
              <w:pStyle w:val="BodyText"/>
              <w:jc w:val="left"/>
              <w:rPr>
                <w:rFonts w:ascii="Arial" w:hAnsi="Arial"/>
                <w:lang w:eastAsia="en-US"/>
              </w:rPr>
            </w:pPr>
            <w:r>
              <w:t>Alpha</w:t>
            </w:r>
          </w:p>
        </w:tc>
        <w:tc>
          <w:tcPr>
            <w:tcW w:w="6967" w:type="dxa"/>
          </w:tcPr>
          <w:p w14:paraId="49E47E77" w14:textId="77777777" w:rsidR="00515C47" w:rsidRPr="0027295D" w:rsidRDefault="00515C47" w:rsidP="000467AA">
            <w:pPr>
              <w:pStyle w:val="BodyText"/>
            </w:pPr>
            <w:r>
              <w:t>The ‘excess’ return of a fund relative to a benchmark index, usually attributed to the performance of the individual fund manager.</w:t>
            </w:r>
          </w:p>
        </w:tc>
      </w:tr>
      <w:tr w:rsidR="00515C47" w14:paraId="49E47E7B" w14:textId="77777777" w:rsidTr="000467AA">
        <w:trPr>
          <w:cantSplit/>
        </w:trPr>
        <w:tc>
          <w:tcPr>
            <w:tcW w:w="1951" w:type="dxa"/>
          </w:tcPr>
          <w:p w14:paraId="49E47E79" w14:textId="77777777" w:rsidR="00515C47" w:rsidRDefault="00515C47" w:rsidP="000467AA">
            <w:pPr>
              <w:pStyle w:val="BodyText"/>
              <w:jc w:val="left"/>
              <w:rPr>
                <w:rFonts w:ascii="Arial" w:hAnsi="Arial"/>
                <w:lang w:eastAsia="en-US"/>
              </w:rPr>
            </w:pPr>
            <w:r>
              <w:t>Annuity</w:t>
            </w:r>
          </w:p>
        </w:tc>
        <w:tc>
          <w:tcPr>
            <w:tcW w:w="6967" w:type="dxa"/>
          </w:tcPr>
          <w:p w14:paraId="49E47E7A" w14:textId="3580C80B" w:rsidR="00515C47" w:rsidRDefault="00515C47" w:rsidP="000467AA">
            <w:pPr>
              <w:pStyle w:val="BodyText"/>
            </w:pPr>
            <w:r w:rsidRPr="0027295D">
              <w:t xml:space="preserve">A </w:t>
            </w:r>
            <w:r>
              <w:t xml:space="preserve">retirement income product that provides a guaranteed </w:t>
            </w:r>
            <w:r w:rsidRPr="0027295D">
              <w:t xml:space="preserve">stream of </w:t>
            </w:r>
            <w:r>
              <w:t xml:space="preserve">fixed </w:t>
            </w:r>
            <w:r w:rsidRPr="0027295D">
              <w:t>payments made at regular intervals</w:t>
            </w:r>
            <w:r w:rsidRPr="00F6644D">
              <w:t>.</w:t>
            </w:r>
          </w:p>
        </w:tc>
      </w:tr>
      <w:tr w:rsidR="00515C47" w:rsidRPr="0027295D" w14:paraId="49E47E7E" w14:textId="77777777" w:rsidTr="000467AA">
        <w:trPr>
          <w:cantSplit/>
        </w:trPr>
        <w:tc>
          <w:tcPr>
            <w:tcW w:w="1951" w:type="dxa"/>
          </w:tcPr>
          <w:p w14:paraId="49E47E7C" w14:textId="77777777" w:rsidR="00515C47" w:rsidRDefault="00515C47" w:rsidP="000467AA">
            <w:pPr>
              <w:pStyle w:val="BodyText"/>
              <w:jc w:val="left"/>
              <w:rPr>
                <w:rFonts w:ascii="Arial" w:hAnsi="Arial"/>
                <w:lang w:eastAsia="en-US"/>
              </w:rPr>
            </w:pPr>
            <w:r>
              <w:t>APRA</w:t>
            </w:r>
            <w:r>
              <w:noBreakHyphen/>
              <w:t>regulated fund</w:t>
            </w:r>
          </w:p>
        </w:tc>
        <w:tc>
          <w:tcPr>
            <w:tcW w:w="6967" w:type="dxa"/>
          </w:tcPr>
          <w:p w14:paraId="49E47E7D" w14:textId="77777777" w:rsidR="00515C47" w:rsidRPr="0027295D" w:rsidRDefault="00515C47" w:rsidP="000467AA">
            <w:pPr>
              <w:pStyle w:val="BodyText"/>
            </w:pPr>
            <w:r>
              <w:t>Any large or small superannuation fund regulated by the Australian Prudential Regulation Authority (APRA), also known as a Registrable Superannuation Entity.</w:t>
            </w:r>
          </w:p>
        </w:tc>
      </w:tr>
      <w:tr w:rsidR="00515C47" w14:paraId="49E47E81" w14:textId="77777777" w:rsidTr="000467AA">
        <w:trPr>
          <w:cantSplit/>
        </w:trPr>
        <w:tc>
          <w:tcPr>
            <w:tcW w:w="1951" w:type="dxa"/>
          </w:tcPr>
          <w:p w14:paraId="49E47E7F" w14:textId="77777777" w:rsidR="00515C47" w:rsidRDefault="00515C47" w:rsidP="000467AA">
            <w:pPr>
              <w:pStyle w:val="BodyText"/>
              <w:jc w:val="left"/>
              <w:rPr>
                <w:rFonts w:ascii="Arial" w:hAnsi="Arial"/>
                <w:lang w:eastAsia="en-US"/>
              </w:rPr>
            </w:pPr>
            <w:r>
              <w:t>APRA</w:t>
            </w:r>
            <w:r>
              <w:noBreakHyphen/>
              <w:t>regulated institutional fund</w:t>
            </w:r>
          </w:p>
        </w:tc>
        <w:tc>
          <w:tcPr>
            <w:tcW w:w="6967" w:type="dxa"/>
          </w:tcPr>
          <w:p w14:paraId="49E47E80" w14:textId="62D2BC8E" w:rsidR="00515C47" w:rsidRDefault="00515C47" w:rsidP="00D25875">
            <w:pPr>
              <w:pStyle w:val="BodyText"/>
            </w:pPr>
            <w:r>
              <w:t xml:space="preserve">Any large </w:t>
            </w:r>
            <w:r w:rsidR="00D25875">
              <w:t xml:space="preserve">(more than four members) </w:t>
            </w:r>
            <w:r>
              <w:t>superannuation fund regulated by APRA.</w:t>
            </w:r>
          </w:p>
        </w:tc>
      </w:tr>
      <w:tr w:rsidR="00515C47" w14:paraId="49E47E84" w14:textId="77777777" w:rsidTr="000467AA">
        <w:trPr>
          <w:cantSplit/>
        </w:trPr>
        <w:tc>
          <w:tcPr>
            <w:tcW w:w="1951" w:type="dxa"/>
          </w:tcPr>
          <w:p w14:paraId="49E47E82" w14:textId="77777777" w:rsidR="00515C47" w:rsidRDefault="00515C47" w:rsidP="000467AA">
            <w:pPr>
              <w:pStyle w:val="BodyText"/>
              <w:jc w:val="left"/>
              <w:rPr>
                <w:rFonts w:ascii="Arial" w:hAnsi="Arial"/>
                <w:lang w:eastAsia="en-US"/>
              </w:rPr>
            </w:pPr>
            <w:r>
              <w:t>Asset allocation</w:t>
            </w:r>
          </w:p>
        </w:tc>
        <w:tc>
          <w:tcPr>
            <w:tcW w:w="6967" w:type="dxa"/>
          </w:tcPr>
          <w:p w14:paraId="49E47E83" w14:textId="45A15296" w:rsidR="00515C47" w:rsidRDefault="00515C47" w:rsidP="00DF34A5">
            <w:pPr>
              <w:pStyle w:val="BodyText"/>
            </w:pPr>
            <w:r>
              <w:t xml:space="preserve">The distribution of </w:t>
            </w:r>
            <w:r w:rsidR="00DF34A5">
              <w:t xml:space="preserve">funds in an investment portfolio </w:t>
            </w:r>
            <w:r>
              <w:t>(for a fund or individual member) between different asset classes.</w:t>
            </w:r>
          </w:p>
        </w:tc>
      </w:tr>
      <w:tr w:rsidR="00515C47" w14:paraId="49E47E87" w14:textId="77777777" w:rsidTr="000467AA">
        <w:trPr>
          <w:cantSplit/>
        </w:trPr>
        <w:tc>
          <w:tcPr>
            <w:tcW w:w="1951" w:type="dxa"/>
          </w:tcPr>
          <w:p w14:paraId="49E47E85" w14:textId="77777777" w:rsidR="00515C47" w:rsidRDefault="00515C47" w:rsidP="000467AA">
            <w:pPr>
              <w:pStyle w:val="BodyText"/>
              <w:jc w:val="left"/>
              <w:rPr>
                <w:rFonts w:ascii="Arial" w:hAnsi="Arial"/>
                <w:lang w:eastAsia="en-US"/>
              </w:rPr>
            </w:pPr>
            <w:r>
              <w:t>Asset class</w:t>
            </w:r>
          </w:p>
        </w:tc>
        <w:tc>
          <w:tcPr>
            <w:tcW w:w="6967" w:type="dxa"/>
          </w:tcPr>
          <w:p w14:paraId="49E47E86" w14:textId="77777777" w:rsidR="00515C47" w:rsidRDefault="00515C47" w:rsidP="000467AA">
            <w:pPr>
              <w:pStyle w:val="BodyText"/>
            </w:pPr>
            <w:r>
              <w:t>A category of assets that a superannuation fund can invest in, such as cash, fixed interest, equities, property or unlisted infrastructure.</w:t>
            </w:r>
          </w:p>
        </w:tc>
      </w:tr>
      <w:tr w:rsidR="00515C47" w:rsidRPr="00A25E8A" w14:paraId="49E47E8A" w14:textId="77777777" w:rsidTr="000467AA">
        <w:trPr>
          <w:cantSplit/>
        </w:trPr>
        <w:tc>
          <w:tcPr>
            <w:tcW w:w="1951" w:type="dxa"/>
          </w:tcPr>
          <w:p w14:paraId="49E47E88" w14:textId="77777777" w:rsidR="00515C47" w:rsidRDefault="00515C47" w:rsidP="000467AA">
            <w:pPr>
              <w:pStyle w:val="BodyText"/>
              <w:jc w:val="left"/>
              <w:rPr>
                <w:rFonts w:ascii="Arial" w:hAnsi="Arial"/>
                <w:lang w:eastAsia="en-US"/>
              </w:rPr>
            </w:pPr>
            <w:r>
              <w:t>Beta</w:t>
            </w:r>
          </w:p>
        </w:tc>
        <w:tc>
          <w:tcPr>
            <w:tcW w:w="6967" w:type="dxa"/>
          </w:tcPr>
          <w:p w14:paraId="49E47E89" w14:textId="77777777" w:rsidR="00515C47" w:rsidRPr="00A25E8A" w:rsidRDefault="00515C47" w:rsidP="000467AA">
            <w:pPr>
              <w:pStyle w:val="BodyText"/>
              <w:rPr>
                <w:rFonts w:ascii="Arial" w:hAnsi="Arial"/>
              </w:rPr>
            </w:pPr>
            <w:r>
              <w:t>A measure of the volatility of an asset price or portfolio value relative to the market as a whole.</w:t>
            </w:r>
          </w:p>
        </w:tc>
      </w:tr>
      <w:tr w:rsidR="00515C47" w14:paraId="49E47E8D" w14:textId="77777777" w:rsidTr="000467AA">
        <w:trPr>
          <w:cantSplit/>
        </w:trPr>
        <w:tc>
          <w:tcPr>
            <w:tcW w:w="1951" w:type="dxa"/>
          </w:tcPr>
          <w:p w14:paraId="49E47E8B" w14:textId="77777777" w:rsidR="00515C47" w:rsidRDefault="00515C47" w:rsidP="000467AA">
            <w:pPr>
              <w:pStyle w:val="BodyText"/>
              <w:jc w:val="left"/>
            </w:pPr>
            <w:r>
              <w:t>Bulk transfer</w:t>
            </w:r>
          </w:p>
        </w:tc>
        <w:tc>
          <w:tcPr>
            <w:tcW w:w="6967" w:type="dxa"/>
          </w:tcPr>
          <w:p w14:paraId="49E47E8C" w14:textId="5B7954C0" w:rsidR="00515C47" w:rsidRDefault="00515C47" w:rsidP="00766D75">
            <w:pPr>
              <w:pStyle w:val="BodyText"/>
            </w:pPr>
            <w:r>
              <w:t>The process whereby multiple member accounts are transferred to a different superannuation fund without the member’s consent.</w:t>
            </w:r>
            <w:r w:rsidR="00766D75">
              <w:t xml:space="preserve"> This process follows ‘successor fund transfer’ rules set out in legislation.</w:t>
            </w:r>
          </w:p>
        </w:tc>
      </w:tr>
      <w:tr w:rsidR="00515C47" w:rsidRPr="00E72DF7" w14:paraId="49E47E90" w14:textId="77777777" w:rsidTr="000467AA">
        <w:trPr>
          <w:cantSplit/>
        </w:trPr>
        <w:tc>
          <w:tcPr>
            <w:tcW w:w="1951" w:type="dxa"/>
          </w:tcPr>
          <w:p w14:paraId="49E47E8E" w14:textId="77777777" w:rsidR="00515C47" w:rsidRDefault="00515C47" w:rsidP="000467AA">
            <w:pPr>
              <w:pStyle w:val="BodyText"/>
              <w:jc w:val="left"/>
              <w:rPr>
                <w:rFonts w:ascii="Arial" w:hAnsi="Arial"/>
                <w:lang w:eastAsia="en-US"/>
              </w:rPr>
            </w:pPr>
            <w:r>
              <w:t>Concessional contributions</w:t>
            </w:r>
          </w:p>
        </w:tc>
        <w:tc>
          <w:tcPr>
            <w:tcW w:w="6967" w:type="dxa"/>
          </w:tcPr>
          <w:p w14:paraId="49E47E8F" w14:textId="77777777" w:rsidR="00515C47" w:rsidRPr="00E72DF7" w:rsidRDefault="00515C47" w:rsidP="000467AA">
            <w:pPr>
              <w:pStyle w:val="BodyText"/>
              <w:rPr>
                <w:rFonts w:ascii="Arial" w:hAnsi="Arial"/>
              </w:rPr>
            </w:pPr>
            <w:r w:rsidRPr="0087764F">
              <w:t xml:space="preserve">Contributions </w:t>
            </w:r>
            <w:r>
              <w:t>drawn from an individual’s pre</w:t>
            </w:r>
            <w:r>
              <w:noBreakHyphen/>
              <w:t xml:space="preserve">tax income that are </w:t>
            </w:r>
            <w:r w:rsidRPr="0087764F">
              <w:t>made into a superannuation fund.</w:t>
            </w:r>
          </w:p>
        </w:tc>
      </w:tr>
      <w:tr w:rsidR="00515C47" w:rsidRPr="00973FFE" w14:paraId="49E47E93" w14:textId="77777777" w:rsidTr="000467AA">
        <w:trPr>
          <w:cantSplit/>
        </w:trPr>
        <w:tc>
          <w:tcPr>
            <w:tcW w:w="1951" w:type="dxa"/>
          </w:tcPr>
          <w:p w14:paraId="49E47E91" w14:textId="77777777" w:rsidR="00515C47" w:rsidRDefault="00515C47" w:rsidP="000467AA">
            <w:pPr>
              <w:pStyle w:val="BodyText"/>
              <w:jc w:val="left"/>
              <w:rPr>
                <w:rFonts w:ascii="Arial" w:hAnsi="Arial"/>
                <w:lang w:eastAsia="en-US"/>
              </w:rPr>
            </w:pPr>
            <w:r>
              <w:t>Condition of release</w:t>
            </w:r>
          </w:p>
        </w:tc>
        <w:tc>
          <w:tcPr>
            <w:tcW w:w="6967" w:type="dxa"/>
          </w:tcPr>
          <w:p w14:paraId="49E47E92" w14:textId="77777777" w:rsidR="00515C47" w:rsidRPr="00973FFE" w:rsidRDefault="00515C47" w:rsidP="000467AA">
            <w:pPr>
              <w:pStyle w:val="BodyText"/>
            </w:pPr>
            <w:r w:rsidRPr="00E72DF7">
              <w:t>A</w:t>
            </w:r>
            <w:r>
              <w:t xml:space="preserve"> prescribed</w:t>
            </w:r>
            <w:r w:rsidRPr="00E72DF7">
              <w:t xml:space="preserve"> event </w:t>
            </w:r>
            <w:r>
              <w:t xml:space="preserve">(such as retirement) </w:t>
            </w:r>
            <w:r w:rsidRPr="00E72DF7">
              <w:t>a person must satisfy to be able to access superannuation payments.</w:t>
            </w:r>
          </w:p>
        </w:tc>
      </w:tr>
      <w:tr w:rsidR="00515C47" w:rsidRPr="00F87BA9" w14:paraId="49E47E96" w14:textId="77777777" w:rsidTr="000467AA">
        <w:trPr>
          <w:cantSplit/>
        </w:trPr>
        <w:tc>
          <w:tcPr>
            <w:tcW w:w="1951" w:type="dxa"/>
          </w:tcPr>
          <w:p w14:paraId="49E47E94" w14:textId="77777777" w:rsidR="00515C47" w:rsidRDefault="00515C47" w:rsidP="000467AA">
            <w:pPr>
              <w:pStyle w:val="BodyText"/>
              <w:jc w:val="left"/>
              <w:rPr>
                <w:rFonts w:ascii="Arial" w:hAnsi="Arial"/>
                <w:lang w:eastAsia="en-US"/>
              </w:rPr>
            </w:pPr>
            <w:r>
              <w:t>Corporate fund</w:t>
            </w:r>
          </w:p>
        </w:tc>
        <w:tc>
          <w:tcPr>
            <w:tcW w:w="6967" w:type="dxa"/>
          </w:tcPr>
          <w:p w14:paraId="49E47E95" w14:textId="77777777" w:rsidR="00515C47" w:rsidRPr="00F87BA9" w:rsidRDefault="00515C47" w:rsidP="000467AA">
            <w:pPr>
              <w:pStyle w:val="BodyText"/>
            </w:pPr>
            <w:r>
              <w:t>A</w:t>
            </w:r>
            <w:r w:rsidRPr="00973FFE">
              <w:t xml:space="preserve"> superannuation fund sponsored by a single employer or group of usually related employers for the benefit of company employees.</w:t>
            </w:r>
          </w:p>
        </w:tc>
      </w:tr>
      <w:tr w:rsidR="00515C47" w:rsidRPr="00973FFE" w:rsidDel="00A8244D" w14:paraId="49E47E99" w14:textId="77777777" w:rsidTr="000467AA">
        <w:trPr>
          <w:cantSplit/>
        </w:trPr>
        <w:tc>
          <w:tcPr>
            <w:tcW w:w="1951" w:type="dxa"/>
          </w:tcPr>
          <w:p w14:paraId="49E47E97" w14:textId="77777777" w:rsidR="00515C47" w:rsidRDefault="00515C47" w:rsidP="000467AA">
            <w:pPr>
              <w:pStyle w:val="BodyText"/>
              <w:jc w:val="left"/>
            </w:pPr>
            <w:r>
              <w:lastRenderedPageBreak/>
              <w:t>Corporate tender</w:t>
            </w:r>
          </w:p>
        </w:tc>
        <w:tc>
          <w:tcPr>
            <w:tcW w:w="6967" w:type="dxa"/>
          </w:tcPr>
          <w:p w14:paraId="49E47E98" w14:textId="77777777" w:rsidR="00515C47" w:rsidRPr="00973FFE" w:rsidDel="00A8244D" w:rsidRDefault="00515C47" w:rsidP="000467AA">
            <w:pPr>
              <w:pStyle w:val="BodyText"/>
            </w:pPr>
            <w:r>
              <w:t>A tender for the right to become the default superannuation fund of a particular group of employees.</w:t>
            </w:r>
          </w:p>
        </w:tc>
      </w:tr>
      <w:tr w:rsidR="00515C47" w14:paraId="49E47E9C" w14:textId="77777777" w:rsidTr="000467AA">
        <w:trPr>
          <w:cantSplit/>
        </w:trPr>
        <w:tc>
          <w:tcPr>
            <w:tcW w:w="1951" w:type="dxa"/>
          </w:tcPr>
          <w:p w14:paraId="49E47E9A" w14:textId="77777777" w:rsidR="00515C47" w:rsidRDefault="00515C47" w:rsidP="000467AA">
            <w:pPr>
              <w:pStyle w:val="BodyText"/>
              <w:jc w:val="left"/>
              <w:rPr>
                <w:rFonts w:ascii="Arial" w:hAnsi="Arial"/>
                <w:lang w:eastAsia="en-US"/>
              </w:rPr>
            </w:pPr>
            <w:r>
              <w:t>Default fund</w:t>
            </w:r>
          </w:p>
        </w:tc>
        <w:tc>
          <w:tcPr>
            <w:tcW w:w="6967" w:type="dxa"/>
          </w:tcPr>
          <w:p w14:paraId="49E47E9B" w14:textId="6E07E1A4" w:rsidR="00515C47" w:rsidRDefault="00515C47" w:rsidP="000467AA">
            <w:pPr>
              <w:pStyle w:val="BodyText"/>
              <w:rPr>
                <w:rFonts w:ascii="Arial" w:hAnsi="Arial"/>
              </w:rPr>
            </w:pPr>
            <w:r w:rsidRPr="00F87BA9">
              <w:t>A superannuation fund to which an employer’s Superannuation</w:t>
            </w:r>
            <w:r>
              <w:t xml:space="preserve"> </w:t>
            </w:r>
            <w:r w:rsidRPr="00F87BA9">
              <w:t xml:space="preserve">Guarantee contributions are paid if the employee does not </w:t>
            </w:r>
            <w:r>
              <w:t>choose an alternat</w:t>
            </w:r>
            <w:r w:rsidR="00D25875">
              <w:t>iv</w:t>
            </w:r>
            <w:r>
              <w:t>e fund.</w:t>
            </w:r>
          </w:p>
        </w:tc>
      </w:tr>
      <w:tr w:rsidR="00515C47" w:rsidRPr="000F4FCC" w14:paraId="49E47E9F" w14:textId="77777777" w:rsidTr="000467AA">
        <w:trPr>
          <w:cantSplit/>
        </w:trPr>
        <w:tc>
          <w:tcPr>
            <w:tcW w:w="1951" w:type="dxa"/>
          </w:tcPr>
          <w:p w14:paraId="49E47E9D" w14:textId="77777777" w:rsidR="00515C47" w:rsidRDefault="00515C47" w:rsidP="000467AA">
            <w:pPr>
              <w:pStyle w:val="BodyText"/>
              <w:jc w:val="left"/>
              <w:rPr>
                <w:rFonts w:ascii="Arial" w:hAnsi="Arial"/>
                <w:lang w:eastAsia="en-US"/>
              </w:rPr>
            </w:pPr>
            <w:r>
              <w:t>Deferred annuity</w:t>
            </w:r>
          </w:p>
        </w:tc>
        <w:tc>
          <w:tcPr>
            <w:tcW w:w="6967" w:type="dxa"/>
          </w:tcPr>
          <w:p w14:paraId="49E47E9E" w14:textId="77777777" w:rsidR="00515C47" w:rsidRPr="000F4FCC" w:rsidRDefault="00515C47" w:rsidP="000467AA">
            <w:pPr>
              <w:pStyle w:val="BodyText"/>
              <w:rPr>
                <w:rFonts w:ascii="Arial" w:hAnsi="Arial"/>
              </w:rPr>
            </w:pPr>
            <w:r w:rsidRPr="007675FC">
              <w:t xml:space="preserve">An annuity where payments commence </w:t>
            </w:r>
            <w:r>
              <w:t>after a nominated period.</w:t>
            </w:r>
          </w:p>
        </w:tc>
      </w:tr>
      <w:tr w:rsidR="00515C47" w14:paraId="49E47EA2" w14:textId="77777777" w:rsidTr="000467AA">
        <w:trPr>
          <w:cantSplit/>
        </w:trPr>
        <w:tc>
          <w:tcPr>
            <w:tcW w:w="1951" w:type="dxa"/>
          </w:tcPr>
          <w:p w14:paraId="49E47EA0" w14:textId="77777777" w:rsidR="00515C47" w:rsidRDefault="00515C47" w:rsidP="000467AA">
            <w:pPr>
              <w:pStyle w:val="BodyText"/>
              <w:jc w:val="left"/>
              <w:rPr>
                <w:rFonts w:ascii="Arial" w:hAnsi="Arial"/>
                <w:lang w:eastAsia="en-US"/>
              </w:rPr>
            </w:pPr>
            <w:r>
              <w:t>Defined benefit fund</w:t>
            </w:r>
          </w:p>
        </w:tc>
        <w:tc>
          <w:tcPr>
            <w:tcW w:w="6967" w:type="dxa"/>
          </w:tcPr>
          <w:p w14:paraId="49E47EA1" w14:textId="6568FEE5" w:rsidR="00515C47" w:rsidRDefault="00515C47" w:rsidP="000467AA">
            <w:pPr>
              <w:pStyle w:val="BodyText"/>
            </w:pPr>
            <w:r w:rsidRPr="000F4FCC">
              <w:t xml:space="preserve">A superannuation fund where contributions are pooled </w:t>
            </w:r>
            <w:r>
              <w:t>rather than</w:t>
            </w:r>
            <w:r w:rsidRPr="000F4FCC">
              <w:t xml:space="preserve"> allocated to particular members</w:t>
            </w:r>
            <w:r>
              <w:t xml:space="preserve">, and where </w:t>
            </w:r>
            <w:r w:rsidR="00C20AA3">
              <w:t xml:space="preserve">retirement </w:t>
            </w:r>
            <w:r>
              <w:t xml:space="preserve">benefits are </w:t>
            </w:r>
            <w:r w:rsidR="00C20AA3">
              <w:t>determined by a formula based on factors such as salary and duration of employment</w:t>
            </w:r>
            <w:r w:rsidRPr="000F4FCC">
              <w:t>.</w:t>
            </w:r>
          </w:p>
        </w:tc>
      </w:tr>
      <w:tr w:rsidR="00515C47" w:rsidRPr="000F4FCC" w14:paraId="49E47EA5" w14:textId="77777777" w:rsidTr="000467AA">
        <w:trPr>
          <w:cantSplit/>
        </w:trPr>
        <w:tc>
          <w:tcPr>
            <w:tcW w:w="1951" w:type="dxa"/>
          </w:tcPr>
          <w:p w14:paraId="49E47EA3" w14:textId="77777777" w:rsidR="00515C47" w:rsidRDefault="00515C47" w:rsidP="000467AA">
            <w:pPr>
              <w:pStyle w:val="BodyText"/>
              <w:jc w:val="left"/>
            </w:pPr>
            <w:r>
              <w:t>Defined contribution fund</w:t>
            </w:r>
          </w:p>
        </w:tc>
        <w:tc>
          <w:tcPr>
            <w:tcW w:w="6967" w:type="dxa"/>
          </w:tcPr>
          <w:p w14:paraId="49E47EA4" w14:textId="2117CB1D" w:rsidR="00515C47" w:rsidRPr="000F4FCC" w:rsidRDefault="00515C47" w:rsidP="000467AA">
            <w:pPr>
              <w:pStyle w:val="BodyText"/>
            </w:pPr>
            <w:r w:rsidRPr="00D421F5">
              <w:t>A superannuation fund where the value of the final retirement benefit</w:t>
            </w:r>
            <w:r>
              <w:t xml:space="preserve"> </w:t>
            </w:r>
            <w:r w:rsidRPr="00D421F5">
              <w:t xml:space="preserve">payable </w:t>
            </w:r>
            <w:r w:rsidR="00C20AA3">
              <w:t xml:space="preserve">is based on the contributions made </w:t>
            </w:r>
            <w:r w:rsidR="006B3D64">
              <w:t>plus</w:t>
            </w:r>
            <w:r w:rsidR="00C20AA3">
              <w:t xml:space="preserve"> investment returns</w:t>
            </w:r>
            <w:r w:rsidR="006B3D64">
              <w:t xml:space="preserve"> less any fees and taxes.</w:t>
            </w:r>
          </w:p>
        </w:tc>
      </w:tr>
      <w:tr w:rsidR="00515C47" w14:paraId="49E47EA8" w14:textId="77777777" w:rsidTr="000467AA">
        <w:trPr>
          <w:cantSplit/>
        </w:trPr>
        <w:tc>
          <w:tcPr>
            <w:tcW w:w="1951" w:type="dxa"/>
          </w:tcPr>
          <w:p w14:paraId="49E47EA6" w14:textId="77777777" w:rsidR="00515C47" w:rsidRDefault="00515C47" w:rsidP="000467AA">
            <w:pPr>
              <w:pStyle w:val="BodyText"/>
              <w:jc w:val="left"/>
              <w:rPr>
                <w:rFonts w:ascii="Arial" w:hAnsi="Arial"/>
                <w:lang w:eastAsia="en-US"/>
              </w:rPr>
            </w:pPr>
            <w:r>
              <w:t>Exempt public sector superannuation scheme</w:t>
            </w:r>
          </w:p>
        </w:tc>
        <w:tc>
          <w:tcPr>
            <w:tcW w:w="6967" w:type="dxa"/>
          </w:tcPr>
          <w:p w14:paraId="49E47EA7" w14:textId="7AC53F43" w:rsidR="00515C47" w:rsidRDefault="00515C47" w:rsidP="000467AA">
            <w:pPr>
              <w:pStyle w:val="BodyText"/>
              <w:rPr>
                <w:rFonts w:ascii="Arial" w:hAnsi="Arial"/>
              </w:rPr>
            </w:pPr>
            <w:r>
              <w:t>A superannuation f</w:t>
            </w:r>
            <w:r w:rsidRPr="00780F95">
              <w:t>und providing benefits for government employees, or schemes established by Commonwealth, State or Territory law</w:t>
            </w:r>
            <w:r>
              <w:t>,</w:t>
            </w:r>
            <w:r w:rsidRPr="00780F95">
              <w:t xml:space="preserve"> that are not directly subject to the </w:t>
            </w:r>
            <w:r w:rsidRPr="003F0CCD">
              <w:rPr>
                <w:i/>
              </w:rPr>
              <w:t>Superannuation Industry (Supervision) Act 1993</w:t>
            </w:r>
            <w:r>
              <w:t xml:space="preserve"> </w:t>
            </w:r>
            <w:r w:rsidR="00D25875">
              <w:t>(</w:t>
            </w:r>
            <w:proofErr w:type="spellStart"/>
            <w:r w:rsidR="00D25875">
              <w:t>Cwlth</w:t>
            </w:r>
            <w:proofErr w:type="spellEnd"/>
            <w:r w:rsidR="00D25875">
              <w:t xml:space="preserve">) </w:t>
            </w:r>
            <w:r w:rsidRPr="00780F95">
              <w:t>and APRA regulation.</w:t>
            </w:r>
          </w:p>
        </w:tc>
      </w:tr>
      <w:tr w:rsidR="00515C47" w14:paraId="49E47EAB" w14:textId="77777777" w:rsidTr="000467AA">
        <w:trPr>
          <w:cantSplit/>
        </w:trPr>
        <w:tc>
          <w:tcPr>
            <w:tcW w:w="1951" w:type="dxa"/>
          </w:tcPr>
          <w:p w14:paraId="49E47EA9" w14:textId="77777777" w:rsidR="00515C47" w:rsidRDefault="00515C47" w:rsidP="000467AA">
            <w:pPr>
              <w:pStyle w:val="BodyText"/>
              <w:jc w:val="left"/>
              <w:rPr>
                <w:rFonts w:ascii="Arial" w:hAnsi="Arial"/>
                <w:lang w:eastAsia="en-US"/>
              </w:rPr>
            </w:pPr>
            <w:r>
              <w:t>Industry fund</w:t>
            </w:r>
          </w:p>
        </w:tc>
        <w:tc>
          <w:tcPr>
            <w:tcW w:w="6967" w:type="dxa"/>
          </w:tcPr>
          <w:p w14:paraId="49E47EAA" w14:textId="77777777" w:rsidR="00515C47" w:rsidRDefault="00515C47" w:rsidP="000467AA">
            <w:pPr>
              <w:pStyle w:val="BodyText"/>
            </w:pPr>
            <w:r w:rsidRPr="000B52E0">
              <w:t>Funds originally formed to provide access to superannuation for employees working within a particular industry.</w:t>
            </w:r>
          </w:p>
        </w:tc>
      </w:tr>
      <w:tr w:rsidR="00515C47" w:rsidRPr="000B52E0" w14:paraId="49E47EAE" w14:textId="77777777" w:rsidTr="000467AA">
        <w:trPr>
          <w:cantSplit/>
        </w:trPr>
        <w:tc>
          <w:tcPr>
            <w:tcW w:w="1951" w:type="dxa"/>
          </w:tcPr>
          <w:p w14:paraId="49E47EAC" w14:textId="77777777" w:rsidR="00515C47" w:rsidRDefault="00515C47" w:rsidP="000467AA">
            <w:pPr>
              <w:pStyle w:val="BodyText"/>
              <w:jc w:val="left"/>
            </w:pPr>
            <w:r>
              <w:t>Investment risk</w:t>
            </w:r>
          </w:p>
        </w:tc>
        <w:tc>
          <w:tcPr>
            <w:tcW w:w="6967" w:type="dxa"/>
          </w:tcPr>
          <w:p w14:paraId="49E47EAD" w14:textId="3242E344" w:rsidR="00515C47" w:rsidRPr="000B52E0" w:rsidRDefault="00515C47" w:rsidP="00D25875">
            <w:pPr>
              <w:pStyle w:val="BodyText"/>
            </w:pPr>
            <w:r>
              <w:t>One of a number of risks to the value of an investment, including market, interest rate, inflation, credit, liquidity an</w:t>
            </w:r>
            <w:r w:rsidR="00D25875">
              <w:t>d</w:t>
            </w:r>
            <w:r>
              <w:t xml:space="preserve"> asset</w:t>
            </w:r>
            <w:r>
              <w:noBreakHyphen/>
              <w:t>specific risk.</w:t>
            </w:r>
          </w:p>
        </w:tc>
      </w:tr>
      <w:tr w:rsidR="00515C47" w14:paraId="49E47EB1" w14:textId="77777777" w:rsidTr="000467AA">
        <w:trPr>
          <w:cantSplit/>
        </w:trPr>
        <w:tc>
          <w:tcPr>
            <w:tcW w:w="1951" w:type="dxa"/>
          </w:tcPr>
          <w:p w14:paraId="49E47EAF" w14:textId="77777777" w:rsidR="00515C47" w:rsidRDefault="00515C47" w:rsidP="000467AA">
            <w:pPr>
              <w:pStyle w:val="BodyText"/>
              <w:jc w:val="left"/>
              <w:rPr>
                <w:rFonts w:ascii="Arial" w:hAnsi="Arial"/>
                <w:lang w:eastAsia="en-US"/>
              </w:rPr>
            </w:pPr>
            <w:r>
              <w:t>Legacy product</w:t>
            </w:r>
          </w:p>
        </w:tc>
        <w:tc>
          <w:tcPr>
            <w:tcW w:w="6967" w:type="dxa"/>
          </w:tcPr>
          <w:p w14:paraId="49E47EB0" w14:textId="77777777" w:rsidR="00515C47" w:rsidRDefault="00515C47" w:rsidP="000467AA">
            <w:pPr>
              <w:pStyle w:val="BodyText"/>
            </w:pPr>
            <w:r w:rsidRPr="00D258CF">
              <w:t xml:space="preserve">A superannuation product </w:t>
            </w:r>
            <w:r>
              <w:t>(</w:t>
            </w:r>
            <w:r w:rsidRPr="00D258CF">
              <w:t>held by some members</w:t>
            </w:r>
            <w:r>
              <w:t>)</w:t>
            </w:r>
            <w:r w:rsidRPr="00D258CF">
              <w:t xml:space="preserve"> that is no longer available for issue to new members.</w:t>
            </w:r>
          </w:p>
        </w:tc>
      </w:tr>
      <w:tr w:rsidR="00515C47" w14:paraId="49E47EB4" w14:textId="77777777" w:rsidTr="000467AA">
        <w:trPr>
          <w:cantSplit/>
        </w:trPr>
        <w:tc>
          <w:tcPr>
            <w:tcW w:w="1951" w:type="dxa"/>
          </w:tcPr>
          <w:p w14:paraId="49E47EB2" w14:textId="77777777" w:rsidR="00515C47" w:rsidRDefault="00515C47" w:rsidP="000467AA">
            <w:pPr>
              <w:pStyle w:val="BodyText"/>
              <w:jc w:val="left"/>
              <w:rPr>
                <w:rFonts w:ascii="Arial" w:hAnsi="Arial"/>
                <w:lang w:eastAsia="en-US"/>
              </w:rPr>
            </w:pPr>
            <w:r>
              <w:t>Lifetime annuity</w:t>
            </w:r>
          </w:p>
        </w:tc>
        <w:tc>
          <w:tcPr>
            <w:tcW w:w="6967" w:type="dxa"/>
          </w:tcPr>
          <w:p w14:paraId="49E47EB3" w14:textId="77777777" w:rsidR="00515C47" w:rsidRDefault="00515C47" w:rsidP="000467AA">
            <w:pPr>
              <w:pStyle w:val="BodyText"/>
            </w:pPr>
            <w:r>
              <w:t>An annuity payable over a recipient’s remaining lifetime.</w:t>
            </w:r>
          </w:p>
        </w:tc>
      </w:tr>
      <w:tr w:rsidR="00515C47" w14:paraId="49E47EB7" w14:textId="77777777" w:rsidTr="000467AA">
        <w:trPr>
          <w:cantSplit/>
        </w:trPr>
        <w:tc>
          <w:tcPr>
            <w:tcW w:w="1951" w:type="dxa"/>
          </w:tcPr>
          <w:p w14:paraId="49E47EB5" w14:textId="77777777" w:rsidR="00515C47" w:rsidRDefault="00515C47" w:rsidP="000467AA">
            <w:pPr>
              <w:pStyle w:val="BodyText"/>
              <w:jc w:val="left"/>
            </w:pPr>
            <w:r>
              <w:t>Longevity risk</w:t>
            </w:r>
          </w:p>
        </w:tc>
        <w:tc>
          <w:tcPr>
            <w:tcW w:w="6967" w:type="dxa"/>
          </w:tcPr>
          <w:p w14:paraId="49E47EB6" w14:textId="77777777" w:rsidR="00515C47" w:rsidRDefault="00515C47" w:rsidP="000467AA">
            <w:pPr>
              <w:pStyle w:val="BodyText"/>
            </w:pPr>
            <w:r>
              <w:t>The risk of a person outliving their savings.</w:t>
            </w:r>
          </w:p>
        </w:tc>
      </w:tr>
      <w:tr w:rsidR="00515C47" w14:paraId="49E47EBA" w14:textId="77777777" w:rsidTr="000467AA">
        <w:trPr>
          <w:cantSplit/>
        </w:trPr>
        <w:tc>
          <w:tcPr>
            <w:tcW w:w="1951" w:type="dxa"/>
          </w:tcPr>
          <w:p w14:paraId="49E47EB8" w14:textId="77777777" w:rsidR="00515C47" w:rsidRDefault="00515C47" w:rsidP="000467AA">
            <w:pPr>
              <w:pStyle w:val="BodyText"/>
              <w:jc w:val="left"/>
              <w:rPr>
                <w:rFonts w:ascii="Arial" w:hAnsi="Arial"/>
                <w:lang w:eastAsia="en-US"/>
              </w:rPr>
            </w:pPr>
            <w:r>
              <w:t>Money</w:t>
            </w:r>
            <w:r>
              <w:noBreakHyphen/>
              <w:t>weighted return</w:t>
            </w:r>
          </w:p>
        </w:tc>
        <w:tc>
          <w:tcPr>
            <w:tcW w:w="6967" w:type="dxa"/>
          </w:tcPr>
          <w:p w14:paraId="49E47EB9" w14:textId="77777777" w:rsidR="00515C47" w:rsidRDefault="00515C47" w:rsidP="000467AA">
            <w:pPr>
              <w:pStyle w:val="BodyText"/>
              <w:rPr>
                <w:rFonts w:ascii="Arial" w:hAnsi="Arial"/>
              </w:rPr>
            </w:pPr>
            <w:r w:rsidRPr="00BF7198">
              <w:t>A measure of the</w:t>
            </w:r>
            <w:r>
              <w:t xml:space="preserve"> </w:t>
            </w:r>
            <w:hyperlink r:id="rId43" w:history="1">
              <w:r w:rsidRPr="00BF7198">
                <w:t>rate of return</w:t>
              </w:r>
            </w:hyperlink>
            <w:r>
              <w:t xml:space="preserve"> </w:t>
            </w:r>
            <w:r w:rsidRPr="00BF7198">
              <w:t xml:space="preserve">for an asset or portfolio of assets calculated </w:t>
            </w:r>
            <w:r>
              <w:t xml:space="preserve">using </w:t>
            </w:r>
            <w:r w:rsidRPr="00BF7198">
              <w:t xml:space="preserve">the rate of return that </w:t>
            </w:r>
            <w:r>
              <w:t>equates</w:t>
            </w:r>
            <w:r w:rsidRPr="00BF7198">
              <w:t xml:space="preserve"> the</w:t>
            </w:r>
            <w:r>
              <w:t xml:space="preserve"> </w:t>
            </w:r>
            <w:hyperlink r:id="rId44" w:history="1">
              <w:r w:rsidRPr="00BF7198">
                <w:t>present values</w:t>
              </w:r>
            </w:hyperlink>
            <w:r>
              <w:t xml:space="preserve"> </w:t>
            </w:r>
            <w:r w:rsidRPr="00BF7198">
              <w:t>of all</w:t>
            </w:r>
            <w:r>
              <w:t xml:space="preserve"> </w:t>
            </w:r>
            <w:hyperlink r:id="rId45" w:history="1">
              <w:r w:rsidRPr="00BF7198">
                <w:t>cash flows</w:t>
              </w:r>
            </w:hyperlink>
            <w:r>
              <w:t xml:space="preserve"> </w:t>
            </w:r>
            <w:r w:rsidRPr="00BF7198">
              <w:t>and</w:t>
            </w:r>
            <w:r>
              <w:t xml:space="preserve"> </w:t>
            </w:r>
            <w:hyperlink r:id="rId46" w:history="1">
              <w:r w:rsidRPr="00BF7198">
                <w:t>terminal values</w:t>
              </w:r>
            </w:hyperlink>
            <w:r>
              <w:t xml:space="preserve"> </w:t>
            </w:r>
            <w:r w:rsidRPr="00BF7198">
              <w:t xml:space="preserve">to the value of the initial investment </w:t>
            </w:r>
            <w:r>
              <w:t>(</w:t>
            </w:r>
            <w:r w:rsidRPr="00BF7198">
              <w:t>internal rate of return</w:t>
            </w:r>
            <w:r>
              <w:t>).</w:t>
            </w:r>
          </w:p>
        </w:tc>
      </w:tr>
      <w:tr w:rsidR="00515C47" w14:paraId="49E47EBD" w14:textId="77777777" w:rsidTr="000467AA">
        <w:trPr>
          <w:cantSplit/>
        </w:trPr>
        <w:tc>
          <w:tcPr>
            <w:tcW w:w="1951" w:type="dxa"/>
          </w:tcPr>
          <w:p w14:paraId="49E47EBB" w14:textId="77777777" w:rsidR="00515C47" w:rsidRDefault="00515C47" w:rsidP="000467AA">
            <w:pPr>
              <w:pStyle w:val="BodyText"/>
              <w:jc w:val="left"/>
              <w:rPr>
                <w:rFonts w:ascii="Arial" w:hAnsi="Arial"/>
                <w:lang w:eastAsia="en-US"/>
              </w:rPr>
            </w:pPr>
            <w:r>
              <w:t>MySuper product</w:t>
            </w:r>
          </w:p>
        </w:tc>
        <w:tc>
          <w:tcPr>
            <w:tcW w:w="6967" w:type="dxa"/>
          </w:tcPr>
          <w:p w14:paraId="49E47EBC" w14:textId="28D7E2B1" w:rsidR="00515C47" w:rsidRDefault="00515C47" w:rsidP="000467AA">
            <w:pPr>
              <w:pStyle w:val="BodyText"/>
            </w:pPr>
            <w:r>
              <w:t>A default defined</w:t>
            </w:r>
            <w:r w:rsidR="00CF471A">
              <w:t xml:space="preserve"> </w:t>
            </w:r>
            <w:r>
              <w:t xml:space="preserve">contribution superannuation product. Superannuation funds must meet requirements set by APRA to be permitted to offer a MySuper product. All default products must be MySuper products from 1 July 2017. </w:t>
            </w:r>
          </w:p>
        </w:tc>
      </w:tr>
      <w:tr w:rsidR="00515C47" w:rsidRPr="005B7A19" w14:paraId="49E47EC0" w14:textId="77777777" w:rsidTr="000467AA">
        <w:trPr>
          <w:cantSplit/>
        </w:trPr>
        <w:tc>
          <w:tcPr>
            <w:tcW w:w="1951" w:type="dxa"/>
          </w:tcPr>
          <w:p w14:paraId="49E47EBE" w14:textId="77777777" w:rsidR="00515C47" w:rsidRDefault="00515C47" w:rsidP="000467AA">
            <w:pPr>
              <w:pStyle w:val="BodyText"/>
              <w:jc w:val="left"/>
              <w:rPr>
                <w:rFonts w:ascii="Arial" w:hAnsi="Arial"/>
                <w:lang w:eastAsia="en-US"/>
              </w:rPr>
            </w:pPr>
            <w:r>
              <w:lastRenderedPageBreak/>
              <w:t>Non-concessional contributions</w:t>
            </w:r>
          </w:p>
        </w:tc>
        <w:tc>
          <w:tcPr>
            <w:tcW w:w="6967" w:type="dxa"/>
          </w:tcPr>
          <w:p w14:paraId="49E47EBF" w14:textId="77777777" w:rsidR="00515C47" w:rsidRPr="005B7A19" w:rsidRDefault="00515C47" w:rsidP="000467AA">
            <w:pPr>
              <w:pStyle w:val="BodyText"/>
              <w:rPr>
                <w:rFonts w:ascii="Arial" w:hAnsi="Arial"/>
              </w:rPr>
            </w:pPr>
            <w:r w:rsidRPr="0087764F">
              <w:t xml:space="preserve">Contributions </w:t>
            </w:r>
            <w:r>
              <w:t>drawn from an individual’s post</w:t>
            </w:r>
            <w:r>
              <w:noBreakHyphen/>
              <w:t xml:space="preserve">tax income that are </w:t>
            </w:r>
            <w:r w:rsidRPr="0087764F">
              <w:t>made into a superannuation fund.</w:t>
            </w:r>
          </w:p>
        </w:tc>
      </w:tr>
      <w:tr w:rsidR="00515C47" w14:paraId="49E47EC3" w14:textId="77777777" w:rsidTr="000467AA">
        <w:trPr>
          <w:cantSplit/>
        </w:trPr>
        <w:tc>
          <w:tcPr>
            <w:tcW w:w="1951" w:type="dxa"/>
          </w:tcPr>
          <w:p w14:paraId="49E47EC1" w14:textId="77777777" w:rsidR="00515C47" w:rsidRDefault="00515C47" w:rsidP="000467AA">
            <w:pPr>
              <w:pStyle w:val="BodyText"/>
              <w:jc w:val="left"/>
              <w:rPr>
                <w:rFonts w:ascii="Arial" w:hAnsi="Arial"/>
                <w:lang w:eastAsia="en-US"/>
              </w:rPr>
            </w:pPr>
            <w:r>
              <w:t>Outsourcing</w:t>
            </w:r>
          </w:p>
        </w:tc>
        <w:tc>
          <w:tcPr>
            <w:tcW w:w="6967" w:type="dxa"/>
          </w:tcPr>
          <w:p w14:paraId="49E47EC2" w14:textId="5D4BDEAD" w:rsidR="00515C47" w:rsidRDefault="00515C47" w:rsidP="000A4FD7">
            <w:pPr>
              <w:pStyle w:val="BodyText"/>
            </w:pPr>
            <w:r>
              <w:t xml:space="preserve">The process whereby </w:t>
            </w:r>
            <w:r w:rsidRPr="005B7A19">
              <w:t xml:space="preserve">a superannuation fund trustee contracts another </w:t>
            </w:r>
            <w:r>
              <w:t>entity</w:t>
            </w:r>
            <w:r w:rsidRPr="005B7A19">
              <w:t xml:space="preserve"> to</w:t>
            </w:r>
            <w:r>
              <w:t xml:space="preserve"> </w:t>
            </w:r>
            <w:r w:rsidR="000A4FD7">
              <w:t>provide services to</w:t>
            </w:r>
            <w:r w:rsidRPr="005B7A19">
              <w:t xml:space="preserve"> the fund, such as administration or investment management.</w:t>
            </w:r>
          </w:p>
        </w:tc>
      </w:tr>
      <w:tr w:rsidR="00515C47" w:rsidRPr="006A7CFB" w14:paraId="49E47EC6" w14:textId="77777777" w:rsidTr="000467AA">
        <w:trPr>
          <w:cantSplit/>
        </w:trPr>
        <w:tc>
          <w:tcPr>
            <w:tcW w:w="1951" w:type="dxa"/>
          </w:tcPr>
          <w:p w14:paraId="49E47EC4" w14:textId="77777777" w:rsidR="00515C47" w:rsidRDefault="00515C47" w:rsidP="000467AA">
            <w:pPr>
              <w:pStyle w:val="BodyText"/>
              <w:jc w:val="left"/>
              <w:rPr>
                <w:rFonts w:ascii="Arial" w:hAnsi="Arial"/>
                <w:lang w:eastAsia="en-US"/>
              </w:rPr>
            </w:pPr>
            <w:r>
              <w:t>Pooled superannuation trust</w:t>
            </w:r>
          </w:p>
        </w:tc>
        <w:tc>
          <w:tcPr>
            <w:tcW w:w="6967" w:type="dxa"/>
          </w:tcPr>
          <w:p w14:paraId="49E47EC5" w14:textId="77777777" w:rsidR="00515C47" w:rsidRPr="006A7CFB" w:rsidRDefault="00515C47" w:rsidP="000467AA">
            <w:pPr>
              <w:pStyle w:val="BodyText"/>
              <w:rPr>
                <w:rFonts w:ascii="Arial" w:hAnsi="Arial"/>
              </w:rPr>
            </w:pPr>
            <w:r w:rsidRPr="00C3062B">
              <w:t xml:space="preserve">A trust in which </w:t>
            </w:r>
            <w:r>
              <w:t xml:space="preserve">the </w:t>
            </w:r>
            <w:r w:rsidRPr="00C3062B">
              <w:t xml:space="preserve">assets of a number of superannuation funds, approved deposit funds or other </w:t>
            </w:r>
            <w:r>
              <w:t xml:space="preserve">pooled </w:t>
            </w:r>
            <w:r w:rsidRPr="00153DFF">
              <w:t>superannuation trusts are invested and managed by a professional manager.</w:t>
            </w:r>
          </w:p>
        </w:tc>
      </w:tr>
      <w:tr w:rsidR="00515C47" w14:paraId="49E47EC9" w14:textId="77777777" w:rsidTr="000467AA">
        <w:trPr>
          <w:cantSplit/>
        </w:trPr>
        <w:tc>
          <w:tcPr>
            <w:tcW w:w="1951" w:type="dxa"/>
          </w:tcPr>
          <w:p w14:paraId="49E47EC7" w14:textId="77777777" w:rsidR="00515C47" w:rsidRDefault="00515C47" w:rsidP="000467AA">
            <w:pPr>
              <w:pStyle w:val="BodyText"/>
              <w:jc w:val="left"/>
              <w:rPr>
                <w:rFonts w:ascii="Arial" w:hAnsi="Arial"/>
                <w:lang w:eastAsia="en-US"/>
              </w:rPr>
            </w:pPr>
            <w:r>
              <w:t>Preservation age</w:t>
            </w:r>
          </w:p>
        </w:tc>
        <w:tc>
          <w:tcPr>
            <w:tcW w:w="6967" w:type="dxa"/>
          </w:tcPr>
          <w:p w14:paraId="49E47EC8" w14:textId="77777777" w:rsidR="00515C47" w:rsidRDefault="00515C47" w:rsidP="000467AA">
            <w:pPr>
              <w:pStyle w:val="BodyText"/>
            </w:pPr>
            <w:r w:rsidRPr="006A7CFB">
              <w:t>The minimum age prescribed by law at which</w:t>
            </w:r>
            <w:r>
              <w:t xml:space="preserve"> a member can withdraw</w:t>
            </w:r>
            <w:r w:rsidRPr="006A7CFB">
              <w:t xml:space="preserve"> the</w:t>
            </w:r>
            <w:r>
              <w:t>ir</w:t>
            </w:r>
            <w:r w:rsidRPr="006A7CFB">
              <w:t xml:space="preserve"> superannuation benefits </w:t>
            </w:r>
            <w:r>
              <w:t>from the superannuation system</w:t>
            </w:r>
            <w:r w:rsidRPr="006A7CFB">
              <w:t>.</w:t>
            </w:r>
          </w:p>
        </w:tc>
      </w:tr>
      <w:tr w:rsidR="00515C47" w:rsidRPr="005B7A19" w14:paraId="49E47ECC" w14:textId="77777777" w:rsidTr="000467AA">
        <w:trPr>
          <w:cantSplit/>
        </w:trPr>
        <w:tc>
          <w:tcPr>
            <w:tcW w:w="1951" w:type="dxa"/>
          </w:tcPr>
          <w:p w14:paraId="49E47ECA" w14:textId="77777777" w:rsidR="00515C47" w:rsidRDefault="00515C47" w:rsidP="000467AA">
            <w:pPr>
              <w:pStyle w:val="BodyText"/>
              <w:jc w:val="left"/>
              <w:rPr>
                <w:rFonts w:ascii="Arial" w:hAnsi="Arial"/>
                <w:lang w:eastAsia="en-US"/>
              </w:rPr>
            </w:pPr>
            <w:r>
              <w:t>Product dashboard</w:t>
            </w:r>
          </w:p>
        </w:tc>
        <w:tc>
          <w:tcPr>
            <w:tcW w:w="6967" w:type="dxa"/>
          </w:tcPr>
          <w:p w14:paraId="49E47ECB" w14:textId="77777777" w:rsidR="00515C47" w:rsidRPr="005B7A19" w:rsidRDefault="00515C47" w:rsidP="000467AA">
            <w:pPr>
              <w:pStyle w:val="BodyText"/>
              <w:rPr>
                <w:rFonts w:ascii="Arial" w:hAnsi="Arial"/>
              </w:rPr>
            </w:pPr>
            <w:r>
              <w:t>Product and performance information (specified by APRA) regarding MySuper products that must be made available on superannuation fund websites.</w:t>
            </w:r>
          </w:p>
        </w:tc>
      </w:tr>
      <w:tr w:rsidR="00515C47" w:rsidRPr="005D390D" w14:paraId="49E47ECF" w14:textId="77777777" w:rsidTr="000467AA">
        <w:trPr>
          <w:cantSplit/>
        </w:trPr>
        <w:tc>
          <w:tcPr>
            <w:tcW w:w="1951" w:type="dxa"/>
          </w:tcPr>
          <w:p w14:paraId="49E47ECD" w14:textId="77777777" w:rsidR="00515C47" w:rsidRDefault="00515C47" w:rsidP="000467AA">
            <w:pPr>
              <w:pStyle w:val="BodyText"/>
              <w:jc w:val="left"/>
              <w:rPr>
                <w:rFonts w:ascii="Arial" w:hAnsi="Arial"/>
                <w:lang w:eastAsia="en-US"/>
              </w:rPr>
            </w:pPr>
            <w:r>
              <w:t>Registrable superannuation entity</w:t>
            </w:r>
          </w:p>
        </w:tc>
        <w:tc>
          <w:tcPr>
            <w:tcW w:w="6967" w:type="dxa"/>
          </w:tcPr>
          <w:p w14:paraId="49E47ECE" w14:textId="77777777" w:rsidR="00515C47" w:rsidRPr="005D390D" w:rsidRDefault="00515C47" w:rsidP="000467AA">
            <w:pPr>
              <w:pStyle w:val="BodyText"/>
            </w:pPr>
            <w:r>
              <w:t>An APRA</w:t>
            </w:r>
            <w:r>
              <w:noBreakHyphen/>
              <w:t>regulated superannuation fund, an approved deposit fund or a pooled superannuation trust.</w:t>
            </w:r>
          </w:p>
        </w:tc>
      </w:tr>
      <w:tr w:rsidR="00515C47" w:rsidRPr="00F31540" w14:paraId="49E47ED2" w14:textId="77777777" w:rsidTr="000467AA">
        <w:trPr>
          <w:cantSplit/>
        </w:trPr>
        <w:tc>
          <w:tcPr>
            <w:tcW w:w="1951" w:type="dxa"/>
          </w:tcPr>
          <w:p w14:paraId="49E47ED0" w14:textId="77777777" w:rsidR="00515C47" w:rsidRDefault="00515C47" w:rsidP="000467AA">
            <w:pPr>
              <w:pStyle w:val="BodyText"/>
              <w:jc w:val="left"/>
              <w:rPr>
                <w:rFonts w:ascii="Arial" w:hAnsi="Arial"/>
                <w:lang w:eastAsia="en-US"/>
              </w:rPr>
            </w:pPr>
            <w:r>
              <w:t>Retail fund</w:t>
            </w:r>
          </w:p>
        </w:tc>
        <w:tc>
          <w:tcPr>
            <w:tcW w:w="6967" w:type="dxa"/>
          </w:tcPr>
          <w:p w14:paraId="49E47ED1" w14:textId="77777777" w:rsidR="00515C47" w:rsidRPr="00F31540" w:rsidRDefault="00515C47" w:rsidP="000467AA">
            <w:pPr>
              <w:pStyle w:val="BodyText"/>
            </w:pPr>
            <w:r>
              <w:t>A superannuation f</w:t>
            </w:r>
            <w:r w:rsidRPr="005D390D">
              <w:t>und</w:t>
            </w:r>
            <w:r>
              <w:t xml:space="preserve"> that</w:t>
            </w:r>
            <w:r w:rsidRPr="005D390D">
              <w:t xml:space="preserve"> offer</w:t>
            </w:r>
            <w:r>
              <w:t>s</w:t>
            </w:r>
            <w:r w:rsidRPr="005D390D">
              <w:t xml:space="preserve"> superannuation products on a commercial </w:t>
            </w:r>
            <w:r>
              <w:t xml:space="preserve">‘for profit’ </w:t>
            </w:r>
            <w:r w:rsidRPr="005D390D">
              <w:t>basis</w:t>
            </w:r>
            <w:r>
              <w:t>.</w:t>
            </w:r>
          </w:p>
        </w:tc>
      </w:tr>
      <w:tr w:rsidR="007A565F" w:rsidRPr="00F31540" w14:paraId="09DAC2EB" w14:textId="77777777" w:rsidTr="000467AA">
        <w:trPr>
          <w:cantSplit/>
        </w:trPr>
        <w:tc>
          <w:tcPr>
            <w:tcW w:w="1951" w:type="dxa"/>
          </w:tcPr>
          <w:p w14:paraId="1AA804EA" w14:textId="72386B12" w:rsidR="007A565F" w:rsidRDefault="007A565F" w:rsidP="007A565F">
            <w:pPr>
              <w:pStyle w:val="BodyText"/>
              <w:jc w:val="left"/>
            </w:pPr>
            <w:r>
              <w:t>Retail level</w:t>
            </w:r>
          </w:p>
        </w:tc>
        <w:tc>
          <w:tcPr>
            <w:tcW w:w="6967" w:type="dxa"/>
          </w:tcPr>
          <w:p w14:paraId="3AD14898" w14:textId="6B011209" w:rsidR="007A565F" w:rsidRDefault="00A2227F" w:rsidP="007A565F">
            <w:pPr>
              <w:pStyle w:val="BodyText"/>
            </w:pPr>
            <w:r>
              <w:t xml:space="preserve">The level of the superannuation market that provides services directly to members. </w:t>
            </w:r>
          </w:p>
        </w:tc>
      </w:tr>
      <w:tr w:rsidR="00515C47" w14:paraId="49E47ED5" w14:textId="77777777" w:rsidTr="000467AA">
        <w:trPr>
          <w:cantSplit/>
        </w:trPr>
        <w:tc>
          <w:tcPr>
            <w:tcW w:w="1951" w:type="dxa"/>
          </w:tcPr>
          <w:p w14:paraId="49E47ED3" w14:textId="77777777" w:rsidR="00515C47" w:rsidRDefault="00515C47" w:rsidP="000467AA">
            <w:pPr>
              <w:pStyle w:val="BodyText"/>
              <w:jc w:val="left"/>
              <w:rPr>
                <w:rFonts w:ascii="Arial" w:hAnsi="Arial"/>
                <w:lang w:eastAsia="en-US"/>
              </w:rPr>
            </w:pPr>
            <w:r>
              <w:t>Self-managed superannuation fund</w:t>
            </w:r>
          </w:p>
        </w:tc>
        <w:tc>
          <w:tcPr>
            <w:tcW w:w="6967" w:type="dxa"/>
          </w:tcPr>
          <w:p w14:paraId="49E47ED4" w14:textId="77777777" w:rsidR="00515C47" w:rsidRDefault="00515C47" w:rsidP="000467AA">
            <w:pPr>
              <w:pStyle w:val="BodyText"/>
            </w:pPr>
            <w:r w:rsidRPr="000B6B9C">
              <w:t>A superannuation fund with fewer than five members, all of whom are trustees or are directors of a corporate trustee.</w:t>
            </w:r>
          </w:p>
        </w:tc>
      </w:tr>
      <w:tr w:rsidR="00515C47" w:rsidRPr="000B6B9C" w14:paraId="49E47ED8" w14:textId="77777777" w:rsidTr="000467AA">
        <w:trPr>
          <w:cantSplit/>
        </w:trPr>
        <w:tc>
          <w:tcPr>
            <w:tcW w:w="1951" w:type="dxa"/>
          </w:tcPr>
          <w:p w14:paraId="49E47ED6" w14:textId="77777777" w:rsidR="00515C47" w:rsidRDefault="00515C47" w:rsidP="000467AA">
            <w:pPr>
              <w:pStyle w:val="BodyText"/>
              <w:jc w:val="left"/>
            </w:pPr>
            <w:r>
              <w:t>Sequencing risk</w:t>
            </w:r>
          </w:p>
        </w:tc>
        <w:tc>
          <w:tcPr>
            <w:tcW w:w="6967" w:type="dxa"/>
          </w:tcPr>
          <w:p w14:paraId="49E47ED7" w14:textId="77777777" w:rsidR="00515C47" w:rsidRPr="000B6B9C" w:rsidRDefault="00515C47" w:rsidP="000467AA">
            <w:pPr>
              <w:pStyle w:val="BodyText"/>
            </w:pPr>
            <w:r>
              <w:t>The risk of experiencing poor investment returns just prior to drawing on funds in retirement.</w:t>
            </w:r>
          </w:p>
        </w:tc>
      </w:tr>
      <w:tr w:rsidR="00515C47" w14:paraId="49E47EDB" w14:textId="77777777" w:rsidTr="000467AA">
        <w:trPr>
          <w:cantSplit/>
        </w:trPr>
        <w:tc>
          <w:tcPr>
            <w:tcW w:w="1951" w:type="dxa"/>
          </w:tcPr>
          <w:p w14:paraId="49E47ED9" w14:textId="77777777" w:rsidR="00515C47" w:rsidRDefault="00515C47" w:rsidP="000467AA">
            <w:pPr>
              <w:pStyle w:val="BodyText"/>
              <w:jc w:val="left"/>
              <w:rPr>
                <w:rFonts w:ascii="Arial" w:hAnsi="Arial"/>
                <w:lang w:eastAsia="en-US"/>
              </w:rPr>
            </w:pPr>
            <w:r>
              <w:t>Small APRA fund</w:t>
            </w:r>
          </w:p>
        </w:tc>
        <w:tc>
          <w:tcPr>
            <w:tcW w:w="6967" w:type="dxa"/>
          </w:tcPr>
          <w:p w14:paraId="49E47EDA" w14:textId="77777777" w:rsidR="00515C47" w:rsidRDefault="00515C47" w:rsidP="000467AA">
            <w:pPr>
              <w:pStyle w:val="BodyText"/>
            </w:pPr>
            <w:r>
              <w:t>Any APRA</w:t>
            </w:r>
            <w:r>
              <w:noBreakHyphen/>
              <w:t>regulated fund with fewer than five members.</w:t>
            </w:r>
          </w:p>
        </w:tc>
      </w:tr>
      <w:tr w:rsidR="00515C47" w14:paraId="49E47EE1" w14:textId="77777777" w:rsidTr="000467AA">
        <w:trPr>
          <w:cantSplit/>
        </w:trPr>
        <w:tc>
          <w:tcPr>
            <w:tcW w:w="1951" w:type="dxa"/>
          </w:tcPr>
          <w:p w14:paraId="49E47EDF" w14:textId="77777777" w:rsidR="00515C47" w:rsidRDefault="00515C47" w:rsidP="000467AA">
            <w:pPr>
              <w:pStyle w:val="BodyText"/>
              <w:jc w:val="left"/>
              <w:rPr>
                <w:rFonts w:ascii="Arial" w:hAnsi="Arial"/>
                <w:lang w:eastAsia="en-US"/>
              </w:rPr>
            </w:pPr>
            <w:r>
              <w:t>Superannuation Guarantee</w:t>
            </w:r>
          </w:p>
        </w:tc>
        <w:tc>
          <w:tcPr>
            <w:tcW w:w="6967" w:type="dxa"/>
          </w:tcPr>
          <w:p w14:paraId="49E47EE0" w14:textId="77777777" w:rsidR="00515C47" w:rsidRDefault="00515C47" w:rsidP="000467AA">
            <w:pPr>
              <w:pStyle w:val="BodyText"/>
            </w:pPr>
            <w:r>
              <w:t>Compulsory</w:t>
            </w:r>
            <w:r w:rsidRPr="00183F4D">
              <w:t xml:space="preserve"> superannuation contributions </w:t>
            </w:r>
            <w:r>
              <w:t xml:space="preserve">paid by employers </w:t>
            </w:r>
            <w:r w:rsidRPr="00183F4D">
              <w:t>on behalf of employees</w:t>
            </w:r>
            <w:r>
              <w:t>, and</w:t>
            </w:r>
            <w:r w:rsidRPr="00183F4D">
              <w:t xml:space="preserve"> equal to a percentage (currently 9</w:t>
            </w:r>
            <w:r>
              <w:t>.5</w:t>
            </w:r>
            <w:r w:rsidRPr="00183F4D">
              <w:t xml:space="preserve"> per cent per annum) of each employee’s ordinary time earnings.</w:t>
            </w:r>
          </w:p>
        </w:tc>
      </w:tr>
      <w:tr w:rsidR="00515C47" w14:paraId="49E47EE4" w14:textId="77777777" w:rsidTr="000467AA">
        <w:trPr>
          <w:cantSplit/>
        </w:trPr>
        <w:tc>
          <w:tcPr>
            <w:tcW w:w="1951" w:type="dxa"/>
          </w:tcPr>
          <w:p w14:paraId="49E47EE2" w14:textId="77777777" w:rsidR="00515C47" w:rsidRDefault="00515C47" w:rsidP="000467AA">
            <w:pPr>
              <w:pStyle w:val="BodyText"/>
              <w:jc w:val="left"/>
              <w:rPr>
                <w:rFonts w:ascii="Arial" w:hAnsi="Arial"/>
                <w:lang w:eastAsia="en-US"/>
              </w:rPr>
            </w:pPr>
            <w:r>
              <w:lastRenderedPageBreak/>
              <w:t>Superannuation system</w:t>
            </w:r>
          </w:p>
        </w:tc>
        <w:tc>
          <w:tcPr>
            <w:tcW w:w="6967" w:type="dxa"/>
          </w:tcPr>
          <w:p w14:paraId="49E47EE3" w14:textId="77777777" w:rsidR="00515C47" w:rsidRDefault="00515C47" w:rsidP="000467AA">
            <w:pPr>
              <w:pStyle w:val="BodyText"/>
              <w:rPr>
                <w:rFonts w:ascii="Arial" w:hAnsi="Arial"/>
              </w:rPr>
            </w:pPr>
            <w:r>
              <w:t>The collection of participants and activities involved in superannuation, including members, employers, funds, upstream suppliers, ancillary service providers (including insurers) and regulators</w:t>
            </w:r>
            <w:r w:rsidRPr="002636CD">
              <w:t>.</w:t>
            </w:r>
          </w:p>
        </w:tc>
      </w:tr>
      <w:tr w:rsidR="00515C47" w:rsidRPr="00C17EED" w14:paraId="49E47EE7" w14:textId="77777777" w:rsidTr="000467AA">
        <w:trPr>
          <w:cantSplit/>
        </w:trPr>
        <w:tc>
          <w:tcPr>
            <w:tcW w:w="1951" w:type="dxa"/>
          </w:tcPr>
          <w:p w14:paraId="49E47EE5" w14:textId="77777777" w:rsidR="00515C47" w:rsidRDefault="00515C47" w:rsidP="000467AA">
            <w:pPr>
              <w:pStyle w:val="BodyText"/>
              <w:jc w:val="left"/>
              <w:rPr>
                <w:rFonts w:ascii="Arial" w:hAnsi="Arial"/>
                <w:lang w:eastAsia="en-US"/>
              </w:rPr>
            </w:pPr>
            <w:r>
              <w:t>SuperStream</w:t>
            </w:r>
          </w:p>
        </w:tc>
        <w:tc>
          <w:tcPr>
            <w:tcW w:w="6967" w:type="dxa"/>
          </w:tcPr>
          <w:p w14:paraId="49E47EE6" w14:textId="77777777" w:rsidR="00515C47" w:rsidRPr="00C17EED" w:rsidRDefault="00515C47" w:rsidP="000467AA">
            <w:pPr>
              <w:pStyle w:val="BodyText"/>
            </w:pPr>
            <w:r w:rsidRPr="006D43DE">
              <w:t>A</w:t>
            </w:r>
            <w:r>
              <w:t>n Australian</w:t>
            </w:r>
            <w:r w:rsidRPr="006D43DE">
              <w:t xml:space="preserve"> Government package of measures designed to enhance </w:t>
            </w:r>
            <w:r>
              <w:t>administrative processes for</w:t>
            </w:r>
            <w:r w:rsidRPr="006D43DE">
              <w:t xml:space="preserve"> superannuation</w:t>
            </w:r>
            <w:r>
              <w:t>, especially the way that Superannuation Guarantee payments are transferred from employers to funds</w:t>
            </w:r>
            <w:r w:rsidRPr="006D43DE">
              <w:t>.</w:t>
            </w:r>
          </w:p>
        </w:tc>
      </w:tr>
      <w:tr w:rsidR="00515C47" w:rsidRPr="00C17EED" w14:paraId="49E47EEA" w14:textId="77777777" w:rsidTr="000467AA">
        <w:trPr>
          <w:cantSplit/>
        </w:trPr>
        <w:tc>
          <w:tcPr>
            <w:tcW w:w="1951" w:type="dxa"/>
          </w:tcPr>
          <w:p w14:paraId="49E47EE8" w14:textId="77777777" w:rsidR="00515C47" w:rsidRDefault="00515C47" w:rsidP="000467AA">
            <w:pPr>
              <w:pStyle w:val="BodyText"/>
              <w:jc w:val="left"/>
              <w:rPr>
                <w:rFonts w:ascii="Arial" w:hAnsi="Arial"/>
                <w:lang w:eastAsia="en-US"/>
              </w:rPr>
            </w:pPr>
            <w:r>
              <w:t>Time-weighted return</w:t>
            </w:r>
          </w:p>
        </w:tc>
        <w:tc>
          <w:tcPr>
            <w:tcW w:w="6967" w:type="dxa"/>
          </w:tcPr>
          <w:p w14:paraId="49E47EE9" w14:textId="77777777" w:rsidR="00515C47" w:rsidRPr="00C17EED" w:rsidRDefault="00515C47" w:rsidP="000467AA">
            <w:pPr>
              <w:pStyle w:val="BodyText"/>
            </w:pPr>
            <w:r w:rsidRPr="00BF7198">
              <w:t xml:space="preserve">A measure of the compound rate of growth in a portfolio. It is not </w:t>
            </w:r>
            <w:r>
              <w:t>directly influenced by</w:t>
            </w:r>
            <w:r w:rsidRPr="00BF7198">
              <w:t xml:space="preserve"> contributions or withdrawals.</w:t>
            </w:r>
          </w:p>
        </w:tc>
      </w:tr>
      <w:tr w:rsidR="00515C47" w14:paraId="49E47EED" w14:textId="77777777" w:rsidTr="000467AA">
        <w:trPr>
          <w:cantSplit/>
        </w:trPr>
        <w:tc>
          <w:tcPr>
            <w:tcW w:w="1951" w:type="dxa"/>
          </w:tcPr>
          <w:p w14:paraId="49E47EEB" w14:textId="77777777" w:rsidR="00515C47" w:rsidRDefault="00515C47" w:rsidP="000467AA">
            <w:pPr>
              <w:pStyle w:val="BodyText"/>
              <w:jc w:val="left"/>
              <w:rPr>
                <w:rFonts w:ascii="Arial" w:hAnsi="Arial"/>
                <w:lang w:eastAsia="en-US"/>
              </w:rPr>
            </w:pPr>
            <w:r>
              <w:t>Trustee</w:t>
            </w:r>
          </w:p>
        </w:tc>
        <w:tc>
          <w:tcPr>
            <w:tcW w:w="6967" w:type="dxa"/>
          </w:tcPr>
          <w:p w14:paraId="49E47EEC" w14:textId="77777777" w:rsidR="00515C47" w:rsidRDefault="00515C47" w:rsidP="000467AA">
            <w:pPr>
              <w:pStyle w:val="BodyText"/>
            </w:pPr>
            <w:r w:rsidRPr="002636CD">
              <w:t>A person or company holding property on behalf of another party</w:t>
            </w:r>
            <w:r>
              <w:t xml:space="preserve"> with a</w:t>
            </w:r>
            <w:r w:rsidRPr="002636CD">
              <w:t xml:space="preserve"> fiduciary dut</w:t>
            </w:r>
            <w:r>
              <w:t>y</w:t>
            </w:r>
            <w:r w:rsidRPr="002636CD">
              <w:t xml:space="preserve"> to beneficiaries.</w:t>
            </w:r>
          </w:p>
        </w:tc>
      </w:tr>
      <w:tr w:rsidR="00515C47" w14:paraId="49E47EF0" w14:textId="77777777" w:rsidTr="000467AA">
        <w:trPr>
          <w:cantSplit/>
        </w:trPr>
        <w:tc>
          <w:tcPr>
            <w:tcW w:w="1951" w:type="dxa"/>
          </w:tcPr>
          <w:p w14:paraId="49E47EEE" w14:textId="77777777" w:rsidR="00515C47" w:rsidRDefault="00515C47" w:rsidP="000467AA">
            <w:pPr>
              <w:pStyle w:val="BodyText"/>
              <w:jc w:val="left"/>
              <w:rPr>
                <w:rFonts w:ascii="Arial" w:hAnsi="Arial"/>
                <w:lang w:eastAsia="en-US"/>
              </w:rPr>
            </w:pPr>
            <w:r>
              <w:t>Unlisted asset</w:t>
            </w:r>
          </w:p>
        </w:tc>
        <w:tc>
          <w:tcPr>
            <w:tcW w:w="6967" w:type="dxa"/>
          </w:tcPr>
          <w:p w14:paraId="49E47EEF" w14:textId="77777777" w:rsidR="00515C47" w:rsidRDefault="00515C47" w:rsidP="000467AA">
            <w:pPr>
              <w:pStyle w:val="BodyText"/>
            </w:pPr>
            <w:r>
              <w:t>A</w:t>
            </w:r>
            <w:r w:rsidRPr="002636CD">
              <w:t xml:space="preserve">n asset for which there is no </w:t>
            </w:r>
            <w:r>
              <w:t>public exchange</w:t>
            </w:r>
            <w:r w:rsidRPr="002636CD">
              <w:t xml:space="preserve"> for listing, quotation or trading.</w:t>
            </w:r>
          </w:p>
        </w:tc>
      </w:tr>
      <w:tr w:rsidR="007A565F" w14:paraId="49ABD447" w14:textId="77777777" w:rsidTr="000467AA">
        <w:trPr>
          <w:cantSplit/>
        </w:trPr>
        <w:tc>
          <w:tcPr>
            <w:tcW w:w="1951" w:type="dxa"/>
          </w:tcPr>
          <w:p w14:paraId="50DF26AB" w14:textId="3183B048" w:rsidR="007A565F" w:rsidRDefault="007A565F" w:rsidP="000467AA">
            <w:pPr>
              <w:pStyle w:val="BodyText"/>
              <w:jc w:val="left"/>
            </w:pPr>
            <w:r>
              <w:t>Wholesale level</w:t>
            </w:r>
          </w:p>
        </w:tc>
        <w:tc>
          <w:tcPr>
            <w:tcW w:w="6967" w:type="dxa"/>
          </w:tcPr>
          <w:p w14:paraId="1BDB5DD7" w14:textId="2ECDCE09" w:rsidR="007A565F" w:rsidRDefault="00A2227F" w:rsidP="0080268F">
            <w:pPr>
              <w:pStyle w:val="BodyText"/>
            </w:pPr>
            <w:r>
              <w:t>The level of the superannuation market that involves the interaction between trustees/funds and other service providers.</w:t>
            </w:r>
          </w:p>
        </w:tc>
      </w:tr>
    </w:tbl>
    <w:p w14:paraId="49E47EF1" w14:textId="01F642F5" w:rsidR="00515C47" w:rsidRPr="00D51F19" w:rsidRDefault="00515C47" w:rsidP="00D51F19">
      <w:pPr>
        <w:pStyle w:val="BodyText"/>
        <w:rPr>
          <w:rStyle w:val="CommentReference"/>
          <w:b w:val="0"/>
          <w:vanish w:val="0"/>
          <w:color w:val="auto"/>
          <w:sz w:val="24"/>
        </w:rPr>
      </w:pPr>
    </w:p>
    <w:sectPr w:rsidR="00515C47" w:rsidRPr="00D51F19" w:rsidSect="00585B3F">
      <w:headerReference w:type="even" r:id="rId47"/>
      <w:headerReference w:type="default" r:id="rId48"/>
      <w:footerReference w:type="even" r:id="rId49"/>
      <w:footerReference w:type="default" r:id="rId50"/>
      <w:headerReference w:type="first" r:id="rId5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E0B1D" w14:textId="77777777" w:rsidR="0080268F" w:rsidRDefault="0080268F">
      <w:r>
        <w:separator/>
      </w:r>
    </w:p>
    <w:p w14:paraId="276D2E87" w14:textId="77777777" w:rsidR="0080268F" w:rsidRDefault="0080268F"/>
    <w:p w14:paraId="229EC677" w14:textId="77777777" w:rsidR="0080268F" w:rsidRDefault="0080268F"/>
  </w:endnote>
  <w:endnote w:type="continuationSeparator" w:id="0">
    <w:p w14:paraId="1EAE4AC6" w14:textId="77777777" w:rsidR="0080268F" w:rsidRDefault="0080268F">
      <w:r>
        <w:continuationSeparator/>
      </w:r>
    </w:p>
    <w:p w14:paraId="1F77460E" w14:textId="77777777" w:rsidR="0080268F" w:rsidRDefault="0080268F"/>
    <w:p w14:paraId="3DC73C6F" w14:textId="77777777" w:rsidR="0080268F" w:rsidRDefault="0080268F"/>
  </w:endnote>
  <w:endnote w:type="continuationNotice" w:id="1">
    <w:p w14:paraId="33CE2F34" w14:textId="77777777" w:rsidR="0080268F" w:rsidRDefault="00802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C4318" w14:textId="77777777" w:rsidR="00FA3BB3" w:rsidRDefault="00FA3BB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49" w14:textId="77777777" w:rsidTr="000467AA">
      <w:trPr>
        <w:trHeight w:hRule="exact" w:val="567"/>
      </w:trPr>
      <w:tc>
        <w:tcPr>
          <w:tcW w:w="510" w:type="dxa"/>
        </w:tcPr>
        <w:p w14:paraId="49E47F46" w14:textId="77777777" w:rsidR="0080268F" w:rsidRPr="007448F7" w:rsidRDefault="0080268F" w:rsidP="000467AA">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22BE6">
            <w:rPr>
              <w:rStyle w:val="PageNumber"/>
              <w:caps w:val="0"/>
              <w:noProof/>
            </w:rPr>
            <w:t>xvi</w:t>
          </w:r>
          <w:r w:rsidRPr="007448F7">
            <w:rPr>
              <w:rStyle w:val="PageNumber"/>
              <w:caps w:val="0"/>
            </w:rPr>
            <w:fldChar w:fldCharType="end"/>
          </w:r>
        </w:p>
      </w:tc>
      <w:tc>
        <w:tcPr>
          <w:tcW w:w="7767" w:type="dxa"/>
        </w:tcPr>
        <w:p w14:paraId="6B057454" w14:textId="77777777" w:rsidR="005943E0" w:rsidRDefault="005943E0" w:rsidP="005943E0">
          <w:pPr>
            <w:pStyle w:val="Footer"/>
            <w:rPr>
              <w:rFonts w:cs="Arial"/>
            </w:rPr>
          </w:pPr>
          <w:r>
            <w:rPr>
              <w:rFonts w:cs="Arial"/>
            </w:rPr>
            <w:t>How to Assess superannuation competitiveness and efficiency</w:t>
          </w:r>
        </w:p>
        <w:p w14:paraId="49E47F47" w14:textId="4B4CB612" w:rsidR="0080268F" w:rsidRPr="0013739A" w:rsidRDefault="005943E0" w:rsidP="005943E0">
          <w:pPr>
            <w:pStyle w:val="FooterDraftReport"/>
          </w:pPr>
          <w:r>
            <w:t>Draft Report</w:t>
          </w:r>
        </w:p>
      </w:tc>
      <w:tc>
        <w:tcPr>
          <w:tcW w:w="510" w:type="dxa"/>
        </w:tcPr>
        <w:p w14:paraId="49E47F48" w14:textId="77777777" w:rsidR="0080268F" w:rsidRDefault="0080268F" w:rsidP="000467AA">
          <w:pPr>
            <w:pStyle w:val="Footer"/>
          </w:pPr>
        </w:p>
      </w:tc>
    </w:tr>
  </w:tbl>
  <w:p w14:paraId="49E47F4A" w14:textId="77777777" w:rsidR="0080268F" w:rsidRDefault="0080268F" w:rsidP="000467AA">
    <w:pPr>
      <w:pStyle w:val="FooterEnd"/>
    </w:pPr>
  </w:p>
  <w:p w14:paraId="49E47F4B" w14:textId="77777777" w:rsidR="0080268F" w:rsidRDefault="0080268F">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4F" w14:textId="77777777" w:rsidTr="000467AA">
      <w:trPr>
        <w:trHeight w:hRule="exact" w:val="567"/>
      </w:trPr>
      <w:tc>
        <w:tcPr>
          <w:tcW w:w="510" w:type="dxa"/>
        </w:tcPr>
        <w:p w14:paraId="49E47F4C" w14:textId="77777777" w:rsidR="0080268F" w:rsidRDefault="0080268F">
          <w:pPr>
            <w:pStyle w:val="Footer"/>
            <w:ind w:right="360" w:firstLine="360"/>
          </w:pPr>
        </w:p>
      </w:tc>
      <w:tc>
        <w:tcPr>
          <w:tcW w:w="7767" w:type="dxa"/>
        </w:tcPr>
        <w:p w14:paraId="59CDF97A" w14:textId="69ED7169" w:rsidR="0080268F" w:rsidRDefault="00CE5B40" w:rsidP="00340511">
          <w:pPr>
            <w:pStyle w:val="Footer"/>
            <w:jc w:val="right"/>
            <w:rPr>
              <w:noProof/>
            </w:rPr>
          </w:pPr>
          <w:r>
            <w:rPr>
              <w:noProof/>
            </w:rPr>
            <w:t>Abbreviations</w:t>
          </w:r>
        </w:p>
        <w:p w14:paraId="49E47F4D" w14:textId="4DE8AF5C" w:rsidR="005943E0" w:rsidRPr="00340511" w:rsidRDefault="005943E0" w:rsidP="005943E0">
          <w:pPr>
            <w:pStyle w:val="FooterDraftReport"/>
            <w:jc w:val="right"/>
          </w:pPr>
          <w:r>
            <w:rPr>
              <w:noProof/>
            </w:rPr>
            <w:t>Draft Report</w:t>
          </w:r>
        </w:p>
      </w:tc>
      <w:tc>
        <w:tcPr>
          <w:tcW w:w="510" w:type="dxa"/>
        </w:tcPr>
        <w:p w14:paraId="49E47F4E" w14:textId="77777777" w:rsidR="0080268F" w:rsidRPr="00A24443" w:rsidRDefault="0080268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2BE6">
            <w:rPr>
              <w:rStyle w:val="PageNumber"/>
              <w:caps w:val="0"/>
              <w:noProof/>
            </w:rPr>
            <w:t>xiii</w:t>
          </w:r>
          <w:r w:rsidRPr="00A24443">
            <w:rPr>
              <w:rStyle w:val="PageNumber"/>
              <w:caps w:val="0"/>
            </w:rPr>
            <w:fldChar w:fldCharType="end"/>
          </w:r>
        </w:p>
      </w:tc>
    </w:tr>
  </w:tbl>
  <w:p w14:paraId="49E47F50" w14:textId="77777777" w:rsidR="0080268F" w:rsidRDefault="0080268F">
    <w:pPr>
      <w:pStyle w:val="FooterEnd"/>
    </w:pPr>
  </w:p>
  <w:p w14:paraId="49E47F51" w14:textId="77777777" w:rsidR="0080268F" w:rsidRDefault="0080268F"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39B87" w14:textId="77777777" w:rsidR="00FA3BB3" w:rsidRDefault="00FA3B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3CF50" w14:textId="77777777" w:rsidR="00FA3BB3" w:rsidRDefault="00FA3B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0C" w14:textId="77777777" w:rsidTr="000467AA">
      <w:trPr>
        <w:trHeight w:hRule="exact" w:val="567"/>
      </w:trPr>
      <w:tc>
        <w:tcPr>
          <w:tcW w:w="510" w:type="dxa"/>
        </w:tcPr>
        <w:p w14:paraId="49E47F09" w14:textId="77777777" w:rsidR="0080268F" w:rsidRDefault="0080268F" w:rsidP="000467A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22BE6">
            <w:rPr>
              <w:rStyle w:val="PageNumber"/>
              <w:noProof/>
            </w:rPr>
            <w:t>iv</w:t>
          </w:r>
          <w:r>
            <w:rPr>
              <w:rStyle w:val="PageNumber"/>
            </w:rPr>
            <w:fldChar w:fldCharType="end"/>
          </w:r>
        </w:p>
      </w:tc>
      <w:tc>
        <w:tcPr>
          <w:tcW w:w="7767" w:type="dxa"/>
        </w:tcPr>
        <w:p w14:paraId="49E47F0A" w14:textId="77777777" w:rsidR="0080268F" w:rsidRPr="0013739A" w:rsidRDefault="0080268F" w:rsidP="000467A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SUPERANNUATION</w:t>
          </w:r>
          <w:r w:rsidRPr="00BA5B14">
            <w:rPr>
              <w:rFonts w:cs="Arial"/>
            </w:rPr>
            <w:fldChar w:fldCharType="end"/>
          </w:r>
        </w:p>
      </w:tc>
      <w:tc>
        <w:tcPr>
          <w:tcW w:w="510" w:type="dxa"/>
        </w:tcPr>
        <w:p w14:paraId="49E47F0B" w14:textId="77777777" w:rsidR="0080268F" w:rsidRDefault="0080268F" w:rsidP="000467AA">
          <w:pPr>
            <w:pStyle w:val="Footer"/>
          </w:pPr>
        </w:p>
      </w:tc>
    </w:tr>
  </w:tbl>
  <w:p w14:paraId="49E47F0D" w14:textId="77777777" w:rsidR="0080268F" w:rsidRDefault="0080268F" w:rsidP="000467AA">
    <w:pPr>
      <w:pStyle w:val="FooterEnd"/>
    </w:pPr>
  </w:p>
  <w:p w14:paraId="49E47F0E" w14:textId="77777777" w:rsidR="0080268F" w:rsidRDefault="0080268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12" w14:textId="77777777" w:rsidTr="000467AA">
      <w:trPr>
        <w:trHeight w:hRule="exact" w:val="567"/>
      </w:trPr>
      <w:tc>
        <w:tcPr>
          <w:tcW w:w="510" w:type="dxa"/>
        </w:tcPr>
        <w:p w14:paraId="49E47F0F" w14:textId="77777777" w:rsidR="0080268F" w:rsidRDefault="0080268F">
          <w:pPr>
            <w:pStyle w:val="Footer"/>
            <w:ind w:right="360" w:firstLine="360"/>
          </w:pPr>
        </w:p>
      </w:tc>
      <w:tc>
        <w:tcPr>
          <w:tcW w:w="7767" w:type="dxa"/>
        </w:tcPr>
        <w:p w14:paraId="7C831976" w14:textId="0E449A7F" w:rsidR="0080268F" w:rsidRDefault="00FA3BB3" w:rsidP="000467AA">
          <w:pPr>
            <w:pStyle w:val="Footer"/>
            <w:jc w:val="right"/>
            <w:rPr>
              <w:rFonts w:cs="Arial"/>
            </w:rPr>
          </w:pPr>
          <w:r w:rsidRPr="00FA3BB3">
            <w:rPr>
              <w:bCs/>
              <w:noProof/>
              <w:lang w:val="en-US"/>
            </w:rPr>
            <w:t>Opportunity for further</w:t>
          </w:r>
          <w:r>
            <w:rPr>
              <w:noProof/>
            </w:rPr>
            <w:t xml:space="preserve"> comment</w:t>
          </w:r>
          <w:r w:rsidR="0080268F" w:rsidRPr="00C24C8B">
            <w:rPr>
              <w:rFonts w:cs="Arial"/>
            </w:rPr>
            <w:t xml:space="preserve"> </w:t>
          </w:r>
        </w:p>
        <w:p w14:paraId="49E47F10" w14:textId="4C74BD67" w:rsidR="005943E0" w:rsidRPr="00C24C8B" w:rsidRDefault="005943E0" w:rsidP="005943E0">
          <w:pPr>
            <w:pStyle w:val="FooterDraftReport"/>
            <w:jc w:val="right"/>
          </w:pPr>
          <w:r>
            <w:t>Draft Report</w:t>
          </w:r>
        </w:p>
      </w:tc>
      <w:tc>
        <w:tcPr>
          <w:tcW w:w="510" w:type="dxa"/>
        </w:tcPr>
        <w:p w14:paraId="49E47F11" w14:textId="77777777" w:rsidR="0080268F" w:rsidRPr="00C24C8B" w:rsidRDefault="0080268F">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522BE6">
            <w:rPr>
              <w:rStyle w:val="PageNumber"/>
              <w:caps w:val="0"/>
              <w:noProof/>
            </w:rPr>
            <w:t>iii</w:t>
          </w:r>
          <w:r w:rsidRPr="00C24C8B">
            <w:rPr>
              <w:rStyle w:val="PageNumber"/>
              <w:caps w:val="0"/>
            </w:rPr>
            <w:fldChar w:fldCharType="end"/>
          </w:r>
        </w:p>
      </w:tc>
    </w:tr>
  </w:tbl>
  <w:p w14:paraId="49E47F13" w14:textId="77777777" w:rsidR="0080268F" w:rsidRDefault="0080268F">
    <w:pPr>
      <w:pStyle w:val="FooterEnd"/>
    </w:pPr>
  </w:p>
  <w:p w14:paraId="49E47F14" w14:textId="77777777" w:rsidR="0080268F" w:rsidRDefault="0080268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21" w14:textId="77777777" w:rsidTr="000467AA">
      <w:trPr>
        <w:trHeight w:hRule="exact" w:val="567"/>
      </w:trPr>
      <w:tc>
        <w:tcPr>
          <w:tcW w:w="510" w:type="dxa"/>
        </w:tcPr>
        <w:p w14:paraId="49E47F1E" w14:textId="77777777" w:rsidR="0080268F" w:rsidRPr="00752FFF" w:rsidRDefault="0080268F" w:rsidP="000467AA">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522BE6">
            <w:rPr>
              <w:rStyle w:val="PageNumber"/>
              <w:caps w:val="0"/>
              <w:noProof/>
            </w:rPr>
            <w:t>vi</w:t>
          </w:r>
          <w:r w:rsidRPr="00752FFF">
            <w:rPr>
              <w:rStyle w:val="PageNumber"/>
              <w:caps w:val="0"/>
            </w:rPr>
            <w:fldChar w:fldCharType="end"/>
          </w:r>
        </w:p>
      </w:tc>
      <w:tc>
        <w:tcPr>
          <w:tcW w:w="7767" w:type="dxa"/>
        </w:tcPr>
        <w:p w14:paraId="5CF62C53" w14:textId="77777777" w:rsidR="0080268F" w:rsidRDefault="005943E0" w:rsidP="000467AA">
          <w:pPr>
            <w:pStyle w:val="Footer"/>
            <w:rPr>
              <w:rFonts w:cs="Arial"/>
            </w:rPr>
          </w:pPr>
          <w:r>
            <w:rPr>
              <w:rFonts w:cs="Arial"/>
            </w:rPr>
            <w:t>How to Assess superannuation competitiveness and efficiency</w:t>
          </w:r>
        </w:p>
        <w:p w14:paraId="49E47F1F" w14:textId="6B0F4C0F" w:rsidR="005943E0" w:rsidRPr="0013739A" w:rsidRDefault="005943E0" w:rsidP="005943E0">
          <w:pPr>
            <w:pStyle w:val="FooterDraftReport"/>
          </w:pPr>
          <w:r>
            <w:t>Draft Report</w:t>
          </w:r>
        </w:p>
      </w:tc>
      <w:tc>
        <w:tcPr>
          <w:tcW w:w="510" w:type="dxa"/>
        </w:tcPr>
        <w:p w14:paraId="49E47F20" w14:textId="77777777" w:rsidR="0080268F" w:rsidRDefault="0080268F" w:rsidP="000467AA">
          <w:pPr>
            <w:pStyle w:val="Footer"/>
          </w:pPr>
        </w:p>
      </w:tc>
    </w:tr>
  </w:tbl>
  <w:p w14:paraId="49E47F22" w14:textId="77777777" w:rsidR="0080268F" w:rsidRDefault="0080268F" w:rsidP="000467AA">
    <w:pPr>
      <w:pStyle w:val="FooterEnd"/>
    </w:pPr>
  </w:p>
  <w:p w14:paraId="49E47F23" w14:textId="77777777" w:rsidR="0080268F" w:rsidRDefault="0080268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27" w14:textId="77777777" w:rsidTr="000467AA">
      <w:trPr>
        <w:trHeight w:hRule="exact" w:val="567"/>
      </w:trPr>
      <w:tc>
        <w:tcPr>
          <w:tcW w:w="510" w:type="dxa"/>
        </w:tcPr>
        <w:p w14:paraId="49E47F24" w14:textId="77777777" w:rsidR="0080268F" w:rsidRDefault="0080268F">
          <w:pPr>
            <w:pStyle w:val="Footer"/>
            <w:ind w:right="360" w:firstLine="360"/>
          </w:pPr>
        </w:p>
      </w:tc>
      <w:tc>
        <w:tcPr>
          <w:tcW w:w="7767" w:type="dxa"/>
        </w:tcPr>
        <w:p w14:paraId="5DD37D6E" w14:textId="6D5D964A" w:rsidR="0080268F" w:rsidRDefault="00FA3BB3" w:rsidP="000467AA">
          <w:pPr>
            <w:pStyle w:val="Footer"/>
            <w:jc w:val="right"/>
            <w:rPr>
              <w:noProof/>
            </w:rPr>
          </w:pPr>
          <w:r w:rsidRPr="00FA3BB3">
            <w:rPr>
              <w:bCs/>
              <w:noProof/>
              <w:lang w:val="en-US"/>
            </w:rPr>
            <w:t>Terms of reference</w:t>
          </w:r>
        </w:p>
        <w:p w14:paraId="49E47F25" w14:textId="157FD655" w:rsidR="005943E0" w:rsidRPr="00752FFF" w:rsidRDefault="005943E0" w:rsidP="005943E0">
          <w:pPr>
            <w:pStyle w:val="FooterDraftReport"/>
            <w:jc w:val="right"/>
          </w:pPr>
          <w:r>
            <w:t>Draft Report</w:t>
          </w:r>
        </w:p>
      </w:tc>
      <w:tc>
        <w:tcPr>
          <w:tcW w:w="510" w:type="dxa"/>
        </w:tcPr>
        <w:p w14:paraId="49E47F26" w14:textId="77777777" w:rsidR="0080268F" w:rsidRPr="00A24443" w:rsidRDefault="0080268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2BE6">
            <w:rPr>
              <w:rStyle w:val="PageNumber"/>
              <w:caps w:val="0"/>
              <w:noProof/>
            </w:rPr>
            <w:t>vii</w:t>
          </w:r>
          <w:r w:rsidRPr="00A24443">
            <w:rPr>
              <w:rStyle w:val="PageNumber"/>
              <w:caps w:val="0"/>
            </w:rPr>
            <w:fldChar w:fldCharType="end"/>
          </w:r>
        </w:p>
      </w:tc>
    </w:tr>
  </w:tbl>
  <w:p w14:paraId="49E47F28" w14:textId="77777777" w:rsidR="0080268F" w:rsidRDefault="0080268F">
    <w:pPr>
      <w:pStyle w:val="FooterEnd"/>
    </w:pPr>
  </w:p>
  <w:p w14:paraId="49E47F29" w14:textId="77777777" w:rsidR="0080268F" w:rsidRPr="00D01645" w:rsidRDefault="0080268F" w:rsidP="000467A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35" w14:textId="77777777" w:rsidTr="000467AA">
      <w:trPr>
        <w:trHeight w:hRule="exact" w:val="567"/>
      </w:trPr>
      <w:tc>
        <w:tcPr>
          <w:tcW w:w="510" w:type="dxa"/>
        </w:tcPr>
        <w:p w14:paraId="49E47F32" w14:textId="77777777" w:rsidR="0080268F" w:rsidRPr="00A24443" w:rsidRDefault="0080268F" w:rsidP="000467AA">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22BE6">
            <w:rPr>
              <w:rStyle w:val="PageNumber"/>
              <w:caps w:val="0"/>
              <w:noProof/>
            </w:rPr>
            <w:t>x</w:t>
          </w:r>
          <w:r w:rsidRPr="00A24443">
            <w:rPr>
              <w:rStyle w:val="PageNumber"/>
              <w:caps w:val="0"/>
            </w:rPr>
            <w:fldChar w:fldCharType="end"/>
          </w:r>
        </w:p>
      </w:tc>
      <w:tc>
        <w:tcPr>
          <w:tcW w:w="7767" w:type="dxa"/>
        </w:tcPr>
        <w:p w14:paraId="4624FC49" w14:textId="77777777" w:rsidR="00FA3BB3" w:rsidRDefault="00FA3BB3" w:rsidP="00FA3BB3">
          <w:pPr>
            <w:pStyle w:val="Footer"/>
            <w:rPr>
              <w:rFonts w:cs="Arial"/>
            </w:rPr>
          </w:pPr>
          <w:r>
            <w:rPr>
              <w:rFonts w:cs="Arial"/>
            </w:rPr>
            <w:t>How to Assess superannuation competitiveness and efficiency</w:t>
          </w:r>
        </w:p>
        <w:p w14:paraId="49E47F33" w14:textId="1F1212E8" w:rsidR="0080268F" w:rsidRPr="0013739A" w:rsidRDefault="00483B22" w:rsidP="00483B22">
          <w:pPr>
            <w:pStyle w:val="FooterDraftReport"/>
          </w:pPr>
          <w:r>
            <w:t>draft report</w:t>
          </w:r>
        </w:p>
      </w:tc>
      <w:tc>
        <w:tcPr>
          <w:tcW w:w="510" w:type="dxa"/>
        </w:tcPr>
        <w:p w14:paraId="49E47F34" w14:textId="77777777" w:rsidR="0080268F" w:rsidRDefault="0080268F" w:rsidP="000467AA">
          <w:pPr>
            <w:pStyle w:val="Footer"/>
          </w:pPr>
        </w:p>
      </w:tc>
    </w:tr>
  </w:tbl>
  <w:p w14:paraId="49E47F36" w14:textId="77777777" w:rsidR="0080268F" w:rsidRDefault="0080268F" w:rsidP="000467AA">
    <w:pPr>
      <w:pStyle w:val="FooterEnd"/>
    </w:pPr>
  </w:p>
  <w:p w14:paraId="49E47F37" w14:textId="77777777" w:rsidR="0080268F" w:rsidRDefault="0080268F">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268F" w14:paraId="49E47F3B" w14:textId="77777777" w:rsidTr="000467AA">
      <w:trPr>
        <w:trHeight w:hRule="exact" w:val="567"/>
      </w:trPr>
      <w:tc>
        <w:tcPr>
          <w:tcW w:w="510" w:type="dxa"/>
        </w:tcPr>
        <w:p w14:paraId="49E47F38" w14:textId="77777777" w:rsidR="0080268F" w:rsidRDefault="0080268F">
          <w:pPr>
            <w:pStyle w:val="Footer"/>
            <w:ind w:right="360" w:firstLine="360"/>
          </w:pPr>
        </w:p>
      </w:tc>
      <w:tc>
        <w:tcPr>
          <w:tcW w:w="7767" w:type="dxa"/>
        </w:tcPr>
        <w:p w14:paraId="39B3CD93" w14:textId="61EFB2BA" w:rsidR="0080268F" w:rsidRDefault="00FA3BB3" w:rsidP="007448F7">
          <w:pPr>
            <w:pStyle w:val="Footer"/>
            <w:jc w:val="right"/>
            <w:rPr>
              <w:rFonts w:cs="Arial"/>
            </w:rPr>
          </w:pPr>
          <w:r>
            <w:rPr>
              <w:noProof/>
            </w:rPr>
            <w:t>Contents</w:t>
          </w:r>
          <w:r w:rsidR="0080268F">
            <w:rPr>
              <w:rFonts w:cs="Arial"/>
            </w:rPr>
            <w:t xml:space="preserve"> </w:t>
          </w:r>
        </w:p>
        <w:p w14:paraId="49E47F39" w14:textId="41E26003" w:rsidR="005943E0" w:rsidRPr="00BA5B14" w:rsidRDefault="005943E0" w:rsidP="005943E0">
          <w:pPr>
            <w:pStyle w:val="FooterDraftReport"/>
            <w:jc w:val="right"/>
          </w:pPr>
          <w:r>
            <w:t>Draft Report</w:t>
          </w:r>
        </w:p>
      </w:tc>
      <w:tc>
        <w:tcPr>
          <w:tcW w:w="510" w:type="dxa"/>
        </w:tcPr>
        <w:p w14:paraId="49E47F3A" w14:textId="77777777" w:rsidR="0080268F" w:rsidRPr="007448F7" w:rsidRDefault="0080268F">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22BE6">
            <w:rPr>
              <w:rStyle w:val="PageNumber"/>
              <w:caps w:val="0"/>
              <w:noProof/>
            </w:rPr>
            <w:t>xi</w:t>
          </w:r>
          <w:r w:rsidRPr="007448F7">
            <w:rPr>
              <w:rStyle w:val="PageNumber"/>
              <w:caps w:val="0"/>
            </w:rPr>
            <w:fldChar w:fldCharType="end"/>
          </w:r>
        </w:p>
      </w:tc>
    </w:tr>
  </w:tbl>
  <w:p w14:paraId="49E47F3C" w14:textId="77777777" w:rsidR="0080268F" w:rsidRDefault="0080268F">
    <w:pPr>
      <w:pStyle w:val="FooterEnd"/>
    </w:pPr>
  </w:p>
  <w:p w14:paraId="49E47F3D" w14:textId="77777777" w:rsidR="0080268F" w:rsidRDefault="0080268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FA4E6" w14:textId="77777777" w:rsidR="0080268F" w:rsidRDefault="0080268F">
      <w:r>
        <w:separator/>
      </w:r>
    </w:p>
    <w:p w14:paraId="1AF5E41F" w14:textId="77777777" w:rsidR="0080268F" w:rsidRDefault="0080268F"/>
    <w:p w14:paraId="663D478F" w14:textId="77777777" w:rsidR="0080268F" w:rsidRDefault="0080268F"/>
  </w:footnote>
  <w:footnote w:type="continuationSeparator" w:id="0">
    <w:p w14:paraId="0E5F4B21" w14:textId="77777777" w:rsidR="0080268F" w:rsidRDefault="0080268F">
      <w:r>
        <w:continuationSeparator/>
      </w:r>
    </w:p>
    <w:p w14:paraId="78D1EBE1" w14:textId="77777777" w:rsidR="0080268F" w:rsidRDefault="0080268F"/>
    <w:p w14:paraId="28530E1A" w14:textId="77777777" w:rsidR="0080268F" w:rsidRDefault="0080268F"/>
  </w:footnote>
  <w:footnote w:type="continuationNotice" w:id="1">
    <w:p w14:paraId="555E8DDE" w14:textId="77777777" w:rsidR="0080268F" w:rsidRDefault="008026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2149C" w14:textId="07D4F4CF" w:rsidR="00FA3BB3" w:rsidRDefault="00522BE6">
    <w:pPr>
      <w:pStyle w:val="Header"/>
    </w:pPr>
    <w:r>
      <w:rPr>
        <w:noProof/>
      </w:rPr>
      <w:pict w14:anchorId="00E261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1" o:spid="_x0000_s47107"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0268F" w14:paraId="49E47F2C" w14:textId="77777777">
      <w:tc>
        <w:tcPr>
          <w:tcW w:w="2155" w:type="dxa"/>
          <w:tcBorders>
            <w:top w:val="single" w:sz="24" w:space="0" w:color="auto"/>
          </w:tcBorders>
        </w:tcPr>
        <w:p w14:paraId="49E47F2A" w14:textId="0FFF2C08" w:rsidR="0080268F" w:rsidRDefault="00522BE6">
          <w:pPr>
            <w:pStyle w:val="Header"/>
          </w:pPr>
          <w:r>
            <w:rPr>
              <w:noProof/>
            </w:rPr>
            <w:pict w14:anchorId="79C4DA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40" o:spid="_x0000_s47116"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9E47F2B" w14:textId="5810B764" w:rsidR="0080268F" w:rsidRDefault="00522BE6">
          <w:pPr>
            <w:pStyle w:val="Header"/>
          </w:pPr>
          <w:r w:rsidRPr="00522BE6">
            <w:rPr>
              <w:color w:val="FF0000"/>
            </w:rPr>
            <w:t>This draft report is no longer open for consultation. For final outcomes of this project refer to the research report.</w:t>
          </w:r>
        </w:p>
      </w:tc>
    </w:tr>
  </w:tbl>
  <w:p w14:paraId="49E47F2D" w14:textId="77777777" w:rsidR="0080268F" w:rsidRDefault="0080268F">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268F" w14:paraId="49E47F30" w14:textId="77777777" w:rsidTr="005C68FE">
      <w:tc>
        <w:tcPr>
          <w:tcW w:w="6634" w:type="dxa"/>
          <w:tcBorders>
            <w:top w:val="single" w:sz="6" w:space="0" w:color="auto"/>
          </w:tcBorders>
        </w:tcPr>
        <w:p w14:paraId="49E47F2E" w14:textId="06006433" w:rsidR="0080268F" w:rsidRDefault="00522BE6" w:rsidP="005C68FE">
          <w:pPr>
            <w:pStyle w:val="HeaderOdd"/>
          </w:pPr>
          <w:r w:rsidRPr="00522BE6">
            <w:rPr>
              <w:color w:val="FF0000"/>
            </w:rPr>
            <w:t>This draft report is no longer open for consultation. For final outcomes of this project refer to the research report.</w:t>
          </w:r>
          <w:r>
            <w:rPr>
              <w:noProof/>
            </w:rPr>
            <w:pict w14:anchorId="06AECB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41" o:spid="_x0000_s47117"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9E47F2F" w14:textId="77777777" w:rsidR="0080268F" w:rsidRDefault="0080268F" w:rsidP="005C68FE">
          <w:pPr>
            <w:pStyle w:val="HeaderOdd"/>
          </w:pPr>
        </w:p>
      </w:tc>
    </w:tr>
  </w:tbl>
  <w:p w14:paraId="49E47F31" w14:textId="77777777" w:rsidR="0080268F" w:rsidRPr="005C68FE" w:rsidRDefault="0080268F"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E0DAE" w14:textId="62DA6655" w:rsidR="00522BE6" w:rsidRDefault="00522BE6">
    <w:pPr>
      <w:pStyle w:val="Header"/>
    </w:pPr>
    <w:r>
      <w:rPr>
        <w:noProof/>
      </w:rPr>
      <w:pict w14:anchorId="4BC1BF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9" o:spid="_x0000_s47115"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268F" w14:paraId="49E47F40" w14:textId="77777777" w:rsidTr="005C68FE">
      <w:tc>
        <w:tcPr>
          <w:tcW w:w="2155" w:type="dxa"/>
          <w:tcBorders>
            <w:top w:val="single" w:sz="24" w:space="0" w:color="auto"/>
          </w:tcBorders>
        </w:tcPr>
        <w:p w14:paraId="49E47F3E" w14:textId="0F9F1128" w:rsidR="0080268F" w:rsidRDefault="00522BE6" w:rsidP="005C68FE">
          <w:pPr>
            <w:pStyle w:val="HeaderEven"/>
          </w:pPr>
          <w:r>
            <w:rPr>
              <w:noProof/>
            </w:rPr>
            <w:pict w14:anchorId="29CBEF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43" o:spid="_x0000_s47119"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9E47F3F" w14:textId="14586061" w:rsidR="0080268F" w:rsidRDefault="00522BE6" w:rsidP="005C68FE">
          <w:pPr>
            <w:pStyle w:val="HeaderEven"/>
          </w:pPr>
          <w:r w:rsidRPr="00522BE6">
            <w:rPr>
              <w:color w:val="FF0000"/>
            </w:rPr>
            <w:t>This draft report is no longer open for consultation. For final outcomes of this project refer to the research report.</w:t>
          </w:r>
        </w:p>
      </w:tc>
    </w:tr>
  </w:tbl>
  <w:p w14:paraId="49E47F41" w14:textId="77777777" w:rsidR="0080268F" w:rsidRDefault="0080268F"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268F" w14:paraId="49E47F44" w14:textId="77777777">
      <w:tc>
        <w:tcPr>
          <w:tcW w:w="6634" w:type="dxa"/>
          <w:tcBorders>
            <w:top w:val="single" w:sz="6" w:space="0" w:color="auto"/>
          </w:tcBorders>
        </w:tcPr>
        <w:p w14:paraId="49E47F42" w14:textId="1D76360B" w:rsidR="0080268F" w:rsidRDefault="00522BE6">
          <w:pPr>
            <w:pStyle w:val="HeaderOdd"/>
          </w:pPr>
          <w:r w:rsidRPr="00522BE6">
            <w:rPr>
              <w:color w:val="FF0000"/>
            </w:rPr>
            <w:t>This draft report is no longer open for consultation. For final outcomes of this project refer to the research report.</w:t>
          </w:r>
          <w:bookmarkStart w:id="14" w:name="_GoBack"/>
          <w:bookmarkEnd w:id="14"/>
          <w:r>
            <w:rPr>
              <w:noProof/>
            </w:rPr>
            <w:pict w14:anchorId="6E04BB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44" o:spid="_x0000_s47120"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9E47F43" w14:textId="77777777" w:rsidR="0080268F" w:rsidRDefault="0080268F">
          <w:pPr>
            <w:pStyle w:val="HeaderOdd"/>
          </w:pPr>
        </w:p>
      </w:tc>
    </w:tr>
  </w:tbl>
  <w:p w14:paraId="49E47F45" w14:textId="77777777" w:rsidR="0080268F" w:rsidRDefault="0080268F"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B656C" w14:textId="4E5EE81B" w:rsidR="00522BE6" w:rsidRDefault="00522BE6">
    <w:pPr>
      <w:pStyle w:val="Header"/>
    </w:pPr>
    <w:r>
      <w:rPr>
        <w:noProof/>
      </w:rPr>
      <w:pict w14:anchorId="3D38FD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42" o:spid="_x0000_s47118"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410B0" w14:textId="6D9DC367" w:rsidR="00FA3BB3" w:rsidRDefault="00522BE6">
    <w:pPr>
      <w:pStyle w:val="Header"/>
    </w:pPr>
    <w:r>
      <w:rPr>
        <w:noProof/>
      </w:rPr>
      <w:pict w14:anchorId="50B93E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2" o:spid="_x0000_s47108"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0F390" w14:textId="2E4D3CE8" w:rsidR="00FA3BB3" w:rsidRDefault="00522BE6">
    <w:pPr>
      <w:pStyle w:val="Header"/>
    </w:pPr>
    <w:r>
      <w:rPr>
        <w:noProof/>
      </w:rPr>
      <w:pict w14:anchorId="592CD2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0" o:spid="_x0000_s47106"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0268F" w14:paraId="49E47F03" w14:textId="77777777">
      <w:tc>
        <w:tcPr>
          <w:tcW w:w="2155" w:type="dxa"/>
          <w:tcBorders>
            <w:top w:val="single" w:sz="24" w:space="0" w:color="auto"/>
          </w:tcBorders>
        </w:tcPr>
        <w:p w14:paraId="49E47F01" w14:textId="651DF222" w:rsidR="0080268F" w:rsidRDefault="00522BE6">
          <w:pPr>
            <w:pStyle w:val="Header"/>
          </w:pPr>
          <w:r>
            <w:rPr>
              <w:noProof/>
            </w:rPr>
            <w:pict w14:anchorId="52F391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4" o:spid="_x0000_s47110"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9E47F02" w14:textId="77777777" w:rsidR="0080268F" w:rsidRDefault="0080268F">
          <w:pPr>
            <w:pStyle w:val="Header"/>
          </w:pPr>
        </w:p>
      </w:tc>
    </w:tr>
  </w:tbl>
  <w:p w14:paraId="49E47F04" w14:textId="77777777" w:rsidR="0080268F" w:rsidRDefault="0080268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268F" w14:paraId="49E47F07" w14:textId="77777777" w:rsidTr="005C68FE">
      <w:tc>
        <w:tcPr>
          <w:tcW w:w="6634" w:type="dxa"/>
          <w:tcBorders>
            <w:top w:val="single" w:sz="6" w:space="0" w:color="auto"/>
          </w:tcBorders>
        </w:tcPr>
        <w:p w14:paraId="49E47F05" w14:textId="2C255C61" w:rsidR="0080268F" w:rsidRDefault="00522BE6" w:rsidP="00522BE6">
          <w:pPr>
            <w:pStyle w:val="HeaderOdd"/>
          </w:pPr>
          <w:r w:rsidRPr="00522BE6">
            <w:rPr>
              <w:color w:val="FF0000"/>
            </w:rPr>
            <w:t>This draft report is no longer open for consultation. For final outcomes of this project refer to the research report.</w:t>
          </w:r>
          <w:r>
            <w:rPr>
              <w:noProof/>
            </w:rPr>
            <w:pict w14:anchorId="770598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5" o:spid="_x0000_s47111"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9E47F06" w14:textId="77777777" w:rsidR="0080268F" w:rsidRDefault="0080268F" w:rsidP="005C68FE">
          <w:pPr>
            <w:pStyle w:val="HeaderOdd"/>
          </w:pPr>
        </w:p>
      </w:tc>
    </w:tr>
  </w:tbl>
  <w:p w14:paraId="49E47F08" w14:textId="77777777" w:rsidR="0080268F" w:rsidRPr="005C68FE" w:rsidRDefault="0080268F"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BF13A" w14:textId="59D25F90" w:rsidR="00522BE6" w:rsidRDefault="00522BE6">
    <w:pPr>
      <w:pStyle w:val="Header"/>
    </w:pPr>
    <w:r>
      <w:rPr>
        <w:noProof/>
      </w:rPr>
      <w:pict w14:anchorId="302015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3" o:spid="_x0000_s47109"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0268F" w14:paraId="49E47F17" w14:textId="77777777">
      <w:tc>
        <w:tcPr>
          <w:tcW w:w="2155" w:type="dxa"/>
          <w:tcBorders>
            <w:top w:val="single" w:sz="24" w:space="0" w:color="auto"/>
          </w:tcBorders>
        </w:tcPr>
        <w:p w14:paraId="49E47F15" w14:textId="5EF46F09" w:rsidR="0080268F" w:rsidRDefault="00522BE6">
          <w:pPr>
            <w:pStyle w:val="Header"/>
          </w:pPr>
          <w:r>
            <w:rPr>
              <w:noProof/>
            </w:rPr>
            <w:pict w14:anchorId="60D177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7" o:spid="_x0000_s47113"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9E47F16" w14:textId="728B7515" w:rsidR="0080268F" w:rsidRDefault="00522BE6" w:rsidP="00522BE6">
          <w:pPr>
            <w:pStyle w:val="Header"/>
            <w:ind w:firstLine="567"/>
          </w:pPr>
          <w:r w:rsidRPr="00522BE6">
            <w:rPr>
              <w:color w:val="FF0000"/>
            </w:rPr>
            <w:t>This draft report is no longer open for consultation. For final outcomes of this project refer to the research report.</w:t>
          </w:r>
        </w:p>
      </w:tc>
    </w:tr>
  </w:tbl>
  <w:p w14:paraId="49E47F18" w14:textId="77777777" w:rsidR="0080268F" w:rsidRDefault="0080268F">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268F" w14:paraId="49E47F1B" w14:textId="77777777">
      <w:tc>
        <w:tcPr>
          <w:tcW w:w="6634" w:type="dxa"/>
          <w:tcBorders>
            <w:top w:val="single" w:sz="6" w:space="0" w:color="auto"/>
          </w:tcBorders>
        </w:tcPr>
        <w:p w14:paraId="49E47F19" w14:textId="6B17AACD" w:rsidR="0080268F" w:rsidRDefault="00522BE6" w:rsidP="000467AA">
          <w:pPr>
            <w:pStyle w:val="HeaderOdd"/>
          </w:pPr>
          <w:r w:rsidRPr="00522BE6">
            <w:rPr>
              <w:color w:val="FF0000"/>
            </w:rPr>
            <w:t>This draft report is no longer open for consultation. For final outcomes of this project refer to the research report.</w:t>
          </w:r>
          <w:r>
            <w:rPr>
              <w:noProof/>
            </w:rPr>
            <w:pict w14:anchorId="7F34C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8" o:spid="_x0000_s47114"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9E47F1A" w14:textId="77777777" w:rsidR="0080268F" w:rsidRDefault="0080268F" w:rsidP="000467AA">
          <w:pPr>
            <w:pStyle w:val="HeaderOdd"/>
          </w:pPr>
        </w:p>
      </w:tc>
    </w:tr>
  </w:tbl>
  <w:p w14:paraId="49E47F1C" w14:textId="77777777" w:rsidR="0080268F" w:rsidRDefault="0080268F" w:rsidP="000467AA">
    <w:pPr>
      <w:pStyle w:val="HeaderEnd"/>
    </w:pPr>
  </w:p>
  <w:p w14:paraId="49E47F1D" w14:textId="77777777" w:rsidR="0080268F" w:rsidRPr="00D01645" w:rsidRDefault="0080268F" w:rsidP="000467A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F1C55" w14:textId="7483071B" w:rsidR="00522BE6" w:rsidRDefault="00522BE6">
    <w:pPr>
      <w:pStyle w:val="Header"/>
    </w:pPr>
    <w:r>
      <w:rPr>
        <w:noProof/>
      </w:rPr>
      <w:pict w14:anchorId="120F6A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09136" o:spid="_x0000_s47112"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21"/>
    <o:shapelayout v:ext="edit">
      <o:idmap v:ext="edit" data="46"/>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47"/>
    <w:rsid w:val="00017AFC"/>
    <w:rsid w:val="00025878"/>
    <w:rsid w:val="00026B38"/>
    <w:rsid w:val="000467AA"/>
    <w:rsid w:val="000502D3"/>
    <w:rsid w:val="00052CB2"/>
    <w:rsid w:val="000623BF"/>
    <w:rsid w:val="00062A7A"/>
    <w:rsid w:val="000779EB"/>
    <w:rsid w:val="00095EEA"/>
    <w:rsid w:val="00097C15"/>
    <w:rsid w:val="000A0A0E"/>
    <w:rsid w:val="000A4FD7"/>
    <w:rsid w:val="000A5E12"/>
    <w:rsid w:val="000B416E"/>
    <w:rsid w:val="000E5E01"/>
    <w:rsid w:val="000F185F"/>
    <w:rsid w:val="000F2F5F"/>
    <w:rsid w:val="00106041"/>
    <w:rsid w:val="0010611E"/>
    <w:rsid w:val="00122FE9"/>
    <w:rsid w:val="00131572"/>
    <w:rsid w:val="00131D4F"/>
    <w:rsid w:val="0013399B"/>
    <w:rsid w:val="0017357D"/>
    <w:rsid w:val="00175E23"/>
    <w:rsid w:val="00180515"/>
    <w:rsid w:val="00181F4B"/>
    <w:rsid w:val="00190919"/>
    <w:rsid w:val="00196FB3"/>
    <w:rsid w:val="001A5071"/>
    <w:rsid w:val="001A56F9"/>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D624D"/>
    <w:rsid w:val="003E7802"/>
    <w:rsid w:val="003F1D22"/>
    <w:rsid w:val="0042007A"/>
    <w:rsid w:val="00433C81"/>
    <w:rsid w:val="00446D6B"/>
    <w:rsid w:val="00457B3F"/>
    <w:rsid w:val="00463022"/>
    <w:rsid w:val="00477008"/>
    <w:rsid w:val="00481CF0"/>
    <w:rsid w:val="00483B22"/>
    <w:rsid w:val="004B492A"/>
    <w:rsid w:val="004B5C8B"/>
    <w:rsid w:val="004C0B0C"/>
    <w:rsid w:val="004D3F58"/>
    <w:rsid w:val="004E52E2"/>
    <w:rsid w:val="004E6BB4"/>
    <w:rsid w:val="004E7D3C"/>
    <w:rsid w:val="00515C47"/>
    <w:rsid w:val="00515D43"/>
    <w:rsid w:val="00522BE6"/>
    <w:rsid w:val="0052544D"/>
    <w:rsid w:val="00526B19"/>
    <w:rsid w:val="00551FB8"/>
    <w:rsid w:val="005537F6"/>
    <w:rsid w:val="00560F43"/>
    <w:rsid w:val="005654D0"/>
    <w:rsid w:val="00585B3F"/>
    <w:rsid w:val="005943E0"/>
    <w:rsid w:val="005B17AB"/>
    <w:rsid w:val="005C68FE"/>
    <w:rsid w:val="005F7D30"/>
    <w:rsid w:val="00602523"/>
    <w:rsid w:val="006040CB"/>
    <w:rsid w:val="00604351"/>
    <w:rsid w:val="00607D8A"/>
    <w:rsid w:val="0061590F"/>
    <w:rsid w:val="00615C9B"/>
    <w:rsid w:val="00636497"/>
    <w:rsid w:val="00641AE2"/>
    <w:rsid w:val="0064456A"/>
    <w:rsid w:val="00650DDA"/>
    <w:rsid w:val="0065126A"/>
    <w:rsid w:val="00653FA6"/>
    <w:rsid w:val="0067557D"/>
    <w:rsid w:val="006802D4"/>
    <w:rsid w:val="00683849"/>
    <w:rsid w:val="00691AB5"/>
    <w:rsid w:val="006B3D64"/>
    <w:rsid w:val="006B4CF8"/>
    <w:rsid w:val="006E1E6B"/>
    <w:rsid w:val="006F0EAC"/>
    <w:rsid w:val="006F43CB"/>
    <w:rsid w:val="006F6A85"/>
    <w:rsid w:val="0070328D"/>
    <w:rsid w:val="00731F96"/>
    <w:rsid w:val="00734127"/>
    <w:rsid w:val="00735FEA"/>
    <w:rsid w:val="00743460"/>
    <w:rsid w:val="00743A27"/>
    <w:rsid w:val="007448F7"/>
    <w:rsid w:val="00753DC6"/>
    <w:rsid w:val="0075578C"/>
    <w:rsid w:val="00766D75"/>
    <w:rsid w:val="00766DFB"/>
    <w:rsid w:val="00770F23"/>
    <w:rsid w:val="007734B5"/>
    <w:rsid w:val="007809B8"/>
    <w:rsid w:val="007813A6"/>
    <w:rsid w:val="00794E6C"/>
    <w:rsid w:val="007A565F"/>
    <w:rsid w:val="0080268F"/>
    <w:rsid w:val="00805FD7"/>
    <w:rsid w:val="00806E54"/>
    <w:rsid w:val="00817EEF"/>
    <w:rsid w:val="008206EE"/>
    <w:rsid w:val="008214B1"/>
    <w:rsid w:val="008273A9"/>
    <w:rsid w:val="0083407E"/>
    <w:rsid w:val="00836ABE"/>
    <w:rsid w:val="00836ED7"/>
    <w:rsid w:val="0084355E"/>
    <w:rsid w:val="008453AC"/>
    <w:rsid w:val="00860D09"/>
    <w:rsid w:val="00862044"/>
    <w:rsid w:val="00880BF7"/>
    <w:rsid w:val="0089000E"/>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53195"/>
    <w:rsid w:val="0098401D"/>
    <w:rsid w:val="009A789F"/>
    <w:rsid w:val="009B12EF"/>
    <w:rsid w:val="009B48F7"/>
    <w:rsid w:val="009B6185"/>
    <w:rsid w:val="009B7FD5"/>
    <w:rsid w:val="009C6C6D"/>
    <w:rsid w:val="009E1E78"/>
    <w:rsid w:val="00A1597D"/>
    <w:rsid w:val="00A2227F"/>
    <w:rsid w:val="00A46989"/>
    <w:rsid w:val="00A469AA"/>
    <w:rsid w:val="00A52150"/>
    <w:rsid w:val="00A71CE9"/>
    <w:rsid w:val="00A72A19"/>
    <w:rsid w:val="00A75A30"/>
    <w:rsid w:val="00A93C82"/>
    <w:rsid w:val="00AB2A48"/>
    <w:rsid w:val="00AC3236"/>
    <w:rsid w:val="00AD4874"/>
    <w:rsid w:val="00AD5363"/>
    <w:rsid w:val="00AE1F8A"/>
    <w:rsid w:val="00B036B2"/>
    <w:rsid w:val="00B04D19"/>
    <w:rsid w:val="00B153C3"/>
    <w:rsid w:val="00B22087"/>
    <w:rsid w:val="00B53AFF"/>
    <w:rsid w:val="00B722F2"/>
    <w:rsid w:val="00B80355"/>
    <w:rsid w:val="00B90958"/>
    <w:rsid w:val="00B91292"/>
    <w:rsid w:val="00B95339"/>
    <w:rsid w:val="00BA0B81"/>
    <w:rsid w:val="00BA311E"/>
    <w:rsid w:val="00BB334E"/>
    <w:rsid w:val="00BB5DCF"/>
    <w:rsid w:val="00BC2476"/>
    <w:rsid w:val="00BF59EA"/>
    <w:rsid w:val="00BF79CD"/>
    <w:rsid w:val="00C058AB"/>
    <w:rsid w:val="00C0721B"/>
    <w:rsid w:val="00C20AA3"/>
    <w:rsid w:val="00C34C8C"/>
    <w:rsid w:val="00C3527B"/>
    <w:rsid w:val="00C50792"/>
    <w:rsid w:val="00C51371"/>
    <w:rsid w:val="00C55A45"/>
    <w:rsid w:val="00C670DE"/>
    <w:rsid w:val="00C904D9"/>
    <w:rsid w:val="00C94C06"/>
    <w:rsid w:val="00CA48BF"/>
    <w:rsid w:val="00CB3ACC"/>
    <w:rsid w:val="00CB4745"/>
    <w:rsid w:val="00CD0A63"/>
    <w:rsid w:val="00CD2163"/>
    <w:rsid w:val="00CD4FE7"/>
    <w:rsid w:val="00CD5E6B"/>
    <w:rsid w:val="00CE4FBC"/>
    <w:rsid w:val="00CE5B40"/>
    <w:rsid w:val="00CE5D96"/>
    <w:rsid w:val="00CE7344"/>
    <w:rsid w:val="00CF26EE"/>
    <w:rsid w:val="00CF471A"/>
    <w:rsid w:val="00D25875"/>
    <w:rsid w:val="00D310F0"/>
    <w:rsid w:val="00D37AC2"/>
    <w:rsid w:val="00D500A9"/>
    <w:rsid w:val="00D51F19"/>
    <w:rsid w:val="00D56028"/>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34A5"/>
    <w:rsid w:val="00DF4592"/>
    <w:rsid w:val="00E15FDC"/>
    <w:rsid w:val="00E2651B"/>
    <w:rsid w:val="00E30DDB"/>
    <w:rsid w:val="00E4093E"/>
    <w:rsid w:val="00E6632E"/>
    <w:rsid w:val="00E90CF2"/>
    <w:rsid w:val="00EC38C1"/>
    <w:rsid w:val="00EC628B"/>
    <w:rsid w:val="00ED0F61"/>
    <w:rsid w:val="00EE3F6D"/>
    <w:rsid w:val="00EE73E1"/>
    <w:rsid w:val="00F11C82"/>
    <w:rsid w:val="00F12107"/>
    <w:rsid w:val="00F13165"/>
    <w:rsid w:val="00F4234E"/>
    <w:rsid w:val="00F61429"/>
    <w:rsid w:val="00F7477E"/>
    <w:rsid w:val="00F85393"/>
    <w:rsid w:val="00FA3BB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21"/>
    <o:shapelayout v:ext="edit">
      <o:idmap v:ext="edit" data="1"/>
    </o:shapelayout>
  </w:shapeDefaults>
  <w:decimalSymbol w:val="."/>
  <w:listSeparator w:val=","/>
  <w14:docId w14:val="49E4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footer" Target="footer3.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3.xml"/><Relationship Id="rId50" Type="http://schemas.openxmlformats.org/officeDocument/2006/relationships/footer" Target="footer1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header" Target="header3.xml"/><Relationship Id="rId33" Type="http://schemas.openxmlformats.org/officeDocument/2006/relationships/header" Target="header7.xml"/><Relationship Id="rId38" Type="http://schemas.openxmlformats.org/officeDocument/2006/relationships/header" Target="header10.xml"/><Relationship Id="rId46" Type="http://schemas.openxmlformats.org/officeDocument/2006/relationships/hyperlink" Target="http://www.investopedia.com/terms/t/terminalvalue.asp"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header" Target="header5.xm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2.xml"/><Relationship Id="rId32" Type="http://schemas.openxmlformats.org/officeDocument/2006/relationships/header" Target="header6.xml"/><Relationship Id="rId37" Type="http://schemas.openxmlformats.org/officeDocument/2006/relationships/header" Target="header9.xml"/><Relationship Id="rId40" Type="http://schemas.openxmlformats.org/officeDocument/2006/relationships/footer" Target="footer8.xml"/><Relationship Id="rId45" Type="http://schemas.openxmlformats.org/officeDocument/2006/relationships/hyperlink" Target="http://www.investopedia.com/terms/c/cashflow.asp" TargetMode="Externa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header" Target="header4.xml"/><Relationship Id="rId36" Type="http://schemas.openxmlformats.org/officeDocument/2006/relationships/footer" Target="footer7.xml"/><Relationship Id="rId49" Type="http://schemas.openxmlformats.org/officeDocument/2006/relationships/footer" Target="footer10.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footer" Target="footer5.xml"/><Relationship Id="rId44" Type="http://schemas.openxmlformats.org/officeDocument/2006/relationships/hyperlink" Target="http://www.investopedia.com/terms/p/presentvalue.asp"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2.xml"/><Relationship Id="rId27" Type="http://schemas.openxmlformats.org/officeDocument/2006/relationships/hyperlink" Target="http://www.pc.gov.au/inquiries/current/superannuation/make-submission" TargetMode="External"/><Relationship Id="rId30" Type="http://schemas.openxmlformats.org/officeDocument/2006/relationships/footer" Target="footer4.xml"/><Relationship Id="rId35" Type="http://schemas.openxmlformats.org/officeDocument/2006/relationships/footer" Target="footer6.xml"/><Relationship Id="rId43" Type="http://schemas.openxmlformats.org/officeDocument/2006/relationships/hyperlink" Target="http://www.investopedia.com/terms/r/rateofreturn.asp" TargetMode="External"/><Relationship Id="rId48" Type="http://schemas.openxmlformats.org/officeDocument/2006/relationships/header" Target="header14.xml"/><Relationship Id="rId8" Type="http://schemas.openxmlformats.org/officeDocument/2006/relationships/numbering" Target="numbering.xml"/><Relationship Id="rId51"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Reports" ma:contentTypeID="0x0101007916246811615643A710C6FEAFF56A8711040025A7F880E6C5E24E9320E58B2F71B8CA" ma:contentTypeVersion="4" ma:contentTypeDescription="" ma:contentTypeScope="" ma:versionID="83df3b51ad1ad50fca9056f88b2aff0a">
  <xsd:schema xmlns:xsd="http://www.w3.org/2001/XMLSchema" xmlns:xs="http://www.w3.org/2001/XMLSchema" xmlns:p="http://schemas.microsoft.com/office/2006/metadata/properties" xmlns:ns2="3f4bcce7-ac1a-4c9d-aa3e-7e77695652db" xmlns:ns3="67ddb451-a8c7-455d-9a2e-2f1e2d081d42" targetNamespace="http://schemas.microsoft.com/office/2006/metadata/properties" ma:root="true" ma:fieldsID="ad84e1d61e639342ddf7919c75612a2b" ns2:_="" ns3:_="">
    <xsd:import namespace="3f4bcce7-ac1a-4c9d-aa3e-7e77695652db"/>
    <xsd:import namespace="67ddb451-a8c7-455d-9a2e-2f1e2d081d42"/>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minOccurs="0"/>
                <xsd:element ref="ns3:k600303b59164bcc875218e39d82762a" minOccurs="0"/>
                <xsd:element ref="ns3:k6ac8fc7595a4bf28e64b12296b567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nillable="true" ma:displayName="Draft Report Status" ma:default="In initial draft state" ma:internalName="Draft_x0020_Report_x0020_Status" ma:requiredMultiChoice="true">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ddb451-a8c7-455d-9a2e-2f1e2d081d42" elementFormDefault="qualified">
    <xsd:import namespace="http://schemas.microsoft.com/office/2006/documentManagement/types"/>
    <xsd:import namespace="http://schemas.microsoft.com/office/infopath/2007/PartnerControls"/>
    <xsd:element name="k600303b59164bcc875218e39d82762a" ma:index="19" nillable="true" ma:taxonomy="true" ma:internalName="k600303b59164bcc875218e39d82762a" ma:taxonomyFieldName="Lvl_x0020_1" ma:displayName="Lvl 1" ma:default="" ma:fieldId="{4600303b-5916-4bcc-8752-18e39d82762a}" ma:sspId="70da5c63-8548-4ac8-9616-83b0f373280e" ma:termSetId="c6465de3-3c85-4d19-848e-9291b2de1740" ma:anchorId="cc7c2568-34cc-4304-a88c-1559bf9fdb76" ma:open="true" ma:isKeyword="false">
      <xsd:complexType>
        <xsd:sequence>
          <xsd:element ref="pc:Terms" minOccurs="0" maxOccurs="1"/>
        </xsd:sequence>
      </xsd:complexType>
    </xsd:element>
    <xsd:element name="k6ac8fc7595a4bf28e64b12296b5675f" ma:index="21" nillable="true" ma:taxonomy="true" ma:internalName="k6ac8fc7595a4bf28e64b12296b5675f" ma:taxonomyFieldName="Lvl_x0020_2" ma:displayName="Lvl 2" ma:default="" ma:fieldId="{46ac8fc7-595a-4bf2-8e64-b12296b5675f}" ma:sspId="70da5c63-8548-4ac8-9616-83b0f373280e" ma:termSetId="c6465de3-3c85-4d19-848e-9291b2de1740" ma:anchorId="cc7c2568-34cc-4304-a88c-1559bf9fdb76"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70da5c63-8548-4ac8-9616-83b0f373280e" ContentTypeId="0x0101007916246811615643A710C6FEAFF56A871104" PreviousValue="false"/>
</file>

<file path=customXml/item4.xml><?xml version="1.0" encoding="utf-8"?>
<p:properties xmlns:p="http://schemas.microsoft.com/office/2006/metadata/properties" xmlns:xsi="http://www.w3.org/2001/XMLSchema-instance" xmlns:pc="http://schemas.microsoft.com/office/infopath/2007/PartnerControls">
  <documentManagement>
    <k600303b59164bcc875218e39d82762a xmlns="67ddb451-a8c7-455d-9a2e-2f1e2d081d42">
      <Terms xmlns="http://schemas.microsoft.com/office/infopath/2007/PartnerControls">
        <TermInfo xmlns="http://schemas.microsoft.com/office/infopath/2007/PartnerControls">
          <TermName xmlns="http://schemas.microsoft.com/office/infopath/2007/PartnerControls">Draft Report - Study</TermName>
          <TermId xmlns="http://schemas.microsoft.com/office/infopath/2007/PartnerControls">3349b5ba-dad8-4628-8617-3bc2bd9ebfb7</TermId>
        </TermInfo>
      </Terms>
    </k600303b59164bcc875218e39d82762a>
    <Draft_x0020_Report_x0020_Status xmlns="3f4bcce7-ac1a-4c9d-aa3e-7e77695652db">
      <Value>In initial draft state</Value>
    </Draft_x0020_Report_x0020_Status>
    <TaxKeywordTaxHTField xmlns="3f4bcce7-ac1a-4c9d-aa3e-7e77695652db">
      <Terms xmlns="http://schemas.microsoft.com/office/infopath/2007/PartnerControls"/>
    </TaxKeywordTaxHTField>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k6ac8fc7595a4bf28e64b12296b5675f xmlns="67ddb451-a8c7-455d-9a2e-2f1e2d081d42">
      <Terms xmlns="http://schemas.microsoft.com/office/infopath/2007/PartnerControls"/>
    </k6ac8fc7595a4bf28e64b12296b5675f>
    <TaxCatchAll xmlns="3f4bcce7-ac1a-4c9d-aa3e-7e77695652db">
      <Value>3228</Value>
      <Value>24</Value>
    </TaxCatchAll>
  </documentManagement>
</p:propertie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B82E5C8-D3BF-4EDE-B9BB-68091AF55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67ddb451-a8c7-455d-9a2e-2f1e2d081d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86C44F-7EB7-4483-BA48-984BD3BFB595}">
  <ds:schemaRefs>
    <ds:schemaRef ds:uri="http://schemas.microsoft.com/sharepoint/v3/contenttype/forms"/>
  </ds:schemaRefs>
</ds:datastoreItem>
</file>

<file path=customXml/itemProps3.xml><?xml version="1.0" encoding="utf-8"?>
<ds:datastoreItem xmlns:ds="http://schemas.openxmlformats.org/officeDocument/2006/customXml" ds:itemID="{1115DEB9-ED5E-4185-856F-2D30E5BF00DB}">
  <ds:schemaRefs>
    <ds:schemaRef ds:uri="Microsoft.SharePoint.Taxonomy.ContentTypeSync"/>
  </ds:schemaRefs>
</ds:datastoreItem>
</file>

<file path=customXml/itemProps4.xml><?xml version="1.0" encoding="utf-8"?>
<ds:datastoreItem xmlns:ds="http://schemas.openxmlformats.org/officeDocument/2006/customXml" ds:itemID="{DC888D4A-681A-42CE-9123-735B2C0ECFCB}">
  <ds:schemaRefs>
    <ds:schemaRef ds:uri="http://purl.org/dc/dcmitype/"/>
    <ds:schemaRef ds:uri="http://schemas.microsoft.com/office/2006/metadata/properties"/>
    <ds:schemaRef ds:uri="http://purl.org/dc/elements/1.1/"/>
    <ds:schemaRef ds:uri="http://schemas.microsoft.com/office/infopath/2007/PartnerControls"/>
    <ds:schemaRef ds:uri="http://schemas.microsoft.com/office/2006/documentManagement/types"/>
    <ds:schemaRef ds:uri="67ddb451-a8c7-455d-9a2e-2f1e2d081d42"/>
    <ds:schemaRef ds:uri="3f4bcce7-ac1a-4c9d-aa3e-7e77695652d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96BA212D-57B8-4EEC-B258-3C9551B7D28D}">
  <ds:schemaRefs>
    <ds:schemaRef ds:uri="http://schemas.microsoft.com/office/2006/metadata/customXsn"/>
  </ds:schemaRefs>
</ds:datastoreItem>
</file>

<file path=customXml/itemProps6.xml><?xml version="1.0" encoding="utf-8"?>
<ds:datastoreItem xmlns:ds="http://schemas.openxmlformats.org/officeDocument/2006/customXml" ds:itemID="{9147267E-F8FC-4616-9B13-824CF58068A3}">
  <ds:schemaRefs>
    <ds:schemaRef ds:uri="http://schemas.microsoft.com/sharepoint/events"/>
  </ds:schemaRefs>
</ds:datastoreItem>
</file>

<file path=customXml/itemProps7.xml><?xml version="1.0" encoding="utf-8"?>
<ds:datastoreItem xmlns:ds="http://schemas.openxmlformats.org/officeDocument/2006/customXml" ds:itemID="{98392001-A9A8-449A-9725-4E39EB26C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4</TotalTime>
  <Pages>17</Pages>
  <Words>3153</Words>
  <Characters>19459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How to Assess the Competitiveness and Efficiency of the Superannuation System - Draft Report</vt:lpstr>
    </vt:vector>
  </TitlesOfParts>
  <Company>Productivity Commission</Company>
  <LinksUpToDate>false</LinksUpToDate>
  <CharactersWithSpaces>22567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Assess the Competitiveness and Efficiency of the Superannuation System - Draft Report</dc:title>
  <dc:creator>Productivity Commission</dc:creator>
  <cp:lastModifiedBy>Productivity Commission</cp:lastModifiedBy>
  <cp:revision>3</cp:revision>
  <cp:lastPrinted>2009-07-15T23:41:00Z</cp:lastPrinted>
  <dcterms:created xsi:type="dcterms:W3CDTF">2016-08-01T05:47:00Z</dcterms:created>
  <dcterms:modified xsi:type="dcterms:W3CDTF">2016-11-23T01:46:00Z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0x0101007916246811615643A710C6FEAFF56A8711040025A7F880E6C5E24E9320E58B2F71B8CA</vt:lpwstr>
  </property>
  <property fmtid="{D5CDD505-2E9C-101B-9397-08002B2CF9AE}" pid="3" name="Order">
    <vt:r8>8800</vt:r8>
  </property>
  <property fmtid="{D5CDD505-2E9C-101B-9397-08002B2CF9AE}" pid="4" name="TaxKeyword">
    <vt:lpwstr/>
  </property>
  <property fmtid="{D5CDD505-2E9C-101B-9397-08002B2CF9AE}" pid="5" name="Lvl 2">
    <vt:lpwstr/>
  </property>
  <property fmtid="{D5CDD505-2E9C-101B-9397-08002B2CF9AE}" pid="6" name="Record Tag">
    <vt:lpwstr>24;#Draft Report|84e4af37-8871-4c42-ad2f-98d46afe06b0</vt:lpwstr>
  </property>
  <property fmtid="{D5CDD505-2E9C-101B-9397-08002B2CF9AE}" pid="7" name="Lvl 1">
    <vt:lpwstr>3228;#Draft Report - Study|3349b5ba-dad8-4628-8617-3bc2bd9ebfb7</vt:lpwstr>
  </property>
</Properties>
</file>