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0DA52" w14:textId="54592EC0" w:rsidR="00C17BE3" w:rsidRPr="00C17BE3" w:rsidRDefault="00C17BE3" w:rsidP="00C17BE3">
      <w:pPr>
        <w:pStyle w:val="Heading1NotTOC"/>
        <w:spacing w:before="0" w:after="0"/>
        <w:rPr>
          <w:color w:val="FFFFFF" w:themeColor="background1"/>
          <w:sz w:val="16"/>
          <w:szCs w:val="16"/>
        </w:rPr>
      </w:pPr>
      <w:r>
        <w:rPr>
          <w:noProof/>
          <w:lang w:eastAsia="en-AU"/>
        </w:rPr>
        <w:drawing>
          <wp:anchor distT="0" distB="0" distL="114300" distR="114300" simplePos="0" relativeHeight="251659264" behindDoc="0" locked="0" layoutInCell="1" allowOverlap="1" wp14:anchorId="227A1FC8" wp14:editId="36B08D55">
            <wp:simplePos x="154379" y="118753"/>
            <wp:positionH relativeFrom="page">
              <wp:align>center</wp:align>
            </wp:positionH>
            <wp:positionV relativeFrom="page">
              <wp:align>center</wp:align>
            </wp:positionV>
            <wp:extent cx="7632000" cy="10795587"/>
            <wp:effectExtent l="0" t="0" r="7620" b="6350"/>
            <wp:wrapNone/>
            <wp:docPr id="1" name="Picture 1" descr="Workplace Relations Framework Productivity Commission Draft Report August 2015. &#10;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aps\01 INQUIRIES\Workplace Relations (inquiry)\Printing\Cover Artwork\draft-workplace-relations-title.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7632000" cy="107955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7BE3">
        <w:rPr>
          <w:color w:val="FFFFFF" w:themeColor="background1"/>
          <w:sz w:val="16"/>
          <w:szCs w:val="16"/>
        </w:rPr>
        <w:t xml:space="preserve">Workplace Relations Framework Productivity Commission Draft Report August 2015. </w:t>
      </w:r>
    </w:p>
    <w:p w14:paraId="7FAF3F5B" w14:textId="4155AE99" w:rsidR="00B04D19" w:rsidRPr="00C17BE3" w:rsidRDefault="00C17BE3" w:rsidP="00C17BE3">
      <w:pPr>
        <w:pStyle w:val="BodyText"/>
        <w:spacing w:before="0"/>
        <w:rPr>
          <w:color w:val="FFFFFF" w:themeColor="background1"/>
        </w:rPr>
      </w:pPr>
      <w:r w:rsidRPr="00C17BE3">
        <w:rPr>
          <w:color w:val="FFFFFF" w:themeColor="background1"/>
          <w:sz w:val="16"/>
          <w:szCs w:val="16"/>
          <w:lang w:eastAsia="en-US"/>
        </w:rPr>
        <w:t>This is a draft report prepared for further public consultation and input. The Commission will finalise its report after these processes have taken place.</w:t>
      </w:r>
    </w:p>
    <w:p w14:paraId="653C27E5" w14:textId="35DF58A9" w:rsidR="00B04D19" w:rsidRDefault="00B04D19" w:rsidP="00CD5E6B">
      <w:pPr>
        <w:pStyle w:val="BodyText"/>
        <w:rPr>
          <w:b/>
          <w:szCs w:val="26"/>
        </w:rPr>
      </w:pPr>
      <w:r>
        <w:br w:type="page"/>
      </w:r>
    </w:p>
    <w:p w14:paraId="4FD3561B"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799B2272"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4F42296A" wp14:editId="383B97D5">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F856B0C" w14:textId="436C8FE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4C6879F5" w14:textId="77777777" w:rsidR="008A3857" w:rsidRPr="008A3857" w:rsidRDefault="008A3857" w:rsidP="008A3857">
      <w:pPr>
        <w:pStyle w:val="Copyrightsubtitle"/>
      </w:pPr>
      <w:r w:rsidRPr="008A3857">
        <w:t>Use of the Commonwealth Coat of Arms</w:t>
      </w:r>
    </w:p>
    <w:p w14:paraId="5F1B9A99" w14:textId="7C349606"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4106BD51" w14:textId="77777777" w:rsidR="008A3857" w:rsidRPr="008A3857" w:rsidRDefault="008A3857" w:rsidP="008A3857">
      <w:pPr>
        <w:pStyle w:val="Copyrightsubtitle"/>
      </w:pPr>
      <w:r w:rsidRPr="008A3857">
        <w:t>Third party copyright</w:t>
      </w:r>
    </w:p>
    <w:p w14:paraId="3A99AF2F"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34E260FC" w14:textId="77777777" w:rsidR="008A3857" w:rsidRPr="008A3857" w:rsidRDefault="008A3857" w:rsidP="008A3857">
      <w:pPr>
        <w:pStyle w:val="Copyrightsubtitle"/>
      </w:pPr>
      <w:r w:rsidRPr="008A3857">
        <w:t>Attribution</w:t>
      </w:r>
    </w:p>
    <w:p w14:paraId="6BAF8540" w14:textId="37067EE6" w:rsidR="008A3857" w:rsidRPr="001F7C52" w:rsidRDefault="008A3857" w:rsidP="00BA0B81">
      <w:pPr>
        <w:pStyle w:val="Copyrightbodytext"/>
      </w:pPr>
      <w:r w:rsidRPr="001F7C52">
        <w:t xml:space="preserve">This work should be attributed as follows, </w:t>
      </w:r>
      <w:r w:rsidRPr="001F7C52">
        <w:rPr>
          <w:i/>
        </w:rPr>
        <w:t>Source: Productivity Commission,</w:t>
      </w:r>
      <w:r w:rsidR="00186A88" w:rsidRPr="001F7C52">
        <w:rPr>
          <w:i/>
        </w:rPr>
        <w:t xml:space="preserve"> Workplace Relations Framework, Draft Report</w:t>
      </w:r>
      <w:r w:rsidR="00186A88" w:rsidRPr="001F7C52">
        <w:t>.</w:t>
      </w:r>
    </w:p>
    <w:p w14:paraId="4797E30F" w14:textId="0F3F2170" w:rsidR="008A3857" w:rsidRPr="008A3857" w:rsidRDefault="008A3857" w:rsidP="00BA0B81">
      <w:pPr>
        <w:pStyle w:val="Copyrightbodytext"/>
        <w:spacing w:before="120"/>
      </w:pPr>
      <w:r w:rsidRPr="001F7C52">
        <w:t xml:space="preserve">If you have adapted, modified or transformed this work in anyway, please use the following, </w:t>
      </w:r>
      <w:r w:rsidRPr="001F7C52">
        <w:rPr>
          <w:i/>
        </w:rPr>
        <w:t>Source: based on Productivity Commission</w:t>
      </w:r>
      <w:r w:rsidR="00122FE9" w:rsidRPr="001F7C52">
        <w:rPr>
          <w:i/>
        </w:rPr>
        <w:t xml:space="preserve"> </w:t>
      </w:r>
      <w:r w:rsidRPr="001F7C52">
        <w:rPr>
          <w:i/>
        </w:rPr>
        <w:t>data</w:t>
      </w:r>
      <w:r w:rsidR="00186A88" w:rsidRPr="001F7C52">
        <w:rPr>
          <w:i/>
        </w:rPr>
        <w:t>, Workplace Relations Framework, Draft Report</w:t>
      </w:r>
      <w:r w:rsidRPr="001F7C52">
        <w:t>.</w:t>
      </w:r>
    </w:p>
    <w:p w14:paraId="28EE8533"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178CBB1" w14:textId="2CCE196E" w:rsidR="008A3857" w:rsidRPr="008A3857" w:rsidRDefault="00186A88" w:rsidP="008A3857">
      <w:pPr>
        <w:pStyle w:val="Copyrightbodytext"/>
      </w:pPr>
      <w:r w:rsidRPr="00186A88">
        <w:t xml:space="preserve">Productivity Commission 2015, </w:t>
      </w:r>
      <w:r w:rsidRPr="00186A88">
        <w:rPr>
          <w:i/>
        </w:rPr>
        <w:t>Workplace Relations Framework</w:t>
      </w:r>
      <w:r w:rsidRPr="00186A88">
        <w:t>, Draft Report, Canberra</w:t>
      </w:r>
    </w:p>
    <w:p w14:paraId="722B4128" w14:textId="77777777" w:rsidR="008A3857" w:rsidRPr="008A3857" w:rsidRDefault="008A3857" w:rsidP="008A3857">
      <w:pPr>
        <w:pStyle w:val="Copyrightsubtitle"/>
      </w:pPr>
      <w:bookmarkStart w:id="1" w:name="JEL"/>
      <w:bookmarkEnd w:id="1"/>
      <w:r w:rsidRPr="008A3857">
        <w:t>Publications enquiries</w:t>
      </w:r>
    </w:p>
    <w:p w14:paraId="006F7F0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50695E80"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46CE3414" w14:textId="77777777" w:rsidTr="00524704">
        <w:tc>
          <w:tcPr>
            <w:tcW w:w="8771" w:type="dxa"/>
            <w:tcBorders>
              <w:top w:val="single" w:sz="6" w:space="0" w:color="78A22F"/>
              <w:left w:val="nil"/>
              <w:bottom w:val="nil"/>
              <w:right w:val="nil"/>
            </w:tcBorders>
            <w:shd w:val="clear" w:color="auto" w:fill="F2F2F2" w:themeFill="background1" w:themeFillShade="F2"/>
          </w:tcPr>
          <w:p w14:paraId="755B335C" w14:textId="77777777" w:rsidR="008A3857" w:rsidRPr="008A3857" w:rsidRDefault="008A3857" w:rsidP="00524704">
            <w:pPr>
              <w:pStyle w:val="BoxTitle"/>
              <w:rPr>
                <w:sz w:val="22"/>
                <w:szCs w:val="22"/>
              </w:rPr>
            </w:pPr>
            <w:r w:rsidRPr="008A3857">
              <w:rPr>
                <w:sz w:val="22"/>
                <w:szCs w:val="22"/>
              </w:rPr>
              <w:t>The Productivity Commission</w:t>
            </w:r>
          </w:p>
        </w:tc>
      </w:tr>
      <w:tr w:rsidR="008A3857" w14:paraId="77D3F9BB" w14:textId="77777777" w:rsidTr="00524704">
        <w:trPr>
          <w:cantSplit/>
        </w:trPr>
        <w:tc>
          <w:tcPr>
            <w:tcW w:w="8771" w:type="dxa"/>
            <w:tcBorders>
              <w:top w:val="nil"/>
              <w:left w:val="nil"/>
              <w:bottom w:val="nil"/>
              <w:right w:val="nil"/>
            </w:tcBorders>
            <w:shd w:val="clear" w:color="auto" w:fill="F2F2F2" w:themeFill="background1" w:themeFillShade="F2"/>
          </w:tcPr>
          <w:p w14:paraId="6FB0AD11" w14:textId="77777777" w:rsidR="008A3857" w:rsidRDefault="008A3857" w:rsidP="00524704">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7EC6227" w14:textId="77777777" w:rsidR="008A3857" w:rsidRDefault="008A3857" w:rsidP="00524704">
            <w:pPr>
              <w:pStyle w:val="Box"/>
            </w:pPr>
            <w:r w:rsidRPr="00BB5DCF">
              <w:t>The Commission’s independence is underpinned by an Act of Parliament. Its processes and outputs are open to public scrutiny and are driven by concern for the wellbeing of the community as a whole.</w:t>
            </w:r>
          </w:p>
          <w:p w14:paraId="727E7178" w14:textId="69B41875"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6CB8ED18" w14:textId="77777777" w:rsidTr="00524704">
        <w:trPr>
          <w:cantSplit/>
        </w:trPr>
        <w:tc>
          <w:tcPr>
            <w:tcW w:w="8771" w:type="dxa"/>
            <w:tcBorders>
              <w:top w:val="nil"/>
              <w:left w:val="nil"/>
              <w:bottom w:val="single" w:sz="6" w:space="0" w:color="78A22F"/>
              <w:right w:val="nil"/>
            </w:tcBorders>
            <w:shd w:val="clear" w:color="auto" w:fill="F2F2F2" w:themeFill="background1" w:themeFillShade="F2"/>
          </w:tcPr>
          <w:p w14:paraId="1A2085C7" w14:textId="77777777" w:rsidR="008A3857" w:rsidRDefault="008A3857" w:rsidP="00524704">
            <w:pPr>
              <w:pStyle w:val="Box"/>
              <w:spacing w:before="0" w:line="120" w:lineRule="exact"/>
            </w:pPr>
          </w:p>
        </w:tc>
      </w:tr>
    </w:tbl>
    <w:p w14:paraId="0D6CAEB4" w14:textId="77777777" w:rsidR="00735FEA" w:rsidRDefault="00735FEA">
      <w:pPr>
        <w:pStyle w:val="BodyText"/>
        <w:sectPr w:rsidR="00735FEA" w:rsidSect="00122FE9">
          <w:headerReference w:type="even" r:id="rId16"/>
          <w:headerReference w:type="default" r:id="rId17"/>
          <w:footerReference w:type="even" r:id="rId18"/>
          <w:footerReference w:type="default" r:id="rId19"/>
          <w:headerReference w:type="first" r:id="rId20"/>
          <w:footerReference w:type="first" r:id="rId21"/>
          <w:type w:val="oddPage"/>
          <w:pgSz w:w="11907" w:h="16840" w:code="9"/>
          <w:pgMar w:top="1304" w:right="1304" w:bottom="567" w:left="1814" w:header="1701" w:footer="397" w:gutter="0"/>
          <w:pgNumType w:fmt="lowerRoman" w:start="1"/>
          <w:cols w:space="720"/>
          <w:titlePg/>
        </w:sectPr>
      </w:pPr>
      <w:bookmarkStart w:id="2" w:name="cov"/>
      <w:bookmarkEnd w:id="2"/>
    </w:p>
    <w:p w14:paraId="1D76E1F8" w14:textId="77777777" w:rsidR="00E631D2" w:rsidRDefault="00E631D2">
      <w:pPr>
        <w:pStyle w:val="Heading1"/>
      </w:pPr>
      <w:bookmarkStart w:id="3" w:name="_Toc425602211"/>
      <w:bookmarkStart w:id="4" w:name="_Toc425847593"/>
      <w:r>
        <w:lastRenderedPageBreak/>
        <w:t>Opportunity for further comment</w:t>
      </w:r>
      <w:bookmarkEnd w:id="3"/>
      <w:bookmarkEnd w:id="4"/>
    </w:p>
    <w:p w14:paraId="74C7B1DF" w14:textId="796F9BF7" w:rsidR="00E631D2" w:rsidRDefault="00E631D2">
      <w:pPr>
        <w:pStyle w:val="BodyText"/>
      </w:pPr>
      <w:r>
        <w:t xml:space="preserve">You are invited to examine this draft </w:t>
      </w:r>
      <w:r w:rsidR="00974E43">
        <w:t xml:space="preserve">and comment on it by written submission to the Productivity Commission, preferably in electronic format, by </w:t>
      </w:r>
      <w:r w:rsidR="00974E43" w:rsidRPr="00796AA8">
        <w:rPr>
          <w:b/>
        </w:rPr>
        <w:t>18 September 2015</w:t>
      </w:r>
      <w:r w:rsidR="00974E43">
        <w:t>. Further information on how to provide a submission is included on the inquiry website http://</w:t>
      </w:r>
      <w:proofErr w:type="spellStart"/>
      <w:r w:rsidR="00974E43">
        <w:t>www.pc.gov.au</w:t>
      </w:r>
      <w:proofErr w:type="spellEnd"/>
      <w:r w:rsidR="00974E43">
        <w:t>/inquiries/current/workplace-relations.</w:t>
      </w:r>
    </w:p>
    <w:p w14:paraId="2BFF9C7E" w14:textId="42F37390" w:rsidR="00E631D2" w:rsidRDefault="00E631D2">
      <w:pPr>
        <w:pStyle w:val="BodyText"/>
      </w:pPr>
      <w:r>
        <w:t>The final report will be prepared after further submissions have been received</w:t>
      </w:r>
      <w:r w:rsidR="00974E43">
        <w:t xml:space="preserve"> and public hearings have been held, and will be forwarded to the Australian Government by the end of November 2015.</w:t>
      </w:r>
    </w:p>
    <w:p w14:paraId="08235795" w14:textId="77777777" w:rsidR="00E631D2" w:rsidRPr="007151C7" w:rsidRDefault="00E631D2" w:rsidP="00524704">
      <w:pPr>
        <w:pStyle w:val="Heading3"/>
        <w:spacing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52"/>
        <w:gridCol w:w="3307"/>
        <w:gridCol w:w="2930"/>
      </w:tblGrid>
      <w:tr w:rsidR="00E631D2" w:rsidRPr="002E1C30" w14:paraId="739807E8" w14:textId="77777777" w:rsidTr="003460AD">
        <w:tc>
          <w:tcPr>
            <w:tcW w:w="2552" w:type="dxa"/>
            <w:tcBorders>
              <w:top w:val="single" w:sz="4" w:space="0" w:color="78A22F"/>
              <w:bottom w:val="single" w:sz="4" w:space="0" w:color="78A22F"/>
            </w:tcBorders>
            <w:tcMar>
              <w:left w:w="0" w:type="dxa"/>
              <w:right w:w="0" w:type="dxa"/>
            </w:tcMar>
            <w:vAlign w:val="center"/>
          </w:tcPr>
          <w:p w14:paraId="4EE39F62" w14:textId="77777777" w:rsidR="00E631D2" w:rsidRPr="002E1C30" w:rsidRDefault="00E631D2" w:rsidP="0052470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3307" w:type="dxa"/>
            <w:tcBorders>
              <w:top w:val="single" w:sz="4" w:space="0" w:color="78A22F"/>
              <w:bottom w:val="single" w:sz="4" w:space="0" w:color="78A22F"/>
            </w:tcBorders>
            <w:vAlign w:val="center"/>
          </w:tcPr>
          <w:p w14:paraId="0D664B8B" w14:textId="77777777" w:rsidR="00E631D2" w:rsidRPr="002E1C30" w:rsidRDefault="00E631D2" w:rsidP="0052470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2930" w:type="dxa"/>
            <w:tcBorders>
              <w:top w:val="single" w:sz="4" w:space="0" w:color="78A22F"/>
              <w:bottom w:val="single" w:sz="4" w:space="0" w:color="78A22F"/>
            </w:tcBorders>
            <w:vAlign w:val="center"/>
          </w:tcPr>
          <w:p w14:paraId="286CDE47" w14:textId="77777777" w:rsidR="00E631D2" w:rsidRPr="002E1C30" w:rsidRDefault="00E631D2" w:rsidP="00524704">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E631D2" w14:paraId="49CE69EB" w14:textId="77777777" w:rsidTr="003460AD">
        <w:tc>
          <w:tcPr>
            <w:tcW w:w="2552" w:type="dxa"/>
            <w:tcBorders>
              <w:top w:val="single" w:sz="4" w:space="0" w:color="78A22F"/>
            </w:tcBorders>
            <w:shd w:val="clear" w:color="auto" w:fill="F2F2F2" w:themeFill="background1" w:themeFillShade="F2"/>
            <w:tcMar>
              <w:left w:w="0" w:type="dxa"/>
              <w:right w:w="0" w:type="dxa"/>
            </w:tcMar>
          </w:tcPr>
          <w:p w14:paraId="2A743F60" w14:textId="77777777" w:rsidR="00E631D2" w:rsidRDefault="00E631D2" w:rsidP="00C302A3">
            <w:pPr>
              <w:pStyle w:val="TableBodyText"/>
              <w:spacing w:before="80"/>
              <w:jc w:val="left"/>
            </w:pPr>
            <w:r>
              <w:t>Bendigo, VIC</w:t>
            </w:r>
          </w:p>
        </w:tc>
        <w:tc>
          <w:tcPr>
            <w:tcW w:w="3307" w:type="dxa"/>
            <w:tcBorders>
              <w:top w:val="single" w:sz="4" w:space="0" w:color="78A22F"/>
            </w:tcBorders>
            <w:shd w:val="clear" w:color="auto" w:fill="F2F2F2" w:themeFill="background1" w:themeFillShade="F2"/>
          </w:tcPr>
          <w:p w14:paraId="48B01586" w14:textId="77777777" w:rsidR="00E631D2" w:rsidRDefault="00E631D2" w:rsidP="0029472E">
            <w:pPr>
              <w:pStyle w:val="TableBodyText"/>
              <w:spacing w:before="80"/>
              <w:jc w:val="left"/>
            </w:pPr>
            <w:r>
              <w:t>Friday 4 September 2015</w:t>
            </w:r>
          </w:p>
        </w:tc>
        <w:tc>
          <w:tcPr>
            <w:tcW w:w="2930" w:type="dxa"/>
            <w:tcBorders>
              <w:top w:val="single" w:sz="4" w:space="0" w:color="78A22F"/>
            </w:tcBorders>
            <w:shd w:val="clear" w:color="auto" w:fill="F2F2F2" w:themeFill="background1" w:themeFillShade="F2"/>
          </w:tcPr>
          <w:p w14:paraId="51AF3699" w14:textId="24A0521C" w:rsidR="00D648DF" w:rsidRDefault="00D648DF" w:rsidP="0029472E">
            <w:pPr>
              <w:pStyle w:val="TableBodyText"/>
              <w:spacing w:before="80" w:after="240"/>
              <w:jc w:val="left"/>
            </w:pPr>
            <w:proofErr w:type="spellStart"/>
            <w:r>
              <w:t>TBC</w:t>
            </w:r>
            <w:proofErr w:type="spellEnd"/>
          </w:p>
        </w:tc>
      </w:tr>
      <w:tr w:rsidR="00E631D2" w14:paraId="2D5E9902" w14:textId="77777777" w:rsidTr="003460AD">
        <w:tc>
          <w:tcPr>
            <w:tcW w:w="2552" w:type="dxa"/>
            <w:tcMar>
              <w:left w:w="0" w:type="dxa"/>
              <w:right w:w="0" w:type="dxa"/>
            </w:tcMar>
          </w:tcPr>
          <w:p w14:paraId="0EC22A26" w14:textId="77777777" w:rsidR="00E631D2" w:rsidRDefault="00E631D2" w:rsidP="002C6E62">
            <w:pPr>
              <w:pStyle w:val="TableBodyText"/>
              <w:jc w:val="left"/>
            </w:pPr>
            <w:r>
              <w:t>Hobart, TAS</w:t>
            </w:r>
          </w:p>
        </w:tc>
        <w:tc>
          <w:tcPr>
            <w:tcW w:w="3307" w:type="dxa"/>
          </w:tcPr>
          <w:p w14:paraId="49D7BC1C" w14:textId="77777777" w:rsidR="00E631D2" w:rsidRDefault="00E631D2" w:rsidP="0029472E">
            <w:pPr>
              <w:pStyle w:val="TableBodyText"/>
              <w:jc w:val="left"/>
            </w:pPr>
            <w:r>
              <w:t>Monday 7 September 2015</w:t>
            </w:r>
          </w:p>
        </w:tc>
        <w:tc>
          <w:tcPr>
            <w:tcW w:w="2930" w:type="dxa"/>
          </w:tcPr>
          <w:p w14:paraId="7DD60A02" w14:textId="77777777" w:rsidR="00E631D2" w:rsidRDefault="00E631D2" w:rsidP="0029472E">
            <w:pPr>
              <w:pStyle w:val="TableBodyText"/>
              <w:jc w:val="left"/>
            </w:pPr>
            <w:r>
              <w:t xml:space="preserve">The Old </w:t>
            </w:r>
            <w:proofErr w:type="spellStart"/>
            <w:r>
              <w:t>Woolstore</w:t>
            </w:r>
            <w:proofErr w:type="spellEnd"/>
          </w:p>
          <w:p w14:paraId="174AD874" w14:textId="77777777" w:rsidR="00E631D2" w:rsidRDefault="00E631D2" w:rsidP="0029472E">
            <w:pPr>
              <w:pStyle w:val="TableBodyText"/>
              <w:jc w:val="left"/>
            </w:pPr>
            <w:r>
              <w:t>1 Macquarie Street</w:t>
            </w:r>
          </w:p>
        </w:tc>
      </w:tr>
      <w:tr w:rsidR="00E631D2" w14:paraId="7C875426" w14:textId="77777777" w:rsidTr="003460AD">
        <w:tc>
          <w:tcPr>
            <w:tcW w:w="2552" w:type="dxa"/>
            <w:shd w:val="clear" w:color="auto" w:fill="F2F2F2" w:themeFill="background1" w:themeFillShade="F2"/>
            <w:tcMar>
              <w:left w:w="0" w:type="dxa"/>
              <w:right w:w="0" w:type="dxa"/>
            </w:tcMar>
          </w:tcPr>
          <w:p w14:paraId="2120A46A" w14:textId="77777777" w:rsidR="00E631D2" w:rsidRDefault="00E631D2" w:rsidP="002C6E62">
            <w:pPr>
              <w:pStyle w:val="TableBodyText"/>
              <w:jc w:val="left"/>
            </w:pPr>
            <w:r>
              <w:t>Melbourne, VIC</w:t>
            </w:r>
          </w:p>
        </w:tc>
        <w:tc>
          <w:tcPr>
            <w:tcW w:w="3307" w:type="dxa"/>
            <w:shd w:val="clear" w:color="auto" w:fill="F2F2F2" w:themeFill="background1" w:themeFillShade="F2"/>
          </w:tcPr>
          <w:p w14:paraId="7C50434E" w14:textId="77777777" w:rsidR="00E631D2" w:rsidRDefault="00E631D2" w:rsidP="0029472E">
            <w:pPr>
              <w:pStyle w:val="TableBodyText"/>
              <w:jc w:val="left"/>
            </w:pPr>
            <w:r>
              <w:t>Tuesday 8 September 2015</w:t>
            </w:r>
          </w:p>
        </w:tc>
        <w:tc>
          <w:tcPr>
            <w:tcW w:w="2930" w:type="dxa"/>
            <w:shd w:val="clear" w:color="auto" w:fill="F2F2F2" w:themeFill="background1" w:themeFillShade="F2"/>
          </w:tcPr>
          <w:p w14:paraId="2E330E82" w14:textId="77777777" w:rsidR="00E631D2" w:rsidRDefault="00E631D2" w:rsidP="0029472E">
            <w:pPr>
              <w:pStyle w:val="TableBodyText"/>
              <w:jc w:val="left"/>
            </w:pPr>
            <w:r>
              <w:t>Rattigan Room</w:t>
            </w:r>
          </w:p>
          <w:p w14:paraId="77C05EC6" w14:textId="77777777" w:rsidR="00E631D2" w:rsidRDefault="00E631D2" w:rsidP="0029472E">
            <w:pPr>
              <w:pStyle w:val="TableBodyText"/>
              <w:jc w:val="left"/>
            </w:pPr>
            <w:r>
              <w:t>Productivity Commission</w:t>
            </w:r>
          </w:p>
          <w:p w14:paraId="2A00D20F" w14:textId="77777777" w:rsidR="00E631D2" w:rsidRDefault="00E631D2" w:rsidP="0029472E">
            <w:pPr>
              <w:pStyle w:val="TableBodyText"/>
              <w:jc w:val="left"/>
            </w:pPr>
            <w:r>
              <w:t>Level 12, 530 Collins Street</w:t>
            </w:r>
          </w:p>
        </w:tc>
      </w:tr>
      <w:tr w:rsidR="00E631D2" w14:paraId="48168B79" w14:textId="77777777" w:rsidTr="003460AD">
        <w:tc>
          <w:tcPr>
            <w:tcW w:w="2552" w:type="dxa"/>
            <w:tcMar>
              <w:left w:w="0" w:type="dxa"/>
              <w:right w:w="0" w:type="dxa"/>
            </w:tcMar>
          </w:tcPr>
          <w:p w14:paraId="6EB439AD" w14:textId="77777777" w:rsidR="00E631D2" w:rsidRDefault="00E631D2" w:rsidP="002C6E62">
            <w:pPr>
              <w:pStyle w:val="TableBodyText"/>
              <w:jc w:val="left"/>
            </w:pPr>
            <w:r>
              <w:t>Canberra, ACT</w:t>
            </w:r>
          </w:p>
        </w:tc>
        <w:tc>
          <w:tcPr>
            <w:tcW w:w="3307" w:type="dxa"/>
          </w:tcPr>
          <w:p w14:paraId="13159611" w14:textId="77777777" w:rsidR="00E631D2" w:rsidRDefault="00E631D2" w:rsidP="0029472E">
            <w:pPr>
              <w:pStyle w:val="TableBodyText"/>
              <w:jc w:val="left"/>
            </w:pPr>
            <w:r>
              <w:t>Friday 11 September 2015</w:t>
            </w:r>
          </w:p>
        </w:tc>
        <w:tc>
          <w:tcPr>
            <w:tcW w:w="2930" w:type="dxa"/>
          </w:tcPr>
          <w:p w14:paraId="3E2AB329" w14:textId="77777777" w:rsidR="00E631D2" w:rsidRDefault="00E631D2" w:rsidP="0029472E">
            <w:pPr>
              <w:pStyle w:val="TableBodyText"/>
              <w:jc w:val="left"/>
            </w:pPr>
            <w:r>
              <w:t>Hearing Room</w:t>
            </w:r>
          </w:p>
          <w:p w14:paraId="07281373" w14:textId="77777777" w:rsidR="00E631D2" w:rsidRDefault="00E631D2" w:rsidP="0029472E">
            <w:pPr>
              <w:pStyle w:val="TableBodyText"/>
              <w:jc w:val="left"/>
            </w:pPr>
            <w:r>
              <w:t>Productivity Commission</w:t>
            </w:r>
          </w:p>
          <w:p w14:paraId="277ED74E" w14:textId="77777777" w:rsidR="00E631D2" w:rsidRDefault="00E631D2" w:rsidP="0029472E">
            <w:pPr>
              <w:pStyle w:val="TableBodyText"/>
              <w:jc w:val="left"/>
            </w:pPr>
            <w:r>
              <w:t>Level 2, 15 Moore Street</w:t>
            </w:r>
          </w:p>
        </w:tc>
      </w:tr>
      <w:tr w:rsidR="00E631D2" w14:paraId="5FD144A9" w14:textId="77777777" w:rsidTr="003460AD">
        <w:tc>
          <w:tcPr>
            <w:tcW w:w="2552" w:type="dxa"/>
            <w:shd w:val="clear" w:color="auto" w:fill="F2F2F2" w:themeFill="background1" w:themeFillShade="F2"/>
            <w:tcMar>
              <w:left w:w="0" w:type="dxa"/>
              <w:right w:w="0" w:type="dxa"/>
            </w:tcMar>
          </w:tcPr>
          <w:p w14:paraId="23F18D61" w14:textId="77777777" w:rsidR="00E631D2" w:rsidRDefault="00E631D2" w:rsidP="002C6E62">
            <w:pPr>
              <w:pStyle w:val="TableBodyText"/>
              <w:jc w:val="left"/>
            </w:pPr>
            <w:r>
              <w:t>Perth, WA</w:t>
            </w:r>
          </w:p>
        </w:tc>
        <w:tc>
          <w:tcPr>
            <w:tcW w:w="3307" w:type="dxa"/>
            <w:shd w:val="clear" w:color="auto" w:fill="F2F2F2" w:themeFill="background1" w:themeFillShade="F2"/>
          </w:tcPr>
          <w:p w14:paraId="04C995B6" w14:textId="77777777" w:rsidR="00E631D2" w:rsidRDefault="00E631D2" w:rsidP="0029472E">
            <w:pPr>
              <w:pStyle w:val="TableBodyText"/>
              <w:jc w:val="left"/>
            </w:pPr>
            <w:r>
              <w:t>Monday 14 September 2015</w:t>
            </w:r>
          </w:p>
        </w:tc>
        <w:tc>
          <w:tcPr>
            <w:tcW w:w="2930" w:type="dxa"/>
            <w:shd w:val="clear" w:color="auto" w:fill="F2F2F2" w:themeFill="background1" w:themeFillShade="F2"/>
          </w:tcPr>
          <w:p w14:paraId="29E5B3DF" w14:textId="77777777" w:rsidR="00E631D2" w:rsidRDefault="00E631D2" w:rsidP="0029472E">
            <w:pPr>
              <w:pStyle w:val="TableBodyText"/>
              <w:jc w:val="left"/>
            </w:pPr>
            <w:r>
              <w:t xml:space="preserve">Hotel </w:t>
            </w:r>
            <w:proofErr w:type="spellStart"/>
            <w:r>
              <w:t>Mercure</w:t>
            </w:r>
            <w:proofErr w:type="spellEnd"/>
            <w:r>
              <w:t xml:space="preserve"> Perth</w:t>
            </w:r>
          </w:p>
          <w:p w14:paraId="6C3246C1" w14:textId="77777777" w:rsidR="00E631D2" w:rsidRDefault="00E631D2" w:rsidP="0029472E">
            <w:pPr>
              <w:pStyle w:val="TableBodyText"/>
              <w:jc w:val="left"/>
            </w:pPr>
            <w:r>
              <w:t>10 Irwin Street</w:t>
            </w:r>
          </w:p>
        </w:tc>
      </w:tr>
      <w:tr w:rsidR="00E631D2" w14:paraId="264EBD85" w14:textId="77777777" w:rsidTr="003460AD">
        <w:tc>
          <w:tcPr>
            <w:tcW w:w="2552" w:type="dxa"/>
            <w:tcMar>
              <w:left w:w="0" w:type="dxa"/>
              <w:right w:w="0" w:type="dxa"/>
            </w:tcMar>
          </w:tcPr>
          <w:p w14:paraId="7A43EC78" w14:textId="77777777" w:rsidR="00E631D2" w:rsidRDefault="00E631D2" w:rsidP="002C6E62">
            <w:pPr>
              <w:pStyle w:val="TableBodyText"/>
              <w:jc w:val="left"/>
            </w:pPr>
            <w:r>
              <w:t>Adelaide, SA</w:t>
            </w:r>
          </w:p>
        </w:tc>
        <w:tc>
          <w:tcPr>
            <w:tcW w:w="3307" w:type="dxa"/>
          </w:tcPr>
          <w:p w14:paraId="1AD3B913" w14:textId="77777777" w:rsidR="00E631D2" w:rsidRDefault="00E631D2" w:rsidP="0029472E">
            <w:pPr>
              <w:pStyle w:val="TableBodyText"/>
              <w:jc w:val="left"/>
            </w:pPr>
            <w:r>
              <w:t>Tuesday 15 September 2015</w:t>
            </w:r>
          </w:p>
        </w:tc>
        <w:tc>
          <w:tcPr>
            <w:tcW w:w="2930" w:type="dxa"/>
          </w:tcPr>
          <w:p w14:paraId="24A28030" w14:textId="77777777" w:rsidR="00D648DF" w:rsidRDefault="00D648DF" w:rsidP="0029472E">
            <w:pPr>
              <w:pStyle w:val="TableBodyText"/>
              <w:jc w:val="left"/>
            </w:pPr>
            <w:r>
              <w:t>Stamford Plaza Adelaide</w:t>
            </w:r>
          </w:p>
          <w:p w14:paraId="091C8609" w14:textId="77777777" w:rsidR="00D648DF" w:rsidRDefault="00D648DF" w:rsidP="0029472E">
            <w:pPr>
              <w:pStyle w:val="TableBodyText"/>
              <w:jc w:val="left"/>
            </w:pPr>
            <w:r>
              <w:t>150 North Terrace</w:t>
            </w:r>
          </w:p>
        </w:tc>
      </w:tr>
      <w:tr w:rsidR="00D648DF" w14:paraId="64793A9C" w14:textId="77777777" w:rsidTr="003460AD">
        <w:tc>
          <w:tcPr>
            <w:tcW w:w="2552" w:type="dxa"/>
            <w:shd w:val="clear" w:color="auto" w:fill="F2F2F2" w:themeFill="background1" w:themeFillShade="F2"/>
            <w:tcMar>
              <w:left w:w="0" w:type="dxa"/>
              <w:right w:w="0" w:type="dxa"/>
            </w:tcMar>
          </w:tcPr>
          <w:p w14:paraId="35C95E46" w14:textId="77777777" w:rsidR="00D648DF" w:rsidRDefault="00D648DF" w:rsidP="002C6E62">
            <w:pPr>
              <w:pStyle w:val="TableBodyText"/>
              <w:jc w:val="left"/>
            </w:pPr>
            <w:r>
              <w:t>Sydney, NSW</w:t>
            </w:r>
          </w:p>
        </w:tc>
        <w:tc>
          <w:tcPr>
            <w:tcW w:w="3307" w:type="dxa"/>
            <w:shd w:val="clear" w:color="auto" w:fill="F2F2F2" w:themeFill="background1" w:themeFillShade="F2"/>
          </w:tcPr>
          <w:p w14:paraId="09327DCC" w14:textId="77777777" w:rsidR="00D648DF" w:rsidRDefault="00D648DF" w:rsidP="0029472E">
            <w:pPr>
              <w:pStyle w:val="TableBodyText"/>
              <w:jc w:val="left"/>
            </w:pPr>
            <w:r>
              <w:t>Thursday 17 September 2015</w:t>
            </w:r>
          </w:p>
        </w:tc>
        <w:tc>
          <w:tcPr>
            <w:tcW w:w="2930" w:type="dxa"/>
            <w:shd w:val="clear" w:color="auto" w:fill="F2F2F2" w:themeFill="background1" w:themeFillShade="F2"/>
          </w:tcPr>
          <w:p w14:paraId="285CBE49" w14:textId="77777777" w:rsidR="00D648DF" w:rsidRDefault="00D648DF" w:rsidP="0029472E">
            <w:pPr>
              <w:pStyle w:val="TableBodyText"/>
              <w:jc w:val="left"/>
            </w:pPr>
            <w:r>
              <w:t>The Grace Hotel</w:t>
            </w:r>
          </w:p>
          <w:p w14:paraId="08FCC75F" w14:textId="77777777" w:rsidR="00D648DF" w:rsidRDefault="00D648DF" w:rsidP="0029472E">
            <w:pPr>
              <w:pStyle w:val="TableBodyText"/>
              <w:jc w:val="left"/>
            </w:pPr>
            <w:r>
              <w:t>77 York Street</w:t>
            </w:r>
          </w:p>
        </w:tc>
      </w:tr>
      <w:tr w:rsidR="00D648DF" w14:paraId="55A09A2E" w14:textId="77777777" w:rsidTr="003460AD">
        <w:tc>
          <w:tcPr>
            <w:tcW w:w="2552" w:type="dxa"/>
            <w:tcBorders>
              <w:bottom w:val="single" w:sz="4" w:space="0" w:color="78A22F"/>
            </w:tcBorders>
            <w:tcMar>
              <w:left w:w="0" w:type="dxa"/>
              <w:right w:w="0" w:type="dxa"/>
            </w:tcMar>
          </w:tcPr>
          <w:p w14:paraId="19CA6E3B" w14:textId="77777777" w:rsidR="00D648DF" w:rsidRDefault="00D648DF" w:rsidP="0029472E">
            <w:pPr>
              <w:pStyle w:val="TableBodyText"/>
              <w:spacing w:before="40" w:after="120"/>
              <w:jc w:val="left"/>
            </w:pPr>
            <w:r>
              <w:t>Ipswich, QLD</w:t>
            </w:r>
          </w:p>
        </w:tc>
        <w:tc>
          <w:tcPr>
            <w:tcW w:w="3307" w:type="dxa"/>
            <w:tcBorders>
              <w:bottom w:val="single" w:sz="4" w:space="0" w:color="78A22F"/>
            </w:tcBorders>
          </w:tcPr>
          <w:p w14:paraId="05F39512" w14:textId="77777777" w:rsidR="00D648DF" w:rsidRDefault="00D648DF" w:rsidP="0029472E">
            <w:pPr>
              <w:pStyle w:val="TableBodyText"/>
              <w:spacing w:before="40" w:after="120"/>
              <w:jc w:val="left"/>
            </w:pPr>
            <w:r>
              <w:t>Monday 21 September 2015</w:t>
            </w:r>
          </w:p>
        </w:tc>
        <w:tc>
          <w:tcPr>
            <w:tcW w:w="2930" w:type="dxa"/>
            <w:tcBorders>
              <w:bottom w:val="single" w:sz="4" w:space="0" w:color="78A22F"/>
            </w:tcBorders>
          </w:tcPr>
          <w:p w14:paraId="53E00EB2" w14:textId="20FF8AB3" w:rsidR="00D648DF" w:rsidRDefault="002F1E63" w:rsidP="0029472E">
            <w:pPr>
              <w:pStyle w:val="TableBodyText"/>
              <w:spacing w:before="40" w:after="120"/>
              <w:jc w:val="left"/>
            </w:pPr>
            <w:proofErr w:type="spellStart"/>
            <w:r>
              <w:t>TBC</w:t>
            </w:r>
            <w:proofErr w:type="spellEnd"/>
          </w:p>
        </w:tc>
      </w:tr>
    </w:tbl>
    <w:p w14:paraId="562494ED" w14:textId="3CBE0F89" w:rsidR="00E631D2" w:rsidRDefault="00974E43" w:rsidP="00974E43">
      <w:pPr>
        <w:pStyle w:val="Heading3"/>
        <w:spacing w:after="240"/>
      </w:pPr>
      <w:r>
        <w:t>Commissioners</w:t>
      </w:r>
    </w:p>
    <w:p w14:paraId="731D0E64" w14:textId="6EA18BB8" w:rsidR="00974E43" w:rsidRDefault="00974E43" w:rsidP="00524704">
      <w:pPr>
        <w:pStyle w:val="BodyText"/>
        <w:rPr>
          <w:lang w:eastAsia="en-US"/>
        </w:rPr>
      </w:pPr>
      <w:r>
        <w:rPr>
          <w:lang w:eastAsia="en-US"/>
        </w:rPr>
        <w:t xml:space="preserve">For the purposes of this inquiry and draft report, in accordance with section 40 of the </w:t>
      </w:r>
      <w:r w:rsidRPr="00974E43">
        <w:rPr>
          <w:i/>
          <w:lang w:eastAsia="en-US"/>
        </w:rPr>
        <w:t>Productivity Commission Act 1998</w:t>
      </w:r>
      <w:r>
        <w:rPr>
          <w:lang w:eastAsia="en-US"/>
        </w:rPr>
        <w:t xml:space="preserve"> the powers of the Productivity Commission have been exercised by:</w:t>
      </w:r>
    </w:p>
    <w:p w14:paraId="2880C20F" w14:textId="73DC2225" w:rsidR="00974E43" w:rsidRDefault="00974E43" w:rsidP="00974E43">
      <w:pPr>
        <w:pStyle w:val="BodyText"/>
        <w:spacing w:before="120" w:line="160" w:lineRule="atLeast"/>
        <w:rPr>
          <w:lang w:eastAsia="en-US"/>
        </w:rPr>
      </w:pPr>
      <w:r>
        <w:rPr>
          <w:lang w:eastAsia="en-US"/>
        </w:rPr>
        <w:t>Peter Harris</w:t>
      </w:r>
      <w:r>
        <w:rPr>
          <w:lang w:eastAsia="en-US"/>
        </w:rPr>
        <w:tab/>
        <w:t>Presiding Commissioner</w:t>
      </w:r>
    </w:p>
    <w:p w14:paraId="5472278E" w14:textId="58B74871" w:rsidR="00E631D2" w:rsidRPr="003C10D8" w:rsidRDefault="00974E43" w:rsidP="00974E43">
      <w:pPr>
        <w:pStyle w:val="BodyText"/>
        <w:spacing w:before="120" w:line="160" w:lineRule="atLeast"/>
        <w:rPr>
          <w:lang w:eastAsia="en-US"/>
        </w:rPr>
        <w:sectPr w:rsidR="00E631D2" w:rsidRPr="003C10D8" w:rsidSect="00524704">
          <w:headerReference w:type="even" r:id="rId22"/>
          <w:headerReference w:type="default" r:id="rId23"/>
          <w:footerReference w:type="even" r:id="rId24"/>
          <w:footerReference w:type="default" r:id="rId25"/>
          <w:headerReference w:type="first" r:id="rId26"/>
          <w:type w:val="oddPage"/>
          <w:pgSz w:w="11907" w:h="16840" w:code="9"/>
          <w:pgMar w:top="1985" w:right="1304" w:bottom="1191" w:left="1814" w:header="1701" w:footer="397" w:gutter="0"/>
          <w:pgNumType w:fmt="lowerRoman"/>
          <w:cols w:space="720"/>
        </w:sectPr>
      </w:pPr>
      <w:r>
        <w:rPr>
          <w:lang w:eastAsia="en-US"/>
        </w:rPr>
        <w:t>Patricia Scott</w:t>
      </w:r>
      <w:r>
        <w:rPr>
          <w:lang w:eastAsia="en-US"/>
        </w:rPr>
        <w:tab/>
        <w:t>Commissioner</w:t>
      </w:r>
    </w:p>
    <w:p w14:paraId="3A645C29" w14:textId="77777777" w:rsidR="00E631D2" w:rsidRDefault="00E631D2" w:rsidP="00524704">
      <w:pPr>
        <w:pStyle w:val="Heading1"/>
      </w:pPr>
      <w:bookmarkStart w:id="5" w:name="_Toc425602212"/>
      <w:bookmarkStart w:id="6" w:name="_Toc425847594"/>
      <w:r>
        <w:lastRenderedPageBreak/>
        <w:t>Terms of reference</w:t>
      </w:r>
      <w:bookmarkEnd w:id="5"/>
      <w:bookmarkEnd w:id="6"/>
    </w:p>
    <w:p w14:paraId="48065986" w14:textId="77777777" w:rsidR="00B84EA5" w:rsidRDefault="00B84EA5" w:rsidP="00B84EA5">
      <w:pPr>
        <w:pStyle w:val="BodyText"/>
        <w:jc w:val="center"/>
      </w:pPr>
      <w:r>
        <w:t>WORKPLACE RELATIONS FRAMEWORK</w:t>
      </w:r>
    </w:p>
    <w:p w14:paraId="36A539EE" w14:textId="77777777" w:rsidR="00B84EA5" w:rsidRPr="00B84EA5" w:rsidRDefault="00B84EA5" w:rsidP="00B84EA5">
      <w:pPr>
        <w:pStyle w:val="BodyText"/>
        <w:jc w:val="center"/>
        <w:rPr>
          <w:b/>
          <w:i/>
        </w:rPr>
      </w:pPr>
      <w:r w:rsidRPr="00B84EA5">
        <w:rPr>
          <w:b/>
          <w:i/>
        </w:rPr>
        <w:t>Productivity Commission Act 1998</w:t>
      </w:r>
    </w:p>
    <w:p w14:paraId="7BAC278A" w14:textId="77777777" w:rsidR="00B84EA5" w:rsidRDefault="00B84EA5" w:rsidP="00B84EA5">
      <w:pPr>
        <w:pStyle w:val="BodyText"/>
      </w:pPr>
      <w:r>
        <w:t xml:space="preserve">I, Joseph Benedict Hockey, Treasurer, pursuant to Parts 2 and 3 of the </w:t>
      </w:r>
      <w:r w:rsidRPr="00B84EA5">
        <w:rPr>
          <w:i/>
        </w:rPr>
        <w:t>Productivity Commission Act 1998</w:t>
      </w:r>
      <w:r>
        <w:t>, hereby request that the Productivity Commission undertake an inquiry into the workplace relations framework.</w:t>
      </w:r>
    </w:p>
    <w:p w14:paraId="1675CF4C" w14:textId="77777777" w:rsidR="00B84EA5" w:rsidRPr="00B84EA5" w:rsidRDefault="00B84EA5" w:rsidP="00B84EA5">
      <w:pPr>
        <w:pStyle w:val="BodyText"/>
        <w:rPr>
          <w:b/>
        </w:rPr>
      </w:pPr>
      <w:r w:rsidRPr="00B84EA5">
        <w:rPr>
          <w:b/>
        </w:rPr>
        <w:t>Background</w:t>
      </w:r>
    </w:p>
    <w:p w14:paraId="409E5B52" w14:textId="77777777" w:rsidR="00B84EA5" w:rsidRDefault="00B84EA5" w:rsidP="00B84EA5">
      <w:pPr>
        <w:pStyle w:val="BodyText"/>
      </w:pPr>
      <w:r>
        <w:t>The Australian Government believes that it is fundamentally important to make sure that the Fair Work laws work for everyone.</w:t>
      </w:r>
    </w:p>
    <w:p w14:paraId="162221EC" w14:textId="77777777" w:rsidR="00B84EA5" w:rsidRDefault="00B84EA5" w:rsidP="00B84EA5">
      <w:pPr>
        <w:pStyle w:val="BodyText"/>
      </w:pPr>
      <w:r>
        <w:t>Workplaces are important to our economy and society. Higher living standards, better pay and more jobs all depend on having fair, productive, and effective workplaces. The prosperity of tomorrow is driven by what happens in our workplaces today and this is why it is in our national interest to make sure that the Fair Work laws are balanced and effective.</w:t>
      </w:r>
    </w:p>
    <w:p w14:paraId="367C1900" w14:textId="77777777" w:rsidR="00B84EA5" w:rsidRDefault="00B84EA5" w:rsidP="00B84EA5">
      <w:pPr>
        <w:pStyle w:val="BodyText"/>
      </w:pPr>
      <w:r>
        <w:t>The Australian Government’s objectives in commissioning this Inquiry are to examine the current operation of the Fair Work Laws and identify future options to improve the laws bearing in mind the need to ensure workers are protected and the need for business to be able to grow, prosper and employ.</w:t>
      </w:r>
    </w:p>
    <w:p w14:paraId="51D7ECAA" w14:textId="77777777" w:rsidR="00B84EA5" w:rsidRPr="00B84EA5" w:rsidRDefault="00B84EA5" w:rsidP="00B84EA5">
      <w:pPr>
        <w:pStyle w:val="BodyText"/>
        <w:rPr>
          <w:b/>
        </w:rPr>
      </w:pPr>
      <w:r w:rsidRPr="00B84EA5">
        <w:rPr>
          <w:b/>
        </w:rPr>
        <w:t>Scope of the Inquiry</w:t>
      </w:r>
    </w:p>
    <w:p w14:paraId="639F2387" w14:textId="77777777" w:rsidR="00B84EA5" w:rsidRDefault="00B84EA5" w:rsidP="00B84EA5">
      <w:pPr>
        <w:pStyle w:val="BodyText"/>
      </w:pPr>
      <w:r>
        <w:t xml:space="preserve">The Productivity Commission will assess the performance of the workplace relations framework, including the </w:t>
      </w:r>
      <w:r w:rsidRPr="00B84EA5">
        <w:rPr>
          <w:i/>
        </w:rPr>
        <w:t>Fair Work Act 2009</w:t>
      </w:r>
      <w:r>
        <w:t>, focussing on key social and economic indicators important to the wellbeing, productivity and competitiveness of Australia and its people. A key consideration will be the capacity for the workplace relations framework to adapt over the longer term to issues arising due to structural adjustments and changes in the global economy.</w:t>
      </w:r>
    </w:p>
    <w:p w14:paraId="6B22CFDA" w14:textId="77777777" w:rsidR="00B84EA5" w:rsidRDefault="00B84EA5" w:rsidP="00B84EA5">
      <w:pPr>
        <w:pStyle w:val="BodyText"/>
      </w:pPr>
      <w:r>
        <w:t>In particular, the review will assess the impact of the workplace relations framework on matters including:</w:t>
      </w:r>
    </w:p>
    <w:p w14:paraId="318CC7EC" w14:textId="744609A5" w:rsidR="00B84EA5" w:rsidRDefault="00B84EA5" w:rsidP="00B84EA5">
      <w:pPr>
        <w:pStyle w:val="ListBullet"/>
      </w:pPr>
      <w:r>
        <w:t>unemployment, underemployment and job creation</w:t>
      </w:r>
    </w:p>
    <w:p w14:paraId="00DE679A" w14:textId="47220142" w:rsidR="00B84EA5" w:rsidRDefault="00B84EA5" w:rsidP="00B84EA5">
      <w:pPr>
        <w:pStyle w:val="ListBullet"/>
      </w:pPr>
      <w:r>
        <w:t>fair and equitable pay and conditions for employees, including the maintenance of a relevant safety net</w:t>
      </w:r>
    </w:p>
    <w:p w14:paraId="6F3941A1" w14:textId="063FF1DA" w:rsidR="00B84EA5" w:rsidRDefault="00B84EA5" w:rsidP="00B84EA5">
      <w:pPr>
        <w:pStyle w:val="ListBullet"/>
      </w:pPr>
      <w:r>
        <w:lastRenderedPageBreak/>
        <w:t>small businesses</w:t>
      </w:r>
    </w:p>
    <w:p w14:paraId="0297B0A9" w14:textId="21FEFF6F" w:rsidR="00B84EA5" w:rsidRDefault="00B84EA5" w:rsidP="00B84EA5">
      <w:pPr>
        <w:pStyle w:val="ListBullet"/>
      </w:pPr>
      <w:r>
        <w:t>productivity, competitiveness and business investment</w:t>
      </w:r>
    </w:p>
    <w:p w14:paraId="1060E2F1" w14:textId="08E128FC" w:rsidR="00B84EA5" w:rsidRDefault="00B84EA5" w:rsidP="00B84EA5">
      <w:pPr>
        <w:pStyle w:val="ListBullet"/>
      </w:pPr>
      <w:r>
        <w:t xml:space="preserve">the ability of business and the labour market to respond appropriately to changing economic conditions </w:t>
      </w:r>
    </w:p>
    <w:p w14:paraId="6FEEFD15" w14:textId="0848B93B" w:rsidR="00B84EA5" w:rsidRDefault="00B84EA5" w:rsidP="00B84EA5">
      <w:pPr>
        <w:pStyle w:val="ListBullet"/>
      </w:pPr>
      <w:r>
        <w:t>patterns of engagement in the labour market</w:t>
      </w:r>
    </w:p>
    <w:p w14:paraId="3E70150D" w14:textId="5D835B6F" w:rsidR="00B84EA5" w:rsidRDefault="00B84EA5" w:rsidP="00B84EA5">
      <w:pPr>
        <w:pStyle w:val="ListBullet"/>
      </w:pPr>
      <w:r>
        <w:t>the ability for employers to flexibly manage and engage with their employees</w:t>
      </w:r>
    </w:p>
    <w:p w14:paraId="6CE46850" w14:textId="24E9693C" w:rsidR="00B84EA5" w:rsidRDefault="00B84EA5" w:rsidP="00B84EA5">
      <w:pPr>
        <w:pStyle w:val="ListBullet"/>
      </w:pPr>
      <w:r>
        <w:t>barriers to bargaining</w:t>
      </w:r>
    </w:p>
    <w:p w14:paraId="1182C80A" w14:textId="541492E7" w:rsidR="00B84EA5" w:rsidRDefault="00B84EA5" w:rsidP="00B84EA5">
      <w:pPr>
        <w:pStyle w:val="ListBullet"/>
      </w:pPr>
      <w:r>
        <w:t>red tape and the compliance burden for employers</w:t>
      </w:r>
    </w:p>
    <w:p w14:paraId="6140EE97" w14:textId="2CBD1637" w:rsidR="00B84EA5" w:rsidRDefault="00B84EA5" w:rsidP="00B84EA5">
      <w:pPr>
        <w:pStyle w:val="ListBullet"/>
      </w:pPr>
      <w:r>
        <w:t>industrial conflict and days lost due to industrial action</w:t>
      </w:r>
    </w:p>
    <w:p w14:paraId="130DF139" w14:textId="331157B5" w:rsidR="00B84EA5" w:rsidRDefault="00B84EA5" w:rsidP="00B84EA5">
      <w:pPr>
        <w:pStyle w:val="ListBullet"/>
      </w:pPr>
      <w:r>
        <w:t>appropriate scope for independent contracting.</w:t>
      </w:r>
    </w:p>
    <w:p w14:paraId="18EBCD6F" w14:textId="09218442" w:rsidR="00B84EA5" w:rsidRDefault="00B84EA5" w:rsidP="00B84EA5">
      <w:pPr>
        <w:pStyle w:val="BodyText"/>
      </w:pPr>
      <w:r>
        <w:t>In addition to assessing the overall impact of the workplace relations framework on these matters, the review should consider the Act’s performance against its stated aims and objects, and the impact on jobs, incomes and the economy. The review should examine the impact of the framework according to business size, region, and industry sector. It should also examine the experience of countries in the Organisation for Economic Co</w:t>
      </w:r>
      <w:r>
        <w:noBreakHyphen/>
        <w:t>operation and Development.</w:t>
      </w:r>
    </w:p>
    <w:p w14:paraId="2934D7DE" w14:textId="77777777" w:rsidR="00B84EA5" w:rsidRDefault="00B84EA5" w:rsidP="00B84EA5">
      <w:pPr>
        <w:pStyle w:val="BodyText"/>
      </w:pPr>
      <w:r>
        <w:t xml:space="preserve">The workplace relations framework encompasses the </w:t>
      </w:r>
      <w:r w:rsidRPr="00B84EA5">
        <w:rPr>
          <w:i/>
        </w:rPr>
        <w:t>Fair Work Act 2009</w:t>
      </w:r>
      <w:r>
        <w:t xml:space="preserve">, including the institutions and instruments that operate under the Act; and the </w:t>
      </w:r>
      <w:r w:rsidRPr="00B84EA5">
        <w:rPr>
          <w:i/>
        </w:rPr>
        <w:t>Independent Contractors Act 2006</w:t>
      </w:r>
      <w:r>
        <w:t>.</w:t>
      </w:r>
    </w:p>
    <w:p w14:paraId="6B4A307E" w14:textId="77777777" w:rsidR="00B84EA5" w:rsidRDefault="00B84EA5" w:rsidP="00B84EA5">
      <w:pPr>
        <w:pStyle w:val="BodyText"/>
      </w:pPr>
      <w:r>
        <w:t>The review will make recommendations about how the laws can be improved to maximise outcomes for Australian employers, employees and the economy, bearing in mind the need to ensure workers are protected, the need for business to be able to grow, prosper and employ, and the need to reduce unnecessary and excessive regulation.</w:t>
      </w:r>
    </w:p>
    <w:p w14:paraId="1833519B" w14:textId="77777777" w:rsidR="00B84EA5" w:rsidRDefault="00B84EA5" w:rsidP="00B84EA5">
      <w:pPr>
        <w:pStyle w:val="BodyText"/>
      </w:pPr>
      <w:r>
        <w:t>The Productivity Commission will identify and quantify, as far as possible, the full costs and benefits of its recommendations.</w:t>
      </w:r>
    </w:p>
    <w:p w14:paraId="03CE5625" w14:textId="77777777" w:rsidR="00B84EA5" w:rsidRDefault="00B84EA5" w:rsidP="00B84EA5">
      <w:pPr>
        <w:pStyle w:val="BodyText"/>
      </w:pPr>
      <w:r>
        <w:t xml:space="preserve">An overarching principle for any recommendations should be the need to ensure a framework to serve the country in the long term, given the level of legislative change in this area in recent years. </w:t>
      </w:r>
    </w:p>
    <w:p w14:paraId="1DCB6AB6" w14:textId="77777777" w:rsidR="00B84EA5" w:rsidRDefault="00B84EA5" w:rsidP="00B84EA5">
      <w:pPr>
        <w:pStyle w:val="BodyText"/>
      </w:pPr>
      <w:r>
        <w:t>In conducting the review, the Productivity Commission will draw on the full spectrum of evidence sources including, but not limited to:</w:t>
      </w:r>
    </w:p>
    <w:p w14:paraId="1FC99479" w14:textId="375D528C" w:rsidR="00B84EA5" w:rsidRDefault="00B84EA5" w:rsidP="00B84EA5">
      <w:pPr>
        <w:pStyle w:val="ListBullet"/>
      </w:pPr>
      <w:r>
        <w:t>Australian Bureau of Statistics data and publications</w:t>
      </w:r>
    </w:p>
    <w:p w14:paraId="13519CF5" w14:textId="043DF2CB" w:rsidR="00B84EA5" w:rsidRDefault="00B84EA5" w:rsidP="00B84EA5">
      <w:pPr>
        <w:pStyle w:val="ListBullet"/>
      </w:pPr>
      <w:r>
        <w:t xml:space="preserve">data sources maintained by other relevant Government bodies, including but not limited to the Department of Employment, Fair Work Commission and Fair Work Ombudsman </w:t>
      </w:r>
    </w:p>
    <w:p w14:paraId="3CFF22EB" w14:textId="00500E3E" w:rsidR="00B84EA5" w:rsidRDefault="00B84EA5" w:rsidP="00B84EA5">
      <w:pPr>
        <w:pStyle w:val="ListBullet"/>
      </w:pPr>
      <w:r>
        <w:t>employers or their representatives</w:t>
      </w:r>
    </w:p>
    <w:p w14:paraId="22EB68E4" w14:textId="01734FBA" w:rsidR="00B84EA5" w:rsidRDefault="00B84EA5" w:rsidP="00B84EA5">
      <w:pPr>
        <w:pStyle w:val="ListBullet"/>
      </w:pPr>
      <w:r>
        <w:t xml:space="preserve">employees or their representatives </w:t>
      </w:r>
    </w:p>
    <w:p w14:paraId="3C23AC4C" w14:textId="36E63822" w:rsidR="00B84EA5" w:rsidRDefault="00B84EA5" w:rsidP="00B84EA5">
      <w:pPr>
        <w:pStyle w:val="ListBullet"/>
      </w:pPr>
      <w:r>
        <w:lastRenderedPageBreak/>
        <w:t>academia</w:t>
      </w:r>
    </w:p>
    <w:p w14:paraId="3F95C5A9" w14:textId="70F315C2" w:rsidR="00B84EA5" w:rsidRDefault="00B84EA5" w:rsidP="00B84EA5">
      <w:pPr>
        <w:pStyle w:val="ListBullet"/>
      </w:pPr>
      <w:r>
        <w:t>special interest groups.</w:t>
      </w:r>
    </w:p>
    <w:p w14:paraId="6FCCCD5E" w14:textId="77777777" w:rsidR="00B84EA5" w:rsidRDefault="00B84EA5" w:rsidP="00B84EA5">
      <w:pPr>
        <w:pStyle w:val="BodyText"/>
      </w:pPr>
      <w:r>
        <w:t xml:space="preserve">The review should also identify gaps in the evidence base where further collection may assist in the analysis of the overall performance and impact of the system. </w:t>
      </w:r>
    </w:p>
    <w:p w14:paraId="1EEF7B59" w14:textId="77777777" w:rsidR="00B84EA5" w:rsidRPr="00796AA8" w:rsidRDefault="00B84EA5" w:rsidP="00B84EA5">
      <w:pPr>
        <w:pStyle w:val="BodyText"/>
        <w:rPr>
          <w:b/>
        </w:rPr>
      </w:pPr>
      <w:r w:rsidRPr="00796AA8">
        <w:rPr>
          <w:b/>
        </w:rPr>
        <w:t>Process</w:t>
      </w:r>
    </w:p>
    <w:p w14:paraId="645BC3E5" w14:textId="77777777" w:rsidR="00B84EA5" w:rsidRDefault="00B84EA5" w:rsidP="00B84EA5">
      <w:pPr>
        <w:pStyle w:val="BodyText"/>
      </w:pPr>
      <w:r>
        <w:t xml:space="preserve">The Commission is to undertake an appropriate public consultation process including holding hearings, inviting public submissions and releasing a draft report to the public. </w:t>
      </w:r>
    </w:p>
    <w:p w14:paraId="2F771BBB" w14:textId="77777777" w:rsidR="00B84EA5" w:rsidRDefault="00B84EA5" w:rsidP="00B84EA5">
      <w:pPr>
        <w:pStyle w:val="BodyText"/>
      </w:pPr>
      <w:r>
        <w:t>The final report should be provided to the Government in November 2015.</w:t>
      </w:r>
    </w:p>
    <w:p w14:paraId="34EDFB4E" w14:textId="77777777" w:rsidR="00B84EA5" w:rsidRDefault="00B84EA5" w:rsidP="00C302A3">
      <w:pPr>
        <w:pStyle w:val="BodyText"/>
        <w:spacing w:before="840"/>
      </w:pPr>
      <w:r>
        <w:t>J. B. HOCKEY</w:t>
      </w:r>
    </w:p>
    <w:p w14:paraId="28CEBECC" w14:textId="77777777" w:rsidR="00B84EA5" w:rsidRDefault="00B84EA5" w:rsidP="00B84EA5">
      <w:pPr>
        <w:pStyle w:val="BodyText"/>
      </w:pPr>
      <w:r>
        <w:t>Treasurer</w:t>
      </w:r>
    </w:p>
    <w:p w14:paraId="174FA445" w14:textId="1E7A5B53" w:rsidR="00E631D2" w:rsidRDefault="00B84EA5" w:rsidP="00B84EA5">
      <w:pPr>
        <w:pStyle w:val="BodyText"/>
      </w:pPr>
      <w:r>
        <w:t>[Received 19 December 2014]</w:t>
      </w:r>
    </w:p>
    <w:p w14:paraId="655DAF53" w14:textId="77777777" w:rsidR="00E631D2" w:rsidRDefault="00E631D2" w:rsidP="00524704">
      <w:pPr>
        <w:pStyle w:val="BodyText"/>
        <w:sectPr w:rsidR="00E631D2" w:rsidSect="00524704">
          <w:headerReference w:type="even" r:id="rId27"/>
          <w:headerReference w:type="default" r:id="rId28"/>
          <w:footerReference w:type="even" r:id="rId29"/>
          <w:footerReference w:type="default" r:id="rId30"/>
          <w:headerReference w:type="first" r:id="rId31"/>
          <w:pgSz w:w="11907" w:h="16840" w:code="9"/>
          <w:pgMar w:top="1985" w:right="1304" w:bottom="1247" w:left="1814" w:header="1701" w:footer="397" w:gutter="0"/>
          <w:pgNumType w:fmt="lowerRoman"/>
          <w:cols w:space="720"/>
        </w:sectPr>
      </w:pPr>
    </w:p>
    <w:p w14:paraId="50BAA4B1" w14:textId="6B94444E" w:rsidR="00C262A6" w:rsidRDefault="00735FEA" w:rsidP="008206EE">
      <w:pPr>
        <w:pStyle w:val="Heading1NotTOC"/>
        <w:rPr>
          <w:noProof/>
        </w:rPr>
      </w:pPr>
      <w:bookmarkStart w:id="7" w:name="Contents"/>
      <w:bookmarkEnd w:id="7"/>
      <w:r w:rsidRPr="00B153C3">
        <w:lastRenderedPageBreak/>
        <w:t>Contents</w:t>
      </w:r>
      <w:bookmarkStart w:id="8" w:name="InsertContents"/>
      <w:bookmarkEnd w:id="8"/>
    </w:p>
    <w:p w14:paraId="234CF99D" w14:textId="7CF066D9" w:rsidR="00C262A6" w:rsidRDefault="00C262A6">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5B10B14F" w14:textId="638B2C6B" w:rsidR="00C262A6" w:rsidRDefault="00C262A6">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7FD8FF1A" w14:textId="77777777" w:rsidR="00C262A6" w:rsidRDefault="00C262A6">
      <w:pPr>
        <w:pStyle w:val="TOC1"/>
        <w:rPr>
          <w:noProof/>
        </w:rPr>
      </w:pPr>
      <w:r>
        <w:rPr>
          <w:noProof/>
        </w:rPr>
        <w:t>Overview</w:t>
      </w:r>
      <w:r>
        <w:rPr>
          <w:noProof/>
        </w:rPr>
        <w:tab/>
        <w:t>1</w:t>
      </w:r>
    </w:p>
    <w:p w14:paraId="61E1ACB1" w14:textId="19EF68ED" w:rsidR="007D0D6F" w:rsidRDefault="007D0D6F" w:rsidP="007D0D6F">
      <w:pPr>
        <w:pStyle w:val="TOC2"/>
        <w:rPr>
          <w:lang w:eastAsia="en-AU"/>
        </w:rPr>
      </w:pPr>
      <w:r>
        <w:rPr>
          <w:lang w:eastAsia="en-AU"/>
        </w:rPr>
        <w:t>1</w:t>
      </w:r>
      <w:r>
        <w:rPr>
          <w:lang w:eastAsia="en-AU"/>
        </w:rPr>
        <w:tab/>
        <w:t>Australia’s recent labour market performance does not suggest a dysfunctional system</w:t>
      </w:r>
      <w:r>
        <w:rPr>
          <w:lang w:eastAsia="en-AU"/>
        </w:rPr>
        <w:tab/>
        <w:t>9</w:t>
      </w:r>
    </w:p>
    <w:p w14:paraId="6C60CC9D" w14:textId="024486AE" w:rsidR="007D0D6F" w:rsidRDefault="007D0D6F" w:rsidP="007D0D6F">
      <w:pPr>
        <w:pStyle w:val="TOC2"/>
        <w:rPr>
          <w:rFonts w:eastAsiaTheme="minorEastAsia"/>
        </w:rPr>
      </w:pPr>
      <w:r w:rsidRPr="007D0D6F">
        <w:rPr>
          <w:rFonts w:eastAsiaTheme="minorEastAsia"/>
        </w:rPr>
        <w:t>2</w:t>
      </w:r>
      <w:r>
        <w:rPr>
          <w:rFonts w:eastAsiaTheme="minorEastAsia"/>
        </w:rPr>
        <w:tab/>
      </w:r>
      <w:r w:rsidRPr="007D0D6F">
        <w:rPr>
          <w:rFonts w:eastAsiaTheme="minorEastAsia"/>
        </w:rPr>
        <w:t>Institutional reform</w:t>
      </w:r>
      <w:r>
        <w:rPr>
          <w:rFonts w:eastAsiaTheme="minorEastAsia"/>
        </w:rPr>
        <w:tab/>
        <w:t>10</w:t>
      </w:r>
    </w:p>
    <w:p w14:paraId="109909EB" w14:textId="31DDD69D" w:rsidR="007D0D6F" w:rsidRDefault="007D0D6F" w:rsidP="007D0D6F">
      <w:pPr>
        <w:pStyle w:val="TOC2"/>
        <w:rPr>
          <w:rFonts w:eastAsiaTheme="minorEastAsia"/>
        </w:rPr>
      </w:pPr>
      <w:r w:rsidRPr="007D0D6F">
        <w:rPr>
          <w:rFonts w:eastAsiaTheme="minorEastAsia"/>
        </w:rPr>
        <w:t>3</w:t>
      </w:r>
      <w:r>
        <w:rPr>
          <w:rFonts w:eastAsiaTheme="minorEastAsia"/>
        </w:rPr>
        <w:tab/>
      </w:r>
      <w:r w:rsidRPr="007D0D6F">
        <w:rPr>
          <w:rFonts w:eastAsiaTheme="minorEastAsia"/>
        </w:rPr>
        <w:t>The safety net</w:t>
      </w:r>
      <w:r>
        <w:rPr>
          <w:rFonts w:eastAsiaTheme="minorEastAsia"/>
        </w:rPr>
        <w:tab/>
        <w:t>13</w:t>
      </w:r>
    </w:p>
    <w:p w14:paraId="4D82E6D2" w14:textId="1E39B0E9" w:rsidR="007D0D6F" w:rsidRDefault="007D0D6F" w:rsidP="007D0D6F">
      <w:pPr>
        <w:pStyle w:val="TOC2"/>
        <w:rPr>
          <w:rFonts w:eastAsiaTheme="minorEastAsia"/>
        </w:rPr>
      </w:pPr>
      <w:r w:rsidRPr="007D0D6F">
        <w:rPr>
          <w:rFonts w:eastAsiaTheme="minorEastAsia"/>
        </w:rPr>
        <w:t>4</w:t>
      </w:r>
      <w:r>
        <w:rPr>
          <w:rFonts w:eastAsiaTheme="minorEastAsia"/>
        </w:rPr>
        <w:tab/>
      </w:r>
      <w:r w:rsidRPr="007D0D6F">
        <w:rPr>
          <w:rFonts w:eastAsiaTheme="minorEastAsia"/>
        </w:rPr>
        <w:t>Protecting employees</w:t>
      </w:r>
      <w:r>
        <w:rPr>
          <w:rFonts w:eastAsiaTheme="minorEastAsia"/>
        </w:rPr>
        <w:tab/>
        <w:t>27</w:t>
      </w:r>
    </w:p>
    <w:p w14:paraId="1711BAD8" w14:textId="4A97EE48" w:rsidR="007D0D6F" w:rsidRDefault="007D0D6F" w:rsidP="007D0D6F">
      <w:pPr>
        <w:pStyle w:val="TOC2"/>
        <w:rPr>
          <w:rFonts w:eastAsiaTheme="minorEastAsia"/>
        </w:rPr>
      </w:pPr>
      <w:r w:rsidRPr="007D0D6F">
        <w:rPr>
          <w:rFonts w:eastAsiaTheme="minorEastAsia"/>
        </w:rPr>
        <w:t>5</w:t>
      </w:r>
      <w:r>
        <w:rPr>
          <w:rFonts w:eastAsiaTheme="minorEastAsia"/>
        </w:rPr>
        <w:tab/>
      </w:r>
      <w:r w:rsidRPr="007D0D6F">
        <w:rPr>
          <w:rFonts w:eastAsiaTheme="minorEastAsia"/>
        </w:rPr>
        <w:t>Enterprise bargaining</w:t>
      </w:r>
      <w:r>
        <w:rPr>
          <w:rFonts w:eastAsiaTheme="minorEastAsia"/>
        </w:rPr>
        <w:tab/>
        <w:t>31</w:t>
      </w:r>
    </w:p>
    <w:p w14:paraId="2B111D25" w14:textId="78028718" w:rsidR="007D0D6F" w:rsidRDefault="007D0D6F" w:rsidP="007D0D6F">
      <w:pPr>
        <w:pStyle w:val="TOC2"/>
        <w:rPr>
          <w:rFonts w:eastAsiaTheme="minorEastAsia"/>
        </w:rPr>
      </w:pPr>
      <w:r w:rsidRPr="007D0D6F">
        <w:rPr>
          <w:rFonts w:eastAsiaTheme="minorEastAsia"/>
        </w:rPr>
        <w:t>6</w:t>
      </w:r>
      <w:r>
        <w:rPr>
          <w:rFonts w:eastAsiaTheme="minorEastAsia"/>
        </w:rPr>
        <w:tab/>
      </w:r>
      <w:r w:rsidRPr="007D0D6F">
        <w:rPr>
          <w:rFonts w:eastAsiaTheme="minorEastAsia"/>
        </w:rPr>
        <w:t>Individual arrangements</w:t>
      </w:r>
      <w:r>
        <w:rPr>
          <w:rFonts w:eastAsiaTheme="minorEastAsia"/>
        </w:rPr>
        <w:tab/>
        <w:t>35</w:t>
      </w:r>
    </w:p>
    <w:p w14:paraId="1405A62C" w14:textId="39AC3DC3" w:rsidR="007D0D6F" w:rsidRPr="007D0D6F" w:rsidRDefault="007D0D6F" w:rsidP="007D0D6F">
      <w:pPr>
        <w:pStyle w:val="TOC2"/>
        <w:rPr>
          <w:rFonts w:eastAsiaTheme="minorEastAsia"/>
        </w:rPr>
      </w:pPr>
      <w:r w:rsidRPr="007D0D6F">
        <w:rPr>
          <w:rFonts w:eastAsiaTheme="minorEastAsia"/>
        </w:rPr>
        <w:t>7</w:t>
      </w:r>
      <w:r>
        <w:rPr>
          <w:rFonts w:eastAsiaTheme="minorEastAsia"/>
        </w:rPr>
        <w:tab/>
      </w:r>
      <w:r w:rsidRPr="007D0D6F">
        <w:rPr>
          <w:rFonts w:eastAsiaTheme="minorEastAsia"/>
        </w:rPr>
        <w:t>Industrial disputes and right of entry</w:t>
      </w:r>
      <w:r>
        <w:rPr>
          <w:rFonts w:eastAsiaTheme="minorEastAsia"/>
        </w:rPr>
        <w:tab/>
        <w:t>39</w:t>
      </w:r>
    </w:p>
    <w:p w14:paraId="3E70364F" w14:textId="77777777" w:rsidR="00C262A6" w:rsidRDefault="00C262A6">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45</w:t>
      </w:r>
    </w:p>
    <w:sectPr w:rsidR="00C262A6" w:rsidSect="00C61E9A">
      <w:headerReference w:type="even" r:id="rId32"/>
      <w:headerReference w:type="default" r:id="rId33"/>
      <w:footerReference w:type="even" r:id="rId34"/>
      <w:footerReference w:type="default" r:id="rId35"/>
      <w:headerReference w:type="first" r:id="rId36"/>
      <w:type w:val="oddPage"/>
      <w:pgSz w:w="11907" w:h="16840" w:code="9"/>
      <w:pgMar w:top="1985"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7C7A9" w14:textId="77777777" w:rsidR="00524704" w:rsidRDefault="00524704">
      <w:r>
        <w:separator/>
      </w:r>
    </w:p>
    <w:p w14:paraId="7BB38BB6" w14:textId="77777777" w:rsidR="00524704" w:rsidRDefault="00524704"/>
    <w:p w14:paraId="3203C5D8" w14:textId="77777777" w:rsidR="00524704" w:rsidRDefault="00524704"/>
  </w:endnote>
  <w:endnote w:type="continuationSeparator" w:id="0">
    <w:p w14:paraId="3992E97E" w14:textId="77777777" w:rsidR="00524704" w:rsidRDefault="00524704">
      <w:r>
        <w:continuationSeparator/>
      </w:r>
    </w:p>
    <w:p w14:paraId="5414579F" w14:textId="77777777" w:rsidR="00524704" w:rsidRDefault="00524704"/>
    <w:p w14:paraId="2B72483A" w14:textId="77777777" w:rsidR="00524704" w:rsidRDefault="00524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76203" w14:textId="77777777" w:rsidR="00EB4B7E" w:rsidRDefault="00EB4B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D33F" w14:textId="77777777" w:rsidR="00EB4B7E" w:rsidRDefault="00EB4B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C9C8" w14:textId="77777777" w:rsidR="00EB4B7E" w:rsidRDefault="00EB4B7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1BB78A6F" w14:textId="77777777" w:rsidTr="00524704">
      <w:trPr>
        <w:trHeight w:hRule="exact" w:val="567"/>
      </w:trPr>
      <w:tc>
        <w:tcPr>
          <w:tcW w:w="510" w:type="dxa"/>
        </w:tcPr>
        <w:p w14:paraId="2793385C" w14:textId="77777777" w:rsidR="00524704" w:rsidRDefault="00524704" w:rsidP="00524704">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17BE3">
            <w:rPr>
              <w:rStyle w:val="PageNumber"/>
              <w:noProof/>
            </w:rPr>
            <w:t>iv</w:t>
          </w:r>
          <w:r>
            <w:rPr>
              <w:rStyle w:val="PageNumber"/>
            </w:rPr>
            <w:fldChar w:fldCharType="end"/>
          </w:r>
        </w:p>
      </w:tc>
      <w:tc>
        <w:tcPr>
          <w:tcW w:w="7767" w:type="dxa"/>
        </w:tcPr>
        <w:p w14:paraId="55E5D858" w14:textId="77777777" w:rsidR="00524704" w:rsidRPr="0013739A" w:rsidRDefault="00524704" w:rsidP="0052470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FD1312">
            <w:rPr>
              <w:rFonts w:cs="Arial"/>
            </w:rPr>
            <w:t>Draft report prelims</w:t>
          </w:r>
          <w:r w:rsidRPr="00BA5B14">
            <w:rPr>
              <w:rFonts w:cs="Arial"/>
            </w:rPr>
            <w:fldChar w:fldCharType="end"/>
          </w:r>
        </w:p>
      </w:tc>
      <w:tc>
        <w:tcPr>
          <w:tcW w:w="510" w:type="dxa"/>
        </w:tcPr>
        <w:p w14:paraId="6DA98746" w14:textId="77777777" w:rsidR="00524704" w:rsidRDefault="00524704" w:rsidP="00524704">
          <w:pPr>
            <w:pStyle w:val="Footer"/>
          </w:pPr>
        </w:p>
      </w:tc>
    </w:tr>
  </w:tbl>
  <w:p w14:paraId="6B467D7E" w14:textId="77777777" w:rsidR="00524704" w:rsidRDefault="00524704" w:rsidP="00524704">
    <w:pPr>
      <w:pStyle w:val="FooterEnd"/>
    </w:pPr>
  </w:p>
  <w:p w14:paraId="0A493B52" w14:textId="77777777" w:rsidR="00524704" w:rsidRDefault="0052470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0AB55702" w14:textId="77777777" w:rsidTr="00524704">
      <w:trPr>
        <w:trHeight w:hRule="exact" w:val="567"/>
      </w:trPr>
      <w:tc>
        <w:tcPr>
          <w:tcW w:w="510" w:type="dxa"/>
        </w:tcPr>
        <w:p w14:paraId="50C48A03" w14:textId="77777777" w:rsidR="00524704" w:rsidRDefault="00524704">
          <w:pPr>
            <w:pStyle w:val="Footer"/>
            <w:ind w:right="360" w:firstLine="360"/>
          </w:pPr>
        </w:p>
      </w:tc>
      <w:tc>
        <w:tcPr>
          <w:tcW w:w="7767" w:type="dxa"/>
        </w:tcPr>
        <w:p w14:paraId="1F5287AC" w14:textId="77777777" w:rsidR="00524704" w:rsidRDefault="00524704" w:rsidP="00524704">
          <w:pPr>
            <w:pStyle w:val="Footer"/>
            <w:jc w:val="right"/>
            <w:rPr>
              <w:rFonts w:cs="Arial"/>
            </w:rPr>
          </w:pPr>
          <w:r w:rsidRPr="00C24C8B">
            <w:rPr>
              <w:noProof/>
            </w:rPr>
            <w:fldChar w:fldCharType="begin"/>
          </w:r>
          <w:r w:rsidRPr="00C24C8B">
            <w:rPr>
              <w:noProof/>
            </w:rPr>
            <w:instrText xml:space="preserve"> STYLEREF "Heading 1" \* MERGEFORMAT </w:instrText>
          </w:r>
          <w:r w:rsidRPr="00C24C8B">
            <w:rPr>
              <w:noProof/>
            </w:rPr>
            <w:fldChar w:fldCharType="separate"/>
          </w:r>
          <w:r w:rsidR="00EB4B7E" w:rsidRPr="00EB4B7E">
            <w:rPr>
              <w:bCs/>
              <w:noProof/>
              <w:lang w:val="en-US"/>
            </w:rPr>
            <w:t>Opportunity for further</w:t>
          </w:r>
          <w:r w:rsidR="00EB4B7E">
            <w:rPr>
              <w:noProof/>
            </w:rPr>
            <w:t xml:space="preserve"> comment</w:t>
          </w:r>
          <w:r w:rsidRPr="00C24C8B">
            <w:rPr>
              <w:noProof/>
            </w:rPr>
            <w:fldChar w:fldCharType="end"/>
          </w:r>
          <w:r w:rsidRPr="00C24C8B">
            <w:rPr>
              <w:rFonts w:cs="Arial"/>
            </w:rPr>
            <w:t xml:space="preserve"> </w:t>
          </w:r>
        </w:p>
        <w:p w14:paraId="1EEF881B" w14:textId="3C2B98D1" w:rsidR="00A059B4" w:rsidRPr="00C24C8B" w:rsidRDefault="00A059B4" w:rsidP="00A059B4">
          <w:pPr>
            <w:pStyle w:val="FooterDraftReport"/>
            <w:jc w:val="right"/>
          </w:pPr>
          <w:r>
            <w:rPr>
              <w:noProof/>
            </w:rPr>
            <w:t>draft report</w:t>
          </w:r>
        </w:p>
      </w:tc>
      <w:tc>
        <w:tcPr>
          <w:tcW w:w="510" w:type="dxa"/>
        </w:tcPr>
        <w:p w14:paraId="664546AD" w14:textId="77777777" w:rsidR="00524704" w:rsidRPr="00C24C8B" w:rsidRDefault="00524704">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EB4B7E">
            <w:rPr>
              <w:rStyle w:val="PageNumber"/>
              <w:caps w:val="0"/>
              <w:noProof/>
            </w:rPr>
            <w:t>iii</w:t>
          </w:r>
          <w:r w:rsidRPr="00C24C8B">
            <w:rPr>
              <w:rStyle w:val="PageNumber"/>
              <w:caps w:val="0"/>
            </w:rPr>
            <w:fldChar w:fldCharType="end"/>
          </w:r>
        </w:p>
      </w:tc>
    </w:tr>
  </w:tbl>
  <w:p w14:paraId="69D79A60" w14:textId="77777777" w:rsidR="00524704" w:rsidRDefault="00524704">
    <w:pPr>
      <w:pStyle w:val="FooterEnd"/>
    </w:pPr>
  </w:p>
  <w:p w14:paraId="0F4A4CFD" w14:textId="77777777" w:rsidR="00524704" w:rsidRDefault="0052470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156C4B37" w14:textId="77777777" w:rsidTr="00524704">
      <w:trPr>
        <w:trHeight w:hRule="exact" w:val="567"/>
      </w:trPr>
      <w:tc>
        <w:tcPr>
          <w:tcW w:w="510" w:type="dxa"/>
        </w:tcPr>
        <w:p w14:paraId="757E9CBB" w14:textId="77777777" w:rsidR="00524704" w:rsidRPr="00752FFF" w:rsidRDefault="00524704" w:rsidP="00524704">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EB4B7E">
            <w:rPr>
              <w:rStyle w:val="PageNumber"/>
              <w:caps w:val="0"/>
              <w:noProof/>
            </w:rPr>
            <w:t>vi</w:t>
          </w:r>
          <w:r w:rsidRPr="00752FFF">
            <w:rPr>
              <w:rStyle w:val="PageNumber"/>
              <w:caps w:val="0"/>
            </w:rPr>
            <w:fldChar w:fldCharType="end"/>
          </w:r>
        </w:p>
      </w:tc>
      <w:tc>
        <w:tcPr>
          <w:tcW w:w="7767" w:type="dxa"/>
        </w:tcPr>
        <w:p w14:paraId="7BF3FE33" w14:textId="77777777" w:rsidR="00524704" w:rsidRDefault="00C302A3" w:rsidP="00524704">
          <w:pPr>
            <w:pStyle w:val="Footer"/>
            <w:rPr>
              <w:rFonts w:cs="Arial"/>
            </w:rPr>
          </w:pPr>
          <w:r>
            <w:rPr>
              <w:rFonts w:cs="Arial"/>
            </w:rPr>
            <w:t>workplace relations framework</w:t>
          </w:r>
        </w:p>
        <w:p w14:paraId="154F955E" w14:textId="7A048F13" w:rsidR="00C302A3" w:rsidRPr="0013739A" w:rsidRDefault="00C302A3" w:rsidP="00C302A3">
          <w:pPr>
            <w:pStyle w:val="FooterDraftReport"/>
          </w:pPr>
          <w:r>
            <w:t>draft report</w:t>
          </w:r>
        </w:p>
      </w:tc>
      <w:tc>
        <w:tcPr>
          <w:tcW w:w="510" w:type="dxa"/>
        </w:tcPr>
        <w:p w14:paraId="2921EC20" w14:textId="77777777" w:rsidR="00524704" w:rsidRDefault="00524704" w:rsidP="00524704">
          <w:pPr>
            <w:pStyle w:val="Footer"/>
          </w:pPr>
        </w:p>
      </w:tc>
    </w:tr>
  </w:tbl>
  <w:p w14:paraId="768E2A4F" w14:textId="5A6BF0DF" w:rsidR="00524704" w:rsidRDefault="00524704" w:rsidP="00524704">
    <w:pPr>
      <w:pStyle w:val="FooterEnd"/>
    </w:pPr>
  </w:p>
  <w:p w14:paraId="46FA14C8" w14:textId="77777777" w:rsidR="00524704" w:rsidRDefault="0052470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46AABF4E" w14:textId="77777777" w:rsidTr="00524704">
      <w:trPr>
        <w:trHeight w:hRule="exact" w:val="567"/>
      </w:trPr>
      <w:tc>
        <w:tcPr>
          <w:tcW w:w="510" w:type="dxa"/>
        </w:tcPr>
        <w:p w14:paraId="1ACCE543" w14:textId="77777777" w:rsidR="00524704" w:rsidRDefault="00524704">
          <w:pPr>
            <w:pStyle w:val="Footer"/>
            <w:ind w:right="360" w:firstLine="360"/>
          </w:pPr>
        </w:p>
      </w:tc>
      <w:tc>
        <w:tcPr>
          <w:tcW w:w="7767" w:type="dxa"/>
        </w:tcPr>
        <w:p w14:paraId="28B0C3EE" w14:textId="77777777" w:rsidR="00524704" w:rsidRDefault="00524704" w:rsidP="00524704">
          <w:pPr>
            <w:pStyle w:val="Footer"/>
            <w:jc w:val="right"/>
            <w:rPr>
              <w:noProof/>
            </w:rPr>
          </w:pPr>
          <w:r w:rsidRPr="00752FFF">
            <w:rPr>
              <w:noProof/>
            </w:rPr>
            <w:fldChar w:fldCharType="begin"/>
          </w:r>
          <w:r w:rsidRPr="00752FFF">
            <w:rPr>
              <w:noProof/>
            </w:rPr>
            <w:instrText xml:space="preserve"> STYLEREF "Heading 1" \* MERGEFORMAT </w:instrText>
          </w:r>
          <w:r w:rsidRPr="00752FFF">
            <w:rPr>
              <w:noProof/>
            </w:rPr>
            <w:fldChar w:fldCharType="separate"/>
          </w:r>
          <w:r w:rsidR="00EB4B7E" w:rsidRPr="00EB4B7E">
            <w:rPr>
              <w:bCs/>
              <w:noProof/>
              <w:lang w:val="en-US"/>
            </w:rPr>
            <w:t>Terms of reference</w:t>
          </w:r>
          <w:r w:rsidRPr="00752FFF">
            <w:rPr>
              <w:noProof/>
            </w:rPr>
            <w:fldChar w:fldCharType="end"/>
          </w:r>
        </w:p>
        <w:p w14:paraId="4183F4F6" w14:textId="20595D07" w:rsidR="00A059B4" w:rsidRPr="00752FFF" w:rsidRDefault="00A059B4" w:rsidP="00A059B4">
          <w:pPr>
            <w:pStyle w:val="FooterDraftReport"/>
            <w:jc w:val="right"/>
          </w:pPr>
          <w:r>
            <w:rPr>
              <w:noProof/>
            </w:rPr>
            <w:t>draft report</w:t>
          </w:r>
        </w:p>
      </w:tc>
      <w:tc>
        <w:tcPr>
          <w:tcW w:w="510" w:type="dxa"/>
        </w:tcPr>
        <w:p w14:paraId="7E5965FE" w14:textId="77777777" w:rsidR="00524704" w:rsidRPr="00A24443" w:rsidRDefault="0052470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4B7E">
            <w:rPr>
              <w:rStyle w:val="PageNumber"/>
              <w:caps w:val="0"/>
              <w:noProof/>
            </w:rPr>
            <w:t>v</w:t>
          </w:r>
          <w:r w:rsidRPr="00A24443">
            <w:rPr>
              <w:rStyle w:val="PageNumber"/>
              <w:caps w:val="0"/>
            </w:rPr>
            <w:fldChar w:fldCharType="end"/>
          </w:r>
        </w:p>
      </w:tc>
    </w:tr>
  </w:tbl>
  <w:p w14:paraId="1F79DABF" w14:textId="77777777" w:rsidR="00524704" w:rsidRDefault="00524704">
    <w:pPr>
      <w:pStyle w:val="FooterEnd"/>
    </w:pPr>
  </w:p>
  <w:p w14:paraId="20C988D6" w14:textId="77777777" w:rsidR="00524704" w:rsidRPr="00D01645" w:rsidRDefault="00524704" w:rsidP="0052470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561E0C1F" w14:textId="77777777" w:rsidTr="00524704">
      <w:trPr>
        <w:trHeight w:hRule="exact" w:val="567"/>
      </w:trPr>
      <w:tc>
        <w:tcPr>
          <w:tcW w:w="510" w:type="dxa"/>
        </w:tcPr>
        <w:p w14:paraId="042E817A" w14:textId="77777777" w:rsidR="00524704" w:rsidRPr="007448F7" w:rsidRDefault="00524704" w:rsidP="00524704">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61E9A">
            <w:rPr>
              <w:rStyle w:val="PageNumber"/>
              <w:caps w:val="0"/>
              <w:noProof/>
            </w:rPr>
            <w:t>xvi</w:t>
          </w:r>
          <w:r w:rsidRPr="007448F7">
            <w:rPr>
              <w:rStyle w:val="PageNumber"/>
              <w:caps w:val="0"/>
            </w:rPr>
            <w:fldChar w:fldCharType="end"/>
          </w:r>
        </w:p>
      </w:tc>
      <w:tc>
        <w:tcPr>
          <w:tcW w:w="7767" w:type="dxa"/>
        </w:tcPr>
        <w:p w14:paraId="41FEF1E7" w14:textId="77777777" w:rsidR="00524704" w:rsidRDefault="00C302A3" w:rsidP="00271B0C">
          <w:pPr>
            <w:pStyle w:val="Footer"/>
            <w:rPr>
              <w:rFonts w:cs="Arial"/>
            </w:rPr>
          </w:pPr>
          <w:r>
            <w:rPr>
              <w:rFonts w:cs="Arial"/>
            </w:rPr>
            <w:t>workplace relations framework</w:t>
          </w:r>
        </w:p>
        <w:p w14:paraId="0729D295" w14:textId="5F4716DB" w:rsidR="00C302A3" w:rsidRPr="0013739A" w:rsidRDefault="00C302A3" w:rsidP="00C302A3">
          <w:pPr>
            <w:pStyle w:val="FooterDraftReport"/>
          </w:pPr>
          <w:r>
            <w:t>draft report</w:t>
          </w:r>
        </w:p>
      </w:tc>
      <w:tc>
        <w:tcPr>
          <w:tcW w:w="510" w:type="dxa"/>
        </w:tcPr>
        <w:p w14:paraId="6A804683" w14:textId="77777777" w:rsidR="00524704" w:rsidRDefault="00524704" w:rsidP="00524704">
          <w:pPr>
            <w:pStyle w:val="Footer"/>
          </w:pPr>
        </w:p>
      </w:tc>
    </w:tr>
  </w:tbl>
  <w:p w14:paraId="59C3D6C1" w14:textId="6C930581" w:rsidR="00524704" w:rsidRDefault="00524704" w:rsidP="00524704">
    <w:pPr>
      <w:pStyle w:val="FooterEnd"/>
    </w:pPr>
  </w:p>
  <w:p w14:paraId="49128D9E" w14:textId="77777777" w:rsidR="00524704" w:rsidRDefault="00524704">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24704" w14:paraId="3BC704D4" w14:textId="77777777" w:rsidTr="00524704">
      <w:trPr>
        <w:trHeight w:hRule="exact" w:val="567"/>
      </w:trPr>
      <w:tc>
        <w:tcPr>
          <w:tcW w:w="510" w:type="dxa"/>
        </w:tcPr>
        <w:p w14:paraId="2950A759" w14:textId="77777777" w:rsidR="00524704" w:rsidRDefault="00524704">
          <w:pPr>
            <w:pStyle w:val="Footer"/>
            <w:ind w:right="360" w:firstLine="360"/>
          </w:pPr>
        </w:p>
      </w:tc>
      <w:tc>
        <w:tcPr>
          <w:tcW w:w="7767" w:type="dxa"/>
        </w:tcPr>
        <w:p w14:paraId="1AFE38AC" w14:textId="7F612710" w:rsidR="00524704" w:rsidRDefault="00C61E9A" w:rsidP="00340511">
          <w:pPr>
            <w:pStyle w:val="Footer"/>
            <w:jc w:val="right"/>
            <w:rPr>
              <w:noProof/>
            </w:rPr>
          </w:pPr>
          <w:r>
            <w:rPr>
              <w:noProof/>
            </w:rPr>
            <w:t>contents</w:t>
          </w:r>
        </w:p>
        <w:p w14:paraId="1630D987" w14:textId="25D0DAF4" w:rsidR="00A059B4" w:rsidRPr="00340511" w:rsidRDefault="00A059B4" w:rsidP="00A059B4">
          <w:pPr>
            <w:pStyle w:val="FooterDraftReport"/>
            <w:jc w:val="right"/>
          </w:pPr>
          <w:r>
            <w:rPr>
              <w:noProof/>
            </w:rPr>
            <w:t>draft report</w:t>
          </w:r>
        </w:p>
      </w:tc>
      <w:tc>
        <w:tcPr>
          <w:tcW w:w="510" w:type="dxa"/>
        </w:tcPr>
        <w:p w14:paraId="6B15BB80" w14:textId="77777777" w:rsidR="00524704" w:rsidRPr="00A24443" w:rsidRDefault="0052470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4B7E">
            <w:rPr>
              <w:rStyle w:val="PageNumber"/>
              <w:caps w:val="0"/>
              <w:noProof/>
            </w:rPr>
            <w:t>vii</w:t>
          </w:r>
          <w:r w:rsidRPr="00A24443">
            <w:rPr>
              <w:rStyle w:val="PageNumber"/>
              <w:caps w:val="0"/>
            </w:rPr>
            <w:fldChar w:fldCharType="end"/>
          </w:r>
        </w:p>
      </w:tc>
    </w:tr>
  </w:tbl>
  <w:p w14:paraId="5D10FF12" w14:textId="77777777" w:rsidR="00524704" w:rsidRDefault="00524704">
    <w:pPr>
      <w:pStyle w:val="FooterEnd"/>
    </w:pPr>
  </w:p>
  <w:p w14:paraId="70164F5F" w14:textId="77777777" w:rsidR="00524704" w:rsidRDefault="0052470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C956D" w14:textId="77777777" w:rsidR="00524704" w:rsidRDefault="00524704">
      <w:r>
        <w:separator/>
      </w:r>
    </w:p>
    <w:p w14:paraId="6C3D68A3" w14:textId="77777777" w:rsidR="00524704" w:rsidRDefault="00524704"/>
    <w:p w14:paraId="0AE42097" w14:textId="77777777" w:rsidR="00524704" w:rsidRDefault="00524704"/>
  </w:footnote>
  <w:footnote w:type="continuationSeparator" w:id="0">
    <w:p w14:paraId="0FD35F28" w14:textId="77777777" w:rsidR="00524704" w:rsidRDefault="00524704">
      <w:r>
        <w:continuationSeparator/>
      </w:r>
    </w:p>
    <w:p w14:paraId="3AF63036" w14:textId="77777777" w:rsidR="00524704" w:rsidRDefault="00524704"/>
    <w:p w14:paraId="11A467AE" w14:textId="77777777" w:rsidR="00524704" w:rsidRDefault="005247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66D85" w14:textId="403A057A" w:rsidR="00EB4B7E" w:rsidRDefault="00EB4B7E">
    <w:pPr>
      <w:pStyle w:val="Header"/>
    </w:pPr>
    <w:r>
      <w:rPr>
        <w:color w:val="FF0000"/>
        <w:sz w:val="14"/>
        <w:szCs w:val="14"/>
      </w:rPr>
      <w:t>draft report: For final outcomes of this project refer to the inquiry report.</w:t>
    </w:r>
    <w:r>
      <w:rPr>
        <w:noProof/>
      </w:rPr>
      <w:pict w14:anchorId="7B5D9C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85" o:spid="_x0000_s40962"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24704" w14:paraId="7A775E14" w14:textId="77777777" w:rsidTr="005C68FE">
      <w:tc>
        <w:tcPr>
          <w:tcW w:w="2155" w:type="dxa"/>
          <w:tcBorders>
            <w:top w:val="single" w:sz="24" w:space="0" w:color="auto"/>
          </w:tcBorders>
        </w:tcPr>
        <w:p w14:paraId="1DFB5428" w14:textId="01AE7FFA" w:rsidR="00524704" w:rsidRDefault="00EB4B7E" w:rsidP="005C68FE">
          <w:pPr>
            <w:pStyle w:val="HeaderEven"/>
          </w:pPr>
          <w:r>
            <w:rPr>
              <w:noProof/>
            </w:rPr>
            <w:pict w14:anchorId="436E83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94" o:spid="_x0000_s40971"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DD83508" w14:textId="77777777" w:rsidR="00524704" w:rsidRDefault="00524704" w:rsidP="005C68FE">
          <w:pPr>
            <w:pStyle w:val="HeaderEven"/>
          </w:pPr>
        </w:p>
      </w:tc>
    </w:tr>
  </w:tbl>
  <w:p w14:paraId="50610DDD" w14:textId="77777777" w:rsidR="00524704" w:rsidRDefault="00524704"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58CE2C6F" w14:textId="77777777">
      <w:tc>
        <w:tcPr>
          <w:tcW w:w="6634" w:type="dxa"/>
          <w:tcBorders>
            <w:top w:val="single" w:sz="6" w:space="0" w:color="auto"/>
          </w:tcBorders>
        </w:tcPr>
        <w:p w14:paraId="46A84489" w14:textId="3D6CEB56" w:rsidR="00524704" w:rsidRDefault="00EB4B7E">
          <w:pPr>
            <w:pStyle w:val="HeaderOdd"/>
          </w:pPr>
          <w:r>
            <w:rPr>
              <w:color w:val="FF0000"/>
              <w:sz w:val="14"/>
              <w:szCs w:val="14"/>
            </w:rPr>
            <w:t>draft report: For final outcomes of this project refer to the inquiry report.</w:t>
          </w:r>
          <w:bookmarkStart w:id="9" w:name="_GoBack"/>
          <w:bookmarkEnd w:id="9"/>
          <w:r>
            <w:rPr>
              <w:noProof/>
            </w:rPr>
            <w:pict w14:anchorId="0110FB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95" o:spid="_x0000_s40972"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05A0713" w14:textId="77777777" w:rsidR="00524704" w:rsidRDefault="00524704">
          <w:pPr>
            <w:pStyle w:val="HeaderOdd"/>
          </w:pPr>
        </w:p>
      </w:tc>
    </w:tr>
  </w:tbl>
  <w:p w14:paraId="788B7191" w14:textId="77777777" w:rsidR="00524704" w:rsidRDefault="00524704" w:rsidP="00B95339">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CA9B5" w14:textId="7186742D" w:rsidR="00EB4B7E" w:rsidRDefault="00EB4B7E">
    <w:pPr>
      <w:pStyle w:val="Header"/>
    </w:pPr>
    <w:r>
      <w:rPr>
        <w:noProof/>
      </w:rPr>
      <w:pict w14:anchorId="7BC938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93" o:spid="_x0000_s40970"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6F31D" w14:textId="64EBD9FB" w:rsidR="00EB4B7E" w:rsidRDefault="00EB4B7E">
    <w:pPr>
      <w:pStyle w:val="Header"/>
    </w:pPr>
    <w:r>
      <w:rPr>
        <w:noProof/>
      </w:rPr>
      <w:pict w14:anchorId="59AD35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86" o:spid="_x0000_s40963"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C2222" w14:textId="1EBDDF61" w:rsidR="00EB4B7E" w:rsidRDefault="00EB4B7E">
    <w:pPr>
      <w:pStyle w:val="Header"/>
    </w:pPr>
    <w:r>
      <w:rPr>
        <w:noProof/>
      </w:rPr>
      <w:pict w14:anchorId="53988F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84" o:spid="_x0000_s40961"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24704" w14:paraId="42F35594" w14:textId="77777777">
      <w:tc>
        <w:tcPr>
          <w:tcW w:w="2155" w:type="dxa"/>
          <w:tcBorders>
            <w:top w:val="single" w:sz="24" w:space="0" w:color="auto"/>
          </w:tcBorders>
        </w:tcPr>
        <w:p w14:paraId="57AF2E55" w14:textId="23E4E861" w:rsidR="00524704" w:rsidRDefault="00EB4B7E">
          <w:pPr>
            <w:pStyle w:val="Header"/>
          </w:pPr>
          <w:r>
            <w:rPr>
              <w:noProof/>
            </w:rPr>
            <w:pict w14:anchorId="22B20E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88" o:spid="_x0000_s40965"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76916597" w14:textId="77777777" w:rsidR="00524704" w:rsidRDefault="00524704">
          <w:pPr>
            <w:pStyle w:val="Header"/>
          </w:pPr>
        </w:p>
      </w:tc>
    </w:tr>
  </w:tbl>
  <w:p w14:paraId="0C26F50C" w14:textId="77777777" w:rsidR="00524704" w:rsidRDefault="00524704">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68DA397E" w14:textId="77777777" w:rsidTr="005C68FE">
      <w:tc>
        <w:tcPr>
          <w:tcW w:w="6634" w:type="dxa"/>
          <w:tcBorders>
            <w:top w:val="single" w:sz="6" w:space="0" w:color="auto"/>
          </w:tcBorders>
        </w:tcPr>
        <w:p w14:paraId="2E69476D" w14:textId="05F3A8FD" w:rsidR="00524704" w:rsidRDefault="00EB4B7E" w:rsidP="005C68FE">
          <w:pPr>
            <w:pStyle w:val="HeaderOdd"/>
          </w:pPr>
          <w:r>
            <w:rPr>
              <w:color w:val="FF0000"/>
              <w:sz w:val="14"/>
              <w:szCs w:val="14"/>
            </w:rPr>
            <w:t>draft report: For final outcomes of this project refer to the inquiry report.</w:t>
          </w:r>
          <w:r>
            <w:rPr>
              <w:noProof/>
            </w:rPr>
            <w:pict w14:anchorId="5DBEBA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89" o:spid="_x0000_s40966"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7E5E04A" w14:textId="77777777" w:rsidR="00524704" w:rsidRDefault="00524704" w:rsidP="005C68FE">
          <w:pPr>
            <w:pStyle w:val="HeaderOdd"/>
          </w:pPr>
        </w:p>
      </w:tc>
    </w:tr>
  </w:tbl>
  <w:p w14:paraId="16DC82F9" w14:textId="77777777" w:rsidR="00524704" w:rsidRPr="005C68FE" w:rsidRDefault="00524704"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0CE7E" w14:textId="2486853B" w:rsidR="00EB4B7E" w:rsidRDefault="00EB4B7E">
    <w:pPr>
      <w:pStyle w:val="Header"/>
    </w:pPr>
    <w:r>
      <w:rPr>
        <w:noProof/>
      </w:rPr>
      <w:pict w14:anchorId="267D00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87" o:spid="_x0000_s40964"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524704" w14:paraId="44E3F42D" w14:textId="77777777">
      <w:tc>
        <w:tcPr>
          <w:tcW w:w="2155" w:type="dxa"/>
          <w:tcBorders>
            <w:top w:val="single" w:sz="24" w:space="0" w:color="auto"/>
          </w:tcBorders>
        </w:tcPr>
        <w:p w14:paraId="10387163" w14:textId="56714C61" w:rsidR="00524704" w:rsidRDefault="00EB4B7E">
          <w:pPr>
            <w:pStyle w:val="Header"/>
          </w:pPr>
          <w:r>
            <w:rPr>
              <w:noProof/>
            </w:rPr>
            <w:pict w14:anchorId="2FCC9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91" o:spid="_x0000_s40968"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062AF17" w14:textId="0765D0B3" w:rsidR="00524704" w:rsidRDefault="00EB4B7E">
          <w:pPr>
            <w:pStyle w:val="Header"/>
          </w:pPr>
          <w:r>
            <w:rPr>
              <w:color w:val="FF0000"/>
              <w:sz w:val="14"/>
              <w:szCs w:val="14"/>
            </w:rPr>
            <w:t>draft report: For final outcomes of this project refer to the inquiry report.</w:t>
          </w:r>
        </w:p>
      </w:tc>
    </w:tr>
  </w:tbl>
  <w:p w14:paraId="781B2E9F" w14:textId="77777777" w:rsidR="00524704" w:rsidRDefault="00524704">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24704" w14:paraId="0055E5FE" w14:textId="77777777">
      <w:tc>
        <w:tcPr>
          <w:tcW w:w="6634" w:type="dxa"/>
          <w:tcBorders>
            <w:top w:val="single" w:sz="6" w:space="0" w:color="auto"/>
          </w:tcBorders>
        </w:tcPr>
        <w:p w14:paraId="1EAD606E" w14:textId="3BCCBE06" w:rsidR="00524704" w:rsidRDefault="00EB4B7E" w:rsidP="00524704">
          <w:pPr>
            <w:pStyle w:val="HeaderOdd"/>
          </w:pPr>
          <w:r>
            <w:rPr>
              <w:color w:val="FF0000"/>
              <w:sz w:val="14"/>
              <w:szCs w:val="14"/>
            </w:rPr>
            <w:t>draft report: For final outcomes of this project refer to the inquiry report.</w:t>
          </w:r>
          <w:r>
            <w:rPr>
              <w:noProof/>
            </w:rPr>
            <w:pict w14:anchorId="3F236B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92" o:spid="_x0000_s40969"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7C5913B4" w14:textId="77777777" w:rsidR="00524704" w:rsidRDefault="00524704" w:rsidP="00524704">
          <w:pPr>
            <w:pStyle w:val="HeaderOdd"/>
          </w:pPr>
        </w:p>
      </w:tc>
    </w:tr>
  </w:tbl>
  <w:p w14:paraId="7A64EFA7" w14:textId="77777777" w:rsidR="00524704" w:rsidRDefault="00524704" w:rsidP="00524704">
    <w:pPr>
      <w:pStyle w:val="HeaderEnd"/>
    </w:pPr>
  </w:p>
  <w:p w14:paraId="0D4AC439" w14:textId="77777777" w:rsidR="00524704" w:rsidRPr="00D01645" w:rsidRDefault="00524704" w:rsidP="00524704">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FB023" w14:textId="1D3E3EA1" w:rsidR="00EB4B7E" w:rsidRDefault="00EB4B7E">
    <w:pPr>
      <w:pStyle w:val="Header"/>
    </w:pPr>
    <w:r>
      <w:rPr>
        <w:noProof/>
      </w:rPr>
      <w:pict w14:anchorId="5B09AC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16790" o:spid="_x0000_s40967"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3"/>
    <o:shapelayout v:ext="edit">
      <o:idmap v:ext="edit" data="4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1D2"/>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86A88"/>
    <w:rsid w:val="00190919"/>
    <w:rsid w:val="00196FB3"/>
    <w:rsid w:val="001A4FE6"/>
    <w:rsid w:val="001A5071"/>
    <w:rsid w:val="001B4E73"/>
    <w:rsid w:val="001B7F1E"/>
    <w:rsid w:val="001D4B1F"/>
    <w:rsid w:val="001D6629"/>
    <w:rsid w:val="001E3390"/>
    <w:rsid w:val="001F0511"/>
    <w:rsid w:val="001F2270"/>
    <w:rsid w:val="001F5BA8"/>
    <w:rsid w:val="001F7C52"/>
    <w:rsid w:val="00201769"/>
    <w:rsid w:val="00203B40"/>
    <w:rsid w:val="00205A82"/>
    <w:rsid w:val="00211BEE"/>
    <w:rsid w:val="002179C6"/>
    <w:rsid w:val="00261607"/>
    <w:rsid w:val="00263DD1"/>
    <w:rsid w:val="00264D3B"/>
    <w:rsid w:val="00265685"/>
    <w:rsid w:val="00271B0C"/>
    <w:rsid w:val="00273E95"/>
    <w:rsid w:val="00281D5F"/>
    <w:rsid w:val="002922D5"/>
    <w:rsid w:val="002923AD"/>
    <w:rsid w:val="0029472E"/>
    <w:rsid w:val="00296592"/>
    <w:rsid w:val="002A0A4B"/>
    <w:rsid w:val="002A499E"/>
    <w:rsid w:val="002B636E"/>
    <w:rsid w:val="002B64D6"/>
    <w:rsid w:val="002C12B3"/>
    <w:rsid w:val="002C12F5"/>
    <w:rsid w:val="002C6E62"/>
    <w:rsid w:val="002D6FCE"/>
    <w:rsid w:val="002F1E63"/>
    <w:rsid w:val="00320479"/>
    <w:rsid w:val="0032390F"/>
    <w:rsid w:val="00340511"/>
    <w:rsid w:val="003460AD"/>
    <w:rsid w:val="0038647D"/>
    <w:rsid w:val="00393A49"/>
    <w:rsid w:val="003B41E0"/>
    <w:rsid w:val="003C3D73"/>
    <w:rsid w:val="003D624D"/>
    <w:rsid w:val="003E7802"/>
    <w:rsid w:val="0042007A"/>
    <w:rsid w:val="00433C81"/>
    <w:rsid w:val="00446D6B"/>
    <w:rsid w:val="00457B3F"/>
    <w:rsid w:val="00461EA9"/>
    <w:rsid w:val="00463022"/>
    <w:rsid w:val="00481CF0"/>
    <w:rsid w:val="004B492A"/>
    <w:rsid w:val="004C0B0C"/>
    <w:rsid w:val="004D3F58"/>
    <w:rsid w:val="004E52E2"/>
    <w:rsid w:val="004E6BB4"/>
    <w:rsid w:val="004E7D3C"/>
    <w:rsid w:val="00515D43"/>
    <w:rsid w:val="00524704"/>
    <w:rsid w:val="0052544D"/>
    <w:rsid w:val="00526B19"/>
    <w:rsid w:val="005343CC"/>
    <w:rsid w:val="00536020"/>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041F"/>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57958"/>
    <w:rsid w:val="00766DFB"/>
    <w:rsid w:val="007734B5"/>
    <w:rsid w:val="007809B8"/>
    <w:rsid w:val="007813A6"/>
    <w:rsid w:val="00796AA8"/>
    <w:rsid w:val="00797BB9"/>
    <w:rsid w:val="007D0D6F"/>
    <w:rsid w:val="00805FD7"/>
    <w:rsid w:val="00806E54"/>
    <w:rsid w:val="008206EE"/>
    <w:rsid w:val="008214B1"/>
    <w:rsid w:val="008273A9"/>
    <w:rsid w:val="00836ED7"/>
    <w:rsid w:val="0084355E"/>
    <w:rsid w:val="008453AC"/>
    <w:rsid w:val="00847D76"/>
    <w:rsid w:val="00856795"/>
    <w:rsid w:val="00860D09"/>
    <w:rsid w:val="00862044"/>
    <w:rsid w:val="00880BF7"/>
    <w:rsid w:val="0089269F"/>
    <w:rsid w:val="00893DEB"/>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4E43"/>
    <w:rsid w:val="0098401D"/>
    <w:rsid w:val="009A789F"/>
    <w:rsid w:val="009B12EF"/>
    <w:rsid w:val="009B48F7"/>
    <w:rsid w:val="009B6185"/>
    <w:rsid w:val="009C6C6D"/>
    <w:rsid w:val="009E1E78"/>
    <w:rsid w:val="009E2697"/>
    <w:rsid w:val="00A059B4"/>
    <w:rsid w:val="00A1597D"/>
    <w:rsid w:val="00A46989"/>
    <w:rsid w:val="00A469AA"/>
    <w:rsid w:val="00A66188"/>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84EA5"/>
    <w:rsid w:val="00B90958"/>
    <w:rsid w:val="00B951D0"/>
    <w:rsid w:val="00B95339"/>
    <w:rsid w:val="00BA0B81"/>
    <w:rsid w:val="00BB334E"/>
    <w:rsid w:val="00BB5DCF"/>
    <w:rsid w:val="00BC2476"/>
    <w:rsid w:val="00BF59EA"/>
    <w:rsid w:val="00BF694C"/>
    <w:rsid w:val="00BF79CD"/>
    <w:rsid w:val="00C016B9"/>
    <w:rsid w:val="00C058AB"/>
    <w:rsid w:val="00C0721B"/>
    <w:rsid w:val="00C17BE3"/>
    <w:rsid w:val="00C262A6"/>
    <w:rsid w:val="00C266A6"/>
    <w:rsid w:val="00C302A3"/>
    <w:rsid w:val="00C34C8C"/>
    <w:rsid w:val="00C50792"/>
    <w:rsid w:val="00C51371"/>
    <w:rsid w:val="00C55A45"/>
    <w:rsid w:val="00C61E9A"/>
    <w:rsid w:val="00C75F44"/>
    <w:rsid w:val="00C84879"/>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45CC3"/>
    <w:rsid w:val="00D500A9"/>
    <w:rsid w:val="00D61180"/>
    <w:rsid w:val="00D618AA"/>
    <w:rsid w:val="00D64121"/>
    <w:rsid w:val="00D648DF"/>
    <w:rsid w:val="00D67119"/>
    <w:rsid w:val="00D732FE"/>
    <w:rsid w:val="00D74E25"/>
    <w:rsid w:val="00D772E9"/>
    <w:rsid w:val="00D82E10"/>
    <w:rsid w:val="00D969AE"/>
    <w:rsid w:val="00DA31AB"/>
    <w:rsid w:val="00DA3281"/>
    <w:rsid w:val="00DA3802"/>
    <w:rsid w:val="00DA6D3E"/>
    <w:rsid w:val="00DC02E8"/>
    <w:rsid w:val="00DC75C7"/>
    <w:rsid w:val="00DC78D3"/>
    <w:rsid w:val="00DD1077"/>
    <w:rsid w:val="00DD3305"/>
    <w:rsid w:val="00DF00FE"/>
    <w:rsid w:val="00DF4592"/>
    <w:rsid w:val="00E15FDC"/>
    <w:rsid w:val="00E2651B"/>
    <w:rsid w:val="00E30DDB"/>
    <w:rsid w:val="00E631D2"/>
    <w:rsid w:val="00E6632E"/>
    <w:rsid w:val="00E90CF2"/>
    <w:rsid w:val="00EB4B7E"/>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1312"/>
    <w:rsid w:val="00FD4728"/>
    <w:rsid w:val="00FD741A"/>
    <w:rsid w:val="00FE36A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3"/>
    <o:shapelayout v:ext="edit">
      <o:idmap v:ext="edit" data="1"/>
    </o:shapelayout>
  </w:shapeDefaults>
  <w:decimalSymbol w:val="."/>
  <w:listSeparator w:val=","/>
  <w14:docId w14:val="40AE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631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631D2"/>
    <w:rPr>
      <w:kern w:val="28"/>
      <w:sz w:val="52"/>
      <w:lang w:eastAsia="en-US"/>
    </w:rPr>
  </w:style>
  <w:style w:type="character" w:customStyle="1" w:styleId="Heading3Char">
    <w:name w:val="Heading 3 Char"/>
    <w:basedOn w:val="DefaultParagraphFont"/>
    <w:link w:val="Heading3"/>
    <w:rsid w:val="00E631D2"/>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631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631D2"/>
    <w:rPr>
      <w:kern w:val="28"/>
      <w:sz w:val="52"/>
      <w:lang w:eastAsia="en-US"/>
    </w:rPr>
  </w:style>
  <w:style w:type="character" w:customStyle="1" w:styleId="Heading3Char">
    <w:name w:val="Heading 3 Char"/>
    <w:basedOn w:val="DefaultParagraphFont"/>
    <w:link w:val="Heading3"/>
    <w:rsid w:val="00E631D2"/>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header" Target="header9.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7.xml"/><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5599DF3EBED8C54C8F6EB5E54493FD5B" ma:contentTypeVersion="3" ma:contentTypeDescription="" ma:contentTypeScope="" ma:versionID="19eed6943117bdc843e407a98d360abd">
  <xsd:schema xmlns:xsd="http://www.w3.org/2001/XMLSchema" xmlns:xs="http://www.w3.org/2001/XMLSchema" xmlns:p="http://schemas.microsoft.com/office/2006/metadata/properties" xmlns:ns2="349ee959-5d94-4c4c-9e29-4eeaea5d6e54" targetNamespace="http://schemas.microsoft.com/office/2006/metadata/properties" ma:root="true" ma:fieldsID="67b0874001291bdf089641af788983fd" ns2:_="">
    <xsd:import namespace="349ee959-5d94-4c4c-9e29-4eeaea5d6e54"/>
    <xsd:element name="properties">
      <xsd:complexType>
        <xsd:sequence>
          <xsd:element name="documentManagement">
            <xsd:complexType>
              <xsd:all>
                <xsd:element ref="ns2:Ch_x0020_No"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ee959-5d94-4c4c-9e29-4eeaea5d6e54" elementFormDefault="qualified">
    <xsd:import namespace="http://schemas.microsoft.com/office/2006/documentManagement/types"/>
    <xsd:import namespace="http://schemas.microsoft.com/office/infopath/2007/PartnerControls"/>
    <xsd:element name="Ch_x0020_No" ma:index="1" nillable="true" ma:displayName="Ch No" ma:indexed="true" ma:internalName="Ch_x0020_No">
      <xsd:simpleType>
        <xsd:restriction base="dms:Text">
          <xsd:maxLength value="255"/>
        </xsd:restriction>
      </xsd:simpleType>
    </xsd:element>
    <xsd:element name="Status" ma:index="3" nillable="true" ma:displayName="Status" ma:description="Select one or more choices to indicate what phase each chapter is in." ma:internalName="Status">
      <xsd:complexType>
        <xsd:complexContent>
          <xsd:extension base="dms:MultiChoice">
            <xsd:sequence>
              <xsd:element name="Value" maxOccurs="unbounded" minOccurs="0" nillable="true">
                <xsd:simpleType>
                  <xsd:restriction base="dms:Choice">
                    <xsd:enumeration value="1st Circ to Ralph"/>
                    <xsd:enumeration value="1st Circ to Comms"/>
                    <xsd:enumeration value="1st Circ comments back"/>
                    <xsd:enumeration value="2nd Circ to Ralph"/>
                    <xsd:enumeration value="2nd Circ to Comms"/>
                    <xsd:enumeration value="2nd Circ comments back"/>
                    <xsd:enumeration value="3rd Circ to Ralph"/>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h_x0020_No xmlns="349ee959-5d94-4c4c-9e29-4eeaea5d6e54" xsi:nil="true"/>
    <Status xmlns="349ee959-5d94-4c4c-9e29-4eeaea5d6e54"/>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0377010-BED5-489D-996B-913F952FF15D}">
  <ds:schemaRefs>
    <ds:schemaRef ds:uri="http://schemas.microsoft.com/office/2006/metadata/customXsn"/>
  </ds:schemaRefs>
</ds:datastoreItem>
</file>

<file path=customXml/itemProps2.xml><?xml version="1.0" encoding="utf-8"?>
<ds:datastoreItem xmlns:ds="http://schemas.openxmlformats.org/officeDocument/2006/customXml" ds:itemID="{B90F6600-6AD5-46F9-AA80-7D55D6752F05}">
  <ds:schemaRefs>
    <ds:schemaRef ds:uri="http://schemas.microsoft.com/sharepoint/events"/>
  </ds:schemaRefs>
</ds:datastoreItem>
</file>

<file path=customXml/itemProps3.xml><?xml version="1.0" encoding="utf-8"?>
<ds:datastoreItem xmlns:ds="http://schemas.openxmlformats.org/officeDocument/2006/customXml" ds:itemID="{31DD6564-EC41-41B4-9ABF-169CBCAFF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ee959-5d94-4c4c-9e29-4eeaea5d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184F90-46F3-4E5C-AF4B-704CA60C9151}">
  <ds:schemaRef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www.w3.org/XML/1998/namespace"/>
    <ds:schemaRef ds:uri="http://schemas.microsoft.com/office/infopath/2007/PartnerControls"/>
    <ds:schemaRef ds:uri="349ee959-5d94-4c4c-9e29-4eeaea5d6e54"/>
  </ds:schemaRefs>
</ds:datastoreItem>
</file>

<file path=customXml/itemProps5.xml><?xml version="1.0" encoding="utf-8"?>
<ds:datastoreItem xmlns:ds="http://schemas.openxmlformats.org/officeDocument/2006/customXml" ds:itemID="{2B487104-FEA4-48E5-AFAD-D3C8E9DCE865}">
  <ds:schemaRefs>
    <ds:schemaRef ds:uri="http://schemas.microsoft.com/sharepoint/v3/contenttype/forms"/>
  </ds:schemaRefs>
</ds:datastoreItem>
</file>

<file path=customXml/itemProps6.xml><?xml version="1.0" encoding="utf-8"?>
<ds:datastoreItem xmlns:ds="http://schemas.openxmlformats.org/officeDocument/2006/customXml" ds:itemID="{67735940-BEB2-4600-9FF7-30F9BB226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7</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Draft report prelims</vt:lpstr>
    </vt:vector>
  </TitlesOfParts>
  <Company>Productivity Commission</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prelims</dc:title>
  <dc:creator>Productivity Commission</dc:creator>
  <cp:lastModifiedBy>Productivity Commission</cp:lastModifiedBy>
  <cp:revision>2</cp:revision>
  <cp:lastPrinted>2015-07-28T11:51:00Z</cp:lastPrinted>
  <dcterms:created xsi:type="dcterms:W3CDTF">2016-06-29T05:32:00Z</dcterms:created>
  <dcterms:modified xsi:type="dcterms:W3CDTF">2016-06-29T05:32:00Z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0x01010066EDC8E18BFE9C418F00295EA55D44EA00BA3B488308C3EB48A95A5109EDB00306005599DF3EBED8C54C8F6EB5E54493FD5B</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{349ee959-5d94-4c4c-9e29-4eeaea5d6e54}</vt:lpwstr>
  </property>
  <property fmtid="{D5CDD505-2E9C-101B-9397-08002B2CF9AE}" pid="6" name="RecordPoint_ActiveItemUniqueId">
    <vt:lpwstr>{f90211cc-e84e-40b9-8130-dd8362eccccb}</vt:lpwstr>
  </property>
  <property fmtid="{D5CDD505-2E9C-101B-9397-08002B2CF9AE}" pid="7" name="RecordPoint_ActiveItemWebId">
    <vt:lpwstr>{43b630a8-99bd-4310-9618-510ff9397590}</vt:lpwstr>
  </property>
</Properties>
</file>