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05FBF" w14:textId="1B86B5BB" w:rsidR="00CD5E6B" w:rsidRPr="00B50957" w:rsidRDefault="00B50957" w:rsidP="00B50957">
      <w:pPr>
        <w:pStyle w:val="Heading1NotTOC"/>
        <w:rPr>
          <w:color w:val="FFFFFF" w:themeColor="background1"/>
          <w:sz w:val="16"/>
          <w:szCs w:val="16"/>
        </w:rPr>
      </w:pPr>
      <w:bookmarkStart w:id="0" w:name="begin"/>
      <w:bookmarkEnd w:id="0"/>
      <w:r w:rsidRPr="00B50957">
        <w:rPr>
          <w:color w:val="FFFFFF" w:themeColor="background1"/>
          <w:sz w:val="16"/>
          <w:szCs w:val="16"/>
        </w:rPr>
        <w:t xml:space="preserve">Workplace Relations Framework. Productivity Commission Inquire Report. Volume 1. No. 76, 30 November 2015. </w:t>
      </w:r>
    </w:p>
    <w:p w14:paraId="6F405FC0" w14:textId="09B1C581" w:rsidR="00B04D19" w:rsidRDefault="00B04D19" w:rsidP="00CD5E6B">
      <w:pPr>
        <w:pStyle w:val="BodyText"/>
        <w:rPr>
          <w:b/>
          <w:szCs w:val="26"/>
        </w:rPr>
      </w:pPr>
      <w:r>
        <w:br w:type="page"/>
      </w:r>
      <w:r w:rsidR="00B50957">
        <w:rPr>
          <w:b/>
          <w:noProof/>
          <w:szCs w:val="26"/>
        </w:rPr>
        <w:drawing>
          <wp:anchor distT="0" distB="0" distL="114300" distR="114300" simplePos="0" relativeHeight="251658240" behindDoc="0" locked="0" layoutInCell="1" allowOverlap="1" wp14:anchorId="3B0C5EA8" wp14:editId="1959E82A">
            <wp:simplePos x="828675" y="828675"/>
            <wp:positionH relativeFrom="page">
              <wp:align>center</wp:align>
            </wp:positionH>
            <wp:positionV relativeFrom="page">
              <wp:align>center</wp:align>
            </wp:positionV>
            <wp:extent cx="7560000" cy="10738800"/>
            <wp:effectExtent l="0" t="0" r="3175" b="5715"/>
            <wp:wrapNone/>
            <wp:docPr id="3" name="Picture 3" descr="Cover of the Australian Government Productivity Commission Inquiry report Volume 1 into Workplace Relaltions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workplace-relations-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margin">
              <wp14:pctWidth>0</wp14:pctWidth>
            </wp14:sizeRelH>
            <wp14:sizeRelV relativeFrom="margin">
              <wp14:pctHeight>0</wp14:pctHeight>
            </wp14:sizeRelV>
          </wp:anchor>
        </w:drawing>
      </w:r>
    </w:p>
    <w:p w14:paraId="6F405FC1"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6F405FC2" w14:textId="77777777" w:rsidR="003D4EAA" w:rsidRPr="006D03AB" w:rsidRDefault="003D4EAA">
      <w:pPr>
        <w:pStyle w:val="BodyText"/>
        <w:tabs>
          <w:tab w:val="left" w:pos="851"/>
        </w:tabs>
        <w:spacing w:before="200" w:after="120"/>
        <w:jc w:val="left"/>
        <w:rPr>
          <w:b/>
        </w:rPr>
      </w:pPr>
      <w:bookmarkStart w:id="1" w:name="ISSN"/>
      <w:bookmarkEnd w:id="1"/>
      <w:r w:rsidRPr="006D03AB">
        <w:rPr>
          <w:b/>
        </w:rPr>
        <w:t>ISBN</w:t>
      </w:r>
      <w:r w:rsidRPr="006D03AB">
        <w:rPr>
          <w:b/>
        </w:rPr>
        <w:tab/>
      </w:r>
      <w:r w:rsidR="001C5A77" w:rsidRPr="006D03AB">
        <w:rPr>
          <w:b/>
        </w:rPr>
        <w:t xml:space="preserve">978-1-74037-566-5 </w:t>
      </w:r>
      <w:r w:rsidRPr="006D03AB">
        <w:rPr>
          <w:b/>
        </w:rPr>
        <w:t>(PDF</w:t>
      </w:r>
      <w:r w:rsidR="001C5A77" w:rsidRPr="006D03AB">
        <w:rPr>
          <w:b/>
        </w:rPr>
        <w:t xml:space="preserve"> – </w:t>
      </w:r>
      <w:proofErr w:type="spellStart"/>
      <w:r w:rsidR="001C5A77" w:rsidRPr="006D03AB">
        <w:rPr>
          <w:b/>
        </w:rPr>
        <w:t>Vol</w:t>
      </w:r>
      <w:proofErr w:type="spellEnd"/>
      <w:r w:rsidR="001C5A77" w:rsidRPr="006D03AB">
        <w:rPr>
          <w:b/>
        </w:rPr>
        <w:t xml:space="preserve"> 1</w:t>
      </w:r>
      <w:r w:rsidRPr="006D03AB">
        <w:rPr>
          <w:b/>
        </w:rPr>
        <w:t>)</w:t>
      </w:r>
      <w:r w:rsidRPr="006D03AB">
        <w:rPr>
          <w:b/>
        </w:rPr>
        <w:br/>
        <w:t>ISBN</w:t>
      </w:r>
      <w:r w:rsidRPr="006D03AB">
        <w:rPr>
          <w:b/>
        </w:rPr>
        <w:tab/>
      </w:r>
      <w:r w:rsidR="001C5A77" w:rsidRPr="006D03AB">
        <w:rPr>
          <w:b/>
        </w:rPr>
        <w:t xml:space="preserve">978-1-74037-569-6 </w:t>
      </w:r>
      <w:r w:rsidRPr="006D03AB">
        <w:rPr>
          <w:b/>
        </w:rPr>
        <w:t>(Print</w:t>
      </w:r>
      <w:r w:rsidR="001C5A77" w:rsidRPr="006D03AB">
        <w:rPr>
          <w:b/>
        </w:rPr>
        <w:t xml:space="preserve"> – </w:t>
      </w:r>
      <w:proofErr w:type="spellStart"/>
      <w:r w:rsidR="001C5A77" w:rsidRPr="006D03AB">
        <w:rPr>
          <w:b/>
        </w:rPr>
        <w:t>Vol</w:t>
      </w:r>
      <w:proofErr w:type="spellEnd"/>
      <w:r w:rsidR="001C5A77" w:rsidRPr="006D03AB">
        <w:rPr>
          <w:b/>
        </w:rPr>
        <w:t xml:space="preserve"> 1</w:t>
      </w:r>
      <w:r w:rsidRPr="006D03AB">
        <w:rPr>
          <w:b/>
        </w:rPr>
        <w:t>)</w:t>
      </w:r>
    </w:p>
    <w:p w14:paraId="6F405FC3" w14:textId="77777777" w:rsidR="001C5A77" w:rsidRPr="001C5A77" w:rsidRDefault="001C5A77" w:rsidP="001C5A77">
      <w:pPr>
        <w:pStyle w:val="BodyText"/>
        <w:tabs>
          <w:tab w:val="left" w:pos="851"/>
        </w:tabs>
        <w:spacing w:before="200" w:after="120"/>
        <w:jc w:val="left"/>
        <w:rPr>
          <w:b/>
          <w:lang w:val="de-DE"/>
        </w:rPr>
      </w:pPr>
      <w:r w:rsidRPr="001C5A77">
        <w:rPr>
          <w:b/>
          <w:lang w:val="de-DE"/>
        </w:rPr>
        <w:t>ISBN</w:t>
      </w:r>
      <w:r w:rsidRPr="001C5A77">
        <w:rPr>
          <w:b/>
          <w:lang w:val="de-DE"/>
        </w:rPr>
        <w:tab/>
        <w:t>978-1-74037-567-2 (PDF – Vol 2)</w:t>
      </w:r>
      <w:r w:rsidRPr="001C5A77">
        <w:rPr>
          <w:b/>
          <w:lang w:val="de-DE"/>
        </w:rPr>
        <w:br/>
        <w:t>ISBN</w:t>
      </w:r>
      <w:r w:rsidRPr="001C5A77">
        <w:rPr>
          <w:b/>
          <w:lang w:val="de-DE"/>
        </w:rPr>
        <w:tab/>
        <w:t>978-1-74037-570-2 (Print – Vol 2)</w:t>
      </w:r>
    </w:p>
    <w:p w14:paraId="6F405FC4" w14:textId="77777777" w:rsidR="001C5A77" w:rsidRPr="007809B8" w:rsidRDefault="001C5A77" w:rsidP="001C5A77">
      <w:pPr>
        <w:pStyle w:val="BodyText"/>
        <w:tabs>
          <w:tab w:val="left" w:pos="851"/>
        </w:tabs>
        <w:spacing w:before="200" w:after="120"/>
        <w:jc w:val="left"/>
        <w:rPr>
          <w:b/>
        </w:rPr>
      </w:pPr>
      <w:r>
        <w:rPr>
          <w:b/>
        </w:rPr>
        <w:t>ISBN</w:t>
      </w:r>
      <w:r>
        <w:rPr>
          <w:b/>
        </w:rPr>
        <w:tab/>
      </w:r>
      <w:r w:rsidRPr="001C5A77">
        <w:rPr>
          <w:b/>
        </w:rPr>
        <w:t xml:space="preserve">978-1-74037-568-9 </w:t>
      </w:r>
      <w:r>
        <w:rPr>
          <w:b/>
        </w:rPr>
        <w:t>(Set)</w:t>
      </w:r>
      <w:r>
        <w:rPr>
          <w:b/>
        </w:rPr>
        <w:br/>
      </w:r>
    </w:p>
    <w:p w14:paraId="6F405FC5" w14:textId="77777777" w:rsidR="001C5A77" w:rsidRPr="007809B8" w:rsidRDefault="001C5A77">
      <w:pPr>
        <w:pStyle w:val="BodyText"/>
        <w:tabs>
          <w:tab w:val="left" w:pos="851"/>
        </w:tabs>
        <w:spacing w:before="200" w:after="120"/>
        <w:jc w:val="left"/>
        <w:rPr>
          <w:b/>
        </w:rPr>
      </w:pPr>
    </w:p>
    <w:p w14:paraId="6F405FC6" w14:textId="77777777" w:rsidR="008A3857" w:rsidRDefault="008A3857" w:rsidP="008E242D">
      <w:pPr>
        <w:pStyle w:val="BodyText"/>
        <w:spacing w:after="120"/>
      </w:pPr>
      <w:r w:rsidRPr="00862D8F">
        <w:rPr>
          <w:noProof/>
          <w:sz w:val="22"/>
          <w:szCs w:val="22"/>
        </w:rPr>
        <w:drawing>
          <wp:inline distT="0" distB="0" distL="0" distR="0" wp14:anchorId="6F40615A" wp14:editId="6F40615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6F405FC7"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6F405FC8" w14:textId="77777777" w:rsidR="008A3857" w:rsidRPr="008A3857" w:rsidRDefault="008A3857" w:rsidP="008A3857">
      <w:pPr>
        <w:pStyle w:val="Copyrightsubtitle"/>
      </w:pPr>
      <w:r w:rsidRPr="008A3857">
        <w:t>Use of the Commonwealth Coat of Arms</w:t>
      </w:r>
    </w:p>
    <w:p w14:paraId="6F405FC9" w14:textId="77777777"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6F405FCA" w14:textId="77777777" w:rsidR="008A3857" w:rsidRPr="008A3857" w:rsidRDefault="008A3857" w:rsidP="008A3857">
      <w:pPr>
        <w:pStyle w:val="Copyrightsubtitle"/>
      </w:pPr>
      <w:r w:rsidRPr="008A3857">
        <w:t>Third party copyright</w:t>
      </w:r>
    </w:p>
    <w:p w14:paraId="6F405FCB"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6F405FCC" w14:textId="77777777" w:rsidR="008A3857" w:rsidRPr="008A3857" w:rsidRDefault="008A3857" w:rsidP="008A3857">
      <w:pPr>
        <w:pStyle w:val="Copyrightsubtitle"/>
      </w:pPr>
      <w:r w:rsidRPr="008A3857">
        <w:t>Attribution</w:t>
      </w:r>
    </w:p>
    <w:p w14:paraId="6F405FCD"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3D4EAA" w:rsidRPr="001F7C52">
        <w:rPr>
          <w:i/>
        </w:rPr>
        <w:t xml:space="preserve">Workplace Relations Framework, </w:t>
      </w:r>
      <w:r w:rsidR="003D4EAA">
        <w:rPr>
          <w:i/>
        </w:rPr>
        <w:t xml:space="preserve">Final </w:t>
      </w:r>
      <w:r w:rsidR="003D4EAA" w:rsidRPr="001F7C52">
        <w:rPr>
          <w:i/>
        </w:rPr>
        <w:t>Report</w:t>
      </w:r>
      <w:r w:rsidRPr="008A3857">
        <w:t>.</w:t>
      </w:r>
    </w:p>
    <w:p w14:paraId="6F405FCE" w14:textId="77777777" w:rsidR="003D4EAA" w:rsidRPr="008A3857" w:rsidRDefault="008A3857" w:rsidP="003D4EAA">
      <w:pPr>
        <w:pStyle w:val="Copyrightbodytext"/>
      </w:pPr>
      <w:r w:rsidRPr="008A3857">
        <w:t xml:space="preserve">If you have adapted, modified or transformed this work in anyway, please use the following, </w:t>
      </w:r>
      <w:r w:rsidRPr="008E242D">
        <w:rPr>
          <w:i/>
        </w:rPr>
        <w:t xml:space="preserve">Source: based on </w:t>
      </w:r>
      <w:r w:rsidR="003D4EAA" w:rsidRPr="008E242D">
        <w:rPr>
          <w:i/>
        </w:rPr>
        <w:t xml:space="preserve">Productivity Commission, </w:t>
      </w:r>
      <w:r w:rsidR="003D4EAA" w:rsidRPr="001F7C52">
        <w:rPr>
          <w:i/>
        </w:rPr>
        <w:t xml:space="preserve">Workplace Relations Framework, </w:t>
      </w:r>
      <w:r w:rsidR="003D4EAA">
        <w:rPr>
          <w:i/>
        </w:rPr>
        <w:t xml:space="preserve">Final </w:t>
      </w:r>
      <w:r w:rsidR="003D4EAA" w:rsidRPr="001F7C52">
        <w:rPr>
          <w:i/>
        </w:rPr>
        <w:t>Report</w:t>
      </w:r>
      <w:r w:rsidR="003D4EAA" w:rsidRPr="008A3857">
        <w:t>.</w:t>
      </w:r>
    </w:p>
    <w:p w14:paraId="6F405FCF"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F405FD0" w14:textId="77777777" w:rsidR="003D4EAA" w:rsidRPr="008A3857" w:rsidRDefault="003D4EAA" w:rsidP="003D4EAA">
      <w:pPr>
        <w:pStyle w:val="Copyrightbodytext"/>
      </w:pPr>
      <w:r w:rsidRPr="00186A88">
        <w:t xml:space="preserve">Productivity Commission 2015, </w:t>
      </w:r>
      <w:r w:rsidRPr="00186A88">
        <w:rPr>
          <w:i/>
        </w:rPr>
        <w:t>Workplace Relations Framework</w:t>
      </w:r>
      <w:r w:rsidRPr="00186A88">
        <w:t xml:space="preserve">, </w:t>
      </w:r>
      <w:r>
        <w:t xml:space="preserve">Final </w:t>
      </w:r>
      <w:r w:rsidRPr="00186A88">
        <w:t>Report, Canberra</w:t>
      </w:r>
    </w:p>
    <w:p w14:paraId="6F405FD1" w14:textId="77777777" w:rsidR="008A3857" w:rsidRPr="008A3857" w:rsidRDefault="008A3857" w:rsidP="008A3857">
      <w:pPr>
        <w:pStyle w:val="Copyrightsubtitle"/>
      </w:pPr>
      <w:bookmarkStart w:id="2" w:name="JEL"/>
      <w:bookmarkEnd w:id="2"/>
      <w:r w:rsidRPr="008A3857">
        <w:t>Publications enquiries</w:t>
      </w:r>
    </w:p>
    <w:p w14:paraId="6F405FD2"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6F405FD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6F405FD5" w14:textId="77777777" w:rsidTr="00E759D5">
        <w:tc>
          <w:tcPr>
            <w:tcW w:w="8771" w:type="dxa"/>
            <w:tcBorders>
              <w:top w:val="single" w:sz="6" w:space="0" w:color="78A22F"/>
              <w:left w:val="nil"/>
              <w:bottom w:val="nil"/>
              <w:right w:val="nil"/>
            </w:tcBorders>
            <w:shd w:val="clear" w:color="auto" w:fill="F2F2F2" w:themeFill="background1" w:themeFillShade="F2"/>
          </w:tcPr>
          <w:p w14:paraId="6F405FD4" w14:textId="77777777" w:rsidR="008A3857" w:rsidRPr="008A3857" w:rsidRDefault="008A3857" w:rsidP="00E759D5">
            <w:pPr>
              <w:pStyle w:val="BoxTitle"/>
              <w:rPr>
                <w:sz w:val="22"/>
                <w:szCs w:val="22"/>
              </w:rPr>
            </w:pPr>
            <w:r w:rsidRPr="008A3857">
              <w:rPr>
                <w:sz w:val="22"/>
                <w:szCs w:val="22"/>
              </w:rPr>
              <w:t>The Productivity Commission</w:t>
            </w:r>
          </w:p>
        </w:tc>
      </w:tr>
      <w:tr w:rsidR="008A3857" w14:paraId="6F405FD9" w14:textId="77777777" w:rsidTr="00E759D5">
        <w:trPr>
          <w:cantSplit/>
        </w:trPr>
        <w:tc>
          <w:tcPr>
            <w:tcW w:w="8771" w:type="dxa"/>
            <w:tcBorders>
              <w:top w:val="nil"/>
              <w:left w:val="nil"/>
              <w:bottom w:val="nil"/>
              <w:right w:val="nil"/>
            </w:tcBorders>
            <w:shd w:val="clear" w:color="auto" w:fill="F2F2F2" w:themeFill="background1" w:themeFillShade="F2"/>
          </w:tcPr>
          <w:p w14:paraId="6F405FD6" w14:textId="77777777" w:rsidR="008A3857" w:rsidRDefault="008A3857" w:rsidP="00E759D5">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F405FD7" w14:textId="77777777" w:rsidR="008A3857" w:rsidRDefault="008A3857" w:rsidP="00E759D5">
            <w:pPr>
              <w:pStyle w:val="Box"/>
            </w:pPr>
            <w:r w:rsidRPr="00BB5DCF">
              <w:t>The Commission’s independence is underpinned by an Act of Parliament. Its processes and outputs are open to public scrutiny and are driven by concern for the wellbeing of the community as a whole.</w:t>
            </w:r>
          </w:p>
          <w:p w14:paraId="6F405FD8" w14:textId="77777777"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6F405FDB" w14:textId="77777777" w:rsidTr="00E759D5">
        <w:trPr>
          <w:cantSplit/>
        </w:trPr>
        <w:tc>
          <w:tcPr>
            <w:tcW w:w="8771" w:type="dxa"/>
            <w:tcBorders>
              <w:top w:val="nil"/>
              <w:left w:val="nil"/>
              <w:bottom w:val="single" w:sz="6" w:space="0" w:color="78A22F"/>
              <w:right w:val="nil"/>
            </w:tcBorders>
            <w:shd w:val="clear" w:color="auto" w:fill="F2F2F2" w:themeFill="background1" w:themeFillShade="F2"/>
          </w:tcPr>
          <w:p w14:paraId="6F405FDA" w14:textId="77777777" w:rsidR="008A3857" w:rsidRDefault="008A3857" w:rsidP="00E759D5">
            <w:pPr>
              <w:pStyle w:val="Box"/>
              <w:spacing w:before="0" w:line="120" w:lineRule="exact"/>
            </w:pPr>
          </w:p>
        </w:tc>
      </w:tr>
    </w:tbl>
    <w:p w14:paraId="6F405FDC" w14:textId="77777777" w:rsidR="003D4EAA" w:rsidRDefault="003D4EAA">
      <w:pPr>
        <w:pStyle w:val="BodyText"/>
      </w:pPr>
      <w:bookmarkStart w:id="3" w:name="cov"/>
      <w:bookmarkEnd w:id="3"/>
    </w:p>
    <w:p w14:paraId="6F405FDD" w14:textId="77777777" w:rsidR="003D4EAA" w:rsidRDefault="003D4EAA" w:rsidP="003D4EAA">
      <w:pPr>
        <w:pStyle w:val="BodyText"/>
      </w:pPr>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3D4EAA" w14:paraId="6F405FE1" w14:textId="77777777" w:rsidTr="00E759D5">
        <w:trPr>
          <w:cantSplit/>
          <w:trHeight w:hRule="exact" w:val="996"/>
        </w:trPr>
        <w:tc>
          <w:tcPr>
            <w:tcW w:w="2434" w:type="dxa"/>
          </w:tcPr>
          <w:p w14:paraId="6F405FDE" w14:textId="77777777" w:rsidR="003D4EAA" w:rsidRPr="00205C77" w:rsidRDefault="003D4EAA">
            <w:pPr>
              <w:pStyle w:val="PCAddress"/>
              <w:ind w:left="709"/>
              <w:rPr>
                <w:rFonts w:ascii="Goudy Old Style" w:hAnsi="Goudy Old Style"/>
                <w:b/>
                <w:i/>
              </w:rPr>
            </w:pPr>
          </w:p>
        </w:tc>
        <w:tc>
          <w:tcPr>
            <w:tcW w:w="1824" w:type="dxa"/>
          </w:tcPr>
          <w:p w14:paraId="6F405FDF" w14:textId="77777777" w:rsidR="003D4EAA" w:rsidRPr="00205C77" w:rsidRDefault="003D4EAA">
            <w:pPr>
              <w:pStyle w:val="PCAddress"/>
              <w:ind w:left="709"/>
              <w:rPr>
                <w:rFonts w:ascii="Goudy Old Style" w:hAnsi="Goudy Old Style"/>
                <w:b/>
                <w:i/>
              </w:rPr>
            </w:pPr>
          </w:p>
        </w:tc>
        <w:tc>
          <w:tcPr>
            <w:tcW w:w="4815" w:type="dxa"/>
            <w:gridSpan w:val="2"/>
          </w:tcPr>
          <w:p w14:paraId="6F405FE0" w14:textId="77777777" w:rsidR="003D4EAA" w:rsidRPr="00205C77" w:rsidRDefault="003D4EAA" w:rsidP="00E759D5">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F40615C" wp14:editId="6F40615D">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6"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3D4EAA" w14:paraId="6F405FED" w14:textId="77777777" w:rsidTr="00E759D5">
        <w:trPr>
          <w:cantSplit/>
          <w:trHeight w:hRule="exact" w:val="2793"/>
        </w:trPr>
        <w:tc>
          <w:tcPr>
            <w:tcW w:w="5954" w:type="dxa"/>
            <w:gridSpan w:val="3"/>
            <w:vAlign w:val="bottom"/>
          </w:tcPr>
          <w:p w14:paraId="6F405FE2" w14:textId="77777777" w:rsidR="003D4EAA" w:rsidRPr="00E61DA2" w:rsidRDefault="003D4EAA" w:rsidP="003D4EAA">
            <w:pPr>
              <w:pStyle w:val="LetterDate"/>
            </w:pPr>
            <w:r w:rsidRPr="00E61DA2">
              <w:cr/>
            </w:r>
            <w:r>
              <w:t>30 November 2015</w:t>
            </w:r>
          </w:p>
        </w:tc>
        <w:tc>
          <w:tcPr>
            <w:tcW w:w="3119" w:type="dxa"/>
            <w:vAlign w:val="center"/>
          </w:tcPr>
          <w:p w14:paraId="6F405FE3" w14:textId="77777777" w:rsidR="003D4EAA" w:rsidRPr="00205C77" w:rsidRDefault="003D4EAA">
            <w:pPr>
              <w:pStyle w:val="PCAddress"/>
              <w:ind w:left="709"/>
              <w:rPr>
                <w:rFonts w:ascii="Goudy Old Style" w:hAnsi="Goudy Old Style"/>
                <w:b/>
                <w:i/>
              </w:rPr>
            </w:pPr>
            <w:r w:rsidRPr="00205C77">
              <w:rPr>
                <w:rFonts w:ascii="Goudy Old Style" w:hAnsi="Goudy Old Style"/>
                <w:b/>
                <w:i/>
              </w:rPr>
              <w:t>Melbourne Office</w:t>
            </w:r>
          </w:p>
          <w:p w14:paraId="6F405FE4"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Level 12, 530 Collins Street</w:t>
            </w:r>
          </w:p>
          <w:p w14:paraId="6F405FE5" w14:textId="77777777" w:rsidR="003D4EAA" w:rsidRPr="00205C77" w:rsidRDefault="003D4EAA">
            <w:pPr>
              <w:pStyle w:val="PCAddress"/>
              <w:ind w:left="709"/>
              <w:rPr>
                <w:rFonts w:ascii="Goudy Old Style" w:hAnsi="Goudy Old Style"/>
              </w:rPr>
            </w:pPr>
            <w:r w:rsidRPr="00205C77">
              <w:rPr>
                <w:rFonts w:ascii="Goudy Old Style" w:hAnsi="Goudy Old Style"/>
              </w:rPr>
              <w:t>Melbourne  VIC  3000</w:t>
            </w:r>
          </w:p>
          <w:p w14:paraId="6F405FE6"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 xml:space="preserve">Locked Bag 2 Collins Street East </w:t>
            </w:r>
          </w:p>
          <w:p w14:paraId="6F405FE7" w14:textId="77777777" w:rsidR="003D4EAA" w:rsidRPr="00205C77" w:rsidRDefault="003D4EAA">
            <w:pPr>
              <w:pStyle w:val="PCAddress"/>
              <w:ind w:left="709"/>
              <w:rPr>
                <w:rFonts w:ascii="Goudy Old Style" w:hAnsi="Goudy Old Style"/>
              </w:rPr>
            </w:pPr>
            <w:r w:rsidRPr="00205C77">
              <w:rPr>
                <w:rFonts w:ascii="Goudy Old Style" w:hAnsi="Goudy Old Style"/>
              </w:rPr>
              <w:t>Melbourne  VIC  8003</w:t>
            </w:r>
          </w:p>
          <w:p w14:paraId="6F405FE8"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14:paraId="6F405FE9" w14:textId="77777777" w:rsidR="003D4EAA" w:rsidRPr="00205C77" w:rsidRDefault="003D4EAA">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14:paraId="6F405FEA" w14:textId="77777777" w:rsidR="003D4EAA" w:rsidRPr="00205C77" w:rsidRDefault="003D4EAA">
            <w:pPr>
              <w:pStyle w:val="PCAddress"/>
              <w:ind w:left="709"/>
              <w:rPr>
                <w:rFonts w:ascii="Goudy Old Style" w:hAnsi="Goudy Old Style"/>
                <w:b/>
                <w:i/>
              </w:rPr>
            </w:pPr>
            <w:r w:rsidRPr="00205C77">
              <w:rPr>
                <w:rFonts w:ascii="Goudy Old Style" w:hAnsi="Goudy Old Style"/>
                <w:b/>
                <w:i/>
              </w:rPr>
              <w:t>Canberra Office</w:t>
            </w:r>
          </w:p>
          <w:p w14:paraId="6F405FEB" w14:textId="77777777" w:rsidR="003D4EAA" w:rsidRPr="00205C77" w:rsidRDefault="003D4EAA">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14:paraId="6F405FEC" w14:textId="77777777" w:rsidR="003D4EAA" w:rsidRPr="00205C77" w:rsidRDefault="003D4EAA" w:rsidP="00E759D5">
            <w:pPr>
              <w:pStyle w:val="PCAddress"/>
              <w:ind w:left="709"/>
              <w:rPr>
                <w:rFonts w:ascii="Goudy Old Style" w:hAnsi="Goudy Old Style"/>
              </w:rPr>
            </w:pPr>
            <w:r w:rsidRPr="00205C77">
              <w:rPr>
                <w:rFonts w:ascii="Goudy Old Style" w:hAnsi="Goudy Old Style"/>
              </w:rPr>
              <w:t>www.pc.gov.au</w:t>
            </w:r>
          </w:p>
        </w:tc>
      </w:tr>
    </w:tbl>
    <w:p w14:paraId="6F405FEE" w14:textId="77777777" w:rsidR="003D4EAA" w:rsidRPr="00C76C25" w:rsidRDefault="003D4EAA" w:rsidP="00E759D5">
      <w:pPr>
        <w:pStyle w:val="LetterAddress"/>
      </w:pPr>
    </w:p>
    <w:p w14:paraId="6F405FEF" w14:textId="77777777" w:rsidR="003D4EAA" w:rsidRDefault="003D4EAA" w:rsidP="00E759D5">
      <w:pPr>
        <w:pStyle w:val="LetterAddress"/>
      </w:pPr>
      <w:r>
        <w:t>The Hon Scott Morrison MP</w:t>
      </w:r>
    </w:p>
    <w:p w14:paraId="6F405FF0" w14:textId="77777777" w:rsidR="003D4EAA" w:rsidRDefault="003D4EAA" w:rsidP="00E759D5">
      <w:pPr>
        <w:pStyle w:val="LetterAddress"/>
      </w:pPr>
      <w:r>
        <w:t>Treasurer</w:t>
      </w:r>
    </w:p>
    <w:p w14:paraId="6F405FF1" w14:textId="77777777" w:rsidR="003D4EAA" w:rsidRDefault="003D4EAA" w:rsidP="00E759D5">
      <w:pPr>
        <w:pStyle w:val="LetterAddress"/>
      </w:pPr>
      <w:r>
        <w:t>Parliament House</w:t>
      </w:r>
    </w:p>
    <w:p w14:paraId="6F405FF2" w14:textId="77777777" w:rsidR="003D4EAA" w:rsidRDefault="003D4EAA" w:rsidP="00E759D5">
      <w:pPr>
        <w:pStyle w:val="LetterAddress"/>
      </w:pPr>
      <w:r>
        <w:t>CANBERRA ACT 2600</w:t>
      </w:r>
    </w:p>
    <w:p w14:paraId="6F405FF3" w14:textId="77777777" w:rsidR="003D4EAA" w:rsidRDefault="003D4EAA" w:rsidP="00E759D5">
      <w:pPr>
        <w:pStyle w:val="Salutation"/>
      </w:pPr>
    </w:p>
    <w:p w14:paraId="6F405FF4" w14:textId="77777777" w:rsidR="003D4EAA" w:rsidRDefault="003D4EAA" w:rsidP="00E759D5">
      <w:pPr>
        <w:pStyle w:val="Salutation"/>
      </w:pPr>
    </w:p>
    <w:p w14:paraId="6F405FF5" w14:textId="77777777" w:rsidR="003D4EAA" w:rsidRDefault="003D4EAA" w:rsidP="00E759D5">
      <w:pPr>
        <w:pStyle w:val="Salutation"/>
      </w:pPr>
    </w:p>
    <w:p w14:paraId="6F405FF6" w14:textId="77777777" w:rsidR="003D4EAA" w:rsidRPr="00C76C25" w:rsidRDefault="003D4EAA" w:rsidP="00E759D5">
      <w:pPr>
        <w:pStyle w:val="Salutation"/>
      </w:pPr>
      <w:r w:rsidRPr="00C76C25">
        <w:t>Dear Treasurer</w:t>
      </w:r>
    </w:p>
    <w:p w14:paraId="6F405FF7" w14:textId="77777777" w:rsidR="003D4EAA" w:rsidRPr="0027513F" w:rsidRDefault="003D4EAA" w:rsidP="00E759D5">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1C5A77">
        <w:t xml:space="preserve">the </w:t>
      </w:r>
      <w:r w:rsidR="001C5A77" w:rsidRPr="001C5A77">
        <w:rPr>
          <w:i/>
        </w:rPr>
        <w:t>workplace relations framework</w:t>
      </w:r>
      <w:r w:rsidRPr="0027513F">
        <w:t>.</w:t>
      </w:r>
    </w:p>
    <w:p w14:paraId="6F405FF8" w14:textId="77777777" w:rsidR="003D4EAA" w:rsidRDefault="003D4EAA" w:rsidP="00E759D5">
      <w:pPr>
        <w:pStyle w:val="Signoff"/>
      </w:pPr>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686"/>
      </w:tblGrid>
      <w:tr w:rsidR="001C5A77" w14:paraId="6F405FFB" w14:textId="77777777" w:rsidTr="001C5A77">
        <w:tc>
          <w:tcPr>
            <w:tcW w:w="4077" w:type="dxa"/>
            <w:vAlign w:val="bottom"/>
          </w:tcPr>
          <w:p w14:paraId="6F405FF9" w14:textId="77777777" w:rsidR="001C5A77" w:rsidRDefault="001C5A77" w:rsidP="001C5A77">
            <w:pPr>
              <w:pStyle w:val="BodyText"/>
              <w:jc w:val="center"/>
              <w:rPr>
                <w:szCs w:val="25"/>
              </w:rPr>
            </w:pPr>
            <w:r>
              <w:rPr>
                <w:noProof/>
                <w:szCs w:val="25"/>
              </w:rPr>
              <w:drawing>
                <wp:inline distT="0" distB="0" distL="0" distR="0" wp14:anchorId="6F40615E" wp14:editId="27B569F6">
                  <wp:extent cx="2392948" cy="1184744"/>
                  <wp:effectExtent l="0" t="0" r="7620" b="0"/>
                  <wp:docPr id="5" name="Picture 5" descr="Peter Harri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er sig.jpg"/>
                          <pic:cNvPicPr/>
                        </pic:nvPicPr>
                        <pic:blipFill rotWithShape="1">
                          <a:blip r:embed="rId17" cstate="print">
                            <a:extLst>
                              <a:ext uri="{28A0092B-C50C-407E-A947-70E740481C1C}">
                                <a14:useLocalDpi xmlns:a14="http://schemas.microsoft.com/office/drawing/2010/main" val="0"/>
                              </a:ext>
                            </a:extLst>
                          </a:blip>
                          <a:srcRect l="7099"/>
                          <a:stretch/>
                        </pic:blipFill>
                        <pic:spPr bwMode="auto">
                          <a:xfrm>
                            <a:off x="0" y="0"/>
                            <a:ext cx="2394822" cy="1185672"/>
                          </a:xfrm>
                          <a:prstGeom prst="rect">
                            <a:avLst/>
                          </a:prstGeom>
                          <a:ln>
                            <a:noFill/>
                          </a:ln>
                          <a:extLst>
                            <a:ext uri="{53640926-AAD7-44D8-BBD7-CCE9431645EC}">
                              <a14:shadowObscured xmlns:a14="http://schemas.microsoft.com/office/drawing/2010/main"/>
                            </a:ext>
                          </a:extLst>
                        </pic:spPr>
                      </pic:pic>
                    </a:graphicData>
                  </a:graphic>
                </wp:inline>
              </w:drawing>
            </w:r>
          </w:p>
        </w:tc>
        <w:tc>
          <w:tcPr>
            <w:tcW w:w="3686" w:type="dxa"/>
            <w:vAlign w:val="bottom"/>
          </w:tcPr>
          <w:p w14:paraId="6F405FFA" w14:textId="77777777" w:rsidR="001C5A77" w:rsidRDefault="001C5A77" w:rsidP="001C5A77">
            <w:pPr>
              <w:pStyle w:val="BodyText"/>
              <w:jc w:val="center"/>
              <w:rPr>
                <w:szCs w:val="25"/>
              </w:rPr>
            </w:pPr>
            <w:bookmarkStart w:id="4" w:name="_GoBack"/>
            <w:r>
              <w:rPr>
                <w:noProof/>
                <w:szCs w:val="25"/>
              </w:rPr>
              <w:drawing>
                <wp:inline distT="0" distB="0" distL="0" distR="0" wp14:anchorId="6F406160" wp14:editId="120557A3">
                  <wp:extent cx="2833058" cy="866693"/>
                  <wp:effectExtent l="0" t="0" r="5715" b="0"/>
                  <wp:docPr id="6" name="Picture 6" descr="Patricia Scott'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ricia sig.jpg"/>
                          <pic:cNvPicPr/>
                        </pic:nvPicPr>
                        <pic:blipFill rotWithShape="1">
                          <a:blip r:embed="rId18" cstate="print">
                            <a:extLst>
                              <a:ext uri="{28A0092B-C50C-407E-A947-70E740481C1C}">
                                <a14:useLocalDpi xmlns:a14="http://schemas.microsoft.com/office/drawing/2010/main" val="0"/>
                              </a:ext>
                            </a:extLst>
                          </a:blip>
                          <a:srcRect l="13390" t="12200" b="70608"/>
                          <a:stretch/>
                        </pic:blipFill>
                        <pic:spPr bwMode="auto">
                          <a:xfrm>
                            <a:off x="0" y="0"/>
                            <a:ext cx="2834135" cy="867023"/>
                          </a:xfrm>
                          <a:prstGeom prst="rect">
                            <a:avLst/>
                          </a:prstGeom>
                          <a:ln>
                            <a:noFill/>
                          </a:ln>
                          <a:extLst>
                            <a:ext uri="{53640926-AAD7-44D8-BBD7-CCE9431645EC}">
                              <a14:shadowObscured xmlns:a14="http://schemas.microsoft.com/office/drawing/2010/main"/>
                            </a:ext>
                          </a:extLst>
                        </pic:spPr>
                      </pic:pic>
                    </a:graphicData>
                  </a:graphic>
                </wp:inline>
              </w:drawing>
            </w:r>
            <w:bookmarkEnd w:id="4"/>
          </w:p>
        </w:tc>
      </w:tr>
      <w:tr w:rsidR="003D4EAA" w14:paraId="6F406000" w14:textId="77777777" w:rsidTr="003D4EAA">
        <w:tc>
          <w:tcPr>
            <w:tcW w:w="4077" w:type="dxa"/>
          </w:tcPr>
          <w:p w14:paraId="6F405FFC" w14:textId="77777777" w:rsidR="003D4EAA" w:rsidRPr="0027513F" w:rsidRDefault="003D4EAA" w:rsidP="00E759D5">
            <w:pPr>
              <w:pStyle w:val="BodyText"/>
              <w:rPr>
                <w:szCs w:val="25"/>
              </w:rPr>
            </w:pPr>
            <w:r>
              <w:rPr>
                <w:szCs w:val="25"/>
              </w:rPr>
              <w:t>Peter Harris AO</w:t>
            </w:r>
          </w:p>
          <w:p w14:paraId="6F405FFD" w14:textId="77777777" w:rsidR="003D4EAA" w:rsidRPr="0027513F" w:rsidRDefault="003D4EAA" w:rsidP="00E759D5">
            <w:pPr>
              <w:pStyle w:val="LetterAddress"/>
              <w:rPr>
                <w:szCs w:val="25"/>
              </w:rPr>
            </w:pPr>
            <w:r w:rsidRPr="0027513F">
              <w:rPr>
                <w:szCs w:val="25"/>
              </w:rPr>
              <w:t>Presiding Commissioner</w:t>
            </w:r>
          </w:p>
        </w:tc>
        <w:tc>
          <w:tcPr>
            <w:tcW w:w="3686" w:type="dxa"/>
          </w:tcPr>
          <w:p w14:paraId="6F405FFE" w14:textId="77777777" w:rsidR="003D4EAA" w:rsidRPr="0027513F" w:rsidRDefault="003D4EAA" w:rsidP="00E759D5">
            <w:pPr>
              <w:pStyle w:val="BodyText"/>
              <w:rPr>
                <w:szCs w:val="25"/>
              </w:rPr>
            </w:pPr>
            <w:r>
              <w:rPr>
                <w:szCs w:val="25"/>
              </w:rPr>
              <w:t>Patricia Scott</w:t>
            </w:r>
          </w:p>
          <w:p w14:paraId="6F405FFF" w14:textId="77777777" w:rsidR="003D4EAA" w:rsidRPr="0027513F" w:rsidRDefault="003D4EAA" w:rsidP="00E759D5">
            <w:pPr>
              <w:pStyle w:val="LetterAddress"/>
              <w:rPr>
                <w:szCs w:val="25"/>
              </w:rPr>
            </w:pPr>
            <w:r w:rsidRPr="0027513F">
              <w:rPr>
                <w:szCs w:val="25"/>
              </w:rPr>
              <w:t>Commissioner</w:t>
            </w:r>
          </w:p>
        </w:tc>
      </w:tr>
    </w:tbl>
    <w:p w14:paraId="6F406001" w14:textId="77777777" w:rsidR="003D4EAA" w:rsidRDefault="003D4EAA"/>
    <w:p w14:paraId="6F406002"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6F406003" w14:textId="77777777" w:rsidR="003D4EAA" w:rsidRDefault="003D4EAA" w:rsidP="00E759D5">
      <w:pPr>
        <w:pStyle w:val="Heading1"/>
      </w:pPr>
      <w:bookmarkStart w:id="5" w:name="_Toc436502803"/>
      <w:r>
        <w:lastRenderedPageBreak/>
        <w:t>Terms of reference</w:t>
      </w:r>
      <w:bookmarkEnd w:id="5"/>
    </w:p>
    <w:p w14:paraId="6F406004" w14:textId="77777777" w:rsidR="00FD230D" w:rsidRDefault="00FD230D" w:rsidP="00FD230D">
      <w:pPr>
        <w:pStyle w:val="BodyText"/>
        <w:jc w:val="center"/>
      </w:pPr>
      <w:r>
        <w:t>WORKPLACE RELATIONS FRAMEWORK</w:t>
      </w:r>
    </w:p>
    <w:p w14:paraId="6F406005" w14:textId="77777777" w:rsidR="00FD230D" w:rsidRPr="00B84EA5" w:rsidRDefault="00FD230D" w:rsidP="00FD230D">
      <w:pPr>
        <w:pStyle w:val="BodyText"/>
        <w:jc w:val="center"/>
        <w:rPr>
          <w:b/>
          <w:i/>
        </w:rPr>
      </w:pPr>
      <w:r w:rsidRPr="00B84EA5">
        <w:rPr>
          <w:b/>
          <w:i/>
        </w:rPr>
        <w:t>Productivity Commission Act 1998</w:t>
      </w:r>
    </w:p>
    <w:p w14:paraId="6F406006" w14:textId="77777777" w:rsidR="00FD230D" w:rsidRDefault="00FD230D" w:rsidP="00FD230D">
      <w:pPr>
        <w:pStyle w:val="BodyText"/>
      </w:pPr>
      <w:r>
        <w:t xml:space="preserve">I, Joseph Benedict Hockey, Treasurer, pursuant to Parts 2 and 3 of the </w:t>
      </w:r>
      <w:r w:rsidRPr="00B84EA5">
        <w:rPr>
          <w:i/>
        </w:rPr>
        <w:t>Productivity Commission Act 1998</w:t>
      </w:r>
      <w:r>
        <w:t>, hereby request that the Productivity Commission undertake an inquiry into the workplace relations framework.</w:t>
      </w:r>
    </w:p>
    <w:p w14:paraId="6F406007" w14:textId="77777777" w:rsidR="00FD230D" w:rsidRPr="00B84EA5" w:rsidRDefault="00FD230D" w:rsidP="00FD230D">
      <w:pPr>
        <w:pStyle w:val="BodyText"/>
        <w:rPr>
          <w:b/>
        </w:rPr>
      </w:pPr>
      <w:r w:rsidRPr="00B84EA5">
        <w:rPr>
          <w:b/>
        </w:rPr>
        <w:t>Background</w:t>
      </w:r>
    </w:p>
    <w:p w14:paraId="6F406008" w14:textId="77777777" w:rsidR="00FD230D" w:rsidRDefault="00FD230D" w:rsidP="00FD230D">
      <w:pPr>
        <w:pStyle w:val="BodyText"/>
      </w:pPr>
      <w:r>
        <w:t>The Australian Government believes that it is fundamentally important to make sure that the Fair Work laws work for everyone.</w:t>
      </w:r>
    </w:p>
    <w:p w14:paraId="6F406009" w14:textId="77777777" w:rsidR="00FD230D" w:rsidRDefault="00FD230D" w:rsidP="00FD230D">
      <w:pPr>
        <w:pStyle w:val="BodyText"/>
      </w:pPr>
      <w:r>
        <w:t>Workplaces are important to our economy and society. Higher living standards, better pay and more jobs all depend on having fair, productive, and effective workplaces. The prosperity of tomorrow is driven by what happens in our workplaces today and this is why it is in our national interest to make sure that the Fair Work laws are balanced and effective.</w:t>
      </w:r>
    </w:p>
    <w:p w14:paraId="6F40600A" w14:textId="77777777" w:rsidR="00FD230D" w:rsidRDefault="00FD230D" w:rsidP="00FD230D">
      <w:pPr>
        <w:pStyle w:val="BodyText"/>
      </w:pPr>
      <w:r>
        <w:t>The Australian Government’s objectives in commissioning this Inquiry are to examine the current operation of the Fair Work Laws and identify future options to improve the laws bearing in mind the need to ensure workers are protected and the need for business to be able to grow, prosper and employ.</w:t>
      </w:r>
    </w:p>
    <w:p w14:paraId="6F40600B" w14:textId="77777777" w:rsidR="00FD230D" w:rsidRPr="00B84EA5" w:rsidRDefault="00FD230D" w:rsidP="00FD230D">
      <w:pPr>
        <w:pStyle w:val="BodyText"/>
        <w:rPr>
          <w:b/>
        </w:rPr>
      </w:pPr>
      <w:r w:rsidRPr="00B84EA5">
        <w:rPr>
          <w:b/>
        </w:rPr>
        <w:t>Scope of the Inquiry</w:t>
      </w:r>
    </w:p>
    <w:p w14:paraId="6F40600C" w14:textId="77777777" w:rsidR="00FD230D" w:rsidRDefault="00FD230D" w:rsidP="00FD230D">
      <w:pPr>
        <w:pStyle w:val="BodyText"/>
      </w:pPr>
      <w:r>
        <w:t xml:space="preserve">The Productivity Commission will assess the performance of the workplace relations framework, including the </w:t>
      </w:r>
      <w:r w:rsidRPr="00B84EA5">
        <w:rPr>
          <w:i/>
        </w:rPr>
        <w:t>Fair Work Act 2009</w:t>
      </w:r>
      <w:r>
        <w:t>, focussing on key social and economic indicators important to the wellbeing, productivity and competitiveness of Australia and its people. A key consideration will be the capacity for the workplace relations framework to adapt over the longer term to issues arising due to structural adjustments and changes in the global economy.</w:t>
      </w:r>
    </w:p>
    <w:p w14:paraId="6F40600D" w14:textId="77777777" w:rsidR="00FD230D" w:rsidRDefault="00FD230D" w:rsidP="00FD230D">
      <w:pPr>
        <w:pStyle w:val="BodyText"/>
      </w:pPr>
      <w:r>
        <w:t>In particular, the review will assess the impact of the workplace relations framework on matters including:</w:t>
      </w:r>
    </w:p>
    <w:p w14:paraId="6F40600E" w14:textId="77777777" w:rsidR="00FD230D" w:rsidRDefault="00FD230D" w:rsidP="00FD230D">
      <w:pPr>
        <w:pStyle w:val="ListBullet"/>
        <w:numPr>
          <w:ilvl w:val="0"/>
          <w:numId w:val="16"/>
        </w:numPr>
      </w:pPr>
      <w:r>
        <w:t>unemployment, underemployment and job creation</w:t>
      </w:r>
    </w:p>
    <w:p w14:paraId="6F40600F" w14:textId="77777777" w:rsidR="00FD230D" w:rsidRDefault="00FD230D" w:rsidP="00FD230D">
      <w:pPr>
        <w:pStyle w:val="ListBullet"/>
        <w:numPr>
          <w:ilvl w:val="0"/>
          <w:numId w:val="16"/>
        </w:numPr>
      </w:pPr>
      <w:r>
        <w:t>fair and equitable pay and conditions for employees, including the maintenance of a relevant safety net</w:t>
      </w:r>
    </w:p>
    <w:p w14:paraId="6F406010" w14:textId="77777777" w:rsidR="00FD230D" w:rsidRDefault="00FD230D" w:rsidP="00FD230D">
      <w:pPr>
        <w:pStyle w:val="ListBullet"/>
        <w:numPr>
          <w:ilvl w:val="0"/>
          <w:numId w:val="16"/>
        </w:numPr>
      </w:pPr>
      <w:r>
        <w:lastRenderedPageBreak/>
        <w:t>small businesses</w:t>
      </w:r>
    </w:p>
    <w:p w14:paraId="6F406011" w14:textId="77777777" w:rsidR="00FD230D" w:rsidRDefault="00FD230D" w:rsidP="00FD230D">
      <w:pPr>
        <w:pStyle w:val="ListBullet"/>
        <w:numPr>
          <w:ilvl w:val="0"/>
          <w:numId w:val="16"/>
        </w:numPr>
      </w:pPr>
      <w:r>
        <w:t>productivity, competitiveness and business investment</w:t>
      </w:r>
    </w:p>
    <w:p w14:paraId="6F406012" w14:textId="77777777" w:rsidR="00FD230D" w:rsidRDefault="00FD230D" w:rsidP="00FD230D">
      <w:pPr>
        <w:pStyle w:val="ListBullet"/>
        <w:numPr>
          <w:ilvl w:val="0"/>
          <w:numId w:val="16"/>
        </w:numPr>
      </w:pPr>
      <w:r>
        <w:t xml:space="preserve">the ability of business and the labour market to respond appropriately to changing economic conditions </w:t>
      </w:r>
    </w:p>
    <w:p w14:paraId="6F406013" w14:textId="77777777" w:rsidR="00FD230D" w:rsidRDefault="00FD230D" w:rsidP="00FD230D">
      <w:pPr>
        <w:pStyle w:val="ListBullet"/>
        <w:numPr>
          <w:ilvl w:val="0"/>
          <w:numId w:val="16"/>
        </w:numPr>
      </w:pPr>
      <w:r>
        <w:t>patterns of engagement in the labour market</w:t>
      </w:r>
    </w:p>
    <w:p w14:paraId="6F406014" w14:textId="77777777" w:rsidR="00FD230D" w:rsidRDefault="00FD230D" w:rsidP="00FD230D">
      <w:pPr>
        <w:pStyle w:val="ListBullet"/>
        <w:numPr>
          <w:ilvl w:val="0"/>
          <w:numId w:val="16"/>
        </w:numPr>
      </w:pPr>
      <w:r>
        <w:t>the ability for employers to flexibly manage and engage with their employees</w:t>
      </w:r>
    </w:p>
    <w:p w14:paraId="6F406015" w14:textId="77777777" w:rsidR="00FD230D" w:rsidRDefault="00FD230D" w:rsidP="00FD230D">
      <w:pPr>
        <w:pStyle w:val="ListBullet"/>
        <w:numPr>
          <w:ilvl w:val="0"/>
          <w:numId w:val="16"/>
        </w:numPr>
      </w:pPr>
      <w:r>
        <w:t>barriers to bargaining</w:t>
      </w:r>
    </w:p>
    <w:p w14:paraId="6F406016" w14:textId="77777777" w:rsidR="00FD230D" w:rsidRDefault="00FD230D" w:rsidP="00FD230D">
      <w:pPr>
        <w:pStyle w:val="ListBullet"/>
        <w:numPr>
          <w:ilvl w:val="0"/>
          <w:numId w:val="16"/>
        </w:numPr>
      </w:pPr>
      <w:r>
        <w:t>red tape and the compliance burden for employers</w:t>
      </w:r>
    </w:p>
    <w:p w14:paraId="6F406017" w14:textId="77777777" w:rsidR="00FD230D" w:rsidRDefault="00FD230D" w:rsidP="00FD230D">
      <w:pPr>
        <w:pStyle w:val="ListBullet"/>
        <w:numPr>
          <w:ilvl w:val="0"/>
          <w:numId w:val="16"/>
        </w:numPr>
      </w:pPr>
      <w:r>
        <w:t>industrial conflict and days lost due to industrial action</w:t>
      </w:r>
    </w:p>
    <w:p w14:paraId="6F406018" w14:textId="77777777" w:rsidR="00FD230D" w:rsidRDefault="00FD230D" w:rsidP="00FD230D">
      <w:pPr>
        <w:pStyle w:val="ListBullet"/>
        <w:numPr>
          <w:ilvl w:val="0"/>
          <w:numId w:val="16"/>
        </w:numPr>
      </w:pPr>
      <w:r>
        <w:t>appropriate scope for independent contracting.</w:t>
      </w:r>
    </w:p>
    <w:p w14:paraId="6F406019" w14:textId="77777777" w:rsidR="00FD230D" w:rsidRDefault="00FD230D" w:rsidP="00FD230D">
      <w:pPr>
        <w:pStyle w:val="BodyText"/>
      </w:pPr>
      <w:r>
        <w:t>In addition to assessing the overall impact of the workplace relations framework on these matters, the review should consider the Act’s performance against its stated aims and objects, and the impact on jobs, incomes and the economy. The review should examine the impact of the framework according to business size, region, and industry sector. It should also examine the experience of countries in the Organisation for Economic Co</w:t>
      </w:r>
      <w:r>
        <w:noBreakHyphen/>
        <w:t>operation and Development.</w:t>
      </w:r>
    </w:p>
    <w:p w14:paraId="6F40601A" w14:textId="77777777" w:rsidR="00FD230D" w:rsidRDefault="00FD230D" w:rsidP="00FD230D">
      <w:pPr>
        <w:pStyle w:val="BodyText"/>
      </w:pPr>
      <w:r>
        <w:t xml:space="preserve">The workplace relations framework encompasses the </w:t>
      </w:r>
      <w:r w:rsidRPr="00B84EA5">
        <w:rPr>
          <w:i/>
        </w:rPr>
        <w:t>Fair Work Act 2009</w:t>
      </w:r>
      <w:r>
        <w:t xml:space="preserve">, including the institutions and instruments that operate under the Act; and the </w:t>
      </w:r>
      <w:r w:rsidRPr="00B84EA5">
        <w:rPr>
          <w:i/>
        </w:rPr>
        <w:t>Independent Contractors Act 2006</w:t>
      </w:r>
      <w:r>
        <w:t>.</w:t>
      </w:r>
    </w:p>
    <w:p w14:paraId="6F40601B" w14:textId="77777777" w:rsidR="00FD230D" w:rsidRDefault="00FD230D" w:rsidP="00FD230D">
      <w:pPr>
        <w:pStyle w:val="BodyText"/>
      </w:pPr>
      <w:r>
        <w:t>The review will make recommendations about how the laws can be improved to maximise outcomes for Australian employers, employees and the economy, bearing in mind the need to ensure workers are protected, the need for business to be able to grow, prosper and employ, and the need to reduce unnecessary and excessive regulation.</w:t>
      </w:r>
    </w:p>
    <w:p w14:paraId="6F40601C" w14:textId="77777777" w:rsidR="00FD230D" w:rsidRDefault="00FD230D" w:rsidP="00FD230D">
      <w:pPr>
        <w:pStyle w:val="BodyText"/>
      </w:pPr>
      <w:r>
        <w:t>The Productivity Commission will identify and quantify, as far as possible, the full costs and benefits of its recommendations.</w:t>
      </w:r>
    </w:p>
    <w:p w14:paraId="6F40601D" w14:textId="77777777" w:rsidR="00FD230D" w:rsidRDefault="00FD230D" w:rsidP="00FD230D">
      <w:pPr>
        <w:pStyle w:val="BodyText"/>
      </w:pPr>
      <w:r>
        <w:t xml:space="preserve">An overarching principle for any recommendations should be the need to ensure a framework to serve the country in the long term, given the level of legislative change in this area in recent years. </w:t>
      </w:r>
    </w:p>
    <w:p w14:paraId="6F40601E" w14:textId="77777777" w:rsidR="00FD230D" w:rsidRDefault="00FD230D" w:rsidP="00FD230D">
      <w:pPr>
        <w:pStyle w:val="BodyText"/>
      </w:pPr>
      <w:r>
        <w:t>In conducting the review, the Productivity Commission will draw on the full spectrum of evidence sources including, but not limited to:</w:t>
      </w:r>
    </w:p>
    <w:p w14:paraId="6F40601F" w14:textId="77777777" w:rsidR="00FD230D" w:rsidRDefault="00FD230D" w:rsidP="00FD230D">
      <w:pPr>
        <w:pStyle w:val="ListBullet"/>
        <w:numPr>
          <w:ilvl w:val="0"/>
          <w:numId w:val="16"/>
        </w:numPr>
      </w:pPr>
      <w:r>
        <w:t>Australian Bureau of Statistics data and publications</w:t>
      </w:r>
    </w:p>
    <w:p w14:paraId="6F406020" w14:textId="77777777" w:rsidR="00FD230D" w:rsidRDefault="00FD230D" w:rsidP="00FD230D">
      <w:pPr>
        <w:pStyle w:val="ListBullet"/>
        <w:numPr>
          <w:ilvl w:val="0"/>
          <w:numId w:val="16"/>
        </w:numPr>
      </w:pPr>
      <w:r>
        <w:t xml:space="preserve">data sources maintained by other relevant Government bodies, including but not limited to the Department of Employment, Fair Work Commission and Fair Work Ombudsman </w:t>
      </w:r>
    </w:p>
    <w:p w14:paraId="6F406021" w14:textId="77777777" w:rsidR="00FD230D" w:rsidRDefault="00FD230D" w:rsidP="00FD230D">
      <w:pPr>
        <w:pStyle w:val="ListBullet"/>
        <w:numPr>
          <w:ilvl w:val="0"/>
          <w:numId w:val="16"/>
        </w:numPr>
      </w:pPr>
      <w:r>
        <w:t>employers or their representatives</w:t>
      </w:r>
    </w:p>
    <w:p w14:paraId="6F406022" w14:textId="77777777" w:rsidR="00FD230D" w:rsidRDefault="00FD230D" w:rsidP="00FD230D">
      <w:pPr>
        <w:pStyle w:val="ListBullet"/>
        <w:numPr>
          <w:ilvl w:val="0"/>
          <w:numId w:val="16"/>
        </w:numPr>
      </w:pPr>
      <w:r>
        <w:t xml:space="preserve">employees or their representatives </w:t>
      </w:r>
    </w:p>
    <w:p w14:paraId="6F406023" w14:textId="77777777" w:rsidR="00FD230D" w:rsidRDefault="00FD230D" w:rsidP="00FD230D">
      <w:pPr>
        <w:pStyle w:val="ListBullet"/>
        <w:numPr>
          <w:ilvl w:val="0"/>
          <w:numId w:val="16"/>
        </w:numPr>
      </w:pPr>
      <w:r>
        <w:lastRenderedPageBreak/>
        <w:t>academia</w:t>
      </w:r>
    </w:p>
    <w:p w14:paraId="6F406024" w14:textId="77777777" w:rsidR="00FD230D" w:rsidRDefault="00FD230D" w:rsidP="00FD230D">
      <w:pPr>
        <w:pStyle w:val="ListBullet"/>
        <w:numPr>
          <w:ilvl w:val="0"/>
          <w:numId w:val="16"/>
        </w:numPr>
      </w:pPr>
      <w:r>
        <w:t>special interest groups.</w:t>
      </w:r>
    </w:p>
    <w:p w14:paraId="6F406025" w14:textId="77777777" w:rsidR="00FD230D" w:rsidRDefault="00FD230D" w:rsidP="00FD230D">
      <w:pPr>
        <w:pStyle w:val="BodyText"/>
      </w:pPr>
      <w:r>
        <w:t xml:space="preserve">The review should also identify gaps in the evidence base where further collection may assist in the analysis of the overall performance and impact of the system. </w:t>
      </w:r>
    </w:p>
    <w:p w14:paraId="6F406026" w14:textId="77777777" w:rsidR="00FD230D" w:rsidRPr="00796AA8" w:rsidRDefault="00FD230D" w:rsidP="00FD230D">
      <w:pPr>
        <w:pStyle w:val="BodyText"/>
        <w:rPr>
          <w:b/>
        </w:rPr>
      </w:pPr>
      <w:r w:rsidRPr="00796AA8">
        <w:rPr>
          <w:b/>
        </w:rPr>
        <w:t>Process</w:t>
      </w:r>
    </w:p>
    <w:p w14:paraId="6F406027" w14:textId="77777777" w:rsidR="00FD230D" w:rsidRDefault="00FD230D" w:rsidP="00FD230D">
      <w:pPr>
        <w:pStyle w:val="BodyText"/>
      </w:pPr>
      <w:r>
        <w:t xml:space="preserve">The Commission is to undertake an appropriate public consultation process including holding hearings, inviting public submissions and releasing a draft report to the public. </w:t>
      </w:r>
    </w:p>
    <w:p w14:paraId="6F406028" w14:textId="77777777" w:rsidR="00FD230D" w:rsidRDefault="00FD230D" w:rsidP="00FD230D">
      <w:pPr>
        <w:pStyle w:val="BodyText"/>
      </w:pPr>
      <w:r>
        <w:t>The final report should be provided to the Government in November 2015.</w:t>
      </w:r>
    </w:p>
    <w:p w14:paraId="6F406029" w14:textId="77777777" w:rsidR="00FD230D" w:rsidRDefault="00FD230D" w:rsidP="00FD230D">
      <w:pPr>
        <w:pStyle w:val="BodyText"/>
      </w:pPr>
    </w:p>
    <w:p w14:paraId="6F40602A" w14:textId="77777777" w:rsidR="00FD230D" w:rsidRDefault="00FD230D" w:rsidP="00FD230D">
      <w:pPr>
        <w:pStyle w:val="BodyText"/>
      </w:pPr>
    </w:p>
    <w:p w14:paraId="6F40602B" w14:textId="77777777" w:rsidR="00FD230D" w:rsidRDefault="00FD230D" w:rsidP="00FD230D">
      <w:pPr>
        <w:pStyle w:val="BodyText"/>
      </w:pPr>
      <w:r>
        <w:t>J. B. HOCKEY</w:t>
      </w:r>
    </w:p>
    <w:p w14:paraId="6F40602C" w14:textId="77777777" w:rsidR="00FD230D" w:rsidRDefault="00FD230D" w:rsidP="00FD230D">
      <w:pPr>
        <w:pStyle w:val="BodyText"/>
      </w:pPr>
      <w:r>
        <w:t>Treasurer</w:t>
      </w:r>
    </w:p>
    <w:p w14:paraId="6F40602D" w14:textId="77777777" w:rsidR="003D4EAA" w:rsidRDefault="00FD230D" w:rsidP="00FD230D">
      <w:pPr>
        <w:pStyle w:val="BodyText"/>
      </w:pPr>
      <w:r>
        <w:t>[Received 19 December 2014]</w:t>
      </w:r>
    </w:p>
    <w:p w14:paraId="6F40602E" w14:textId="77777777" w:rsidR="003D4EAA" w:rsidRDefault="003D4EAA" w:rsidP="00E759D5">
      <w:pPr>
        <w:pStyle w:val="BodyText"/>
        <w:sectPr w:rsidR="003D4EAA" w:rsidSect="00E759D5">
          <w:headerReference w:type="even" r:id="rId19"/>
          <w:headerReference w:type="default" r:id="rId20"/>
          <w:footerReference w:type="even" r:id="rId21"/>
          <w:footerReference w:type="default" r:id="rId22"/>
          <w:pgSz w:w="11907" w:h="16840" w:code="9"/>
          <w:pgMar w:top="1985" w:right="1304" w:bottom="1247" w:left="1814" w:header="1701" w:footer="397" w:gutter="0"/>
          <w:pgNumType w:fmt="lowerRoman"/>
          <w:cols w:space="720"/>
        </w:sectPr>
      </w:pPr>
    </w:p>
    <w:p w14:paraId="6F40602F" w14:textId="77777777" w:rsidR="006D03AB" w:rsidRDefault="00735FEA" w:rsidP="008206EE">
      <w:pPr>
        <w:pStyle w:val="Heading1NotTOC"/>
        <w:rPr>
          <w:noProof/>
        </w:rPr>
      </w:pPr>
      <w:bookmarkStart w:id="6" w:name="Contents"/>
      <w:bookmarkEnd w:id="6"/>
      <w:r w:rsidRPr="00B153C3">
        <w:lastRenderedPageBreak/>
        <w:t>Contents</w:t>
      </w:r>
      <w:bookmarkStart w:id="7" w:name="InsertContents"/>
      <w:bookmarkEnd w:id="7"/>
    </w:p>
    <w:p w14:paraId="6F406030" w14:textId="77777777" w:rsidR="00A65821" w:rsidRDefault="00C33F1F" w:rsidP="00A65821">
      <w:pPr>
        <w:pStyle w:val="BodyText"/>
      </w:pPr>
      <w:r>
        <w:t xml:space="preserve">The Commission’s report is in two volumes. </w:t>
      </w:r>
      <w:r w:rsidRPr="00C33F1F">
        <w:rPr>
          <w:b/>
        </w:rPr>
        <w:t>This volume 1 contains the overview, recommendations and findings and chapters 1 to 16.</w:t>
      </w:r>
      <w:r>
        <w:t xml:space="preserve"> Volume 2 contains chapters 17 to 34, appendixes A to J and references. Below is the table of contents for both volumes.</w:t>
      </w:r>
    </w:p>
    <w:p w14:paraId="6F406031" w14:textId="77777777" w:rsidR="00C33F1F" w:rsidRDefault="00C33F1F" w:rsidP="00C33F1F">
      <w:pPr>
        <w:pStyle w:val="TOC1"/>
        <w:shd w:val="clear" w:color="auto" w:fill="000000"/>
        <w:spacing w:before="240"/>
        <w:ind w:right="0"/>
        <w:jc w:val="center"/>
        <w:rPr>
          <w:color w:val="FFFFFF"/>
        </w:rPr>
      </w:pPr>
      <w:r>
        <w:rPr>
          <w:color w:val="FFFFFF"/>
        </w:rPr>
        <w:t>Volume 1</w:t>
      </w:r>
    </w:p>
    <w:p w14:paraId="6F406032" w14:textId="77777777" w:rsidR="006D03AB" w:rsidRDefault="006D03AB">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14:paraId="6F406033" w14:textId="77777777" w:rsidR="006D03AB" w:rsidRDefault="006D03AB">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xvii</w:t>
      </w:r>
    </w:p>
    <w:p w14:paraId="6F406034" w14:textId="77777777" w:rsidR="006D03AB" w:rsidRDefault="006D03AB">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6F406035" w14:textId="77777777" w:rsidR="006D03AB" w:rsidRDefault="006D03AB">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51</w:t>
      </w:r>
    </w:p>
    <w:p w14:paraId="6F406036" w14:textId="77777777" w:rsidR="006D03AB" w:rsidRDefault="006D03A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73</w:t>
      </w:r>
    </w:p>
    <w:p w14:paraId="6F406037" w14:textId="77777777" w:rsidR="006D03AB" w:rsidRPr="00C33F1F" w:rsidRDefault="006D03AB" w:rsidP="00C33F1F">
      <w:pPr>
        <w:pStyle w:val="TOC2"/>
        <w:ind w:left="1219" w:hanging="709"/>
        <w:rPr>
          <w:noProof/>
        </w:rPr>
      </w:pPr>
      <w:r>
        <w:rPr>
          <w:noProof/>
        </w:rPr>
        <w:t>1.1</w:t>
      </w:r>
      <w:r w:rsidRPr="00C33F1F">
        <w:rPr>
          <w:noProof/>
        </w:rPr>
        <w:tab/>
      </w:r>
      <w:r>
        <w:rPr>
          <w:noProof/>
        </w:rPr>
        <w:t>The inquiry terms of reference</w:t>
      </w:r>
      <w:r>
        <w:rPr>
          <w:noProof/>
        </w:rPr>
        <w:tab/>
        <w:t>74</w:t>
      </w:r>
    </w:p>
    <w:p w14:paraId="6F406038" w14:textId="77777777" w:rsidR="006D03AB" w:rsidRPr="00C33F1F" w:rsidRDefault="006D03AB" w:rsidP="00C33F1F">
      <w:pPr>
        <w:pStyle w:val="TOC2"/>
        <w:ind w:left="1219" w:hanging="709"/>
        <w:rPr>
          <w:noProof/>
        </w:rPr>
      </w:pPr>
      <w:r>
        <w:rPr>
          <w:noProof/>
        </w:rPr>
        <w:t>1.2</w:t>
      </w:r>
      <w:r w:rsidRPr="00C33F1F">
        <w:rPr>
          <w:noProof/>
        </w:rPr>
        <w:tab/>
      </w:r>
      <w:r>
        <w:rPr>
          <w:noProof/>
        </w:rPr>
        <w:t>Australia’s workplace relations system</w:t>
      </w:r>
      <w:r>
        <w:rPr>
          <w:noProof/>
        </w:rPr>
        <w:tab/>
        <w:t>77</w:t>
      </w:r>
    </w:p>
    <w:p w14:paraId="6F406039" w14:textId="77777777" w:rsidR="006D03AB" w:rsidRPr="00C33F1F" w:rsidRDefault="006D03AB" w:rsidP="00C33F1F">
      <w:pPr>
        <w:pStyle w:val="TOC2"/>
        <w:ind w:left="1219" w:hanging="709"/>
        <w:rPr>
          <w:noProof/>
        </w:rPr>
      </w:pPr>
      <w:r>
        <w:rPr>
          <w:noProof/>
        </w:rPr>
        <w:t>1.3</w:t>
      </w:r>
      <w:r w:rsidRPr="00C33F1F">
        <w:rPr>
          <w:noProof/>
        </w:rPr>
        <w:tab/>
      </w:r>
      <w:r>
        <w:rPr>
          <w:noProof/>
        </w:rPr>
        <w:t>The past and the future cannot be ignored</w:t>
      </w:r>
      <w:r>
        <w:rPr>
          <w:noProof/>
        </w:rPr>
        <w:tab/>
        <w:t>81</w:t>
      </w:r>
    </w:p>
    <w:p w14:paraId="6F40603A" w14:textId="77777777" w:rsidR="006D03AB" w:rsidRPr="00C33F1F" w:rsidRDefault="006D03AB" w:rsidP="00C33F1F">
      <w:pPr>
        <w:pStyle w:val="TOC2"/>
        <w:ind w:left="1219" w:hanging="709"/>
        <w:rPr>
          <w:noProof/>
        </w:rPr>
      </w:pPr>
      <w:r>
        <w:rPr>
          <w:noProof/>
        </w:rPr>
        <w:t>1.4</w:t>
      </w:r>
      <w:r w:rsidRPr="00C33F1F">
        <w:rPr>
          <w:noProof/>
        </w:rPr>
        <w:tab/>
      </w:r>
      <w:r>
        <w:rPr>
          <w:noProof/>
        </w:rPr>
        <w:t>The Productivity Commission’s conceptual framework</w:t>
      </w:r>
      <w:r>
        <w:rPr>
          <w:noProof/>
        </w:rPr>
        <w:tab/>
        <w:t>85</w:t>
      </w:r>
    </w:p>
    <w:p w14:paraId="6F40603B" w14:textId="77777777" w:rsidR="006D03AB" w:rsidRPr="00C33F1F" w:rsidRDefault="006D03AB" w:rsidP="00C33F1F">
      <w:pPr>
        <w:pStyle w:val="TOC2"/>
        <w:ind w:left="1219" w:hanging="709"/>
        <w:rPr>
          <w:noProof/>
        </w:rPr>
      </w:pPr>
      <w:r>
        <w:rPr>
          <w:noProof/>
        </w:rPr>
        <w:t>1.5</w:t>
      </w:r>
      <w:r w:rsidRPr="00C33F1F">
        <w:rPr>
          <w:noProof/>
        </w:rPr>
        <w:tab/>
      </w:r>
      <w:r>
        <w:rPr>
          <w:noProof/>
        </w:rPr>
        <w:t>Considerations for assessing policy proposals</w:t>
      </w:r>
      <w:r>
        <w:rPr>
          <w:noProof/>
        </w:rPr>
        <w:tab/>
        <w:t>90</w:t>
      </w:r>
    </w:p>
    <w:p w14:paraId="6F40603C" w14:textId="77777777" w:rsidR="006D03AB" w:rsidRPr="00C33F1F" w:rsidRDefault="006D03AB" w:rsidP="00C33F1F">
      <w:pPr>
        <w:pStyle w:val="TOC2"/>
        <w:ind w:left="1219" w:hanging="709"/>
        <w:rPr>
          <w:noProof/>
        </w:rPr>
      </w:pPr>
      <w:r>
        <w:rPr>
          <w:noProof/>
        </w:rPr>
        <w:t>1.6</w:t>
      </w:r>
      <w:r w:rsidRPr="00C33F1F">
        <w:rPr>
          <w:noProof/>
        </w:rPr>
        <w:tab/>
      </w:r>
      <w:r>
        <w:rPr>
          <w:noProof/>
        </w:rPr>
        <w:t>Conduct of the inquiry</w:t>
      </w:r>
      <w:r>
        <w:rPr>
          <w:noProof/>
        </w:rPr>
        <w:tab/>
        <w:t>93</w:t>
      </w:r>
    </w:p>
    <w:p w14:paraId="6F40603D" w14:textId="77777777" w:rsidR="006D03AB" w:rsidRPr="00C33F1F" w:rsidRDefault="006D03AB" w:rsidP="00C33F1F">
      <w:pPr>
        <w:pStyle w:val="TOC2"/>
        <w:ind w:left="1219" w:hanging="709"/>
        <w:rPr>
          <w:noProof/>
        </w:rPr>
      </w:pPr>
      <w:r>
        <w:rPr>
          <w:noProof/>
        </w:rPr>
        <w:t>1.7</w:t>
      </w:r>
      <w:r w:rsidRPr="00C33F1F">
        <w:rPr>
          <w:noProof/>
        </w:rPr>
        <w:tab/>
      </w:r>
      <w:r>
        <w:rPr>
          <w:noProof/>
        </w:rPr>
        <w:t>Guide to the report</w:t>
      </w:r>
      <w:r>
        <w:rPr>
          <w:noProof/>
        </w:rPr>
        <w:tab/>
        <w:t>94</w:t>
      </w:r>
    </w:p>
    <w:p w14:paraId="6F40603E" w14:textId="77777777" w:rsidR="006D03AB" w:rsidRDefault="006D03A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Developments in Australia’s labour market</w:t>
      </w:r>
      <w:r>
        <w:rPr>
          <w:noProof/>
        </w:rPr>
        <w:tab/>
        <w:t>97</w:t>
      </w:r>
    </w:p>
    <w:p w14:paraId="6F40603F" w14:textId="77777777" w:rsidR="006D03AB" w:rsidRPr="00C33F1F" w:rsidRDefault="006D03AB" w:rsidP="00C33F1F">
      <w:pPr>
        <w:pStyle w:val="TOC2"/>
        <w:ind w:left="1219" w:hanging="709"/>
        <w:rPr>
          <w:noProof/>
        </w:rPr>
      </w:pPr>
      <w:r>
        <w:rPr>
          <w:noProof/>
        </w:rPr>
        <w:t>2.1</w:t>
      </w:r>
      <w:r w:rsidRPr="00C33F1F">
        <w:rPr>
          <w:noProof/>
        </w:rPr>
        <w:tab/>
      </w:r>
      <w:r>
        <w:rPr>
          <w:noProof/>
        </w:rPr>
        <w:t>A snapshot of the Australian labour market</w:t>
      </w:r>
      <w:r>
        <w:rPr>
          <w:noProof/>
        </w:rPr>
        <w:tab/>
        <w:t>99</w:t>
      </w:r>
    </w:p>
    <w:p w14:paraId="6F406040" w14:textId="77777777" w:rsidR="006D03AB" w:rsidRPr="00C33F1F" w:rsidRDefault="006D03AB" w:rsidP="00C33F1F">
      <w:pPr>
        <w:pStyle w:val="TOC2"/>
        <w:ind w:left="1219" w:hanging="709"/>
        <w:rPr>
          <w:noProof/>
        </w:rPr>
      </w:pPr>
      <w:r>
        <w:rPr>
          <w:noProof/>
        </w:rPr>
        <w:t>2.2</w:t>
      </w:r>
      <w:r w:rsidRPr="00C33F1F">
        <w:rPr>
          <w:noProof/>
        </w:rPr>
        <w:tab/>
      </w:r>
      <w:r>
        <w:rPr>
          <w:noProof/>
        </w:rPr>
        <w:t>Who works? Participation and the composition of the labour force</w:t>
      </w:r>
      <w:r>
        <w:rPr>
          <w:noProof/>
        </w:rPr>
        <w:tab/>
        <w:t>101</w:t>
      </w:r>
    </w:p>
    <w:p w14:paraId="6F406041" w14:textId="77777777" w:rsidR="006D03AB" w:rsidRPr="00C33F1F" w:rsidRDefault="006D03AB" w:rsidP="00C33F1F">
      <w:pPr>
        <w:pStyle w:val="TOC2"/>
        <w:ind w:left="1219" w:hanging="709"/>
        <w:rPr>
          <w:noProof/>
        </w:rPr>
      </w:pPr>
      <w:r>
        <w:rPr>
          <w:noProof/>
        </w:rPr>
        <w:t>2.3</w:t>
      </w:r>
      <w:r w:rsidRPr="00C33F1F">
        <w:rPr>
          <w:noProof/>
        </w:rPr>
        <w:tab/>
      </w:r>
      <w:r>
        <w:rPr>
          <w:noProof/>
        </w:rPr>
        <w:t>Not just full</w:t>
      </w:r>
      <w:r>
        <w:rPr>
          <w:noProof/>
        </w:rPr>
        <w:noBreakHyphen/>
        <w:t>time employees — more variety in forms of work</w:t>
      </w:r>
      <w:r>
        <w:rPr>
          <w:noProof/>
        </w:rPr>
        <w:tab/>
        <w:t>109</w:t>
      </w:r>
    </w:p>
    <w:p w14:paraId="6F406042" w14:textId="77777777" w:rsidR="006D03AB" w:rsidRPr="00C33F1F" w:rsidRDefault="006D03AB" w:rsidP="00C33F1F">
      <w:pPr>
        <w:pStyle w:val="TOC2"/>
        <w:ind w:left="1219" w:hanging="709"/>
        <w:rPr>
          <w:noProof/>
        </w:rPr>
      </w:pPr>
      <w:r>
        <w:rPr>
          <w:noProof/>
        </w:rPr>
        <w:t>2.4</w:t>
      </w:r>
      <w:r w:rsidRPr="00C33F1F">
        <w:rPr>
          <w:noProof/>
        </w:rPr>
        <w:tab/>
      </w:r>
      <w:r>
        <w:rPr>
          <w:noProof/>
        </w:rPr>
        <w:t>Job tenure and turnover</w:t>
      </w:r>
      <w:r>
        <w:rPr>
          <w:noProof/>
        </w:rPr>
        <w:tab/>
        <w:t>118</w:t>
      </w:r>
    </w:p>
    <w:p w14:paraId="6F406043" w14:textId="77777777" w:rsidR="006D03AB" w:rsidRPr="00C33F1F" w:rsidRDefault="006D03AB" w:rsidP="00C33F1F">
      <w:pPr>
        <w:pStyle w:val="TOC2"/>
        <w:ind w:left="1219" w:hanging="709"/>
        <w:rPr>
          <w:noProof/>
        </w:rPr>
      </w:pPr>
      <w:r>
        <w:rPr>
          <w:noProof/>
        </w:rPr>
        <w:t>2.5</w:t>
      </w:r>
      <w:r w:rsidRPr="00C33F1F">
        <w:rPr>
          <w:noProof/>
        </w:rPr>
        <w:tab/>
      </w:r>
      <w:r>
        <w:rPr>
          <w:noProof/>
        </w:rPr>
        <w:t>Can people who want to work get a job?</w:t>
      </w:r>
      <w:r>
        <w:rPr>
          <w:noProof/>
        </w:rPr>
        <w:tab/>
        <w:t>124</w:t>
      </w:r>
    </w:p>
    <w:p w14:paraId="6F406044" w14:textId="77777777" w:rsidR="006D03AB" w:rsidRPr="00C33F1F" w:rsidRDefault="006D03AB" w:rsidP="00C33F1F">
      <w:pPr>
        <w:pStyle w:val="TOC2"/>
        <w:ind w:left="1219" w:hanging="709"/>
        <w:rPr>
          <w:noProof/>
        </w:rPr>
      </w:pPr>
      <w:r>
        <w:rPr>
          <w:noProof/>
        </w:rPr>
        <w:t>2.6</w:t>
      </w:r>
      <w:r w:rsidRPr="00C33F1F">
        <w:rPr>
          <w:noProof/>
        </w:rPr>
        <w:tab/>
      </w:r>
      <w:r>
        <w:rPr>
          <w:noProof/>
        </w:rPr>
        <w:t>Some measures of flexibility in labour markets</w:t>
      </w:r>
      <w:r>
        <w:rPr>
          <w:noProof/>
        </w:rPr>
        <w:tab/>
        <w:t>129</w:t>
      </w:r>
    </w:p>
    <w:p w14:paraId="6F406045" w14:textId="77777777" w:rsidR="006D03AB" w:rsidRPr="00C33F1F" w:rsidRDefault="006D03AB" w:rsidP="00C33F1F">
      <w:pPr>
        <w:pStyle w:val="TOC2"/>
        <w:ind w:left="1219" w:hanging="709"/>
        <w:rPr>
          <w:noProof/>
        </w:rPr>
      </w:pPr>
      <w:r>
        <w:rPr>
          <w:noProof/>
        </w:rPr>
        <w:t>2.7</w:t>
      </w:r>
      <w:r w:rsidRPr="00C33F1F">
        <w:rPr>
          <w:noProof/>
        </w:rPr>
        <w:tab/>
      </w:r>
      <w:r>
        <w:rPr>
          <w:noProof/>
        </w:rPr>
        <w:t>Wages</w:t>
      </w:r>
      <w:r>
        <w:rPr>
          <w:noProof/>
        </w:rPr>
        <w:tab/>
        <w:t>132</w:t>
      </w:r>
    </w:p>
    <w:p w14:paraId="6F406046" w14:textId="77777777" w:rsidR="006D03AB" w:rsidRPr="00C33F1F" w:rsidRDefault="006D03AB" w:rsidP="00C33F1F">
      <w:pPr>
        <w:pStyle w:val="TOC2"/>
        <w:ind w:left="1219" w:hanging="709"/>
        <w:rPr>
          <w:noProof/>
        </w:rPr>
      </w:pPr>
      <w:r>
        <w:rPr>
          <w:noProof/>
        </w:rPr>
        <w:t>2.8</w:t>
      </w:r>
      <w:r w:rsidRPr="00C33F1F">
        <w:rPr>
          <w:noProof/>
        </w:rPr>
        <w:tab/>
      </w:r>
      <w:r>
        <w:rPr>
          <w:noProof/>
        </w:rPr>
        <w:t>Workplace relations and the future of work</w:t>
      </w:r>
      <w:r>
        <w:rPr>
          <w:noProof/>
        </w:rPr>
        <w:tab/>
        <w:t>135</w:t>
      </w:r>
    </w:p>
    <w:p w14:paraId="6F406047" w14:textId="77777777" w:rsidR="006D03AB" w:rsidRPr="00C33F1F" w:rsidRDefault="006D03AB" w:rsidP="00C33F1F">
      <w:pPr>
        <w:pStyle w:val="TOC2"/>
        <w:ind w:left="1219" w:hanging="709"/>
        <w:rPr>
          <w:noProof/>
        </w:rPr>
      </w:pPr>
      <w:r>
        <w:rPr>
          <w:noProof/>
        </w:rPr>
        <w:lastRenderedPageBreak/>
        <w:t>2.9</w:t>
      </w:r>
      <w:r w:rsidRPr="00C33F1F">
        <w:rPr>
          <w:noProof/>
        </w:rPr>
        <w:tab/>
      </w:r>
      <w:r>
        <w:rPr>
          <w:noProof/>
        </w:rPr>
        <w:t>The bottom line</w:t>
      </w:r>
      <w:r>
        <w:rPr>
          <w:noProof/>
        </w:rPr>
        <w:tab/>
        <w:t>139</w:t>
      </w:r>
    </w:p>
    <w:p w14:paraId="6F406048" w14:textId="77777777" w:rsidR="006D03AB" w:rsidRDefault="006D03A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Institutions</w:t>
      </w:r>
      <w:r>
        <w:rPr>
          <w:noProof/>
        </w:rPr>
        <w:tab/>
        <w:t>141</w:t>
      </w:r>
    </w:p>
    <w:p w14:paraId="6F406049" w14:textId="62E65799" w:rsidR="006D03AB" w:rsidRPr="00C33F1F" w:rsidRDefault="006D03AB" w:rsidP="00C33F1F">
      <w:pPr>
        <w:pStyle w:val="TOC2"/>
        <w:ind w:left="1219" w:hanging="709"/>
        <w:rPr>
          <w:noProof/>
        </w:rPr>
      </w:pPr>
      <w:r>
        <w:rPr>
          <w:noProof/>
        </w:rPr>
        <w:t>3.1</w:t>
      </w:r>
      <w:r w:rsidRPr="00C33F1F">
        <w:rPr>
          <w:noProof/>
        </w:rPr>
        <w:tab/>
      </w:r>
      <w:r>
        <w:rPr>
          <w:noProof/>
        </w:rPr>
        <w:t>The current system</w:t>
      </w:r>
      <w:r>
        <w:rPr>
          <w:noProof/>
        </w:rPr>
        <w:tab/>
      </w:r>
      <w:r w:rsidR="0076313D">
        <w:rPr>
          <w:noProof/>
        </w:rPr>
        <w:t>143</w:t>
      </w:r>
    </w:p>
    <w:p w14:paraId="6F40604A" w14:textId="0D2251F7" w:rsidR="006D03AB" w:rsidRPr="00C33F1F" w:rsidRDefault="006D03AB" w:rsidP="00C33F1F">
      <w:pPr>
        <w:pStyle w:val="TOC2"/>
        <w:ind w:left="1219" w:hanging="709"/>
        <w:rPr>
          <w:noProof/>
        </w:rPr>
      </w:pPr>
      <w:r>
        <w:rPr>
          <w:noProof/>
        </w:rPr>
        <w:t>3.2</w:t>
      </w:r>
      <w:r w:rsidRPr="00C33F1F">
        <w:rPr>
          <w:noProof/>
        </w:rPr>
        <w:tab/>
      </w:r>
      <w:r>
        <w:rPr>
          <w:noProof/>
        </w:rPr>
        <w:t>How are the institutions performing?</w:t>
      </w:r>
      <w:r>
        <w:rPr>
          <w:noProof/>
        </w:rPr>
        <w:tab/>
      </w:r>
      <w:r w:rsidR="0076313D">
        <w:rPr>
          <w:noProof/>
        </w:rPr>
        <w:t>152</w:t>
      </w:r>
    </w:p>
    <w:p w14:paraId="6F40604B" w14:textId="45B78AFA" w:rsidR="006D03AB" w:rsidRPr="00C33F1F" w:rsidRDefault="006D03AB" w:rsidP="00C33F1F">
      <w:pPr>
        <w:pStyle w:val="TOC2"/>
        <w:ind w:left="1219" w:hanging="709"/>
        <w:rPr>
          <w:noProof/>
        </w:rPr>
      </w:pPr>
      <w:r>
        <w:rPr>
          <w:noProof/>
        </w:rPr>
        <w:t>3.3</w:t>
      </w:r>
      <w:r w:rsidRPr="00C33F1F">
        <w:rPr>
          <w:noProof/>
        </w:rPr>
        <w:tab/>
      </w:r>
      <w:r>
        <w:rPr>
          <w:noProof/>
        </w:rPr>
        <w:t>Reform options</w:t>
      </w:r>
      <w:r>
        <w:rPr>
          <w:noProof/>
        </w:rPr>
        <w:tab/>
      </w:r>
      <w:r w:rsidR="0076313D">
        <w:rPr>
          <w:noProof/>
        </w:rPr>
        <w:t>160</w:t>
      </w:r>
    </w:p>
    <w:p w14:paraId="6F40604C" w14:textId="6B4243BB" w:rsidR="006D03AB" w:rsidRDefault="006D03A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Minimum wages</w:t>
      </w:r>
      <w:r>
        <w:rPr>
          <w:noProof/>
        </w:rPr>
        <w:tab/>
      </w:r>
      <w:r w:rsidR="0076313D">
        <w:rPr>
          <w:noProof/>
        </w:rPr>
        <w:t>179</w:t>
      </w:r>
    </w:p>
    <w:p w14:paraId="6F40604D" w14:textId="349FAE55" w:rsidR="006D03AB" w:rsidRPr="00C33F1F" w:rsidRDefault="006D03AB" w:rsidP="00C33F1F">
      <w:pPr>
        <w:pStyle w:val="TOC2"/>
        <w:ind w:left="1219" w:hanging="709"/>
        <w:rPr>
          <w:noProof/>
        </w:rPr>
      </w:pPr>
      <w:r>
        <w:rPr>
          <w:noProof/>
        </w:rPr>
        <w:t>4.1</w:t>
      </w:r>
      <w:r w:rsidRPr="00C33F1F">
        <w:rPr>
          <w:noProof/>
        </w:rPr>
        <w:tab/>
      </w:r>
      <w:r>
        <w:rPr>
          <w:noProof/>
        </w:rPr>
        <w:t>Australia’s minimum wages</w:t>
      </w:r>
      <w:r>
        <w:rPr>
          <w:noProof/>
        </w:rPr>
        <w:tab/>
      </w:r>
      <w:r w:rsidR="0076313D">
        <w:rPr>
          <w:noProof/>
        </w:rPr>
        <w:t>181</w:t>
      </w:r>
    </w:p>
    <w:p w14:paraId="6F40604E" w14:textId="2BC45FFF" w:rsidR="006D03AB" w:rsidRPr="00C33F1F" w:rsidRDefault="006D03AB" w:rsidP="00C33F1F">
      <w:pPr>
        <w:pStyle w:val="TOC2"/>
        <w:ind w:left="1219" w:hanging="709"/>
        <w:rPr>
          <w:noProof/>
        </w:rPr>
      </w:pPr>
      <w:r>
        <w:rPr>
          <w:noProof/>
        </w:rPr>
        <w:t>4.2</w:t>
      </w:r>
      <w:r w:rsidRPr="00C33F1F">
        <w:rPr>
          <w:noProof/>
        </w:rPr>
        <w:tab/>
      </w:r>
      <w:r>
        <w:rPr>
          <w:noProof/>
        </w:rPr>
        <w:t>What effect does the minimum wage have on employment?</w:t>
      </w:r>
      <w:r>
        <w:rPr>
          <w:noProof/>
        </w:rPr>
        <w:tab/>
      </w:r>
      <w:r w:rsidR="0076313D">
        <w:rPr>
          <w:noProof/>
        </w:rPr>
        <w:t>185</w:t>
      </w:r>
    </w:p>
    <w:p w14:paraId="6F40604F" w14:textId="3A2E50EA" w:rsidR="006D03AB" w:rsidRPr="00C33F1F" w:rsidRDefault="006D03AB" w:rsidP="00C33F1F">
      <w:pPr>
        <w:pStyle w:val="TOC2"/>
        <w:ind w:left="1219" w:hanging="709"/>
        <w:rPr>
          <w:noProof/>
        </w:rPr>
      </w:pPr>
      <w:r>
        <w:rPr>
          <w:noProof/>
        </w:rPr>
        <w:t>4.3</w:t>
      </w:r>
      <w:r w:rsidRPr="00C33F1F">
        <w:rPr>
          <w:noProof/>
        </w:rPr>
        <w:tab/>
      </w:r>
      <w:r>
        <w:rPr>
          <w:noProof/>
        </w:rPr>
        <w:t>What effect do minimum wage requirements have on workers’ incomes and living standards?</w:t>
      </w:r>
      <w:r>
        <w:rPr>
          <w:noProof/>
        </w:rPr>
        <w:tab/>
      </w:r>
      <w:r w:rsidR="0076313D">
        <w:rPr>
          <w:noProof/>
        </w:rPr>
        <w:t>206</w:t>
      </w:r>
    </w:p>
    <w:p w14:paraId="6F406050" w14:textId="09B088C6" w:rsidR="006D03AB" w:rsidRPr="00C33F1F" w:rsidRDefault="006D03AB" w:rsidP="00C33F1F">
      <w:pPr>
        <w:pStyle w:val="TOC2"/>
        <w:ind w:left="1219" w:hanging="709"/>
        <w:rPr>
          <w:noProof/>
        </w:rPr>
      </w:pPr>
      <w:r>
        <w:rPr>
          <w:noProof/>
        </w:rPr>
        <w:t>4.4</w:t>
      </w:r>
      <w:r w:rsidRPr="00C33F1F">
        <w:rPr>
          <w:noProof/>
        </w:rPr>
        <w:tab/>
      </w:r>
      <w:r>
        <w:rPr>
          <w:noProof/>
        </w:rPr>
        <w:t>The future of the minimum wage</w:t>
      </w:r>
      <w:r>
        <w:rPr>
          <w:noProof/>
        </w:rPr>
        <w:tab/>
      </w:r>
      <w:r w:rsidR="0076313D">
        <w:rPr>
          <w:noProof/>
        </w:rPr>
        <w:t>225</w:t>
      </w:r>
    </w:p>
    <w:p w14:paraId="6F406051" w14:textId="7B754071" w:rsidR="006D03AB" w:rsidRDefault="006D03AB">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Variations from uniform  minimum wages</w:t>
      </w:r>
      <w:r>
        <w:rPr>
          <w:noProof/>
        </w:rPr>
        <w:tab/>
      </w:r>
      <w:r w:rsidR="0076313D">
        <w:rPr>
          <w:noProof/>
        </w:rPr>
        <w:t>237</w:t>
      </w:r>
    </w:p>
    <w:p w14:paraId="6F406052" w14:textId="1B209CE4" w:rsidR="006D03AB" w:rsidRPr="00C33F1F" w:rsidRDefault="006D03AB" w:rsidP="00C33F1F">
      <w:pPr>
        <w:pStyle w:val="TOC2"/>
        <w:ind w:left="1219" w:hanging="709"/>
        <w:rPr>
          <w:noProof/>
        </w:rPr>
      </w:pPr>
      <w:r>
        <w:rPr>
          <w:noProof/>
        </w:rPr>
        <w:t>5.1</w:t>
      </w:r>
      <w:r w:rsidRPr="00C33F1F">
        <w:rPr>
          <w:noProof/>
        </w:rPr>
        <w:tab/>
      </w:r>
      <w:r>
        <w:rPr>
          <w:noProof/>
        </w:rPr>
        <w:t>Geographical variations in minimum wages</w:t>
      </w:r>
      <w:r>
        <w:rPr>
          <w:noProof/>
        </w:rPr>
        <w:tab/>
      </w:r>
      <w:r w:rsidR="0076313D">
        <w:rPr>
          <w:noProof/>
        </w:rPr>
        <w:t>238</w:t>
      </w:r>
    </w:p>
    <w:p w14:paraId="6F406053" w14:textId="51D541A1" w:rsidR="006D03AB" w:rsidRPr="00C33F1F" w:rsidRDefault="006D03AB" w:rsidP="00C33F1F">
      <w:pPr>
        <w:pStyle w:val="TOC2"/>
        <w:ind w:left="1219" w:hanging="709"/>
        <w:rPr>
          <w:noProof/>
        </w:rPr>
      </w:pPr>
      <w:r>
        <w:rPr>
          <w:noProof/>
        </w:rPr>
        <w:t>5.2</w:t>
      </w:r>
      <w:r w:rsidRPr="00C33F1F">
        <w:rPr>
          <w:noProof/>
        </w:rPr>
        <w:tab/>
      </w:r>
      <w:r>
        <w:rPr>
          <w:noProof/>
        </w:rPr>
        <w:t>Junior pay rates</w:t>
      </w:r>
      <w:r>
        <w:rPr>
          <w:noProof/>
        </w:rPr>
        <w:tab/>
      </w:r>
      <w:r w:rsidR="0076313D">
        <w:rPr>
          <w:noProof/>
        </w:rPr>
        <w:t>253</w:t>
      </w:r>
    </w:p>
    <w:p w14:paraId="6F406054" w14:textId="3281CCA9" w:rsidR="006D03AB" w:rsidRPr="00C33F1F" w:rsidRDefault="006D03AB" w:rsidP="00C33F1F">
      <w:pPr>
        <w:pStyle w:val="TOC2"/>
        <w:ind w:left="1219" w:hanging="709"/>
        <w:rPr>
          <w:noProof/>
        </w:rPr>
      </w:pPr>
      <w:r>
        <w:rPr>
          <w:noProof/>
        </w:rPr>
        <w:t>5.3</w:t>
      </w:r>
      <w:r w:rsidRPr="00C33F1F">
        <w:rPr>
          <w:noProof/>
        </w:rPr>
        <w:tab/>
      </w:r>
      <w:r>
        <w:rPr>
          <w:noProof/>
        </w:rPr>
        <w:t>Arrangements for apprentices and trainees</w:t>
      </w:r>
      <w:r>
        <w:rPr>
          <w:noProof/>
        </w:rPr>
        <w:tab/>
      </w:r>
      <w:r w:rsidR="0076313D">
        <w:rPr>
          <w:noProof/>
        </w:rPr>
        <w:t>264</w:t>
      </w:r>
    </w:p>
    <w:p w14:paraId="6F406055" w14:textId="1FF66512" w:rsidR="006D03AB" w:rsidRDefault="006D03A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Measures to complement minimum wages</w:t>
      </w:r>
      <w:r>
        <w:rPr>
          <w:noProof/>
        </w:rPr>
        <w:tab/>
      </w:r>
      <w:r w:rsidR="0076313D">
        <w:rPr>
          <w:noProof/>
        </w:rPr>
        <w:t>283</w:t>
      </w:r>
    </w:p>
    <w:p w14:paraId="6F406056" w14:textId="045288E0" w:rsidR="006D03AB" w:rsidRPr="00C33F1F" w:rsidRDefault="006D03AB" w:rsidP="00C33F1F">
      <w:pPr>
        <w:pStyle w:val="TOC2"/>
        <w:ind w:left="1219" w:hanging="709"/>
        <w:rPr>
          <w:noProof/>
        </w:rPr>
      </w:pPr>
      <w:r>
        <w:rPr>
          <w:noProof/>
        </w:rPr>
        <w:t>6.1</w:t>
      </w:r>
      <w:r w:rsidRPr="00C33F1F">
        <w:rPr>
          <w:noProof/>
        </w:rPr>
        <w:tab/>
      </w:r>
      <w:r>
        <w:rPr>
          <w:noProof/>
        </w:rPr>
        <w:t>Earned income tax credits</w:t>
      </w:r>
      <w:r>
        <w:rPr>
          <w:noProof/>
        </w:rPr>
        <w:tab/>
      </w:r>
      <w:r w:rsidR="0076313D">
        <w:rPr>
          <w:noProof/>
        </w:rPr>
        <w:t>284</w:t>
      </w:r>
    </w:p>
    <w:p w14:paraId="6F406057" w14:textId="14A68C47" w:rsidR="006D03AB" w:rsidRPr="00C33F1F" w:rsidRDefault="006D03AB" w:rsidP="00C33F1F">
      <w:pPr>
        <w:pStyle w:val="TOC2"/>
        <w:ind w:left="1219" w:hanging="709"/>
        <w:rPr>
          <w:noProof/>
        </w:rPr>
      </w:pPr>
      <w:r>
        <w:rPr>
          <w:noProof/>
        </w:rPr>
        <w:t>6.2</w:t>
      </w:r>
      <w:r w:rsidRPr="00C33F1F">
        <w:rPr>
          <w:noProof/>
        </w:rPr>
        <w:tab/>
      </w:r>
      <w:r>
        <w:rPr>
          <w:noProof/>
        </w:rPr>
        <w:t>Other policies to enhance the wellbeing of low</w:t>
      </w:r>
      <w:r>
        <w:rPr>
          <w:noProof/>
        </w:rPr>
        <w:noBreakHyphen/>
        <w:t>paid workers and jobseekers</w:t>
      </w:r>
      <w:r>
        <w:rPr>
          <w:noProof/>
        </w:rPr>
        <w:tab/>
      </w:r>
      <w:r w:rsidR="0076313D">
        <w:rPr>
          <w:noProof/>
        </w:rPr>
        <w:t>298</w:t>
      </w:r>
    </w:p>
    <w:p w14:paraId="6F406058" w14:textId="6D0DE151" w:rsidR="006D03AB" w:rsidRDefault="006D03A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Role of awards</w:t>
      </w:r>
      <w:r>
        <w:rPr>
          <w:noProof/>
        </w:rPr>
        <w:tab/>
      </w:r>
      <w:r w:rsidR="0076313D">
        <w:rPr>
          <w:noProof/>
        </w:rPr>
        <w:t>303</w:t>
      </w:r>
    </w:p>
    <w:p w14:paraId="6F406059" w14:textId="207F958F" w:rsidR="006D03AB" w:rsidRPr="00C33F1F" w:rsidRDefault="006D03AB" w:rsidP="00C33F1F">
      <w:pPr>
        <w:pStyle w:val="TOC2"/>
        <w:ind w:left="1219" w:hanging="709"/>
        <w:rPr>
          <w:noProof/>
        </w:rPr>
      </w:pPr>
      <w:r>
        <w:rPr>
          <w:noProof/>
        </w:rPr>
        <w:t>7.1</w:t>
      </w:r>
      <w:r w:rsidRPr="00C33F1F">
        <w:rPr>
          <w:noProof/>
        </w:rPr>
        <w:tab/>
      </w:r>
      <w:r>
        <w:rPr>
          <w:noProof/>
        </w:rPr>
        <w:t>Introduction to modern awards</w:t>
      </w:r>
      <w:r>
        <w:rPr>
          <w:noProof/>
        </w:rPr>
        <w:tab/>
      </w:r>
      <w:r w:rsidR="0076313D">
        <w:rPr>
          <w:noProof/>
        </w:rPr>
        <w:t>304</w:t>
      </w:r>
    </w:p>
    <w:p w14:paraId="6F40605A" w14:textId="64ED3466" w:rsidR="006D03AB" w:rsidRPr="00C33F1F" w:rsidRDefault="006D03AB" w:rsidP="00C33F1F">
      <w:pPr>
        <w:pStyle w:val="TOC2"/>
        <w:ind w:left="1219" w:hanging="709"/>
        <w:rPr>
          <w:noProof/>
        </w:rPr>
      </w:pPr>
      <w:r>
        <w:rPr>
          <w:noProof/>
        </w:rPr>
        <w:t>7.2</w:t>
      </w:r>
      <w:r w:rsidRPr="00C33F1F">
        <w:rPr>
          <w:noProof/>
        </w:rPr>
        <w:tab/>
      </w:r>
      <w:r>
        <w:rPr>
          <w:noProof/>
        </w:rPr>
        <w:t>Coverage and application of awards</w:t>
      </w:r>
      <w:r>
        <w:rPr>
          <w:noProof/>
        </w:rPr>
        <w:tab/>
      </w:r>
      <w:r w:rsidR="0076313D">
        <w:rPr>
          <w:noProof/>
        </w:rPr>
        <w:t>308</w:t>
      </w:r>
    </w:p>
    <w:p w14:paraId="6F40605B" w14:textId="0C836E0E" w:rsidR="006D03AB" w:rsidRPr="00C33F1F" w:rsidRDefault="006D03AB" w:rsidP="00C33F1F">
      <w:pPr>
        <w:pStyle w:val="TOC2"/>
        <w:ind w:left="1219" w:hanging="709"/>
        <w:rPr>
          <w:noProof/>
        </w:rPr>
      </w:pPr>
      <w:r>
        <w:rPr>
          <w:noProof/>
        </w:rPr>
        <w:t>7.3</w:t>
      </w:r>
      <w:r w:rsidRPr="00C33F1F">
        <w:rPr>
          <w:noProof/>
        </w:rPr>
        <w:tab/>
      </w:r>
      <w:r>
        <w:rPr>
          <w:noProof/>
        </w:rPr>
        <w:t>History of awards</w:t>
      </w:r>
      <w:r>
        <w:rPr>
          <w:noProof/>
        </w:rPr>
        <w:tab/>
      </w:r>
      <w:r w:rsidR="0076313D">
        <w:rPr>
          <w:noProof/>
        </w:rPr>
        <w:t>314</w:t>
      </w:r>
    </w:p>
    <w:p w14:paraId="6F40605C" w14:textId="64E9B80B" w:rsidR="006D03AB" w:rsidRPr="00C33F1F" w:rsidRDefault="006D03AB" w:rsidP="00C33F1F">
      <w:pPr>
        <w:pStyle w:val="TOC2"/>
        <w:ind w:left="1219" w:hanging="709"/>
        <w:rPr>
          <w:noProof/>
        </w:rPr>
      </w:pPr>
      <w:r>
        <w:rPr>
          <w:noProof/>
        </w:rPr>
        <w:t>7.4</w:t>
      </w:r>
      <w:r w:rsidRPr="00C33F1F">
        <w:rPr>
          <w:noProof/>
        </w:rPr>
        <w:tab/>
      </w:r>
      <w:r>
        <w:rPr>
          <w:noProof/>
        </w:rPr>
        <w:t>Awards in the modern era — the shift to a safety net</w:t>
      </w:r>
      <w:r>
        <w:rPr>
          <w:noProof/>
        </w:rPr>
        <w:tab/>
      </w:r>
      <w:r w:rsidR="0076313D">
        <w:rPr>
          <w:noProof/>
        </w:rPr>
        <w:t>326</w:t>
      </w:r>
    </w:p>
    <w:p w14:paraId="6F40605D" w14:textId="1E9AAD3D" w:rsidR="006D03AB" w:rsidRPr="00C33F1F" w:rsidRDefault="006D03AB" w:rsidP="00C33F1F">
      <w:pPr>
        <w:pStyle w:val="TOC2"/>
        <w:ind w:left="1219" w:hanging="709"/>
        <w:rPr>
          <w:noProof/>
        </w:rPr>
      </w:pPr>
      <w:r>
        <w:rPr>
          <w:noProof/>
        </w:rPr>
        <w:t>7.5</w:t>
      </w:r>
      <w:r w:rsidRPr="00C33F1F">
        <w:rPr>
          <w:noProof/>
        </w:rPr>
        <w:tab/>
      </w:r>
      <w:r>
        <w:rPr>
          <w:noProof/>
        </w:rPr>
        <w:t>What role do awards play?</w:t>
      </w:r>
      <w:r>
        <w:rPr>
          <w:noProof/>
        </w:rPr>
        <w:tab/>
      </w:r>
      <w:r w:rsidR="0076313D">
        <w:rPr>
          <w:noProof/>
        </w:rPr>
        <w:t>330</w:t>
      </w:r>
    </w:p>
    <w:p w14:paraId="6F40605E" w14:textId="1B2D00B3" w:rsidR="006D03AB" w:rsidRPr="00C33F1F" w:rsidRDefault="006D03AB" w:rsidP="00C33F1F">
      <w:pPr>
        <w:pStyle w:val="TOC2"/>
        <w:ind w:left="1219" w:hanging="709"/>
        <w:rPr>
          <w:noProof/>
        </w:rPr>
      </w:pPr>
      <w:r>
        <w:rPr>
          <w:noProof/>
        </w:rPr>
        <w:t>7.6</w:t>
      </w:r>
      <w:r w:rsidRPr="00C33F1F">
        <w:rPr>
          <w:noProof/>
        </w:rPr>
        <w:tab/>
      </w:r>
      <w:r>
        <w:rPr>
          <w:noProof/>
        </w:rPr>
        <w:t>Is there another way?</w:t>
      </w:r>
      <w:r>
        <w:rPr>
          <w:noProof/>
        </w:rPr>
        <w:tab/>
      </w:r>
      <w:r w:rsidR="0076313D">
        <w:rPr>
          <w:noProof/>
        </w:rPr>
        <w:t>333</w:t>
      </w:r>
    </w:p>
    <w:p w14:paraId="6F40605F" w14:textId="04C94494" w:rsidR="006D03AB" w:rsidRDefault="006D03A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Repairing awards</w:t>
      </w:r>
      <w:r>
        <w:rPr>
          <w:noProof/>
        </w:rPr>
        <w:tab/>
      </w:r>
      <w:r w:rsidR="0076313D">
        <w:rPr>
          <w:noProof/>
        </w:rPr>
        <w:t>341</w:t>
      </w:r>
    </w:p>
    <w:p w14:paraId="6F406060" w14:textId="21DA89FC" w:rsidR="006D03AB" w:rsidRPr="00C33F1F" w:rsidRDefault="006D03AB" w:rsidP="00C33F1F">
      <w:pPr>
        <w:pStyle w:val="TOC2"/>
        <w:ind w:left="1219" w:hanging="709"/>
        <w:rPr>
          <w:noProof/>
        </w:rPr>
      </w:pPr>
      <w:r>
        <w:rPr>
          <w:noProof/>
        </w:rPr>
        <w:t>8.1</w:t>
      </w:r>
      <w:r w:rsidRPr="00C33F1F">
        <w:rPr>
          <w:noProof/>
        </w:rPr>
        <w:tab/>
      </w:r>
      <w:r>
        <w:rPr>
          <w:noProof/>
        </w:rPr>
        <w:t>A new approach by a new institution</w:t>
      </w:r>
      <w:r>
        <w:rPr>
          <w:noProof/>
        </w:rPr>
        <w:tab/>
      </w:r>
      <w:r w:rsidR="0076313D">
        <w:rPr>
          <w:noProof/>
        </w:rPr>
        <w:t>342</w:t>
      </w:r>
    </w:p>
    <w:p w14:paraId="6F406061" w14:textId="041BA6A4" w:rsidR="006D03AB" w:rsidRPr="00C33F1F" w:rsidRDefault="006D03AB" w:rsidP="00C33F1F">
      <w:pPr>
        <w:pStyle w:val="TOC2"/>
        <w:ind w:left="1219" w:hanging="709"/>
        <w:rPr>
          <w:noProof/>
        </w:rPr>
      </w:pPr>
      <w:r>
        <w:rPr>
          <w:noProof/>
        </w:rPr>
        <w:t>8.2</w:t>
      </w:r>
      <w:r w:rsidRPr="00C33F1F">
        <w:rPr>
          <w:noProof/>
        </w:rPr>
        <w:tab/>
      </w:r>
      <w:r>
        <w:rPr>
          <w:noProof/>
        </w:rPr>
        <w:t>Making awards easier to use</w:t>
      </w:r>
      <w:r>
        <w:rPr>
          <w:noProof/>
        </w:rPr>
        <w:tab/>
      </w:r>
      <w:r w:rsidR="0076313D">
        <w:rPr>
          <w:noProof/>
        </w:rPr>
        <w:t>350</w:t>
      </w:r>
    </w:p>
    <w:p w14:paraId="6F406062" w14:textId="69CE3C71" w:rsidR="006D03AB" w:rsidRPr="00C33F1F" w:rsidRDefault="006D03AB" w:rsidP="00C33F1F">
      <w:pPr>
        <w:pStyle w:val="TOC2"/>
        <w:ind w:left="1219" w:hanging="709"/>
        <w:rPr>
          <w:noProof/>
        </w:rPr>
      </w:pPr>
      <w:r>
        <w:rPr>
          <w:noProof/>
        </w:rPr>
        <w:t>8.3</w:t>
      </w:r>
      <w:r w:rsidRPr="00C33F1F">
        <w:rPr>
          <w:noProof/>
        </w:rPr>
        <w:tab/>
      </w:r>
      <w:r>
        <w:rPr>
          <w:noProof/>
        </w:rPr>
        <w:t>Assessing the complex and critical issues</w:t>
      </w:r>
      <w:r>
        <w:rPr>
          <w:noProof/>
        </w:rPr>
        <w:tab/>
      </w:r>
      <w:r w:rsidR="0076313D">
        <w:rPr>
          <w:noProof/>
        </w:rPr>
        <w:t>354</w:t>
      </w:r>
    </w:p>
    <w:p w14:paraId="6F406063" w14:textId="420CC4E7" w:rsidR="006D03AB" w:rsidRPr="00C33F1F" w:rsidRDefault="006D03AB" w:rsidP="00C33F1F">
      <w:pPr>
        <w:pStyle w:val="TOC2"/>
        <w:ind w:left="1219" w:hanging="709"/>
        <w:rPr>
          <w:noProof/>
        </w:rPr>
      </w:pPr>
      <w:r>
        <w:rPr>
          <w:noProof/>
        </w:rPr>
        <w:lastRenderedPageBreak/>
        <w:t>8.4</w:t>
      </w:r>
      <w:r w:rsidRPr="00C33F1F">
        <w:rPr>
          <w:noProof/>
        </w:rPr>
        <w:tab/>
      </w:r>
      <w:r>
        <w:rPr>
          <w:noProof/>
        </w:rPr>
        <w:t>Assessments of minimum wage rates and classifications in awards</w:t>
      </w:r>
      <w:r>
        <w:rPr>
          <w:noProof/>
        </w:rPr>
        <w:tab/>
      </w:r>
      <w:r w:rsidR="0076313D">
        <w:rPr>
          <w:noProof/>
        </w:rPr>
        <w:t>356</w:t>
      </w:r>
    </w:p>
    <w:p w14:paraId="6F406064" w14:textId="18DBA599" w:rsidR="006D03AB" w:rsidRPr="00C33F1F" w:rsidRDefault="006D03AB" w:rsidP="00C33F1F">
      <w:pPr>
        <w:pStyle w:val="TOC2"/>
        <w:ind w:left="1219" w:hanging="709"/>
        <w:rPr>
          <w:noProof/>
        </w:rPr>
      </w:pPr>
      <w:r>
        <w:rPr>
          <w:noProof/>
        </w:rPr>
        <w:t>8.5</w:t>
      </w:r>
      <w:r w:rsidRPr="00C33F1F">
        <w:rPr>
          <w:noProof/>
        </w:rPr>
        <w:tab/>
      </w:r>
      <w:r>
        <w:rPr>
          <w:noProof/>
        </w:rPr>
        <w:t>Assessments of conditions and entitlements in awards</w:t>
      </w:r>
      <w:r>
        <w:rPr>
          <w:noProof/>
        </w:rPr>
        <w:tab/>
      </w:r>
      <w:r w:rsidR="0076313D">
        <w:rPr>
          <w:noProof/>
        </w:rPr>
        <w:t>367</w:t>
      </w:r>
    </w:p>
    <w:p w14:paraId="6F406065" w14:textId="409EF36C" w:rsidR="006D03AB" w:rsidRPr="00C33F1F" w:rsidRDefault="006D03AB" w:rsidP="00C33F1F">
      <w:pPr>
        <w:pStyle w:val="TOC2"/>
        <w:ind w:left="1219" w:hanging="709"/>
        <w:rPr>
          <w:noProof/>
        </w:rPr>
      </w:pPr>
      <w:r>
        <w:rPr>
          <w:noProof/>
        </w:rPr>
        <w:t>8.6</w:t>
      </w:r>
      <w:r w:rsidRPr="00C33F1F">
        <w:rPr>
          <w:noProof/>
        </w:rPr>
        <w:tab/>
      </w:r>
      <w:r>
        <w:rPr>
          <w:noProof/>
        </w:rPr>
        <w:t>Assessing award coverage and overlap</w:t>
      </w:r>
      <w:r>
        <w:rPr>
          <w:noProof/>
        </w:rPr>
        <w:tab/>
      </w:r>
      <w:r w:rsidR="0076313D">
        <w:rPr>
          <w:noProof/>
        </w:rPr>
        <w:t>372</w:t>
      </w:r>
    </w:p>
    <w:p w14:paraId="6F406066" w14:textId="6069163C" w:rsidR="006D03AB" w:rsidRPr="00C33F1F" w:rsidRDefault="006D03AB" w:rsidP="00C33F1F">
      <w:pPr>
        <w:pStyle w:val="TOC2"/>
        <w:ind w:left="1219" w:hanging="709"/>
        <w:rPr>
          <w:noProof/>
        </w:rPr>
      </w:pPr>
      <w:r>
        <w:rPr>
          <w:noProof/>
        </w:rPr>
        <w:t>8.7</w:t>
      </w:r>
      <w:r w:rsidRPr="00C33F1F">
        <w:rPr>
          <w:noProof/>
        </w:rPr>
        <w:tab/>
      </w:r>
      <w:r>
        <w:rPr>
          <w:noProof/>
        </w:rPr>
        <w:t>The modern awards objective</w:t>
      </w:r>
      <w:r>
        <w:rPr>
          <w:noProof/>
        </w:rPr>
        <w:tab/>
      </w:r>
      <w:r w:rsidR="0076313D">
        <w:rPr>
          <w:noProof/>
        </w:rPr>
        <w:t>373</w:t>
      </w:r>
    </w:p>
    <w:p w14:paraId="6F406067" w14:textId="2B70EA7B" w:rsidR="006D03AB" w:rsidRPr="00C33F1F" w:rsidRDefault="006D03AB" w:rsidP="00C33F1F">
      <w:pPr>
        <w:pStyle w:val="TOC2"/>
        <w:ind w:left="1219" w:hanging="709"/>
        <w:rPr>
          <w:noProof/>
        </w:rPr>
      </w:pPr>
      <w:r>
        <w:rPr>
          <w:noProof/>
        </w:rPr>
        <w:t>8.8</w:t>
      </w:r>
      <w:r w:rsidRPr="00C33F1F">
        <w:rPr>
          <w:noProof/>
        </w:rPr>
        <w:tab/>
      </w:r>
      <w:r>
        <w:rPr>
          <w:noProof/>
        </w:rPr>
        <w:t>What does this chapter mean for the awards of the future?</w:t>
      </w:r>
      <w:r>
        <w:rPr>
          <w:noProof/>
        </w:rPr>
        <w:tab/>
      </w:r>
      <w:r w:rsidR="0076313D">
        <w:rPr>
          <w:noProof/>
        </w:rPr>
        <w:t>378</w:t>
      </w:r>
    </w:p>
    <w:p w14:paraId="6F406068" w14:textId="163EF2B2" w:rsidR="006D03AB" w:rsidRDefault="006D03AB">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Penalty rates for long hours and night work</w:t>
      </w:r>
      <w:r>
        <w:rPr>
          <w:noProof/>
        </w:rPr>
        <w:tab/>
      </w:r>
      <w:r w:rsidR="0076313D">
        <w:rPr>
          <w:noProof/>
        </w:rPr>
        <w:t>381</w:t>
      </w:r>
    </w:p>
    <w:p w14:paraId="6F406069" w14:textId="448D7012" w:rsidR="006D03AB" w:rsidRPr="00C33F1F" w:rsidRDefault="006D03AB" w:rsidP="00C33F1F">
      <w:pPr>
        <w:pStyle w:val="TOC2"/>
        <w:ind w:left="1219" w:hanging="709"/>
        <w:rPr>
          <w:noProof/>
        </w:rPr>
      </w:pPr>
      <w:r>
        <w:rPr>
          <w:noProof/>
        </w:rPr>
        <w:t>9.1</w:t>
      </w:r>
      <w:r w:rsidRPr="00C33F1F">
        <w:rPr>
          <w:noProof/>
        </w:rPr>
        <w:tab/>
      </w:r>
      <w:r>
        <w:rPr>
          <w:noProof/>
        </w:rPr>
        <w:t>Current regulation of long hours and night work</w:t>
      </w:r>
      <w:r>
        <w:rPr>
          <w:noProof/>
        </w:rPr>
        <w:tab/>
      </w:r>
      <w:r w:rsidR="0076313D">
        <w:rPr>
          <w:noProof/>
        </w:rPr>
        <w:t>384</w:t>
      </w:r>
    </w:p>
    <w:p w14:paraId="6F40606A" w14:textId="7F4EEE25" w:rsidR="006D03AB" w:rsidRPr="00C33F1F" w:rsidRDefault="006D03AB" w:rsidP="00C33F1F">
      <w:pPr>
        <w:pStyle w:val="TOC2"/>
        <w:ind w:left="1219" w:hanging="709"/>
        <w:rPr>
          <w:noProof/>
        </w:rPr>
      </w:pPr>
      <w:r>
        <w:rPr>
          <w:noProof/>
        </w:rPr>
        <w:t>9.2</w:t>
      </w:r>
      <w:r w:rsidRPr="00C33F1F">
        <w:rPr>
          <w:noProof/>
        </w:rPr>
        <w:tab/>
      </w:r>
      <w:r>
        <w:rPr>
          <w:noProof/>
        </w:rPr>
        <w:t>The prevalence of long hours and night work</w:t>
      </w:r>
      <w:r>
        <w:rPr>
          <w:noProof/>
        </w:rPr>
        <w:tab/>
      </w:r>
      <w:r w:rsidR="0076313D">
        <w:rPr>
          <w:noProof/>
        </w:rPr>
        <w:t>389</w:t>
      </w:r>
    </w:p>
    <w:p w14:paraId="6F40606B" w14:textId="026EE0BF" w:rsidR="006D03AB" w:rsidRPr="00C33F1F" w:rsidRDefault="006D03AB" w:rsidP="00C33F1F">
      <w:pPr>
        <w:pStyle w:val="TOC2"/>
        <w:ind w:left="1219" w:hanging="709"/>
        <w:rPr>
          <w:noProof/>
        </w:rPr>
      </w:pPr>
      <w:r>
        <w:rPr>
          <w:noProof/>
        </w:rPr>
        <w:t>9.3</w:t>
      </w:r>
      <w:r w:rsidRPr="00C33F1F">
        <w:rPr>
          <w:noProof/>
        </w:rPr>
        <w:tab/>
      </w:r>
      <w:r>
        <w:rPr>
          <w:noProof/>
        </w:rPr>
        <w:t>Assessing long hours and night work regulation</w:t>
      </w:r>
      <w:r>
        <w:rPr>
          <w:noProof/>
        </w:rPr>
        <w:tab/>
      </w:r>
      <w:r w:rsidR="0076313D">
        <w:rPr>
          <w:noProof/>
        </w:rPr>
        <w:t>397</w:t>
      </w:r>
    </w:p>
    <w:p w14:paraId="6F40606C" w14:textId="5FD3A7A1" w:rsidR="006D03AB" w:rsidRPr="00C33F1F" w:rsidRDefault="006D03AB" w:rsidP="00C33F1F">
      <w:pPr>
        <w:pStyle w:val="TOC2"/>
        <w:ind w:left="1219" w:hanging="709"/>
        <w:rPr>
          <w:noProof/>
        </w:rPr>
      </w:pPr>
      <w:r>
        <w:rPr>
          <w:noProof/>
        </w:rPr>
        <w:t>9.4</w:t>
      </w:r>
      <w:r w:rsidRPr="00C33F1F">
        <w:rPr>
          <w:noProof/>
        </w:rPr>
        <w:tab/>
      </w:r>
      <w:r>
        <w:rPr>
          <w:noProof/>
        </w:rPr>
        <w:t>A case for reform?</w:t>
      </w:r>
      <w:r>
        <w:rPr>
          <w:noProof/>
        </w:rPr>
        <w:tab/>
      </w:r>
      <w:r w:rsidR="0076313D">
        <w:rPr>
          <w:noProof/>
        </w:rPr>
        <w:t>405</w:t>
      </w:r>
    </w:p>
    <w:p w14:paraId="6F40606D" w14:textId="3A5167E3" w:rsidR="006D03AB" w:rsidRDefault="006D03AB">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Regulated penalty rates for selected consumer services</w:t>
      </w:r>
      <w:r>
        <w:rPr>
          <w:noProof/>
        </w:rPr>
        <w:tab/>
      </w:r>
      <w:r w:rsidR="0076313D">
        <w:rPr>
          <w:noProof/>
        </w:rPr>
        <w:t>407</w:t>
      </w:r>
    </w:p>
    <w:p w14:paraId="6F40606E" w14:textId="581101BA" w:rsidR="006D03AB" w:rsidRPr="00C33F1F" w:rsidRDefault="006D03AB" w:rsidP="00C33F1F">
      <w:pPr>
        <w:pStyle w:val="TOC2"/>
        <w:ind w:left="1219" w:hanging="709"/>
        <w:rPr>
          <w:noProof/>
        </w:rPr>
      </w:pPr>
      <w:r>
        <w:rPr>
          <w:noProof/>
        </w:rPr>
        <w:t>10.1</w:t>
      </w:r>
      <w:r w:rsidRPr="00C33F1F">
        <w:rPr>
          <w:noProof/>
        </w:rPr>
        <w:tab/>
      </w:r>
      <w:r>
        <w:rPr>
          <w:noProof/>
        </w:rPr>
        <w:t>Current arrangements for regulated penalty rates</w:t>
      </w:r>
      <w:r>
        <w:rPr>
          <w:noProof/>
        </w:rPr>
        <w:tab/>
      </w:r>
      <w:r w:rsidR="0076313D">
        <w:rPr>
          <w:noProof/>
        </w:rPr>
        <w:t>410</w:t>
      </w:r>
    </w:p>
    <w:p w14:paraId="6F40606F" w14:textId="09066BDA" w:rsidR="006D03AB" w:rsidRPr="00C33F1F" w:rsidRDefault="006D03AB" w:rsidP="00C33F1F">
      <w:pPr>
        <w:pStyle w:val="TOC2"/>
        <w:ind w:left="1219" w:hanging="709"/>
        <w:rPr>
          <w:noProof/>
        </w:rPr>
      </w:pPr>
      <w:r>
        <w:rPr>
          <w:noProof/>
        </w:rPr>
        <w:t>10.2</w:t>
      </w:r>
      <w:r w:rsidRPr="00C33F1F">
        <w:rPr>
          <w:noProof/>
        </w:rPr>
        <w:tab/>
      </w:r>
      <w:r>
        <w:rPr>
          <w:noProof/>
        </w:rPr>
        <w:t>The origin of, and legislative basis for, weekend penalty rates</w:t>
      </w:r>
      <w:r>
        <w:rPr>
          <w:noProof/>
        </w:rPr>
        <w:tab/>
      </w:r>
      <w:r w:rsidR="0076313D">
        <w:rPr>
          <w:noProof/>
        </w:rPr>
        <w:t>415</w:t>
      </w:r>
    </w:p>
    <w:p w14:paraId="6F406070" w14:textId="45AAA625" w:rsidR="006D03AB" w:rsidRDefault="006D03AB">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The shift to a seven day consumer economy</w:t>
      </w:r>
      <w:r>
        <w:rPr>
          <w:noProof/>
        </w:rPr>
        <w:tab/>
      </w:r>
      <w:r w:rsidR="0076313D">
        <w:rPr>
          <w:noProof/>
        </w:rPr>
        <w:t>425</w:t>
      </w:r>
    </w:p>
    <w:p w14:paraId="6F406071" w14:textId="2BEB1E0D" w:rsidR="006D03AB" w:rsidRPr="00C33F1F" w:rsidRDefault="006D03AB" w:rsidP="00C33F1F">
      <w:pPr>
        <w:pStyle w:val="TOC2"/>
        <w:ind w:left="1219" w:hanging="709"/>
        <w:rPr>
          <w:noProof/>
        </w:rPr>
      </w:pPr>
      <w:r>
        <w:rPr>
          <w:noProof/>
        </w:rPr>
        <w:t>11.1</w:t>
      </w:r>
      <w:r w:rsidRPr="00C33F1F">
        <w:rPr>
          <w:noProof/>
        </w:rPr>
        <w:tab/>
      </w:r>
      <w:r>
        <w:rPr>
          <w:noProof/>
        </w:rPr>
        <w:t>More demand on weekends for discretionary consumer services</w:t>
      </w:r>
      <w:r>
        <w:rPr>
          <w:noProof/>
        </w:rPr>
        <w:tab/>
      </w:r>
      <w:r w:rsidR="0076313D">
        <w:rPr>
          <w:noProof/>
        </w:rPr>
        <w:t>426</w:t>
      </w:r>
    </w:p>
    <w:p w14:paraId="6F406072" w14:textId="3F08B22F" w:rsidR="006D03AB" w:rsidRPr="00C33F1F" w:rsidRDefault="006D03AB" w:rsidP="00C33F1F">
      <w:pPr>
        <w:pStyle w:val="TOC2"/>
        <w:ind w:left="1219" w:hanging="709"/>
        <w:rPr>
          <w:noProof/>
        </w:rPr>
      </w:pPr>
      <w:r>
        <w:rPr>
          <w:noProof/>
        </w:rPr>
        <w:t>11.2</w:t>
      </w:r>
      <w:r w:rsidRPr="00C33F1F">
        <w:rPr>
          <w:noProof/>
        </w:rPr>
        <w:tab/>
      </w:r>
      <w:r>
        <w:rPr>
          <w:noProof/>
        </w:rPr>
        <w:t>More workers on weekends</w:t>
      </w:r>
      <w:r>
        <w:rPr>
          <w:noProof/>
        </w:rPr>
        <w:tab/>
      </w:r>
      <w:r w:rsidR="0076313D">
        <w:rPr>
          <w:noProof/>
        </w:rPr>
        <w:t>429</w:t>
      </w:r>
    </w:p>
    <w:p w14:paraId="6F406073" w14:textId="74D9BDD2" w:rsidR="006D03AB" w:rsidRPr="00C33F1F" w:rsidRDefault="006D03AB" w:rsidP="00C33F1F">
      <w:pPr>
        <w:pStyle w:val="TOC2"/>
        <w:ind w:left="1219" w:hanging="709"/>
        <w:rPr>
          <w:noProof/>
        </w:rPr>
      </w:pPr>
      <w:r>
        <w:rPr>
          <w:noProof/>
        </w:rPr>
        <w:t>11.3</w:t>
      </w:r>
      <w:r w:rsidRPr="00C33F1F">
        <w:rPr>
          <w:noProof/>
        </w:rPr>
        <w:tab/>
      </w:r>
      <w:r>
        <w:rPr>
          <w:noProof/>
        </w:rPr>
        <w:t>Many interrelated factors lie behind these changing patterns</w:t>
      </w:r>
      <w:r>
        <w:rPr>
          <w:noProof/>
        </w:rPr>
        <w:tab/>
      </w:r>
      <w:r w:rsidR="0076313D">
        <w:rPr>
          <w:noProof/>
        </w:rPr>
        <w:t>432</w:t>
      </w:r>
    </w:p>
    <w:p w14:paraId="6F406074" w14:textId="3E0532B1" w:rsidR="006D03AB" w:rsidRPr="00C33F1F" w:rsidRDefault="006D03AB" w:rsidP="00C33F1F">
      <w:pPr>
        <w:pStyle w:val="TOC2"/>
        <w:ind w:left="1219" w:hanging="709"/>
        <w:rPr>
          <w:noProof/>
        </w:rPr>
      </w:pPr>
      <w:r>
        <w:rPr>
          <w:noProof/>
        </w:rPr>
        <w:t>11.4</w:t>
      </w:r>
      <w:r w:rsidRPr="00C33F1F">
        <w:rPr>
          <w:noProof/>
        </w:rPr>
        <w:tab/>
      </w:r>
      <w:r>
        <w:rPr>
          <w:noProof/>
        </w:rPr>
        <w:t>Technological change may disrupt employment with high labour costs likely to accelerate this</w:t>
      </w:r>
      <w:r>
        <w:rPr>
          <w:noProof/>
        </w:rPr>
        <w:tab/>
      </w:r>
      <w:r w:rsidR="0076313D">
        <w:rPr>
          <w:noProof/>
        </w:rPr>
        <w:t>434</w:t>
      </w:r>
    </w:p>
    <w:p w14:paraId="6F406075" w14:textId="544F9263" w:rsidR="006D03AB" w:rsidRDefault="006D03AB">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The social effects of weekend work</w:t>
      </w:r>
      <w:r>
        <w:rPr>
          <w:noProof/>
        </w:rPr>
        <w:tab/>
      </w:r>
      <w:r w:rsidR="0076313D">
        <w:rPr>
          <w:noProof/>
        </w:rPr>
        <w:t>437</w:t>
      </w:r>
    </w:p>
    <w:p w14:paraId="6F406076" w14:textId="4245558D" w:rsidR="006D03AB" w:rsidRPr="00C33F1F" w:rsidRDefault="006D03AB" w:rsidP="00C33F1F">
      <w:pPr>
        <w:pStyle w:val="TOC2"/>
        <w:ind w:left="1219" w:hanging="709"/>
        <w:rPr>
          <w:noProof/>
        </w:rPr>
      </w:pPr>
      <w:r>
        <w:rPr>
          <w:noProof/>
        </w:rPr>
        <w:t>12.1</w:t>
      </w:r>
      <w:r w:rsidRPr="00C33F1F">
        <w:rPr>
          <w:noProof/>
        </w:rPr>
        <w:tab/>
      </w:r>
      <w:r>
        <w:rPr>
          <w:noProof/>
        </w:rPr>
        <w:t>The seven day economy has some adverse social impacts</w:t>
      </w:r>
      <w:r>
        <w:rPr>
          <w:noProof/>
        </w:rPr>
        <w:tab/>
      </w:r>
      <w:r w:rsidR="0076313D">
        <w:rPr>
          <w:noProof/>
        </w:rPr>
        <w:t>437</w:t>
      </w:r>
    </w:p>
    <w:p w14:paraId="6F406077" w14:textId="3E292DF1" w:rsidR="006D03AB" w:rsidRPr="00C33F1F" w:rsidRDefault="006D03AB" w:rsidP="00C33F1F">
      <w:pPr>
        <w:pStyle w:val="TOC2"/>
        <w:ind w:left="1219" w:hanging="709"/>
        <w:rPr>
          <w:noProof/>
        </w:rPr>
      </w:pPr>
      <w:r>
        <w:rPr>
          <w:noProof/>
        </w:rPr>
        <w:t>12.2</w:t>
      </w:r>
      <w:r w:rsidRPr="00C33F1F">
        <w:rPr>
          <w:noProof/>
        </w:rPr>
        <w:tab/>
      </w:r>
      <w:r>
        <w:rPr>
          <w:noProof/>
        </w:rPr>
        <w:t>More direct evidence</w:t>
      </w:r>
      <w:r>
        <w:rPr>
          <w:noProof/>
        </w:rPr>
        <w:tab/>
      </w:r>
      <w:r w:rsidR="0076313D">
        <w:rPr>
          <w:noProof/>
        </w:rPr>
        <w:t>441</w:t>
      </w:r>
    </w:p>
    <w:p w14:paraId="6F406078" w14:textId="603E2F57" w:rsidR="006D03AB" w:rsidRPr="00C33F1F" w:rsidRDefault="006D03AB" w:rsidP="00C33F1F">
      <w:pPr>
        <w:pStyle w:val="TOC2"/>
        <w:ind w:left="1219" w:hanging="709"/>
        <w:rPr>
          <w:noProof/>
        </w:rPr>
      </w:pPr>
      <w:r>
        <w:rPr>
          <w:noProof/>
        </w:rPr>
        <w:t>12.3</w:t>
      </w:r>
      <w:r w:rsidRPr="00C33F1F">
        <w:rPr>
          <w:noProof/>
        </w:rPr>
        <w:tab/>
      </w:r>
      <w:r>
        <w:rPr>
          <w:noProof/>
        </w:rPr>
        <w:t>Despite claims, the seven day economy does not harm health or the community</w:t>
      </w:r>
      <w:r>
        <w:rPr>
          <w:noProof/>
        </w:rPr>
        <w:tab/>
      </w:r>
      <w:r w:rsidR="0076313D">
        <w:rPr>
          <w:noProof/>
        </w:rPr>
        <w:t>445</w:t>
      </w:r>
    </w:p>
    <w:p w14:paraId="6F406079" w14:textId="34CD7A4D" w:rsidR="006D03AB" w:rsidRPr="00C33F1F" w:rsidRDefault="006D03AB" w:rsidP="00C33F1F">
      <w:pPr>
        <w:pStyle w:val="TOC2"/>
        <w:ind w:left="1219" w:hanging="709"/>
        <w:rPr>
          <w:noProof/>
        </w:rPr>
      </w:pPr>
      <w:r>
        <w:rPr>
          <w:noProof/>
        </w:rPr>
        <w:t>12.4</w:t>
      </w:r>
      <w:r w:rsidRPr="00C33F1F">
        <w:rPr>
          <w:noProof/>
        </w:rPr>
        <w:tab/>
      </w:r>
      <w:r>
        <w:rPr>
          <w:noProof/>
        </w:rPr>
        <w:t>Willingness to work on weekends provides an indicator</w:t>
      </w:r>
      <w:r>
        <w:rPr>
          <w:noProof/>
        </w:rPr>
        <w:tab/>
      </w:r>
      <w:r w:rsidR="0076313D">
        <w:rPr>
          <w:noProof/>
        </w:rPr>
        <w:t>447</w:t>
      </w:r>
    </w:p>
    <w:p w14:paraId="6F40607A" w14:textId="1CF85D8F" w:rsidR="006D03AB" w:rsidRDefault="006D03AB">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The level of weekend penalty rates</w:t>
      </w:r>
      <w:r>
        <w:rPr>
          <w:noProof/>
        </w:rPr>
        <w:tab/>
      </w:r>
      <w:r w:rsidR="0076313D">
        <w:rPr>
          <w:noProof/>
        </w:rPr>
        <w:t>453</w:t>
      </w:r>
    </w:p>
    <w:p w14:paraId="6F40607B" w14:textId="77777777" w:rsidR="00C33F1F" w:rsidRDefault="00C33F1F">
      <w:pPr>
        <w:rPr>
          <w:rFonts w:ascii="Arial" w:hAnsi="Arial"/>
          <w:b/>
          <w:noProof/>
          <w:szCs w:val="26"/>
        </w:rPr>
      </w:pPr>
      <w:r>
        <w:rPr>
          <w:noProof/>
        </w:rPr>
        <w:br w:type="page"/>
      </w:r>
    </w:p>
    <w:p w14:paraId="6F40607C" w14:textId="321F3319" w:rsidR="006D03AB" w:rsidRDefault="006D03AB">
      <w:pPr>
        <w:pStyle w:val="TOC1"/>
        <w:rPr>
          <w:rFonts w:asciiTheme="minorHAnsi" w:eastAsiaTheme="minorEastAsia" w:hAnsiTheme="minorHAnsi" w:cstheme="minorBidi"/>
          <w:b w:val="0"/>
          <w:noProof/>
          <w:sz w:val="22"/>
          <w:szCs w:val="22"/>
          <w:lang w:eastAsia="en-AU"/>
        </w:rPr>
      </w:pPr>
      <w:r>
        <w:rPr>
          <w:noProof/>
        </w:rPr>
        <w:lastRenderedPageBreak/>
        <w:t>14</w:t>
      </w:r>
      <w:r>
        <w:rPr>
          <w:rFonts w:asciiTheme="minorHAnsi" w:eastAsiaTheme="minorEastAsia" w:hAnsiTheme="minorHAnsi" w:cstheme="minorBidi"/>
          <w:b w:val="0"/>
          <w:noProof/>
          <w:sz w:val="22"/>
          <w:szCs w:val="22"/>
          <w:lang w:eastAsia="en-AU"/>
        </w:rPr>
        <w:tab/>
      </w:r>
      <w:r>
        <w:rPr>
          <w:noProof/>
        </w:rPr>
        <w:t>The impacts of changing weekend penalty rates</w:t>
      </w:r>
      <w:r>
        <w:rPr>
          <w:noProof/>
        </w:rPr>
        <w:tab/>
      </w:r>
      <w:r w:rsidR="0076313D">
        <w:rPr>
          <w:noProof/>
        </w:rPr>
        <w:t>463</w:t>
      </w:r>
    </w:p>
    <w:p w14:paraId="6F40607D" w14:textId="6E55CB1B" w:rsidR="006D03AB" w:rsidRPr="00C33F1F" w:rsidRDefault="006D03AB" w:rsidP="00C33F1F">
      <w:pPr>
        <w:pStyle w:val="TOC2"/>
        <w:ind w:left="1219" w:hanging="709"/>
        <w:rPr>
          <w:noProof/>
        </w:rPr>
      </w:pPr>
      <w:r>
        <w:rPr>
          <w:noProof/>
        </w:rPr>
        <w:t>14.1</w:t>
      </w:r>
      <w:r w:rsidRPr="00C33F1F">
        <w:rPr>
          <w:noProof/>
        </w:rPr>
        <w:tab/>
      </w:r>
      <w:r>
        <w:rPr>
          <w:noProof/>
        </w:rPr>
        <w:t>Impacts on consumers</w:t>
      </w:r>
      <w:r>
        <w:rPr>
          <w:noProof/>
        </w:rPr>
        <w:tab/>
      </w:r>
      <w:r w:rsidR="0076313D">
        <w:rPr>
          <w:noProof/>
        </w:rPr>
        <w:t>464</w:t>
      </w:r>
    </w:p>
    <w:p w14:paraId="6F40607E" w14:textId="20C3C9B4" w:rsidR="006D03AB" w:rsidRPr="00C33F1F" w:rsidRDefault="006D03AB" w:rsidP="00C33F1F">
      <w:pPr>
        <w:pStyle w:val="TOC2"/>
        <w:ind w:left="1219" w:hanging="709"/>
        <w:rPr>
          <w:noProof/>
        </w:rPr>
      </w:pPr>
      <w:r>
        <w:rPr>
          <w:noProof/>
        </w:rPr>
        <w:t>14.2</w:t>
      </w:r>
      <w:r w:rsidRPr="00C33F1F">
        <w:rPr>
          <w:noProof/>
        </w:rPr>
        <w:tab/>
      </w:r>
      <w:r>
        <w:rPr>
          <w:noProof/>
        </w:rPr>
        <w:t>Effects on business profitability</w:t>
      </w:r>
      <w:r>
        <w:rPr>
          <w:noProof/>
        </w:rPr>
        <w:tab/>
      </w:r>
      <w:r w:rsidR="0076313D">
        <w:rPr>
          <w:noProof/>
        </w:rPr>
        <w:t>468</w:t>
      </w:r>
    </w:p>
    <w:p w14:paraId="6F40607F" w14:textId="620A0985" w:rsidR="006D03AB" w:rsidRPr="00C33F1F" w:rsidRDefault="006D03AB" w:rsidP="00C33F1F">
      <w:pPr>
        <w:pStyle w:val="TOC2"/>
        <w:ind w:left="1219" w:hanging="709"/>
        <w:rPr>
          <w:noProof/>
        </w:rPr>
      </w:pPr>
      <w:r>
        <w:rPr>
          <w:noProof/>
        </w:rPr>
        <w:t>14.3</w:t>
      </w:r>
      <w:r w:rsidRPr="00C33F1F">
        <w:rPr>
          <w:noProof/>
        </w:rPr>
        <w:tab/>
      </w:r>
      <w:r>
        <w:rPr>
          <w:noProof/>
        </w:rPr>
        <w:t>Effects on employment</w:t>
      </w:r>
      <w:r>
        <w:rPr>
          <w:noProof/>
        </w:rPr>
        <w:tab/>
      </w:r>
      <w:r w:rsidR="0076313D">
        <w:rPr>
          <w:noProof/>
        </w:rPr>
        <w:t>471</w:t>
      </w:r>
    </w:p>
    <w:p w14:paraId="6F406080" w14:textId="181A7BF2" w:rsidR="006D03AB" w:rsidRPr="00C33F1F" w:rsidRDefault="006D03AB" w:rsidP="00C33F1F">
      <w:pPr>
        <w:pStyle w:val="TOC2"/>
        <w:ind w:left="1219" w:hanging="709"/>
        <w:rPr>
          <w:noProof/>
        </w:rPr>
      </w:pPr>
      <w:r>
        <w:rPr>
          <w:noProof/>
        </w:rPr>
        <w:t>14.4</w:t>
      </w:r>
      <w:r w:rsidRPr="00C33F1F">
        <w:rPr>
          <w:noProof/>
        </w:rPr>
        <w:tab/>
      </w:r>
      <w:r>
        <w:rPr>
          <w:noProof/>
        </w:rPr>
        <w:t>Impacts on the earnings of existing employees</w:t>
      </w:r>
      <w:r>
        <w:rPr>
          <w:noProof/>
        </w:rPr>
        <w:tab/>
      </w:r>
      <w:r w:rsidR="0076313D">
        <w:rPr>
          <w:noProof/>
        </w:rPr>
        <w:t>482</w:t>
      </w:r>
    </w:p>
    <w:p w14:paraId="6F406081" w14:textId="38576269" w:rsidR="006D03AB" w:rsidRPr="00C33F1F" w:rsidRDefault="006D03AB" w:rsidP="00C33F1F">
      <w:pPr>
        <w:pStyle w:val="TOC2"/>
        <w:ind w:left="1219" w:hanging="709"/>
        <w:rPr>
          <w:noProof/>
        </w:rPr>
      </w:pPr>
      <w:r>
        <w:rPr>
          <w:noProof/>
        </w:rPr>
        <w:t>14.5</w:t>
      </w:r>
      <w:r w:rsidRPr="00C33F1F">
        <w:rPr>
          <w:noProof/>
        </w:rPr>
        <w:tab/>
      </w:r>
      <w:r>
        <w:rPr>
          <w:noProof/>
        </w:rPr>
        <w:t>The burden of proof</w:t>
      </w:r>
      <w:r>
        <w:rPr>
          <w:noProof/>
        </w:rPr>
        <w:tab/>
      </w:r>
      <w:r w:rsidR="0076313D">
        <w:rPr>
          <w:noProof/>
        </w:rPr>
        <w:t>491</w:t>
      </w:r>
    </w:p>
    <w:p w14:paraId="6F406082" w14:textId="25026492" w:rsidR="006D03AB" w:rsidRDefault="006D03AB">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Policies for weekend penalty rates</w:t>
      </w:r>
      <w:r>
        <w:rPr>
          <w:noProof/>
        </w:rPr>
        <w:tab/>
      </w:r>
      <w:r w:rsidR="0076313D">
        <w:rPr>
          <w:noProof/>
        </w:rPr>
        <w:t>495</w:t>
      </w:r>
    </w:p>
    <w:p w14:paraId="6F406083" w14:textId="3478CCCE" w:rsidR="006D03AB" w:rsidRPr="00C33F1F" w:rsidRDefault="006D03AB" w:rsidP="00C33F1F">
      <w:pPr>
        <w:pStyle w:val="TOC2"/>
        <w:ind w:left="1219" w:hanging="709"/>
        <w:rPr>
          <w:noProof/>
        </w:rPr>
      </w:pPr>
      <w:r>
        <w:rPr>
          <w:noProof/>
        </w:rPr>
        <w:t>15.1</w:t>
      </w:r>
      <w:r w:rsidRPr="00C33F1F">
        <w:rPr>
          <w:noProof/>
        </w:rPr>
        <w:tab/>
      </w:r>
      <w:r>
        <w:rPr>
          <w:noProof/>
        </w:rPr>
        <w:t>The key policy reform</w:t>
      </w:r>
      <w:r>
        <w:rPr>
          <w:noProof/>
        </w:rPr>
        <w:tab/>
      </w:r>
      <w:r w:rsidR="0076313D">
        <w:rPr>
          <w:noProof/>
        </w:rPr>
        <w:t>496</w:t>
      </w:r>
    </w:p>
    <w:p w14:paraId="6F406084" w14:textId="3995C061" w:rsidR="006D03AB" w:rsidRPr="00C33F1F" w:rsidRDefault="006D03AB" w:rsidP="00C33F1F">
      <w:pPr>
        <w:pStyle w:val="TOC2"/>
        <w:ind w:left="1219" w:hanging="709"/>
        <w:rPr>
          <w:noProof/>
        </w:rPr>
      </w:pPr>
      <w:r>
        <w:rPr>
          <w:noProof/>
        </w:rPr>
        <w:t>15.2</w:t>
      </w:r>
      <w:r w:rsidRPr="00C33F1F">
        <w:rPr>
          <w:noProof/>
        </w:rPr>
        <w:tab/>
      </w:r>
      <w:r>
        <w:rPr>
          <w:noProof/>
        </w:rPr>
        <w:t>Some other reforms would complement penalty rate changes</w:t>
      </w:r>
      <w:r>
        <w:rPr>
          <w:noProof/>
        </w:rPr>
        <w:tab/>
      </w:r>
      <w:r w:rsidR="0076313D">
        <w:rPr>
          <w:noProof/>
        </w:rPr>
        <w:t>500</w:t>
      </w:r>
    </w:p>
    <w:p w14:paraId="6F406085" w14:textId="4CA89A04" w:rsidR="006D03AB" w:rsidRPr="00C33F1F" w:rsidRDefault="006D03AB" w:rsidP="00C33F1F">
      <w:pPr>
        <w:pStyle w:val="TOC2"/>
        <w:ind w:left="1219" w:hanging="709"/>
        <w:rPr>
          <w:noProof/>
        </w:rPr>
      </w:pPr>
      <w:r>
        <w:rPr>
          <w:noProof/>
        </w:rPr>
        <w:t>15.3</w:t>
      </w:r>
      <w:r w:rsidRPr="00C33F1F">
        <w:rPr>
          <w:noProof/>
        </w:rPr>
        <w:tab/>
      </w:r>
      <w:r>
        <w:rPr>
          <w:noProof/>
        </w:rPr>
        <w:t>Holiday pay</w:t>
      </w:r>
      <w:r>
        <w:rPr>
          <w:noProof/>
        </w:rPr>
        <w:tab/>
      </w:r>
      <w:r w:rsidR="0076313D">
        <w:rPr>
          <w:noProof/>
        </w:rPr>
        <w:t>505</w:t>
      </w:r>
    </w:p>
    <w:p w14:paraId="6F406086" w14:textId="4739A7E0" w:rsidR="006D03AB" w:rsidRPr="00C33F1F" w:rsidRDefault="006D03AB" w:rsidP="00C33F1F">
      <w:pPr>
        <w:pStyle w:val="TOC2"/>
        <w:ind w:left="1219" w:hanging="709"/>
        <w:rPr>
          <w:noProof/>
        </w:rPr>
      </w:pPr>
      <w:r>
        <w:rPr>
          <w:noProof/>
        </w:rPr>
        <w:t>15.4</w:t>
      </w:r>
      <w:r w:rsidRPr="00C33F1F">
        <w:rPr>
          <w:noProof/>
        </w:rPr>
        <w:tab/>
      </w:r>
      <w:r>
        <w:rPr>
          <w:noProof/>
        </w:rPr>
        <w:t>Other industries</w:t>
      </w:r>
      <w:r>
        <w:rPr>
          <w:noProof/>
        </w:rPr>
        <w:tab/>
      </w:r>
      <w:r w:rsidR="0076313D">
        <w:rPr>
          <w:noProof/>
        </w:rPr>
        <w:t>506</w:t>
      </w:r>
    </w:p>
    <w:p w14:paraId="6F406087" w14:textId="7DF9AFCE" w:rsidR="006D03AB" w:rsidRDefault="006D03AB">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National Employment Standards</w:t>
      </w:r>
      <w:r>
        <w:rPr>
          <w:noProof/>
        </w:rPr>
        <w:tab/>
      </w:r>
      <w:r w:rsidR="0076313D">
        <w:rPr>
          <w:noProof/>
        </w:rPr>
        <w:t>515</w:t>
      </w:r>
    </w:p>
    <w:p w14:paraId="6F406088" w14:textId="4641CB3D" w:rsidR="006D03AB" w:rsidRPr="00C33F1F" w:rsidRDefault="006D03AB" w:rsidP="00C33F1F">
      <w:pPr>
        <w:pStyle w:val="TOC2"/>
        <w:ind w:left="1219" w:hanging="709"/>
        <w:rPr>
          <w:noProof/>
        </w:rPr>
      </w:pPr>
      <w:r>
        <w:rPr>
          <w:noProof/>
        </w:rPr>
        <w:t>16.1</w:t>
      </w:r>
      <w:r w:rsidRPr="00C33F1F">
        <w:rPr>
          <w:noProof/>
        </w:rPr>
        <w:tab/>
      </w:r>
      <w:r>
        <w:rPr>
          <w:noProof/>
        </w:rPr>
        <w:t>Some economic aspects of job conditions and entitlements</w:t>
      </w:r>
      <w:r>
        <w:rPr>
          <w:noProof/>
        </w:rPr>
        <w:tab/>
      </w:r>
      <w:r w:rsidR="0076313D">
        <w:rPr>
          <w:noProof/>
        </w:rPr>
        <w:t>519</w:t>
      </w:r>
    </w:p>
    <w:p w14:paraId="6F406089" w14:textId="41161D11" w:rsidR="006D03AB" w:rsidRPr="00C33F1F" w:rsidRDefault="006D03AB" w:rsidP="00C33F1F">
      <w:pPr>
        <w:pStyle w:val="TOC2"/>
        <w:ind w:left="1219" w:hanging="709"/>
        <w:rPr>
          <w:noProof/>
        </w:rPr>
      </w:pPr>
      <w:r>
        <w:rPr>
          <w:noProof/>
        </w:rPr>
        <w:t>16.2</w:t>
      </w:r>
      <w:r w:rsidRPr="00C33F1F">
        <w:rPr>
          <w:noProof/>
        </w:rPr>
        <w:tab/>
      </w:r>
      <w:r>
        <w:rPr>
          <w:noProof/>
        </w:rPr>
        <w:t>Long service leave</w:t>
      </w:r>
      <w:r>
        <w:rPr>
          <w:noProof/>
        </w:rPr>
        <w:tab/>
      </w:r>
      <w:r w:rsidR="0076313D">
        <w:rPr>
          <w:noProof/>
        </w:rPr>
        <w:t>522</w:t>
      </w:r>
    </w:p>
    <w:p w14:paraId="6F40608A" w14:textId="0F541889" w:rsidR="006D03AB" w:rsidRPr="00C33F1F" w:rsidRDefault="006D03AB" w:rsidP="00C33F1F">
      <w:pPr>
        <w:pStyle w:val="TOC2"/>
        <w:ind w:left="1219" w:hanging="709"/>
        <w:rPr>
          <w:noProof/>
        </w:rPr>
      </w:pPr>
      <w:r>
        <w:rPr>
          <w:noProof/>
        </w:rPr>
        <w:t>16.3</w:t>
      </w:r>
      <w:r w:rsidRPr="00C33F1F">
        <w:rPr>
          <w:noProof/>
        </w:rPr>
        <w:tab/>
      </w:r>
      <w:r>
        <w:rPr>
          <w:noProof/>
        </w:rPr>
        <w:t>Public holidays</w:t>
      </w:r>
      <w:r>
        <w:rPr>
          <w:noProof/>
        </w:rPr>
        <w:tab/>
      </w:r>
      <w:r w:rsidR="0076313D">
        <w:rPr>
          <w:noProof/>
        </w:rPr>
        <w:t>530</w:t>
      </w:r>
    </w:p>
    <w:p w14:paraId="6F40608B" w14:textId="419147BF" w:rsidR="006D03AB" w:rsidRDefault="006D03AB" w:rsidP="00C33F1F">
      <w:pPr>
        <w:pStyle w:val="TOC2"/>
        <w:ind w:left="1219" w:hanging="709"/>
        <w:rPr>
          <w:noProof/>
        </w:rPr>
      </w:pPr>
      <w:r>
        <w:rPr>
          <w:noProof/>
        </w:rPr>
        <w:t>16.4</w:t>
      </w:r>
      <w:r w:rsidRPr="00C33F1F">
        <w:rPr>
          <w:noProof/>
        </w:rPr>
        <w:tab/>
      </w:r>
      <w:r>
        <w:rPr>
          <w:noProof/>
        </w:rPr>
        <w:t>Potential additions to the NES</w:t>
      </w:r>
      <w:r>
        <w:rPr>
          <w:noProof/>
        </w:rPr>
        <w:tab/>
      </w:r>
      <w:r w:rsidR="0076313D">
        <w:rPr>
          <w:noProof/>
        </w:rPr>
        <w:t>543</w:t>
      </w:r>
    </w:p>
    <w:p w14:paraId="6F40608C" w14:textId="77777777" w:rsidR="00C33F1F" w:rsidRPr="00C33F1F" w:rsidRDefault="00C33F1F" w:rsidP="00C33F1F">
      <w:pPr>
        <w:pStyle w:val="TOC2"/>
        <w:ind w:left="1219" w:hanging="709"/>
        <w:rPr>
          <w:noProof/>
        </w:rPr>
      </w:pPr>
    </w:p>
    <w:p w14:paraId="6F40608D" w14:textId="77777777" w:rsidR="00C33F1F" w:rsidRDefault="00C33F1F">
      <w:pPr>
        <w:rPr>
          <w:rFonts w:ascii="Arial" w:hAnsi="Arial"/>
          <w:b/>
          <w:color w:val="FFFFFF"/>
          <w:szCs w:val="26"/>
        </w:rPr>
      </w:pPr>
      <w:r>
        <w:rPr>
          <w:color w:val="FFFFFF"/>
        </w:rPr>
        <w:br w:type="page"/>
      </w:r>
    </w:p>
    <w:p w14:paraId="6F40608E" w14:textId="77777777" w:rsidR="00C33F1F" w:rsidRDefault="00C33F1F" w:rsidP="00C33F1F">
      <w:pPr>
        <w:pStyle w:val="TOC1"/>
        <w:shd w:val="clear" w:color="auto" w:fill="000000"/>
        <w:spacing w:before="240"/>
        <w:ind w:right="0"/>
        <w:jc w:val="center"/>
        <w:rPr>
          <w:color w:val="FFFFFF"/>
        </w:rPr>
      </w:pPr>
      <w:r>
        <w:rPr>
          <w:color w:val="FFFFFF"/>
        </w:rPr>
        <w:lastRenderedPageBreak/>
        <w:t>Volume 2</w:t>
      </w:r>
    </w:p>
    <w:p w14:paraId="6F40608F" w14:textId="4F5D3846" w:rsidR="006D03AB" w:rsidRDefault="006D03AB">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sidR="00A41F5C">
        <w:rPr>
          <w:noProof/>
        </w:rPr>
        <w:t>Unfair Dismissal</w:t>
      </w:r>
      <w:r w:rsidR="00A41F5C">
        <w:rPr>
          <w:noProof/>
        </w:rPr>
        <w:tab/>
        <w:t>559</w:t>
      </w:r>
    </w:p>
    <w:p w14:paraId="6F406090" w14:textId="62A55624" w:rsidR="006D03AB" w:rsidRPr="00C33F1F" w:rsidRDefault="006D03AB" w:rsidP="00C33F1F">
      <w:pPr>
        <w:pStyle w:val="TOC2"/>
        <w:ind w:left="1219" w:hanging="709"/>
        <w:rPr>
          <w:noProof/>
        </w:rPr>
      </w:pPr>
      <w:r>
        <w:rPr>
          <w:noProof/>
        </w:rPr>
        <w:t>17.1</w:t>
      </w:r>
      <w:r w:rsidRPr="00C33F1F">
        <w:rPr>
          <w:noProof/>
        </w:rPr>
        <w:tab/>
      </w:r>
      <w:r w:rsidR="00A41F5C">
        <w:rPr>
          <w:noProof/>
        </w:rPr>
        <w:t>The institutional setting</w:t>
      </w:r>
      <w:r w:rsidR="00A41F5C">
        <w:rPr>
          <w:noProof/>
        </w:rPr>
        <w:tab/>
        <w:t>560</w:t>
      </w:r>
    </w:p>
    <w:p w14:paraId="6F406091" w14:textId="7E136321" w:rsidR="006D03AB" w:rsidRPr="00C33F1F" w:rsidRDefault="006D03AB" w:rsidP="00C33F1F">
      <w:pPr>
        <w:pStyle w:val="TOC2"/>
        <w:ind w:left="1219" w:hanging="709"/>
        <w:rPr>
          <w:noProof/>
        </w:rPr>
      </w:pPr>
      <w:r>
        <w:rPr>
          <w:noProof/>
        </w:rPr>
        <w:t>17.2</w:t>
      </w:r>
      <w:r w:rsidRPr="00C33F1F">
        <w:rPr>
          <w:noProof/>
        </w:rPr>
        <w:tab/>
      </w:r>
      <w:r>
        <w:rPr>
          <w:noProof/>
        </w:rPr>
        <w:t xml:space="preserve">The incidence and costs of unfair </w:t>
      </w:r>
      <w:r w:rsidR="00A41F5C">
        <w:rPr>
          <w:noProof/>
        </w:rPr>
        <w:t>dismissal cases in Australia</w:t>
      </w:r>
      <w:r w:rsidR="00A41F5C">
        <w:rPr>
          <w:noProof/>
        </w:rPr>
        <w:tab/>
        <w:t>569</w:t>
      </w:r>
    </w:p>
    <w:p w14:paraId="6F406092" w14:textId="142B9602" w:rsidR="006D03AB" w:rsidRPr="00C33F1F" w:rsidRDefault="006D03AB" w:rsidP="00C33F1F">
      <w:pPr>
        <w:pStyle w:val="TOC2"/>
        <w:ind w:left="1219" w:hanging="709"/>
        <w:rPr>
          <w:noProof/>
        </w:rPr>
      </w:pPr>
      <w:r>
        <w:rPr>
          <w:noProof/>
        </w:rPr>
        <w:t>17.3</w:t>
      </w:r>
      <w:r w:rsidRPr="00C33F1F">
        <w:rPr>
          <w:noProof/>
        </w:rPr>
        <w:tab/>
      </w:r>
      <w:r>
        <w:rPr>
          <w:noProof/>
        </w:rPr>
        <w:t>Impacts on</w:t>
      </w:r>
      <w:r w:rsidR="00A41F5C">
        <w:rPr>
          <w:noProof/>
        </w:rPr>
        <w:t xml:space="preserve"> employment and productivity</w:t>
      </w:r>
      <w:r w:rsidR="00A41F5C">
        <w:rPr>
          <w:noProof/>
        </w:rPr>
        <w:tab/>
        <w:t>573</w:t>
      </w:r>
    </w:p>
    <w:p w14:paraId="6F406093" w14:textId="7EF74FDB" w:rsidR="006D03AB" w:rsidRPr="00C33F1F" w:rsidRDefault="006D03AB" w:rsidP="00C33F1F">
      <w:pPr>
        <w:pStyle w:val="TOC2"/>
        <w:ind w:left="1219" w:hanging="709"/>
        <w:rPr>
          <w:noProof/>
        </w:rPr>
      </w:pPr>
      <w:r>
        <w:rPr>
          <w:noProof/>
        </w:rPr>
        <w:t>17.4</w:t>
      </w:r>
      <w:r w:rsidRPr="00C33F1F">
        <w:rPr>
          <w:noProof/>
        </w:rPr>
        <w:tab/>
      </w:r>
      <w:r>
        <w:rPr>
          <w:noProof/>
        </w:rPr>
        <w:t>How does Australia compar</w:t>
      </w:r>
      <w:r w:rsidR="00A41F5C">
        <w:rPr>
          <w:noProof/>
        </w:rPr>
        <w:t>e internationally?</w:t>
      </w:r>
      <w:r w:rsidR="00A41F5C">
        <w:rPr>
          <w:noProof/>
        </w:rPr>
        <w:tab/>
        <w:t>577</w:t>
      </w:r>
    </w:p>
    <w:p w14:paraId="6F406094" w14:textId="79B38C94" w:rsidR="006D03AB" w:rsidRPr="00C33F1F" w:rsidRDefault="006D03AB" w:rsidP="00C33F1F">
      <w:pPr>
        <w:pStyle w:val="TOC2"/>
        <w:ind w:left="1219" w:hanging="709"/>
        <w:rPr>
          <w:noProof/>
        </w:rPr>
      </w:pPr>
      <w:r>
        <w:rPr>
          <w:noProof/>
        </w:rPr>
        <w:t>17.5</w:t>
      </w:r>
      <w:r w:rsidRPr="00C33F1F">
        <w:rPr>
          <w:noProof/>
        </w:rPr>
        <w:tab/>
      </w:r>
      <w:r>
        <w:rPr>
          <w:noProof/>
        </w:rPr>
        <w:t>The perfo</w:t>
      </w:r>
      <w:r w:rsidR="00A41F5C">
        <w:rPr>
          <w:noProof/>
        </w:rPr>
        <w:t>rmance of the current system</w:t>
      </w:r>
      <w:r w:rsidR="00A41F5C">
        <w:rPr>
          <w:noProof/>
        </w:rPr>
        <w:tab/>
        <w:t>580</w:t>
      </w:r>
    </w:p>
    <w:p w14:paraId="6F406095" w14:textId="3A9CDBD5" w:rsidR="006D03AB" w:rsidRPr="00C33F1F" w:rsidRDefault="006D03AB" w:rsidP="00C33F1F">
      <w:pPr>
        <w:pStyle w:val="TOC2"/>
        <w:ind w:left="1219" w:hanging="709"/>
        <w:rPr>
          <w:noProof/>
        </w:rPr>
      </w:pPr>
      <w:r>
        <w:rPr>
          <w:noProof/>
        </w:rPr>
        <w:t>17.6</w:t>
      </w:r>
      <w:r w:rsidRPr="00C33F1F">
        <w:rPr>
          <w:noProof/>
        </w:rPr>
        <w:tab/>
      </w:r>
      <w:r w:rsidR="00A41F5C">
        <w:rPr>
          <w:noProof/>
        </w:rPr>
        <w:t>Reform Options</w:t>
      </w:r>
      <w:r w:rsidR="00A41F5C">
        <w:rPr>
          <w:noProof/>
        </w:rPr>
        <w:tab/>
        <w:t>589</w:t>
      </w:r>
    </w:p>
    <w:p w14:paraId="6F406096" w14:textId="2AE66FCA" w:rsidR="006D03AB" w:rsidRDefault="006D03AB">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sidR="00A41F5C">
        <w:rPr>
          <w:noProof/>
        </w:rPr>
        <w:t>The general protections</w:t>
      </w:r>
      <w:r w:rsidR="00A41F5C">
        <w:rPr>
          <w:noProof/>
        </w:rPr>
        <w:tab/>
        <w:t>603</w:t>
      </w:r>
    </w:p>
    <w:p w14:paraId="6F406097" w14:textId="7D91605D" w:rsidR="006D03AB" w:rsidRPr="00C33F1F" w:rsidRDefault="006D03AB" w:rsidP="00C33F1F">
      <w:pPr>
        <w:pStyle w:val="TOC2"/>
        <w:ind w:left="1219" w:hanging="709"/>
        <w:rPr>
          <w:noProof/>
        </w:rPr>
      </w:pPr>
      <w:r>
        <w:rPr>
          <w:noProof/>
        </w:rPr>
        <w:t>18.1</w:t>
      </w:r>
      <w:r w:rsidRPr="00C33F1F">
        <w:rPr>
          <w:noProof/>
        </w:rPr>
        <w:tab/>
      </w:r>
      <w:r>
        <w:rPr>
          <w:noProof/>
        </w:rPr>
        <w:t>Key feature</w:t>
      </w:r>
      <w:r w:rsidR="00A41F5C">
        <w:rPr>
          <w:noProof/>
        </w:rPr>
        <w:t>s of the general protections</w:t>
      </w:r>
      <w:r w:rsidR="00A41F5C">
        <w:rPr>
          <w:noProof/>
        </w:rPr>
        <w:tab/>
        <w:t>604</w:t>
      </w:r>
    </w:p>
    <w:p w14:paraId="6F406098" w14:textId="4B37982D" w:rsidR="006D03AB" w:rsidRPr="00C33F1F" w:rsidRDefault="006D03AB" w:rsidP="00C33F1F">
      <w:pPr>
        <w:pStyle w:val="TOC2"/>
        <w:ind w:left="1219" w:hanging="709"/>
        <w:rPr>
          <w:noProof/>
        </w:rPr>
      </w:pPr>
      <w:r>
        <w:rPr>
          <w:noProof/>
        </w:rPr>
        <w:t>18.2</w:t>
      </w:r>
      <w:r w:rsidRPr="00C33F1F">
        <w:rPr>
          <w:noProof/>
        </w:rPr>
        <w:tab/>
      </w:r>
      <w:r>
        <w:rPr>
          <w:noProof/>
        </w:rPr>
        <w:t>Adeq</w:t>
      </w:r>
      <w:r w:rsidR="00A41F5C">
        <w:rPr>
          <w:noProof/>
        </w:rPr>
        <w:t>uacy of current arrangements</w:t>
      </w:r>
      <w:r w:rsidR="00A41F5C">
        <w:rPr>
          <w:noProof/>
        </w:rPr>
        <w:tab/>
        <w:t>611</w:t>
      </w:r>
    </w:p>
    <w:p w14:paraId="6F406099" w14:textId="0F591007" w:rsidR="006D03AB" w:rsidRPr="00C33F1F" w:rsidRDefault="006D03AB" w:rsidP="00C33F1F">
      <w:pPr>
        <w:pStyle w:val="TOC2"/>
        <w:ind w:left="1219" w:hanging="709"/>
        <w:rPr>
          <w:noProof/>
        </w:rPr>
      </w:pPr>
      <w:r>
        <w:rPr>
          <w:noProof/>
        </w:rPr>
        <w:t>18.3</w:t>
      </w:r>
      <w:r w:rsidRPr="00C33F1F">
        <w:rPr>
          <w:noProof/>
        </w:rPr>
        <w:tab/>
      </w:r>
      <w:r>
        <w:rPr>
          <w:noProof/>
        </w:rPr>
        <w:t xml:space="preserve">Further reforms to the general </w:t>
      </w:r>
      <w:r w:rsidR="00A41F5C">
        <w:rPr>
          <w:noProof/>
        </w:rPr>
        <w:t>protections</w:t>
      </w:r>
      <w:r w:rsidR="00A41F5C">
        <w:rPr>
          <w:noProof/>
        </w:rPr>
        <w:tab/>
        <w:t>621</w:t>
      </w:r>
    </w:p>
    <w:p w14:paraId="6F40609A" w14:textId="2DB568A4" w:rsidR="006D03AB" w:rsidRDefault="006D03AB">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sidR="00A41F5C">
        <w:rPr>
          <w:noProof/>
        </w:rPr>
        <w:t>Anti-bullying</w:t>
      </w:r>
      <w:r w:rsidR="00A41F5C">
        <w:rPr>
          <w:noProof/>
        </w:rPr>
        <w:tab/>
        <w:t>629</w:t>
      </w:r>
    </w:p>
    <w:p w14:paraId="6F40609B" w14:textId="2B5E2332" w:rsidR="006D03AB" w:rsidRPr="00C33F1F" w:rsidRDefault="006D03AB" w:rsidP="00C33F1F">
      <w:pPr>
        <w:pStyle w:val="TOC2"/>
        <w:ind w:left="1219" w:hanging="709"/>
        <w:rPr>
          <w:noProof/>
        </w:rPr>
      </w:pPr>
      <w:r>
        <w:rPr>
          <w:noProof/>
        </w:rPr>
        <w:t>19.1</w:t>
      </w:r>
      <w:r w:rsidRPr="00C33F1F">
        <w:rPr>
          <w:noProof/>
        </w:rPr>
        <w:tab/>
      </w:r>
      <w:r w:rsidR="00A41F5C">
        <w:rPr>
          <w:noProof/>
        </w:rPr>
        <w:t>Anti</w:t>
      </w:r>
      <w:r w:rsidR="00A41F5C">
        <w:rPr>
          <w:noProof/>
        </w:rPr>
        <w:noBreakHyphen/>
        <w:t>bullying protections</w:t>
      </w:r>
      <w:r w:rsidR="00A41F5C">
        <w:rPr>
          <w:noProof/>
        </w:rPr>
        <w:tab/>
        <w:t>630</w:t>
      </w:r>
    </w:p>
    <w:p w14:paraId="6F40609C" w14:textId="7CCADB9A" w:rsidR="006D03AB" w:rsidRPr="00C33F1F" w:rsidRDefault="006D03AB" w:rsidP="00C33F1F">
      <w:pPr>
        <w:pStyle w:val="TOC2"/>
        <w:ind w:left="1219" w:hanging="709"/>
        <w:rPr>
          <w:noProof/>
        </w:rPr>
      </w:pPr>
      <w:r>
        <w:rPr>
          <w:noProof/>
        </w:rPr>
        <w:t>19.2</w:t>
      </w:r>
      <w:r w:rsidRPr="00C33F1F">
        <w:rPr>
          <w:noProof/>
        </w:rPr>
        <w:tab/>
      </w:r>
      <w:r>
        <w:rPr>
          <w:noProof/>
        </w:rPr>
        <w:t>Evi</w:t>
      </w:r>
      <w:r w:rsidR="00A41F5C">
        <w:rPr>
          <w:noProof/>
        </w:rPr>
        <w:t>dence on prevalence and cost</w:t>
      </w:r>
      <w:r w:rsidR="00A41F5C">
        <w:rPr>
          <w:noProof/>
        </w:rPr>
        <w:tab/>
        <w:t>634</w:t>
      </w:r>
    </w:p>
    <w:p w14:paraId="6F40609D" w14:textId="5301E666" w:rsidR="006D03AB" w:rsidRPr="00C33F1F" w:rsidRDefault="006D03AB" w:rsidP="00C33F1F">
      <w:pPr>
        <w:pStyle w:val="TOC2"/>
        <w:ind w:left="1219" w:hanging="709"/>
        <w:rPr>
          <w:noProof/>
        </w:rPr>
      </w:pPr>
      <w:r>
        <w:rPr>
          <w:noProof/>
        </w:rPr>
        <w:t>19.3</w:t>
      </w:r>
      <w:r w:rsidRPr="00C33F1F">
        <w:rPr>
          <w:noProof/>
        </w:rPr>
        <w:tab/>
      </w:r>
      <w:r>
        <w:rPr>
          <w:noProof/>
        </w:rPr>
        <w:t>How well is the curr</w:t>
      </w:r>
      <w:r w:rsidR="00A41F5C">
        <w:rPr>
          <w:noProof/>
        </w:rPr>
        <w:t>ent jurisdiction performing?</w:t>
      </w:r>
      <w:r w:rsidR="00A41F5C">
        <w:rPr>
          <w:noProof/>
        </w:rPr>
        <w:tab/>
        <w:t>640</w:t>
      </w:r>
    </w:p>
    <w:p w14:paraId="6F40609E" w14:textId="1719E1E1" w:rsidR="006D03AB" w:rsidRPr="00C33F1F" w:rsidRDefault="006D03AB" w:rsidP="00C33F1F">
      <w:pPr>
        <w:pStyle w:val="TOC2"/>
        <w:ind w:left="1219" w:hanging="709"/>
        <w:rPr>
          <w:noProof/>
        </w:rPr>
      </w:pPr>
      <w:r>
        <w:rPr>
          <w:noProof/>
        </w:rPr>
        <w:t>19.4</w:t>
      </w:r>
      <w:r w:rsidRPr="00C33F1F">
        <w:rPr>
          <w:noProof/>
        </w:rPr>
        <w:tab/>
      </w:r>
      <w:r w:rsidR="00A41F5C">
        <w:rPr>
          <w:noProof/>
        </w:rPr>
        <w:t>A further review?</w:t>
      </w:r>
      <w:r w:rsidR="00A41F5C">
        <w:rPr>
          <w:noProof/>
        </w:rPr>
        <w:tab/>
        <w:t>645</w:t>
      </w:r>
    </w:p>
    <w:p w14:paraId="6F40609F" w14:textId="2E08FE39" w:rsidR="006D03AB" w:rsidRDefault="006D03AB">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sidR="00A41F5C">
        <w:rPr>
          <w:noProof/>
        </w:rPr>
        <w:t>Enterprise bargaining</w:t>
      </w:r>
      <w:r w:rsidR="00A41F5C">
        <w:rPr>
          <w:noProof/>
        </w:rPr>
        <w:tab/>
        <w:t>647</w:t>
      </w:r>
    </w:p>
    <w:p w14:paraId="6F4060A0" w14:textId="726E903D" w:rsidR="006D03AB" w:rsidRPr="00C33F1F" w:rsidRDefault="006D03AB" w:rsidP="00C33F1F">
      <w:pPr>
        <w:pStyle w:val="TOC2"/>
        <w:ind w:left="1219" w:hanging="709"/>
        <w:rPr>
          <w:noProof/>
        </w:rPr>
      </w:pPr>
      <w:r>
        <w:rPr>
          <w:noProof/>
        </w:rPr>
        <w:t>20.1</w:t>
      </w:r>
      <w:r w:rsidRPr="00C33F1F">
        <w:rPr>
          <w:noProof/>
        </w:rPr>
        <w:tab/>
      </w:r>
      <w:r>
        <w:rPr>
          <w:noProof/>
        </w:rPr>
        <w:t>Collective bargaining in</w:t>
      </w:r>
      <w:r w:rsidR="00A41F5C">
        <w:rPr>
          <w:noProof/>
        </w:rPr>
        <w:t xml:space="preserve"> Australia</w:t>
      </w:r>
      <w:r w:rsidR="00A41F5C">
        <w:rPr>
          <w:noProof/>
        </w:rPr>
        <w:tab/>
        <w:t>648</w:t>
      </w:r>
    </w:p>
    <w:p w14:paraId="6F4060A1" w14:textId="6C398B73" w:rsidR="006D03AB" w:rsidRPr="00C33F1F" w:rsidRDefault="006D03AB" w:rsidP="00C33F1F">
      <w:pPr>
        <w:pStyle w:val="TOC2"/>
        <w:ind w:left="1219" w:hanging="709"/>
        <w:rPr>
          <w:noProof/>
        </w:rPr>
      </w:pPr>
      <w:r>
        <w:rPr>
          <w:noProof/>
        </w:rPr>
        <w:t>20.2</w:t>
      </w:r>
      <w:r w:rsidRPr="00C33F1F">
        <w:rPr>
          <w:noProof/>
        </w:rPr>
        <w:tab/>
      </w:r>
      <w:r>
        <w:rPr>
          <w:noProof/>
        </w:rPr>
        <w:t xml:space="preserve">Current rules </w:t>
      </w:r>
      <w:r w:rsidR="00A41F5C">
        <w:rPr>
          <w:noProof/>
        </w:rPr>
        <w:t>around enterprise bargaining</w:t>
      </w:r>
      <w:r w:rsidR="00A41F5C">
        <w:rPr>
          <w:noProof/>
        </w:rPr>
        <w:tab/>
        <w:t>651</w:t>
      </w:r>
    </w:p>
    <w:p w14:paraId="6F4060A2" w14:textId="72F1EC88" w:rsidR="006D03AB" w:rsidRPr="00C33F1F" w:rsidRDefault="006D03AB" w:rsidP="00C33F1F">
      <w:pPr>
        <w:pStyle w:val="TOC2"/>
        <w:ind w:left="1219" w:hanging="709"/>
        <w:rPr>
          <w:noProof/>
        </w:rPr>
      </w:pPr>
      <w:r>
        <w:rPr>
          <w:noProof/>
        </w:rPr>
        <w:t>20.3</w:t>
      </w:r>
      <w:r w:rsidRPr="00C33F1F">
        <w:rPr>
          <w:noProof/>
        </w:rPr>
        <w:tab/>
      </w:r>
      <w:r>
        <w:rPr>
          <w:noProof/>
        </w:rPr>
        <w:t xml:space="preserve">Patterns in the </w:t>
      </w:r>
      <w:r w:rsidR="00A41F5C">
        <w:rPr>
          <w:noProof/>
        </w:rPr>
        <w:t>use of enterprise agreements</w:t>
      </w:r>
      <w:r w:rsidR="00A41F5C">
        <w:rPr>
          <w:noProof/>
        </w:rPr>
        <w:tab/>
        <w:t>662</w:t>
      </w:r>
    </w:p>
    <w:p w14:paraId="6F4060A3" w14:textId="2B7C6B6F" w:rsidR="006D03AB" w:rsidRPr="00C33F1F" w:rsidRDefault="006D03AB" w:rsidP="00C33F1F">
      <w:pPr>
        <w:pStyle w:val="TOC2"/>
        <w:ind w:left="1219" w:hanging="709"/>
        <w:rPr>
          <w:noProof/>
        </w:rPr>
      </w:pPr>
      <w:r>
        <w:rPr>
          <w:noProof/>
        </w:rPr>
        <w:t>20.4</w:t>
      </w:r>
      <w:r w:rsidRPr="00C33F1F">
        <w:rPr>
          <w:noProof/>
        </w:rPr>
        <w:tab/>
      </w:r>
      <w:r>
        <w:rPr>
          <w:noProof/>
        </w:rPr>
        <w:t>Adequacy of current arran</w:t>
      </w:r>
      <w:r w:rsidR="00A41F5C">
        <w:rPr>
          <w:noProof/>
        </w:rPr>
        <w:t>gements and possible reforms</w:t>
      </w:r>
      <w:r w:rsidR="00A41F5C">
        <w:rPr>
          <w:noProof/>
        </w:rPr>
        <w:tab/>
        <w:t>664</w:t>
      </w:r>
    </w:p>
    <w:p w14:paraId="6F4060A4" w14:textId="2A0E1E64" w:rsidR="006D03AB" w:rsidRPr="00C33F1F" w:rsidRDefault="006D03AB" w:rsidP="00C33F1F">
      <w:pPr>
        <w:pStyle w:val="TOC2"/>
        <w:ind w:left="1219" w:hanging="709"/>
        <w:rPr>
          <w:noProof/>
        </w:rPr>
      </w:pPr>
      <w:r>
        <w:rPr>
          <w:noProof/>
        </w:rPr>
        <w:t>20.5</w:t>
      </w:r>
      <w:r w:rsidRPr="00C33F1F">
        <w:rPr>
          <w:noProof/>
        </w:rPr>
        <w:tab/>
      </w:r>
      <w:r>
        <w:rPr>
          <w:noProof/>
        </w:rPr>
        <w:t xml:space="preserve">Is enterprise bargaining suited </w:t>
      </w:r>
      <w:r w:rsidR="00A41F5C">
        <w:rPr>
          <w:noProof/>
        </w:rPr>
        <w:t>to changing ways of working?</w:t>
      </w:r>
      <w:r w:rsidR="00A41F5C">
        <w:rPr>
          <w:noProof/>
        </w:rPr>
        <w:tab/>
        <w:t>708</w:t>
      </w:r>
    </w:p>
    <w:p w14:paraId="6F4060A5" w14:textId="33552164" w:rsidR="006D03AB" w:rsidRDefault="006D03AB">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Greenfield</w:t>
      </w:r>
      <w:r w:rsidR="00A41F5C">
        <w:rPr>
          <w:noProof/>
        </w:rPr>
        <w:t>s agreements</w:t>
      </w:r>
      <w:r w:rsidR="00A41F5C">
        <w:rPr>
          <w:noProof/>
        </w:rPr>
        <w:tab/>
        <w:t>713</w:t>
      </w:r>
    </w:p>
    <w:p w14:paraId="6F4060A6" w14:textId="5491E02A" w:rsidR="006D03AB" w:rsidRPr="00C33F1F" w:rsidRDefault="006D03AB" w:rsidP="00C33F1F">
      <w:pPr>
        <w:pStyle w:val="TOC2"/>
        <w:ind w:left="1219" w:hanging="709"/>
        <w:rPr>
          <w:noProof/>
        </w:rPr>
      </w:pPr>
      <w:r>
        <w:rPr>
          <w:noProof/>
        </w:rPr>
        <w:t>21.1</w:t>
      </w:r>
      <w:r w:rsidRPr="00C33F1F">
        <w:rPr>
          <w:noProof/>
        </w:rPr>
        <w:tab/>
      </w:r>
      <w:r w:rsidR="00A41F5C">
        <w:rPr>
          <w:noProof/>
        </w:rPr>
        <w:t>Current arrangements</w:t>
      </w:r>
      <w:r w:rsidR="00A41F5C">
        <w:rPr>
          <w:noProof/>
        </w:rPr>
        <w:tab/>
        <w:t>714</w:t>
      </w:r>
    </w:p>
    <w:p w14:paraId="6F4060A7" w14:textId="52142ED1" w:rsidR="006D03AB" w:rsidRPr="00C33F1F" w:rsidRDefault="006D03AB" w:rsidP="00C33F1F">
      <w:pPr>
        <w:pStyle w:val="TOC2"/>
        <w:ind w:left="1219" w:hanging="709"/>
        <w:rPr>
          <w:noProof/>
        </w:rPr>
      </w:pPr>
      <w:r>
        <w:rPr>
          <w:noProof/>
        </w:rPr>
        <w:t>21.2</w:t>
      </w:r>
      <w:r w:rsidRPr="00C33F1F">
        <w:rPr>
          <w:noProof/>
        </w:rPr>
        <w:tab/>
      </w:r>
      <w:r>
        <w:rPr>
          <w:noProof/>
        </w:rPr>
        <w:t xml:space="preserve">Further </w:t>
      </w:r>
      <w:r w:rsidR="00A41F5C">
        <w:rPr>
          <w:noProof/>
        </w:rPr>
        <w:t>improvements are recommended</w:t>
      </w:r>
      <w:r w:rsidR="00A41F5C">
        <w:rPr>
          <w:noProof/>
        </w:rPr>
        <w:tab/>
        <w:t>715</w:t>
      </w:r>
    </w:p>
    <w:p w14:paraId="6F4060A8" w14:textId="77777777" w:rsidR="00C33F1F" w:rsidRDefault="00C33F1F">
      <w:pPr>
        <w:rPr>
          <w:rFonts w:ascii="Arial" w:hAnsi="Arial"/>
          <w:b/>
          <w:noProof/>
          <w:szCs w:val="26"/>
        </w:rPr>
      </w:pPr>
      <w:r>
        <w:rPr>
          <w:noProof/>
        </w:rPr>
        <w:br w:type="page"/>
      </w:r>
    </w:p>
    <w:p w14:paraId="6F4060A9" w14:textId="1576EA17" w:rsidR="006D03AB" w:rsidRDefault="006D03AB">
      <w:pPr>
        <w:pStyle w:val="TOC1"/>
        <w:rPr>
          <w:rFonts w:asciiTheme="minorHAnsi" w:eastAsiaTheme="minorEastAsia" w:hAnsiTheme="minorHAnsi" w:cstheme="minorBidi"/>
          <w:b w:val="0"/>
          <w:noProof/>
          <w:sz w:val="22"/>
          <w:szCs w:val="22"/>
          <w:lang w:eastAsia="en-AU"/>
        </w:rPr>
      </w:pPr>
      <w:r>
        <w:rPr>
          <w:noProof/>
        </w:rPr>
        <w:lastRenderedPageBreak/>
        <w:t>22</w:t>
      </w:r>
      <w:r>
        <w:rPr>
          <w:rFonts w:asciiTheme="minorHAnsi" w:eastAsiaTheme="minorEastAsia" w:hAnsiTheme="minorHAnsi" w:cstheme="minorBidi"/>
          <w:b w:val="0"/>
          <w:noProof/>
          <w:sz w:val="22"/>
          <w:szCs w:val="22"/>
          <w:lang w:eastAsia="en-AU"/>
        </w:rPr>
        <w:tab/>
      </w:r>
      <w:r w:rsidR="00A41F5C">
        <w:rPr>
          <w:noProof/>
        </w:rPr>
        <w:t>Individual arrangements</w:t>
      </w:r>
      <w:r w:rsidR="00A41F5C">
        <w:rPr>
          <w:noProof/>
        </w:rPr>
        <w:tab/>
        <w:t>725</w:t>
      </w:r>
    </w:p>
    <w:p w14:paraId="6F4060AA" w14:textId="6EF7152B" w:rsidR="006D03AB" w:rsidRPr="00C33F1F" w:rsidRDefault="006D03AB" w:rsidP="00C33F1F">
      <w:pPr>
        <w:pStyle w:val="TOC2"/>
        <w:ind w:left="1219" w:hanging="709"/>
        <w:rPr>
          <w:noProof/>
        </w:rPr>
      </w:pPr>
      <w:r>
        <w:rPr>
          <w:noProof/>
        </w:rPr>
        <w:t>22.1</w:t>
      </w:r>
      <w:r w:rsidRPr="00C33F1F">
        <w:rPr>
          <w:noProof/>
        </w:rPr>
        <w:tab/>
      </w:r>
      <w:r>
        <w:rPr>
          <w:noProof/>
        </w:rPr>
        <w:t>Why employees and employers</w:t>
      </w:r>
      <w:r w:rsidR="00A41F5C">
        <w:rPr>
          <w:noProof/>
        </w:rPr>
        <w:t xml:space="preserve"> use individual arrangements</w:t>
      </w:r>
      <w:r w:rsidR="00A41F5C">
        <w:rPr>
          <w:noProof/>
        </w:rPr>
        <w:tab/>
        <w:t>726</w:t>
      </w:r>
    </w:p>
    <w:p w14:paraId="6F4060AB" w14:textId="48B03F38" w:rsidR="006D03AB" w:rsidRPr="00C33F1F" w:rsidRDefault="006D03AB" w:rsidP="00C33F1F">
      <w:pPr>
        <w:pStyle w:val="TOC2"/>
        <w:ind w:left="1219" w:hanging="709"/>
        <w:rPr>
          <w:noProof/>
        </w:rPr>
      </w:pPr>
      <w:r>
        <w:rPr>
          <w:noProof/>
        </w:rPr>
        <w:t>22.2</w:t>
      </w:r>
      <w:r w:rsidRPr="00C33F1F">
        <w:rPr>
          <w:noProof/>
        </w:rPr>
        <w:tab/>
      </w:r>
      <w:r>
        <w:rPr>
          <w:noProof/>
        </w:rPr>
        <w:t>Forms of statu</w:t>
      </w:r>
      <w:r w:rsidR="00A41F5C">
        <w:rPr>
          <w:noProof/>
        </w:rPr>
        <w:t>tory individual arrangements</w:t>
      </w:r>
      <w:r w:rsidR="00A41F5C">
        <w:rPr>
          <w:noProof/>
        </w:rPr>
        <w:tab/>
        <w:t>731</w:t>
      </w:r>
    </w:p>
    <w:p w14:paraId="6F4060AC" w14:textId="7DCD8467" w:rsidR="006D03AB" w:rsidRPr="00C33F1F" w:rsidRDefault="006D03AB" w:rsidP="00C33F1F">
      <w:pPr>
        <w:pStyle w:val="TOC2"/>
        <w:ind w:left="1219" w:hanging="709"/>
        <w:rPr>
          <w:noProof/>
        </w:rPr>
      </w:pPr>
      <w:r>
        <w:rPr>
          <w:noProof/>
        </w:rPr>
        <w:t>22.3</w:t>
      </w:r>
      <w:r w:rsidRPr="00C33F1F">
        <w:rPr>
          <w:noProof/>
        </w:rPr>
        <w:tab/>
      </w:r>
      <w:r>
        <w:rPr>
          <w:noProof/>
        </w:rPr>
        <w:t>Issues with individ</w:t>
      </w:r>
      <w:r w:rsidR="00A41F5C">
        <w:rPr>
          <w:noProof/>
        </w:rPr>
        <w:t>ual flexibility arrangements</w:t>
      </w:r>
      <w:r w:rsidR="00A41F5C">
        <w:rPr>
          <w:noProof/>
        </w:rPr>
        <w:tab/>
        <w:t>734</w:t>
      </w:r>
    </w:p>
    <w:p w14:paraId="6F4060AD" w14:textId="2B8B632F" w:rsidR="006D03AB" w:rsidRPr="00C33F1F" w:rsidRDefault="006D03AB" w:rsidP="00C33F1F">
      <w:pPr>
        <w:pStyle w:val="TOC2"/>
        <w:ind w:left="1219" w:hanging="709"/>
        <w:rPr>
          <w:noProof/>
        </w:rPr>
      </w:pPr>
      <w:r>
        <w:rPr>
          <w:noProof/>
        </w:rPr>
        <w:t>22.4</w:t>
      </w:r>
      <w:r w:rsidRPr="00C33F1F">
        <w:rPr>
          <w:noProof/>
        </w:rPr>
        <w:tab/>
      </w:r>
      <w:r w:rsidR="00A41F5C">
        <w:rPr>
          <w:noProof/>
        </w:rPr>
        <w:t>Retained safeguards</w:t>
      </w:r>
      <w:r w:rsidR="00A41F5C">
        <w:rPr>
          <w:noProof/>
        </w:rPr>
        <w:tab/>
        <w:t>748</w:t>
      </w:r>
    </w:p>
    <w:p w14:paraId="6F4060AE" w14:textId="09A1F587" w:rsidR="006D03AB" w:rsidRDefault="006D03AB">
      <w:pPr>
        <w:pStyle w:val="TOC1"/>
        <w:rPr>
          <w:rFonts w:asciiTheme="minorHAnsi" w:eastAsiaTheme="minorEastAsia" w:hAnsiTheme="minorHAnsi" w:cstheme="minorBidi"/>
          <w:b w:val="0"/>
          <w:noProof/>
          <w:sz w:val="22"/>
          <w:szCs w:val="22"/>
          <w:lang w:eastAsia="en-AU"/>
        </w:rPr>
      </w:pPr>
      <w:r>
        <w:rPr>
          <w:noProof/>
        </w:rPr>
        <w:t>23</w:t>
      </w:r>
      <w:r>
        <w:rPr>
          <w:rFonts w:asciiTheme="minorHAnsi" w:eastAsiaTheme="minorEastAsia" w:hAnsiTheme="minorHAnsi" w:cstheme="minorBidi"/>
          <w:b w:val="0"/>
          <w:noProof/>
          <w:sz w:val="22"/>
          <w:szCs w:val="22"/>
          <w:lang w:eastAsia="en-AU"/>
        </w:rPr>
        <w:tab/>
      </w:r>
      <w:r w:rsidR="00A41F5C">
        <w:rPr>
          <w:noProof/>
        </w:rPr>
        <w:t>The enterprise contract</w:t>
      </w:r>
      <w:r w:rsidR="00A41F5C">
        <w:rPr>
          <w:noProof/>
        </w:rPr>
        <w:tab/>
        <w:t>751</w:t>
      </w:r>
    </w:p>
    <w:p w14:paraId="6F4060AF" w14:textId="7C9E663E" w:rsidR="006D03AB" w:rsidRPr="00C33F1F" w:rsidRDefault="006D03AB" w:rsidP="00C33F1F">
      <w:pPr>
        <w:pStyle w:val="TOC2"/>
        <w:ind w:left="1219" w:hanging="709"/>
        <w:rPr>
          <w:noProof/>
        </w:rPr>
      </w:pPr>
      <w:r>
        <w:rPr>
          <w:noProof/>
        </w:rPr>
        <w:t>23.1</w:t>
      </w:r>
      <w:r w:rsidRPr="00C33F1F">
        <w:rPr>
          <w:noProof/>
        </w:rPr>
        <w:tab/>
      </w:r>
      <w:r>
        <w:rPr>
          <w:noProof/>
        </w:rPr>
        <w:t>The ga</w:t>
      </w:r>
      <w:r w:rsidR="00A41F5C">
        <w:rPr>
          <w:noProof/>
        </w:rPr>
        <w:t>p in employment arrangements</w:t>
      </w:r>
      <w:r w:rsidR="00A41F5C">
        <w:rPr>
          <w:noProof/>
        </w:rPr>
        <w:tab/>
        <w:t>752</w:t>
      </w:r>
    </w:p>
    <w:p w14:paraId="6F4060B0" w14:textId="5C022E6E" w:rsidR="006D03AB" w:rsidRPr="00C33F1F" w:rsidRDefault="006D03AB" w:rsidP="00C33F1F">
      <w:pPr>
        <w:pStyle w:val="TOC2"/>
        <w:ind w:left="1219" w:hanging="709"/>
        <w:rPr>
          <w:noProof/>
        </w:rPr>
      </w:pPr>
      <w:r>
        <w:rPr>
          <w:noProof/>
        </w:rPr>
        <w:t>23.2</w:t>
      </w:r>
      <w:r w:rsidRPr="00C33F1F">
        <w:rPr>
          <w:noProof/>
        </w:rPr>
        <w:tab/>
      </w:r>
      <w:r>
        <w:rPr>
          <w:noProof/>
        </w:rPr>
        <w:t>A means to bridge the g</w:t>
      </w:r>
      <w:r w:rsidR="00A41F5C">
        <w:rPr>
          <w:noProof/>
        </w:rPr>
        <w:t>ap — the enterprise contract</w:t>
      </w:r>
      <w:r w:rsidR="00A41F5C">
        <w:rPr>
          <w:noProof/>
        </w:rPr>
        <w:tab/>
        <w:t>758</w:t>
      </w:r>
    </w:p>
    <w:p w14:paraId="6F4060B1" w14:textId="69F88CB6" w:rsidR="006D03AB" w:rsidRPr="00C33F1F" w:rsidRDefault="006D03AB" w:rsidP="00C33F1F">
      <w:pPr>
        <w:pStyle w:val="TOC2"/>
        <w:ind w:left="1219" w:hanging="709"/>
        <w:rPr>
          <w:noProof/>
        </w:rPr>
      </w:pPr>
      <w:r>
        <w:rPr>
          <w:noProof/>
        </w:rPr>
        <w:t>23.3</w:t>
      </w:r>
      <w:r w:rsidRPr="00C33F1F">
        <w:rPr>
          <w:noProof/>
        </w:rPr>
        <w:tab/>
      </w:r>
      <w:r>
        <w:rPr>
          <w:noProof/>
        </w:rPr>
        <w:t>Desi</w:t>
      </w:r>
      <w:r w:rsidR="00F623A3">
        <w:rPr>
          <w:noProof/>
        </w:rPr>
        <w:t>gn of an enterprise contr</w:t>
      </w:r>
      <w:r w:rsidR="00A41F5C">
        <w:rPr>
          <w:noProof/>
        </w:rPr>
        <w:t>act</w:t>
      </w:r>
      <w:r w:rsidR="00A41F5C">
        <w:rPr>
          <w:noProof/>
        </w:rPr>
        <w:tab/>
        <w:t>761</w:t>
      </w:r>
    </w:p>
    <w:p w14:paraId="6F4060B2" w14:textId="52455D5D" w:rsidR="006D03AB" w:rsidRDefault="006D03AB">
      <w:pPr>
        <w:pStyle w:val="TOC1"/>
        <w:rPr>
          <w:rFonts w:asciiTheme="minorHAnsi" w:eastAsiaTheme="minorEastAsia" w:hAnsiTheme="minorHAnsi" w:cstheme="minorBidi"/>
          <w:b w:val="0"/>
          <w:noProof/>
          <w:sz w:val="22"/>
          <w:szCs w:val="22"/>
          <w:lang w:eastAsia="en-AU"/>
        </w:rPr>
      </w:pPr>
      <w:r>
        <w:rPr>
          <w:noProof/>
        </w:rPr>
        <w:t>24</w:t>
      </w:r>
      <w:r>
        <w:rPr>
          <w:rFonts w:asciiTheme="minorHAnsi" w:eastAsiaTheme="minorEastAsia" w:hAnsiTheme="minorHAnsi" w:cstheme="minorBidi"/>
          <w:b w:val="0"/>
          <w:noProof/>
          <w:sz w:val="22"/>
          <w:szCs w:val="22"/>
          <w:lang w:eastAsia="en-AU"/>
        </w:rPr>
        <w:tab/>
      </w:r>
      <w:r>
        <w:rPr>
          <w:noProof/>
        </w:rPr>
        <w:t>P</w:t>
      </w:r>
      <w:r w:rsidR="00A41F5C">
        <w:rPr>
          <w:noProof/>
        </w:rPr>
        <w:t>ublic sector bargaining</w:t>
      </w:r>
      <w:r w:rsidR="00A41F5C">
        <w:rPr>
          <w:noProof/>
        </w:rPr>
        <w:tab/>
        <w:t>777</w:t>
      </w:r>
    </w:p>
    <w:p w14:paraId="6F4060B3" w14:textId="145CEDAB" w:rsidR="006D03AB" w:rsidRPr="00C33F1F" w:rsidRDefault="006D03AB" w:rsidP="00C33F1F">
      <w:pPr>
        <w:pStyle w:val="TOC2"/>
        <w:ind w:left="1219" w:hanging="709"/>
        <w:rPr>
          <w:noProof/>
        </w:rPr>
      </w:pPr>
      <w:r>
        <w:rPr>
          <w:noProof/>
        </w:rPr>
        <w:t>24.1</w:t>
      </w:r>
      <w:r w:rsidRPr="00C33F1F">
        <w:rPr>
          <w:noProof/>
        </w:rPr>
        <w:tab/>
      </w:r>
      <w:r>
        <w:rPr>
          <w:noProof/>
        </w:rPr>
        <w:t>Some features</w:t>
      </w:r>
      <w:r w:rsidR="00A41F5C">
        <w:rPr>
          <w:noProof/>
        </w:rPr>
        <w:t xml:space="preserve"> of public sector bargaining</w:t>
      </w:r>
      <w:r w:rsidR="00A41F5C">
        <w:rPr>
          <w:noProof/>
        </w:rPr>
        <w:tab/>
        <w:t>779</w:t>
      </w:r>
    </w:p>
    <w:p w14:paraId="6F4060B4" w14:textId="36DE7725" w:rsidR="006D03AB" w:rsidRPr="00C33F1F" w:rsidRDefault="006D03AB" w:rsidP="00C33F1F">
      <w:pPr>
        <w:pStyle w:val="TOC2"/>
        <w:ind w:left="1219" w:hanging="709"/>
        <w:rPr>
          <w:noProof/>
        </w:rPr>
      </w:pPr>
      <w:r>
        <w:rPr>
          <w:noProof/>
        </w:rPr>
        <w:t>24.2</w:t>
      </w:r>
      <w:r w:rsidRPr="00C33F1F">
        <w:rPr>
          <w:noProof/>
        </w:rPr>
        <w:tab/>
      </w:r>
      <w:r>
        <w:rPr>
          <w:noProof/>
        </w:rPr>
        <w:t>Bargai</w:t>
      </w:r>
      <w:r w:rsidR="00A41F5C">
        <w:rPr>
          <w:noProof/>
        </w:rPr>
        <w:t>ning with the decision maker</w:t>
      </w:r>
      <w:r w:rsidR="00A41F5C">
        <w:rPr>
          <w:noProof/>
        </w:rPr>
        <w:tab/>
        <w:t>788</w:t>
      </w:r>
    </w:p>
    <w:p w14:paraId="6F4060B5" w14:textId="1F4E8B6B" w:rsidR="006D03AB" w:rsidRPr="00C33F1F" w:rsidRDefault="006D03AB" w:rsidP="00C33F1F">
      <w:pPr>
        <w:pStyle w:val="TOC2"/>
        <w:ind w:left="1219" w:hanging="709"/>
        <w:rPr>
          <w:noProof/>
        </w:rPr>
      </w:pPr>
      <w:r>
        <w:rPr>
          <w:noProof/>
        </w:rPr>
        <w:t>24.3</w:t>
      </w:r>
      <w:r w:rsidRPr="00C33F1F">
        <w:rPr>
          <w:noProof/>
        </w:rPr>
        <w:tab/>
      </w:r>
      <w:r>
        <w:rPr>
          <w:noProof/>
        </w:rPr>
        <w:t>Good faith bar</w:t>
      </w:r>
      <w:r w:rsidR="00A41F5C">
        <w:rPr>
          <w:noProof/>
        </w:rPr>
        <w:t>gaining in the public sector</w:t>
      </w:r>
      <w:r w:rsidR="00A41F5C">
        <w:rPr>
          <w:noProof/>
        </w:rPr>
        <w:tab/>
        <w:t>789</w:t>
      </w:r>
    </w:p>
    <w:p w14:paraId="6F4060B6" w14:textId="687CDAB2" w:rsidR="006D03AB" w:rsidRPr="00C33F1F" w:rsidRDefault="006D03AB" w:rsidP="00C33F1F">
      <w:pPr>
        <w:pStyle w:val="TOC2"/>
        <w:ind w:left="1219" w:hanging="709"/>
        <w:rPr>
          <w:noProof/>
        </w:rPr>
      </w:pPr>
      <w:r>
        <w:rPr>
          <w:noProof/>
        </w:rPr>
        <w:t>24.4</w:t>
      </w:r>
      <w:r w:rsidRPr="00C33F1F">
        <w:rPr>
          <w:noProof/>
        </w:rPr>
        <w:tab/>
      </w:r>
      <w:r>
        <w:rPr>
          <w:noProof/>
        </w:rPr>
        <w:t>Produ</w:t>
      </w:r>
      <w:r w:rsidR="00A41F5C">
        <w:rPr>
          <w:noProof/>
        </w:rPr>
        <w:t>ctivity in the Public Sector</w:t>
      </w:r>
      <w:r w:rsidR="00A41F5C">
        <w:rPr>
          <w:noProof/>
        </w:rPr>
        <w:tab/>
        <w:t>791</w:t>
      </w:r>
    </w:p>
    <w:p w14:paraId="6F4060B7" w14:textId="29BABC48" w:rsidR="006D03AB" w:rsidRPr="00C33F1F" w:rsidRDefault="006D03AB" w:rsidP="00C33F1F">
      <w:pPr>
        <w:pStyle w:val="TOC2"/>
        <w:ind w:left="1219" w:hanging="709"/>
        <w:rPr>
          <w:noProof/>
        </w:rPr>
      </w:pPr>
      <w:r>
        <w:rPr>
          <w:noProof/>
        </w:rPr>
        <w:t>24.5</w:t>
      </w:r>
      <w:r w:rsidRPr="00C33F1F">
        <w:rPr>
          <w:noProof/>
        </w:rPr>
        <w:tab/>
      </w:r>
      <w:r>
        <w:rPr>
          <w:noProof/>
        </w:rPr>
        <w:t xml:space="preserve">Performance management in the </w:t>
      </w:r>
      <w:r w:rsidR="00A41F5C">
        <w:rPr>
          <w:noProof/>
        </w:rPr>
        <w:t>public sector</w:t>
      </w:r>
      <w:r w:rsidR="00A41F5C">
        <w:rPr>
          <w:noProof/>
        </w:rPr>
        <w:tab/>
        <w:t>794</w:t>
      </w:r>
    </w:p>
    <w:p w14:paraId="6F4060B8" w14:textId="0CCB7F60" w:rsidR="006D03AB" w:rsidRPr="00C33F1F" w:rsidRDefault="006D03AB" w:rsidP="00C33F1F">
      <w:pPr>
        <w:pStyle w:val="TOC2"/>
        <w:ind w:left="1219" w:hanging="709"/>
        <w:rPr>
          <w:noProof/>
        </w:rPr>
      </w:pPr>
      <w:r>
        <w:rPr>
          <w:noProof/>
        </w:rPr>
        <w:t>24.6</w:t>
      </w:r>
      <w:r w:rsidRPr="00C33F1F">
        <w:rPr>
          <w:noProof/>
        </w:rPr>
        <w:tab/>
      </w:r>
      <w:r w:rsidR="00A41F5C">
        <w:rPr>
          <w:noProof/>
        </w:rPr>
        <w:t>Other public sector concerns</w:t>
      </w:r>
      <w:r w:rsidR="00A41F5C">
        <w:rPr>
          <w:noProof/>
        </w:rPr>
        <w:tab/>
        <w:t>795</w:t>
      </w:r>
    </w:p>
    <w:p w14:paraId="6F4060B9" w14:textId="72B85876" w:rsidR="006D03AB" w:rsidRDefault="006D03AB">
      <w:pPr>
        <w:pStyle w:val="TOC1"/>
        <w:rPr>
          <w:rFonts w:asciiTheme="minorHAnsi" w:eastAsiaTheme="minorEastAsia" w:hAnsiTheme="minorHAnsi" w:cstheme="minorBidi"/>
          <w:b w:val="0"/>
          <w:noProof/>
          <w:sz w:val="22"/>
          <w:szCs w:val="22"/>
          <w:lang w:eastAsia="en-AU"/>
        </w:rPr>
      </w:pPr>
      <w:r>
        <w:rPr>
          <w:noProof/>
        </w:rPr>
        <w:t>25</w:t>
      </w:r>
      <w:r>
        <w:rPr>
          <w:rFonts w:asciiTheme="minorHAnsi" w:eastAsiaTheme="minorEastAsia" w:hAnsiTheme="minorHAnsi" w:cstheme="minorBidi"/>
          <w:b w:val="0"/>
          <w:noProof/>
          <w:sz w:val="22"/>
          <w:szCs w:val="22"/>
          <w:lang w:eastAsia="en-AU"/>
        </w:rPr>
        <w:tab/>
      </w:r>
      <w:r>
        <w:rPr>
          <w:noProof/>
        </w:rPr>
        <w:t>Alt</w:t>
      </w:r>
      <w:r w:rsidR="00A41F5C">
        <w:rPr>
          <w:noProof/>
        </w:rPr>
        <w:t>ernative forms of employment</w:t>
      </w:r>
      <w:r w:rsidR="00A41F5C">
        <w:rPr>
          <w:noProof/>
        </w:rPr>
        <w:tab/>
        <w:t>799</w:t>
      </w:r>
    </w:p>
    <w:p w14:paraId="6F4060BA" w14:textId="5B2795E9" w:rsidR="006D03AB" w:rsidRPr="00C33F1F" w:rsidRDefault="006D03AB" w:rsidP="00C33F1F">
      <w:pPr>
        <w:pStyle w:val="TOC2"/>
        <w:ind w:left="1219" w:hanging="709"/>
        <w:rPr>
          <w:noProof/>
        </w:rPr>
      </w:pPr>
      <w:r>
        <w:rPr>
          <w:noProof/>
        </w:rPr>
        <w:t>25.1</w:t>
      </w:r>
      <w:r w:rsidRPr="00C33F1F">
        <w:rPr>
          <w:noProof/>
        </w:rPr>
        <w:tab/>
      </w:r>
      <w:r>
        <w:rPr>
          <w:noProof/>
        </w:rPr>
        <w:t>Some characteristics of alt</w:t>
      </w:r>
      <w:r w:rsidR="00A41F5C">
        <w:rPr>
          <w:noProof/>
        </w:rPr>
        <w:t>ernative forms of employment</w:t>
      </w:r>
      <w:r w:rsidR="00A41F5C">
        <w:rPr>
          <w:noProof/>
        </w:rPr>
        <w:tab/>
        <w:t>802</w:t>
      </w:r>
    </w:p>
    <w:p w14:paraId="6F4060BB" w14:textId="26D3723B" w:rsidR="006D03AB" w:rsidRPr="00C33F1F" w:rsidRDefault="006D03AB" w:rsidP="00C33F1F">
      <w:pPr>
        <w:pStyle w:val="TOC2"/>
        <w:ind w:left="1219" w:hanging="709"/>
        <w:rPr>
          <w:noProof/>
        </w:rPr>
      </w:pPr>
      <w:r>
        <w:rPr>
          <w:noProof/>
        </w:rPr>
        <w:t>25.2</w:t>
      </w:r>
      <w:r w:rsidRPr="00C33F1F">
        <w:rPr>
          <w:noProof/>
        </w:rPr>
        <w:tab/>
      </w:r>
      <w:r w:rsidR="00A41F5C">
        <w:rPr>
          <w:noProof/>
        </w:rPr>
        <w:t>Sham contracting</w:t>
      </w:r>
      <w:r w:rsidR="00A41F5C">
        <w:rPr>
          <w:noProof/>
        </w:rPr>
        <w:tab/>
        <w:t>809</w:t>
      </w:r>
    </w:p>
    <w:p w14:paraId="6F4060BC" w14:textId="712CDB99" w:rsidR="006D03AB" w:rsidRPr="00C33F1F" w:rsidRDefault="006D03AB" w:rsidP="00C33F1F">
      <w:pPr>
        <w:pStyle w:val="TOC2"/>
        <w:ind w:left="1219" w:hanging="709"/>
        <w:rPr>
          <w:noProof/>
        </w:rPr>
      </w:pPr>
      <w:r>
        <w:rPr>
          <w:noProof/>
        </w:rPr>
        <w:t>25.3</w:t>
      </w:r>
      <w:r w:rsidRPr="00C33F1F">
        <w:rPr>
          <w:noProof/>
        </w:rPr>
        <w:tab/>
      </w:r>
      <w:r>
        <w:rPr>
          <w:noProof/>
        </w:rPr>
        <w:t xml:space="preserve">Limitations on the use of subcontractors and labour hire </w:t>
      </w:r>
      <w:r w:rsidR="00A41F5C">
        <w:rPr>
          <w:noProof/>
        </w:rPr>
        <w:t>employees</w:t>
      </w:r>
      <w:r w:rsidR="00A41F5C">
        <w:rPr>
          <w:noProof/>
        </w:rPr>
        <w:tab/>
        <w:t>817</w:t>
      </w:r>
    </w:p>
    <w:p w14:paraId="6F4060BD" w14:textId="21D976BF" w:rsidR="006D03AB" w:rsidRPr="00C33F1F" w:rsidRDefault="006D03AB" w:rsidP="00C33F1F">
      <w:pPr>
        <w:pStyle w:val="TOC2"/>
        <w:ind w:left="1219" w:hanging="709"/>
        <w:rPr>
          <w:noProof/>
        </w:rPr>
      </w:pPr>
      <w:r>
        <w:rPr>
          <w:noProof/>
        </w:rPr>
        <w:t>25.4</w:t>
      </w:r>
      <w:r w:rsidRPr="00C33F1F">
        <w:rPr>
          <w:noProof/>
        </w:rPr>
        <w:tab/>
      </w:r>
      <w:r w:rsidR="00A41F5C">
        <w:rPr>
          <w:noProof/>
        </w:rPr>
        <w:t>Other forms of work</w:t>
      </w:r>
      <w:r w:rsidR="00A41F5C">
        <w:rPr>
          <w:noProof/>
        </w:rPr>
        <w:tab/>
        <w:t>822</w:t>
      </w:r>
    </w:p>
    <w:p w14:paraId="6F4060BE" w14:textId="07D2A1BA" w:rsidR="006D03AB" w:rsidRDefault="006D03AB">
      <w:pPr>
        <w:pStyle w:val="TOC1"/>
        <w:rPr>
          <w:rFonts w:asciiTheme="minorHAnsi" w:eastAsiaTheme="minorEastAsia" w:hAnsiTheme="minorHAnsi" w:cstheme="minorBidi"/>
          <w:b w:val="0"/>
          <w:noProof/>
          <w:sz w:val="22"/>
          <w:szCs w:val="22"/>
          <w:lang w:eastAsia="en-AU"/>
        </w:rPr>
      </w:pPr>
      <w:r>
        <w:rPr>
          <w:noProof/>
        </w:rPr>
        <w:t>26</w:t>
      </w:r>
      <w:r>
        <w:rPr>
          <w:rFonts w:asciiTheme="minorHAnsi" w:eastAsiaTheme="minorEastAsia" w:hAnsiTheme="minorHAnsi" w:cstheme="minorBidi"/>
          <w:b w:val="0"/>
          <w:noProof/>
          <w:sz w:val="22"/>
          <w:szCs w:val="22"/>
          <w:lang w:eastAsia="en-AU"/>
        </w:rPr>
        <w:tab/>
      </w:r>
      <w:r w:rsidR="00A41F5C">
        <w:rPr>
          <w:noProof/>
        </w:rPr>
        <w:t>Transfer of business</w:t>
      </w:r>
      <w:r w:rsidR="00A41F5C">
        <w:rPr>
          <w:noProof/>
        </w:rPr>
        <w:tab/>
        <w:t>829</w:t>
      </w:r>
    </w:p>
    <w:p w14:paraId="6F4060BF" w14:textId="4960E6C0" w:rsidR="006D03AB" w:rsidRPr="00C33F1F" w:rsidRDefault="006D03AB" w:rsidP="00C33F1F">
      <w:pPr>
        <w:pStyle w:val="TOC2"/>
        <w:ind w:left="1219" w:hanging="709"/>
        <w:rPr>
          <w:noProof/>
        </w:rPr>
      </w:pPr>
      <w:r>
        <w:rPr>
          <w:noProof/>
        </w:rPr>
        <w:t>26.1</w:t>
      </w:r>
      <w:r w:rsidRPr="00C33F1F">
        <w:rPr>
          <w:noProof/>
        </w:rPr>
        <w:tab/>
      </w:r>
      <w:r>
        <w:rPr>
          <w:noProof/>
        </w:rPr>
        <w:t>How</w:t>
      </w:r>
      <w:r w:rsidR="00A41F5C">
        <w:rPr>
          <w:noProof/>
        </w:rPr>
        <w:t xml:space="preserve"> the present provisions work</w:t>
      </w:r>
      <w:r w:rsidR="00A41F5C">
        <w:rPr>
          <w:noProof/>
        </w:rPr>
        <w:tab/>
        <w:t>830</w:t>
      </w:r>
    </w:p>
    <w:p w14:paraId="6F4060C0" w14:textId="55D16C9E" w:rsidR="006D03AB" w:rsidRPr="00C33F1F" w:rsidRDefault="006D03AB" w:rsidP="00C33F1F">
      <w:pPr>
        <w:pStyle w:val="TOC2"/>
        <w:ind w:left="1219" w:hanging="709"/>
        <w:rPr>
          <w:noProof/>
        </w:rPr>
      </w:pPr>
      <w:r>
        <w:rPr>
          <w:noProof/>
        </w:rPr>
        <w:t>26.2</w:t>
      </w:r>
      <w:r w:rsidRPr="00C33F1F">
        <w:rPr>
          <w:noProof/>
        </w:rPr>
        <w:tab/>
      </w:r>
      <w:r>
        <w:rPr>
          <w:noProof/>
        </w:rPr>
        <w:t>Impacts of the tra</w:t>
      </w:r>
      <w:r w:rsidR="00A41F5C">
        <w:rPr>
          <w:noProof/>
        </w:rPr>
        <w:t>nsfer of business provisions</w:t>
      </w:r>
      <w:r w:rsidR="00A41F5C">
        <w:rPr>
          <w:noProof/>
        </w:rPr>
        <w:tab/>
        <w:t>834</w:t>
      </w:r>
    </w:p>
    <w:p w14:paraId="6F4060C1" w14:textId="7C749FF6" w:rsidR="006D03AB" w:rsidRPr="00C33F1F" w:rsidRDefault="006D03AB" w:rsidP="00C33F1F">
      <w:pPr>
        <w:pStyle w:val="TOC2"/>
        <w:ind w:left="1219" w:hanging="709"/>
        <w:rPr>
          <w:noProof/>
        </w:rPr>
      </w:pPr>
      <w:r>
        <w:rPr>
          <w:noProof/>
        </w:rPr>
        <w:t>26.3</w:t>
      </w:r>
      <w:r w:rsidRPr="00C33F1F">
        <w:rPr>
          <w:noProof/>
        </w:rPr>
        <w:tab/>
      </w:r>
      <w:r w:rsidR="00A41F5C">
        <w:rPr>
          <w:noProof/>
        </w:rPr>
        <w:t>Finding the right balance</w:t>
      </w:r>
      <w:r w:rsidR="00A41F5C">
        <w:rPr>
          <w:noProof/>
        </w:rPr>
        <w:tab/>
        <w:t>836</w:t>
      </w:r>
    </w:p>
    <w:p w14:paraId="6F4060C2" w14:textId="77743688" w:rsidR="006D03AB" w:rsidRPr="00C33F1F" w:rsidRDefault="006D03AB" w:rsidP="00C33F1F">
      <w:pPr>
        <w:pStyle w:val="TOC2"/>
        <w:ind w:left="1219" w:hanging="709"/>
        <w:rPr>
          <w:noProof/>
        </w:rPr>
      </w:pPr>
      <w:r>
        <w:rPr>
          <w:noProof/>
        </w:rPr>
        <w:t>26.4</w:t>
      </w:r>
      <w:r w:rsidRPr="00C33F1F">
        <w:rPr>
          <w:noProof/>
        </w:rPr>
        <w:tab/>
      </w:r>
      <w:r>
        <w:rPr>
          <w:noProof/>
        </w:rPr>
        <w:t>O</w:t>
      </w:r>
      <w:r w:rsidR="00F623A3">
        <w:rPr>
          <w:noProof/>
        </w:rPr>
        <w:t>ngoing monitoring and rev</w:t>
      </w:r>
      <w:r w:rsidR="00A41F5C">
        <w:rPr>
          <w:noProof/>
        </w:rPr>
        <w:t>iew</w:t>
      </w:r>
      <w:r w:rsidR="00A41F5C">
        <w:rPr>
          <w:noProof/>
        </w:rPr>
        <w:tab/>
        <w:t>847</w:t>
      </w:r>
    </w:p>
    <w:p w14:paraId="6F4060C3" w14:textId="77777777" w:rsidR="00C33F1F" w:rsidRDefault="00C33F1F">
      <w:pPr>
        <w:rPr>
          <w:rFonts w:ascii="Arial" w:hAnsi="Arial"/>
          <w:b/>
          <w:noProof/>
          <w:szCs w:val="26"/>
        </w:rPr>
      </w:pPr>
      <w:r>
        <w:rPr>
          <w:noProof/>
        </w:rPr>
        <w:br w:type="page"/>
      </w:r>
    </w:p>
    <w:p w14:paraId="6F4060C4" w14:textId="2E4707CE" w:rsidR="006D03AB" w:rsidRDefault="006D03AB">
      <w:pPr>
        <w:pStyle w:val="TOC1"/>
        <w:rPr>
          <w:rFonts w:asciiTheme="minorHAnsi" w:eastAsiaTheme="minorEastAsia" w:hAnsiTheme="minorHAnsi" w:cstheme="minorBidi"/>
          <w:b w:val="0"/>
          <w:noProof/>
          <w:sz w:val="22"/>
          <w:szCs w:val="22"/>
          <w:lang w:eastAsia="en-AU"/>
        </w:rPr>
      </w:pPr>
      <w:r>
        <w:rPr>
          <w:noProof/>
        </w:rPr>
        <w:lastRenderedPageBreak/>
        <w:t>27</w:t>
      </w:r>
      <w:r>
        <w:rPr>
          <w:rFonts w:asciiTheme="minorHAnsi" w:eastAsiaTheme="minorEastAsia" w:hAnsiTheme="minorHAnsi" w:cstheme="minorBidi"/>
          <w:b w:val="0"/>
          <w:noProof/>
          <w:sz w:val="22"/>
          <w:szCs w:val="22"/>
          <w:lang w:eastAsia="en-AU"/>
        </w:rPr>
        <w:tab/>
      </w:r>
      <w:r>
        <w:rPr>
          <w:noProof/>
        </w:rPr>
        <w:t>Industria</w:t>
      </w:r>
      <w:r w:rsidR="00A41F5C">
        <w:rPr>
          <w:noProof/>
        </w:rPr>
        <w:t>l disputes</w:t>
      </w:r>
      <w:r w:rsidR="00A41F5C">
        <w:rPr>
          <w:noProof/>
        </w:rPr>
        <w:tab/>
        <w:t>849</w:t>
      </w:r>
    </w:p>
    <w:p w14:paraId="6F4060C5" w14:textId="3873F7E1" w:rsidR="006D03AB" w:rsidRPr="00C33F1F" w:rsidRDefault="006D03AB" w:rsidP="00C33F1F">
      <w:pPr>
        <w:pStyle w:val="TOC2"/>
        <w:ind w:left="1219" w:hanging="709"/>
        <w:rPr>
          <w:noProof/>
        </w:rPr>
      </w:pPr>
      <w:r>
        <w:rPr>
          <w:noProof/>
        </w:rPr>
        <w:t>27.1</w:t>
      </w:r>
      <w:r w:rsidRPr="00C33F1F">
        <w:rPr>
          <w:noProof/>
        </w:rPr>
        <w:tab/>
      </w:r>
      <w:r>
        <w:rPr>
          <w:noProof/>
        </w:rPr>
        <w:t>Bargaining disputes c</w:t>
      </w:r>
      <w:r w:rsidR="00A41F5C">
        <w:rPr>
          <w:noProof/>
        </w:rPr>
        <w:t>an lead to industrial action</w:t>
      </w:r>
      <w:r w:rsidR="00A41F5C">
        <w:rPr>
          <w:noProof/>
        </w:rPr>
        <w:tab/>
        <w:t>850</w:t>
      </w:r>
    </w:p>
    <w:p w14:paraId="6F4060C6" w14:textId="74AEFCD3" w:rsidR="006D03AB" w:rsidRPr="00C33F1F" w:rsidRDefault="006D03AB" w:rsidP="00C33F1F">
      <w:pPr>
        <w:pStyle w:val="TOC2"/>
        <w:ind w:left="1219" w:hanging="709"/>
        <w:rPr>
          <w:noProof/>
        </w:rPr>
      </w:pPr>
      <w:r>
        <w:rPr>
          <w:noProof/>
        </w:rPr>
        <w:t>27.2</w:t>
      </w:r>
      <w:r w:rsidRPr="00C33F1F">
        <w:rPr>
          <w:noProof/>
        </w:rPr>
        <w:tab/>
      </w:r>
      <w:r>
        <w:rPr>
          <w:noProof/>
        </w:rPr>
        <w:t>How well are the curr</w:t>
      </w:r>
      <w:r w:rsidR="00A41F5C">
        <w:rPr>
          <w:noProof/>
        </w:rPr>
        <w:t>ent arrangements performing?</w:t>
      </w:r>
      <w:r w:rsidR="00A41F5C">
        <w:rPr>
          <w:noProof/>
        </w:rPr>
        <w:tab/>
        <w:t>860</w:t>
      </w:r>
    </w:p>
    <w:p w14:paraId="6F4060C7" w14:textId="544C8BC8" w:rsidR="006D03AB" w:rsidRPr="00C33F1F" w:rsidRDefault="006D03AB" w:rsidP="00C33F1F">
      <w:pPr>
        <w:pStyle w:val="TOC2"/>
        <w:ind w:left="1219" w:hanging="709"/>
        <w:rPr>
          <w:noProof/>
        </w:rPr>
      </w:pPr>
      <w:r>
        <w:rPr>
          <w:noProof/>
        </w:rPr>
        <w:t>27.3</w:t>
      </w:r>
      <w:r w:rsidRPr="00C33F1F">
        <w:rPr>
          <w:noProof/>
        </w:rPr>
        <w:tab/>
      </w:r>
      <w:r>
        <w:rPr>
          <w:noProof/>
        </w:rPr>
        <w:t>Propos</w:t>
      </w:r>
      <w:r w:rsidR="00A41F5C">
        <w:rPr>
          <w:noProof/>
        </w:rPr>
        <w:t>als to improve the framework</w:t>
      </w:r>
      <w:r w:rsidR="00A41F5C">
        <w:rPr>
          <w:noProof/>
        </w:rPr>
        <w:tab/>
        <w:t>871</w:t>
      </w:r>
    </w:p>
    <w:p w14:paraId="6F4060C8" w14:textId="64B0352E" w:rsidR="006D03AB" w:rsidRPr="00C33F1F" w:rsidRDefault="006D03AB" w:rsidP="00C33F1F">
      <w:pPr>
        <w:pStyle w:val="TOC2"/>
        <w:ind w:left="1219" w:hanging="709"/>
        <w:rPr>
          <w:noProof/>
        </w:rPr>
      </w:pPr>
      <w:r>
        <w:rPr>
          <w:noProof/>
        </w:rPr>
        <w:t>27.4</w:t>
      </w:r>
      <w:r w:rsidRPr="00C33F1F">
        <w:rPr>
          <w:noProof/>
        </w:rPr>
        <w:tab/>
      </w:r>
      <w:r>
        <w:rPr>
          <w:noProof/>
        </w:rPr>
        <w:t>What are the likely</w:t>
      </w:r>
      <w:r w:rsidR="00A41F5C">
        <w:rPr>
          <w:noProof/>
        </w:rPr>
        <w:t xml:space="preserve"> impacts of these proposals?</w:t>
      </w:r>
      <w:r w:rsidR="00A41F5C">
        <w:rPr>
          <w:noProof/>
        </w:rPr>
        <w:tab/>
        <w:t>903</w:t>
      </w:r>
    </w:p>
    <w:p w14:paraId="6F4060C9" w14:textId="6217D1EE" w:rsidR="006D03AB" w:rsidRDefault="006D03AB">
      <w:pPr>
        <w:pStyle w:val="TOC1"/>
        <w:rPr>
          <w:rFonts w:asciiTheme="minorHAnsi" w:eastAsiaTheme="minorEastAsia" w:hAnsiTheme="minorHAnsi" w:cstheme="minorBidi"/>
          <w:b w:val="0"/>
          <w:noProof/>
          <w:sz w:val="22"/>
          <w:szCs w:val="22"/>
          <w:lang w:eastAsia="en-AU"/>
        </w:rPr>
      </w:pPr>
      <w:r>
        <w:rPr>
          <w:noProof/>
        </w:rPr>
        <w:t>28</w:t>
      </w:r>
      <w:r>
        <w:rPr>
          <w:rFonts w:asciiTheme="minorHAnsi" w:eastAsiaTheme="minorEastAsia" w:hAnsiTheme="minorHAnsi" w:cstheme="minorBidi"/>
          <w:b w:val="0"/>
          <w:noProof/>
          <w:sz w:val="22"/>
          <w:szCs w:val="22"/>
          <w:lang w:eastAsia="en-AU"/>
        </w:rPr>
        <w:tab/>
      </w:r>
      <w:r w:rsidR="00A41F5C">
        <w:rPr>
          <w:noProof/>
        </w:rPr>
        <w:t>Right of entry</w:t>
      </w:r>
      <w:r w:rsidR="00A41F5C">
        <w:rPr>
          <w:noProof/>
        </w:rPr>
        <w:tab/>
        <w:t>907</w:t>
      </w:r>
    </w:p>
    <w:p w14:paraId="6F4060CA" w14:textId="1D4A20CA" w:rsidR="006D03AB" w:rsidRPr="00C33F1F" w:rsidRDefault="006D03AB" w:rsidP="00C33F1F">
      <w:pPr>
        <w:pStyle w:val="TOC2"/>
        <w:ind w:left="1219" w:hanging="709"/>
        <w:rPr>
          <w:noProof/>
        </w:rPr>
      </w:pPr>
      <w:r>
        <w:rPr>
          <w:noProof/>
        </w:rPr>
        <w:t>28.1</w:t>
      </w:r>
      <w:r w:rsidRPr="00C33F1F">
        <w:rPr>
          <w:noProof/>
        </w:rPr>
        <w:tab/>
      </w:r>
      <w:r w:rsidR="00A41F5C">
        <w:rPr>
          <w:noProof/>
        </w:rPr>
        <w:t>Current arrangements</w:t>
      </w:r>
      <w:r w:rsidR="00A41F5C">
        <w:rPr>
          <w:noProof/>
        </w:rPr>
        <w:tab/>
        <w:t>907</w:t>
      </w:r>
    </w:p>
    <w:p w14:paraId="6F4060CB" w14:textId="684908C4" w:rsidR="006D03AB" w:rsidRPr="00C33F1F" w:rsidRDefault="006D03AB" w:rsidP="00C33F1F">
      <w:pPr>
        <w:pStyle w:val="TOC2"/>
        <w:ind w:left="1219" w:hanging="709"/>
        <w:rPr>
          <w:noProof/>
        </w:rPr>
      </w:pPr>
      <w:r>
        <w:rPr>
          <w:noProof/>
        </w:rPr>
        <w:t>28.2</w:t>
      </w:r>
      <w:r w:rsidRPr="00C33F1F">
        <w:rPr>
          <w:noProof/>
        </w:rPr>
        <w:tab/>
      </w:r>
      <w:r>
        <w:rPr>
          <w:noProof/>
        </w:rPr>
        <w:t>Right of entr</w:t>
      </w:r>
      <w:r w:rsidR="00A41F5C">
        <w:rPr>
          <w:noProof/>
        </w:rPr>
        <w:t>y can be a contentious issue</w:t>
      </w:r>
      <w:r w:rsidR="00A41F5C">
        <w:rPr>
          <w:noProof/>
        </w:rPr>
        <w:tab/>
        <w:t>908</w:t>
      </w:r>
    </w:p>
    <w:p w14:paraId="6F4060CC" w14:textId="0B9E348D" w:rsidR="006D03AB" w:rsidRPr="00C33F1F" w:rsidRDefault="006D03AB" w:rsidP="00C33F1F">
      <w:pPr>
        <w:pStyle w:val="TOC2"/>
        <w:ind w:left="1219" w:hanging="709"/>
        <w:rPr>
          <w:noProof/>
        </w:rPr>
      </w:pPr>
      <w:r>
        <w:rPr>
          <w:noProof/>
        </w:rPr>
        <w:t>28.3</w:t>
      </w:r>
      <w:r w:rsidRPr="00C33F1F">
        <w:rPr>
          <w:noProof/>
        </w:rPr>
        <w:tab/>
      </w:r>
      <w:r>
        <w:rPr>
          <w:noProof/>
        </w:rPr>
        <w:t>Ar</w:t>
      </w:r>
      <w:r w:rsidR="00A41F5C">
        <w:rPr>
          <w:noProof/>
        </w:rPr>
        <w:t>eas of potential improvement</w:t>
      </w:r>
      <w:r w:rsidR="00A41F5C">
        <w:rPr>
          <w:noProof/>
        </w:rPr>
        <w:tab/>
        <w:t>910</w:t>
      </w:r>
    </w:p>
    <w:p w14:paraId="6F4060CD" w14:textId="4259B464" w:rsidR="006D03AB" w:rsidRDefault="006D03AB">
      <w:pPr>
        <w:pStyle w:val="TOC1"/>
        <w:rPr>
          <w:rFonts w:asciiTheme="minorHAnsi" w:eastAsiaTheme="minorEastAsia" w:hAnsiTheme="minorHAnsi" w:cstheme="minorBidi"/>
          <w:b w:val="0"/>
          <w:noProof/>
          <w:sz w:val="22"/>
          <w:szCs w:val="22"/>
          <w:lang w:eastAsia="en-AU"/>
        </w:rPr>
      </w:pPr>
      <w:r>
        <w:rPr>
          <w:noProof/>
        </w:rPr>
        <w:t>29</w:t>
      </w:r>
      <w:r>
        <w:rPr>
          <w:rFonts w:asciiTheme="minorHAnsi" w:eastAsiaTheme="minorEastAsia" w:hAnsiTheme="minorHAnsi" w:cstheme="minorBidi"/>
          <w:b w:val="0"/>
          <w:noProof/>
          <w:sz w:val="22"/>
          <w:szCs w:val="22"/>
          <w:lang w:eastAsia="en-AU"/>
        </w:rPr>
        <w:tab/>
      </w:r>
      <w:r w:rsidR="00A41F5C">
        <w:rPr>
          <w:noProof/>
        </w:rPr>
        <w:t>Migrant workers</w:t>
      </w:r>
      <w:r w:rsidR="00A41F5C">
        <w:rPr>
          <w:noProof/>
        </w:rPr>
        <w:tab/>
        <w:t>917</w:t>
      </w:r>
    </w:p>
    <w:p w14:paraId="6F4060CE" w14:textId="449F2146" w:rsidR="006D03AB" w:rsidRPr="00C33F1F" w:rsidRDefault="006D03AB" w:rsidP="00C33F1F">
      <w:pPr>
        <w:pStyle w:val="TOC2"/>
        <w:ind w:left="1219" w:hanging="709"/>
        <w:rPr>
          <w:noProof/>
        </w:rPr>
      </w:pPr>
      <w:r>
        <w:rPr>
          <w:noProof/>
        </w:rPr>
        <w:t>29.1</w:t>
      </w:r>
      <w:r w:rsidRPr="00C33F1F">
        <w:rPr>
          <w:noProof/>
        </w:rPr>
        <w:tab/>
      </w:r>
      <w:r>
        <w:rPr>
          <w:noProof/>
        </w:rPr>
        <w:t xml:space="preserve">Number of </w:t>
      </w:r>
      <w:r w:rsidR="00A41F5C">
        <w:rPr>
          <w:noProof/>
        </w:rPr>
        <w:t>migrant workers in Australia</w:t>
      </w:r>
      <w:r w:rsidR="00A41F5C">
        <w:rPr>
          <w:noProof/>
        </w:rPr>
        <w:tab/>
        <w:t>918</w:t>
      </w:r>
    </w:p>
    <w:p w14:paraId="6F4060CF" w14:textId="692D8D95" w:rsidR="006D03AB" w:rsidRPr="00C33F1F" w:rsidRDefault="006D03AB" w:rsidP="00C33F1F">
      <w:pPr>
        <w:pStyle w:val="TOC2"/>
        <w:ind w:left="1219" w:hanging="709"/>
        <w:rPr>
          <w:noProof/>
        </w:rPr>
      </w:pPr>
      <w:r>
        <w:rPr>
          <w:noProof/>
        </w:rPr>
        <w:t>29.2</w:t>
      </w:r>
      <w:r w:rsidRPr="00C33F1F">
        <w:rPr>
          <w:noProof/>
        </w:rPr>
        <w:tab/>
      </w:r>
      <w:r>
        <w:rPr>
          <w:noProof/>
        </w:rPr>
        <w:t>Exp</w:t>
      </w:r>
      <w:r w:rsidR="00A41F5C">
        <w:rPr>
          <w:noProof/>
        </w:rPr>
        <w:t>loitation of migrant workers</w:t>
      </w:r>
      <w:r w:rsidR="00A41F5C">
        <w:rPr>
          <w:noProof/>
        </w:rPr>
        <w:tab/>
        <w:t>919</w:t>
      </w:r>
    </w:p>
    <w:p w14:paraId="6F4060D0" w14:textId="28074414" w:rsidR="006D03AB" w:rsidRPr="00C33F1F" w:rsidRDefault="006D03AB" w:rsidP="00C33F1F">
      <w:pPr>
        <w:pStyle w:val="TOC2"/>
        <w:ind w:left="1219" w:hanging="709"/>
        <w:rPr>
          <w:noProof/>
        </w:rPr>
      </w:pPr>
      <w:r>
        <w:rPr>
          <w:noProof/>
        </w:rPr>
        <w:t>29.3</w:t>
      </w:r>
      <w:r w:rsidRPr="00C33F1F">
        <w:rPr>
          <w:noProof/>
        </w:rPr>
        <w:tab/>
      </w:r>
      <w:r>
        <w:rPr>
          <w:noProof/>
        </w:rPr>
        <w:t>Protecting migrant workers’ wor</w:t>
      </w:r>
      <w:r w:rsidR="00A41F5C">
        <w:rPr>
          <w:noProof/>
        </w:rPr>
        <w:t>kplace rights and conditions</w:t>
      </w:r>
      <w:r w:rsidR="00A41F5C">
        <w:rPr>
          <w:noProof/>
        </w:rPr>
        <w:tab/>
        <w:t>924</w:t>
      </w:r>
    </w:p>
    <w:p w14:paraId="6F4060D1" w14:textId="40F0E858" w:rsidR="006D03AB" w:rsidRPr="00C33F1F" w:rsidRDefault="006D03AB" w:rsidP="00C33F1F">
      <w:pPr>
        <w:pStyle w:val="TOC2"/>
        <w:ind w:left="1219" w:hanging="709"/>
        <w:rPr>
          <w:noProof/>
        </w:rPr>
      </w:pPr>
      <w:r>
        <w:rPr>
          <w:noProof/>
        </w:rPr>
        <w:t>29.4</w:t>
      </w:r>
      <w:r w:rsidRPr="00C33F1F">
        <w:rPr>
          <w:noProof/>
        </w:rPr>
        <w:tab/>
      </w:r>
      <w:r>
        <w:rPr>
          <w:noProof/>
        </w:rPr>
        <w:t>Migrants working in</w:t>
      </w:r>
      <w:r w:rsidR="00A41F5C">
        <w:rPr>
          <w:noProof/>
        </w:rPr>
        <w:t xml:space="preserve"> breach of the Migration Act</w:t>
      </w:r>
      <w:r w:rsidR="00A41F5C">
        <w:rPr>
          <w:noProof/>
        </w:rPr>
        <w:tab/>
        <w:t>931</w:t>
      </w:r>
    </w:p>
    <w:p w14:paraId="6F4060D2" w14:textId="340E413E" w:rsidR="006D03AB" w:rsidRPr="00C33F1F" w:rsidRDefault="006D03AB" w:rsidP="00C33F1F">
      <w:pPr>
        <w:pStyle w:val="TOC2"/>
        <w:ind w:left="1219" w:hanging="709"/>
        <w:rPr>
          <w:noProof/>
        </w:rPr>
      </w:pPr>
      <w:r>
        <w:rPr>
          <w:noProof/>
        </w:rPr>
        <w:t>29.5</w:t>
      </w:r>
      <w:r w:rsidRPr="00C33F1F">
        <w:rPr>
          <w:noProof/>
        </w:rPr>
        <w:tab/>
      </w:r>
      <w:r>
        <w:rPr>
          <w:noProof/>
        </w:rPr>
        <w:t>The effect of i</w:t>
      </w:r>
      <w:r w:rsidR="00A41F5C">
        <w:rPr>
          <w:noProof/>
        </w:rPr>
        <w:t>nsolvency on migrant workers</w:t>
      </w:r>
      <w:r w:rsidR="00A41F5C">
        <w:rPr>
          <w:noProof/>
        </w:rPr>
        <w:tab/>
        <w:t>936</w:t>
      </w:r>
    </w:p>
    <w:p w14:paraId="6F4060D3" w14:textId="02895168" w:rsidR="006D03AB" w:rsidRDefault="006D03AB">
      <w:pPr>
        <w:pStyle w:val="TOC1"/>
        <w:rPr>
          <w:rFonts w:asciiTheme="minorHAnsi" w:eastAsiaTheme="minorEastAsia" w:hAnsiTheme="minorHAnsi" w:cstheme="minorBidi"/>
          <w:b w:val="0"/>
          <w:noProof/>
          <w:sz w:val="22"/>
          <w:szCs w:val="22"/>
          <w:lang w:eastAsia="en-AU"/>
        </w:rPr>
      </w:pPr>
      <w:r>
        <w:rPr>
          <w:noProof/>
        </w:rPr>
        <w:t>30</w:t>
      </w:r>
      <w:r>
        <w:rPr>
          <w:rFonts w:asciiTheme="minorHAnsi" w:eastAsiaTheme="minorEastAsia" w:hAnsiTheme="minorHAnsi" w:cstheme="minorBidi"/>
          <w:b w:val="0"/>
          <w:noProof/>
          <w:sz w:val="22"/>
          <w:szCs w:val="22"/>
          <w:lang w:eastAsia="en-AU"/>
        </w:rPr>
        <w:tab/>
      </w:r>
      <w:r w:rsidR="00A41F5C">
        <w:rPr>
          <w:noProof/>
        </w:rPr>
        <w:t>International obligations</w:t>
      </w:r>
      <w:r w:rsidR="00A41F5C">
        <w:rPr>
          <w:noProof/>
        </w:rPr>
        <w:tab/>
        <w:t>941</w:t>
      </w:r>
    </w:p>
    <w:p w14:paraId="6F4060D4" w14:textId="64712826" w:rsidR="006D03AB" w:rsidRPr="00C33F1F" w:rsidRDefault="006D03AB" w:rsidP="00C33F1F">
      <w:pPr>
        <w:pStyle w:val="TOC2"/>
        <w:ind w:left="1219" w:hanging="709"/>
        <w:rPr>
          <w:noProof/>
        </w:rPr>
      </w:pPr>
      <w:r>
        <w:rPr>
          <w:noProof/>
        </w:rPr>
        <w:t>30.1</w:t>
      </w:r>
      <w:r w:rsidRPr="00C33F1F">
        <w:rPr>
          <w:noProof/>
        </w:rPr>
        <w:tab/>
      </w:r>
      <w:r>
        <w:rPr>
          <w:noProof/>
        </w:rPr>
        <w:t>In</w:t>
      </w:r>
      <w:r w:rsidR="00A41F5C">
        <w:rPr>
          <w:noProof/>
        </w:rPr>
        <w:t>ternational Labour Standards</w:t>
      </w:r>
      <w:r w:rsidR="00A41F5C">
        <w:rPr>
          <w:noProof/>
        </w:rPr>
        <w:tab/>
        <w:t>941</w:t>
      </w:r>
    </w:p>
    <w:p w14:paraId="6F4060D5" w14:textId="62B34645" w:rsidR="006D03AB" w:rsidRPr="00C33F1F" w:rsidRDefault="006D03AB" w:rsidP="00C33F1F">
      <w:pPr>
        <w:pStyle w:val="TOC2"/>
        <w:ind w:left="1219" w:hanging="709"/>
        <w:rPr>
          <w:noProof/>
        </w:rPr>
      </w:pPr>
      <w:r>
        <w:rPr>
          <w:noProof/>
        </w:rPr>
        <w:t>30.2</w:t>
      </w:r>
      <w:r w:rsidRPr="00C33F1F">
        <w:rPr>
          <w:noProof/>
        </w:rPr>
        <w:tab/>
      </w:r>
      <w:r>
        <w:rPr>
          <w:noProof/>
        </w:rPr>
        <w:t>Preferential trade agr</w:t>
      </w:r>
      <w:r w:rsidR="00A41F5C">
        <w:rPr>
          <w:noProof/>
        </w:rPr>
        <w:t>eements</w:t>
      </w:r>
      <w:r w:rsidR="00A41F5C">
        <w:rPr>
          <w:noProof/>
        </w:rPr>
        <w:tab/>
        <w:t>946</w:t>
      </w:r>
    </w:p>
    <w:p w14:paraId="6F4060D6" w14:textId="7C859C33" w:rsidR="006D03AB" w:rsidRDefault="006D03AB">
      <w:pPr>
        <w:pStyle w:val="TOC1"/>
        <w:rPr>
          <w:rFonts w:asciiTheme="minorHAnsi" w:eastAsiaTheme="minorEastAsia" w:hAnsiTheme="minorHAnsi" w:cstheme="minorBidi"/>
          <w:b w:val="0"/>
          <w:noProof/>
          <w:sz w:val="22"/>
          <w:szCs w:val="22"/>
          <w:lang w:eastAsia="en-AU"/>
        </w:rPr>
      </w:pPr>
      <w:r>
        <w:rPr>
          <w:noProof/>
        </w:rPr>
        <w:t>31</w:t>
      </w:r>
      <w:r>
        <w:rPr>
          <w:rFonts w:asciiTheme="minorHAnsi" w:eastAsiaTheme="minorEastAsia" w:hAnsiTheme="minorHAnsi" w:cstheme="minorBidi"/>
          <w:b w:val="0"/>
          <w:noProof/>
          <w:sz w:val="22"/>
          <w:szCs w:val="22"/>
          <w:lang w:eastAsia="en-AU"/>
        </w:rPr>
        <w:tab/>
      </w:r>
      <w:r>
        <w:rPr>
          <w:noProof/>
        </w:rPr>
        <w:t>Interactions between competition policy and the w</w:t>
      </w:r>
      <w:r w:rsidR="00A41F5C">
        <w:rPr>
          <w:noProof/>
        </w:rPr>
        <w:t>orkplace relations framework</w:t>
      </w:r>
      <w:r w:rsidR="00A41F5C">
        <w:rPr>
          <w:noProof/>
        </w:rPr>
        <w:tab/>
        <w:t>949</w:t>
      </w:r>
    </w:p>
    <w:p w14:paraId="6F4060D7" w14:textId="04D3111B" w:rsidR="006D03AB" w:rsidRPr="00C33F1F" w:rsidRDefault="006D03AB" w:rsidP="00C33F1F">
      <w:pPr>
        <w:pStyle w:val="TOC2"/>
        <w:ind w:left="1219" w:hanging="709"/>
        <w:rPr>
          <w:noProof/>
        </w:rPr>
      </w:pPr>
      <w:r>
        <w:rPr>
          <w:noProof/>
        </w:rPr>
        <w:t>31.1</w:t>
      </w:r>
      <w:r w:rsidRPr="00C33F1F">
        <w:rPr>
          <w:noProof/>
        </w:rPr>
        <w:tab/>
      </w:r>
      <w:r>
        <w:rPr>
          <w:noProof/>
        </w:rPr>
        <w:t xml:space="preserve">How does competition policy currently </w:t>
      </w:r>
      <w:r w:rsidR="00A41F5C">
        <w:rPr>
          <w:noProof/>
        </w:rPr>
        <w:t>interact with the WR system?</w:t>
      </w:r>
      <w:r w:rsidR="00A41F5C">
        <w:rPr>
          <w:noProof/>
        </w:rPr>
        <w:tab/>
        <w:t>950</w:t>
      </w:r>
    </w:p>
    <w:p w14:paraId="6F4060D8" w14:textId="72DB4C02" w:rsidR="006D03AB" w:rsidRPr="00C33F1F" w:rsidRDefault="006D03AB" w:rsidP="00C33F1F">
      <w:pPr>
        <w:pStyle w:val="TOC2"/>
        <w:ind w:left="1219" w:hanging="709"/>
        <w:rPr>
          <w:noProof/>
        </w:rPr>
      </w:pPr>
      <w:r>
        <w:rPr>
          <w:noProof/>
        </w:rPr>
        <w:t>31.2</w:t>
      </w:r>
      <w:r w:rsidRPr="00C33F1F">
        <w:rPr>
          <w:noProof/>
        </w:rPr>
        <w:tab/>
      </w:r>
      <w:r>
        <w:rPr>
          <w:noProof/>
        </w:rPr>
        <w:t>Competition policy and the WR system have c</w:t>
      </w:r>
      <w:r w:rsidR="00F623A3">
        <w:rPr>
          <w:noProof/>
        </w:rPr>
        <w:t>ommonalities</w:t>
      </w:r>
      <w:r w:rsidR="00A41F5C">
        <w:rPr>
          <w:noProof/>
        </w:rPr>
        <w:t xml:space="preserve"> and divergences</w:t>
      </w:r>
      <w:r w:rsidR="00A41F5C">
        <w:rPr>
          <w:noProof/>
        </w:rPr>
        <w:tab/>
        <w:t>952</w:t>
      </w:r>
    </w:p>
    <w:p w14:paraId="6F4060D9" w14:textId="278E4B35" w:rsidR="006D03AB" w:rsidRPr="00C33F1F" w:rsidRDefault="006D03AB" w:rsidP="00C33F1F">
      <w:pPr>
        <w:pStyle w:val="TOC2"/>
        <w:ind w:left="1219" w:hanging="709"/>
        <w:rPr>
          <w:noProof/>
        </w:rPr>
      </w:pPr>
      <w:r>
        <w:rPr>
          <w:noProof/>
        </w:rPr>
        <w:t>31.3</w:t>
      </w:r>
      <w:r w:rsidRPr="00C33F1F">
        <w:rPr>
          <w:noProof/>
        </w:rPr>
        <w:tab/>
      </w:r>
      <w:r>
        <w:rPr>
          <w:noProof/>
        </w:rPr>
        <w:t xml:space="preserve">Competition policy </w:t>
      </w:r>
      <w:r w:rsidR="00A41F5C">
        <w:rPr>
          <w:noProof/>
        </w:rPr>
        <w:t>cannot subsume the WR system</w:t>
      </w:r>
      <w:r w:rsidR="00A41F5C">
        <w:rPr>
          <w:noProof/>
        </w:rPr>
        <w:tab/>
        <w:t>957</w:t>
      </w:r>
    </w:p>
    <w:p w14:paraId="6F4060DA" w14:textId="5AF0FEB5" w:rsidR="006D03AB" w:rsidRPr="00C33F1F" w:rsidRDefault="006D03AB" w:rsidP="00C33F1F">
      <w:pPr>
        <w:pStyle w:val="TOC2"/>
        <w:ind w:left="1219" w:hanging="709"/>
        <w:rPr>
          <w:noProof/>
        </w:rPr>
      </w:pPr>
      <w:r>
        <w:rPr>
          <w:noProof/>
        </w:rPr>
        <w:t>31.4</w:t>
      </w:r>
      <w:r w:rsidRPr="00C33F1F">
        <w:rPr>
          <w:noProof/>
        </w:rPr>
        <w:tab/>
      </w:r>
      <w:r>
        <w:rPr>
          <w:noProof/>
        </w:rPr>
        <w:t>Are there gaps in the WR system that a</w:t>
      </w:r>
      <w:r w:rsidR="00A41F5C">
        <w:rPr>
          <w:noProof/>
        </w:rPr>
        <w:t>llow anticompetitive conduct</w:t>
      </w:r>
      <w:r w:rsidR="00A41F5C">
        <w:rPr>
          <w:noProof/>
        </w:rPr>
        <w:tab/>
        <w:t>958</w:t>
      </w:r>
    </w:p>
    <w:p w14:paraId="6F4060DB" w14:textId="77777777" w:rsidR="00C33F1F" w:rsidRDefault="00C33F1F">
      <w:pPr>
        <w:rPr>
          <w:rFonts w:ascii="Arial" w:hAnsi="Arial"/>
          <w:b/>
          <w:noProof/>
          <w:szCs w:val="26"/>
        </w:rPr>
      </w:pPr>
      <w:r>
        <w:rPr>
          <w:noProof/>
        </w:rPr>
        <w:br w:type="page"/>
      </w:r>
    </w:p>
    <w:p w14:paraId="6F4060DC" w14:textId="49E08E2B" w:rsidR="006D03AB" w:rsidRDefault="006D03AB">
      <w:pPr>
        <w:pStyle w:val="TOC1"/>
        <w:rPr>
          <w:rFonts w:asciiTheme="minorHAnsi" w:eastAsiaTheme="minorEastAsia" w:hAnsiTheme="minorHAnsi" w:cstheme="minorBidi"/>
          <w:b w:val="0"/>
          <w:noProof/>
          <w:sz w:val="22"/>
          <w:szCs w:val="22"/>
          <w:lang w:eastAsia="en-AU"/>
        </w:rPr>
      </w:pPr>
      <w:r>
        <w:rPr>
          <w:noProof/>
        </w:rPr>
        <w:lastRenderedPageBreak/>
        <w:t>32</w:t>
      </w:r>
      <w:r>
        <w:rPr>
          <w:rFonts w:asciiTheme="minorHAnsi" w:eastAsiaTheme="minorEastAsia" w:hAnsiTheme="minorHAnsi" w:cstheme="minorBidi"/>
          <w:b w:val="0"/>
          <w:noProof/>
          <w:sz w:val="22"/>
          <w:szCs w:val="22"/>
          <w:lang w:eastAsia="en-AU"/>
        </w:rPr>
        <w:tab/>
      </w:r>
      <w:r w:rsidR="00A41F5C">
        <w:rPr>
          <w:noProof/>
        </w:rPr>
        <w:t>Compliance costs</w:t>
      </w:r>
      <w:r w:rsidR="00A41F5C">
        <w:rPr>
          <w:noProof/>
        </w:rPr>
        <w:tab/>
        <w:t>965</w:t>
      </w:r>
    </w:p>
    <w:p w14:paraId="6F4060DD" w14:textId="20EE9CB8" w:rsidR="006D03AB" w:rsidRPr="00C33F1F" w:rsidRDefault="006D03AB" w:rsidP="00C33F1F">
      <w:pPr>
        <w:pStyle w:val="TOC2"/>
        <w:ind w:left="1219" w:hanging="709"/>
        <w:rPr>
          <w:noProof/>
        </w:rPr>
      </w:pPr>
      <w:r>
        <w:rPr>
          <w:noProof/>
        </w:rPr>
        <w:t>32.1</w:t>
      </w:r>
      <w:r w:rsidRPr="00C33F1F">
        <w:rPr>
          <w:noProof/>
        </w:rPr>
        <w:tab/>
      </w:r>
      <w:r w:rsidR="00A41F5C">
        <w:rPr>
          <w:noProof/>
        </w:rPr>
        <w:t>Sources of compliance costs</w:t>
      </w:r>
      <w:r w:rsidR="00A41F5C">
        <w:rPr>
          <w:noProof/>
        </w:rPr>
        <w:tab/>
        <w:t>966</w:t>
      </w:r>
    </w:p>
    <w:p w14:paraId="6F4060DE" w14:textId="34F53315" w:rsidR="006D03AB" w:rsidRPr="00C33F1F" w:rsidRDefault="006D03AB" w:rsidP="00C33F1F">
      <w:pPr>
        <w:pStyle w:val="TOC2"/>
        <w:ind w:left="1219" w:hanging="709"/>
        <w:rPr>
          <w:noProof/>
        </w:rPr>
      </w:pPr>
      <w:r>
        <w:rPr>
          <w:noProof/>
        </w:rPr>
        <w:t>32.2</w:t>
      </w:r>
      <w:r w:rsidRPr="00C33F1F">
        <w:rPr>
          <w:noProof/>
        </w:rPr>
        <w:tab/>
      </w:r>
      <w:r>
        <w:rPr>
          <w:noProof/>
        </w:rPr>
        <w:t xml:space="preserve">Compliance costs were expected to be transitional in </w:t>
      </w:r>
      <w:r w:rsidR="00A41F5C">
        <w:rPr>
          <w:noProof/>
        </w:rPr>
        <w:t>nature</w:t>
      </w:r>
      <w:r w:rsidR="00A41F5C">
        <w:rPr>
          <w:noProof/>
        </w:rPr>
        <w:tab/>
        <w:t>968</w:t>
      </w:r>
    </w:p>
    <w:p w14:paraId="6F4060DF" w14:textId="4CCC8E4A" w:rsidR="006D03AB" w:rsidRPr="00C33F1F" w:rsidRDefault="006D03AB" w:rsidP="00C33F1F">
      <w:pPr>
        <w:pStyle w:val="TOC2"/>
        <w:ind w:left="1219" w:hanging="709"/>
        <w:rPr>
          <w:noProof/>
        </w:rPr>
      </w:pPr>
      <w:r>
        <w:rPr>
          <w:noProof/>
        </w:rPr>
        <w:t>32.3</w:t>
      </w:r>
      <w:r w:rsidRPr="00C33F1F">
        <w:rPr>
          <w:noProof/>
        </w:rPr>
        <w:tab/>
      </w:r>
      <w:r>
        <w:rPr>
          <w:noProof/>
        </w:rPr>
        <w:t>Are complian</w:t>
      </w:r>
      <w:r w:rsidR="00A41F5C">
        <w:rPr>
          <w:noProof/>
        </w:rPr>
        <w:t>ce costs an ongoing concern?</w:t>
      </w:r>
      <w:r w:rsidR="00A41F5C">
        <w:rPr>
          <w:noProof/>
        </w:rPr>
        <w:tab/>
        <w:t>969</w:t>
      </w:r>
    </w:p>
    <w:p w14:paraId="6F4060E0" w14:textId="2DE6CEED" w:rsidR="006D03AB" w:rsidRPr="00C33F1F" w:rsidRDefault="006D03AB" w:rsidP="00C33F1F">
      <w:pPr>
        <w:pStyle w:val="TOC2"/>
        <w:ind w:left="1219" w:hanging="709"/>
        <w:rPr>
          <w:noProof/>
        </w:rPr>
      </w:pPr>
      <w:r>
        <w:rPr>
          <w:noProof/>
        </w:rPr>
        <w:t>32.4</w:t>
      </w:r>
      <w:r w:rsidRPr="00C33F1F">
        <w:rPr>
          <w:noProof/>
        </w:rPr>
        <w:tab/>
      </w:r>
      <w:r>
        <w:rPr>
          <w:noProof/>
        </w:rPr>
        <w:t xml:space="preserve">Addressing </w:t>
      </w:r>
      <w:r w:rsidR="00A41F5C">
        <w:rPr>
          <w:noProof/>
        </w:rPr>
        <w:t>unnecessary compliance costs</w:t>
      </w:r>
      <w:r w:rsidR="00A41F5C">
        <w:rPr>
          <w:noProof/>
        </w:rPr>
        <w:tab/>
        <w:t>979</w:t>
      </w:r>
    </w:p>
    <w:p w14:paraId="6F4060E1" w14:textId="39473D2A" w:rsidR="006D03AB" w:rsidRDefault="006D03AB">
      <w:pPr>
        <w:pStyle w:val="TOC1"/>
        <w:rPr>
          <w:rFonts w:asciiTheme="minorHAnsi" w:eastAsiaTheme="minorEastAsia" w:hAnsiTheme="minorHAnsi" w:cstheme="minorBidi"/>
          <w:b w:val="0"/>
          <w:noProof/>
          <w:sz w:val="22"/>
          <w:szCs w:val="22"/>
          <w:lang w:eastAsia="en-AU"/>
        </w:rPr>
      </w:pPr>
      <w:r>
        <w:rPr>
          <w:noProof/>
        </w:rPr>
        <w:t>33</w:t>
      </w:r>
      <w:r>
        <w:rPr>
          <w:rFonts w:asciiTheme="minorHAnsi" w:eastAsiaTheme="minorEastAsia" w:hAnsiTheme="minorHAnsi" w:cstheme="minorBidi"/>
          <w:b w:val="0"/>
          <w:noProof/>
          <w:sz w:val="22"/>
          <w:szCs w:val="22"/>
          <w:lang w:eastAsia="en-AU"/>
        </w:rPr>
        <w:tab/>
      </w:r>
      <w:r w:rsidR="00A41F5C">
        <w:rPr>
          <w:noProof/>
        </w:rPr>
        <w:t>Impacts</w:t>
      </w:r>
      <w:r w:rsidR="00A41F5C">
        <w:rPr>
          <w:noProof/>
        </w:rPr>
        <w:tab/>
        <w:t>983</w:t>
      </w:r>
    </w:p>
    <w:p w14:paraId="6F4060E2" w14:textId="6DBF50EA" w:rsidR="006D03AB" w:rsidRPr="00C33F1F" w:rsidRDefault="006D03AB" w:rsidP="00C33F1F">
      <w:pPr>
        <w:pStyle w:val="TOC2"/>
        <w:ind w:left="1219" w:hanging="709"/>
        <w:rPr>
          <w:noProof/>
        </w:rPr>
      </w:pPr>
      <w:r>
        <w:rPr>
          <w:noProof/>
        </w:rPr>
        <w:t>33.1</w:t>
      </w:r>
      <w:r w:rsidRPr="00C33F1F">
        <w:rPr>
          <w:noProof/>
        </w:rPr>
        <w:tab/>
      </w:r>
      <w:r>
        <w:rPr>
          <w:noProof/>
        </w:rPr>
        <w:t>Impacts of chang</w:t>
      </w:r>
      <w:r w:rsidR="00A41F5C">
        <w:rPr>
          <w:noProof/>
        </w:rPr>
        <w:t>es to employment protection</w:t>
      </w:r>
      <w:r w:rsidR="00A41F5C">
        <w:rPr>
          <w:noProof/>
        </w:rPr>
        <w:tab/>
        <w:t>986</w:t>
      </w:r>
    </w:p>
    <w:p w14:paraId="6F4060E3" w14:textId="7EBC879D" w:rsidR="006D03AB" w:rsidRPr="00C33F1F" w:rsidRDefault="006D03AB" w:rsidP="00C33F1F">
      <w:pPr>
        <w:pStyle w:val="TOC2"/>
        <w:ind w:left="1219" w:hanging="709"/>
        <w:rPr>
          <w:noProof/>
        </w:rPr>
      </w:pPr>
      <w:r>
        <w:rPr>
          <w:noProof/>
        </w:rPr>
        <w:t>33.2</w:t>
      </w:r>
      <w:r w:rsidRPr="00C33F1F">
        <w:rPr>
          <w:noProof/>
        </w:rPr>
        <w:tab/>
      </w:r>
      <w:r>
        <w:rPr>
          <w:noProof/>
        </w:rPr>
        <w:t>Impacts of changes to awards, m</w:t>
      </w:r>
      <w:r w:rsidR="00A41F5C">
        <w:rPr>
          <w:noProof/>
        </w:rPr>
        <w:t>inimum wages and conditions</w:t>
      </w:r>
      <w:r w:rsidR="00A41F5C">
        <w:rPr>
          <w:noProof/>
        </w:rPr>
        <w:tab/>
        <w:t>992</w:t>
      </w:r>
    </w:p>
    <w:p w14:paraId="6F4060E4" w14:textId="1D454CEE" w:rsidR="006D03AB" w:rsidRPr="00C33F1F" w:rsidRDefault="006D03AB" w:rsidP="00C33F1F">
      <w:pPr>
        <w:pStyle w:val="TOC2"/>
        <w:ind w:left="1219" w:hanging="709"/>
        <w:rPr>
          <w:noProof/>
        </w:rPr>
      </w:pPr>
      <w:r>
        <w:rPr>
          <w:noProof/>
        </w:rPr>
        <w:t>33.3</w:t>
      </w:r>
      <w:r w:rsidRPr="00C33F1F">
        <w:rPr>
          <w:noProof/>
        </w:rPr>
        <w:tab/>
      </w:r>
      <w:r>
        <w:rPr>
          <w:noProof/>
        </w:rPr>
        <w:t>Impacts of ch</w:t>
      </w:r>
      <w:r w:rsidR="00A41F5C">
        <w:rPr>
          <w:noProof/>
        </w:rPr>
        <w:t>anges to bargaining regimes</w:t>
      </w:r>
      <w:r w:rsidR="00A41F5C">
        <w:rPr>
          <w:noProof/>
        </w:rPr>
        <w:tab/>
        <w:t>994</w:t>
      </w:r>
    </w:p>
    <w:p w14:paraId="6F4060E5" w14:textId="7F9218A4" w:rsidR="006D03AB" w:rsidRPr="00C33F1F" w:rsidRDefault="006D03AB" w:rsidP="00C33F1F">
      <w:pPr>
        <w:pStyle w:val="TOC2"/>
        <w:ind w:left="1219" w:hanging="709"/>
        <w:rPr>
          <w:noProof/>
        </w:rPr>
      </w:pPr>
      <w:r>
        <w:rPr>
          <w:noProof/>
        </w:rPr>
        <w:t>33.4</w:t>
      </w:r>
      <w:r w:rsidRPr="00C33F1F">
        <w:rPr>
          <w:noProof/>
        </w:rPr>
        <w:tab/>
      </w:r>
      <w:r>
        <w:rPr>
          <w:noProof/>
        </w:rPr>
        <w:t>Impacts of making i</w:t>
      </w:r>
      <w:r w:rsidR="00A41F5C">
        <w:rPr>
          <w:noProof/>
        </w:rPr>
        <w:t>t easier to form agreements</w:t>
      </w:r>
      <w:r w:rsidR="00A41F5C">
        <w:rPr>
          <w:noProof/>
        </w:rPr>
        <w:tab/>
        <w:t>999</w:t>
      </w:r>
    </w:p>
    <w:p w14:paraId="6F4060E6" w14:textId="3855440B" w:rsidR="006D03AB" w:rsidRPr="00C33F1F" w:rsidRDefault="006D03AB" w:rsidP="00C33F1F">
      <w:pPr>
        <w:pStyle w:val="TOC2"/>
        <w:ind w:left="1219" w:hanging="709"/>
        <w:rPr>
          <w:noProof/>
        </w:rPr>
      </w:pPr>
      <w:r>
        <w:rPr>
          <w:noProof/>
        </w:rPr>
        <w:t>33.5</w:t>
      </w:r>
      <w:r w:rsidRPr="00C33F1F">
        <w:rPr>
          <w:noProof/>
        </w:rPr>
        <w:tab/>
      </w:r>
      <w:r w:rsidR="00A41F5C">
        <w:rPr>
          <w:noProof/>
        </w:rPr>
        <w:t>Fiscal impacts</w:t>
      </w:r>
      <w:r w:rsidR="00A41F5C">
        <w:rPr>
          <w:noProof/>
        </w:rPr>
        <w:tab/>
        <w:t>1000</w:t>
      </w:r>
    </w:p>
    <w:p w14:paraId="6F4060E7" w14:textId="27E0746E" w:rsidR="006D03AB" w:rsidRDefault="006D03AB">
      <w:pPr>
        <w:pStyle w:val="TOC1"/>
        <w:rPr>
          <w:rFonts w:asciiTheme="minorHAnsi" w:eastAsiaTheme="minorEastAsia" w:hAnsiTheme="minorHAnsi" w:cstheme="minorBidi"/>
          <w:b w:val="0"/>
          <w:noProof/>
          <w:sz w:val="22"/>
          <w:szCs w:val="22"/>
          <w:lang w:eastAsia="en-AU"/>
        </w:rPr>
      </w:pPr>
      <w:r>
        <w:rPr>
          <w:noProof/>
        </w:rPr>
        <w:t>34</w:t>
      </w:r>
      <w:r>
        <w:rPr>
          <w:rFonts w:asciiTheme="minorHAnsi" w:eastAsiaTheme="minorEastAsia" w:hAnsiTheme="minorHAnsi" w:cstheme="minorBidi"/>
          <w:b w:val="0"/>
          <w:noProof/>
          <w:sz w:val="22"/>
          <w:szCs w:val="22"/>
          <w:lang w:eastAsia="en-AU"/>
        </w:rPr>
        <w:tab/>
      </w:r>
      <w:r w:rsidR="00A41F5C">
        <w:rPr>
          <w:noProof/>
        </w:rPr>
        <w:t>Implementation</w:t>
      </w:r>
      <w:r w:rsidR="00A41F5C">
        <w:rPr>
          <w:noProof/>
        </w:rPr>
        <w:tab/>
        <w:t>1003</w:t>
      </w:r>
    </w:p>
    <w:p w14:paraId="6F4060E8" w14:textId="58B26272" w:rsidR="006D03AB" w:rsidRPr="00C33F1F" w:rsidRDefault="006D03AB" w:rsidP="00C33F1F">
      <w:pPr>
        <w:pStyle w:val="TOC2"/>
        <w:ind w:left="1219" w:hanging="709"/>
        <w:rPr>
          <w:noProof/>
        </w:rPr>
      </w:pPr>
      <w:r>
        <w:rPr>
          <w:noProof/>
        </w:rPr>
        <w:t>34.1</w:t>
      </w:r>
      <w:r w:rsidRPr="00C33F1F">
        <w:rPr>
          <w:noProof/>
        </w:rPr>
        <w:tab/>
      </w:r>
      <w:r w:rsidR="00A41F5C">
        <w:rPr>
          <w:noProof/>
        </w:rPr>
        <w:t>Priorities for reform</w:t>
      </w:r>
      <w:r w:rsidR="00A41F5C">
        <w:rPr>
          <w:noProof/>
        </w:rPr>
        <w:tab/>
        <w:t>1004</w:t>
      </w:r>
    </w:p>
    <w:p w14:paraId="6F4060E9" w14:textId="572A6759" w:rsidR="006D03AB" w:rsidRPr="00C33F1F" w:rsidRDefault="006D03AB" w:rsidP="00C33F1F">
      <w:pPr>
        <w:pStyle w:val="TOC2"/>
        <w:ind w:left="1219" w:hanging="709"/>
        <w:rPr>
          <w:noProof/>
        </w:rPr>
      </w:pPr>
      <w:r>
        <w:rPr>
          <w:noProof/>
        </w:rPr>
        <w:t>34.2</w:t>
      </w:r>
      <w:r w:rsidRPr="00C33F1F">
        <w:rPr>
          <w:noProof/>
        </w:rPr>
        <w:tab/>
      </w:r>
      <w:r>
        <w:rPr>
          <w:noProof/>
        </w:rPr>
        <w:t>Consid</w:t>
      </w:r>
      <w:r w:rsidR="00F623A3">
        <w:rPr>
          <w:noProof/>
        </w:rPr>
        <w:t xml:space="preserve">erations for </w:t>
      </w:r>
      <w:r w:rsidR="00A41F5C">
        <w:rPr>
          <w:noProof/>
        </w:rPr>
        <w:t>implementation</w:t>
      </w:r>
      <w:r w:rsidR="00A41F5C">
        <w:rPr>
          <w:noProof/>
        </w:rPr>
        <w:tab/>
        <w:t>1007</w:t>
      </w:r>
    </w:p>
    <w:p w14:paraId="6F4060EA" w14:textId="428B689D" w:rsidR="006D03AB" w:rsidRPr="00C33F1F" w:rsidRDefault="006D03AB" w:rsidP="00C33F1F">
      <w:pPr>
        <w:pStyle w:val="TOC2"/>
        <w:ind w:left="1219" w:hanging="709"/>
        <w:rPr>
          <w:noProof/>
        </w:rPr>
      </w:pPr>
      <w:r>
        <w:rPr>
          <w:noProof/>
        </w:rPr>
        <w:t>34.3</w:t>
      </w:r>
      <w:r w:rsidRPr="00C33F1F">
        <w:rPr>
          <w:noProof/>
        </w:rPr>
        <w:tab/>
      </w:r>
      <w:r>
        <w:rPr>
          <w:noProof/>
        </w:rPr>
        <w:t>Promoting reform in the nat</w:t>
      </w:r>
      <w:r w:rsidR="00CB6D59">
        <w:rPr>
          <w:noProof/>
        </w:rPr>
        <w:t>ional interest</w:t>
      </w:r>
      <w:r w:rsidR="00CB6D59">
        <w:rPr>
          <w:noProof/>
        </w:rPr>
        <w:tab/>
        <w:t>1011</w:t>
      </w:r>
    </w:p>
    <w:p w14:paraId="6F4060EB" w14:textId="77777777" w:rsidR="00C33F1F" w:rsidRDefault="00C33F1F">
      <w:pPr>
        <w:pStyle w:val="TOC1"/>
        <w:rPr>
          <w:noProof/>
        </w:rPr>
      </w:pPr>
    </w:p>
    <w:p w14:paraId="6F4060EC" w14:textId="71371689" w:rsidR="006D03AB" w:rsidRDefault="006D03A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sidR="00CB6D59">
        <w:rPr>
          <w:noProof/>
        </w:rPr>
        <w:t>Conduct of the inquiry</w:t>
      </w:r>
      <w:r w:rsidR="00CB6D59">
        <w:rPr>
          <w:noProof/>
        </w:rPr>
        <w:tab/>
        <w:t>1013</w:t>
      </w:r>
    </w:p>
    <w:p w14:paraId="6F4060ED" w14:textId="0F7196E4" w:rsidR="006D03AB" w:rsidRDefault="006D03AB">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sidR="00CB6D59">
        <w:rPr>
          <w:noProof/>
        </w:rPr>
        <w:t>Unfair dismissal data</w:t>
      </w:r>
      <w:r w:rsidR="00CB6D59">
        <w:rPr>
          <w:noProof/>
        </w:rPr>
        <w:tab/>
        <w:t>1031</w:t>
      </w:r>
    </w:p>
    <w:p w14:paraId="6F4060EE" w14:textId="15BC3202" w:rsidR="006D03AB" w:rsidRDefault="006D03AB">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Australian empirical studies</w:t>
      </w:r>
      <w:r w:rsidR="00CB6D59">
        <w:rPr>
          <w:noProof/>
        </w:rPr>
        <w:t xml:space="preserve"> of wage employment effects</w:t>
      </w:r>
      <w:r w:rsidR="00CB6D59">
        <w:rPr>
          <w:noProof/>
        </w:rPr>
        <w:tab/>
        <w:t>1037</w:t>
      </w:r>
    </w:p>
    <w:p w14:paraId="6F4060EF" w14:textId="64E9C903" w:rsidR="006D03AB" w:rsidRDefault="006D03AB">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sidR="00CB6D59">
        <w:rPr>
          <w:noProof/>
        </w:rPr>
        <w:t>Employment arrangements</w:t>
      </w:r>
      <w:r w:rsidR="00CB6D59">
        <w:rPr>
          <w:noProof/>
        </w:rPr>
        <w:tab/>
        <w:t>1077</w:t>
      </w:r>
    </w:p>
    <w:p w14:paraId="6F4060F0" w14:textId="57CA8098" w:rsidR="006D03AB" w:rsidRDefault="006D03AB">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Statistical overview</w:t>
      </w:r>
      <w:r w:rsidR="00CB6D59">
        <w:rPr>
          <w:noProof/>
        </w:rPr>
        <w:t xml:space="preserve"> of employment arrangements</w:t>
      </w:r>
      <w:r w:rsidR="00CB6D59">
        <w:rPr>
          <w:noProof/>
        </w:rPr>
        <w:tab/>
        <w:t>1097</w:t>
      </w:r>
    </w:p>
    <w:p w14:paraId="6F4060F1" w14:textId="52362892" w:rsidR="006D03AB" w:rsidRDefault="006D03AB">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sidR="00CB6D59">
        <w:rPr>
          <w:noProof/>
        </w:rPr>
        <w:t>Penalty rates</w:t>
      </w:r>
      <w:r w:rsidR="00CB6D59">
        <w:rPr>
          <w:noProof/>
        </w:rPr>
        <w:tab/>
        <w:t>1117</w:t>
      </w:r>
    </w:p>
    <w:p w14:paraId="6F4060F2" w14:textId="014E24C3" w:rsidR="006D03AB" w:rsidRDefault="006D03AB">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Productivity and Australia’s Wo</w:t>
      </w:r>
      <w:r w:rsidR="00F623A3">
        <w:rPr>
          <w:noProof/>
        </w:rPr>
        <w:t>rkplace Relations Fram</w:t>
      </w:r>
      <w:r w:rsidR="00CB6D59">
        <w:rPr>
          <w:noProof/>
        </w:rPr>
        <w:t>ework</w:t>
      </w:r>
      <w:r w:rsidR="00CB6D59">
        <w:rPr>
          <w:noProof/>
        </w:rPr>
        <w:tab/>
        <w:t>1129</w:t>
      </w:r>
    </w:p>
    <w:p w14:paraId="6F4060F3" w14:textId="247F429A" w:rsidR="006D03AB" w:rsidRDefault="006D03AB">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sidR="00CB6D59">
        <w:rPr>
          <w:noProof/>
        </w:rPr>
        <w:t>Bargaining power</w:t>
      </w:r>
      <w:r w:rsidR="00CB6D59">
        <w:rPr>
          <w:noProof/>
        </w:rPr>
        <w:tab/>
        <w:t>1139</w:t>
      </w:r>
    </w:p>
    <w:p w14:paraId="6F4060F4" w14:textId="4B71676E" w:rsidR="006D03AB" w:rsidRDefault="006D03AB">
      <w:pPr>
        <w:pStyle w:val="TOC1"/>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Trends in A</w:t>
      </w:r>
      <w:r w:rsidR="00CB6D59">
        <w:rPr>
          <w:noProof/>
        </w:rPr>
        <w:t>ustralian incomes and wages</w:t>
      </w:r>
      <w:r w:rsidR="00CB6D59">
        <w:rPr>
          <w:noProof/>
        </w:rPr>
        <w:tab/>
        <w:t>1153</w:t>
      </w:r>
    </w:p>
    <w:p w14:paraId="6F4060F5" w14:textId="43D7E916" w:rsidR="006D03AB" w:rsidRDefault="006D03AB">
      <w:pPr>
        <w:pStyle w:val="TOC1"/>
        <w:rPr>
          <w:rFonts w:asciiTheme="minorHAnsi" w:eastAsiaTheme="minorEastAsia" w:hAnsiTheme="minorHAnsi" w:cstheme="minorBidi"/>
          <w:b w:val="0"/>
          <w:noProof/>
          <w:sz w:val="22"/>
          <w:szCs w:val="22"/>
          <w:lang w:eastAsia="en-AU"/>
        </w:rPr>
      </w:pPr>
      <w:r>
        <w:rPr>
          <w:noProof/>
        </w:rPr>
        <w:t>J</w:t>
      </w:r>
      <w:r>
        <w:rPr>
          <w:rFonts w:asciiTheme="minorHAnsi" w:eastAsiaTheme="minorEastAsia" w:hAnsiTheme="minorHAnsi" w:cstheme="minorBidi"/>
          <w:b w:val="0"/>
          <w:noProof/>
          <w:sz w:val="22"/>
          <w:szCs w:val="22"/>
          <w:lang w:eastAsia="en-AU"/>
        </w:rPr>
        <w:tab/>
      </w:r>
      <w:r w:rsidR="00CB6D59">
        <w:rPr>
          <w:noProof/>
        </w:rPr>
        <w:t>Future research agenda</w:t>
      </w:r>
      <w:r w:rsidR="00CB6D59">
        <w:rPr>
          <w:noProof/>
        </w:rPr>
        <w:tab/>
        <w:t>1163</w:t>
      </w:r>
    </w:p>
    <w:p w14:paraId="6F4060F6" w14:textId="77777777" w:rsidR="00C33F1F" w:rsidRDefault="00C33F1F">
      <w:pPr>
        <w:pStyle w:val="TOC1"/>
        <w:rPr>
          <w:noProof/>
        </w:rPr>
      </w:pPr>
    </w:p>
    <w:p w14:paraId="6F4060F7" w14:textId="202C4C52" w:rsidR="00C058AB" w:rsidRDefault="00CB6D59" w:rsidP="00C33F1F">
      <w:pPr>
        <w:pStyle w:val="TOC1"/>
      </w:pPr>
      <w:r>
        <w:rPr>
          <w:noProof/>
        </w:rPr>
        <w:t>References</w:t>
      </w:r>
      <w:r>
        <w:rPr>
          <w:noProof/>
        </w:rPr>
        <w:tab/>
        <w:t>1173</w:t>
      </w:r>
    </w:p>
    <w:p w14:paraId="6F4060F8" w14:textId="77777777" w:rsidR="004D3F58" w:rsidRDefault="004D3F58">
      <w:pPr>
        <w:pStyle w:val="BodyText"/>
        <w:sectPr w:rsidR="004D3F58" w:rsidSect="007448F7">
          <w:headerReference w:type="even" r:id="rId23"/>
          <w:headerReference w:type="default" r:id="rId24"/>
          <w:footerReference w:type="even" r:id="rId25"/>
          <w:footerReference w:type="default" r:id="rId26"/>
          <w:type w:val="oddPage"/>
          <w:pgSz w:w="11907" w:h="16840" w:code="9"/>
          <w:pgMar w:top="1985" w:right="1304" w:bottom="1247" w:left="1814" w:header="1701" w:footer="397" w:gutter="0"/>
          <w:pgNumType w:fmt="lowerRoman"/>
          <w:cols w:space="720"/>
        </w:sectPr>
      </w:pPr>
    </w:p>
    <w:p w14:paraId="6F4060F9" w14:textId="77777777" w:rsidR="00735FEA" w:rsidRDefault="00735FEA" w:rsidP="00F7477E">
      <w:pPr>
        <w:pStyle w:val="Heading1"/>
      </w:pPr>
      <w:bookmarkStart w:id="8" w:name="Abbreviations"/>
      <w:bookmarkStart w:id="9" w:name="EndContents"/>
      <w:bookmarkStart w:id="10" w:name="RDnote"/>
      <w:bookmarkStart w:id="11" w:name="_Toc436502804"/>
      <w:bookmarkEnd w:id="8"/>
      <w:bookmarkEnd w:id="9"/>
      <w:bookmarkEnd w:id="10"/>
      <w:r>
        <w:lastRenderedPageBreak/>
        <w:t>Abbreviations and explanations</w:t>
      </w:r>
      <w:bookmarkEnd w:id="11"/>
    </w:p>
    <w:p w14:paraId="6F4060FA" w14:textId="77777777" w:rsidR="00FD230D" w:rsidRDefault="00FD230D" w:rsidP="00FD230D">
      <w:pPr>
        <w:pStyle w:val="Heading2NotTOC"/>
      </w:pPr>
      <w:r>
        <w:t>Abbrevia</w:t>
      </w:r>
      <w:r w:rsidRPr="00F85393">
        <w:t>t</w:t>
      </w:r>
      <w:r>
        <w:t>ions</w:t>
      </w:r>
    </w:p>
    <w:p w14:paraId="6F4060FB" w14:textId="77777777" w:rsidR="00FD230D" w:rsidRDefault="00FD230D" w:rsidP="00FD230D">
      <w:pPr>
        <w:pStyle w:val="BodyText"/>
      </w:pPr>
      <w:proofErr w:type="spellStart"/>
      <w:r w:rsidRPr="00A66188">
        <w:t>ABCC</w:t>
      </w:r>
      <w:proofErr w:type="spellEnd"/>
      <w:r w:rsidRPr="00A66188">
        <w:tab/>
        <w:t>Australian Building and Construction Commission</w:t>
      </w:r>
    </w:p>
    <w:p w14:paraId="6F4060FC" w14:textId="77777777" w:rsidR="00FD230D" w:rsidRPr="00A66188" w:rsidRDefault="00FD230D" w:rsidP="00FD230D">
      <w:pPr>
        <w:pStyle w:val="BodyText"/>
      </w:pPr>
      <w:r w:rsidRPr="00A66188">
        <w:t>ABS</w:t>
      </w:r>
      <w:r w:rsidRPr="00A66188">
        <w:tab/>
      </w:r>
      <w:r>
        <w:tab/>
      </w:r>
      <w:r w:rsidRPr="00A66188">
        <w:t>Australian Bureau of Statistics</w:t>
      </w:r>
    </w:p>
    <w:p w14:paraId="6F4060FD" w14:textId="77777777" w:rsidR="00FD230D" w:rsidRPr="00A66188" w:rsidRDefault="00FD230D" w:rsidP="00FD230D">
      <w:pPr>
        <w:pStyle w:val="BodyText"/>
      </w:pPr>
      <w:r w:rsidRPr="00A66188">
        <w:t>ACAS</w:t>
      </w:r>
      <w:r w:rsidRPr="00A66188">
        <w:tab/>
        <w:t>Advisory, Conciliation and Arbitration Service</w:t>
      </w:r>
    </w:p>
    <w:p w14:paraId="6F4060FE" w14:textId="77777777" w:rsidR="00FD230D" w:rsidRPr="00A66188" w:rsidRDefault="00FD230D" w:rsidP="00FD230D">
      <w:pPr>
        <w:pStyle w:val="BodyText"/>
      </w:pPr>
      <w:r w:rsidRPr="00A66188">
        <w:t>ACCC</w:t>
      </w:r>
      <w:r w:rsidRPr="00A66188">
        <w:tab/>
        <w:t>Australian Competition and Consumer Commission</w:t>
      </w:r>
    </w:p>
    <w:p w14:paraId="6F4060FF" w14:textId="77777777" w:rsidR="00FD230D" w:rsidRPr="00A66188" w:rsidRDefault="00FD230D" w:rsidP="00FD230D">
      <w:pPr>
        <w:pStyle w:val="BodyText"/>
      </w:pPr>
      <w:r w:rsidRPr="00A66188">
        <w:t>ACCI</w:t>
      </w:r>
      <w:r w:rsidRPr="00A66188">
        <w:tab/>
        <w:t>Australian Chamber of Commerce and Industry</w:t>
      </w:r>
    </w:p>
    <w:p w14:paraId="6F406100" w14:textId="77777777" w:rsidR="00FD230D" w:rsidRPr="00A66188" w:rsidRDefault="00FD230D" w:rsidP="00FD230D">
      <w:pPr>
        <w:pStyle w:val="BodyText"/>
      </w:pPr>
      <w:proofErr w:type="spellStart"/>
      <w:r w:rsidRPr="00A66188">
        <w:t>ACOSS</w:t>
      </w:r>
      <w:proofErr w:type="spellEnd"/>
      <w:r w:rsidRPr="00A66188">
        <w:tab/>
        <w:t>Australian Council of Social Service</w:t>
      </w:r>
    </w:p>
    <w:p w14:paraId="6F406101" w14:textId="77777777" w:rsidR="00FD230D" w:rsidRPr="00A66188" w:rsidRDefault="00FD230D" w:rsidP="00FD230D">
      <w:pPr>
        <w:pStyle w:val="BodyText"/>
      </w:pPr>
      <w:proofErr w:type="spellStart"/>
      <w:r w:rsidRPr="00A66188">
        <w:t>ACREW</w:t>
      </w:r>
      <w:proofErr w:type="spellEnd"/>
      <w:r w:rsidRPr="00A66188">
        <w:tab/>
        <w:t>Australian Centre for Research in Employment and Work</w:t>
      </w:r>
    </w:p>
    <w:p w14:paraId="6F406102" w14:textId="77777777" w:rsidR="00FD230D" w:rsidRPr="00A66188" w:rsidRDefault="00FD230D" w:rsidP="00FD230D">
      <w:pPr>
        <w:pStyle w:val="BodyText"/>
      </w:pPr>
      <w:r w:rsidRPr="00A66188">
        <w:t>ACTU</w:t>
      </w:r>
      <w:r w:rsidRPr="00A66188">
        <w:tab/>
        <w:t>Australian Council of Trade Unions</w:t>
      </w:r>
    </w:p>
    <w:p w14:paraId="6F406103" w14:textId="77777777" w:rsidR="00FD230D" w:rsidRPr="00A66188" w:rsidRDefault="00FD230D" w:rsidP="00FD230D">
      <w:pPr>
        <w:pStyle w:val="BodyText"/>
      </w:pPr>
      <w:r w:rsidRPr="00A66188">
        <w:t>AHA</w:t>
      </w:r>
      <w:r w:rsidRPr="00A66188">
        <w:tab/>
      </w:r>
      <w:r>
        <w:tab/>
      </w:r>
      <w:r w:rsidRPr="00A66188">
        <w:t>Australian Hotels Association</w:t>
      </w:r>
    </w:p>
    <w:p w14:paraId="6F406104" w14:textId="77777777" w:rsidR="00FD230D" w:rsidRPr="00A66188" w:rsidRDefault="00FD230D" w:rsidP="00FD230D">
      <w:pPr>
        <w:pStyle w:val="BodyText"/>
      </w:pPr>
      <w:r w:rsidRPr="00A66188">
        <w:t>AHRI</w:t>
      </w:r>
      <w:r w:rsidRPr="00A66188">
        <w:tab/>
        <w:t>Australian Human Resources Institute</w:t>
      </w:r>
    </w:p>
    <w:p w14:paraId="6F406105" w14:textId="77777777" w:rsidR="00FD230D" w:rsidRPr="00A66188" w:rsidRDefault="00FD230D" w:rsidP="00FD230D">
      <w:pPr>
        <w:pStyle w:val="BodyText"/>
      </w:pPr>
      <w:r w:rsidRPr="00A66188">
        <w:t>AIRC</w:t>
      </w:r>
      <w:r w:rsidRPr="00A66188">
        <w:tab/>
        <w:t>Australian Industrial Relations Commission</w:t>
      </w:r>
    </w:p>
    <w:p w14:paraId="6F406106" w14:textId="77777777" w:rsidR="00FD230D" w:rsidRPr="00A66188" w:rsidRDefault="00FD230D" w:rsidP="00FD230D">
      <w:pPr>
        <w:pStyle w:val="BodyText"/>
      </w:pPr>
      <w:r w:rsidRPr="00A66188">
        <w:t>ALAEA</w:t>
      </w:r>
      <w:r w:rsidRPr="00A66188">
        <w:tab/>
        <w:t>Australian Licenced Aircraft Engineers Association</w:t>
      </w:r>
    </w:p>
    <w:p w14:paraId="6F406107" w14:textId="77777777" w:rsidR="00FD230D" w:rsidRPr="00A66188" w:rsidRDefault="00FD230D" w:rsidP="00FD230D">
      <w:pPr>
        <w:pStyle w:val="BodyText"/>
      </w:pPr>
      <w:r w:rsidRPr="00A66188">
        <w:t>AMMA</w:t>
      </w:r>
      <w:r w:rsidRPr="00A66188">
        <w:tab/>
        <w:t>Australian Metal and Mines Association</w:t>
      </w:r>
    </w:p>
    <w:p w14:paraId="6F406108" w14:textId="77777777" w:rsidR="00FD230D" w:rsidRPr="00A66188" w:rsidRDefault="00FD230D" w:rsidP="00FD230D">
      <w:pPr>
        <w:pStyle w:val="BodyText"/>
      </w:pPr>
      <w:r w:rsidRPr="00A66188">
        <w:t>AMWU</w:t>
      </w:r>
      <w:r w:rsidRPr="00A66188">
        <w:tab/>
        <w:t>Australian Manufacturing Workers’ Union</w:t>
      </w:r>
    </w:p>
    <w:p w14:paraId="6F406109" w14:textId="77777777" w:rsidR="00FD230D" w:rsidRPr="00A66188" w:rsidRDefault="00FD230D" w:rsidP="00FD230D">
      <w:pPr>
        <w:pStyle w:val="BodyText"/>
      </w:pPr>
      <w:proofErr w:type="spellStart"/>
      <w:r w:rsidRPr="00A66188">
        <w:t>ANAO</w:t>
      </w:r>
      <w:proofErr w:type="spellEnd"/>
      <w:r w:rsidRPr="00A66188">
        <w:tab/>
        <w:t>Australian National Audit Office</w:t>
      </w:r>
    </w:p>
    <w:p w14:paraId="6F40610A" w14:textId="77777777" w:rsidR="00FD230D" w:rsidRPr="00A66188" w:rsidRDefault="00FD230D" w:rsidP="00FD230D">
      <w:pPr>
        <w:pStyle w:val="BodyText"/>
      </w:pPr>
      <w:proofErr w:type="spellStart"/>
      <w:r w:rsidRPr="00A66188">
        <w:t>ANZSIC</w:t>
      </w:r>
      <w:proofErr w:type="spellEnd"/>
      <w:r w:rsidRPr="00A66188">
        <w:tab/>
        <w:t>Australian and New Zealand Standard Industrial Classification</w:t>
      </w:r>
    </w:p>
    <w:p w14:paraId="6F40610B" w14:textId="77777777" w:rsidR="00FD230D" w:rsidRPr="00A66188" w:rsidRDefault="00FD230D" w:rsidP="00FD230D">
      <w:pPr>
        <w:pStyle w:val="BodyText"/>
      </w:pPr>
      <w:r w:rsidRPr="00A66188">
        <w:t>APPEA</w:t>
      </w:r>
      <w:r w:rsidRPr="00A66188">
        <w:tab/>
        <w:t>Australian Petroleum Production &amp; Exploration Association</w:t>
      </w:r>
    </w:p>
    <w:p w14:paraId="6F40610C" w14:textId="77777777" w:rsidR="00FD230D" w:rsidRPr="00A66188" w:rsidRDefault="00FD230D" w:rsidP="00FD230D">
      <w:pPr>
        <w:pStyle w:val="BodyText"/>
      </w:pPr>
      <w:r w:rsidRPr="00A66188">
        <w:t>APS</w:t>
      </w:r>
      <w:r w:rsidRPr="00A66188">
        <w:tab/>
      </w:r>
      <w:r>
        <w:tab/>
      </w:r>
      <w:r w:rsidRPr="00A66188">
        <w:t>Australian Public Service</w:t>
      </w:r>
    </w:p>
    <w:p w14:paraId="6F40610D" w14:textId="77777777" w:rsidR="00FD230D" w:rsidRPr="00A66188" w:rsidRDefault="00FD230D" w:rsidP="00FD230D">
      <w:pPr>
        <w:pStyle w:val="BodyText"/>
      </w:pPr>
      <w:proofErr w:type="spellStart"/>
      <w:r w:rsidRPr="00A66188">
        <w:t>APSC</w:t>
      </w:r>
      <w:proofErr w:type="spellEnd"/>
      <w:r w:rsidRPr="00A66188">
        <w:tab/>
        <w:t>Australian Public Service Commission</w:t>
      </w:r>
    </w:p>
    <w:p w14:paraId="6F40610E" w14:textId="77777777" w:rsidR="00FD230D" w:rsidRPr="00A66188" w:rsidRDefault="00FD230D" w:rsidP="00FD230D">
      <w:pPr>
        <w:pStyle w:val="BodyText"/>
      </w:pPr>
      <w:r w:rsidRPr="00A66188">
        <w:t>AWA</w:t>
      </w:r>
      <w:r w:rsidRPr="00A66188">
        <w:tab/>
        <w:t>Australian Workplace Agreement</w:t>
      </w:r>
    </w:p>
    <w:p w14:paraId="6F40610F" w14:textId="77777777" w:rsidR="00FD230D" w:rsidRPr="00A66188" w:rsidRDefault="00FD230D" w:rsidP="00FD230D">
      <w:pPr>
        <w:pStyle w:val="BodyText"/>
      </w:pPr>
      <w:proofErr w:type="spellStart"/>
      <w:r w:rsidRPr="00A66188">
        <w:lastRenderedPageBreak/>
        <w:t>AWALI</w:t>
      </w:r>
      <w:proofErr w:type="spellEnd"/>
      <w:r w:rsidRPr="00A66188">
        <w:tab/>
        <w:t>Australian Work and Life Index</w:t>
      </w:r>
    </w:p>
    <w:p w14:paraId="6F406110" w14:textId="77777777" w:rsidR="00FD230D" w:rsidRPr="00A66188" w:rsidRDefault="00FD230D" w:rsidP="00FD230D">
      <w:pPr>
        <w:pStyle w:val="BodyText"/>
      </w:pPr>
      <w:proofErr w:type="spellStart"/>
      <w:r w:rsidRPr="00A66188">
        <w:t>AWRS</w:t>
      </w:r>
      <w:proofErr w:type="spellEnd"/>
      <w:r w:rsidRPr="00A66188">
        <w:tab/>
        <w:t>Australian Workplace Relations Study</w:t>
      </w:r>
    </w:p>
    <w:p w14:paraId="6F406111" w14:textId="77777777" w:rsidR="00FD230D" w:rsidRPr="00A66188" w:rsidRDefault="00FD230D" w:rsidP="00FD230D">
      <w:pPr>
        <w:pStyle w:val="BodyText"/>
      </w:pPr>
      <w:r w:rsidRPr="00A66188">
        <w:t>AWU</w:t>
      </w:r>
      <w:r w:rsidRPr="00A66188">
        <w:tab/>
        <w:t>Australian Workers Union</w:t>
      </w:r>
    </w:p>
    <w:p w14:paraId="6F406112" w14:textId="77777777" w:rsidR="00FD230D" w:rsidRPr="00A66188" w:rsidRDefault="00FD230D" w:rsidP="00FD230D">
      <w:pPr>
        <w:pStyle w:val="BodyText"/>
      </w:pPr>
      <w:r w:rsidRPr="00A66188">
        <w:t>BCA</w:t>
      </w:r>
      <w:r w:rsidRPr="00A66188">
        <w:tab/>
      </w:r>
      <w:r>
        <w:tab/>
      </w:r>
      <w:r w:rsidRPr="00A66188">
        <w:t>Business Council of Australia</w:t>
      </w:r>
    </w:p>
    <w:p w14:paraId="6F406113" w14:textId="77777777" w:rsidR="00FD230D" w:rsidRPr="00A66188" w:rsidRDefault="00FD230D" w:rsidP="00FD230D">
      <w:pPr>
        <w:pStyle w:val="BodyText"/>
      </w:pPr>
      <w:r w:rsidRPr="00A66188">
        <w:t>BOOT</w:t>
      </w:r>
      <w:r w:rsidRPr="00A66188">
        <w:tab/>
        <w:t>Better Off Overall Test</w:t>
      </w:r>
    </w:p>
    <w:p w14:paraId="6F406114" w14:textId="77777777" w:rsidR="00FD230D" w:rsidRPr="00A66188" w:rsidRDefault="00FD230D" w:rsidP="00FD230D">
      <w:pPr>
        <w:pStyle w:val="BodyText"/>
      </w:pPr>
      <w:r w:rsidRPr="00A66188">
        <w:t>BRICS</w:t>
      </w:r>
      <w:r w:rsidRPr="00A66188">
        <w:tab/>
        <w:t>Brazil, Russia, India, China and South Africa</w:t>
      </w:r>
    </w:p>
    <w:p w14:paraId="6F406115" w14:textId="77777777" w:rsidR="00FD230D" w:rsidRPr="00A66188" w:rsidRDefault="00FD230D" w:rsidP="00FD230D">
      <w:pPr>
        <w:pStyle w:val="BodyText"/>
      </w:pPr>
      <w:r w:rsidRPr="00A66188">
        <w:t>BRIT</w:t>
      </w:r>
      <w:r w:rsidRPr="00A66188">
        <w:tab/>
      </w:r>
      <w:r>
        <w:tab/>
      </w:r>
      <w:r w:rsidRPr="00A66188">
        <w:t>Bendigo Regional Institute of Technical and Further Education</w:t>
      </w:r>
    </w:p>
    <w:p w14:paraId="6F406116" w14:textId="77777777" w:rsidR="00FD230D" w:rsidRPr="00A66188" w:rsidRDefault="00FD230D" w:rsidP="00FD230D">
      <w:pPr>
        <w:pStyle w:val="BodyText"/>
      </w:pPr>
      <w:r w:rsidRPr="00A66188">
        <w:t>CEPU</w:t>
      </w:r>
      <w:r w:rsidRPr="00A66188">
        <w:tab/>
        <w:t xml:space="preserve">Communications, Electrical, Electric ,Electronic, Energy, Information, Postal, </w:t>
      </w:r>
      <w:r>
        <w:tab/>
      </w:r>
      <w:r>
        <w:tab/>
      </w:r>
      <w:r w:rsidRPr="00A66188">
        <w:t>Plumbing and Allied Services Union of Australia</w:t>
      </w:r>
    </w:p>
    <w:p w14:paraId="6F406117" w14:textId="77777777" w:rsidR="00FD230D" w:rsidRPr="00A66188" w:rsidRDefault="00FD230D" w:rsidP="00FD230D">
      <w:pPr>
        <w:pStyle w:val="BodyText"/>
      </w:pPr>
      <w:r w:rsidRPr="00A66188">
        <w:t>CFMEU</w:t>
      </w:r>
      <w:r w:rsidRPr="00A66188">
        <w:tab/>
        <w:t>Construction, Forestry, Mining and Energy Union</w:t>
      </w:r>
    </w:p>
    <w:p w14:paraId="6F406118" w14:textId="77777777" w:rsidR="00FD230D" w:rsidRPr="00A66188" w:rsidRDefault="00FD230D" w:rsidP="00FD230D">
      <w:pPr>
        <w:pStyle w:val="BodyText"/>
      </w:pPr>
      <w:proofErr w:type="spellStart"/>
      <w:r w:rsidRPr="00A66188">
        <w:t>CGE</w:t>
      </w:r>
      <w:proofErr w:type="spellEnd"/>
      <w:r w:rsidRPr="00A66188">
        <w:tab/>
      </w:r>
      <w:r>
        <w:tab/>
      </w:r>
      <w:r w:rsidRPr="00A66188">
        <w:t>Computable General Equilibrium</w:t>
      </w:r>
    </w:p>
    <w:p w14:paraId="6F406119" w14:textId="77777777" w:rsidR="00FD230D" w:rsidRPr="00A66188" w:rsidRDefault="00FD230D" w:rsidP="00FD230D">
      <w:pPr>
        <w:pStyle w:val="BodyText"/>
      </w:pPr>
      <w:r w:rsidRPr="00A66188">
        <w:t>CMS</w:t>
      </w:r>
      <w:r w:rsidRPr="00A66188">
        <w:tab/>
      </w:r>
      <w:r>
        <w:tab/>
      </w:r>
      <w:r w:rsidRPr="00A66188">
        <w:t>Case Management System</w:t>
      </w:r>
    </w:p>
    <w:p w14:paraId="6F40611A" w14:textId="77777777" w:rsidR="00FD230D" w:rsidRPr="00A66188" w:rsidRDefault="00FD230D" w:rsidP="00FD230D">
      <w:pPr>
        <w:pStyle w:val="BodyText"/>
      </w:pPr>
      <w:r w:rsidRPr="00A66188">
        <w:t>COAG</w:t>
      </w:r>
      <w:r w:rsidRPr="00A66188">
        <w:tab/>
        <w:t>Council of Australian Governments</w:t>
      </w:r>
    </w:p>
    <w:p w14:paraId="6F40611B" w14:textId="77777777" w:rsidR="00FD230D" w:rsidRPr="00A66188" w:rsidRDefault="00FD230D" w:rsidP="00FD230D">
      <w:pPr>
        <w:pStyle w:val="BodyText"/>
      </w:pPr>
      <w:r w:rsidRPr="00A66188">
        <w:t>COAT</w:t>
      </w:r>
      <w:r w:rsidRPr="00A66188">
        <w:tab/>
        <w:t>Council of Australasian Tribunals</w:t>
      </w:r>
    </w:p>
    <w:p w14:paraId="6F40611C" w14:textId="77777777" w:rsidR="00FD230D" w:rsidRPr="00A66188" w:rsidRDefault="00FD230D" w:rsidP="00FD230D">
      <w:pPr>
        <w:pStyle w:val="BodyText"/>
      </w:pPr>
      <w:r w:rsidRPr="00A66188">
        <w:t>COSBOA</w:t>
      </w:r>
      <w:r w:rsidRPr="00A66188">
        <w:tab/>
        <w:t>Council of Small Business Australia</w:t>
      </w:r>
    </w:p>
    <w:p w14:paraId="6F40611D" w14:textId="77777777" w:rsidR="00FD230D" w:rsidRPr="00A66188" w:rsidRDefault="00FD230D" w:rsidP="00FD230D">
      <w:pPr>
        <w:pStyle w:val="BodyText"/>
      </w:pPr>
      <w:r w:rsidRPr="00A66188">
        <w:t>CPI</w:t>
      </w:r>
      <w:r w:rsidRPr="00A66188">
        <w:tab/>
      </w:r>
      <w:r>
        <w:tab/>
      </w:r>
      <w:r w:rsidRPr="00A66188">
        <w:t>Consumer Price Index</w:t>
      </w:r>
    </w:p>
    <w:p w14:paraId="6F40611E" w14:textId="77777777" w:rsidR="00FD230D" w:rsidRPr="00A66188" w:rsidRDefault="00FD230D" w:rsidP="00FD230D">
      <w:pPr>
        <w:pStyle w:val="BodyText"/>
      </w:pPr>
      <w:proofErr w:type="spellStart"/>
      <w:r w:rsidRPr="00A66188">
        <w:t>CPSU</w:t>
      </w:r>
      <w:proofErr w:type="spellEnd"/>
      <w:r w:rsidRPr="00A66188">
        <w:tab/>
        <w:t>Community and Public Sector Union</w:t>
      </w:r>
    </w:p>
    <w:p w14:paraId="6F40611F" w14:textId="77777777" w:rsidR="00FD230D" w:rsidRPr="00A66188" w:rsidRDefault="00FD230D" w:rsidP="00FD230D">
      <w:pPr>
        <w:pStyle w:val="BodyText"/>
      </w:pPr>
      <w:proofErr w:type="spellStart"/>
      <w:r w:rsidRPr="00A66188">
        <w:t>CURF</w:t>
      </w:r>
      <w:proofErr w:type="spellEnd"/>
      <w:r w:rsidRPr="00A66188">
        <w:tab/>
      </w:r>
      <w:proofErr w:type="spellStart"/>
      <w:r w:rsidRPr="00A66188">
        <w:t>Confidentialised</w:t>
      </w:r>
      <w:proofErr w:type="spellEnd"/>
      <w:r w:rsidRPr="00A66188">
        <w:t xml:space="preserve"> Unit Record File</w:t>
      </w:r>
    </w:p>
    <w:p w14:paraId="6F406120" w14:textId="77777777" w:rsidR="00FD230D" w:rsidRPr="00A66188" w:rsidRDefault="00FD230D" w:rsidP="00FD230D">
      <w:pPr>
        <w:pStyle w:val="BodyText"/>
      </w:pPr>
      <w:proofErr w:type="spellStart"/>
      <w:r w:rsidRPr="00A66188">
        <w:t>DEEWR</w:t>
      </w:r>
      <w:proofErr w:type="spellEnd"/>
      <w:r w:rsidRPr="00A66188">
        <w:tab/>
        <w:t>Department of Education, Employment and Workplace Relations</w:t>
      </w:r>
    </w:p>
    <w:p w14:paraId="6F406121" w14:textId="77777777" w:rsidR="00FD230D" w:rsidRPr="00A66188" w:rsidRDefault="00FD230D" w:rsidP="00FD230D">
      <w:pPr>
        <w:pStyle w:val="BodyText"/>
      </w:pPr>
      <w:proofErr w:type="spellStart"/>
      <w:r w:rsidRPr="00A66188">
        <w:t>DET</w:t>
      </w:r>
      <w:proofErr w:type="spellEnd"/>
      <w:r w:rsidRPr="00A66188">
        <w:tab/>
      </w:r>
      <w:r>
        <w:tab/>
      </w:r>
      <w:r w:rsidRPr="00A66188">
        <w:t xml:space="preserve">Department of </w:t>
      </w:r>
      <w:r>
        <w:t>Education</w:t>
      </w:r>
      <w:r w:rsidRPr="00A66188">
        <w:t xml:space="preserve"> and Training</w:t>
      </w:r>
    </w:p>
    <w:p w14:paraId="6F406122" w14:textId="77777777" w:rsidR="00FD230D" w:rsidRPr="00A66188" w:rsidRDefault="00FD230D" w:rsidP="00FD230D">
      <w:pPr>
        <w:pStyle w:val="BodyText"/>
      </w:pPr>
      <w:proofErr w:type="spellStart"/>
      <w:r w:rsidRPr="00A66188">
        <w:t>DFAT</w:t>
      </w:r>
      <w:proofErr w:type="spellEnd"/>
      <w:r w:rsidRPr="00A66188">
        <w:tab/>
        <w:t>Department of Foreign Affairs and Trade</w:t>
      </w:r>
    </w:p>
    <w:p w14:paraId="6F406123" w14:textId="77777777" w:rsidR="00FD230D" w:rsidRPr="00A66188" w:rsidRDefault="00FD230D" w:rsidP="00FD230D">
      <w:pPr>
        <w:pStyle w:val="BodyText"/>
      </w:pPr>
      <w:r w:rsidRPr="00A66188">
        <w:t>DIBP</w:t>
      </w:r>
      <w:r w:rsidRPr="00A66188">
        <w:tab/>
      </w:r>
      <w:r>
        <w:tab/>
      </w:r>
      <w:r w:rsidRPr="00A66188">
        <w:t>Department of Immigration and Border Protection</w:t>
      </w:r>
    </w:p>
    <w:p w14:paraId="6F406124" w14:textId="77777777" w:rsidR="00FD230D" w:rsidRPr="00A66188" w:rsidRDefault="00FD230D" w:rsidP="00FD230D">
      <w:pPr>
        <w:pStyle w:val="BodyText"/>
      </w:pPr>
      <w:r w:rsidRPr="00A66188">
        <w:t>EA</w:t>
      </w:r>
      <w:r w:rsidRPr="00A66188">
        <w:tab/>
      </w:r>
      <w:r>
        <w:tab/>
      </w:r>
      <w:r w:rsidRPr="00A66188">
        <w:t>Enterprise Agreement</w:t>
      </w:r>
    </w:p>
    <w:p w14:paraId="6F406125" w14:textId="77777777" w:rsidR="00FD230D" w:rsidRPr="00A66188" w:rsidRDefault="00FD230D" w:rsidP="00FD230D">
      <w:pPr>
        <w:pStyle w:val="BodyText"/>
      </w:pPr>
      <w:proofErr w:type="spellStart"/>
      <w:r w:rsidRPr="00A66188">
        <w:t>EBA</w:t>
      </w:r>
      <w:proofErr w:type="spellEnd"/>
      <w:r w:rsidRPr="00A66188">
        <w:tab/>
      </w:r>
      <w:r>
        <w:tab/>
      </w:r>
      <w:r w:rsidRPr="00A66188">
        <w:t>Enterprise Bargaining Agreement</w:t>
      </w:r>
    </w:p>
    <w:p w14:paraId="6F406126" w14:textId="77777777" w:rsidR="00FD230D" w:rsidRPr="00A66188" w:rsidRDefault="00FD230D" w:rsidP="00FD230D">
      <w:pPr>
        <w:pStyle w:val="BodyText"/>
      </w:pPr>
      <w:proofErr w:type="spellStart"/>
      <w:r w:rsidRPr="00A66188">
        <w:t>EITC</w:t>
      </w:r>
      <w:proofErr w:type="spellEnd"/>
      <w:r w:rsidRPr="00A66188">
        <w:tab/>
      </w:r>
      <w:r>
        <w:tab/>
      </w:r>
      <w:r w:rsidRPr="00A66188">
        <w:t>Earned Income Tax Credit</w:t>
      </w:r>
    </w:p>
    <w:p w14:paraId="6F406127" w14:textId="77777777" w:rsidR="00FD230D" w:rsidRPr="00A66188" w:rsidRDefault="00FD230D" w:rsidP="00FD230D">
      <w:pPr>
        <w:pStyle w:val="BodyText"/>
      </w:pPr>
      <w:proofErr w:type="spellStart"/>
      <w:r w:rsidRPr="00A66188">
        <w:t>EPL</w:t>
      </w:r>
      <w:proofErr w:type="spellEnd"/>
      <w:r w:rsidRPr="00A66188">
        <w:tab/>
      </w:r>
      <w:r>
        <w:tab/>
      </w:r>
      <w:r w:rsidRPr="00A66188">
        <w:t>Employment Protection Legislation</w:t>
      </w:r>
    </w:p>
    <w:p w14:paraId="6F406128" w14:textId="77777777" w:rsidR="00FD230D" w:rsidRPr="00A66188" w:rsidRDefault="00FD230D" w:rsidP="00FD230D">
      <w:pPr>
        <w:pStyle w:val="BodyText"/>
      </w:pPr>
      <w:r w:rsidRPr="00A66188">
        <w:lastRenderedPageBreak/>
        <w:t>FWA</w:t>
      </w:r>
      <w:r w:rsidRPr="00A66188">
        <w:tab/>
      </w:r>
      <w:r>
        <w:tab/>
      </w:r>
      <w:r w:rsidRPr="00A66188">
        <w:t>Fair Work Australia</w:t>
      </w:r>
    </w:p>
    <w:p w14:paraId="6F406129" w14:textId="77777777" w:rsidR="00FD230D" w:rsidRPr="00A66188" w:rsidRDefault="00FD230D" w:rsidP="00FD230D">
      <w:pPr>
        <w:pStyle w:val="BodyText"/>
      </w:pPr>
      <w:r w:rsidRPr="00A66188">
        <w:t>FWAFB</w:t>
      </w:r>
      <w:r w:rsidRPr="00A66188">
        <w:tab/>
        <w:t>Fair Work Australia Full Bench</w:t>
      </w:r>
    </w:p>
    <w:p w14:paraId="6F40612A" w14:textId="77777777" w:rsidR="00FD230D" w:rsidRPr="00A66188" w:rsidRDefault="00FD230D" w:rsidP="00FD230D">
      <w:pPr>
        <w:pStyle w:val="BodyText"/>
      </w:pPr>
      <w:proofErr w:type="spellStart"/>
      <w:r w:rsidRPr="00A66188">
        <w:t>FWBC</w:t>
      </w:r>
      <w:proofErr w:type="spellEnd"/>
      <w:r w:rsidRPr="00A66188">
        <w:tab/>
        <w:t>Fair Work Building and Construction</w:t>
      </w:r>
    </w:p>
    <w:p w14:paraId="6F40612B" w14:textId="77777777" w:rsidR="00FD230D" w:rsidRPr="00A66188" w:rsidRDefault="00FD230D" w:rsidP="00FD230D">
      <w:pPr>
        <w:pStyle w:val="BodyText"/>
      </w:pPr>
      <w:r w:rsidRPr="00A66188">
        <w:t>FWC</w:t>
      </w:r>
      <w:r w:rsidRPr="00A66188">
        <w:tab/>
      </w:r>
      <w:r>
        <w:tab/>
      </w:r>
      <w:r w:rsidRPr="00A66188">
        <w:t>Fair Work Commission</w:t>
      </w:r>
    </w:p>
    <w:p w14:paraId="6F40612C" w14:textId="77777777" w:rsidR="00FD230D" w:rsidRPr="00A66188" w:rsidRDefault="00FD230D" w:rsidP="00FD230D">
      <w:pPr>
        <w:pStyle w:val="BodyText"/>
      </w:pPr>
      <w:proofErr w:type="spellStart"/>
      <w:r w:rsidRPr="00A66188">
        <w:t>FWCFB</w:t>
      </w:r>
      <w:proofErr w:type="spellEnd"/>
      <w:r w:rsidRPr="00A66188">
        <w:tab/>
        <w:t>Fair Work Commission Full Bench</w:t>
      </w:r>
    </w:p>
    <w:p w14:paraId="6F40612D" w14:textId="77777777" w:rsidR="00FD230D" w:rsidRPr="00A66188" w:rsidRDefault="00FD230D" w:rsidP="00FD230D">
      <w:pPr>
        <w:pStyle w:val="BodyText"/>
      </w:pPr>
      <w:r w:rsidRPr="00A66188">
        <w:t>FWO</w:t>
      </w:r>
      <w:r w:rsidRPr="00A66188">
        <w:tab/>
      </w:r>
      <w:r>
        <w:tab/>
      </w:r>
      <w:r w:rsidRPr="00A66188">
        <w:t>Fair Work Ombudsman</w:t>
      </w:r>
    </w:p>
    <w:p w14:paraId="6F40612E" w14:textId="77777777" w:rsidR="00FD230D" w:rsidRPr="00A66188" w:rsidRDefault="00FD230D" w:rsidP="00FD230D">
      <w:pPr>
        <w:pStyle w:val="BodyText"/>
      </w:pPr>
      <w:r w:rsidRPr="00A66188">
        <w:t>GDP</w:t>
      </w:r>
      <w:r w:rsidRPr="00A66188">
        <w:tab/>
      </w:r>
      <w:r>
        <w:tab/>
      </w:r>
      <w:r w:rsidRPr="00A66188">
        <w:t>Gross Domestic Product</w:t>
      </w:r>
    </w:p>
    <w:p w14:paraId="6F40612F" w14:textId="77777777" w:rsidR="00FD230D" w:rsidRPr="00A66188" w:rsidRDefault="00FD230D" w:rsidP="00FD230D">
      <w:pPr>
        <w:pStyle w:val="BodyText"/>
      </w:pPr>
      <w:r w:rsidRPr="00A66188">
        <w:t>HILDA</w:t>
      </w:r>
      <w:r w:rsidRPr="00A66188">
        <w:tab/>
        <w:t>Household, Income and Labour Dynamics in Australia</w:t>
      </w:r>
    </w:p>
    <w:p w14:paraId="6F406130" w14:textId="77777777" w:rsidR="00FD230D" w:rsidRPr="00A66188" w:rsidRDefault="00FD230D" w:rsidP="00FD230D">
      <w:pPr>
        <w:pStyle w:val="BodyText"/>
      </w:pPr>
      <w:r w:rsidRPr="00A66188">
        <w:t>HR</w:t>
      </w:r>
      <w:r w:rsidRPr="00A66188">
        <w:tab/>
      </w:r>
      <w:r>
        <w:tab/>
      </w:r>
      <w:r w:rsidRPr="00A66188">
        <w:t>Human Resources</w:t>
      </w:r>
    </w:p>
    <w:p w14:paraId="6F406131" w14:textId="77777777" w:rsidR="00FD230D" w:rsidRPr="00A66188" w:rsidRDefault="00FD230D" w:rsidP="00FD230D">
      <w:pPr>
        <w:pStyle w:val="BodyText"/>
      </w:pPr>
      <w:r w:rsidRPr="00A66188">
        <w:t>HSU</w:t>
      </w:r>
      <w:r w:rsidRPr="00A66188">
        <w:tab/>
      </w:r>
      <w:r>
        <w:tab/>
      </w:r>
      <w:r w:rsidRPr="00A66188">
        <w:t>Health Services Union</w:t>
      </w:r>
    </w:p>
    <w:p w14:paraId="6F406132" w14:textId="77777777" w:rsidR="00FD230D" w:rsidRPr="00A66188" w:rsidRDefault="00FD230D" w:rsidP="00FD230D">
      <w:pPr>
        <w:pStyle w:val="BodyText"/>
      </w:pPr>
      <w:r w:rsidRPr="00A66188">
        <w:t>IFA</w:t>
      </w:r>
      <w:r w:rsidRPr="00A66188">
        <w:tab/>
      </w:r>
      <w:r>
        <w:tab/>
      </w:r>
      <w:r w:rsidRPr="00A66188">
        <w:t>Individual Flexibility Arrangement</w:t>
      </w:r>
    </w:p>
    <w:p w14:paraId="6F406133" w14:textId="77777777" w:rsidR="00FD230D" w:rsidRPr="00A66188" w:rsidRDefault="00FD230D" w:rsidP="00FD230D">
      <w:pPr>
        <w:pStyle w:val="BodyText"/>
      </w:pPr>
      <w:r w:rsidRPr="00A66188">
        <w:t>ILO</w:t>
      </w:r>
      <w:r w:rsidRPr="00A66188">
        <w:tab/>
      </w:r>
      <w:r>
        <w:tab/>
      </w:r>
      <w:r w:rsidRPr="00A66188">
        <w:t>International Labour Organization</w:t>
      </w:r>
    </w:p>
    <w:p w14:paraId="6F406134" w14:textId="77777777" w:rsidR="00FD230D" w:rsidRPr="00A66188" w:rsidRDefault="00FD230D" w:rsidP="00FD230D">
      <w:pPr>
        <w:pStyle w:val="BodyText"/>
      </w:pPr>
      <w:r w:rsidRPr="00A66188">
        <w:t>IR</w:t>
      </w:r>
      <w:r w:rsidRPr="00A66188">
        <w:tab/>
      </w:r>
      <w:r>
        <w:tab/>
      </w:r>
      <w:r w:rsidRPr="00A66188">
        <w:t>Industrial Relations</w:t>
      </w:r>
    </w:p>
    <w:p w14:paraId="6F406135" w14:textId="77777777" w:rsidR="00FD230D" w:rsidRPr="00A66188" w:rsidRDefault="00FD230D" w:rsidP="00FD230D">
      <w:pPr>
        <w:pStyle w:val="BodyText"/>
      </w:pPr>
      <w:r w:rsidRPr="00A66188">
        <w:t>IRC</w:t>
      </w:r>
      <w:r w:rsidRPr="00A66188">
        <w:tab/>
      </w:r>
      <w:r>
        <w:tab/>
      </w:r>
      <w:r w:rsidRPr="00A66188">
        <w:t>Industrial Relations Commission</w:t>
      </w:r>
    </w:p>
    <w:p w14:paraId="6F406136" w14:textId="77777777" w:rsidR="00FD230D" w:rsidRPr="00A66188" w:rsidRDefault="00FD230D" w:rsidP="00FD230D">
      <w:pPr>
        <w:pStyle w:val="BodyText"/>
      </w:pPr>
      <w:proofErr w:type="spellStart"/>
      <w:r w:rsidRPr="00A66188">
        <w:t>LITO</w:t>
      </w:r>
      <w:proofErr w:type="spellEnd"/>
      <w:r w:rsidRPr="00A66188">
        <w:tab/>
      </w:r>
      <w:r>
        <w:tab/>
      </w:r>
      <w:r w:rsidRPr="00A66188">
        <w:t>Low Income Tax Offset</w:t>
      </w:r>
    </w:p>
    <w:p w14:paraId="6F406137" w14:textId="77777777" w:rsidR="00FD230D" w:rsidRPr="00A66188" w:rsidRDefault="00FD230D" w:rsidP="00FD230D">
      <w:pPr>
        <w:pStyle w:val="BodyText"/>
      </w:pPr>
      <w:proofErr w:type="spellStart"/>
      <w:r w:rsidRPr="00A66188">
        <w:t>MBA</w:t>
      </w:r>
      <w:proofErr w:type="spellEnd"/>
      <w:r w:rsidRPr="00A66188">
        <w:tab/>
      </w:r>
      <w:r>
        <w:tab/>
      </w:r>
      <w:r w:rsidRPr="00A66188">
        <w:t>Master Builders Australia</w:t>
      </w:r>
    </w:p>
    <w:p w14:paraId="6F406138" w14:textId="77777777" w:rsidR="00FD230D" w:rsidRPr="00A66188" w:rsidRDefault="00FD230D" w:rsidP="00FD230D">
      <w:pPr>
        <w:pStyle w:val="BodyText"/>
      </w:pPr>
      <w:proofErr w:type="spellStart"/>
      <w:r w:rsidRPr="00A66188">
        <w:t>MUA</w:t>
      </w:r>
      <w:proofErr w:type="spellEnd"/>
      <w:r w:rsidRPr="00A66188">
        <w:tab/>
      </w:r>
      <w:r>
        <w:tab/>
      </w:r>
      <w:r w:rsidRPr="00A66188">
        <w:t>Maritime Union of Australia</w:t>
      </w:r>
    </w:p>
    <w:p w14:paraId="6F406139" w14:textId="77777777" w:rsidR="00FD230D" w:rsidRPr="00A66188" w:rsidRDefault="00FD230D" w:rsidP="00FD230D">
      <w:pPr>
        <w:pStyle w:val="BodyText"/>
      </w:pPr>
      <w:proofErr w:type="spellStart"/>
      <w:r w:rsidRPr="00A66188">
        <w:t>NAIRU</w:t>
      </w:r>
      <w:proofErr w:type="spellEnd"/>
      <w:r w:rsidRPr="00A66188">
        <w:tab/>
        <w:t>Non-Accelerating Inflation Rate of Unemployment</w:t>
      </w:r>
    </w:p>
    <w:p w14:paraId="6F40613A" w14:textId="77777777" w:rsidR="00FD230D" w:rsidRPr="00A66188" w:rsidRDefault="00FD230D" w:rsidP="00FD230D">
      <w:pPr>
        <w:pStyle w:val="BodyText"/>
      </w:pPr>
      <w:proofErr w:type="spellStart"/>
      <w:r w:rsidRPr="00A66188">
        <w:t>NATSEM</w:t>
      </w:r>
      <w:proofErr w:type="spellEnd"/>
      <w:r w:rsidRPr="00A66188">
        <w:tab/>
        <w:t>National Centre for Social and Economic Modelling</w:t>
      </w:r>
    </w:p>
    <w:p w14:paraId="6F40613B" w14:textId="77777777" w:rsidR="00FD230D" w:rsidRPr="00A66188" w:rsidRDefault="00FD230D" w:rsidP="00FD230D">
      <w:pPr>
        <w:pStyle w:val="BodyText"/>
      </w:pPr>
      <w:proofErr w:type="spellStart"/>
      <w:r w:rsidRPr="00A66188">
        <w:t>NBER</w:t>
      </w:r>
      <w:proofErr w:type="spellEnd"/>
      <w:r w:rsidRPr="00A66188">
        <w:tab/>
        <w:t>National Bureau of Economic Research</w:t>
      </w:r>
    </w:p>
    <w:p w14:paraId="6F40613C" w14:textId="77777777" w:rsidR="00FD230D" w:rsidRPr="00A66188" w:rsidRDefault="00FD230D" w:rsidP="00FD230D">
      <w:pPr>
        <w:pStyle w:val="BodyText"/>
      </w:pPr>
      <w:r w:rsidRPr="00A66188">
        <w:t>NCC</w:t>
      </w:r>
      <w:r w:rsidRPr="00A66188">
        <w:tab/>
      </w:r>
      <w:r>
        <w:tab/>
      </w:r>
      <w:r w:rsidRPr="00A66188">
        <w:t>National Competition Council</w:t>
      </w:r>
    </w:p>
    <w:p w14:paraId="6F40613D" w14:textId="77777777" w:rsidR="00FD230D" w:rsidRPr="00A66188" w:rsidRDefault="00FD230D" w:rsidP="00FD230D">
      <w:pPr>
        <w:pStyle w:val="BodyText"/>
      </w:pPr>
      <w:proofErr w:type="spellStart"/>
      <w:r w:rsidRPr="00A66188">
        <w:t>NCOSS</w:t>
      </w:r>
      <w:proofErr w:type="spellEnd"/>
      <w:r w:rsidRPr="00A66188">
        <w:tab/>
        <w:t>Council of Social Service of New South Wales</w:t>
      </w:r>
    </w:p>
    <w:p w14:paraId="6F40613E" w14:textId="77777777" w:rsidR="00FD230D" w:rsidRPr="00A66188" w:rsidRDefault="00FD230D" w:rsidP="00FD230D">
      <w:pPr>
        <w:pStyle w:val="BodyText"/>
      </w:pPr>
      <w:r w:rsidRPr="00A66188">
        <w:t>NES</w:t>
      </w:r>
      <w:r w:rsidRPr="00A66188">
        <w:tab/>
      </w:r>
      <w:r>
        <w:tab/>
      </w:r>
      <w:r w:rsidRPr="00A66188">
        <w:t>National Employment Standards</w:t>
      </w:r>
    </w:p>
    <w:p w14:paraId="6F40613F" w14:textId="77777777" w:rsidR="00FD230D" w:rsidRPr="00A66188" w:rsidRDefault="00FD230D" w:rsidP="00FD230D">
      <w:pPr>
        <w:pStyle w:val="BodyText"/>
      </w:pPr>
      <w:proofErr w:type="spellStart"/>
      <w:r w:rsidRPr="00A66188">
        <w:t>NTEU</w:t>
      </w:r>
      <w:proofErr w:type="spellEnd"/>
      <w:r w:rsidRPr="00A66188">
        <w:tab/>
        <w:t>National Tertiary Education Union</w:t>
      </w:r>
    </w:p>
    <w:p w14:paraId="6F406140" w14:textId="77777777" w:rsidR="00FD230D" w:rsidRPr="00A66188" w:rsidRDefault="00FD230D" w:rsidP="00FD230D">
      <w:pPr>
        <w:pStyle w:val="BodyText"/>
      </w:pPr>
      <w:r w:rsidRPr="00A66188">
        <w:t>OECD</w:t>
      </w:r>
      <w:r w:rsidRPr="00A66188">
        <w:tab/>
        <w:t>Organisation for Economic Cooperation and Development</w:t>
      </w:r>
    </w:p>
    <w:p w14:paraId="6F406141" w14:textId="77777777" w:rsidR="00FD230D" w:rsidRPr="00A66188" w:rsidRDefault="00FD230D" w:rsidP="00FD230D">
      <w:pPr>
        <w:pStyle w:val="BodyText"/>
      </w:pPr>
      <w:proofErr w:type="spellStart"/>
      <w:r w:rsidRPr="00A66188">
        <w:lastRenderedPageBreak/>
        <w:t>OLS</w:t>
      </w:r>
      <w:proofErr w:type="spellEnd"/>
      <w:r w:rsidRPr="00A66188">
        <w:tab/>
      </w:r>
      <w:r>
        <w:tab/>
      </w:r>
      <w:r w:rsidRPr="00A66188">
        <w:t>Ordinary Least Squares</w:t>
      </w:r>
    </w:p>
    <w:p w14:paraId="6F406142" w14:textId="77777777" w:rsidR="00FD230D" w:rsidRPr="00A66188" w:rsidRDefault="00FD230D" w:rsidP="00FD230D">
      <w:pPr>
        <w:pStyle w:val="BodyText"/>
      </w:pPr>
      <w:proofErr w:type="spellStart"/>
      <w:r w:rsidRPr="00A66188">
        <w:t>PAYG</w:t>
      </w:r>
      <w:proofErr w:type="spellEnd"/>
      <w:r w:rsidRPr="00A66188">
        <w:tab/>
        <w:t>Pay As You Go</w:t>
      </w:r>
    </w:p>
    <w:p w14:paraId="6F406143" w14:textId="77777777" w:rsidR="00FD230D" w:rsidRPr="00A66188" w:rsidRDefault="00FD230D" w:rsidP="00FD230D">
      <w:pPr>
        <w:pStyle w:val="BodyText"/>
      </w:pPr>
      <w:r w:rsidRPr="00A66188">
        <w:t>PC</w:t>
      </w:r>
      <w:r w:rsidRPr="00A66188">
        <w:tab/>
      </w:r>
      <w:r>
        <w:tab/>
      </w:r>
      <w:r w:rsidRPr="00A66188">
        <w:t>Productivity Commission</w:t>
      </w:r>
    </w:p>
    <w:p w14:paraId="6F406144" w14:textId="77777777" w:rsidR="00FD230D" w:rsidRPr="00A66188" w:rsidRDefault="00FD230D" w:rsidP="00FD230D">
      <w:pPr>
        <w:pStyle w:val="BodyText"/>
      </w:pPr>
      <w:proofErr w:type="spellStart"/>
      <w:r w:rsidRPr="00A66188">
        <w:t>PIR</w:t>
      </w:r>
      <w:proofErr w:type="spellEnd"/>
      <w:r w:rsidRPr="00A66188">
        <w:tab/>
      </w:r>
      <w:r>
        <w:tab/>
      </w:r>
      <w:r w:rsidRPr="00A66188">
        <w:t>Post-Implementation Review</w:t>
      </w:r>
    </w:p>
    <w:p w14:paraId="6F406145" w14:textId="77777777" w:rsidR="00FD230D" w:rsidRPr="00A66188" w:rsidRDefault="00FD230D" w:rsidP="00FD230D">
      <w:pPr>
        <w:pStyle w:val="BodyText"/>
      </w:pPr>
      <w:r w:rsidRPr="00A66188">
        <w:t>PISA</w:t>
      </w:r>
      <w:r w:rsidRPr="00A66188">
        <w:tab/>
      </w:r>
      <w:r>
        <w:tab/>
      </w:r>
      <w:proofErr w:type="spellStart"/>
      <w:r w:rsidRPr="00A66188">
        <w:t>Programme</w:t>
      </w:r>
      <w:proofErr w:type="spellEnd"/>
      <w:r w:rsidRPr="00A66188">
        <w:t xml:space="preserve"> for International Student Assessment</w:t>
      </w:r>
    </w:p>
    <w:p w14:paraId="6F406146" w14:textId="77777777" w:rsidR="00FD230D" w:rsidRPr="00A66188" w:rsidRDefault="00FD230D" w:rsidP="00FD230D">
      <w:pPr>
        <w:pStyle w:val="BodyText"/>
      </w:pPr>
      <w:r w:rsidRPr="00A66188">
        <w:t>PPP</w:t>
      </w:r>
      <w:r w:rsidRPr="00A66188">
        <w:tab/>
      </w:r>
      <w:r>
        <w:tab/>
      </w:r>
      <w:r w:rsidRPr="00A66188">
        <w:t>Purchasing Power Parity</w:t>
      </w:r>
    </w:p>
    <w:p w14:paraId="6F406147" w14:textId="77777777" w:rsidR="00FD230D" w:rsidRPr="00A66188" w:rsidRDefault="00FD230D" w:rsidP="00FD230D">
      <w:pPr>
        <w:pStyle w:val="BodyText"/>
      </w:pPr>
      <w:proofErr w:type="spellStart"/>
      <w:r w:rsidRPr="00A66188">
        <w:t>QUT</w:t>
      </w:r>
      <w:proofErr w:type="spellEnd"/>
      <w:r w:rsidRPr="00A66188">
        <w:tab/>
      </w:r>
      <w:r>
        <w:tab/>
      </w:r>
      <w:r w:rsidRPr="00A66188">
        <w:t>Queensland University of Technology</w:t>
      </w:r>
    </w:p>
    <w:p w14:paraId="6F406148" w14:textId="77777777" w:rsidR="00FD230D" w:rsidRPr="00A66188" w:rsidRDefault="00FD230D" w:rsidP="00FD230D">
      <w:pPr>
        <w:pStyle w:val="BodyText"/>
      </w:pPr>
      <w:r w:rsidRPr="00A66188">
        <w:t>RBA</w:t>
      </w:r>
      <w:r w:rsidRPr="00A66188">
        <w:tab/>
      </w:r>
      <w:r>
        <w:tab/>
      </w:r>
      <w:r w:rsidRPr="00A66188">
        <w:t>Reserve Bank of Australia</w:t>
      </w:r>
    </w:p>
    <w:p w14:paraId="6F406149" w14:textId="77777777" w:rsidR="00FD230D" w:rsidRPr="00A66188" w:rsidRDefault="00FD230D" w:rsidP="00FD230D">
      <w:pPr>
        <w:pStyle w:val="BodyText"/>
      </w:pPr>
      <w:proofErr w:type="spellStart"/>
      <w:r w:rsidRPr="00A66188">
        <w:t>SACES</w:t>
      </w:r>
      <w:proofErr w:type="spellEnd"/>
      <w:r w:rsidRPr="00A66188">
        <w:tab/>
        <w:t>South Australian Centre for Economic Studies</w:t>
      </w:r>
    </w:p>
    <w:p w14:paraId="6F40614A" w14:textId="77777777" w:rsidR="00FD230D" w:rsidRPr="00A66188" w:rsidRDefault="00FD230D" w:rsidP="00FD230D">
      <w:pPr>
        <w:pStyle w:val="BodyText"/>
      </w:pPr>
      <w:proofErr w:type="spellStart"/>
      <w:r w:rsidRPr="00A66188">
        <w:t>TCF</w:t>
      </w:r>
      <w:proofErr w:type="spellEnd"/>
      <w:r w:rsidRPr="00A66188">
        <w:tab/>
      </w:r>
      <w:r>
        <w:tab/>
      </w:r>
      <w:r w:rsidRPr="00A66188">
        <w:t>Textile, Clothing and Footwear</w:t>
      </w:r>
    </w:p>
    <w:p w14:paraId="6F40614B" w14:textId="77777777" w:rsidR="00FD230D" w:rsidRPr="00A66188" w:rsidRDefault="00FD230D" w:rsidP="00FD230D">
      <w:pPr>
        <w:pStyle w:val="BodyText"/>
      </w:pPr>
      <w:r w:rsidRPr="00A66188">
        <w:t>TCFUA</w:t>
      </w:r>
      <w:r w:rsidRPr="00A66188">
        <w:tab/>
        <w:t>Textile, Clothing and Footwear Union of Australia</w:t>
      </w:r>
    </w:p>
    <w:p w14:paraId="6F40614C" w14:textId="77777777" w:rsidR="00FD230D" w:rsidRPr="00A66188" w:rsidRDefault="00FD230D" w:rsidP="00FD230D">
      <w:pPr>
        <w:pStyle w:val="BodyText"/>
      </w:pPr>
      <w:proofErr w:type="spellStart"/>
      <w:r w:rsidRPr="00A66188">
        <w:t>TRYM</w:t>
      </w:r>
      <w:proofErr w:type="spellEnd"/>
      <w:r w:rsidRPr="00A66188">
        <w:tab/>
        <w:t>Treasury Macroeconomic</w:t>
      </w:r>
    </w:p>
    <w:p w14:paraId="6F40614D" w14:textId="77777777" w:rsidR="00FD230D" w:rsidRPr="00A66188" w:rsidRDefault="00FD230D" w:rsidP="00FD230D">
      <w:pPr>
        <w:pStyle w:val="BodyText"/>
      </w:pPr>
      <w:r w:rsidRPr="00A66188">
        <w:t>TWU</w:t>
      </w:r>
      <w:r w:rsidRPr="00A66188">
        <w:tab/>
      </w:r>
      <w:r>
        <w:tab/>
      </w:r>
      <w:r w:rsidRPr="00A66188">
        <w:t>Transport Workers Union</w:t>
      </w:r>
    </w:p>
    <w:p w14:paraId="6F40614E" w14:textId="77777777" w:rsidR="00FD230D" w:rsidRPr="00A66188" w:rsidRDefault="00FD230D" w:rsidP="00FD230D">
      <w:pPr>
        <w:pStyle w:val="BodyText"/>
      </w:pPr>
      <w:r w:rsidRPr="00A66188">
        <w:t>UNSW</w:t>
      </w:r>
      <w:r w:rsidRPr="00A66188">
        <w:tab/>
        <w:t>University of New South Wales</w:t>
      </w:r>
    </w:p>
    <w:p w14:paraId="6F40614F" w14:textId="77777777" w:rsidR="00FD230D" w:rsidRPr="00A66188" w:rsidRDefault="00FD230D" w:rsidP="00FD230D">
      <w:pPr>
        <w:pStyle w:val="BodyText"/>
      </w:pPr>
      <w:r w:rsidRPr="00A66188">
        <w:t>VECCI</w:t>
      </w:r>
      <w:r w:rsidRPr="00A66188">
        <w:tab/>
        <w:t>Victorian Employers’ Chamber of Commerce and Industry</w:t>
      </w:r>
    </w:p>
    <w:p w14:paraId="6F406150" w14:textId="77777777" w:rsidR="00FD230D" w:rsidRPr="00A66188" w:rsidRDefault="00FD230D" w:rsidP="00FD230D">
      <w:pPr>
        <w:pStyle w:val="BodyText"/>
      </w:pPr>
      <w:proofErr w:type="spellStart"/>
      <w:r w:rsidRPr="00A66188">
        <w:t>WAIRC</w:t>
      </w:r>
      <w:proofErr w:type="spellEnd"/>
      <w:r w:rsidRPr="00A66188">
        <w:tab/>
        <w:t>Western Australian Industrial Relations Commission</w:t>
      </w:r>
    </w:p>
    <w:p w14:paraId="6F406151" w14:textId="77777777" w:rsidR="00FD230D" w:rsidRDefault="00FD230D" w:rsidP="00FD230D">
      <w:pPr>
        <w:pStyle w:val="BodyText"/>
      </w:pPr>
      <w:r>
        <w:t>WSC</w:t>
      </w:r>
      <w:r>
        <w:tab/>
      </w:r>
      <w:r>
        <w:tab/>
        <w:t>Workplace Standards Commission</w:t>
      </w:r>
    </w:p>
    <w:p w14:paraId="6F406152" w14:textId="77777777" w:rsidR="00FD230D" w:rsidRPr="00A66188" w:rsidRDefault="00FD230D" w:rsidP="00FD230D">
      <w:pPr>
        <w:pStyle w:val="BodyText"/>
      </w:pPr>
      <w:r w:rsidRPr="00A66188">
        <w:t>WHS</w:t>
      </w:r>
      <w:r w:rsidRPr="00A66188">
        <w:tab/>
      </w:r>
      <w:r>
        <w:tab/>
      </w:r>
      <w:r w:rsidRPr="00A66188">
        <w:t>Workplace Health and Safety</w:t>
      </w:r>
    </w:p>
    <w:p w14:paraId="6F406153" w14:textId="77777777" w:rsidR="00FD230D" w:rsidRPr="00A66188" w:rsidRDefault="00FD230D" w:rsidP="00FD230D">
      <w:pPr>
        <w:pStyle w:val="BodyText"/>
      </w:pPr>
      <w:r w:rsidRPr="00A66188">
        <w:t>WR</w:t>
      </w:r>
      <w:r w:rsidRPr="00A66188">
        <w:tab/>
      </w:r>
      <w:r>
        <w:tab/>
      </w:r>
      <w:r w:rsidRPr="00A66188">
        <w:t>Workplace Relations</w:t>
      </w:r>
    </w:p>
    <w:p w14:paraId="6F406154" w14:textId="77777777" w:rsidR="00FD230D" w:rsidRPr="00FD230D" w:rsidRDefault="00FD230D" w:rsidP="00FD230D">
      <w:pPr>
        <w:pStyle w:val="BodyText"/>
        <w:rPr>
          <w:lang w:eastAsia="en-US"/>
        </w:rPr>
      </w:pPr>
      <w:r w:rsidRPr="00A66188">
        <w:t>WTO</w:t>
      </w:r>
      <w:r w:rsidRPr="00A66188">
        <w:tab/>
      </w:r>
      <w:r>
        <w:tab/>
      </w:r>
      <w:r w:rsidRPr="00A66188">
        <w:t>World Trade Organization</w:t>
      </w:r>
    </w:p>
    <w:p w14:paraId="6F406155" w14:textId="77777777"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14:paraId="6F406158" w14:textId="77777777" w:rsidTr="000A5E12">
        <w:tc>
          <w:tcPr>
            <w:tcW w:w="2410" w:type="dxa"/>
          </w:tcPr>
          <w:p w14:paraId="6F406156" w14:textId="77777777" w:rsidR="00735FEA" w:rsidRDefault="00735FEA">
            <w:pPr>
              <w:pStyle w:val="BodyText"/>
              <w:spacing w:before="120"/>
              <w:ind w:right="6"/>
            </w:pPr>
            <w:r>
              <w:t>Billion</w:t>
            </w:r>
          </w:p>
        </w:tc>
        <w:tc>
          <w:tcPr>
            <w:tcW w:w="6379" w:type="dxa"/>
          </w:tcPr>
          <w:p w14:paraId="6F406157" w14:textId="77777777" w:rsidR="00735FEA" w:rsidRDefault="00735FEA">
            <w:pPr>
              <w:pStyle w:val="BodyText"/>
              <w:spacing w:before="120"/>
              <w:ind w:left="227" w:right="6"/>
            </w:pPr>
            <w:r>
              <w:t>The convention used for a billion is a thousand million (10</w:t>
            </w:r>
            <w:r>
              <w:rPr>
                <w:position w:val="6"/>
                <w:sz w:val="22"/>
              </w:rPr>
              <w:t>9</w:t>
            </w:r>
            <w:r>
              <w:t>).</w:t>
            </w:r>
          </w:p>
        </w:tc>
      </w:tr>
    </w:tbl>
    <w:p w14:paraId="6F406159" w14:textId="77777777" w:rsidR="006D03AB" w:rsidRPr="005B7C98" w:rsidRDefault="006D03AB" w:rsidP="00743A27">
      <w:pPr>
        <w:pStyle w:val="BodyText"/>
        <w:rPr>
          <w:rStyle w:val="CommentReference"/>
          <w:vanish w:val="0"/>
        </w:rPr>
      </w:pPr>
      <w:bookmarkStart w:id="12" w:name="Glossary"/>
      <w:bookmarkEnd w:id="12"/>
    </w:p>
    <w:sectPr w:rsidR="006D03AB" w:rsidRPr="005B7C98" w:rsidSect="00585B3F">
      <w:headerReference w:type="even" r:id="rId27"/>
      <w:headerReference w:type="default" r:id="rId28"/>
      <w:footerReference w:type="even" r:id="rId29"/>
      <w:footerReference w:type="default" r:id="rId3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506B3" w14:textId="77777777" w:rsidR="00A41F5C" w:rsidRDefault="00A41F5C">
      <w:r>
        <w:separator/>
      </w:r>
    </w:p>
    <w:p w14:paraId="4B8ED5EC" w14:textId="77777777" w:rsidR="00A41F5C" w:rsidRDefault="00A41F5C"/>
    <w:p w14:paraId="41B190DB" w14:textId="77777777" w:rsidR="00A41F5C" w:rsidRDefault="00A41F5C"/>
  </w:endnote>
  <w:endnote w:type="continuationSeparator" w:id="0">
    <w:p w14:paraId="5E42448D" w14:textId="77777777" w:rsidR="00A41F5C" w:rsidRDefault="00A41F5C">
      <w:r>
        <w:continuationSeparator/>
      </w:r>
    </w:p>
    <w:p w14:paraId="2F4CC996" w14:textId="77777777" w:rsidR="00A41F5C" w:rsidRDefault="00A41F5C"/>
    <w:p w14:paraId="2FDE5CB4" w14:textId="77777777" w:rsidR="00A41F5C" w:rsidRDefault="00A41F5C"/>
  </w:endnote>
  <w:endnote w:type="continuationNotice" w:id="1">
    <w:p w14:paraId="45280EB1" w14:textId="77777777" w:rsidR="00A41F5C" w:rsidRDefault="00A41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80" w14:textId="77777777" w:rsidTr="00E759D5">
      <w:trPr>
        <w:trHeight w:hRule="exact" w:val="567"/>
      </w:trPr>
      <w:tc>
        <w:tcPr>
          <w:tcW w:w="510" w:type="dxa"/>
        </w:tcPr>
        <w:p w14:paraId="6F40617D" w14:textId="77777777" w:rsidR="00A41F5C" w:rsidRPr="00752FFF" w:rsidRDefault="00A41F5C" w:rsidP="00E759D5">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96240A">
            <w:rPr>
              <w:rStyle w:val="PageNumber"/>
              <w:caps w:val="0"/>
              <w:noProof/>
            </w:rPr>
            <w:t>vi</w:t>
          </w:r>
          <w:r w:rsidRPr="00752FFF">
            <w:rPr>
              <w:rStyle w:val="PageNumber"/>
              <w:caps w:val="0"/>
            </w:rPr>
            <w:fldChar w:fldCharType="end"/>
          </w:r>
        </w:p>
      </w:tc>
      <w:tc>
        <w:tcPr>
          <w:tcW w:w="7767" w:type="dxa"/>
        </w:tcPr>
        <w:p w14:paraId="6F40617E" w14:textId="77777777" w:rsidR="00A41F5C" w:rsidRPr="0013739A" w:rsidRDefault="00A41F5C" w:rsidP="00E759D5">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E76470">
            <w:rPr>
              <w:rFonts w:cs="Arial"/>
            </w:rPr>
            <w:t xml:space="preserve">Prelims </w:t>
          </w:r>
          <w:proofErr w:type="spellStart"/>
          <w:r w:rsidR="00E76470">
            <w:rPr>
              <w:rFonts w:cs="Arial"/>
            </w:rPr>
            <w:t>Vol</w:t>
          </w:r>
          <w:proofErr w:type="spellEnd"/>
          <w:r w:rsidR="00E76470">
            <w:rPr>
              <w:rFonts w:cs="Arial"/>
            </w:rPr>
            <w:t xml:space="preserve"> 1</w:t>
          </w:r>
          <w:r w:rsidRPr="00BA5B14">
            <w:rPr>
              <w:rFonts w:cs="Arial"/>
            </w:rPr>
            <w:fldChar w:fldCharType="end"/>
          </w:r>
        </w:p>
      </w:tc>
      <w:tc>
        <w:tcPr>
          <w:tcW w:w="510" w:type="dxa"/>
        </w:tcPr>
        <w:p w14:paraId="6F40617F" w14:textId="77777777" w:rsidR="00A41F5C" w:rsidRDefault="00A41F5C" w:rsidP="00E759D5">
          <w:pPr>
            <w:pStyle w:val="Footer"/>
          </w:pPr>
        </w:p>
      </w:tc>
    </w:tr>
  </w:tbl>
  <w:p w14:paraId="6F406181" w14:textId="77777777" w:rsidR="00A41F5C" w:rsidRDefault="00A41F5C" w:rsidP="00E759D5">
    <w:pPr>
      <w:pStyle w:val="FooterEnd"/>
    </w:pPr>
  </w:p>
  <w:p w14:paraId="6F406182" w14:textId="77777777" w:rsidR="00A41F5C" w:rsidRDefault="00A41F5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86" w14:textId="77777777" w:rsidTr="00E759D5">
      <w:trPr>
        <w:trHeight w:hRule="exact" w:val="567"/>
      </w:trPr>
      <w:tc>
        <w:tcPr>
          <w:tcW w:w="510" w:type="dxa"/>
        </w:tcPr>
        <w:p w14:paraId="6F406183" w14:textId="77777777" w:rsidR="00A41F5C" w:rsidRDefault="00A41F5C">
          <w:pPr>
            <w:pStyle w:val="Footer"/>
            <w:ind w:right="360" w:firstLine="360"/>
          </w:pPr>
        </w:p>
      </w:tc>
      <w:tc>
        <w:tcPr>
          <w:tcW w:w="7767" w:type="dxa"/>
        </w:tcPr>
        <w:p w14:paraId="6F406184" w14:textId="77777777" w:rsidR="00A41F5C" w:rsidRPr="00752FFF" w:rsidRDefault="00A41F5C" w:rsidP="00E759D5">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96240A" w:rsidRPr="0096240A">
            <w:rPr>
              <w:bCs/>
              <w:noProof/>
              <w:lang w:val="en-US"/>
            </w:rPr>
            <w:t>Terms of reference</w:t>
          </w:r>
          <w:r w:rsidRPr="00752FFF">
            <w:rPr>
              <w:noProof/>
            </w:rPr>
            <w:fldChar w:fldCharType="end"/>
          </w:r>
        </w:p>
      </w:tc>
      <w:tc>
        <w:tcPr>
          <w:tcW w:w="510" w:type="dxa"/>
        </w:tcPr>
        <w:p w14:paraId="6F406185" w14:textId="77777777" w:rsidR="00A41F5C" w:rsidRPr="00A24443" w:rsidRDefault="00A41F5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240A">
            <w:rPr>
              <w:rStyle w:val="PageNumber"/>
              <w:caps w:val="0"/>
              <w:noProof/>
            </w:rPr>
            <w:t>v</w:t>
          </w:r>
          <w:r w:rsidRPr="00A24443">
            <w:rPr>
              <w:rStyle w:val="PageNumber"/>
              <w:caps w:val="0"/>
            </w:rPr>
            <w:fldChar w:fldCharType="end"/>
          </w:r>
        </w:p>
      </w:tc>
    </w:tr>
  </w:tbl>
  <w:p w14:paraId="6F406187" w14:textId="77777777" w:rsidR="00A41F5C" w:rsidRDefault="00A41F5C">
    <w:pPr>
      <w:pStyle w:val="FooterEnd"/>
    </w:pPr>
  </w:p>
  <w:p w14:paraId="6F406188" w14:textId="77777777" w:rsidR="00A41F5C" w:rsidRPr="00D01645" w:rsidRDefault="00A41F5C" w:rsidP="00E759D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94" w14:textId="77777777" w:rsidTr="00E759D5">
      <w:trPr>
        <w:trHeight w:hRule="exact" w:val="567"/>
      </w:trPr>
      <w:tc>
        <w:tcPr>
          <w:tcW w:w="510" w:type="dxa"/>
        </w:tcPr>
        <w:p w14:paraId="6F406191" w14:textId="77777777" w:rsidR="00A41F5C" w:rsidRPr="00A24443" w:rsidRDefault="00A41F5C" w:rsidP="00E759D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240A">
            <w:rPr>
              <w:rStyle w:val="PageNumber"/>
              <w:caps w:val="0"/>
              <w:noProof/>
            </w:rPr>
            <w:t>xvi</w:t>
          </w:r>
          <w:r w:rsidRPr="00A24443">
            <w:rPr>
              <w:rStyle w:val="PageNumber"/>
              <w:caps w:val="0"/>
            </w:rPr>
            <w:fldChar w:fldCharType="end"/>
          </w:r>
        </w:p>
      </w:tc>
      <w:tc>
        <w:tcPr>
          <w:tcW w:w="7767" w:type="dxa"/>
        </w:tcPr>
        <w:p w14:paraId="6F406192" w14:textId="77777777" w:rsidR="00A41F5C" w:rsidRPr="0013739A" w:rsidRDefault="00A41F5C" w:rsidP="00E759D5">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76470">
            <w:rPr>
              <w:rFonts w:cs="Arial"/>
            </w:rPr>
            <w:t xml:space="preserve">Prelims </w:t>
          </w:r>
          <w:proofErr w:type="spellStart"/>
          <w:r w:rsidR="00E76470">
            <w:rPr>
              <w:rFonts w:cs="Arial"/>
            </w:rPr>
            <w:t>Vol</w:t>
          </w:r>
          <w:proofErr w:type="spellEnd"/>
          <w:r w:rsidR="00E76470">
            <w:rPr>
              <w:rFonts w:cs="Arial"/>
            </w:rPr>
            <w:t xml:space="preserve"> 1</w:t>
          </w:r>
          <w:r w:rsidRPr="00BA5B14">
            <w:rPr>
              <w:rFonts w:cs="Arial"/>
            </w:rPr>
            <w:fldChar w:fldCharType="end"/>
          </w:r>
        </w:p>
      </w:tc>
      <w:tc>
        <w:tcPr>
          <w:tcW w:w="510" w:type="dxa"/>
        </w:tcPr>
        <w:p w14:paraId="6F406193" w14:textId="77777777" w:rsidR="00A41F5C" w:rsidRDefault="00A41F5C" w:rsidP="00E759D5">
          <w:pPr>
            <w:pStyle w:val="Footer"/>
          </w:pPr>
        </w:p>
      </w:tc>
    </w:tr>
  </w:tbl>
  <w:p w14:paraId="6F406195" w14:textId="77777777" w:rsidR="00A41F5C" w:rsidRDefault="00A41F5C" w:rsidP="00E759D5">
    <w:pPr>
      <w:pStyle w:val="FooterEnd"/>
    </w:pPr>
  </w:p>
  <w:p w14:paraId="6F406196" w14:textId="77777777" w:rsidR="00A41F5C" w:rsidRDefault="00A41F5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9A" w14:textId="77777777" w:rsidTr="00E759D5">
      <w:trPr>
        <w:trHeight w:hRule="exact" w:val="567"/>
      </w:trPr>
      <w:tc>
        <w:tcPr>
          <w:tcW w:w="510" w:type="dxa"/>
        </w:tcPr>
        <w:p w14:paraId="6F406197" w14:textId="77777777" w:rsidR="00A41F5C" w:rsidRDefault="00A41F5C">
          <w:pPr>
            <w:pStyle w:val="Footer"/>
            <w:ind w:right="360" w:firstLine="360"/>
          </w:pPr>
        </w:p>
      </w:tc>
      <w:tc>
        <w:tcPr>
          <w:tcW w:w="7767" w:type="dxa"/>
        </w:tcPr>
        <w:p w14:paraId="6F406198" w14:textId="77777777" w:rsidR="00A41F5C" w:rsidRPr="00BA5B14" w:rsidRDefault="00A41F5C"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6240A">
            <w:rPr>
              <w:noProof/>
            </w:rPr>
            <w:t>Contents</w:t>
          </w:r>
          <w:r w:rsidRPr="008F7DB7">
            <w:rPr>
              <w:noProof/>
            </w:rPr>
            <w:fldChar w:fldCharType="end"/>
          </w:r>
          <w:r>
            <w:rPr>
              <w:rFonts w:cs="Arial"/>
            </w:rPr>
            <w:t xml:space="preserve"> </w:t>
          </w:r>
        </w:p>
      </w:tc>
      <w:tc>
        <w:tcPr>
          <w:tcW w:w="510" w:type="dxa"/>
        </w:tcPr>
        <w:p w14:paraId="6F406199" w14:textId="77777777" w:rsidR="00A41F5C" w:rsidRPr="007448F7" w:rsidRDefault="00A41F5C">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6240A">
            <w:rPr>
              <w:rStyle w:val="PageNumber"/>
              <w:caps w:val="0"/>
              <w:noProof/>
            </w:rPr>
            <w:t>xv</w:t>
          </w:r>
          <w:r w:rsidRPr="007448F7">
            <w:rPr>
              <w:rStyle w:val="PageNumber"/>
              <w:caps w:val="0"/>
            </w:rPr>
            <w:fldChar w:fldCharType="end"/>
          </w:r>
        </w:p>
      </w:tc>
    </w:tr>
  </w:tbl>
  <w:p w14:paraId="6F40619B" w14:textId="77777777" w:rsidR="00A41F5C" w:rsidRDefault="00A41F5C">
    <w:pPr>
      <w:pStyle w:val="FooterEnd"/>
    </w:pPr>
  </w:p>
  <w:p w14:paraId="6F40619C" w14:textId="77777777" w:rsidR="00A41F5C" w:rsidRDefault="00A41F5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A8" w14:textId="77777777" w:rsidTr="00E759D5">
      <w:trPr>
        <w:trHeight w:hRule="exact" w:val="567"/>
      </w:trPr>
      <w:tc>
        <w:tcPr>
          <w:tcW w:w="510" w:type="dxa"/>
        </w:tcPr>
        <w:p w14:paraId="6F4061A5" w14:textId="77777777" w:rsidR="00A41F5C" w:rsidRPr="007448F7" w:rsidRDefault="00A41F5C" w:rsidP="00E759D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6240A">
            <w:rPr>
              <w:rStyle w:val="PageNumber"/>
              <w:caps w:val="0"/>
              <w:noProof/>
            </w:rPr>
            <w:t>xx</w:t>
          </w:r>
          <w:r w:rsidRPr="007448F7">
            <w:rPr>
              <w:rStyle w:val="PageNumber"/>
              <w:caps w:val="0"/>
            </w:rPr>
            <w:fldChar w:fldCharType="end"/>
          </w:r>
        </w:p>
      </w:tc>
      <w:tc>
        <w:tcPr>
          <w:tcW w:w="7767" w:type="dxa"/>
        </w:tcPr>
        <w:p w14:paraId="6F4061A6" w14:textId="77777777" w:rsidR="00A41F5C" w:rsidRPr="0013739A" w:rsidRDefault="00A41F5C"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76470">
            <w:rPr>
              <w:rFonts w:cs="Arial"/>
            </w:rPr>
            <w:t xml:space="preserve">Prelims </w:t>
          </w:r>
          <w:proofErr w:type="spellStart"/>
          <w:r w:rsidR="00E76470">
            <w:rPr>
              <w:rFonts w:cs="Arial"/>
            </w:rPr>
            <w:t>Vol</w:t>
          </w:r>
          <w:proofErr w:type="spellEnd"/>
          <w:r w:rsidR="00E76470">
            <w:rPr>
              <w:rFonts w:cs="Arial"/>
            </w:rPr>
            <w:t xml:space="preserve"> 1</w:t>
          </w:r>
          <w:r w:rsidRPr="00BA5B14">
            <w:rPr>
              <w:rFonts w:cs="Arial"/>
            </w:rPr>
            <w:fldChar w:fldCharType="end"/>
          </w:r>
        </w:p>
      </w:tc>
      <w:tc>
        <w:tcPr>
          <w:tcW w:w="510" w:type="dxa"/>
        </w:tcPr>
        <w:p w14:paraId="6F4061A7" w14:textId="77777777" w:rsidR="00A41F5C" w:rsidRDefault="00A41F5C" w:rsidP="00E759D5">
          <w:pPr>
            <w:pStyle w:val="Footer"/>
          </w:pPr>
        </w:p>
      </w:tc>
    </w:tr>
  </w:tbl>
  <w:p w14:paraId="6F4061A9" w14:textId="77777777" w:rsidR="00A41F5C" w:rsidRDefault="00A41F5C" w:rsidP="00E759D5">
    <w:pPr>
      <w:pStyle w:val="FooterEnd"/>
    </w:pPr>
  </w:p>
  <w:p w14:paraId="6F4061AA" w14:textId="77777777" w:rsidR="00A41F5C" w:rsidRDefault="00A41F5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AE" w14:textId="77777777" w:rsidTr="00E759D5">
      <w:trPr>
        <w:trHeight w:hRule="exact" w:val="567"/>
      </w:trPr>
      <w:tc>
        <w:tcPr>
          <w:tcW w:w="510" w:type="dxa"/>
        </w:tcPr>
        <w:p w14:paraId="6F4061AB" w14:textId="77777777" w:rsidR="00A41F5C" w:rsidRDefault="00A41F5C">
          <w:pPr>
            <w:pStyle w:val="Footer"/>
            <w:ind w:right="360" w:firstLine="360"/>
          </w:pPr>
        </w:p>
      </w:tc>
      <w:tc>
        <w:tcPr>
          <w:tcW w:w="7767" w:type="dxa"/>
        </w:tcPr>
        <w:p w14:paraId="6F4061AC" w14:textId="77777777" w:rsidR="00A41F5C" w:rsidRPr="00340511" w:rsidRDefault="00A41F5C"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96240A" w:rsidRPr="0096240A">
            <w:rPr>
              <w:bCs/>
              <w:noProof/>
              <w:lang w:val="en-US"/>
            </w:rPr>
            <w:t>Abbreviations and explanations</w:t>
          </w:r>
          <w:r w:rsidRPr="00340511">
            <w:rPr>
              <w:noProof/>
            </w:rPr>
            <w:fldChar w:fldCharType="end"/>
          </w:r>
        </w:p>
      </w:tc>
      <w:tc>
        <w:tcPr>
          <w:tcW w:w="510" w:type="dxa"/>
        </w:tcPr>
        <w:p w14:paraId="6F4061AD" w14:textId="77777777" w:rsidR="00A41F5C" w:rsidRPr="00A24443" w:rsidRDefault="00A41F5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240A">
            <w:rPr>
              <w:rStyle w:val="PageNumber"/>
              <w:caps w:val="0"/>
              <w:noProof/>
            </w:rPr>
            <w:t>xvii</w:t>
          </w:r>
          <w:r w:rsidRPr="00A24443">
            <w:rPr>
              <w:rStyle w:val="PageNumber"/>
              <w:caps w:val="0"/>
            </w:rPr>
            <w:fldChar w:fldCharType="end"/>
          </w:r>
        </w:p>
      </w:tc>
    </w:tr>
  </w:tbl>
  <w:p w14:paraId="6F4061AF" w14:textId="77777777" w:rsidR="00A41F5C" w:rsidRDefault="00A41F5C">
    <w:pPr>
      <w:pStyle w:val="FooterEnd"/>
    </w:pPr>
  </w:p>
  <w:p w14:paraId="6F4061B0" w14:textId="77777777" w:rsidR="00A41F5C" w:rsidRDefault="00A41F5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11A1E" w14:textId="77777777" w:rsidR="00A41F5C" w:rsidRDefault="00A41F5C">
      <w:r>
        <w:separator/>
      </w:r>
    </w:p>
    <w:p w14:paraId="2843D1A2" w14:textId="77777777" w:rsidR="00A41F5C" w:rsidRDefault="00A41F5C"/>
    <w:p w14:paraId="4CCDFA6F" w14:textId="77777777" w:rsidR="00A41F5C" w:rsidRDefault="00A41F5C"/>
  </w:footnote>
  <w:footnote w:type="continuationSeparator" w:id="0">
    <w:p w14:paraId="3B17ABF2" w14:textId="77777777" w:rsidR="00A41F5C" w:rsidRDefault="00A41F5C">
      <w:r>
        <w:continuationSeparator/>
      </w:r>
    </w:p>
    <w:p w14:paraId="162C43F3" w14:textId="77777777" w:rsidR="00A41F5C" w:rsidRDefault="00A41F5C"/>
    <w:p w14:paraId="3B377D5F" w14:textId="77777777" w:rsidR="00A41F5C" w:rsidRDefault="00A41F5C"/>
  </w:footnote>
  <w:footnote w:type="continuationNotice" w:id="1">
    <w:p w14:paraId="303246D6" w14:textId="77777777" w:rsidR="00A41F5C" w:rsidRDefault="00A41F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1F5C" w14:paraId="6F406176" w14:textId="77777777">
      <w:tc>
        <w:tcPr>
          <w:tcW w:w="2155" w:type="dxa"/>
          <w:tcBorders>
            <w:top w:val="single" w:sz="24" w:space="0" w:color="auto"/>
          </w:tcBorders>
        </w:tcPr>
        <w:p w14:paraId="6F406174" w14:textId="77777777" w:rsidR="00A41F5C" w:rsidRDefault="00A41F5C">
          <w:pPr>
            <w:pStyle w:val="Header"/>
          </w:pPr>
        </w:p>
      </w:tc>
      <w:tc>
        <w:tcPr>
          <w:tcW w:w="6634" w:type="dxa"/>
          <w:tcBorders>
            <w:top w:val="single" w:sz="6" w:space="0" w:color="auto"/>
          </w:tcBorders>
        </w:tcPr>
        <w:p w14:paraId="6F406175" w14:textId="77777777" w:rsidR="00A41F5C" w:rsidRDefault="00A41F5C">
          <w:pPr>
            <w:pStyle w:val="Header"/>
          </w:pPr>
        </w:p>
      </w:tc>
    </w:tr>
  </w:tbl>
  <w:p w14:paraId="6F406177" w14:textId="77777777" w:rsidR="00A41F5C" w:rsidRDefault="00A41F5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1F5C" w14:paraId="6F40617A" w14:textId="77777777">
      <w:tc>
        <w:tcPr>
          <w:tcW w:w="6634" w:type="dxa"/>
          <w:tcBorders>
            <w:top w:val="single" w:sz="6" w:space="0" w:color="auto"/>
          </w:tcBorders>
        </w:tcPr>
        <w:p w14:paraId="6F406178" w14:textId="77777777" w:rsidR="00A41F5C" w:rsidRDefault="00A41F5C" w:rsidP="00E759D5">
          <w:pPr>
            <w:pStyle w:val="HeaderOdd"/>
          </w:pPr>
        </w:p>
      </w:tc>
      <w:tc>
        <w:tcPr>
          <w:tcW w:w="2155" w:type="dxa"/>
          <w:tcBorders>
            <w:top w:val="single" w:sz="24" w:space="0" w:color="auto"/>
          </w:tcBorders>
        </w:tcPr>
        <w:p w14:paraId="6F406179" w14:textId="77777777" w:rsidR="00A41F5C" w:rsidRDefault="00A41F5C" w:rsidP="00E759D5">
          <w:pPr>
            <w:pStyle w:val="HeaderOdd"/>
          </w:pPr>
        </w:p>
      </w:tc>
    </w:tr>
  </w:tbl>
  <w:p w14:paraId="6F40617B" w14:textId="77777777" w:rsidR="00A41F5C" w:rsidRDefault="00A41F5C" w:rsidP="00E759D5">
    <w:pPr>
      <w:pStyle w:val="HeaderEnd"/>
    </w:pPr>
  </w:p>
  <w:p w14:paraId="6F40617C" w14:textId="77777777" w:rsidR="00A41F5C" w:rsidRPr="00D01645" w:rsidRDefault="00A41F5C" w:rsidP="00E759D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1F5C" w14:paraId="6F40618B" w14:textId="77777777">
      <w:tc>
        <w:tcPr>
          <w:tcW w:w="2155" w:type="dxa"/>
          <w:tcBorders>
            <w:top w:val="single" w:sz="24" w:space="0" w:color="auto"/>
          </w:tcBorders>
        </w:tcPr>
        <w:p w14:paraId="6F406189" w14:textId="77777777" w:rsidR="00A41F5C" w:rsidRDefault="00A41F5C">
          <w:pPr>
            <w:pStyle w:val="Header"/>
          </w:pPr>
        </w:p>
      </w:tc>
      <w:tc>
        <w:tcPr>
          <w:tcW w:w="6634" w:type="dxa"/>
          <w:tcBorders>
            <w:top w:val="single" w:sz="6" w:space="0" w:color="auto"/>
          </w:tcBorders>
        </w:tcPr>
        <w:p w14:paraId="6F40618A" w14:textId="77777777" w:rsidR="00A41F5C" w:rsidRDefault="00A41F5C">
          <w:pPr>
            <w:pStyle w:val="Header"/>
          </w:pPr>
        </w:p>
      </w:tc>
    </w:tr>
  </w:tbl>
  <w:p w14:paraId="6F40618C" w14:textId="77777777" w:rsidR="00A41F5C" w:rsidRDefault="00A41F5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1F5C" w14:paraId="6F40618F" w14:textId="77777777" w:rsidTr="005C68FE">
      <w:tc>
        <w:tcPr>
          <w:tcW w:w="6634" w:type="dxa"/>
          <w:tcBorders>
            <w:top w:val="single" w:sz="6" w:space="0" w:color="auto"/>
          </w:tcBorders>
        </w:tcPr>
        <w:p w14:paraId="6F40618D" w14:textId="77777777" w:rsidR="00A41F5C" w:rsidRDefault="00A41F5C" w:rsidP="005C68FE">
          <w:pPr>
            <w:pStyle w:val="HeaderOdd"/>
          </w:pPr>
        </w:p>
      </w:tc>
      <w:tc>
        <w:tcPr>
          <w:tcW w:w="2155" w:type="dxa"/>
          <w:tcBorders>
            <w:top w:val="single" w:sz="24" w:space="0" w:color="auto"/>
          </w:tcBorders>
        </w:tcPr>
        <w:p w14:paraId="6F40618E" w14:textId="77777777" w:rsidR="00A41F5C" w:rsidRDefault="00A41F5C" w:rsidP="005C68FE">
          <w:pPr>
            <w:pStyle w:val="HeaderOdd"/>
          </w:pPr>
        </w:p>
      </w:tc>
    </w:tr>
  </w:tbl>
  <w:p w14:paraId="6F406190" w14:textId="77777777" w:rsidR="00A41F5C" w:rsidRPr="005C68FE" w:rsidRDefault="00A41F5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41F5C" w14:paraId="6F40619F" w14:textId="77777777" w:rsidTr="005C68FE">
      <w:tc>
        <w:tcPr>
          <w:tcW w:w="2155" w:type="dxa"/>
          <w:tcBorders>
            <w:top w:val="single" w:sz="24" w:space="0" w:color="auto"/>
          </w:tcBorders>
        </w:tcPr>
        <w:p w14:paraId="6F40619D" w14:textId="77777777" w:rsidR="00A41F5C" w:rsidRDefault="00A41F5C" w:rsidP="005C68FE">
          <w:pPr>
            <w:pStyle w:val="HeaderEven"/>
          </w:pPr>
        </w:p>
      </w:tc>
      <w:tc>
        <w:tcPr>
          <w:tcW w:w="6634" w:type="dxa"/>
          <w:tcBorders>
            <w:top w:val="single" w:sz="6" w:space="0" w:color="auto"/>
          </w:tcBorders>
        </w:tcPr>
        <w:p w14:paraId="6F40619E" w14:textId="77777777" w:rsidR="00A41F5C" w:rsidRDefault="00A41F5C" w:rsidP="005C68FE">
          <w:pPr>
            <w:pStyle w:val="HeaderEven"/>
          </w:pPr>
        </w:p>
      </w:tc>
    </w:tr>
  </w:tbl>
  <w:p w14:paraId="6F4061A0" w14:textId="77777777" w:rsidR="00A41F5C" w:rsidRDefault="00A41F5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1F5C" w14:paraId="6F4061A3" w14:textId="77777777">
      <w:tc>
        <w:tcPr>
          <w:tcW w:w="6634" w:type="dxa"/>
          <w:tcBorders>
            <w:top w:val="single" w:sz="6" w:space="0" w:color="auto"/>
          </w:tcBorders>
        </w:tcPr>
        <w:p w14:paraId="6F4061A1" w14:textId="77777777" w:rsidR="00A41F5C" w:rsidRDefault="00A41F5C">
          <w:pPr>
            <w:pStyle w:val="HeaderOdd"/>
          </w:pPr>
        </w:p>
      </w:tc>
      <w:tc>
        <w:tcPr>
          <w:tcW w:w="2155" w:type="dxa"/>
          <w:tcBorders>
            <w:top w:val="single" w:sz="24" w:space="0" w:color="auto"/>
          </w:tcBorders>
        </w:tcPr>
        <w:p w14:paraId="6F4061A2" w14:textId="77777777" w:rsidR="00A41F5C" w:rsidRDefault="00A41F5C">
          <w:pPr>
            <w:pStyle w:val="HeaderOdd"/>
          </w:pPr>
        </w:p>
      </w:tc>
    </w:tr>
  </w:tbl>
  <w:p w14:paraId="6F4061A4" w14:textId="77777777" w:rsidR="00A41F5C" w:rsidRDefault="00A41F5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SpellingErrors/>
  <w:hideGrammaticalError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AA"/>
    <w:rsid w:val="00017AFC"/>
    <w:rsid w:val="00025878"/>
    <w:rsid w:val="000263BF"/>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C5A77"/>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D4EAA"/>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B7C98"/>
    <w:rsid w:val="005C68FE"/>
    <w:rsid w:val="005F7D30"/>
    <w:rsid w:val="006016F2"/>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878D9"/>
    <w:rsid w:val="00691AB5"/>
    <w:rsid w:val="006D03AB"/>
    <w:rsid w:val="006E1E6B"/>
    <w:rsid w:val="006F0EAC"/>
    <w:rsid w:val="006F6A85"/>
    <w:rsid w:val="0070328D"/>
    <w:rsid w:val="00731F96"/>
    <w:rsid w:val="00734127"/>
    <w:rsid w:val="00735FEA"/>
    <w:rsid w:val="00743460"/>
    <w:rsid w:val="00743A27"/>
    <w:rsid w:val="007448F7"/>
    <w:rsid w:val="00753DC6"/>
    <w:rsid w:val="0075578C"/>
    <w:rsid w:val="0076313D"/>
    <w:rsid w:val="00766DFB"/>
    <w:rsid w:val="007734B5"/>
    <w:rsid w:val="007809B8"/>
    <w:rsid w:val="007813A6"/>
    <w:rsid w:val="007A7CFD"/>
    <w:rsid w:val="00805FD7"/>
    <w:rsid w:val="00806E54"/>
    <w:rsid w:val="008206EE"/>
    <w:rsid w:val="008214B1"/>
    <w:rsid w:val="00821F2D"/>
    <w:rsid w:val="008273A9"/>
    <w:rsid w:val="00836ED7"/>
    <w:rsid w:val="0084355E"/>
    <w:rsid w:val="008453AC"/>
    <w:rsid w:val="00850311"/>
    <w:rsid w:val="00852C56"/>
    <w:rsid w:val="00860D09"/>
    <w:rsid w:val="00862044"/>
    <w:rsid w:val="00880BF7"/>
    <w:rsid w:val="0089269F"/>
    <w:rsid w:val="008A15A2"/>
    <w:rsid w:val="008A2133"/>
    <w:rsid w:val="008A3857"/>
    <w:rsid w:val="008B2205"/>
    <w:rsid w:val="008C08EF"/>
    <w:rsid w:val="008C305F"/>
    <w:rsid w:val="008C3AD2"/>
    <w:rsid w:val="008C7C3D"/>
    <w:rsid w:val="008D506A"/>
    <w:rsid w:val="008D6F66"/>
    <w:rsid w:val="008E1BEA"/>
    <w:rsid w:val="008E242D"/>
    <w:rsid w:val="008E43D2"/>
    <w:rsid w:val="008E5248"/>
    <w:rsid w:val="008F04C9"/>
    <w:rsid w:val="008F7C50"/>
    <w:rsid w:val="008F7DB7"/>
    <w:rsid w:val="009064D3"/>
    <w:rsid w:val="00915300"/>
    <w:rsid w:val="00933B0C"/>
    <w:rsid w:val="00935676"/>
    <w:rsid w:val="0096240A"/>
    <w:rsid w:val="0098401D"/>
    <w:rsid w:val="009A789F"/>
    <w:rsid w:val="009B12EF"/>
    <w:rsid w:val="009B48F7"/>
    <w:rsid w:val="009B6185"/>
    <w:rsid w:val="009C6C6D"/>
    <w:rsid w:val="009E1E78"/>
    <w:rsid w:val="00A1597D"/>
    <w:rsid w:val="00A41F5C"/>
    <w:rsid w:val="00A46989"/>
    <w:rsid w:val="00A469AA"/>
    <w:rsid w:val="00A65821"/>
    <w:rsid w:val="00A71CE9"/>
    <w:rsid w:val="00A72A19"/>
    <w:rsid w:val="00A75A30"/>
    <w:rsid w:val="00A93C82"/>
    <w:rsid w:val="00AB2A48"/>
    <w:rsid w:val="00AC3236"/>
    <w:rsid w:val="00AD4874"/>
    <w:rsid w:val="00AE1F8A"/>
    <w:rsid w:val="00B036B2"/>
    <w:rsid w:val="00B04D19"/>
    <w:rsid w:val="00B153C3"/>
    <w:rsid w:val="00B22087"/>
    <w:rsid w:val="00B50957"/>
    <w:rsid w:val="00B722F2"/>
    <w:rsid w:val="00B80355"/>
    <w:rsid w:val="00B90958"/>
    <w:rsid w:val="00B95339"/>
    <w:rsid w:val="00BA0B81"/>
    <w:rsid w:val="00BB334E"/>
    <w:rsid w:val="00BB5DCF"/>
    <w:rsid w:val="00BC2476"/>
    <w:rsid w:val="00BF59EA"/>
    <w:rsid w:val="00BF79CD"/>
    <w:rsid w:val="00C058AB"/>
    <w:rsid w:val="00C0721B"/>
    <w:rsid w:val="00C33F1F"/>
    <w:rsid w:val="00C34C8C"/>
    <w:rsid w:val="00C50792"/>
    <w:rsid w:val="00C51371"/>
    <w:rsid w:val="00C55A45"/>
    <w:rsid w:val="00C904D9"/>
    <w:rsid w:val="00C94C06"/>
    <w:rsid w:val="00CA48BF"/>
    <w:rsid w:val="00CB3ACC"/>
    <w:rsid w:val="00CB4745"/>
    <w:rsid w:val="00CB6D59"/>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E2EE1"/>
    <w:rsid w:val="00DF00FE"/>
    <w:rsid w:val="00DF4592"/>
    <w:rsid w:val="00E15679"/>
    <w:rsid w:val="00E15FDC"/>
    <w:rsid w:val="00E2651B"/>
    <w:rsid w:val="00E30DDB"/>
    <w:rsid w:val="00E6632E"/>
    <w:rsid w:val="00E759D5"/>
    <w:rsid w:val="00E76470"/>
    <w:rsid w:val="00E90CF2"/>
    <w:rsid w:val="00EC38C1"/>
    <w:rsid w:val="00EC628B"/>
    <w:rsid w:val="00ED0F61"/>
    <w:rsid w:val="00EE3F6D"/>
    <w:rsid w:val="00EE73E1"/>
    <w:rsid w:val="00F12107"/>
    <w:rsid w:val="00F13165"/>
    <w:rsid w:val="00F4234E"/>
    <w:rsid w:val="00F61429"/>
    <w:rsid w:val="00F623A3"/>
    <w:rsid w:val="00F7477E"/>
    <w:rsid w:val="00F85393"/>
    <w:rsid w:val="00FA4A24"/>
    <w:rsid w:val="00FC41B4"/>
    <w:rsid w:val="00FC5A6B"/>
    <w:rsid w:val="00FD230D"/>
    <w:rsid w:val="00FD4728"/>
    <w:rsid w:val="00FD741A"/>
    <w:rsid w:val="00FD7AC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405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D4E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4EAA"/>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D4E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4EAA"/>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jpg"/><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jp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settings" Target="setting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Inquiry" ma:contentTypeID="0x0101007916246811615643A710C6FEAFF56A871101003BBC3576AEC5C440A9A2CCF03EFE1D03" ma:contentTypeVersion="12" ma:contentTypeDescription="" ma:contentTypeScope="" ma:versionID="cb21d68324a3701a2611d26b1f665dd0">
  <xsd:schema xmlns:xsd="http://www.w3.org/2001/XMLSchema" xmlns:xs="http://www.w3.org/2001/XMLSchema" xmlns:p="http://schemas.microsoft.com/office/2006/metadata/properties" xmlns:ns2="3f4bcce7-ac1a-4c9d-aa3e-7e77695652db" xmlns:ns3="8044c801-d84b-4ee1-a77e-678f8dcdee17" xmlns:ns4="349ee959-5d94-4c4c-9e29-4eeaea5d6e54" targetNamespace="http://schemas.microsoft.com/office/2006/metadata/properties" ma:root="true" ma:fieldsID="5bc7e1a0c461021406ffde219bf6f1fe" ns2:_="" ns3:_="" ns4:_="">
    <xsd:import namespace="3f4bcce7-ac1a-4c9d-aa3e-7e77695652db"/>
    <xsd:import namespace="8044c801-d84b-4ee1-a77e-678f8dcdee17"/>
    <xsd:import namespace="349ee959-5d94-4c4c-9e29-4eeaea5d6e54"/>
    <xsd:element name="properties">
      <xsd:complexType>
        <xsd:sequence>
          <xsd:element name="documentManagement">
            <xsd:complexType>
              <xsd:all>
                <xsd:element ref="ns2:TaxCatchAll" minOccurs="0"/>
                <xsd:element ref="ns2:TaxCatchAllLabel" minOccurs="0"/>
                <xsd:element ref="ns2:p7a0baa8c88445a78b6f55906390ba17" minOccurs="0"/>
                <xsd:element ref="ns3:o939ead9e1484185b390bbb11d2f5254" minOccurs="0"/>
                <xsd:element ref="ns3:Archive" minOccurs="0"/>
                <xsd:element ref="ns4:Ch_x0020_No" minOccurs="0"/>
                <xsd:element ref="ns4: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readOnly="false"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44c801-d84b-4ee1-a77e-678f8dcdee17" elementFormDefault="qualified">
    <xsd:import namespace="http://schemas.microsoft.com/office/2006/documentManagement/types"/>
    <xsd:import namespace="http://schemas.microsoft.com/office/infopath/2007/PartnerControls"/>
    <xsd:element name="o939ead9e1484185b390bbb11d2f5254" ma:index="12" nillable="true" ma:taxonomy="true" ma:internalName="o939ead9e1484185b390bbb11d2f5254" ma:taxonomyFieldName="Tags1" ma:displayName="Tags" ma:default="" ma:fieldId="{8939ead9-e148-4185-b390-bbb11d2f5254}" ma:taxonomyMulti="true" ma:sspId="70da5c63-8548-4ac8-9616-83b0f373280e" ma:termSetId="e99b77ca-c000-4e3f-a77f-a64077d5e2f2" ma:anchorId="00000000-0000-0000-0000-000000000000" ma:open="false" ma:isKeyword="false">
      <xsd:complexType>
        <xsd:sequence>
          <xsd:element ref="pc:Terms" minOccurs="0" maxOccurs="1"/>
        </xsd:sequence>
      </xsd:complexType>
    </xsd:element>
    <xsd:element name="Archive" ma:index="14"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49ee959-5d94-4c4c-9e29-4eeaea5d6e54" elementFormDefault="qualified">
    <xsd:import namespace="http://schemas.microsoft.com/office/2006/documentManagement/types"/>
    <xsd:import namespace="http://schemas.microsoft.com/office/infopath/2007/PartnerControls"/>
    <xsd:element name="Ch_x0020_No" ma:index="15" nillable="true" ma:displayName="Ch No" ma:indexed="true" ma:internalName="Ch_x0020_No">
      <xsd:simpleType>
        <xsd:restriction base="dms:Text">
          <xsd:maxLength value="255"/>
        </xsd:restriction>
      </xsd:simpleType>
    </xsd:element>
    <xsd:element name="Status" ma:index="16" nillable="true" ma:displayName="Status" ma:description="Select one or more choices to indicate what phase each chapter is in." ma:internalName="Status">
      <xsd:complexType>
        <xsd:complexContent>
          <xsd:extension base="dms:MultiChoice">
            <xsd:sequence>
              <xsd:element name="Value" maxOccurs="unbounded" minOccurs="0" nillable="true">
                <xsd:simpleType>
                  <xsd:restriction base="dms:Choice">
                    <xsd:enumeration value="1st Circ to Ralph"/>
                    <xsd:enumeration value="1st Circ to Comms"/>
                    <xsd:enumeration value="1st Circ comments back"/>
                    <xsd:enumeration value="2nd Circ to Ralph"/>
                    <xsd:enumeration value="2nd Circ to Comms"/>
                    <xsd:enumeration value="2nd Circ comments back"/>
                    <xsd:enumeration value="Ready for final proof"/>
                    <xsd:enumeration value="1st proof complete"/>
                    <xsd:enumeration value="2nd proof complete"/>
                    <xsd:enumeration value="3rd proof complete"/>
                    <xsd:enumeration value="Zotero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Post compile edits i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0da5c63-8548-4ac8-9616-83b0f373280e" ContentTypeId="0x0101007916246811615643A710C6FEAFF56A871101" PreviousValue="false"/>
</file>

<file path=customXml/item3.xml><?xml version="1.0" encoding="utf-8"?>
<p:properties xmlns:p="http://schemas.microsoft.com/office/2006/metadata/properties" xmlns:xsi="http://www.w3.org/2001/XMLSchema-instance" xmlns:pc="http://schemas.microsoft.com/office/infopath/2007/PartnerControls">
  <documentManagement>
    <o939ead9e1484185b390bbb11d2f5254 xmlns="8044c801-d84b-4ee1-a77e-678f8dcdee17">
      <Terms xmlns="http://schemas.microsoft.com/office/infopath/2007/PartnerControls"/>
    </o939ead9e1484185b390bbb11d2f5254>
    <Ch_x0020_No xmlns="349ee959-5d94-4c4c-9e29-4eeaea5d6e54" xsi:nil="true"/>
    <Status xmlns="349ee959-5d94-4c4c-9e29-4eeaea5d6e54"/>
    <Archive xmlns="8044c801-d84b-4ee1-a77e-678f8dcdee17">false</Archiv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270</Value>
    </TaxCatchAll>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F0C68F6-4A16-49AC-B09F-9C4A6B715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8044c801-d84b-4ee1-a77e-678f8dcdee17"/>
    <ds:schemaRef ds:uri="349ee959-5d94-4c4c-9e29-4eeaea5d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8C051-B882-4DA5-B412-B7C08C155230}">
  <ds:schemaRefs>
    <ds:schemaRef ds:uri="Microsoft.SharePoint.Taxonomy.ContentTypeSync"/>
  </ds:schemaRefs>
</ds:datastoreItem>
</file>

<file path=customXml/itemProps3.xml><?xml version="1.0" encoding="utf-8"?>
<ds:datastoreItem xmlns:ds="http://schemas.openxmlformats.org/officeDocument/2006/customXml" ds:itemID="{2FE418AA-5297-49F0-9AA6-9CE4135B53A9}">
  <ds:schemaRefs>
    <ds:schemaRef ds:uri="http://schemas.microsoft.com/office/infopath/2007/PartnerControls"/>
    <ds:schemaRef ds:uri="http://schemas.microsoft.com/office/2006/metadata/properties"/>
    <ds:schemaRef ds:uri="http://purl.org/dc/terms/"/>
    <ds:schemaRef ds:uri="3f4bcce7-ac1a-4c9d-aa3e-7e77695652db"/>
    <ds:schemaRef ds:uri="http://purl.org/dc/elements/1.1/"/>
    <ds:schemaRef ds:uri="349ee959-5d94-4c4c-9e29-4eeaea5d6e54"/>
    <ds:schemaRef ds:uri="http://www.w3.org/XML/1998/namespace"/>
    <ds:schemaRef ds:uri="http://schemas.microsoft.com/office/2006/documentManagement/types"/>
    <ds:schemaRef ds:uri="http://schemas.openxmlformats.org/package/2006/metadata/core-properties"/>
    <ds:schemaRef ds:uri="8044c801-d84b-4ee1-a77e-678f8dcdee17"/>
    <ds:schemaRef ds:uri="http://purl.org/dc/dcmitype/"/>
  </ds:schemaRefs>
</ds:datastoreItem>
</file>

<file path=customXml/itemProps4.xml><?xml version="1.0" encoding="utf-8"?>
<ds:datastoreItem xmlns:ds="http://schemas.openxmlformats.org/officeDocument/2006/customXml" ds:itemID="{9BA2382D-D91D-4885-A85B-8343BB3E910A}">
  <ds:schemaRefs>
    <ds:schemaRef ds:uri="http://schemas.microsoft.com/office/2006/metadata/customXsn"/>
  </ds:schemaRefs>
</ds:datastoreItem>
</file>

<file path=customXml/itemProps5.xml><?xml version="1.0" encoding="utf-8"?>
<ds:datastoreItem xmlns:ds="http://schemas.openxmlformats.org/officeDocument/2006/customXml" ds:itemID="{7CAA6A02-6294-4CE8-949A-5716752831C0}">
  <ds:schemaRefs>
    <ds:schemaRef ds:uri="http://schemas.microsoft.com/sharepoint/v3/contenttype/forms"/>
  </ds:schemaRefs>
</ds:datastoreItem>
</file>

<file path=customXml/itemProps6.xml><?xml version="1.0" encoding="utf-8"?>
<ds:datastoreItem xmlns:ds="http://schemas.openxmlformats.org/officeDocument/2006/customXml" ds:itemID="{BAB7C6FE-0927-4E30-89EF-40D1F97B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20</Pages>
  <Words>3021</Words>
  <Characters>17079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Prelims Vol 1</vt:lpstr>
    </vt:vector>
  </TitlesOfParts>
  <Company>Productivity Commission</Company>
  <LinksUpToDate>false</LinksUpToDate>
  <CharactersWithSpaces>20060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Prelims Vol 1</dc:title>
  <dc:creator>Productivity Commission</dc:creator>
  <cp:lastModifiedBy>Productivity Commission</cp:lastModifiedBy>
  <cp:revision>2</cp:revision>
  <cp:lastPrinted>2015-11-29T00:28:00Z</cp:lastPrinted>
  <dcterms:created xsi:type="dcterms:W3CDTF">2015-12-01T04:40:00Z</dcterms:created>
  <dcterms:modified xsi:type="dcterms:W3CDTF">2015-12-01T04:40:00Z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0x0101007916246811615643A710C6FEAFF56A871101003BBC3576AEC5C440A9A2CCF03EFE1D03</vt:lpwstr>
  </property>
  <property fmtid="{D5CDD505-2E9C-101B-9397-08002B2CF9AE}" pid="3" name="Record Tag">
    <vt:lpwstr>270;#Final Report|2ba7de50-4c1d-4453-9bfb-2c08018fad73</vt:lpwstr>
  </property>
  <property fmtid="{D5CDD505-2E9C-101B-9397-08002B2CF9AE}" pid="4" name="Tags1">
    <vt:lpwstr/>
  </property>
</Properties>
</file>