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51DB7" w:rsidP="00951DB7">
      <w:pPr>
        <w:pStyle w:val="Heading1"/>
      </w:pPr>
      <w:bookmarkStart w:id="0" w:name="ChapterNumber"/>
      <w:r>
        <w:t>10</w:t>
      </w:r>
      <w:bookmarkEnd w:id="0"/>
      <w:r>
        <w:tab/>
      </w:r>
      <w:bookmarkStart w:id="1" w:name="ChapterTitle"/>
      <w:r>
        <w:t>Public hospitals</w:t>
      </w:r>
      <w:bookmarkEnd w:id="1"/>
    </w:p>
    <w:p w:rsidR="00D2410D" w:rsidRDefault="00D2410D" w:rsidP="00D2410D">
      <w:pPr>
        <w:pStyle w:val="TOC1"/>
        <w:ind w:left="851" w:hanging="851"/>
        <w:rPr>
          <w:noProof/>
        </w:rPr>
      </w:pPr>
      <w:bookmarkStart w:id="2" w:name="begin"/>
      <w:bookmarkEnd w:id="2"/>
      <w:r>
        <w:t>contents</w:t>
      </w:r>
    </w:p>
    <w:p w:rsidR="00D2410D" w:rsidRDefault="00D2410D" w:rsidP="00D2410D">
      <w:pPr>
        <w:pStyle w:val="TOC2"/>
        <w:ind w:left="851" w:hanging="851"/>
        <w:rPr>
          <w:b w:val="0"/>
          <w:noProof/>
          <w:sz w:val="24"/>
          <w:szCs w:val="24"/>
        </w:rPr>
      </w:pPr>
      <w:r w:rsidRPr="003B7DBC">
        <w:rPr>
          <w:noProof/>
        </w:rPr>
        <w:t>10.1</w:t>
      </w:r>
      <w:r>
        <w:rPr>
          <w:b w:val="0"/>
          <w:noProof/>
          <w:sz w:val="24"/>
          <w:szCs w:val="24"/>
        </w:rPr>
        <w:tab/>
      </w:r>
      <w:r w:rsidRPr="003B7DBC">
        <w:rPr>
          <w:noProof/>
        </w:rPr>
        <w:t>Profile of public hospitals</w:t>
      </w:r>
      <w:r>
        <w:rPr>
          <w:noProof/>
          <w:webHidden/>
        </w:rPr>
        <w:tab/>
        <w:t>10.</w:t>
      </w:r>
      <w:r w:rsidR="0097556B">
        <w:rPr>
          <w:noProof/>
          <w:webHidden/>
        </w:rPr>
        <w:t>2</w:t>
      </w:r>
    </w:p>
    <w:p w:rsidR="00D2410D" w:rsidRDefault="00D2410D" w:rsidP="00D2410D">
      <w:pPr>
        <w:pStyle w:val="TOC2"/>
        <w:ind w:left="851" w:hanging="851"/>
        <w:rPr>
          <w:b w:val="0"/>
          <w:noProof/>
          <w:sz w:val="24"/>
          <w:szCs w:val="24"/>
        </w:rPr>
      </w:pPr>
      <w:r w:rsidRPr="003B7DBC">
        <w:rPr>
          <w:noProof/>
        </w:rPr>
        <w:t>10.2</w:t>
      </w:r>
      <w:r>
        <w:rPr>
          <w:b w:val="0"/>
          <w:noProof/>
          <w:sz w:val="24"/>
          <w:szCs w:val="24"/>
        </w:rPr>
        <w:tab/>
      </w:r>
      <w:r w:rsidRPr="003B7DBC">
        <w:rPr>
          <w:noProof/>
        </w:rPr>
        <w:t>Framework of performance indicators for public hospitals</w:t>
      </w:r>
      <w:r>
        <w:rPr>
          <w:noProof/>
          <w:webHidden/>
        </w:rPr>
        <w:tab/>
        <w:t>10.</w:t>
      </w:r>
      <w:r w:rsidR="0097556B">
        <w:rPr>
          <w:noProof/>
          <w:webHidden/>
        </w:rPr>
        <w:t>14</w:t>
      </w:r>
    </w:p>
    <w:p w:rsidR="00D2410D" w:rsidRDefault="00D2410D" w:rsidP="00D2410D">
      <w:pPr>
        <w:pStyle w:val="TOC2"/>
        <w:ind w:left="851" w:hanging="851"/>
        <w:rPr>
          <w:b w:val="0"/>
          <w:noProof/>
          <w:sz w:val="24"/>
          <w:szCs w:val="24"/>
        </w:rPr>
      </w:pPr>
      <w:r w:rsidRPr="003B7DBC">
        <w:rPr>
          <w:noProof/>
        </w:rPr>
        <w:t>10.3</w:t>
      </w:r>
      <w:r>
        <w:rPr>
          <w:b w:val="0"/>
          <w:noProof/>
          <w:sz w:val="24"/>
          <w:szCs w:val="24"/>
        </w:rPr>
        <w:tab/>
      </w:r>
      <w:r w:rsidRPr="003B7DBC">
        <w:rPr>
          <w:noProof/>
        </w:rPr>
        <w:t>Key performance indicator results for public hospitals</w:t>
      </w:r>
      <w:r>
        <w:rPr>
          <w:noProof/>
          <w:webHidden/>
        </w:rPr>
        <w:tab/>
        <w:t>10.</w:t>
      </w:r>
      <w:r w:rsidR="0097556B">
        <w:rPr>
          <w:noProof/>
          <w:webHidden/>
        </w:rPr>
        <w:t>1</w:t>
      </w:r>
      <w:r w:rsidR="00CF06A9">
        <w:rPr>
          <w:noProof/>
          <w:webHidden/>
        </w:rPr>
        <w:t>6</w:t>
      </w:r>
    </w:p>
    <w:p w:rsidR="00D2410D" w:rsidRDefault="00D2410D" w:rsidP="00D2410D">
      <w:pPr>
        <w:pStyle w:val="TOC2"/>
        <w:ind w:left="851" w:hanging="851"/>
        <w:rPr>
          <w:b w:val="0"/>
          <w:noProof/>
          <w:sz w:val="24"/>
          <w:szCs w:val="24"/>
        </w:rPr>
      </w:pPr>
      <w:r w:rsidRPr="003B7DBC">
        <w:rPr>
          <w:noProof/>
        </w:rPr>
        <w:t>10.4</w:t>
      </w:r>
      <w:r>
        <w:rPr>
          <w:b w:val="0"/>
          <w:noProof/>
          <w:sz w:val="24"/>
          <w:szCs w:val="24"/>
        </w:rPr>
        <w:tab/>
      </w:r>
      <w:r w:rsidRPr="003B7DBC">
        <w:rPr>
          <w:noProof/>
        </w:rPr>
        <w:t>Profile of maternity services</w:t>
      </w:r>
      <w:r>
        <w:rPr>
          <w:noProof/>
          <w:webHidden/>
        </w:rPr>
        <w:tab/>
        <w:t>10.</w:t>
      </w:r>
      <w:r w:rsidR="0097556B">
        <w:rPr>
          <w:noProof/>
          <w:webHidden/>
        </w:rPr>
        <w:t>60</w:t>
      </w:r>
    </w:p>
    <w:p w:rsidR="00D2410D" w:rsidRDefault="00D2410D" w:rsidP="00D2410D">
      <w:pPr>
        <w:pStyle w:val="TOC2"/>
        <w:ind w:left="851" w:hanging="851"/>
        <w:rPr>
          <w:b w:val="0"/>
          <w:noProof/>
          <w:sz w:val="24"/>
          <w:szCs w:val="24"/>
        </w:rPr>
      </w:pPr>
      <w:r w:rsidRPr="003B7DBC">
        <w:rPr>
          <w:noProof/>
        </w:rPr>
        <w:t>10.5</w:t>
      </w:r>
      <w:r>
        <w:rPr>
          <w:b w:val="0"/>
          <w:noProof/>
          <w:sz w:val="24"/>
          <w:szCs w:val="24"/>
        </w:rPr>
        <w:tab/>
      </w:r>
      <w:r w:rsidRPr="003B7DBC">
        <w:rPr>
          <w:noProof/>
        </w:rPr>
        <w:t>Framework of performance indicators for maternity services</w:t>
      </w:r>
      <w:r>
        <w:rPr>
          <w:noProof/>
          <w:webHidden/>
        </w:rPr>
        <w:tab/>
        <w:t>10.</w:t>
      </w:r>
      <w:r w:rsidR="0097556B">
        <w:rPr>
          <w:noProof/>
          <w:webHidden/>
        </w:rPr>
        <w:t>62</w:t>
      </w:r>
    </w:p>
    <w:p w:rsidR="00D2410D" w:rsidRDefault="00D2410D" w:rsidP="00D2410D">
      <w:pPr>
        <w:pStyle w:val="TOC2"/>
        <w:ind w:left="851" w:hanging="851"/>
        <w:rPr>
          <w:b w:val="0"/>
          <w:noProof/>
          <w:sz w:val="24"/>
          <w:szCs w:val="24"/>
        </w:rPr>
      </w:pPr>
      <w:r w:rsidRPr="003B7DBC">
        <w:rPr>
          <w:noProof/>
        </w:rPr>
        <w:t>10.6</w:t>
      </w:r>
      <w:r>
        <w:rPr>
          <w:b w:val="0"/>
          <w:noProof/>
          <w:sz w:val="24"/>
          <w:szCs w:val="24"/>
        </w:rPr>
        <w:tab/>
      </w:r>
      <w:r w:rsidRPr="003B7DBC">
        <w:rPr>
          <w:noProof/>
        </w:rPr>
        <w:t>Key performance indicator results for maternity services</w:t>
      </w:r>
      <w:r>
        <w:rPr>
          <w:noProof/>
          <w:webHidden/>
        </w:rPr>
        <w:tab/>
        <w:t>10.</w:t>
      </w:r>
      <w:r w:rsidR="0097556B">
        <w:rPr>
          <w:noProof/>
          <w:webHidden/>
        </w:rPr>
        <w:t>6</w:t>
      </w:r>
      <w:r w:rsidR="00CF06A9">
        <w:rPr>
          <w:noProof/>
          <w:webHidden/>
        </w:rPr>
        <w:t>4</w:t>
      </w:r>
    </w:p>
    <w:p w:rsidR="00D2410D" w:rsidRDefault="00D2410D" w:rsidP="00D2410D">
      <w:pPr>
        <w:pStyle w:val="TOC2"/>
        <w:ind w:left="851" w:hanging="851"/>
        <w:rPr>
          <w:b w:val="0"/>
          <w:noProof/>
          <w:sz w:val="24"/>
          <w:szCs w:val="24"/>
        </w:rPr>
      </w:pPr>
      <w:r w:rsidRPr="003B7DBC">
        <w:rPr>
          <w:noProof/>
        </w:rPr>
        <w:t>10.7</w:t>
      </w:r>
      <w:r>
        <w:rPr>
          <w:b w:val="0"/>
          <w:noProof/>
          <w:sz w:val="24"/>
          <w:szCs w:val="24"/>
        </w:rPr>
        <w:tab/>
      </w:r>
      <w:r w:rsidRPr="003B7DBC">
        <w:rPr>
          <w:noProof/>
        </w:rPr>
        <w:t>Future directions in performance reporting</w:t>
      </w:r>
      <w:r>
        <w:rPr>
          <w:noProof/>
          <w:webHidden/>
        </w:rPr>
        <w:tab/>
        <w:t>10.</w:t>
      </w:r>
      <w:r w:rsidR="0097556B">
        <w:rPr>
          <w:noProof/>
          <w:webHidden/>
        </w:rPr>
        <w:t>83</w:t>
      </w:r>
    </w:p>
    <w:p w:rsidR="00D2410D" w:rsidRDefault="00D2410D" w:rsidP="00D2410D">
      <w:pPr>
        <w:pStyle w:val="TOC2"/>
        <w:ind w:left="851" w:hanging="851"/>
        <w:rPr>
          <w:b w:val="0"/>
          <w:noProof/>
          <w:sz w:val="24"/>
          <w:szCs w:val="24"/>
        </w:rPr>
      </w:pPr>
      <w:r w:rsidRPr="003B7DBC">
        <w:rPr>
          <w:noProof/>
        </w:rPr>
        <w:t>10.8</w:t>
      </w:r>
      <w:r>
        <w:rPr>
          <w:b w:val="0"/>
          <w:noProof/>
          <w:sz w:val="24"/>
          <w:szCs w:val="24"/>
        </w:rPr>
        <w:tab/>
      </w:r>
      <w:r w:rsidRPr="003B7DBC">
        <w:rPr>
          <w:noProof/>
        </w:rPr>
        <w:t>Definit</w:t>
      </w:r>
      <w:r w:rsidR="00864512" w:rsidRPr="003B7DBC">
        <w:rPr>
          <w:noProof/>
        </w:rPr>
        <w:t>ions of key terms</w:t>
      </w:r>
      <w:r>
        <w:rPr>
          <w:noProof/>
          <w:webHidden/>
        </w:rPr>
        <w:tab/>
        <w:t>10.</w:t>
      </w:r>
      <w:r w:rsidR="0097556B">
        <w:rPr>
          <w:noProof/>
          <w:webHidden/>
        </w:rPr>
        <w:t>85</w:t>
      </w:r>
    </w:p>
    <w:p w:rsidR="00D2410D" w:rsidRDefault="00D2410D" w:rsidP="00D2410D">
      <w:pPr>
        <w:pStyle w:val="TOC2"/>
        <w:ind w:left="851" w:hanging="851"/>
        <w:rPr>
          <w:b w:val="0"/>
          <w:noProof/>
          <w:sz w:val="24"/>
          <w:szCs w:val="24"/>
        </w:rPr>
      </w:pPr>
      <w:r w:rsidRPr="003B7DBC">
        <w:rPr>
          <w:noProof/>
        </w:rPr>
        <w:t>10.9</w:t>
      </w:r>
      <w:r>
        <w:rPr>
          <w:b w:val="0"/>
          <w:noProof/>
          <w:sz w:val="24"/>
          <w:szCs w:val="24"/>
        </w:rPr>
        <w:tab/>
      </w:r>
      <w:r w:rsidRPr="003B7DBC">
        <w:rPr>
          <w:noProof/>
        </w:rPr>
        <w:t>List of attachment tables</w:t>
      </w:r>
      <w:r>
        <w:rPr>
          <w:noProof/>
          <w:webHidden/>
        </w:rPr>
        <w:tab/>
        <w:t>10.</w:t>
      </w:r>
      <w:r w:rsidR="0097556B">
        <w:rPr>
          <w:noProof/>
          <w:webHidden/>
        </w:rPr>
        <w:t>90</w:t>
      </w:r>
    </w:p>
    <w:p w:rsidR="00D2410D" w:rsidRDefault="00D2410D" w:rsidP="00D2410D">
      <w:pPr>
        <w:pStyle w:val="TOC2"/>
        <w:tabs>
          <w:tab w:val="left" w:pos="1191"/>
        </w:tabs>
        <w:ind w:left="851" w:hanging="851"/>
        <w:rPr>
          <w:b w:val="0"/>
          <w:noProof/>
          <w:sz w:val="24"/>
          <w:szCs w:val="24"/>
        </w:rPr>
      </w:pPr>
      <w:r w:rsidRPr="003B7DBC">
        <w:rPr>
          <w:noProof/>
        </w:rPr>
        <w:t>10.10</w:t>
      </w:r>
      <w:r>
        <w:rPr>
          <w:b w:val="0"/>
          <w:noProof/>
          <w:sz w:val="24"/>
          <w:szCs w:val="24"/>
        </w:rPr>
        <w:tab/>
      </w:r>
      <w:r w:rsidRPr="003B7DBC">
        <w:rPr>
          <w:noProof/>
        </w:rPr>
        <w:t>References</w:t>
      </w:r>
      <w:r>
        <w:rPr>
          <w:noProof/>
          <w:webHidden/>
        </w:rPr>
        <w:tab/>
        <w:t>10.</w:t>
      </w:r>
      <w:r w:rsidR="0097556B">
        <w:rPr>
          <w:noProof/>
          <w:webHidden/>
        </w:rPr>
        <w:t>95</w:t>
      </w:r>
    </w:p>
    <w:p w:rsidR="00D2410D" w:rsidRDefault="00D2410D" w:rsidP="002D5DF5">
      <w:pPr>
        <w:pStyle w:val="TOC2"/>
        <w:tabs>
          <w:tab w:val="left" w:pos="1191"/>
        </w:tabs>
        <w:ind w:left="851" w:hanging="851"/>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shd w:val="clear" w:color="auto" w:fill="E6E6E6"/>
          </w:tcPr>
          <w:p w:rsidR="00D2410D" w:rsidRDefault="00D2410D" w:rsidP="00531D51">
            <w:pPr>
              <w:pStyle w:val="BoxTitle"/>
            </w:pPr>
            <w:r>
              <w:t>Attachment tables</w:t>
            </w:r>
          </w:p>
        </w:tc>
      </w:tr>
      <w:tr w:rsidR="00D2410D" w:rsidTr="00531D51">
        <w:trPr>
          <w:cantSplit/>
        </w:trPr>
        <w:tc>
          <w:tcPr>
            <w:tcW w:w="8771" w:type="dxa"/>
            <w:tcBorders>
              <w:top w:val="nil"/>
              <w:left w:val="single" w:sz="6" w:space="0" w:color="auto"/>
              <w:bottom w:val="nil"/>
              <w:right w:val="single" w:sz="6" w:space="0" w:color="auto"/>
            </w:tcBorders>
            <w:shd w:val="clear" w:color="auto" w:fill="E6E6E6"/>
          </w:tcPr>
          <w:p w:rsidR="00D2410D" w:rsidRPr="00D80F49" w:rsidRDefault="00AE55E5" w:rsidP="00BC61DD">
            <w:pPr>
              <w:pStyle w:val="Box"/>
            </w:pPr>
            <w:r w:rsidRPr="00AE55E5">
              <w:t>Attachment tables are identified in references throughout this chapter by a ‘</w:t>
            </w:r>
            <w:proofErr w:type="spellStart"/>
            <w:r w:rsidRPr="00AE55E5">
              <w:t>1</w:t>
            </w:r>
            <w:r>
              <w:t>0</w:t>
            </w:r>
            <w:r w:rsidRPr="00AE55E5">
              <w:t>A</w:t>
            </w:r>
            <w:proofErr w:type="spellEnd"/>
            <w:r w:rsidRPr="00AE55E5">
              <w:t xml:space="preserve">’ prefix (for example, table </w:t>
            </w:r>
            <w:proofErr w:type="spellStart"/>
            <w:r>
              <w:t>10</w:t>
            </w:r>
            <w:r w:rsidRPr="00AE55E5">
              <w:t>A.1</w:t>
            </w:r>
            <w:proofErr w:type="spellEnd"/>
            <w:r w:rsidRPr="00AE55E5">
              <w:t xml:space="preserve">). A full list of attachment tables is provided at the end of this chapter, and the attachment tables are available from the Review website at </w:t>
            </w:r>
            <w:proofErr w:type="spellStart"/>
            <w:r w:rsidRPr="00AE55E5">
              <w:t>www.pc.gov.au</w:t>
            </w:r>
            <w:proofErr w:type="spellEnd"/>
            <w:r w:rsidRPr="00AE55E5">
              <w:t>/</w:t>
            </w:r>
            <w:proofErr w:type="spellStart"/>
            <w:r w:rsidRPr="00AE55E5">
              <w:t>gsp</w:t>
            </w:r>
            <w:proofErr w:type="spellEnd"/>
            <w:r w:rsidRPr="00AE55E5">
              <w:t>.</w:t>
            </w:r>
          </w:p>
        </w:tc>
      </w:tr>
      <w:tr w:rsidR="00D2410D" w:rsidTr="00531D51">
        <w:trPr>
          <w:cantSplit/>
        </w:trPr>
        <w:tc>
          <w:tcPr>
            <w:tcW w:w="8771" w:type="dxa"/>
            <w:tcBorders>
              <w:top w:val="nil"/>
              <w:left w:val="single" w:sz="6" w:space="0" w:color="auto"/>
              <w:bottom w:val="single" w:sz="6" w:space="0" w:color="auto"/>
              <w:right w:val="single" w:sz="6" w:space="0" w:color="auto"/>
            </w:tcBorders>
            <w:shd w:val="clear" w:color="auto" w:fill="E6E6E6"/>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6A1BFC">
      <w:pPr>
        <w:pStyle w:val="BodyText"/>
        <w:spacing w:before="160"/>
      </w:pPr>
      <w:r>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D2410D" w:rsidRDefault="00D2410D" w:rsidP="006A1BFC">
      <w:pPr>
        <w:pStyle w:val="BodyText"/>
        <w:keepNext/>
        <w:spacing w:before="160"/>
      </w:pPr>
      <w:r w:rsidRPr="00E430D7">
        <w:t xml:space="preserve">Major improvements in reporting on </w:t>
      </w:r>
      <w:r>
        <w:t>public hospitals</w:t>
      </w:r>
      <w:r w:rsidRPr="00E430D7">
        <w:t xml:space="preserve"> </w:t>
      </w:r>
      <w:r w:rsidR="00A94A14">
        <w:t>in this edition</w:t>
      </w:r>
      <w:r w:rsidRPr="00E430D7">
        <w:t xml:space="preserve"> include</w:t>
      </w:r>
      <w:r w:rsidRPr="00B23C3F">
        <w:t>:</w:t>
      </w:r>
    </w:p>
    <w:p w:rsidR="006A1BFC" w:rsidRPr="00223988" w:rsidRDefault="006A1BFC" w:rsidP="006A1BFC">
      <w:pPr>
        <w:pStyle w:val="ListBullet"/>
        <w:spacing w:before="80"/>
      </w:pPr>
      <w:r w:rsidRPr="00223988">
        <w:t>‘Emergency department waiting times’ and ‘Elective surgery waiting times’ data are reported by s</w:t>
      </w:r>
      <w:r>
        <w:t>ocio</w:t>
      </w:r>
      <w:r w:rsidRPr="00223988">
        <w:t>economic status</w:t>
      </w:r>
    </w:p>
    <w:p w:rsidR="00D2410D" w:rsidRPr="006127D5" w:rsidRDefault="006A6446" w:rsidP="00727381">
      <w:pPr>
        <w:pStyle w:val="ListBullet"/>
      </w:pPr>
      <w:r w:rsidRPr="00727381">
        <w:lastRenderedPageBreak/>
        <w:t xml:space="preserve">a new measure </w:t>
      </w:r>
      <w:r w:rsidR="00C31DFB" w:rsidRPr="00727381">
        <w:t>‘Presentations to emergency departments with a length of stay of 4 hours or less ending in admission’</w:t>
      </w:r>
      <w:r w:rsidR="005E700F" w:rsidRPr="00727381">
        <w:t xml:space="preserve"> </w:t>
      </w:r>
      <w:r w:rsidR="001C0D04" w:rsidRPr="00727381">
        <w:t xml:space="preserve">is </w:t>
      </w:r>
      <w:r w:rsidR="005E700F" w:rsidRPr="00727381">
        <w:t>reported under</w:t>
      </w:r>
      <w:r w:rsidR="005E700F" w:rsidRPr="006127D5">
        <w:t xml:space="preserve"> the ‘</w:t>
      </w:r>
      <w:r w:rsidR="001C0D04" w:rsidRPr="006127D5">
        <w:t>Waiting times for admitted patient services</w:t>
      </w:r>
      <w:r w:rsidR="005E700F" w:rsidRPr="006127D5">
        <w:t>’ indicator</w:t>
      </w:r>
    </w:p>
    <w:p w:rsidR="00EF519A" w:rsidRPr="00223988" w:rsidRDefault="00EF519A" w:rsidP="00727381">
      <w:pPr>
        <w:pStyle w:val="ListBullet"/>
      </w:pPr>
      <w:r w:rsidRPr="00223988">
        <w:t xml:space="preserve">‘Selected hospital procedures’ </w:t>
      </w:r>
      <w:r w:rsidR="003E2989" w:rsidRPr="00223988">
        <w:t>are</w:t>
      </w:r>
      <w:r w:rsidRPr="00223988">
        <w:t xml:space="preserve"> reported by </w:t>
      </w:r>
      <w:r w:rsidR="003E2989" w:rsidRPr="00223988">
        <w:t xml:space="preserve">Indigenous </w:t>
      </w:r>
      <w:r w:rsidR="00295DDF">
        <w:t>status, remoteness and socio</w:t>
      </w:r>
      <w:r w:rsidRPr="00223988">
        <w:t>economic st</w:t>
      </w:r>
      <w:r w:rsidR="003E2989" w:rsidRPr="00223988">
        <w:t>a</w:t>
      </w:r>
      <w:r w:rsidRPr="00223988">
        <w:t xml:space="preserve">tus </w:t>
      </w:r>
    </w:p>
    <w:p w:rsidR="00A27B49" w:rsidRDefault="00A27B49" w:rsidP="00727381">
      <w:pPr>
        <w:pStyle w:val="ListBullet"/>
      </w:pPr>
      <w:r w:rsidRPr="00223988">
        <w:t>a new maternity services indicator ‘</w:t>
      </w:r>
      <w:r>
        <w:t>Instrument</w:t>
      </w:r>
      <w:r w:rsidR="00651382">
        <w:t>al</w:t>
      </w:r>
      <w:r>
        <w:t xml:space="preserve"> v</w:t>
      </w:r>
      <w:r w:rsidRPr="00223988">
        <w:t>aginal births’ is reported</w:t>
      </w:r>
    </w:p>
    <w:p w:rsidR="00A27B49" w:rsidRPr="006127D5" w:rsidRDefault="00A27B49" w:rsidP="00727381">
      <w:pPr>
        <w:pStyle w:val="ListBullet"/>
      </w:pPr>
      <w:r w:rsidRPr="006127D5">
        <w:t>improved data are reported for the maternity services indicator ‘Mother’s average length of stay’</w:t>
      </w:r>
    </w:p>
    <w:p w:rsidR="00D2410D" w:rsidRPr="00223988" w:rsidRDefault="00AB2C7D" w:rsidP="00223988">
      <w:pPr>
        <w:pStyle w:val="ListBullet"/>
      </w:pPr>
      <w:r w:rsidRPr="00223988">
        <w:t>data quality information (</w:t>
      </w:r>
      <w:proofErr w:type="spellStart"/>
      <w:r w:rsidRPr="00223988">
        <w:t>DQI</w:t>
      </w:r>
      <w:proofErr w:type="spellEnd"/>
      <w:r w:rsidRPr="00223988">
        <w:t xml:space="preserve">) </w:t>
      </w:r>
      <w:r w:rsidR="008562AD">
        <w:t xml:space="preserve">is </w:t>
      </w:r>
      <w:r w:rsidRPr="00223988">
        <w:t xml:space="preserve">available for the first time for the indicators </w:t>
      </w:r>
      <w:r w:rsidR="000D3DBE">
        <w:t>‘</w:t>
      </w:r>
      <w:r w:rsidR="00223988" w:rsidRPr="00223988">
        <w:t>Recurrent cost per non-admitted occasion of service</w:t>
      </w:r>
      <w:r w:rsidR="000D3DBE">
        <w:t>’</w:t>
      </w:r>
      <w:r w:rsidR="00223988" w:rsidRPr="00223988">
        <w:t xml:space="preserve">, </w:t>
      </w:r>
      <w:r w:rsidR="000D3DBE">
        <w:t>‘</w:t>
      </w:r>
      <w:r w:rsidR="00223988" w:rsidRPr="00223988">
        <w:t xml:space="preserve">Caesareans for selected </w:t>
      </w:r>
      <w:proofErr w:type="spellStart"/>
      <w:r w:rsidR="00223988" w:rsidRPr="00223988">
        <w:t>primiparae</w:t>
      </w:r>
      <w:proofErr w:type="spellEnd"/>
      <w:r w:rsidR="000D3DBE">
        <w:t>’</w:t>
      </w:r>
      <w:r w:rsidR="00223988" w:rsidRPr="00223988">
        <w:t xml:space="preserve">, </w:t>
      </w:r>
      <w:r w:rsidR="000D3DBE">
        <w:t>‘</w:t>
      </w:r>
      <w:r w:rsidR="00223988" w:rsidRPr="00223988">
        <w:t xml:space="preserve">Inductions for selected </w:t>
      </w:r>
      <w:proofErr w:type="spellStart"/>
      <w:r w:rsidR="00223988" w:rsidRPr="00223988">
        <w:t>primiparae</w:t>
      </w:r>
      <w:proofErr w:type="spellEnd"/>
      <w:r w:rsidR="000D3DBE">
        <w:t>’</w:t>
      </w:r>
      <w:r w:rsidR="00223988" w:rsidRPr="00223988">
        <w:t xml:space="preserve"> and </w:t>
      </w:r>
      <w:r w:rsidR="000D3DBE">
        <w:t>‘</w:t>
      </w:r>
      <w:r w:rsidR="00FE3600">
        <w:t>Instrument</w:t>
      </w:r>
      <w:r w:rsidR="00651382">
        <w:t>al</w:t>
      </w:r>
      <w:r w:rsidR="00FE3600">
        <w:t xml:space="preserve"> vaginal </w:t>
      </w:r>
      <w:r w:rsidR="00BB7D6C">
        <w:t>births</w:t>
      </w:r>
      <w:r w:rsidR="000D3DBE">
        <w:t>’</w:t>
      </w:r>
      <w:r w:rsidR="00223988" w:rsidRPr="00223988">
        <w:t>.</w:t>
      </w:r>
    </w:p>
    <w:p w:rsidR="00D2410D" w:rsidRDefault="00D2410D" w:rsidP="00D2410D">
      <w:pPr>
        <w:pStyle w:val="Heading2"/>
      </w:pPr>
      <w:bookmarkStart w:id="3" w:name="_Toc208032417"/>
      <w:bookmarkStart w:id="4" w:name="_Toc274729461"/>
      <w:r>
        <w:t>10.1</w:t>
      </w:r>
      <w:r>
        <w:tab/>
        <w:t>Profile of public hospitals</w:t>
      </w:r>
      <w:bookmarkEnd w:id="3"/>
      <w:bookmarkEnd w:id="4"/>
      <w:r>
        <w:t xml:space="preserve"> </w:t>
      </w:r>
    </w:p>
    <w:p w:rsidR="00D2410D" w:rsidRDefault="00D2410D" w:rsidP="00D2410D">
      <w:pPr>
        <w:pStyle w:val="Heading3"/>
      </w:pPr>
      <w:r>
        <w:t>Definition</w:t>
      </w:r>
    </w:p>
    <w:p w:rsidR="00D2410D" w:rsidRDefault="00D2410D" w:rsidP="00D2410D">
      <w:pPr>
        <w:pStyle w:val="BodyText"/>
      </w:pPr>
      <w:r>
        <w:t xml:space="preserve">A key objective of </w:t>
      </w:r>
      <w:r w:rsidR="004C794E">
        <w:t xml:space="preserve">Australian </w:t>
      </w:r>
      <w:r>
        <w:t>government</w:t>
      </w:r>
      <w:r w:rsidR="004C794E">
        <w:t>s</w:t>
      </w:r>
      <w:r>
        <w:t xml:space="preserve"> is to provide public hospital services to ensure the population has access to cost-effective health services, based on clinical need and within clinically appropriate times, </w:t>
      </w:r>
      <w:r w:rsidR="006A6446">
        <w:t>irrespective</w:t>
      </w:r>
      <w:r>
        <w:t xml:space="preserve"> of geographic location. Public hospitals provide a range of services, including:</w:t>
      </w:r>
    </w:p>
    <w:p w:rsidR="00D2410D" w:rsidRDefault="00D2410D" w:rsidP="00D2410D">
      <w:pPr>
        <w:pStyle w:val="ListBullet"/>
      </w:pPr>
      <w:r>
        <w:t>acute care services to admitted patients</w:t>
      </w:r>
    </w:p>
    <w:p w:rsidR="00D2410D" w:rsidRDefault="00D2410D" w:rsidP="00D2410D">
      <w:pPr>
        <w:pStyle w:val="ListBullet"/>
      </w:pPr>
      <w:r>
        <w:t>subacute and non-acute services to admitted patients (for example, rehabilitation, palliative care, and long stay maintenance care)</w:t>
      </w:r>
    </w:p>
    <w:p w:rsidR="00D2410D" w:rsidRDefault="00D2410D" w:rsidP="00D2410D">
      <w:pPr>
        <w:pStyle w:val="ListBullet"/>
      </w:pPr>
      <w:r>
        <w:t>emergency, outpatient and other services to non-admitted patients</w:t>
      </w:r>
    </w:p>
    <w:p w:rsidR="00D2410D" w:rsidRDefault="00D2410D" w:rsidP="00D2410D">
      <w:pPr>
        <w:pStyle w:val="ListBullet"/>
      </w:pPr>
      <w:r>
        <w:t>mental health services, including services provided to admitted patients by designated psychiatric/psychogeriatric units</w:t>
      </w:r>
    </w:p>
    <w:p w:rsidR="00D2410D" w:rsidRDefault="00D2410D" w:rsidP="00D2410D">
      <w:pPr>
        <w:pStyle w:val="ListBullet"/>
      </w:pPr>
      <w:r>
        <w:t>public health services</w:t>
      </w:r>
    </w:p>
    <w:p w:rsidR="00D2410D" w:rsidRDefault="00D2410D" w:rsidP="00D2410D">
      <w:pPr>
        <w:pStyle w:val="ListBullet"/>
      </w:pPr>
      <w:r>
        <w:t>teaching and research activities.</w:t>
      </w:r>
    </w:p>
    <w:p w:rsidR="00D2410D" w:rsidRDefault="00D2410D" w:rsidP="00D2410D">
      <w:pPr>
        <w:pStyle w:val="BodyText"/>
      </w:pPr>
      <w:r>
        <w:t>This chapter focuses on services provided to admitted patients and emergency services provided to non-admitted patients in public hospitals. These services comprise the bulk of public hospital activity and, in the case of services to admitted patients, have the most reliable data</w:t>
      </w:r>
      <w:r w:rsidR="006A6446">
        <w:t xml:space="preserve"> relative to other hospitals data</w:t>
      </w:r>
      <w:r>
        <w:t>. Data in the c</w:t>
      </w:r>
      <w:r w:rsidR="006A6446">
        <w:t>hapter include subacute and non</w:t>
      </w:r>
      <w:r w:rsidR="006A6446">
        <w:noBreakHyphen/>
      </w:r>
      <w:r>
        <w:t>acute care services.</w:t>
      </w:r>
    </w:p>
    <w:p w:rsidR="00D2410D" w:rsidRDefault="00D2410D" w:rsidP="004F7485">
      <w:pPr>
        <w:pStyle w:val="BodyText"/>
      </w:pPr>
      <w:r>
        <w:lastRenderedPageBreak/>
        <w:t>In some instances, data for stand-alone psychiatric hospitals are included in this chapter. H</w:t>
      </w:r>
      <w:r w:rsidRPr="00E004B5">
        <w:t>owever, under</w:t>
      </w:r>
      <w:r>
        <w:t xml:space="preserve"> the National Mental Health </w:t>
      </w:r>
      <w:r w:rsidR="007757AC">
        <w:t>Strategy</w:t>
      </w:r>
      <w:r>
        <w:t xml:space="preserve">, the provision of psychiatric treatment is shifting away from specialised psychiatric hospitals to mainstream public hospitals and the community sector. The performance of psychiatric hospitals and psychiatric units of public hospitals is examined more closely in the </w:t>
      </w:r>
      <w:r w:rsidRPr="00E004B5">
        <w:t>‘Mental health management’ c</w:t>
      </w:r>
      <w:r>
        <w:t xml:space="preserve">hapter </w:t>
      </w:r>
      <w:r w:rsidR="008562AD">
        <w:t xml:space="preserve">of this Report </w:t>
      </w:r>
      <w:r>
        <w:t>(chapter 12).</w:t>
      </w:r>
    </w:p>
    <w:p w:rsidR="00D2410D" w:rsidRDefault="00D2410D" w:rsidP="00D2410D">
      <w:pPr>
        <w:pStyle w:val="Heading3"/>
      </w:pPr>
      <w:r>
        <w:t>Funding</w:t>
      </w:r>
    </w:p>
    <w:p w:rsidR="00D2410D" w:rsidRDefault="00D2410D" w:rsidP="00727381">
      <w:pPr>
        <w:pStyle w:val="BodyText"/>
      </w:pPr>
      <w:r>
        <w:t>Total recurrent expenditure on public hospitals (excluding depreciation) was $</w:t>
      </w:r>
      <w:r w:rsidR="00A4745C">
        <w:t>40.4</w:t>
      </w:r>
      <w:r>
        <w:t> billion in 20</w:t>
      </w:r>
      <w:r w:rsidR="006A7AB7">
        <w:t>1</w:t>
      </w:r>
      <w:r w:rsidR="00A4745C">
        <w:t>1</w:t>
      </w:r>
      <w:r>
        <w:t>-1</w:t>
      </w:r>
      <w:r w:rsidR="00A4745C">
        <w:t>2</w:t>
      </w:r>
      <w:r>
        <w:t xml:space="preserve"> (table </w:t>
      </w:r>
      <w:proofErr w:type="spellStart"/>
      <w:r>
        <w:t>10A.1</w:t>
      </w:r>
      <w:proofErr w:type="spellEnd"/>
      <w:r>
        <w:t xml:space="preserve">). </w:t>
      </w:r>
      <w:r w:rsidRPr="0084008B">
        <w:t xml:space="preserve">The majority of public hospital recurrent expenditure is spent on admitted patients. Non-admitted patients account for a much smaller share. For selected public hospitals, in </w:t>
      </w:r>
      <w:r>
        <w:t>20</w:t>
      </w:r>
      <w:r w:rsidR="00E9062C">
        <w:t>1</w:t>
      </w:r>
      <w:r w:rsidR="00A4745C">
        <w:t>1</w:t>
      </w:r>
      <w:r>
        <w:t>-1</w:t>
      </w:r>
      <w:r w:rsidR="00A4745C">
        <w:t>2</w:t>
      </w:r>
      <w:r w:rsidRPr="0084008B">
        <w:t xml:space="preserve">, the proportion of total public hospital recurrent expenditure that related to the care of admitted patients (based on the admitted patient cost proportion) </w:t>
      </w:r>
      <w:r w:rsidRPr="00727381">
        <w:t xml:space="preserve">was </w:t>
      </w:r>
      <w:r w:rsidR="00E84BDE" w:rsidRPr="00727381">
        <w:t>around</w:t>
      </w:r>
      <w:r w:rsidR="00E84BDE">
        <w:t xml:space="preserve"> </w:t>
      </w:r>
      <w:r>
        <w:t>7</w:t>
      </w:r>
      <w:r w:rsidR="00E9062C">
        <w:t>0</w:t>
      </w:r>
      <w:r w:rsidRPr="0084008B">
        <w:t xml:space="preserve"> per cent </w:t>
      </w:r>
      <w:r>
        <w:t>across Australia</w:t>
      </w:r>
      <w:r w:rsidRPr="0084008B">
        <w:t xml:space="preserve"> (</w:t>
      </w:r>
      <w:proofErr w:type="spellStart"/>
      <w:r w:rsidRPr="0084008B">
        <w:t>AIHW</w:t>
      </w:r>
      <w:proofErr w:type="spellEnd"/>
      <w:r w:rsidRPr="0084008B">
        <w:t> </w:t>
      </w:r>
      <w:proofErr w:type="spellStart"/>
      <w:r w:rsidRPr="0084008B">
        <w:t>20</w:t>
      </w:r>
      <w:r>
        <w:t>1</w:t>
      </w:r>
      <w:r w:rsidR="00A4745C">
        <w:t>3</w:t>
      </w:r>
      <w:r w:rsidRPr="0084008B">
        <w:t>a</w:t>
      </w:r>
      <w:proofErr w:type="spellEnd"/>
      <w:r w:rsidRPr="0084008B">
        <w:t>).</w:t>
      </w:r>
    </w:p>
    <w:p w:rsidR="00D2410D" w:rsidRDefault="00D2410D" w:rsidP="00846E31">
      <w:pPr>
        <w:pStyle w:val="BodyText"/>
      </w:pPr>
      <w:r w:rsidRPr="00A01AE6">
        <w:t xml:space="preserve">Funding for public hospitals comes from a number of sources. The Australian, State and Territory governments </w:t>
      </w:r>
      <w:r w:rsidRPr="00506299">
        <w:t xml:space="preserve">contributed </w:t>
      </w:r>
      <w:r>
        <w:t>9</w:t>
      </w:r>
      <w:r w:rsidR="00236EFE">
        <w:t>1.</w:t>
      </w:r>
      <w:r w:rsidR="00A4745C">
        <w:t>5</w:t>
      </w:r>
      <w:r>
        <w:t> </w:t>
      </w:r>
      <w:r w:rsidRPr="00506299">
        <w:t>per</w:t>
      </w:r>
      <w:r>
        <w:t> </w:t>
      </w:r>
      <w:r w:rsidRPr="00506299">
        <w:t>cent of funding for public hospital</w:t>
      </w:r>
      <w:r w:rsidR="00547490">
        <w:t xml:space="preserve"> </w:t>
      </w:r>
      <w:r w:rsidRPr="00846E31">
        <w:t>s</w:t>
      </w:r>
      <w:r w:rsidR="00547490" w:rsidRPr="00846E31">
        <w:t xml:space="preserve">ervices </w:t>
      </w:r>
      <w:r w:rsidRPr="00846E31">
        <w:t>in 20</w:t>
      </w:r>
      <w:r w:rsidR="00E9062C" w:rsidRPr="00846E31">
        <w:t>1</w:t>
      </w:r>
      <w:r w:rsidR="00A4745C">
        <w:t>1</w:t>
      </w:r>
      <w:r w:rsidRPr="00846E31">
        <w:t>-1</w:t>
      </w:r>
      <w:r w:rsidR="00A4745C">
        <w:t>2</w:t>
      </w:r>
      <w:r w:rsidRPr="00846E31">
        <w:t xml:space="preserve"> (figure 10.1). Public hospital</w:t>
      </w:r>
      <w:r w:rsidR="005E6FB9" w:rsidRPr="00846E31">
        <w:t xml:space="preserve"> service</w:t>
      </w:r>
      <w:r w:rsidRPr="00846E31">
        <w:t>s</w:t>
      </w:r>
      <w:r w:rsidRPr="00506299">
        <w:t xml:space="preserve"> accounted for </w:t>
      </w:r>
      <w:r>
        <w:t>41.</w:t>
      </w:r>
      <w:r w:rsidR="00E53CEF">
        <w:t>9</w:t>
      </w:r>
      <w:r>
        <w:t> </w:t>
      </w:r>
      <w:r w:rsidRPr="00506299">
        <w:t>per</w:t>
      </w:r>
      <w:r>
        <w:t> </w:t>
      </w:r>
      <w:r w:rsidRPr="00506299">
        <w:t xml:space="preserve">cent of government recurrent expenditure on health services in </w:t>
      </w:r>
      <w:r>
        <w:t>20</w:t>
      </w:r>
      <w:r w:rsidR="00E9062C">
        <w:t>1</w:t>
      </w:r>
      <w:r w:rsidR="00A4745C">
        <w:t>1</w:t>
      </w:r>
      <w:r>
        <w:t>-1</w:t>
      </w:r>
      <w:r w:rsidR="00A4745C">
        <w:t>2</w:t>
      </w:r>
      <w:r w:rsidRPr="00506299">
        <w:t xml:space="preserve"> (</w:t>
      </w:r>
      <w:proofErr w:type="spellStart"/>
      <w:r w:rsidRPr="00506299">
        <w:t>AIHW</w:t>
      </w:r>
      <w:proofErr w:type="spellEnd"/>
      <w:r w:rsidRPr="00506299">
        <w:t> </w:t>
      </w:r>
      <w:proofErr w:type="spellStart"/>
      <w:r w:rsidRPr="00506299">
        <w:t>20</w:t>
      </w:r>
      <w:r>
        <w:t>1</w:t>
      </w:r>
      <w:r w:rsidR="00A4745C">
        <w:t>3</w:t>
      </w:r>
      <w:r w:rsidRPr="00506299">
        <w:t>b</w:t>
      </w:r>
      <w:proofErr w:type="spellEnd"/>
      <w:r w:rsidRPr="00506299">
        <w:t>).</w:t>
      </w:r>
      <w:r>
        <w:t xml:space="preserve"> </w:t>
      </w:r>
    </w:p>
    <w:p w:rsidR="00D2410D" w:rsidRDefault="00D2410D" w:rsidP="00846E31">
      <w:pPr>
        <w:pStyle w:val="FigureTitle"/>
      </w:pPr>
      <w:r>
        <w:rPr>
          <w:b w:val="0"/>
        </w:rPr>
        <w:t xml:space="preserve">Figure </w:t>
      </w:r>
      <w:bookmarkStart w:id="5" w:name="OLE_LINK46"/>
      <w:r w:rsidR="00951DB7">
        <w:rPr>
          <w:b w:val="0"/>
        </w:rPr>
        <w:t>10.</w:t>
      </w:r>
      <w:r w:rsidR="005B16BF">
        <w:rPr>
          <w:b w:val="0"/>
          <w:noProof/>
        </w:rPr>
        <w:t>1</w:t>
      </w:r>
      <w:bookmarkEnd w:id="5"/>
      <w:r>
        <w:tab/>
        <w:t>Recurrent expenditure, public hospital</w:t>
      </w:r>
      <w:r w:rsidR="005E6FB9">
        <w:t xml:space="preserve"> </w:t>
      </w:r>
      <w:r w:rsidR="005E6FB9" w:rsidRPr="005C64C9">
        <w:t>services</w:t>
      </w:r>
      <w:r w:rsidRPr="005C64C9">
        <w:t xml:space="preserve">, </w:t>
      </w:r>
      <w:r>
        <w:t>by source of funds, 20</w:t>
      </w:r>
      <w:r w:rsidR="006A7AB7">
        <w:t>1</w:t>
      </w:r>
      <w:r w:rsidR="00C96F56">
        <w:t>1</w:t>
      </w:r>
      <w:r>
        <w:t>-1</w:t>
      </w:r>
      <w:r w:rsidR="00C96F56">
        <w:t>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569F5D86" wp14:editId="3AD3B6D8">
                  <wp:extent cx="5387975" cy="2698115"/>
                  <wp:effectExtent l="0" t="0" r="3175" b="6985"/>
                  <wp:docPr id="1" name="Picture 1" descr="Figure 10.1 Recurrent expenditure, public hospital services, by source of fund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Source"/>
      </w:pPr>
      <w:r>
        <w:rPr>
          <w:i/>
        </w:rPr>
        <w:t>Source</w:t>
      </w:r>
      <w:r w:rsidRPr="004810C6">
        <w:t>:</w:t>
      </w:r>
      <w:r>
        <w:t xml:space="preserve"> </w:t>
      </w:r>
      <w:proofErr w:type="spellStart"/>
      <w:r w:rsidR="00492C9A" w:rsidRPr="00E004B5">
        <w:t>AIHW</w:t>
      </w:r>
      <w:proofErr w:type="spellEnd"/>
      <w:r w:rsidR="00492C9A" w:rsidRPr="00E004B5">
        <w:t xml:space="preserve"> (201</w:t>
      </w:r>
      <w:r w:rsidR="00492C9A">
        <w:t>3</w:t>
      </w:r>
      <w:r w:rsidR="00492C9A" w:rsidRPr="00E004B5">
        <w:t xml:space="preserve">), </w:t>
      </w:r>
      <w:r w:rsidR="00492C9A" w:rsidRPr="00E004B5">
        <w:rPr>
          <w:i/>
        </w:rPr>
        <w:t>Health expenditure Australia 20</w:t>
      </w:r>
      <w:r w:rsidR="00492C9A">
        <w:rPr>
          <w:i/>
        </w:rPr>
        <w:t>11</w:t>
      </w:r>
      <w:r w:rsidR="00492C9A" w:rsidRPr="00E004B5">
        <w:rPr>
          <w:i/>
        </w:rPr>
        <w:t>–1</w:t>
      </w:r>
      <w:r w:rsidR="00492C9A">
        <w:rPr>
          <w:i/>
        </w:rPr>
        <w:t>2</w:t>
      </w:r>
      <w:r w:rsidR="00492C9A" w:rsidRPr="00E004B5">
        <w:t>, Health and Welfare Expenditure Series No.</w:t>
      </w:r>
      <w:r w:rsidR="00492C9A">
        <w:t> 50</w:t>
      </w:r>
      <w:r w:rsidR="00492C9A" w:rsidRPr="00E004B5">
        <w:t xml:space="preserve">, Cat. no. </w:t>
      </w:r>
      <w:proofErr w:type="spellStart"/>
      <w:r w:rsidR="00492C9A" w:rsidRPr="00E004B5">
        <w:t>HWE</w:t>
      </w:r>
      <w:proofErr w:type="spellEnd"/>
      <w:r w:rsidR="00492C9A" w:rsidRPr="00E004B5">
        <w:t xml:space="preserve"> 5</w:t>
      </w:r>
      <w:r w:rsidR="00492C9A">
        <w:t>9</w:t>
      </w:r>
      <w:r w:rsidR="00492C9A" w:rsidRPr="00E004B5">
        <w:t>. Canberra</w:t>
      </w:r>
      <w:r>
        <w:t>.</w:t>
      </w:r>
    </w:p>
    <w:p w:rsidR="00D2410D" w:rsidRDefault="00D2410D" w:rsidP="00846E31">
      <w:pPr>
        <w:pStyle w:val="BodyText"/>
      </w:pPr>
      <w:r>
        <w:t>N</w:t>
      </w:r>
      <w:r w:rsidRPr="004B3FCB">
        <w:t>on</w:t>
      </w:r>
      <w:r w:rsidRPr="004B3FCB">
        <w:noBreakHyphen/>
        <w:t xml:space="preserve">government sources </w:t>
      </w:r>
      <w:r>
        <w:t>contributed</w:t>
      </w:r>
      <w:r w:rsidRPr="004B3FCB">
        <w:t xml:space="preserve"> </w:t>
      </w:r>
      <w:r w:rsidR="00765D45">
        <w:t>8.</w:t>
      </w:r>
      <w:r w:rsidR="00E53CEF">
        <w:t>5</w:t>
      </w:r>
      <w:r w:rsidRPr="004B3FCB">
        <w:t xml:space="preserve"> per cent of all recurrent expenditure </w:t>
      </w:r>
      <w:r>
        <w:t xml:space="preserve">on public </w:t>
      </w:r>
      <w:r w:rsidRPr="00846E31">
        <w:t>hospital</w:t>
      </w:r>
      <w:r w:rsidR="005E6FB9" w:rsidRPr="00846E31">
        <w:t xml:space="preserve"> services</w:t>
      </w:r>
      <w:r>
        <w:t xml:space="preserve"> in 20</w:t>
      </w:r>
      <w:r w:rsidR="00236EFE">
        <w:t>1</w:t>
      </w:r>
      <w:r w:rsidR="00E53CEF">
        <w:t>1</w:t>
      </w:r>
      <w:r>
        <w:t>-1</w:t>
      </w:r>
      <w:r w:rsidR="00E53CEF">
        <w:t>2</w:t>
      </w:r>
      <w:r>
        <w:t xml:space="preserve"> </w:t>
      </w:r>
      <w:r w:rsidR="00494E3C">
        <w:t>(including depreciation)</w:t>
      </w:r>
      <w:r w:rsidR="00494E3C" w:rsidRPr="004B3FCB">
        <w:t xml:space="preserve"> </w:t>
      </w:r>
      <w:r w:rsidRPr="004B3FCB">
        <w:t>(</w:t>
      </w:r>
      <w:r w:rsidR="0004074A">
        <w:t>figure 10.2 and table </w:t>
      </w:r>
      <w:proofErr w:type="spellStart"/>
      <w:r>
        <w:t>10A.2</w:t>
      </w:r>
      <w:proofErr w:type="spellEnd"/>
      <w:r w:rsidRPr="004B3FCB">
        <w:t>). Non</w:t>
      </w:r>
      <w:r w:rsidRPr="004B3FCB">
        <w:noBreakHyphen/>
        <w:t>government expenditure comprised revenue from health insurance funds, individuals</w:t>
      </w:r>
      <w:r w:rsidR="00754805">
        <w:t>,</w:t>
      </w:r>
      <w:r w:rsidRPr="004B3FCB">
        <w:t xml:space="preserve"> workers’ compensation and compulsory third-party motor vehicle insurers </w:t>
      </w:r>
      <w:r w:rsidR="004C794E">
        <w:t>and</w:t>
      </w:r>
      <w:r w:rsidRPr="004B3FCB">
        <w:t xml:space="preserve"> other sources. The proportion of hospita</w:t>
      </w:r>
      <w:r w:rsidR="00754805">
        <w:t>ls’</w:t>
      </w:r>
      <w:r w:rsidRPr="004B3FCB">
        <w:t xml:space="preserve"> revenue per person funded from non</w:t>
      </w:r>
      <w:r w:rsidRPr="004B3FCB">
        <w:noBreakHyphen/>
        <w:t xml:space="preserve">government sources varied across jurisdictions in </w:t>
      </w:r>
      <w:r>
        <w:t>20</w:t>
      </w:r>
      <w:r w:rsidR="00236EFE">
        <w:t>1</w:t>
      </w:r>
      <w:r w:rsidR="00E53CEF">
        <w:t>1</w:t>
      </w:r>
      <w:r w:rsidR="004C794E">
        <w:noBreakHyphen/>
      </w:r>
      <w:r>
        <w:t>1</w:t>
      </w:r>
      <w:r w:rsidR="00E53CEF">
        <w:t>2</w:t>
      </w:r>
      <w:r w:rsidR="004C794E">
        <w:t xml:space="preserve"> (figure </w:t>
      </w:r>
      <w:r w:rsidRPr="004B3FCB">
        <w:t>10.2).</w:t>
      </w:r>
    </w:p>
    <w:p w:rsidR="00D2410D" w:rsidRDefault="00D2410D" w:rsidP="00D2410D">
      <w:pPr>
        <w:pStyle w:val="FigureTitle"/>
      </w:pPr>
      <w:r>
        <w:rPr>
          <w:b w:val="0"/>
        </w:rPr>
        <w:t xml:space="preserve">Figure </w:t>
      </w:r>
      <w:bookmarkStart w:id="6" w:name="OLE_LINK47"/>
      <w:r w:rsidR="00951DB7">
        <w:rPr>
          <w:b w:val="0"/>
        </w:rPr>
        <w:t>10.</w:t>
      </w:r>
      <w:r w:rsidR="005B16BF">
        <w:rPr>
          <w:b w:val="0"/>
          <w:noProof/>
        </w:rPr>
        <w:t>2</w:t>
      </w:r>
      <w:bookmarkEnd w:id="6"/>
      <w:r>
        <w:tab/>
        <w:t>Source of public hospital recurrent expenditure, 20</w:t>
      </w:r>
      <w:r w:rsidR="00236EFE">
        <w:t>1</w:t>
      </w:r>
      <w:r w:rsidR="00C96F56">
        <w:t>1</w:t>
      </w:r>
      <w:r>
        <w:t>-</w:t>
      </w:r>
      <w:proofErr w:type="spellStart"/>
      <w:r>
        <w:t>1</w:t>
      </w:r>
      <w:r w:rsidR="00C96F56">
        <w:t>2</w:t>
      </w:r>
      <w:r w:rsidRPr="008677A0">
        <w:rPr>
          <w:vertAlign w:val="superscript"/>
        </w:rPr>
        <w:t>a</w:t>
      </w:r>
      <w:proofErr w:type="spellEnd"/>
      <w:r w:rsidRPr="008677A0">
        <w:rPr>
          <w:vertAlign w:val="superscript"/>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671A5C26" wp14:editId="794E1C48">
                  <wp:extent cx="5387975" cy="2698115"/>
                  <wp:effectExtent l="0" t="0" r="3175" b="6985"/>
                  <wp:docPr id="2" name="Picture 2" descr="Figure 10.2 Source of public hospital recurrent expenditur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4F7485">
      <w:pPr>
        <w:pStyle w:val="Note"/>
      </w:pPr>
      <w:r>
        <w:rPr>
          <w:rStyle w:val="NoteLabel"/>
        </w:rPr>
        <w:t>a</w:t>
      </w:r>
      <w:r>
        <w:sym w:font="Symbol" w:char="F020"/>
      </w:r>
      <w:r w:rsidRPr="004810C6">
        <w:t xml:space="preserve"> </w:t>
      </w:r>
      <w:r w:rsidRPr="00E004B5">
        <w:t xml:space="preserve">Depreciation is included in recurrent expenditure. </w:t>
      </w:r>
      <w:r>
        <w:rPr>
          <w:rStyle w:val="NoteLabel"/>
        </w:rPr>
        <w:t xml:space="preserve">b </w:t>
      </w:r>
      <w:r>
        <w:t xml:space="preserve">Non-government expenditure includes expenditure by health insurance funds, individuals, workers’ compensation, compulsory third-party motor vehicle insurers and other sources. </w:t>
      </w:r>
      <w:r w:rsidRPr="004810C6">
        <w:rPr>
          <w:rStyle w:val="NoteLabel"/>
        </w:rPr>
        <w:t>c</w:t>
      </w:r>
      <w:r w:rsidR="009611C0">
        <w:rPr>
          <w:rStyle w:val="NoteLabel"/>
        </w:rPr>
        <w:t xml:space="preserve"> </w:t>
      </w:r>
      <w:r>
        <w:t xml:space="preserve">The expenditure numbers for the ACT include substantial expenditures for NSW residents, and so the ACT </w:t>
      </w:r>
      <w:r w:rsidR="009611C0">
        <w:t>expenditure is overstated</w:t>
      </w:r>
      <w:r>
        <w:t>.</w:t>
      </w:r>
    </w:p>
    <w:p w:rsidR="00D2410D" w:rsidRPr="00C25509" w:rsidRDefault="00D2410D" w:rsidP="004F7485">
      <w:pPr>
        <w:pStyle w:val="Source"/>
        <w:rPr>
          <w:szCs w:val="18"/>
        </w:rPr>
      </w:pPr>
      <w:r w:rsidRPr="00C25509">
        <w:rPr>
          <w:i/>
          <w:szCs w:val="18"/>
        </w:rPr>
        <w:t>Source</w:t>
      </w:r>
      <w:r w:rsidRPr="00C25509">
        <w:rPr>
          <w:szCs w:val="18"/>
        </w:rPr>
        <w:t xml:space="preserve">: </w:t>
      </w:r>
      <w:proofErr w:type="spellStart"/>
      <w:r w:rsidR="00492C9A" w:rsidRPr="00E004B5">
        <w:t>AIHW</w:t>
      </w:r>
      <w:proofErr w:type="spellEnd"/>
      <w:r w:rsidR="00492C9A" w:rsidRPr="00E004B5">
        <w:t xml:space="preserve"> (201</w:t>
      </w:r>
      <w:r w:rsidR="00492C9A">
        <w:t>3</w:t>
      </w:r>
      <w:r w:rsidR="00492C9A" w:rsidRPr="00E004B5">
        <w:t xml:space="preserve">), </w:t>
      </w:r>
      <w:r w:rsidR="00492C9A" w:rsidRPr="00E004B5">
        <w:rPr>
          <w:i/>
        </w:rPr>
        <w:t>Health expenditure Australia 20</w:t>
      </w:r>
      <w:r w:rsidR="00492C9A">
        <w:rPr>
          <w:i/>
        </w:rPr>
        <w:t>11</w:t>
      </w:r>
      <w:r w:rsidR="00492C9A" w:rsidRPr="00E004B5">
        <w:rPr>
          <w:i/>
        </w:rPr>
        <w:t>–1</w:t>
      </w:r>
      <w:r w:rsidR="00492C9A">
        <w:rPr>
          <w:i/>
        </w:rPr>
        <w:t>2</w:t>
      </w:r>
      <w:r w:rsidR="00492C9A" w:rsidRPr="00E004B5">
        <w:t>, Health and Welfare Expenditure Series No.</w:t>
      </w:r>
      <w:r w:rsidR="00492C9A">
        <w:t> 50</w:t>
      </w:r>
      <w:r w:rsidR="00492C9A" w:rsidRPr="00E004B5">
        <w:t xml:space="preserve">, Cat. no. </w:t>
      </w:r>
      <w:proofErr w:type="spellStart"/>
      <w:r w:rsidR="00492C9A" w:rsidRPr="00E004B5">
        <w:t>HWE</w:t>
      </w:r>
      <w:proofErr w:type="spellEnd"/>
      <w:r w:rsidR="00492C9A" w:rsidRPr="00E004B5">
        <w:t xml:space="preserve"> 5</w:t>
      </w:r>
      <w:r w:rsidR="00492C9A">
        <w:t>9</w:t>
      </w:r>
      <w:r w:rsidR="00492C9A" w:rsidRPr="00E004B5">
        <w:t>. Canberra</w:t>
      </w:r>
      <w:r>
        <w:rPr>
          <w:szCs w:val="18"/>
        </w:rPr>
        <w:t xml:space="preserve">; table </w:t>
      </w:r>
      <w:proofErr w:type="spellStart"/>
      <w:r>
        <w:rPr>
          <w:szCs w:val="18"/>
        </w:rPr>
        <w:t>10A.2</w:t>
      </w:r>
      <w:proofErr w:type="spellEnd"/>
      <w:r>
        <w:rPr>
          <w:szCs w:val="18"/>
        </w:rPr>
        <w:t>.</w:t>
      </w:r>
    </w:p>
    <w:p w:rsidR="00D2410D" w:rsidRPr="004C0192" w:rsidRDefault="00D2410D" w:rsidP="004F7485">
      <w:pPr>
        <w:pStyle w:val="BodyText"/>
      </w:pPr>
      <w:r w:rsidRPr="00506299">
        <w:t xml:space="preserve">Expenditure data in figures 10.1 and 10.2 </w:t>
      </w:r>
      <w:r>
        <w:t xml:space="preserve">are sourced from unpublished data from the </w:t>
      </w:r>
      <w:proofErr w:type="spellStart"/>
      <w:r>
        <w:t>AIHW</w:t>
      </w:r>
      <w:proofErr w:type="spellEnd"/>
      <w:r>
        <w:t xml:space="preserve"> </w:t>
      </w:r>
      <w:r w:rsidRPr="00EC7FCD">
        <w:t>Health Expenditure Australia database</w:t>
      </w:r>
      <w:r>
        <w:t>,</w:t>
      </w:r>
      <w:r w:rsidRPr="00506299">
        <w:t xml:space="preserve"> and are not directly comparable with other expenditure data used in this chapter, which are drawn from </w:t>
      </w:r>
      <w:r w:rsidRPr="00DB6B98">
        <w:rPr>
          <w:i/>
        </w:rPr>
        <w:t>Australian Hospital Statistics</w:t>
      </w:r>
      <w:r w:rsidRPr="00506299">
        <w:t xml:space="preserve"> </w:t>
      </w:r>
      <w:r>
        <w:rPr>
          <w:i/>
        </w:rPr>
        <w:t>20</w:t>
      </w:r>
      <w:r w:rsidR="00C348D5">
        <w:rPr>
          <w:i/>
        </w:rPr>
        <w:t>1</w:t>
      </w:r>
      <w:r w:rsidR="00160C6E">
        <w:rPr>
          <w:i/>
        </w:rPr>
        <w:t>1</w:t>
      </w:r>
      <w:r>
        <w:rPr>
          <w:i/>
        </w:rPr>
        <w:t>-1</w:t>
      </w:r>
      <w:r w:rsidR="00160C6E">
        <w:rPr>
          <w:i/>
        </w:rPr>
        <w:t>2</w:t>
      </w:r>
      <w:r>
        <w:rPr>
          <w:i/>
        </w:rPr>
        <w:t xml:space="preserve"> </w:t>
      </w:r>
      <w:r w:rsidRPr="00506299">
        <w:t>(</w:t>
      </w:r>
      <w:proofErr w:type="spellStart"/>
      <w:r w:rsidRPr="00506299">
        <w:t>AIHW</w:t>
      </w:r>
      <w:proofErr w:type="spellEnd"/>
      <w:r w:rsidRPr="00506299">
        <w:t xml:space="preserve"> </w:t>
      </w:r>
      <w:proofErr w:type="spellStart"/>
      <w:r w:rsidRPr="00506299">
        <w:t>20</w:t>
      </w:r>
      <w:r>
        <w:t>1</w:t>
      </w:r>
      <w:r w:rsidR="00160C6E">
        <w:t>3</w:t>
      </w:r>
      <w:r w:rsidRPr="00506299">
        <w:t>a</w:t>
      </w:r>
      <w:proofErr w:type="spellEnd"/>
      <w:r w:rsidRPr="00506299">
        <w:t>).</w:t>
      </w:r>
      <w:r>
        <w:t xml:space="preserve"> The </w:t>
      </w:r>
      <w:proofErr w:type="spellStart"/>
      <w:r>
        <w:t>AIHW</w:t>
      </w:r>
      <w:proofErr w:type="spellEnd"/>
      <w:r>
        <w:t xml:space="preserve"> publication </w:t>
      </w:r>
      <w:r w:rsidRPr="00FC3445">
        <w:rPr>
          <w:i/>
        </w:rPr>
        <w:t xml:space="preserve">Health Expenditure </w:t>
      </w:r>
      <w:r w:rsidRPr="00765D45">
        <w:rPr>
          <w:i/>
        </w:rPr>
        <w:t>Australia</w:t>
      </w:r>
      <w:r>
        <w:t xml:space="preserve"> </w:t>
      </w:r>
      <w:r w:rsidRPr="00FC3445">
        <w:rPr>
          <w:i/>
        </w:rPr>
        <w:t>20</w:t>
      </w:r>
      <w:r w:rsidR="00C348D5">
        <w:rPr>
          <w:i/>
        </w:rPr>
        <w:t>1</w:t>
      </w:r>
      <w:r w:rsidR="00160C6E">
        <w:rPr>
          <w:i/>
        </w:rPr>
        <w:t>1</w:t>
      </w:r>
      <w:r w:rsidRPr="00FC3445">
        <w:rPr>
          <w:i/>
        </w:rPr>
        <w:t>-1</w:t>
      </w:r>
      <w:r w:rsidR="00160C6E">
        <w:rPr>
          <w:i/>
        </w:rPr>
        <w:t>2</w:t>
      </w:r>
      <w:r>
        <w:t xml:space="preserve"> </w:t>
      </w:r>
      <w:r w:rsidR="00754805">
        <w:t>provides information about</w:t>
      </w:r>
      <w:r>
        <w:t xml:space="preserve"> the differences in the expenditure data </w:t>
      </w:r>
      <w:r w:rsidR="00B87FB5">
        <w:t>between</w:t>
      </w:r>
      <w:r>
        <w:t xml:space="preserve"> the two sources (</w:t>
      </w:r>
      <w:proofErr w:type="spellStart"/>
      <w:r>
        <w:t>AIHW</w:t>
      </w:r>
      <w:proofErr w:type="spellEnd"/>
      <w:r>
        <w:t> </w:t>
      </w:r>
      <w:proofErr w:type="spellStart"/>
      <w:r>
        <w:t>201</w:t>
      </w:r>
      <w:r w:rsidR="00160C6E">
        <w:t>3</w:t>
      </w:r>
      <w:r>
        <w:t>b</w:t>
      </w:r>
      <w:proofErr w:type="spellEnd"/>
      <w:r>
        <w:t>).</w:t>
      </w:r>
    </w:p>
    <w:p w:rsidR="00D2410D" w:rsidRPr="004D2799" w:rsidRDefault="00D2410D" w:rsidP="00846E31">
      <w:pPr>
        <w:pStyle w:val="BodyText"/>
      </w:pPr>
      <w:r w:rsidRPr="004D2799">
        <w:t xml:space="preserve">In </w:t>
      </w:r>
      <w:r w:rsidR="00C348D5">
        <w:t>201</w:t>
      </w:r>
      <w:r w:rsidR="00160C6E">
        <w:t>1</w:t>
      </w:r>
      <w:r>
        <w:t>-1</w:t>
      </w:r>
      <w:r w:rsidR="00160C6E">
        <w:t>2</w:t>
      </w:r>
      <w:r w:rsidRPr="004D2799">
        <w:t>, government real recurrent expenditure on public hospitals was $</w:t>
      </w:r>
      <w:r w:rsidR="00C348D5">
        <w:t>1</w:t>
      </w:r>
      <w:r w:rsidR="00160C6E">
        <w:t>792</w:t>
      </w:r>
      <w:r>
        <w:t> </w:t>
      </w:r>
      <w:r w:rsidR="008562AD">
        <w:t>per person nationally</w:t>
      </w:r>
      <w:r w:rsidRPr="004D2799">
        <w:t xml:space="preserve">, up </w:t>
      </w:r>
      <w:r w:rsidRPr="00846E31">
        <w:t>from $</w:t>
      </w:r>
      <w:r w:rsidR="00C348D5" w:rsidRPr="00846E31">
        <w:t>1</w:t>
      </w:r>
      <w:r w:rsidR="00160C6E">
        <w:t>525</w:t>
      </w:r>
      <w:r w:rsidRPr="00846E31">
        <w:t xml:space="preserve"> in 200</w:t>
      </w:r>
      <w:r w:rsidR="00160C6E">
        <w:t>7</w:t>
      </w:r>
      <w:r>
        <w:noBreakHyphen/>
      </w:r>
      <w:r w:rsidRPr="004D2799">
        <w:t>0</w:t>
      </w:r>
      <w:r w:rsidR="00160C6E">
        <w:t>8</w:t>
      </w:r>
      <w:r w:rsidRPr="004D2799">
        <w:t xml:space="preserve"> (in </w:t>
      </w:r>
      <w:r>
        <w:t>20</w:t>
      </w:r>
      <w:r w:rsidR="00C348D5">
        <w:t>1</w:t>
      </w:r>
      <w:r w:rsidR="00160C6E">
        <w:t>1</w:t>
      </w:r>
      <w:r>
        <w:t>-1</w:t>
      </w:r>
      <w:r w:rsidR="00160C6E">
        <w:t>2</w:t>
      </w:r>
      <w:r>
        <w:t> </w:t>
      </w:r>
      <w:r w:rsidRPr="004D2799">
        <w:t xml:space="preserve">dollars) </w:t>
      </w:r>
      <w:r>
        <w:t>(figure </w:t>
      </w:r>
      <w:r w:rsidRPr="004D2799">
        <w:t xml:space="preserve">10.3). It is difficult to make comparisons </w:t>
      </w:r>
      <w:r w:rsidR="00260DC5">
        <w:t>across</w:t>
      </w:r>
      <w:r w:rsidRPr="004D2799">
        <w:t xml:space="preserve"> jurisdictions based on these recurrent expenditure data</w:t>
      </w:r>
      <w:r>
        <w:t>,</w:t>
      </w:r>
      <w:r w:rsidRPr="004D2799">
        <w:t xml:space="preserve"> due to differences in the</w:t>
      </w:r>
      <w:r w:rsidR="00334F3E">
        <w:t xml:space="preserve"> data</w:t>
      </w:r>
      <w:r w:rsidRPr="004D2799">
        <w:t xml:space="preserve"> coverage. </w:t>
      </w:r>
      <w:r w:rsidR="00754805">
        <w:t>The main</w:t>
      </w:r>
      <w:r w:rsidRPr="004D2799">
        <w:t xml:space="preserve"> differences are:</w:t>
      </w:r>
    </w:p>
    <w:p w:rsidR="00D2410D" w:rsidRPr="004D2799" w:rsidRDefault="00D2410D" w:rsidP="00D2410D">
      <w:pPr>
        <w:pStyle w:val="ListBullet"/>
      </w:pPr>
      <w:r w:rsidRPr="004D2799">
        <w:t>the inclusion</w:t>
      </w:r>
      <w:r>
        <w:t>,</w:t>
      </w:r>
      <w:r w:rsidRPr="004D2799">
        <w:t xml:space="preserve"> by some jurisdictions</w:t>
      </w:r>
      <w:r>
        <w:t>,</w:t>
      </w:r>
      <w:r w:rsidRPr="004D2799">
        <w:t xml:space="preserve"> of expenditure on community health services as well as public hospital services</w:t>
      </w:r>
    </w:p>
    <w:p w:rsidR="00D2410D" w:rsidRPr="004D2799" w:rsidRDefault="00D2410D" w:rsidP="00D2410D">
      <w:pPr>
        <w:pStyle w:val="ListBullet"/>
      </w:pPr>
      <w:r w:rsidRPr="004D2799">
        <w:t>the exclusion</w:t>
      </w:r>
      <w:r>
        <w:t>,</w:t>
      </w:r>
      <w:r w:rsidRPr="004D2799">
        <w:t xml:space="preserve"> by some jurisdictions</w:t>
      </w:r>
      <w:r>
        <w:t>,</w:t>
      </w:r>
      <w:r w:rsidRPr="004D2799">
        <w:t xml:space="preserve"> of expenditure on privately owned or privately operated hospitals that have been contracted to provide public hospital</w:t>
      </w:r>
      <w:r>
        <w:t> </w:t>
      </w:r>
      <w:r w:rsidRPr="004D2799">
        <w:t>services.</w:t>
      </w:r>
      <w:r w:rsidR="002C3363">
        <w:t xml:space="preserve"> </w:t>
      </w:r>
    </w:p>
    <w:p w:rsidR="00D2410D" w:rsidRDefault="00D2410D" w:rsidP="00846E31">
      <w:pPr>
        <w:pStyle w:val="FigureTitle"/>
      </w:pPr>
      <w:r>
        <w:rPr>
          <w:b w:val="0"/>
        </w:rPr>
        <w:t xml:space="preserve">Figure </w:t>
      </w:r>
      <w:bookmarkStart w:id="7" w:name="OLE_LINK48"/>
      <w:r w:rsidR="00951DB7">
        <w:rPr>
          <w:b w:val="0"/>
        </w:rPr>
        <w:t>10.</w:t>
      </w:r>
      <w:r w:rsidR="005B16BF">
        <w:rPr>
          <w:b w:val="0"/>
          <w:noProof/>
        </w:rPr>
        <w:t>3</w:t>
      </w:r>
      <w:bookmarkEnd w:id="7"/>
      <w:r>
        <w:tab/>
        <w:t>Real recurrent expenditure per person, public hospitals (including psychiatric) (20</w:t>
      </w:r>
      <w:r w:rsidR="00C348D5">
        <w:t>1</w:t>
      </w:r>
      <w:r w:rsidR="00C96F56">
        <w:t>1</w:t>
      </w:r>
      <w:r>
        <w:t>-1</w:t>
      </w:r>
      <w:r w:rsidR="00C96F56">
        <w:t>2</w:t>
      </w:r>
      <w:r>
        <w:t xml:space="preserve"> dollars)</w:t>
      </w:r>
      <w:r w:rsidR="00BF0E38">
        <w:rPr>
          <w:vertAlign w:val="superscript"/>
        </w:rPr>
        <w:t>a, b, c, d, e</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449FE75F" wp14:editId="457C1309">
                  <wp:extent cx="5387975" cy="2698115"/>
                  <wp:effectExtent l="0" t="0" r="3175" b="6985"/>
                  <wp:docPr id="3" name="Picture 3" descr="Figure 10.3 Real recurrent expenditure per person, public hospitals (including psychiatric)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846E31">
      <w:pPr>
        <w:pStyle w:val="Note"/>
      </w:pPr>
      <w:proofErr w:type="spellStart"/>
      <w:r>
        <w:rPr>
          <w:rStyle w:val="NoteLabel"/>
        </w:rPr>
        <w:t>a</w:t>
      </w:r>
      <w:proofErr w:type="spellEnd"/>
      <w:r>
        <w:sym w:font="Symbol" w:char="F020"/>
      </w:r>
      <w:r w:rsidRPr="004810C6">
        <w:t xml:space="preserve"> </w:t>
      </w:r>
      <w:r>
        <w:t xml:space="preserve">Expenditure data exclude depreciation and interest payments. </w:t>
      </w:r>
      <w:r w:rsidRPr="004810C6">
        <w:rPr>
          <w:rStyle w:val="NoteLabel"/>
        </w:rPr>
        <w:t>b</w:t>
      </w:r>
      <w:r>
        <w:t xml:space="preserve"> Recurrent expenditure on purchase of public hospital services at the State, or area health service level, from privately owned and/or operated hospitals is excluded. </w:t>
      </w:r>
      <w:r w:rsidRPr="004810C6">
        <w:rPr>
          <w:rStyle w:val="NoteLabel"/>
        </w:rPr>
        <w:t>c</w:t>
      </w:r>
      <w:r>
        <w:t xml:space="preserve"> Expenditure data are deflated using the hospital/nursing home care price index from </w:t>
      </w:r>
      <w:proofErr w:type="spellStart"/>
      <w:r>
        <w:t>AIHW</w:t>
      </w:r>
      <w:proofErr w:type="spellEnd"/>
      <w:r>
        <w:t xml:space="preserve"> (</w:t>
      </w:r>
      <w:proofErr w:type="spellStart"/>
      <w:r>
        <w:t>201</w:t>
      </w:r>
      <w:r w:rsidR="00F34BF1">
        <w:t>3</w:t>
      </w:r>
      <w:r>
        <w:t>b</w:t>
      </w:r>
      <w:proofErr w:type="spellEnd"/>
      <w:r>
        <w:t xml:space="preserve">). </w:t>
      </w:r>
      <w:r w:rsidRPr="004810C6">
        <w:rPr>
          <w:rStyle w:val="NoteLabel"/>
        </w:rPr>
        <w:t>d</w:t>
      </w:r>
      <w:r>
        <w:rPr>
          <w:rStyle w:val="NoteLabel"/>
        </w:rPr>
        <w:t> </w:t>
      </w:r>
      <w:r>
        <w:t xml:space="preserve">Queensland pathology services were purchased from a </w:t>
      </w:r>
      <w:proofErr w:type="spellStart"/>
      <w:r>
        <w:t>Statewide</w:t>
      </w:r>
      <w:proofErr w:type="spellEnd"/>
      <w:r>
        <w:t xml:space="preserve"> pathology service rather than being provided by hospital employees. </w:t>
      </w:r>
      <w:r>
        <w:rPr>
          <w:rStyle w:val="NoteLabel"/>
        </w:rPr>
        <w:t>e </w:t>
      </w:r>
      <w:r w:rsidR="004C08DB" w:rsidRPr="004C08DB">
        <w:t>The expenditure numbers for the ACT include substantial expenditures for NSW residents, and so the ACT expenditure is overstated.</w:t>
      </w:r>
    </w:p>
    <w:p w:rsidR="00D2410D" w:rsidRPr="009B78D1" w:rsidRDefault="00D2410D" w:rsidP="004F7485">
      <w:pPr>
        <w:pStyle w:val="Source"/>
        <w:rPr>
          <w:szCs w:val="18"/>
        </w:rPr>
      </w:pPr>
      <w:r w:rsidRPr="00C569B4">
        <w:rPr>
          <w:i/>
        </w:rPr>
        <w:t>Source</w:t>
      </w:r>
      <w:r w:rsidRPr="00C569B4">
        <w:t xml:space="preserve">: </w:t>
      </w:r>
      <w:proofErr w:type="spellStart"/>
      <w:r w:rsidRPr="00E004B5">
        <w:t>AIHW</w:t>
      </w:r>
      <w:proofErr w:type="spellEnd"/>
      <w:r w:rsidRPr="00E004B5">
        <w:t xml:space="preserve"> (various years), </w:t>
      </w:r>
      <w:r w:rsidRPr="00E004B5">
        <w:rPr>
          <w:i/>
        </w:rPr>
        <w:t>Australian hospital statistics</w:t>
      </w:r>
      <w:r w:rsidRPr="00E004B5">
        <w:t xml:space="preserve">, Health Services Series, Cat. nos </w:t>
      </w:r>
      <w:proofErr w:type="spellStart"/>
      <w:r w:rsidRPr="00E004B5">
        <w:t>HSE</w:t>
      </w:r>
      <w:proofErr w:type="spellEnd"/>
      <w:r w:rsidRPr="00E004B5">
        <w:t xml:space="preserve"> 71, 84</w:t>
      </w:r>
      <w:r w:rsidR="00193664">
        <w:t>,</w:t>
      </w:r>
      <w:r w:rsidRPr="00E004B5">
        <w:t xml:space="preserve"> 107</w:t>
      </w:r>
      <w:r w:rsidR="00492C9A">
        <w:t>,</w:t>
      </w:r>
      <w:r w:rsidR="00193664" w:rsidRPr="00193664">
        <w:t xml:space="preserve"> </w:t>
      </w:r>
      <w:r w:rsidR="00193664">
        <w:t>117</w:t>
      </w:r>
      <w:r w:rsidR="00492C9A" w:rsidRPr="00492C9A">
        <w:t xml:space="preserve"> </w:t>
      </w:r>
      <w:r w:rsidR="00492C9A" w:rsidRPr="00E004B5">
        <w:t>and</w:t>
      </w:r>
      <w:r w:rsidR="00492C9A">
        <w:t xml:space="preserve"> 134</w:t>
      </w:r>
      <w:r w:rsidRPr="00E004B5">
        <w:t xml:space="preserve">; </w:t>
      </w:r>
      <w:proofErr w:type="spellStart"/>
      <w:r w:rsidRPr="00E004B5">
        <w:t>AIHW</w:t>
      </w:r>
      <w:proofErr w:type="spellEnd"/>
      <w:r w:rsidRPr="00E004B5">
        <w:t xml:space="preserve"> (201</w:t>
      </w:r>
      <w:r w:rsidR="00492C9A">
        <w:t>3</w:t>
      </w:r>
      <w:r w:rsidRPr="00E004B5">
        <w:t xml:space="preserve">), </w:t>
      </w:r>
      <w:r w:rsidRPr="00E004B5">
        <w:rPr>
          <w:i/>
        </w:rPr>
        <w:t>Health expenditure Australia 20</w:t>
      </w:r>
      <w:r w:rsidR="00193664">
        <w:rPr>
          <w:i/>
        </w:rPr>
        <w:t>1</w:t>
      </w:r>
      <w:r w:rsidR="00492C9A">
        <w:rPr>
          <w:i/>
        </w:rPr>
        <w:t>1</w:t>
      </w:r>
      <w:r w:rsidRPr="00E004B5">
        <w:rPr>
          <w:i/>
        </w:rPr>
        <w:t>–1</w:t>
      </w:r>
      <w:r w:rsidR="00492C9A">
        <w:rPr>
          <w:i/>
        </w:rPr>
        <w:t>2</w:t>
      </w:r>
      <w:r w:rsidRPr="00E004B5">
        <w:t>, Health and Welfare Expenditure Series No.</w:t>
      </w:r>
      <w:r>
        <w:t> </w:t>
      </w:r>
      <w:r w:rsidR="00492C9A">
        <w:t>50</w:t>
      </w:r>
      <w:r w:rsidRPr="00E004B5">
        <w:t xml:space="preserve">, Cat. no. </w:t>
      </w:r>
      <w:proofErr w:type="spellStart"/>
      <w:r w:rsidRPr="00E004B5">
        <w:t>HWE</w:t>
      </w:r>
      <w:proofErr w:type="spellEnd"/>
      <w:r w:rsidRPr="00E004B5">
        <w:t xml:space="preserve"> 5</w:t>
      </w:r>
      <w:r w:rsidR="00492C9A">
        <w:t>9</w:t>
      </w:r>
      <w:r w:rsidRPr="00E004B5">
        <w:t xml:space="preserve">. Canberra, </w:t>
      </w:r>
      <w:proofErr w:type="spellStart"/>
      <w:r w:rsidRPr="00E004B5">
        <w:t>AIHW</w:t>
      </w:r>
      <w:proofErr w:type="spellEnd"/>
      <w:r w:rsidRPr="00C569B4">
        <w:t xml:space="preserve">; </w:t>
      </w:r>
      <w:r w:rsidRPr="009B78D1">
        <w:rPr>
          <w:szCs w:val="18"/>
        </w:rPr>
        <w:t xml:space="preserve">table </w:t>
      </w:r>
      <w:proofErr w:type="spellStart"/>
      <w:r w:rsidRPr="009B78D1">
        <w:rPr>
          <w:szCs w:val="18"/>
        </w:rPr>
        <w:t>10A.3</w:t>
      </w:r>
      <w:proofErr w:type="spellEnd"/>
      <w:r w:rsidRPr="009B78D1">
        <w:rPr>
          <w:szCs w:val="18"/>
        </w:rPr>
        <w:t>.</w:t>
      </w:r>
    </w:p>
    <w:p w:rsidR="00D2410D" w:rsidRDefault="00D2410D" w:rsidP="00D2410D">
      <w:pPr>
        <w:pStyle w:val="Heading3"/>
      </w:pPr>
      <w:r>
        <w:t>Size and scope of sector</w:t>
      </w:r>
    </w:p>
    <w:p w:rsidR="00D2410D" w:rsidRDefault="00D2410D" w:rsidP="00D2410D">
      <w:pPr>
        <w:pStyle w:val="BodyText"/>
      </w:pPr>
      <w:r>
        <w:t>There are several ways to measure the size and scope of Australia’s public hospital sector. This chapter reports on: the number and size of hospitals; the number and location of public hospital beds; the number and type of public hospital separations; the proportion of separations by age group of the patient; the number of separations and incidence of treatment, by procedure and Indigenous status of the patient; the number of hospital staff; and types of public hospital activity.</w:t>
      </w:r>
    </w:p>
    <w:p w:rsidR="00D2410D" w:rsidRDefault="00D2410D" w:rsidP="00D2410D">
      <w:pPr>
        <w:pStyle w:val="Heading4"/>
      </w:pPr>
      <w:r>
        <w:t>Hospitals</w:t>
      </w:r>
    </w:p>
    <w:p w:rsidR="00D2410D" w:rsidRDefault="00D2410D" w:rsidP="00D2410D">
      <w:pPr>
        <w:pStyle w:val="BodyText"/>
      </w:pPr>
      <w:r w:rsidRPr="0061295C">
        <w:t>In 20</w:t>
      </w:r>
      <w:r w:rsidR="00C348D5">
        <w:t>1</w:t>
      </w:r>
      <w:r w:rsidR="008A37FF">
        <w:t>1</w:t>
      </w:r>
      <w:r w:rsidRPr="0061295C">
        <w:t>-1</w:t>
      </w:r>
      <w:r w:rsidR="008A37FF">
        <w:t>2</w:t>
      </w:r>
      <w:r w:rsidRPr="0061295C">
        <w:t>, Australia had 75</w:t>
      </w:r>
      <w:r w:rsidR="008A37FF">
        <w:t>3</w:t>
      </w:r>
      <w:r w:rsidRPr="0061295C">
        <w:t xml:space="preserve"> public hospitals </w:t>
      </w:r>
      <w:r w:rsidR="00260DC5" w:rsidRPr="0061295C">
        <w:t>(including 1</w:t>
      </w:r>
      <w:r w:rsidR="00260DC5">
        <w:t>7</w:t>
      </w:r>
      <w:r w:rsidR="00260DC5" w:rsidRPr="0061295C">
        <w:t xml:space="preserve"> psychiatric hospitals) </w:t>
      </w:r>
      <w:r w:rsidRPr="0061295C">
        <w:t xml:space="preserve">(table </w:t>
      </w:r>
      <w:proofErr w:type="spellStart"/>
      <w:r w:rsidRPr="0061295C">
        <w:t>10A.4</w:t>
      </w:r>
      <w:proofErr w:type="spellEnd"/>
      <w:r w:rsidR="00260DC5">
        <w:t xml:space="preserve"> and </w:t>
      </w:r>
      <w:proofErr w:type="spellStart"/>
      <w:r w:rsidRPr="0061295C">
        <w:t>AIHW</w:t>
      </w:r>
      <w:proofErr w:type="spellEnd"/>
      <w:r w:rsidRPr="0061295C">
        <w:t xml:space="preserve"> </w:t>
      </w:r>
      <w:proofErr w:type="spellStart"/>
      <w:r w:rsidRPr="0061295C">
        <w:t>201</w:t>
      </w:r>
      <w:r w:rsidR="008A37FF">
        <w:t>3</w:t>
      </w:r>
      <w:r w:rsidRPr="0061295C">
        <w:t>a</w:t>
      </w:r>
      <w:proofErr w:type="spellEnd"/>
      <w:r w:rsidRPr="0061295C">
        <w:t>). Although 71 per </w:t>
      </w:r>
      <w:r>
        <w:t>cent of hospitals had 50 </w:t>
      </w:r>
      <w:r w:rsidRPr="0061295C">
        <w:t>or fewer beds, these smalle</w:t>
      </w:r>
      <w:r w:rsidR="008562AD">
        <w:t>r hospitals represented only 15</w:t>
      </w:r>
      <w:r w:rsidRPr="0061295C">
        <w:t> per cent of total</w:t>
      </w:r>
      <w:r>
        <w:t xml:space="preserve"> available beds (figure 10.4 and table </w:t>
      </w:r>
      <w:proofErr w:type="spellStart"/>
      <w:r>
        <w:t>10A.4</w:t>
      </w:r>
      <w:proofErr w:type="spellEnd"/>
      <w:r>
        <w:t>).</w:t>
      </w:r>
    </w:p>
    <w:p w:rsidR="00D2410D" w:rsidRDefault="00D2410D" w:rsidP="00D2410D">
      <w:pPr>
        <w:pStyle w:val="FigureTitle"/>
      </w:pPr>
      <w:r>
        <w:rPr>
          <w:b w:val="0"/>
        </w:rPr>
        <w:t xml:space="preserve">Figure </w:t>
      </w:r>
      <w:bookmarkStart w:id="8" w:name="OLE_LINK49"/>
      <w:r w:rsidR="00951DB7">
        <w:rPr>
          <w:b w:val="0"/>
        </w:rPr>
        <w:t>10.</w:t>
      </w:r>
      <w:r w:rsidR="005B16BF">
        <w:rPr>
          <w:b w:val="0"/>
          <w:noProof/>
        </w:rPr>
        <w:t>4</w:t>
      </w:r>
      <w:bookmarkEnd w:id="8"/>
      <w:r>
        <w:tab/>
        <w:t>Public hospitals, by size, 20</w:t>
      </w:r>
      <w:r w:rsidR="00C348D5">
        <w:t>1</w:t>
      </w:r>
      <w:r w:rsidR="00C96F56">
        <w:t>1</w:t>
      </w:r>
      <w:r>
        <w:t>-</w:t>
      </w:r>
      <w:proofErr w:type="spellStart"/>
      <w:r>
        <w:t>1</w:t>
      </w:r>
      <w:r w:rsidR="00C96F56">
        <w:t>2</w:t>
      </w:r>
      <w:r w:rsidRPr="008677A0">
        <w:rPr>
          <w:vertAlign w:val="superscript"/>
        </w:rPr>
        <w:t>a</w:t>
      </w:r>
      <w:proofErr w:type="spellEnd"/>
      <w:r w:rsidRPr="008677A0">
        <w:rPr>
          <w:vertAlign w:val="superscript"/>
        </w:rPr>
        <w:t>, b, c, d</w:t>
      </w:r>
      <w:r>
        <w:rPr>
          <w:vertAlign w:val="superscript"/>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43F30CD9" wp14:editId="5E40ACBC">
                  <wp:extent cx="5387975" cy="2698115"/>
                  <wp:effectExtent l="0" t="0" r="3175" b="6985"/>
                  <wp:docPr id="4" name="Picture 4" descr="Figure 10.4 Public hospitals, by size,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261AFA">
        <w:t xml:space="preserve"> </w:t>
      </w:r>
      <w:r>
        <w:t xml:space="preserve">The number of hospitals reported can be affected by administrative and/or reporting arrangements and is not necessarily a measure of the number of hospital buildings or campuses. </w:t>
      </w:r>
      <w:r w:rsidRPr="00261AFA">
        <w:rPr>
          <w:rStyle w:val="NoteLabel"/>
        </w:rPr>
        <w:t>b</w:t>
      </w:r>
      <w:r>
        <w:t xml:space="preserve"> Size is based on the average number of available beds. </w:t>
      </w:r>
      <w:r w:rsidRPr="00261AFA">
        <w:rPr>
          <w:rStyle w:val="NoteLabel"/>
        </w:rPr>
        <w:t>c</w:t>
      </w:r>
      <w:r>
        <w:t xml:space="preserve"> The comparability of bed numbers can be affected by the </w:t>
      </w:r>
      <w:proofErr w:type="spellStart"/>
      <w:r>
        <w:t>casemix</w:t>
      </w:r>
      <w:proofErr w:type="spellEnd"/>
      <w:r>
        <w:t xml:space="preserve"> of hospitals including the extent to which hospitals provide same day admitted services and other specialised services. </w:t>
      </w:r>
      <w:r>
        <w:rPr>
          <w:rStyle w:val="NoteLabel"/>
        </w:rPr>
        <w:t>d </w:t>
      </w:r>
      <w:r>
        <w:t xml:space="preserve">The count of hospitals in Victoria is a count of the campuses that report data separately to the National Hospital Morbidity Database. </w:t>
      </w:r>
      <w:r w:rsidRPr="003057B8">
        <w:rPr>
          <w:rStyle w:val="NoteLabel"/>
        </w:rPr>
        <w:t>e</w:t>
      </w:r>
      <w:r>
        <w:t xml:space="preserve"> The ACT did not have hospitals with </w:t>
      </w:r>
      <w:r w:rsidRPr="001D3083">
        <w:t xml:space="preserve">more than 10 to 50 beds </w:t>
      </w:r>
      <w:r>
        <w:t>or more than 50 to 100 beds. The NT did not have hospitals with 10 or fewer beds.</w:t>
      </w:r>
    </w:p>
    <w:p w:rsidR="00D2410D" w:rsidRDefault="00D2410D" w:rsidP="00D2410D">
      <w:pPr>
        <w:pStyle w:val="Source"/>
      </w:pPr>
      <w:r>
        <w:rPr>
          <w:i/>
        </w:rPr>
        <w:t>Source</w:t>
      </w:r>
      <w:r w:rsidRPr="00543E69">
        <w:t>:</w:t>
      </w:r>
      <w:r>
        <w:t xml:space="preserve"> </w:t>
      </w:r>
      <w:proofErr w:type="spellStart"/>
      <w:r>
        <w:t>AIHW</w:t>
      </w:r>
      <w:proofErr w:type="spellEnd"/>
      <w:r>
        <w:t xml:space="preserve"> (201</w:t>
      </w:r>
      <w:r w:rsidR="00492C9A">
        <w:t>3</w:t>
      </w:r>
      <w:r>
        <w:t>),</w:t>
      </w:r>
      <w:r w:rsidRPr="00663A00">
        <w:rPr>
          <w:i/>
        </w:rPr>
        <w:t xml:space="preserve"> </w:t>
      </w:r>
      <w:r w:rsidRPr="00354423">
        <w:rPr>
          <w:i/>
        </w:rPr>
        <w:t>Australian Hospital Statistics</w:t>
      </w:r>
      <w:r>
        <w:rPr>
          <w:i/>
        </w:rPr>
        <w:t xml:space="preserve"> 20</w:t>
      </w:r>
      <w:r w:rsidR="00193664">
        <w:rPr>
          <w:i/>
        </w:rPr>
        <w:t>1</w:t>
      </w:r>
      <w:r w:rsidR="00492C9A">
        <w:rPr>
          <w:i/>
        </w:rPr>
        <w:t>1</w:t>
      </w:r>
      <w:r>
        <w:rPr>
          <w:i/>
        </w:rPr>
        <w:t>-1</w:t>
      </w:r>
      <w:r w:rsidR="00492C9A">
        <w:rPr>
          <w:i/>
        </w:rPr>
        <w:t>2</w:t>
      </w:r>
      <w:r>
        <w:rPr>
          <w:i/>
        </w:rPr>
        <w:t xml:space="preserve">, </w:t>
      </w:r>
      <w:r>
        <w:t xml:space="preserve">Health Services Series No. </w:t>
      </w:r>
      <w:r w:rsidR="00492C9A">
        <w:t>50</w:t>
      </w:r>
      <w:r>
        <w:t xml:space="preserve">, </w:t>
      </w:r>
      <w:r w:rsidRPr="00663A00">
        <w:t xml:space="preserve">Cat no. </w:t>
      </w:r>
      <w:proofErr w:type="spellStart"/>
      <w:r w:rsidRPr="00663A00">
        <w:t>HSE</w:t>
      </w:r>
      <w:proofErr w:type="spellEnd"/>
      <w:r w:rsidRPr="00663A00">
        <w:t xml:space="preserve"> </w:t>
      </w:r>
      <w:r w:rsidR="00492C9A">
        <w:t>134</w:t>
      </w:r>
      <w:r>
        <w:t xml:space="preserve">; table </w:t>
      </w:r>
      <w:proofErr w:type="spellStart"/>
      <w:r>
        <w:t>10A.4</w:t>
      </w:r>
      <w:proofErr w:type="spellEnd"/>
      <w:r>
        <w:t>.</w:t>
      </w:r>
    </w:p>
    <w:p w:rsidR="00D2410D" w:rsidRDefault="009611C0" w:rsidP="00D2410D">
      <w:pPr>
        <w:pStyle w:val="Heading4"/>
      </w:pPr>
      <w:r>
        <w:t>Hospital b</w:t>
      </w:r>
      <w:r w:rsidR="00D2410D">
        <w:t>eds</w:t>
      </w:r>
    </w:p>
    <w:p w:rsidR="00D2410D" w:rsidRDefault="00D2410D" w:rsidP="00166458">
      <w:pPr>
        <w:pStyle w:val="BodyText"/>
      </w:pPr>
      <w:r>
        <w:t>There were 5</w:t>
      </w:r>
      <w:r w:rsidR="004E6A4E">
        <w:t>8</w:t>
      </w:r>
      <w:r>
        <w:t> </w:t>
      </w:r>
      <w:r w:rsidR="004E6A4E">
        <w:t>420</w:t>
      </w:r>
      <w:r>
        <w:t xml:space="preserve"> available beds for admitted patients in public hospitals in 20</w:t>
      </w:r>
      <w:r w:rsidR="00F935C1">
        <w:t>1</w:t>
      </w:r>
      <w:r w:rsidR="004E6A4E">
        <w:t>1</w:t>
      </w:r>
      <w:r>
        <w:noBreakHyphen/>
        <w:t>1</w:t>
      </w:r>
      <w:r w:rsidR="004E6A4E">
        <w:t>2</w:t>
      </w:r>
      <w:r w:rsidR="00260DC5">
        <w:t xml:space="preserve">, equivalent to </w:t>
      </w:r>
      <w:r w:rsidR="00837EFE">
        <w:t xml:space="preserve">2.6 </w:t>
      </w:r>
      <w:r w:rsidR="00260DC5">
        <w:t xml:space="preserve">beds </w:t>
      </w:r>
      <w:r w:rsidR="00837EFE">
        <w:t>per 1000 people</w:t>
      </w:r>
      <w:r>
        <w:t xml:space="preserve"> (</w:t>
      </w:r>
      <w:r w:rsidR="00925DCE">
        <w:t>figure</w:t>
      </w:r>
      <w:r w:rsidR="00837EFE">
        <w:t>s</w:t>
      </w:r>
      <w:r>
        <w:t> 10.</w:t>
      </w:r>
      <w:r w:rsidR="00FD0822">
        <w:t>5</w:t>
      </w:r>
      <w:r w:rsidR="00837EFE">
        <w:t xml:space="preserve"> and table </w:t>
      </w:r>
      <w:proofErr w:type="spellStart"/>
      <w:r w:rsidR="00837EFE">
        <w:t>10A.4</w:t>
      </w:r>
      <w:proofErr w:type="spellEnd"/>
      <w:r>
        <w:t>). The concept of an available bed is becoming less important in the overall context of hospital activity, particularly given the increasing significance of same day hospitalisations and hospital-in-the-home care (</w:t>
      </w:r>
      <w:proofErr w:type="spellStart"/>
      <w:r>
        <w:t>AIHW</w:t>
      </w:r>
      <w:proofErr w:type="spellEnd"/>
      <w:r>
        <w:t> </w:t>
      </w:r>
      <w:proofErr w:type="spellStart"/>
      <w:r>
        <w:t>2011a</w:t>
      </w:r>
      <w:proofErr w:type="spellEnd"/>
      <w:r w:rsidRPr="00727381">
        <w:t xml:space="preserve">). </w:t>
      </w:r>
      <w:r w:rsidR="00166458" w:rsidRPr="00727381">
        <w:t xml:space="preserve">Nationally, about 88 per cent of beds in public acute hospitals were available for overnight-stay patients </w:t>
      </w:r>
      <w:r w:rsidR="0052456B" w:rsidRPr="00727381">
        <w:t xml:space="preserve">in 2011-12 </w:t>
      </w:r>
      <w:r w:rsidR="00166458" w:rsidRPr="00727381">
        <w:t>(</w:t>
      </w:r>
      <w:proofErr w:type="spellStart"/>
      <w:r w:rsidR="00166458" w:rsidRPr="00727381">
        <w:t>AIHW</w:t>
      </w:r>
      <w:proofErr w:type="spellEnd"/>
      <w:r w:rsidR="00166458" w:rsidRPr="00727381">
        <w:t xml:space="preserve"> </w:t>
      </w:r>
      <w:proofErr w:type="spellStart"/>
      <w:r w:rsidR="00166458" w:rsidRPr="00727381">
        <w:t>2013a</w:t>
      </w:r>
      <w:proofErr w:type="spellEnd"/>
      <w:r w:rsidR="00166458" w:rsidRPr="00727381">
        <w:t>).</w:t>
      </w:r>
    </w:p>
    <w:p w:rsidR="00925DCE" w:rsidRDefault="00925DCE">
      <w:pPr>
        <w:pStyle w:val="FigureTitle"/>
      </w:pPr>
      <w:r>
        <w:rPr>
          <w:b w:val="0"/>
        </w:rPr>
        <w:t xml:space="preserve">Figure </w:t>
      </w:r>
      <w:r w:rsidR="00951DB7">
        <w:rPr>
          <w:b w:val="0"/>
        </w:rPr>
        <w:t>10.</w:t>
      </w:r>
      <w:r w:rsidR="005B16BF">
        <w:rPr>
          <w:b w:val="0"/>
          <w:noProof/>
        </w:rPr>
        <w:t>5</w:t>
      </w:r>
      <w:r>
        <w:tab/>
      </w:r>
      <w:r w:rsidRPr="00925DCE">
        <w:t>Available beds, public hospitals</w:t>
      </w:r>
      <w:r w:rsidRPr="00925DC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25DCE">
        <w:tc>
          <w:tcPr>
            <w:tcW w:w="8777" w:type="dxa"/>
          </w:tcPr>
          <w:p w:rsidR="00925DCE" w:rsidRDefault="003A1C92">
            <w:pPr>
              <w:pStyle w:val="Figure"/>
            </w:pPr>
            <w:r>
              <w:rPr>
                <w:noProof/>
              </w:rPr>
              <w:drawing>
                <wp:inline distT="0" distB="0" distL="0" distR="0" wp14:anchorId="722F8235" wp14:editId="23A32A42">
                  <wp:extent cx="5387975" cy="2698115"/>
                  <wp:effectExtent l="0" t="0" r="3175" b="6985"/>
                  <wp:docPr id="5" name="Picture 5" descr="Figure 10.5 Available beds, public hospital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925DCE" w:rsidRDefault="00925DCE" w:rsidP="00727381">
      <w:pPr>
        <w:pStyle w:val="Note"/>
      </w:pPr>
      <w:proofErr w:type="spellStart"/>
      <w:r w:rsidRPr="007B47C8">
        <w:rPr>
          <w:rStyle w:val="NoteLabel"/>
        </w:rPr>
        <w:t>a</w:t>
      </w:r>
      <w:proofErr w:type="spellEnd"/>
      <w:r>
        <w:t xml:space="preserve"> </w:t>
      </w:r>
      <w:r w:rsidR="00F7452E">
        <w:t>Available bed</w:t>
      </w:r>
      <w:r w:rsidR="00B4345C">
        <w:t>s</w:t>
      </w:r>
      <w:r w:rsidRPr="00925DCE">
        <w:t xml:space="preserve"> </w:t>
      </w:r>
      <w:r w:rsidR="00F7452E">
        <w:t xml:space="preserve">includes both average available beds for overnight and same day accommodation. </w:t>
      </w:r>
      <w:r w:rsidR="00C65A48">
        <w:t>Average available overnight beds is t</w:t>
      </w:r>
      <w:r w:rsidR="00F35EE8">
        <w:t>he number of beds available to provide overnight accommodation for patients (other than neonatal cots (</w:t>
      </w:r>
      <w:proofErr w:type="spellStart"/>
      <w:r w:rsidR="00F35EE8">
        <w:t>nonspecial</w:t>
      </w:r>
      <w:proofErr w:type="spellEnd"/>
      <w:r w:rsidR="00F35EE8">
        <w:t xml:space="preserve">-care) and beds occupied by hospital-in-the-home patients), averaged over the counting period. </w:t>
      </w:r>
      <w:r w:rsidR="00C65A48">
        <w:t xml:space="preserve">Average available same day beds is the </w:t>
      </w:r>
      <w:r w:rsidR="00F35EE8">
        <w:t>number of beds, chairs or trolleys available to provide</w:t>
      </w:r>
      <w:r w:rsidR="00F7452E">
        <w:t xml:space="preserve"> </w:t>
      </w:r>
      <w:r w:rsidR="00F35EE8">
        <w:t>accommodation for same-day patients, averaged over the</w:t>
      </w:r>
      <w:r w:rsidR="00F7452E">
        <w:t xml:space="preserve"> </w:t>
      </w:r>
      <w:r w:rsidR="00F35EE8">
        <w:t>counting period (</w:t>
      </w:r>
      <w:proofErr w:type="spellStart"/>
      <w:r w:rsidR="00F35EE8">
        <w:t>HDSC</w:t>
      </w:r>
      <w:proofErr w:type="spellEnd"/>
      <w:r w:rsidR="00F35EE8">
        <w:t xml:space="preserve"> 2012)</w:t>
      </w:r>
      <w:r w:rsidRPr="00925DCE">
        <w:t>.</w:t>
      </w:r>
    </w:p>
    <w:p w:rsidR="00925DCE" w:rsidRDefault="00925DCE" w:rsidP="00727381">
      <w:pPr>
        <w:pStyle w:val="Source"/>
      </w:pPr>
      <w:r>
        <w:rPr>
          <w:i/>
        </w:rPr>
        <w:t>Source</w:t>
      </w:r>
      <w:r w:rsidRPr="00167F06">
        <w:t xml:space="preserve">: </w:t>
      </w:r>
      <w:proofErr w:type="spellStart"/>
      <w:r w:rsidR="002F432D" w:rsidRPr="00E004B5">
        <w:t>AIHW</w:t>
      </w:r>
      <w:proofErr w:type="spellEnd"/>
      <w:r w:rsidR="002F432D" w:rsidRPr="00E004B5">
        <w:t xml:space="preserve"> (various years), </w:t>
      </w:r>
      <w:r w:rsidR="002F432D" w:rsidRPr="00E004B5">
        <w:rPr>
          <w:i/>
        </w:rPr>
        <w:t>Australian hospital statistics</w:t>
      </w:r>
      <w:r w:rsidR="002F432D" w:rsidRPr="00E004B5">
        <w:t xml:space="preserve">, Health Services Series, Cat. nos </w:t>
      </w:r>
      <w:proofErr w:type="spellStart"/>
      <w:r w:rsidR="002F432D" w:rsidRPr="00E004B5">
        <w:t>HSE</w:t>
      </w:r>
      <w:proofErr w:type="spellEnd"/>
      <w:r w:rsidR="002F432D" w:rsidRPr="00E004B5">
        <w:t xml:space="preserve"> </w:t>
      </w:r>
      <w:r w:rsidR="00492C9A" w:rsidRPr="00E004B5">
        <w:t>71, 84</w:t>
      </w:r>
      <w:r w:rsidR="00492C9A">
        <w:t>,</w:t>
      </w:r>
      <w:r w:rsidR="00492C9A" w:rsidRPr="00E004B5">
        <w:t xml:space="preserve"> 107</w:t>
      </w:r>
      <w:r w:rsidR="00492C9A">
        <w:t>,</w:t>
      </w:r>
      <w:r w:rsidR="00492C9A" w:rsidRPr="00193664">
        <w:t xml:space="preserve"> </w:t>
      </w:r>
      <w:r w:rsidR="00492C9A">
        <w:t>117</w:t>
      </w:r>
      <w:r w:rsidR="00492C9A" w:rsidRPr="00492C9A">
        <w:t xml:space="preserve"> </w:t>
      </w:r>
      <w:r w:rsidR="00492C9A" w:rsidRPr="00E004B5">
        <w:t>and</w:t>
      </w:r>
      <w:r w:rsidR="00492C9A">
        <w:t xml:space="preserve"> 134</w:t>
      </w:r>
      <w:r w:rsidRPr="00925DCE">
        <w:t xml:space="preserve">; table </w:t>
      </w:r>
      <w:proofErr w:type="spellStart"/>
      <w:r w:rsidRPr="00925DCE">
        <w:t>10A.</w:t>
      </w:r>
      <w:r>
        <w:t>5</w:t>
      </w:r>
      <w:proofErr w:type="spellEnd"/>
      <w:r w:rsidRPr="00925DCE">
        <w:t>.</w:t>
      </w:r>
    </w:p>
    <w:p w:rsidR="00D2410D" w:rsidRDefault="00D2410D" w:rsidP="00D2410D">
      <w:pPr>
        <w:pStyle w:val="BodyText"/>
      </w:pPr>
      <w:r>
        <w:t xml:space="preserve">The comparability of bed numbers can be affected by the </w:t>
      </w:r>
      <w:proofErr w:type="spellStart"/>
      <w:r>
        <w:t>casemix</w:t>
      </w:r>
      <w:proofErr w:type="spellEnd"/>
      <w:r>
        <w:t xml:space="preserve"> of hospitals, including the extent to which hospitals provide same day admitted services and other specialised services. There are also differences in admission practices and how available beds are counted, both across jurisdictions and over time. </w:t>
      </w:r>
    </w:p>
    <w:p w:rsidR="00D2410D" w:rsidRDefault="00D2410D" w:rsidP="00D2410D">
      <w:pPr>
        <w:pStyle w:val="BodyText"/>
      </w:pPr>
      <w:r>
        <w:t>Nationally, more beds were available per 1000</w:t>
      </w:r>
      <w:r w:rsidR="00F935C1">
        <w:t xml:space="preserve"> people in remote areas (figure </w:t>
      </w:r>
      <w:r>
        <w:t>10.</w:t>
      </w:r>
      <w:r w:rsidR="00FD0822">
        <w:t>6</w:t>
      </w:r>
      <w:r>
        <w:t xml:space="preserve">). The patterns of bed availability can reflect a number of factors, including patterns of availability of other healthcare services, patterns of disease and injury and the relatively poor health of Indigenous </w:t>
      </w:r>
      <w:r w:rsidR="005D5D0D">
        <w:t>Australians</w:t>
      </w:r>
      <w:r>
        <w:t xml:space="preserve">, who have higher population concentrations in remote areas. These data also need to be viewed in the context of the age and sex structure (reported in </w:t>
      </w:r>
      <w:r w:rsidR="00DB0FA9">
        <w:t>chapter 2</w:t>
      </w:r>
      <w:r>
        <w:t xml:space="preserve">) and the morbidity and mortality (reported in the ‘Health sector </w:t>
      </w:r>
      <w:r w:rsidR="001D1CA6">
        <w:t>overview</w:t>
      </w:r>
      <w:r>
        <w:t>’) of the population in each State and Territory.</w:t>
      </w:r>
    </w:p>
    <w:p w:rsidR="00D2410D" w:rsidRDefault="00D2410D" w:rsidP="00D2410D">
      <w:pPr>
        <w:pStyle w:val="FigureTitle"/>
      </w:pPr>
      <w:r>
        <w:rPr>
          <w:b w:val="0"/>
        </w:rPr>
        <w:t xml:space="preserve">Figure </w:t>
      </w:r>
      <w:bookmarkStart w:id="9" w:name="OLE_LINK76"/>
      <w:r w:rsidR="00951DB7">
        <w:rPr>
          <w:b w:val="0"/>
        </w:rPr>
        <w:t>10.</w:t>
      </w:r>
      <w:r w:rsidR="005B16BF">
        <w:rPr>
          <w:b w:val="0"/>
          <w:noProof/>
        </w:rPr>
        <w:t>6</w:t>
      </w:r>
      <w:bookmarkEnd w:id="9"/>
      <w:r>
        <w:tab/>
        <w:t>Available beds, public hospitals, by location, 20</w:t>
      </w:r>
      <w:r w:rsidR="00F935C1">
        <w:t>1</w:t>
      </w:r>
      <w:r w:rsidR="00C96F56">
        <w:t>1</w:t>
      </w:r>
      <w:r>
        <w:t>-</w:t>
      </w:r>
      <w:proofErr w:type="spellStart"/>
      <w:r>
        <w:t>1</w:t>
      </w:r>
      <w:r w:rsidR="00C96F56">
        <w:t>2</w:t>
      </w:r>
      <w:r w:rsidR="00B467FD">
        <w:rPr>
          <w:vertAlign w:val="superscript"/>
        </w:rPr>
        <w:t>a</w:t>
      </w:r>
      <w:proofErr w:type="spellEnd"/>
      <w:r w:rsidR="00B467FD">
        <w:rPr>
          <w:vertAlign w:val="superscript"/>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4598FB52" wp14:editId="18EE4E5C">
                  <wp:extent cx="5387975" cy="2698115"/>
                  <wp:effectExtent l="0" t="0" r="3175" b="6985"/>
                  <wp:docPr id="6" name="Picture 6" descr="Figure 10.6 Available beds, public hospitals, by location, 2011-12&#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727381">
      <w:pPr>
        <w:pStyle w:val="Note"/>
      </w:pPr>
      <w:proofErr w:type="spellStart"/>
      <w:r w:rsidRPr="00727381">
        <w:rPr>
          <w:rStyle w:val="NoteLabel"/>
        </w:rPr>
        <w:t>a</w:t>
      </w:r>
      <w:proofErr w:type="spellEnd"/>
      <w:r w:rsidRPr="00727381">
        <w:sym w:font="Symbol" w:char="F020"/>
      </w:r>
      <w:r w:rsidR="007B7111" w:rsidRPr="00727381">
        <w:t> </w:t>
      </w:r>
      <w:r w:rsidR="0090227C" w:rsidRPr="00727381">
        <w:t>Available bed</w:t>
      </w:r>
      <w:r w:rsidR="00B4345C" w:rsidRPr="00727381">
        <w:t>s</w:t>
      </w:r>
      <w:r w:rsidR="0090227C" w:rsidRPr="00727381">
        <w:t xml:space="preserve"> includes both average available beds for overnight and same day accommodation. Average available overnight beds is the number of beds available to provide overnight accommodation for patients (other than neonatal cots (</w:t>
      </w:r>
      <w:proofErr w:type="spellStart"/>
      <w:r w:rsidR="0090227C" w:rsidRPr="00727381">
        <w:t>nonspecial</w:t>
      </w:r>
      <w:proofErr w:type="spellEnd"/>
      <w:r w:rsidR="0090227C" w:rsidRPr="00727381">
        <w:t>-care) and beds occupied by hospital-in-the-home patients), averaged over the counting period. Average available same day beds is the number of beds, chairs or trolleys available to provide accommodation for same-day patients, averaged over the counting period (</w:t>
      </w:r>
      <w:proofErr w:type="spellStart"/>
      <w:r w:rsidR="0090227C" w:rsidRPr="00727381">
        <w:t>HDSC</w:t>
      </w:r>
      <w:proofErr w:type="spellEnd"/>
      <w:r w:rsidR="0090227C" w:rsidRPr="00727381">
        <w:t xml:space="preserve"> 2012)</w:t>
      </w:r>
      <w:r w:rsidRPr="00727381">
        <w:t xml:space="preserve">. </w:t>
      </w:r>
      <w:r w:rsidRPr="00727381">
        <w:rPr>
          <w:rStyle w:val="NoteLabel"/>
        </w:rPr>
        <w:t>b</w:t>
      </w:r>
      <w:r w:rsidRPr="00727381">
        <w:t xml:space="preserve"> Analysis</w:t>
      </w:r>
      <w:r>
        <w:t xml:space="preserve"> by remoteness area is of less relevance to geographically smaller jurisdictions and those jurisdictions with small populations residing in remote areas (such as Victoria) (</w:t>
      </w:r>
      <w:proofErr w:type="spellStart"/>
      <w:r>
        <w:t>AIHW</w:t>
      </w:r>
      <w:proofErr w:type="spellEnd"/>
      <w:r>
        <w:t> </w:t>
      </w:r>
      <w:proofErr w:type="spellStart"/>
      <w:r>
        <w:t>201</w:t>
      </w:r>
      <w:r w:rsidR="00480471">
        <w:t>3</w:t>
      </w:r>
      <w:r>
        <w:t>a</w:t>
      </w:r>
      <w:proofErr w:type="spellEnd"/>
      <w:r>
        <w:t xml:space="preserve">). </w:t>
      </w:r>
      <w:r w:rsidRPr="00543E69">
        <w:rPr>
          <w:rStyle w:val="NoteLabel"/>
        </w:rPr>
        <w:t>c</w:t>
      </w:r>
      <w:r>
        <w:t xml:space="preserve"> Tasmania and the NT do not have major cities and the ACT does not have </w:t>
      </w:r>
      <w:r w:rsidR="00B467FD">
        <w:t xml:space="preserve">regional and </w:t>
      </w:r>
      <w:r>
        <w:t>remote areas.</w:t>
      </w:r>
      <w:r w:rsidRPr="00543E69">
        <w:t xml:space="preserve"> </w:t>
      </w:r>
    </w:p>
    <w:p w:rsidR="00D2410D" w:rsidRDefault="00D2410D" w:rsidP="00D2410D">
      <w:pPr>
        <w:pStyle w:val="Source"/>
      </w:pPr>
      <w:r>
        <w:rPr>
          <w:i/>
        </w:rPr>
        <w:t>Source</w:t>
      </w:r>
      <w:r w:rsidRPr="00543E69">
        <w:t>:</w:t>
      </w:r>
      <w:r>
        <w:t xml:space="preserve"> </w:t>
      </w:r>
      <w:proofErr w:type="spellStart"/>
      <w:r w:rsidR="00193664">
        <w:t>AIHW</w:t>
      </w:r>
      <w:proofErr w:type="spellEnd"/>
      <w:r w:rsidR="00193664">
        <w:t xml:space="preserve"> (201</w:t>
      </w:r>
      <w:r w:rsidR="00492C9A">
        <w:t>3</w:t>
      </w:r>
      <w:r w:rsidR="00193664">
        <w:t>),</w:t>
      </w:r>
      <w:r w:rsidR="00193664" w:rsidRPr="00663A00">
        <w:rPr>
          <w:i/>
        </w:rPr>
        <w:t xml:space="preserve"> </w:t>
      </w:r>
      <w:r w:rsidR="00193664" w:rsidRPr="00354423">
        <w:rPr>
          <w:i/>
        </w:rPr>
        <w:t>Australian Hospital Statistics</w:t>
      </w:r>
      <w:r w:rsidR="00193664">
        <w:rPr>
          <w:i/>
        </w:rPr>
        <w:t xml:space="preserve"> 201</w:t>
      </w:r>
      <w:r w:rsidR="00492C9A">
        <w:rPr>
          <w:i/>
        </w:rPr>
        <w:t>1</w:t>
      </w:r>
      <w:r w:rsidR="00193664">
        <w:rPr>
          <w:i/>
        </w:rPr>
        <w:t>-1</w:t>
      </w:r>
      <w:r w:rsidR="00492C9A">
        <w:rPr>
          <w:i/>
        </w:rPr>
        <w:t>2</w:t>
      </w:r>
      <w:r w:rsidR="00193664">
        <w:rPr>
          <w:i/>
        </w:rPr>
        <w:t xml:space="preserve">, </w:t>
      </w:r>
      <w:r w:rsidR="00193664">
        <w:t xml:space="preserve">Health Services Series No. </w:t>
      </w:r>
      <w:r w:rsidR="00492C9A">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492C9A">
        <w:t>34</w:t>
      </w:r>
      <w:r>
        <w:t xml:space="preserve">; table </w:t>
      </w:r>
      <w:proofErr w:type="spellStart"/>
      <w:r>
        <w:t>10A.5</w:t>
      </w:r>
      <w:proofErr w:type="spellEnd"/>
      <w:r>
        <w:t>.</w:t>
      </w:r>
    </w:p>
    <w:p w:rsidR="00D2410D" w:rsidRDefault="00D2410D" w:rsidP="00D2410D">
      <w:pPr>
        <w:pStyle w:val="Heading4"/>
      </w:pPr>
      <w:r>
        <w:t>Admitted patient care</w:t>
      </w:r>
    </w:p>
    <w:p w:rsidR="00D2410D" w:rsidRDefault="00D2410D" w:rsidP="00727381">
      <w:pPr>
        <w:pStyle w:val="BodyText"/>
      </w:pPr>
      <w:r>
        <w:t>There were approximately 5.</w:t>
      </w:r>
      <w:r w:rsidR="009019A6">
        <w:t>5</w:t>
      </w:r>
      <w:r>
        <w:t> million separations from public (non</w:t>
      </w:r>
      <w:r>
        <w:noBreakHyphen/>
        <w:t>psychiatric) hospitals in 20</w:t>
      </w:r>
      <w:r w:rsidR="00D72053">
        <w:t>1</w:t>
      </w:r>
      <w:r w:rsidR="009019A6">
        <w:t>1</w:t>
      </w:r>
      <w:r>
        <w:t>-1</w:t>
      </w:r>
      <w:r w:rsidR="009019A6">
        <w:t>2</w:t>
      </w:r>
      <w:r>
        <w:t xml:space="preserve"> (table </w:t>
      </w:r>
      <w:proofErr w:type="spellStart"/>
      <w:r>
        <w:t>10A.6</w:t>
      </w:r>
      <w:proofErr w:type="spellEnd"/>
      <w:r>
        <w:t xml:space="preserve">). Nationally, this translates into </w:t>
      </w:r>
      <w:r w:rsidR="00343ABE">
        <w:t xml:space="preserve">236.0 </w:t>
      </w:r>
      <w:r>
        <w:t>separations per 1000 people (figure 10.</w:t>
      </w:r>
      <w:r w:rsidR="00FD0822">
        <w:t>7</w:t>
      </w:r>
      <w:r>
        <w:t>). A</w:t>
      </w:r>
      <w:r w:rsidRPr="0026324B">
        <w:t xml:space="preserve">cute separations accounted for </w:t>
      </w:r>
      <w:r>
        <w:t>95.</w:t>
      </w:r>
      <w:r w:rsidR="00343ABE">
        <w:t>3</w:t>
      </w:r>
      <w:r w:rsidRPr="0026324B">
        <w:t> per cent</w:t>
      </w:r>
      <w:r w:rsidRPr="00DF4336">
        <w:t xml:space="preserve"> </w:t>
      </w:r>
      <w:r>
        <w:t>of separations from public hospitals</w:t>
      </w:r>
      <w:r w:rsidRPr="00727381">
        <w:t xml:space="preserve">, newborns </w:t>
      </w:r>
      <w:r w:rsidR="00B36AF9" w:rsidRPr="00727381">
        <w:t>who required acute care</w:t>
      </w:r>
      <w:r w:rsidRPr="00727381">
        <w:t xml:space="preserve"> </w:t>
      </w:r>
      <w:r w:rsidRPr="0026324B">
        <w:t>accounted for 1.</w:t>
      </w:r>
      <w:r w:rsidR="00343ABE">
        <w:t>3</w:t>
      </w:r>
      <w:r w:rsidRPr="0026324B">
        <w:t> per cent and rehabilitation care accounted for 1.</w:t>
      </w:r>
      <w:r w:rsidR="00343ABE">
        <w:t>7</w:t>
      </w:r>
      <w:r w:rsidRPr="0026324B">
        <w:t> per cent (table </w:t>
      </w:r>
      <w:proofErr w:type="spellStart"/>
      <w:r w:rsidRPr="0026324B">
        <w:t>10A.1</w:t>
      </w:r>
      <w:r>
        <w:t>3</w:t>
      </w:r>
      <w:proofErr w:type="spellEnd"/>
      <w:r w:rsidRPr="0026324B">
        <w:t xml:space="preserve">). Palliative care, </w:t>
      </w:r>
      <w:r w:rsidR="00B467FD">
        <w:t>geriatric evaluation and management and maintenance care</w:t>
      </w:r>
      <w:r w:rsidRPr="0026324B">
        <w:t xml:space="preserve"> </w:t>
      </w:r>
      <w:r w:rsidR="009611C0">
        <w:t>constitute</w:t>
      </w:r>
      <w:r w:rsidRPr="0026324B">
        <w:t xml:space="preserve"> the </w:t>
      </w:r>
      <w:r>
        <w:t>remainder</w:t>
      </w:r>
      <w:r w:rsidRPr="0026324B">
        <w:t>. Of the total number of separations in public (non</w:t>
      </w:r>
      <w:r w:rsidRPr="0026324B">
        <w:noBreakHyphen/>
        <w:t xml:space="preserve">psychiatric) hospitals, </w:t>
      </w:r>
      <w:r w:rsidR="00343ABE">
        <w:t>51.0</w:t>
      </w:r>
      <w:r w:rsidRPr="0026324B">
        <w:t> per cent were for same day patients</w:t>
      </w:r>
      <w:r w:rsidR="00260DC5">
        <w:t>.</w:t>
      </w:r>
      <w:r w:rsidRPr="0026324B">
        <w:t xml:space="preserve"> </w:t>
      </w:r>
      <w:r w:rsidR="00260DC5" w:rsidRPr="0026324B">
        <w:t>Public psychiatric hospitals accounted for around 0.</w:t>
      </w:r>
      <w:r w:rsidR="00260DC5">
        <w:t>2</w:t>
      </w:r>
      <w:r w:rsidR="00260DC5" w:rsidRPr="0026324B">
        <w:t xml:space="preserve"> per cent of total separations in public hospitals in </w:t>
      </w:r>
      <w:r w:rsidR="00260DC5">
        <w:t>201</w:t>
      </w:r>
      <w:r w:rsidR="00343ABE">
        <w:t>1</w:t>
      </w:r>
      <w:r w:rsidR="00260DC5">
        <w:noBreakHyphen/>
        <w:t>1</w:t>
      </w:r>
      <w:r w:rsidR="00343ABE">
        <w:t>2</w:t>
      </w:r>
      <w:r w:rsidR="00260DC5" w:rsidRPr="0026324B">
        <w:t xml:space="preserve"> </w:t>
      </w:r>
      <w:r w:rsidRPr="0026324B">
        <w:t>(table </w:t>
      </w:r>
      <w:proofErr w:type="spellStart"/>
      <w:r w:rsidRPr="0026324B">
        <w:t>10A.6</w:t>
      </w:r>
      <w:proofErr w:type="spellEnd"/>
      <w:r w:rsidRPr="0026324B">
        <w:t>).</w:t>
      </w:r>
    </w:p>
    <w:p w:rsidR="00D2410D" w:rsidRDefault="00D2410D" w:rsidP="00D2410D">
      <w:pPr>
        <w:pStyle w:val="FigureTitle"/>
      </w:pPr>
      <w:r>
        <w:rPr>
          <w:b w:val="0"/>
        </w:rPr>
        <w:t xml:space="preserve">Figure </w:t>
      </w:r>
      <w:bookmarkStart w:id="10" w:name="OLE_LINK77"/>
      <w:r w:rsidR="00951DB7">
        <w:rPr>
          <w:b w:val="0"/>
        </w:rPr>
        <w:t>10.</w:t>
      </w:r>
      <w:r w:rsidR="005B16BF">
        <w:rPr>
          <w:b w:val="0"/>
          <w:noProof/>
        </w:rPr>
        <w:t>7</w:t>
      </w:r>
      <w:bookmarkEnd w:id="10"/>
      <w:r>
        <w:tab/>
        <w:t xml:space="preserve">Separation rates in public (non-psychiatric) </w:t>
      </w:r>
      <w:proofErr w:type="spellStart"/>
      <w:r>
        <w:t>hospitals</w:t>
      </w:r>
      <w:r w:rsidRPr="008677A0">
        <w:rPr>
          <w:vertAlign w:val="superscript"/>
        </w:rPr>
        <w:t>a</w:t>
      </w:r>
      <w:proofErr w:type="spellEnd"/>
      <w:r w:rsidRPr="008677A0">
        <w:rPr>
          <w:vertAlign w:val="superscript"/>
        </w:rPr>
        <w:t>, b</w:t>
      </w:r>
      <w:r w:rsidR="00EB3E3B">
        <w:rPr>
          <w:vertAlign w:val="superscript"/>
        </w:rPr>
        <w:t xml:space="preserve">, </w:t>
      </w:r>
      <w:r w:rsidR="00EB3E3B" w:rsidRPr="005615A3">
        <w:rPr>
          <w:vertAlign w:val="superscript"/>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0940E389" wp14:editId="1965B685">
                  <wp:extent cx="5387975" cy="2698115"/>
                  <wp:effectExtent l="0" t="0" r="3175" b="6985"/>
                  <wp:docPr id="7" name="Picture 7" descr="Figure 10.7 Separation rates in public (non-psychiatr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4D625E" w:rsidRDefault="00D2410D" w:rsidP="00D2410D">
      <w:pPr>
        <w:pStyle w:val="Note"/>
      </w:pPr>
      <w:proofErr w:type="spellStart"/>
      <w:r>
        <w:rPr>
          <w:rStyle w:val="NoteLabel"/>
        </w:rPr>
        <w:t>a</w:t>
      </w:r>
      <w:proofErr w:type="spellEnd"/>
      <w:r>
        <w:sym w:font="Symbol" w:char="F020"/>
      </w:r>
      <w:r w:rsidR="007B7111">
        <w:t> </w:t>
      </w:r>
      <w:r>
        <w:t xml:space="preserve">Excludes separations for which the care type was reported as ‘newborn with no qualified days’ and records for hospital boarders </w:t>
      </w:r>
      <w:r w:rsidR="00C25A89">
        <w:t xml:space="preserve">(hospital boarder is defined in section 10.8) </w:t>
      </w:r>
      <w:r>
        <w:t>and posthumous organ procurement.</w:t>
      </w:r>
      <w:r w:rsidRPr="004D625E">
        <w:t xml:space="preserve"> </w:t>
      </w:r>
      <w:r>
        <w:rPr>
          <w:rStyle w:val="NoteLabel"/>
        </w:rPr>
        <w:t>b</w:t>
      </w:r>
      <w:r w:rsidR="00F13B49">
        <w:rPr>
          <w:rFonts w:cs="Arial"/>
          <w:sz w:val="20"/>
        </w:rPr>
        <w:t> </w:t>
      </w:r>
      <w:r w:rsidRPr="004D625E">
        <w:t>Rates are directly age standardised to the Australia</w:t>
      </w:r>
      <w:r>
        <w:t>n</w:t>
      </w:r>
      <w:r w:rsidRPr="004D625E">
        <w:t xml:space="preserve"> population at 30 June 2001</w:t>
      </w:r>
      <w:r w:rsidRPr="00727381">
        <w:t xml:space="preserve">. </w:t>
      </w:r>
      <w:r w:rsidR="00CE75FB" w:rsidRPr="00727381">
        <w:rPr>
          <w:rStyle w:val="NoteLabel"/>
        </w:rPr>
        <w:t>c</w:t>
      </w:r>
      <w:r w:rsidR="00EB3E3B" w:rsidRPr="00727381">
        <w:t xml:space="preserve"> </w:t>
      </w:r>
      <w:r w:rsidR="00CE75FB" w:rsidRPr="00727381">
        <w:t>The NT has a high percentage of the population that is Indigenous which contributes to the high level of separations in the NT.</w:t>
      </w:r>
    </w:p>
    <w:p w:rsidR="00D2410D" w:rsidRDefault="00D2410D" w:rsidP="00D2410D">
      <w:pPr>
        <w:pStyle w:val="Source"/>
      </w:pPr>
      <w:r w:rsidRPr="007B6AA8">
        <w:rPr>
          <w:i/>
        </w:rPr>
        <w:t>Source</w:t>
      </w:r>
      <w:r>
        <w:t xml:space="preserve">: </w:t>
      </w:r>
      <w:proofErr w:type="spellStart"/>
      <w:r w:rsidRPr="00C569B4">
        <w:t>AIHW</w:t>
      </w:r>
      <w:proofErr w:type="spellEnd"/>
      <w:r w:rsidRPr="00C569B4">
        <w:t xml:space="preserve"> (various years),</w:t>
      </w:r>
      <w:r w:rsidRPr="00C569B4">
        <w:rPr>
          <w:i/>
        </w:rPr>
        <w:t xml:space="preserve"> Australian Hospital Statistics</w:t>
      </w:r>
      <w:r>
        <w:rPr>
          <w:i/>
        </w:rPr>
        <w:t xml:space="preserve">, </w:t>
      </w:r>
      <w:r>
        <w:t xml:space="preserve">Health Services Series, </w:t>
      </w:r>
      <w:r w:rsidRPr="004B76AB">
        <w:t>Cat</w:t>
      </w:r>
      <w:r>
        <w:t xml:space="preserve">. nos </w:t>
      </w:r>
      <w:proofErr w:type="spellStart"/>
      <w:r>
        <w:t>HSE</w:t>
      </w:r>
      <w:proofErr w:type="spellEnd"/>
      <w:r>
        <w:t xml:space="preserve"> </w:t>
      </w:r>
      <w:r w:rsidR="00492C9A" w:rsidRPr="00E004B5">
        <w:t>71, 84</w:t>
      </w:r>
      <w:r w:rsidR="00492C9A">
        <w:t>,</w:t>
      </w:r>
      <w:r w:rsidR="00492C9A" w:rsidRPr="00E004B5">
        <w:t xml:space="preserve"> 107</w:t>
      </w:r>
      <w:r w:rsidR="00492C9A">
        <w:t>,</w:t>
      </w:r>
      <w:r w:rsidR="00492C9A" w:rsidRPr="00193664">
        <w:t xml:space="preserve"> </w:t>
      </w:r>
      <w:r w:rsidR="00492C9A">
        <w:t>117</w:t>
      </w:r>
      <w:r w:rsidR="00492C9A" w:rsidRPr="00492C9A">
        <w:t xml:space="preserve"> </w:t>
      </w:r>
      <w:r w:rsidR="00492C9A" w:rsidRPr="00E004B5">
        <w:t>and</w:t>
      </w:r>
      <w:r w:rsidR="00492C9A">
        <w:t xml:space="preserve"> 134</w:t>
      </w:r>
      <w:r>
        <w:t xml:space="preserve">; </w:t>
      </w:r>
      <w:r w:rsidRPr="00C569B4">
        <w:t xml:space="preserve">table </w:t>
      </w:r>
      <w:proofErr w:type="spellStart"/>
      <w:r w:rsidRPr="00C569B4">
        <w:t>10A.7</w:t>
      </w:r>
      <w:proofErr w:type="spellEnd"/>
      <w:r w:rsidRPr="00C569B4">
        <w:t>.</w:t>
      </w:r>
    </w:p>
    <w:p w:rsidR="00D2410D" w:rsidRDefault="00D2410D" w:rsidP="00D2410D">
      <w:pPr>
        <w:pStyle w:val="BodyText"/>
      </w:pPr>
      <w:r>
        <w:t>Differences across jurisdictions in separation rates reflect variations in the health profiles of the people living in each State and Territory, the decisions made by medical staff about the type of care required and people’s access to services other than public hospitals (for example, primary care and private hospitals).</w:t>
      </w:r>
    </w:p>
    <w:p w:rsidR="00D2410D" w:rsidRDefault="00D2410D" w:rsidP="00727381">
      <w:pPr>
        <w:pStyle w:val="BodyText"/>
      </w:pPr>
      <w:r>
        <w:t>Variations in admission rates can reflect different practices in classifying patients as either admitted same day patients or outpatients</w:t>
      </w:r>
      <w:r w:rsidRPr="00727381">
        <w:t xml:space="preserve">. </w:t>
      </w:r>
      <w:r w:rsidR="00EC5E0F" w:rsidRPr="00727381">
        <w:t xml:space="preserve">For example in SA, chemotherapy and scope procedures are treated as an outpatient rather than same day service. </w:t>
      </w:r>
      <w:r w:rsidRPr="00727381">
        <w:t>T</w:t>
      </w:r>
      <w:r>
        <w:t>he extent of differences in classification practices can be inferred from the variation in the proportion of same day separations across jurisdictions for certain conditions or treatments. This is particularly true of medical separations. Significant variation across jurisdictions in the proportion of same day medical separations was evident in 20</w:t>
      </w:r>
      <w:r w:rsidR="00F61CB6">
        <w:t>1</w:t>
      </w:r>
      <w:r w:rsidR="009B0DDF">
        <w:t>1</w:t>
      </w:r>
      <w:r>
        <w:t>-1</w:t>
      </w:r>
      <w:r w:rsidR="009B0DDF">
        <w:t>2</w:t>
      </w:r>
      <w:r>
        <w:t xml:space="preserve"> (figure 10.</w:t>
      </w:r>
      <w:r w:rsidR="00FD0822">
        <w:t>8</w:t>
      </w:r>
      <w:r>
        <w:t>). Lower jurisdictional variation is likely in admission practices for surgical procedures, as reflected by the lower variability in the proportion of same day surgical separations.</w:t>
      </w:r>
    </w:p>
    <w:p w:rsidR="00D2410D" w:rsidRDefault="00D2410D" w:rsidP="00846E31">
      <w:pPr>
        <w:pStyle w:val="FigureTitle"/>
      </w:pPr>
      <w:r>
        <w:rPr>
          <w:b w:val="0"/>
        </w:rPr>
        <w:t xml:space="preserve">Figure </w:t>
      </w:r>
      <w:bookmarkStart w:id="11" w:name="OLE_LINK78"/>
      <w:r w:rsidR="00951DB7">
        <w:rPr>
          <w:b w:val="0"/>
        </w:rPr>
        <w:t>10.</w:t>
      </w:r>
      <w:r w:rsidR="005B16BF">
        <w:rPr>
          <w:b w:val="0"/>
          <w:noProof/>
        </w:rPr>
        <w:t>8</w:t>
      </w:r>
      <w:bookmarkEnd w:id="11"/>
      <w:r>
        <w:tab/>
        <w:t>Proportion of medical, surgical and total separations that were same day, public (non-psychiatric) hospitals, 20</w:t>
      </w:r>
      <w:r w:rsidR="00F61CB6">
        <w:t>1</w:t>
      </w:r>
      <w:r w:rsidR="00C96F56">
        <w:t>1</w:t>
      </w:r>
      <w:r>
        <w:t>-</w:t>
      </w:r>
      <w:proofErr w:type="spellStart"/>
      <w:r>
        <w:t>1</w:t>
      </w:r>
      <w:r w:rsidR="00C96F56">
        <w:t>2</w:t>
      </w:r>
      <w:r w:rsidRPr="008677A0">
        <w:rPr>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6E17C52F" wp14:editId="20F4971C">
                  <wp:extent cx="5387975" cy="2698115"/>
                  <wp:effectExtent l="0" t="0" r="3175" b="6985"/>
                  <wp:docPr id="8" name="Picture 8" descr="Figure 10.8 Proportion of medical, surgical and total separations that were same day, public (non-psychiatr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727381">
      <w:pPr>
        <w:pStyle w:val="Note"/>
      </w:pPr>
      <w:r>
        <w:rPr>
          <w:rStyle w:val="NoteLabel"/>
        </w:rPr>
        <w:t>a</w:t>
      </w:r>
      <w:r>
        <w:sym w:font="Symbol" w:char="F020"/>
      </w:r>
      <w:r>
        <w:t>‘Total’ includes medical, surgical, chemotherapy, radiotherapy</w:t>
      </w:r>
      <w:r w:rsidR="00AD74A3" w:rsidRPr="003B7E92">
        <w:t>, renal dialysis</w:t>
      </w:r>
      <w:r w:rsidR="00AD74A3" w:rsidRPr="0042760C">
        <w:rPr>
          <w:shd w:val="clear" w:color="auto" w:fill="FFFFFF" w:themeFill="background1"/>
        </w:rPr>
        <w:t xml:space="preserve"> </w:t>
      </w:r>
      <w:r w:rsidRPr="0042760C">
        <w:rPr>
          <w:shd w:val="clear" w:color="auto" w:fill="FFFFFF" w:themeFill="background1"/>
        </w:rPr>
        <w:t>and</w:t>
      </w:r>
      <w:r>
        <w:t xml:space="preserve"> ‘other’ separations based on AR-</w:t>
      </w:r>
      <w:proofErr w:type="spellStart"/>
      <w:r>
        <w:t>DRG</w:t>
      </w:r>
      <w:proofErr w:type="spellEnd"/>
      <w:r>
        <w:t xml:space="preserve"> </w:t>
      </w:r>
      <w:r w:rsidRPr="00727381">
        <w:t xml:space="preserve">version </w:t>
      </w:r>
      <w:proofErr w:type="spellStart"/>
      <w:r w:rsidR="00EC5E0F" w:rsidRPr="00727381">
        <w:t>6.</w:t>
      </w:r>
      <w:r w:rsidR="001821AC" w:rsidRPr="00727381">
        <w:t>0</w:t>
      </w:r>
      <w:r w:rsidR="00EC5E0F" w:rsidRPr="00727381">
        <w:t>x</w:t>
      </w:r>
      <w:proofErr w:type="spellEnd"/>
      <w:r>
        <w:t xml:space="preserve"> categories.</w:t>
      </w:r>
    </w:p>
    <w:p w:rsidR="00D2410D" w:rsidRDefault="00D2410D" w:rsidP="00D2410D">
      <w:pPr>
        <w:pStyle w:val="Source"/>
      </w:pPr>
      <w:r>
        <w:rPr>
          <w:i/>
        </w:rPr>
        <w:t>Source</w:t>
      </w:r>
      <w:r w:rsidRPr="006F575B">
        <w:t>:</w:t>
      </w:r>
      <w:r>
        <w:t xml:space="preserve"> </w:t>
      </w:r>
      <w:proofErr w:type="spellStart"/>
      <w:r>
        <w:t>AIHW</w:t>
      </w:r>
      <w:proofErr w:type="spellEnd"/>
      <w:r>
        <w:t xml:space="preserve"> (unpublished), </w:t>
      </w:r>
      <w:r w:rsidRPr="0020068F">
        <w:t>National Hospital Morbidity Database</w:t>
      </w:r>
      <w:r>
        <w:t xml:space="preserve">; table </w:t>
      </w:r>
      <w:proofErr w:type="spellStart"/>
      <w:r>
        <w:t>10A.8</w:t>
      </w:r>
      <w:proofErr w:type="spellEnd"/>
      <w:r>
        <w:t>.</w:t>
      </w:r>
    </w:p>
    <w:p w:rsidR="00D2410D" w:rsidRDefault="003901A6" w:rsidP="00D2410D">
      <w:pPr>
        <w:pStyle w:val="BodyText"/>
      </w:pPr>
      <w:r>
        <w:t xml:space="preserve">People </w:t>
      </w:r>
      <w:r w:rsidR="00D2410D">
        <w:t>aged 55 years and over accounted for half of the separations in public hospitals (</w:t>
      </w:r>
      <w:r w:rsidR="00290EFC">
        <w:t>52.</w:t>
      </w:r>
      <w:r w:rsidR="001B09EC">
        <w:t>1</w:t>
      </w:r>
      <w:r w:rsidR="00D2410D">
        <w:t> per cent) in 20</w:t>
      </w:r>
      <w:r w:rsidR="00290EFC">
        <w:t>1</w:t>
      </w:r>
      <w:r w:rsidR="001B09EC">
        <w:t>1</w:t>
      </w:r>
      <w:r w:rsidR="00D2410D">
        <w:t>-1</w:t>
      </w:r>
      <w:r w:rsidR="001B09EC">
        <w:t>2</w:t>
      </w:r>
      <w:r w:rsidR="00D2410D">
        <w:t xml:space="preserve">, even though they accounted for only </w:t>
      </w:r>
      <w:r w:rsidR="00D2410D" w:rsidRPr="0061295C">
        <w:t>2</w:t>
      </w:r>
      <w:r w:rsidR="001B09EC">
        <w:t>5</w:t>
      </w:r>
      <w:r w:rsidR="00D2410D" w:rsidRPr="0061295C">
        <w:t>.</w:t>
      </w:r>
      <w:r w:rsidR="001B09EC">
        <w:t>2</w:t>
      </w:r>
      <w:r w:rsidR="00D2410D" w:rsidRPr="0061295C">
        <w:t> per cent of the estimated resident population at 3</w:t>
      </w:r>
      <w:r w:rsidR="00744249">
        <w:t>0</w:t>
      </w:r>
      <w:r w:rsidR="00D2410D" w:rsidRPr="0061295C">
        <w:t> </w:t>
      </w:r>
      <w:r w:rsidR="00744249">
        <w:t>June</w:t>
      </w:r>
      <w:r w:rsidR="00D2410D" w:rsidRPr="0061295C">
        <w:t> 20</w:t>
      </w:r>
      <w:r w:rsidR="00290EFC">
        <w:t>1</w:t>
      </w:r>
      <w:r w:rsidR="00A1592C">
        <w:t>1</w:t>
      </w:r>
      <w:r w:rsidR="00D2410D" w:rsidRPr="0061295C">
        <w:t xml:space="preserve"> (</w:t>
      </w:r>
      <w:r w:rsidR="00D2410D">
        <w:t>table </w:t>
      </w:r>
      <w:proofErr w:type="spellStart"/>
      <w:r w:rsidR="00D2410D" w:rsidRPr="0061295C">
        <w:t>10A.9</w:t>
      </w:r>
      <w:proofErr w:type="spellEnd"/>
      <w:r w:rsidR="00D2410D" w:rsidRPr="0061295C">
        <w:t xml:space="preserve"> and </w:t>
      </w:r>
      <w:proofErr w:type="spellStart"/>
      <w:r w:rsidR="00D2410D" w:rsidRPr="0061295C">
        <w:t>AIHW</w:t>
      </w:r>
      <w:proofErr w:type="spellEnd"/>
      <w:r w:rsidR="00D2410D" w:rsidRPr="0061295C">
        <w:t> </w:t>
      </w:r>
      <w:proofErr w:type="spellStart"/>
      <w:r w:rsidR="00D2410D" w:rsidRPr="0061295C">
        <w:t>201</w:t>
      </w:r>
      <w:r w:rsidR="001B09EC">
        <w:t>3</w:t>
      </w:r>
      <w:r w:rsidR="00D2410D" w:rsidRPr="0061295C">
        <w:t>a</w:t>
      </w:r>
      <w:proofErr w:type="spellEnd"/>
      <w:r w:rsidR="00D2410D" w:rsidRPr="0061295C">
        <w:t>).</w:t>
      </w:r>
      <w:r w:rsidR="00D2410D">
        <w:t xml:space="preserve"> </w:t>
      </w:r>
    </w:p>
    <w:p w:rsidR="006C5E74" w:rsidRDefault="00D2410D" w:rsidP="00727381">
      <w:pPr>
        <w:pStyle w:val="BodyText"/>
      </w:pPr>
      <w:r>
        <w:t>The 10 AR</w:t>
      </w:r>
      <w:r>
        <w:noBreakHyphen/>
      </w:r>
      <w:proofErr w:type="spellStart"/>
      <w:r>
        <w:t>DRGs</w:t>
      </w:r>
      <w:proofErr w:type="spellEnd"/>
      <w:r>
        <w:t xml:space="preserve"> that accounted for the most overnight acute separations in public hospitals </w:t>
      </w:r>
      <w:r w:rsidRPr="00846E31">
        <w:t>(</w:t>
      </w:r>
      <w:r w:rsidR="006B5150">
        <w:t>18.0</w:t>
      </w:r>
      <w:r>
        <w:t> per cent of all overnight acute separations recorded) in 20</w:t>
      </w:r>
      <w:r w:rsidR="006C5E74">
        <w:t>1</w:t>
      </w:r>
      <w:r w:rsidR="006B5150">
        <w:t>1</w:t>
      </w:r>
      <w:r>
        <w:t>-1</w:t>
      </w:r>
      <w:r w:rsidR="006B5150">
        <w:t>2</w:t>
      </w:r>
      <w:r>
        <w:t xml:space="preserve"> are shown in table </w:t>
      </w:r>
      <w:proofErr w:type="spellStart"/>
      <w:r>
        <w:t>10A.14</w:t>
      </w:r>
      <w:proofErr w:type="spellEnd"/>
      <w:r>
        <w:t xml:space="preserve">. </w:t>
      </w:r>
      <w:r w:rsidR="00351E5E">
        <w:t>‘</w:t>
      </w:r>
      <w:r>
        <w:t xml:space="preserve">Giving birth by </w:t>
      </w:r>
      <w:r w:rsidRPr="00846E31">
        <w:t>vaginal delivery</w:t>
      </w:r>
      <w:r w:rsidRPr="00A15128">
        <w:t xml:space="preserve"> </w:t>
      </w:r>
      <w:r w:rsidR="006B5150" w:rsidRPr="006B5150">
        <w:t xml:space="preserve">without catastrophic or severe </w:t>
      </w:r>
      <w:r w:rsidR="006B5150" w:rsidRPr="00727381">
        <w:t xml:space="preserve">complications </w:t>
      </w:r>
      <w:r w:rsidR="001976A2" w:rsidRPr="00727381">
        <w:t>or</w:t>
      </w:r>
      <w:r w:rsidR="006B5150" w:rsidRPr="006B5150">
        <w:t xml:space="preserve"> comorbidities</w:t>
      </w:r>
      <w:r w:rsidR="00351E5E">
        <w:t>’</w:t>
      </w:r>
      <w:r w:rsidR="006B5150">
        <w:t xml:space="preserve"> </w:t>
      </w:r>
      <w:r>
        <w:t xml:space="preserve">accounted for the most overnight acute </w:t>
      </w:r>
      <w:r w:rsidRPr="00846E31">
        <w:t>separations (</w:t>
      </w:r>
      <w:r w:rsidR="006B5150">
        <w:t>3.9</w:t>
      </w:r>
      <w:r w:rsidRPr="00846E31">
        <w:t xml:space="preserve"> per cent) followed by </w:t>
      </w:r>
      <w:r w:rsidR="00351E5E">
        <w:t>‘</w:t>
      </w:r>
      <w:r w:rsidR="00351E5E" w:rsidRPr="00846E31">
        <w:t xml:space="preserve">Chest </w:t>
      </w:r>
      <w:r w:rsidRPr="00846E31">
        <w:t>pain</w:t>
      </w:r>
      <w:r w:rsidR="00351E5E">
        <w:t>’</w:t>
      </w:r>
      <w:r w:rsidRPr="00846E31">
        <w:t xml:space="preserve"> (2.</w:t>
      </w:r>
      <w:r w:rsidR="006B5150">
        <w:t>3</w:t>
      </w:r>
      <w:r w:rsidR="006C5E74" w:rsidRPr="00846E31">
        <w:t> per</w:t>
      </w:r>
      <w:r w:rsidR="006C5E74">
        <w:t> </w:t>
      </w:r>
      <w:r>
        <w:t>cent).</w:t>
      </w:r>
    </w:p>
    <w:p w:rsidR="006C5E74" w:rsidRDefault="00D2410D" w:rsidP="00727381">
      <w:pPr>
        <w:pStyle w:val="BodyText"/>
      </w:pPr>
      <w:r>
        <w:t>The 10 AR</w:t>
      </w:r>
      <w:r>
        <w:noBreakHyphen/>
      </w:r>
      <w:proofErr w:type="spellStart"/>
      <w:r>
        <w:t>DRGs</w:t>
      </w:r>
      <w:proofErr w:type="spellEnd"/>
      <w:r>
        <w:t xml:space="preserve"> that </w:t>
      </w:r>
      <w:r w:rsidRPr="00846E31">
        <w:t>accounted for the most patient days (</w:t>
      </w:r>
      <w:r w:rsidR="006B5150">
        <w:t>16.6</w:t>
      </w:r>
      <w:r w:rsidRPr="00846E31">
        <w:t> per cent of all patient days recorded) in 20</w:t>
      </w:r>
      <w:r w:rsidR="006C5E74" w:rsidRPr="00846E31">
        <w:t>1</w:t>
      </w:r>
      <w:r w:rsidR="006B5150">
        <w:t>1</w:t>
      </w:r>
      <w:r w:rsidRPr="00846E31">
        <w:t>-1</w:t>
      </w:r>
      <w:r w:rsidR="006B5150">
        <w:t>2</w:t>
      </w:r>
      <w:r w:rsidRPr="00846E31">
        <w:t xml:space="preserve"> are shown in table </w:t>
      </w:r>
      <w:proofErr w:type="spellStart"/>
      <w:r w:rsidRPr="00846E31">
        <w:t>10A.15</w:t>
      </w:r>
      <w:proofErr w:type="spellEnd"/>
      <w:r w:rsidRPr="00846E31">
        <w:t xml:space="preserve">. </w:t>
      </w:r>
      <w:r w:rsidR="00351E5E" w:rsidRPr="00727381">
        <w:t>‘</w:t>
      </w:r>
      <w:r w:rsidRPr="00727381">
        <w:t>Schizophreni</w:t>
      </w:r>
      <w:r w:rsidR="001976A2" w:rsidRPr="00727381">
        <w:t>a</w:t>
      </w:r>
      <w:r w:rsidRPr="00846E31">
        <w:t xml:space="preserve"> disorders </w:t>
      </w:r>
      <w:r w:rsidR="006B5150">
        <w:t>with mental health legal status</w:t>
      </w:r>
      <w:r w:rsidR="00351E5E">
        <w:t>’</w:t>
      </w:r>
      <w:r w:rsidR="006B5150">
        <w:t xml:space="preserve"> </w:t>
      </w:r>
      <w:r w:rsidRPr="00846E31">
        <w:t>accounted for the largest number of patient days (</w:t>
      </w:r>
      <w:r w:rsidR="006B5150">
        <w:t>3.1</w:t>
      </w:r>
      <w:r w:rsidRPr="00846E31">
        <w:t xml:space="preserve"> per cent), followed </w:t>
      </w:r>
      <w:r w:rsidR="006C5E74" w:rsidRPr="00846E31">
        <w:t xml:space="preserve">by </w:t>
      </w:r>
      <w:r w:rsidR="00351E5E">
        <w:t>‘</w:t>
      </w:r>
      <w:r w:rsidR="00351E5E" w:rsidRPr="006B5150">
        <w:t xml:space="preserve">Major </w:t>
      </w:r>
      <w:r w:rsidR="006B5150" w:rsidRPr="006B5150">
        <w:t xml:space="preserve">affective disorders </w:t>
      </w:r>
      <w:r w:rsidR="006B5150">
        <w:t xml:space="preserve">for those aged less than </w:t>
      </w:r>
      <w:r w:rsidR="006B5150" w:rsidRPr="006B5150">
        <w:t>70</w:t>
      </w:r>
      <w:r w:rsidR="006B5150">
        <w:t xml:space="preserve"> years</w:t>
      </w:r>
      <w:r w:rsidR="006B5150" w:rsidRPr="006B5150">
        <w:t xml:space="preserve"> without catastrophic or severe </w:t>
      </w:r>
      <w:r w:rsidR="006B5150" w:rsidRPr="00727381">
        <w:t xml:space="preserve">complications </w:t>
      </w:r>
      <w:r w:rsidR="008573D9" w:rsidRPr="00727381">
        <w:t>or</w:t>
      </w:r>
      <w:r w:rsidR="006B5150" w:rsidRPr="006B5150">
        <w:t xml:space="preserve"> comorbidities</w:t>
      </w:r>
      <w:r w:rsidR="00351E5E">
        <w:t>’</w:t>
      </w:r>
      <w:r w:rsidR="006B5150" w:rsidRPr="006B5150">
        <w:t xml:space="preserve"> </w:t>
      </w:r>
      <w:r w:rsidRPr="00846E31">
        <w:t>(</w:t>
      </w:r>
      <w:r w:rsidR="006B5150">
        <w:t>2.1</w:t>
      </w:r>
      <w:r w:rsidR="0005226E">
        <w:t> per </w:t>
      </w:r>
      <w:r w:rsidRPr="00846E31">
        <w:t>cent</w:t>
      </w:r>
      <w:r w:rsidR="006B5150">
        <w:rPr>
          <w:shd w:val="clear" w:color="auto" w:fill="FFFFFF" w:themeFill="background1"/>
        </w:rPr>
        <w:t>) (table </w:t>
      </w:r>
      <w:proofErr w:type="spellStart"/>
      <w:r w:rsidRPr="000B211B">
        <w:rPr>
          <w:shd w:val="clear" w:color="auto" w:fill="FFFFFF" w:themeFill="background1"/>
        </w:rPr>
        <w:t>10A.15</w:t>
      </w:r>
      <w:proofErr w:type="spellEnd"/>
      <w:r w:rsidRPr="000B211B">
        <w:rPr>
          <w:shd w:val="clear" w:color="auto" w:fill="FFFFFF" w:themeFill="background1"/>
        </w:rPr>
        <w:t>).</w:t>
      </w:r>
    </w:p>
    <w:p w:rsidR="00D2410D" w:rsidRDefault="00D2410D" w:rsidP="00D2410D">
      <w:pPr>
        <w:pStyle w:val="Heading4"/>
      </w:pPr>
      <w:r>
        <w:t xml:space="preserve">Admitted patient care for Indigenous </w:t>
      </w:r>
      <w:r w:rsidR="005D5D0D">
        <w:t>Australians</w:t>
      </w:r>
    </w:p>
    <w:p w:rsidR="00D2410D" w:rsidRDefault="00D2410D" w:rsidP="00727381">
      <w:pPr>
        <w:pStyle w:val="BodyText"/>
      </w:pPr>
      <w:r w:rsidRPr="00E004B5">
        <w:t>The completeness of Indigenous identification in hospital admitted patient data varies across states and territories. Efforts to improve Indigenous identification are ongoing</w:t>
      </w:r>
      <w:r w:rsidRPr="00727381">
        <w:t>. In 20</w:t>
      </w:r>
      <w:r w:rsidR="00900530" w:rsidRPr="00727381">
        <w:t>1</w:t>
      </w:r>
      <w:r w:rsidR="0005226E" w:rsidRPr="00727381">
        <w:t>1</w:t>
      </w:r>
      <w:r w:rsidRPr="00727381">
        <w:t>-1</w:t>
      </w:r>
      <w:r w:rsidR="0005226E" w:rsidRPr="00727381">
        <w:t>2</w:t>
      </w:r>
      <w:r w:rsidRPr="00727381">
        <w:t xml:space="preserve">, on an age standardised basis, </w:t>
      </w:r>
      <w:r w:rsidR="0005226E" w:rsidRPr="00727381">
        <w:t>877.4</w:t>
      </w:r>
      <w:r w:rsidRPr="00727381">
        <w:t xml:space="preserve"> public hospital separations (including same day separations) for Indigenous </w:t>
      </w:r>
      <w:r w:rsidR="005D5D0D" w:rsidRPr="00727381">
        <w:t>Australians</w:t>
      </w:r>
      <w:r w:rsidRPr="00727381">
        <w:t xml:space="preserve"> were reported per 1000 Indigenous</w:t>
      </w:r>
      <w:r w:rsidR="00B4345C" w:rsidRPr="00727381">
        <w:t xml:space="preserve"> Australians</w:t>
      </w:r>
      <w:r w:rsidRPr="00727381">
        <w:t xml:space="preserve">. This rate was markedly higher than the corresponding rate of </w:t>
      </w:r>
      <w:r w:rsidR="0005226E" w:rsidRPr="00727381">
        <w:t>236.4</w:t>
      </w:r>
      <w:r w:rsidRPr="00727381">
        <w:t xml:space="preserve"> per 1000 for </w:t>
      </w:r>
      <w:r w:rsidR="00CE6DFE" w:rsidRPr="00727381">
        <w:t>all Australians</w:t>
      </w:r>
      <w:r w:rsidRPr="00727381">
        <w:t xml:space="preserve"> (figure 10.</w:t>
      </w:r>
      <w:r w:rsidR="00FD0822" w:rsidRPr="00727381">
        <w:t>9</w:t>
      </w:r>
      <w:r w:rsidRPr="00727381">
        <w:t xml:space="preserve">). </w:t>
      </w:r>
    </w:p>
    <w:p w:rsidR="00D2410D" w:rsidRDefault="00D2410D" w:rsidP="00E76F95">
      <w:pPr>
        <w:pStyle w:val="FigureTitle"/>
      </w:pPr>
      <w:r>
        <w:rPr>
          <w:b w:val="0"/>
        </w:rPr>
        <w:t xml:space="preserve">Figure </w:t>
      </w:r>
      <w:r w:rsidR="00951DB7">
        <w:rPr>
          <w:b w:val="0"/>
        </w:rPr>
        <w:t>10.</w:t>
      </w:r>
      <w:r w:rsidR="005B16BF">
        <w:rPr>
          <w:b w:val="0"/>
          <w:noProof/>
        </w:rPr>
        <w:t>9</w:t>
      </w:r>
      <w:r>
        <w:tab/>
        <w:t>Estimates of public hospital separations, by Indigenous status of patient, 20</w:t>
      </w:r>
      <w:r w:rsidR="00290EFC">
        <w:t>1</w:t>
      </w:r>
      <w:r w:rsidR="00C96F56">
        <w:t>1</w:t>
      </w:r>
      <w:r>
        <w:t>-</w:t>
      </w:r>
      <w:proofErr w:type="spellStart"/>
      <w:r>
        <w:t>1</w:t>
      </w:r>
      <w:r w:rsidR="00C96F56">
        <w:t>2</w:t>
      </w:r>
      <w:r w:rsidRPr="003369CE">
        <w:rPr>
          <w:vertAlign w:val="superscript"/>
        </w:rPr>
        <w:t>a</w:t>
      </w:r>
      <w:proofErr w:type="spellEnd"/>
      <w:r w:rsidRPr="003369CE">
        <w:rPr>
          <w:vertAlign w:val="superscript"/>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7374A2">
            <w:pPr>
              <w:pStyle w:val="Figure"/>
            </w:pPr>
            <w:r>
              <w:rPr>
                <w:noProof/>
              </w:rPr>
              <w:drawing>
                <wp:inline distT="0" distB="0" distL="0" distR="0" wp14:anchorId="6255CA63" wp14:editId="1042212B">
                  <wp:extent cx="5387975" cy="2698115"/>
                  <wp:effectExtent l="0" t="0" r="3175" b="6985"/>
                  <wp:docPr id="9" name="Picture 9" descr="Figure 10.9 Estimates of public hospital separations, by Indigenous status of patient,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4F7485">
      <w:pPr>
        <w:pStyle w:val="Note"/>
        <w:rPr>
          <w:rStyle w:val="NoteLabel"/>
        </w:rPr>
      </w:pPr>
      <w:proofErr w:type="spellStart"/>
      <w:r w:rsidRPr="00432B4D">
        <w:rPr>
          <w:rStyle w:val="NoteLabel"/>
        </w:rPr>
        <w:t>a</w:t>
      </w:r>
      <w:proofErr w:type="spellEnd"/>
      <w:r w:rsidRPr="00432B4D">
        <w:sym w:font="Symbol" w:char="F020"/>
      </w:r>
      <w:r w:rsidRPr="00432B4D">
        <w:t xml:space="preserve"> The rates are directly age standardised to the Australian population at 30 June 200</w:t>
      </w:r>
      <w:r>
        <w:t>1</w:t>
      </w:r>
      <w:r w:rsidRPr="00432B4D">
        <w:t xml:space="preserve">. </w:t>
      </w:r>
      <w:r w:rsidRPr="00432B4D">
        <w:rPr>
          <w:rStyle w:val="NoteLabel"/>
        </w:rPr>
        <w:t>b</w:t>
      </w:r>
      <w:r w:rsidRPr="00432B4D">
        <w:t xml:space="preserve"> Identification of Indigenous </w:t>
      </w:r>
      <w:r w:rsidR="005D5D0D">
        <w:t>Australians</w:t>
      </w:r>
      <w:r w:rsidRPr="00432B4D">
        <w:t xml:space="preserve"> is </w:t>
      </w:r>
      <w:r w:rsidR="003901A6">
        <w:t>in</w:t>
      </w:r>
      <w:r w:rsidRPr="00432B4D">
        <w:t xml:space="preserve">complete and completeness varies across jurisdictions. </w:t>
      </w:r>
    </w:p>
    <w:p w:rsidR="00D2410D" w:rsidRPr="00410DC7" w:rsidRDefault="00D2410D" w:rsidP="00D2410D">
      <w:pPr>
        <w:pStyle w:val="Source"/>
      </w:pPr>
      <w:r>
        <w:rPr>
          <w:i/>
        </w:rPr>
        <w:t>Source</w:t>
      </w:r>
      <w:r>
        <w:t xml:space="preserve">: </w:t>
      </w:r>
      <w:proofErr w:type="spellStart"/>
      <w:r>
        <w:t>AIHW</w:t>
      </w:r>
      <w:proofErr w:type="spellEnd"/>
      <w:r>
        <w:t xml:space="preserve"> (unpublished), </w:t>
      </w:r>
      <w:r w:rsidRPr="0020068F">
        <w:t>National Hospital Morbidity Database</w:t>
      </w:r>
      <w:r>
        <w:t>; table </w:t>
      </w:r>
      <w:proofErr w:type="spellStart"/>
      <w:r>
        <w:t>10A.11</w:t>
      </w:r>
      <w:proofErr w:type="spellEnd"/>
      <w:r>
        <w:t>.</w:t>
      </w:r>
    </w:p>
    <w:p w:rsidR="00D2410D" w:rsidRPr="00CB6ACD" w:rsidRDefault="00D2410D" w:rsidP="00727381">
      <w:pPr>
        <w:pStyle w:val="BodyText"/>
      </w:pPr>
      <w:r>
        <w:t>H</w:t>
      </w:r>
      <w:r w:rsidRPr="00CB6ACD">
        <w:t xml:space="preserve">ospital episodes of care involving dialysis </w:t>
      </w:r>
      <w:r w:rsidRPr="00E76F95">
        <w:t xml:space="preserve">accounted for </w:t>
      </w:r>
      <w:r w:rsidR="0053767E">
        <w:t>a large portion of same day separations</w:t>
      </w:r>
      <w:r w:rsidR="005E4482">
        <w:t>,</w:t>
      </w:r>
      <w:r w:rsidR="0053767E">
        <w:t xml:space="preserve"> particularly for </w:t>
      </w:r>
      <w:r>
        <w:t>Indigenous</w:t>
      </w:r>
      <w:r w:rsidRPr="00CB6ACD">
        <w:t xml:space="preserve"> </w:t>
      </w:r>
      <w:r w:rsidR="005D5D0D">
        <w:t>Australians</w:t>
      </w:r>
      <w:r w:rsidR="0053767E">
        <w:t xml:space="preserve">. </w:t>
      </w:r>
      <w:r w:rsidRPr="00E76F95">
        <w:t>The</w:t>
      </w:r>
      <w:r w:rsidRPr="00CB6ACD">
        <w:t xml:space="preserve"> hospitalisation rate for </w:t>
      </w:r>
      <w:r w:rsidR="005D5D0D">
        <w:t xml:space="preserve">Indigenous Australians for </w:t>
      </w:r>
      <w:r w:rsidRPr="00CB6ACD">
        <w:t>dialysis was 1</w:t>
      </w:r>
      <w:r w:rsidR="0053767E">
        <w:t>2</w:t>
      </w:r>
      <w:r w:rsidRPr="00CB6ACD">
        <w:t xml:space="preserve"> times as high as the rate </w:t>
      </w:r>
      <w:r w:rsidRPr="00E76F95">
        <w:t xml:space="preserve">for </w:t>
      </w:r>
      <w:r w:rsidR="00EF5516" w:rsidRPr="00E76F95">
        <w:t>non</w:t>
      </w:r>
      <w:r w:rsidR="00EF5516" w:rsidRPr="00E76F95">
        <w:noBreakHyphen/>
        <w:t>Indigenous</w:t>
      </w:r>
      <w:r w:rsidR="00EF5516" w:rsidRPr="00EF5516">
        <w:t xml:space="preserve"> </w:t>
      </w:r>
      <w:r w:rsidRPr="00CB6ACD">
        <w:t xml:space="preserve">Australians. </w:t>
      </w:r>
      <w:r w:rsidR="005E4482">
        <w:t>When dialysis is excluded</w:t>
      </w:r>
      <w:r w:rsidR="00736DF2">
        <w:t>,</w:t>
      </w:r>
      <w:r w:rsidR="005E4482">
        <w:t xml:space="preserve"> t</w:t>
      </w:r>
      <w:r w:rsidRPr="00CB6ACD">
        <w:t xml:space="preserve">he hospitalisation rate for </w:t>
      </w:r>
      <w:r>
        <w:t>Indigenous</w:t>
      </w:r>
      <w:r w:rsidRPr="00CB6ACD">
        <w:t xml:space="preserve"> </w:t>
      </w:r>
      <w:r w:rsidR="005D5D0D">
        <w:t>Australians</w:t>
      </w:r>
      <w:r w:rsidRPr="00CB6ACD">
        <w:t xml:space="preserve"> </w:t>
      </w:r>
      <w:r w:rsidR="00154E61">
        <w:t>in 2011-12</w:t>
      </w:r>
      <w:r w:rsidRPr="00E76F95">
        <w:t xml:space="preserve"> </w:t>
      </w:r>
      <w:r w:rsidR="00F9427E">
        <w:t>(138.9</w:t>
      </w:r>
      <w:r w:rsidRPr="00E76F95">
        <w:t xml:space="preserve"> per</w:t>
      </w:r>
      <w:r>
        <w:t xml:space="preserve"> 1</w:t>
      </w:r>
      <w:r w:rsidRPr="00CB6ACD">
        <w:t xml:space="preserve">000 </w:t>
      </w:r>
      <w:r w:rsidR="007B7111">
        <w:t xml:space="preserve">of the </w:t>
      </w:r>
      <w:r w:rsidRPr="00CB6ACD">
        <w:t>pop</w:t>
      </w:r>
      <w:r>
        <w:t>ulation</w:t>
      </w:r>
      <w:r w:rsidR="00F9427E">
        <w:t xml:space="preserve">) was less than that for </w:t>
      </w:r>
      <w:r w:rsidR="00F9427E" w:rsidRPr="00E76F95">
        <w:t>non</w:t>
      </w:r>
      <w:r w:rsidR="00F9427E" w:rsidRPr="00E76F95">
        <w:noBreakHyphen/>
        <w:t xml:space="preserve">Indigenous Australians </w:t>
      </w:r>
      <w:r w:rsidR="00F9427E">
        <w:t>(168.6</w:t>
      </w:r>
      <w:r w:rsidRPr="00E76F95">
        <w:t xml:space="preserve"> per 1000 </w:t>
      </w:r>
      <w:r w:rsidR="007B7111">
        <w:t xml:space="preserve">of the </w:t>
      </w:r>
      <w:r w:rsidRPr="00E76F95">
        <w:t>population</w:t>
      </w:r>
      <w:r w:rsidR="00F9427E">
        <w:t>) (</w:t>
      </w:r>
      <w:proofErr w:type="spellStart"/>
      <w:r w:rsidR="00F9427E">
        <w:t>AIHW</w:t>
      </w:r>
      <w:proofErr w:type="spellEnd"/>
      <w:r w:rsidR="00F9427E">
        <w:t> </w:t>
      </w:r>
      <w:proofErr w:type="spellStart"/>
      <w:r w:rsidR="00F9427E">
        <w:t>2013</w:t>
      </w:r>
      <w:r w:rsidR="005E4482">
        <w:t>a</w:t>
      </w:r>
      <w:proofErr w:type="spellEnd"/>
      <w:r w:rsidR="00F9427E">
        <w:t>).</w:t>
      </w:r>
    </w:p>
    <w:p w:rsidR="00D2410D" w:rsidRPr="000F6218" w:rsidRDefault="00D2410D" w:rsidP="00D2410D">
      <w:pPr>
        <w:pStyle w:val="BodyText"/>
      </w:pPr>
      <w:r w:rsidRPr="000F6218">
        <w:t>In 20</w:t>
      </w:r>
      <w:r w:rsidR="00BA7400" w:rsidRPr="000F6218">
        <w:t>1</w:t>
      </w:r>
      <w:r w:rsidR="003235FD" w:rsidRPr="000F6218">
        <w:t>1</w:t>
      </w:r>
      <w:r w:rsidRPr="000F6218">
        <w:t>-1</w:t>
      </w:r>
      <w:r w:rsidR="003235FD" w:rsidRPr="000F6218">
        <w:t>2</w:t>
      </w:r>
      <w:r w:rsidRPr="000F6218">
        <w:t xml:space="preserve">, separations for Indigenous </w:t>
      </w:r>
      <w:r w:rsidR="005D5D0D" w:rsidRPr="000F6218">
        <w:t>Australians</w:t>
      </w:r>
      <w:r w:rsidRPr="000F6218">
        <w:t xml:space="preserve"> accounted for around </w:t>
      </w:r>
      <w:r w:rsidR="003235FD" w:rsidRPr="000F6218">
        <w:t>4.0</w:t>
      </w:r>
      <w:r w:rsidRPr="000F6218">
        <w:t xml:space="preserve"> per cent of total separations and </w:t>
      </w:r>
      <w:r w:rsidR="003235FD" w:rsidRPr="000F6218">
        <w:t>6.1</w:t>
      </w:r>
      <w:r w:rsidRPr="000F6218">
        <w:t> per cent of separations in public hospitals in NSW, Victoria, Queensland, WA, SA and the NT combined (table </w:t>
      </w:r>
      <w:proofErr w:type="spellStart"/>
      <w:r w:rsidRPr="000F6218">
        <w:t>10A.10</w:t>
      </w:r>
      <w:proofErr w:type="spellEnd"/>
      <w:r w:rsidRPr="000F6218">
        <w:t xml:space="preserve">). </w:t>
      </w:r>
      <w:r w:rsidRPr="00727381">
        <w:t xml:space="preserve">Indigenous </w:t>
      </w:r>
      <w:r w:rsidR="005D5D0D" w:rsidRPr="00727381">
        <w:t>Australians</w:t>
      </w:r>
      <w:r w:rsidRPr="00727381">
        <w:t xml:space="preserve"> made up only around </w:t>
      </w:r>
      <w:r w:rsidR="00535B89" w:rsidRPr="00727381">
        <w:t>3</w:t>
      </w:r>
      <w:r w:rsidRPr="00727381">
        <w:t xml:space="preserve"> per cent of the population </w:t>
      </w:r>
      <w:r w:rsidR="00546599" w:rsidRPr="00727381">
        <w:t>nationally, although this rate varied significantly from 0.8 per cent in Victoria to 29.1 per cent in the NT</w:t>
      </w:r>
      <w:r w:rsidRPr="00727381">
        <w:t xml:space="preserve"> (tables </w:t>
      </w:r>
      <w:proofErr w:type="spellStart"/>
      <w:r w:rsidR="00E5552D" w:rsidRPr="00727381">
        <w:t>2</w:t>
      </w:r>
      <w:r w:rsidRPr="00727381">
        <w:t>A.2</w:t>
      </w:r>
      <w:proofErr w:type="spellEnd"/>
      <w:r w:rsidRPr="00727381">
        <w:t xml:space="preserve"> and </w:t>
      </w:r>
      <w:proofErr w:type="spellStart"/>
      <w:r w:rsidR="00E5552D" w:rsidRPr="00727381">
        <w:t>2</w:t>
      </w:r>
      <w:r w:rsidRPr="00727381">
        <w:t>A.</w:t>
      </w:r>
      <w:r w:rsidR="00535B89" w:rsidRPr="00727381">
        <w:t>15</w:t>
      </w:r>
      <w:proofErr w:type="spellEnd"/>
      <w:r w:rsidRPr="00727381">
        <w:t>).</w:t>
      </w:r>
      <w:r w:rsidRPr="000F6218">
        <w:t xml:space="preserve"> Most separations involving Indigenous </w:t>
      </w:r>
      <w:r w:rsidR="005D5D0D" w:rsidRPr="000F6218">
        <w:t>Australians</w:t>
      </w:r>
      <w:r w:rsidRPr="000F6218">
        <w:t xml:space="preserve"> (</w:t>
      </w:r>
      <w:r w:rsidR="00843C62" w:rsidRPr="000F6218">
        <w:t>92.0</w:t>
      </w:r>
      <w:r w:rsidRPr="000F6218">
        <w:t> per cent) in these jurisdictions occu</w:t>
      </w:r>
      <w:r w:rsidR="00626D59" w:rsidRPr="000F6218">
        <w:t>rred in public hospitals (table </w:t>
      </w:r>
      <w:proofErr w:type="spellStart"/>
      <w:r w:rsidRPr="000F6218">
        <w:t>10A.10</w:t>
      </w:r>
      <w:proofErr w:type="spellEnd"/>
      <w:r w:rsidRPr="000F6218">
        <w:t xml:space="preserve">). </w:t>
      </w:r>
    </w:p>
    <w:p w:rsidR="00D2410D" w:rsidRDefault="00D2410D" w:rsidP="00D2410D">
      <w:pPr>
        <w:pStyle w:val="Heading4"/>
      </w:pPr>
      <w:r>
        <w:t>Non-admitted patient services</w:t>
      </w:r>
    </w:p>
    <w:p w:rsidR="00D2410D" w:rsidRDefault="00D2410D" w:rsidP="00E76F95">
      <w:pPr>
        <w:pStyle w:val="BodyText"/>
      </w:pPr>
      <w:r>
        <w:t xml:space="preserve">A total of </w:t>
      </w:r>
      <w:r w:rsidR="00B229F0" w:rsidRPr="00E76F95">
        <w:t>5</w:t>
      </w:r>
      <w:r w:rsidR="00AD2652">
        <w:t>3</w:t>
      </w:r>
      <w:r w:rsidRPr="00E76F95">
        <w:t>.</w:t>
      </w:r>
      <w:r w:rsidR="00AD2652">
        <w:t>1</w:t>
      </w:r>
      <w:r w:rsidRPr="00E76F95">
        <w:t> million</w:t>
      </w:r>
      <w:r>
        <w:t xml:space="preserve"> individual occasions of service were provided to non</w:t>
      </w:r>
      <w:r>
        <w:noBreakHyphen/>
        <w:t>admitted patients in public acute hospitals in 20</w:t>
      </w:r>
      <w:r w:rsidR="00B229F0">
        <w:t>1</w:t>
      </w:r>
      <w:r w:rsidR="00AD2652">
        <w:t>1</w:t>
      </w:r>
      <w:r>
        <w:t>-1</w:t>
      </w:r>
      <w:r w:rsidR="00AD2652">
        <w:t>2</w:t>
      </w:r>
      <w:r>
        <w:t xml:space="preserve"> (table 10.1). In addition, public hospitals delivered 3</w:t>
      </w:r>
      <w:r w:rsidR="00AD2652">
        <w:t>03</w:t>
      </w:r>
      <w:r>
        <w:t> </w:t>
      </w:r>
      <w:r w:rsidR="00AD2652">
        <w:t>931</w:t>
      </w:r>
      <w:r>
        <w:t xml:space="preserve"> group sessions during this time (a group session is defined as a service provided to two or more patients, excluding services provided to two or more family members) (table </w:t>
      </w:r>
      <w:proofErr w:type="spellStart"/>
      <w:r>
        <w:t>10A.16</w:t>
      </w:r>
      <w:proofErr w:type="spellEnd"/>
      <w:r>
        <w:t>). In public acute hospitals in 20</w:t>
      </w:r>
      <w:r w:rsidR="00B229F0">
        <w:t>1</w:t>
      </w:r>
      <w:r w:rsidR="001957E8">
        <w:t>1</w:t>
      </w:r>
      <w:r>
        <w:t>-1</w:t>
      </w:r>
      <w:r w:rsidR="001957E8">
        <w:t>2</w:t>
      </w:r>
      <w:r>
        <w:t xml:space="preserve">, accident and emergency services comprised </w:t>
      </w:r>
      <w:r w:rsidR="00AD2652">
        <w:t>14.7</w:t>
      </w:r>
      <w:r>
        <w:t xml:space="preserve"> per cent of all individual occasions of service to non-admitted patients. ‘Other medical, surgical and obstetric services’</w:t>
      </w:r>
      <w:r w:rsidRPr="00862074">
        <w:t xml:space="preserve"> </w:t>
      </w:r>
      <w:r>
        <w:t>(2</w:t>
      </w:r>
      <w:r w:rsidR="00B229F0">
        <w:t>3</w:t>
      </w:r>
      <w:r>
        <w:t>.</w:t>
      </w:r>
      <w:r w:rsidR="001957E8">
        <w:t>1</w:t>
      </w:r>
      <w:r>
        <w:t> per cent), ‘pathology services’ (</w:t>
      </w:r>
      <w:r w:rsidR="001957E8">
        <w:t>19.3</w:t>
      </w:r>
      <w:r>
        <w:t xml:space="preserve"> per cent) and ‘</w:t>
      </w:r>
      <w:r w:rsidRPr="00411E4B">
        <w:t>pharmacy’</w:t>
      </w:r>
      <w:r>
        <w:t xml:space="preserve"> (</w:t>
      </w:r>
      <w:r w:rsidR="001957E8">
        <w:t>10.6</w:t>
      </w:r>
      <w:r>
        <w:t> per cent) were other common types of non-admitted patient care (table 10.1).</w:t>
      </w:r>
    </w:p>
    <w:p w:rsidR="00D2410D" w:rsidRDefault="00D2410D" w:rsidP="00D2410D">
      <w:pPr>
        <w:pStyle w:val="TableTitle"/>
      </w:pPr>
      <w:r>
        <w:rPr>
          <w:b w:val="0"/>
        </w:rPr>
        <w:t xml:space="preserve">Table </w:t>
      </w:r>
      <w:bookmarkStart w:id="12" w:name="OLE_LINK18"/>
      <w:r w:rsidR="00951DB7">
        <w:rPr>
          <w:b w:val="0"/>
        </w:rPr>
        <w:t>10.</w:t>
      </w:r>
      <w:r w:rsidR="005B16BF">
        <w:rPr>
          <w:b w:val="0"/>
          <w:noProof/>
        </w:rPr>
        <w:t>1</w:t>
      </w:r>
      <w:bookmarkEnd w:id="12"/>
      <w:r>
        <w:tab/>
      </w:r>
      <w:r w:rsidRPr="000245D2">
        <w:t>Non-admitted patient occasions of service, by type of non</w:t>
      </w:r>
      <w:r>
        <w:noBreakHyphen/>
      </w:r>
      <w:r w:rsidRPr="000245D2">
        <w:t xml:space="preserve">admitted patient care, public </w:t>
      </w:r>
      <w:r>
        <w:t xml:space="preserve">acute </w:t>
      </w:r>
      <w:r w:rsidRPr="000245D2">
        <w:t>hospitals</w:t>
      </w:r>
      <w:r>
        <w:t>, 20</w:t>
      </w:r>
      <w:r w:rsidR="002731CE">
        <w:t>1</w:t>
      </w:r>
      <w:r w:rsidR="00C96F56">
        <w:t>1</w:t>
      </w:r>
      <w:r>
        <w:t>-</w:t>
      </w:r>
      <w:proofErr w:type="spellStart"/>
      <w:r>
        <w:t>1</w:t>
      </w:r>
      <w:r w:rsidR="00C96F56">
        <w:t>2</w:t>
      </w:r>
      <w:r w:rsidRPr="00B105CF">
        <w:rPr>
          <w:vertAlign w:val="superscript"/>
        </w:rPr>
        <w:t>a</w:t>
      </w:r>
      <w:proofErr w:type="spellEnd"/>
    </w:p>
    <w:tbl>
      <w:tblPr>
        <w:tblW w:w="8790" w:type="dxa"/>
        <w:tblLayout w:type="fixed"/>
        <w:tblCellMar>
          <w:left w:w="0" w:type="dxa"/>
          <w:right w:w="0" w:type="dxa"/>
        </w:tblCellMar>
        <w:tblLook w:val="0000" w:firstRow="0" w:lastRow="0" w:firstColumn="0" w:lastColumn="0" w:noHBand="0" w:noVBand="0"/>
      </w:tblPr>
      <w:tblGrid>
        <w:gridCol w:w="1985"/>
        <w:gridCol w:w="850"/>
        <w:gridCol w:w="709"/>
        <w:gridCol w:w="851"/>
        <w:gridCol w:w="708"/>
        <w:gridCol w:w="709"/>
        <w:gridCol w:w="709"/>
        <w:gridCol w:w="709"/>
        <w:gridCol w:w="708"/>
        <w:gridCol w:w="852"/>
      </w:tblGrid>
      <w:tr w:rsidR="00D2410D" w:rsidTr="00CB7762">
        <w:tc>
          <w:tcPr>
            <w:tcW w:w="1985" w:type="dxa"/>
            <w:tcBorders>
              <w:top w:val="single" w:sz="6" w:space="0" w:color="auto"/>
              <w:bottom w:val="single" w:sz="6" w:space="0" w:color="auto"/>
            </w:tcBorders>
            <w:shd w:val="clear" w:color="auto" w:fill="auto"/>
          </w:tcPr>
          <w:p w:rsidR="00D2410D" w:rsidRDefault="00D2410D" w:rsidP="00531D51">
            <w:pPr>
              <w:pStyle w:val="TableColumnHeading"/>
              <w:jc w:val="left"/>
            </w:pPr>
          </w:p>
        </w:tc>
        <w:tc>
          <w:tcPr>
            <w:tcW w:w="850"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NSW</w:t>
            </w:r>
          </w:p>
        </w:tc>
        <w:tc>
          <w:tcPr>
            <w:tcW w:w="709"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Vic</w:t>
            </w:r>
          </w:p>
        </w:tc>
        <w:tc>
          <w:tcPr>
            <w:tcW w:w="851"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Qld</w:t>
            </w:r>
          </w:p>
        </w:tc>
        <w:tc>
          <w:tcPr>
            <w:tcW w:w="708"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WA</w:t>
            </w:r>
          </w:p>
        </w:tc>
        <w:tc>
          <w:tcPr>
            <w:tcW w:w="709"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SA</w:t>
            </w:r>
          </w:p>
        </w:tc>
        <w:tc>
          <w:tcPr>
            <w:tcW w:w="709" w:type="dxa"/>
            <w:tcBorders>
              <w:top w:val="single" w:sz="6" w:space="0" w:color="auto"/>
              <w:bottom w:val="single" w:sz="6" w:space="0" w:color="auto"/>
            </w:tcBorders>
            <w:shd w:val="clear" w:color="auto" w:fill="auto"/>
          </w:tcPr>
          <w:p w:rsidR="00D2410D" w:rsidRPr="003053A6" w:rsidRDefault="00D2410D" w:rsidP="00E64FD3">
            <w:pPr>
              <w:pStyle w:val="TableColumnHeading"/>
            </w:pPr>
            <w:proofErr w:type="spellStart"/>
            <w:r w:rsidRPr="003053A6">
              <w:t>Tas</w:t>
            </w:r>
            <w:proofErr w:type="spellEnd"/>
          </w:p>
        </w:tc>
        <w:tc>
          <w:tcPr>
            <w:tcW w:w="709" w:type="dxa"/>
            <w:tcBorders>
              <w:top w:val="single" w:sz="6" w:space="0" w:color="auto"/>
              <w:bottom w:val="single" w:sz="6" w:space="0" w:color="auto"/>
            </w:tcBorders>
            <w:shd w:val="clear" w:color="auto" w:fill="auto"/>
          </w:tcPr>
          <w:p w:rsidR="00D2410D" w:rsidRPr="003053A6" w:rsidRDefault="00D2410D" w:rsidP="00E64FD3">
            <w:pPr>
              <w:pStyle w:val="TableColumnHeading"/>
            </w:pPr>
            <w:r w:rsidRPr="003053A6">
              <w:t>ACT</w:t>
            </w:r>
          </w:p>
        </w:tc>
        <w:tc>
          <w:tcPr>
            <w:tcW w:w="708" w:type="dxa"/>
            <w:tcBorders>
              <w:top w:val="single" w:sz="6" w:space="0" w:color="auto"/>
              <w:bottom w:val="single" w:sz="6" w:space="0" w:color="auto"/>
            </w:tcBorders>
            <w:shd w:val="clear" w:color="auto" w:fill="auto"/>
          </w:tcPr>
          <w:p w:rsidR="00D2410D" w:rsidRPr="003053A6" w:rsidRDefault="00D2410D" w:rsidP="00135DD4">
            <w:pPr>
              <w:pStyle w:val="TableColumnHeading"/>
            </w:pPr>
            <w:r w:rsidRPr="003053A6">
              <w:t>NT</w:t>
            </w:r>
            <w:r w:rsidRPr="002177BB">
              <w:rPr>
                <w:rStyle w:val="NoteLabel"/>
                <w:i w:val="0"/>
              </w:rPr>
              <w:t>b</w:t>
            </w:r>
          </w:p>
        </w:tc>
        <w:tc>
          <w:tcPr>
            <w:tcW w:w="852" w:type="dxa"/>
            <w:tcBorders>
              <w:top w:val="single" w:sz="6" w:space="0" w:color="auto"/>
              <w:bottom w:val="single" w:sz="6" w:space="0" w:color="auto"/>
            </w:tcBorders>
            <w:shd w:val="clear" w:color="auto" w:fill="auto"/>
          </w:tcPr>
          <w:p w:rsidR="00D2410D" w:rsidRDefault="00D2410D" w:rsidP="00135DD4">
            <w:pPr>
              <w:pStyle w:val="TableColumnHeading"/>
            </w:pPr>
            <w:proofErr w:type="spellStart"/>
            <w:r w:rsidRPr="003053A6">
              <w:t>Aust</w:t>
            </w:r>
            <w:proofErr w:type="spellEnd"/>
          </w:p>
        </w:tc>
      </w:tr>
      <w:tr w:rsidR="00D2410D" w:rsidTr="00531D51">
        <w:tc>
          <w:tcPr>
            <w:tcW w:w="8790" w:type="dxa"/>
            <w:gridSpan w:val="10"/>
            <w:tcBorders>
              <w:top w:val="single" w:sz="6" w:space="0" w:color="auto"/>
            </w:tcBorders>
          </w:tcPr>
          <w:p w:rsidR="00D2410D" w:rsidRDefault="00D2410D" w:rsidP="00531D51">
            <w:pPr>
              <w:pStyle w:val="TableBodyText"/>
              <w:jc w:val="left"/>
            </w:pPr>
            <w:r>
              <w:t>Occasions of service for the most common types of non-admitted patient care as a proportion of all occasions of service for non-admitted patients (%)</w:t>
            </w:r>
          </w:p>
        </w:tc>
      </w:tr>
      <w:tr w:rsidR="00D92D42" w:rsidTr="00D92D42">
        <w:tc>
          <w:tcPr>
            <w:tcW w:w="1985" w:type="dxa"/>
          </w:tcPr>
          <w:p w:rsidR="00D92D42" w:rsidRDefault="00D92D42" w:rsidP="00531D51">
            <w:pPr>
              <w:pStyle w:val="TableBodyText"/>
              <w:ind w:left="136"/>
              <w:jc w:val="left"/>
            </w:pPr>
            <w:r>
              <w:t>Accident and emergency</w:t>
            </w:r>
          </w:p>
        </w:tc>
        <w:tc>
          <w:tcPr>
            <w:tcW w:w="850" w:type="dxa"/>
            <w:vAlign w:val="bottom"/>
          </w:tcPr>
          <w:p w:rsidR="00D92D42" w:rsidRPr="00D92D42" w:rsidRDefault="00D92D42" w:rsidP="00D92D42">
            <w:pPr>
              <w:pStyle w:val="TableBodyText"/>
            </w:pPr>
            <w:r w:rsidRPr="00D92D42">
              <w:t xml:space="preserve">  10.5</w:t>
            </w:r>
          </w:p>
        </w:tc>
        <w:tc>
          <w:tcPr>
            <w:tcW w:w="709" w:type="dxa"/>
            <w:vAlign w:val="bottom"/>
          </w:tcPr>
          <w:p w:rsidR="00D92D42" w:rsidRPr="00D92D42" w:rsidRDefault="00D92D42" w:rsidP="00D92D42">
            <w:pPr>
              <w:pStyle w:val="TableBodyText"/>
            </w:pPr>
            <w:r w:rsidRPr="00D92D42">
              <w:t xml:space="preserve">  23.5</w:t>
            </w:r>
          </w:p>
        </w:tc>
        <w:tc>
          <w:tcPr>
            <w:tcW w:w="851" w:type="dxa"/>
            <w:vAlign w:val="bottom"/>
          </w:tcPr>
          <w:p w:rsidR="00D92D42" w:rsidRPr="00D92D42" w:rsidRDefault="00D92D42" w:rsidP="00D92D42">
            <w:pPr>
              <w:pStyle w:val="TableBodyText"/>
            </w:pPr>
            <w:r w:rsidRPr="00D92D42">
              <w:t xml:space="preserve">  15.3</w:t>
            </w:r>
          </w:p>
        </w:tc>
        <w:tc>
          <w:tcPr>
            <w:tcW w:w="708" w:type="dxa"/>
            <w:vAlign w:val="bottom"/>
          </w:tcPr>
          <w:p w:rsidR="00D92D42" w:rsidRPr="00D92D42" w:rsidRDefault="00D92D42" w:rsidP="00D92D42">
            <w:pPr>
              <w:pStyle w:val="TableBodyText"/>
            </w:pPr>
            <w:r w:rsidRPr="00D92D42">
              <w:t xml:space="preserve">  16.0</w:t>
            </w:r>
          </w:p>
        </w:tc>
        <w:tc>
          <w:tcPr>
            <w:tcW w:w="709" w:type="dxa"/>
            <w:vAlign w:val="bottom"/>
          </w:tcPr>
          <w:p w:rsidR="00D92D42" w:rsidRPr="00D92D42" w:rsidRDefault="00D92D42" w:rsidP="00D92D42">
            <w:pPr>
              <w:pStyle w:val="TableBodyText"/>
            </w:pPr>
            <w:r w:rsidRPr="00D92D42">
              <w:t xml:space="preserve">  24.4</w:t>
            </w:r>
          </w:p>
        </w:tc>
        <w:tc>
          <w:tcPr>
            <w:tcW w:w="709" w:type="dxa"/>
            <w:vAlign w:val="bottom"/>
          </w:tcPr>
          <w:p w:rsidR="00D92D42" w:rsidRPr="00D92D42" w:rsidRDefault="00D92D42" w:rsidP="00D92D42">
            <w:pPr>
              <w:pStyle w:val="TableBodyText"/>
            </w:pPr>
            <w:r w:rsidRPr="00D92D42">
              <w:t xml:space="preserve">  30.7</w:t>
            </w:r>
          </w:p>
        </w:tc>
        <w:tc>
          <w:tcPr>
            <w:tcW w:w="709" w:type="dxa"/>
            <w:vAlign w:val="bottom"/>
          </w:tcPr>
          <w:p w:rsidR="00D92D42" w:rsidRPr="00D92D42" w:rsidRDefault="00D92D42" w:rsidP="00D92D42">
            <w:pPr>
              <w:pStyle w:val="TableBodyText"/>
            </w:pPr>
            <w:r w:rsidRPr="00D92D42">
              <w:t xml:space="preserve">  7.2</w:t>
            </w:r>
          </w:p>
        </w:tc>
        <w:tc>
          <w:tcPr>
            <w:tcW w:w="708" w:type="dxa"/>
            <w:vAlign w:val="bottom"/>
          </w:tcPr>
          <w:p w:rsidR="00D92D42" w:rsidRPr="00D92D42" w:rsidRDefault="00D92D42" w:rsidP="00D92D42">
            <w:pPr>
              <w:pStyle w:val="TableBodyText"/>
            </w:pPr>
            <w:r w:rsidRPr="00D92D42">
              <w:t xml:space="preserve">  25.3</w:t>
            </w:r>
          </w:p>
        </w:tc>
        <w:tc>
          <w:tcPr>
            <w:tcW w:w="852" w:type="dxa"/>
            <w:vAlign w:val="bottom"/>
          </w:tcPr>
          <w:p w:rsidR="00D92D42" w:rsidRPr="00D92D42" w:rsidRDefault="00D92D42" w:rsidP="00D92D42">
            <w:pPr>
              <w:pStyle w:val="TableBodyText"/>
            </w:pPr>
            <w:r w:rsidRPr="00D92D42">
              <w:t xml:space="preserve">  14.7</w:t>
            </w:r>
          </w:p>
        </w:tc>
      </w:tr>
      <w:tr w:rsidR="00D92D42" w:rsidTr="00D92D42">
        <w:tc>
          <w:tcPr>
            <w:tcW w:w="1985" w:type="dxa"/>
          </w:tcPr>
          <w:p w:rsidR="00D92D42" w:rsidRPr="008C509E" w:rsidRDefault="00D92D42" w:rsidP="00531D51">
            <w:pPr>
              <w:pStyle w:val="TableBodyText"/>
              <w:ind w:left="136"/>
              <w:jc w:val="left"/>
            </w:pPr>
            <w:r>
              <w:t>Pathology</w:t>
            </w:r>
          </w:p>
        </w:tc>
        <w:tc>
          <w:tcPr>
            <w:tcW w:w="850" w:type="dxa"/>
            <w:vAlign w:val="bottom"/>
          </w:tcPr>
          <w:p w:rsidR="00D92D42" w:rsidRPr="00D92D42" w:rsidRDefault="00D92D42" w:rsidP="00D92D42">
            <w:pPr>
              <w:pStyle w:val="TableBodyText"/>
            </w:pPr>
            <w:r w:rsidRPr="00D92D42">
              <w:t xml:space="preserve">  16.5</w:t>
            </w:r>
          </w:p>
        </w:tc>
        <w:tc>
          <w:tcPr>
            <w:tcW w:w="709" w:type="dxa"/>
            <w:vAlign w:val="bottom"/>
          </w:tcPr>
          <w:p w:rsidR="00D92D42" w:rsidRPr="00D92D42" w:rsidRDefault="00D92D42" w:rsidP="00D92D42">
            <w:pPr>
              <w:pStyle w:val="TableBodyText"/>
            </w:pPr>
            <w:r w:rsidRPr="00D92D42">
              <w:t xml:space="preserve">  12.9</w:t>
            </w:r>
          </w:p>
        </w:tc>
        <w:tc>
          <w:tcPr>
            <w:tcW w:w="851" w:type="dxa"/>
            <w:vAlign w:val="bottom"/>
          </w:tcPr>
          <w:p w:rsidR="00D92D42" w:rsidRPr="00D92D42" w:rsidRDefault="00D92D42" w:rsidP="00D92D42">
            <w:pPr>
              <w:pStyle w:val="TableBodyText"/>
            </w:pPr>
            <w:r w:rsidRPr="00D92D42">
              <w:t xml:space="preserve">  36.1</w:t>
            </w:r>
          </w:p>
        </w:tc>
        <w:tc>
          <w:tcPr>
            <w:tcW w:w="708" w:type="dxa"/>
            <w:vAlign w:val="bottom"/>
          </w:tcPr>
          <w:p w:rsidR="00D92D42" w:rsidRPr="00D92D42" w:rsidRDefault="00D92D42" w:rsidP="00D92D42">
            <w:pPr>
              <w:pStyle w:val="TableBodyText"/>
            </w:pPr>
            <w:r w:rsidRPr="00D92D42">
              <w:t xml:space="preserve">  11.3</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 xml:space="preserve">  32.9</w:t>
            </w:r>
          </w:p>
        </w:tc>
        <w:tc>
          <w:tcPr>
            <w:tcW w:w="708" w:type="dxa"/>
            <w:vAlign w:val="bottom"/>
          </w:tcPr>
          <w:p w:rsidR="00D92D42" w:rsidRPr="00D92D42" w:rsidRDefault="00D92D42" w:rsidP="00D92D42">
            <w:pPr>
              <w:pStyle w:val="TableBodyText"/>
            </w:pPr>
            <w:r w:rsidRPr="00D92D42">
              <w:t xml:space="preserve">  21.8</w:t>
            </w:r>
          </w:p>
        </w:tc>
        <w:tc>
          <w:tcPr>
            <w:tcW w:w="852" w:type="dxa"/>
            <w:vAlign w:val="bottom"/>
          </w:tcPr>
          <w:p w:rsidR="00D92D42" w:rsidRPr="00D92D42" w:rsidRDefault="00D92D42" w:rsidP="00D92D42">
            <w:pPr>
              <w:pStyle w:val="TableBodyText"/>
            </w:pPr>
            <w:r w:rsidRPr="00D92D42">
              <w:t xml:space="preserve">  19.3</w:t>
            </w:r>
          </w:p>
        </w:tc>
      </w:tr>
      <w:tr w:rsidR="00D92D42" w:rsidTr="00D92D42">
        <w:tc>
          <w:tcPr>
            <w:tcW w:w="1985" w:type="dxa"/>
          </w:tcPr>
          <w:p w:rsidR="00D92D42" w:rsidRPr="00526B46" w:rsidRDefault="00D92D42" w:rsidP="00531D51">
            <w:pPr>
              <w:pStyle w:val="TableBodyText"/>
              <w:ind w:left="136"/>
              <w:jc w:val="left"/>
            </w:pPr>
            <w:r>
              <w:t>Radiology and organ imaging</w:t>
            </w:r>
          </w:p>
        </w:tc>
        <w:tc>
          <w:tcPr>
            <w:tcW w:w="850" w:type="dxa"/>
            <w:vAlign w:val="bottom"/>
          </w:tcPr>
          <w:p w:rsidR="00D92D42" w:rsidRPr="00D92D42" w:rsidRDefault="00D92D42" w:rsidP="00D92D42">
            <w:pPr>
              <w:pStyle w:val="TableBodyText"/>
            </w:pPr>
            <w:r w:rsidRPr="00D92D42">
              <w:t xml:space="preserve">  3.7</w:t>
            </w:r>
          </w:p>
        </w:tc>
        <w:tc>
          <w:tcPr>
            <w:tcW w:w="709" w:type="dxa"/>
            <w:vAlign w:val="bottom"/>
          </w:tcPr>
          <w:p w:rsidR="00D92D42" w:rsidRPr="00D92D42" w:rsidRDefault="00D92D42" w:rsidP="00D92D42">
            <w:pPr>
              <w:pStyle w:val="TableBodyText"/>
            </w:pPr>
            <w:r w:rsidRPr="00D92D42">
              <w:t xml:space="preserve">  9.6</w:t>
            </w:r>
          </w:p>
        </w:tc>
        <w:tc>
          <w:tcPr>
            <w:tcW w:w="851" w:type="dxa"/>
            <w:vAlign w:val="bottom"/>
          </w:tcPr>
          <w:p w:rsidR="00D92D42" w:rsidRPr="00D92D42" w:rsidRDefault="00D92D42" w:rsidP="00D92D42">
            <w:pPr>
              <w:pStyle w:val="TableBodyText"/>
            </w:pPr>
            <w:r w:rsidRPr="00D92D42">
              <w:t xml:space="preserve">  9.3</w:t>
            </w:r>
          </w:p>
        </w:tc>
        <w:tc>
          <w:tcPr>
            <w:tcW w:w="708" w:type="dxa"/>
            <w:vAlign w:val="bottom"/>
          </w:tcPr>
          <w:p w:rsidR="00D92D42" w:rsidRPr="00D92D42" w:rsidRDefault="00D92D42" w:rsidP="00D92D42">
            <w:pPr>
              <w:pStyle w:val="TableBodyText"/>
            </w:pPr>
            <w:r w:rsidRPr="00D92D42">
              <w:t xml:space="preserve">  7.9</w:t>
            </w:r>
          </w:p>
        </w:tc>
        <w:tc>
          <w:tcPr>
            <w:tcW w:w="709" w:type="dxa"/>
            <w:vAlign w:val="bottom"/>
          </w:tcPr>
          <w:p w:rsidR="00D92D42" w:rsidRPr="00D92D42" w:rsidRDefault="00D92D42" w:rsidP="00D92D42">
            <w:pPr>
              <w:pStyle w:val="TableBodyText"/>
            </w:pPr>
            <w:r w:rsidRPr="00D92D42">
              <w:t xml:space="preserve">  10.8</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 xml:space="preserve">  3.7</w:t>
            </w:r>
          </w:p>
        </w:tc>
        <w:tc>
          <w:tcPr>
            <w:tcW w:w="708" w:type="dxa"/>
            <w:vAlign w:val="bottom"/>
          </w:tcPr>
          <w:p w:rsidR="00D92D42" w:rsidRPr="00D92D42" w:rsidRDefault="00D92D42" w:rsidP="00D92D42">
            <w:pPr>
              <w:pStyle w:val="TableBodyText"/>
            </w:pPr>
            <w:r w:rsidRPr="00D92D42">
              <w:t xml:space="preserve">  16.0</w:t>
            </w:r>
          </w:p>
        </w:tc>
        <w:tc>
          <w:tcPr>
            <w:tcW w:w="852" w:type="dxa"/>
            <w:vAlign w:val="bottom"/>
          </w:tcPr>
          <w:p w:rsidR="00D92D42" w:rsidRPr="00D92D42" w:rsidRDefault="00D92D42" w:rsidP="00D92D42">
            <w:pPr>
              <w:pStyle w:val="TableBodyText"/>
            </w:pPr>
            <w:r w:rsidRPr="00D92D42">
              <w:t xml:space="preserve">  6.5</w:t>
            </w:r>
          </w:p>
        </w:tc>
      </w:tr>
      <w:tr w:rsidR="00D92D42" w:rsidTr="00D92D42">
        <w:tc>
          <w:tcPr>
            <w:tcW w:w="1985" w:type="dxa"/>
          </w:tcPr>
          <w:p w:rsidR="00D92D42" w:rsidRPr="00526B46" w:rsidRDefault="00D92D42" w:rsidP="00531D51">
            <w:pPr>
              <w:pStyle w:val="TableBodyText"/>
              <w:ind w:left="136"/>
              <w:jc w:val="left"/>
            </w:pPr>
            <w:r>
              <w:t>Pharmacy</w:t>
            </w:r>
            <w:r w:rsidRPr="007E6A28">
              <w:rPr>
                <w:rStyle w:val="NoteLabel"/>
              </w:rPr>
              <w:t>c</w:t>
            </w:r>
          </w:p>
        </w:tc>
        <w:tc>
          <w:tcPr>
            <w:tcW w:w="850" w:type="dxa"/>
            <w:vAlign w:val="bottom"/>
          </w:tcPr>
          <w:p w:rsidR="00D92D42" w:rsidRPr="00D92D42" w:rsidRDefault="00D92D42" w:rsidP="00D92D42">
            <w:pPr>
              <w:pStyle w:val="TableBodyText"/>
            </w:pPr>
            <w:r w:rsidRPr="00D92D42">
              <w:t xml:space="preserve">  17.5</w:t>
            </w:r>
          </w:p>
        </w:tc>
        <w:tc>
          <w:tcPr>
            <w:tcW w:w="709" w:type="dxa"/>
            <w:vAlign w:val="bottom"/>
          </w:tcPr>
          <w:p w:rsidR="00D92D42" w:rsidRPr="00D92D42" w:rsidRDefault="00D92D42" w:rsidP="00D92D42">
            <w:pPr>
              <w:pStyle w:val="TableBodyText"/>
            </w:pPr>
            <w:r w:rsidRPr="00D92D42">
              <w:t xml:space="preserve">  6.8</w:t>
            </w:r>
          </w:p>
        </w:tc>
        <w:tc>
          <w:tcPr>
            <w:tcW w:w="851" w:type="dxa"/>
            <w:vAlign w:val="bottom"/>
          </w:tcPr>
          <w:p w:rsidR="00D92D42" w:rsidRPr="00D92D42" w:rsidRDefault="00D92D42" w:rsidP="00D92D42">
            <w:pPr>
              <w:pStyle w:val="TableBodyText"/>
            </w:pPr>
            <w:r w:rsidRPr="00D92D42">
              <w:t xml:space="preserve">  5.5</w:t>
            </w:r>
          </w:p>
        </w:tc>
        <w:tc>
          <w:tcPr>
            <w:tcW w:w="708" w:type="dxa"/>
            <w:vAlign w:val="bottom"/>
          </w:tcPr>
          <w:p w:rsidR="00D92D42" w:rsidRPr="00D92D42" w:rsidRDefault="00D92D42" w:rsidP="00D92D42">
            <w:pPr>
              <w:pStyle w:val="TableBodyText"/>
            </w:pPr>
            <w:r w:rsidRPr="00D92D42">
              <w:t xml:space="preserve">  4.3</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 xml:space="preserve">  2.4</w:t>
            </w:r>
          </w:p>
        </w:tc>
        <w:tc>
          <w:tcPr>
            <w:tcW w:w="708" w:type="dxa"/>
            <w:vAlign w:val="bottom"/>
          </w:tcPr>
          <w:p w:rsidR="00D92D42" w:rsidRPr="00D92D42" w:rsidRDefault="00D92D42" w:rsidP="00D92D42">
            <w:pPr>
              <w:pStyle w:val="TableBodyText"/>
            </w:pPr>
            <w:r w:rsidRPr="00D92D42">
              <w:t xml:space="preserve">  6.2</w:t>
            </w:r>
          </w:p>
        </w:tc>
        <w:tc>
          <w:tcPr>
            <w:tcW w:w="852" w:type="dxa"/>
            <w:vAlign w:val="bottom"/>
          </w:tcPr>
          <w:p w:rsidR="00D92D42" w:rsidRPr="00D92D42" w:rsidRDefault="00D92D42" w:rsidP="00D92D42">
            <w:pPr>
              <w:pStyle w:val="TableBodyText"/>
            </w:pPr>
            <w:r w:rsidRPr="00D92D42">
              <w:t xml:space="preserve">  10.6</w:t>
            </w:r>
          </w:p>
        </w:tc>
      </w:tr>
      <w:tr w:rsidR="00D92D42" w:rsidTr="00D92D42">
        <w:tc>
          <w:tcPr>
            <w:tcW w:w="1985" w:type="dxa"/>
          </w:tcPr>
          <w:p w:rsidR="00D92D42" w:rsidRPr="00B135F2" w:rsidRDefault="00D92D42" w:rsidP="00531D51">
            <w:pPr>
              <w:pStyle w:val="TableBodyText"/>
              <w:ind w:left="136"/>
              <w:jc w:val="left"/>
            </w:pPr>
            <w:r>
              <w:t>Other medical/surgical/ obstetric</w:t>
            </w:r>
          </w:p>
        </w:tc>
        <w:tc>
          <w:tcPr>
            <w:tcW w:w="850" w:type="dxa"/>
            <w:vAlign w:val="bottom"/>
          </w:tcPr>
          <w:p w:rsidR="00D92D42" w:rsidRPr="00D92D42" w:rsidRDefault="00D92D42" w:rsidP="00D92D42">
            <w:pPr>
              <w:pStyle w:val="TableBodyText"/>
            </w:pPr>
            <w:r w:rsidRPr="00D92D42">
              <w:t xml:space="preserve">  22.1</w:t>
            </w:r>
          </w:p>
        </w:tc>
        <w:tc>
          <w:tcPr>
            <w:tcW w:w="709" w:type="dxa"/>
            <w:vAlign w:val="bottom"/>
          </w:tcPr>
          <w:p w:rsidR="00D92D42" w:rsidRPr="00D92D42" w:rsidRDefault="00D92D42" w:rsidP="00D92D42">
            <w:pPr>
              <w:pStyle w:val="TableBodyText"/>
            </w:pPr>
            <w:r w:rsidRPr="00D92D42">
              <w:t xml:space="preserve">  25.3</w:t>
            </w:r>
          </w:p>
        </w:tc>
        <w:tc>
          <w:tcPr>
            <w:tcW w:w="851" w:type="dxa"/>
            <w:vAlign w:val="bottom"/>
          </w:tcPr>
          <w:p w:rsidR="00D92D42" w:rsidRPr="00D92D42" w:rsidRDefault="00D92D42" w:rsidP="00D92D42">
            <w:pPr>
              <w:pStyle w:val="TableBodyText"/>
            </w:pPr>
            <w:r w:rsidRPr="00D92D42">
              <w:t xml:space="preserve">  24.2</w:t>
            </w:r>
          </w:p>
        </w:tc>
        <w:tc>
          <w:tcPr>
            <w:tcW w:w="708" w:type="dxa"/>
            <w:vAlign w:val="bottom"/>
          </w:tcPr>
          <w:p w:rsidR="00D92D42" w:rsidRPr="00D92D42" w:rsidRDefault="00D92D42" w:rsidP="00D92D42">
            <w:pPr>
              <w:pStyle w:val="TableBodyText"/>
            </w:pPr>
            <w:r w:rsidRPr="00D92D42">
              <w:t xml:space="preserve">  15.4</w:t>
            </w:r>
          </w:p>
        </w:tc>
        <w:tc>
          <w:tcPr>
            <w:tcW w:w="709" w:type="dxa"/>
            <w:vAlign w:val="bottom"/>
          </w:tcPr>
          <w:p w:rsidR="00D92D42" w:rsidRPr="00D92D42" w:rsidRDefault="00D92D42" w:rsidP="00D92D42">
            <w:pPr>
              <w:pStyle w:val="TableBodyText"/>
            </w:pPr>
            <w:r w:rsidRPr="00D92D42">
              <w:t xml:space="preserve">  44.1</w:t>
            </w:r>
          </w:p>
        </w:tc>
        <w:tc>
          <w:tcPr>
            <w:tcW w:w="709" w:type="dxa"/>
            <w:vAlign w:val="bottom"/>
          </w:tcPr>
          <w:p w:rsidR="00D92D42" w:rsidRPr="00D92D42" w:rsidRDefault="00D92D42" w:rsidP="00D92D42">
            <w:pPr>
              <w:pStyle w:val="TableBodyText"/>
            </w:pPr>
            <w:r w:rsidRPr="00D92D42">
              <w:t xml:space="preserve">  44.2</w:t>
            </w:r>
          </w:p>
        </w:tc>
        <w:tc>
          <w:tcPr>
            <w:tcW w:w="709" w:type="dxa"/>
            <w:vAlign w:val="bottom"/>
          </w:tcPr>
          <w:p w:rsidR="00D92D42" w:rsidRPr="00D92D42" w:rsidRDefault="00D92D42" w:rsidP="00D92D42">
            <w:pPr>
              <w:pStyle w:val="TableBodyText"/>
            </w:pPr>
            <w:r w:rsidRPr="00D92D42">
              <w:t xml:space="preserve">  12.6</w:t>
            </w:r>
          </w:p>
        </w:tc>
        <w:tc>
          <w:tcPr>
            <w:tcW w:w="708" w:type="dxa"/>
            <w:vAlign w:val="bottom"/>
          </w:tcPr>
          <w:p w:rsidR="00D92D42" w:rsidRPr="00D92D42" w:rsidRDefault="00D92D42" w:rsidP="00D92D42">
            <w:pPr>
              <w:pStyle w:val="TableBodyText"/>
            </w:pPr>
            <w:r w:rsidRPr="00D92D42">
              <w:t xml:space="preserve">  28.3</w:t>
            </w:r>
          </w:p>
        </w:tc>
        <w:tc>
          <w:tcPr>
            <w:tcW w:w="852" w:type="dxa"/>
            <w:vAlign w:val="bottom"/>
          </w:tcPr>
          <w:p w:rsidR="00D92D42" w:rsidRPr="00D92D42" w:rsidRDefault="00D92D42" w:rsidP="00D92D42">
            <w:pPr>
              <w:pStyle w:val="TableBodyText"/>
            </w:pPr>
            <w:r w:rsidRPr="00D92D42">
              <w:t xml:space="preserve">  23.1</w:t>
            </w:r>
          </w:p>
        </w:tc>
      </w:tr>
      <w:tr w:rsidR="00D92D42" w:rsidTr="00D92D42">
        <w:tc>
          <w:tcPr>
            <w:tcW w:w="1985" w:type="dxa"/>
          </w:tcPr>
          <w:p w:rsidR="00D92D42" w:rsidRPr="00526B46" w:rsidRDefault="00D92D42" w:rsidP="00531D51">
            <w:pPr>
              <w:pStyle w:val="TableBodyText"/>
              <w:ind w:left="136"/>
              <w:jc w:val="left"/>
            </w:pPr>
            <w:r>
              <w:t>Mental health</w:t>
            </w:r>
          </w:p>
        </w:tc>
        <w:tc>
          <w:tcPr>
            <w:tcW w:w="850" w:type="dxa"/>
            <w:vAlign w:val="bottom"/>
          </w:tcPr>
          <w:p w:rsidR="00D92D42" w:rsidRPr="00D92D42" w:rsidRDefault="00D92D42" w:rsidP="00D92D42">
            <w:pPr>
              <w:pStyle w:val="TableBodyText"/>
            </w:pPr>
            <w:r w:rsidRPr="00D92D42">
              <w:t xml:space="preserve">  4.2</w:t>
            </w:r>
          </w:p>
        </w:tc>
        <w:tc>
          <w:tcPr>
            <w:tcW w:w="709" w:type="dxa"/>
            <w:vAlign w:val="bottom"/>
          </w:tcPr>
          <w:p w:rsidR="00D92D42" w:rsidRPr="00D92D42" w:rsidRDefault="00D92D42" w:rsidP="00D92D42">
            <w:pPr>
              <w:pStyle w:val="TableBodyText"/>
            </w:pPr>
            <w:proofErr w:type="spellStart"/>
            <w:r w:rsidRPr="00D92D42">
              <w:t>na</w:t>
            </w:r>
            <w:proofErr w:type="spellEnd"/>
          </w:p>
        </w:tc>
        <w:tc>
          <w:tcPr>
            <w:tcW w:w="851" w:type="dxa"/>
            <w:vAlign w:val="bottom"/>
          </w:tcPr>
          <w:p w:rsidR="00D92D42" w:rsidRPr="00D92D42" w:rsidRDefault="00D92D42" w:rsidP="00D92D42">
            <w:pPr>
              <w:pStyle w:val="TableBodyText"/>
            </w:pPr>
            <w:r w:rsidRPr="00D92D42">
              <w:t xml:space="preserve">  0.3</w:t>
            </w:r>
          </w:p>
        </w:tc>
        <w:tc>
          <w:tcPr>
            <w:tcW w:w="708" w:type="dxa"/>
            <w:vAlign w:val="bottom"/>
          </w:tcPr>
          <w:p w:rsidR="00D92D42" w:rsidRPr="00D92D42" w:rsidRDefault="00D92D42" w:rsidP="00D92D42">
            <w:pPr>
              <w:pStyle w:val="TableBodyText"/>
            </w:pPr>
            <w:r w:rsidRPr="00D92D42">
              <w:t xml:space="preserve">  1.4</w:t>
            </w:r>
          </w:p>
        </w:tc>
        <w:tc>
          <w:tcPr>
            <w:tcW w:w="709" w:type="dxa"/>
            <w:vAlign w:val="bottom"/>
          </w:tcPr>
          <w:p w:rsidR="00D92D42" w:rsidRPr="00D92D42" w:rsidRDefault="00D92D42" w:rsidP="00D92D42">
            <w:pPr>
              <w:pStyle w:val="TableBodyText"/>
            </w:pPr>
            <w:r w:rsidRPr="00D92D42">
              <w:t xml:space="preserve">  0.8</w:t>
            </w:r>
          </w:p>
        </w:tc>
        <w:tc>
          <w:tcPr>
            <w:tcW w:w="709" w:type="dxa"/>
            <w:vAlign w:val="bottom"/>
          </w:tcPr>
          <w:p w:rsidR="00D92D42" w:rsidRPr="00D92D42" w:rsidRDefault="00D92D42" w:rsidP="00D92D42">
            <w:pPr>
              <w:pStyle w:val="TableBodyText"/>
            </w:pPr>
            <w:r w:rsidRPr="00D92D42">
              <w:t xml:space="preserve">  0.5</w:t>
            </w:r>
          </w:p>
        </w:tc>
        <w:tc>
          <w:tcPr>
            <w:tcW w:w="709" w:type="dxa"/>
            <w:vAlign w:val="bottom"/>
          </w:tcPr>
          <w:p w:rsidR="00D92D42" w:rsidRPr="00D92D42" w:rsidRDefault="00D92D42" w:rsidP="00D92D42">
            <w:pPr>
              <w:pStyle w:val="TableBodyText"/>
            </w:pPr>
            <w:r w:rsidRPr="00D92D42">
              <w:t xml:space="preserve">  15.8</w:t>
            </w:r>
          </w:p>
        </w:tc>
        <w:tc>
          <w:tcPr>
            <w:tcW w:w="708" w:type="dxa"/>
            <w:vAlign w:val="bottom"/>
          </w:tcPr>
          <w:p w:rsidR="00D92D42" w:rsidRPr="00D92D42" w:rsidRDefault="00D92D42" w:rsidP="00D92D42">
            <w:pPr>
              <w:pStyle w:val="TableBodyText"/>
            </w:pPr>
            <w:r w:rsidRPr="00D92D42">
              <w:t>..</w:t>
            </w:r>
          </w:p>
        </w:tc>
        <w:tc>
          <w:tcPr>
            <w:tcW w:w="852" w:type="dxa"/>
            <w:vAlign w:val="bottom"/>
          </w:tcPr>
          <w:p w:rsidR="00D92D42" w:rsidRPr="00D92D42" w:rsidRDefault="00D92D42" w:rsidP="00D92D42">
            <w:pPr>
              <w:pStyle w:val="TableBodyText"/>
            </w:pPr>
            <w:r w:rsidRPr="00D92D42">
              <w:t xml:space="preserve">  2.7</w:t>
            </w:r>
          </w:p>
        </w:tc>
      </w:tr>
      <w:tr w:rsidR="00D92D42" w:rsidTr="00D92D42">
        <w:tc>
          <w:tcPr>
            <w:tcW w:w="1985" w:type="dxa"/>
          </w:tcPr>
          <w:p w:rsidR="00D92D42" w:rsidRPr="00526B46" w:rsidRDefault="00D92D42" w:rsidP="00531D51">
            <w:pPr>
              <w:pStyle w:val="TableBodyText"/>
              <w:ind w:left="136"/>
              <w:jc w:val="left"/>
            </w:pPr>
            <w:r>
              <w:t>Dental</w:t>
            </w:r>
          </w:p>
        </w:tc>
        <w:tc>
          <w:tcPr>
            <w:tcW w:w="850" w:type="dxa"/>
            <w:vAlign w:val="bottom"/>
          </w:tcPr>
          <w:p w:rsidR="00D92D42" w:rsidRPr="00D92D42" w:rsidRDefault="00D92D42" w:rsidP="00D92D42">
            <w:pPr>
              <w:pStyle w:val="TableBodyText"/>
            </w:pPr>
            <w:r w:rsidRPr="00D92D42">
              <w:t xml:space="preserve">  1.7</w:t>
            </w:r>
          </w:p>
        </w:tc>
        <w:tc>
          <w:tcPr>
            <w:tcW w:w="709" w:type="dxa"/>
            <w:vAlign w:val="bottom"/>
          </w:tcPr>
          <w:p w:rsidR="00D92D42" w:rsidRPr="00D92D42" w:rsidRDefault="00D92D42" w:rsidP="00D92D42">
            <w:pPr>
              <w:pStyle w:val="TableBodyText"/>
            </w:pPr>
            <w:r w:rsidRPr="00D92D42">
              <w:t xml:space="preserve">  0.3</w:t>
            </w:r>
          </w:p>
        </w:tc>
        <w:tc>
          <w:tcPr>
            <w:tcW w:w="851" w:type="dxa"/>
            <w:vAlign w:val="bottom"/>
          </w:tcPr>
          <w:p w:rsidR="00D92D42" w:rsidRPr="00D92D42" w:rsidRDefault="00D92D42" w:rsidP="00D92D42">
            <w:pPr>
              <w:pStyle w:val="TableBodyText"/>
            </w:pPr>
            <w:r w:rsidRPr="00D92D42">
              <w:t>..</w:t>
            </w:r>
          </w:p>
        </w:tc>
        <w:tc>
          <w:tcPr>
            <w:tcW w:w="708" w:type="dxa"/>
            <w:vAlign w:val="bottom"/>
          </w:tcPr>
          <w:p w:rsidR="00D92D42" w:rsidRPr="00D92D42" w:rsidRDefault="00D92D42" w:rsidP="00D92D42">
            <w:pPr>
              <w:pStyle w:val="TableBodyText"/>
            </w:pPr>
            <w:r w:rsidRPr="00D92D42">
              <w:t xml:space="preserve">  0.2</w:t>
            </w:r>
          </w:p>
        </w:tc>
        <w:tc>
          <w:tcPr>
            <w:tcW w:w="709" w:type="dxa"/>
            <w:vAlign w:val="bottom"/>
          </w:tcPr>
          <w:p w:rsidR="00D92D42" w:rsidRPr="00D92D42" w:rsidRDefault="00D92D42" w:rsidP="00D92D42">
            <w:pPr>
              <w:pStyle w:val="TableBodyText"/>
            </w:pPr>
            <w:r w:rsidRPr="00D92D42">
              <w:t xml:space="preserve">  0.3</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w:t>
            </w:r>
          </w:p>
        </w:tc>
        <w:tc>
          <w:tcPr>
            <w:tcW w:w="708" w:type="dxa"/>
            <w:vAlign w:val="bottom"/>
          </w:tcPr>
          <w:p w:rsidR="00D92D42" w:rsidRPr="00D92D42" w:rsidRDefault="00D92D42" w:rsidP="00D92D42">
            <w:pPr>
              <w:pStyle w:val="TableBodyText"/>
            </w:pPr>
            <w:r w:rsidRPr="00D92D42">
              <w:t>..</w:t>
            </w:r>
          </w:p>
        </w:tc>
        <w:tc>
          <w:tcPr>
            <w:tcW w:w="852" w:type="dxa"/>
            <w:vAlign w:val="bottom"/>
          </w:tcPr>
          <w:p w:rsidR="00D92D42" w:rsidRPr="00D92D42" w:rsidRDefault="00D92D42" w:rsidP="00D92D42">
            <w:pPr>
              <w:pStyle w:val="TableBodyText"/>
            </w:pPr>
            <w:r w:rsidRPr="00D92D42">
              <w:t xml:space="preserve">  0.9</w:t>
            </w:r>
          </w:p>
        </w:tc>
      </w:tr>
      <w:tr w:rsidR="00D92D42" w:rsidTr="00D92D42">
        <w:tc>
          <w:tcPr>
            <w:tcW w:w="1985" w:type="dxa"/>
          </w:tcPr>
          <w:p w:rsidR="00D92D42" w:rsidRPr="00B135F2" w:rsidRDefault="00D92D42" w:rsidP="00531D51">
            <w:pPr>
              <w:pStyle w:val="TableBodyText"/>
              <w:ind w:left="136"/>
              <w:jc w:val="left"/>
            </w:pPr>
            <w:r>
              <w:t>Allied health</w:t>
            </w:r>
          </w:p>
        </w:tc>
        <w:tc>
          <w:tcPr>
            <w:tcW w:w="850" w:type="dxa"/>
            <w:vAlign w:val="bottom"/>
          </w:tcPr>
          <w:p w:rsidR="00D92D42" w:rsidRPr="00D92D42" w:rsidRDefault="00D92D42" w:rsidP="00D92D42">
            <w:pPr>
              <w:pStyle w:val="TableBodyText"/>
            </w:pPr>
            <w:r w:rsidRPr="00D92D42">
              <w:t xml:space="preserve">  2.7</w:t>
            </w:r>
          </w:p>
        </w:tc>
        <w:tc>
          <w:tcPr>
            <w:tcW w:w="709" w:type="dxa"/>
            <w:vAlign w:val="bottom"/>
          </w:tcPr>
          <w:p w:rsidR="00D92D42" w:rsidRPr="00D92D42" w:rsidRDefault="00D92D42" w:rsidP="00D92D42">
            <w:pPr>
              <w:pStyle w:val="TableBodyText"/>
            </w:pPr>
            <w:r w:rsidRPr="00D92D42">
              <w:t xml:space="preserve">  16.3</w:t>
            </w:r>
          </w:p>
        </w:tc>
        <w:tc>
          <w:tcPr>
            <w:tcW w:w="851" w:type="dxa"/>
            <w:vAlign w:val="bottom"/>
          </w:tcPr>
          <w:p w:rsidR="00D92D42" w:rsidRPr="00D92D42" w:rsidRDefault="00D92D42" w:rsidP="00D92D42">
            <w:pPr>
              <w:pStyle w:val="TableBodyText"/>
            </w:pPr>
            <w:r w:rsidRPr="00D92D42">
              <w:t xml:space="preserve">  5.5</w:t>
            </w:r>
          </w:p>
        </w:tc>
        <w:tc>
          <w:tcPr>
            <w:tcW w:w="708" w:type="dxa"/>
            <w:vAlign w:val="bottom"/>
          </w:tcPr>
          <w:p w:rsidR="00D92D42" w:rsidRPr="00D92D42" w:rsidRDefault="00D92D42" w:rsidP="00D92D42">
            <w:pPr>
              <w:pStyle w:val="TableBodyText"/>
            </w:pPr>
            <w:r w:rsidRPr="00D92D42">
              <w:t xml:space="preserve">  22.4</w:t>
            </w:r>
          </w:p>
        </w:tc>
        <w:tc>
          <w:tcPr>
            <w:tcW w:w="709" w:type="dxa"/>
            <w:vAlign w:val="bottom"/>
          </w:tcPr>
          <w:p w:rsidR="00D92D42" w:rsidRPr="00D92D42" w:rsidRDefault="00D92D42" w:rsidP="00D92D42">
            <w:pPr>
              <w:pStyle w:val="TableBodyText"/>
            </w:pPr>
            <w:r w:rsidRPr="00D92D42">
              <w:t xml:space="preserve">  7.7</w:t>
            </w:r>
          </w:p>
        </w:tc>
        <w:tc>
          <w:tcPr>
            <w:tcW w:w="709" w:type="dxa"/>
            <w:vAlign w:val="bottom"/>
          </w:tcPr>
          <w:p w:rsidR="00D92D42" w:rsidRPr="00D92D42" w:rsidRDefault="00D92D42" w:rsidP="00D92D42">
            <w:pPr>
              <w:pStyle w:val="TableBodyText"/>
            </w:pPr>
            <w:r w:rsidRPr="00D92D42">
              <w:t xml:space="preserve">  20.5</w:t>
            </w:r>
          </w:p>
        </w:tc>
        <w:tc>
          <w:tcPr>
            <w:tcW w:w="709" w:type="dxa"/>
            <w:vAlign w:val="bottom"/>
          </w:tcPr>
          <w:p w:rsidR="00D92D42" w:rsidRPr="00D92D42" w:rsidRDefault="00D92D42" w:rsidP="00D92D42">
            <w:pPr>
              <w:pStyle w:val="TableBodyText"/>
            </w:pPr>
            <w:r w:rsidRPr="00D92D42">
              <w:t xml:space="preserve">  1.2</w:t>
            </w:r>
          </w:p>
        </w:tc>
        <w:tc>
          <w:tcPr>
            <w:tcW w:w="708" w:type="dxa"/>
            <w:vAlign w:val="bottom"/>
          </w:tcPr>
          <w:p w:rsidR="00D92D42" w:rsidRPr="00D92D42" w:rsidRDefault="00D92D42" w:rsidP="00D92D42">
            <w:pPr>
              <w:pStyle w:val="TableBodyText"/>
            </w:pPr>
            <w:r w:rsidRPr="00D92D42">
              <w:t xml:space="preserve">  2.3</w:t>
            </w:r>
          </w:p>
        </w:tc>
        <w:tc>
          <w:tcPr>
            <w:tcW w:w="852" w:type="dxa"/>
            <w:vAlign w:val="bottom"/>
          </w:tcPr>
          <w:p w:rsidR="00D92D42" w:rsidRPr="00D92D42" w:rsidRDefault="00D92D42" w:rsidP="00D92D42">
            <w:pPr>
              <w:pStyle w:val="TableBodyText"/>
            </w:pPr>
            <w:r w:rsidRPr="00D92D42">
              <w:t xml:space="preserve">  7.6</w:t>
            </w:r>
          </w:p>
        </w:tc>
      </w:tr>
      <w:tr w:rsidR="00D92D42" w:rsidTr="00D92D42">
        <w:tc>
          <w:tcPr>
            <w:tcW w:w="1985" w:type="dxa"/>
          </w:tcPr>
          <w:p w:rsidR="00D92D42" w:rsidRPr="00526B46" w:rsidRDefault="00D92D42" w:rsidP="00610169">
            <w:pPr>
              <w:pStyle w:val="TableBodyText"/>
              <w:ind w:left="136"/>
              <w:jc w:val="left"/>
            </w:pPr>
            <w:r>
              <w:t xml:space="preserve">Other non-admitted </w:t>
            </w:r>
          </w:p>
        </w:tc>
        <w:tc>
          <w:tcPr>
            <w:tcW w:w="850" w:type="dxa"/>
            <w:vAlign w:val="bottom"/>
          </w:tcPr>
          <w:p w:rsidR="00D92D42" w:rsidRPr="00D92D42" w:rsidRDefault="00D92D42" w:rsidP="00D92D42">
            <w:pPr>
              <w:pStyle w:val="TableBodyText"/>
            </w:pPr>
          </w:p>
        </w:tc>
        <w:tc>
          <w:tcPr>
            <w:tcW w:w="709" w:type="dxa"/>
            <w:vAlign w:val="bottom"/>
          </w:tcPr>
          <w:p w:rsidR="00D92D42" w:rsidRPr="00D92D42" w:rsidRDefault="00D92D42" w:rsidP="00D92D42">
            <w:pPr>
              <w:pStyle w:val="TableBodyText"/>
            </w:pPr>
          </w:p>
        </w:tc>
        <w:tc>
          <w:tcPr>
            <w:tcW w:w="851" w:type="dxa"/>
            <w:vAlign w:val="bottom"/>
          </w:tcPr>
          <w:p w:rsidR="00D92D42" w:rsidRPr="00D92D42" w:rsidRDefault="00D92D42" w:rsidP="00D92D42">
            <w:pPr>
              <w:pStyle w:val="TableBodyText"/>
            </w:pPr>
          </w:p>
        </w:tc>
        <w:tc>
          <w:tcPr>
            <w:tcW w:w="708" w:type="dxa"/>
            <w:vAlign w:val="bottom"/>
          </w:tcPr>
          <w:p w:rsidR="00D92D42" w:rsidRPr="00D92D42" w:rsidRDefault="00D92D42" w:rsidP="00D92D42">
            <w:pPr>
              <w:pStyle w:val="TableBodyText"/>
            </w:pPr>
          </w:p>
        </w:tc>
        <w:tc>
          <w:tcPr>
            <w:tcW w:w="709" w:type="dxa"/>
            <w:vAlign w:val="bottom"/>
          </w:tcPr>
          <w:p w:rsidR="00D92D42" w:rsidRPr="00D92D42" w:rsidRDefault="00D92D42" w:rsidP="00D92D42">
            <w:pPr>
              <w:pStyle w:val="TableBodyText"/>
            </w:pPr>
          </w:p>
        </w:tc>
        <w:tc>
          <w:tcPr>
            <w:tcW w:w="709" w:type="dxa"/>
            <w:vAlign w:val="bottom"/>
          </w:tcPr>
          <w:p w:rsidR="00D92D42" w:rsidRPr="00D92D42" w:rsidRDefault="00D92D42" w:rsidP="00D92D42">
            <w:pPr>
              <w:pStyle w:val="TableBodyText"/>
            </w:pPr>
          </w:p>
        </w:tc>
        <w:tc>
          <w:tcPr>
            <w:tcW w:w="709" w:type="dxa"/>
            <w:vAlign w:val="bottom"/>
          </w:tcPr>
          <w:p w:rsidR="00D92D42" w:rsidRPr="00D92D42" w:rsidRDefault="00D92D42" w:rsidP="00D92D42">
            <w:pPr>
              <w:pStyle w:val="TableBodyText"/>
            </w:pPr>
          </w:p>
        </w:tc>
        <w:tc>
          <w:tcPr>
            <w:tcW w:w="708" w:type="dxa"/>
            <w:vAlign w:val="bottom"/>
          </w:tcPr>
          <w:p w:rsidR="00D92D42" w:rsidRPr="00D92D42" w:rsidRDefault="00D92D42" w:rsidP="00D92D42">
            <w:pPr>
              <w:pStyle w:val="TableBodyText"/>
            </w:pPr>
          </w:p>
        </w:tc>
        <w:tc>
          <w:tcPr>
            <w:tcW w:w="852" w:type="dxa"/>
            <w:vAlign w:val="bottom"/>
          </w:tcPr>
          <w:p w:rsidR="00D92D42" w:rsidRPr="00D92D42" w:rsidRDefault="00D92D42" w:rsidP="00D92D42">
            <w:pPr>
              <w:pStyle w:val="TableBodyText"/>
            </w:pPr>
          </w:p>
        </w:tc>
      </w:tr>
      <w:tr w:rsidR="00D92D42" w:rsidTr="00D92D42">
        <w:trPr>
          <w:trHeight w:val="186"/>
        </w:trPr>
        <w:tc>
          <w:tcPr>
            <w:tcW w:w="1985" w:type="dxa"/>
          </w:tcPr>
          <w:p w:rsidR="00D92D42" w:rsidRDefault="00D92D42" w:rsidP="00531D51">
            <w:pPr>
              <w:pStyle w:val="TableBodyText"/>
              <w:ind w:left="272"/>
              <w:jc w:val="left"/>
            </w:pPr>
            <w:r>
              <w:t>Community health</w:t>
            </w:r>
          </w:p>
        </w:tc>
        <w:tc>
          <w:tcPr>
            <w:tcW w:w="850" w:type="dxa"/>
            <w:vAlign w:val="bottom"/>
          </w:tcPr>
          <w:p w:rsidR="00D92D42" w:rsidRPr="00D92D42" w:rsidRDefault="00D92D42" w:rsidP="00D92D42">
            <w:pPr>
              <w:pStyle w:val="TableBodyText"/>
            </w:pPr>
            <w:r w:rsidRPr="00D92D42">
              <w:t xml:space="preserve">  6.8</w:t>
            </w:r>
          </w:p>
        </w:tc>
        <w:tc>
          <w:tcPr>
            <w:tcW w:w="709" w:type="dxa"/>
            <w:vAlign w:val="bottom"/>
          </w:tcPr>
          <w:p w:rsidR="00D92D42" w:rsidRPr="00D92D42" w:rsidRDefault="00D92D42" w:rsidP="00D92D42">
            <w:pPr>
              <w:pStyle w:val="TableBodyText"/>
            </w:pPr>
            <w:r w:rsidRPr="00D92D42">
              <w:t xml:space="preserve">  0.2</w:t>
            </w:r>
          </w:p>
        </w:tc>
        <w:tc>
          <w:tcPr>
            <w:tcW w:w="851" w:type="dxa"/>
            <w:vAlign w:val="bottom"/>
          </w:tcPr>
          <w:p w:rsidR="00D92D42" w:rsidRPr="00D92D42" w:rsidRDefault="00D92D42" w:rsidP="00D92D42">
            <w:pPr>
              <w:pStyle w:val="TableBodyText"/>
            </w:pPr>
            <w:r w:rsidRPr="00D92D42">
              <w:t xml:space="preserve">  1.1</w:t>
            </w:r>
          </w:p>
        </w:tc>
        <w:tc>
          <w:tcPr>
            <w:tcW w:w="708" w:type="dxa"/>
            <w:vAlign w:val="bottom"/>
          </w:tcPr>
          <w:p w:rsidR="00D92D42" w:rsidRPr="00D92D42" w:rsidRDefault="00D92D42" w:rsidP="00D92D42">
            <w:pPr>
              <w:pStyle w:val="TableBodyText"/>
            </w:pPr>
            <w:r w:rsidRPr="00D92D42">
              <w:t xml:space="preserve">  16.3</w:t>
            </w:r>
          </w:p>
        </w:tc>
        <w:tc>
          <w:tcPr>
            <w:tcW w:w="709" w:type="dxa"/>
            <w:vAlign w:val="bottom"/>
          </w:tcPr>
          <w:p w:rsidR="00D92D42" w:rsidRPr="00D92D42" w:rsidRDefault="00D92D42" w:rsidP="00D92D42">
            <w:pPr>
              <w:pStyle w:val="TableBodyText"/>
            </w:pPr>
            <w:r w:rsidRPr="00D92D42">
              <w:t xml:space="preserve">  0.1</w:t>
            </w:r>
          </w:p>
        </w:tc>
        <w:tc>
          <w:tcPr>
            <w:tcW w:w="709" w:type="dxa"/>
            <w:vAlign w:val="bottom"/>
          </w:tcPr>
          <w:p w:rsidR="00D92D42" w:rsidRPr="00D92D42" w:rsidRDefault="00D92D42" w:rsidP="00D92D42">
            <w:pPr>
              <w:pStyle w:val="TableBodyText"/>
            </w:pPr>
            <w:r w:rsidRPr="00D92D42">
              <w:t xml:space="preserve">  4.1</w:t>
            </w:r>
          </w:p>
        </w:tc>
        <w:tc>
          <w:tcPr>
            <w:tcW w:w="709" w:type="dxa"/>
            <w:vAlign w:val="bottom"/>
          </w:tcPr>
          <w:p w:rsidR="00D92D42" w:rsidRPr="00D92D42" w:rsidRDefault="00D92D42" w:rsidP="00D92D42">
            <w:pPr>
              <w:pStyle w:val="TableBodyText"/>
            </w:pPr>
            <w:r w:rsidRPr="00D92D42">
              <w:t xml:space="preserve">  24.0</w:t>
            </w:r>
          </w:p>
        </w:tc>
        <w:tc>
          <w:tcPr>
            <w:tcW w:w="708" w:type="dxa"/>
            <w:vAlign w:val="bottom"/>
          </w:tcPr>
          <w:p w:rsidR="00D92D42" w:rsidRPr="00D92D42" w:rsidRDefault="00D92D42" w:rsidP="00D92D42">
            <w:pPr>
              <w:pStyle w:val="TableBodyText"/>
            </w:pPr>
            <w:r w:rsidRPr="00D92D42">
              <w:t>..</w:t>
            </w:r>
          </w:p>
        </w:tc>
        <w:tc>
          <w:tcPr>
            <w:tcW w:w="852" w:type="dxa"/>
            <w:vAlign w:val="bottom"/>
          </w:tcPr>
          <w:p w:rsidR="00D92D42" w:rsidRPr="00D92D42" w:rsidRDefault="00D92D42" w:rsidP="00D92D42">
            <w:pPr>
              <w:pStyle w:val="TableBodyText"/>
            </w:pPr>
            <w:r w:rsidRPr="00D92D42">
              <w:t xml:space="preserve">  5.9</w:t>
            </w:r>
          </w:p>
        </w:tc>
      </w:tr>
      <w:tr w:rsidR="00D92D42" w:rsidTr="00D92D42">
        <w:trPr>
          <w:trHeight w:val="345"/>
        </w:trPr>
        <w:tc>
          <w:tcPr>
            <w:tcW w:w="1985" w:type="dxa"/>
          </w:tcPr>
          <w:p w:rsidR="00D92D42" w:rsidRDefault="00D92D42" w:rsidP="00531D51">
            <w:pPr>
              <w:pStyle w:val="TableBodyText"/>
              <w:ind w:left="272"/>
              <w:jc w:val="left"/>
            </w:pPr>
            <w:r>
              <w:t>District nursing</w:t>
            </w:r>
            <w:r>
              <w:rPr>
                <w:rStyle w:val="NoteLabel"/>
              </w:rPr>
              <w:t>d</w:t>
            </w:r>
          </w:p>
        </w:tc>
        <w:tc>
          <w:tcPr>
            <w:tcW w:w="850" w:type="dxa"/>
            <w:vAlign w:val="bottom"/>
          </w:tcPr>
          <w:p w:rsidR="00D92D42" w:rsidRPr="00D92D42" w:rsidRDefault="00D92D42" w:rsidP="00D92D42">
            <w:pPr>
              <w:pStyle w:val="TableBodyText"/>
            </w:pPr>
            <w:r w:rsidRPr="00D92D42">
              <w:t xml:space="preserve">  6.5</w:t>
            </w:r>
          </w:p>
        </w:tc>
        <w:tc>
          <w:tcPr>
            <w:tcW w:w="709" w:type="dxa"/>
            <w:vAlign w:val="bottom"/>
          </w:tcPr>
          <w:p w:rsidR="00D92D42" w:rsidRPr="00D92D42" w:rsidRDefault="00D92D42" w:rsidP="00D92D42">
            <w:pPr>
              <w:pStyle w:val="TableBodyText"/>
            </w:pPr>
            <w:r w:rsidRPr="00D92D42">
              <w:t xml:space="preserve">  3.6</w:t>
            </w:r>
          </w:p>
        </w:tc>
        <w:tc>
          <w:tcPr>
            <w:tcW w:w="851" w:type="dxa"/>
            <w:vAlign w:val="bottom"/>
          </w:tcPr>
          <w:p w:rsidR="00D92D42" w:rsidRPr="00D92D42" w:rsidRDefault="00D92D42" w:rsidP="00D92D42">
            <w:pPr>
              <w:pStyle w:val="TableBodyText"/>
            </w:pPr>
            <w:r w:rsidRPr="00D92D42">
              <w:t xml:space="preserve">  1.1</w:t>
            </w:r>
          </w:p>
        </w:tc>
        <w:tc>
          <w:tcPr>
            <w:tcW w:w="708" w:type="dxa"/>
            <w:vAlign w:val="bottom"/>
          </w:tcPr>
          <w:p w:rsidR="00D92D42" w:rsidRPr="00D92D42" w:rsidRDefault="00D92D42" w:rsidP="00D92D42">
            <w:pPr>
              <w:pStyle w:val="TableBodyText"/>
            </w:pPr>
            <w:r w:rsidRPr="00D92D42">
              <w:t xml:space="preserve">  2.5</w:t>
            </w:r>
          </w:p>
        </w:tc>
        <w:tc>
          <w:tcPr>
            <w:tcW w:w="709" w:type="dxa"/>
            <w:vAlign w:val="bottom"/>
          </w:tcPr>
          <w:p w:rsidR="00D92D42" w:rsidRPr="00D92D42" w:rsidRDefault="00D92D42" w:rsidP="00D92D42">
            <w:pPr>
              <w:pStyle w:val="TableBodyText"/>
            </w:pPr>
            <w:r w:rsidRPr="00D92D42">
              <w:t xml:space="preserve">  0.3</w:t>
            </w:r>
          </w:p>
        </w:tc>
        <w:tc>
          <w:tcPr>
            <w:tcW w:w="709" w:type="dxa"/>
            <w:vAlign w:val="bottom"/>
          </w:tcPr>
          <w:p w:rsidR="00D92D42" w:rsidRPr="00D92D42" w:rsidRDefault="00D92D42" w:rsidP="00D92D42">
            <w:pPr>
              <w:pStyle w:val="TableBodyText"/>
            </w:pPr>
            <w:r w:rsidRPr="00D92D42">
              <w:t>..</w:t>
            </w:r>
          </w:p>
        </w:tc>
        <w:tc>
          <w:tcPr>
            <w:tcW w:w="709" w:type="dxa"/>
            <w:vAlign w:val="bottom"/>
          </w:tcPr>
          <w:p w:rsidR="00D92D42" w:rsidRPr="00D92D42" w:rsidRDefault="00D92D42" w:rsidP="00D92D42">
            <w:pPr>
              <w:pStyle w:val="TableBodyText"/>
            </w:pPr>
            <w:r w:rsidRPr="00D92D42">
              <w:t>..</w:t>
            </w:r>
          </w:p>
        </w:tc>
        <w:tc>
          <w:tcPr>
            <w:tcW w:w="708" w:type="dxa"/>
            <w:vAlign w:val="bottom"/>
          </w:tcPr>
          <w:p w:rsidR="00D92D42" w:rsidRPr="00D92D42" w:rsidRDefault="00D92D42" w:rsidP="00D92D42">
            <w:pPr>
              <w:pStyle w:val="TableBodyText"/>
            </w:pPr>
            <w:r w:rsidRPr="00D92D42">
              <w:t>..</w:t>
            </w:r>
          </w:p>
        </w:tc>
        <w:tc>
          <w:tcPr>
            <w:tcW w:w="852" w:type="dxa"/>
            <w:vAlign w:val="bottom"/>
          </w:tcPr>
          <w:p w:rsidR="00D92D42" w:rsidRPr="00D92D42" w:rsidRDefault="00D92D42" w:rsidP="00D92D42">
            <w:pPr>
              <w:pStyle w:val="TableBodyText"/>
            </w:pPr>
            <w:r w:rsidRPr="00D92D42">
              <w:t xml:space="preserve">  4.0</w:t>
            </w:r>
          </w:p>
        </w:tc>
      </w:tr>
      <w:tr w:rsidR="00D92D42" w:rsidTr="00D92D42">
        <w:tc>
          <w:tcPr>
            <w:tcW w:w="1985" w:type="dxa"/>
          </w:tcPr>
          <w:p w:rsidR="00D92D42" w:rsidRPr="00B105CF" w:rsidRDefault="00D92D42" w:rsidP="00610169">
            <w:pPr>
              <w:pStyle w:val="TableBodyText"/>
              <w:ind w:left="346" w:hanging="340"/>
              <w:jc w:val="left"/>
              <w:rPr>
                <w:b/>
              </w:rPr>
            </w:pPr>
            <w:r>
              <w:rPr>
                <w:b/>
              </w:rPr>
              <w:t>M</w:t>
            </w:r>
            <w:r w:rsidRPr="00B105CF">
              <w:rPr>
                <w:b/>
              </w:rPr>
              <w:t xml:space="preserve">ost common </w:t>
            </w:r>
            <w:r w:rsidR="00610169">
              <w:rPr>
                <w:b/>
              </w:rPr>
              <w:t>occasions of service</w:t>
            </w:r>
            <w:r w:rsidRPr="00B105CF">
              <w:rPr>
                <w:b/>
              </w:rPr>
              <w:t xml:space="preserve"> (%)</w:t>
            </w:r>
          </w:p>
        </w:tc>
        <w:tc>
          <w:tcPr>
            <w:tcW w:w="850" w:type="dxa"/>
            <w:vAlign w:val="bottom"/>
          </w:tcPr>
          <w:p w:rsidR="00D92D42" w:rsidRPr="00D92D42" w:rsidRDefault="00D92D42" w:rsidP="00D92D42">
            <w:pPr>
              <w:pStyle w:val="TableBodyText"/>
              <w:rPr>
                <w:b/>
              </w:rPr>
            </w:pPr>
            <w:r w:rsidRPr="00D92D42">
              <w:rPr>
                <w:b/>
              </w:rPr>
              <w:t xml:space="preserve">  92.3</w:t>
            </w:r>
          </w:p>
        </w:tc>
        <w:tc>
          <w:tcPr>
            <w:tcW w:w="709" w:type="dxa"/>
            <w:vAlign w:val="bottom"/>
          </w:tcPr>
          <w:p w:rsidR="00D92D42" w:rsidRPr="00D92D42" w:rsidRDefault="00D92D42" w:rsidP="00D92D42">
            <w:pPr>
              <w:pStyle w:val="TableBodyText"/>
              <w:rPr>
                <w:b/>
              </w:rPr>
            </w:pPr>
            <w:r w:rsidRPr="00D92D42">
              <w:rPr>
                <w:b/>
              </w:rPr>
              <w:t xml:space="preserve">  98.5</w:t>
            </w:r>
          </w:p>
        </w:tc>
        <w:tc>
          <w:tcPr>
            <w:tcW w:w="851" w:type="dxa"/>
            <w:vAlign w:val="bottom"/>
          </w:tcPr>
          <w:p w:rsidR="00D92D42" w:rsidRPr="00D92D42" w:rsidRDefault="00D92D42" w:rsidP="00D92D42">
            <w:pPr>
              <w:pStyle w:val="TableBodyText"/>
              <w:rPr>
                <w:b/>
              </w:rPr>
            </w:pPr>
            <w:r w:rsidRPr="00D92D42">
              <w:rPr>
                <w:b/>
              </w:rPr>
              <w:t xml:space="preserve">  98.4</w:t>
            </w:r>
          </w:p>
        </w:tc>
        <w:tc>
          <w:tcPr>
            <w:tcW w:w="708" w:type="dxa"/>
            <w:vAlign w:val="bottom"/>
          </w:tcPr>
          <w:p w:rsidR="00D92D42" w:rsidRPr="00D92D42" w:rsidRDefault="00D92D42" w:rsidP="00D92D42">
            <w:pPr>
              <w:pStyle w:val="TableBodyText"/>
              <w:rPr>
                <w:b/>
              </w:rPr>
            </w:pPr>
            <w:r w:rsidRPr="00D92D42">
              <w:rPr>
                <w:b/>
              </w:rPr>
              <w:t xml:space="preserve">  97.9</w:t>
            </w:r>
          </w:p>
        </w:tc>
        <w:tc>
          <w:tcPr>
            <w:tcW w:w="709" w:type="dxa"/>
            <w:vAlign w:val="bottom"/>
          </w:tcPr>
          <w:p w:rsidR="00D92D42" w:rsidRPr="00D92D42" w:rsidRDefault="00D92D42" w:rsidP="00D92D42">
            <w:pPr>
              <w:pStyle w:val="TableBodyText"/>
              <w:rPr>
                <w:b/>
              </w:rPr>
            </w:pPr>
            <w:r w:rsidRPr="00D92D42">
              <w:rPr>
                <w:b/>
              </w:rPr>
              <w:t xml:space="preserve">  88.6</w:t>
            </w:r>
          </w:p>
        </w:tc>
        <w:tc>
          <w:tcPr>
            <w:tcW w:w="709" w:type="dxa"/>
            <w:vAlign w:val="bottom"/>
          </w:tcPr>
          <w:p w:rsidR="00D92D42" w:rsidRPr="00D92D42" w:rsidRDefault="00D92D42" w:rsidP="00D92D42">
            <w:pPr>
              <w:pStyle w:val="TableBodyText"/>
              <w:rPr>
                <w:b/>
              </w:rPr>
            </w:pPr>
            <w:r w:rsidRPr="00D92D42">
              <w:rPr>
                <w:b/>
              </w:rPr>
              <w:t xml:space="preserve">  100.0</w:t>
            </w:r>
          </w:p>
        </w:tc>
        <w:tc>
          <w:tcPr>
            <w:tcW w:w="709" w:type="dxa"/>
            <w:vAlign w:val="bottom"/>
          </w:tcPr>
          <w:p w:rsidR="00D92D42" w:rsidRPr="00D92D42" w:rsidRDefault="00D92D42" w:rsidP="00D92D42">
            <w:pPr>
              <w:pStyle w:val="TableBodyText"/>
              <w:rPr>
                <w:b/>
              </w:rPr>
            </w:pPr>
            <w:r w:rsidRPr="00D92D42">
              <w:rPr>
                <w:b/>
              </w:rPr>
              <w:t xml:space="preserve">  99.8</w:t>
            </w:r>
          </w:p>
        </w:tc>
        <w:tc>
          <w:tcPr>
            <w:tcW w:w="708" w:type="dxa"/>
            <w:vAlign w:val="bottom"/>
          </w:tcPr>
          <w:p w:rsidR="00D92D42" w:rsidRPr="00D92D42" w:rsidRDefault="00D92D42" w:rsidP="00D92D42">
            <w:pPr>
              <w:pStyle w:val="TableBodyText"/>
              <w:rPr>
                <w:b/>
              </w:rPr>
            </w:pPr>
            <w:r w:rsidRPr="00D92D42">
              <w:rPr>
                <w:b/>
              </w:rPr>
              <w:t xml:space="preserve">  100.0</w:t>
            </w:r>
          </w:p>
        </w:tc>
        <w:tc>
          <w:tcPr>
            <w:tcW w:w="852" w:type="dxa"/>
            <w:vAlign w:val="bottom"/>
          </w:tcPr>
          <w:p w:rsidR="00D92D42" w:rsidRPr="00D92D42" w:rsidRDefault="00D92D42" w:rsidP="00D92D42">
            <w:pPr>
              <w:pStyle w:val="TableBodyText"/>
              <w:rPr>
                <w:b/>
              </w:rPr>
            </w:pPr>
            <w:r w:rsidRPr="00D92D42">
              <w:rPr>
                <w:b/>
              </w:rPr>
              <w:t xml:space="preserve">  95.3</w:t>
            </w:r>
          </w:p>
        </w:tc>
      </w:tr>
      <w:tr w:rsidR="00D92D42" w:rsidTr="00D92D42">
        <w:tc>
          <w:tcPr>
            <w:tcW w:w="1985" w:type="dxa"/>
            <w:tcBorders>
              <w:bottom w:val="single" w:sz="6" w:space="0" w:color="auto"/>
            </w:tcBorders>
            <w:shd w:val="clear" w:color="auto" w:fill="auto"/>
          </w:tcPr>
          <w:p w:rsidR="00D92D42" w:rsidRPr="00B105CF" w:rsidRDefault="00D92D42" w:rsidP="00610169">
            <w:pPr>
              <w:pStyle w:val="TableBodyText"/>
              <w:ind w:left="346" w:hanging="340"/>
              <w:jc w:val="left"/>
              <w:rPr>
                <w:b/>
              </w:rPr>
            </w:pPr>
            <w:r w:rsidRPr="00B105CF">
              <w:rPr>
                <w:b/>
              </w:rPr>
              <w:t>Total occasions of service (’000)</w:t>
            </w:r>
          </w:p>
        </w:tc>
        <w:tc>
          <w:tcPr>
            <w:tcW w:w="850"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24 062</w:t>
            </w:r>
          </w:p>
        </w:tc>
        <w:tc>
          <w:tcPr>
            <w:tcW w:w="709"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7 061</w:t>
            </w:r>
          </w:p>
        </w:tc>
        <w:tc>
          <w:tcPr>
            <w:tcW w:w="851"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11 188</w:t>
            </w:r>
          </w:p>
        </w:tc>
        <w:tc>
          <w:tcPr>
            <w:tcW w:w="708"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5 895</w:t>
            </w:r>
          </w:p>
        </w:tc>
        <w:tc>
          <w:tcPr>
            <w:tcW w:w="709"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2 199</w:t>
            </w:r>
          </w:p>
        </w:tc>
        <w:tc>
          <w:tcPr>
            <w:tcW w:w="709"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504</w:t>
            </w:r>
          </w:p>
        </w:tc>
        <w:tc>
          <w:tcPr>
            <w:tcW w:w="709"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1 643</w:t>
            </w:r>
          </w:p>
        </w:tc>
        <w:tc>
          <w:tcPr>
            <w:tcW w:w="708"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572</w:t>
            </w:r>
          </w:p>
        </w:tc>
        <w:tc>
          <w:tcPr>
            <w:tcW w:w="852" w:type="dxa"/>
            <w:tcBorders>
              <w:bottom w:val="single" w:sz="6" w:space="0" w:color="auto"/>
            </w:tcBorders>
            <w:shd w:val="clear" w:color="auto" w:fill="auto"/>
            <w:vAlign w:val="center"/>
          </w:tcPr>
          <w:p w:rsidR="00D92D42" w:rsidRPr="00E64FD3" w:rsidRDefault="00D92D42" w:rsidP="00E64FD3">
            <w:pPr>
              <w:pStyle w:val="TableBodyText"/>
              <w:rPr>
                <w:b/>
              </w:rPr>
            </w:pPr>
            <w:r w:rsidRPr="00E64FD3">
              <w:rPr>
                <w:b/>
              </w:rPr>
              <w:t>53 125</w:t>
            </w:r>
          </w:p>
        </w:tc>
      </w:tr>
    </w:tbl>
    <w:p w:rsidR="00D2410D" w:rsidRDefault="00D2410D" w:rsidP="00D2410D">
      <w:pPr>
        <w:pStyle w:val="Note"/>
        <w:keepNext/>
      </w:pPr>
      <w:proofErr w:type="spellStart"/>
      <w:r w:rsidRPr="00724A4B">
        <w:rPr>
          <w:rStyle w:val="NoteLabel"/>
        </w:rPr>
        <w:t>a</w:t>
      </w:r>
      <w:proofErr w:type="spellEnd"/>
      <w:r w:rsidRPr="00724A4B">
        <w:sym w:font="Symbol" w:char="F020"/>
      </w:r>
      <w:r w:rsidRPr="00724A4B">
        <w:t xml:space="preserve">Individual non-admitted patient care services. Excludes group sessions. Reporting arrangements vary significantly across jurisdictions. </w:t>
      </w:r>
      <w:r w:rsidRPr="00724A4B">
        <w:rPr>
          <w:rStyle w:val="NoteLabel"/>
        </w:rPr>
        <w:t>b</w:t>
      </w:r>
      <w:r w:rsidRPr="00724A4B">
        <w:t xml:space="preserve"> Radiology </w:t>
      </w:r>
      <w:r w:rsidR="007E6A28">
        <w:t>data</w:t>
      </w:r>
      <w:r w:rsidRPr="00724A4B">
        <w:t xml:space="preserve"> for the NT are underestimated and pathology </w:t>
      </w:r>
      <w:r w:rsidR="007E6A28">
        <w:t>data</w:t>
      </w:r>
      <w:r w:rsidRPr="00724A4B">
        <w:t xml:space="preserve"> relate to only three of the five hospitals. </w:t>
      </w:r>
      <w:r>
        <w:rPr>
          <w:rStyle w:val="NoteLabel"/>
        </w:rPr>
        <w:t xml:space="preserve">c </w:t>
      </w:r>
      <w:r w:rsidRPr="00724A4B">
        <w:t xml:space="preserve">Justice Health in NSW reported </w:t>
      </w:r>
      <w:r>
        <w:t>a large number of occasions of service that may not be typical of pharmacy</w:t>
      </w:r>
      <w:r w:rsidRPr="00724A4B">
        <w:t xml:space="preserve">. </w:t>
      </w:r>
      <w:r>
        <w:rPr>
          <w:rStyle w:val="NoteLabel"/>
        </w:rPr>
        <w:t>d</w:t>
      </w:r>
      <w:r>
        <w:t xml:space="preserve"> </w:t>
      </w:r>
      <w:r w:rsidRPr="00724A4B">
        <w:t xml:space="preserve">Justice Health in NSW reported </w:t>
      </w:r>
      <w:r>
        <w:t xml:space="preserve">a large number of occasions of service that may not be typical of </w:t>
      </w:r>
      <w:r w:rsidRPr="00724A4B">
        <w:t>district nursing.</w:t>
      </w:r>
      <w:r>
        <w:t xml:space="preserve"> – Nil or rounded to zero. </w:t>
      </w:r>
      <w:r w:rsidR="00BF0E38" w:rsidRPr="00BF0E38">
        <w:rPr>
          <w:b/>
        </w:rPr>
        <w:t>..</w:t>
      </w:r>
      <w:r w:rsidR="00BF0E38">
        <w:t xml:space="preserve"> Not applicable.</w:t>
      </w:r>
      <w:r w:rsidR="00F80B13">
        <w:t xml:space="preserve"> </w:t>
      </w:r>
      <w:proofErr w:type="spellStart"/>
      <w:r w:rsidR="00F80B13" w:rsidRPr="00F80B13">
        <w:rPr>
          <w:b/>
        </w:rPr>
        <w:t>na</w:t>
      </w:r>
      <w:proofErr w:type="spellEnd"/>
      <w:r w:rsidR="00F80B13">
        <w:t xml:space="preserve"> Not available.</w:t>
      </w:r>
    </w:p>
    <w:p w:rsidR="00D2410D" w:rsidRDefault="00D2410D" w:rsidP="00D2410D">
      <w:pPr>
        <w:pStyle w:val="Source"/>
      </w:pPr>
      <w:r>
        <w:rPr>
          <w:i/>
        </w:rPr>
        <w:t>Source</w:t>
      </w:r>
      <w:r>
        <w:t xml:space="preserve">: </w:t>
      </w:r>
      <w:proofErr w:type="spellStart"/>
      <w:r w:rsidR="00193664">
        <w:t>AIHW</w:t>
      </w:r>
      <w:proofErr w:type="spellEnd"/>
      <w:r w:rsidR="00193664">
        <w:t xml:space="preserve"> (201</w:t>
      </w:r>
      <w:r w:rsidR="00BB6890">
        <w:t>3</w:t>
      </w:r>
      <w:r w:rsidR="00193664">
        <w:t>),</w:t>
      </w:r>
      <w:r w:rsidR="00193664" w:rsidRPr="00663A00">
        <w:rPr>
          <w:i/>
        </w:rPr>
        <w:t xml:space="preserve"> </w:t>
      </w:r>
      <w:r w:rsidR="00193664" w:rsidRPr="00354423">
        <w:rPr>
          <w:i/>
        </w:rPr>
        <w:t>Australian Hospital Statistics</w:t>
      </w:r>
      <w:r w:rsidR="00193664">
        <w:rPr>
          <w:i/>
        </w:rPr>
        <w:t xml:space="preserve"> 201</w:t>
      </w:r>
      <w:r w:rsidR="00492C9A">
        <w:rPr>
          <w:i/>
        </w:rPr>
        <w:t>1</w:t>
      </w:r>
      <w:r w:rsidR="00193664">
        <w:rPr>
          <w:i/>
        </w:rPr>
        <w:t>-1</w:t>
      </w:r>
      <w:r w:rsidR="00492C9A">
        <w:rPr>
          <w:i/>
        </w:rPr>
        <w:t>2</w:t>
      </w:r>
      <w:r w:rsidR="00193664">
        <w:rPr>
          <w:i/>
        </w:rPr>
        <w:t xml:space="preserve">, </w:t>
      </w:r>
      <w:r w:rsidR="00193664">
        <w:t xml:space="preserve">Health Services Series No. </w:t>
      </w:r>
      <w:r w:rsidR="00492C9A">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492C9A">
        <w:t>34</w:t>
      </w:r>
      <w:r>
        <w:t xml:space="preserve">; table </w:t>
      </w:r>
      <w:proofErr w:type="spellStart"/>
      <w:r>
        <w:t>10A.16</w:t>
      </w:r>
      <w:proofErr w:type="spellEnd"/>
      <w:r>
        <w:t>.</w:t>
      </w:r>
    </w:p>
    <w:p w:rsidR="00610169" w:rsidRDefault="00610169" w:rsidP="00610169">
      <w:pPr>
        <w:pStyle w:val="BodyText"/>
      </w:pPr>
      <w:r>
        <w:t>There is considerable variation among states and territories and across reporting years in the way in which non-admitted patient occasions of service are collected. Differing admission practices across states and territories also lead to variation among jurisdictions in the services reported (</w:t>
      </w:r>
      <w:proofErr w:type="spellStart"/>
      <w:r>
        <w:t>AIHW</w:t>
      </w:r>
      <w:proofErr w:type="spellEnd"/>
      <w:r>
        <w:t> </w:t>
      </w:r>
      <w:proofErr w:type="spellStart"/>
      <w:r>
        <w:t>2013a</w:t>
      </w:r>
      <w:proofErr w:type="spellEnd"/>
      <w:r>
        <w:t>).</w:t>
      </w:r>
    </w:p>
    <w:p w:rsidR="00D2410D" w:rsidRDefault="00D2410D" w:rsidP="00D2410D">
      <w:pPr>
        <w:pStyle w:val="Heading4"/>
      </w:pPr>
      <w:r>
        <w:t>Staff</w:t>
      </w:r>
    </w:p>
    <w:p w:rsidR="00D2410D" w:rsidRDefault="00D2410D" w:rsidP="00D2410D">
      <w:pPr>
        <w:pStyle w:val="BodyText"/>
      </w:pPr>
      <w:r>
        <w:t>In 20</w:t>
      </w:r>
      <w:r w:rsidR="00932E1D">
        <w:t>1</w:t>
      </w:r>
      <w:r w:rsidR="00A276F4">
        <w:t>1</w:t>
      </w:r>
      <w:r>
        <w:t>-1</w:t>
      </w:r>
      <w:r w:rsidR="00A276F4">
        <w:t>2</w:t>
      </w:r>
      <w:r>
        <w:t>, nurses comprised the single largest group of full time equivalent (FTE) staff employed in public hospitals (5.</w:t>
      </w:r>
      <w:r w:rsidR="002072F0">
        <w:t>5</w:t>
      </w:r>
      <w:r>
        <w:t> per 1000 people) (</w:t>
      </w:r>
      <w:r w:rsidRPr="009A5125">
        <w:t>figure</w:t>
      </w:r>
      <w:r>
        <w:t> 10.</w:t>
      </w:r>
      <w:r w:rsidR="00FD0822">
        <w:t>10</w:t>
      </w:r>
      <w:r>
        <w:t xml:space="preserve">). Comparing data on FTE staff across jurisdictions </w:t>
      </w:r>
      <w:r w:rsidR="00855953">
        <w:t>should</w:t>
      </w:r>
      <w:r>
        <w:t xml:space="preserve"> be undertaken with care, </w:t>
      </w:r>
      <w:r w:rsidRPr="0061295C">
        <w:t>because these data are affected by differences across jurisdictions in the recording and classifying of staff. The outsourcing of services with a large labour related component (for example, food services and domestic services) can have a large impact on hospital staffing figures and can explain some of the differences in FTE staff in some staffing categories across jurisdictions (</w:t>
      </w:r>
      <w:proofErr w:type="spellStart"/>
      <w:r w:rsidRPr="0061295C">
        <w:t>AIHW</w:t>
      </w:r>
      <w:proofErr w:type="spellEnd"/>
      <w:r w:rsidRPr="0061295C">
        <w:t> 2011).</w:t>
      </w:r>
    </w:p>
    <w:p w:rsidR="00D2410D" w:rsidRDefault="00D2410D" w:rsidP="00D2410D">
      <w:pPr>
        <w:pStyle w:val="FigureTitle"/>
        <w:ind w:left="1560" w:hanging="1560"/>
      </w:pPr>
      <w:r>
        <w:rPr>
          <w:b w:val="0"/>
        </w:rPr>
        <w:t xml:space="preserve">Figure </w:t>
      </w:r>
      <w:bookmarkStart w:id="13" w:name="OLE_LINK67"/>
      <w:r w:rsidR="00951DB7">
        <w:rPr>
          <w:b w:val="0"/>
        </w:rPr>
        <w:t>10.</w:t>
      </w:r>
      <w:r w:rsidR="005B16BF">
        <w:rPr>
          <w:b w:val="0"/>
          <w:noProof/>
        </w:rPr>
        <w:t>10</w:t>
      </w:r>
      <w:bookmarkEnd w:id="13"/>
      <w:r>
        <w:tab/>
        <w:t xml:space="preserve">Average FTE staff per 1000 people, public hospitals, </w:t>
      </w:r>
      <w:r>
        <w:br/>
        <w:t>20</w:t>
      </w:r>
      <w:r w:rsidR="00932E1D">
        <w:t>1</w:t>
      </w:r>
      <w:r w:rsidR="00C96F56">
        <w:t>1</w:t>
      </w:r>
      <w:r>
        <w:t>-1</w:t>
      </w:r>
      <w:r w:rsidR="00C96F56">
        <w:t>2</w:t>
      </w:r>
      <w:r>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53FF22FF" wp14:editId="7DEE6933">
                  <wp:extent cx="5387975" cy="2698115"/>
                  <wp:effectExtent l="0" t="0" r="3175" b="6985"/>
                  <wp:docPr id="10" name="Picture 10" descr="Figure 10.10 Average FTE staff per 1000 people,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keepNext/>
      </w:pPr>
      <w:r>
        <w:rPr>
          <w:rStyle w:val="NoteLabel"/>
        </w:rPr>
        <w:t>a</w:t>
      </w:r>
      <w:r>
        <w:sym w:font="Symbol" w:char="F020"/>
      </w:r>
      <w:r w:rsidRPr="00C05B4B">
        <w:t xml:space="preserve"> </w:t>
      </w:r>
      <w:r>
        <w:t>‘</w:t>
      </w:r>
      <w:r w:rsidRPr="0026324B">
        <w:t>Other staff’ include diagnostic and allied health professionals, other personal care staff, administrative and clerical staff, and domestic and other staff</w:t>
      </w:r>
      <w:r>
        <w:t xml:space="preserve">. </w:t>
      </w:r>
      <w:r>
        <w:rPr>
          <w:rStyle w:val="NoteLabel"/>
        </w:rPr>
        <w:t>b</w:t>
      </w:r>
      <w:r>
        <w:sym w:font="Symbol" w:char="F020"/>
      </w:r>
      <w:r w:rsidRPr="00FA4F9E">
        <w:t>Staff per 1000 people are calculated from ABS population data at 31 December 20</w:t>
      </w:r>
      <w:r w:rsidR="00BF0E38">
        <w:t>1</w:t>
      </w:r>
      <w:r w:rsidR="00F34BF1">
        <w:t>1</w:t>
      </w:r>
      <w:r w:rsidRPr="0026324B">
        <w:t xml:space="preserve"> (table</w:t>
      </w:r>
      <w:r>
        <w:t> </w:t>
      </w:r>
      <w:proofErr w:type="spellStart"/>
      <w:r w:rsidR="00F34BF1">
        <w:t>2</w:t>
      </w:r>
      <w:r w:rsidRPr="0026324B">
        <w:t>A.2</w:t>
      </w:r>
      <w:proofErr w:type="spellEnd"/>
      <w:r w:rsidRPr="0026324B">
        <w:t xml:space="preserve">). </w:t>
      </w:r>
      <w:r w:rsidR="00F34BF1" w:rsidRPr="00F34BF1">
        <w:t>Estimated Resident Populations (</w:t>
      </w:r>
      <w:proofErr w:type="spellStart"/>
      <w:r w:rsidR="00F34BF1" w:rsidRPr="00F34BF1">
        <w:t>ERPs</w:t>
      </w:r>
      <w:proofErr w:type="spellEnd"/>
      <w:r w:rsidR="00F34BF1" w:rsidRPr="00F34BF1">
        <w:t xml:space="preserve">) to June 2011 used to derive rates are revised to the ABS’ final 2011 Census rebased </w:t>
      </w:r>
      <w:proofErr w:type="spellStart"/>
      <w:r w:rsidR="00F34BF1" w:rsidRPr="00F34BF1">
        <w:t>ERPs</w:t>
      </w:r>
      <w:proofErr w:type="spellEnd"/>
      <w:r w:rsidR="00F34BF1" w:rsidRPr="00F34BF1">
        <w:t xml:space="preserve">. The final </w:t>
      </w:r>
      <w:proofErr w:type="spellStart"/>
      <w:r w:rsidR="00F34BF1" w:rsidRPr="00F34BF1">
        <w:t>ERP</w:t>
      </w:r>
      <w:proofErr w:type="spellEnd"/>
      <w:r w:rsidR="00F34BF1" w:rsidRPr="00F34BF1">
        <w:t xml:space="preserve"> replaces the preliminary 2006 Census based </w:t>
      </w:r>
      <w:proofErr w:type="spellStart"/>
      <w:r w:rsidR="00F34BF1" w:rsidRPr="00F34BF1">
        <w:t>ERPs</w:t>
      </w:r>
      <w:proofErr w:type="spellEnd"/>
      <w:r w:rsidR="00F34BF1" w:rsidRPr="00F34BF1">
        <w:t xml:space="preserve"> used in the 2013 Report. </w:t>
      </w:r>
      <w:proofErr w:type="spellStart"/>
      <w:r w:rsidR="00F34BF1" w:rsidRPr="00F34BF1">
        <w:t>ERP</w:t>
      </w:r>
      <w:proofErr w:type="spellEnd"/>
      <w:r w:rsidR="00F34BF1" w:rsidRPr="00F34BF1">
        <w:t xml:space="preserve"> data from December 2011 are first preliminary estimates based on the 2011 Census. See Chapter 2 (table</w:t>
      </w:r>
      <w:r w:rsidR="00B33AED">
        <w:t>s</w:t>
      </w:r>
      <w:r w:rsidR="00F34BF1" w:rsidRPr="00F34BF1">
        <w:t xml:space="preserve"> </w:t>
      </w:r>
      <w:proofErr w:type="spellStart"/>
      <w:r w:rsidR="00F34BF1" w:rsidRPr="00F34BF1">
        <w:t>2A.1</w:t>
      </w:r>
      <w:proofErr w:type="spellEnd"/>
      <w:r w:rsidR="00F34BF1" w:rsidRPr="00F34BF1">
        <w:t>-2) for details.</w:t>
      </w:r>
      <w:r w:rsidR="00F34BF1">
        <w:t xml:space="preserve"> </w:t>
      </w:r>
      <w:r w:rsidRPr="0026324B">
        <w:rPr>
          <w:rStyle w:val="NoteLabel"/>
        </w:rPr>
        <w:t>c</w:t>
      </w:r>
      <w:r w:rsidRPr="00FC0526">
        <w:rPr>
          <w:rStyle w:val="NoteLabel"/>
        </w:rPr>
        <w:t xml:space="preserve"> </w:t>
      </w:r>
      <w:r w:rsidRPr="00FC0526">
        <w:t xml:space="preserve">For Victoria, FTEs </w:t>
      </w:r>
      <w:r>
        <w:t xml:space="preserve">can </w:t>
      </w:r>
      <w:r w:rsidRPr="00FC0526">
        <w:t xml:space="preserve">be slightly understated. </w:t>
      </w:r>
      <w:r w:rsidRPr="00FC0526">
        <w:rPr>
          <w:rStyle w:val="NoteLabel"/>
        </w:rPr>
        <w:t xml:space="preserve">d </w:t>
      </w:r>
      <w:r w:rsidRPr="00FC0526">
        <w:t xml:space="preserve">Queensland pathology services staff employed by the State pathology service are not included. </w:t>
      </w:r>
      <w:r w:rsidRPr="00FC0526">
        <w:rPr>
          <w:rStyle w:val="NoteLabel"/>
        </w:rPr>
        <w:t xml:space="preserve">e </w:t>
      </w:r>
      <w:r w:rsidRPr="00FC0526">
        <w:t xml:space="preserve">Data for </w:t>
      </w:r>
      <w:r>
        <w:t>two</w:t>
      </w:r>
      <w:r w:rsidRPr="00FC0526">
        <w:t xml:space="preserve"> small Tasmanian hospitals are not included.</w:t>
      </w:r>
    </w:p>
    <w:p w:rsidR="00D2410D" w:rsidRPr="00835822" w:rsidRDefault="00D2410D" w:rsidP="00D2410D">
      <w:pPr>
        <w:pStyle w:val="Source"/>
        <w:rPr>
          <w:szCs w:val="18"/>
        </w:rPr>
      </w:pPr>
      <w:r w:rsidRPr="00835822">
        <w:rPr>
          <w:i/>
          <w:szCs w:val="18"/>
        </w:rPr>
        <w:t>Source</w:t>
      </w:r>
      <w:r w:rsidRPr="007C3287">
        <w:t xml:space="preserve"> </w:t>
      </w:r>
      <w:proofErr w:type="spellStart"/>
      <w:r w:rsidR="00193664">
        <w:t>AIHW</w:t>
      </w:r>
      <w:proofErr w:type="spellEnd"/>
      <w:r w:rsidR="00193664">
        <w:t xml:space="preserve"> (201</w:t>
      </w:r>
      <w:r w:rsidR="00492C9A">
        <w:t>3</w:t>
      </w:r>
      <w:r w:rsidR="00193664">
        <w:t>),</w:t>
      </w:r>
      <w:r w:rsidR="00193664" w:rsidRPr="00663A00">
        <w:rPr>
          <w:i/>
        </w:rPr>
        <w:t xml:space="preserve"> </w:t>
      </w:r>
      <w:r w:rsidR="00193664" w:rsidRPr="00354423">
        <w:rPr>
          <w:i/>
        </w:rPr>
        <w:t>Australian Hospital Statistics</w:t>
      </w:r>
      <w:r w:rsidR="00193664">
        <w:rPr>
          <w:i/>
        </w:rPr>
        <w:t xml:space="preserve"> 201</w:t>
      </w:r>
      <w:r w:rsidR="00492C9A">
        <w:rPr>
          <w:i/>
        </w:rPr>
        <w:t>1</w:t>
      </w:r>
      <w:r w:rsidR="00193664">
        <w:rPr>
          <w:i/>
        </w:rPr>
        <w:t>-1</w:t>
      </w:r>
      <w:r w:rsidR="00492C9A">
        <w:rPr>
          <w:i/>
        </w:rPr>
        <w:t>2</w:t>
      </w:r>
      <w:r w:rsidR="00193664">
        <w:rPr>
          <w:i/>
        </w:rPr>
        <w:t xml:space="preserve">, </w:t>
      </w:r>
      <w:r w:rsidR="00193664">
        <w:t xml:space="preserve">Health Services Series No. </w:t>
      </w:r>
      <w:r w:rsidR="00492C9A">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492C9A">
        <w:t>34</w:t>
      </w:r>
      <w:r w:rsidRPr="00835822">
        <w:rPr>
          <w:szCs w:val="18"/>
        </w:rPr>
        <w:t xml:space="preserve">; </w:t>
      </w:r>
      <w:r w:rsidRPr="00835822">
        <w:rPr>
          <w:rFonts w:cs="Arial"/>
          <w:szCs w:val="18"/>
        </w:rPr>
        <w:t>ABS (unpublished), Australian Demographic Statistics, December Quarter 20</w:t>
      </w:r>
      <w:r w:rsidR="00B77B3B">
        <w:rPr>
          <w:rFonts w:cs="Arial"/>
          <w:szCs w:val="18"/>
        </w:rPr>
        <w:t>1</w:t>
      </w:r>
      <w:r w:rsidR="00492C9A">
        <w:rPr>
          <w:rFonts w:cs="Arial"/>
          <w:szCs w:val="18"/>
        </w:rPr>
        <w:t>1</w:t>
      </w:r>
      <w:r w:rsidRPr="00835822">
        <w:rPr>
          <w:rFonts w:cs="Arial"/>
          <w:szCs w:val="18"/>
        </w:rPr>
        <w:t>, Cat. no. 3101.0</w:t>
      </w:r>
      <w:r w:rsidRPr="00835822">
        <w:rPr>
          <w:szCs w:val="18"/>
        </w:rPr>
        <w:t>; tables </w:t>
      </w:r>
      <w:proofErr w:type="spellStart"/>
      <w:r w:rsidRPr="00835822">
        <w:rPr>
          <w:szCs w:val="18"/>
        </w:rPr>
        <w:t>10A.1</w:t>
      </w:r>
      <w:r>
        <w:rPr>
          <w:szCs w:val="18"/>
        </w:rPr>
        <w:t>2</w:t>
      </w:r>
      <w:proofErr w:type="spellEnd"/>
      <w:r w:rsidRPr="00835822">
        <w:rPr>
          <w:szCs w:val="18"/>
        </w:rPr>
        <w:t xml:space="preserve"> and </w:t>
      </w:r>
      <w:proofErr w:type="spellStart"/>
      <w:r w:rsidR="00492C9A">
        <w:rPr>
          <w:szCs w:val="18"/>
        </w:rPr>
        <w:t>2</w:t>
      </w:r>
      <w:r w:rsidRPr="00835822">
        <w:rPr>
          <w:szCs w:val="18"/>
        </w:rPr>
        <w:t>A.2</w:t>
      </w:r>
      <w:proofErr w:type="spellEnd"/>
      <w:r w:rsidRPr="00835822">
        <w:rPr>
          <w:szCs w:val="18"/>
        </w:rPr>
        <w:t>.</w:t>
      </w:r>
    </w:p>
    <w:p w:rsidR="00D2410D" w:rsidRDefault="00D2410D" w:rsidP="00D2410D">
      <w:pPr>
        <w:pStyle w:val="Heading2"/>
      </w:pPr>
      <w:bookmarkStart w:id="14" w:name="_Toc208032418"/>
      <w:bookmarkStart w:id="15" w:name="_Toc274729462"/>
      <w:r>
        <w:t>10.2</w:t>
      </w:r>
      <w:r>
        <w:tab/>
        <w:t>Framework of performance indicators for public hospitals</w:t>
      </w:r>
      <w:bookmarkEnd w:id="14"/>
      <w:bookmarkEnd w:id="15"/>
    </w:p>
    <w:p w:rsidR="00D2410D" w:rsidRDefault="00855953" w:rsidP="00D2410D">
      <w:pPr>
        <w:pStyle w:val="BodyText"/>
      </w:pPr>
      <w:r>
        <w:t xml:space="preserve">Performance </w:t>
      </w:r>
      <w:r w:rsidR="00D2410D">
        <w:t>is reported against objectives that are common to public hospitals in all</w:t>
      </w:r>
      <w:r w:rsidR="00E96176">
        <w:t xml:space="preserve"> jurisdictions (box 10.1). The </w:t>
      </w:r>
      <w:r w:rsidR="00D2410D">
        <w:t xml:space="preserve">Health sector </w:t>
      </w:r>
      <w:r w:rsidR="001D1CA6">
        <w:t>overview</w:t>
      </w:r>
      <w:r w:rsidR="00D2410D">
        <w:t xml:space="preserve"> explains the performance indicator framework for health services as a whole, including the </w:t>
      </w:r>
      <w:proofErr w:type="spellStart"/>
      <w:r w:rsidR="00D2410D">
        <w:t>subdimensions</w:t>
      </w:r>
      <w:proofErr w:type="spellEnd"/>
      <w:r w:rsidR="00D2410D">
        <w:t xml:space="preserve"> of quality and sustainability that have been added to the standard Review framework. </w:t>
      </w:r>
    </w:p>
    <w:p w:rsidR="00C870A9" w:rsidRDefault="00C870A9" w:rsidP="00C870A9">
      <w:pPr>
        <w:pStyle w:val="BodyText"/>
      </w:pPr>
      <w:proofErr w:type="spellStart"/>
      <w:r>
        <w:t>COAG</w:t>
      </w:r>
      <w:proofErr w:type="spellEnd"/>
      <w:r>
        <w:t xml:space="preserve"> has agreed six National Agreements to enhance accountability to the public for the outcomes achieved or outputs delivered by a range of government services (see chapter 1 for more detail on reforms to federal financial relations). </w:t>
      </w:r>
    </w:p>
    <w:p w:rsidR="00C870A9" w:rsidRDefault="00C870A9" w:rsidP="00C870A9">
      <w:pPr>
        <w:pStyle w:val="BodyText"/>
      </w:pPr>
      <w:r w:rsidRPr="00C870A9">
        <w:t>The National Healthcare Agreement (</w:t>
      </w:r>
      <w:proofErr w:type="spellStart"/>
      <w:r w:rsidRPr="00C870A9">
        <w:t>NHA</w:t>
      </w:r>
      <w:proofErr w:type="spellEnd"/>
      <w:r w:rsidRPr="00C870A9">
        <w:t>) covers the area of health</w:t>
      </w:r>
      <w:r w:rsidR="00E96176">
        <w:t xml:space="preserve"> and aged care</w:t>
      </w:r>
      <w:r w:rsidRPr="00C870A9">
        <w:t>, and health indicators in the National Indigenous Reform Agreement (</w:t>
      </w:r>
      <w:proofErr w:type="spellStart"/>
      <w:r w:rsidRPr="00C870A9">
        <w:t>NIRA</w:t>
      </w:r>
      <w:proofErr w:type="spellEnd"/>
      <w:r w:rsidRPr="00C870A9">
        <w:t xml:space="preserve">) </w:t>
      </w:r>
      <w:r>
        <w:t xml:space="preserve">establish specific outcomes for reducing the level of disadvantage experienced by Indigenous Australians. Both agreements include sets of performance indicators, for which the Steering Committee collates performance information for analysis by the </w:t>
      </w:r>
      <w:proofErr w:type="spellStart"/>
      <w:r>
        <w:t>COAG</w:t>
      </w:r>
      <w:proofErr w:type="spellEnd"/>
      <w:r>
        <w:t xml:space="preserve"> Reform Council (CRC). Performance indicators reported in this chapter are aligned with the </w:t>
      </w:r>
      <w:r w:rsidR="00DA3116">
        <w:t xml:space="preserve">health </w:t>
      </w:r>
      <w:r>
        <w:t xml:space="preserve">performance indicators in the </w:t>
      </w:r>
      <w:proofErr w:type="spellStart"/>
      <w:r>
        <w:t>NHA</w:t>
      </w:r>
      <w:proofErr w:type="spellEnd"/>
      <w:r>
        <w:t xml:space="preserve">. </w:t>
      </w:r>
      <w:r w:rsidR="00B554B6" w:rsidRPr="00B554B6">
        <w:t xml:space="preserve">The </w:t>
      </w:r>
      <w:proofErr w:type="spellStart"/>
      <w:r w:rsidR="00B554B6" w:rsidRPr="00B554B6">
        <w:t>NHA</w:t>
      </w:r>
      <w:proofErr w:type="spellEnd"/>
      <w:r w:rsidR="00B554B6" w:rsidRPr="00B554B6">
        <w:t xml:space="preserve"> was reviewed in 2011, 2012 and 2013</w:t>
      </w:r>
      <w:r w:rsidR="00351E5E">
        <w:t xml:space="preserve">, </w:t>
      </w:r>
      <w:r w:rsidR="00B554B6" w:rsidRPr="00B554B6">
        <w:t xml:space="preserve">resulting in changes that have been reflected in this Report, as relevant.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r w:rsidR="00951DB7">
              <w:rPr>
                <w:b w:val="0"/>
              </w:rPr>
              <w:t>10.</w:t>
            </w:r>
            <w:r w:rsidR="005B16BF">
              <w:rPr>
                <w:b w:val="0"/>
                <w:noProof/>
              </w:rPr>
              <w:t>1</w:t>
            </w:r>
            <w:r>
              <w:tab/>
              <w:t xml:space="preserve">Objectives for public hospitals </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The common government objectives for public hospitals are to provide acute and specialist services that are:</w:t>
            </w:r>
          </w:p>
          <w:p w:rsidR="00D2410D" w:rsidRDefault="00D2410D" w:rsidP="00531D51">
            <w:pPr>
              <w:pStyle w:val="BoxListBullet"/>
            </w:pPr>
            <w:r>
              <w:t>safe and of high quality</w:t>
            </w:r>
          </w:p>
          <w:p w:rsidR="00D2410D" w:rsidRDefault="00D2410D" w:rsidP="00531D51">
            <w:pPr>
              <w:pStyle w:val="BoxListBullet"/>
            </w:pPr>
            <w:r>
              <w:t>appropriate and responsive to individual needs</w:t>
            </w:r>
          </w:p>
          <w:p w:rsidR="00D2410D" w:rsidRDefault="00D2410D" w:rsidP="00531D51">
            <w:pPr>
              <w:pStyle w:val="BoxListBullet"/>
            </w:pPr>
            <w:r>
              <w:t>affordable, timely and accessible</w:t>
            </w:r>
          </w:p>
          <w:p w:rsidR="00D2410D" w:rsidRDefault="00D2410D" w:rsidP="00531D51">
            <w:pPr>
              <w:pStyle w:val="BoxListBullet"/>
            </w:pPr>
            <w:r>
              <w:t>equitably and efficiently delivered.</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5E0630" w:rsidRDefault="005E0630" w:rsidP="005E0630">
      <w:pPr>
        <w:pStyle w:val="BodyText"/>
      </w:pPr>
      <w:r>
        <w:t>The performance indicator framework provides information on equity, efficiency and effectiveness, and distinguishes the outputs and outcomes of public hospital services (figure 10.11). The performance indicator framework shows which data are comparable in the 201</w:t>
      </w:r>
      <w:r w:rsidR="000C16E0">
        <w:t>4</w:t>
      </w:r>
      <w:r>
        <w:t xml:space="preserve"> Report. For data that are not considered directly comparable, the text includes relevant caveats and supporting comm</w:t>
      </w:r>
      <w:r w:rsidR="0003204B">
        <w:t>entary. Chapter </w:t>
      </w:r>
      <w:r>
        <w:t>1 discusses data comparability from a Repor</w:t>
      </w:r>
      <w:r w:rsidR="00855953">
        <w:t>t-wide perspective (see section </w:t>
      </w:r>
      <w:r>
        <w:t>1.6).</w:t>
      </w:r>
    </w:p>
    <w:p w:rsidR="005E0630" w:rsidRDefault="00FE5FFA" w:rsidP="005E0630">
      <w:pPr>
        <w:pStyle w:val="BodyText"/>
      </w:pPr>
      <w:r w:rsidRPr="00FE5FFA">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D2410D" w:rsidRDefault="00D2410D" w:rsidP="00D2410D">
      <w:pPr>
        <w:pStyle w:val="FigureTitle"/>
        <w:ind w:left="1560" w:hanging="1560"/>
      </w:pPr>
      <w:r>
        <w:rPr>
          <w:b w:val="0"/>
        </w:rPr>
        <w:t xml:space="preserve">Figure </w:t>
      </w:r>
      <w:r w:rsidR="00951DB7">
        <w:rPr>
          <w:b w:val="0"/>
        </w:rPr>
        <w:t>10.</w:t>
      </w:r>
      <w:r w:rsidR="005B16BF">
        <w:rPr>
          <w:b w:val="0"/>
          <w:noProof/>
        </w:rPr>
        <w:t>11</w:t>
      </w:r>
      <w:r>
        <w:tab/>
      </w:r>
      <w:r w:rsidR="008219E5">
        <w:t xml:space="preserve">Public hospitals performance </w:t>
      </w:r>
      <w:r>
        <w:t>indicator</w:t>
      </w:r>
      <w:r w:rsidR="008219E5">
        <w:t xml:space="preserve"> framework</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155D4E" w:rsidRPr="00BB5BF2" w:rsidRDefault="00155D4E" w:rsidP="00531D51">
            <w:pPr>
              <w:pStyle w:val="Figure"/>
              <w:rPr>
                <w:rStyle w:val="DraftingNote"/>
                <w:noProof/>
              </w:rPr>
            </w:pPr>
            <w:r w:rsidRPr="009D68FB">
              <w:rPr>
                <w:noProof/>
              </w:rPr>
              <w:drawing>
                <wp:inline distT="0" distB="0" distL="0" distR="0" wp14:anchorId="3E46BE31" wp14:editId="3AFB3099">
                  <wp:extent cx="5318727" cy="5638800"/>
                  <wp:effectExtent l="0" t="0" r="0" b="0"/>
                  <wp:docPr id="12" name="Picture 12" descr="Figure 10.11 Public hospital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18660" cy="5638729"/>
                          </a:xfrm>
                          <a:prstGeom prst="rect">
                            <a:avLst/>
                          </a:prstGeom>
                          <a:noFill/>
                          <a:ln>
                            <a:noFill/>
                          </a:ln>
                        </pic:spPr>
                      </pic:pic>
                    </a:graphicData>
                  </a:graphic>
                </wp:inline>
              </w:drawing>
            </w:r>
          </w:p>
        </w:tc>
      </w:tr>
    </w:tbl>
    <w:p w:rsidR="00DC4C22" w:rsidRDefault="00FE5FFA" w:rsidP="00081AB1">
      <w:pPr>
        <w:pStyle w:val="BodyText"/>
      </w:pPr>
      <w:bookmarkStart w:id="16" w:name="_Toc208032419"/>
      <w:bookmarkStart w:id="17" w:name="_Toc274729463"/>
      <w:r w:rsidRPr="00FE5FFA">
        <w:t>Data quality information (</w:t>
      </w:r>
      <w:proofErr w:type="spellStart"/>
      <w:r w:rsidRPr="00FE5FFA">
        <w:t>DQI</w:t>
      </w:r>
      <w:proofErr w:type="spellEnd"/>
      <w:r w:rsidRPr="00FE5FFA">
        <w:t xml:space="preserve">) is being progressively introduced for all indicators in the Report. The purpose of </w:t>
      </w:r>
      <w:proofErr w:type="spellStart"/>
      <w:r w:rsidRPr="00FE5FFA">
        <w:t>DQI</w:t>
      </w:r>
      <w:proofErr w:type="spellEnd"/>
      <w:r w:rsidRPr="00FE5FFA">
        <w:t xml:space="preserve"> is to provide structured and consistent information about quality aspects of data used to repo</w:t>
      </w:r>
      <w:r>
        <w:t>rt on performance indicators</w:t>
      </w:r>
      <w:r w:rsidRPr="00FE5FFA">
        <w:t xml:space="preserve">. </w:t>
      </w:r>
      <w:proofErr w:type="spellStart"/>
      <w:r w:rsidRPr="00FE5FFA">
        <w:t>DQI</w:t>
      </w:r>
      <w:proofErr w:type="spellEnd"/>
      <w:r w:rsidRPr="00FE5FFA">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FE5FFA">
        <w:t>DQI</w:t>
      </w:r>
      <w:proofErr w:type="spellEnd"/>
      <w:r w:rsidRPr="00FE5FFA">
        <w:t xml:space="preserve"> for the 2014 Report can be found at </w:t>
      </w:r>
      <w:proofErr w:type="spellStart"/>
      <w:r w:rsidRPr="00FE5FFA">
        <w:t>www.pc.gov.au</w:t>
      </w:r>
      <w:proofErr w:type="spellEnd"/>
      <w:r w:rsidRPr="00FE5FFA">
        <w:t>/</w:t>
      </w:r>
      <w:proofErr w:type="spellStart"/>
      <w:r w:rsidRPr="00FE5FFA">
        <w:t>gsp</w:t>
      </w:r>
      <w:proofErr w:type="spellEnd"/>
      <w:r w:rsidRPr="00FE5FFA">
        <w:t>/reports/</w:t>
      </w:r>
      <w:proofErr w:type="spellStart"/>
      <w:r w:rsidRPr="00FE5FFA">
        <w:t>rogs</w:t>
      </w:r>
      <w:proofErr w:type="spellEnd"/>
      <w:r w:rsidRPr="00FE5FFA">
        <w:t>/2014.</w:t>
      </w:r>
    </w:p>
    <w:p w:rsidR="00D2410D" w:rsidRDefault="00D2410D" w:rsidP="00D2410D">
      <w:pPr>
        <w:pStyle w:val="Heading2"/>
      </w:pPr>
      <w:r>
        <w:t>10.3</w:t>
      </w:r>
      <w:r>
        <w:tab/>
        <w:t>Key performance indicator results for public hospitals</w:t>
      </w:r>
      <w:bookmarkEnd w:id="16"/>
      <w:bookmarkEnd w:id="17"/>
    </w:p>
    <w:p w:rsidR="00D2410D" w:rsidRPr="0084444F" w:rsidRDefault="00D2410D" w:rsidP="00D2410D">
      <w:pPr>
        <w:pStyle w:val="BodyText"/>
      </w:pPr>
      <w:r w:rsidRPr="0084444F">
        <w:t xml:space="preserve">Different delivery contexts, locations and types of client can affect the equity, effectiveness and efficiency of health services. </w:t>
      </w:r>
    </w:p>
    <w:p w:rsidR="00D2410D" w:rsidRDefault="00D2410D" w:rsidP="00D2410D">
      <w:pPr>
        <w:pStyle w:val="BodyText"/>
      </w:pPr>
      <w:r>
        <w:t xml:space="preserve">As discussed in section 10.1, public hospitals provide a range of services to admitted patients, including some </w:t>
      </w:r>
      <w:r w:rsidR="00FD0C46">
        <w:t>sub</w:t>
      </w:r>
      <w:r w:rsidR="00FD0C46">
        <w:softHyphen/>
        <w:t xml:space="preserve">acute and </w:t>
      </w:r>
      <w:proofErr w:type="spellStart"/>
      <w:r>
        <w:t>non</w:t>
      </w:r>
      <w:r w:rsidR="00FD0C46">
        <w:softHyphen/>
      </w:r>
      <w:r>
        <w:t>acute</w:t>
      </w:r>
      <w:proofErr w:type="spellEnd"/>
      <w:r>
        <w:t xml:space="preserve"> services such as rehabilitation and palliative care. The extent to which these </w:t>
      </w:r>
      <w:r w:rsidR="00FD0C46" w:rsidRPr="00FD0C46">
        <w:t>sub</w:t>
      </w:r>
      <w:r w:rsidR="00FD0C46">
        <w:softHyphen/>
      </w:r>
      <w:r w:rsidR="00FD0C46" w:rsidRPr="00FD0C46">
        <w:t xml:space="preserve">acute and </w:t>
      </w:r>
      <w:proofErr w:type="spellStart"/>
      <w:r>
        <w:t>non</w:t>
      </w:r>
      <w:r w:rsidR="00FD0C46">
        <w:softHyphen/>
      </w:r>
      <w:r>
        <w:t>acute</w:t>
      </w:r>
      <w:proofErr w:type="spellEnd"/>
      <w:r>
        <w:t xml:space="preserve"> treatments can be identified and excluded from </w:t>
      </w:r>
      <w:r w:rsidR="00855953">
        <w:t>the</w:t>
      </w:r>
      <w:r>
        <w:t xml:space="preserve"> data differs across jurisdictions. Similarly, psychiatric treatments are provided in public (non</w:t>
      </w:r>
      <w:r>
        <w:noBreakHyphen/>
        <w:t>psychiatric) hospitals at different rates across jurisdictions.</w:t>
      </w:r>
    </w:p>
    <w:p w:rsidR="00D2410D" w:rsidRDefault="00D2410D" w:rsidP="00D2410D">
      <w:pPr>
        <w:pStyle w:val="Heading3"/>
      </w:pPr>
      <w:r>
        <w:t>Outputs</w:t>
      </w:r>
    </w:p>
    <w:p w:rsidR="00D2410D" w:rsidRPr="001451EE" w:rsidRDefault="00D2410D" w:rsidP="00D2410D">
      <w:pPr>
        <w:pStyle w:val="BodyText"/>
      </w:pPr>
      <w:r>
        <w:rPr>
          <w:szCs w:val="26"/>
        </w:rPr>
        <w:t xml:space="preserve">Outputs are the services delivered (while outcomes are the impact of these services on the status of an individual or group) </w:t>
      </w:r>
      <w:r w:rsidRPr="00287E06">
        <w:t>(see chapter 1, section 1.5)</w:t>
      </w:r>
      <w:r>
        <w:rPr>
          <w:szCs w:val="26"/>
        </w:rPr>
        <w:t>.</w:t>
      </w:r>
    </w:p>
    <w:p w:rsidR="00D2410D" w:rsidRDefault="00D2410D" w:rsidP="00D2410D">
      <w:pPr>
        <w:pStyle w:val="Heading3"/>
      </w:pPr>
      <w:r>
        <w:t>Equity — access</w:t>
      </w:r>
    </w:p>
    <w:p w:rsidR="00D2410D" w:rsidRDefault="00D2410D" w:rsidP="00D2410D">
      <w:pPr>
        <w:pStyle w:val="BodyText"/>
      </w:pPr>
      <w:r>
        <w:t>Equity indicators measure how well a service is meeting the needs of certain groups in society (see chapter 1). Public hospitals have a significant influence on the equity of the overall healthcare system. While access to public hospital services is important to the community in general, it is particularly important for people of low socioeconomic status (and others) who can have difficulty in accessing alternative services, such as those provided by private hospitals.</w:t>
      </w:r>
    </w:p>
    <w:p w:rsidR="00D2410D" w:rsidRDefault="00D2410D" w:rsidP="00D2410D">
      <w:pPr>
        <w:pStyle w:val="Heading4"/>
      </w:pPr>
      <w:r>
        <w:t>Equity of access by special needs groups</w:t>
      </w:r>
    </w:p>
    <w:p w:rsidR="00D2410D" w:rsidRDefault="00D2410D" w:rsidP="00D2410D">
      <w:pPr>
        <w:pStyle w:val="BodyText"/>
      </w:pPr>
      <w:r>
        <w:t>‘</w:t>
      </w:r>
      <w:r w:rsidRPr="00FA6055">
        <w:t>Equity of access by special needs groups’ is an indicator of governments’ objective to provide accessible services</w:t>
      </w:r>
      <w:r>
        <w:t xml:space="preserve"> (box 10.2).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r w:rsidR="00951DB7">
              <w:rPr>
                <w:b w:val="0"/>
              </w:rPr>
              <w:t>10.</w:t>
            </w:r>
            <w:r w:rsidR="005B16BF">
              <w:rPr>
                <w:b w:val="0"/>
                <w:noProof/>
              </w:rPr>
              <w:t>2</w:t>
            </w:r>
            <w:r>
              <w:tab/>
              <w:t xml:space="preserve">Equity of access by special needs groups </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‘Equity of access by special needs groups’ measures</w:t>
            </w:r>
            <w:r w:rsidRPr="00FA6055">
              <w:t xml:space="preserve"> the performance of agencies providing services for three identified special needs groups: Indigenous </w:t>
            </w:r>
            <w:r w:rsidR="005D5D0D">
              <w:t>Australians</w:t>
            </w:r>
            <w:r w:rsidRPr="00FA6055">
              <w:t xml:space="preserve">; people living in communities outside the capital cities (that is, people living in other metropolitan areas, or rural and remote communities); and people </w:t>
            </w:r>
            <w:r w:rsidRPr="001D3925">
              <w:t xml:space="preserve">from a </w:t>
            </w:r>
            <w:r w:rsidR="00631606" w:rsidRPr="001D3925">
              <w:t>culturally and linguistically diverse group</w:t>
            </w:r>
            <w:r w:rsidRPr="001D3925">
              <w:t xml:space="preserve">. </w:t>
            </w:r>
          </w:p>
          <w:p w:rsidR="00D2410D" w:rsidRPr="00617EF2" w:rsidRDefault="00D2410D" w:rsidP="005573EF">
            <w:pPr>
              <w:pStyle w:val="Box"/>
            </w:pPr>
            <w:r>
              <w:t>Equity of</w:t>
            </w:r>
            <w:r w:rsidR="00E96176">
              <w:t xml:space="preserve"> access by special needs groups</w:t>
            </w:r>
            <w:r>
              <w:t xml:space="preserve"> </w:t>
            </w:r>
            <w:r w:rsidRPr="00617EF2">
              <w:t>has been identified as a key area for development in future Reports.</w:t>
            </w:r>
            <w:r w:rsidR="005573EF">
              <w:t xml:space="preserve"> Data for the </w:t>
            </w:r>
            <w:r w:rsidR="00A24E34">
              <w:t xml:space="preserve">emergency </w:t>
            </w:r>
            <w:r>
              <w:t xml:space="preserve">department waiting times and </w:t>
            </w:r>
            <w:r w:rsidR="00A24E34">
              <w:t xml:space="preserve">waiting </w:t>
            </w:r>
            <w:r>
              <w:t xml:space="preserve">times for admitted patient services indicators are reported by Indigenous status and remoteness. </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Heading3"/>
      </w:pPr>
      <w:r>
        <w:t xml:space="preserve">Effectiveness — access </w:t>
      </w:r>
    </w:p>
    <w:p w:rsidR="00D2410D" w:rsidRDefault="00D2410D" w:rsidP="00D2410D">
      <w:pPr>
        <w:pStyle w:val="Heading4"/>
      </w:pPr>
      <w:r>
        <w:t>Emergency department waiting times</w:t>
      </w:r>
    </w:p>
    <w:p w:rsidR="00D2410D" w:rsidRDefault="00D2410D" w:rsidP="00D2410D">
      <w:pPr>
        <w:pStyle w:val="BodyText"/>
      </w:pPr>
      <w:r>
        <w:t>‘Emergency department waiting times’ is an indicator of governments’ objective to provide accessible services (box 10.3).</w:t>
      </w:r>
      <w:r w:rsidRPr="00B22E68">
        <w:t xml:space="preserve">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18" w:name="OLE_LINK4"/>
            <w:r w:rsidR="00951DB7">
              <w:rPr>
                <w:b w:val="0"/>
              </w:rPr>
              <w:t>10.</w:t>
            </w:r>
            <w:r w:rsidR="005B16BF">
              <w:rPr>
                <w:b w:val="0"/>
                <w:noProof/>
              </w:rPr>
              <w:t>3</w:t>
            </w:r>
            <w:bookmarkEnd w:id="18"/>
            <w:r>
              <w:tab/>
              <w:t>Emergency department waiting times</w:t>
            </w:r>
          </w:p>
        </w:tc>
      </w:tr>
      <w:tr w:rsidR="00D2410D" w:rsidTr="00531D51">
        <w:trPr>
          <w:cantSplit/>
        </w:trPr>
        <w:tc>
          <w:tcPr>
            <w:tcW w:w="8771" w:type="dxa"/>
            <w:tcBorders>
              <w:top w:val="nil"/>
              <w:left w:val="single" w:sz="6" w:space="0" w:color="auto"/>
              <w:bottom w:val="nil"/>
              <w:right w:val="single" w:sz="6" w:space="0" w:color="auto"/>
            </w:tcBorders>
          </w:tcPr>
          <w:p w:rsidR="00D2410D" w:rsidRPr="000A2652" w:rsidRDefault="00D2410D" w:rsidP="00531D51">
            <w:pPr>
              <w:pStyle w:val="Box"/>
            </w:pPr>
            <w:r>
              <w:t>‘</w:t>
            </w:r>
            <w:r w:rsidRPr="000A2652">
              <w:t xml:space="preserve">Emergency department waiting times' </w:t>
            </w:r>
            <w:r w:rsidR="00E96176">
              <w:t>is defined as</w:t>
            </w:r>
            <w:r w:rsidRPr="000A2652">
              <w:t xml:space="preserve"> the proportion of patients seen within the benchmarks set by the Australasian Triage Scale. The Australasian Triage Scale is a scale for rating clinical urgency, designed for use in hospital-based emergency services </w:t>
            </w:r>
            <w:r>
              <w:t>in Australia and New Zealand.</w:t>
            </w:r>
          </w:p>
          <w:p w:rsidR="00D2410D" w:rsidRDefault="00A24E34" w:rsidP="00531D51">
            <w:pPr>
              <w:pStyle w:val="Box"/>
            </w:pPr>
            <w:r>
              <w:t>These waiting times are measured using t</w:t>
            </w:r>
            <w:r w:rsidR="00D2410D">
              <w:t>he nationally agreed method of calculation to subtract the time at which the patient presents at the emergency department (that is, the time at which the patient is clerically registered or triaged, whichever occurs earlier) from the time of commencement of service by a treating medical officer or nurse. Patients who do not wait for care after being triaged or clerically registered are excluded from the data.</w:t>
            </w:r>
          </w:p>
          <w:p w:rsidR="00D2410D" w:rsidRDefault="00D2410D" w:rsidP="00531D51">
            <w:pPr>
              <w:pStyle w:val="Box"/>
            </w:pPr>
            <w:r>
              <w:t>The benchmarks, set according to triage category, are as follows:</w:t>
            </w:r>
          </w:p>
          <w:p w:rsidR="00D2410D" w:rsidRDefault="00D2410D" w:rsidP="00531D51">
            <w:pPr>
              <w:pStyle w:val="BoxListBullet"/>
            </w:pPr>
            <w:r>
              <w:t>triage category 1: need for resuscitation — patients seen immediately</w:t>
            </w:r>
          </w:p>
          <w:p w:rsidR="00D2410D" w:rsidRDefault="00D2410D" w:rsidP="00531D51">
            <w:pPr>
              <w:pStyle w:val="BoxListBullet"/>
            </w:pPr>
            <w:r>
              <w:t>triage category 2: emergency — patients seen within 10 minutes</w:t>
            </w:r>
          </w:p>
          <w:p w:rsidR="00D2410D" w:rsidRDefault="00D2410D" w:rsidP="00531D51">
            <w:pPr>
              <w:pStyle w:val="BoxListBullet"/>
            </w:pPr>
            <w:r>
              <w:t>triage category 3: urgent — patients seen within 30 minutes</w:t>
            </w:r>
          </w:p>
          <w:p w:rsidR="00D2410D" w:rsidRDefault="00D2410D" w:rsidP="00531D51">
            <w:pPr>
              <w:pStyle w:val="BoxListBullet"/>
            </w:pPr>
            <w:r>
              <w:t>triage category 4: semi-urgent — patients seen within 60 minutes</w:t>
            </w:r>
          </w:p>
          <w:p w:rsidR="00D2410D" w:rsidRDefault="00D2410D" w:rsidP="00531D51">
            <w:pPr>
              <w:pStyle w:val="BoxListBullet"/>
            </w:pPr>
            <w:r>
              <w:t>triage category 5: non-urgent — patients seen within 120 minutes (</w:t>
            </w:r>
            <w:proofErr w:type="spellStart"/>
            <w:r>
              <w:t>HDSC</w:t>
            </w:r>
            <w:proofErr w:type="spellEnd"/>
            <w:r>
              <w:t> 2008).</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Continued"/>
            </w:pPr>
            <w:r>
              <w:t>(Continued next page)</w:t>
            </w:r>
            <w:r w:rsidRPr="00167F06">
              <w:t xml:space="preserve"> </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Box 10.3</w:t>
            </w:r>
            <w:r>
              <w:tab/>
            </w:r>
            <w:r w:rsidRPr="00D2410D">
              <w:rPr>
                <w:rStyle w:val="ContinuedChar"/>
              </w:rPr>
              <w:t>(Continued)</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 xml:space="preserve">A high or increasing proportion of patients seen within the benchmarks set for each triage category is desirable. </w:t>
            </w:r>
          </w:p>
          <w:p w:rsidR="001B1994" w:rsidRDefault="00D2410D" w:rsidP="00531D51">
            <w:pPr>
              <w:pStyle w:val="Box"/>
            </w:pPr>
            <w:r w:rsidRPr="00C07130">
              <w:t>Data reported for this indicator are</w:t>
            </w:r>
            <w:r w:rsidR="001B1994">
              <w:t>:</w:t>
            </w:r>
          </w:p>
          <w:p w:rsidR="00D2410D" w:rsidRDefault="001B1994" w:rsidP="001B1994">
            <w:pPr>
              <w:pStyle w:val="BoxListBullet"/>
            </w:pPr>
            <w:r w:rsidRPr="001B1994">
              <w:t xml:space="preserve">comparable (subject to caveats) within jurisdictions over time but are not </w:t>
            </w:r>
            <w:r w:rsidR="00DD016E">
              <w:t>comparable across jurisdictions</w:t>
            </w:r>
          </w:p>
          <w:p w:rsidR="001B1994" w:rsidRDefault="001B1994" w:rsidP="001B1994">
            <w:pPr>
              <w:pStyle w:val="BoxListBullet"/>
            </w:pPr>
            <w:r w:rsidRPr="009442FD">
              <w:t>complete (subject to caveats)</w:t>
            </w:r>
            <w:r>
              <w:t xml:space="preserve"> </w:t>
            </w:r>
            <w:r w:rsidRPr="009442FD">
              <w:t xml:space="preserve">for the current reporting period. All required </w:t>
            </w:r>
            <w:r w:rsidRPr="001B1994">
              <w:t>2012-13</w:t>
            </w:r>
            <w:r w:rsidRPr="009442FD">
              <w:t xml:space="preserve"> data are available for all jurisdictions</w:t>
            </w:r>
            <w:r w:rsidR="00DD016E">
              <w:t>.</w:t>
            </w:r>
          </w:p>
          <w:p w:rsidR="00D2410D" w:rsidRPr="00A505F0" w:rsidRDefault="00A776F4" w:rsidP="000C16E0">
            <w:pPr>
              <w:pStyle w:val="Box"/>
              <w:rPr>
                <w:rFonts w:cs="Arial"/>
                <w:szCs w:val="22"/>
              </w:rPr>
            </w:pPr>
            <w:r w:rsidRPr="00081AB1">
              <w:rPr>
                <w:rFonts w:cs="Arial"/>
                <w:szCs w:val="22"/>
              </w:rPr>
              <w:t>Information about data quality for this indicator is at</w:t>
            </w:r>
            <w:r w:rsidR="00D2410D" w:rsidRPr="00081AB1">
              <w:rPr>
                <w:rFonts w:cs="Arial"/>
                <w:szCs w:val="22"/>
              </w:rPr>
              <w:t xml:space="preserve"> </w:t>
            </w:r>
            <w:proofErr w:type="spellStart"/>
            <w:r w:rsidR="00D2410D" w:rsidRPr="00081AB1">
              <w:rPr>
                <w:rFonts w:cs="Arial"/>
                <w:szCs w:val="22"/>
              </w:rPr>
              <w:t>www.pc.gov.au</w:t>
            </w:r>
            <w:proofErr w:type="spellEnd"/>
            <w:r w:rsidR="00D2410D" w:rsidRPr="00081AB1">
              <w:rPr>
                <w:rFonts w:cs="Arial"/>
                <w:szCs w:val="22"/>
              </w:rPr>
              <w:t>/</w:t>
            </w:r>
            <w:proofErr w:type="spellStart"/>
            <w:r w:rsidR="00D2410D" w:rsidRPr="00081AB1">
              <w:rPr>
                <w:rFonts w:cs="Arial"/>
                <w:szCs w:val="22"/>
              </w:rPr>
              <w:t>gsp</w:t>
            </w:r>
            <w:proofErr w:type="spellEnd"/>
            <w:r w:rsidR="00D2410D" w:rsidRPr="00081AB1">
              <w:rPr>
                <w:rFonts w:cs="Arial"/>
                <w:szCs w:val="22"/>
              </w:rPr>
              <w:t>/reports/</w:t>
            </w:r>
            <w:proofErr w:type="spellStart"/>
            <w:r w:rsidR="00D2410D" w:rsidRPr="00081AB1">
              <w:rPr>
                <w:rFonts w:cs="Arial"/>
                <w:szCs w:val="22"/>
              </w:rPr>
              <w:t>rogs</w:t>
            </w:r>
            <w:proofErr w:type="spellEnd"/>
            <w:r w:rsidR="00D2410D" w:rsidRPr="00081AB1">
              <w:rPr>
                <w:rFonts w:cs="Arial"/>
                <w:szCs w:val="22"/>
              </w:rPr>
              <w:t>/201</w:t>
            </w:r>
            <w:r w:rsidR="000C16E0">
              <w:rPr>
                <w:rFonts w:cs="Arial"/>
                <w:szCs w:val="22"/>
              </w:rPr>
              <w:t>4</w:t>
            </w:r>
            <w:r w:rsidR="00D2410D" w:rsidRPr="00081AB1">
              <w:rPr>
                <w:rFonts w:cs="Arial"/>
                <w:szCs w:val="22"/>
              </w:rPr>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dyText"/>
      </w:pPr>
      <w:r>
        <w:t xml:space="preserve">The comparability of emergency department waiting times data across jurisdictions can be influenced by differences in data coverage (table 10.2) and clinical practices — in particular, the allocation of cases to urgency categories. The proportion of patients in each triage category who were subsequently admitted can indicate the comparability of triage categorisations across jurisdictions and thus the comparability of the waiting times data (table </w:t>
      </w:r>
      <w:proofErr w:type="spellStart"/>
      <w:r>
        <w:t>10A.17</w:t>
      </w:r>
      <w:proofErr w:type="spellEnd"/>
      <w:r>
        <w:t>).</w:t>
      </w:r>
    </w:p>
    <w:p w:rsidR="00524561" w:rsidRDefault="00D2410D" w:rsidP="00081AB1">
      <w:pPr>
        <w:pStyle w:val="BodyText"/>
      </w:pPr>
      <w:r w:rsidRPr="00081AB1">
        <w:t>Nationally, in 20</w:t>
      </w:r>
      <w:r w:rsidR="006E64EB" w:rsidRPr="00081AB1">
        <w:t>1</w:t>
      </w:r>
      <w:r w:rsidR="000F6218">
        <w:t>2</w:t>
      </w:r>
      <w:r w:rsidRPr="00081AB1">
        <w:t>-1</w:t>
      </w:r>
      <w:r w:rsidR="000F6218">
        <w:t>3</w:t>
      </w:r>
      <w:r w:rsidRPr="00081AB1">
        <w:t xml:space="preserve">, </w:t>
      </w:r>
      <w:r w:rsidR="00242B30">
        <w:t>100</w:t>
      </w:r>
      <w:r w:rsidRPr="00081AB1">
        <w:t xml:space="preserve"> per cent of patients in triage category 1 were seen within the clinically appropriate timeframe, and </w:t>
      </w:r>
      <w:r w:rsidR="00242B30">
        <w:t>82</w:t>
      </w:r>
      <w:r w:rsidRPr="00081AB1">
        <w:t xml:space="preserve"> per cent of patients in triage category 2 were seen within the clinically appropriate timeframe. For all triage categories combined, </w:t>
      </w:r>
      <w:r w:rsidR="00242B30">
        <w:t>73</w:t>
      </w:r>
      <w:r w:rsidRPr="00081AB1">
        <w:t> per cent of patients</w:t>
      </w:r>
      <w:r>
        <w:t xml:space="preserve"> were seen within triage category timeframes (table 10.2).</w:t>
      </w:r>
      <w:r w:rsidR="00094979" w:rsidRPr="00094979">
        <w:t xml:space="preserve"> Emergency department waiting times for peer group A and B hospitals are reported</w:t>
      </w:r>
      <w:r w:rsidR="00094979">
        <w:t xml:space="preserve"> i</w:t>
      </w:r>
      <w:r w:rsidR="00F2146F">
        <w:t>n</w:t>
      </w:r>
      <w:r w:rsidR="00094979">
        <w:t xml:space="preserve"> table </w:t>
      </w:r>
      <w:proofErr w:type="spellStart"/>
      <w:r w:rsidR="00094979">
        <w:t>10A.18</w:t>
      </w:r>
      <w:proofErr w:type="spellEnd"/>
      <w:r w:rsidR="00094979">
        <w:t>.</w:t>
      </w:r>
    </w:p>
    <w:p w:rsidR="00D2410D" w:rsidRDefault="00D2410D" w:rsidP="00FC5BA6">
      <w:pPr>
        <w:pStyle w:val="BodyText"/>
      </w:pPr>
      <w:r w:rsidRPr="00F2146F">
        <w:t xml:space="preserve">Emergency department waiting </w:t>
      </w:r>
      <w:r w:rsidR="000E21F6" w:rsidRPr="00F2146F">
        <w:t xml:space="preserve">times </w:t>
      </w:r>
      <w:r w:rsidRPr="00F2146F">
        <w:t>by Indigenous status</w:t>
      </w:r>
      <w:r w:rsidR="00CC62BE" w:rsidRPr="00F2146F">
        <w:t>,</w:t>
      </w:r>
      <w:r w:rsidRPr="00F2146F">
        <w:t xml:space="preserve"> </w:t>
      </w:r>
      <w:r w:rsidR="00351E5E">
        <w:t>remoteness and socio</w:t>
      </w:r>
      <w:r w:rsidR="00CC62BE" w:rsidRPr="00F2146F">
        <w:t>economic status</w:t>
      </w:r>
      <w:r w:rsidRPr="00F2146F">
        <w:t>, for peer group A and B hospitals are rep</w:t>
      </w:r>
      <w:r w:rsidR="00A518A5" w:rsidRPr="00F2146F">
        <w:t>orted in the attachment (tables </w:t>
      </w:r>
      <w:proofErr w:type="spellStart"/>
      <w:r w:rsidR="00094979" w:rsidRPr="00F2146F">
        <w:t>10A.19</w:t>
      </w:r>
      <w:proofErr w:type="spellEnd"/>
      <w:r w:rsidR="00094979" w:rsidRPr="00F2146F">
        <w:t>–</w:t>
      </w:r>
      <w:proofErr w:type="spellStart"/>
      <w:r w:rsidRPr="00F2146F">
        <w:t>10A.2</w:t>
      </w:r>
      <w:r w:rsidR="00A37C16" w:rsidRPr="00F2146F">
        <w:t>1</w:t>
      </w:r>
      <w:proofErr w:type="spellEnd"/>
      <w:r w:rsidRPr="00F2146F">
        <w:t xml:space="preserve">). </w:t>
      </w:r>
      <w:r w:rsidRPr="00E76E7F">
        <w:t xml:space="preserve">Nationally, there was little difference between Indigenous and non-Indigenous </w:t>
      </w:r>
      <w:r w:rsidR="005D5D0D">
        <w:t>Australians</w:t>
      </w:r>
      <w:r w:rsidRPr="00E76E7F">
        <w:t xml:space="preserve"> in the percentages of patients treated within national benchmarks across the triage categories, although there were variations across states and territories for some triage categories (table </w:t>
      </w:r>
      <w:proofErr w:type="spellStart"/>
      <w:r w:rsidRPr="00E76E7F">
        <w:t>10A</w:t>
      </w:r>
      <w:r>
        <w:t>.19</w:t>
      </w:r>
      <w:proofErr w:type="spellEnd"/>
      <w:r w:rsidRPr="00E76E7F">
        <w:t>). At the national level, there was variation in waiting times across triage categories by remoteness</w:t>
      </w:r>
      <w:r>
        <w:t>, although there was less variation for t</w:t>
      </w:r>
      <w:r w:rsidRPr="00E76E7F">
        <w:t>he most serious category</w:t>
      </w:r>
      <w:r w:rsidR="00A24E34">
        <w:t>,</w:t>
      </w:r>
      <w:r w:rsidRPr="00E76E7F">
        <w:t xml:space="preserve"> resuscitation (</w:t>
      </w:r>
      <w:r w:rsidR="00524561">
        <w:t>table </w:t>
      </w:r>
      <w:proofErr w:type="spellStart"/>
      <w:r>
        <w:t>10A.20</w:t>
      </w:r>
      <w:proofErr w:type="spellEnd"/>
      <w:r w:rsidRPr="00E76E7F">
        <w:t>).</w:t>
      </w:r>
      <w:r w:rsidR="00F2146F">
        <w:t xml:space="preserve"> There was little difference </w:t>
      </w:r>
      <w:r w:rsidR="00F2146F" w:rsidRPr="00F2146F">
        <w:t>in waiting times across triage categories by</w:t>
      </w:r>
      <w:r w:rsidR="00351E5E">
        <w:t xml:space="preserve"> socio</w:t>
      </w:r>
      <w:r w:rsidR="00F2146F">
        <w:t xml:space="preserve">economic status on a national basis (table </w:t>
      </w:r>
      <w:proofErr w:type="spellStart"/>
      <w:r w:rsidR="00F2146F">
        <w:t>10A.21</w:t>
      </w:r>
      <w:proofErr w:type="spellEnd"/>
      <w:r w:rsidR="00F2146F">
        <w:t>).</w:t>
      </w:r>
    </w:p>
    <w:p w:rsidR="00EC43C2" w:rsidRDefault="00A97576" w:rsidP="001D3925">
      <w:pPr>
        <w:pStyle w:val="BodyText"/>
      </w:pPr>
      <w:r>
        <w:t>Under the National Partnership Agreement on Improving Public Health Services (</w:t>
      </w:r>
      <w:proofErr w:type="spellStart"/>
      <w:r>
        <w:t>NPA</w:t>
      </w:r>
      <w:proofErr w:type="spellEnd"/>
      <w:r>
        <w:t xml:space="preserve">), an Expert Panel reviewed the implementation of emergency department and elective surgery targets. Fifteen recommendations were made, which were approved by </w:t>
      </w:r>
      <w:proofErr w:type="spellStart"/>
      <w:r>
        <w:t>COAG</w:t>
      </w:r>
      <w:proofErr w:type="spellEnd"/>
      <w:r>
        <w:t xml:space="preserve"> and are incorporated into the revised </w:t>
      </w:r>
      <w:proofErr w:type="spellStart"/>
      <w:r>
        <w:t>NPA</w:t>
      </w:r>
      <w:proofErr w:type="spellEnd"/>
      <w:r>
        <w:t xml:space="preserve"> signed by all jurisdictions in August 2011. </w:t>
      </w:r>
      <w:r w:rsidR="00EC43C2">
        <w:t>Recommendations included the adoption of a new National Emergency Access Target (NEAT) that replaced the concept of ‘clinically appropriate’ with a revised target of 90 per cent of patients leaving the emergency department within four hours of presentation — either by admission, transfer to another hospital, or discharge.</w:t>
      </w:r>
    </w:p>
    <w:p w:rsidR="00113A49" w:rsidRDefault="00A97576" w:rsidP="001D3925">
      <w:pPr>
        <w:pStyle w:val="BodyText"/>
      </w:pPr>
      <w:r>
        <w:t xml:space="preserve">Reporting against interim targets for the new National Emergency Access Target (NEAT) </w:t>
      </w:r>
      <w:r w:rsidR="00EC43C2">
        <w:t xml:space="preserve">commenced </w:t>
      </w:r>
      <w:r>
        <w:t>on 1 January 2012. This target must be met by 1 January 2015.</w:t>
      </w:r>
    </w:p>
    <w:p w:rsidR="00D2410D" w:rsidRDefault="00D2410D" w:rsidP="00D2410D">
      <w:pPr>
        <w:pStyle w:val="TableTitle"/>
      </w:pPr>
      <w:r>
        <w:rPr>
          <w:b w:val="0"/>
        </w:rPr>
        <w:t xml:space="preserve">Table </w:t>
      </w:r>
      <w:bookmarkStart w:id="19" w:name="OLE_LINK19"/>
      <w:r w:rsidR="00951DB7">
        <w:rPr>
          <w:b w:val="0"/>
        </w:rPr>
        <w:t>10.</w:t>
      </w:r>
      <w:r w:rsidR="005B16BF">
        <w:rPr>
          <w:b w:val="0"/>
          <w:noProof/>
        </w:rPr>
        <w:t>2</w:t>
      </w:r>
      <w:bookmarkEnd w:id="19"/>
      <w:r>
        <w:tab/>
        <w:t>Emergency department patients seen within triage category timeframes, public hospitals (per cent)</w:t>
      </w:r>
      <w:r w:rsidRPr="00AC5F58">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1985"/>
        <w:gridCol w:w="756"/>
        <w:gridCol w:w="756"/>
        <w:gridCol w:w="756"/>
        <w:gridCol w:w="756"/>
        <w:gridCol w:w="756"/>
        <w:gridCol w:w="756"/>
        <w:gridCol w:w="756"/>
        <w:gridCol w:w="756"/>
        <w:gridCol w:w="757"/>
      </w:tblGrid>
      <w:tr w:rsidR="00D2410D" w:rsidTr="006E64EB">
        <w:tc>
          <w:tcPr>
            <w:tcW w:w="1985" w:type="dxa"/>
            <w:tcBorders>
              <w:top w:val="single" w:sz="6" w:space="0" w:color="auto"/>
              <w:bottom w:val="single" w:sz="4" w:space="0" w:color="auto"/>
            </w:tcBorders>
            <w:shd w:val="clear" w:color="auto" w:fill="auto"/>
          </w:tcPr>
          <w:p w:rsidR="00D2410D" w:rsidRPr="005B09A0" w:rsidRDefault="00D2410D" w:rsidP="001A3F44">
            <w:pPr>
              <w:pStyle w:val="TableColumnHeading"/>
              <w:jc w:val="left"/>
            </w:pPr>
            <w:r w:rsidRPr="005B09A0">
              <w:t>Triage category</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NSW</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Vic</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Qld</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WA</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SA</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proofErr w:type="spellStart"/>
            <w:r w:rsidRPr="005B09A0">
              <w:t>Tas</w:t>
            </w:r>
            <w:proofErr w:type="spellEnd"/>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ACT</w:t>
            </w:r>
          </w:p>
        </w:tc>
        <w:tc>
          <w:tcPr>
            <w:tcW w:w="756" w:type="dxa"/>
            <w:tcBorders>
              <w:top w:val="single" w:sz="6" w:space="0" w:color="auto"/>
              <w:bottom w:val="single" w:sz="4" w:space="0" w:color="auto"/>
            </w:tcBorders>
            <w:shd w:val="clear" w:color="auto" w:fill="auto"/>
          </w:tcPr>
          <w:p w:rsidR="00D2410D" w:rsidRPr="005B09A0" w:rsidRDefault="00D2410D" w:rsidP="00531D51">
            <w:pPr>
              <w:pStyle w:val="TableColumnHeading"/>
            </w:pPr>
            <w:r w:rsidRPr="005B09A0">
              <w:t>NT</w:t>
            </w:r>
          </w:p>
        </w:tc>
        <w:tc>
          <w:tcPr>
            <w:tcW w:w="757" w:type="dxa"/>
            <w:tcBorders>
              <w:top w:val="single" w:sz="6" w:space="0" w:color="auto"/>
              <w:bottom w:val="single" w:sz="4" w:space="0" w:color="auto"/>
            </w:tcBorders>
            <w:shd w:val="clear" w:color="auto" w:fill="auto"/>
          </w:tcPr>
          <w:p w:rsidR="00D2410D" w:rsidRPr="005B09A0" w:rsidRDefault="00D2410D" w:rsidP="00531D51">
            <w:pPr>
              <w:pStyle w:val="TableColumnHeading"/>
            </w:pPr>
            <w:proofErr w:type="spellStart"/>
            <w:r w:rsidRPr="005B09A0">
              <w:t>Aust</w:t>
            </w:r>
            <w:proofErr w:type="spellEnd"/>
          </w:p>
        </w:tc>
      </w:tr>
      <w:tr w:rsidR="006E64EB" w:rsidTr="00DC0CD3">
        <w:tc>
          <w:tcPr>
            <w:tcW w:w="1985" w:type="dxa"/>
            <w:tcBorders>
              <w:top w:val="single" w:sz="4" w:space="0" w:color="auto"/>
            </w:tcBorders>
          </w:tcPr>
          <w:p w:rsidR="006E64EB" w:rsidRDefault="006E64EB" w:rsidP="00EF1297">
            <w:pPr>
              <w:pStyle w:val="TableUnitsRow"/>
              <w:jc w:val="left"/>
            </w:pPr>
            <w:r>
              <w:t>20</w:t>
            </w:r>
            <w:r w:rsidR="00671CCC">
              <w:t>1</w:t>
            </w:r>
            <w:r w:rsidR="00EF1297">
              <w:t>1</w:t>
            </w:r>
            <w:r>
              <w:t>-1</w:t>
            </w:r>
            <w:r w:rsidR="00EF1297">
              <w:t>2</w:t>
            </w: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6" w:type="dxa"/>
            <w:tcBorders>
              <w:top w:val="single" w:sz="4" w:space="0" w:color="auto"/>
            </w:tcBorders>
            <w:vAlign w:val="bottom"/>
          </w:tcPr>
          <w:p w:rsidR="006E64EB" w:rsidRDefault="006E64EB" w:rsidP="00531D51">
            <w:pPr>
              <w:pStyle w:val="TableBodyText"/>
            </w:pPr>
          </w:p>
        </w:tc>
        <w:tc>
          <w:tcPr>
            <w:tcW w:w="757" w:type="dxa"/>
            <w:tcBorders>
              <w:top w:val="single" w:sz="4" w:space="0" w:color="auto"/>
            </w:tcBorders>
            <w:vAlign w:val="bottom"/>
          </w:tcPr>
          <w:p w:rsidR="006E64EB" w:rsidRDefault="006E64EB" w:rsidP="00531D51">
            <w:pPr>
              <w:pStyle w:val="TableBodyText"/>
            </w:pPr>
          </w:p>
        </w:tc>
      </w:tr>
      <w:tr w:rsidR="000F6218" w:rsidTr="00A0273E">
        <w:tc>
          <w:tcPr>
            <w:tcW w:w="1985" w:type="dxa"/>
          </w:tcPr>
          <w:p w:rsidR="000F6218" w:rsidRDefault="000F6218" w:rsidP="00531D51">
            <w:pPr>
              <w:pStyle w:val="TableUnitsRow"/>
              <w:jc w:val="left"/>
            </w:pPr>
            <w:r>
              <w:t xml:space="preserve">  1 — Resuscitation</w:t>
            </w:r>
            <w:r>
              <w:rPr>
                <w:rStyle w:val="NoteLabel"/>
              </w:rPr>
              <w:t>b</w:t>
            </w:r>
          </w:p>
        </w:tc>
        <w:tc>
          <w:tcPr>
            <w:tcW w:w="756" w:type="dxa"/>
            <w:vAlign w:val="center"/>
          </w:tcPr>
          <w:p w:rsidR="000F6218" w:rsidRPr="000F6218" w:rsidRDefault="000F6218" w:rsidP="000F6218">
            <w:pPr>
              <w:pStyle w:val="TableBodyText"/>
            </w:pPr>
            <w:r w:rsidRPr="000F6218">
              <w:t>100</w:t>
            </w:r>
          </w:p>
        </w:tc>
        <w:tc>
          <w:tcPr>
            <w:tcW w:w="756" w:type="dxa"/>
            <w:vAlign w:val="center"/>
          </w:tcPr>
          <w:p w:rsidR="000F6218" w:rsidRPr="000F6218" w:rsidRDefault="000F6218" w:rsidP="000F6218">
            <w:pPr>
              <w:pStyle w:val="TableBodyText"/>
            </w:pPr>
            <w:r w:rsidRPr="000F6218">
              <w:t>100</w:t>
            </w:r>
          </w:p>
        </w:tc>
        <w:tc>
          <w:tcPr>
            <w:tcW w:w="756" w:type="dxa"/>
            <w:vAlign w:val="center"/>
          </w:tcPr>
          <w:p w:rsidR="000F6218" w:rsidRPr="000F6218" w:rsidRDefault="000F6218" w:rsidP="000F6218">
            <w:pPr>
              <w:pStyle w:val="TableBodyText"/>
            </w:pPr>
            <w:r w:rsidRPr="000F6218">
              <w:t>100</w:t>
            </w:r>
          </w:p>
        </w:tc>
        <w:tc>
          <w:tcPr>
            <w:tcW w:w="756" w:type="dxa"/>
            <w:vAlign w:val="center"/>
          </w:tcPr>
          <w:p w:rsidR="000F6218" w:rsidRPr="000F6218" w:rsidRDefault="000F6218" w:rsidP="000F6218">
            <w:pPr>
              <w:pStyle w:val="TableBodyText"/>
            </w:pPr>
            <w:r w:rsidRPr="000F6218">
              <w:t>99</w:t>
            </w:r>
          </w:p>
        </w:tc>
        <w:tc>
          <w:tcPr>
            <w:tcW w:w="756" w:type="dxa"/>
            <w:vAlign w:val="center"/>
          </w:tcPr>
          <w:p w:rsidR="000F6218" w:rsidRPr="000F6218" w:rsidRDefault="000F6218" w:rsidP="000F6218">
            <w:pPr>
              <w:pStyle w:val="TableBodyText"/>
            </w:pPr>
            <w:r w:rsidRPr="000F6218">
              <w:t>100</w:t>
            </w:r>
          </w:p>
        </w:tc>
        <w:tc>
          <w:tcPr>
            <w:tcW w:w="756" w:type="dxa"/>
            <w:vAlign w:val="center"/>
          </w:tcPr>
          <w:p w:rsidR="000F6218" w:rsidRPr="000F6218" w:rsidRDefault="000F6218" w:rsidP="000F6218">
            <w:pPr>
              <w:pStyle w:val="TableBodyText"/>
            </w:pPr>
            <w:r w:rsidRPr="000F6218">
              <w:t>100</w:t>
            </w:r>
          </w:p>
        </w:tc>
        <w:tc>
          <w:tcPr>
            <w:tcW w:w="756" w:type="dxa"/>
            <w:shd w:val="clear" w:color="auto" w:fill="auto"/>
            <w:vAlign w:val="center"/>
          </w:tcPr>
          <w:p w:rsidR="000F6218" w:rsidRPr="000F6218" w:rsidRDefault="000F6218" w:rsidP="000F6218">
            <w:pPr>
              <w:pStyle w:val="TableBodyText"/>
            </w:pPr>
            <w:r w:rsidRPr="000F6218">
              <w:t>100</w:t>
            </w:r>
          </w:p>
        </w:tc>
        <w:tc>
          <w:tcPr>
            <w:tcW w:w="756" w:type="dxa"/>
            <w:vAlign w:val="center"/>
          </w:tcPr>
          <w:p w:rsidR="000F6218" w:rsidRPr="000F6218" w:rsidRDefault="000F6218" w:rsidP="000F6218">
            <w:pPr>
              <w:pStyle w:val="TableBodyText"/>
            </w:pPr>
            <w:r w:rsidRPr="000F6218">
              <w:t>100</w:t>
            </w:r>
          </w:p>
        </w:tc>
        <w:tc>
          <w:tcPr>
            <w:tcW w:w="757" w:type="dxa"/>
            <w:vAlign w:val="center"/>
          </w:tcPr>
          <w:p w:rsidR="000F6218" w:rsidRPr="000F6218" w:rsidRDefault="000F6218" w:rsidP="000F6218">
            <w:pPr>
              <w:pStyle w:val="TableBodyText"/>
            </w:pPr>
            <w:r w:rsidRPr="000F6218">
              <w:t>100</w:t>
            </w:r>
          </w:p>
        </w:tc>
      </w:tr>
      <w:tr w:rsidR="000F6218" w:rsidTr="00A0273E">
        <w:tc>
          <w:tcPr>
            <w:tcW w:w="1985" w:type="dxa"/>
          </w:tcPr>
          <w:p w:rsidR="000F6218" w:rsidRDefault="000F6218" w:rsidP="00531D51">
            <w:pPr>
              <w:pStyle w:val="TableBodyText"/>
              <w:jc w:val="left"/>
            </w:pPr>
            <w:r>
              <w:t xml:space="preserve">  2 — Emergency</w:t>
            </w:r>
          </w:p>
        </w:tc>
        <w:tc>
          <w:tcPr>
            <w:tcW w:w="756" w:type="dxa"/>
            <w:vAlign w:val="center"/>
          </w:tcPr>
          <w:p w:rsidR="000F6218" w:rsidRPr="000F6218" w:rsidRDefault="000F6218" w:rsidP="000F6218">
            <w:pPr>
              <w:pStyle w:val="TableBodyText"/>
            </w:pPr>
            <w:r w:rsidRPr="000F6218">
              <w:t>82</w:t>
            </w:r>
          </w:p>
        </w:tc>
        <w:tc>
          <w:tcPr>
            <w:tcW w:w="756" w:type="dxa"/>
            <w:vAlign w:val="center"/>
          </w:tcPr>
          <w:p w:rsidR="000F6218" w:rsidRPr="000F6218" w:rsidRDefault="000F6218" w:rsidP="000F6218">
            <w:pPr>
              <w:pStyle w:val="TableBodyText"/>
            </w:pPr>
            <w:r w:rsidRPr="000F6218">
              <w:t>83</w:t>
            </w:r>
          </w:p>
        </w:tc>
        <w:tc>
          <w:tcPr>
            <w:tcW w:w="756" w:type="dxa"/>
            <w:vAlign w:val="center"/>
          </w:tcPr>
          <w:p w:rsidR="000F6218" w:rsidRPr="000F6218" w:rsidRDefault="000F6218" w:rsidP="000F6218">
            <w:pPr>
              <w:pStyle w:val="TableBodyText"/>
            </w:pPr>
            <w:r w:rsidRPr="000F6218">
              <w:t>82</w:t>
            </w:r>
          </w:p>
        </w:tc>
        <w:tc>
          <w:tcPr>
            <w:tcW w:w="756" w:type="dxa"/>
            <w:vAlign w:val="center"/>
          </w:tcPr>
          <w:p w:rsidR="000F6218" w:rsidRPr="000F6218" w:rsidRDefault="000F6218" w:rsidP="000F6218">
            <w:pPr>
              <w:pStyle w:val="TableBodyText"/>
            </w:pPr>
            <w:r w:rsidRPr="000F6218">
              <w:t>76</w:t>
            </w:r>
          </w:p>
        </w:tc>
        <w:tc>
          <w:tcPr>
            <w:tcW w:w="756" w:type="dxa"/>
            <w:vAlign w:val="center"/>
          </w:tcPr>
          <w:p w:rsidR="000F6218" w:rsidRPr="000F6218" w:rsidRDefault="000F6218" w:rsidP="000F6218">
            <w:pPr>
              <w:pStyle w:val="TableBodyText"/>
            </w:pPr>
            <w:r w:rsidRPr="000F6218">
              <w:t>79</w:t>
            </w:r>
          </w:p>
        </w:tc>
        <w:tc>
          <w:tcPr>
            <w:tcW w:w="756" w:type="dxa"/>
            <w:vAlign w:val="center"/>
          </w:tcPr>
          <w:p w:rsidR="000F6218" w:rsidRPr="000F6218" w:rsidRDefault="000F6218" w:rsidP="000F6218">
            <w:pPr>
              <w:pStyle w:val="TableBodyText"/>
            </w:pPr>
            <w:r w:rsidRPr="000F6218">
              <w:t>77</w:t>
            </w:r>
          </w:p>
        </w:tc>
        <w:tc>
          <w:tcPr>
            <w:tcW w:w="756" w:type="dxa"/>
            <w:shd w:val="clear" w:color="auto" w:fill="auto"/>
            <w:vAlign w:val="center"/>
          </w:tcPr>
          <w:p w:rsidR="000F6218" w:rsidRPr="000F6218" w:rsidRDefault="000F6218" w:rsidP="000F6218">
            <w:pPr>
              <w:pStyle w:val="TableBodyText"/>
            </w:pPr>
            <w:r w:rsidRPr="000F6218">
              <w:t>76</w:t>
            </w:r>
          </w:p>
        </w:tc>
        <w:tc>
          <w:tcPr>
            <w:tcW w:w="756" w:type="dxa"/>
            <w:vAlign w:val="center"/>
          </w:tcPr>
          <w:p w:rsidR="000F6218" w:rsidRPr="000F6218" w:rsidRDefault="000F6218" w:rsidP="000F6218">
            <w:pPr>
              <w:pStyle w:val="TableBodyText"/>
            </w:pPr>
            <w:r w:rsidRPr="000F6218">
              <w:t>64</w:t>
            </w:r>
          </w:p>
        </w:tc>
        <w:tc>
          <w:tcPr>
            <w:tcW w:w="757" w:type="dxa"/>
            <w:vAlign w:val="center"/>
          </w:tcPr>
          <w:p w:rsidR="000F6218" w:rsidRPr="000F6218" w:rsidRDefault="000F6218" w:rsidP="000F6218">
            <w:pPr>
              <w:pStyle w:val="TableBodyText"/>
            </w:pPr>
            <w:r w:rsidRPr="000F6218">
              <w:t>80</w:t>
            </w:r>
          </w:p>
        </w:tc>
      </w:tr>
      <w:tr w:rsidR="000F6218" w:rsidTr="00A0273E">
        <w:tc>
          <w:tcPr>
            <w:tcW w:w="1985" w:type="dxa"/>
          </w:tcPr>
          <w:p w:rsidR="000F6218" w:rsidRDefault="000F6218" w:rsidP="00531D51">
            <w:pPr>
              <w:pStyle w:val="TableBodyText"/>
              <w:jc w:val="left"/>
            </w:pPr>
            <w:r>
              <w:t xml:space="preserve">  3 — Urgent</w:t>
            </w:r>
          </w:p>
        </w:tc>
        <w:tc>
          <w:tcPr>
            <w:tcW w:w="756" w:type="dxa"/>
            <w:vAlign w:val="center"/>
          </w:tcPr>
          <w:p w:rsidR="000F6218" w:rsidRPr="000F6218" w:rsidRDefault="000F6218" w:rsidP="000F6218">
            <w:pPr>
              <w:pStyle w:val="TableBodyText"/>
            </w:pPr>
            <w:r w:rsidRPr="000F6218">
              <w:t>71</w:t>
            </w:r>
          </w:p>
        </w:tc>
        <w:tc>
          <w:tcPr>
            <w:tcW w:w="756" w:type="dxa"/>
            <w:vAlign w:val="center"/>
          </w:tcPr>
          <w:p w:rsidR="000F6218" w:rsidRPr="000F6218" w:rsidRDefault="000F6218" w:rsidP="000F6218">
            <w:pPr>
              <w:pStyle w:val="TableBodyText"/>
            </w:pPr>
            <w:r w:rsidRPr="000F6218">
              <w:t>72</w:t>
            </w:r>
          </w:p>
        </w:tc>
        <w:tc>
          <w:tcPr>
            <w:tcW w:w="756" w:type="dxa"/>
            <w:vAlign w:val="center"/>
          </w:tcPr>
          <w:p w:rsidR="000F6218" w:rsidRPr="000F6218" w:rsidRDefault="000F6218" w:rsidP="000F6218">
            <w:pPr>
              <w:pStyle w:val="TableBodyText"/>
            </w:pPr>
            <w:r w:rsidRPr="000F6218">
              <w:t>63</w:t>
            </w:r>
          </w:p>
        </w:tc>
        <w:tc>
          <w:tcPr>
            <w:tcW w:w="756" w:type="dxa"/>
            <w:vAlign w:val="center"/>
          </w:tcPr>
          <w:p w:rsidR="000F6218" w:rsidRPr="000F6218" w:rsidRDefault="000F6218" w:rsidP="000F6218">
            <w:pPr>
              <w:pStyle w:val="TableBodyText"/>
            </w:pPr>
            <w:r w:rsidRPr="000F6218">
              <w:t>52</w:t>
            </w:r>
          </w:p>
        </w:tc>
        <w:tc>
          <w:tcPr>
            <w:tcW w:w="756" w:type="dxa"/>
            <w:vAlign w:val="center"/>
          </w:tcPr>
          <w:p w:rsidR="000F6218" w:rsidRPr="000F6218" w:rsidRDefault="000F6218" w:rsidP="000F6218">
            <w:pPr>
              <w:pStyle w:val="TableBodyText"/>
            </w:pPr>
            <w:r w:rsidRPr="000F6218">
              <w:t>70</w:t>
            </w:r>
          </w:p>
        </w:tc>
        <w:tc>
          <w:tcPr>
            <w:tcW w:w="756" w:type="dxa"/>
            <w:vAlign w:val="center"/>
          </w:tcPr>
          <w:p w:rsidR="000F6218" w:rsidRPr="000F6218" w:rsidRDefault="000F6218" w:rsidP="000F6218">
            <w:pPr>
              <w:pStyle w:val="TableBodyText"/>
            </w:pPr>
            <w:r w:rsidRPr="000F6218">
              <w:t>64</w:t>
            </w:r>
          </w:p>
        </w:tc>
        <w:tc>
          <w:tcPr>
            <w:tcW w:w="756" w:type="dxa"/>
            <w:shd w:val="clear" w:color="auto" w:fill="auto"/>
            <w:vAlign w:val="center"/>
          </w:tcPr>
          <w:p w:rsidR="000F6218" w:rsidRPr="000F6218" w:rsidRDefault="000F6218" w:rsidP="000F6218">
            <w:pPr>
              <w:pStyle w:val="TableBodyText"/>
            </w:pPr>
            <w:r w:rsidRPr="000F6218">
              <w:t>50</w:t>
            </w:r>
          </w:p>
        </w:tc>
        <w:tc>
          <w:tcPr>
            <w:tcW w:w="756" w:type="dxa"/>
            <w:vAlign w:val="center"/>
          </w:tcPr>
          <w:p w:rsidR="000F6218" w:rsidRPr="000F6218" w:rsidRDefault="000F6218" w:rsidP="000F6218">
            <w:pPr>
              <w:pStyle w:val="TableBodyText"/>
            </w:pPr>
            <w:r w:rsidRPr="000F6218">
              <w:t>49</w:t>
            </w:r>
          </w:p>
        </w:tc>
        <w:tc>
          <w:tcPr>
            <w:tcW w:w="757" w:type="dxa"/>
            <w:vAlign w:val="center"/>
          </w:tcPr>
          <w:p w:rsidR="000F6218" w:rsidRPr="000F6218" w:rsidRDefault="000F6218" w:rsidP="000F6218">
            <w:pPr>
              <w:pStyle w:val="TableBodyText"/>
            </w:pPr>
            <w:r w:rsidRPr="000F6218">
              <w:t>66</w:t>
            </w:r>
          </w:p>
        </w:tc>
      </w:tr>
      <w:tr w:rsidR="000F6218" w:rsidTr="00A0273E">
        <w:tc>
          <w:tcPr>
            <w:tcW w:w="1985" w:type="dxa"/>
          </w:tcPr>
          <w:p w:rsidR="000F6218" w:rsidRDefault="000F6218" w:rsidP="00531D51">
            <w:pPr>
              <w:pStyle w:val="TableBodyText"/>
              <w:jc w:val="left"/>
            </w:pPr>
            <w:r>
              <w:t xml:space="preserve">  4 — Semi-urgent</w:t>
            </w:r>
          </w:p>
        </w:tc>
        <w:tc>
          <w:tcPr>
            <w:tcW w:w="756" w:type="dxa"/>
            <w:vAlign w:val="center"/>
          </w:tcPr>
          <w:p w:rsidR="000F6218" w:rsidRPr="000F6218" w:rsidRDefault="000F6218" w:rsidP="000F6218">
            <w:pPr>
              <w:pStyle w:val="TableBodyText"/>
            </w:pPr>
            <w:r w:rsidRPr="000F6218">
              <w:t>74</w:t>
            </w:r>
          </w:p>
        </w:tc>
        <w:tc>
          <w:tcPr>
            <w:tcW w:w="756" w:type="dxa"/>
            <w:vAlign w:val="center"/>
          </w:tcPr>
          <w:p w:rsidR="000F6218" w:rsidRPr="000F6218" w:rsidRDefault="000F6218" w:rsidP="000F6218">
            <w:pPr>
              <w:pStyle w:val="TableBodyText"/>
            </w:pPr>
            <w:r w:rsidRPr="000F6218">
              <w:t>67</w:t>
            </w:r>
          </w:p>
        </w:tc>
        <w:tc>
          <w:tcPr>
            <w:tcW w:w="756" w:type="dxa"/>
            <w:vAlign w:val="center"/>
          </w:tcPr>
          <w:p w:rsidR="000F6218" w:rsidRPr="000F6218" w:rsidRDefault="000F6218" w:rsidP="000F6218">
            <w:pPr>
              <w:pStyle w:val="TableBodyText"/>
            </w:pPr>
            <w:r w:rsidRPr="000F6218">
              <w:t>69</w:t>
            </w:r>
          </w:p>
        </w:tc>
        <w:tc>
          <w:tcPr>
            <w:tcW w:w="756" w:type="dxa"/>
            <w:vAlign w:val="center"/>
          </w:tcPr>
          <w:p w:rsidR="000F6218" w:rsidRPr="000F6218" w:rsidRDefault="000F6218" w:rsidP="000F6218">
            <w:pPr>
              <w:pStyle w:val="TableBodyText"/>
            </w:pPr>
            <w:r w:rsidRPr="000F6218">
              <w:t>67</w:t>
            </w:r>
          </w:p>
        </w:tc>
        <w:tc>
          <w:tcPr>
            <w:tcW w:w="756" w:type="dxa"/>
            <w:vAlign w:val="center"/>
          </w:tcPr>
          <w:p w:rsidR="000F6218" w:rsidRPr="000F6218" w:rsidRDefault="000F6218" w:rsidP="000F6218">
            <w:pPr>
              <w:pStyle w:val="TableBodyText"/>
            </w:pPr>
            <w:r w:rsidRPr="000F6218">
              <w:t>77</w:t>
            </w:r>
          </w:p>
        </w:tc>
        <w:tc>
          <w:tcPr>
            <w:tcW w:w="756" w:type="dxa"/>
            <w:vAlign w:val="center"/>
          </w:tcPr>
          <w:p w:rsidR="000F6218" w:rsidRPr="000F6218" w:rsidRDefault="000F6218" w:rsidP="000F6218">
            <w:pPr>
              <w:pStyle w:val="TableBodyText"/>
            </w:pPr>
            <w:r w:rsidRPr="000F6218">
              <w:t>71</w:t>
            </w:r>
          </w:p>
        </w:tc>
        <w:tc>
          <w:tcPr>
            <w:tcW w:w="756" w:type="dxa"/>
            <w:shd w:val="clear" w:color="auto" w:fill="auto"/>
            <w:vAlign w:val="center"/>
          </w:tcPr>
          <w:p w:rsidR="000F6218" w:rsidRPr="000F6218" w:rsidRDefault="000F6218" w:rsidP="000F6218">
            <w:pPr>
              <w:pStyle w:val="TableBodyText"/>
            </w:pPr>
            <w:r w:rsidRPr="000F6218">
              <w:t>47</w:t>
            </w:r>
          </w:p>
        </w:tc>
        <w:tc>
          <w:tcPr>
            <w:tcW w:w="756" w:type="dxa"/>
            <w:vAlign w:val="center"/>
          </w:tcPr>
          <w:p w:rsidR="000F6218" w:rsidRPr="000F6218" w:rsidRDefault="000F6218" w:rsidP="000F6218">
            <w:pPr>
              <w:pStyle w:val="TableBodyText"/>
            </w:pPr>
            <w:r w:rsidRPr="000F6218">
              <w:t>49</w:t>
            </w:r>
          </w:p>
        </w:tc>
        <w:tc>
          <w:tcPr>
            <w:tcW w:w="757" w:type="dxa"/>
            <w:vAlign w:val="center"/>
          </w:tcPr>
          <w:p w:rsidR="000F6218" w:rsidRPr="000F6218" w:rsidRDefault="000F6218" w:rsidP="000F6218">
            <w:pPr>
              <w:pStyle w:val="TableBodyText"/>
            </w:pPr>
            <w:r w:rsidRPr="000F6218">
              <w:t>70</w:t>
            </w:r>
          </w:p>
        </w:tc>
      </w:tr>
      <w:tr w:rsidR="000F6218" w:rsidTr="00A0273E">
        <w:tc>
          <w:tcPr>
            <w:tcW w:w="1985" w:type="dxa"/>
          </w:tcPr>
          <w:p w:rsidR="000F6218" w:rsidRDefault="000F6218" w:rsidP="00531D51">
            <w:pPr>
              <w:pStyle w:val="TableBodyText"/>
              <w:jc w:val="left"/>
            </w:pPr>
            <w:r>
              <w:t xml:space="preserve">  5 — Non-urgent</w:t>
            </w:r>
          </w:p>
        </w:tc>
        <w:tc>
          <w:tcPr>
            <w:tcW w:w="756" w:type="dxa"/>
            <w:vAlign w:val="center"/>
          </w:tcPr>
          <w:p w:rsidR="000F6218" w:rsidRPr="000F6218" w:rsidRDefault="000F6218" w:rsidP="000F6218">
            <w:pPr>
              <w:pStyle w:val="TableBodyText"/>
            </w:pPr>
            <w:r w:rsidRPr="000F6218">
              <w:t>89</w:t>
            </w:r>
          </w:p>
        </w:tc>
        <w:tc>
          <w:tcPr>
            <w:tcW w:w="756" w:type="dxa"/>
            <w:vAlign w:val="center"/>
          </w:tcPr>
          <w:p w:rsidR="000F6218" w:rsidRPr="000F6218" w:rsidRDefault="000F6218" w:rsidP="000F6218">
            <w:pPr>
              <w:pStyle w:val="TableBodyText"/>
            </w:pPr>
            <w:r w:rsidRPr="000F6218">
              <w:t>87</w:t>
            </w:r>
          </w:p>
        </w:tc>
        <w:tc>
          <w:tcPr>
            <w:tcW w:w="756" w:type="dxa"/>
            <w:vAlign w:val="center"/>
          </w:tcPr>
          <w:p w:rsidR="000F6218" w:rsidRPr="000F6218" w:rsidRDefault="000F6218" w:rsidP="000F6218">
            <w:pPr>
              <w:pStyle w:val="TableBodyText"/>
            </w:pPr>
            <w:r w:rsidRPr="000F6218">
              <w:t>90</w:t>
            </w:r>
          </w:p>
        </w:tc>
        <w:tc>
          <w:tcPr>
            <w:tcW w:w="756" w:type="dxa"/>
            <w:vAlign w:val="center"/>
          </w:tcPr>
          <w:p w:rsidR="000F6218" w:rsidRPr="000F6218" w:rsidRDefault="000F6218" w:rsidP="000F6218">
            <w:pPr>
              <w:pStyle w:val="TableBodyText"/>
            </w:pPr>
            <w:r w:rsidRPr="000F6218">
              <w:t>94</w:t>
            </w:r>
          </w:p>
        </w:tc>
        <w:tc>
          <w:tcPr>
            <w:tcW w:w="756" w:type="dxa"/>
            <w:vAlign w:val="center"/>
          </w:tcPr>
          <w:p w:rsidR="000F6218" w:rsidRPr="000F6218" w:rsidRDefault="000F6218" w:rsidP="000F6218">
            <w:pPr>
              <w:pStyle w:val="TableBodyText"/>
            </w:pPr>
            <w:r w:rsidRPr="000F6218">
              <w:t>92</w:t>
            </w:r>
          </w:p>
        </w:tc>
        <w:tc>
          <w:tcPr>
            <w:tcW w:w="756" w:type="dxa"/>
            <w:vAlign w:val="center"/>
          </w:tcPr>
          <w:p w:rsidR="000F6218" w:rsidRPr="000F6218" w:rsidRDefault="000F6218" w:rsidP="000F6218">
            <w:pPr>
              <w:pStyle w:val="TableBodyText"/>
            </w:pPr>
            <w:r w:rsidRPr="000F6218">
              <w:t>88</w:t>
            </w:r>
          </w:p>
        </w:tc>
        <w:tc>
          <w:tcPr>
            <w:tcW w:w="756" w:type="dxa"/>
            <w:shd w:val="clear" w:color="auto" w:fill="auto"/>
            <w:vAlign w:val="center"/>
          </w:tcPr>
          <w:p w:rsidR="000F6218" w:rsidRPr="000F6218" w:rsidRDefault="000F6218" w:rsidP="000F6218">
            <w:pPr>
              <w:pStyle w:val="TableBodyText"/>
            </w:pPr>
            <w:r w:rsidRPr="000F6218">
              <w:t>81</w:t>
            </w:r>
          </w:p>
        </w:tc>
        <w:tc>
          <w:tcPr>
            <w:tcW w:w="756" w:type="dxa"/>
            <w:vAlign w:val="center"/>
          </w:tcPr>
          <w:p w:rsidR="000F6218" w:rsidRPr="000F6218" w:rsidRDefault="000F6218" w:rsidP="000F6218">
            <w:pPr>
              <w:pStyle w:val="TableBodyText"/>
            </w:pPr>
            <w:r w:rsidRPr="000F6218">
              <w:t>89</w:t>
            </w:r>
          </w:p>
        </w:tc>
        <w:tc>
          <w:tcPr>
            <w:tcW w:w="757" w:type="dxa"/>
            <w:vAlign w:val="center"/>
          </w:tcPr>
          <w:p w:rsidR="000F6218" w:rsidRPr="000F6218" w:rsidRDefault="000F6218" w:rsidP="000F6218">
            <w:pPr>
              <w:pStyle w:val="TableBodyText"/>
            </w:pPr>
            <w:r w:rsidRPr="000F6218">
              <w:t>89</w:t>
            </w:r>
          </w:p>
        </w:tc>
      </w:tr>
      <w:tr w:rsidR="000F6218" w:rsidTr="00A0273E">
        <w:tc>
          <w:tcPr>
            <w:tcW w:w="1985" w:type="dxa"/>
          </w:tcPr>
          <w:p w:rsidR="000F6218" w:rsidRPr="00A924A7" w:rsidRDefault="000F6218" w:rsidP="00531D51">
            <w:pPr>
              <w:pStyle w:val="TableBodyText"/>
              <w:jc w:val="left"/>
              <w:rPr>
                <w:b/>
              </w:rPr>
            </w:pPr>
            <w:r>
              <w:rPr>
                <w:b/>
              </w:rPr>
              <w:t xml:space="preserve">  </w:t>
            </w:r>
            <w:r w:rsidRPr="00A924A7">
              <w:rPr>
                <w:b/>
              </w:rPr>
              <w:t>Total</w:t>
            </w:r>
          </w:p>
        </w:tc>
        <w:tc>
          <w:tcPr>
            <w:tcW w:w="756" w:type="dxa"/>
            <w:vAlign w:val="center"/>
          </w:tcPr>
          <w:p w:rsidR="000F6218" w:rsidRPr="000F6218" w:rsidRDefault="000F6218" w:rsidP="000F6218">
            <w:pPr>
              <w:pStyle w:val="TableBodyText"/>
              <w:rPr>
                <w:b/>
              </w:rPr>
            </w:pPr>
            <w:r w:rsidRPr="000F6218">
              <w:rPr>
                <w:b/>
              </w:rPr>
              <w:t>76</w:t>
            </w:r>
          </w:p>
        </w:tc>
        <w:tc>
          <w:tcPr>
            <w:tcW w:w="756" w:type="dxa"/>
            <w:vAlign w:val="center"/>
          </w:tcPr>
          <w:p w:rsidR="000F6218" w:rsidRPr="000F6218" w:rsidRDefault="000F6218" w:rsidP="000F6218">
            <w:pPr>
              <w:pStyle w:val="TableBodyText"/>
              <w:rPr>
                <w:b/>
              </w:rPr>
            </w:pPr>
            <w:r w:rsidRPr="000F6218">
              <w:rPr>
                <w:b/>
              </w:rPr>
              <w:t>72</w:t>
            </w:r>
          </w:p>
        </w:tc>
        <w:tc>
          <w:tcPr>
            <w:tcW w:w="756" w:type="dxa"/>
            <w:vAlign w:val="center"/>
          </w:tcPr>
          <w:p w:rsidR="000F6218" w:rsidRPr="000F6218" w:rsidRDefault="000F6218" w:rsidP="000F6218">
            <w:pPr>
              <w:pStyle w:val="TableBodyText"/>
              <w:rPr>
                <w:b/>
              </w:rPr>
            </w:pPr>
            <w:r w:rsidRPr="000F6218">
              <w:rPr>
                <w:b/>
              </w:rPr>
              <w:t>69</w:t>
            </w:r>
          </w:p>
        </w:tc>
        <w:tc>
          <w:tcPr>
            <w:tcW w:w="756" w:type="dxa"/>
            <w:vAlign w:val="center"/>
          </w:tcPr>
          <w:p w:rsidR="000F6218" w:rsidRPr="000F6218" w:rsidRDefault="000F6218" w:rsidP="000F6218">
            <w:pPr>
              <w:pStyle w:val="TableBodyText"/>
              <w:rPr>
                <w:b/>
              </w:rPr>
            </w:pPr>
            <w:r w:rsidRPr="000F6218">
              <w:rPr>
                <w:b/>
              </w:rPr>
              <w:t>65</w:t>
            </w:r>
          </w:p>
        </w:tc>
        <w:tc>
          <w:tcPr>
            <w:tcW w:w="756" w:type="dxa"/>
            <w:vAlign w:val="center"/>
          </w:tcPr>
          <w:p w:rsidR="000F6218" w:rsidRPr="000F6218" w:rsidRDefault="000F6218" w:rsidP="000F6218">
            <w:pPr>
              <w:pStyle w:val="TableBodyText"/>
              <w:rPr>
                <w:b/>
              </w:rPr>
            </w:pPr>
            <w:r w:rsidRPr="000F6218">
              <w:rPr>
                <w:b/>
              </w:rPr>
              <w:t>76</w:t>
            </w:r>
          </w:p>
        </w:tc>
        <w:tc>
          <w:tcPr>
            <w:tcW w:w="756" w:type="dxa"/>
            <w:vAlign w:val="center"/>
          </w:tcPr>
          <w:p w:rsidR="000F6218" w:rsidRPr="000F6218" w:rsidRDefault="000F6218" w:rsidP="000F6218">
            <w:pPr>
              <w:pStyle w:val="TableBodyText"/>
              <w:rPr>
                <w:b/>
              </w:rPr>
            </w:pPr>
            <w:r w:rsidRPr="000F6218">
              <w:rPr>
                <w:b/>
              </w:rPr>
              <w:t>71</w:t>
            </w:r>
          </w:p>
        </w:tc>
        <w:tc>
          <w:tcPr>
            <w:tcW w:w="756" w:type="dxa"/>
            <w:shd w:val="clear" w:color="auto" w:fill="auto"/>
            <w:vAlign w:val="center"/>
          </w:tcPr>
          <w:p w:rsidR="000F6218" w:rsidRPr="000F6218" w:rsidRDefault="000F6218" w:rsidP="000F6218">
            <w:pPr>
              <w:pStyle w:val="TableBodyText"/>
              <w:rPr>
                <w:b/>
              </w:rPr>
            </w:pPr>
            <w:r w:rsidRPr="000F6218">
              <w:rPr>
                <w:b/>
              </w:rPr>
              <w:t>55</w:t>
            </w:r>
          </w:p>
        </w:tc>
        <w:tc>
          <w:tcPr>
            <w:tcW w:w="756" w:type="dxa"/>
            <w:vAlign w:val="center"/>
          </w:tcPr>
          <w:p w:rsidR="000F6218" w:rsidRPr="000F6218" w:rsidRDefault="000F6218" w:rsidP="000F6218">
            <w:pPr>
              <w:pStyle w:val="TableBodyText"/>
              <w:rPr>
                <w:b/>
              </w:rPr>
            </w:pPr>
            <w:r w:rsidRPr="000F6218">
              <w:rPr>
                <w:b/>
              </w:rPr>
              <w:t>54</w:t>
            </w:r>
          </w:p>
        </w:tc>
        <w:tc>
          <w:tcPr>
            <w:tcW w:w="757" w:type="dxa"/>
            <w:vAlign w:val="center"/>
          </w:tcPr>
          <w:p w:rsidR="000F6218" w:rsidRPr="000F6218" w:rsidRDefault="000F6218" w:rsidP="000F6218">
            <w:pPr>
              <w:pStyle w:val="TableBodyText"/>
              <w:rPr>
                <w:b/>
              </w:rPr>
            </w:pPr>
            <w:r w:rsidRPr="000F6218">
              <w:rPr>
                <w:b/>
              </w:rPr>
              <w:t>72</w:t>
            </w:r>
          </w:p>
        </w:tc>
      </w:tr>
      <w:tr w:rsidR="000F6218" w:rsidTr="001D3925">
        <w:tc>
          <w:tcPr>
            <w:tcW w:w="1985" w:type="dxa"/>
            <w:shd w:val="clear" w:color="auto" w:fill="auto"/>
          </w:tcPr>
          <w:p w:rsidR="000F6218" w:rsidRDefault="000F6218" w:rsidP="00531D51">
            <w:pPr>
              <w:pStyle w:val="TableBodyText"/>
              <w:jc w:val="left"/>
            </w:pPr>
            <w:r>
              <w:t xml:space="preserve">  Data coverage</w:t>
            </w:r>
            <w:r>
              <w:rPr>
                <w:rStyle w:val="NoteLabel"/>
              </w:rPr>
              <w:t>c</w:t>
            </w:r>
          </w:p>
        </w:tc>
        <w:tc>
          <w:tcPr>
            <w:tcW w:w="756" w:type="dxa"/>
            <w:shd w:val="clear" w:color="auto" w:fill="auto"/>
            <w:vAlign w:val="center"/>
          </w:tcPr>
          <w:p w:rsidR="000F6218" w:rsidRPr="000F6218" w:rsidRDefault="000F6218" w:rsidP="000F6218">
            <w:pPr>
              <w:pStyle w:val="TableBodyText"/>
            </w:pPr>
            <w:r w:rsidRPr="000F6218">
              <w:t>88</w:t>
            </w:r>
          </w:p>
        </w:tc>
        <w:tc>
          <w:tcPr>
            <w:tcW w:w="756" w:type="dxa"/>
            <w:shd w:val="clear" w:color="auto" w:fill="auto"/>
            <w:vAlign w:val="center"/>
          </w:tcPr>
          <w:p w:rsidR="000F6218" w:rsidRPr="000F6218" w:rsidRDefault="000F6218" w:rsidP="000F6218">
            <w:pPr>
              <w:pStyle w:val="TableBodyText"/>
            </w:pPr>
            <w:r w:rsidRPr="000F6218">
              <w:t>91</w:t>
            </w:r>
          </w:p>
        </w:tc>
        <w:tc>
          <w:tcPr>
            <w:tcW w:w="756" w:type="dxa"/>
            <w:shd w:val="clear" w:color="auto" w:fill="auto"/>
            <w:vAlign w:val="center"/>
          </w:tcPr>
          <w:p w:rsidR="000F6218" w:rsidRPr="000F6218" w:rsidRDefault="000F6218" w:rsidP="000F6218">
            <w:pPr>
              <w:pStyle w:val="TableBodyText"/>
            </w:pPr>
            <w:r w:rsidRPr="000F6218">
              <w:t>72</w:t>
            </w:r>
          </w:p>
        </w:tc>
        <w:tc>
          <w:tcPr>
            <w:tcW w:w="756" w:type="dxa"/>
            <w:shd w:val="clear" w:color="auto" w:fill="auto"/>
            <w:vAlign w:val="center"/>
          </w:tcPr>
          <w:p w:rsidR="000F6218" w:rsidRPr="000F6218" w:rsidRDefault="00ED1D9A" w:rsidP="000F6218">
            <w:pPr>
              <w:pStyle w:val="TableBodyText"/>
            </w:pPr>
            <w:r>
              <w:t>78</w:t>
            </w:r>
          </w:p>
        </w:tc>
        <w:tc>
          <w:tcPr>
            <w:tcW w:w="756" w:type="dxa"/>
            <w:shd w:val="clear" w:color="auto" w:fill="auto"/>
            <w:vAlign w:val="center"/>
          </w:tcPr>
          <w:p w:rsidR="000F6218" w:rsidRPr="000F6218" w:rsidRDefault="000F6218" w:rsidP="000F6218">
            <w:pPr>
              <w:pStyle w:val="TableBodyText"/>
            </w:pPr>
            <w:r w:rsidRPr="000F6218">
              <w:t>80</w:t>
            </w:r>
          </w:p>
        </w:tc>
        <w:tc>
          <w:tcPr>
            <w:tcW w:w="756" w:type="dxa"/>
            <w:shd w:val="clear" w:color="auto" w:fill="auto"/>
            <w:vAlign w:val="center"/>
          </w:tcPr>
          <w:p w:rsidR="000F6218" w:rsidRPr="000F6218" w:rsidRDefault="000F6218" w:rsidP="000F6218">
            <w:pPr>
              <w:pStyle w:val="TableBodyText"/>
            </w:pPr>
            <w:r w:rsidRPr="000F6218">
              <w:t>92</w:t>
            </w:r>
          </w:p>
        </w:tc>
        <w:tc>
          <w:tcPr>
            <w:tcW w:w="756" w:type="dxa"/>
            <w:shd w:val="clear" w:color="auto" w:fill="FFFFFF" w:themeFill="background1"/>
            <w:vAlign w:val="center"/>
          </w:tcPr>
          <w:p w:rsidR="000F6218" w:rsidRPr="000F6218" w:rsidRDefault="000F6218" w:rsidP="000F6218">
            <w:pPr>
              <w:pStyle w:val="TableBodyText"/>
            </w:pPr>
            <w:r w:rsidRPr="000F6218">
              <w:t>100</w:t>
            </w:r>
          </w:p>
        </w:tc>
        <w:tc>
          <w:tcPr>
            <w:tcW w:w="756" w:type="dxa"/>
            <w:shd w:val="clear" w:color="auto" w:fill="auto"/>
            <w:vAlign w:val="center"/>
          </w:tcPr>
          <w:p w:rsidR="000F6218" w:rsidRPr="000F6218" w:rsidRDefault="000F6218" w:rsidP="000F6218">
            <w:pPr>
              <w:pStyle w:val="TableBodyText"/>
            </w:pPr>
            <w:r w:rsidRPr="000F6218">
              <w:t>100</w:t>
            </w:r>
          </w:p>
        </w:tc>
        <w:tc>
          <w:tcPr>
            <w:tcW w:w="757" w:type="dxa"/>
            <w:shd w:val="clear" w:color="auto" w:fill="auto"/>
            <w:vAlign w:val="center"/>
          </w:tcPr>
          <w:p w:rsidR="000F6218" w:rsidRPr="000F6218" w:rsidRDefault="000F6218" w:rsidP="000F6218">
            <w:pPr>
              <w:pStyle w:val="TableBodyText"/>
            </w:pPr>
            <w:r w:rsidRPr="000F6218">
              <w:t>84</w:t>
            </w:r>
          </w:p>
        </w:tc>
      </w:tr>
      <w:tr w:rsidR="000F6218" w:rsidRPr="006E64EB" w:rsidTr="009A5C5F">
        <w:tc>
          <w:tcPr>
            <w:tcW w:w="1985" w:type="dxa"/>
            <w:shd w:val="clear" w:color="auto" w:fill="auto"/>
          </w:tcPr>
          <w:p w:rsidR="000F6218" w:rsidRDefault="000F6218" w:rsidP="00EF1297">
            <w:pPr>
              <w:pStyle w:val="TableUnitsRow"/>
              <w:jc w:val="left"/>
            </w:pPr>
            <w:r>
              <w:t>2012-13</w:t>
            </w: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6" w:type="dxa"/>
            <w:shd w:val="clear" w:color="auto" w:fill="auto"/>
            <w:vAlign w:val="bottom"/>
          </w:tcPr>
          <w:p w:rsidR="000F6218" w:rsidRDefault="000F6218" w:rsidP="006E64EB">
            <w:pPr>
              <w:pStyle w:val="TableUnitsRow"/>
              <w:jc w:val="left"/>
            </w:pPr>
          </w:p>
        </w:tc>
        <w:tc>
          <w:tcPr>
            <w:tcW w:w="757" w:type="dxa"/>
            <w:shd w:val="clear" w:color="auto" w:fill="auto"/>
            <w:vAlign w:val="bottom"/>
          </w:tcPr>
          <w:p w:rsidR="000F6218" w:rsidRDefault="000F6218" w:rsidP="006E64EB">
            <w:pPr>
              <w:pStyle w:val="TableUnitsRow"/>
              <w:jc w:val="left"/>
            </w:pPr>
          </w:p>
        </w:tc>
      </w:tr>
      <w:tr w:rsidR="003471F1" w:rsidTr="00253AD9">
        <w:tc>
          <w:tcPr>
            <w:tcW w:w="1985" w:type="dxa"/>
            <w:shd w:val="clear" w:color="auto" w:fill="auto"/>
          </w:tcPr>
          <w:p w:rsidR="003471F1" w:rsidRDefault="003471F1" w:rsidP="006E64EB">
            <w:pPr>
              <w:pStyle w:val="TableUnitsRow"/>
              <w:jc w:val="left"/>
            </w:pPr>
            <w:r>
              <w:t xml:space="preserve">  1 — Resuscitation</w:t>
            </w:r>
            <w:r>
              <w:rPr>
                <w:rStyle w:val="NoteLabel"/>
              </w:rPr>
              <w:t>b</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6" w:type="dxa"/>
            <w:shd w:val="clear" w:color="auto" w:fill="auto"/>
            <w:vAlign w:val="center"/>
          </w:tcPr>
          <w:p w:rsidR="003471F1" w:rsidRPr="003471F1" w:rsidRDefault="003471F1" w:rsidP="003471F1">
            <w:pPr>
              <w:pStyle w:val="TableBodyText"/>
            </w:pPr>
            <w:r w:rsidRPr="003471F1">
              <w:t>100</w:t>
            </w:r>
          </w:p>
        </w:tc>
        <w:tc>
          <w:tcPr>
            <w:tcW w:w="757" w:type="dxa"/>
            <w:shd w:val="clear" w:color="auto" w:fill="auto"/>
            <w:vAlign w:val="center"/>
          </w:tcPr>
          <w:p w:rsidR="003471F1" w:rsidRPr="003471F1" w:rsidRDefault="003471F1" w:rsidP="003471F1">
            <w:pPr>
              <w:pStyle w:val="TableBodyText"/>
            </w:pPr>
            <w:r w:rsidRPr="003471F1">
              <w:t>100</w:t>
            </w:r>
          </w:p>
        </w:tc>
      </w:tr>
      <w:tr w:rsidR="003471F1" w:rsidTr="00253AD9">
        <w:tc>
          <w:tcPr>
            <w:tcW w:w="1985" w:type="dxa"/>
            <w:shd w:val="clear" w:color="auto" w:fill="auto"/>
          </w:tcPr>
          <w:p w:rsidR="003471F1" w:rsidRDefault="003471F1" w:rsidP="006E64EB">
            <w:pPr>
              <w:pStyle w:val="TableBodyText"/>
              <w:jc w:val="left"/>
            </w:pPr>
            <w:r>
              <w:t xml:space="preserve">  2 — Emergency</w:t>
            </w:r>
          </w:p>
        </w:tc>
        <w:tc>
          <w:tcPr>
            <w:tcW w:w="756" w:type="dxa"/>
            <w:shd w:val="clear" w:color="auto" w:fill="auto"/>
            <w:vAlign w:val="center"/>
          </w:tcPr>
          <w:p w:rsidR="003471F1" w:rsidRPr="003471F1" w:rsidRDefault="003471F1" w:rsidP="003471F1">
            <w:pPr>
              <w:pStyle w:val="TableBodyText"/>
            </w:pPr>
            <w:r w:rsidRPr="003471F1">
              <w:t>83</w:t>
            </w:r>
          </w:p>
        </w:tc>
        <w:tc>
          <w:tcPr>
            <w:tcW w:w="756" w:type="dxa"/>
            <w:shd w:val="clear" w:color="auto" w:fill="auto"/>
            <w:vAlign w:val="center"/>
          </w:tcPr>
          <w:p w:rsidR="003471F1" w:rsidRPr="003471F1" w:rsidRDefault="003471F1" w:rsidP="003471F1">
            <w:pPr>
              <w:pStyle w:val="TableBodyText"/>
            </w:pPr>
            <w:r w:rsidRPr="003471F1">
              <w:t>84</w:t>
            </w:r>
          </w:p>
        </w:tc>
        <w:tc>
          <w:tcPr>
            <w:tcW w:w="756" w:type="dxa"/>
            <w:shd w:val="clear" w:color="auto" w:fill="auto"/>
            <w:vAlign w:val="center"/>
          </w:tcPr>
          <w:p w:rsidR="003471F1" w:rsidRPr="003471F1" w:rsidRDefault="003471F1" w:rsidP="003471F1">
            <w:pPr>
              <w:pStyle w:val="TableBodyText"/>
            </w:pPr>
            <w:r w:rsidRPr="003471F1">
              <w:t>84</w:t>
            </w:r>
          </w:p>
        </w:tc>
        <w:tc>
          <w:tcPr>
            <w:tcW w:w="756" w:type="dxa"/>
            <w:shd w:val="clear" w:color="auto" w:fill="auto"/>
            <w:vAlign w:val="center"/>
          </w:tcPr>
          <w:p w:rsidR="003471F1" w:rsidRPr="003471F1" w:rsidRDefault="003471F1" w:rsidP="003471F1">
            <w:pPr>
              <w:pStyle w:val="TableBodyText"/>
            </w:pPr>
            <w:r w:rsidRPr="003471F1">
              <w:t>81</w:t>
            </w:r>
          </w:p>
        </w:tc>
        <w:tc>
          <w:tcPr>
            <w:tcW w:w="756" w:type="dxa"/>
            <w:shd w:val="clear" w:color="auto" w:fill="auto"/>
            <w:vAlign w:val="center"/>
          </w:tcPr>
          <w:p w:rsidR="003471F1" w:rsidRPr="003471F1" w:rsidRDefault="003471F1" w:rsidP="003471F1">
            <w:pPr>
              <w:pStyle w:val="TableBodyText"/>
            </w:pPr>
            <w:r w:rsidRPr="003471F1">
              <w:t>75</w:t>
            </w:r>
          </w:p>
        </w:tc>
        <w:tc>
          <w:tcPr>
            <w:tcW w:w="756" w:type="dxa"/>
            <w:shd w:val="clear" w:color="auto" w:fill="auto"/>
            <w:vAlign w:val="center"/>
          </w:tcPr>
          <w:p w:rsidR="003471F1" w:rsidRPr="003471F1" w:rsidRDefault="003471F1" w:rsidP="003471F1">
            <w:pPr>
              <w:pStyle w:val="TableBodyText"/>
            </w:pPr>
            <w:r w:rsidRPr="003471F1">
              <w:t>83</w:t>
            </w:r>
          </w:p>
        </w:tc>
        <w:tc>
          <w:tcPr>
            <w:tcW w:w="756" w:type="dxa"/>
            <w:shd w:val="clear" w:color="auto" w:fill="auto"/>
            <w:vAlign w:val="center"/>
          </w:tcPr>
          <w:p w:rsidR="003471F1" w:rsidRPr="003471F1" w:rsidRDefault="003471F1" w:rsidP="003471F1">
            <w:pPr>
              <w:pStyle w:val="TableBodyText"/>
            </w:pPr>
            <w:r w:rsidRPr="003471F1">
              <w:t>74</w:t>
            </w:r>
          </w:p>
        </w:tc>
        <w:tc>
          <w:tcPr>
            <w:tcW w:w="756" w:type="dxa"/>
            <w:shd w:val="clear" w:color="auto" w:fill="auto"/>
            <w:vAlign w:val="center"/>
          </w:tcPr>
          <w:p w:rsidR="003471F1" w:rsidRPr="003471F1" w:rsidRDefault="003471F1" w:rsidP="003471F1">
            <w:pPr>
              <w:pStyle w:val="TableBodyText"/>
            </w:pPr>
            <w:r w:rsidRPr="003471F1">
              <w:t>66</w:t>
            </w:r>
          </w:p>
        </w:tc>
        <w:tc>
          <w:tcPr>
            <w:tcW w:w="757" w:type="dxa"/>
            <w:shd w:val="clear" w:color="auto" w:fill="auto"/>
            <w:vAlign w:val="center"/>
          </w:tcPr>
          <w:p w:rsidR="003471F1" w:rsidRPr="003471F1" w:rsidRDefault="003471F1" w:rsidP="003471F1">
            <w:pPr>
              <w:pStyle w:val="TableBodyText"/>
            </w:pPr>
            <w:r w:rsidRPr="003471F1">
              <w:t>82</w:t>
            </w:r>
          </w:p>
        </w:tc>
      </w:tr>
      <w:tr w:rsidR="003471F1" w:rsidTr="00253AD9">
        <w:tc>
          <w:tcPr>
            <w:tcW w:w="1985" w:type="dxa"/>
            <w:shd w:val="clear" w:color="auto" w:fill="auto"/>
          </w:tcPr>
          <w:p w:rsidR="003471F1" w:rsidRDefault="003471F1" w:rsidP="006E64EB">
            <w:pPr>
              <w:pStyle w:val="TableBodyText"/>
              <w:jc w:val="left"/>
            </w:pPr>
            <w:r>
              <w:t xml:space="preserve">  3 — Urgent</w:t>
            </w:r>
          </w:p>
        </w:tc>
        <w:tc>
          <w:tcPr>
            <w:tcW w:w="756" w:type="dxa"/>
            <w:shd w:val="clear" w:color="auto" w:fill="auto"/>
            <w:vAlign w:val="center"/>
          </w:tcPr>
          <w:p w:rsidR="003471F1" w:rsidRPr="003471F1" w:rsidRDefault="003471F1" w:rsidP="003471F1">
            <w:pPr>
              <w:pStyle w:val="TableBodyText"/>
            </w:pPr>
            <w:r w:rsidRPr="003471F1">
              <w:t>73</w:t>
            </w:r>
          </w:p>
        </w:tc>
        <w:tc>
          <w:tcPr>
            <w:tcW w:w="756" w:type="dxa"/>
            <w:shd w:val="clear" w:color="auto" w:fill="auto"/>
            <w:vAlign w:val="center"/>
          </w:tcPr>
          <w:p w:rsidR="003471F1" w:rsidRPr="003471F1" w:rsidRDefault="003471F1" w:rsidP="003471F1">
            <w:pPr>
              <w:pStyle w:val="TableBodyText"/>
            </w:pPr>
            <w:r w:rsidRPr="003471F1">
              <w:t>72</w:t>
            </w:r>
          </w:p>
        </w:tc>
        <w:tc>
          <w:tcPr>
            <w:tcW w:w="756" w:type="dxa"/>
            <w:shd w:val="clear" w:color="auto" w:fill="auto"/>
            <w:vAlign w:val="center"/>
          </w:tcPr>
          <w:p w:rsidR="003471F1" w:rsidRPr="003471F1" w:rsidRDefault="003471F1" w:rsidP="003471F1">
            <w:pPr>
              <w:pStyle w:val="TableBodyText"/>
            </w:pPr>
            <w:r w:rsidRPr="003471F1">
              <w:t>68</w:t>
            </w:r>
          </w:p>
        </w:tc>
        <w:tc>
          <w:tcPr>
            <w:tcW w:w="756" w:type="dxa"/>
            <w:shd w:val="clear" w:color="auto" w:fill="auto"/>
            <w:vAlign w:val="center"/>
          </w:tcPr>
          <w:p w:rsidR="003471F1" w:rsidRPr="003471F1" w:rsidRDefault="003471F1" w:rsidP="003471F1">
            <w:pPr>
              <w:pStyle w:val="TableBodyText"/>
            </w:pPr>
            <w:r w:rsidRPr="003471F1">
              <w:t>52</w:t>
            </w:r>
          </w:p>
        </w:tc>
        <w:tc>
          <w:tcPr>
            <w:tcW w:w="756" w:type="dxa"/>
            <w:shd w:val="clear" w:color="auto" w:fill="auto"/>
            <w:vAlign w:val="center"/>
          </w:tcPr>
          <w:p w:rsidR="003471F1" w:rsidRPr="003471F1" w:rsidRDefault="003471F1" w:rsidP="003471F1">
            <w:pPr>
              <w:pStyle w:val="TableBodyText"/>
            </w:pPr>
            <w:r w:rsidRPr="003471F1">
              <w:t>66</w:t>
            </w:r>
          </w:p>
        </w:tc>
        <w:tc>
          <w:tcPr>
            <w:tcW w:w="756" w:type="dxa"/>
            <w:shd w:val="clear" w:color="auto" w:fill="auto"/>
            <w:vAlign w:val="center"/>
          </w:tcPr>
          <w:p w:rsidR="003471F1" w:rsidRPr="003471F1" w:rsidRDefault="003471F1" w:rsidP="003471F1">
            <w:pPr>
              <w:pStyle w:val="TableBodyText"/>
            </w:pPr>
            <w:r w:rsidRPr="003471F1">
              <w:t>65</w:t>
            </w:r>
          </w:p>
        </w:tc>
        <w:tc>
          <w:tcPr>
            <w:tcW w:w="756" w:type="dxa"/>
            <w:shd w:val="clear" w:color="auto" w:fill="auto"/>
            <w:vAlign w:val="center"/>
          </w:tcPr>
          <w:p w:rsidR="003471F1" w:rsidRPr="003471F1" w:rsidRDefault="003471F1" w:rsidP="003471F1">
            <w:pPr>
              <w:pStyle w:val="TableBodyText"/>
            </w:pPr>
            <w:r w:rsidRPr="003471F1">
              <w:t>43</w:t>
            </w:r>
          </w:p>
        </w:tc>
        <w:tc>
          <w:tcPr>
            <w:tcW w:w="756" w:type="dxa"/>
            <w:shd w:val="clear" w:color="auto" w:fill="auto"/>
            <w:vAlign w:val="center"/>
          </w:tcPr>
          <w:p w:rsidR="003471F1" w:rsidRPr="003471F1" w:rsidRDefault="003471F1" w:rsidP="003471F1">
            <w:pPr>
              <w:pStyle w:val="TableBodyText"/>
            </w:pPr>
            <w:r w:rsidRPr="003471F1">
              <w:t>52</w:t>
            </w:r>
          </w:p>
        </w:tc>
        <w:tc>
          <w:tcPr>
            <w:tcW w:w="757" w:type="dxa"/>
            <w:shd w:val="clear" w:color="auto" w:fill="auto"/>
            <w:vAlign w:val="center"/>
          </w:tcPr>
          <w:p w:rsidR="003471F1" w:rsidRPr="003471F1" w:rsidRDefault="003471F1" w:rsidP="003471F1">
            <w:pPr>
              <w:pStyle w:val="TableBodyText"/>
            </w:pPr>
            <w:r w:rsidRPr="003471F1">
              <w:t>68</w:t>
            </w:r>
          </w:p>
        </w:tc>
      </w:tr>
      <w:tr w:rsidR="003471F1" w:rsidTr="00253AD9">
        <w:tc>
          <w:tcPr>
            <w:tcW w:w="1985" w:type="dxa"/>
            <w:shd w:val="clear" w:color="auto" w:fill="auto"/>
          </w:tcPr>
          <w:p w:rsidR="003471F1" w:rsidRDefault="003471F1" w:rsidP="006E64EB">
            <w:pPr>
              <w:pStyle w:val="TableBodyText"/>
              <w:jc w:val="left"/>
            </w:pPr>
            <w:r>
              <w:t xml:space="preserve">  4 — Semi-urgent</w:t>
            </w:r>
          </w:p>
        </w:tc>
        <w:tc>
          <w:tcPr>
            <w:tcW w:w="756" w:type="dxa"/>
            <w:shd w:val="clear" w:color="auto" w:fill="auto"/>
            <w:vAlign w:val="center"/>
          </w:tcPr>
          <w:p w:rsidR="003471F1" w:rsidRPr="003471F1" w:rsidRDefault="003471F1" w:rsidP="003471F1">
            <w:pPr>
              <w:pStyle w:val="TableBodyText"/>
            </w:pPr>
            <w:r w:rsidRPr="003471F1">
              <w:t>77</w:t>
            </w:r>
          </w:p>
        </w:tc>
        <w:tc>
          <w:tcPr>
            <w:tcW w:w="756" w:type="dxa"/>
            <w:shd w:val="clear" w:color="auto" w:fill="auto"/>
            <w:vAlign w:val="center"/>
          </w:tcPr>
          <w:p w:rsidR="003471F1" w:rsidRPr="003471F1" w:rsidRDefault="003471F1" w:rsidP="003471F1">
            <w:pPr>
              <w:pStyle w:val="TableBodyText"/>
            </w:pPr>
            <w:r w:rsidRPr="003471F1">
              <w:t>68</w:t>
            </w:r>
          </w:p>
        </w:tc>
        <w:tc>
          <w:tcPr>
            <w:tcW w:w="756" w:type="dxa"/>
            <w:shd w:val="clear" w:color="auto" w:fill="auto"/>
            <w:vAlign w:val="center"/>
          </w:tcPr>
          <w:p w:rsidR="003471F1" w:rsidRPr="003471F1" w:rsidRDefault="003471F1" w:rsidP="003471F1">
            <w:pPr>
              <w:pStyle w:val="TableBodyText"/>
            </w:pPr>
            <w:r w:rsidRPr="003471F1">
              <w:t>74</w:t>
            </w:r>
          </w:p>
        </w:tc>
        <w:tc>
          <w:tcPr>
            <w:tcW w:w="756" w:type="dxa"/>
            <w:shd w:val="clear" w:color="auto" w:fill="auto"/>
            <w:vAlign w:val="center"/>
          </w:tcPr>
          <w:p w:rsidR="003471F1" w:rsidRPr="003471F1" w:rsidRDefault="003471F1" w:rsidP="003471F1">
            <w:pPr>
              <w:pStyle w:val="TableBodyText"/>
            </w:pPr>
            <w:r w:rsidRPr="003471F1">
              <w:t>67</w:t>
            </w:r>
          </w:p>
        </w:tc>
        <w:tc>
          <w:tcPr>
            <w:tcW w:w="756" w:type="dxa"/>
            <w:shd w:val="clear" w:color="auto" w:fill="auto"/>
            <w:vAlign w:val="center"/>
          </w:tcPr>
          <w:p w:rsidR="003471F1" w:rsidRPr="003471F1" w:rsidRDefault="003471F1" w:rsidP="003471F1">
            <w:pPr>
              <w:pStyle w:val="TableBodyText"/>
            </w:pPr>
            <w:r w:rsidRPr="003471F1">
              <w:t>78</w:t>
            </w:r>
          </w:p>
        </w:tc>
        <w:tc>
          <w:tcPr>
            <w:tcW w:w="756" w:type="dxa"/>
            <w:shd w:val="clear" w:color="auto" w:fill="auto"/>
            <w:vAlign w:val="center"/>
          </w:tcPr>
          <w:p w:rsidR="003471F1" w:rsidRPr="003471F1" w:rsidRDefault="003471F1" w:rsidP="003471F1">
            <w:pPr>
              <w:pStyle w:val="TableBodyText"/>
            </w:pPr>
            <w:r w:rsidRPr="003471F1">
              <w:t>70</w:t>
            </w:r>
          </w:p>
        </w:tc>
        <w:tc>
          <w:tcPr>
            <w:tcW w:w="756" w:type="dxa"/>
            <w:shd w:val="clear" w:color="auto" w:fill="auto"/>
            <w:vAlign w:val="center"/>
          </w:tcPr>
          <w:p w:rsidR="003471F1" w:rsidRPr="003471F1" w:rsidRDefault="003471F1" w:rsidP="003471F1">
            <w:pPr>
              <w:pStyle w:val="TableBodyText"/>
            </w:pPr>
            <w:r w:rsidRPr="003471F1">
              <w:t>46</w:t>
            </w:r>
          </w:p>
        </w:tc>
        <w:tc>
          <w:tcPr>
            <w:tcW w:w="756" w:type="dxa"/>
            <w:shd w:val="clear" w:color="auto" w:fill="auto"/>
            <w:vAlign w:val="center"/>
          </w:tcPr>
          <w:p w:rsidR="003471F1" w:rsidRPr="003471F1" w:rsidRDefault="003471F1" w:rsidP="003471F1">
            <w:pPr>
              <w:pStyle w:val="TableBodyText"/>
            </w:pPr>
            <w:r w:rsidRPr="003471F1">
              <w:t>52</w:t>
            </w:r>
          </w:p>
        </w:tc>
        <w:tc>
          <w:tcPr>
            <w:tcW w:w="757" w:type="dxa"/>
            <w:shd w:val="clear" w:color="auto" w:fill="auto"/>
            <w:vAlign w:val="center"/>
          </w:tcPr>
          <w:p w:rsidR="003471F1" w:rsidRPr="003471F1" w:rsidRDefault="003471F1" w:rsidP="003471F1">
            <w:pPr>
              <w:pStyle w:val="TableBodyText"/>
            </w:pPr>
            <w:r w:rsidRPr="003471F1">
              <w:t>72</w:t>
            </w:r>
          </w:p>
        </w:tc>
      </w:tr>
      <w:tr w:rsidR="003471F1" w:rsidTr="00253AD9">
        <w:tc>
          <w:tcPr>
            <w:tcW w:w="1985" w:type="dxa"/>
            <w:shd w:val="clear" w:color="auto" w:fill="auto"/>
          </w:tcPr>
          <w:p w:rsidR="003471F1" w:rsidRDefault="003471F1" w:rsidP="006E64EB">
            <w:pPr>
              <w:pStyle w:val="TableBodyText"/>
              <w:jc w:val="left"/>
            </w:pPr>
            <w:r>
              <w:t xml:space="preserve">  5 — Non-urgent</w:t>
            </w:r>
          </w:p>
        </w:tc>
        <w:tc>
          <w:tcPr>
            <w:tcW w:w="756" w:type="dxa"/>
            <w:shd w:val="clear" w:color="auto" w:fill="auto"/>
            <w:vAlign w:val="center"/>
          </w:tcPr>
          <w:p w:rsidR="003471F1" w:rsidRPr="003471F1" w:rsidRDefault="003471F1" w:rsidP="003471F1">
            <w:pPr>
              <w:pStyle w:val="TableBodyText"/>
            </w:pPr>
            <w:r w:rsidRPr="003471F1">
              <w:t>92</w:t>
            </w:r>
          </w:p>
        </w:tc>
        <w:tc>
          <w:tcPr>
            <w:tcW w:w="756" w:type="dxa"/>
            <w:shd w:val="clear" w:color="auto" w:fill="auto"/>
            <w:vAlign w:val="center"/>
          </w:tcPr>
          <w:p w:rsidR="003471F1" w:rsidRPr="003471F1" w:rsidRDefault="003471F1" w:rsidP="003471F1">
            <w:pPr>
              <w:pStyle w:val="TableBodyText"/>
            </w:pPr>
            <w:r w:rsidRPr="003471F1">
              <w:t>87</w:t>
            </w:r>
          </w:p>
        </w:tc>
        <w:tc>
          <w:tcPr>
            <w:tcW w:w="756" w:type="dxa"/>
            <w:shd w:val="clear" w:color="auto" w:fill="auto"/>
            <w:vAlign w:val="center"/>
          </w:tcPr>
          <w:p w:rsidR="003471F1" w:rsidRPr="003471F1" w:rsidRDefault="003471F1" w:rsidP="003471F1">
            <w:pPr>
              <w:pStyle w:val="TableBodyText"/>
            </w:pPr>
            <w:r w:rsidRPr="003471F1">
              <w:t>92</w:t>
            </w:r>
          </w:p>
        </w:tc>
        <w:tc>
          <w:tcPr>
            <w:tcW w:w="756" w:type="dxa"/>
            <w:shd w:val="clear" w:color="auto" w:fill="auto"/>
            <w:vAlign w:val="center"/>
          </w:tcPr>
          <w:p w:rsidR="003471F1" w:rsidRPr="003471F1" w:rsidRDefault="003471F1" w:rsidP="003471F1">
            <w:pPr>
              <w:pStyle w:val="TableBodyText"/>
            </w:pPr>
            <w:r w:rsidRPr="003471F1">
              <w:t>93</w:t>
            </w:r>
          </w:p>
        </w:tc>
        <w:tc>
          <w:tcPr>
            <w:tcW w:w="756" w:type="dxa"/>
            <w:shd w:val="clear" w:color="auto" w:fill="auto"/>
            <w:vAlign w:val="center"/>
          </w:tcPr>
          <w:p w:rsidR="003471F1" w:rsidRPr="003471F1" w:rsidRDefault="003471F1" w:rsidP="003471F1">
            <w:pPr>
              <w:pStyle w:val="TableBodyText"/>
            </w:pPr>
            <w:r w:rsidRPr="003471F1">
              <w:t>92</w:t>
            </w:r>
          </w:p>
        </w:tc>
        <w:tc>
          <w:tcPr>
            <w:tcW w:w="756" w:type="dxa"/>
            <w:shd w:val="clear" w:color="auto" w:fill="auto"/>
            <w:vAlign w:val="center"/>
          </w:tcPr>
          <w:p w:rsidR="003471F1" w:rsidRPr="003471F1" w:rsidRDefault="003471F1" w:rsidP="003471F1">
            <w:pPr>
              <w:pStyle w:val="TableBodyText"/>
            </w:pPr>
            <w:r w:rsidRPr="003471F1">
              <w:t>90</w:t>
            </w:r>
          </w:p>
        </w:tc>
        <w:tc>
          <w:tcPr>
            <w:tcW w:w="756" w:type="dxa"/>
            <w:shd w:val="clear" w:color="auto" w:fill="auto"/>
            <w:vAlign w:val="center"/>
          </w:tcPr>
          <w:p w:rsidR="003471F1" w:rsidRPr="003471F1" w:rsidRDefault="003471F1" w:rsidP="003471F1">
            <w:pPr>
              <w:pStyle w:val="TableBodyText"/>
            </w:pPr>
            <w:r w:rsidRPr="003471F1">
              <w:t>79</w:t>
            </w:r>
          </w:p>
        </w:tc>
        <w:tc>
          <w:tcPr>
            <w:tcW w:w="756" w:type="dxa"/>
            <w:shd w:val="clear" w:color="auto" w:fill="auto"/>
            <w:vAlign w:val="center"/>
          </w:tcPr>
          <w:p w:rsidR="003471F1" w:rsidRPr="003471F1" w:rsidRDefault="003471F1" w:rsidP="003471F1">
            <w:pPr>
              <w:pStyle w:val="TableBodyText"/>
            </w:pPr>
            <w:r w:rsidRPr="003471F1">
              <w:t>89</w:t>
            </w:r>
          </w:p>
        </w:tc>
        <w:tc>
          <w:tcPr>
            <w:tcW w:w="757" w:type="dxa"/>
            <w:shd w:val="clear" w:color="auto" w:fill="auto"/>
            <w:vAlign w:val="center"/>
          </w:tcPr>
          <w:p w:rsidR="003471F1" w:rsidRPr="003471F1" w:rsidRDefault="003471F1" w:rsidP="003471F1">
            <w:pPr>
              <w:pStyle w:val="TableBodyText"/>
            </w:pPr>
            <w:r w:rsidRPr="003471F1">
              <w:t>91</w:t>
            </w:r>
          </w:p>
        </w:tc>
      </w:tr>
      <w:tr w:rsidR="003471F1" w:rsidTr="00253AD9">
        <w:tc>
          <w:tcPr>
            <w:tcW w:w="1985" w:type="dxa"/>
            <w:shd w:val="clear" w:color="auto" w:fill="auto"/>
          </w:tcPr>
          <w:p w:rsidR="003471F1" w:rsidRPr="00A924A7" w:rsidRDefault="003471F1" w:rsidP="006E64EB">
            <w:pPr>
              <w:pStyle w:val="TableBodyText"/>
              <w:jc w:val="left"/>
              <w:rPr>
                <w:b/>
              </w:rPr>
            </w:pPr>
            <w:r>
              <w:rPr>
                <w:b/>
              </w:rPr>
              <w:t xml:space="preserve">  </w:t>
            </w:r>
            <w:r w:rsidRPr="00A924A7">
              <w:rPr>
                <w:b/>
              </w:rPr>
              <w:t>Total</w:t>
            </w:r>
          </w:p>
        </w:tc>
        <w:tc>
          <w:tcPr>
            <w:tcW w:w="756" w:type="dxa"/>
            <w:shd w:val="clear" w:color="auto" w:fill="auto"/>
            <w:vAlign w:val="center"/>
          </w:tcPr>
          <w:p w:rsidR="003471F1" w:rsidRPr="00F605F3" w:rsidRDefault="003471F1" w:rsidP="003471F1">
            <w:pPr>
              <w:pStyle w:val="TableBodyText"/>
              <w:rPr>
                <w:b/>
              </w:rPr>
            </w:pPr>
            <w:r w:rsidRPr="00F605F3">
              <w:rPr>
                <w:b/>
              </w:rPr>
              <w:t>78</w:t>
            </w:r>
          </w:p>
        </w:tc>
        <w:tc>
          <w:tcPr>
            <w:tcW w:w="756" w:type="dxa"/>
            <w:shd w:val="clear" w:color="auto" w:fill="auto"/>
            <w:vAlign w:val="center"/>
          </w:tcPr>
          <w:p w:rsidR="003471F1" w:rsidRPr="00F605F3" w:rsidRDefault="003471F1" w:rsidP="003471F1">
            <w:pPr>
              <w:pStyle w:val="TableBodyText"/>
              <w:rPr>
                <w:b/>
              </w:rPr>
            </w:pPr>
            <w:r w:rsidRPr="00F605F3">
              <w:rPr>
                <w:b/>
              </w:rPr>
              <w:t>73</w:t>
            </w:r>
          </w:p>
        </w:tc>
        <w:tc>
          <w:tcPr>
            <w:tcW w:w="756" w:type="dxa"/>
            <w:shd w:val="clear" w:color="auto" w:fill="auto"/>
            <w:vAlign w:val="center"/>
          </w:tcPr>
          <w:p w:rsidR="003471F1" w:rsidRPr="00F605F3" w:rsidRDefault="003471F1" w:rsidP="003471F1">
            <w:pPr>
              <w:pStyle w:val="TableBodyText"/>
              <w:rPr>
                <w:b/>
              </w:rPr>
            </w:pPr>
            <w:r w:rsidRPr="00F605F3">
              <w:rPr>
                <w:b/>
              </w:rPr>
              <w:t>74</w:t>
            </w:r>
          </w:p>
        </w:tc>
        <w:tc>
          <w:tcPr>
            <w:tcW w:w="756" w:type="dxa"/>
            <w:shd w:val="clear" w:color="auto" w:fill="auto"/>
            <w:vAlign w:val="center"/>
          </w:tcPr>
          <w:p w:rsidR="003471F1" w:rsidRPr="00F605F3" w:rsidRDefault="003471F1" w:rsidP="003471F1">
            <w:pPr>
              <w:pStyle w:val="TableBodyText"/>
              <w:rPr>
                <w:b/>
              </w:rPr>
            </w:pPr>
            <w:r w:rsidRPr="00F605F3">
              <w:rPr>
                <w:b/>
              </w:rPr>
              <w:t>66</w:t>
            </w:r>
          </w:p>
        </w:tc>
        <w:tc>
          <w:tcPr>
            <w:tcW w:w="756" w:type="dxa"/>
            <w:shd w:val="clear" w:color="auto" w:fill="auto"/>
            <w:vAlign w:val="center"/>
          </w:tcPr>
          <w:p w:rsidR="003471F1" w:rsidRPr="00F605F3" w:rsidRDefault="003471F1" w:rsidP="003471F1">
            <w:pPr>
              <w:pStyle w:val="TableBodyText"/>
              <w:rPr>
                <w:b/>
              </w:rPr>
            </w:pPr>
            <w:r w:rsidRPr="00F605F3">
              <w:rPr>
                <w:b/>
              </w:rPr>
              <w:t>75</w:t>
            </w:r>
          </w:p>
        </w:tc>
        <w:tc>
          <w:tcPr>
            <w:tcW w:w="756" w:type="dxa"/>
            <w:shd w:val="clear" w:color="auto" w:fill="auto"/>
            <w:vAlign w:val="center"/>
          </w:tcPr>
          <w:p w:rsidR="003471F1" w:rsidRPr="00F605F3" w:rsidRDefault="003471F1" w:rsidP="003471F1">
            <w:pPr>
              <w:pStyle w:val="TableBodyText"/>
              <w:rPr>
                <w:b/>
              </w:rPr>
            </w:pPr>
            <w:r w:rsidRPr="00F605F3">
              <w:rPr>
                <w:b/>
              </w:rPr>
              <w:t>71</w:t>
            </w:r>
          </w:p>
        </w:tc>
        <w:tc>
          <w:tcPr>
            <w:tcW w:w="756" w:type="dxa"/>
            <w:shd w:val="clear" w:color="auto" w:fill="auto"/>
            <w:vAlign w:val="center"/>
          </w:tcPr>
          <w:p w:rsidR="003471F1" w:rsidRPr="00F605F3" w:rsidRDefault="003471F1" w:rsidP="003471F1">
            <w:pPr>
              <w:pStyle w:val="TableBodyText"/>
              <w:rPr>
                <w:b/>
              </w:rPr>
            </w:pPr>
            <w:r w:rsidRPr="00F605F3">
              <w:rPr>
                <w:b/>
              </w:rPr>
              <w:t>51</w:t>
            </w:r>
          </w:p>
        </w:tc>
        <w:tc>
          <w:tcPr>
            <w:tcW w:w="756" w:type="dxa"/>
            <w:shd w:val="clear" w:color="auto" w:fill="auto"/>
            <w:vAlign w:val="center"/>
          </w:tcPr>
          <w:p w:rsidR="003471F1" w:rsidRPr="00F605F3" w:rsidRDefault="003471F1" w:rsidP="003471F1">
            <w:pPr>
              <w:pStyle w:val="TableBodyText"/>
              <w:rPr>
                <w:b/>
              </w:rPr>
            </w:pPr>
            <w:r w:rsidRPr="00F605F3">
              <w:rPr>
                <w:b/>
              </w:rPr>
              <w:t>57</w:t>
            </w:r>
          </w:p>
        </w:tc>
        <w:tc>
          <w:tcPr>
            <w:tcW w:w="757" w:type="dxa"/>
            <w:shd w:val="clear" w:color="auto" w:fill="auto"/>
            <w:vAlign w:val="center"/>
          </w:tcPr>
          <w:p w:rsidR="003471F1" w:rsidRPr="00F605F3" w:rsidRDefault="003471F1" w:rsidP="003471F1">
            <w:pPr>
              <w:pStyle w:val="TableBodyText"/>
              <w:rPr>
                <w:b/>
              </w:rPr>
            </w:pPr>
            <w:r w:rsidRPr="00F605F3">
              <w:rPr>
                <w:b/>
              </w:rPr>
              <w:t>73</w:t>
            </w:r>
          </w:p>
        </w:tc>
      </w:tr>
      <w:tr w:rsidR="003471F1" w:rsidTr="009A5C5F">
        <w:tc>
          <w:tcPr>
            <w:tcW w:w="1985" w:type="dxa"/>
            <w:tcBorders>
              <w:bottom w:val="single" w:sz="4" w:space="0" w:color="auto"/>
            </w:tcBorders>
            <w:shd w:val="clear" w:color="auto" w:fill="auto"/>
          </w:tcPr>
          <w:p w:rsidR="003471F1" w:rsidRDefault="003471F1" w:rsidP="006E64EB">
            <w:pPr>
              <w:pStyle w:val="TableBodyText"/>
              <w:jc w:val="left"/>
            </w:pPr>
            <w:r>
              <w:t xml:space="preserve">  Data coverage</w:t>
            </w:r>
            <w:r>
              <w:rPr>
                <w:rStyle w:val="NoteLabel"/>
              </w:rPr>
              <w:t>c</w:t>
            </w:r>
          </w:p>
        </w:tc>
        <w:tc>
          <w:tcPr>
            <w:tcW w:w="756" w:type="dxa"/>
            <w:tcBorders>
              <w:bottom w:val="single" w:sz="4" w:space="0" w:color="auto"/>
            </w:tcBorders>
            <w:shd w:val="clear" w:color="auto" w:fill="auto"/>
            <w:vAlign w:val="bottom"/>
          </w:tcPr>
          <w:p w:rsidR="003471F1" w:rsidRPr="00FC5BA6" w:rsidRDefault="003471F1"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3471F1"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3471F1"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3471F1"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44285E"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44285E"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44285E" w:rsidP="00531D51">
            <w:pPr>
              <w:pStyle w:val="TableBodyText"/>
            </w:pPr>
            <w:proofErr w:type="spellStart"/>
            <w:r>
              <w:t>na</w:t>
            </w:r>
            <w:proofErr w:type="spellEnd"/>
          </w:p>
        </w:tc>
        <w:tc>
          <w:tcPr>
            <w:tcW w:w="756" w:type="dxa"/>
            <w:tcBorders>
              <w:bottom w:val="single" w:sz="4" w:space="0" w:color="auto"/>
            </w:tcBorders>
            <w:shd w:val="clear" w:color="auto" w:fill="auto"/>
            <w:vAlign w:val="bottom"/>
          </w:tcPr>
          <w:p w:rsidR="003471F1" w:rsidRPr="00FC5BA6" w:rsidRDefault="0044285E" w:rsidP="00531D51">
            <w:pPr>
              <w:pStyle w:val="TableBodyText"/>
            </w:pPr>
            <w:proofErr w:type="spellStart"/>
            <w:r>
              <w:t>na</w:t>
            </w:r>
            <w:proofErr w:type="spellEnd"/>
          </w:p>
        </w:tc>
        <w:tc>
          <w:tcPr>
            <w:tcW w:w="757" w:type="dxa"/>
            <w:tcBorders>
              <w:bottom w:val="single" w:sz="4" w:space="0" w:color="auto"/>
            </w:tcBorders>
            <w:shd w:val="clear" w:color="auto" w:fill="auto"/>
            <w:vAlign w:val="bottom"/>
          </w:tcPr>
          <w:p w:rsidR="003471F1" w:rsidRPr="00FC5BA6" w:rsidRDefault="0044285E" w:rsidP="00531D51">
            <w:pPr>
              <w:pStyle w:val="TableBodyText"/>
            </w:pPr>
            <w:proofErr w:type="spellStart"/>
            <w:r>
              <w:t>na</w:t>
            </w:r>
            <w:proofErr w:type="spellEnd"/>
          </w:p>
        </w:tc>
      </w:tr>
    </w:tbl>
    <w:p w:rsidR="00D2410D" w:rsidRDefault="00D2410D" w:rsidP="00D2410D">
      <w:pPr>
        <w:pStyle w:val="Note"/>
      </w:pPr>
      <w:r w:rsidRPr="00F1694D">
        <w:rPr>
          <w:rStyle w:val="NoteLabel"/>
        </w:rPr>
        <w:t>a</w:t>
      </w:r>
      <w:r w:rsidRPr="009549A3">
        <w:t xml:space="preserve"> </w:t>
      </w:r>
      <w:r w:rsidR="00A24E34">
        <w:t>Percentages</w:t>
      </w:r>
      <w:r w:rsidRPr="009549A3">
        <w:t xml:space="preserve"> are derived from all hospitals that reported to the Non-admitted Patient Emergency Department Care Database, including all principal referral and specialist women's and children's hospitals, large hospitals and public hospitals that were classified to other peer groups</w:t>
      </w:r>
      <w:r>
        <w:t xml:space="preserve">. </w:t>
      </w:r>
      <w:r>
        <w:rPr>
          <w:rStyle w:val="NoteLabel"/>
        </w:rPr>
        <w:t>b</w:t>
      </w:r>
      <w:r>
        <w:sym w:font="Symbol" w:char="F020"/>
      </w:r>
      <w:r w:rsidRPr="00F81048">
        <w:t xml:space="preserve"> </w:t>
      </w:r>
      <w:r>
        <w:t xml:space="preserve">Resuscitation patients whose waiting time for treatment was less than or equal to two minutes are considered to have been seen on time. </w:t>
      </w:r>
      <w:r w:rsidRPr="008B0CD0">
        <w:rPr>
          <w:rStyle w:val="NoteLabel"/>
        </w:rPr>
        <w:t>c</w:t>
      </w:r>
      <w:r>
        <w:sym w:font="Symbol" w:char="F020"/>
      </w:r>
      <w:r>
        <w:t>Data coverage is estimated as the number of occasions of service with waiting times data divided by the number of emergency department occasions of service. This can underestimate coverage because some occasions of service are for other than emergency presentations.</w:t>
      </w:r>
      <w:r w:rsidRPr="00617CBF">
        <w:t xml:space="preserve"> For some jurisdictions, the number of emergency department occasions of service reported to the Non-admitted Patient Emergency Department Care Database exceeded</w:t>
      </w:r>
      <w:r>
        <w:t xml:space="preserve"> the number of accident and emergency occasions of service reported to the National Public Hospital Establishments Database. For these jurisdictions the coverage has been estimated as 100 per cent. </w:t>
      </w:r>
      <w:proofErr w:type="spellStart"/>
      <w:r w:rsidR="0044285E" w:rsidRPr="0044285E">
        <w:rPr>
          <w:b/>
        </w:rPr>
        <w:t>na</w:t>
      </w:r>
      <w:proofErr w:type="spellEnd"/>
      <w:r w:rsidR="0044285E">
        <w:t xml:space="preserve"> Not available.</w:t>
      </w:r>
    </w:p>
    <w:p w:rsidR="00D2410D" w:rsidRDefault="00E86209" w:rsidP="009A5C5F">
      <w:pPr>
        <w:pStyle w:val="Source"/>
      </w:pPr>
      <w:r>
        <w:rPr>
          <w:i/>
        </w:rPr>
        <w:t>Source</w:t>
      </w:r>
      <w:r>
        <w:t xml:space="preserve">: </w:t>
      </w:r>
      <w:proofErr w:type="spellStart"/>
      <w:r w:rsidR="0013602F" w:rsidRPr="0013602F">
        <w:t>AIHW</w:t>
      </w:r>
      <w:proofErr w:type="spellEnd"/>
      <w:r w:rsidR="0013602F" w:rsidRPr="0013602F">
        <w:t xml:space="preserve"> (2013), </w:t>
      </w:r>
      <w:r w:rsidR="0013602F" w:rsidRPr="0013602F">
        <w:rPr>
          <w:i/>
        </w:rPr>
        <w:t>Australian hospital statistics 2012–13: emergency department care</w:t>
      </w:r>
      <w:r w:rsidR="0013602F" w:rsidRPr="0013602F">
        <w:t xml:space="preserve">, Health services series no. 52. Cat. no. </w:t>
      </w:r>
      <w:proofErr w:type="spellStart"/>
      <w:r w:rsidR="0013602F" w:rsidRPr="0013602F">
        <w:t>HSE</w:t>
      </w:r>
      <w:proofErr w:type="spellEnd"/>
      <w:r w:rsidR="0013602F" w:rsidRPr="0013602F">
        <w:t xml:space="preserve"> 142. Canberra</w:t>
      </w:r>
      <w:r w:rsidR="0013602F">
        <w:t>;</w:t>
      </w:r>
      <w:r w:rsidR="0013602F" w:rsidRPr="0013602F">
        <w:t xml:space="preserve"> </w:t>
      </w:r>
      <w:proofErr w:type="spellStart"/>
      <w:r w:rsidR="0013602F" w:rsidRPr="0013602F">
        <w:t>AIHW</w:t>
      </w:r>
      <w:proofErr w:type="spellEnd"/>
      <w:r w:rsidR="0013602F" w:rsidRPr="0013602F">
        <w:t xml:space="preserve"> (2012), </w:t>
      </w:r>
      <w:r w:rsidR="0013602F" w:rsidRPr="0013602F">
        <w:rPr>
          <w:i/>
        </w:rPr>
        <w:t>Aust</w:t>
      </w:r>
      <w:r w:rsidR="0013602F">
        <w:rPr>
          <w:i/>
        </w:rPr>
        <w:t>ralian hospital statistics 2011</w:t>
      </w:r>
      <w:r w:rsidR="0013602F">
        <w:rPr>
          <w:i/>
        </w:rPr>
        <w:noBreakHyphen/>
      </w:r>
      <w:r w:rsidR="0013602F" w:rsidRPr="0013602F">
        <w:rPr>
          <w:i/>
        </w:rPr>
        <w:t>12: emergency department care</w:t>
      </w:r>
      <w:r w:rsidR="0013602F" w:rsidRPr="0013602F">
        <w:t xml:space="preserve">, Health services series no. 45. Cat. no. </w:t>
      </w:r>
      <w:proofErr w:type="spellStart"/>
      <w:r w:rsidR="0013602F" w:rsidRPr="0013602F">
        <w:t>HSE</w:t>
      </w:r>
      <w:proofErr w:type="spellEnd"/>
      <w:r w:rsidR="0013602F" w:rsidRPr="0013602F">
        <w:t xml:space="preserve"> 126. Canberra</w:t>
      </w:r>
      <w:r w:rsidR="00D2410D">
        <w:t xml:space="preserve">; table </w:t>
      </w:r>
      <w:proofErr w:type="spellStart"/>
      <w:r w:rsidR="00D2410D">
        <w:t>10A.17</w:t>
      </w:r>
      <w:proofErr w:type="spellEnd"/>
      <w:r w:rsidR="00D2410D">
        <w:t>.</w:t>
      </w:r>
    </w:p>
    <w:p w:rsidR="00D2410D" w:rsidRDefault="00D2410D" w:rsidP="00D2410D">
      <w:pPr>
        <w:pStyle w:val="Heading4"/>
      </w:pPr>
      <w:r>
        <w:t>Waiting times for admitted patient services</w:t>
      </w:r>
    </w:p>
    <w:p w:rsidR="00D2410D" w:rsidRDefault="00D2410D" w:rsidP="00D2410D">
      <w:pPr>
        <w:pStyle w:val="BodyText"/>
      </w:pPr>
      <w:r>
        <w:t>‘Waiting times for admitted patient services’ is an indicator of governments’ objective to provide accessible services (box 10.4). Elective surgery patients who wait longer are likely to suffer discomfort and inconvenience, and more urgent patients can experience poor health outcomes as a result of extended waits.</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20" w:name="OLE_LINK3"/>
            <w:r w:rsidR="00951DB7">
              <w:rPr>
                <w:b w:val="0"/>
              </w:rPr>
              <w:t>10.</w:t>
            </w:r>
            <w:r w:rsidR="005B16BF">
              <w:rPr>
                <w:b w:val="0"/>
                <w:noProof/>
              </w:rPr>
              <w:t>4</w:t>
            </w:r>
            <w:bookmarkEnd w:id="20"/>
            <w:r>
              <w:tab/>
              <w:t>Waiting times for admitted patient services</w:t>
            </w:r>
          </w:p>
        </w:tc>
      </w:tr>
      <w:tr w:rsidR="00D2410D" w:rsidTr="00531D51">
        <w:trPr>
          <w:cantSplit/>
        </w:trPr>
        <w:tc>
          <w:tcPr>
            <w:tcW w:w="8771" w:type="dxa"/>
            <w:tcBorders>
              <w:top w:val="nil"/>
              <w:left w:val="single" w:sz="4" w:space="0" w:color="auto"/>
              <w:bottom w:val="nil"/>
              <w:right w:val="single" w:sz="6" w:space="0" w:color="auto"/>
            </w:tcBorders>
          </w:tcPr>
          <w:p w:rsidR="00D2410D" w:rsidRDefault="00D2410D" w:rsidP="00531D51">
            <w:pPr>
              <w:pStyle w:val="Box"/>
            </w:pPr>
            <w:r w:rsidRPr="00C75AB4">
              <w:t xml:space="preserve">‘Waiting times for admitted patient services’ is defined by </w:t>
            </w:r>
            <w:r w:rsidR="004A3194">
              <w:t xml:space="preserve">the following </w:t>
            </w:r>
            <w:r w:rsidR="00AA2671">
              <w:t>three</w:t>
            </w:r>
            <w:r w:rsidRPr="00C75AB4">
              <w:t xml:space="preserve"> measures:</w:t>
            </w:r>
          </w:p>
          <w:p w:rsidR="004A3194" w:rsidRDefault="004A3194" w:rsidP="004A3194">
            <w:pPr>
              <w:pStyle w:val="BoxListBullet"/>
            </w:pPr>
            <w:r w:rsidRPr="004A3194">
              <w:t>Overall elective surgery waiting times</w:t>
            </w:r>
          </w:p>
          <w:p w:rsidR="004A3194" w:rsidRDefault="004A3194" w:rsidP="004A3194">
            <w:pPr>
              <w:pStyle w:val="BoxListBullet"/>
            </w:pPr>
            <w:r w:rsidRPr="004A3194">
              <w:t>Elective surgery waiting times by clinical urgency category</w:t>
            </w:r>
          </w:p>
          <w:p w:rsidR="004A3194" w:rsidRDefault="004A3194" w:rsidP="004A3194">
            <w:pPr>
              <w:pStyle w:val="BoxListBullet"/>
            </w:pPr>
            <w:r w:rsidRPr="004A3194">
              <w:t>Waiting times for admission following emergency department care</w:t>
            </w:r>
            <w:r>
              <w:t>.</w:t>
            </w:r>
          </w:p>
          <w:p w:rsidR="00154E18" w:rsidRPr="00C75AB4" w:rsidRDefault="00154E18" w:rsidP="00154E18">
            <w:pPr>
              <w:pStyle w:val="BoxHeading2"/>
            </w:pPr>
            <w:r w:rsidRPr="00154E18">
              <w:t>Overall elective surgery waiting times</w:t>
            </w:r>
          </w:p>
          <w:p w:rsidR="00D2410D" w:rsidRDefault="00D2410D" w:rsidP="00154E18">
            <w:pPr>
              <w:pStyle w:val="Box"/>
            </w:pPr>
            <w:r w:rsidRPr="00C75AB4">
              <w:t xml:space="preserve">‘Overall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 number of days within which 90 per cent of patients are admitted. The proportion of patients who waited more than </w:t>
            </w:r>
            <w:r w:rsidR="00A24E34" w:rsidRPr="00C75AB4">
              <w:t>12 months</w:t>
            </w:r>
            <w:r w:rsidRPr="00C75AB4">
              <w:t xml:space="preserve"> is also shown. </w:t>
            </w:r>
          </w:p>
          <w:p w:rsidR="00C75AB4" w:rsidRDefault="00ED1F84" w:rsidP="00F53338">
            <w:pPr>
              <w:pStyle w:val="Box"/>
            </w:pPr>
            <w:r w:rsidRPr="00C75AB4">
              <w:t>For overall elective surgery waiting times, a low or decreasing number of days waited at the 50th and 90th percentiles, and a low or decreasing proportion of people waiting more than 365 days are desirable.</w:t>
            </w:r>
          </w:p>
          <w:p w:rsidR="0042195A" w:rsidRPr="0042195A" w:rsidRDefault="0042195A" w:rsidP="002A623E">
            <w:pPr>
              <w:pStyle w:val="Box"/>
            </w:pPr>
            <w:r w:rsidRPr="0042195A">
              <w:t>Data reported for this measure are:</w:t>
            </w:r>
          </w:p>
          <w:p w:rsidR="00DD016E" w:rsidRPr="0042195A" w:rsidRDefault="00DD016E" w:rsidP="002A623E">
            <w:pPr>
              <w:pStyle w:val="BoxListBullet"/>
            </w:pPr>
            <w:r w:rsidRPr="0042195A">
              <w:t>comparable (subject to caveats) within jurisdictions over time but are not comparable across jurisdictions</w:t>
            </w:r>
          </w:p>
          <w:p w:rsidR="00877392" w:rsidRDefault="00DD016E" w:rsidP="002A623E">
            <w:pPr>
              <w:pStyle w:val="BoxListBullet"/>
            </w:pPr>
            <w:r w:rsidRPr="0042195A">
              <w:t>complete (subject to caveats) for the current reporting period. All required 2012-13 data are available for all jurisdictions.</w:t>
            </w:r>
          </w:p>
          <w:p w:rsidR="00ED1F84" w:rsidRPr="00C75AB4" w:rsidRDefault="00987DB1" w:rsidP="002A623E">
            <w:pPr>
              <w:pStyle w:val="Box"/>
            </w:pPr>
            <w:r w:rsidRPr="00987DB1">
              <w:t xml:space="preserve">Information about data quality for this measure is at </w:t>
            </w:r>
            <w:proofErr w:type="spellStart"/>
            <w:r w:rsidRPr="00987DB1">
              <w:t>www.pc.gov.au</w:t>
            </w:r>
            <w:proofErr w:type="spellEnd"/>
            <w:r w:rsidRPr="00987DB1">
              <w:t>/</w:t>
            </w:r>
            <w:proofErr w:type="spellStart"/>
            <w:r w:rsidRPr="00987DB1">
              <w:t>gsp</w:t>
            </w:r>
            <w:proofErr w:type="spellEnd"/>
            <w:r w:rsidRPr="00987DB1">
              <w:t>/reports/</w:t>
            </w:r>
            <w:proofErr w:type="spellStart"/>
            <w:r w:rsidRPr="00987DB1">
              <w:t>rogs</w:t>
            </w:r>
            <w:proofErr w:type="spellEnd"/>
            <w:r w:rsidRPr="00987DB1">
              <w:t>/201</w:t>
            </w:r>
            <w:r w:rsidR="009A0B6A">
              <w:t>4</w:t>
            </w:r>
            <w:r w:rsidRPr="00987DB1">
              <w:t>.</w:t>
            </w:r>
          </w:p>
          <w:p w:rsidR="00154E18" w:rsidRDefault="00154E18" w:rsidP="00154E18">
            <w:pPr>
              <w:pStyle w:val="BoxHeading2"/>
            </w:pPr>
            <w:r w:rsidRPr="00154E18">
              <w:t>Elective surgery waiting times by clinical urgency category</w:t>
            </w:r>
          </w:p>
          <w:p w:rsidR="00D2410D" w:rsidRPr="00C75AB4" w:rsidRDefault="00D2410D" w:rsidP="00154E18">
            <w:pPr>
              <w:pStyle w:val="Box"/>
            </w:pPr>
            <w:r w:rsidRPr="00C75AB4">
              <w:t>‘Elective surgery waiting times by clinical urgency category’ reports the proportion of patients who were admitted from waiting lists after an extended wait. The three generally accepted clinical urgency categories for elective surgery are:</w:t>
            </w:r>
          </w:p>
          <w:p w:rsidR="00D2410D" w:rsidRPr="00C75AB4" w:rsidRDefault="00D2410D" w:rsidP="00154E18">
            <w:pPr>
              <w:pStyle w:val="BoxListBullet"/>
            </w:pPr>
            <w:r w:rsidRPr="00C75AB4">
              <w:t>category 1 — admission is desirable within 30 days for a condition that has the potential to deteriorate quickly to the point that it may become an emergency</w:t>
            </w:r>
          </w:p>
          <w:p w:rsidR="00D2410D" w:rsidRPr="00C75AB4" w:rsidRDefault="002A623E" w:rsidP="00531D51">
            <w:pPr>
              <w:pStyle w:val="Continued"/>
            </w:pPr>
            <w:r w:rsidRPr="00C75AB4">
              <w:t xml:space="preserve"> </w:t>
            </w:r>
            <w:r w:rsidR="00D2410D" w:rsidRPr="00C75AB4">
              <w:t>(Continued on next page)</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Pr="00C75AB4"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Pr="00C75AB4" w:rsidRDefault="00D2410D" w:rsidP="00531D51">
            <w:pPr>
              <w:pStyle w:val="Box"/>
              <w:keepNext w:val="0"/>
              <w:spacing w:before="60" w:after="60" w:line="80" w:lineRule="exact"/>
              <w:rPr>
                <w:b/>
                <w:sz w:val="14"/>
              </w:rPr>
            </w:pPr>
          </w:p>
        </w:tc>
      </w:tr>
      <w:tr w:rsidR="00D2410D" w:rsidTr="00531D51">
        <w:tc>
          <w:tcPr>
            <w:tcW w:w="8771" w:type="dxa"/>
            <w:tcBorders>
              <w:top w:val="single" w:sz="6" w:space="0" w:color="auto"/>
              <w:bottom w:val="nil"/>
            </w:tcBorders>
          </w:tcPr>
          <w:p w:rsidR="00D2410D" w:rsidRPr="00C75AB4" w:rsidRDefault="00D2410D" w:rsidP="00531D51">
            <w:pPr>
              <w:pStyle w:val="BoxTitle"/>
            </w:pPr>
            <w:r w:rsidRPr="00C75AB4">
              <w:rPr>
                <w:b w:val="0"/>
              </w:rPr>
              <w:t>Box</w:t>
            </w:r>
            <w:r w:rsidR="0050427D">
              <w:rPr>
                <w:b w:val="0"/>
              </w:rPr>
              <w:t xml:space="preserve"> </w:t>
            </w:r>
            <w:r w:rsidRPr="00C75AB4">
              <w:rPr>
                <w:b w:val="0"/>
              </w:rPr>
              <w:t>10.4</w:t>
            </w:r>
            <w:r w:rsidRPr="00C75AB4">
              <w:tab/>
            </w:r>
            <w:r w:rsidR="00B3718C" w:rsidRPr="00C75AB4">
              <w:rPr>
                <w:rStyle w:val="ContinuedChar"/>
              </w:rPr>
              <w:t>(</w:t>
            </w:r>
            <w:r w:rsidRPr="00C75AB4">
              <w:rPr>
                <w:rStyle w:val="ContinuedChar"/>
              </w:rPr>
              <w:t>Continued</w:t>
            </w:r>
            <w:r w:rsidR="00997C6A" w:rsidRPr="00C75AB4">
              <w:rPr>
                <w:rStyle w:val="ContinuedChar"/>
              </w:rPr>
              <w:t>)</w:t>
            </w:r>
          </w:p>
        </w:tc>
      </w:tr>
      <w:tr w:rsidR="00D2410D" w:rsidTr="00531D51">
        <w:trPr>
          <w:cantSplit/>
        </w:trPr>
        <w:tc>
          <w:tcPr>
            <w:tcW w:w="8771" w:type="dxa"/>
            <w:tcBorders>
              <w:top w:val="nil"/>
              <w:left w:val="single" w:sz="6" w:space="0" w:color="auto"/>
              <w:bottom w:val="nil"/>
              <w:right w:val="single" w:sz="6" w:space="0" w:color="auto"/>
            </w:tcBorders>
          </w:tcPr>
          <w:p w:rsidR="002A623E" w:rsidRPr="00C75AB4" w:rsidRDefault="002A623E" w:rsidP="002A623E">
            <w:pPr>
              <w:pStyle w:val="BoxListBullet"/>
            </w:pPr>
            <w:r w:rsidRPr="00C75AB4">
              <w:t>category 2 — admission is desirable within 90 days for a condition causing some pain, dysfunction or disability but which is not likely to deteriorate quickly or become an emergency</w:t>
            </w:r>
          </w:p>
          <w:p w:rsidR="00B33AED" w:rsidRPr="00C75AB4" w:rsidRDefault="00B33AED" w:rsidP="00B33AED">
            <w:pPr>
              <w:pStyle w:val="BoxListBullet"/>
            </w:pPr>
            <w:r w:rsidRPr="00C75AB4">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p w:rsidR="00B33AED" w:rsidRPr="00C75AB4" w:rsidRDefault="00B33AED" w:rsidP="00B33AED">
            <w:pPr>
              <w:pStyle w:val="Box"/>
            </w:pPr>
            <w:r w:rsidRPr="00C75AB4">
              <w:t>The term ‘extended wait’ is used for category 3 patients waiting longer than 12 months for elective surgery, as well as for category 1 and 2 patients waiting more than the agreed desirable waiting times of 30 days and 90 days respectively.</w:t>
            </w:r>
          </w:p>
          <w:p w:rsidR="00047CDA" w:rsidRDefault="00047CDA" w:rsidP="002A623E">
            <w:pPr>
              <w:pStyle w:val="Box"/>
            </w:pPr>
            <w:r>
              <w:t>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(table 10.3).</w:t>
            </w:r>
          </w:p>
          <w:p w:rsidR="00047CDA" w:rsidRDefault="00047CDA" w:rsidP="002A623E">
            <w:pPr>
              <w:pStyle w:val="Box"/>
            </w:pPr>
            <w:r>
              <w:t>Data reported for this measure are:</w:t>
            </w:r>
          </w:p>
          <w:p w:rsidR="00047CDA" w:rsidRDefault="00047CDA" w:rsidP="002A623E">
            <w:pPr>
              <w:pStyle w:val="BoxListBullet"/>
            </w:pPr>
            <w:r>
              <w:t>comparable (subject to caveats) within jurisdictions over time but are not comparable across jurisdictions</w:t>
            </w:r>
          </w:p>
          <w:p w:rsidR="00047CDA" w:rsidRDefault="00047CDA" w:rsidP="002A623E">
            <w:pPr>
              <w:pStyle w:val="BoxListBullet"/>
            </w:pPr>
            <w:r>
              <w:t>complete (subject to caveats) for the current reporting period. All required 201</w:t>
            </w:r>
            <w:r w:rsidR="002C4184">
              <w:t>1</w:t>
            </w:r>
            <w:r w:rsidR="00154E18">
              <w:noBreakHyphen/>
            </w:r>
            <w:r>
              <w:t>1</w:t>
            </w:r>
            <w:r w:rsidR="002C4184">
              <w:t>2</w:t>
            </w:r>
            <w:r>
              <w:t xml:space="preserve"> data are available for all jurisdictions.</w:t>
            </w:r>
          </w:p>
          <w:p w:rsidR="00047CDA" w:rsidRPr="00047CDA" w:rsidRDefault="00047CDA" w:rsidP="002A623E">
            <w:pPr>
              <w:pStyle w:val="Box"/>
            </w:pPr>
            <w:r w:rsidRPr="00047CDA">
              <w:t xml:space="preserve">Information about data quality for this measure is at </w:t>
            </w:r>
            <w:proofErr w:type="spellStart"/>
            <w:r w:rsidRPr="00047CDA">
              <w:t>www.pc.gov.au</w:t>
            </w:r>
            <w:proofErr w:type="spellEnd"/>
            <w:r w:rsidRPr="00047CDA">
              <w:t>/</w:t>
            </w:r>
            <w:proofErr w:type="spellStart"/>
            <w:r w:rsidRPr="00047CDA">
              <w:t>gsp</w:t>
            </w:r>
            <w:proofErr w:type="spellEnd"/>
            <w:r w:rsidRPr="00047CDA">
              <w:t>/reports/</w:t>
            </w:r>
            <w:proofErr w:type="spellStart"/>
            <w:r w:rsidRPr="00047CDA">
              <w:t>rogs</w:t>
            </w:r>
            <w:proofErr w:type="spellEnd"/>
            <w:r w:rsidRPr="00047CDA">
              <w:t>/2014.</w:t>
            </w:r>
          </w:p>
          <w:p w:rsidR="00154E18" w:rsidRDefault="00C31DFB" w:rsidP="001D3925">
            <w:pPr>
              <w:pStyle w:val="BoxHeading2"/>
            </w:pPr>
            <w:r w:rsidRPr="006127D5">
              <w:t>Presentations to emergency departments with a length of stay of 4 hours or less ending in admission</w:t>
            </w:r>
          </w:p>
          <w:p w:rsidR="001F459B" w:rsidRDefault="00154E18" w:rsidP="00154E18">
            <w:pPr>
              <w:pStyle w:val="Box"/>
            </w:pPr>
            <w:r>
              <w:t>‘</w:t>
            </w:r>
            <w:r w:rsidR="00C31DFB" w:rsidRPr="00C31DFB">
              <w:t>Presentations to emergency departments with a length of stay of 4 hours or less ending in admission</w:t>
            </w:r>
            <w:r>
              <w:t>’</w:t>
            </w:r>
            <w:r w:rsidR="009A0B6A">
              <w:t xml:space="preserve"> reports the Proportion of presentations to emergency departments with a length of stay of 4</w:t>
            </w:r>
            <w:r w:rsidR="00AA2671">
              <w:t> </w:t>
            </w:r>
            <w:r w:rsidR="009A0B6A">
              <w:t>hours or less ending in admission</w:t>
            </w:r>
            <w:r w:rsidR="00AA2671">
              <w:t xml:space="preserve">. </w:t>
            </w:r>
            <w:r w:rsidR="009A0B6A" w:rsidRPr="009A0B6A">
              <w:t>Length of stay is calculated as the length of time between presentation to the emergency department and physical departure.</w:t>
            </w:r>
          </w:p>
          <w:p w:rsidR="00AA2671" w:rsidRDefault="00AA2671" w:rsidP="002A623E">
            <w:pPr>
              <w:pStyle w:val="Box"/>
            </w:pPr>
            <w:r>
              <w:t xml:space="preserve">A high or increasing proportion of </w:t>
            </w:r>
            <w:r w:rsidRPr="00AA2671">
              <w:t>presentations to emergency departments with a length of stay of 4 hours or less ending in admission</w:t>
            </w:r>
            <w:r>
              <w:t xml:space="preserve"> is desirable.</w:t>
            </w:r>
          </w:p>
          <w:p w:rsidR="00047CDA" w:rsidRDefault="00047CDA" w:rsidP="002A623E">
            <w:pPr>
              <w:pStyle w:val="Box"/>
            </w:pPr>
            <w:r w:rsidRPr="00C07130">
              <w:t xml:space="preserve">Data reported for this </w:t>
            </w:r>
            <w:r>
              <w:t>measure</w:t>
            </w:r>
            <w:r w:rsidRPr="00C07130">
              <w:t xml:space="preserve"> are</w:t>
            </w:r>
            <w:r>
              <w:t>:</w:t>
            </w:r>
          </w:p>
          <w:p w:rsidR="00047CDA" w:rsidRDefault="00047CDA" w:rsidP="002A623E">
            <w:pPr>
              <w:pStyle w:val="BoxListBullet"/>
            </w:pPr>
            <w:r w:rsidRPr="001B1994">
              <w:t xml:space="preserve">comparable (subject to caveats) within jurisdictions over time but are not </w:t>
            </w:r>
            <w:r>
              <w:t>comparable across jurisdictions</w:t>
            </w:r>
          </w:p>
          <w:p w:rsidR="00047CDA" w:rsidRDefault="00047CDA" w:rsidP="002A623E">
            <w:pPr>
              <w:pStyle w:val="BoxListBullet"/>
            </w:pPr>
            <w:r w:rsidRPr="009442FD">
              <w:t>complete (subject to caveats)</w:t>
            </w:r>
            <w:r>
              <w:t xml:space="preserve"> </w:t>
            </w:r>
            <w:r w:rsidRPr="009442FD">
              <w:t xml:space="preserve">for the current reporting period. All required </w:t>
            </w:r>
            <w:r w:rsidRPr="001B1994">
              <w:t>2012</w:t>
            </w:r>
            <w:r w:rsidR="00154E18">
              <w:noBreakHyphen/>
            </w:r>
            <w:r w:rsidRPr="001B1994">
              <w:t>13</w:t>
            </w:r>
            <w:r w:rsidRPr="009442FD">
              <w:t xml:space="preserve"> data are available for all jurisdictions</w:t>
            </w:r>
            <w:r>
              <w:t>.</w:t>
            </w:r>
          </w:p>
          <w:p w:rsidR="0042195A" w:rsidRPr="00C75AB4" w:rsidRDefault="00AA2671" w:rsidP="002A623E">
            <w:pPr>
              <w:pStyle w:val="Box"/>
            </w:pPr>
            <w:r w:rsidRPr="00AA2671">
              <w:t xml:space="preserve">Information about data quality for this measure is at </w:t>
            </w:r>
            <w:proofErr w:type="spellStart"/>
            <w:r w:rsidRPr="00AA2671">
              <w:t>www.pc.gov.au</w:t>
            </w:r>
            <w:proofErr w:type="spellEnd"/>
            <w:r w:rsidRPr="00AA2671">
              <w:t>/</w:t>
            </w:r>
            <w:proofErr w:type="spellStart"/>
            <w:r w:rsidRPr="00AA2671">
              <w:t>gsp</w:t>
            </w:r>
            <w:proofErr w:type="spellEnd"/>
            <w:r w:rsidRPr="00AA2671">
              <w:t>/reports/</w:t>
            </w:r>
            <w:proofErr w:type="spellStart"/>
            <w:r w:rsidRPr="00AA2671">
              <w:t>rogs</w:t>
            </w:r>
            <w:proofErr w:type="spellEnd"/>
            <w:r w:rsidRPr="00AA2671">
              <w:t>/2014.</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0D7315" w:rsidP="00D2410D">
      <w:pPr>
        <w:pStyle w:val="Heading5"/>
      </w:pPr>
      <w:r>
        <w:t>Overall elective surgery waiting times</w:t>
      </w:r>
    </w:p>
    <w:p w:rsidR="00431CA7" w:rsidRDefault="00855953" w:rsidP="006131B8">
      <w:pPr>
        <w:pStyle w:val="BodyText"/>
      </w:pPr>
      <w:r>
        <w:t>E</w:t>
      </w:r>
      <w:r w:rsidR="00D2410D" w:rsidRPr="00B81B06">
        <w:t>lective surgery waiting times data are provided for waiting lists managed by public acute hospitals. The data collection covers most public hospitals that undertake elective surgery</w:t>
      </w:r>
      <w:r w:rsidR="00D2410D">
        <w:t>, and</w:t>
      </w:r>
      <w:r w:rsidR="00D2410D" w:rsidRPr="00B81B06">
        <w:t xml:space="preserve"> </w:t>
      </w:r>
      <w:r w:rsidR="00D2410D" w:rsidRPr="009A5C5F">
        <w:t>in 20</w:t>
      </w:r>
      <w:r w:rsidR="00BB622B" w:rsidRPr="009A5C5F">
        <w:t>1</w:t>
      </w:r>
      <w:r w:rsidR="00E70057">
        <w:t>2</w:t>
      </w:r>
      <w:r w:rsidR="00D2410D" w:rsidRPr="009A5C5F">
        <w:t>-1</w:t>
      </w:r>
      <w:r w:rsidR="00E70057">
        <w:t>3</w:t>
      </w:r>
      <w:r w:rsidR="00D2410D" w:rsidRPr="009A5C5F">
        <w:t xml:space="preserve"> covered 9</w:t>
      </w:r>
      <w:r w:rsidR="00E70057">
        <w:t>3</w:t>
      </w:r>
      <w:r w:rsidR="00D2410D" w:rsidRPr="009A5C5F">
        <w:t xml:space="preserve"> per</w:t>
      </w:r>
      <w:r w:rsidR="00D2410D">
        <w:t xml:space="preserve"> cent</w:t>
      </w:r>
      <w:r w:rsidR="00D2410D" w:rsidRPr="00B81B06">
        <w:t xml:space="preserve"> of separations for elective surgery in public acute hospitals</w:t>
      </w:r>
      <w:r w:rsidR="00D2410D">
        <w:t xml:space="preserve"> (table </w:t>
      </w:r>
      <w:proofErr w:type="spellStart"/>
      <w:r w:rsidR="00D2410D">
        <w:t>10</w:t>
      </w:r>
      <w:r w:rsidR="00B5448E">
        <w:t>A</w:t>
      </w:r>
      <w:r w:rsidR="00D2410D">
        <w:t>.</w:t>
      </w:r>
      <w:r w:rsidR="00B5448E">
        <w:t>2</w:t>
      </w:r>
      <w:r w:rsidR="000B15A7">
        <w:t>2</w:t>
      </w:r>
      <w:proofErr w:type="spellEnd"/>
      <w:r w:rsidR="00D2410D">
        <w:t>)</w:t>
      </w:r>
      <w:r w:rsidR="00D2410D" w:rsidRPr="00B81B06">
        <w:t>.</w:t>
      </w:r>
    </w:p>
    <w:p w:rsidR="00897560" w:rsidRPr="00AB7CB5" w:rsidRDefault="00D2410D" w:rsidP="009A5C5F">
      <w:pPr>
        <w:pStyle w:val="BodyText"/>
      </w:pPr>
      <w:r w:rsidRPr="0061295C">
        <w:t>Patients on waiting lists who were not subsequently admitted to hospital are excluded. Patients can be removed from waiting lists because they no longer need the surgery, die, are treated at another location, decline to have the surgery, or cannot be contacted by the hospital (</w:t>
      </w:r>
      <w:proofErr w:type="spellStart"/>
      <w:r w:rsidRPr="0061295C">
        <w:t>AIHW</w:t>
      </w:r>
      <w:proofErr w:type="spellEnd"/>
      <w:r w:rsidRPr="0061295C">
        <w:t> </w:t>
      </w:r>
      <w:proofErr w:type="spellStart"/>
      <w:r w:rsidRPr="0061295C">
        <w:t>201</w:t>
      </w:r>
      <w:r w:rsidR="00E70057">
        <w:t>3</w:t>
      </w:r>
      <w:r w:rsidR="00015915">
        <w:t>c</w:t>
      </w:r>
      <w:proofErr w:type="spellEnd"/>
      <w:r w:rsidRPr="00AB7CB5">
        <w:t>). In 20</w:t>
      </w:r>
      <w:r w:rsidR="003F678A" w:rsidRPr="00AB7CB5">
        <w:t>1</w:t>
      </w:r>
      <w:r w:rsidR="00E70057" w:rsidRPr="00AB7CB5">
        <w:t>2</w:t>
      </w:r>
      <w:r w:rsidRPr="00AB7CB5">
        <w:t>-1</w:t>
      </w:r>
      <w:r w:rsidR="00E70057" w:rsidRPr="00AB7CB5">
        <w:t>3</w:t>
      </w:r>
      <w:r w:rsidRPr="00AB7CB5">
        <w:t xml:space="preserve">, </w:t>
      </w:r>
      <w:r w:rsidR="00B6087F">
        <w:t>13.3</w:t>
      </w:r>
      <w:r w:rsidRPr="00AB7CB5">
        <w:t xml:space="preserve"> per cent of patients who were removed from waiting lists were removed for reasons other than elective </w:t>
      </w:r>
      <w:r w:rsidR="0088200A" w:rsidRPr="00AB7CB5">
        <w:t xml:space="preserve">or emergency </w:t>
      </w:r>
      <w:r w:rsidRPr="00AB7CB5">
        <w:t>admission (</w:t>
      </w:r>
      <w:proofErr w:type="spellStart"/>
      <w:r w:rsidRPr="00AB7CB5">
        <w:t>AIHW</w:t>
      </w:r>
      <w:proofErr w:type="spellEnd"/>
      <w:r w:rsidRPr="00AB7CB5">
        <w:t> </w:t>
      </w:r>
      <w:proofErr w:type="spellStart"/>
      <w:r w:rsidRPr="00AB7CB5">
        <w:t>201</w:t>
      </w:r>
      <w:r w:rsidR="00E70057" w:rsidRPr="00AB7CB5">
        <w:t>3</w:t>
      </w:r>
      <w:r w:rsidR="00015915" w:rsidRPr="00AB7CB5">
        <w:t>c</w:t>
      </w:r>
      <w:proofErr w:type="spellEnd"/>
      <w:r w:rsidRPr="00AB7CB5">
        <w:t>).</w:t>
      </w:r>
    </w:p>
    <w:p w:rsidR="00D2410D" w:rsidRDefault="00D2410D" w:rsidP="00FC5BA6">
      <w:pPr>
        <w:pStyle w:val="BodyText"/>
      </w:pPr>
      <w:r w:rsidRPr="0061295C">
        <w:t xml:space="preserve">Comparisons </w:t>
      </w:r>
      <w:r w:rsidR="00855953">
        <w:t>across</w:t>
      </w:r>
      <w:r w:rsidRPr="0061295C">
        <w:t xml:space="preserve"> jurisdictions should be made with caution</w:t>
      </w:r>
      <w:r w:rsidR="00855953">
        <w:t>,</w:t>
      </w:r>
      <w:r w:rsidRPr="0061295C">
        <w:t xml:space="preserve"> due to differences in clinical practices and classification of patients across Australia. The measures are </w:t>
      </w:r>
      <w:r w:rsidR="00855953">
        <w:t xml:space="preserve">also </w:t>
      </w:r>
      <w:r w:rsidRPr="0061295C">
        <w:t>affected by variations across jurisdictions in the method used to calculate waiting times for patients who transferred from a waiting list managed by one hospital</w:t>
      </w:r>
      <w:r w:rsidR="00A24E34">
        <w:t xml:space="preserve"> to a waiting list managed by another </w:t>
      </w:r>
      <w:r w:rsidRPr="0061295C">
        <w:t xml:space="preserve">hospital. For patients who were transferred from a waiting list managed by one hospital to that managed by another, the time waited on the first list is included in the waiting time reported </w:t>
      </w:r>
      <w:r w:rsidR="00220F0F">
        <w:t xml:space="preserve">in </w:t>
      </w:r>
      <w:r w:rsidRPr="0061295C">
        <w:t xml:space="preserve">NSW, SA and the </w:t>
      </w:r>
      <w:r>
        <w:t>N</w:t>
      </w:r>
      <w:r w:rsidRPr="0061295C">
        <w:t>T. This approach can have the effect of increasing the apparent waiting times for admissions in these jurisdictions com</w:t>
      </w:r>
      <w:r w:rsidR="00BB622B">
        <w:t xml:space="preserve">pared with other jurisdictions </w:t>
      </w:r>
      <w:r w:rsidRPr="0061295C">
        <w:t>(</w:t>
      </w:r>
      <w:proofErr w:type="spellStart"/>
      <w:r w:rsidRPr="0061295C">
        <w:t>AIHW</w:t>
      </w:r>
      <w:proofErr w:type="spellEnd"/>
      <w:r w:rsidRPr="0061295C">
        <w:t> </w:t>
      </w:r>
      <w:proofErr w:type="spellStart"/>
      <w:r w:rsidRPr="0061295C">
        <w:t>20</w:t>
      </w:r>
      <w:r>
        <w:t>1</w:t>
      </w:r>
      <w:r w:rsidR="004915D2">
        <w:t>3</w:t>
      </w:r>
      <w:r w:rsidR="00015915">
        <w:t>c</w:t>
      </w:r>
      <w:proofErr w:type="spellEnd"/>
      <w:r w:rsidRPr="0061295C">
        <w:t>).</w:t>
      </w:r>
    </w:p>
    <w:p w:rsidR="00897560" w:rsidRDefault="00855953" w:rsidP="009A5C5F">
      <w:pPr>
        <w:pStyle w:val="BodyText"/>
      </w:pPr>
      <w:r>
        <w:t>Nationally</w:t>
      </w:r>
      <w:r w:rsidR="00D2410D">
        <w:t xml:space="preserve"> </w:t>
      </w:r>
      <w:r w:rsidR="00D2410D" w:rsidRPr="009A5C5F">
        <w:t>in 20</w:t>
      </w:r>
      <w:r w:rsidR="00BB622B" w:rsidRPr="009A5C5F">
        <w:t>1</w:t>
      </w:r>
      <w:r w:rsidR="00E70057">
        <w:t>2</w:t>
      </w:r>
      <w:r w:rsidR="00D2410D" w:rsidRPr="009A5C5F">
        <w:t>-1</w:t>
      </w:r>
      <w:r w:rsidR="00E70057">
        <w:t>3</w:t>
      </w:r>
      <w:r w:rsidR="00D2410D" w:rsidRPr="009A5C5F">
        <w:t xml:space="preserve">, </w:t>
      </w:r>
      <w:r w:rsidR="007C4195" w:rsidRPr="009A5C5F">
        <w:t xml:space="preserve">50 per cent </w:t>
      </w:r>
      <w:r w:rsidR="00A24E34" w:rsidRPr="009A5C5F">
        <w:t xml:space="preserve">of patients </w:t>
      </w:r>
      <w:r w:rsidR="007C4195" w:rsidRPr="009A5C5F">
        <w:t xml:space="preserve">were admitted within 36 days and </w:t>
      </w:r>
      <w:r w:rsidR="00D2410D" w:rsidRPr="009A5C5F">
        <w:t>90 per cent of patients were admitted within 2</w:t>
      </w:r>
      <w:r w:rsidR="00E70057">
        <w:t>65</w:t>
      </w:r>
      <w:r w:rsidR="007C4195" w:rsidRPr="009A5C5F">
        <w:t xml:space="preserve"> days</w:t>
      </w:r>
      <w:r w:rsidR="00D2410D" w:rsidRPr="009A5C5F">
        <w:t xml:space="preserve">. The proportion of patients who waited more than a year was </w:t>
      </w:r>
      <w:r w:rsidR="003F678A" w:rsidRPr="009A5C5F">
        <w:t>2.</w:t>
      </w:r>
      <w:r w:rsidR="00897560" w:rsidRPr="009A5C5F">
        <w:t>7</w:t>
      </w:r>
      <w:r w:rsidR="00D2410D" w:rsidRPr="009A5C5F">
        <w:t xml:space="preserve"> per cent. Nationally, waiting times at the 50th percentile increased by </w:t>
      </w:r>
      <w:r w:rsidR="007E7303" w:rsidRPr="00D1043D">
        <w:t>three</w:t>
      </w:r>
      <w:r w:rsidR="0055410D" w:rsidRPr="00D1043D">
        <w:t xml:space="preserve"> </w:t>
      </w:r>
      <w:r w:rsidR="00D2410D" w:rsidRPr="00D1043D">
        <w:t>days between 200</w:t>
      </w:r>
      <w:r w:rsidR="00E70057" w:rsidRPr="00D1043D">
        <w:t>8</w:t>
      </w:r>
      <w:r w:rsidR="00D2410D" w:rsidRPr="00D1043D">
        <w:t>-0</w:t>
      </w:r>
      <w:r w:rsidR="00E70057" w:rsidRPr="00D1043D">
        <w:t>9</w:t>
      </w:r>
      <w:r w:rsidR="00D2410D" w:rsidRPr="00D1043D">
        <w:t xml:space="preserve"> and 20</w:t>
      </w:r>
      <w:r w:rsidR="003F678A" w:rsidRPr="00D1043D">
        <w:t>1</w:t>
      </w:r>
      <w:r w:rsidR="00E70057" w:rsidRPr="00D1043D">
        <w:t>2</w:t>
      </w:r>
      <w:r w:rsidR="00D2410D" w:rsidRPr="00D1043D">
        <w:t>-1</w:t>
      </w:r>
      <w:r w:rsidR="00E70057" w:rsidRPr="00D1043D">
        <w:t>3</w:t>
      </w:r>
      <w:r w:rsidR="00D2410D" w:rsidRPr="00D1043D">
        <w:t>, from 3</w:t>
      </w:r>
      <w:r w:rsidR="007E7303" w:rsidRPr="00D1043D">
        <w:t>3</w:t>
      </w:r>
      <w:r w:rsidR="00D2410D" w:rsidRPr="00D1043D">
        <w:t xml:space="preserve"> to 3</w:t>
      </w:r>
      <w:r w:rsidR="003F678A" w:rsidRPr="00D1043D">
        <w:t>6</w:t>
      </w:r>
      <w:r w:rsidR="00D2410D" w:rsidRPr="00D1043D">
        <w:t> days. However, there were different trends for different</w:t>
      </w:r>
      <w:r w:rsidR="00D2410D">
        <w:t xml:space="preserve"> jurisdictions and for different sized hospitals over that period (figure 10.1</w:t>
      </w:r>
      <w:r w:rsidR="00B5448E">
        <w:t>2</w:t>
      </w:r>
      <w:r w:rsidR="00D2410D">
        <w:t xml:space="preserve"> and table </w:t>
      </w:r>
      <w:proofErr w:type="spellStart"/>
      <w:r w:rsidR="00D2410D">
        <w:t>10A.2</w:t>
      </w:r>
      <w:r w:rsidR="000B15A7">
        <w:t>2</w:t>
      </w:r>
      <w:proofErr w:type="spellEnd"/>
      <w:r w:rsidR="00D2410D">
        <w:t>).</w:t>
      </w:r>
    </w:p>
    <w:p w:rsidR="00B5448E" w:rsidRDefault="00B5448E" w:rsidP="00BB0F32">
      <w:pPr>
        <w:pStyle w:val="FigureTitle"/>
      </w:pPr>
      <w:r>
        <w:rPr>
          <w:b w:val="0"/>
        </w:rPr>
        <w:t xml:space="preserve">Figure </w:t>
      </w:r>
      <w:r w:rsidR="00951DB7">
        <w:rPr>
          <w:b w:val="0"/>
        </w:rPr>
        <w:t>10.</w:t>
      </w:r>
      <w:r w:rsidR="005B16BF">
        <w:rPr>
          <w:b w:val="0"/>
          <w:noProof/>
        </w:rPr>
        <w:t>12</w:t>
      </w:r>
      <w:r>
        <w:tab/>
      </w:r>
      <w:r w:rsidR="008E383E">
        <w:t>Waiting times for</w:t>
      </w:r>
      <w:r w:rsidRPr="00D93B4E">
        <w:t xml:space="preserve"> elective surgery, public hospitals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5448E" w:rsidTr="00B5448E">
        <w:tc>
          <w:tcPr>
            <w:tcW w:w="8777" w:type="dxa"/>
          </w:tcPr>
          <w:p w:rsidR="00B5448E" w:rsidRDefault="007C479B" w:rsidP="00B5448E">
            <w:pPr>
              <w:pStyle w:val="Figure"/>
            </w:pPr>
            <w:r>
              <w:rPr>
                <w:noProof/>
              </w:rPr>
              <w:drawing>
                <wp:inline distT="0" distB="0" distL="0" distR="0">
                  <wp:extent cx="5414645" cy="2294890"/>
                  <wp:effectExtent l="0" t="0" r="0" b="0"/>
                  <wp:docPr id="11" name="Picture 11" descr="Figure 10.12 Waiting times for elective surgery, public hospitals&#10;&#10;Days waited at the 5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4645" cy="2294890"/>
                          </a:xfrm>
                          <a:prstGeom prst="rect">
                            <a:avLst/>
                          </a:prstGeom>
                          <a:noFill/>
                          <a:ln>
                            <a:noFill/>
                          </a:ln>
                        </pic:spPr>
                      </pic:pic>
                    </a:graphicData>
                  </a:graphic>
                </wp:inline>
              </w:drawing>
            </w:r>
            <w:r>
              <w:rPr>
                <w:noProof/>
              </w:rPr>
              <w:drawing>
                <wp:inline distT="0" distB="0" distL="0" distR="0">
                  <wp:extent cx="5387975" cy="2366645"/>
                  <wp:effectExtent l="0" t="0" r="3175" b="0"/>
                  <wp:docPr id="13" name="Picture 13" descr="Figure 10.12 Waiting times for elective surgery, public hospitals&#10;&#10;Days waited at th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7975" cy="2366645"/>
                          </a:xfrm>
                          <a:prstGeom prst="rect">
                            <a:avLst/>
                          </a:prstGeom>
                          <a:noFill/>
                          <a:ln>
                            <a:noFill/>
                          </a:ln>
                        </pic:spPr>
                      </pic:pic>
                    </a:graphicData>
                  </a:graphic>
                </wp:inline>
              </w:drawing>
            </w:r>
            <w:r w:rsidR="003A1C92">
              <w:rPr>
                <w:noProof/>
              </w:rPr>
              <w:drawing>
                <wp:inline distT="0" distB="0" distL="0" distR="0" wp14:anchorId="51842C68" wp14:editId="56A86EEB">
                  <wp:extent cx="5387975" cy="2286000"/>
                  <wp:effectExtent l="0" t="0" r="3175" b="0"/>
                  <wp:docPr id="15" name="Picture 15" descr="Figure 10.12 Waiting times for electrive surgery, public hospitals&#10;&#10;Percentage who waited more than 365 day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7975" cy="2286000"/>
                          </a:xfrm>
                          <a:prstGeom prst="rect">
                            <a:avLst/>
                          </a:prstGeom>
                          <a:noFill/>
                          <a:ln>
                            <a:noFill/>
                          </a:ln>
                        </pic:spPr>
                      </pic:pic>
                    </a:graphicData>
                  </a:graphic>
                </wp:inline>
              </w:drawing>
            </w:r>
          </w:p>
        </w:tc>
        <w:bookmarkStart w:id="21" w:name="_GoBack"/>
        <w:bookmarkEnd w:id="21"/>
      </w:tr>
    </w:tbl>
    <w:p w:rsidR="00B5448E" w:rsidRDefault="00B5448E" w:rsidP="009A5C5F">
      <w:pPr>
        <w:pStyle w:val="Source"/>
      </w:pPr>
      <w:r>
        <w:rPr>
          <w:i/>
        </w:rPr>
        <w:t>Source</w:t>
      </w:r>
      <w:r w:rsidRPr="00167F06">
        <w:t xml:space="preserve">: </w:t>
      </w:r>
      <w:proofErr w:type="spellStart"/>
      <w:r w:rsidRPr="00B5448E">
        <w:t>AIHW</w:t>
      </w:r>
      <w:proofErr w:type="spellEnd"/>
      <w:r w:rsidRPr="00B5448E">
        <w:t xml:space="preserve"> (various years), </w:t>
      </w:r>
      <w:r w:rsidRPr="0088200A">
        <w:rPr>
          <w:i/>
        </w:rPr>
        <w:t>Australian Hospital Statistics</w:t>
      </w:r>
      <w:r w:rsidRPr="00B5448E">
        <w:t xml:space="preserve">, Health Services Series, Cat nos. </w:t>
      </w:r>
      <w:proofErr w:type="spellStart"/>
      <w:r w:rsidRPr="00B5448E">
        <w:t>HSE</w:t>
      </w:r>
      <w:proofErr w:type="spellEnd"/>
      <w:r w:rsidRPr="00B5448E">
        <w:t xml:space="preserve"> </w:t>
      </w:r>
      <w:r w:rsidR="008A4A7A" w:rsidRPr="00E004B5">
        <w:t>71, 84</w:t>
      </w:r>
      <w:r w:rsidR="008A4A7A">
        <w:t>,</w:t>
      </w:r>
      <w:r w:rsidR="008A4A7A" w:rsidRPr="00E004B5">
        <w:t xml:space="preserve"> 107</w:t>
      </w:r>
      <w:r w:rsidR="008A4A7A">
        <w:t>,</w:t>
      </w:r>
      <w:r w:rsidR="008A4A7A" w:rsidRPr="00193664">
        <w:t xml:space="preserve"> </w:t>
      </w:r>
      <w:r w:rsidR="008A4A7A">
        <w:t>117</w:t>
      </w:r>
      <w:r w:rsidR="008A4A7A" w:rsidRPr="00492C9A">
        <w:t xml:space="preserve"> </w:t>
      </w:r>
      <w:r w:rsidR="008A4A7A" w:rsidRPr="00E004B5">
        <w:t>and</w:t>
      </w:r>
      <w:r w:rsidR="008A4A7A">
        <w:t xml:space="preserve"> 134</w:t>
      </w:r>
      <w:r w:rsidRPr="009A5C5F">
        <w:t xml:space="preserve">; </w:t>
      </w:r>
      <w:proofErr w:type="spellStart"/>
      <w:r w:rsidRPr="009A5C5F">
        <w:t>AIHW</w:t>
      </w:r>
      <w:proofErr w:type="spellEnd"/>
      <w:r w:rsidRPr="009A5C5F">
        <w:t xml:space="preserve"> (201</w:t>
      </w:r>
      <w:r w:rsidR="008A4A7A">
        <w:t>3</w:t>
      </w:r>
      <w:r w:rsidRPr="009A5C5F">
        <w:t xml:space="preserve">), </w:t>
      </w:r>
      <w:r w:rsidRPr="009A5C5F">
        <w:rPr>
          <w:i/>
        </w:rPr>
        <w:t>Australian hospital statistics 201</w:t>
      </w:r>
      <w:r w:rsidR="008A4A7A">
        <w:rPr>
          <w:i/>
        </w:rPr>
        <w:t>2</w:t>
      </w:r>
      <w:r w:rsidR="00891095" w:rsidRPr="009A5C5F">
        <w:rPr>
          <w:i/>
        </w:rPr>
        <w:t>–</w:t>
      </w:r>
      <w:r w:rsidRPr="009A5C5F">
        <w:rPr>
          <w:i/>
        </w:rPr>
        <w:t>1</w:t>
      </w:r>
      <w:r w:rsidR="008A4A7A">
        <w:rPr>
          <w:i/>
        </w:rPr>
        <w:t>3</w:t>
      </w:r>
      <w:r w:rsidRPr="009A5C5F">
        <w:t xml:space="preserve">: </w:t>
      </w:r>
      <w:r w:rsidRPr="009A5C5F">
        <w:rPr>
          <w:i/>
        </w:rPr>
        <w:t>elective surgery waiting times</w:t>
      </w:r>
      <w:r w:rsidRPr="009A5C5F">
        <w:t xml:space="preserve">. Health services series no. </w:t>
      </w:r>
      <w:r w:rsidR="008A4A7A">
        <w:t>51</w:t>
      </w:r>
      <w:r w:rsidRPr="009A5C5F">
        <w:t xml:space="preserve">. Cat. no. </w:t>
      </w:r>
      <w:proofErr w:type="spellStart"/>
      <w:r w:rsidRPr="009A5C5F">
        <w:t>HSE</w:t>
      </w:r>
      <w:proofErr w:type="spellEnd"/>
      <w:r w:rsidRPr="009A5C5F">
        <w:t xml:space="preserve"> 1</w:t>
      </w:r>
      <w:r w:rsidR="008A4A7A">
        <w:t>40</w:t>
      </w:r>
      <w:r w:rsidRPr="009A5C5F">
        <w:t>;</w:t>
      </w:r>
      <w:r w:rsidR="005468A8" w:rsidRPr="009A5C5F">
        <w:t xml:space="preserve"> table</w:t>
      </w:r>
      <w:r w:rsidR="005468A8">
        <w:t xml:space="preserve"> </w:t>
      </w:r>
      <w:proofErr w:type="spellStart"/>
      <w:r w:rsidR="005468A8">
        <w:t>10A.2</w:t>
      </w:r>
      <w:r w:rsidR="000B15A7">
        <w:t>2</w:t>
      </w:r>
      <w:proofErr w:type="spellEnd"/>
      <w:r w:rsidR="005468A8">
        <w:t>.</w:t>
      </w:r>
    </w:p>
    <w:p w:rsidR="00D2410D" w:rsidRPr="00FC73B3" w:rsidRDefault="00D2410D" w:rsidP="001D3925">
      <w:pPr>
        <w:pStyle w:val="BodyText"/>
      </w:pPr>
      <w:r w:rsidRPr="00FC73B3">
        <w:t>A</w:t>
      </w:r>
      <w:r w:rsidR="00A24E34" w:rsidRPr="00FC73B3">
        <w:t xml:space="preserve">ttachment </w:t>
      </w:r>
      <w:proofErr w:type="spellStart"/>
      <w:r w:rsidR="00A24E34" w:rsidRPr="00FC73B3">
        <w:t>10A</w:t>
      </w:r>
      <w:proofErr w:type="spellEnd"/>
      <w:r w:rsidR="00A24E34" w:rsidRPr="00FC73B3">
        <w:t xml:space="preserve"> includes data on </w:t>
      </w:r>
      <w:r w:rsidRPr="00FC73B3">
        <w:t xml:space="preserve">elective surgery waiting times by hospital peer group, specialty of surgeon and indicator procedure. It also includes waiting times by </w:t>
      </w:r>
      <w:r w:rsidR="00C005A0" w:rsidRPr="00FC73B3">
        <w:t xml:space="preserve">Indigenous status, </w:t>
      </w:r>
      <w:r w:rsidRPr="00FC73B3">
        <w:t xml:space="preserve">remoteness and </w:t>
      </w:r>
      <w:r w:rsidR="00C005A0" w:rsidRPr="00FC73B3">
        <w:t>socioeconomic status</w:t>
      </w:r>
      <w:r w:rsidRPr="00FC73B3">
        <w:t xml:space="preserve"> </w:t>
      </w:r>
      <w:r w:rsidR="00965CBB">
        <w:br/>
      </w:r>
      <w:r w:rsidRPr="00FC73B3">
        <w:t xml:space="preserve">(tables </w:t>
      </w:r>
      <w:proofErr w:type="spellStart"/>
      <w:r w:rsidRPr="00FC73B3">
        <w:t>10A.2</w:t>
      </w:r>
      <w:r w:rsidR="00A37C16" w:rsidRPr="00FC73B3">
        <w:t>2</w:t>
      </w:r>
      <w:proofErr w:type="spellEnd"/>
      <w:r w:rsidRPr="00FC73B3">
        <w:t>–</w:t>
      </w:r>
      <w:proofErr w:type="spellStart"/>
      <w:r w:rsidRPr="00FC73B3">
        <w:t>10A.2</w:t>
      </w:r>
      <w:r w:rsidR="00A37C16" w:rsidRPr="00FC73B3">
        <w:t>7</w:t>
      </w:r>
      <w:proofErr w:type="spellEnd"/>
      <w:r w:rsidRPr="00FC73B3">
        <w:t xml:space="preserve">). </w:t>
      </w:r>
      <w:r w:rsidR="003A29B0" w:rsidRPr="00FC73B3">
        <w:t>Nationally, Indigenous Australians had longer waiting times for elective surgery than non</w:t>
      </w:r>
      <w:r w:rsidR="003A29B0" w:rsidRPr="00FC73B3">
        <w:noBreakHyphen/>
        <w:t>Indigenous Australians at the 50</w:t>
      </w:r>
      <w:r w:rsidR="003A29B0" w:rsidRPr="00FC73B3">
        <w:rPr>
          <w:vertAlign w:val="superscript"/>
        </w:rPr>
        <w:t>th</w:t>
      </w:r>
      <w:r w:rsidR="003A29B0" w:rsidRPr="00FC73B3">
        <w:t xml:space="preserve"> percentile and 90</w:t>
      </w:r>
      <w:r w:rsidR="003A29B0" w:rsidRPr="00FC73B3">
        <w:rPr>
          <w:vertAlign w:val="superscript"/>
        </w:rPr>
        <w:t>th</w:t>
      </w:r>
      <w:r w:rsidR="003A29B0" w:rsidRPr="00FC73B3">
        <w:t xml:space="preserve"> percentile (table </w:t>
      </w:r>
      <w:proofErr w:type="spellStart"/>
      <w:r w:rsidR="003A29B0" w:rsidRPr="00FC73B3">
        <w:t>10A.24</w:t>
      </w:r>
      <w:proofErr w:type="spellEnd"/>
      <w:r w:rsidR="003A29B0" w:rsidRPr="00FC73B3">
        <w:t xml:space="preserve">). </w:t>
      </w:r>
      <w:r w:rsidRPr="00FC73B3">
        <w:t xml:space="preserve">Those living in regional </w:t>
      </w:r>
      <w:r w:rsidR="00BB0F32" w:rsidRPr="00FC73B3">
        <w:t xml:space="preserve">areas </w:t>
      </w:r>
      <w:r w:rsidRPr="00FC73B3">
        <w:t>had longer waiting times than those in major cities at the 50</w:t>
      </w:r>
      <w:r w:rsidRPr="00FC73B3">
        <w:rPr>
          <w:vertAlign w:val="superscript"/>
        </w:rPr>
        <w:t>th</w:t>
      </w:r>
      <w:r w:rsidRPr="00FC73B3">
        <w:t xml:space="preserve"> and 90</w:t>
      </w:r>
      <w:r w:rsidRPr="00FC73B3">
        <w:rPr>
          <w:vertAlign w:val="superscript"/>
        </w:rPr>
        <w:t>th</w:t>
      </w:r>
      <w:r w:rsidRPr="00FC73B3">
        <w:t xml:space="preserve"> percentiles at the national level (table </w:t>
      </w:r>
      <w:proofErr w:type="spellStart"/>
      <w:r w:rsidRPr="00FC73B3">
        <w:t>10A.2</w:t>
      </w:r>
      <w:r w:rsidR="00A37C16" w:rsidRPr="00FC73B3">
        <w:t>5</w:t>
      </w:r>
      <w:proofErr w:type="spellEnd"/>
      <w:r w:rsidRPr="00FC73B3">
        <w:t xml:space="preserve">). </w:t>
      </w:r>
      <w:r w:rsidR="00FC73B3" w:rsidRPr="001D3925">
        <w:t>Elective surgery waiting times tended to increase with social disadvantage at the 50</w:t>
      </w:r>
      <w:r w:rsidR="00FC73B3" w:rsidRPr="001D3925">
        <w:rPr>
          <w:vertAlign w:val="superscript"/>
        </w:rPr>
        <w:t>th</w:t>
      </w:r>
      <w:r w:rsidR="00FC73B3" w:rsidRPr="001D3925">
        <w:t xml:space="preserve"> and 90</w:t>
      </w:r>
      <w:r w:rsidR="00FC73B3" w:rsidRPr="001D3925">
        <w:rPr>
          <w:vertAlign w:val="superscript"/>
        </w:rPr>
        <w:t>th</w:t>
      </w:r>
      <w:r w:rsidR="00FC73B3" w:rsidRPr="001D3925">
        <w:t xml:space="preserve"> percentile</w:t>
      </w:r>
      <w:r w:rsidR="00EC43F4" w:rsidRPr="001D3925">
        <w:t>s</w:t>
      </w:r>
      <w:r w:rsidR="00FC73B3" w:rsidRPr="001D3925">
        <w:t xml:space="preserve"> on a national basis </w:t>
      </w:r>
      <w:r w:rsidR="00FC73B3" w:rsidRPr="00FC73B3">
        <w:t>(table </w:t>
      </w:r>
      <w:proofErr w:type="spellStart"/>
      <w:r w:rsidR="00593347" w:rsidRPr="00FC73B3">
        <w:t>10A.26</w:t>
      </w:r>
      <w:proofErr w:type="spellEnd"/>
      <w:r w:rsidR="00FC73B3" w:rsidRPr="00FC73B3">
        <w:t>)</w:t>
      </w:r>
      <w:r w:rsidR="00593347" w:rsidRPr="00FC73B3">
        <w:t>.</w:t>
      </w:r>
    </w:p>
    <w:p w:rsidR="000D7315" w:rsidRDefault="000D7315" w:rsidP="000D7315">
      <w:pPr>
        <w:pStyle w:val="Heading5"/>
      </w:pPr>
      <w:r w:rsidRPr="000D7315">
        <w:t>Elective surgery waiting times by clinical urgency category</w:t>
      </w:r>
    </w:p>
    <w:p w:rsidR="00D2410D" w:rsidRDefault="00D2410D" w:rsidP="00D2410D">
      <w:pPr>
        <w:pStyle w:val="BodyText"/>
      </w:pPr>
      <w:r w:rsidRPr="00336A47">
        <w:t>Elective surgery wa</w:t>
      </w:r>
      <w:r w:rsidR="00A24E34">
        <w:t>iting times by urgency category</w:t>
      </w:r>
      <w:r w:rsidRPr="00336A47">
        <w:t xml:space="preserve"> data not only provide an indication of the extent to which patients are seen within a clinically desirable time, but also draw attention to the variation </w:t>
      </w:r>
      <w:r>
        <w:t>in the way in which patients are classified</w:t>
      </w:r>
      <w:r w:rsidRPr="00336A47">
        <w:t xml:space="preserve"> across jurisdictions.</w:t>
      </w:r>
      <w:r>
        <w:t xml:space="preserve"> Jurisdictional differences in the classification of patients by urgency category in 20</w:t>
      </w:r>
      <w:r w:rsidR="006131B8">
        <w:t>1</w:t>
      </w:r>
      <w:r w:rsidR="000B15A7">
        <w:t>1</w:t>
      </w:r>
      <w:r>
        <w:t>-1</w:t>
      </w:r>
      <w:r w:rsidR="000B15A7">
        <w:t>2</w:t>
      </w:r>
      <w:r>
        <w:t xml:space="preserve"> are shown in table 10.</w:t>
      </w:r>
      <w:r w:rsidR="006131B8">
        <w:t>3</w:t>
      </w:r>
      <w:r>
        <w:t>. The states and territories with lower proportions of patients in category 1 tended to have smaller proportions of patients in this category who were ‘not seen on time’. NSW, Victoria and the ACT, for example, had the lowest proportions of patients in category 1 and also had low proportions of patients in category 1 who had extended waits (tables 10.</w:t>
      </w:r>
      <w:r w:rsidR="00666DE7">
        <w:t>3</w:t>
      </w:r>
      <w:r>
        <w:t xml:space="preserve">, </w:t>
      </w:r>
      <w:proofErr w:type="spellStart"/>
      <w:r>
        <w:t>10A.2</w:t>
      </w:r>
      <w:r w:rsidR="00593347">
        <w:t>8</w:t>
      </w:r>
      <w:proofErr w:type="spellEnd"/>
      <w:r>
        <w:t xml:space="preserve">, </w:t>
      </w:r>
      <w:proofErr w:type="spellStart"/>
      <w:r>
        <w:t>10A.</w:t>
      </w:r>
      <w:r w:rsidR="00593347">
        <w:t>30</w:t>
      </w:r>
      <w:proofErr w:type="spellEnd"/>
      <w:r>
        <w:t xml:space="preserve"> and </w:t>
      </w:r>
      <w:proofErr w:type="spellStart"/>
      <w:r>
        <w:t>10A.</w:t>
      </w:r>
      <w:r w:rsidR="00593347">
        <w:t>40</w:t>
      </w:r>
      <w:proofErr w:type="spellEnd"/>
      <w:r>
        <w:t xml:space="preserve">). </w:t>
      </w:r>
    </w:p>
    <w:p w:rsidR="00D2410D" w:rsidRDefault="00D2410D" w:rsidP="00D2410D">
      <w:pPr>
        <w:pStyle w:val="BodyText"/>
      </w:pPr>
      <w:r w:rsidRPr="00336A47">
        <w:t xml:space="preserve">The system of urgency categorisation for elective surgery in public hospitals is important </w:t>
      </w:r>
      <w:r>
        <w:t>to ensure</w:t>
      </w:r>
      <w:r w:rsidRPr="00336A47">
        <w:t xml:space="preserve"> that priority is given to patients according to their needs. </w:t>
      </w:r>
      <w:r>
        <w:t xml:space="preserve">While elective surgery waiting times by urgency category are not comparable across jurisdictions, this measure has the advantage </w:t>
      </w:r>
      <w:r w:rsidR="00F16057">
        <w:t xml:space="preserve">of providing </w:t>
      </w:r>
      <w:r w:rsidRPr="00957FC7">
        <w:t>an indication of the extent to which patients are seen within a clinically desirable time period according to the urgency category to which they have been assigned</w:t>
      </w:r>
      <w:r>
        <w:t xml:space="preserve">. </w:t>
      </w:r>
    </w:p>
    <w:p w:rsidR="000A758B" w:rsidRDefault="000A758B" w:rsidP="001D3925">
      <w:pPr>
        <w:pStyle w:val="BodyText"/>
      </w:pPr>
      <w:r>
        <w:t>Under the National Partnership Agreement on Improving Public Health Services (</w:t>
      </w:r>
      <w:proofErr w:type="spellStart"/>
      <w:r>
        <w:t>NPA</w:t>
      </w:r>
      <w:proofErr w:type="spellEnd"/>
      <w:r>
        <w:t xml:space="preserve">), an Expert Panel reviewed the implementation of emergency department and elective surgery targets. Fifteen recommendations were made, which were approved by </w:t>
      </w:r>
      <w:proofErr w:type="spellStart"/>
      <w:r>
        <w:t>COAG</w:t>
      </w:r>
      <w:proofErr w:type="spellEnd"/>
      <w:r>
        <w:t xml:space="preserve"> and are incorporated into the revised </w:t>
      </w:r>
      <w:proofErr w:type="spellStart"/>
      <w:r>
        <w:t>NPA</w:t>
      </w:r>
      <w:proofErr w:type="spellEnd"/>
      <w:r>
        <w:t xml:space="preserve"> signed by all jurisdictions in August 2011.  </w:t>
      </w:r>
    </w:p>
    <w:p w:rsidR="000A758B" w:rsidRDefault="000A758B" w:rsidP="001D3925">
      <w:pPr>
        <w:pStyle w:val="BodyText"/>
      </w:pPr>
      <w:r>
        <w:t xml:space="preserve">Reporting against interim targets for the new National Elective Surgery Target (NEST) </w:t>
      </w:r>
      <w:r w:rsidR="00B4345C">
        <w:t xml:space="preserve">commenced </w:t>
      </w:r>
      <w:r>
        <w:t>on 1 January 2012. The NEST requi</w:t>
      </w:r>
      <w:r w:rsidR="00B4345C">
        <w:t>res that at its conclusion, 100 </w:t>
      </w:r>
      <w:r>
        <w:t>per cent of patients be treated within clinically recommended time across all urgency categories through two complementary strategies (NEST Part 1 and NEST Part 2) containing three targets. NEST Part 1 is a stepped improvement in patients seen within the clinically recommended time. NEST Part 2 is a stepped reduction in patients who have already waited longer than the clinically recommended time</w:t>
      </w:r>
      <w:r w:rsidR="00B4345C">
        <w:t>,</w:t>
      </w:r>
      <w:r>
        <w:t xml:space="preserve"> and additionally requires that each year the 10 per cent of patients who have waited the longest in each jurisdiction must have their surgery.</w:t>
      </w:r>
    </w:p>
    <w:p w:rsidR="000A758B" w:rsidRDefault="000A758B" w:rsidP="001D3925">
      <w:pPr>
        <w:pStyle w:val="BodyText"/>
      </w:pPr>
      <w:r>
        <w:t xml:space="preserve">The </w:t>
      </w:r>
      <w:proofErr w:type="spellStart"/>
      <w:r>
        <w:t>AIHW</w:t>
      </w:r>
      <w:proofErr w:type="spellEnd"/>
      <w:r>
        <w:t>, with the Royal Australasian College of Surgeons, submitted a proposal to Health Ministers in December 2012 for nationally agreed elective surgery urgency category definitions, including consistent treatment of patients ‘not ready for care’. This was endorsed by Health Ministers</w:t>
      </w:r>
      <w:r w:rsidR="00B4345C">
        <w:t>,</w:t>
      </w:r>
      <w:r>
        <w:t xml:space="preserve"> and NSW is now leading work on </w:t>
      </w:r>
      <w:proofErr w:type="spellStart"/>
      <w:r>
        <w:t>nation-wide</w:t>
      </w:r>
      <w:proofErr w:type="spellEnd"/>
      <w:r>
        <w:t xml:space="preserve"> implementation of the recommendations outlined in the proposal.</w:t>
      </w:r>
    </w:p>
    <w:p w:rsidR="00D2410D" w:rsidRDefault="00D2410D" w:rsidP="00D2410D">
      <w:pPr>
        <w:pStyle w:val="TableTitle"/>
      </w:pPr>
      <w:r>
        <w:rPr>
          <w:b w:val="0"/>
        </w:rPr>
        <w:t xml:space="preserve">Table </w:t>
      </w:r>
      <w:bookmarkStart w:id="22" w:name="OLE_LINK21"/>
      <w:r w:rsidR="00951DB7">
        <w:rPr>
          <w:b w:val="0"/>
        </w:rPr>
        <w:t>10.</w:t>
      </w:r>
      <w:r w:rsidR="005B16BF">
        <w:rPr>
          <w:b w:val="0"/>
          <w:noProof/>
        </w:rPr>
        <w:t>3</w:t>
      </w:r>
      <w:bookmarkEnd w:id="22"/>
      <w:r>
        <w:tab/>
        <w:t>Classification of elective surgery patients, by clinical urgency category, 20</w:t>
      </w:r>
      <w:r w:rsidR="006131B8">
        <w:t>1</w:t>
      </w:r>
      <w:r w:rsidR="00C96F56">
        <w:t>1</w:t>
      </w:r>
      <w:r>
        <w:t>-1</w:t>
      </w:r>
      <w:r w:rsidR="00C96F56">
        <w:t>2</w:t>
      </w:r>
      <w:r>
        <w:t xml:space="preserve"> (per cent)</w:t>
      </w:r>
    </w:p>
    <w:tbl>
      <w:tblPr>
        <w:tblW w:w="8784" w:type="dxa"/>
        <w:tblLayout w:type="fixed"/>
        <w:tblCellMar>
          <w:left w:w="0" w:type="dxa"/>
          <w:right w:w="0" w:type="dxa"/>
        </w:tblCellMar>
        <w:tblLook w:val="0000" w:firstRow="0" w:lastRow="0" w:firstColumn="0" w:lastColumn="0" w:noHBand="0" w:noVBand="0"/>
      </w:tblPr>
      <w:tblGrid>
        <w:gridCol w:w="1276"/>
        <w:gridCol w:w="938"/>
        <w:gridCol w:w="939"/>
        <w:gridCol w:w="938"/>
        <w:gridCol w:w="939"/>
        <w:gridCol w:w="938"/>
        <w:gridCol w:w="939"/>
        <w:gridCol w:w="938"/>
        <w:gridCol w:w="939"/>
      </w:tblGrid>
      <w:tr w:rsidR="00D2410D" w:rsidTr="00241C6E">
        <w:tc>
          <w:tcPr>
            <w:tcW w:w="1276" w:type="dxa"/>
            <w:tcBorders>
              <w:top w:val="single" w:sz="6" w:space="0" w:color="auto"/>
              <w:bottom w:val="single" w:sz="6" w:space="0" w:color="auto"/>
            </w:tcBorders>
            <w:shd w:val="clear" w:color="auto" w:fill="auto"/>
          </w:tcPr>
          <w:p w:rsidR="00D2410D" w:rsidRDefault="00D2410D" w:rsidP="00531D51">
            <w:pPr>
              <w:pStyle w:val="TableColumnHeading"/>
              <w:jc w:val="left"/>
            </w:pPr>
          </w:p>
        </w:tc>
        <w:tc>
          <w:tcPr>
            <w:tcW w:w="938"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NSW</w:t>
            </w:r>
          </w:p>
        </w:tc>
        <w:tc>
          <w:tcPr>
            <w:tcW w:w="939"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Vic</w:t>
            </w:r>
          </w:p>
        </w:tc>
        <w:tc>
          <w:tcPr>
            <w:tcW w:w="938"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Qld</w:t>
            </w:r>
          </w:p>
        </w:tc>
        <w:tc>
          <w:tcPr>
            <w:tcW w:w="939"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WA</w:t>
            </w:r>
          </w:p>
        </w:tc>
        <w:tc>
          <w:tcPr>
            <w:tcW w:w="938"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SA</w:t>
            </w:r>
          </w:p>
        </w:tc>
        <w:tc>
          <w:tcPr>
            <w:tcW w:w="939" w:type="dxa"/>
            <w:tcBorders>
              <w:top w:val="single" w:sz="6" w:space="0" w:color="auto"/>
              <w:bottom w:val="single" w:sz="6" w:space="0" w:color="auto"/>
            </w:tcBorders>
            <w:shd w:val="clear" w:color="auto" w:fill="auto"/>
          </w:tcPr>
          <w:p w:rsidR="00D2410D" w:rsidRPr="00195DAD" w:rsidRDefault="00D2410D" w:rsidP="00531D51">
            <w:pPr>
              <w:pStyle w:val="TableColumnHeading"/>
            </w:pPr>
            <w:proofErr w:type="spellStart"/>
            <w:r w:rsidRPr="00195DAD">
              <w:t>Tas</w:t>
            </w:r>
            <w:proofErr w:type="spellEnd"/>
          </w:p>
        </w:tc>
        <w:tc>
          <w:tcPr>
            <w:tcW w:w="938"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ACT</w:t>
            </w:r>
          </w:p>
        </w:tc>
        <w:tc>
          <w:tcPr>
            <w:tcW w:w="939" w:type="dxa"/>
            <w:tcBorders>
              <w:top w:val="single" w:sz="6" w:space="0" w:color="auto"/>
              <w:bottom w:val="single" w:sz="6" w:space="0" w:color="auto"/>
            </w:tcBorders>
            <w:shd w:val="clear" w:color="auto" w:fill="auto"/>
          </w:tcPr>
          <w:p w:rsidR="00D2410D" w:rsidRPr="00195DAD" w:rsidRDefault="00D2410D" w:rsidP="00531D51">
            <w:pPr>
              <w:pStyle w:val="TableColumnHeading"/>
            </w:pPr>
            <w:r w:rsidRPr="00195DAD">
              <w:t>NT</w:t>
            </w:r>
          </w:p>
        </w:tc>
      </w:tr>
      <w:tr w:rsidR="00D2410D" w:rsidTr="00241C6E">
        <w:tc>
          <w:tcPr>
            <w:tcW w:w="8784" w:type="dxa"/>
            <w:gridSpan w:val="9"/>
            <w:tcBorders>
              <w:top w:val="single" w:sz="6" w:space="0" w:color="auto"/>
            </w:tcBorders>
          </w:tcPr>
          <w:p w:rsidR="00D2410D" w:rsidRDefault="00D2410D" w:rsidP="00531D51">
            <w:pPr>
              <w:pStyle w:val="TableBodyText"/>
              <w:jc w:val="left"/>
            </w:pPr>
            <w:r>
              <w:t>Patients on waiting lists</w:t>
            </w:r>
          </w:p>
        </w:tc>
      </w:tr>
      <w:tr w:rsidR="00241C6E" w:rsidTr="00241C6E">
        <w:tc>
          <w:tcPr>
            <w:tcW w:w="1276" w:type="dxa"/>
          </w:tcPr>
          <w:p w:rsidR="00241C6E" w:rsidRDefault="00241C6E" w:rsidP="00531D51">
            <w:pPr>
              <w:pStyle w:val="TableBodyText"/>
              <w:ind w:left="136"/>
              <w:jc w:val="left"/>
            </w:pPr>
            <w:r>
              <w:t>Category 1</w:t>
            </w:r>
          </w:p>
        </w:tc>
        <w:tc>
          <w:tcPr>
            <w:tcW w:w="938" w:type="dxa"/>
            <w:vAlign w:val="bottom"/>
          </w:tcPr>
          <w:p w:rsidR="00241C6E" w:rsidRPr="00241C6E" w:rsidRDefault="00241C6E" w:rsidP="00241C6E">
            <w:pPr>
              <w:pStyle w:val="TableBodyText"/>
            </w:pPr>
            <w:r w:rsidRPr="00241C6E">
              <w:t>2.8</w:t>
            </w:r>
          </w:p>
        </w:tc>
        <w:tc>
          <w:tcPr>
            <w:tcW w:w="939" w:type="dxa"/>
            <w:vAlign w:val="bottom"/>
          </w:tcPr>
          <w:p w:rsidR="00241C6E" w:rsidRPr="00241C6E" w:rsidRDefault="00241C6E" w:rsidP="00241C6E">
            <w:pPr>
              <w:pStyle w:val="TableBodyText"/>
            </w:pPr>
            <w:r w:rsidRPr="00241C6E">
              <w:t>3.5</w:t>
            </w:r>
          </w:p>
        </w:tc>
        <w:tc>
          <w:tcPr>
            <w:tcW w:w="938" w:type="dxa"/>
            <w:vAlign w:val="bottom"/>
          </w:tcPr>
          <w:p w:rsidR="00241C6E" w:rsidRPr="00241C6E" w:rsidRDefault="00241C6E" w:rsidP="00241C6E">
            <w:pPr>
              <w:pStyle w:val="TableBodyText"/>
            </w:pPr>
            <w:r w:rsidRPr="00241C6E">
              <w:t>8.9</w:t>
            </w:r>
          </w:p>
        </w:tc>
        <w:tc>
          <w:tcPr>
            <w:tcW w:w="939" w:type="dxa"/>
            <w:vAlign w:val="bottom"/>
          </w:tcPr>
          <w:p w:rsidR="00241C6E" w:rsidRPr="00241C6E" w:rsidRDefault="00241C6E" w:rsidP="00241C6E">
            <w:pPr>
              <w:pStyle w:val="TableBodyText"/>
            </w:pPr>
            <w:r w:rsidRPr="00241C6E">
              <w:t>5.5</w:t>
            </w:r>
          </w:p>
        </w:tc>
        <w:tc>
          <w:tcPr>
            <w:tcW w:w="938" w:type="dxa"/>
            <w:vAlign w:val="bottom"/>
          </w:tcPr>
          <w:p w:rsidR="00241C6E" w:rsidRPr="00241C6E" w:rsidRDefault="00241C6E" w:rsidP="00241C6E">
            <w:pPr>
              <w:pStyle w:val="TableBodyText"/>
            </w:pPr>
            <w:r w:rsidRPr="00241C6E">
              <w:t>5.0</w:t>
            </w:r>
          </w:p>
        </w:tc>
        <w:tc>
          <w:tcPr>
            <w:tcW w:w="939" w:type="dxa"/>
            <w:vAlign w:val="bottom"/>
          </w:tcPr>
          <w:p w:rsidR="00241C6E" w:rsidRPr="00241C6E" w:rsidRDefault="00241C6E" w:rsidP="00241C6E">
            <w:pPr>
              <w:pStyle w:val="TableBodyText"/>
            </w:pPr>
            <w:r w:rsidRPr="00241C6E">
              <w:t>6.2</w:t>
            </w:r>
          </w:p>
        </w:tc>
        <w:tc>
          <w:tcPr>
            <w:tcW w:w="938" w:type="dxa"/>
            <w:vAlign w:val="bottom"/>
          </w:tcPr>
          <w:p w:rsidR="00241C6E" w:rsidRPr="00241C6E" w:rsidRDefault="00241C6E" w:rsidP="00241C6E">
            <w:pPr>
              <w:pStyle w:val="TableBodyText"/>
            </w:pPr>
            <w:r w:rsidRPr="00241C6E">
              <w:t>3.5</w:t>
            </w:r>
          </w:p>
        </w:tc>
        <w:tc>
          <w:tcPr>
            <w:tcW w:w="939" w:type="dxa"/>
            <w:vAlign w:val="bottom"/>
          </w:tcPr>
          <w:p w:rsidR="00241C6E" w:rsidRPr="00241C6E" w:rsidRDefault="00241C6E" w:rsidP="00241C6E">
            <w:pPr>
              <w:pStyle w:val="TableBodyText"/>
            </w:pPr>
            <w:r w:rsidRPr="00241C6E">
              <w:t>4.7</w:t>
            </w:r>
          </w:p>
        </w:tc>
      </w:tr>
      <w:tr w:rsidR="00241C6E" w:rsidTr="00241C6E">
        <w:tc>
          <w:tcPr>
            <w:tcW w:w="1276" w:type="dxa"/>
          </w:tcPr>
          <w:p w:rsidR="00241C6E" w:rsidRDefault="00241C6E" w:rsidP="00531D51">
            <w:pPr>
              <w:pStyle w:val="TableBodyText"/>
              <w:ind w:left="136"/>
              <w:jc w:val="left"/>
            </w:pPr>
            <w:r>
              <w:t>Category 2</w:t>
            </w:r>
          </w:p>
        </w:tc>
        <w:tc>
          <w:tcPr>
            <w:tcW w:w="938" w:type="dxa"/>
            <w:vAlign w:val="bottom"/>
          </w:tcPr>
          <w:p w:rsidR="00241C6E" w:rsidRPr="00241C6E" w:rsidRDefault="00241C6E" w:rsidP="00241C6E">
            <w:pPr>
              <w:pStyle w:val="TableBodyText"/>
            </w:pPr>
            <w:r w:rsidRPr="00241C6E">
              <w:t>16.4</w:t>
            </w:r>
          </w:p>
        </w:tc>
        <w:tc>
          <w:tcPr>
            <w:tcW w:w="939" w:type="dxa"/>
            <w:vAlign w:val="bottom"/>
          </w:tcPr>
          <w:p w:rsidR="00241C6E" w:rsidRPr="00241C6E" w:rsidRDefault="00241C6E" w:rsidP="00241C6E">
            <w:pPr>
              <w:pStyle w:val="TableBodyText"/>
            </w:pPr>
            <w:r w:rsidRPr="00241C6E">
              <w:t>46.6</w:t>
            </w:r>
          </w:p>
        </w:tc>
        <w:tc>
          <w:tcPr>
            <w:tcW w:w="938" w:type="dxa"/>
            <w:vAlign w:val="bottom"/>
          </w:tcPr>
          <w:p w:rsidR="00241C6E" w:rsidRPr="00241C6E" w:rsidRDefault="00241C6E" w:rsidP="00241C6E">
            <w:pPr>
              <w:pStyle w:val="TableBodyText"/>
            </w:pPr>
            <w:r w:rsidRPr="00241C6E">
              <w:t>47.1</w:t>
            </w:r>
          </w:p>
        </w:tc>
        <w:tc>
          <w:tcPr>
            <w:tcW w:w="939" w:type="dxa"/>
            <w:vAlign w:val="bottom"/>
          </w:tcPr>
          <w:p w:rsidR="00241C6E" w:rsidRPr="00241C6E" w:rsidRDefault="00241C6E" w:rsidP="00241C6E">
            <w:pPr>
              <w:pStyle w:val="TableBodyText"/>
            </w:pPr>
            <w:r w:rsidRPr="00241C6E">
              <w:t>31.0</w:t>
            </w:r>
          </w:p>
        </w:tc>
        <w:tc>
          <w:tcPr>
            <w:tcW w:w="938" w:type="dxa"/>
            <w:vAlign w:val="bottom"/>
          </w:tcPr>
          <w:p w:rsidR="00241C6E" w:rsidRPr="00241C6E" w:rsidRDefault="00241C6E" w:rsidP="00241C6E">
            <w:pPr>
              <w:pStyle w:val="TableBodyText"/>
            </w:pPr>
            <w:r w:rsidRPr="00241C6E">
              <w:t>23.0</w:t>
            </w:r>
          </w:p>
        </w:tc>
        <w:tc>
          <w:tcPr>
            <w:tcW w:w="939" w:type="dxa"/>
            <w:vAlign w:val="bottom"/>
          </w:tcPr>
          <w:p w:rsidR="00241C6E" w:rsidRPr="00241C6E" w:rsidRDefault="00241C6E" w:rsidP="00241C6E">
            <w:pPr>
              <w:pStyle w:val="TableBodyText"/>
            </w:pPr>
            <w:r w:rsidRPr="00241C6E">
              <w:t>52.5</w:t>
            </w:r>
          </w:p>
        </w:tc>
        <w:tc>
          <w:tcPr>
            <w:tcW w:w="938" w:type="dxa"/>
            <w:vAlign w:val="bottom"/>
          </w:tcPr>
          <w:p w:rsidR="00241C6E" w:rsidRPr="00241C6E" w:rsidRDefault="00241C6E" w:rsidP="00241C6E">
            <w:pPr>
              <w:pStyle w:val="TableBodyText"/>
            </w:pPr>
            <w:r w:rsidRPr="00241C6E">
              <w:t>47.2</w:t>
            </w:r>
          </w:p>
        </w:tc>
        <w:tc>
          <w:tcPr>
            <w:tcW w:w="939" w:type="dxa"/>
            <w:vAlign w:val="bottom"/>
          </w:tcPr>
          <w:p w:rsidR="00241C6E" w:rsidRPr="00241C6E" w:rsidRDefault="00241C6E" w:rsidP="00241C6E">
            <w:pPr>
              <w:pStyle w:val="TableBodyText"/>
            </w:pPr>
            <w:r w:rsidRPr="00241C6E">
              <w:t>42.9</w:t>
            </w:r>
          </w:p>
        </w:tc>
      </w:tr>
      <w:tr w:rsidR="00241C6E" w:rsidTr="00241C6E">
        <w:tc>
          <w:tcPr>
            <w:tcW w:w="1276" w:type="dxa"/>
          </w:tcPr>
          <w:p w:rsidR="00241C6E" w:rsidRDefault="00241C6E" w:rsidP="00531D51">
            <w:pPr>
              <w:pStyle w:val="TableBodyText"/>
              <w:ind w:left="136"/>
              <w:jc w:val="left"/>
            </w:pPr>
            <w:r>
              <w:t>Category 3</w:t>
            </w:r>
          </w:p>
        </w:tc>
        <w:tc>
          <w:tcPr>
            <w:tcW w:w="938" w:type="dxa"/>
            <w:vAlign w:val="bottom"/>
          </w:tcPr>
          <w:p w:rsidR="00241C6E" w:rsidRPr="00241C6E" w:rsidRDefault="00241C6E" w:rsidP="00241C6E">
            <w:pPr>
              <w:pStyle w:val="TableBodyText"/>
            </w:pPr>
            <w:r w:rsidRPr="00241C6E">
              <w:t>80.8</w:t>
            </w:r>
          </w:p>
        </w:tc>
        <w:tc>
          <w:tcPr>
            <w:tcW w:w="939" w:type="dxa"/>
            <w:vAlign w:val="bottom"/>
          </w:tcPr>
          <w:p w:rsidR="00241C6E" w:rsidRPr="00241C6E" w:rsidRDefault="00241C6E" w:rsidP="00241C6E">
            <w:pPr>
              <w:pStyle w:val="TableBodyText"/>
            </w:pPr>
            <w:r w:rsidRPr="00241C6E">
              <w:t>49.9</w:t>
            </w:r>
          </w:p>
        </w:tc>
        <w:tc>
          <w:tcPr>
            <w:tcW w:w="938" w:type="dxa"/>
            <w:vAlign w:val="bottom"/>
          </w:tcPr>
          <w:p w:rsidR="00241C6E" w:rsidRPr="00241C6E" w:rsidRDefault="00241C6E" w:rsidP="00241C6E">
            <w:pPr>
              <w:pStyle w:val="TableBodyText"/>
            </w:pPr>
            <w:r w:rsidRPr="00241C6E">
              <w:t>44.0</w:t>
            </w:r>
          </w:p>
        </w:tc>
        <w:tc>
          <w:tcPr>
            <w:tcW w:w="939" w:type="dxa"/>
            <w:vAlign w:val="bottom"/>
          </w:tcPr>
          <w:p w:rsidR="00241C6E" w:rsidRPr="00241C6E" w:rsidRDefault="00241C6E" w:rsidP="00241C6E">
            <w:pPr>
              <w:pStyle w:val="TableBodyText"/>
            </w:pPr>
            <w:r w:rsidRPr="00241C6E">
              <w:t>63.5</w:t>
            </w:r>
          </w:p>
        </w:tc>
        <w:tc>
          <w:tcPr>
            <w:tcW w:w="938" w:type="dxa"/>
            <w:vAlign w:val="bottom"/>
          </w:tcPr>
          <w:p w:rsidR="00241C6E" w:rsidRPr="00241C6E" w:rsidRDefault="00241C6E" w:rsidP="00241C6E">
            <w:pPr>
              <w:pStyle w:val="TableBodyText"/>
            </w:pPr>
            <w:r w:rsidRPr="00241C6E">
              <w:t>72.0</w:t>
            </w:r>
          </w:p>
        </w:tc>
        <w:tc>
          <w:tcPr>
            <w:tcW w:w="939" w:type="dxa"/>
            <w:vAlign w:val="bottom"/>
          </w:tcPr>
          <w:p w:rsidR="00241C6E" w:rsidRPr="00241C6E" w:rsidRDefault="00241C6E" w:rsidP="00241C6E">
            <w:pPr>
              <w:pStyle w:val="TableBodyText"/>
            </w:pPr>
            <w:r w:rsidRPr="00241C6E">
              <w:t>41.3</w:t>
            </w:r>
          </w:p>
        </w:tc>
        <w:tc>
          <w:tcPr>
            <w:tcW w:w="938" w:type="dxa"/>
            <w:vAlign w:val="bottom"/>
          </w:tcPr>
          <w:p w:rsidR="00241C6E" w:rsidRPr="00241C6E" w:rsidRDefault="00241C6E" w:rsidP="00241C6E">
            <w:pPr>
              <w:pStyle w:val="TableBodyText"/>
            </w:pPr>
            <w:r w:rsidRPr="00241C6E">
              <w:t>49.3</w:t>
            </w:r>
          </w:p>
        </w:tc>
        <w:tc>
          <w:tcPr>
            <w:tcW w:w="939" w:type="dxa"/>
            <w:vAlign w:val="bottom"/>
          </w:tcPr>
          <w:p w:rsidR="00241C6E" w:rsidRPr="00241C6E" w:rsidRDefault="00241C6E" w:rsidP="00241C6E">
            <w:pPr>
              <w:pStyle w:val="TableBodyText"/>
            </w:pPr>
            <w:r w:rsidRPr="00241C6E">
              <w:t>52.4</w:t>
            </w:r>
          </w:p>
        </w:tc>
      </w:tr>
      <w:tr w:rsidR="00241C6E" w:rsidTr="00241C6E">
        <w:tc>
          <w:tcPr>
            <w:tcW w:w="1276" w:type="dxa"/>
          </w:tcPr>
          <w:p w:rsidR="00241C6E" w:rsidRPr="00392C7F" w:rsidRDefault="00241C6E" w:rsidP="00531D51">
            <w:pPr>
              <w:pStyle w:val="TableBodyText"/>
              <w:ind w:left="136"/>
              <w:jc w:val="left"/>
              <w:rPr>
                <w:b/>
              </w:rPr>
            </w:pPr>
            <w:r w:rsidRPr="00392C7F">
              <w:rPr>
                <w:b/>
              </w:rPr>
              <w:t>Total</w:t>
            </w:r>
          </w:p>
        </w:tc>
        <w:tc>
          <w:tcPr>
            <w:tcW w:w="938" w:type="dxa"/>
            <w:vAlign w:val="bottom"/>
          </w:tcPr>
          <w:p w:rsidR="00241C6E" w:rsidRPr="00241C6E" w:rsidRDefault="00241C6E" w:rsidP="00241C6E">
            <w:pPr>
              <w:pStyle w:val="TableBodyText"/>
            </w:pPr>
            <w:r w:rsidRPr="00241C6E">
              <w:t>100.0</w:t>
            </w:r>
          </w:p>
        </w:tc>
        <w:tc>
          <w:tcPr>
            <w:tcW w:w="939" w:type="dxa"/>
            <w:vAlign w:val="bottom"/>
          </w:tcPr>
          <w:p w:rsidR="00241C6E" w:rsidRPr="00241C6E" w:rsidRDefault="00241C6E" w:rsidP="00241C6E">
            <w:pPr>
              <w:pStyle w:val="TableBodyText"/>
            </w:pPr>
            <w:r w:rsidRPr="00241C6E">
              <w:t>100.0</w:t>
            </w:r>
          </w:p>
        </w:tc>
        <w:tc>
          <w:tcPr>
            <w:tcW w:w="938" w:type="dxa"/>
            <w:vAlign w:val="bottom"/>
          </w:tcPr>
          <w:p w:rsidR="00241C6E" w:rsidRPr="00241C6E" w:rsidRDefault="00241C6E" w:rsidP="00241C6E">
            <w:pPr>
              <w:pStyle w:val="TableBodyText"/>
            </w:pPr>
            <w:r w:rsidRPr="00241C6E">
              <w:t>100.0</w:t>
            </w:r>
          </w:p>
        </w:tc>
        <w:tc>
          <w:tcPr>
            <w:tcW w:w="939" w:type="dxa"/>
            <w:vAlign w:val="bottom"/>
          </w:tcPr>
          <w:p w:rsidR="00241C6E" w:rsidRPr="00241C6E" w:rsidRDefault="00241C6E" w:rsidP="00241C6E">
            <w:pPr>
              <w:pStyle w:val="TableBodyText"/>
            </w:pPr>
            <w:r w:rsidRPr="00241C6E">
              <w:t>100.0</w:t>
            </w:r>
          </w:p>
        </w:tc>
        <w:tc>
          <w:tcPr>
            <w:tcW w:w="938" w:type="dxa"/>
            <w:vAlign w:val="bottom"/>
          </w:tcPr>
          <w:p w:rsidR="00241C6E" w:rsidRPr="00241C6E" w:rsidRDefault="00241C6E" w:rsidP="00241C6E">
            <w:pPr>
              <w:pStyle w:val="TableBodyText"/>
            </w:pPr>
            <w:r w:rsidRPr="00241C6E">
              <w:t>100.0</w:t>
            </w:r>
          </w:p>
        </w:tc>
        <w:tc>
          <w:tcPr>
            <w:tcW w:w="939" w:type="dxa"/>
            <w:vAlign w:val="bottom"/>
          </w:tcPr>
          <w:p w:rsidR="00241C6E" w:rsidRPr="00241C6E" w:rsidRDefault="00241C6E" w:rsidP="00241C6E">
            <w:pPr>
              <w:pStyle w:val="TableBodyText"/>
            </w:pPr>
            <w:r w:rsidRPr="00241C6E">
              <w:t>100.0</w:t>
            </w:r>
          </w:p>
        </w:tc>
        <w:tc>
          <w:tcPr>
            <w:tcW w:w="938" w:type="dxa"/>
            <w:vAlign w:val="bottom"/>
          </w:tcPr>
          <w:p w:rsidR="00241C6E" w:rsidRPr="00241C6E" w:rsidRDefault="00241C6E" w:rsidP="00241C6E">
            <w:pPr>
              <w:pStyle w:val="TableBodyText"/>
            </w:pPr>
            <w:r w:rsidRPr="00241C6E">
              <w:t>100.0</w:t>
            </w:r>
          </w:p>
        </w:tc>
        <w:tc>
          <w:tcPr>
            <w:tcW w:w="939" w:type="dxa"/>
            <w:vAlign w:val="bottom"/>
          </w:tcPr>
          <w:p w:rsidR="00241C6E" w:rsidRPr="00241C6E" w:rsidRDefault="00241C6E" w:rsidP="00241C6E">
            <w:pPr>
              <w:pStyle w:val="TableBodyText"/>
            </w:pPr>
            <w:r w:rsidRPr="00241C6E">
              <w:t>100.0</w:t>
            </w:r>
          </w:p>
        </w:tc>
      </w:tr>
      <w:tr w:rsidR="00241C6E" w:rsidTr="00241C6E">
        <w:tc>
          <w:tcPr>
            <w:tcW w:w="8784" w:type="dxa"/>
            <w:gridSpan w:val="9"/>
          </w:tcPr>
          <w:p w:rsidR="00241C6E" w:rsidRDefault="00241C6E" w:rsidP="00531D51">
            <w:pPr>
              <w:pStyle w:val="TableBodyText"/>
              <w:jc w:val="left"/>
            </w:pPr>
            <w:r>
              <w:t>Patients admitted from waiting lists</w:t>
            </w:r>
          </w:p>
        </w:tc>
      </w:tr>
      <w:tr w:rsidR="00241C6E" w:rsidTr="00241C6E">
        <w:tc>
          <w:tcPr>
            <w:tcW w:w="1276" w:type="dxa"/>
          </w:tcPr>
          <w:p w:rsidR="00241C6E" w:rsidRDefault="00241C6E" w:rsidP="00531D51">
            <w:pPr>
              <w:pStyle w:val="TableBodyText"/>
              <w:ind w:left="136"/>
              <w:jc w:val="left"/>
            </w:pPr>
            <w:r>
              <w:t>Category 1</w:t>
            </w:r>
          </w:p>
        </w:tc>
        <w:tc>
          <w:tcPr>
            <w:tcW w:w="938" w:type="dxa"/>
            <w:vAlign w:val="bottom"/>
          </w:tcPr>
          <w:p w:rsidR="00241C6E" w:rsidRPr="00241C6E" w:rsidRDefault="00241C6E" w:rsidP="00241C6E">
            <w:pPr>
              <w:pStyle w:val="TableBodyText"/>
            </w:pPr>
            <w:r w:rsidRPr="00241C6E">
              <w:t>25.5</w:t>
            </w:r>
          </w:p>
        </w:tc>
        <w:tc>
          <w:tcPr>
            <w:tcW w:w="939" w:type="dxa"/>
            <w:vAlign w:val="bottom"/>
          </w:tcPr>
          <w:p w:rsidR="00241C6E" w:rsidRPr="00241C6E" w:rsidRDefault="00241C6E" w:rsidP="00241C6E">
            <w:pPr>
              <w:pStyle w:val="TableBodyText"/>
            </w:pPr>
            <w:r w:rsidRPr="00241C6E">
              <w:t>30.3</w:t>
            </w:r>
          </w:p>
        </w:tc>
        <w:tc>
          <w:tcPr>
            <w:tcW w:w="938" w:type="dxa"/>
            <w:vAlign w:val="bottom"/>
          </w:tcPr>
          <w:p w:rsidR="00241C6E" w:rsidRPr="00241C6E" w:rsidRDefault="00241C6E" w:rsidP="00241C6E">
            <w:pPr>
              <w:pStyle w:val="TableBodyText"/>
            </w:pPr>
            <w:r w:rsidRPr="00241C6E">
              <w:t>40.0</w:t>
            </w:r>
          </w:p>
        </w:tc>
        <w:tc>
          <w:tcPr>
            <w:tcW w:w="939" w:type="dxa"/>
            <w:vAlign w:val="bottom"/>
          </w:tcPr>
          <w:p w:rsidR="00241C6E" w:rsidRPr="00241C6E" w:rsidRDefault="00241C6E" w:rsidP="00241C6E">
            <w:pPr>
              <w:pStyle w:val="TableBodyText"/>
            </w:pPr>
            <w:r w:rsidRPr="00241C6E">
              <w:t>23.4</w:t>
            </w:r>
          </w:p>
        </w:tc>
        <w:tc>
          <w:tcPr>
            <w:tcW w:w="938" w:type="dxa"/>
            <w:vAlign w:val="bottom"/>
          </w:tcPr>
          <w:p w:rsidR="00241C6E" w:rsidRPr="00241C6E" w:rsidRDefault="00241C6E" w:rsidP="00241C6E">
            <w:pPr>
              <w:pStyle w:val="TableBodyText"/>
            </w:pPr>
            <w:r w:rsidRPr="00241C6E">
              <w:t>27.1</w:t>
            </w:r>
          </w:p>
        </w:tc>
        <w:tc>
          <w:tcPr>
            <w:tcW w:w="939" w:type="dxa"/>
            <w:vAlign w:val="bottom"/>
          </w:tcPr>
          <w:p w:rsidR="00241C6E" w:rsidRPr="00241C6E" w:rsidRDefault="00241C6E" w:rsidP="00241C6E">
            <w:pPr>
              <w:pStyle w:val="TableBodyText"/>
            </w:pPr>
            <w:r w:rsidRPr="00241C6E">
              <w:t>39.0</w:t>
            </w:r>
          </w:p>
        </w:tc>
        <w:tc>
          <w:tcPr>
            <w:tcW w:w="938" w:type="dxa"/>
            <w:vAlign w:val="bottom"/>
          </w:tcPr>
          <w:p w:rsidR="00241C6E" w:rsidRPr="00241C6E" w:rsidRDefault="00241C6E" w:rsidP="00241C6E">
            <w:pPr>
              <w:pStyle w:val="TableBodyText"/>
            </w:pPr>
            <w:r w:rsidRPr="00241C6E">
              <w:t>30.2</w:t>
            </w:r>
          </w:p>
        </w:tc>
        <w:tc>
          <w:tcPr>
            <w:tcW w:w="939" w:type="dxa"/>
            <w:vAlign w:val="bottom"/>
          </w:tcPr>
          <w:p w:rsidR="00241C6E" w:rsidRPr="00241C6E" w:rsidRDefault="00241C6E" w:rsidP="00241C6E">
            <w:pPr>
              <w:pStyle w:val="TableBodyText"/>
            </w:pPr>
            <w:r w:rsidRPr="00241C6E">
              <w:t>38.8</w:t>
            </w:r>
          </w:p>
        </w:tc>
      </w:tr>
      <w:tr w:rsidR="00241C6E" w:rsidTr="00241C6E">
        <w:tc>
          <w:tcPr>
            <w:tcW w:w="1276" w:type="dxa"/>
          </w:tcPr>
          <w:p w:rsidR="00241C6E" w:rsidRDefault="00241C6E" w:rsidP="00531D51">
            <w:pPr>
              <w:pStyle w:val="TableBodyText"/>
              <w:ind w:left="136"/>
              <w:jc w:val="left"/>
            </w:pPr>
            <w:r>
              <w:t>Category 2</w:t>
            </w:r>
          </w:p>
        </w:tc>
        <w:tc>
          <w:tcPr>
            <w:tcW w:w="938" w:type="dxa"/>
            <w:vAlign w:val="bottom"/>
          </w:tcPr>
          <w:p w:rsidR="00241C6E" w:rsidRPr="00241C6E" w:rsidRDefault="00241C6E" w:rsidP="00241C6E">
            <w:pPr>
              <w:pStyle w:val="TableBodyText"/>
            </w:pPr>
            <w:r w:rsidRPr="00241C6E">
              <w:t>33.2</w:t>
            </w:r>
          </w:p>
        </w:tc>
        <w:tc>
          <w:tcPr>
            <w:tcW w:w="939" w:type="dxa"/>
            <w:vAlign w:val="bottom"/>
          </w:tcPr>
          <w:p w:rsidR="00241C6E" w:rsidRPr="00241C6E" w:rsidRDefault="00241C6E" w:rsidP="00241C6E">
            <w:pPr>
              <w:pStyle w:val="TableBodyText"/>
            </w:pPr>
            <w:r w:rsidRPr="00241C6E">
              <w:t>46.9</w:t>
            </w:r>
          </w:p>
        </w:tc>
        <w:tc>
          <w:tcPr>
            <w:tcW w:w="938" w:type="dxa"/>
            <w:vAlign w:val="bottom"/>
          </w:tcPr>
          <w:p w:rsidR="00241C6E" w:rsidRPr="00241C6E" w:rsidRDefault="00241C6E" w:rsidP="00241C6E">
            <w:pPr>
              <w:pStyle w:val="TableBodyText"/>
            </w:pPr>
            <w:r w:rsidRPr="00241C6E">
              <w:t>44.6</w:t>
            </w:r>
          </w:p>
        </w:tc>
        <w:tc>
          <w:tcPr>
            <w:tcW w:w="939" w:type="dxa"/>
            <w:vAlign w:val="bottom"/>
          </w:tcPr>
          <w:p w:rsidR="00241C6E" w:rsidRPr="00241C6E" w:rsidRDefault="00241C6E" w:rsidP="00241C6E">
            <w:pPr>
              <w:pStyle w:val="TableBodyText"/>
            </w:pPr>
            <w:r w:rsidRPr="00241C6E">
              <w:t>34.8</w:t>
            </w:r>
          </w:p>
        </w:tc>
        <w:tc>
          <w:tcPr>
            <w:tcW w:w="938" w:type="dxa"/>
            <w:vAlign w:val="bottom"/>
          </w:tcPr>
          <w:p w:rsidR="00241C6E" w:rsidRPr="00241C6E" w:rsidRDefault="00241C6E" w:rsidP="00241C6E">
            <w:pPr>
              <w:pStyle w:val="TableBodyText"/>
            </w:pPr>
            <w:r w:rsidRPr="00241C6E">
              <w:t>33.3</w:t>
            </w:r>
          </w:p>
        </w:tc>
        <w:tc>
          <w:tcPr>
            <w:tcW w:w="939" w:type="dxa"/>
            <w:vAlign w:val="bottom"/>
          </w:tcPr>
          <w:p w:rsidR="00241C6E" w:rsidRPr="00241C6E" w:rsidRDefault="00241C6E" w:rsidP="00241C6E">
            <w:pPr>
              <w:pStyle w:val="TableBodyText"/>
            </w:pPr>
            <w:r w:rsidRPr="00241C6E">
              <w:t>44.0</w:t>
            </w:r>
          </w:p>
        </w:tc>
        <w:tc>
          <w:tcPr>
            <w:tcW w:w="938" w:type="dxa"/>
            <w:vAlign w:val="bottom"/>
          </w:tcPr>
          <w:p w:rsidR="00241C6E" w:rsidRPr="00241C6E" w:rsidRDefault="00241C6E" w:rsidP="00241C6E">
            <w:pPr>
              <w:pStyle w:val="TableBodyText"/>
            </w:pPr>
            <w:r w:rsidRPr="00241C6E">
              <w:t>48.6</w:t>
            </w:r>
          </w:p>
        </w:tc>
        <w:tc>
          <w:tcPr>
            <w:tcW w:w="939" w:type="dxa"/>
            <w:vAlign w:val="bottom"/>
          </w:tcPr>
          <w:p w:rsidR="00241C6E" w:rsidRPr="00241C6E" w:rsidRDefault="00241C6E" w:rsidP="00241C6E">
            <w:pPr>
              <w:pStyle w:val="TableBodyText"/>
            </w:pPr>
            <w:r w:rsidRPr="00241C6E">
              <w:t>41.4</w:t>
            </w:r>
          </w:p>
        </w:tc>
      </w:tr>
      <w:tr w:rsidR="00241C6E" w:rsidTr="00241C6E">
        <w:tc>
          <w:tcPr>
            <w:tcW w:w="1276" w:type="dxa"/>
          </w:tcPr>
          <w:p w:rsidR="00241C6E" w:rsidRDefault="00241C6E" w:rsidP="00531D51">
            <w:pPr>
              <w:pStyle w:val="TableBodyText"/>
              <w:ind w:left="136"/>
              <w:jc w:val="left"/>
            </w:pPr>
            <w:r>
              <w:t>Category 3</w:t>
            </w:r>
          </w:p>
        </w:tc>
        <w:tc>
          <w:tcPr>
            <w:tcW w:w="938" w:type="dxa"/>
            <w:vAlign w:val="bottom"/>
          </w:tcPr>
          <w:p w:rsidR="00241C6E" w:rsidRPr="00241C6E" w:rsidRDefault="00241C6E" w:rsidP="00241C6E">
            <w:pPr>
              <w:pStyle w:val="TableBodyText"/>
            </w:pPr>
            <w:r w:rsidRPr="00241C6E">
              <w:t>41.3</w:t>
            </w:r>
          </w:p>
        </w:tc>
        <w:tc>
          <w:tcPr>
            <w:tcW w:w="939" w:type="dxa"/>
            <w:vAlign w:val="bottom"/>
          </w:tcPr>
          <w:p w:rsidR="00241C6E" w:rsidRPr="00241C6E" w:rsidRDefault="00241C6E" w:rsidP="00241C6E">
            <w:pPr>
              <w:pStyle w:val="TableBodyText"/>
            </w:pPr>
            <w:r w:rsidRPr="00241C6E">
              <w:t>22.8</w:t>
            </w:r>
          </w:p>
        </w:tc>
        <w:tc>
          <w:tcPr>
            <w:tcW w:w="938" w:type="dxa"/>
            <w:vAlign w:val="bottom"/>
          </w:tcPr>
          <w:p w:rsidR="00241C6E" w:rsidRPr="00241C6E" w:rsidRDefault="00241C6E" w:rsidP="00241C6E">
            <w:pPr>
              <w:pStyle w:val="TableBodyText"/>
            </w:pPr>
            <w:r w:rsidRPr="00241C6E">
              <w:t>15.4</w:t>
            </w:r>
          </w:p>
        </w:tc>
        <w:tc>
          <w:tcPr>
            <w:tcW w:w="939" w:type="dxa"/>
            <w:vAlign w:val="bottom"/>
          </w:tcPr>
          <w:p w:rsidR="00241C6E" w:rsidRPr="00241C6E" w:rsidRDefault="00241C6E" w:rsidP="00241C6E">
            <w:pPr>
              <w:pStyle w:val="TableBodyText"/>
            </w:pPr>
            <w:r w:rsidRPr="00241C6E">
              <w:t>41.8</w:t>
            </w:r>
          </w:p>
        </w:tc>
        <w:tc>
          <w:tcPr>
            <w:tcW w:w="938" w:type="dxa"/>
            <w:vAlign w:val="bottom"/>
          </w:tcPr>
          <w:p w:rsidR="00241C6E" w:rsidRPr="00241C6E" w:rsidRDefault="00241C6E" w:rsidP="00241C6E">
            <w:pPr>
              <w:pStyle w:val="TableBodyText"/>
            </w:pPr>
            <w:r w:rsidRPr="00241C6E">
              <w:t>39.6</w:t>
            </w:r>
          </w:p>
        </w:tc>
        <w:tc>
          <w:tcPr>
            <w:tcW w:w="939" w:type="dxa"/>
            <w:vAlign w:val="bottom"/>
          </w:tcPr>
          <w:p w:rsidR="00241C6E" w:rsidRPr="00241C6E" w:rsidRDefault="00241C6E" w:rsidP="00241C6E">
            <w:pPr>
              <w:pStyle w:val="TableBodyText"/>
            </w:pPr>
            <w:r w:rsidRPr="00241C6E">
              <w:t>17.0</w:t>
            </w:r>
          </w:p>
        </w:tc>
        <w:tc>
          <w:tcPr>
            <w:tcW w:w="938" w:type="dxa"/>
            <w:vAlign w:val="bottom"/>
          </w:tcPr>
          <w:p w:rsidR="00241C6E" w:rsidRPr="00241C6E" w:rsidRDefault="00241C6E" w:rsidP="00241C6E">
            <w:pPr>
              <w:pStyle w:val="TableBodyText"/>
            </w:pPr>
            <w:r w:rsidRPr="00241C6E">
              <w:t>21.2</w:t>
            </w:r>
          </w:p>
        </w:tc>
        <w:tc>
          <w:tcPr>
            <w:tcW w:w="939" w:type="dxa"/>
            <w:vAlign w:val="bottom"/>
          </w:tcPr>
          <w:p w:rsidR="00241C6E" w:rsidRPr="00241C6E" w:rsidRDefault="00241C6E" w:rsidP="00241C6E">
            <w:pPr>
              <w:pStyle w:val="TableBodyText"/>
            </w:pPr>
            <w:r w:rsidRPr="00241C6E">
              <w:t>19.8</w:t>
            </w:r>
          </w:p>
        </w:tc>
      </w:tr>
      <w:tr w:rsidR="00241C6E" w:rsidTr="00241C6E">
        <w:tc>
          <w:tcPr>
            <w:tcW w:w="1276" w:type="dxa"/>
            <w:tcBorders>
              <w:bottom w:val="single" w:sz="6" w:space="0" w:color="auto"/>
            </w:tcBorders>
            <w:shd w:val="clear" w:color="auto" w:fill="auto"/>
            <w:vAlign w:val="bottom"/>
          </w:tcPr>
          <w:p w:rsidR="00241C6E" w:rsidRPr="00392C7F" w:rsidRDefault="00241C6E" w:rsidP="00531D51">
            <w:pPr>
              <w:pStyle w:val="TableBodyText"/>
              <w:ind w:left="136"/>
              <w:jc w:val="left"/>
              <w:rPr>
                <w:b/>
              </w:rPr>
            </w:pPr>
            <w:r w:rsidRPr="00392C7F">
              <w:rPr>
                <w:b/>
              </w:rPr>
              <w:t>Total</w:t>
            </w:r>
          </w:p>
        </w:tc>
        <w:tc>
          <w:tcPr>
            <w:tcW w:w="938"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9"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8"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9"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8"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9"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8"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c>
          <w:tcPr>
            <w:tcW w:w="939" w:type="dxa"/>
            <w:tcBorders>
              <w:bottom w:val="single" w:sz="6" w:space="0" w:color="auto"/>
            </w:tcBorders>
            <w:shd w:val="clear" w:color="auto" w:fill="auto"/>
            <w:vAlign w:val="bottom"/>
          </w:tcPr>
          <w:p w:rsidR="00241C6E" w:rsidRPr="00241C6E" w:rsidRDefault="00241C6E" w:rsidP="00241C6E">
            <w:pPr>
              <w:pStyle w:val="TableBodyText"/>
            </w:pPr>
            <w:r w:rsidRPr="00241C6E">
              <w:t>100.0</w:t>
            </w:r>
          </w:p>
        </w:tc>
      </w:tr>
    </w:tbl>
    <w:p w:rsidR="00D2410D" w:rsidRPr="00FB52EC" w:rsidRDefault="00D2410D" w:rsidP="00D2410D">
      <w:pPr>
        <w:pStyle w:val="Source"/>
      </w:pPr>
      <w:r>
        <w:rPr>
          <w:i/>
        </w:rPr>
        <w:t>Source</w:t>
      </w:r>
      <w:r>
        <w:t>: State and Territory governments (unpublished).</w:t>
      </w:r>
    </w:p>
    <w:p w:rsidR="008D280D" w:rsidRDefault="00C67C5F" w:rsidP="00D2410D">
      <w:pPr>
        <w:pStyle w:val="BodyText"/>
      </w:pPr>
      <w:r>
        <w:t xml:space="preserve">Reporting of </w:t>
      </w:r>
      <w:r w:rsidR="00D2410D">
        <w:t>elective surgery waiting times by clinical urgency category includes the proportions of patients with extended waits at admission. The proportions of patients on waiting lists who already had an extended wait</w:t>
      </w:r>
      <w:r w:rsidR="00D2410D" w:rsidRPr="00733BDC">
        <w:t xml:space="preserve"> </w:t>
      </w:r>
      <w:r w:rsidR="00D2410D">
        <w:t xml:space="preserve">are reported in tables </w:t>
      </w:r>
      <w:proofErr w:type="spellStart"/>
      <w:r w:rsidR="00D2410D">
        <w:t>10A.2</w:t>
      </w:r>
      <w:r w:rsidR="00593347">
        <w:t>8</w:t>
      </w:r>
      <w:proofErr w:type="spellEnd"/>
      <w:r w:rsidR="00D2410D">
        <w:t xml:space="preserve">, </w:t>
      </w:r>
      <w:proofErr w:type="spellStart"/>
      <w:r w:rsidR="00D2410D">
        <w:t>10A.</w:t>
      </w:r>
      <w:r w:rsidR="00593347">
        <w:t>30</w:t>
      </w:r>
      <w:proofErr w:type="spellEnd"/>
      <w:r w:rsidR="00D2410D">
        <w:t xml:space="preserve">, </w:t>
      </w:r>
      <w:proofErr w:type="spellStart"/>
      <w:r w:rsidR="00D2410D">
        <w:t>10A.3</w:t>
      </w:r>
      <w:r w:rsidR="00593347">
        <w:t>2</w:t>
      </w:r>
      <w:proofErr w:type="spellEnd"/>
      <w:r w:rsidR="00D2410D">
        <w:t xml:space="preserve">, </w:t>
      </w:r>
      <w:proofErr w:type="spellStart"/>
      <w:r w:rsidR="00D2410D">
        <w:t>10A.3</w:t>
      </w:r>
      <w:r w:rsidR="00593347">
        <w:t>4</w:t>
      </w:r>
      <w:proofErr w:type="spellEnd"/>
      <w:r w:rsidR="00D2410D">
        <w:t xml:space="preserve">, </w:t>
      </w:r>
      <w:proofErr w:type="spellStart"/>
      <w:r w:rsidR="00D2410D">
        <w:t>10A.3</w:t>
      </w:r>
      <w:r w:rsidR="00593347">
        <w:t>6</w:t>
      </w:r>
      <w:proofErr w:type="spellEnd"/>
      <w:r w:rsidR="00D2410D">
        <w:t xml:space="preserve">, </w:t>
      </w:r>
      <w:proofErr w:type="spellStart"/>
      <w:r w:rsidR="00D2410D">
        <w:t>10A.3</w:t>
      </w:r>
      <w:r w:rsidR="00593347">
        <w:t>8</w:t>
      </w:r>
      <w:proofErr w:type="spellEnd"/>
      <w:r w:rsidR="00D2410D">
        <w:t xml:space="preserve">, </w:t>
      </w:r>
      <w:proofErr w:type="spellStart"/>
      <w:r w:rsidR="00D2410D">
        <w:t>10A.</w:t>
      </w:r>
      <w:r w:rsidR="00593347">
        <w:t>40</w:t>
      </w:r>
      <w:proofErr w:type="spellEnd"/>
      <w:r w:rsidR="00D2410D">
        <w:t xml:space="preserve"> and </w:t>
      </w:r>
      <w:proofErr w:type="spellStart"/>
      <w:r w:rsidR="00D2410D">
        <w:t>10A.4</w:t>
      </w:r>
      <w:r w:rsidR="00593347">
        <w:t>2</w:t>
      </w:r>
      <w:proofErr w:type="spellEnd"/>
      <w:r w:rsidR="00D2410D">
        <w:t xml:space="preserve">. </w:t>
      </w:r>
      <w:r w:rsidR="008D280D">
        <w:t>The p</w:t>
      </w:r>
      <w:r w:rsidR="008D280D" w:rsidRPr="00B65CFC">
        <w:t>roportion of patients on waiting lists who already had an extended wait at the date of the census</w:t>
      </w:r>
      <w:r w:rsidR="008D280D">
        <w:t xml:space="preserve"> does not represent the completed waiting times of patients. This is represented by </w:t>
      </w:r>
      <w:r w:rsidR="00DA274B">
        <w:t xml:space="preserve">the </w:t>
      </w:r>
      <w:r w:rsidR="008D280D" w:rsidRPr="008D280D">
        <w:t>proportion of patients with ex</w:t>
      </w:r>
      <w:r w:rsidR="00F85E87">
        <w:t>tended waits at admission</w:t>
      </w:r>
      <w:r w:rsidR="008D280D">
        <w:t>.</w:t>
      </w:r>
    </w:p>
    <w:p w:rsidR="00D2410D" w:rsidRPr="0065610A" w:rsidRDefault="00D2410D" w:rsidP="00D2410D">
      <w:pPr>
        <w:pStyle w:val="BodyText"/>
      </w:pPr>
      <w:r>
        <w:t>Of patients admitted from waiting lists in NSW in 20</w:t>
      </w:r>
      <w:r w:rsidR="007D3BCD">
        <w:t>1</w:t>
      </w:r>
      <w:r w:rsidR="00593347">
        <w:t>1</w:t>
      </w:r>
      <w:r>
        <w:t>-1</w:t>
      </w:r>
      <w:r w:rsidR="00593347">
        <w:t>2</w:t>
      </w:r>
      <w:r w:rsidRPr="0065610A">
        <w:t>:</w:t>
      </w:r>
    </w:p>
    <w:p w:rsidR="00D2410D" w:rsidRPr="0065610A" w:rsidRDefault="006C1258" w:rsidP="00D2410D">
      <w:pPr>
        <w:pStyle w:val="ListBullet"/>
      </w:pPr>
      <w:r>
        <w:t>25.5</w:t>
      </w:r>
      <w:r w:rsidR="00D2410D" w:rsidRPr="0065610A">
        <w:t xml:space="preserve"> per cent </w:t>
      </w:r>
      <w:r w:rsidR="00D2410D">
        <w:t xml:space="preserve">were classified to </w:t>
      </w:r>
      <w:r w:rsidR="00D2410D" w:rsidRPr="0065610A">
        <w:t>category 1</w:t>
      </w:r>
      <w:r w:rsidR="00D2410D">
        <w:t xml:space="preserve">, of whom </w:t>
      </w:r>
      <w:r w:rsidR="00E67F4B">
        <w:t>6.3</w:t>
      </w:r>
      <w:r w:rsidR="00D2410D" w:rsidRPr="0065610A">
        <w:t xml:space="preserve"> per cent </w:t>
      </w:r>
      <w:r w:rsidR="00D2410D">
        <w:t>had an extended wait</w:t>
      </w:r>
    </w:p>
    <w:p w:rsidR="00D2410D" w:rsidRPr="0065610A" w:rsidRDefault="006C1258" w:rsidP="00D2410D">
      <w:pPr>
        <w:pStyle w:val="ListBullet"/>
      </w:pPr>
      <w:r>
        <w:t>33.2</w:t>
      </w:r>
      <w:r w:rsidR="00D2410D" w:rsidRPr="0065610A">
        <w:t xml:space="preserve"> per cent </w:t>
      </w:r>
      <w:r w:rsidR="00D2410D">
        <w:t xml:space="preserve">were classified to category 2, of whom </w:t>
      </w:r>
      <w:r w:rsidR="00E67F4B">
        <w:t>9.8</w:t>
      </w:r>
      <w:r w:rsidR="00D2410D" w:rsidRPr="0065610A">
        <w:t xml:space="preserve"> per cent </w:t>
      </w:r>
      <w:r w:rsidR="00D2410D">
        <w:t>had an extended wait</w:t>
      </w:r>
      <w:r w:rsidR="00D2410D" w:rsidRPr="0065610A">
        <w:t xml:space="preserve"> </w:t>
      </w:r>
    </w:p>
    <w:p w:rsidR="00D2410D" w:rsidRPr="0065610A" w:rsidRDefault="006C1258" w:rsidP="00D2410D">
      <w:pPr>
        <w:pStyle w:val="ListBullet"/>
      </w:pPr>
      <w:r>
        <w:t>41.3</w:t>
      </w:r>
      <w:r w:rsidR="00D2410D" w:rsidRPr="0065610A">
        <w:t> per cent</w:t>
      </w:r>
      <w:r w:rsidR="00D2410D">
        <w:t xml:space="preserve"> were classified to category 3, of whom</w:t>
      </w:r>
      <w:r w:rsidR="00D2410D" w:rsidRPr="0065610A">
        <w:t xml:space="preserve"> </w:t>
      </w:r>
      <w:r w:rsidR="00E679F6">
        <w:t>8.</w:t>
      </w:r>
      <w:r w:rsidR="00E67F4B">
        <w:t>4</w:t>
      </w:r>
      <w:r w:rsidR="00D2410D" w:rsidRPr="0065610A">
        <w:t xml:space="preserve"> per cent </w:t>
      </w:r>
      <w:r w:rsidR="00D2410D">
        <w:t xml:space="preserve">had an extended wait. </w:t>
      </w:r>
    </w:p>
    <w:p w:rsidR="00D2410D" w:rsidRPr="0065610A" w:rsidRDefault="00D2410D" w:rsidP="00D2410D">
      <w:pPr>
        <w:pStyle w:val="BodyText"/>
      </w:pPr>
      <w:r w:rsidRPr="0065610A">
        <w:t>Overall</w:t>
      </w:r>
      <w:r>
        <w:t xml:space="preserve"> in NSW,</w:t>
      </w:r>
      <w:r w:rsidRPr="0065610A">
        <w:t xml:space="preserve"> </w:t>
      </w:r>
      <w:r w:rsidR="00E679F6">
        <w:t>8.</w:t>
      </w:r>
      <w:r w:rsidR="00E67F4B">
        <w:t>3</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t>10A.2</w:t>
      </w:r>
      <w:r w:rsidR="00593347">
        <w:t>8</w:t>
      </w:r>
      <w:proofErr w:type="spellEnd"/>
      <w:r w:rsidRPr="0065610A">
        <w:t>).</w:t>
      </w:r>
    </w:p>
    <w:p w:rsidR="00D2410D" w:rsidRPr="0065610A" w:rsidRDefault="00D2410D" w:rsidP="00D2410D">
      <w:pPr>
        <w:pStyle w:val="BodyText"/>
      </w:pPr>
      <w:r w:rsidRPr="0065610A">
        <w:t xml:space="preserve">Of patients admitted from waiting lists in Victoria </w:t>
      </w:r>
      <w:r>
        <w:t>in</w:t>
      </w:r>
      <w:r w:rsidRPr="0065610A">
        <w:t xml:space="preserve"> </w:t>
      </w:r>
      <w:r w:rsidR="007D3BCD" w:rsidRPr="007D3BCD">
        <w:t>201</w:t>
      </w:r>
      <w:r w:rsidR="00593347">
        <w:t>1</w:t>
      </w:r>
      <w:r w:rsidR="007D3BCD" w:rsidRPr="007D3BCD">
        <w:t>-1</w:t>
      </w:r>
      <w:r w:rsidR="00593347">
        <w:t>2</w:t>
      </w:r>
      <w:r w:rsidRPr="0065610A">
        <w:t>:</w:t>
      </w:r>
    </w:p>
    <w:p w:rsidR="00D2410D" w:rsidRPr="0065610A" w:rsidRDefault="006C1258" w:rsidP="00D2410D">
      <w:pPr>
        <w:pStyle w:val="ListBullet"/>
      </w:pPr>
      <w:r>
        <w:t>30.3</w:t>
      </w:r>
      <w:r w:rsidR="00D2410D" w:rsidRPr="0065610A">
        <w:t xml:space="preserve"> per cent </w:t>
      </w:r>
      <w:r w:rsidR="00D2410D">
        <w:t xml:space="preserve">were classified to category 1, of whom </w:t>
      </w:r>
      <w:r w:rsidR="00E679F6">
        <w:t>zero</w:t>
      </w:r>
      <w:r w:rsidR="00D2410D" w:rsidRPr="0065610A">
        <w:t xml:space="preserve"> per cent </w:t>
      </w:r>
      <w:r w:rsidR="00D2410D">
        <w:t>had an extended wait</w:t>
      </w:r>
    </w:p>
    <w:p w:rsidR="00D2410D" w:rsidRPr="0065610A" w:rsidRDefault="006C1258" w:rsidP="00D2410D">
      <w:pPr>
        <w:pStyle w:val="ListBullet"/>
      </w:pPr>
      <w:r>
        <w:t>46.9</w:t>
      </w:r>
      <w:r w:rsidR="00D2410D" w:rsidRPr="0065610A">
        <w:t xml:space="preserve"> per cent </w:t>
      </w:r>
      <w:r w:rsidR="00D2410D">
        <w:t xml:space="preserve">were classified to category 2, of whom </w:t>
      </w:r>
      <w:r w:rsidR="00E67F4B">
        <w:t>27.7</w:t>
      </w:r>
      <w:r w:rsidR="00D2410D" w:rsidRPr="0065610A">
        <w:t xml:space="preserve"> per cent </w:t>
      </w:r>
      <w:r w:rsidR="00D2410D">
        <w:t>had an extended wait</w:t>
      </w:r>
      <w:r w:rsidR="00D2410D" w:rsidRPr="0065610A">
        <w:t xml:space="preserve"> </w:t>
      </w:r>
    </w:p>
    <w:p w:rsidR="00D2410D" w:rsidRPr="0065610A" w:rsidRDefault="006C1258" w:rsidP="00D2410D">
      <w:pPr>
        <w:pStyle w:val="ListBullet"/>
      </w:pPr>
      <w:r>
        <w:t>22.8</w:t>
      </w:r>
      <w:r w:rsidR="00D2410D" w:rsidRPr="0065610A">
        <w:t> per cent</w:t>
      </w:r>
      <w:r w:rsidR="00D2410D">
        <w:t xml:space="preserve"> were classified to category 3, of whom</w:t>
      </w:r>
      <w:r w:rsidR="00D2410D" w:rsidRPr="0065610A">
        <w:t xml:space="preserve"> </w:t>
      </w:r>
      <w:r w:rsidR="00E67F4B">
        <w:t>8.5</w:t>
      </w:r>
      <w:r w:rsidR="00D2410D" w:rsidRPr="0065610A">
        <w:t xml:space="preserve"> per cent </w:t>
      </w:r>
      <w:r w:rsidR="00D2410D">
        <w:t>had an extended wait.</w:t>
      </w:r>
    </w:p>
    <w:p w:rsidR="00D2410D" w:rsidRPr="0065610A" w:rsidRDefault="00D2410D" w:rsidP="00D2410D">
      <w:pPr>
        <w:pStyle w:val="BodyText"/>
      </w:pPr>
      <w:r w:rsidRPr="0065610A">
        <w:t xml:space="preserve">Overall </w:t>
      </w:r>
      <w:r>
        <w:t xml:space="preserve">in Victoria, </w:t>
      </w:r>
      <w:r w:rsidR="00E679F6">
        <w:t>1</w:t>
      </w:r>
      <w:r w:rsidR="00E67F4B">
        <w:t>4</w:t>
      </w:r>
      <w:r w:rsidR="00E679F6">
        <w:t>.9</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rsidRPr="0065610A">
        <w:t>10A.</w:t>
      </w:r>
      <w:r w:rsidR="00593347">
        <w:t>30</w:t>
      </w:r>
      <w:proofErr w:type="spellEnd"/>
      <w:r w:rsidRPr="0065610A">
        <w:t>).</w:t>
      </w:r>
    </w:p>
    <w:p w:rsidR="00D2410D" w:rsidRPr="0065610A" w:rsidRDefault="00D2410D" w:rsidP="00D2410D">
      <w:pPr>
        <w:pStyle w:val="BodyText"/>
      </w:pPr>
      <w:r>
        <w:t xml:space="preserve">Of patients admitted from waiting lists in Queensland in </w:t>
      </w:r>
      <w:r w:rsidR="007D3BCD" w:rsidRPr="007D3BCD">
        <w:t>201</w:t>
      </w:r>
      <w:r w:rsidR="009D01B6">
        <w:t>1</w:t>
      </w:r>
      <w:r w:rsidR="007D3BCD" w:rsidRPr="007D3BCD">
        <w:t>-1</w:t>
      </w:r>
      <w:r w:rsidR="009D01B6">
        <w:t>2</w:t>
      </w:r>
      <w:r w:rsidRPr="0065610A">
        <w:t>:</w:t>
      </w:r>
    </w:p>
    <w:p w:rsidR="00D2410D" w:rsidRPr="0065610A" w:rsidRDefault="006C1258" w:rsidP="00D2410D">
      <w:pPr>
        <w:pStyle w:val="ListBullet"/>
      </w:pPr>
      <w:r>
        <w:t>40.0</w:t>
      </w:r>
      <w:r w:rsidR="00D2410D" w:rsidRPr="0065610A">
        <w:t xml:space="preserve"> per cent </w:t>
      </w:r>
      <w:r w:rsidR="00D2410D">
        <w:t xml:space="preserve">were classified to category 1, of whom </w:t>
      </w:r>
      <w:r w:rsidR="00E67F4B">
        <w:t>12.3</w:t>
      </w:r>
      <w:r w:rsidR="00D2410D" w:rsidRPr="0065610A">
        <w:t xml:space="preserve"> per cent </w:t>
      </w:r>
      <w:r w:rsidR="00D2410D">
        <w:t>had an extended wait</w:t>
      </w:r>
    </w:p>
    <w:p w:rsidR="00D2410D" w:rsidRPr="0065610A" w:rsidRDefault="006C1258" w:rsidP="00D2410D">
      <w:pPr>
        <w:pStyle w:val="ListBullet"/>
      </w:pPr>
      <w:r>
        <w:t>44.6</w:t>
      </w:r>
      <w:r w:rsidR="00D2410D" w:rsidRPr="0065610A">
        <w:t> per cent</w:t>
      </w:r>
      <w:r w:rsidR="00D2410D">
        <w:t xml:space="preserve"> were classified to category 2, of whom </w:t>
      </w:r>
      <w:r w:rsidR="00E67F4B">
        <w:t>22.5</w:t>
      </w:r>
      <w:r w:rsidR="00D2410D" w:rsidRPr="0065610A">
        <w:t xml:space="preserve"> per cent </w:t>
      </w:r>
      <w:r w:rsidR="00D2410D">
        <w:t>had an extended wait</w:t>
      </w:r>
      <w:r w:rsidR="00D2410D" w:rsidRPr="0065610A">
        <w:t xml:space="preserve"> </w:t>
      </w:r>
    </w:p>
    <w:p w:rsidR="00D2410D" w:rsidRPr="0065610A" w:rsidRDefault="007D3BCD" w:rsidP="00D2410D">
      <w:pPr>
        <w:pStyle w:val="ListBullet"/>
      </w:pPr>
      <w:r>
        <w:t>15.4</w:t>
      </w:r>
      <w:r w:rsidR="00D2410D" w:rsidRPr="0065610A">
        <w:t xml:space="preserve"> per cent </w:t>
      </w:r>
      <w:r w:rsidR="00D2410D">
        <w:t xml:space="preserve">were classified to category 3, of </w:t>
      </w:r>
      <w:r w:rsidR="00D2410D" w:rsidRPr="001D3925">
        <w:t xml:space="preserve">whom </w:t>
      </w:r>
      <w:r w:rsidR="00E67F4B" w:rsidRPr="001D3925">
        <w:t>10</w:t>
      </w:r>
      <w:r w:rsidR="00B14C99" w:rsidRPr="001D3925">
        <w:t>.</w:t>
      </w:r>
      <w:r w:rsidR="00E679F6" w:rsidRPr="001D3925">
        <w:t>2</w:t>
      </w:r>
      <w:r w:rsidR="00D2410D" w:rsidRPr="0065610A">
        <w:t xml:space="preserve"> per cent </w:t>
      </w:r>
      <w:r w:rsidR="00D2410D">
        <w:t>had an extended wait.</w:t>
      </w:r>
    </w:p>
    <w:p w:rsidR="00D2410D" w:rsidRPr="0065610A" w:rsidRDefault="00D2410D" w:rsidP="00D2410D">
      <w:pPr>
        <w:pStyle w:val="BodyText"/>
      </w:pPr>
      <w:r w:rsidRPr="0065610A">
        <w:t xml:space="preserve">Overall </w:t>
      </w:r>
      <w:r>
        <w:t xml:space="preserve">in Queensland, </w:t>
      </w:r>
      <w:r w:rsidR="00E67F4B">
        <w:t>16.5</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rsidRPr="0065610A">
        <w:t>10A.</w:t>
      </w:r>
      <w:r>
        <w:t>3</w:t>
      </w:r>
      <w:r w:rsidR="00593347">
        <w:t>2</w:t>
      </w:r>
      <w:proofErr w:type="spellEnd"/>
      <w:r w:rsidRPr="0065610A">
        <w:t>).</w:t>
      </w:r>
    </w:p>
    <w:p w:rsidR="00D2410D" w:rsidRPr="006A1163" w:rsidRDefault="00D2410D" w:rsidP="00D2410D">
      <w:pPr>
        <w:pStyle w:val="BodyText"/>
      </w:pPr>
      <w:r w:rsidRPr="006A1163">
        <w:t xml:space="preserve">Of patients admitted from waiting lists in WA in </w:t>
      </w:r>
      <w:r w:rsidR="007D3BCD" w:rsidRPr="006A1163">
        <w:t>201</w:t>
      </w:r>
      <w:r w:rsidR="009D01B6">
        <w:t>1</w:t>
      </w:r>
      <w:r w:rsidR="007D3BCD" w:rsidRPr="006A1163">
        <w:t>-1</w:t>
      </w:r>
      <w:r w:rsidR="009D01B6">
        <w:t>2</w:t>
      </w:r>
      <w:r w:rsidRPr="006A1163">
        <w:t>:</w:t>
      </w:r>
    </w:p>
    <w:p w:rsidR="00D2410D" w:rsidRPr="006A1163" w:rsidRDefault="006C1258" w:rsidP="00D2410D">
      <w:pPr>
        <w:pStyle w:val="ListBullet"/>
      </w:pPr>
      <w:r>
        <w:t>23.4</w:t>
      </w:r>
      <w:r w:rsidR="00D2410D" w:rsidRPr="006A1163">
        <w:t xml:space="preserve"> per cent were classified to category 1, of whom </w:t>
      </w:r>
      <w:r w:rsidR="00E67F4B">
        <w:t>15.4</w:t>
      </w:r>
      <w:r w:rsidR="00D2410D" w:rsidRPr="006A1163">
        <w:t xml:space="preserve"> per cent had an extended wait</w:t>
      </w:r>
    </w:p>
    <w:p w:rsidR="00D2410D" w:rsidRPr="006A1163" w:rsidRDefault="006C1258" w:rsidP="00D2410D">
      <w:pPr>
        <w:pStyle w:val="ListBullet"/>
      </w:pPr>
      <w:r>
        <w:t>34.8</w:t>
      </w:r>
      <w:r w:rsidR="00D2410D" w:rsidRPr="006A1163">
        <w:t xml:space="preserve"> per cent were classified to category 2, of whom </w:t>
      </w:r>
      <w:r w:rsidR="00E67F4B">
        <w:t>17.4</w:t>
      </w:r>
      <w:r w:rsidR="00D2410D" w:rsidRPr="006A1163">
        <w:t xml:space="preserve"> per cent had an extended wait </w:t>
      </w:r>
    </w:p>
    <w:p w:rsidR="00D2410D" w:rsidRPr="006A1163" w:rsidRDefault="006C1258" w:rsidP="00D2410D">
      <w:pPr>
        <w:pStyle w:val="ListBullet"/>
      </w:pPr>
      <w:r>
        <w:t>41.8</w:t>
      </w:r>
      <w:r w:rsidR="00D2410D" w:rsidRPr="006A1163">
        <w:t> per cent were classified to category 3, of whom 3.</w:t>
      </w:r>
      <w:r w:rsidR="00E67F4B">
        <w:t>5</w:t>
      </w:r>
      <w:r w:rsidR="00D2410D" w:rsidRPr="006A1163">
        <w:t xml:space="preserve"> per cent had an extended wait.</w:t>
      </w:r>
    </w:p>
    <w:p w:rsidR="00D2410D" w:rsidRPr="006A1163" w:rsidRDefault="00D2410D" w:rsidP="00D2410D">
      <w:pPr>
        <w:pStyle w:val="BodyText"/>
      </w:pPr>
      <w:r w:rsidRPr="006A1163">
        <w:t xml:space="preserve">Overall in WA, </w:t>
      </w:r>
      <w:r w:rsidR="006A1163" w:rsidRPr="006A1163">
        <w:t>11.</w:t>
      </w:r>
      <w:r w:rsidR="00E67F4B">
        <w:t>1</w:t>
      </w:r>
      <w:r w:rsidRPr="006A1163">
        <w:t xml:space="preserve"> per cent of all patients experienced extended waits (table 10.</w:t>
      </w:r>
      <w:r w:rsidR="005775A5">
        <w:t>3</w:t>
      </w:r>
      <w:r w:rsidRPr="006A1163">
        <w:t> and table </w:t>
      </w:r>
      <w:proofErr w:type="spellStart"/>
      <w:r w:rsidRPr="006A1163">
        <w:t>10A.3</w:t>
      </w:r>
      <w:r w:rsidR="00593347">
        <w:t>4</w:t>
      </w:r>
      <w:proofErr w:type="spellEnd"/>
      <w:r w:rsidRPr="006A1163">
        <w:t>).</w:t>
      </w:r>
    </w:p>
    <w:p w:rsidR="00D2410D" w:rsidRPr="0065610A" w:rsidRDefault="00D2410D" w:rsidP="00D2410D">
      <w:pPr>
        <w:pStyle w:val="BodyText"/>
      </w:pPr>
      <w:r>
        <w:t xml:space="preserve">Of patients admitted from waiting lists in SA in </w:t>
      </w:r>
      <w:r w:rsidR="007D3BCD" w:rsidRPr="007D3BCD">
        <w:t>201</w:t>
      </w:r>
      <w:r w:rsidR="009D01B6">
        <w:t>1</w:t>
      </w:r>
      <w:r w:rsidR="007D3BCD" w:rsidRPr="007D3BCD">
        <w:t>-1</w:t>
      </w:r>
      <w:r w:rsidR="009D01B6">
        <w:t>2</w:t>
      </w:r>
      <w:r w:rsidRPr="0065610A">
        <w:t>:</w:t>
      </w:r>
    </w:p>
    <w:p w:rsidR="00D2410D" w:rsidRPr="0065610A" w:rsidRDefault="006C1258" w:rsidP="00D2410D">
      <w:pPr>
        <w:pStyle w:val="ListBullet"/>
      </w:pPr>
      <w:r>
        <w:t>27.1</w:t>
      </w:r>
      <w:r w:rsidR="00D2410D" w:rsidRPr="0065610A">
        <w:t> per cent</w:t>
      </w:r>
      <w:r w:rsidR="00D2410D">
        <w:t xml:space="preserve"> were classified to category 1, of whom</w:t>
      </w:r>
      <w:r w:rsidR="00D2410D" w:rsidRPr="0065610A">
        <w:t xml:space="preserve"> </w:t>
      </w:r>
      <w:r w:rsidR="00E67F4B">
        <w:t>9.9</w:t>
      </w:r>
      <w:r w:rsidR="00D2410D" w:rsidRPr="0065610A">
        <w:t xml:space="preserve"> per cent </w:t>
      </w:r>
      <w:r w:rsidR="00D2410D">
        <w:t>had an extended wait</w:t>
      </w:r>
    </w:p>
    <w:p w:rsidR="00D2410D" w:rsidRPr="0065610A" w:rsidRDefault="006C1258" w:rsidP="00D2410D">
      <w:pPr>
        <w:pStyle w:val="ListBullet"/>
      </w:pPr>
      <w:r>
        <w:t>33.3</w:t>
      </w:r>
      <w:r w:rsidR="00D2410D">
        <w:t xml:space="preserve"> </w:t>
      </w:r>
      <w:r w:rsidR="00D2410D" w:rsidRPr="0065610A">
        <w:t>per cent</w:t>
      </w:r>
      <w:r w:rsidR="00D2410D">
        <w:t xml:space="preserve"> were classified to category 2, of whom</w:t>
      </w:r>
      <w:r w:rsidR="00D2410D" w:rsidRPr="0065610A">
        <w:t xml:space="preserve"> </w:t>
      </w:r>
      <w:r w:rsidR="00E67F4B">
        <w:t>16.8</w:t>
      </w:r>
      <w:r w:rsidR="00D2410D" w:rsidRPr="0065610A">
        <w:t xml:space="preserve"> per cent </w:t>
      </w:r>
      <w:r w:rsidR="00D2410D">
        <w:t>had an extended wait</w:t>
      </w:r>
    </w:p>
    <w:p w:rsidR="00D2410D" w:rsidRPr="0065610A" w:rsidRDefault="006C1258" w:rsidP="00D2410D">
      <w:pPr>
        <w:pStyle w:val="ListBullet"/>
      </w:pPr>
      <w:r>
        <w:t>39.6</w:t>
      </w:r>
      <w:r w:rsidR="00D2410D" w:rsidRPr="0065610A">
        <w:t xml:space="preserve"> per cent </w:t>
      </w:r>
      <w:r w:rsidR="00D2410D">
        <w:t xml:space="preserve">were classified to category 3, of whom </w:t>
      </w:r>
      <w:r w:rsidR="00E67F4B">
        <w:t>3.9</w:t>
      </w:r>
      <w:r w:rsidR="00D2410D" w:rsidRPr="0065610A">
        <w:t xml:space="preserve"> per cent </w:t>
      </w:r>
      <w:r w:rsidR="00D2410D">
        <w:t>had an extended wait.</w:t>
      </w:r>
    </w:p>
    <w:p w:rsidR="00D2410D" w:rsidRPr="0065610A" w:rsidRDefault="00D2410D" w:rsidP="00D2410D">
      <w:pPr>
        <w:pStyle w:val="BodyText"/>
      </w:pPr>
      <w:r w:rsidRPr="0065610A">
        <w:t>Overall</w:t>
      </w:r>
      <w:r>
        <w:t xml:space="preserve"> in SA,</w:t>
      </w:r>
      <w:r w:rsidRPr="0065610A">
        <w:t xml:space="preserve"> </w:t>
      </w:r>
      <w:r w:rsidR="00E67F4B">
        <w:t>7.8</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rsidRPr="0065610A">
        <w:t>10A.</w:t>
      </w:r>
      <w:r>
        <w:t>3</w:t>
      </w:r>
      <w:r w:rsidR="00593347">
        <w:t>6</w:t>
      </w:r>
      <w:proofErr w:type="spellEnd"/>
      <w:r w:rsidRPr="0065610A">
        <w:t>).</w:t>
      </w:r>
    </w:p>
    <w:p w:rsidR="00D2410D" w:rsidRPr="0065610A" w:rsidRDefault="00D2410D" w:rsidP="00D2410D">
      <w:pPr>
        <w:pStyle w:val="BodyText"/>
      </w:pPr>
      <w:r>
        <w:t xml:space="preserve">Of patients admitted from waiting lists in Tasmania in </w:t>
      </w:r>
      <w:r w:rsidR="007D3BCD" w:rsidRPr="007D3BCD">
        <w:t>201</w:t>
      </w:r>
      <w:r w:rsidR="009D01B6">
        <w:t>1</w:t>
      </w:r>
      <w:r w:rsidR="007D3BCD" w:rsidRPr="007D3BCD">
        <w:t>-1</w:t>
      </w:r>
      <w:r w:rsidR="009D01B6">
        <w:t>2</w:t>
      </w:r>
      <w:r w:rsidRPr="0065610A">
        <w:t>:</w:t>
      </w:r>
    </w:p>
    <w:p w:rsidR="00D2410D" w:rsidRPr="00287E06" w:rsidRDefault="006C1258" w:rsidP="00D2410D">
      <w:pPr>
        <w:pStyle w:val="ListBullet"/>
      </w:pPr>
      <w:r>
        <w:t>39.0</w:t>
      </w:r>
      <w:r w:rsidR="00D2410D" w:rsidRPr="00287E06">
        <w:t xml:space="preserve"> per cent were classified to category 1, of whom </w:t>
      </w:r>
      <w:r w:rsidR="005D4F34">
        <w:t>2</w:t>
      </w:r>
      <w:r w:rsidR="002D3545">
        <w:t>4</w:t>
      </w:r>
      <w:r w:rsidR="005D4F34">
        <w:t>.0</w:t>
      </w:r>
      <w:r w:rsidR="00D2410D" w:rsidRPr="00287E06">
        <w:t xml:space="preserve"> per cent had an extended wait </w:t>
      </w:r>
    </w:p>
    <w:p w:rsidR="00D2410D" w:rsidRPr="0065610A" w:rsidRDefault="006C1258" w:rsidP="00D2410D">
      <w:pPr>
        <w:pStyle w:val="ListBullet"/>
      </w:pPr>
      <w:r>
        <w:t>44.0</w:t>
      </w:r>
      <w:r w:rsidR="00D2410D" w:rsidRPr="0065610A">
        <w:t xml:space="preserve"> per cent </w:t>
      </w:r>
      <w:r w:rsidR="00D2410D">
        <w:t xml:space="preserve">were classified to category 2, of whom </w:t>
      </w:r>
      <w:r w:rsidR="002D3545">
        <w:t>40</w:t>
      </w:r>
      <w:r w:rsidR="005D4F34">
        <w:t>.0</w:t>
      </w:r>
      <w:r w:rsidR="00D2410D" w:rsidRPr="0065610A">
        <w:t xml:space="preserve"> per cent </w:t>
      </w:r>
      <w:r w:rsidR="00D2410D">
        <w:t>had an extended wait</w:t>
      </w:r>
    </w:p>
    <w:p w:rsidR="00D2410D" w:rsidRPr="0065610A" w:rsidRDefault="006C1258" w:rsidP="00D2410D">
      <w:pPr>
        <w:pStyle w:val="ListBullet"/>
      </w:pPr>
      <w:r>
        <w:t>17.0</w:t>
      </w:r>
      <w:r w:rsidR="00D2410D" w:rsidRPr="0065610A">
        <w:t> per cent</w:t>
      </w:r>
      <w:r w:rsidR="00D2410D">
        <w:t xml:space="preserve"> were classified to category 3, of whom</w:t>
      </w:r>
      <w:r w:rsidR="00D2410D" w:rsidRPr="0065610A">
        <w:t xml:space="preserve"> </w:t>
      </w:r>
      <w:r w:rsidR="005D4F34">
        <w:t>28.0</w:t>
      </w:r>
      <w:r w:rsidR="00D2410D" w:rsidRPr="0065610A">
        <w:t xml:space="preserve"> per cent </w:t>
      </w:r>
      <w:r w:rsidR="00D2410D">
        <w:t>had an extended wait</w:t>
      </w:r>
      <w:r w:rsidR="00D2410D" w:rsidRPr="0065610A">
        <w:t>.</w:t>
      </w:r>
    </w:p>
    <w:p w:rsidR="00D2410D" w:rsidRPr="0065610A" w:rsidRDefault="00D2410D" w:rsidP="00D2410D">
      <w:pPr>
        <w:pStyle w:val="BodyText"/>
      </w:pPr>
      <w:r w:rsidRPr="0065610A">
        <w:t>Overall</w:t>
      </w:r>
      <w:r>
        <w:t xml:space="preserve"> in Tasmania,</w:t>
      </w:r>
      <w:r w:rsidRPr="0065610A">
        <w:t xml:space="preserve"> </w:t>
      </w:r>
      <w:r w:rsidR="005D4F34">
        <w:t>3</w:t>
      </w:r>
      <w:r w:rsidR="002D3545">
        <w:t>2</w:t>
      </w:r>
      <w:r w:rsidR="005D4F34">
        <w:t>.0</w:t>
      </w:r>
      <w:r w:rsidRPr="0065610A">
        <w:t xml:space="preserve"> per cent of all patients experienced extended waits (</w:t>
      </w:r>
      <w:r>
        <w:t>table 10.</w:t>
      </w:r>
      <w:r w:rsidR="005775A5">
        <w:t>3</w:t>
      </w:r>
      <w:r>
        <w:t xml:space="preserve"> and </w:t>
      </w:r>
      <w:r w:rsidRPr="0065610A">
        <w:t>table</w:t>
      </w:r>
      <w:r>
        <w:t> </w:t>
      </w:r>
      <w:proofErr w:type="spellStart"/>
      <w:r w:rsidRPr="0065610A">
        <w:t>10A.</w:t>
      </w:r>
      <w:r>
        <w:t>3</w:t>
      </w:r>
      <w:r w:rsidR="00593347">
        <w:t>8</w:t>
      </w:r>
      <w:proofErr w:type="spellEnd"/>
      <w:r w:rsidRPr="0065610A">
        <w:t>).</w:t>
      </w:r>
    </w:p>
    <w:p w:rsidR="00D2410D" w:rsidRPr="0065610A" w:rsidRDefault="00D2410D" w:rsidP="00D2410D">
      <w:pPr>
        <w:pStyle w:val="BodyText"/>
      </w:pPr>
      <w:r>
        <w:t xml:space="preserve">Of patients admitted from waiting lists in the ACT in </w:t>
      </w:r>
      <w:r w:rsidR="007D3BCD" w:rsidRPr="007D3BCD">
        <w:t>201</w:t>
      </w:r>
      <w:r w:rsidR="009D01B6">
        <w:t>1</w:t>
      </w:r>
      <w:r w:rsidR="007D3BCD" w:rsidRPr="007D3BCD">
        <w:t>-1</w:t>
      </w:r>
      <w:r w:rsidR="009D01B6">
        <w:t>2</w:t>
      </w:r>
      <w:r w:rsidRPr="0065610A">
        <w:t>:</w:t>
      </w:r>
    </w:p>
    <w:p w:rsidR="00D2410D" w:rsidRPr="0065610A" w:rsidRDefault="006C1258" w:rsidP="00D2410D">
      <w:pPr>
        <w:pStyle w:val="ListBullet"/>
      </w:pPr>
      <w:r>
        <w:t>30.2</w:t>
      </w:r>
      <w:r w:rsidR="00D2410D" w:rsidRPr="0065610A">
        <w:t xml:space="preserve"> per cent </w:t>
      </w:r>
      <w:r w:rsidR="00D2410D">
        <w:t xml:space="preserve">were classified to category 1, of whom </w:t>
      </w:r>
      <w:r w:rsidR="002D3545">
        <w:t>2.5</w:t>
      </w:r>
      <w:r w:rsidR="00D2410D" w:rsidRPr="0065610A">
        <w:t xml:space="preserve"> per cent </w:t>
      </w:r>
      <w:r w:rsidR="00D2410D">
        <w:t>had an extended wait</w:t>
      </w:r>
    </w:p>
    <w:p w:rsidR="00D2410D" w:rsidRPr="0065610A" w:rsidRDefault="007D3BCD" w:rsidP="00D2410D">
      <w:pPr>
        <w:pStyle w:val="ListBullet"/>
      </w:pPr>
      <w:r>
        <w:t>48.6</w:t>
      </w:r>
      <w:r w:rsidR="00D2410D" w:rsidRPr="0065610A">
        <w:t> per cent</w:t>
      </w:r>
      <w:r w:rsidR="00D2410D">
        <w:t xml:space="preserve"> were classified to category 2, of whom</w:t>
      </w:r>
      <w:r w:rsidR="00D2410D" w:rsidRPr="0065610A">
        <w:t xml:space="preserve"> </w:t>
      </w:r>
      <w:r w:rsidR="002D3545">
        <w:t>49.3</w:t>
      </w:r>
      <w:r w:rsidR="00D2410D" w:rsidRPr="0065610A">
        <w:t xml:space="preserve"> per cent </w:t>
      </w:r>
      <w:r w:rsidR="00D2410D">
        <w:t>had an extended wait</w:t>
      </w:r>
    </w:p>
    <w:p w:rsidR="00D2410D" w:rsidRPr="0065610A" w:rsidRDefault="006C1258" w:rsidP="00D2410D">
      <w:pPr>
        <w:pStyle w:val="ListBullet"/>
      </w:pPr>
      <w:r>
        <w:t>21.2</w:t>
      </w:r>
      <w:r w:rsidR="00D2410D" w:rsidRPr="0065610A">
        <w:t xml:space="preserve"> per cent </w:t>
      </w:r>
      <w:r w:rsidR="00D2410D">
        <w:t xml:space="preserve">were classified to category 3, of whom </w:t>
      </w:r>
      <w:r w:rsidR="002D3545">
        <w:t>14.7</w:t>
      </w:r>
      <w:r w:rsidR="00D2410D" w:rsidRPr="0065610A">
        <w:t xml:space="preserve"> per cent </w:t>
      </w:r>
      <w:r w:rsidR="00D2410D">
        <w:t>had an extended wait.</w:t>
      </w:r>
    </w:p>
    <w:p w:rsidR="00D2410D" w:rsidRPr="0065610A" w:rsidRDefault="00D2410D" w:rsidP="00D2410D">
      <w:pPr>
        <w:pStyle w:val="BodyText"/>
      </w:pPr>
      <w:r w:rsidRPr="0065610A">
        <w:t xml:space="preserve">Overall </w:t>
      </w:r>
      <w:r>
        <w:t xml:space="preserve">in the ACT, </w:t>
      </w:r>
      <w:r w:rsidR="002D3545">
        <w:t>27.9</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rsidRPr="0065610A">
        <w:t>10A.</w:t>
      </w:r>
      <w:r w:rsidR="00593347">
        <w:t>40</w:t>
      </w:r>
      <w:proofErr w:type="spellEnd"/>
      <w:r w:rsidRPr="0065610A">
        <w:t>).</w:t>
      </w:r>
    </w:p>
    <w:p w:rsidR="00D2410D" w:rsidRPr="0065610A" w:rsidRDefault="00D2410D" w:rsidP="00D2410D">
      <w:pPr>
        <w:pStyle w:val="BodyText"/>
        <w:keepNext/>
      </w:pPr>
      <w:r>
        <w:t xml:space="preserve">Of patients admitted from waiting lists in NT in </w:t>
      </w:r>
      <w:r w:rsidR="007D3BCD" w:rsidRPr="007D3BCD">
        <w:t>201</w:t>
      </w:r>
      <w:r w:rsidR="009D01B6">
        <w:t>1</w:t>
      </w:r>
      <w:r w:rsidR="007D3BCD" w:rsidRPr="007D3BCD">
        <w:t>-1</w:t>
      </w:r>
      <w:r w:rsidR="009D01B6">
        <w:t>2</w:t>
      </w:r>
      <w:r w:rsidRPr="0065610A">
        <w:t>:</w:t>
      </w:r>
    </w:p>
    <w:p w:rsidR="00D2410D" w:rsidRPr="0065610A" w:rsidRDefault="006C1258" w:rsidP="00D2410D">
      <w:pPr>
        <w:pStyle w:val="ListBullet"/>
      </w:pPr>
      <w:r>
        <w:t>38.8</w:t>
      </w:r>
      <w:r w:rsidR="00D2410D" w:rsidRPr="0065610A">
        <w:t xml:space="preserve"> per cent </w:t>
      </w:r>
      <w:r w:rsidR="00D2410D">
        <w:t xml:space="preserve">were classified to category 1, of whom </w:t>
      </w:r>
      <w:r w:rsidR="0087545D">
        <w:t>16.1</w:t>
      </w:r>
      <w:r w:rsidR="00D2410D" w:rsidRPr="0065610A">
        <w:t xml:space="preserve"> per cent </w:t>
      </w:r>
      <w:r w:rsidR="00D2410D">
        <w:t>had an extended wait</w:t>
      </w:r>
    </w:p>
    <w:p w:rsidR="00D2410D" w:rsidRPr="0065610A" w:rsidRDefault="006C1258" w:rsidP="00D2410D">
      <w:pPr>
        <w:pStyle w:val="ListBullet"/>
      </w:pPr>
      <w:r>
        <w:t>41.4</w:t>
      </w:r>
      <w:r w:rsidR="00D2410D" w:rsidRPr="0065610A">
        <w:t xml:space="preserve"> per cent </w:t>
      </w:r>
      <w:r w:rsidR="00D2410D">
        <w:t xml:space="preserve">were classified to category 2, of whom </w:t>
      </w:r>
      <w:r w:rsidR="0087545D">
        <w:t>32.8</w:t>
      </w:r>
      <w:r w:rsidR="00D2410D" w:rsidRPr="0065610A">
        <w:t xml:space="preserve"> per cent </w:t>
      </w:r>
      <w:r w:rsidR="00D2410D">
        <w:t>had an extended wait</w:t>
      </w:r>
    </w:p>
    <w:p w:rsidR="00D2410D" w:rsidRPr="0065610A" w:rsidRDefault="007D3BCD" w:rsidP="00D2410D">
      <w:pPr>
        <w:pStyle w:val="ListBullet"/>
        <w:keepNext/>
      </w:pPr>
      <w:r>
        <w:t>19.</w:t>
      </w:r>
      <w:r w:rsidR="006C1258">
        <w:t>8</w:t>
      </w:r>
      <w:r w:rsidR="00D2410D" w:rsidRPr="0065610A">
        <w:t xml:space="preserve"> per cent </w:t>
      </w:r>
      <w:r w:rsidR="00D2410D">
        <w:t xml:space="preserve">were classified to category 3, of whom </w:t>
      </w:r>
      <w:r w:rsidR="0087545D">
        <w:t>16.3</w:t>
      </w:r>
      <w:r w:rsidR="00D2410D" w:rsidRPr="0065610A">
        <w:t xml:space="preserve"> per cent </w:t>
      </w:r>
      <w:r w:rsidR="00D2410D">
        <w:t>had an extended wait.</w:t>
      </w:r>
    </w:p>
    <w:p w:rsidR="00D2410D" w:rsidRPr="0065610A" w:rsidRDefault="00D2410D" w:rsidP="00D2410D">
      <w:pPr>
        <w:pStyle w:val="BodyText"/>
      </w:pPr>
      <w:r w:rsidRPr="0065610A">
        <w:t xml:space="preserve">Overall </w:t>
      </w:r>
      <w:r>
        <w:t xml:space="preserve">in the NT, </w:t>
      </w:r>
      <w:r w:rsidR="0087545D">
        <w:t>23.0</w:t>
      </w:r>
      <w:r w:rsidRPr="0065610A">
        <w:t xml:space="preserve"> per cent </w:t>
      </w:r>
      <w:r>
        <w:t>of</w:t>
      </w:r>
      <w:r w:rsidRPr="0065610A">
        <w:t xml:space="preserve"> all patients experienced extended waits (</w:t>
      </w:r>
      <w:r>
        <w:t>table 10.</w:t>
      </w:r>
      <w:r w:rsidR="005775A5">
        <w:t>3</w:t>
      </w:r>
      <w:r>
        <w:t xml:space="preserve"> and </w:t>
      </w:r>
      <w:r w:rsidRPr="0065610A">
        <w:t>table</w:t>
      </w:r>
      <w:r>
        <w:t> </w:t>
      </w:r>
      <w:proofErr w:type="spellStart"/>
      <w:r w:rsidRPr="0065610A">
        <w:t>10A.</w:t>
      </w:r>
      <w:r>
        <w:t>4</w:t>
      </w:r>
      <w:r w:rsidR="00593347">
        <w:t>2</w:t>
      </w:r>
      <w:proofErr w:type="spellEnd"/>
      <w:r w:rsidRPr="0065610A">
        <w:t>).</w:t>
      </w:r>
    </w:p>
    <w:p w:rsidR="00D2410D" w:rsidRDefault="00D2410D" w:rsidP="00D2410D">
      <w:pPr>
        <w:pStyle w:val="BodyText"/>
      </w:pPr>
      <w:r>
        <w:t xml:space="preserve">All jurisdictions also provided data on urgency category waiting times by clinical specialty (tables </w:t>
      </w:r>
      <w:proofErr w:type="spellStart"/>
      <w:r>
        <w:t>10A.2</w:t>
      </w:r>
      <w:r w:rsidR="00593347">
        <w:t>9</w:t>
      </w:r>
      <w:proofErr w:type="spellEnd"/>
      <w:r>
        <w:t xml:space="preserve">, </w:t>
      </w:r>
      <w:proofErr w:type="spellStart"/>
      <w:r>
        <w:t>10A.</w:t>
      </w:r>
      <w:r w:rsidR="00593347">
        <w:t>31</w:t>
      </w:r>
      <w:proofErr w:type="spellEnd"/>
      <w:r>
        <w:t xml:space="preserve">, </w:t>
      </w:r>
      <w:proofErr w:type="spellStart"/>
      <w:r>
        <w:t>10A.3</w:t>
      </w:r>
      <w:r w:rsidR="00593347">
        <w:t>3</w:t>
      </w:r>
      <w:proofErr w:type="spellEnd"/>
      <w:r>
        <w:t xml:space="preserve">, </w:t>
      </w:r>
      <w:proofErr w:type="spellStart"/>
      <w:r>
        <w:t>10A.3</w:t>
      </w:r>
      <w:r w:rsidR="00593347">
        <w:t>5</w:t>
      </w:r>
      <w:proofErr w:type="spellEnd"/>
      <w:r>
        <w:t xml:space="preserve">, </w:t>
      </w:r>
      <w:proofErr w:type="spellStart"/>
      <w:r>
        <w:t>10A.3</w:t>
      </w:r>
      <w:r w:rsidR="00593347">
        <w:t>7</w:t>
      </w:r>
      <w:proofErr w:type="spellEnd"/>
      <w:r>
        <w:t xml:space="preserve">, </w:t>
      </w:r>
      <w:proofErr w:type="spellStart"/>
      <w:r>
        <w:t>10A.3</w:t>
      </w:r>
      <w:r w:rsidR="00593347">
        <w:t>9</w:t>
      </w:r>
      <w:proofErr w:type="spellEnd"/>
      <w:r>
        <w:t xml:space="preserve">, </w:t>
      </w:r>
      <w:proofErr w:type="spellStart"/>
      <w:r>
        <w:t>10A.</w:t>
      </w:r>
      <w:r w:rsidR="00593347">
        <w:t>41</w:t>
      </w:r>
      <w:proofErr w:type="spellEnd"/>
      <w:r>
        <w:t xml:space="preserve"> and </w:t>
      </w:r>
      <w:proofErr w:type="spellStart"/>
      <w:r>
        <w:t>10A.4</w:t>
      </w:r>
      <w:r w:rsidR="00593347">
        <w:t>3</w:t>
      </w:r>
      <w:proofErr w:type="spellEnd"/>
      <w:r>
        <w:t>).</w:t>
      </w:r>
    </w:p>
    <w:p w:rsidR="001F459B" w:rsidRDefault="00C31DFB" w:rsidP="001D3925">
      <w:pPr>
        <w:pStyle w:val="Heading5"/>
      </w:pPr>
      <w:r w:rsidRPr="006127D5">
        <w:t>Presentations to emergency departments with a length of stay of 4 hours or less ending in admission</w:t>
      </w:r>
    </w:p>
    <w:p w:rsidR="00A739BC" w:rsidRDefault="00AA2671" w:rsidP="001D3925">
      <w:pPr>
        <w:pStyle w:val="BodyText"/>
      </w:pPr>
      <w:r>
        <w:t xml:space="preserve">This measure is reported for the first time this year. </w:t>
      </w:r>
      <w:r w:rsidR="0097646B" w:rsidRPr="00524B9A">
        <w:t>Nationally i</w:t>
      </w:r>
      <w:r w:rsidR="009947DE" w:rsidRPr="00524B9A">
        <w:t>n 201</w:t>
      </w:r>
      <w:r w:rsidR="002A3660" w:rsidRPr="00524B9A">
        <w:t>2</w:t>
      </w:r>
      <w:r w:rsidR="009947DE" w:rsidRPr="00524B9A">
        <w:t>-1</w:t>
      </w:r>
      <w:r w:rsidR="002A3660" w:rsidRPr="00524B9A">
        <w:t>3</w:t>
      </w:r>
      <w:r w:rsidR="0097646B" w:rsidRPr="00524B9A">
        <w:t>,</w:t>
      </w:r>
      <w:r w:rsidR="009947DE" w:rsidRPr="00524B9A">
        <w:t xml:space="preserve"> </w:t>
      </w:r>
      <w:r w:rsidR="001F7D16">
        <w:t>36</w:t>
      </w:r>
      <w:r w:rsidR="009947DE" w:rsidRPr="00524B9A">
        <w:t xml:space="preserve"> per cent of those who presented to an emergency department waited 4 hours or less to be admitted to hospital. </w:t>
      </w:r>
      <w:r w:rsidR="0097646B" w:rsidRPr="00524B9A">
        <w:t>Nationally the percentage waiting 4 hours o</w:t>
      </w:r>
      <w:r w:rsidR="00524B9A" w:rsidRPr="00524B9A">
        <w:t>r</w:t>
      </w:r>
      <w:r w:rsidR="0097646B" w:rsidRPr="00524B9A">
        <w:t xml:space="preserve"> less </w:t>
      </w:r>
      <w:r w:rsidR="00CC62BE" w:rsidRPr="00524B9A">
        <w:t xml:space="preserve">to be admitted </w:t>
      </w:r>
      <w:r w:rsidR="001F7D16">
        <w:t>was</w:t>
      </w:r>
      <w:r w:rsidR="00CC62BE" w:rsidRPr="00524B9A">
        <w:t xml:space="preserve"> </w:t>
      </w:r>
      <w:r w:rsidR="001F7D16">
        <w:t xml:space="preserve">52 </w:t>
      </w:r>
      <w:r w:rsidR="00C005A0" w:rsidRPr="00524B9A">
        <w:t>per cent of p</w:t>
      </w:r>
      <w:r w:rsidR="001F7D16">
        <w:t xml:space="preserve">atients requiring resuscitation, 39 per cent of emergency patients and 34 per cent of urgent patients. </w:t>
      </w:r>
      <w:r w:rsidR="00661CCF">
        <w:t>Waiting times improved for all triage categories from 2011-12 to 2012-13 on a national basis</w:t>
      </w:r>
      <w:r w:rsidR="00661CCF" w:rsidRPr="00524B9A">
        <w:t xml:space="preserve"> </w:t>
      </w:r>
      <w:r w:rsidR="00C005A0" w:rsidRPr="00524B9A">
        <w:t>(table 10.4).</w:t>
      </w:r>
    </w:p>
    <w:p w:rsidR="001F459B" w:rsidRDefault="001F459B" w:rsidP="00E60143">
      <w:pPr>
        <w:pStyle w:val="TableTitle"/>
      </w:pPr>
      <w:r>
        <w:rPr>
          <w:b w:val="0"/>
        </w:rPr>
        <w:t>Table 10.</w:t>
      </w:r>
      <w:r w:rsidR="005B16BF">
        <w:rPr>
          <w:b w:val="0"/>
          <w:noProof/>
        </w:rPr>
        <w:t>4</w:t>
      </w:r>
      <w:r>
        <w:tab/>
      </w:r>
      <w:r w:rsidR="00EF1297">
        <w:t>Proportion of presentations to emergency departments with a length of stay of 4 hours or less ending in admission, public hospitals</w:t>
      </w:r>
      <w:r w:rsidR="001A3F44" w:rsidRPr="001A3F44">
        <w:rPr>
          <w:rStyle w:val="NoteLabel"/>
          <w:b/>
        </w:rPr>
        <w:t>a,</w:t>
      </w:r>
      <w:r w:rsidR="00593347">
        <w:rPr>
          <w:rStyle w:val="NoteLabel"/>
          <w:b/>
        </w:rPr>
        <w:t xml:space="preserve"> </w:t>
      </w:r>
      <w:r w:rsidR="001A3F44" w:rsidRPr="001A3F44">
        <w:rPr>
          <w:rStyle w:val="NoteLabel"/>
          <w:b/>
        </w:rPr>
        <w:t>b,</w:t>
      </w:r>
      <w:r w:rsidR="00593347">
        <w:rPr>
          <w:rStyle w:val="NoteLabel"/>
          <w:b/>
        </w:rPr>
        <w:t xml:space="preserve"> </w:t>
      </w:r>
      <w:r w:rsidR="001A3F44" w:rsidRPr="001A3F44">
        <w:rPr>
          <w:rStyle w:val="NoteLabel"/>
          <w:b/>
        </w:rPr>
        <w:t>c</w:t>
      </w:r>
      <w:r w:rsidR="00EA171F" w:rsidRPr="001D3925">
        <w:rPr>
          <w:rStyle w:val="NoteLabel"/>
          <w:b/>
        </w:rPr>
        <w:t>, d</w:t>
      </w:r>
    </w:p>
    <w:tbl>
      <w:tblPr>
        <w:tblW w:w="8790" w:type="dxa"/>
        <w:tblLayout w:type="fixed"/>
        <w:tblCellMar>
          <w:left w:w="0" w:type="dxa"/>
          <w:right w:w="0" w:type="dxa"/>
        </w:tblCellMar>
        <w:tblLook w:val="0000" w:firstRow="0" w:lastRow="0" w:firstColumn="0" w:lastColumn="0" w:noHBand="0" w:noVBand="0"/>
      </w:tblPr>
      <w:tblGrid>
        <w:gridCol w:w="1985"/>
        <w:gridCol w:w="756"/>
        <w:gridCol w:w="756"/>
        <w:gridCol w:w="756"/>
        <w:gridCol w:w="756"/>
        <w:gridCol w:w="756"/>
        <w:gridCol w:w="756"/>
        <w:gridCol w:w="756"/>
        <w:gridCol w:w="756"/>
        <w:gridCol w:w="757"/>
      </w:tblGrid>
      <w:tr w:rsidR="00EF1297" w:rsidTr="00AC4B27">
        <w:tc>
          <w:tcPr>
            <w:tcW w:w="1985" w:type="dxa"/>
            <w:tcBorders>
              <w:top w:val="single" w:sz="6" w:space="0" w:color="auto"/>
              <w:bottom w:val="single" w:sz="4" w:space="0" w:color="auto"/>
            </w:tcBorders>
            <w:shd w:val="clear" w:color="auto" w:fill="auto"/>
          </w:tcPr>
          <w:p w:rsidR="00EF1297" w:rsidRPr="005B09A0" w:rsidRDefault="00EF1297" w:rsidP="00E60143">
            <w:pPr>
              <w:pStyle w:val="TableColumnHeading"/>
              <w:jc w:val="left"/>
            </w:pPr>
            <w:r w:rsidRPr="005B09A0">
              <w:t>Triage category</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NSW</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Vic</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Qld</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WA</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SA</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proofErr w:type="spellStart"/>
            <w:r w:rsidRPr="005B09A0">
              <w:t>Tas</w:t>
            </w:r>
            <w:proofErr w:type="spellEnd"/>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ACT</w:t>
            </w:r>
          </w:p>
        </w:tc>
        <w:tc>
          <w:tcPr>
            <w:tcW w:w="756" w:type="dxa"/>
            <w:tcBorders>
              <w:top w:val="single" w:sz="6" w:space="0" w:color="auto"/>
              <w:bottom w:val="single" w:sz="4" w:space="0" w:color="auto"/>
            </w:tcBorders>
            <w:shd w:val="clear" w:color="auto" w:fill="auto"/>
          </w:tcPr>
          <w:p w:rsidR="00EF1297" w:rsidRPr="005B09A0" w:rsidRDefault="00EF1297" w:rsidP="00E60143">
            <w:pPr>
              <w:pStyle w:val="TableColumnHeading"/>
            </w:pPr>
            <w:r w:rsidRPr="005B09A0">
              <w:t>NT</w:t>
            </w:r>
          </w:p>
        </w:tc>
        <w:tc>
          <w:tcPr>
            <w:tcW w:w="757" w:type="dxa"/>
            <w:tcBorders>
              <w:top w:val="single" w:sz="6" w:space="0" w:color="auto"/>
              <w:bottom w:val="single" w:sz="4" w:space="0" w:color="auto"/>
            </w:tcBorders>
            <w:shd w:val="clear" w:color="auto" w:fill="auto"/>
          </w:tcPr>
          <w:p w:rsidR="00EF1297" w:rsidRPr="005B09A0" w:rsidRDefault="00EF1297" w:rsidP="00E60143">
            <w:pPr>
              <w:pStyle w:val="TableColumnHeading"/>
            </w:pPr>
            <w:proofErr w:type="spellStart"/>
            <w:r w:rsidRPr="005B09A0">
              <w:t>Aust</w:t>
            </w:r>
            <w:proofErr w:type="spellEnd"/>
          </w:p>
        </w:tc>
      </w:tr>
      <w:tr w:rsidR="00EF1297" w:rsidTr="001D3925">
        <w:tc>
          <w:tcPr>
            <w:tcW w:w="1985" w:type="dxa"/>
            <w:tcBorders>
              <w:top w:val="single" w:sz="4" w:space="0" w:color="auto"/>
            </w:tcBorders>
            <w:shd w:val="clear" w:color="auto" w:fill="auto"/>
          </w:tcPr>
          <w:p w:rsidR="00EF1297" w:rsidRDefault="00EF1297" w:rsidP="00EC5E0F">
            <w:pPr>
              <w:pStyle w:val="TableUnitsRow"/>
              <w:jc w:val="left"/>
            </w:pPr>
            <w:r>
              <w:t>201</w:t>
            </w:r>
            <w:r w:rsidR="00EC5E0F">
              <w:t>1</w:t>
            </w:r>
            <w:r>
              <w:t>-1</w:t>
            </w:r>
            <w:r w:rsidR="00EC5E0F">
              <w:t>2</w:t>
            </w: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6" w:type="dxa"/>
            <w:tcBorders>
              <w:top w:val="single" w:sz="4" w:space="0" w:color="auto"/>
            </w:tcBorders>
            <w:vAlign w:val="bottom"/>
          </w:tcPr>
          <w:p w:rsidR="00EF1297" w:rsidRDefault="00EF1297" w:rsidP="00E60143">
            <w:pPr>
              <w:pStyle w:val="TableBodyText"/>
            </w:pPr>
          </w:p>
        </w:tc>
        <w:tc>
          <w:tcPr>
            <w:tcW w:w="757" w:type="dxa"/>
            <w:tcBorders>
              <w:top w:val="single" w:sz="4" w:space="0" w:color="auto"/>
            </w:tcBorders>
            <w:vAlign w:val="bottom"/>
          </w:tcPr>
          <w:p w:rsidR="00EF1297" w:rsidRDefault="00EF1297" w:rsidP="00E60143">
            <w:pPr>
              <w:pStyle w:val="TableBodyText"/>
            </w:pPr>
          </w:p>
        </w:tc>
      </w:tr>
      <w:tr w:rsidR="009D01B6" w:rsidTr="00A0273E">
        <w:tc>
          <w:tcPr>
            <w:tcW w:w="1985" w:type="dxa"/>
          </w:tcPr>
          <w:p w:rsidR="009D01B6" w:rsidRDefault="009D01B6" w:rsidP="00E60143">
            <w:pPr>
              <w:pStyle w:val="TableUnitsRow"/>
              <w:jc w:val="left"/>
            </w:pPr>
            <w:r>
              <w:t xml:space="preserve">  1 — Resuscitation</w:t>
            </w:r>
          </w:p>
        </w:tc>
        <w:tc>
          <w:tcPr>
            <w:tcW w:w="756" w:type="dxa"/>
            <w:vAlign w:val="center"/>
          </w:tcPr>
          <w:p w:rsidR="009D01B6" w:rsidRPr="009D01B6" w:rsidRDefault="009D01B6" w:rsidP="00E60143">
            <w:pPr>
              <w:pStyle w:val="TableBodyText"/>
            </w:pPr>
            <w:r w:rsidRPr="009D01B6">
              <w:t>44</w:t>
            </w:r>
          </w:p>
        </w:tc>
        <w:tc>
          <w:tcPr>
            <w:tcW w:w="756" w:type="dxa"/>
            <w:vAlign w:val="center"/>
          </w:tcPr>
          <w:p w:rsidR="009D01B6" w:rsidRPr="009D01B6" w:rsidRDefault="009D01B6" w:rsidP="00E60143">
            <w:pPr>
              <w:pStyle w:val="TableBodyText"/>
            </w:pPr>
            <w:r w:rsidRPr="009D01B6">
              <w:t>53</w:t>
            </w:r>
          </w:p>
        </w:tc>
        <w:tc>
          <w:tcPr>
            <w:tcW w:w="756" w:type="dxa"/>
            <w:vAlign w:val="center"/>
          </w:tcPr>
          <w:p w:rsidR="009D01B6" w:rsidRPr="009D01B6" w:rsidRDefault="009D01B6" w:rsidP="00E60143">
            <w:pPr>
              <w:pStyle w:val="TableBodyText"/>
            </w:pPr>
            <w:r w:rsidRPr="009D01B6">
              <w:t>43</w:t>
            </w:r>
          </w:p>
        </w:tc>
        <w:tc>
          <w:tcPr>
            <w:tcW w:w="756" w:type="dxa"/>
            <w:vAlign w:val="center"/>
          </w:tcPr>
          <w:p w:rsidR="009D01B6" w:rsidRPr="009D01B6" w:rsidRDefault="009D01B6" w:rsidP="00E60143">
            <w:pPr>
              <w:pStyle w:val="TableBodyText"/>
            </w:pPr>
            <w:r w:rsidRPr="009D01B6">
              <w:t>61</w:t>
            </w:r>
          </w:p>
        </w:tc>
        <w:tc>
          <w:tcPr>
            <w:tcW w:w="756" w:type="dxa"/>
            <w:vAlign w:val="center"/>
          </w:tcPr>
          <w:p w:rsidR="009D01B6" w:rsidRPr="009D01B6" w:rsidRDefault="009D01B6" w:rsidP="00E60143">
            <w:pPr>
              <w:pStyle w:val="TableBodyText"/>
            </w:pPr>
            <w:r w:rsidRPr="009D01B6">
              <w:t>53</w:t>
            </w:r>
          </w:p>
        </w:tc>
        <w:tc>
          <w:tcPr>
            <w:tcW w:w="756" w:type="dxa"/>
            <w:vAlign w:val="center"/>
          </w:tcPr>
          <w:p w:rsidR="009D01B6" w:rsidRPr="009D01B6" w:rsidRDefault="009D01B6" w:rsidP="00E60143">
            <w:pPr>
              <w:pStyle w:val="TableBodyText"/>
            </w:pPr>
            <w:r w:rsidRPr="009D01B6">
              <w:t>62</w:t>
            </w:r>
          </w:p>
        </w:tc>
        <w:tc>
          <w:tcPr>
            <w:tcW w:w="756" w:type="dxa"/>
            <w:shd w:val="clear" w:color="auto" w:fill="auto"/>
            <w:vAlign w:val="center"/>
          </w:tcPr>
          <w:p w:rsidR="009D01B6" w:rsidRPr="009D01B6" w:rsidRDefault="009D01B6" w:rsidP="00E60143">
            <w:pPr>
              <w:pStyle w:val="TableBodyText"/>
            </w:pPr>
            <w:r w:rsidRPr="009D01B6">
              <w:t>61</w:t>
            </w:r>
          </w:p>
        </w:tc>
        <w:tc>
          <w:tcPr>
            <w:tcW w:w="756" w:type="dxa"/>
            <w:vAlign w:val="center"/>
          </w:tcPr>
          <w:p w:rsidR="009D01B6" w:rsidRPr="009D01B6" w:rsidRDefault="009D01B6" w:rsidP="00E60143">
            <w:pPr>
              <w:pStyle w:val="TableBodyText"/>
            </w:pPr>
            <w:r w:rsidRPr="009D01B6">
              <w:t>53</w:t>
            </w:r>
          </w:p>
        </w:tc>
        <w:tc>
          <w:tcPr>
            <w:tcW w:w="757" w:type="dxa"/>
            <w:vAlign w:val="center"/>
          </w:tcPr>
          <w:p w:rsidR="009D01B6" w:rsidRPr="009D01B6" w:rsidRDefault="009D01B6" w:rsidP="00E60143">
            <w:pPr>
              <w:pStyle w:val="TableBodyText"/>
            </w:pPr>
            <w:r w:rsidRPr="009D01B6">
              <w:t>49</w:t>
            </w:r>
          </w:p>
        </w:tc>
      </w:tr>
      <w:tr w:rsidR="009D01B6" w:rsidTr="00A0273E">
        <w:tc>
          <w:tcPr>
            <w:tcW w:w="1985" w:type="dxa"/>
          </w:tcPr>
          <w:p w:rsidR="009D01B6" w:rsidRDefault="009D01B6" w:rsidP="00E60143">
            <w:pPr>
              <w:pStyle w:val="TableBodyText"/>
              <w:jc w:val="left"/>
            </w:pPr>
            <w:r>
              <w:t xml:space="preserve">  2 — Emergency</w:t>
            </w:r>
          </w:p>
        </w:tc>
        <w:tc>
          <w:tcPr>
            <w:tcW w:w="756" w:type="dxa"/>
            <w:vAlign w:val="center"/>
          </w:tcPr>
          <w:p w:rsidR="009D01B6" w:rsidRPr="009D01B6" w:rsidRDefault="009D01B6" w:rsidP="00E60143">
            <w:pPr>
              <w:pStyle w:val="TableBodyText"/>
            </w:pPr>
            <w:r w:rsidRPr="009D01B6">
              <w:t>25</w:t>
            </w:r>
          </w:p>
        </w:tc>
        <w:tc>
          <w:tcPr>
            <w:tcW w:w="756" w:type="dxa"/>
            <w:vAlign w:val="center"/>
          </w:tcPr>
          <w:p w:rsidR="009D01B6" w:rsidRPr="009D01B6" w:rsidRDefault="009D01B6" w:rsidP="00E60143">
            <w:pPr>
              <w:pStyle w:val="TableBodyText"/>
            </w:pPr>
            <w:r w:rsidRPr="009D01B6">
              <w:t>35</w:t>
            </w:r>
          </w:p>
        </w:tc>
        <w:tc>
          <w:tcPr>
            <w:tcW w:w="756" w:type="dxa"/>
            <w:vAlign w:val="center"/>
          </w:tcPr>
          <w:p w:rsidR="009D01B6" w:rsidRPr="009D01B6" w:rsidRDefault="009D01B6" w:rsidP="00E60143">
            <w:pPr>
              <w:pStyle w:val="TableBodyText"/>
            </w:pPr>
            <w:r w:rsidRPr="009D01B6">
              <w:t>24</w:t>
            </w:r>
          </w:p>
        </w:tc>
        <w:tc>
          <w:tcPr>
            <w:tcW w:w="756" w:type="dxa"/>
            <w:vAlign w:val="center"/>
          </w:tcPr>
          <w:p w:rsidR="009D01B6" w:rsidRPr="009D01B6" w:rsidRDefault="009D01B6" w:rsidP="00E60143">
            <w:pPr>
              <w:pStyle w:val="TableBodyText"/>
            </w:pPr>
            <w:r w:rsidRPr="009D01B6">
              <w:t>54</w:t>
            </w:r>
          </w:p>
        </w:tc>
        <w:tc>
          <w:tcPr>
            <w:tcW w:w="756" w:type="dxa"/>
            <w:vAlign w:val="center"/>
          </w:tcPr>
          <w:p w:rsidR="009D01B6" w:rsidRPr="009D01B6" w:rsidRDefault="009D01B6" w:rsidP="00E60143">
            <w:pPr>
              <w:pStyle w:val="TableBodyText"/>
            </w:pPr>
            <w:r w:rsidRPr="009D01B6">
              <w:t>36</w:t>
            </w:r>
          </w:p>
        </w:tc>
        <w:tc>
          <w:tcPr>
            <w:tcW w:w="756" w:type="dxa"/>
            <w:vAlign w:val="center"/>
          </w:tcPr>
          <w:p w:rsidR="009D01B6" w:rsidRPr="009D01B6" w:rsidRDefault="009D01B6" w:rsidP="00E60143">
            <w:pPr>
              <w:pStyle w:val="TableBodyText"/>
            </w:pPr>
            <w:r w:rsidRPr="009D01B6">
              <w:t>30</w:t>
            </w:r>
          </w:p>
        </w:tc>
        <w:tc>
          <w:tcPr>
            <w:tcW w:w="756" w:type="dxa"/>
            <w:shd w:val="clear" w:color="auto" w:fill="auto"/>
            <w:vAlign w:val="center"/>
          </w:tcPr>
          <w:p w:rsidR="009D01B6" w:rsidRPr="009D01B6" w:rsidRDefault="009D01B6" w:rsidP="00E60143">
            <w:pPr>
              <w:pStyle w:val="TableBodyText"/>
            </w:pPr>
            <w:r w:rsidRPr="009D01B6">
              <w:t>41</w:t>
            </w:r>
          </w:p>
        </w:tc>
        <w:tc>
          <w:tcPr>
            <w:tcW w:w="756" w:type="dxa"/>
            <w:vAlign w:val="center"/>
          </w:tcPr>
          <w:p w:rsidR="009D01B6" w:rsidRPr="009D01B6" w:rsidRDefault="009D01B6" w:rsidP="00E60143">
            <w:pPr>
              <w:pStyle w:val="TableBodyText"/>
            </w:pPr>
            <w:r w:rsidRPr="009D01B6">
              <w:t>28</w:t>
            </w:r>
          </w:p>
        </w:tc>
        <w:tc>
          <w:tcPr>
            <w:tcW w:w="757" w:type="dxa"/>
            <w:vAlign w:val="center"/>
          </w:tcPr>
          <w:p w:rsidR="009D01B6" w:rsidRPr="009D01B6" w:rsidRDefault="009D01B6" w:rsidP="00E60143">
            <w:pPr>
              <w:pStyle w:val="TableBodyText"/>
            </w:pPr>
            <w:r w:rsidRPr="009D01B6">
              <w:t>32</w:t>
            </w:r>
          </w:p>
        </w:tc>
      </w:tr>
      <w:tr w:rsidR="009D01B6" w:rsidTr="00A0273E">
        <w:tc>
          <w:tcPr>
            <w:tcW w:w="1985" w:type="dxa"/>
          </w:tcPr>
          <w:p w:rsidR="009D01B6" w:rsidRDefault="009D01B6" w:rsidP="00E60143">
            <w:pPr>
              <w:pStyle w:val="TableBodyText"/>
              <w:jc w:val="left"/>
            </w:pPr>
            <w:r>
              <w:t xml:space="preserve">  3 — Urgent</w:t>
            </w:r>
          </w:p>
        </w:tc>
        <w:tc>
          <w:tcPr>
            <w:tcW w:w="756" w:type="dxa"/>
            <w:vAlign w:val="center"/>
          </w:tcPr>
          <w:p w:rsidR="009D01B6" w:rsidRPr="009D01B6" w:rsidRDefault="009D01B6" w:rsidP="00E60143">
            <w:pPr>
              <w:pStyle w:val="TableBodyText"/>
            </w:pPr>
            <w:r w:rsidRPr="009D01B6">
              <w:t>21</w:t>
            </w:r>
          </w:p>
        </w:tc>
        <w:tc>
          <w:tcPr>
            <w:tcW w:w="756" w:type="dxa"/>
            <w:vAlign w:val="center"/>
          </w:tcPr>
          <w:p w:rsidR="009D01B6" w:rsidRPr="009D01B6" w:rsidRDefault="009D01B6" w:rsidP="00E60143">
            <w:pPr>
              <w:pStyle w:val="TableBodyText"/>
            </w:pPr>
            <w:r w:rsidRPr="009D01B6">
              <w:t>29</w:t>
            </w:r>
          </w:p>
        </w:tc>
        <w:tc>
          <w:tcPr>
            <w:tcW w:w="756" w:type="dxa"/>
            <w:vAlign w:val="center"/>
          </w:tcPr>
          <w:p w:rsidR="009D01B6" w:rsidRPr="009D01B6" w:rsidRDefault="009D01B6" w:rsidP="00E60143">
            <w:pPr>
              <w:pStyle w:val="TableBodyText"/>
            </w:pPr>
            <w:r w:rsidRPr="009D01B6">
              <w:t>20</w:t>
            </w:r>
          </w:p>
        </w:tc>
        <w:tc>
          <w:tcPr>
            <w:tcW w:w="756" w:type="dxa"/>
            <w:vAlign w:val="center"/>
          </w:tcPr>
          <w:p w:rsidR="009D01B6" w:rsidRPr="009D01B6" w:rsidRDefault="009D01B6" w:rsidP="00E60143">
            <w:pPr>
              <w:pStyle w:val="TableBodyText"/>
            </w:pPr>
            <w:r w:rsidRPr="009D01B6">
              <w:t>50</w:t>
            </w:r>
          </w:p>
        </w:tc>
        <w:tc>
          <w:tcPr>
            <w:tcW w:w="756" w:type="dxa"/>
            <w:vAlign w:val="center"/>
          </w:tcPr>
          <w:p w:rsidR="009D01B6" w:rsidRPr="009D01B6" w:rsidRDefault="009D01B6" w:rsidP="00E60143">
            <w:pPr>
              <w:pStyle w:val="TableBodyText"/>
            </w:pPr>
            <w:r w:rsidRPr="009D01B6">
              <w:t>33</w:t>
            </w:r>
          </w:p>
        </w:tc>
        <w:tc>
          <w:tcPr>
            <w:tcW w:w="756" w:type="dxa"/>
            <w:vAlign w:val="center"/>
          </w:tcPr>
          <w:p w:rsidR="009D01B6" w:rsidRPr="009D01B6" w:rsidRDefault="009D01B6" w:rsidP="00E60143">
            <w:pPr>
              <w:pStyle w:val="TableBodyText"/>
            </w:pPr>
            <w:r w:rsidRPr="009D01B6">
              <w:t>21</w:t>
            </w:r>
          </w:p>
        </w:tc>
        <w:tc>
          <w:tcPr>
            <w:tcW w:w="756" w:type="dxa"/>
            <w:shd w:val="clear" w:color="auto" w:fill="auto"/>
            <w:vAlign w:val="center"/>
          </w:tcPr>
          <w:p w:rsidR="009D01B6" w:rsidRPr="009D01B6" w:rsidRDefault="009D01B6" w:rsidP="00E60143">
            <w:pPr>
              <w:pStyle w:val="TableBodyText"/>
            </w:pPr>
            <w:r w:rsidRPr="009D01B6">
              <w:t>28</w:t>
            </w:r>
          </w:p>
        </w:tc>
        <w:tc>
          <w:tcPr>
            <w:tcW w:w="756" w:type="dxa"/>
            <w:vAlign w:val="center"/>
          </w:tcPr>
          <w:p w:rsidR="009D01B6" w:rsidRPr="009D01B6" w:rsidRDefault="009D01B6" w:rsidP="00E60143">
            <w:pPr>
              <w:pStyle w:val="TableBodyText"/>
            </w:pPr>
            <w:r w:rsidRPr="009D01B6">
              <w:t>28</w:t>
            </w:r>
          </w:p>
        </w:tc>
        <w:tc>
          <w:tcPr>
            <w:tcW w:w="757" w:type="dxa"/>
            <w:vAlign w:val="center"/>
          </w:tcPr>
          <w:p w:rsidR="009D01B6" w:rsidRPr="009D01B6" w:rsidRDefault="009D01B6" w:rsidP="00E60143">
            <w:pPr>
              <w:pStyle w:val="TableBodyText"/>
            </w:pPr>
            <w:r w:rsidRPr="009D01B6">
              <w:t>27</w:t>
            </w:r>
          </w:p>
        </w:tc>
      </w:tr>
      <w:tr w:rsidR="009D01B6" w:rsidTr="00A0273E">
        <w:tc>
          <w:tcPr>
            <w:tcW w:w="1985" w:type="dxa"/>
          </w:tcPr>
          <w:p w:rsidR="009D01B6" w:rsidRDefault="009D01B6" w:rsidP="00E60143">
            <w:pPr>
              <w:pStyle w:val="TableBodyText"/>
              <w:jc w:val="left"/>
            </w:pPr>
            <w:r>
              <w:t xml:space="preserve">  4 — Semi-urgent</w:t>
            </w:r>
          </w:p>
        </w:tc>
        <w:tc>
          <w:tcPr>
            <w:tcW w:w="756" w:type="dxa"/>
            <w:vAlign w:val="center"/>
          </w:tcPr>
          <w:p w:rsidR="009D01B6" w:rsidRPr="009D01B6" w:rsidRDefault="009D01B6" w:rsidP="00E60143">
            <w:pPr>
              <w:pStyle w:val="TableBodyText"/>
            </w:pPr>
            <w:r w:rsidRPr="009D01B6">
              <w:t>23</w:t>
            </w:r>
          </w:p>
        </w:tc>
        <w:tc>
          <w:tcPr>
            <w:tcW w:w="756" w:type="dxa"/>
            <w:vAlign w:val="center"/>
          </w:tcPr>
          <w:p w:rsidR="009D01B6" w:rsidRPr="009D01B6" w:rsidRDefault="009D01B6" w:rsidP="00E60143">
            <w:pPr>
              <w:pStyle w:val="TableBodyText"/>
            </w:pPr>
            <w:r w:rsidRPr="009D01B6">
              <w:t>30</w:t>
            </w:r>
          </w:p>
        </w:tc>
        <w:tc>
          <w:tcPr>
            <w:tcW w:w="756" w:type="dxa"/>
            <w:vAlign w:val="center"/>
          </w:tcPr>
          <w:p w:rsidR="009D01B6" w:rsidRPr="009D01B6" w:rsidRDefault="009D01B6" w:rsidP="00E60143">
            <w:pPr>
              <w:pStyle w:val="TableBodyText"/>
            </w:pPr>
            <w:r w:rsidRPr="009D01B6">
              <w:t>25</w:t>
            </w:r>
          </w:p>
        </w:tc>
        <w:tc>
          <w:tcPr>
            <w:tcW w:w="756" w:type="dxa"/>
            <w:vAlign w:val="center"/>
          </w:tcPr>
          <w:p w:rsidR="009D01B6" w:rsidRPr="009D01B6" w:rsidRDefault="009D01B6" w:rsidP="00E60143">
            <w:pPr>
              <w:pStyle w:val="TableBodyText"/>
            </w:pPr>
            <w:r w:rsidRPr="009D01B6">
              <w:t>51</w:t>
            </w:r>
          </w:p>
        </w:tc>
        <w:tc>
          <w:tcPr>
            <w:tcW w:w="756" w:type="dxa"/>
            <w:vAlign w:val="center"/>
          </w:tcPr>
          <w:p w:rsidR="009D01B6" w:rsidRPr="009D01B6" w:rsidRDefault="009D01B6" w:rsidP="00E60143">
            <w:pPr>
              <w:pStyle w:val="TableBodyText"/>
            </w:pPr>
            <w:r w:rsidRPr="009D01B6">
              <w:t>37</w:t>
            </w:r>
          </w:p>
        </w:tc>
        <w:tc>
          <w:tcPr>
            <w:tcW w:w="756" w:type="dxa"/>
            <w:vAlign w:val="center"/>
          </w:tcPr>
          <w:p w:rsidR="009D01B6" w:rsidRPr="009D01B6" w:rsidRDefault="009D01B6" w:rsidP="00E60143">
            <w:pPr>
              <w:pStyle w:val="TableBodyText"/>
            </w:pPr>
            <w:r w:rsidRPr="009D01B6">
              <w:t>24</w:t>
            </w:r>
          </w:p>
        </w:tc>
        <w:tc>
          <w:tcPr>
            <w:tcW w:w="756" w:type="dxa"/>
            <w:shd w:val="clear" w:color="auto" w:fill="auto"/>
            <w:vAlign w:val="center"/>
          </w:tcPr>
          <w:p w:rsidR="009D01B6" w:rsidRPr="009D01B6" w:rsidRDefault="009D01B6" w:rsidP="00E60143">
            <w:pPr>
              <w:pStyle w:val="TableBodyText"/>
            </w:pPr>
            <w:r w:rsidRPr="009D01B6">
              <w:t>27</w:t>
            </w:r>
          </w:p>
        </w:tc>
        <w:tc>
          <w:tcPr>
            <w:tcW w:w="756" w:type="dxa"/>
            <w:vAlign w:val="center"/>
          </w:tcPr>
          <w:p w:rsidR="009D01B6" w:rsidRPr="009D01B6" w:rsidRDefault="009D01B6" w:rsidP="00E60143">
            <w:pPr>
              <w:pStyle w:val="TableBodyText"/>
            </w:pPr>
            <w:r w:rsidRPr="009D01B6">
              <w:t>29</w:t>
            </w:r>
          </w:p>
        </w:tc>
        <w:tc>
          <w:tcPr>
            <w:tcW w:w="757" w:type="dxa"/>
            <w:vAlign w:val="center"/>
          </w:tcPr>
          <w:p w:rsidR="009D01B6" w:rsidRPr="009D01B6" w:rsidRDefault="009D01B6" w:rsidP="00E60143">
            <w:pPr>
              <w:pStyle w:val="TableBodyText"/>
            </w:pPr>
            <w:r w:rsidRPr="009D01B6">
              <w:t>29</w:t>
            </w:r>
          </w:p>
        </w:tc>
      </w:tr>
      <w:tr w:rsidR="009D01B6" w:rsidTr="00A0273E">
        <w:tc>
          <w:tcPr>
            <w:tcW w:w="1985" w:type="dxa"/>
          </w:tcPr>
          <w:p w:rsidR="009D01B6" w:rsidRDefault="009D01B6" w:rsidP="00E60143">
            <w:pPr>
              <w:pStyle w:val="TableBodyText"/>
              <w:jc w:val="left"/>
            </w:pPr>
            <w:r>
              <w:t xml:space="preserve">  5 — Non-urgent</w:t>
            </w:r>
          </w:p>
        </w:tc>
        <w:tc>
          <w:tcPr>
            <w:tcW w:w="756" w:type="dxa"/>
            <w:vAlign w:val="center"/>
          </w:tcPr>
          <w:p w:rsidR="009D01B6" w:rsidRPr="009D01B6" w:rsidRDefault="009D01B6" w:rsidP="00E60143">
            <w:pPr>
              <w:pStyle w:val="TableBodyText"/>
            </w:pPr>
            <w:r w:rsidRPr="009D01B6">
              <w:t>43</w:t>
            </w:r>
          </w:p>
        </w:tc>
        <w:tc>
          <w:tcPr>
            <w:tcW w:w="756" w:type="dxa"/>
            <w:vAlign w:val="center"/>
          </w:tcPr>
          <w:p w:rsidR="009D01B6" w:rsidRPr="009D01B6" w:rsidRDefault="009D01B6" w:rsidP="00E60143">
            <w:pPr>
              <w:pStyle w:val="TableBodyText"/>
            </w:pPr>
            <w:r w:rsidRPr="009D01B6">
              <w:t>53</w:t>
            </w:r>
          </w:p>
        </w:tc>
        <w:tc>
          <w:tcPr>
            <w:tcW w:w="756" w:type="dxa"/>
            <w:vAlign w:val="center"/>
          </w:tcPr>
          <w:p w:rsidR="009D01B6" w:rsidRPr="009D01B6" w:rsidRDefault="009D01B6" w:rsidP="00E60143">
            <w:pPr>
              <w:pStyle w:val="TableBodyText"/>
            </w:pPr>
            <w:r w:rsidRPr="009D01B6">
              <w:t>46</w:t>
            </w:r>
          </w:p>
        </w:tc>
        <w:tc>
          <w:tcPr>
            <w:tcW w:w="756" w:type="dxa"/>
            <w:vAlign w:val="center"/>
          </w:tcPr>
          <w:p w:rsidR="009D01B6" w:rsidRPr="009D01B6" w:rsidRDefault="009D01B6" w:rsidP="00E60143">
            <w:pPr>
              <w:pStyle w:val="TableBodyText"/>
            </w:pPr>
            <w:r w:rsidRPr="009D01B6">
              <w:t>62</w:t>
            </w:r>
          </w:p>
        </w:tc>
        <w:tc>
          <w:tcPr>
            <w:tcW w:w="756" w:type="dxa"/>
            <w:vAlign w:val="center"/>
          </w:tcPr>
          <w:p w:rsidR="009D01B6" w:rsidRPr="009D01B6" w:rsidRDefault="009D01B6" w:rsidP="00E60143">
            <w:pPr>
              <w:pStyle w:val="TableBodyText"/>
            </w:pPr>
            <w:r w:rsidRPr="009D01B6">
              <w:t>52</w:t>
            </w:r>
          </w:p>
        </w:tc>
        <w:tc>
          <w:tcPr>
            <w:tcW w:w="756" w:type="dxa"/>
            <w:vAlign w:val="center"/>
          </w:tcPr>
          <w:p w:rsidR="009D01B6" w:rsidRPr="009D01B6" w:rsidRDefault="009D01B6" w:rsidP="00E60143">
            <w:pPr>
              <w:pStyle w:val="TableBodyText"/>
            </w:pPr>
            <w:r w:rsidRPr="009D01B6">
              <w:t>43</w:t>
            </w:r>
          </w:p>
        </w:tc>
        <w:tc>
          <w:tcPr>
            <w:tcW w:w="756" w:type="dxa"/>
            <w:shd w:val="clear" w:color="auto" w:fill="auto"/>
            <w:vAlign w:val="center"/>
          </w:tcPr>
          <w:p w:rsidR="009D01B6" w:rsidRPr="009D01B6" w:rsidRDefault="009D01B6" w:rsidP="00E60143">
            <w:pPr>
              <w:pStyle w:val="TableBodyText"/>
            </w:pPr>
            <w:r w:rsidRPr="009D01B6">
              <w:t>44</w:t>
            </w:r>
          </w:p>
        </w:tc>
        <w:tc>
          <w:tcPr>
            <w:tcW w:w="756" w:type="dxa"/>
            <w:vAlign w:val="center"/>
          </w:tcPr>
          <w:p w:rsidR="009D01B6" w:rsidRPr="009D01B6" w:rsidRDefault="009D01B6" w:rsidP="00E60143">
            <w:pPr>
              <w:pStyle w:val="TableBodyText"/>
            </w:pPr>
            <w:r w:rsidRPr="009D01B6">
              <w:t>60</w:t>
            </w:r>
          </w:p>
        </w:tc>
        <w:tc>
          <w:tcPr>
            <w:tcW w:w="757" w:type="dxa"/>
            <w:vAlign w:val="center"/>
          </w:tcPr>
          <w:p w:rsidR="009D01B6" w:rsidRPr="009D01B6" w:rsidRDefault="009D01B6" w:rsidP="00E60143">
            <w:pPr>
              <w:pStyle w:val="TableBodyText"/>
            </w:pPr>
            <w:r w:rsidRPr="009D01B6">
              <w:t>48</w:t>
            </w:r>
          </w:p>
        </w:tc>
      </w:tr>
      <w:tr w:rsidR="009D01B6" w:rsidTr="00A0273E">
        <w:tc>
          <w:tcPr>
            <w:tcW w:w="1985" w:type="dxa"/>
          </w:tcPr>
          <w:p w:rsidR="009D01B6" w:rsidRPr="00A924A7" w:rsidRDefault="009D01B6" w:rsidP="00E60143">
            <w:pPr>
              <w:pStyle w:val="TableBodyText"/>
              <w:jc w:val="left"/>
              <w:rPr>
                <w:b/>
              </w:rPr>
            </w:pPr>
            <w:r>
              <w:rPr>
                <w:b/>
              </w:rPr>
              <w:t xml:space="preserve">  </w:t>
            </w:r>
            <w:r w:rsidRPr="00A924A7">
              <w:rPr>
                <w:b/>
              </w:rPr>
              <w:t>Total</w:t>
            </w:r>
            <w:r w:rsidRPr="001A3F44">
              <w:rPr>
                <w:rStyle w:val="NoteLabel"/>
              </w:rPr>
              <w:t>d</w:t>
            </w:r>
          </w:p>
        </w:tc>
        <w:tc>
          <w:tcPr>
            <w:tcW w:w="756" w:type="dxa"/>
            <w:vAlign w:val="center"/>
          </w:tcPr>
          <w:p w:rsidR="009D01B6" w:rsidRPr="009D01B6" w:rsidRDefault="009D01B6" w:rsidP="00E60143">
            <w:pPr>
              <w:pStyle w:val="TableBodyText"/>
              <w:rPr>
                <w:b/>
              </w:rPr>
            </w:pPr>
            <w:r w:rsidRPr="009D01B6">
              <w:rPr>
                <w:b/>
              </w:rPr>
              <w:t>24</w:t>
            </w:r>
          </w:p>
        </w:tc>
        <w:tc>
          <w:tcPr>
            <w:tcW w:w="756" w:type="dxa"/>
            <w:vAlign w:val="center"/>
          </w:tcPr>
          <w:p w:rsidR="009D01B6" w:rsidRPr="009D01B6" w:rsidRDefault="009D01B6" w:rsidP="00E60143">
            <w:pPr>
              <w:pStyle w:val="TableBodyText"/>
              <w:rPr>
                <w:b/>
              </w:rPr>
            </w:pPr>
            <w:r w:rsidRPr="009D01B6">
              <w:rPr>
                <w:b/>
              </w:rPr>
              <w:t>31</w:t>
            </w:r>
          </w:p>
        </w:tc>
        <w:tc>
          <w:tcPr>
            <w:tcW w:w="756" w:type="dxa"/>
            <w:vAlign w:val="center"/>
          </w:tcPr>
          <w:p w:rsidR="009D01B6" w:rsidRPr="009D01B6" w:rsidRDefault="009D01B6" w:rsidP="00E60143">
            <w:pPr>
              <w:pStyle w:val="TableBodyText"/>
              <w:rPr>
                <w:b/>
              </w:rPr>
            </w:pPr>
            <w:r w:rsidRPr="009D01B6">
              <w:rPr>
                <w:b/>
              </w:rPr>
              <w:t>23</w:t>
            </w:r>
          </w:p>
        </w:tc>
        <w:tc>
          <w:tcPr>
            <w:tcW w:w="756" w:type="dxa"/>
            <w:vAlign w:val="center"/>
          </w:tcPr>
          <w:p w:rsidR="009D01B6" w:rsidRPr="009D01B6" w:rsidRDefault="009D01B6" w:rsidP="00E60143">
            <w:pPr>
              <w:pStyle w:val="TableBodyText"/>
              <w:rPr>
                <w:b/>
              </w:rPr>
            </w:pPr>
            <w:r w:rsidRPr="009D01B6">
              <w:rPr>
                <w:b/>
              </w:rPr>
              <w:t>52</w:t>
            </w:r>
          </w:p>
        </w:tc>
        <w:tc>
          <w:tcPr>
            <w:tcW w:w="756" w:type="dxa"/>
            <w:vAlign w:val="center"/>
          </w:tcPr>
          <w:p w:rsidR="009D01B6" w:rsidRPr="009D01B6" w:rsidRDefault="009D01B6" w:rsidP="00E60143">
            <w:pPr>
              <w:pStyle w:val="TableBodyText"/>
              <w:rPr>
                <w:b/>
              </w:rPr>
            </w:pPr>
            <w:r w:rsidRPr="009D01B6">
              <w:rPr>
                <w:b/>
              </w:rPr>
              <w:t>36</w:t>
            </w:r>
          </w:p>
        </w:tc>
        <w:tc>
          <w:tcPr>
            <w:tcW w:w="756" w:type="dxa"/>
            <w:vAlign w:val="center"/>
          </w:tcPr>
          <w:p w:rsidR="009D01B6" w:rsidRPr="009D01B6" w:rsidRDefault="009D01B6" w:rsidP="00E60143">
            <w:pPr>
              <w:pStyle w:val="TableBodyText"/>
              <w:rPr>
                <w:b/>
              </w:rPr>
            </w:pPr>
            <w:r w:rsidRPr="009D01B6">
              <w:rPr>
                <w:b/>
              </w:rPr>
              <w:t>25</w:t>
            </w:r>
          </w:p>
        </w:tc>
        <w:tc>
          <w:tcPr>
            <w:tcW w:w="756" w:type="dxa"/>
            <w:shd w:val="clear" w:color="auto" w:fill="auto"/>
            <w:vAlign w:val="center"/>
          </w:tcPr>
          <w:p w:rsidR="009D01B6" w:rsidRPr="009D01B6" w:rsidRDefault="009D01B6" w:rsidP="00E60143">
            <w:pPr>
              <w:pStyle w:val="TableBodyText"/>
              <w:rPr>
                <w:b/>
              </w:rPr>
            </w:pPr>
            <w:r w:rsidRPr="009D01B6">
              <w:rPr>
                <w:b/>
              </w:rPr>
              <w:t>32</w:t>
            </w:r>
          </w:p>
        </w:tc>
        <w:tc>
          <w:tcPr>
            <w:tcW w:w="756" w:type="dxa"/>
            <w:vAlign w:val="center"/>
          </w:tcPr>
          <w:p w:rsidR="009D01B6" w:rsidRPr="009D01B6" w:rsidRDefault="009D01B6" w:rsidP="00E60143">
            <w:pPr>
              <w:pStyle w:val="TableBodyText"/>
              <w:rPr>
                <w:b/>
              </w:rPr>
            </w:pPr>
            <w:r w:rsidRPr="009D01B6">
              <w:rPr>
                <w:b/>
              </w:rPr>
              <w:t>29</w:t>
            </w:r>
          </w:p>
        </w:tc>
        <w:tc>
          <w:tcPr>
            <w:tcW w:w="757" w:type="dxa"/>
            <w:vAlign w:val="center"/>
          </w:tcPr>
          <w:p w:rsidR="009D01B6" w:rsidRPr="009D01B6" w:rsidRDefault="009D01B6" w:rsidP="00E60143">
            <w:pPr>
              <w:pStyle w:val="TableBodyText"/>
              <w:rPr>
                <w:b/>
              </w:rPr>
            </w:pPr>
            <w:r w:rsidRPr="009D01B6">
              <w:rPr>
                <w:b/>
              </w:rPr>
              <w:t>29</w:t>
            </w:r>
          </w:p>
        </w:tc>
      </w:tr>
      <w:tr w:rsidR="009D01B6" w:rsidRPr="006E64EB" w:rsidTr="001D3925">
        <w:tc>
          <w:tcPr>
            <w:tcW w:w="1985" w:type="dxa"/>
            <w:shd w:val="clear" w:color="auto" w:fill="auto"/>
          </w:tcPr>
          <w:p w:rsidR="009D01B6" w:rsidRDefault="009D01B6" w:rsidP="00EC5E0F">
            <w:pPr>
              <w:pStyle w:val="TableUnitsRow"/>
              <w:jc w:val="left"/>
            </w:pPr>
            <w:r>
              <w:t>201</w:t>
            </w:r>
            <w:r w:rsidR="00EC5E0F">
              <w:t>2</w:t>
            </w:r>
            <w:r>
              <w:t>-1</w:t>
            </w:r>
            <w:r w:rsidR="00EC5E0F">
              <w:t>3</w:t>
            </w: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6" w:type="dxa"/>
            <w:shd w:val="clear" w:color="auto" w:fill="auto"/>
            <w:vAlign w:val="bottom"/>
          </w:tcPr>
          <w:p w:rsidR="009D01B6" w:rsidRDefault="009D01B6" w:rsidP="00E60143">
            <w:pPr>
              <w:pStyle w:val="TableUnitsRow"/>
              <w:jc w:val="left"/>
            </w:pPr>
          </w:p>
        </w:tc>
        <w:tc>
          <w:tcPr>
            <w:tcW w:w="757" w:type="dxa"/>
            <w:shd w:val="clear" w:color="auto" w:fill="auto"/>
            <w:vAlign w:val="bottom"/>
          </w:tcPr>
          <w:p w:rsidR="009D01B6" w:rsidRDefault="009D01B6" w:rsidP="00E60143">
            <w:pPr>
              <w:pStyle w:val="TableUnitsRow"/>
              <w:jc w:val="left"/>
            </w:pPr>
          </w:p>
        </w:tc>
      </w:tr>
      <w:tr w:rsidR="00B17252" w:rsidTr="00EF1297">
        <w:tc>
          <w:tcPr>
            <w:tcW w:w="1985" w:type="dxa"/>
            <w:shd w:val="clear" w:color="auto" w:fill="auto"/>
          </w:tcPr>
          <w:p w:rsidR="00B17252" w:rsidRDefault="00B17252" w:rsidP="00E60143">
            <w:pPr>
              <w:pStyle w:val="TableUnitsRow"/>
              <w:jc w:val="left"/>
            </w:pPr>
            <w:r>
              <w:t xml:space="preserve">  1 — Resuscitation</w:t>
            </w:r>
          </w:p>
        </w:tc>
        <w:tc>
          <w:tcPr>
            <w:tcW w:w="756" w:type="dxa"/>
            <w:shd w:val="clear" w:color="auto" w:fill="auto"/>
            <w:vAlign w:val="center"/>
          </w:tcPr>
          <w:p w:rsidR="00B17252" w:rsidRPr="00B17252" w:rsidRDefault="00B17252" w:rsidP="00E60143">
            <w:pPr>
              <w:pStyle w:val="TableBodyText"/>
            </w:pPr>
            <w:r w:rsidRPr="00B17252">
              <w:t>44</w:t>
            </w:r>
          </w:p>
        </w:tc>
        <w:tc>
          <w:tcPr>
            <w:tcW w:w="756" w:type="dxa"/>
            <w:shd w:val="clear" w:color="auto" w:fill="auto"/>
            <w:vAlign w:val="center"/>
          </w:tcPr>
          <w:p w:rsidR="00B17252" w:rsidRPr="00B17252" w:rsidRDefault="00B17252" w:rsidP="00E60143">
            <w:pPr>
              <w:pStyle w:val="TableBodyText"/>
            </w:pPr>
            <w:r w:rsidRPr="00B17252">
              <w:t>56</w:t>
            </w:r>
          </w:p>
        </w:tc>
        <w:tc>
          <w:tcPr>
            <w:tcW w:w="756" w:type="dxa"/>
            <w:shd w:val="clear" w:color="auto" w:fill="auto"/>
            <w:vAlign w:val="center"/>
          </w:tcPr>
          <w:p w:rsidR="00B17252" w:rsidRPr="00B17252" w:rsidRDefault="00B17252" w:rsidP="00E60143">
            <w:pPr>
              <w:pStyle w:val="TableBodyText"/>
            </w:pPr>
            <w:r w:rsidRPr="00B17252">
              <w:t>54</w:t>
            </w:r>
          </w:p>
        </w:tc>
        <w:tc>
          <w:tcPr>
            <w:tcW w:w="756" w:type="dxa"/>
            <w:shd w:val="clear" w:color="auto" w:fill="auto"/>
            <w:vAlign w:val="center"/>
          </w:tcPr>
          <w:p w:rsidR="00B17252" w:rsidRPr="00B17252" w:rsidRDefault="00B17252" w:rsidP="00E60143">
            <w:pPr>
              <w:pStyle w:val="TableBodyText"/>
            </w:pPr>
            <w:r w:rsidRPr="00B17252">
              <w:t>59</w:t>
            </w:r>
          </w:p>
        </w:tc>
        <w:tc>
          <w:tcPr>
            <w:tcW w:w="756" w:type="dxa"/>
            <w:shd w:val="clear" w:color="auto" w:fill="auto"/>
            <w:vAlign w:val="center"/>
          </w:tcPr>
          <w:p w:rsidR="00B17252" w:rsidRPr="00B17252" w:rsidRDefault="00B17252" w:rsidP="00E60143">
            <w:pPr>
              <w:pStyle w:val="TableBodyText"/>
            </w:pPr>
            <w:r w:rsidRPr="00B17252">
              <w:t>55</w:t>
            </w:r>
          </w:p>
        </w:tc>
        <w:tc>
          <w:tcPr>
            <w:tcW w:w="756" w:type="dxa"/>
            <w:shd w:val="clear" w:color="auto" w:fill="auto"/>
            <w:vAlign w:val="center"/>
          </w:tcPr>
          <w:p w:rsidR="00B17252" w:rsidRPr="00B17252" w:rsidRDefault="00B17252" w:rsidP="00E60143">
            <w:pPr>
              <w:pStyle w:val="TableBodyText"/>
            </w:pPr>
            <w:r w:rsidRPr="00B17252">
              <w:t>56</w:t>
            </w:r>
          </w:p>
        </w:tc>
        <w:tc>
          <w:tcPr>
            <w:tcW w:w="756" w:type="dxa"/>
            <w:shd w:val="clear" w:color="auto" w:fill="auto"/>
            <w:vAlign w:val="center"/>
          </w:tcPr>
          <w:p w:rsidR="00B17252" w:rsidRPr="00B17252" w:rsidRDefault="00B17252" w:rsidP="00E60143">
            <w:pPr>
              <w:pStyle w:val="TableBodyText"/>
            </w:pPr>
            <w:r w:rsidRPr="00B17252">
              <w:t>62</w:t>
            </w:r>
          </w:p>
        </w:tc>
        <w:tc>
          <w:tcPr>
            <w:tcW w:w="756" w:type="dxa"/>
            <w:shd w:val="clear" w:color="auto" w:fill="auto"/>
            <w:vAlign w:val="center"/>
          </w:tcPr>
          <w:p w:rsidR="00B17252" w:rsidRPr="00B17252" w:rsidRDefault="00B17252" w:rsidP="00E60143">
            <w:pPr>
              <w:pStyle w:val="TableBodyText"/>
            </w:pPr>
            <w:r w:rsidRPr="00B17252">
              <w:t>48</w:t>
            </w:r>
          </w:p>
        </w:tc>
        <w:tc>
          <w:tcPr>
            <w:tcW w:w="757" w:type="dxa"/>
            <w:shd w:val="clear" w:color="auto" w:fill="auto"/>
            <w:vAlign w:val="center"/>
          </w:tcPr>
          <w:p w:rsidR="00B17252" w:rsidRPr="00B17252" w:rsidRDefault="00B17252" w:rsidP="00E60143">
            <w:pPr>
              <w:pStyle w:val="TableBodyText"/>
            </w:pPr>
            <w:r w:rsidRPr="00B17252">
              <w:t>52</w:t>
            </w:r>
          </w:p>
        </w:tc>
      </w:tr>
      <w:tr w:rsidR="00B17252" w:rsidTr="00EF1297">
        <w:tc>
          <w:tcPr>
            <w:tcW w:w="1985" w:type="dxa"/>
            <w:shd w:val="clear" w:color="auto" w:fill="auto"/>
          </w:tcPr>
          <w:p w:rsidR="00B17252" w:rsidRDefault="00B17252" w:rsidP="00E60143">
            <w:pPr>
              <w:pStyle w:val="TableBodyText"/>
              <w:jc w:val="left"/>
            </w:pPr>
            <w:r>
              <w:t xml:space="preserve">  2 — Emergency</w:t>
            </w:r>
          </w:p>
        </w:tc>
        <w:tc>
          <w:tcPr>
            <w:tcW w:w="756" w:type="dxa"/>
            <w:shd w:val="clear" w:color="auto" w:fill="auto"/>
            <w:vAlign w:val="center"/>
          </w:tcPr>
          <w:p w:rsidR="00B17252" w:rsidRPr="00B17252" w:rsidRDefault="00B17252" w:rsidP="00E60143">
            <w:pPr>
              <w:pStyle w:val="TableBodyText"/>
            </w:pPr>
            <w:r w:rsidRPr="00B17252">
              <w:t>32</w:t>
            </w:r>
          </w:p>
        </w:tc>
        <w:tc>
          <w:tcPr>
            <w:tcW w:w="756" w:type="dxa"/>
            <w:shd w:val="clear" w:color="auto" w:fill="auto"/>
            <w:vAlign w:val="center"/>
          </w:tcPr>
          <w:p w:rsidR="00B17252" w:rsidRPr="00B17252" w:rsidRDefault="00B17252" w:rsidP="00E60143">
            <w:pPr>
              <w:pStyle w:val="TableBodyText"/>
            </w:pPr>
            <w:r w:rsidRPr="00B17252">
              <w:t>44</w:t>
            </w:r>
          </w:p>
        </w:tc>
        <w:tc>
          <w:tcPr>
            <w:tcW w:w="756" w:type="dxa"/>
            <w:shd w:val="clear" w:color="auto" w:fill="auto"/>
            <w:vAlign w:val="center"/>
          </w:tcPr>
          <w:p w:rsidR="00B17252" w:rsidRPr="00B17252" w:rsidRDefault="00B17252" w:rsidP="00E60143">
            <w:pPr>
              <w:pStyle w:val="TableBodyText"/>
            </w:pPr>
            <w:r w:rsidRPr="00B17252">
              <w:t>40</w:t>
            </w:r>
          </w:p>
        </w:tc>
        <w:tc>
          <w:tcPr>
            <w:tcW w:w="756" w:type="dxa"/>
            <w:shd w:val="clear" w:color="auto" w:fill="auto"/>
            <w:vAlign w:val="center"/>
          </w:tcPr>
          <w:p w:rsidR="00B17252" w:rsidRPr="00B17252" w:rsidRDefault="00B17252" w:rsidP="00E60143">
            <w:pPr>
              <w:pStyle w:val="TableBodyText"/>
            </w:pPr>
            <w:r w:rsidRPr="00B17252">
              <w:t>52</w:t>
            </w:r>
          </w:p>
        </w:tc>
        <w:tc>
          <w:tcPr>
            <w:tcW w:w="756" w:type="dxa"/>
            <w:shd w:val="clear" w:color="auto" w:fill="auto"/>
            <w:vAlign w:val="center"/>
          </w:tcPr>
          <w:p w:rsidR="00B17252" w:rsidRPr="00B17252" w:rsidRDefault="00B17252" w:rsidP="00E60143">
            <w:pPr>
              <w:pStyle w:val="TableBodyText"/>
            </w:pPr>
            <w:r w:rsidRPr="00B17252">
              <w:t>41</w:t>
            </w:r>
          </w:p>
        </w:tc>
        <w:tc>
          <w:tcPr>
            <w:tcW w:w="756" w:type="dxa"/>
            <w:shd w:val="clear" w:color="auto" w:fill="auto"/>
            <w:vAlign w:val="center"/>
          </w:tcPr>
          <w:p w:rsidR="00B17252" w:rsidRPr="00B17252" w:rsidRDefault="00B17252" w:rsidP="00E60143">
            <w:pPr>
              <w:pStyle w:val="TableBodyText"/>
            </w:pPr>
            <w:r w:rsidRPr="00B17252">
              <w:t>32</w:t>
            </w:r>
          </w:p>
        </w:tc>
        <w:tc>
          <w:tcPr>
            <w:tcW w:w="756" w:type="dxa"/>
            <w:shd w:val="clear" w:color="auto" w:fill="auto"/>
            <w:vAlign w:val="center"/>
          </w:tcPr>
          <w:p w:rsidR="00B17252" w:rsidRPr="00B17252" w:rsidRDefault="00B17252" w:rsidP="00E60143">
            <w:pPr>
              <w:pStyle w:val="TableBodyText"/>
            </w:pPr>
            <w:r w:rsidRPr="00B17252">
              <w:t>40</w:t>
            </w:r>
          </w:p>
        </w:tc>
        <w:tc>
          <w:tcPr>
            <w:tcW w:w="756" w:type="dxa"/>
            <w:shd w:val="clear" w:color="auto" w:fill="auto"/>
            <w:vAlign w:val="center"/>
          </w:tcPr>
          <w:p w:rsidR="00B17252" w:rsidRPr="00B17252" w:rsidRDefault="00B17252" w:rsidP="00E60143">
            <w:pPr>
              <w:pStyle w:val="TableBodyText"/>
            </w:pPr>
            <w:r w:rsidRPr="00B17252">
              <w:t>23</w:t>
            </w:r>
          </w:p>
        </w:tc>
        <w:tc>
          <w:tcPr>
            <w:tcW w:w="757" w:type="dxa"/>
            <w:shd w:val="clear" w:color="auto" w:fill="auto"/>
            <w:vAlign w:val="center"/>
          </w:tcPr>
          <w:p w:rsidR="00B17252" w:rsidRPr="00B17252" w:rsidRDefault="00B17252" w:rsidP="00E60143">
            <w:pPr>
              <w:pStyle w:val="TableBodyText"/>
            </w:pPr>
            <w:r w:rsidRPr="00B17252">
              <w:t>39</w:t>
            </w:r>
          </w:p>
        </w:tc>
      </w:tr>
      <w:tr w:rsidR="00B17252" w:rsidTr="00EF1297">
        <w:tc>
          <w:tcPr>
            <w:tcW w:w="1985" w:type="dxa"/>
            <w:shd w:val="clear" w:color="auto" w:fill="auto"/>
          </w:tcPr>
          <w:p w:rsidR="00B17252" w:rsidRDefault="00B17252" w:rsidP="00E60143">
            <w:pPr>
              <w:pStyle w:val="TableBodyText"/>
              <w:jc w:val="left"/>
            </w:pPr>
            <w:r>
              <w:t xml:space="preserve">  3 — Urgent</w:t>
            </w:r>
          </w:p>
        </w:tc>
        <w:tc>
          <w:tcPr>
            <w:tcW w:w="756" w:type="dxa"/>
            <w:shd w:val="clear" w:color="auto" w:fill="auto"/>
            <w:vAlign w:val="center"/>
          </w:tcPr>
          <w:p w:rsidR="00B17252" w:rsidRPr="00B17252" w:rsidRDefault="00B17252" w:rsidP="00E60143">
            <w:pPr>
              <w:pStyle w:val="TableBodyText"/>
            </w:pPr>
            <w:r w:rsidRPr="00B17252">
              <w:t>27</w:t>
            </w:r>
          </w:p>
        </w:tc>
        <w:tc>
          <w:tcPr>
            <w:tcW w:w="756" w:type="dxa"/>
            <w:shd w:val="clear" w:color="auto" w:fill="auto"/>
            <w:vAlign w:val="center"/>
          </w:tcPr>
          <w:p w:rsidR="00B17252" w:rsidRPr="00B17252" w:rsidRDefault="00B17252" w:rsidP="00E60143">
            <w:pPr>
              <w:pStyle w:val="TableBodyText"/>
            </w:pPr>
            <w:r w:rsidRPr="00B17252">
              <w:t>36</w:t>
            </w:r>
          </w:p>
        </w:tc>
        <w:tc>
          <w:tcPr>
            <w:tcW w:w="756" w:type="dxa"/>
            <w:shd w:val="clear" w:color="auto" w:fill="auto"/>
            <w:vAlign w:val="center"/>
          </w:tcPr>
          <w:p w:rsidR="00B17252" w:rsidRPr="00B17252" w:rsidRDefault="00B17252" w:rsidP="00E60143">
            <w:pPr>
              <w:pStyle w:val="TableBodyText"/>
            </w:pPr>
            <w:r w:rsidRPr="00B17252">
              <w:t>39</w:t>
            </w:r>
          </w:p>
        </w:tc>
        <w:tc>
          <w:tcPr>
            <w:tcW w:w="756" w:type="dxa"/>
            <w:shd w:val="clear" w:color="auto" w:fill="auto"/>
            <w:vAlign w:val="center"/>
          </w:tcPr>
          <w:p w:rsidR="00B17252" w:rsidRPr="00B17252" w:rsidRDefault="00B17252" w:rsidP="00E60143">
            <w:pPr>
              <w:pStyle w:val="TableBodyText"/>
            </w:pPr>
            <w:r w:rsidRPr="00B17252">
              <w:t>43</w:t>
            </w:r>
          </w:p>
        </w:tc>
        <w:tc>
          <w:tcPr>
            <w:tcW w:w="756" w:type="dxa"/>
            <w:shd w:val="clear" w:color="auto" w:fill="auto"/>
            <w:vAlign w:val="center"/>
          </w:tcPr>
          <w:p w:rsidR="00B17252" w:rsidRPr="00B17252" w:rsidRDefault="00B17252" w:rsidP="00E60143">
            <w:pPr>
              <w:pStyle w:val="TableBodyText"/>
            </w:pPr>
            <w:r w:rsidRPr="00B17252">
              <w:t>38</w:t>
            </w:r>
          </w:p>
        </w:tc>
        <w:tc>
          <w:tcPr>
            <w:tcW w:w="756" w:type="dxa"/>
            <w:shd w:val="clear" w:color="auto" w:fill="auto"/>
            <w:vAlign w:val="center"/>
          </w:tcPr>
          <w:p w:rsidR="00B17252" w:rsidRPr="00B17252" w:rsidRDefault="00B17252" w:rsidP="00E60143">
            <w:pPr>
              <w:pStyle w:val="TableBodyText"/>
            </w:pPr>
            <w:r w:rsidRPr="00B17252">
              <w:t>22</w:t>
            </w:r>
          </w:p>
        </w:tc>
        <w:tc>
          <w:tcPr>
            <w:tcW w:w="756" w:type="dxa"/>
            <w:shd w:val="clear" w:color="auto" w:fill="auto"/>
            <w:vAlign w:val="center"/>
          </w:tcPr>
          <w:p w:rsidR="00B17252" w:rsidRPr="00B17252" w:rsidRDefault="00B17252" w:rsidP="00E60143">
            <w:pPr>
              <w:pStyle w:val="TableBodyText"/>
            </w:pPr>
            <w:r w:rsidRPr="00B17252">
              <w:t>24</w:t>
            </w:r>
          </w:p>
        </w:tc>
        <w:tc>
          <w:tcPr>
            <w:tcW w:w="756" w:type="dxa"/>
            <w:shd w:val="clear" w:color="auto" w:fill="auto"/>
            <w:vAlign w:val="center"/>
          </w:tcPr>
          <w:p w:rsidR="00B17252" w:rsidRPr="00B17252" w:rsidRDefault="00B17252" w:rsidP="00E60143">
            <w:pPr>
              <w:pStyle w:val="TableBodyText"/>
            </w:pPr>
            <w:r w:rsidRPr="00B17252">
              <w:t>23</w:t>
            </w:r>
          </w:p>
        </w:tc>
        <w:tc>
          <w:tcPr>
            <w:tcW w:w="757" w:type="dxa"/>
            <w:shd w:val="clear" w:color="auto" w:fill="auto"/>
            <w:vAlign w:val="center"/>
          </w:tcPr>
          <w:p w:rsidR="00B17252" w:rsidRPr="00B17252" w:rsidRDefault="00B17252" w:rsidP="00E60143">
            <w:pPr>
              <w:pStyle w:val="TableBodyText"/>
            </w:pPr>
            <w:r w:rsidRPr="00B17252">
              <w:t>34</w:t>
            </w:r>
          </w:p>
        </w:tc>
      </w:tr>
      <w:tr w:rsidR="00B17252" w:rsidTr="00EF1297">
        <w:tc>
          <w:tcPr>
            <w:tcW w:w="1985" w:type="dxa"/>
            <w:shd w:val="clear" w:color="auto" w:fill="auto"/>
          </w:tcPr>
          <w:p w:rsidR="00B17252" w:rsidRDefault="00B17252" w:rsidP="00E60143">
            <w:pPr>
              <w:pStyle w:val="TableBodyText"/>
              <w:jc w:val="left"/>
            </w:pPr>
            <w:r>
              <w:t xml:space="preserve">  4 — Semi-urgent</w:t>
            </w:r>
          </w:p>
        </w:tc>
        <w:tc>
          <w:tcPr>
            <w:tcW w:w="756" w:type="dxa"/>
            <w:shd w:val="clear" w:color="auto" w:fill="auto"/>
            <w:vAlign w:val="center"/>
          </w:tcPr>
          <w:p w:rsidR="00B17252" w:rsidRPr="00B17252" w:rsidRDefault="00B17252" w:rsidP="00E60143">
            <w:pPr>
              <w:pStyle w:val="TableBodyText"/>
            </w:pPr>
            <w:r w:rsidRPr="00B17252">
              <w:t>30</w:t>
            </w:r>
          </w:p>
        </w:tc>
        <w:tc>
          <w:tcPr>
            <w:tcW w:w="756" w:type="dxa"/>
            <w:shd w:val="clear" w:color="auto" w:fill="auto"/>
            <w:vAlign w:val="center"/>
          </w:tcPr>
          <w:p w:rsidR="00B17252" w:rsidRPr="00B17252" w:rsidRDefault="00B17252" w:rsidP="00E60143">
            <w:pPr>
              <w:pStyle w:val="TableBodyText"/>
            </w:pPr>
            <w:r w:rsidRPr="00B17252">
              <w:t>36</w:t>
            </w:r>
          </w:p>
        </w:tc>
        <w:tc>
          <w:tcPr>
            <w:tcW w:w="756" w:type="dxa"/>
            <w:shd w:val="clear" w:color="auto" w:fill="auto"/>
            <w:vAlign w:val="center"/>
          </w:tcPr>
          <w:p w:rsidR="00B17252" w:rsidRPr="00B17252" w:rsidRDefault="00B17252" w:rsidP="00E60143">
            <w:pPr>
              <w:pStyle w:val="TableBodyText"/>
            </w:pPr>
            <w:r w:rsidRPr="00B17252">
              <w:t>45</w:t>
            </w:r>
          </w:p>
        </w:tc>
        <w:tc>
          <w:tcPr>
            <w:tcW w:w="756" w:type="dxa"/>
            <w:shd w:val="clear" w:color="auto" w:fill="auto"/>
            <w:vAlign w:val="center"/>
          </w:tcPr>
          <w:p w:rsidR="00B17252" w:rsidRPr="00B17252" w:rsidRDefault="00B17252" w:rsidP="00E60143">
            <w:pPr>
              <w:pStyle w:val="TableBodyText"/>
            </w:pPr>
            <w:r w:rsidRPr="00B17252">
              <w:t>45</w:t>
            </w:r>
          </w:p>
        </w:tc>
        <w:tc>
          <w:tcPr>
            <w:tcW w:w="756" w:type="dxa"/>
            <w:shd w:val="clear" w:color="auto" w:fill="auto"/>
            <w:vAlign w:val="center"/>
          </w:tcPr>
          <w:p w:rsidR="00B17252" w:rsidRPr="00B17252" w:rsidRDefault="00B17252" w:rsidP="00E60143">
            <w:pPr>
              <w:pStyle w:val="TableBodyText"/>
            </w:pPr>
            <w:r w:rsidRPr="00B17252">
              <w:t>43</w:t>
            </w:r>
          </w:p>
        </w:tc>
        <w:tc>
          <w:tcPr>
            <w:tcW w:w="756" w:type="dxa"/>
            <w:shd w:val="clear" w:color="auto" w:fill="auto"/>
            <w:vAlign w:val="center"/>
          </w:tcPr>
          <w:p w:rsidR="00B17252" w:rsidRPr="00B17252" w:rsidRDefault="00B17252" w:rsidP="00E60143">
            <w:pPr>
              <w:pStyle w:val="TableBodyText"/>
            </w:pPr>
            <w:r w:rsidRPr="00B17252">
              <w:t>24</w:t>
            </w:r>
          </w:p>
        </w:tc>
        <w:tc>
          <w:tcPr>
            <w:tcW w:w="756" w:type="dxa"/>
            <w:shd w:val="clear" w:color="auto" w:fill="auto"/>
            <w:vAlign w:val="center"/>
          </w:tcPr>
          <w:p w:rsidR="00B17252" w:rsidRPr="00B17252" w:rsidRDefault="00B17252" w:rsidP="00E60143">
            <w:pPr>
              <w:pStyle w:val="TableBodyText"/>
            </w:pPr>
            <w:r w:rsidRPr="00B17252">
              <w:t>28</w:t>
            </w:r>
          </w:p>
        </w:tc>
        <w:tc>
          <w:tcPr>
            <w:tcW w:w="756" w:type="dxa"/>
            <w:shd w:val="clear" w:color="auto" w:fill="auto"/>
            <w:vAlign w:val="center"/>
          </w:tcPr>
          <w:p w:rsidR="00B17252" w:rsidRPr="00B17252" w:rsidRDefault="00B17252" w:rsidP="00E60143">
            <w:pPr>
              <w:pStyle w:val="TableBodyText"/>
            </w:pPr>
            <w:r w:rsidRPr="00B17252">
              <w:t>24</w:t>
            </w:r>
          </w:p>
        </w:tc>
        <w:tc>
          <w:tcPr>
            <w:tcW w:w="757" w:type="dxa"/>
            <w:shd w:val="clear" w:color="auto" w:fill="auto"/>
            <w:vAlign w:val="center"/>
          </w:tcPr>
          <w:p w:rsidR="00B17252" w:rsidRPr="00B17252" w:rsidRDefault="00B17252" w:rsidP="00E60143">
            <w:pPr>
              <w:pStyle w:val="TableBodyText"/>
            </w:pPr>
            <w:r w:rsidRPr="00B17252">
              <w:t>35</w:t>
            </w:r>
          </w:p>
        </w:tc>
      </w:tr>
      <w:tr w:rsidR="00B17252" w:rsidTr="00EF1297">
        <w:tc>
          <w:tcPr>
            <w:tcW w:w="1985" w:type="dxa"/>
            <w:shd w:val="clear" w:color="auto" w:fill="auto"/>
          </w:tcPr>
          <w:p w:rsidR="00B17252" w:rsidRDefault="00B17252" w:rsidP="00E60143">
            <w:pPr>
              <w:pStyle w:val="TableBodyText"/>
              <w:jc w:val="left"/>
            </w:pPr>
            <w:r>
              <w:t xml:space="preserve">  5 — Non-urgent</w:t>
            </w:r>
          </w:p>
        </w:tc>
        <w:tc>
          <w:tcPr>
            <w:tcW w:w="756" w:type="dxa"/>
            <w:shd w:val="clear" w:color="auto" w:fill="auto"/>
            <w:vAlign w:val="center"/>
          </w:tcPr>
          <w:p w:rsidR="00B17252" w:rsidRPr="00B17252" w:rsidRDefault="00B17252" w:rsidP="00E60143">
            <w:pPr>
              <w:pStyle w:val="TableBodyText"/>
            </w:pPr>
            <w:r w:rsidRPr="00B17252">
              <w:t>53</w:t>
            </w:r>
          </w:p>
        </w:tc>
        <w:tc>
          <w:tcPr>
            <w:tcW w:w="756" w:type="dxa"/>
            <w:shd w:val="clear" w:color="auto" w:fill="auto"/>
            <w:vAlign w:val="center"/>
          </w:tcPr>
          <w:p w:rsidR="00B17252" w:rsidRPr="00B17252" w:rsidRDefault="00B17252" w:rsidP="00E60143">
            <w:pPr>
              <w:pStyle w:val="TableBodyText"/>
            </w:pPr>
            <w:r w:rsidRPr="00B17252">
              <w:t>53</w:t>
            </w:r>
          </w:p>
        </w:tc>
        <w:tc>
          <w:tcPr>
            <w:tcW w:w="756" w:type="dxa"/>
            <w:shd w:val="clear" w:color="auto" w:fill="auto"/>
            <w:vAlign w:val="center"/>
          </w:tcPr>
          <w:p w:rsidR="00B17252" w:rsidRPr="00B17252" w:rsidRDefault="00B17252" w:rsidP="00E60143">
            <w:pPr>
              <w:pStyle w:val="TableBodyText"/>
            </w:pPr>
            <w:r w:rsidRPr="00B17252">
              <w:t>62</w:t>
            </w:r>
          </w:p>
        </w:tc>
        <w:tc>
          <w:tcPr>
            <w:tcW w:w="756" w:type="dxa"/>
            <w:shd w:val="clear" w:color="auto" w:fill="auto"/>
            <w:vAlign w:val="center"/>
          </w:tcPr>
          <w:p w:rsidR="00B17252" w:rsidRPr="00B17252" w:rsidRDefault="00B17252" w:rsidP="00E60143">
            <w:pPr>
              <w:pStyle w:val="TableBodyText"/>
            </w:pPr>
            <w:r w:rsidRPr="00B17252">
              <w:t>55</w:t>
            </w:r>
          </w:p>
        </w:tc>
        <w:tc>
          <w:tcPr>
            <w:tcW w:w="756" w:type="dxa"/>
            <w:shd w:val="clear" w:color="auto" w:fill="auto"/>
            <w:vAlign w:val="center"/>
          </w:tcPr>
          <w:p w:rsidR="00B17252" w:rsidRPr="00B17252" w:rsidRDefault="00B17252" w:rsidP="00E60143">
            <w:pPr>
              <w:pStyle w:val="TableBodyText"/>
            </w:pPr>
            <w:r w:rsidRPr="00B17252">
              <w:t>61</w:t>
            </w:r>
          </w:p>
        </w:tc>
        <w:tc>
          <w:tcPr>
            <w:tcW w:w="756" w:type="dxa"/>
            <w:shd w:val="clear" w:color="auto" w:fill="auto"/>
            <w:vAlign w:val="center"/>
          </w:tcPr>
          <w:p w:rsidR="00B17252" w:rsidRPr="00B17252" w:rsidRDefault="00B17252" w:rsidP="00E60143">
            <w:pPr>
              <w:pStyle w:val="TableBodyText"/>
            </w:pPr>
            <w:r w:rsidRPr="00B17252">
              <w:t>47</w:t>
            </w:r>
          </w:p>
        </w:tc>
        <w:tc>
          <w:tcPr>
            <w:tcW w:w="756" w:type="dxa"/>
            <w:shd w:val="clear" w:color="auto" w:fill="auto"/>
            <w:vAlign w:val="center"/>
          </w:tcPr>
          <w:p w:rsidR="00B17252" w:rsidRPr="00B17252" w:rsidRDefault="00B17252" w:rsidP="00E60143">
            <w:pPr>
              <w:pStyle w:val="TableBodyText"/>
            </w:pPr>
            <w:r w:rsidRPr="00B17252">
              <w:t>40</w:t>
            </w:r>
          </w:p>
        </w:tc>
        <w:tc>
          <w:tcPr>
            <w:tcW w:w="756" w:type="dxa"/>
            <w:shd w:val="clear" w:color="auto" w:fill="auto"/>
            <w:vAlign w:val="center"/>
          </w:tcPr>
          <w:p w:rsidR="00B17252" w:rsidRPr="00B17252" w:rsidRDefault="00B17252" w:rsidP="00E60143">
            <w:pPr>
              <w:pStyle w:val="TableBodyText"/>
            </w:pPr>
            <w:r w:rsidRPr="00B17252">
              <w:t>50</w:t>
            </w:r>
          </w:p>
        </w:tc>
        <w:tc>
          <w:tcPr>
            <w:tcW w:w="757" w:type="dxa"/>
            <w:shd w:val="clear" w:color="auto" w:fill="auto"/>
            <w:vAlign w:val="center"/>
          </w:tcPr>
          <w:p w:rsidR="00B17252" w:rsidRPr="00B17252" w:rsidRDefault="00B17252" w:rsidP="00E60143">
            <w:pPr>
              <w:pStyle w:val="TableBodyText"/>
            </w:pPr>
            <w:r w:rsidRPr="00B17252">
              <w:t>54</w:t>
            </w:r>
          </w:p>
        </w:tc>
      </w:tr>
      <w:tr w:rsidR="00B17252" w:rsidTr="00EF1297">
        <w:tc>
          <w:tcPr>
            <w:tcW w:w="1985" w:type="dxa"/>
            <w:tcBorders>
              <w:bottom w:val="single" w:sz="4" w:space="0" w:color="auto"/>
            </w:tcBorders>
            <w:shd w:val="clear" w:color="auto" w:fill="auto"/>
          </w:tcPr>
          <w:p w:rsidR="00B17252" w:rsidRPr="00A924A7" w:rsidRDefault="00B17252" w:rsidP="00E60143">
            <w:pPr>
              <w:pStyle w:val="TableBodyText"/>
              <w:jc w:val="left"/>
              <w:rPr>
                <w:b/>
              </w:rPr>
            </w:pPr>
            <w:r>
              <w:rPr>
                <w:b/>
              </w:rPr>
              <w:t xml:space="preserve">  </w:t>
            </w:r>
            <w:r w:rsidRPr="00A924A7">
              <w:rPr>
                <w:b/>
              </w:rPr>
              <w:t>Total</w:t>
            </w:r>
            <w:r w:rsidRPr="001A3F44">
              <w:rPr>
                <w:rStyle w:val="NoteLabel"/>
              </w:rPr>
              <w:t>d</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30</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38</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41</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46</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41</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25</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29</w:t>
            </w:r>
          </w:p>
        </w:tc>
        <w:tc>
          <w:tcPr>
            <w:tcW w:w="756"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24</w:t>
            </w:r>
          </w:p>
        </w:tc>
        <w:tc>
          <w:tcPr>
            <w:tcW w:w="757" w:type="dxa"/>
            <w:tcBorders>
              <w:bottom w:val="single" w:sz="4" w:space="0" w:color="auto"/>
            </w:tcBorders>
            <w:shd w:val="clear" w:color="auto" w:fill="auto"/>
            <w:vAlign w:val="center"/>
          </w:tcPr>
          <w:p w:rsidR="00B17252" w:rsidRPr="00B17252" w:rsidRDefault="00B17252" w:rsidP="00E60143">
            <w:pPr>
              <w:pStyle w:val="TableBodyText"/>
              <w:rPr>
                <w:b/>
              </w:rPr>
            </w:pPr>
            <w:r w:rsidRPr="00B17252">
              <w:rPr>
                <w:b/>
              </w:rPr>
              <w:t>36</w:t>
            </w:r>
          </w:p>
        </w:tc>
      </w:tr>
    </w:tbl>
    <w:p w:rsidR="001F459B" w:rsidRDefault="001F459B" w:rsidP="00E60143">
      <w:pPr>
        <w:pStyle w:val="Note"/>
        <w:keepNext/>
      </w:pPr>
      <w:proofErr w:type="spellStart"/>
      <w:r w:rsidRPr="008E77FE">
        <w:rPr>
          <w:rStyle w:val="NoteLabel"/>
        </w:rPr>
        <w:t>a</w:t>
      </w:r>
      <w:proofErr w:type="spellEnd"/>
      <w:r>
        <w:t xml:space="preserve"> </w:t>
      </w:r>
      <w:r w:rsidR="00524B9A">
        <w:t xml:space="preserve">Includes presentations for all types of visit. </w:t>
      </w:r>
      <w:r w:rsidR="00524B9A" w:rsidRPr="00524B9A">
        <w:rPr>
          <w:rStyle w:val="NoteLabel"/>
        </w:rPr>
        <w:t>b</w:t>
      </w:r>
      <w:r w:rsidR="00524B9A">
        <w:rPr>
          <w:rStyle w:val="NoteLabel"/>
        </w:rPr>
        <w:t xml:space="preserve"> </w:t>
      </w:r>
      <w:r w:rsidR="00524B9A" w:rsidRPr="00524B9A">
        <w:t>Length of stay is calculated as the length of time between presentation to the emergency department and physical departure.</w:t>
      </w:r>
      <w:r w:rsidR="00524B9A">
        <w:t xml:space="preserve"> </w:t>
      </w:r>
      <w:r w:rsidR="00524B9A" w:rsidRPr="00524B9A">
        <w:rPr>
          <w:rStyle w:val="NoteLabel"/>
        </w:rPr>
        <w:t>c</w:t>
      </w:r>
      <w:r w:rsidR="00524B9A">
        <w:t xml:space="preserve"> </w:t>
      </w:r>
      <w:r w:rsidR="00965CBB">
        <w:t>Data are for all hospitals</w:t>
      </w:r>
      <w:r w:rsidR="00524B9A" w:rsidRPr="00524B9A">
        <w:t>.</w:t>
      </w:r>
      <w:r w:rsidR="00EA171F">
        <w:t xml:space="preserve"> </w:t>
      </w:r>
      <w:r w:rsidR="00EA171F" w:rsidRPr="001D3925">
        <w:rPr>
          <w:rStyle w:val="NoteLabel"/>
        </w:rPr>
        <w:t>d</w:t>
      </w:r>
      <w:r w:rsidR="00B4345C" w:rsidRPr="001D3925">
        <w:t> </w:t>
      </w:r>
      <w:r w:rsidR="00EA171F" w:rsidRPr="001D3925">
        <w:t>Total includes presentations for which the triage category was not reported.</w:t>
      </w:r>
    </w:p>
    <w:p w:rsidR="001F459B" w:rsidRPr="008E77FE" w:rsidRDefault="001F459B" w:rsidP="00E60143">
      <w:pPr>
        <w:pStyle w:val="Source"/>
      </w:pPr>
      <w:r>
        <w:rPr>
          <w:i/>
        </w:rPr>
        <w:t>Source</w:t>
      </w:r>
      <w:r>
        <w:t xml:space="preserve">: </w:t>
      </w:r>
      <w:proofErr w:type="spellStart"/>
      <w:r w:rsidR="006328FD" w:rsidRPr="00DE72E3">
        <w:t>AIHW</w:t>
      </w:r>
      <w:proofErr w:type="spellEnd"/>
      <w:r w:rsidR="006328FD" w:rsidRPr="00DE72E3">
        <w:t xml:space="preserve"> (2013), </w:t>
      </w:r>
      <w:r w:rsidR="006328FD" w:rsidRPr="00DE72E3">
        <w:rPr>
          <w:i/>
        </w:rPr>
        <w:t>Australian hospital statistics 2012–13: emergency department care</w:t>
      </w:r>
      <w:r w:rsidR="006328FD" w:rsidRPr="00DE72E3">
        <w:t>, Health services series no.</w:t>
      </w:r>
      <w:r w:rsidR="006328FD">
        <w:t xml:space="preserve"> 52. Cat. no. </w:t>
      </w:r>
      <w:proofErr w:type="spellStart"/>
      <w:r w:rsidR="006328FD">
        <w:t>HSE</w:t>
      </w:r>
      <w:proofErr w:type="spellEnd"/>
      <w:r w:rsidR="006328FD">
        <w:t xml:space="preserve"> 142. Canberra;</w:t>
      </w:r>
      <w:r w:rsidR="006328FD" w:rsidRPr="00DE72E3">
        <w:t xml:space="preserve"> </w:t>
      </w:r>
      <w:proofErr w:type="spellStart"/>
      <w:r w:rsidR="00DE72E3" w:rsidRPr="00DE72E3">
        <w:t>AIHW</w:t>
      </w:r>
      <w:proofErr w:type="spellEnd"/>
      <w:r w:rsidR="00DE72E3" w:rsidRPr="00DE72E3">
        <w:t xml:space="preserve"> (2012), </w:t>
      </w:r>
      <w:r w:rsidR="00DE72E3" w:rsidRPr="00DE72E3">
        <w:rPr>
          <w:i/>
        </w:rPr>
        <w:t>Australian hospital statistics 2011–12: emergency department care</w:t>
      </w:r>
      <w:r w:rsidR="00DE72E3" w:rsidRPr="00DE72E3">
        <w:t xml:space="preserve">, Health services series no. 45. Cat. no. </w:t>
      </w:r>
      <w:proofErr w:type="spellStart"/>
      <w:r w:rsidR="00DE72E3" w:rsidRPr="00DE72E3">
        <w:t>HSE</w:t>
      </w:r>
      <w:proofErr w:type="spellEnd"/>
      <w:r w:rsidR="00DE72E3" w:rsidRPr="00DE72E3">
        <w:t xml:space="preserve"> 126. Canberra</w:t>
      </w:r>
      <w:r w:rsidR="00EF1297" w:rsidRPr="00EF1297">
        <w:t xml:space="preserve">; table </w:t>
      </w:r>
      <w:proofErr w:type="spellStart"/>
      <w:r w:rsidR="00EF1297" w:rsidRPr="00EF1297">
        <w:t>10A.</w:t>
      </w:r>
      <w:r w:rsidR="00593347">
        <w:t>44</w:t>
      </w:r>
      <w:proofErr w:type="spellEnd"/>
      <w:r w:rsidR="00EF1297" w:rsidRPr="00EF1297">
        <w:t>.</w:t>
      </w:r>
    </w:p>
    <w:p w:rsidR="00E92066" w:rsidRDefault="00E92066" w:rsidP="00E92066">
      <w:pPr>
        <w:pStyle w:val="BodyText"/>
      </w:pPr>
      <w:r>
        <w:t xml:space="preserve">Data on emergency department presentations for non-admitted patients may be affected by variations in reporting practices across states and territories and over time. </w:t>
      </w:r>
      <w:r w:rsidRPr="00770938">
        <w:t xml:space="preserve">The comparability of emergency department waiting times data across jurisdictions can be influenced by differences in data coverage (table 10.2) and clinical practices — in particular, the allocation of cases to urgency categories. </w:t>
      </w:r>
    </w:p>
    <w:p w:rsidR="00E92066" w:rsidRPr="00524B9A" w:rsidRDefault="00E92066" w:rsidP="00E92066">
      <w:pPr>
        <w:pStyle w:val="BodyText"/>
      </w:pPr>
      <w:r w:rsidRPr="00524B9A">
        <w:t>Data in table 10.4 are for all hospitals</w:t>
      </w:r>
      <w:r>
        <w:t>.</w:t>
      </w:r>
      <w:r w:rsidRPr="00524B9A">
        <w:t xml:space="preserve"> Data for ‘Principal referral and specialist women’s and children’s’ hospitals and ‘Large hospitals’ are presented in table </w:t>
      </w:r>
      <w:proofErr w:type="spellStart"/>
      <w:r w:rsidRPr="00524B9A">
        <w:t>10A.44</w:t>
      </w:r>
      <w:proofErr w:type="spellEnd"/>
      <w:r w:rsidRPr="00524B9A">
        <w:t xml:space="preserve">. </w:t>
      </w:r>
      <w:r>
        <w:t>Nationally in 2012-13 a</w:t>
      </w:r>
      <w:r w:rsidRPr="00524B9A">
        <w:t xml:space="preserve"> higher proportion of patients </w:t>
      </w:r>
      <w:r>
        <w:t xml:space="preserve">were admitted within </w:t>
      </w:r>
      <w:r w:rsidRPr="00524B9A">
        <w:t xml:space="preserve">4 hours or less </w:t>
      </w:r>
      <w:r>
        <w:t xml:space="preserve">in large hospitals than in principal </w:t>
      </w:r>
      <w:r w:rsidRPr="00524B9A">
        <w:t>referral and specialist women’s and children’s hospitals</w:t>
      </w:r>
      <w:r>
        <w:t xml:space="preserve"> for all triage categories, except resuscitation, which had broadly similar admission rates (table </w:t>
      </w:r>
      <w:proofErr w:type="spellStart"/>
      <w:r>
        <w:t>10A.44</w:t>
      </w:r>
      <w:proofErr w:type="spellEnd"/>
      <w:r>
        <w:t>).</w:t>
      </w:r>
    </w:p>
    <w:p w:rsidR="00D2410D" w:rsidRDefault="00D2410D" w:rsidP="00D2410D">
      <w:pPr>
        <w:pStyle w:val="Heading3"/>
      </w:pPr>
      <w:r>
        <w:t>Effectiveness — appropriateness</w:t>
      </w:r>
    </w:p>
    <w:p w:rsidR="00D2410D" w:rsidRDefault="00D2410D" w:rsidP="00D2410D">
      <w:pPr>
        <w:pStyle w:val="Heading4"/>
      </w:pPr>
      <w:r>
        <w:t>Separation rates for selected procedures</w:t>
      </w:r>
    </w:p>
    <w:p w:rsidR="00D2410D" w:rsidRDefault="00D2410D" w:rsidP="009A5C5F">
      <w:pPr>
        <w:pStyle w:val="BodyText"/>
      </w:pPr>
      <w:r>
        <w:t>‘Separation rates for selected procedures’ is an indicator of the appropriateness of hospital services (box 10.5).</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23" w:name="OLE_LINK72"/>
            <w:r w:rsidR="00951DB7">
              <w:rPr>
                <w:b w:val="0"/>
              </w:rPr>
              <w:t>10.</w:t>
            </w:r>
            <w:r w:rsidR="005B16BF">
              <w:rPr>
                <w:b w:val="0"/>
                <w:noProof/>
              </w:rPr>
              <w:t>5</w:t>
            </w:r>
            <w:bookmarkEnd w:id="23"/>
            <w:r>
              <w:tab/>
              <w:t>Separation rates for selected procedures</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rsidRPr="00781B6F">
              <w:t>‘Separation rates for selected procedures’ is defined as separations per 100</w:t>
            </w:r>
            <w:r w:rsidR="005F7574" w:rsidRPr="00781B6F">
              <w:t>0 people for certain procedures</w:t>
            </w:r>
            <w:r w:rsidR="00781B6F" w:rsidRPr="00781B6F">
              <w:t xml:space="preserve"> in public hospitals</w:t>
            </w:r>
            <w:r w:rsidRPr="00781B6F">
              <w:t xml:space="preserve">. </w:t>
            </w:r>
            <w:r w:rsidR="00484E48">
              <w:t>The procedures are selected for their frequency, for sometimes being elective and discretionary, and because alternative treatments are sometimes available.</w:t>
            </w:r>
          </w:p>
          <w:p w:rsidR="00D2410D" w:rsidRDefault="00D2410D" w:rsidP="00531D51">
            <w:pPr>
              <w:pStyle w:val="Box"/>
            </w:pPr>
            <w:r>
              <w:t xml:space="preserve">Higher/lower </w:t>
            </w:r>
            <w:r w:rsidR="007657B8">
              <w:t xml:space="preserve">or increasing/decreasing </w:t>
            </w:r>
            <w:r>
              <w:t xml:space="preserve">rates are not necessarily associated with inappropriate care. However, large jurisdictional variations in rates for particular procedures can require investigation to determine whether service levels are appropriate. </w:t>
            </w:r>
          </w:p>
          <w:p w:rsidR="00D2410D" w:rsidRDefault="00D2410D" w:rsidP="00993A20">
            <w:pPr>
              <w:pStyle w:val="Box"/>
            </w:pPr>
            <w:r>
              <w:t xml:space="preserve">Care needs to be taken when interpreting the differences in the separation rates for the selected procedures. Variations in rates can be attributable to variations in the prevalence of the conditions being treated, or to differences in clinical practice across </w:t>
            </w:r>
            <w:r w:rsidRPr="00670698">
              <w:t>states and territories</w:t>
            </w:r>
            <w:r>
              <w:t>. Higher rates can be acceptable for certain conditions and not for others. Higher rates of angioplasties, for example, can represent appropriate levels of care, whereas higher rates of hysterectomies or tonsillectomies can represent an over</w:t>
            </w:r>
            <w:r w:rsidR="007657B8">
              <w:noBreakHyphen/>
            </w:r>
            <w:r>
              <w:t>reliance on procedures. Some of the selected procedures, such as angioplasty and coronary artery bypass graft, are alternative treatment options for people diagnosed with similar conditions.</w:t>
            </w:r>
          </w:p>
          <w:p w:rsidR="00993A20" w:rsidRPr="007B01AC" w:rsidRDefault="009C7AC6" w:rsidP="009C7AC6">
            <w:pPr>
              <w:pStyle w:val="Continued"/>
            </w:pPr>
            <w:r>
              <w:t>(Continued on next page)</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993A20" w:rsidRDefault="00993A20" w:rsidP="00993A2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93A20" w:rsidTr="00F53338">
        <w:tc>
          <w:tcPr>
            <w:tcW w:w="8771" w:type="dxa"/>
            <w:tcBorders>
              <w:top w:val="single" w:sz="6" w:space="0" w:color="auto"/>
              <w:bottom w:val="nil"/>
            </w:tcBorders>
          </w:tcPr>
          <w:p w:rsidR="00993A20" w:rsidRDefault="00993A20" w:rsidP="00993A20">
            <w:pPr>
              <w:pStyle w:val="BoxTitle"/>
            </w:pPr>
            <w:r>
              <w:rPr>
                <w:b w:val="0"/>
              </w:rPr>
              <w:t>Box 10.5</w:t>
            </w:r>
            <w:r>
              <w:tab/>
            </w:r>
            <w:r w:rsidRPr="00F0396D">
              <w:rPr>
                <w:sz w:val="18"/>
                <w:szCs w:val="20"/>
              </w:rPr>
              <w:t>(Continued)</w:t>
            </w:r>
          </w:p>
        </w:tc>
      </w:tr>
      <w:tr w:rsidR="00993A20" w:rsidTr="00F53338">
        <w:trPr>
          <w:cantSplit/>
        </w:trPr>
        <w:tc>
          <w:tcPr>
            <w:tcW w:w="8771" w:type="dxa"/>
            <w:tcBorders>
              <w:top w:val="nil"/>
              <w:left w:val="single" w:sz="6" w:space="0" w:color="auto"/>
              <w:bottom w:val="nil"/>
              <w:right w:val="single" w:sz="6" w:space="0" w:color="auto"/>
            </w:tcBorders>
          </w:tcPr>
          <w:p w:rsidR="00993A20" w:rsidRDefault="00993A20" w:rsidP="00F53338">
            <w:pPr>
              <w:pStyle w:val="Box"/>
            </w:pPr>
            <w:r w:rsidRPr="00C07130">
              <w:t>Data reported for this indicator are</w:t>
            </w:r>
            <w:r>
              <w:t>:</w:t>
            </w:r>
          </w:p>
          <w:p w:rsidR="00993A20" w:rsidRDefault="00993A20" w:rsidP="00F53338">
            <w:pPr>
              <w:pStyle w:val="BoxListBullet"/>
            </w:pPr>
            <w:r w:rsidRPr="001B1994">
              <w:t xml:space="preserve">comparable (subject to caveats) </w:t>
            </w:r>
            <w:r>
              <w:t>across jurisdictions and over time</w:t>
            </w:r>
          </w:p>
          <w:p w:rsidR="00993A20" w:rsidRDefault="00993A20" w:rsidP="00F53338">
            <w:pPr>
              <w:pStyle w:val="BoxListBullet"/>
            </w:pPr>
            <w:r w:rsidRPr="009442FD">
              <w:t>complete (subject to caveats)</w:t>
            </w:r>
            <w:r>
              <w:t xml:space="preserve"> </w:t>
            </w:r>
            <w:r w:rsidRPr="009442FD">
              <w:t xml:space="preserve">for the current reporting period. All required </w:t>
            </w:r>
            <w:r w:rsidRPr="001B1994">
              <w:t>201</w:t>
            </w:r>
            <w:r>
              <w:t>1</w:t>
            </w:r>
            <w:r w:rsidRPr="001B1994">
              <w:t>-1</w:t>
            </w:r>
            <w:r>
              <w:t>2</w:t>
            </w:r>
            <w:r w:rsidRPr="009442FD">
              <w:t xml:space="preserve"> data are available for all jurisdictions</w:t>
            </w:r>
            <w:r>
              <w:t>.</w:t>
            </w:r>
          </w:p>
          <w:p w:rsidR="00993A20" w:rsidRPr="007B01AC" w:rsidRDefault="00993A20" w:rsidP="00F53338">
            <w:pPr>
              <w:pStyle w:val="Box"/>
            </w:pPr>
            <w:r w:rsidRPr="009A5C5F">
              <w:rPr>
                <w:rFonts w:cs="Arial"/>
                <w:szCs w:val="22"/>
              </w:rPr>
              <w:t xml:space="preserve">Information about data quality for this indicator is at </w:t>
            </w:r>
            <w:proofErr w:type="spellStart"/>
            <w:r w:rsidRPr="009A5C5F">
              <w:rPr>
                <w:rFonts w:cs="Arial"/>
                <w:szCs w:val="22"/>
              </w:rPr>
              <w:t>www.pc.gov.au</w:t>
            </w:r>
            <w:proofErr w:type="spellEnd"/>
            <w:r w:rsidRPr="009A5C5F">
              <w:rPr>
                <w:rFonts w:cs="Arial"/>
                <w:szCs w:val="22"/>
              </w:rPr>
              <w:t>/</w:t>
            </w:r>
            <w:proofErr w:type="spellStart"/>
            <w:r w:rsidRPr="009A5C5F">
              <w:rPr>
                <w:rFonts w:cs="Arial"/>
                <w:szCs w:val="22"/>
              </w:rPr>
              <w:t>gsp</w:t>
            </w:r>
            <w:proofErr w:type="spellEnd"/>
            <w:r w:rsidRPr="009A5C5F">
              <w:rPr>
                <w:rFonts w:cs="Arial"/>
                <w:szCs w:val="22"/>
              </w:rPr>
              <w:t>/reports/</w:t>
            </w:r>
            <w:proofErr w:type="spellStart"/>
            <w:r w:rsidRPr="009A5C5F">
              <w:rPr>
                <w:rFonts w:cs="Arial"/>
                <w:szCs w:val="22"/>
              </w:rPr>
              <w:t>rogs</w:t>
            </w:r>
            <w:proofErr w:type="spellEnd"/>
            <w:r w:rsidRPr="009A5C5F">
              <w:rPr>
                <w:rFonts w:cs="Arial"/>
                <w:szCs w:val="22"/>
              </w:rPr>
              <w:t>/201</w:t>
            </w:r>
            <w:r>
              <w:rPr>
                <w:rFonts w:cs="Arial"/>
                <w:szCs w:val="22"/>
              </w:rPr>
              <w:t>4</w:t>
            </w:r>
            <w:r w:rsidRPr="009A5C5F">
              <w:rPr>
                <w:rFonts w:cs="Arial"/>
                <w:szCs w:val="22"/>
              </w:rPr>
              <w:t>.</w:t>
            </w:r>
          </w:p>
        </w:tc>
      </w:tr>
      <w:tr w:rsidR="00993A20" w:rsidTr="00F53338">
        <w:trPr>
          <w:cantSplit/>
        </w:trPr>
        <w:tc>
          <w:tcPr>
            <w:tcW w:w="8771" w:type="dxa"/>
            <w:tcBorders>
              <w:top w:val="nil"/>
              <w:left w:val="single" w:sz="6" w:space="0" w:color="auto"/>
              <w:bottom w:val="single" w:sz="6" w:space="0" w:color="auto"/>
              <w:right w:val="single" w:sz="6" w:space="0" w:color="auto"/>
            </w:tcBorders>
          </w:tcPr>
          <w:p w:rsidR="00993A20" w:rsidRDefault="00993A20" w:rsidP="00F53338">
            <w:pPr>
              <w:pStyle w:val="Box"/>
              <w:spacing w:before="0" w:line="120" w:lineRule="exact"/>
            </w:pPr>
          </w:p>
        </w:tc>
      </w:tr>
      <w:tr w:rsidR="00993A20" w:rsidTr="00F53338">
        <w:tc>
          <w:tcPr>
            <w:tcW w:w="8771" w:type="dxa"/>
            <w:tcBorders>
              <w:top w:val="nil"/>
              <w:left w:val="nil"/>
              <w:bottom w:val="nil"/>
              <w:right w:val="nil"/>
            </w:tcBorders>
          </w:tcPr>
          <w:p w:rsidR="00993A20" w:rsidRDefault="00993A20" w:rsidP="00F53338">
            <w:pPr>
              <w:pStyle w:val="Box"/>
              <w:keepNext w:val="0"/>
              <w:spacing w:before="60" w:after="60" w:line="80" w:lineRule="exact"/>
              <w:rPr>
                <w:b/>
                <w:color w:val="FF00FF"/>
                <w:sz w:val="14"/>
              </w:rPr>
            </w:pPr>
          </w:p>
        </w:tc>
      </w:tr>
    </w:tbl>
    <w:p w:rsidR="00781B6F" w:rsidRPr="00781B6F" w:rsidRDefault="007657B8" w:rsidP="001D3925">
      <w:pPr>
        <w:pStyle w:val="BodyText"/>
      </w:pPr>
      <w:r w:rsidRPr="00781B6F">
        <w:t xml:space="preserve">The </w:t>
      </w:r>
      <w:r w:rsidR="00983E6A" w:rsidRPr="00781B6F">
        <w:t>separatio</w:t>
      </w:r>
      <w:r w:rsidRPr="00781B6F">
        <w:t>n rates for selected procedures</w:t>
      </w:r>
      <w:r w:rsidR="00983E6A" w:rsidRPr="00781B6F">
        <w:t xml:space="preserve"> reported here reflect the activities of </w:t>
      </w:r>
      <w:r w:rsidR="00D819EE" w:rsidRPr="00781B6F">
        <w:t xml:space="preserve">the </w:t>
      </w:r>
      <w:r w:rsidR="00983E6A" w:rsidRPr="00781B6F">
        <w:t xml:space="preserve">public health system. </w:t>
      </w:r>
      <w:r w:rsidR="00781B6F" w:rsidRPr="00781B6F">
        <w:t xml:space="preserve">For all procedures, separation rates varied across jurisdictions (table 10.5). </w:t>
      </w:r>
    </w:p>
    <w:p w:rsidR="00D2410D" w:rsidRDefault="00D2410D" w:rsidP="00FC5BA6">
      <w:pPr>
        <w:pStyle w:val="TableTitle"/>
      </w:pPr>
      <w:r>
        <w:rPr>
          <w:b w:val="0"/>
        </w:rPr>
        <w:t xml:space="preserve">Table </w:t>
      </w:r>
      <w:bookmarkStart w:id="24" w:name="OLE_LINK1"/>
      <w:r w:rsidR="001F459B">
        <w:rPr>
          <w:b w:val="0"/>
        </w:rPr>
        <w:t>10.</w:t>
      </w:r>
      <w:r w:rsidR="005B16BF">
        <w:rPr>
          <w:b w:val="0"/>
          <w:noProof/>
        </w:rPr>
        <w:t>5</w:t>
      </w:r>
      <w:bookmarkEnd w:id="24"/>
      <w:r>
        <w:tab/>
        <w:t xml:space="preserve">Separations for selected procedures per 1000 people, </w:t>
      </w:r>
      <w:r w:rsidR="00410309">
        <w:t>public</w:t>
      </w:r>
      <w:r w:rsidR="00BB5BEC">
        <w:t xml:space="preserve"> hospitals, </w:t>
      </w:r>
      <w:r>
        <w:t>20</w:t>
      </w:r>
      <w:r w:rsidR="004F37AF">
        <w:t>1</w:t>
      </w:r>
      <w:r w:rsidR="00C96F56">
        <w:t>1</w:t>
      </w:r>
      <w:r>
        <w:t>-1</w:t>
      </w:r>
      <w:r w:rsidR="00C96F56">
        <w:t>2</w:t>
      </w:r>
      <w:r w:rsidRPr="00CB1ADB">
        <w:rPr>
          <w:rStyle w:val="NoteLabel"/>
          <w:b/>
        </w:rPr>
        <w:t>a</w:t>
      </w:r>
    </w:p>
    <w:tbl>
      <w:tblPr>
        <w:tblW w:w="8790" w:type="dxa"/>
        <w:tblLayout w:type="fixed"/>
        <w:tblCellMar>
          <w:left w:w="0" w:type="dxa"/>
          <w:right w:w="0" w:type="dxa"/>
        </w:tblCellMar>
        <w:tblLook w:val="0000" w:firstRow="0" w:lastRow="0" w:firstColumn="0" w:lastColumn="0" w:noHBand="0" w:noVBand="0"/>
      </w:tblPr>
      <w:tblGrid>
        <w:gridCol w:w="2520"/>
        <w:gridCol w:w="696"/>
        <w:gridCol w:w="697"/>
        <w:gridCol w:w="697"/>
        <w:gridCol w:w="696"/>
        <w:gridCol w:w="697"/>
        <w:gridCol w:w="697"/>
        <w:gridCol w:w="696"/>
        <w:gridCol w:w="697"/>
        <w:gridCol w:w="697"/>
      </w:tblGrid>
      <w:tr w:rsidR="00D2410D" w:rsidTr="00531D51">
        <w:tc>
          <w:tcPr>
            <w:tcW w:w="2520" w:type="dxa"/>
            <w:tcBorders>
              <w:top w:val="single" w:sz="6" w:space="0" w:color="auto"/>
              <w:bottom w:val="single" w:sz="6" w:space="0" w:color="auto"/>
            </w:tcBorders>
            <w:shd w:val="clear" w:color="auto" w:fill="auto"/>
          </w:tcPr>
          <w:p w:rsidR="00D2410D" w:rsidRDefault="00D2410D" w:rsidP="00531D51">
            <w:pPr>
              <w:pStyle w:val="TableColumnHeading"/>
              <w:jc w:val="left"/>
            </w:pPr>
          </w:p>
        </w:tc>
        <w:tc>
          <w:tcPr>
            <w:tcW w:w="696"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NSW</w:t>
            </w:r>
          </w:p>
        </w:tc>
        <w:tc>
          <w:tcPr>
            <w:tcW w:w="697"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Vic</w:t>
            </w:r>
          </w:p>
        </w:tc>
        <w:tc>
          <w:tcPr>
            <w:tcW w:w="697"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Qld</w:t>
            </w:r>
          </w:p>
        </w:tc>
        <w:tc>
          <w:tcPr>
            <w:tcW w:w="696"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WA</w:t>
            </w:r>
          </w:p>
        </w:tc>
        <w:tc>
          <w:tcPr>
            <w:tcW w:w="697"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SA</w:t>
            </w:r>
          </w:p>
        </w:tc>
        <w:tc>
          <w:tcPr>
            <w:tcW w:w="697" w:type="dxa"/>
            <w:tcBorders>
              <w:top w:val="single" w:sz="6" w:space="0" w:color="auto"/>
              <w:bottom w:val="single" w:sz="6" w:space="0" w:color="auto"/>
            </w:tcBorders>
            <w:shd w:val="clear" w:color="auto" w:fill="auto"/>
          </w:tcPr>
          <w:p w:rsidR="00D2410D" w:rsidRPr="00775946" w:rsidRDefault="00D2410D" w:rsidP="00531D51">
            <w:pPr>
              <w:pStyle w:val="TableColumnHeading"/>
            </w:pPr>
            <w:proofErr w:type="spellStart"/>
            <w:r w:rsidRPr="00775946">
              <w:t>Tas</w:t>
            </w:r>
            <w:proofErr w:type="spellEnd"/>
          </w:p>
        </w:tc>
        <w:tc>
          <w:tcPr>
            <w:tcW w:w="696"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ACT</w:t>
            </w:r>
          </w:p>
        </w:tc>
        <w:tc>
          <w:tcPr>
            <w:tcW w:w="697" w:type="dxa"/>
            <w:tcBorders>
              <w:top w:val="single" w:sz="6" w:space="0" w:color="auto"/>
              <w:bottom w:val="single" w:sz="6" w:space="0" w:color="auto"/>
            </w:tcBorders>
            <w:shd w:val="clear" w:color="auto" w:fill="auto"/>
          </w:tcPr>
          <w:p w:rsidR="00D2410D" w:rsidRPr="00775946" w:rsidRDefault="00D2410D" w:rsidP="00531D51">
            <w:pPr>
              <w:pStyle w:val="TableColumnHeading"/>
            </w:pPr>
            <w:r w:rsidRPr="00775946">
              <w:t>NT</w:t>
            </w:r>
          </w:p>
        </w:tc>
        <w:tc>
          <w:tcPr>
            <w:tcW w:w="697" w:type="dxa"/>
            <w:tcBorders>
              <w:top w:val="single" w:sz="6" w:space="0" w:color="auto"/>
              <w:bottom w:val="single" w:sz="6" w:space="0" w:color="auto"/>
            </w:tcBorders>
            <w:shd w:val="clear" w:color="auto" w:fill="auto"/>
          </w:tcPr>
          <w:p w:rsidR="00D2410D" w:rsidRDefault="00D2410D" w:rsidP="00531D51">
            <w:pPr>
              <w:pStyle w:val="TableColumnHeading"/>
            </w:pPr>
            <w:r w:rsidRPr="00775946">
              <w:t>Total</w:t>
            </w:r>
          </w:p>
        </w:tc>
      </w:tr>
      <w:tr w:rsidR="00D2410D" w:rsidTr="00FC5BA6">
        <w:tc>
          <w:tcPr>
            <w:tcW w:w="2520" w:type="dxa"/>
          </w:tcPr>
          <w:p w:rsidR="00D2410D" w:rsidRPr="0089427B" w:rsidRDefault="00D2410D" w:rsidP="00B2034A">
            <w:pPr>
              <w:pStyle w:val="TableColumnHeading"/>
              <w:jc w:val="left"/>
            </w:pPr>
            <w:r>
              <w:t>Procedur</w:t>
            </w:r>
            <w:r w:rsidR="00B2034A">
              <w:t>e</w:t>
            </w:r>
          </w:p>
        </w:tc>
        <w:tc>
          <w:tcPr>
            <w:tcW w:w="696"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c>
          <w:tcPr>
            <w:tcW w:w="696"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c>
          <w:tcPr>
            <w:tcW w:w="696"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c>
          <w:tcPr>
            <w:tcW w:w="697" w:type="dxa"/>
          </w:tcPr>
          <w:p w:rsidR="00D2410D" w:rsidRPr="0089427B" w:rsidRDefault="00D2410D" w:rsidP="00531D51">
            <w:pPr>
              <w:pStyle w:val="TableBodyText"/>
            </w:pPr>
          </w:p>
        </w:tc>
      </w:tr>
      <w:tr w:rsidR="00410309" w:rsidTr="00581678">
        <w:tc>
          <w:tcPr>
            <w:tcW w:w="2520" w:type="dxa"/>
          </w:tcPr>
          <w:p w:rsidR="00410309" w:rsidRPr="005F3E56" w:rsidRDefault="00410309" w:rsidP="004F37AF">
            <w:pPr>
              <w:pStyle w:val="TableBodyText"/>
              <w:ind w:left="136"/>
              <w:jc w:val="left"/>
            </w:pPr>
            <w:r w:rsidRPr="005F3E56">
              <w:t>Cataract extraction</w:t>
            </w:r>
          </w:p>
        </w:tc>
        <w:tc>
          <w:tcPr>
            <w:tcW w:w="696" w:type="dxa"/>
            <w:shd w:val="clear" w:color="auto" w:fill="auto"/>
            <w:vAlign w:val="center"/>
          </w:tcPr>
          <w:p w:rsidR="00410309" w:rsidRPr="00410309" w:rsidRDefault="00410309" w:rsidP="00410309">
            <w:pPr>
              <w:pStyle w:val="TableBodyText"/>
            </w:pPr>
            <w:r w:rsidRPr="00410309">
              <w:t>2.6</w:t>
            </w:r>
          </w:p>
        </w:tc>
        <w:tc>
          <w:tcPr>
            <w:tcW w:w="697" w:type="dxa"/>
            <w:shd w:val="clear" w:color="auto" w:fill="auto"/>
            <w:vAlign w:val="center"/>
          </w:tcPr>
          <w:p w:rsidR="00410309" w:rsidRPr="00410309" w:rsidRDefault="00410309" w:rsidP="00410309">
            <w:pPr>
              <w:pStyle w:val="TableBodyText"/>
            </w:pPr>
            <w:r w:rsidRPr="00410309">
              <w:t>3.1</w:t>
            </w:r>
          </w:p>
        </w:tc>
        <w:tc>
          <w:tcPr>
            <w:tcW w:w="697" w:type="dxa"/>
            <w:shd w:val="clear" w:color="auto" w:fill="auto"/>
            <w:vAlign w:val="center"/>
          </w:tcPr>
          <w:p w:rsidR="00410309" w:rsidRPr="00410309" w:rsidRDefault="00410309" w:rsidP="00410309">
            <w:pPr>
              <w:pStyle w:val="TableBodyText"/>
            </w:pPr>
            <w:r w:rsidRPr="00410309">
              <w:t>1.6</w:t>
            </w:r>
          </w:p>
        </w:tc>
        <w:tc>
          <w:tcPr>
            <w:tcW w:w="696" w:type="dxa"/>
            <w:shd w:val="clear" w:color="auto" w:fill="auto"/>
            <w:vAlign w:val="center"/>
          </w:tcPr>
          <w:p w:rsidR="00410309" w:rsidRPr="00410309" w:rsidRDefault="00410309" w:rsidP="00410309">
            <w:pPr>
              <w:pStyle w:val="TableBodyText"/>
            </w:pPr>
            <w:r w:rsidRPr="00410309">
              <w:t>4.3</w:t>
            </w:r>
          </w:p>
        </w:tc>
        <w:tc>
          <w:tcPr>
            <w:tcW w:w="697" w:type="dxa"/>
            <w:shd w:val="clear" w:color="auto" w:fill="auto"/>
            <w:vAlign w:val="center"/>
          </w:tcPr>
          <w:p w:rsidR="00410309" w:rsidRPr="00410309" w:rsidRDefault="00410309" w:rsidP="00410309">
            <w:pPr>
              <w:pStyle w:val="TableBodyText"/>
            </w:pPr>
            <w:r w:rsidRPr="00410309">
              <w:t>3.5</w:t>
            </w:r>
          </w:p>
        </w:tc>
        <w:tc>
          <w:tcPr>
            <w:tcW w:w="697" w:type="dxa"/>
            <w:shd w:val="clear" w:color="auto" w:fill="auto"/>
            <w:vAlign w:val="center"/>
          </w:tcPr>
          <w:p w:rsidR="00410309" w:rsidRPr="00410309" w:rsidRDefault="00410309" w:rsidP="00410309">
            <w:pPr>
              <w:pStyle w:val="TableBodyText"/>
            </w:pPr>
            <w:r w:rsidRPr="00410309">
              <w:t>1.3</w:t>
            </w:r>
          </w:p>
        </w:tc>
        <w:tc>
          <w:tcPr>
            <w:tcW w:w="696" w:type="dxa"/>
            <w:shd w:val="clear" w:color="auto" w:fill="auto"/>
            <w:vAlign w:val="center"/>
          </w:tcPr>
          <w:p w:rsidR="00410309" w:rsidRPr="00410309" w:rsidRDefault="00410309" w:rsidP="00410309">
            <w:pPr>
              <w:pStyle w:val="TableBodyText"/>
            </w:pPr>
            <w:r w:rsidRPr="00410309">
              <w:t>3.5</w:t>
            </w:r>
          </w:p>
        </w:tc>
        <w:tc>
          <w:tcPr>
            <w:tcW w:w="697" w:type="dxa"/>
            <w:shd w:val="clear" w:color="auto" w:fill="auto"/>
            <w:vAlign w:val="center"/>
          </w:tcPr>
          <w:p w:rsidR="00410309" w:rsidRPr="00410309" w:rsidRDefault="00410309" w:rsidP="00410309">
            <w:pPr>
              <w:pStyle w:val="TableBodyText"/>
            </w:pPr>
            <w:r w:rsidRPr="00410309">
              <w:t>5.1</w:t>
            </w:r>
          </w:p>
        </w:tc>
        <w:tc>
          <w:tcPr>
            <w:tcW w:w="697" w:type="dxa"/>
            <w:shd w:val="clear" w:color="auto" w:fill="auto"/>
            <w:vAlign w:val="center"/>
          </w:tcPr>
          <w:p w:rsidR="00410309" w:rsidRPr="00410309" w:rsidRDefault="00410309" w:rsidP="00410309">
            <w:pPr>
              <w:pStyle w:val="TableBodyText"/>
            </w:pPr>
            <w:r w:rsidRPr="00410309">
              <w:t>2.7</w:t>
            </w:r>
          </w:p>
        </w:tc>
      </w:tr>
      <w:tr w:rsidR="00410309" w:rsidTr="00581678">
        <w:tc>
          <w:tcPr>
            <w:tcW w:w="2520" w:type="dxa"/>
          </w:tcPr>
          <w:p w:rsidR="00410309" w:rsidRPr="005F3E56" w:rsidRDefault="00410309" w:rsidP="004F37AF">
            <w:pPr>
              <w:pStyle w:val="TableBodyText"/>
              <w:ind w:left="136"/>
              <w:jc w:val="left"/>
            </w:pPr>
            <w:r w:rsidRPr="005F3E56">
              <w:t>Cholecystectomy</w:t>
            </w:r>
          </w:p>
        </w:tc>
        <w:tc>
          <w:tcPr>
            <w:tcW w:w="696" w:type="dxa"/>
            <w:shd w:val="clear" w:color="auto" w:fill="auto"/>
            <w:vAlign w:val="center"/>
          </w:tcPr>
          <w:p w:rsidR="00410309" w:rsidRPr="00410309" w:rsidRDefault="00410309" w:rsidP="00410309">
            <w:pPr>
              <w:pStyle w:val="TableBodyText"/>
            </w:pPr>
            <w:r w:rsidRPr="00410309">
              <w:t>1.4</w:t>
            </w:r>
          </w:p>
        </w:tc>
        <w:tc>
          <w:tcPr>
            <w:tcW w:w="697" w:type="dxa"/>
            <w:shd w:val="clear" w:color="auto" w:fill="auto"/>
            <w:vAlign w:val="center"/>
          </w:tcPr>
          <w:p w:rsidR="00410309" w:rsidRPr="00410309" w:rsidRDefault="00410309" w:rsidP="00410309">
            <w:pPr>
              <w:pStyle w:val="TableBodyText"/>
            </w:pPr>
            <w:r w:rsidRPr="00410309">
              <w:t>1.4</w:t>
            </w:r>
          </w:p>
        </w:tc>
        <w:tc>
          <w:tcPr>
            <w:tcW w:w="697" w:type="dxa"/>
            <w:shd w:val="clear" w:color="auto" w:fill="auto"/>
            <w:vAlign w:val="center"/>
          </w:tcPr>
          <w:p w:rsidR="00410309" w:rsidRPr="00410309" w:rsidRDefault="00410309" w:rsidP="00410309">
            <w:pPr>
              <w:pStyle w:val="TableBodyText"/>
            </w:pPr>
            <w:r w:rsidRPr="00410309">
              <w:t>1.2</w:t>
            </w:r>
          </w:p>
        </w:tc>
        <w:tc>
          <w:tcPr>
            <w:tcW w:w="696" w:type="dxa"/>
            <w:shd w:val="clear" w:color="auto" w:fill="auto"/>
            <w:vAlign w:val="center"/>
          </w:tcPr>
          <w:p w:rsidR="00410309" w:rsidRPr="00410309" w:rsidRDefault="00410309" w:rsidP="00410309">
            <w:pPr>
              <w:pStyle w:val="TableBodyText"/>
            </w:pPr>
            <w:r w:rsidRPr="00410309">
              <w:t>1.1</w:t>
            </w:r>
          </w:p>
        </w:tc>
        <w:tc>
          <w:tcPr>
            <w:tcW w:w="697" w:type="dxa"/>
            <w:shd w:val="clear" w:color="auto" w:fill="auto"/>
            <w:vAlign w:val="center"/>
          </w:tcPr>
          <w:p w:rsidR="00410309" w:rsidRPr="00410309" w:rsidRDefault="00410309" w:rsidP="00410309">
            <w:pPr>
              <w:pStyle w:val="TableBodyText"/>
            </w:pPr>
            <w:r w:rsidRPr="00410309">
              <w:t>1.4</w:t>
            </w:r>
          </w:p>
        </w:tc>
        <w:tc>
          <w:tcPr>
            <w:tcW w:w="697" w:type="dxa"/>
            <w:shd w:val="clear" w:color="auto" w:fill="auto"/>
            <w:vAlign w:val="center"/>
          </w:tcPr>
          <w:p w:rsidR="00410309" w:rsidRPr="00410309" w:rsidRDefault="00410309" w:rsidP="00410309">
            <w:pPr>
              <w:pStyle w:val="TableBodyText"/>
            </w:pPr>
            <w:r w:rsidRPr="00410309">
              <w:t>1.4</w:t>
            </w:r>
          </w:p>
        </w:tc>
        <w:tc>
          <w:tcPr>
            <w:tcW w:w="696" w:type="dxa"/>
            <w:shd w:val="clear" w:color="auto" w:fill="auto"/>
            <w:vAlign w:val="center"/>
          </w:tcPr>
          <w:p w:rsidR="00410309" w:rsidRPr="00410309" w:rsidRDefault="00410309" w:rsidP="00410309">
            <w:pPr>
              <w:pStyle w:val="TableBodyText"/>
            </w:pPr>
            <w:r w:rsidRPr="00410309">
              <w:t>1.4</w:t>
            </w:r>
          </w:p>
        </w:tc>
        <w:tc>
          <w:tcPr>
            <w:tcW w:w="697" w:type="dxa"/>
            <w:shd w:val="clear" w:color="auto" w:fill="auto"/>
            <w:vAlign w:val="center"/>
          </w:tcPr>
          <w:p w:rsidR="00410309" w:rsidRPr="00410309" w:rsidRDefault="00410309" w:rsidP="00410309">
            <w:pPr>
              <w:pStyle w:val="TableBodyText"/>
            </w:pPr>
            <w:r w:rsidRPr="00410309">
              <w:t>1.2</w:t>
            </w:r>
          </w:p>
        </w:tc>
        <w:tc>
          <w:tcPr>
            <w:tcW w:w="697" w:type="dxa"/>
            <w:shd w:val="clear" w:color="auto" w:fill="auto"/>
            <w:vAlign w:val="center"/>
          </w:tcPr>
          <w:p w:rsidR="00410309" w:rsidRPr="00410309" w:rsidRDefault="00410309" w:rsidP="00410309">
            <w:pPr>
              <w:pStyle w:val="TableBodyText"/>
            </w:pPr>
            <w:r w:rsidRPr="00410309">
              <w:t>1.3</w:t>
            </w:r>
          </w:p>
        </w:tc>
      </w:tr>
      <w:tr w:rsidR="00410309" w:rsidTr="00581678">
        <w:tc>
          <w:tcPr>
            <w:tcW w:w="2520" w:type="dxa"/>
          </w:tcPr>
          <w:p w:rsidR="00410309" w:rsidRPr="005F3E56" w:rsidRDefault="00410309" w:rsidP="004F37AF">
            <w:pPr>
              <w:pStyle w:val="TableBodyText"/>
              <w:ind w:left="136"/>
              <w:jc w:val="left"/>
            </w:pPr>
            <w:r w:rsidRPr="005F3E56">
              <w:t>Coronary angioplasty</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0.8</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1.0</w:t>
            </w:r>
          </w:p>
        </w:tc>
        <w:tc>
          <w:tcPr>
            <w:tcW w:w="696" w:type="dxa"/>
            <w:shd w:val="clear" w:color="auto" w:fill="auto"/>
            <w:vAlign w:val="center"/>
          </w:tcPr>
          <w:p w:rsidR="00410309" w:rsidRPr="00410309" w:rsidRDefault="00410309" w:rsidP="00410309">
            <w:pPr>
              <w:pStyle w:val="TableBodyText"/>
            </w:pPr>
            <w:r w:rsidRPr="00410309">
              <w:t>1.9</w:t>
            </w:r>
          </w:p>
        </w:tc>
        <w:tc>
          <w:tcPr>
            <w:tcW w:w="697" w:type="dxa"/>
            <w:shd w:val="clear" w:color="auto" w:fill="auto"/>
            <w:vAlign w:val="center"/>
          </w:tcPr>
          <w:p w:rsidR="00410309" w:rsidRPr="00410309" w:rsidRDefault="00410309" w:rsidP="00410309">
            <w:pPr>
              <w:pStyle w:val="TableBodyText"/>
            </w:pPr>
            <w:r w:rsidRPr="00410309">
              <w:t>..</w:t>
            </w:r>
          </w:p>
        </w:tc>
        <w:tc>
          <w:tcPr>
            <w:tcW w:w="697" w:type="dxa"/>
            <w:shd w:val="clear" w:color="auto" w:fill="auto"/>
            <w:vAlign w:val="center"/>
          </w:tcPr>
          <w:p w:rsidR="00410309" w:rsidRPr="00410309" w:rsidRDefault="00410309" w:rsidP="00410309">
            <w:pPr>
              <w:pStyle w:val="TableBodyText"/>
            </w:pPr>
            <w:r w:rsidRPr="00410309">
              <w:t>0.9</w:t>
            </w:r>
          </w:p>
        </w:tc>
      </w:tr>
      <w:tr w:rsidR="00410309" w:rsidTr="00581678">
        <w:tc>
          <w:tcPr>
            <w:tcW w:w="2520" w:type="dxa"/>
          </w:tcPr>
          <w:p w:rsidR="00410309" w:rsidRPr="005F3E56" w:rsidRDefault="00410309" w:rsidP="004F37AF">
            <w:pPr>
              <w:pStyle w:val="TableBodyText"/>
              <w:ind w:left="136"/>
              <w:jc w:val="left"/>
            </w:pPr>
            <w:r w:rsidRPr="005F3E56">
              <w:t>Coronary artery bypass graft</w:t>
            </w:r>
          </w:p>
        </w:tc>
        <w:tc>
          <w:tcPr>
            <w:tcW w:w="696" w:type="dxa"/>
            <w:shd w:val="clear" w:color="auto" w:fill="auto"/>
            <w:vAlign w:val="center"/>
          </w:tcPr>
          <w:p w:rsidR="00410309" w:rsidRPr="00410309" w:rsidRDefault="00410309" w:rsidP="00410309">
            <w:pPr>
              <w:pStyle w:val="TableBodyText"/>
            </w:pPr>
            <w:r w:rsidRPr="00410309">
              <w:t>0.3</w:t>
            </w:r>
          </w:p>
        </w:tc>
        <w:tc>
          <w:tcPr>
            <w:tcW w:w="697" w:type="dxa"/>
            <w:shd w:val="clear" w:color="auto" w:fill="auto"/>
            <w:vAlign w:val="center"/>
          </w:tcPr>
          <w:p w:rsidR="00410309" w:rsidRPr="00410309" w:rsidRDefault="00410309" w:rsidP="00410309">
            <w:pPr>
              <w:pStyle w:val="TableBodyText"/>
            </w:pPr>
            <w:r w:rsidRPr="00410309">
              <w:t>0.3</w:t>
            </w:r>
          </w:p>
        </w:tc>
        <w:tc>
          <w:tcPr>
            <w:tcW w:w="697" w:type="dxa"/>
            <w:shd w:val="clear" w:color="auto" w:fill="auto"/>
            <w:vAlign w:val="center"/>
          </w:tcPr>
          <w:p w:rsidR="00410309" w:rsidRPr="00410309" w:rsidRDefault="00410309" w:rsidP="00410309">
            <w:pPr>
              <w:pStyle w:val="TableBodyText"/>
            </w:pPr>
            <w:r w:rsidRPr="00410309">
              <w:t>0.3</w:t>
            </w:r>
          </w:p>
        </w:tc>
        <w:tc>
          <w:tcPr>
            <w:tcW w:w="696" w:type="dxa"/>
            <w:shd w:val="clear" w:color="auto" w:fill="auto"/>
            <w:vAlign w:val="center"/>
          </w:tcPr>
          <w:p w:rsidR="00410309" w:rsidRPr="00410309" w:rsidRDefault="00410309" w:rsidP="00410309">
            <w:pPr>
              <w:pStyle w:val="TableBodyText"/>
            </w:pPr>
            <w:r w:rsidRPr="00410309">
              <w:t>0.2</w:t>
            </w:r>
          </w:p>
        </w:tc>
        <w:tc>
          <w:tcPr>
            <w:tcW w:w="697" w:type="dxa"/>
            <w:shd w:val="clear" w:color="auto" w:fill="auto"/>
            <w:vAlign w:val="center"/>
          </w:tcPr>
          <w:p w:rsidR="00410309" w:rsidRPr="00410309" w:rsidRDefault="00410309" w:rsidP="00410309">
            <w:pPr>
              <w:pStyle w:val="TableBodyText"/>
            </w:pPr>
            <w:r w:rsidRPr="00410309">
              <w:t>0.3</w:t>
            </w:r>
          </w:p>
        </w:tc>
        <w:tc>
          <w:tcPr>
            <w:tcW w:w="697" w:type="dxa"/>
            <w:shd w:val="clear" w:color="auto" w:fill="auto"/>
            <w:vAlign w:val="center"/>
          </w:tcPr>
          <w:p w:rsidR="00410309" w:rsidRPr="00410309" w:rsidRDefault="00410309" w:rsidP="00410309">
            <w:pPr>
              <w:pStyle w:val="TableBodyText"/>
            </w:pPr>
            <w:r w:rsidRPr="00410309">
              <w:t>0.4</w:t>
            </w:r>
          </w:p>
        </w:tc>
        <w:tc>
          <w:tcPr>
            <w:tcW w:w="696" w:type="dxa"/>
            <w:shd w:val="clear" w:color="auto" w:fill="auto"/>
            <w:vAlign w:val="center"/>
          </w:tcPr>
          <w:p w:rsidR="00410309" w:rsidRPr="00410309" w:rsidRDefault="00410309" w:rsidP="00410309">
            <w:pPr>
              <w:pStyle w:val="TableBodyText"/>
            </w:pPr>
            <w:r w:rsidRPr="00410309">
              <w:t>0.6</w:t>
            </w:r>
          </w:p>
        </w:tc>
        <w:tc>
          <w:tcPr>
            <w:tcW w:w="697" w:type="dxa"/>
            <w:shd w:val="clear" w:color="auto" w:fill="auto"/>
            <w:vAlign w:val="center"/>
          </w:tcPr>
          <w:p w:rsidR="00410309" w:rsidRPr="00410309" w:rsidRDefault="00410309" w:rsidP="00410309">
            <w:pPr>
              <w:pStyle w:val="TableBodyText"/>
            </w:pPr>
            <w:r w:rsidRPr="00410309">
              <w:t>..</w:t>
            </w:r>
          </w:p>
        </w:tc>
        <w:tc>
          <w:tcPr>
            <w:tcW w:w="697" w:type="dxa"/>
            <w:shd w:val="clear" w:color="auto" w:fill="auto"/>
            <w:vAlign w:val="center"/>
          </w:tcPr>
          <w:p w:rsidR="00410309" w:rsidRPr="00410309" w:rsidRDefault="00410309" w:rsidP="00410309">
            <w:pPr>
              <w:pStyle w:val="TableBodyText"/>
            </w:pPr>
            <w:r w:rsidRPr="00410309">
              <w:t>0.3</w:t>
            </w:r>
          </w:p>
        </w:tc>
      </w:tr>
      <w:tr w:rsidR="00410309" w:rsidTr="00581678">
        <w:tc>
          <w:tcPr>
            <w:tcW w:w="2520" w:type="dxa"/>
          </w:tcPr>
          <w:p w:rsidR="00410309" w:rsidRPr="005F3E56" w:rsidRDefault="00410309" w:rsidP="004F37AF">
            <w:pPr>
              <w:pStyle w:val="TableBodyText"/>
              <w:ind w:left="136"/>
              <w:jc w:val="left"/>
            </w:pPr>
            <w:r w:rsidRPr="005F3E56">
              <w:t>Cystoscopy</w:t>
            </w:r>
          </w:p>
        </w:tc>
        <w:tc>
          <w:tcPr>
            <w:tcW w:w="696" w:type="dxa"/>
            <w:shd w:val="clear" w:color="auto" w:fill="auto"/>
            <w:vAlign w:val="center"/>
          </w:tcPr>
          <w:p w:rsidR="00410309" w:rsidRPr="00410309" w:rsidRDefault="00410309" w:rsidP="00410309">
            <w:pPr>
              <w:pStyle w:val="TableBodyText"/>
            </w:pPr>
            <w:r w:rsidRPr="00410309">
              <w:t>1.6</w:t>
            </w:r>
          </w:p>
        </w:tc>
        <w:tc>
          <w:tcPr>
            <w:tcW w:w="697" w:type="dxa"/>
            <w:shd w:val="clear" w:color="auto" w:fill="auto"/>
            <w:vAlign w:val="center"/>
          </w:tcPr>
          <w:p w:rsidR="00410309" w:rsidRPr="00410309" w:rsidRDefault="00410309" w:rsidP="00410309">
            <w:pPr>
              <w:pStyle w:val="TableBodyText"/>
            </w:pPr>
            <w:r w:rsidRPr="00410309">
              <w:t>2.8</w:t>
            </w:r>
          </w:p>
        </w:tc>
        <w:tc>
          <w:tcPr>
            <w:tcW w:w="697" w:type="dxa"/>
            <w:shd w:val="clear" w:color="auto" w:fill="auto"/>
            <w:vAlign w:val="center"/>
          </w:tcPr>
          <w:p w:rsidR="00410309" w:rsidRPr="00410309" w:rsidRDefault="00410309" w:rsidP="00410309">
            <w:pPr>
              <w:pStyle w:val="TableBodyText"/>
            </w:pPr>
            <w:r w:rsidRPr="00410309">
              <w:t>2.0</w:t>
            </w:r>
          </w:p>
        </w:tc>
        <w:tc>
          <w:tcPr>
            <w:tcW w:w="696" w:type="dxa"/>
            <w:shd w:val="clear" w:color="auto" w:fill="auto"/>
            <w:vAlign w:val="center"/>
          </w:tcPr>
          <w:p w:rsidR="00410309" w:rsidRPr="00410309" w:rsidRDefault="00410309" w:rsidP="00410309">
            <w:pPr>
              <w:pStyle w:val="TableBodyText"/>
            </w:pPr>
            <w:r w:rsidRPr="00410309">
              <w:t>3.0</w:t>
            </w:r>
          </w:p>
        </w:tc>
        <w:tc>
          <w:tcPr>
            <w:tcW w:w="697" w:type="dxa"/>
            <w:shd w:val="clear" w:color="auto" w:fill="auto"/>
            <w:vAlign w:val="center"/>
          </w:tcPr>
          <w:p w:rsidR="00410309" w:rsidRPr="00410309" w:rsidRDefault="00410309" w:rsidP="00410309">
            <w:pPr>
              <w:pStyle w:val="TableBodyText"/>
            </w:pPr>
            <w:r w:rsidRPr="00410309">
              <w:t>2.6</w:t>
            </w:r>
          </w:p>
        </w:tc>
        <w:tc>
          <w:tcPr>
            <w:tcW w:w="697" w:type="dxa"/>
            <w:shd w:val="clear" w:color="auto" w:fill="auto"/>
            <w:vAlign w:val="center"/>
          </w:tcPr>
          <w:p w:rsidR="00410309" w:rsidRPr="00410309" w:rsidRDefault="00410309" w:rsidP="00410309">
            <w:pPr>
              <w:pStyle w:val="TableBodyText"/>
            </w:pPr>
            <w:r w:rsidRPr="00410309">
              <w:t>1.5</w:t>
            </w:r>
          </w:p>
        </w:tc>
        <w:tc>
          <w:tcPr>
            <w:tcW w:w="696" w:type="dxa"/>
            <w:shd w:val="clear" w:color="auto" w:fill="auto"/>
            <w:vAlign w:val="center"/>
          </w:tcPr>
          <w:p w:rsidR="00410309" w:rsidRPr="00410309" w:rsidRDefault="00410309" w:rsidP="00410309">
            <w:pPr>
              <w:pStyle w:val="TableBodyText"/>
            </w:pPr>
            <w:r w:rsidRPr="00410309">
              <w:t>2.4</w:t>
            </w:r>
          </w:p>
        </w:tc>
        <w:tc>
          <w:tcPr>
            <w:tcW w:w="697" w:type="dxa"/>
            <w:shd w:val="clear" w:color="auto" w:fill="auto"/>
            <w:vAlign w:val="center"/>
          </w:tcPr>
          <w:p w:rsidR="00410309" w:rsidRPr="00410309" w:rsidRDefault="00410309" w:rsidP="00410309">
            <w:pPr>
              <w:pStyle w:val="TableBodyText"/>
            </w:pPr>
            <w:r w:rsidRPr="00410309">
              <w:t>1.7</w:t>
            </w:r>
          </w:p>
        </w:tc>
        <w:tc>
          <w:tcPr>
            <w:tcW w:w="697" w:type="dxa"/>
            <w:shd w:val="clear" w:color="auto" w:fill="auto"/>
            <w:vAlign w:val="center"/>
          </w:tcPr>
          <w:p w:rsidR="00410309" w:rsidRPr="00410309" w:rsidRDefault="00410309" w:rsidP="00410309">
            <w:pPr>
              <w:pStyle w:val="TableBodyText"/>
            </w:pPr>
            <w:r w:rsidRPr="00410309">
              <w:t>2.2</w:t>
            </w:r>
          </w:p>
        </w:tc>
      </w:tr>
      <w:tr w:rsidR="00410309" w:rsidTr="00581678">
        <w:tc>
          <w:tcPr>
            <w:tcW w:w="2520" w:type="dxa"/>
          </w:tcPr>
          <w:p w:rsidR="00410309" w:rsidRPr="005F3E56" w:rsidRDefault="00410309" w:rsidP="004F37AF">
            <w:pPr>
              <w:pStyle w:val="TableBodyText"/>
              <w:ind w:left="136"/>
              <w:jc w:val="left"/>
            </w:pPr>
            <w:r w:rsidRPr="005F3E56">
              <w:t>Haemorrhoidectomy</w:t>
            </w:r>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0.4</w:t>
            </w:r>
          </w:p>
        </w:tc>
        <w:tc>
          <w:tcPr>
            <w:tcW w:w="696" w:type="dxa"/>
            <w:shd w:val="clear" w:color="auto" w:fill="auto"/>
            <w:vAlign w:val="center"/>
          </w:tcPr>
          <w:p w:rsidR="00410309" w:rsidRPr="00410309" w:rsidRDefault="00410309" w:rsidP="00410309">
            <w:pPr>
              <w:pStyle w:val="TableBodyText"/>
            </w:pPr>
            <w:r w:rsidRPr="00410309">
              <w:t>0.5</w:t>
            </w:r>
          </w:p>
        </w:tc>
        <w:tc>
          <w:tcPr>
            <w:tcW w:w="697" w:type="dxa"/>
            <w:shd w:val="clear" w:color="auto" w:fill="auto"/>
            <w:vAlign w:val="center"/>
          </w:tcPr>
          <w:p w:rsidR="00410309" w:rsidRPr="00410309" w:rsidRDefault="00410309" w:rsidP="00410309">
            <w:pPr>
              <w:pStyle w:val="TableBodyText"/>
            </w:pPr>
            <w:r w:rsidRPr="00410309">
              <w:t>0.5</w:t>
            </w:r>
          </w:p>
        </w:tc>
        <w:tc>
          <w:tcPr>
            <w:tcW w:w="697" w:type="dxa"/>
            <w:shd w:val="clear" w:color="auto" w:fill="auto"/>
            <w:vAlign w:val="center"/>
          </w:tcPr>
          <w:p w:rsidR="00410309" w:rsidRPr="00410309" w:rsidRDefault="00410309" w:rsidP="00410309">
            <w:pPr>
              <w:pStyle w:val="TableBodyText"/>
            </w:pPr>
            <w:r w:rsidRPr="00410309">
              <w:t>0.7</w:t>
            </w:r>
          </w:p>
        </w:tc>
        <w:tc>
          <w:tcPr>
            <w:tcW w:w="696" w:type="dxa"/>
            <w:shd w:val="clear" w:color="auto" w:fill="auto"/>
            <w:vAlign w:val="center"/>
          </w:tcPr>
          <w:p w:rsidR="00410309" w:rsidRPr="00410309" w:rsidRDefault="00410309" w:rsidP="00410309">
            <w:pPr>
              <w:pStyle w:val="TableBodyText"/>
            </w:pPr>
            <w:r w:rsidRPr="00410309">
              <w:t>0.4</w:t>
            </w:r>
          </w:p>
        </w:tc>
        <w:tc>
          <w:tcPr>
            <w:tcW w:w="697"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0.7</w:t>
            </w:r>
          </w:p>
        </w:tc>
      </w:tr>
      <w:tr w:rsidR="00410309" w:rsidTr="00581678">
        <w:tc>
          <w:tcPr>
            <w:tcW w:w="2520" w:type="dxa"/>
          </w:tcPr>
          <w:p w:rsidR="00410309" w:rsidRPr="005F3E56" w:rsidRDefault="00410309" w:rsidP="004F37AF">
            <w:pPr>
              <w:pStyle w:val="TableBodyText"/>
              <w:ind w:left="136"/>
              <w:jc w:val="left"/>
            </w:pPr>
            <w:r w:rsidRPr="005F3E56">
              <w:t>Hip replacement</w:t>
            </w:r>
          </w:p>
        </w:tc>
        <w:tc>
          <w:tcPr>
            <w:tcW w:w="696"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0.5</w:t>
            </w:r>
          </w:p>
        </w:tc>
        <w:tc>
          <w:tcPr>
            <w:tcW w:w="696"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0.6</w:t>
            </w:r>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0.6</w:t>
            </w:r>
          </w:p>
        </w:tc>
        <w:tc>
          <w:tcPr>
            <w:tcW w:w="697" w:type="dxa"/>
            <w:shd w:val="clear" w:color="auto" w:fill="auto"/>
            <w:vAlign w:val="center"/>
          </w:tcPr>
          <w:p w:rsidR="00410309" w:rsidRPr="00410309" w:rsidRDefault="00410309" w:rsidP="00410309">
            <w:pPr>
              <w:pStyle w:val="TableBodyText"/>
            </w:pPr>
            <w:r w:rsidRPr="00410309">
              <w:t>0.6</w:t>
            </w:r>
          </w:p>
        </w:tc>
      </w:tr>
      <w:tr w:rsidR="00410309" w:rsidTr="00581678">
        <w:tc>
          <w:tcPr>
            <w:tcW w:w="2520" w:type="dxa"/>
          </w:tcPr>
          <w:p w:rsidR="00410309" w:rsidRPr="005F3E56" w:rsidRDefault="00410309" w:rsidP="004F37AF">
            <w:pPr>
              <w:pStyle w:val="TableBodyText"/>
              <w:ind w:left="136"/>
              <w:jc w:val="left"/>
            </w:pPr>
            <w:r w:rsidRPr="005F3E56">
              <w:t>Hysterectomy, females aged 15–69</w:t>
            </w:r>
            <w:r>
              <w:t xml:space="preserve"> years</w:t>
            </w:r>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1.1</w:t>
            </w:r>
          </w:p>
        </w:tc>
        <w:tc>
          <w:tcPr>
            <w:tcW w:w="697" w:type="dxa"/>
            <w:shd w:val="clear" w:color="auto" w:fill="auto"/>
            <w:vAlign w:val="center"/>
          </w:tcPr>
          <w:p w:rsidR="00410309" w:rsidRPr="00410309" w:rsidRDefault="00410309" w:rsidP="00410309">
            <w:pPr>
              <w:pStyle w:val="TableBodyText"/>
            </w:pPr>
            <w:r w:rsidRPr="00410309">
              <w:t>1.0</w:t>
            </w:r>
          </w:p>
        </w:tc>
        <w:tc>
          <w:tcPr>
            <w:tcW w:w="696" w:type="dxa"/>
            <w:shd w:val="clear" w:color="auto" w:fill="auto"/>
            <w:vAlign w:val="center"/>
          </w:tcPr>
          <w:p w:rsidR="00410309" w:rsidRPr="00410309" w:rsidRDefault="00410309" w:rsidP="00410309">
            <w:pPr>
              <w:pStyle w:val="TableBodyText"/>
            </w:pPr>
            <w:r w:rsidRPr="00410309">
              <w:t>1.1</w:t>
            </w:r>
          </w:p>
        </w:tc>
        <w:tc>
          <w:tcPr>
            <w:tcW w:w="697" w:type="dxa"/>
            <w:shd w:val="clear" w:color="auto" w:fill="auto"/>
            <w:vAlign w:val="center"/>
          </w:tcPr>
          <w:p w:rsidR="00410309" w:rsidRPr="00410309" w:rsidRDefault="00410309" w:rsidP="00410309">
            <w:pPr>
              <w:pStyle w:val="TableBodyText"/>
            </w:pPr>
            <w:r w:rsidRPr="00410309">
              <w:t>1.3</w:t>
            </w:r>
          </w:p>
        </w:tc>
        <w:tc>
          <w:tcPr>
            <w:tcW w:w="697" w:type="dxa"/>
            <w:shd w:val="clear" w:color="auto" w:fill="auto"/>
            <w:vAlign w:val="center"/>
          </w:tcPr>
          <w:p w:rsidR="00410309" w:rsidRPr="00410309" w:rsidRDefault="00410309" w:rsidP="00410309">
            <w:pPr>
              <w:pStyle w:val="TableBodyText"/>
            </w:pPr>
            <w:r w:rsidRPr="00410309">
              <w:t>1.1</w:t>
            </w:r>
          </w:p>
        </w:tc>
        <w:tc>
          <w:tcPr>
            <w:tcW w:w="696"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1.0</w:t>
            </w:r>
          </w:p>
        </w:tc>
      </w:tr>
      <w:tr w:rsidR="00410309" w:rsidTr="00581678">
        <w:tc>
          <w:tcPr>
            <w:tcW w:w="2520" w:type="dxa"/>
          </w:tcPr>
          <w:p w:rsidR="00410309" w:rsidRPr="005F3E56" w:rsidRDefault="00410309" w:rsidP="004F37AF">
            <w:pPr>
              <w:pStyle w:val="TableBodyText"/>
              <w:ind w:left="136"/>
              <w:jc w:val="left"/>
            </w:pPr>
            <w:r w:rsidRPr="005F3E56">
              <w:t xml:space="preserve">Inguinal </w:t>
            </w:r>
            <w:proofErr w:type="spellStart"/>
            <w:r w:rsidRPr="005F3E56">
              <w:t>herniorrhaphy</w:t>
            </w:r>
            <w:proofErr w:type="spellEnd"/>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0.8</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1.1</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1.0</w:t>
            </w:r>
          </w:p>
        </w:tc>
      </w:tr>
      <w:tr w:rsidR="00410309" w:rsidTr="00581678">
        <w:tc>
          <w:tcPr>
            <w:tcW w:w="2520" w:type="dxa"/>
          </w:tcPr>
          <w:p w:rsidR="00410309" w:rsidRPr="005F3E56" w:rsidRDefault="00410309" w:rsidP="004F37AF">
            <w:pPr>
              <w:pStyle w:val="TableBodyText"/>
              <w:ind w:left="136"/>
              <w:jc w:val="left"/>
            </w:pPr>
            <w:r w:rsidRPr="005F3E56">
              <w:t>Knee replacement</w:t>
            </w:r>
          </w:p>
        </w:tc>
        <w:tc>
          <w:tcPr>
            <w:tcW w:w="696"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0.5</w:t>
            </w:r>
          </w:p>
        </w:tc>
        <w:tc>
          <w:tcPr>
            <w:tcW w:w="697" w:type="dxa"/>
            <w:shd w:val="clear" w:color="auto" w:fill="auto"/>
            <w:vAlign w:val="center"/>
          </w:tcPr>
          <w:p w:rsidR="00410309" w:rsidRPr="00410309" w:rsidRDefault="00410309" w:rsidP="00410309">
            <w:pPr>
              <w:pStyle w:val="TableBodyText"/>
            </w:pPr>
            <w:r w:rsidRPr="00410309">
              <w:t>0.5</w:t>
            </w:r>
          </w:p>
        </w:tc>
        <w:tc>
          <w:tcPr>
            <w:tcW w:w="696"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0.6</w:t>
            </w:r>
          </w:p>
        </w:tc>
        <w:tc>
          <w:tcPr>
            <w:tcW w:w="697" w:type="dxa"/>
            <w:shd w:val="clear" w:color="auto" w:fill="auto"/>
            <w:vAlign w:val="center"/>
          </w:tcPr>
          <w:p w:rsidR="00410309" w:rsidRPr="00410309" w:rsidRDefault="00410309" w:rsidP="00410309">
            <w:pPr>
              <w:pStyle w:val="TableBodyText"/>
            </w:pPr>
            <w:r w:rsidRPr="00410309">
              <w:t>0.3</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0.4</w:t>
            </w:r>
          </w:p>
        </w:tc>
        <w:tc>
          <w:tcPr>
            <w:tcW w:w="697" w:type="dxa"/>
            <w:shd w:val="clear" w:color="auto" w:fill="auto"/>
            <w:vAlign w:val="center"/>
          </w:tcPr>
          <w:p w:rsidR="00410309" w:rsidRPr="00410309" w:rsidRDefault="00410309" w:rsidP="00410309">
            <w:pPr>
              <w:pStyle w:val="TableBodyText"/>
            </w:pPr>
            <w:r w:rsidRPr="00410309">
              <w:t>0.6</w:t>
            </w:r>
          </w:p>
        </w:tc>
      </w:tr>
      <w:tr w:rsidR="00410309" w:rsidTr="00581678">
        <w:tc>
          <w:tcPr>
            <w:tcW w:w="2520" w:type="dxa"/>
          </w:tcPr>
          <w:p w:rsidR="00410309" w:rsidRPr="005F3E56" w:rsidRDefault="00410309" w:rsidP="004F37AF">
            <w:pPr>
              <w:pStyle w:val="TableBodyText"/>
              <w:ind w:left="136"/>
              <w:jc w:val="left"/>
            </w:pPr>
            <w:proofErr w:type="spellStart"/>
            <w:r w:rsidRPr="005F3E56">
              <w:t>Myringotomy</w:t>
            </w:r>
            <w:proofErr w:type="spellEnd"/>
            <w:r w:rsidRPr="005F3E56">
              <w:t xml:space="preserve"> (with insertion of tube)</w:t>
            </w:r>
          </w:p>
        </w:tc>
        <w:tc>
          <w:tcPr>
            <w:tcW w:w="696" w:type="dxa"/>
            <w:shd w:val="clear" w:color="auto" w:fill="auto"/>
            <w:vAlign w:val="center"/>
          </w:tcPr>
          <w:p w:rsidR="00410309" w:rsidRPr="00410309" w:rsidRDefault="00410309" w:rsidP="00410309">
            <w:pPr>
              <w:pStyle w:val="TableBodyText"/>
            </w:pPr>
            <w:r w:rsidRPr="00410309">
              <w:t>0.5</w:t>
            </w:r>
          </w:p>
        </w:tc>
        <w:tc>
          <w:tcPr>
            <w:tcW w:w="697"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0.7</w:t>
            </w:r>
          </w:p>
        </w:tc>
        <w:tc>
          <w:tcPr>
            <w:tcW w:w="696"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1.3</w:t>
            </w:r>
          </w:p>
        </w:tc>
        <w:tc>
          <w:tcPr>
            <w:tcW w:w="697" w:type="dxa"/>
            <w:shd w:val="clear" w:color="auto" w:fill="auto"/>
            <w:vAlign w:val="center"/>
          </w:tcPr>
          <w:p w:rsidR="00410309" w:rsidRPr="00410309" w:rsidRDefault="00410309" w:rsidP="00410309">
            <w:pPr>
              <w:pStyle w:val="TableBodyText"/>
            </w:pPr>
            <w:r w:rsidRPr="00410309">
              <w:t>0.6</w:t>
            </w:r>
          </w:p>
        </w:tc>
        <w:tc>
          <w:tcPr>
            <w:tcW w:w="696"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0.6</w:t>
            </w:r>
          </w:p>
        </w:tc>
        <w:tc>
          <w:tcPr>
            <w:tcW w:w="697" w:type="dxa"/>
            <w:shd w:val="clear" w:color="auto" w:fill="auto"/>
            <w:vAlign w:val="center"/>
          </w:tcPr>
          <w:p w:rsidR="00410309" w:rsidRPr="00410309" w:rsidRDefault="00410309" w:rsidP="00410309">
            <w:pPr>
              <w:pStyle w:val="TableBodyText"/>
            </w:pPr>
            <w:r w:rsidRPr="00410309">
              <w:t>0.7</w:t>
            </w:r>
          </w:p>
        </w:tc>
      </w:tr>
      <w:tr w:rsidR="00410309" w:rsidTr="00581678">
        <w:tc>
          <w:tcPr>
            <w:tcW w:w="2520" w:type="dxa"/>
          </w:tcPr>
          <w:p w:rsidR="00410309" w:rsidRPr="005F3E56" w:rsidRDefault="00410309" w:rsidP="004F37AF">
            <w:pPr>
              <w:pStyle w:val="TableBodyText"/>
              <w:ind w:left="136"/>
              <w:jc w:val="left"/>
            </w:pPr>
            <w:r w:rsidRPr="005F3E56">
              <w:t>Prostatectomy</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1.1</w:t>
            </w:r>
          </w:p>
        </w:tc>
        <w:tc>
          <w:tcPr>
            <w:tcW w:w="697" w:type="dxa"/>
            <w:shd w:val="clear" w:color="auto" w:fill="auto"/>
            <w:vAlign w:val="center"/>
          </w:tcPr>
          <w:p w:rsidR="00410309" w:rsidRPr="00410309" w:rsidRDefault="00410309" w:rsidP="00410309">
            <w:pPr>
              <w:pStyle w:val="TableBodyText"/>
            </w:pPr>
            <w:r w:rsidRPr="00410309">
              <w:t>0.8</w:t>
            </w:r>
          </w:p>
        </w:tc>
        <w:tc>
          <w:tcPr>
            <w:tcW w:w="696" w:type="dxa"/>
            <w:shd w:val="clear" w:color="auto" w:fill="auto"/>
            <w:vAlign w:val="center"/>
          </w:tcPr>
          <w:p w:rsidR="00410309" w:rsidRPr="00410309" w:rsidRDefault="00410309" w:rsidP="00410309">
            <w:pPr>
              <w:pStyle w:val="TableBodyText"/>
            </w:pPr>
            <w:r w:rsidRPr="00410309">
              <w:t>0.8</w:t>
            </w:r>
          </w:p>
        </w:tc>
        <w:tc>
          <w:tcPr>
            <w:tcW w:w="697"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0.8</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0.9</w:t>
            </w:r>
          </w:p>
        </w:tc>
      </w:tr>
      <w:tr w:rsidR="00410309" w:rsidTr="00581678">
        <w:tc>
          <w:tcPr>
            <w:tcW w:w="2520" w:type="dxa"/>
          </w:tcPr>
          <w:p w:rsidR="00410309" w:rsidRPr="005F3E56" w:rsidRDefault="00410309" w:rsidP="004F37AF">
            <w:pPr>
              <w:pStyle w:val="TableBodyText"/>
              <w:ind w:left="136"/>
              <w:jc w:val="left"/>
            </w:pPr>
            <w:proofErr w:type="spellStart"/>
            <w:r w:rsidRPr="005F3E56">
              <w:t>Septoplasty</w:t>
            </w:r>
            <w:proofErr w:type="spellEnd"/>
          </w:p>
        </w:tc>
        <w:tc>
          <w:tcPr>
            <w:tcW w:w="696" w:type="dxa"/>
            <w:shd w:val="clear" w:color="auto" w:fill="auto"/>
            <w:vAlign w:val="center"/>
          </w:tcPr>
          <w:p w:rsidR="00410309" w:rsidRPr="00410309" w:rsidRDefault="00410309" w:rsidP="00410309">
            <w:pPr>
              <w:pStyle w:val="TableBodyText"/>
            </w:pPr>
            <w:r w:rsidRPr="00410309">
              <w:t>0.3</w:t>
            </w:r>
          </w:p>
        </w:tc>
        <w:tc>
          <w:tcPr>
            <w:tcW w:w="697" w:type="dxa"/>
            <w:shd w:val="clear" w:color="auto" w:fill="auto"/>
            <w:vAlign w:val="center"/>
          </w:tcPr>
          <w:p w:rsidR="00410309" w:rsidRPr="00410309" w:rsidRDefault="00410309" w:rsidP="00410309">
            <w:pPr>
              <w:pStyle w:val="TableBodyText"/>
            </w:pPr>
            <w:r w:rsidRPr="00410309">
              <w:t>0.5</w:t>
            </w:r>
          </w:p>
        </w:tc>
        <w:tc>
          <w:tcPr>
            <w:tcW w:w="697" w:type="dxa"/>
            <w:shd w:val="clear" w:color="auto" w:fill="auto"/>
            <w:vAlign w:val="center"/>
          </w:tcPr>
          <w:p w:rsidR="00410309" w:rsidRPr="00410309" w:rsidRDefault="00410309" w:rsidP="00410309">
            <w:pPr>
              <w:pStyle w:val="TableBodyText"/>
            </w:pPr>
            <w:r w:rsidRPr="00410309">
              <w:t>0.2</w:t>
            </w:r>
          </w:p>
        </w:tc>
        <w:tc>
          <w:tcPr>
            <w:tcW w:w="696" w:type="dxa"/>
            <w:shd w:val="clear" w:color="auto" w:fill="auto"/>
            <w:vAlign w:val="center"/>
          </w:tcPr>
          <w:p w:rsidR="00410309" w:rsidRPr="00410309" w:rsidRDefault="00410309" w:rsidP="00410309">
            <w:pPr>
              <w:pStyle w:val="TableBodyText"/>
            </w:pPr>
            <w:r w:rsidRPr="00410309">
              <w:t>0.2</w:t>
            </w:r>
          </w:p>
        </w:tc>
        <w:tc>
          <w:tcPr>
            <w:tcW w:w="697" w:type="dxa"/>
            <w:shd w:val="clear" w:color="auto" w:fill="auto"/>
            <w:vAlign w:val="center"/>
          </w:tcPr>
          <w:p w:rsidR="00410309" w:rsidRPr="00410309" w:rsidRDefault="00410309" w:rsidP="00410309">
            <w:pPr>
              <w:pStyle w:val="TableBodyText"/>
            </w:pPr>
            <w:r w:rsidRPr="00410309">
              <w:t>0.4</w:t>
            </w:r>
          </w:p>
        </w:tc>
        <w:tc>
          <w:tcPr>
            <w:tcW w:w="697" w:type="dxa"/>
            <w:shd w:val="clear" w:color="auto" w:fill="auto"/>
            <w:vAlign w:val="center"/>
          </w:tcPr>
          <w:p w:rsidR="00410309" w:rsidRPr="00410309" w:rsidRDefault="00410309" w:rsidP="00410309">
            <w:pPr>
              <w:pStyle w:val="TableBodyText"/>
            </w:pPr>
            <w:r w:rsidRPr="00410309">
              <w:t>0.1</w:t>
            </w:r>
          </w:p>
        </w:tc>
        <w:tc>
          <w:tcPr>
            <w:tcW w:w="696" w:type="dxa"/>
            <w:shd w:val="clear" w:color="auto" w:fill="auto"/>
            <w:vAlign w:val="center"/>
          </w:tcPr>
          <w:p w:rsidR="00410309" w:rsidRPr="00410309" w:rsidRDefault="00410309" w:rsidP="00410309">
            <w:pPr>
              <w:pStyle w:val="TableBodyText"/>
            </w:pPr>
            <w:r w:rsidRPr="00410309">
              <w:t>0.4</w:t>
            </w:r>
          </w:p>
        </w:tc>
        <w:tc>
          <w:tcPr>
            <w:tcW w:w="697" w:type="dxa"/>
            <w:shd w:val="clear" w:color="auto" w:fill="auto"/>
            <w:vAlign w:val="center"/>
          </w:tcPr>
          <w:p w:rsidR="00410309" w:rsidRPr="00410309" w:rsidRDefault="00410309" w:rsidP="00410309">
            <w:pPr>
              <w:pStyle w:val="TableBodyText"/>
            </w:pPr>
            <w:r w:rsidRPr="00410309">
              <w:t>0.1</w:t>
            </w:r>
          </w:p>
        </w:tc>
        <w:tc>
          <w:tcPr>
            <w:tcW w:w="697" w:type="dxa"/>
            <w:shd w:val="clear" w:color="auto" w:fill="auto"/>
            <w:vAlign w:val="center"/>
          </w:tcPr>
          <w:p w:rsidR="00410309" w:rsidRPr="00410309" w:rsidRDefault="00410309" w:rsidP="00410309">
            <w:pPr>
              <w:pStyle w:val="TableBodyText"/>
            </w:pPr>
            <w:r w:rsidRPr="00410309">
              <w:t>0.3</w:t>
            </w:r>
          </w:p>
        </w:tc>
      </w:tr>
      <w:tr w:rsidR="00410309" w:rsidTr="00581678">
        <w:tc>
          <w:tcPr>
            <w:tcW w:w="2520" w:type="dxa"/>
          </w:tcPr>
          <w:p w:rsidR="00410309" w:rsidRPr="005F3E56" w:rsidRDefault="00410309" w:rsidP="004F37AF">
            <w:pPr>
              <w:pStyle w:val="TableBodyText"/>
              <w:ind w:left="136"/>
              <w:jc w:val="left"/>
            </w:pPr>
            <w:r w:rsidRPr="005F3E56">
              <w:t>Tonsillectomy</w:t>
            </w:r>
          </w:p>
        </w:tc>
        <w:tc>
          <w:tcPr>
            <w:tcW w:w="696" w:type="dxa"/>
            <w:shd w:val="clear" w:color="auto" w:fill="auto"/>
            <w:vAlign w:val="center"/>
          </w:tcPr>
          <w:p w:rsidR="00410309" w:rsidRPr="00410309" w:rsidRDefault="00410309" w:rsidP="00410309">
            <w:pPr>
              <w:pStyle w:val="TableBodyText"/>
            </w:pPr>
            <w:r w:rsidRPr="00410309">
              <w:t>0.9</w:t>
            </w:r>
          </w:p>
        </w:tc>
        <w:tc>
          <w:tcPr>
            <w:tcW w:w="697" w:type="dxa"/>
            <w:shd w:val="clear" w:color="auto" w:fill="auto"/>
            <w:vAlign w:val="center"/>
          </w:tcPr>
          <w:p w:rsidR="00410309" w:rsidRPr="00410309" w:rsidRDefault="00410309" w:rsidP="00410309">
            <w:pPr>
              <w:pStyle w:val="TableBodyText"/>
            </w:pPr>
            <w:r w:rsidRPr="00410309">
              <w:t>1.2</w:t>
            </w:r>
          </w:p>
        </w:tc>
        <w:tc>
          <w:tcPr>
            <w:tcW w:w="697" w:type="dxa"/>
            <w:shd w:val="clear" w:color="auto" w:fill="auto"/>
            <w:vAlign w:val="center"/>
          </w:tcPr>
          <w:p w:rsidR="00410309" w:rsidRPr="00410309" w:rsidRDefault="00410309" w:rsidP="00410309">
            <w:pPr>
              <w:pStyle w:val="TableBodyText"/>
            </w:pPr>
            <w:r w:rsidRPr="00410309">
              <w:t>0.9</w:t>
            </w:r>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1.3</w:t>
            </w:r>
          </w:p>
        </w:tc>
        <w:tc>
          <w:tcPr>
            <w:tcW w:w="697" w:type="dxa"/>
            <w:shd w:val="clear" w:color="auto" w:fill="auto"/>
            <w:vAlign w:val="center"/>
          </w:tcPr>
          <w:p w:rsidR="00410309" w:rsidRPr="00410309" w:rsidRDefault="00410309" w:rsidP="00410309">
            <w:pPr>
              <w:pStyle w:val="TableBodyText"/>
            </w:pPr>
            <w:r w:rsidRPr="00410309">
              <w:t>0.8</w:t>
            </w:r>
          </w:p>
        </w:tc>
        <w:tc>
          <w:tcPr>
            <w:tcW w:w="696" w:type="dxa"/>
            <w:shd w:val="clear" w:color="auto" w:fill="auto"/>
            <w:vAlign w:val="center"/>
          </w:tcPr>
          <w:p w:rsidR="00410309" w:rsidRPr="00410309" w:rsidRDefault="00410309" w:rsidP="00410309">
            <w:pPr>
              <w:pStyle w:val="TableBodyText"/>
            </w:pPr>
            <w:r w:rsidRPr="00410309">
              <w:t>1.0</w:t>
            </w:r>
          </w:p>
        </w:tc>
        <w:tc>
          <w:tcPr>
            <w:tcW w:w="697" w:type="dxa"/>
            <w:shd w:val="clear" w:color="auto" w:fill="auto"/>
            <w:vAlign w:val="center"/>
          </w:tcPr>
          <w:p w:rsidR="00410309" w:rsidRPr="00410309" w:rsidRDefault="00410309" w:rsidP="00410309">
            <w:pPr>
              <w:pStyle w:val="TableBodyText"/>
            </w:pPr>
            <w:r w:rsidRPr="00410309">
              <w:t>0.7</w:t>
            </w:r>
          </w:p>
        </w:tc>
        <w:tc>
          <w:tcPr>
            <w:tcW w:w="697" w:type="dxa"/>
            <w:shd w:val="clear" w:color="auto" w:fill="auto"/>
            <w:vAlign w:val="center"/>
          </w:tcPr>
          <w:p w:rsidR="00410309" w:rsidRPr="00410309" w:rsidRDefault="00410309" w:rsidP="00410309">
            <w:pPr>
              <w:pStyle w:val="TableBodyText"/>
            </w:pPr>
            <w:r w:rsidRPr="00410309">
              <w:t>1.0</w:t>
            </w:r>
          </w:p>
        </w:tc>
      </w:tr>
      <w:tr w:rsidR="00410309" w:rsidTr="00581678">
        <w:tc>
          <w:tcPr>
            <w:tcW w:w="2520" w:type="dxa"/>
            <w:tcBorders>
              <w:bottom w:val="single" w:sz="4" w:space="0" w:color="auto"/>
            </w:tcBorders>
          </w:tcPr>
          <w:p w:rsidR="00410309" w:rsidRPr="005F3E56" w:rsidRDefault="00410309" w:rsidP="004F37AF">
            <w:pPr>
              <w:pStyle w:val="TableBodyText"/>
              <w:ind w:left="136"/>
              <w:jc w:val="left"/>
            </w:pPr>
            <w:r w:rsidRPr="005F3E56">
              <w:t>Varicose veins, stripping and ligation</w:t>
            </w:r>
          </w:p>
        </w:tc>
        <w:tc>
          <w:tcPr>
            <w:tcW w:w="696" w:type="dxa"/>
            <w:tcBorders>
              <w:bottom w:val="single" w:sz="4" w:space="0" w:color="auto"/>
            </w:tcBorders>
            <w:shd w:val="clear" w:color="auto" w:fill="auto"/>
            <w:vAlign w:val="center"/>
          </w:tcPr>
          <w:p w:rsidR="00410309" w:rsidRPr="00410309" w:rsidRDefault="00410309" w:rsidP="00410309">
            <w:pPr>
              <w:pStyle w:val="TableBodyText"/>
            </w:pPr>
            <w:r w:rsidRPr="00410309">
              <w:t>0.2</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0.3</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0.1</w:t>
            </w:r>
          </w:p>
        </w:tc>
        <w:tc>
          <w:tcPr>
            <w:tcW w:w="696" w:type="dxa"/>
            <w:tcBorders>
              <w:bottom w:val="single" w:sz="4" w:space="0" w:color="auto"/>
            </w:tcBorders>
            <w:shd w:val="clear" w:color="auto" w:fill="auto"/>
            <w:vAlign w:val="center"/>
          </w:tcPr>
          <w:p w:rsidR="00410309" w:rsidRPr="00410309" w:rsidRDefault="00410309" w:rsidP="00410309">
            <w:pPr>
              <w:pStyle w:val="TableBodyText"/>
            </w:pPr>
            <w:r w:rsidRPr="00410309">
              <w:t>0.1</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0.3</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0.1</w:t>
            </w:r>
          </w:p>
        </w:tc>
        <w:tc>
          <w:tcPr>
            <w:tcW w:w="696" w:type="dxa"/>
            <w:tcBorders>
              <w:bottom w:val="single" w:sz="4" w:space="0" w:color="auto"/>
            </w:tcBorders>
            <w:shd w:val="clear" w:color="auto" w:fill="auto"/>
            <w:vAlign w:val="center"/>
          </w:tcPr>
          <w:p w:rsidR="00410309" w:rsidRPr="00410309" w:rsidRDefault="00410309" w:rsidP="00410309">
            <w:pPr>
              <w:pStyle w:val="TableBodyText"/>
            </w:pPr>
            <w:r w:rsidRPr="00410309">
              <w:t>0.6</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0.2</w:t>
            </w:r>
          </w:p>
        </w:tc>
        <w:tc>
          <w:tcPr>
            <w:tcW w:w="697" w:type="dxa"/>
            <w:tcBorders>
              <w:bottom w:val="single" w:sz="4" w:space="0" w:color="auto"/>
            </w:tcBorders>
            <w:shd w:val="clear" w:color="auto" w:fill="auto"/>
            <w:vAlign w:val="center"/>
          </w:tcPr>
          <w:p w:rsidR="00410309" w:rsidRPr="00410309" w:rsidRDefault="00410309" w:rsidP="00410309">
            <w:pPr>
              <w:pStyle w:val="TableBodyText"/>
            </w:pPr>
            <w:r w:rsidRPr="00410309">
              <w:t>0.2</w:t>
            </w:r>
          </w:p>
        </w:tc>
      </w:tr>
    </w:tbl>
    <w:p w:rsidR="00D2410D" w:rsidRDefault="00D2410D" w:rsidP="00FC5BA6">
      <w:pPr>
        <w:pStyle w:val="Note"/>
      </w:pPr>
      <w:r w:rsidRPr="007E49BB">
        <w:rPr>
          <w:rStyle w:val="NoteLabel"/>
        </w:rPr>
        <w:t>a</w:t>
      </w:r>
      <w:r>
        <w:sym w:font="Symbol" w:char="F020"/>
      </w:r>
      <w:r w:rsidRPr="00071192">
        <w:t xml:space="preserve"> </w:t>
      </w:r>
      <w:r w:rsidR="00B17AF1" w:rsidRPr="00B17AF1">
        <w:t>Rates are standardised to the Australian population as at 30 June 2001 and are calculated for the total population for all procedures except prostatectomy (rates calculated for the male population only) and hysterectomy (rates calculated for females aged 15–69 years).</w:t>
      </w:r>
      <w:r>
        <w:t xml:space="preserve"> </w:t>
      </w:r>
      <w:r w:rsidR="00305D4A" w:rsidRPr="00305D4A">
        <w:rPr>
          <w:b/>
        </w:rPr>
        <w:t>..</w:t>
      </w:r>
      <w:r w:rsidR="00305D4A">
        <w:t xml:space="preserve"> Not applicable.</w:t>
      </w:r>
    </w:p>
    <w:p w:rsidR="00D2410D" w:rsidRPr="007E49BB" w:rsidRDefault="00D2410D" w:rsidP="00FC5BA6">
      <w:pPr>
        <w:pStyle w:val="Source"/>
      </w:pPr>
      <w:r>
        <w:rPr>
          <w:i/>
        </w:rPr>
        <w:t>Source</w:t>
      </w:r>
      <w:r w:rsidR="00B17AF1">
        <w:t xml:space="preserve">: </w:t>
      </w:r>
      <w:proofErr w:type="spellStart"/>
      <w:r w:rsidR="00B77B3B">
        <w:t>AIHW</w:t>
      </w:r>
      <w:proofErr w:type="spellEnd"/>
      <w:r w:rsidR="00B77B3B">
        <w:t xml:space="preserve"> (201</w:t>
      </w:r>
      <w:r w:rsidR="00D80EB4">
        <w:t>3</w:t>
      </w:r>
      <w:r w:rsidR="00B77B3B">
        <w:t>),</w:t>
      </w:r>
      <w:r w:rsidR="00B77B3B" w:rsidRPr="00663A00">
        <w:rPr>
          <w:i/>
        </w:rPr>
        <w:t xml:space="preserve"> </w:t>
      </w:r>
      <w:r w:rsidR="00B77B3B" w:rsidRPr="00354423">
        <w:rPr>
          <w:i/>
        </w:rPr>
        <w:t>Australian Hospital Statistics</w:t>
      </w:r>
      <w:r w:rsidR="00B77B3B">
        <w:rPr>
          <w:i/>
        </w:rPr>
        <w:t xml:space="preserve"> 201</w:t>
      </w:r>
      <w:r w:rsidR="00D80EB4">
        <w:rPr>
          <w:i/>
        </w:rPr>
        <w:t>1</w:t>
      </w:r>
      <w:r w:rsidR="00B77B3B">
        <w:rPr>
          <w:i/>
        </w:rPr>
        <w:t>-1</w:t>
      </w:r>
      <w:r w:rsidR="00D80EB4">
        <w:rPr>
          <w:i/>
        </w:rPr>
        <w:t>2</w:t>
      </w:r>
      <w:r w:rsidR="00B77B3B">
        <w:rPr>
          <w:i/>
        </w:rPr>
        <w:t xml:space="preserve">, </w:t>
      </w:r>
      <w:r w:rsidR="00B77B3B">
        <w:t xml:space="preserve">Health Services Series No. </w:t>
      </w:r>
      <w:r w:rsidR="00D80EB4">
        <w:t>50</w:t>
      </w:r>
      <w:r w:rsidR="00B77B3B">
        <w:t xml:space="preserve">, </w:t>
      </w:r>
      <w:r w:rsidR="00B77B3B" w:rsidRPr="00663A00">
        <w:t xml:space="preserve">Cat no. </w:t>
      </w:r>
      <w:proofErr w:type="spellStart"/>
      <w:r w:rsidR="00B77B3B" w:rsidRPr="00663A00">
        <w:t>HSE</w:t>
      </w:r>
      <w:proofErr w:type="spellEnd"/>
      <w:r w:rsidR="00B77B3B" w:rsidRPr="00663A00">
        <w:t xml:space="preserve"> </w:t>
      </w:r>
      <w:r w:rsidR="00B77B3B">
        <w:t>1</w:t>
      </w:r>
      <w:r w:rsidR="00D80EB4">
        <w:t>34</w:t>
      </w:r>
      <w:r w:rsidRPr="00B17AF1">
        <w:t>;</w:t>
      </w:r>
      <w:r>
        <w:t xml:space="preserve"> table </w:t>
      </w:r>
      <w:proofErr w:type="spellStart"/>
      <w:r>
        <w:t>10A.4</w:t>
      </w:r>
      <w:r w:rsidR="00593347">
        <w:t>5</w:t>
      </w:r>
      <w:proofErr w:type="spellEnd"/>
      <w:r>
        <w:t>.</w:t>
      </w:r>
    </w:p>
    <w:p w:rsidR="00993A20" w:rsidRPr="0072350A" w:rsidRDefault="00993A20" w:rsidP="00993A20">
      <w:pPr>
        <w:pStyle w:val="BodyText"/>
      </w:pPr>
      <w:r w:rsidRPr="0072350A">
        <w:t xml:space="preserve">Data for private hospitals are reported in table </w:t>
      </w:r>
      <w:proofErr w:type="spellStart"/>
      <w:r w:rsidRPr="0072350A">
        <w:t>10A.45</w:t>
      </w:r>
      <w:proofErr w:type="spellEnd"/>
      <w:r w:rsidRPr="0072350A">
        <w:t xml:space="preserve">. Table </w:t>
      </w:r>
      <w:proofErr w:type="spellStart"/>
      <w:r w:rsidRPr="0072350A">
        <w:t>10A.45</w:t>
      </w:r>
      <w:proofErr w:type="spellEnd"/>
      <w:r w:rsidRPr="0072350A">
        <w:t xml:space="preserve"> also reports selected separations for all hospitals by Indigenous status, remoteness and socioeconomic status. Table </w:t>
      </w:r>
      <w:proofErr w:type="spellStart"/>
      <w:r w:rsidRPr="0072350A">
        <w:t>10A.46</w:t>
      </w:r>
      <w:proofErr w:type="spellEnd"/>
      <w:r w:rsidRPr="0072350A">
        <w:t xml:space="preserve"> reports additional information for the selected separations for all hospitals such as numbers of separations and the standardised separation rate ratio.</w:t>
      </w:r>
    </w:p>
    <w:p w:rsidR="00D2410D" w:rsidRDefault="00D2410D" w:rsidP="00D2410D">
      <w:pPr>
        <w:pStyle w:val="Heading3"/>
      </w:pPr>
      <w:r>
        <w:t xml:space="preserve">Effectiveness — quality </w:t>
      </w:r>
    </w:p>
    <w:p w:rsidR="00D2410D" w:rsidRDefault="00D2410D" w:rsidP="00D2410D">
      <w:pPr>
        <w:pStyle w:val="BodyText"/>
      </w:pPr>
      <w:r>
        <w:t>There is no single definition of quality in healthcare, but the Australian Commission on Safety and Quality in Health Care (</w:t>
      </w:r>
      <w:proofErr w:type="spellStart"/>
      <w:r>
        <w:t>ACSQHC</w:t>
      </w:r>
      <w:proofErr w:type="spellEnd"/>
      <w:r>
        <w:t xml:space="preserve">) has defined quality as ‘the extent to which the properties </w:t>
      </w:r>
      <w:r w:rsidR="000D7315">
        <w:t>of a service or product produce</w:t>
      </w:r>
      <w:r>
        <w:t xml:space="preserve"> a desired outcome’ (</w:t>
      </w:r>
      <w:r w:rsidRPr="00F01BB5">
        <w:t>Runc</w:t>
      </w:r>
      <w:r>
        <w:t>i</w:t>
      </w:r>
      <w:r w:rsidRPr="00F01BB5">
        <w:t>man</w:t>
      </w:r>
      <w:r>
        <w:t> 2006). No single indicator can measure quality across all providers. An alternative approach is to identify and report on aspects of quality of care. The aspects of quality recognised in the performance indicator framework are safety, responsiveness and continuity. This Report includes indicators of safety, but no indicators have yet been developed for responsiveness or continuity.</w:t>
      </w:r>
    </w:p>
    <w:p w:rsidR="00D2410D" w:rsidRDefault="00D2410D" w:rsidP="004F7485">
      <w:pPr>
        <w:pStyle w:val="BodyText"/>
      </w:pPr>
      <w:r>
        <w:t xml:space="preserve">Various governments publicly report performance indicators for </w:t>
      </w:r>
      <w:r w:rsidR="00EB2A2B" w:rsidRPr="00EB2A2B">
        <w:t>service quality of public hospitals</w:t>
      </w:r>
      <w:r>
        <w:t>. Some have adopted the same indicators reported in this chapter. For example:</w:t>
      </w:r>
    </w:p>
    <w:p w:rsidR="00D2410D" w:rsidRPr="00262774" w:rsidRDefault="00D2410D" w:rsidP="001D3925">
      <w:pPr>
        <w:pStyle w:val="ListBullet"/>
      </w:pPr>
      <w:r w:rsidRPr="00262774">
        <w:t xml:space="preserve">The Australian Government’s </w:t>
      </w:r>
      <w:proofErr w:type="spellStart"/>
      <w:r w:rsidRPr="00262774">
        <w:t>MyHospitals</w:t>
      </w:r>
      <w:proofErr w:type="spellEnd"/>
      <w:r w:rsidRPr="00262774">
        <w:t xml:space="preserve"> </w:t>
      </w:r>
      <w:r w:rsidRPr="009A5C5F">
        <w:t>website</w:t>
      </w:r>
      <w:r w:rsidR="003424FC" w:rsidRPr="009A5C5F">
        <w:t xml:space="preserve">, which is managed by the National Health Performance Authority, </w:t>
      </w:r>
      <w:r w:rsidRPr="009A5C5F">
        <w:t>reports</w:t>
      </w:r>
      <w:r w:rsidRPr="00262774">
        <w:t xml:space="preserve"> </w:t>
      </w:r>
      <w:r w:rsidR="007657B8" w:rsidRPr="00262774">
        <w:rPr>
          <w:i/>
        </w:rPr>
        <w:t xml:space="preserve">staphylococcus </w:t>
      </w:r>
      <w:proofErr w:type="spellStart"/>
      <w:r w:rsidRPr="00262774">
        <w:rPr>
          <w:i/>
        </w:rPr>
        <w:t>aureus</w:t>
      </w:r>
      <w:proofErr w:type="spellEnd"/>
      <w:r w:rsidRPr="00262774">
        <w:rPr>
          <w:i/>
        </w:rPr>
        <w:t xml:space="preserve"> </w:t>
      </w:r>
      <w:r w:rsidRPr="00BB0F32">
        <w:t>bacteraemia</w:t>
      </w:r>
      <w:r w:rsidRPr="00262774">
        <w:t xml:space="preserve"> (SAB) infections as counts and rates p</w:t>
      </w:r>
      <w:r>
        <w:t>er 10 </w:t>
      </w:r>
      <w:r w:rsidRPr="00262774">
        <w:t xml:space="preserve">000 occupied bed days for most public hospitals and a number of private hospitals. </w:t>
      </w:r>
    </w:p>
    <w:p w:rsidR="00D2410D" w:rsidRDefault="007657B8" w:rsidP="009A5C5F">
      <w:pPr>
        <w:pStyle w:val="ListBullet"/>
      </w:pPr>
      <w:r>
        <w:t>In NSW, reporting of surgical site infection rates</w:t>
      </w:r>
      <w:r w:rsidR="00D2410D">
        <w:t xml:space="preserve"> for hip and knee surgery is mandatory for public hospitals. </w:t>
      </w:r>
    </w:p>
    <w:p w:rsidR="00D2410D" w:rsidRDefault="00D2410D" w:rsidP="001D3925">
      <w:pPr>
        <w:pStyle w:val="ListBullet"/>
      </w:pPr>
      <w:r w:rsidRPr="00F5043D">
        <w:t xml:space="preserve">Victorian hospitals are required to publish annual quality </w:t>
      </w:r>
      <w:r w:rsidR="00631606" w:rsidRPr="001D3925">
        <w:t>of</w:t>
      </w:r>
      <w:r w:rsidR="00631606">
        <w:t xml:space="preserve"> </w:t>
      </w:r>
      <w:r w:rsidRPr="00F5043D">
        <w:t>care reports that include safety and quality indicators for infection control, medication errors, falls monitoring and prevention, pressure wound monitoring and prevention, patient satisfaction and consumer participation in health care decision making.</w:t>
      </w:r>
      <w:r>
        <w:t xml:space="preserve"> </w:t>
      </w:r>
    </w:p>
    <w:p w:rsidR="00D2410D" w:rsidRDefault="00B4446D" w:rsidP="001D3925">
      <w:pPr>
        <w:pStyle w:val="ListBullet"/>
      </w:pPr>
      <w:r w:rsidRPr="00B4446D">
        <w:t xml:space="preserve">Queensland Health publishes regular online public hospitals performance, which </w:t>
      </w:r>
      <w:r w:rsidR="005F75BF" w:rsidRPr="00D1043D">
        <w:t>among</w:t>
      </w:r>
      <w:r w:rsidRPr="00B4446D">
        <w:t xml:space="preserve"> other measures</w:t>
      </w:r>
      <w:r w:rsidR="00890A97">
        <w:t>,</w:t>
      </w:r>
      <w:r w:rsidRPr="00B4446D">
        <w:t xml:space="preserve"> includes patient experience results</w:t>
      </w:r>
      <w:r>
        <w:t>.</w:t>
      </w:r>
    </w:p>
    <w:p w:rsidR="00D2410D" w:rsidRDefault="00D2410D" w:rsidP="009A5C5F">
      <w:pPr>
        <w:pStyle w:val="ListBullet"/>
      </w:pPr>
      <w:r>
        <w:t xml:space="preserve">Both the WA and Tasmanian health departments’ annual </w:t>
      </w:r>
      <w:r w:rsidR="007657B8">
        <w:t>reports include information on unplanned re</w:t>
      </w:r>
      <w:r w:rsidR="007657B8">
        <w:noBreakHyphen/>
        <w:t>admission rates</w:t>
      </w:r>
      <w:r>
        <w:t xml:space="preserve"> and WA also includes a section on </w:t>
      </w:r>
      <w:r w:rsidR="00D42444" w:rsidRPr="009A5C5F">
        <w:t>patient evaluation of health services</w:t>
      </w:r>
      <w:r w:rsidRPr="009A5C5F">
        <w:t>.</w:t>
      </w:r>
      <w:r w:rsidRPr="00D42444">
        <w:rPr>
          <w:shd w:val="clear" w:color="auto" w:fill="A6A6A6" w:themeFill="background1" w:themeFillShade="A6"/>
        </w:rPr>
        <w:t xml:space="preserve"> </w:t>
      </w:r>
    </w:p>
    <w:p w:rsidR="008470C7" w:rsidRDefault="008470C7" w:rsidP="009A5C5F">
      <w:pPr>
        <w:pStyle w:val="ListBullet"/>
      </w:pPr>
      <w:r w:rsidRPr="008470C7">
        <w:t>SA Health publishes an annual patient safety report, which provides a summary of the types of incidents that occurred in public hospitals and a comprehensive overview of the major patient safety programs being conducted by SA Health. It links the programs to the safety issues identified by analysis of data from the incident management system (Safety Learning System), Coronial recommendations and other sources</w:t>
      </w:r>
      <w:r w:rsidR="0028688C">
        <w:t>,</w:t>
      </w:r>
      <w:r w:rsidRPr="008470C7">
        <w:t xml:space="preserve"> to help explain what actions are being taken to address these safety issues. A Measuring Consumer Experience SA Public Hospital Inpatient Annual Report, which details the key findings from the SA Consumer Experience Surveillance System</w:t>
      </w:r>
      <w:r w:rsidR="00121D41">
        <w:t>,</w:t>
      </w:r>
      <w:r w:rsidRPr="008470C7">
        <w:t xml:space="preserve"> is also published.</w:t>
      </w:r>
    </w:p>
    <w:p w:rsidR="00D2410D" w:rsidRDefault="00D2410D" w:rsidP="001D3925">
      <w:pPr>
        <w:pStyle w:val="ListBullet"/>
      </w:pPr>
      <w:r w:rsidRPr="001D3925">
        <w:t xml:space="preserve">ACT Health publishes </w:t>
      </w:r>
      <w:r w:rsidRPr="00B51840">
        <w:t xml:space="preserve">quarterly reports that include data on unplanned readmissions, unplanned returns to </w:t>
      </w:r>
      <w:r w:rsidR="007657B8">
        <w:t xml:space="preserve">operating </w:t>
      </w:r>
      <w:r w:rsidRPr="00B51840">
        <w:t>theatre and hosp</w:t>
      </w:r>
      <w:r>
        <w:t xml:space="preserve">ital acquired infection rates. </w:t>
      </w:r>
      <w:r w:rsidRPr="00B51840">
        <w:t xml:space="preserve">Information about quality and safety activities and consumer feedback management is also included in </w:t>
      </w:r>
      <w:r>
        <w:t>an</w:t>
      </w:r>
      <w:r w:rsidRPr="00B51840">
        <w:t xml:space="preserve"> </w:t>
      </w:r>
      <w:r w:rsidR="007657B8" w:rsidRPr="00B51840">
        <w:t>annual report</w:t>
      </w:r>
      <w:r w:rsidRPr="00B51840">
        <w:t>.</w:t>
      </w:r>
    </w:p>
    <w:p w:rsidR="00D57691" w:rsidRPr="00B22968" w:rsidRDefault="00D57691" w:rsidP="009A5C5F">
      <w:pPr>
        <w:pStyle w:val="ListBullet"/>
      </w:pPr>
      <w:r>
        <w:t>The NT Health Department Annual Report publishes information on unplanned re</w:t>
      </w:r>
      <w:r>
        <w:noBreakHyphen/>
        <w:t>admission rates after discharge for acute mental health episodes.</w:t>
      </w:r>
    </w:p>
    <w:p w:rsidR="00D2410D" w:rsidRDefault="00D2410D" w:rsidP="00D2410D">
      <w:pPr>
        <w:pStyle w:val="Heading4"/>
      </w:pPr>
      <w:r>
        <w:t>Safety</w:t>
      </w:r>
    </w:p>
    <w:p w:rsidR="00D2410D" w:rsidRPr="00821976" w:rsidRDefault="00D2410D" w:rsidP="009A5C5F">
      <w:pPr>
        <w:pStyle w:val="BodyText"/>
        <w:rPr>
          <w:rStyle w:val="DraftingNote"/>
        </w:rPr>
      </w:pPr>
      <w:r>
        <w:t>Improving patient safety is an important issue for all hospitals. Studies on medical errors have indicated that adverse healthcare related events occur in public hospitals in Australia and internationally, and that their incidence i</w:t>
      </w:r>
      <w:r w:rsidR="002B243A">
        <w:t>s potentially high (for example</w:t>
      </w:r>
      <w:r>
        <w:t xml:space="preserve"> </w:t>
      </w:r>
      <w:proofErr w:type="spellStart"/>
      <w:r w:rsidRPr="0010346A">
        <w:t>Eshani</w:t>
      </w:r>
      <w:proofErr w:type="spellEnd"/>
      <w:r>
        <w:t xml:space="preserve"> </w:t>
      </w:r>
      <w:r w:rsidRPr="000D7315">
        <w:rPr>
          <w:i/>
        </w:rPr>
        <w:t>et al</w:t>
      </w:r>
      <w:r>
        <w:t xml:space="preserve">. 2006). These adverse events can result in serious consequences for individual patients, and the associated costs to individuals and the health care system can be </w:t>
      </w:r>
      <w:r w:rsidRPr="009A5C5F">
        <w:t>considerable (</w:t>
      </w:r>
      <w:r w:rsidR="002B243A" w:rsidRPr="009A5C5F">
        <w:t xml:space="preserve">Van den </w:t>
      </w:r>
      <w:proofErr w:type="spellStart"/>
      <w:r w:rsidR="002B243A" w:rsidRPr="009A5C5F">
        <w:t>Bos</w:t>
      </w:r>
      <w:proofErr w:type="spellEnd"/>
      <w:r w:rsidRPr="009A5C5F">
        <w:t xml:space="preserve"> et al. 20</w:t>
      </w:r>
      <w:r w:rsidR="002B243A" w:rsidRPr="009A5C5F">
        <w:t>11</w:t>
      </w:r>
      <w:r w:rsidRPr="009A5C5F">
        <w:t>).</w:t>
      </w:r>
      <w:r>
        <w:t xml:space="preserve"> </w:t>
      </w:r>
    </w:p>
    <w:p w:rsidR="00D2410D" w:rsidRDefault="00D2410D" w:rsidP="00D2410D">
      <w:pPr>
        <w:pStyle w:val="Heading4"/>
      </w:pPr>
      <w:r>
        <w:t xml:space="preserve">Safety — </w:t>
      </w:r>
      <w:r w:rsidR="00716B72" w:rsidRPr="00716B72">
        <w:t>unplanned hospital readmission rates</w:t>
      </w:r>
    </w:p>
    <w:p w:rsidR="00D2410D" w:rsidRDefault="00D2410D" w:rsidP="00D2410D">
      <w:pPr>
        <w:pStyle w:val="BodyText"/>
      </w:pPr>
      <w:r>
        <w:t>‘</w:t>
      </w:r>
      <w:r w:rsidR="00716B72" w:rsidRPr="00716B72">
        <w:t>Unplanned hospital readmission rates</w:t>
      </w:r>
      <w:r>
        <w:t xml:space="preserve">’ is an indicator of governments’ objective to provide public hospital services that are safe and of high quality (box 10.6). </w:t>
      </w:r>
      <w:r w:rsidRPr="008D6FAC">
        <w:t>Patients might be re-admitted unexpectedly if the initial care or treatment was ineffective or unsatisfactory, if post discharge planning was inadequate, or for reasons outside the control of the hospital (for ex</w:t>
      </w:r>
      <w:r>
        <w:t>ample poor post-discharge care).</w:t>
      </w:r>
    </w:p>
    <w:p w:rsidR="00143F29" w:rsidRDefault="00143F29" w:rsidP="00143F2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3F29" w:rsidTr="00F53338">
        <w:tc>
          <w:tcPr>
            <w:tcW w:w="8771" w:type="dxa"/>
            <w:tcBorders>
              <w:top w:val="single" w:sz="6" w:space="0" w:color="auto"/>
              <w:bottom w:val="nil"/>
            </w:tcBorders>
          </w:tcPr>
          <w:p w:rsidR="00143F29" w:rsidRDefault="00143F29" w:rsidP="00F53338">
            <w:pPr>
              <w:pStyle w:val="BoxTitle"/>
            </w:pPr>
            <w:r>
              <w:rPr>
                <w:b w:val="0"/>
              </w:rPr>
              <w:t>Box 10.</w:t>
            </w:r>
            <w:r w:rsidR="005B16BF">
              <w:rPr>
                <w:b w:val="0"/>
                <w:noProof/>
              </w:rPr>
              <w:t>6</w:t>
            </w:r>
            <w:r>
              <w:tab/>
              <w:t>Unplanned hospital readmission rates</w:t>
            </w:r>
          </w:p>
        </w:tc>
      </w:tr>
      <w:tr w:rsidR="00143F29" w:rsidTr="00F53338">
        <w:trPr>
          <w:cantSplit/>
        </w:trPr>
        <w:tc>
          <w:tcPr>
            <w:tcW w:w="8771" w:type="dxa"/>
            <w:tcBorders>
              <w:top w:val="nil"/>
              <w:left w:val="single" w:sz="6" w:space="0" w:color="auto"/>
              <w:bottom w:val="nil"/>
              <w:right w:val="single" w:sz="6" w:space="0" w:color="auto"/>
            </w:tcBorders>
          </w:tcPr>
          <w:p w:rsidR="00143F29" w:rsidRDefault="00143F29" w:rsidP="00F53338">
            <w:pPr>
              <w:pStyle w:val="Box"/>
              <w:spacing w:before="80"/>
            </w:pPr>
            <w:r>
              <w:t>‘</w:t>
            </w:r>
            <w:r w:rsidRPr="00716B72">
              <w:t>Unplanned hospital readmission rates</w:t>
            </w:r>
            <w:r>
              <w:t>’</w:t>
            </w:r>
            <w:r w:rsidRPr="00716B72">
              <w:t xml:space="preserve"> </w:t>
            </w:r>
            <w:r>
              <w:t xml:space="preserve">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Selected surgical procedures are knee replacement, hip replacement, tonsillectomy and adenoidectomy, hysterectomy, prostatectomy, cataract surgery and appendectomy. Unplanned readmissions are those having a principal diagnosis of a post-operative adverse event for which a specified </w:t>
            </w:r>
            <w:proofErr w:type="spellStart"/>
            <w:r>
              <w:t>ICD</w:t>
            </w:r>
            <w:proofErr w:type="spellEnd"/>
            <w:r>
              <w:t>-10-AM diagnosis code has been assigned.</w:t>
            </w:r>
          </w:p>
          <w:p w:rsidR="00143F29" w:rsidRDefault="00143F29" w:rsidP="00143F29">
            <w:pPr>
              <w:pStyle w:val="Continued"/>
            </w:pPr>
            <w:r>
              <w:t>(Continued on next page)</w:t>
            </w:r>
          </w:p>
        </w:tc>
      </w:tr>
      <w:tr w:rsidR="00143F29" w:rsidTr="00F53338">
        <w:trPr>
          <w:cantSplit/>
        </w:trPr>
        <w:tc>
          <w:tcPr>
            <w:tcW w:w="8771" w:type="dxa"/>
            <w:tcBorders>
              <w:top w:val="nil"/>
              <w:left w:val="single" w:sz="6" w:space="0" w:color="auto"/>
              <w:bottom w:val="single" w:sz="6" w:space="0" w:color="auto"/>
              <w:right w:val="single" w:sz="6" w:space="0" w:color="auto"/>
            </w:tcBorders>
          </w:tcPr>
          <w:p w:rsidR="00143F29" w:rsidRDefault="00143F29" w:rsidP="00F53338">
            <w:pPr>
              <w:pStyle w:val="Box"/>
              <w:spacing w:before="0" w:line="120" w:lineRule="exact"/>
            </w:pPr>
          </w:p>
        </w:tc>
      </w:tr>
      <w:tr w:rsidR="00143F29" w:rsidTr="00F53338">
        <w:tc>
          <w:tcPr>
            <w:tcW w:w="8771" w:type="dxa"/>
            <w:tcBorders>
              <w:top w:val="nil"/>
              <w:left w:val="nil"/>
              <w:bottom w:val="nil"/>
              <w:right w:val="nil"/>
            </w:tcBorders>
          </w:tcPr>
          <w:p w:rsidR="00143F29" w:rsidRDefault="00143F29" w:rsidP="00F53338">
            <w:pPr>
              <w:pStyle w:val="Box"/>
              <w:keepNext w:val="0"/>
              <w:spacing w:before="60" w:after="60" w:line="80" w:lineRule="exact"/>
              <w:rPr>
                <w:b/>
                <w:color w:val="FF00FF"/>
                <w:sz w:val="14"/>
              </w:rPr>
            </w:pPr>
          </w:p>
        </w:tc>
      </w:tr>
    </w:tbl>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143F29">
            <w:pPr>
              <w:pStyle w:val="BoxTitle"/>
            </w:pPr>
            <w:r>
              <w:rPr>
                <w:b w:val="0"/>
              </w:rPr>
              <w:t xml:space="preserve">Box </w:t>
            </w:r>
            <w:r w:rsidR="00143F29">
              <w:rPr>
                <w:b w:val="0"/>
              </w:rPr>
              <w:t>10.6</w:t>
            </w:r>
            <w:r w:rsidR="0028415C">
              <w:tab/>
            </w:r>
            <w:r w:rsidR="00143F29" w:rsidRPr="00F0396D">
              <w:rPr>
                <w:sz w:val="18"/>
                <w:szCs w:val="20"/>
              </w:rPr>
              <w:t>(Continued)</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DF33E1">
            <w:pPr>
              <w:pStyle w:val="Box"/>
              <w:spacing w:before="80"/>
            </w:pPr>
            <w:r>
              <w:t>Low or decreasing rates for this indicator are desirable. Conversely, high rates for this indicator suggest the quality of care provided by hospitals, or post-discharge care or planning, should be examined, because there may be scope for improvement.</w:t>
            </w:r>
          </w:p>
          <w:p w:rsidR="00EA7BB8" w:rsidRDefault="00E0748F" w:rsidP="00EA7BB8">
            <w:pPr>
              <w:pStyle w:val="Box"/>
              <w:spacing w:before="80"/>
            </w:pPr>
            <w:r>
              <w:t>Data r</w:t>
            </w:r>
            <w:r w:rsidR="00EA7BB8">
              <w:t>eported for this indicator are:</w:t>
            </w:r>
          </w:p>
          <w:p w:rsidR="00E0748F" w:rsidRDefault="00E0748F" w:rsidP="00340DFB">
            <w:pPr>
              <w:pStyle w:val="BoxListBullet"/>
            </w:pPr>
            <w:r>
              <w:t xml:space="preserve">comparable (subject to caveats) </w:t>
            </w:r>
            <w:r w:rsidR="00340DFB" w:rsidRPr="00340DFB">
              <w:t>within jurisdictions over time but are not comparable across jurisdictions</w:t>
            </w:r>
          </w:p>
          <w:p w:rsidR="00E0748F" w:rsidRPr="003B50C4" w:rsidRDefault="00E0748F" w:rsidP="00EA7BB8">
            <w:pPr>
              <w:pStyle w:val="BoxListBullet"/>
            </w:pPr>
            <w:r>
              <w:t>complete (subject to caveats) for the current reporting period. All required 201</w:t>
            </w:r>
            <w:r w:rsidR="002C4184">
              <w:t>1</w:t>
            </w:r>
            <w:r>
              <w:t>-1</w:t>
            </w:r>
            <w:r w:rsidR="002C4184">
              <w:t>2</w:t>
            </w:r>
            <w:r>
              <w:t xml:space="preserve"> data are available for all jurisdictions.</w:t>
            </w:r>
            <w:r w:rsidR="00340DFB">
              <w:t xml:space="preserve"> </w:t>
            </w:r>
          </w:p>
          <w:p w:rsidR="00D2410D" w:rsidRDefault="00A776F4" w:rsidP="000C16E0">
            <w:pPr>
              <w:pStyle w:val="Box"/>
              <w:spacing w:before="80"/>
            </w:pPr>
            <w:r w:rsidRPr="009A5C5F">
              <w:rPr>
                <w:rFonts w:cs="Arial"/>
                <w:szCs w:val="22"/>
              </w:rPr>
              <w:t xml:space="preserve">Information about data quality for this indicator is at </w:t>
            </w:r>
            <w:proofErr w:type="spellStart"/>
            <w:r w:rsidRPr="009A5C5F">
              <w:rPr>
                <w:rFonts w:cs="Arial"/>
                <w:szCs w:val="22"/>
              </w:rPr>
              <w:t>www.pc.gov.au</w:t>
            </w:r>
            <w:proofErr w:type="spellEnd"/>
            <w:r w:rsidRPr="009A5C5F">
              <w:rPr>
                <w:rFonts w:cs="Arial"/>
                <w:szCs w:val="22"/>
              </w:rPr>
              <w:t>/</w:t>
            </w:r>
            <w:proofErr w:type="spellStart"/>
            <w:r w:rsidRPr="009A5C5F">
              <w:rPr>
                <w:rFonts w:cs="Arial"/>
                <w:szCs w:val="22"/>
              </w:rPr>
              <w:t>gsp</w:t>
            </w:r>
            <w:proofErr w:type="spellEnd"/>
            <w:r w:rsidRPr="009A5C5F">
              <w:rPr>
                <w:rFonts w:cs="Arial"/>
                <w:szCs w:val="22"/>
              </w:rPr>
              <w:t>/reports/</w:t>
            </w:r>
            <w:proofErr w:type="spellStart"/>
            <w:r w:rsidRPr="009A5C5F">
              <w:rPr>
                <w:rFonts w:cs="Arial"/>
                <w:szCs w:val="22"/>
              </w:rPr>
              <w:t>rogs</w:t>
            </w:r>
            <w:proofErr w:type="spellEnd"/>
            <w:r w:rsidRPr="009A5C5F">
              <w:rPr>
                <w:rFonts w:cs="Arial"/>
                <w:szCs w:val="22"/>
              </w:rPr>
              <w:t>/201</w:t>
            </w:r>
            <w:r w:rsidR="000C16E0">
              <w:rPr>
                <w:rFonts w:cs="Arial"/>
                <w:szCs w:val="22"/>
              </w:rPr>
              <w:t>4</w:t>
            </w:r>
            <w:r w:rsidRPr="009A5C5F">
              <w:rPr>
                <w:rFonts w:cs="Arial"/>
                <w:szCs w:val="22"/>
              </w:rPr>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dyText"/>
      </w:pPr>
      <w:r>
        <w:t xml:space="preserve">Unplanned readmission rates are not adjusted for </w:t>
      </w:r>
      <w:proofErr w:type="spellStart"/>
      <w:r>
        <w:t>casemix</w:t>
      </w:r>
      <w:proofErr w:type="spellEnd"/>
      <w:r>
        <w:t xml:space="preserve"> or patient risk factors, which can vary across hospitals and across jurisdictions</w:t>
      </w:r>
      <w:r w:rsidRPr="009A5C5F">
        <w:t>.</w:t>
      </w:r>
      <w:r w:rsidR="00B9522C" w:rsidRPr="009A5C5F">
        <w:t xml:space="preserve"> </w:t>
      </w:r>
      <w:r w:rsidR="00716B72" w:rsidRPr="00716B72">
        <w:t>Unplanned hospital readmission rates</w:t>
      </w:r>
      <w:r>
        <w:t xml:space="preserve"> in public hospitals in </w:t>
      </w:r>
      <w:r w:rsidRPr="00CE576E">
        <w:t>20</w:t>
      </w:r>
      <w:r w:rsidR="00716B72">
        <w:t>1</w:t>
      </w:r>
      <w:r w:rsidR="0087545D">
        <w:t>1</w:t>
      </w:r>
      <w:r w:rsidRPr="00CE576E">
        <w:t>-</w:t>
      </w:r>
      <w:r>
        <w:t>1</w:t>
      </w:r>
      <w:r w:rsidR="0087545D">
        <w:t>2</w:t>
      </w:r>
      <w:r w:rsidRPr="00CE576E">
        <w:t xml:space="preserve"> are reported in table 10.</w:t>
      </w:r>
      <w:r w:rsidR="001F459B">
        <w:t>6</w:t>
      </w:r>
      <w:r w:rsidRPr="00CE576E">
        <w:t xml:space="preserve">. </w:t>
      </w:r>
      <w:r w:rsidR="00716B72" w:rsidRPr="00716B72">
        <w:t xml:space="preserve">Unplanned hospital readmission rates </w:t>
      </w:r>
      <w:r w:rsidRPr="00CE576E">
        <w:t xml:space="preserve">are reported by </w:t>
      </w:r>
      <w:r w:rsidR="00745319">
        <w:t xml:space="preserve">hospital peer group, </w:t>
      </w:r>
      <w:r w:rsidRPr="00CE576E">
        <w:t>Indigenous status</w:t>
      </w:r>
      <w:r w:rsidR="00745319">
        <w:t>,</w:t>
      </w:r>
      <w:r w:rsidRPr="00CE576E">
        <w:t xml:space="preserve"> remoteness </w:t>
      </w:r>
      <w:r w:rsidR="00745319" w:rsidRPr="00CE576E">
        <w:t xml:space="preserve">and </w:t>
      </w:r>
      <w:r w:rsidR="00745319">
        <w:t xml:space="preserve">socioeconomic status </w:t>
      </w:r>
      <w:r w:rsidRPr="00CE576E">
        <w:t xml:space="preserve">in table </w:t>
      </w:r>
      <w:proofErr w:type="spellStart"/>
      <w:r w:rsidRPr="00CE576E">
        <w:t>10A</w:t>
      </w:r>
      <w:r>
        <w:t>.4</w:t>
      </w:r>
      <w:r w:rsidR="004E0D3B">
        <w:t>8</w:t>
      </w:r>
      <w:proofErr w:type="spellEnd"/>
      <w:r w:rsidRPr="00CE576E">
        <w:t xml:space="preserve">. </w:t>
      </w:r>
    </w:p>
    <w:p w:rsidR="00D2410D" w:rsidRDefault="00D2410D" w:rsidP="001D3925">
      <w:pPr>
        <w:pStyle w:val="TableTitle"/>
      </w:pPr>
      <w:r>
        <w:rPr>
          <w:b w:val="0"/>
        </w:rPr>
        <w:t xml:space="preserve">Table </w:t>
      </w:r>
      <w:r w:rsidR="001F459B">
        <w:rPr>
          <w:b w:val="0"/>
        </w:rPr>
        <w:t>10.</w:t>
      </w:r>
      <w:r w:rsidR="005B16BF">
        <w:rPr>
          <w:b w:val="0"/>
          <w:noProof/>
        </w:rPr>
        <w:t>6</w:t>
      </w:r>
      <w:r>
        <w:tab/>
      </w:r>
      <w:r w:rsidR="00716B72" w:rsidRPr="00716B72">
        <w:t>Unplanned hospital readmission rates</w:t>
      </w:r>
      <w:r>
        <w:t xml:space="preserve">, </w:t>
      </w:r>
      <w:r w:rsidRPr="0000732C">
        <w:t>per 1000 separations</w:t>
      </w:r>
      <w:r>
        <w:t>, 20</w:t>
      </w:r>
      <w:r w:rsidR="00716B72">
        <w:t>1</w:t>
      </w:r>
      <w:r w:rsidR="00C96F56">
        <w:t>1</w:t>
      </w:r>
      <w:r>
        <w:t>-1</w:t>
      </w:r>
      <w:r w:rsidR="00C96F56">
        <w:t>2</w:t>
      </w:r>
    </w:p>
    <w:tbl>
      <w:tblPr>
        <w:tblW w:w="5000" w:type="pct"/>
        <w:tblCellMar>
          <w:left w:w="0" w:type="dxa"/>
          <w:right w:w="0" w:type="dxa"/>
        </w:tblCellMar>
        <w:tblLook w:val="0000" w:firstRow="0" w:lastRow="0" w:firstColumn="0" w:lastColumn="0" w:noHBand="0" w:noVBand="0"/>
      </w:tblPr>
      <w:tblGrid>
        <w:gridCol w:w="1992"/>
        <w:gridCol w:w="701"/>
        <w:gridCol w:w="707"/>
        <w:gridCol w:w="851"/>
        <w:gridCol w:w="712"/>
        <w:gridCol w:w="708"/>
        <w:gridCol w:w="708"/>
        <w:gridCol w:w="851"/>
        <w:gridCol w:w="708"/>
        <w:gridCol w:w="851"/>
      </w:tblGrid>
      <w:tr w:rsidR="00D2410D" w:rsidTr="001D3925">
        <w:tc>
          <w:tcPr>
            <w:tcW w:w="1133" w:type="pct"/>
            <w:tcBorders>
              <w:top w:val="single" w:sz="4" w:space="0" w:color="auto"/>
              <w:bottom w:val="single" w:sz="4" w:space="0" w:color="auto"/>
            </w:tcBorders>
            <w:shd w:val="clear" w:color="auto" w:fill="auto"/>
          </w:tcPr>
          <w:p w:rsidR="00D2410D" w:rsidRDefault="00D2410D" w:rsidP="00531D51">
            <w:pPr>
              <w:pStyle w:val="TableColumnHeading"/>
              <w:jc w:val="left"/>
            </w:pPr>
          </w:p>
        </w:tc>
        <w:tc>
          <w:tcPr>
            <w:tcW w:w="399"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NSW</w:t>
            </w:r>
          </w:p>
        </w:tc>
        <w:tc>
          <w:tcPr>
            <w:tcW w:w="402"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Vic</w:t>
            </w:r>
          </w:p>
        </w:tc>
        <w:tc>
          <w:tcPr>
            <w:tcW w:w="484"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Qld</w:t>
            </w:r>
          </w:p>
        </w:tc>
        <w:tc>
          <w:tcPr>
            <w:tcW w:w="405"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WA</w:t>
            </w:r>
            <w:r w:rsidRPr="000F1A28">
              <w:rPr>
                <w:rStyle w:val="NoteLabel"/>
                <w:i w:val="0"/>
              </w:rPr>
              <w:t>a</w:t>
            </w:r>
          </w:p>
        </w:tc>
        <w:tc>
          <w:tcPr>
            <w:tcW w:w="403"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SA</w:t>
            </w:r>
          </w:p>
        </w:tc>
        <w:tc>
          <w:tcPr>
            <w:tcW w:w="403" w:type="pct"/>
            <w:tcBorders>
              <w:top w:val="single" w:sz="6" w:space="0" w:color="auto"/>
              <w:bottom w:val="single" w:sz="4" w:space="0" w:color="auto"/>
            </w:tcBorders>
            <w:shd w:val="clear" w:color="auto" w:fill="auto"/>
            <w:vAlign w:val="center"/>
          </w:tcPr>
          <w:p w:rsidR="00D2410D" w:rsidRPr="0000732C" w:rsidRDefault="00D2410D" w:rsidP="00834EF3">
            <w:pPr>
              <w:pStyle w:val="TableColumnHeading"/>
            </w:pPr>
            <w:proofErr w:type="spellStart"/>
            <w:r w:rsidRPr="0000732C">
              <w:t>Tas</w:t>
            </w:r>
            <w:proofErr w:type="spellEnd"/>
          </w:p>
        </w:tc>
        <w:tc>
          <w:tcPr>
            <w:tcW w:w="484"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ACT</w:t>
            </w:r>
          </w:p>
        </w:tc>
        <w:tc>
          <w:tcPr>
            <w:tcW w:w="403" w:type="pct"/>
            <w:tcBorders>
              <w:top w:val="single" w:sz="6" w:space="0" w:color="auto"/>
              <w:bottom w:val="single" w:sz="4" w:space="0" w:color="auto"/>
            </w:tcBorders>
            <w:shd w:val="clear" w:color="auto" w:fill="auto"/>
            <w:vAlign w:val="center"/>
          </w:tcPr>
          <w:p w:rsidR="00D2410D" w:rsidRPr="0000732C" w:rsidRDefault="00D2410D" w:rsidP="00531D51">
            <w:pPr>
              <w:pStyle w:val="TableColumnHeading"/>
            </w:pPr>
            <w:r w:rsidRPr="0000732C">
              <w:t>NT</w:t>
            </w:r>
          </w:p>
        </w:tc>
        <w:tc>
          <w:tcPr>
            <w:tcW w:w="484" w:type="pct"/>
            <w:tcBorders>
              <w:top w:val="single" w:sz="6" w:space="0" w:color="auto"/>
              <w:bottom w:val="single" w:sz="4" w:space="0" w:color="auto"/>
            </w:tcBorders>
            <w:vAlign w:val="center"/>
          </w:tcPr>
          <w:p w:rsidR="00D2410D" w:rsidRPr="0000732C" w:rsidRDefault="00D2410D" w:rsidP="00531D51">
            <w:pPr>
              <w:pStyle w:val="TableColumnHeading"/>
            </w:pPr>
            <w:r>
              <w:t>Total</w:t>
            </w:r>
            <w:r w:rsidRPr="000F1A28">
              <w:rPr>
                <w:rStyle w:val="NoteLabel"/>
                <w:i w:val="0"/>
              </w:rPr>
              <w:t>a</w:t>
            </w:r>
          </w:p>
        </w:tc>
      </w:tr>
      <w:tr w:rsidR="00D2410D" w:rsidRPr="006E1BBB" w:rsidTr="001D3925">
        <w:tc>
          <w:tcPr>
            <w:tcW w:w="5000" w:type="pct"/>
            <w:gridSpan w:val="10"/>
            <w:tcBorders>
              <w:top w:val="single" w:sz="4" w:space="0" w:color="auto"/>
            </w:tcBorders>
            <w:vAlign w:val="center"/>
          </w:tcPr>
          <w:p w:rsidR="00D2410D" w:rsidRPr="006E1BBB" w:rsidRDefault="00D2410D" w:rsidP="00531D51">
            <w:pPr>
              <w:pStyle w:val="TableBodyText"/>
              <w:ind w:left="346" w:hanging="340"/>
              <w:jc w:val="left"/>
              <w:rPr>
                <w:i/>
              </w:rPr>
            </w:pPr>
            <w:r w:rsidRPr="006E1BBB">
              <w:rPr>
                <w:i/>
              </w:rPr>
              <w:t>Surgical procedure prior to separation</w:t>
            </w:r>
          </w:p>
        </w:tc>
      </w:tr>
      <w:tr w:rsidR="009277F0" w:rsidTr="001D3925">
        <w:tc>
          <w:tcPr>
            <w:tcW w:w="1133" w:type="pct"/>
            <w:vAlign w:val="center"/>
          </w:tcPr>
          <w:p w:rsidR="009277F0" w:rsidRPr="0000732C" w:rsidRDefault="009277F0" w:rsidP="00531D51">
            <w:pPr>
              <w:pStyle w:val="TableBodyText"/>
              <w:ind w:left="346" w:hanging="340"/>
              <w:jc w:val="left"/>
            </w:pPr>
            <w:r w:rsidRPr="0000732C">
              <w:t>Knee replacement</w:t>
            </w:r>
          </w:p>
        </w:tc>
        <w:tc>
          <w:tcPr>
            <w:tcW w:w="399" w:type="pct"/>
            <w:shd w:val="clear" w:color="auto" w:fill="auto"/>
            <w:vAlign w:val="center"/>
          </w:tcPr>
          <w:p w:rsidR="009277F0" w:rsidRPr="009277F0" w:rsidRDefault="009277F0" w:rsidP="009277F0">
            <w:pPr>
              <w:pStyle w:val="TableBodyText"/>
            </w:pPr>
            <w:r w:rsidRPr="009277F0">
              <w:t xml:space="preserve">  18.5</w:t>
            </w:r>
          </w:p>
        </w:tc>
        <w:tc>
          <w:tcPr>
            <w:tcW w:w="402" w:type="pct"/>
            <w:shd w:val="clear" w:color="auto" w:fill="auto"/>
            <w:vAlign w:val="center"/>
          </w:tcPr>
          <w:p w:rsidR="009277F0" w:rsidRPr="009277F0" w:rsidRDefault="009277F0" w:rsidP="009277F0">
            <w:pPr>
              <w:pStyle w:val="TableBodyText"/>
            </w:pPr>
            <w:r w:rsidRPr="009277F0">
              <w:t xml:space="preserve">  19.1</w:t>
            </w:r>
          </w:p>
        </w:tc>
        <w:tc>
          <w:tcPr>
            <w:tcW w:w="484" w:type="pct"/>
            <w:shd w:val="clear" w:color="auto" w:fill="auto"/>
            <w:vAlign w:val="center"/>
          </w:tcPr>
          <w:p w:rsidR="009277F0" w:rsidRPr="009277F0" w:rsidRDefault="009277F0" w:rsidP="009277F0">
            <w:pPr>
              <w:pStyle w:val="TableBodyText"/>
            </w:pPr>
            <w:r w:rsidRPr="009277F0">
              <w:t xml:space="preserve">  26.9</w:t>
            </w:r>
          </w:p>
        </w:tc>
        <w:tc>
          <w:tcPr>
            <w:tcW w:w="405" w:type="pct"/>
            <w:shd w:val="clear" w:color="auto" w:fill="auto"/>
            <w:vAlign w:val="center"/>
          </w:tcPr>
          <w:p w:rsidR="009277F0" w:rsidRPr="009277F0" w:rsidRDefault="009277F0" w:rsidP="009277F0">
            <w:pPr>
              <w:pStyle w:val="TableBodyText"/>
            </w:pPr>
            <w:r w:rsidRPr="009277F0">
              <w:t xml:space="preserve">  17.4</w:t>
            </w:r>
          </w:p>
        </w:tc>
        <w:tc>
          <w:tcPr>
            <w:tcW w:w="403" w:type="pct"/>
            <w:shd w:val="clear" w:color="auto" w:fill="auto"/>
            <w:vAlign w:val="center"/>
          </w:tcPr>
          <w:p w:rsidR="009277F0" w:rsidRPr="009277F0" w:rsidRDefault="009277F0" w:rsidP="009277F0">
            <w:pPr>
              <w:pStyle w:val="TableBodyText"/>
            </w:pPr>
            <w:r w:rsidRPr="009277F0">
              <w:t xml:space="preserve">  17.7</w:t>
            </w:r>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r w:rsidRPr="009277F0">
              <w:t>20.0</w:t>
            </w:r>
          </w:p>
        </w:tc>
      </w:tr>
      <w:tr w:rsidR="009277F0" w:rsidTr="001D3925">
        <w:tc>
          <w:tcPr>
            <w:tcW w:w="1133" w:type="pct"/>
            <w:vAlign w:val="center"/>
          </w:tcPr>
          <w:p w:rsidR="009277F0" w:rsidRPr="0000732C" w:rsidRDefault="009277F0" w:rsidP="00531D51">
            <w:pPr>
              <w:pStyle w:val="TableBodyText"/>
              <w:ind w:left="346" w:hanging="340"/>
              <w:jc w:val="left"/>
            </w:pPr>
            <w:r w:rsidRPr="0000732C">
              <w:t>Hip replacement</w:t>
            </w:r>
          </w:p>
        </w:tc>
        <w:tc>
          <w:tcPr>
            <w:tcW w:w="399" w:type="pct"/>
            <w:shd w:val="clear" w:color="auto" w:fill="auto"/>
            <w:vAlign w:val="center"/>
          </w:tcPr>
          <w:p w:rsidR="009277F0" w:rsidRPr="009277F0" w:rsidRDefault="009277F0" w:rsidP="009277F0">
            <w:pPr>
              <w:pStyle w:val="TableBodyText"/>
            </w:pPr>
            <w:r w:rsidRPr="009277F0">
              <w:t xml:space="preserve">  17.7</w:t>
            </w:r>
          </w:p>
        </w:tc>
        <w:tc>
          <w:tcPr>
            <w:tcW w:w="402" w:type="pct"/>
            <w:shd w:val="clear" w:color="auto" w:fill="auto"/>
            <w:vAlign w:val="center"/>
          </w:tcPr>
          <w:p w:rsidR="009277F0" w:rsidRPr="009277F0" w:rsidRDefault="009277F0" w:rsidP="009277F0">
            <w:pPr>
              <w:pStyle w:val="TableBodyText"/>
            </w:pPr>
            <w:r w:rsidRPr="009277F0">
              <w:t xml:space="preserve">  17.4</w:t>
            </w:r>
          </w:p>
        </w:tc>
        <w:tc>
          <w:tcPr>
            <w:tcW w:w="484" w:type="pct"/>
            <w:shd w:val="clear" w:color="auto" w:fill="auto"/>
            <w:vAlign w:val="center"/>
          </w:tcPr>
          <w:p w:rsidR="009277F0" w:rsidRPr="009277F0" w:rsidRDefault="009277F0" w:rsidP="009277F0">
            <w:pPr>
              <w:pStyle w:val="TableBodyText"/>
            </w:pPr>
            <w:r w:rsidRPr="009277F0">
              <w:t xml:space="preserve">  14.2</w:t>
            </w:r>
          </w:p>
        </w:tc>
        <w:tc>
          <w:tcPr>
            <w:tcW w:w="405" w:type="pct"/>
            <w:shd w:val="clear" w:color="auto" w:fill="auto"/>
            <w:vAlign w:val="center"/>
          </w:tcPr>
          <w:p w:rsidR="009277F0" w:rsidRPr="009277F0" w:rsidRDefault="009277F0" w:rsidP="009277F0">
            <w:pPr>
              <w:pStyle w:val="TableBodyText"/>
            </w:pPr>
            <w:r w:rsidRPr="009277F0">
              <w:t xml:space="preserve">  22.5</w:t>
            </w:r>
          </w:p>
        </w:tc>
        <w:tc>
          <w:tcPr>
            <w:tcW w:w="403" w:type="pct"/>
            <w:shd w:val="clear" w:color="auto" w:fill="auto"/>
            <w:vAlign w:val="center"/>
          </w:tcPr>
          <w:p w:rsidR="009277F0" w:rsidRPr="009277F0" w:rsidRDefault="009277F0" w:rsidP="009277F0">
            <w:pPr>
              <w:pStyle w:val="TableBodyText"/>
            </w:pPr>
            <w:r w:rsidRPr="009277F0">
              <w:t xml:space="preserve">  23.7</w:t>
            </w:r>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r w:rsidRPr="009277F0">
              <w:t>17.7</w:t>
            </w:r>
          </w:p>
        </w:tc>
      </w:tr>
      <w:tr w:rsidR="009277F0" w:rsidTr="001D3925">
        <w:tc>
          <w:tcPr>
            <w:tcW w:w="1133" w:type="pct"/>
            <w:vAlign w:val="center"/>
          </w:tcPr>
          <w:p w:rsidR="009277F0" w:rsidRPr="0000732C" w:rsidRDefault="009277F0" w:rsidP="00531D51">
            <w:pPr>
              <w:pStyle w:val="TableBodyText"/>
              <w:ind w:left="346" w:hanging="340"/>
              <w:jc w:val="left"/>
            </w:pPr>
            <w:r w:rsidRPr="0000732C">
              <w:t>Tonsillectomy and Adenoidectomy</w:t>
            </w:r>
          </w:p>
        </w:tc>
        <w:tc>
          <w:tcPr>
            <w:tcW w:w="399" w:type="pct"/>
            <w:shd w:val="clear" w:color="auto" w:fill="auto"/>
            <w:vAlign w:val="center"/>
          </w:tcPr>
          <w:p w:rsidR="009277F0" w:rsidRPr="009277F0" w:rsidRDefault="009277F0" w:rsidP="009277F0">
            <w:pPr>
              <w:pStyle w:val="TableBodyText"/>
            </w:pPr>
            <w:r w:rsidRPr="009277F0">
              <w:t xml:space="preserve">  24.8</w:t>
            </w:r>
          </w:p>
        </w:tc>
        <w:tc>
          <w:tcPr>
            <w:tcW w:w="402" w:type="pct"/>
            <w:shd w:val="clear" w:color="auto" w:fill="auto"/>
            <w:vAlign w:val="center"/>
          </w:tcPr>
          <w:p w:rsidR="009277F0" w:rsidRPr="009277F0" w:rsidRDefault="009277F0" w:rsidP="009277F0">
            <w:pPr>
              <w:pStyle w:val="TableBodyText"/>
            </w:pPr>
            <w:r w:rsidRPr="009277F0">
              <w:t xml:space="preserve">  23.7</w:t>
            </w:r>
          </w:p>
        </w:tc>
        <w:tc>
          <w:tcPr>
            <w:tcW w:w="484" w:type="pct"/>
            <w:shd w:val="clear" w:color="auto" w:fill="auto"/>
            <w:vAlign w:val="center"/>
          </w:tcPr>
          <w:p w:rsidR="009277F0" w:rsidRPr="009277F0" w:rsidRDefault="009277F0" w:rsidP="009277F0">
            <w:pPr>
              <w:pStyle w:val="TableBodyText"/>
            </w:pPr>
            <w:r w:rsidRPr="009277F0">
              <w:t xml:space="preserve">  32.6</w:t>
            </w:r>
          </w:p>
        </w:tc>
        <w:tc>
          <w:tcPr>
            <w:tcW w:w="405" w:type="pct"/>
            <w:shd w:val="clear" w:color="auto" w:fill="auto"/>
            <w:vAlign w:val="center"/>
          </w:tcPr>
          <w:p w:rsidR="009277F0" w:rsidRPr="009277F0" w:rsidRDefault="009277F0" w:rsidP="009277F0">
            <w:pPr>
              <w:pStyle w:val="TableBodyText"/>
            </w:pPr>
            <w:r w:rsidRPr="009277F0">
              <w:t xml:space="preserve">  33.3</w:t>
            </w:r>
          </w:p>
        </w:tc>
        <w:tc>
          <w:tcPr>
            <w:tcW w:w="403" w:type="pct"/>
            <w:shd w:val="clear" w:color="auto" w:fill="auto"/>
            <w:vAlign w:val="center"/>
          </w:tcPr>
          <w:p w:rsidR="009277F0" w:rsidRPr="009277F0" w:rsidRDefault="009277F0" w:rsidP="009277F0">
            <w:pPr>
              <w:pStyle w:val="TableBodyText"/>
            </w:pPr>
            <w:r w:rsidRPr="009277F0">
              <w:t xml:space="preserve">  33.7</w:t>
            </w:r>
          </w:p>
        </w:tc>
        <w:tc>
          <w:tcPr>
            <w:tcW w:w="403" w:type="pct"/>
            <w:shd w:val="clear" w:color="auto" w:fill="auto"/>
            <w:vAlign w:val="center"/>
          </w:tcPr>
          <w:p w:rsidR="009277F0" w:rsidRPr="009277F0" w:rsidRDefault="009277F0" w:rsidP="009277F0">
            <w:pPr>
              <w:pStyle w:val="TableBodyText"/>
            </w:pPr>
            <w:r w:rsidRPr="009277F0">
              <w:t xml:space="preserve">  60.6</w:t>
            </w:r>
          </w:p>
        </w:tc>
        <w:tc>
          <w:tcPr>
            <w:tcW w:w="484" w:type="pct"/>
            <w:shd w:val="clear" w:color="auto" w:fill="auto"/>
            <w:vAlign w:val="center"/>
          </w:tcPr>
          <w:p w:rsidR="009277F0" w:rsidRPr="009277F0" w:rsidRDefault="009277F0" w:rsidP="009277F0">
            <w:pPr>
              <w:pStyle w:val="TableBodyText"/>
            </w:pPr>
            <w:r w:rsidRPr="009277F0">
              <w:t xml:space="preserve">  18.3</w:t>
            </w:r>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r w:rsidRPr="009277F0">
              <w:t>27.8</w:t>
            </w:r>
          </w:p>
        </w:tc>
      </w:tr>
      <w:tr w:rsidR="009277F0" w:rsidTr="001D3925">
        <w:tc>
          <w:tcPr>
            <w:tcW w:w="1133" w:type="pct"/>
            <w:vAlign w:val="center"/>
          </w:tcPr>
          <w:p w:rsidR="009277F0" w:rsidRPr="0000732C" w:rsidRDefault="009277F0" w:rsidP="00531D51">
            <w:pPr>
              <w:pStyle w:val="TableBodyText"/>
              <w:ind w:left="346" w:hanging="340"/>
              <w:jc w:val="left"/>
            </w:pPr>
            <w:r w:rsidRPr="0000732C">
              <w:t>Hysterectomy</w:t>
            </w:r>
          </w:p>
        </w:tc>
        <w:tc>
          <w:tcPr>
            <w:tcW w:w="399" w:type="pct"/>
            <w:shd w:val="clear" w:color="auto" w:fill="auto"/>
            <w:vAlign w:val="center"/>
          </w:tcPr>
          <w:p w:rsidR="009277F0" w:rsidRPr="009277F0" w:rsidRDefault="009277F0" w:rsidP="009277F0">
            <w:pPr>
              <w:pStyle w:val="TableBodyText"/>
            </w:pPr>
            <w:r w:rsidRPr="009277F0">
              <w:t xml:space="preserve">  27.9</w:t>
            </w:r>
          </w:p>
        </w:tc>
        <w:tc>
          <w:tcPr>
            <w:tcW w:w="402" w:type="pct"/>
            <w:shd w:val="clear" w:color="auto" w:fill="auto"/>
            <w:vAlign w:val="center"/>
          </w:tcPr>
          <w:p w:rsidR="009277F0" w:rsidRPr="009277F0" w:rsidRDefault="009277F0" w:rsidP="009277F0">
            <w:pPr>
              <w:pStyle w:val="TableBodyText"/>
            </w:pPr>
            <w:r w:rsidRPr="009277F0">
              <w:t xml:space="preserve">  32.4</w:t>
            </w:r>
          </w:p>
        </w:tc>
        <w:tc>
          <w:tcPr>
            <w:tcW w:w="484" w:type="pct"/>
            <w:shd w:val="clear" w:color="auto" w:fill="auto"/>
            <w:vAlign w:val="center"/>
          </w:tcPr>
          <w:p w:rsidR="009277F0" w:rsidRPr="009277F0" w:rsidRDefault="009277F0" w:rsidP="009277F0">
            <w:pPr>
              <w:pStyle w:val="TableBodyText"/>
            </w:pPr>
            <w:r w:rsidRPr="009277F0">
              <w:t xml:space="preserve">  33.2</w:t>
            </w:r>
          </w:p>
        </w:tc>
        <w:tc>
          <w:tcPr>
            <w:tcW w:w="405" w:type="pct"/>
            <w:shd w:val="clear" w:color="auto" w:fill="auto"/>
            <w:vAlign w:val="center"/>
          </w:tcPr>
          <w:p w:rsidR="009277F0" w:rsidRPr="009277F0" w:rsidRDefault="009277F0" w:rsidP="009277F0">
            <w:pPr>
              <w:pStyle w:val="TableBodyText"/>
            </w:pPr>
            <w:r w:rsidRPr="009277F0">
              <w:t xml:space="preserve">  31.5</w:t>
            </w:r>
          </w:p>
        </w:tc>
        <w:tc>
          <w:tcPr>
            <w:tcW w:w="403" w:type="pct"/>
            <w:shd w:val="clear" w:color="auto" w:fill="auto"/>
            <w:vAlign w:val="center"/>
          </w:tcPr>
          <w:p w:rsidR="009277F0" w:rsidRPr="009277F0" w:rsidRDefault="009277F0" w:rsidP="009277F0">
            <w:pPr>
              <w:pStyle w:val="TableBodyText"/>
            </w:pPr>
            <w:r w:rsidRPr="009277F0">
              <w:t xml:space="preserve">  28.1</w:t>
            </w:r>
          </w:p>
        </w:tc>
        <w:tc>
          <w:tcPr>
            <w:tcW w:w="403" w:type="pct"/>
            <w:shd w:val="clear" w:color="auto" w:fill="auto"/>
            <w:vAlign w:val="center"/>
          </w:tcPr>
          <w:p w:rsidR="009277F0" w:rsidRPr="009277F0" w:rsidRDefault="009277F0" w:rsidP="009277F0">
            <w:pPr>
              <w:pStyle w:val="TableBodyText"/>
            </w:pPr>
            <w:r w:rsidRPr="009277F0">
              <w:t xml:space="preserve">  28.1</w:t>
            </w:r>
          </w:p>
        </w:tc>
        <w:tc>
          <w:tcPr>
            <w:tcW w:w="484"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r w:rsidRPr="009277F0">
              <w:t>30.9</w:t>
            </w:r>
          </w:p>
        </w:tc>
      </w:tr>
      <w:tr w:rsidR="009277F0" w:rsidTr="001D3925">
        <w:tc>
          <w:tcPr>
            <w:tcW w:w="1133" w:type="pct"/>
            <w:vAlign w:val="center"/>
          </w:tcPr>
          <w:p w:rsidR="009277F0" w:rsidRPr="0000732C" w:rsidRDefault="009277F0" w:rsidP="00531D51">
            <w:pPr>
              <w:pStyle w:val="TableBodyText"/>
              <w:ind w:left="346" w:hanging="340"/>
              <w:jc w:val="left"/>
            </w:pPr>
            <w:r w:rsidRPr="0000732C">
              <w:t>Prostatectomy</w:t>
            </w:r>
          </w:p>
        </w:tc>
        <w:tc>
          <w:tcPr>
            <w:tcW w:w="399" w:type="pct"/>
            <w:shd w:val="clear" w:color="auto" w:fill="auto"/>
            <w:vAlign w:val="center"/>
          </w:tcPr>
          <w:p w:rsidR="009277F0" w:rsidRPr="009277F0" w:rsidRDefault="009277F0" w:rsidP="009277F0">
            <w:pPr>
              <w:pStyle w:val="TableBodyText"/>
            </w:pPr>
            <w:r w:rsidRPr="009277F0">
              <w:t xml:space="preserve">  22.7</w:t>
            </w:r>
          </w:p>
        </w:tc>
        <w:tc>
          <w:tcPr>
            <w:tcW w:w="402" w:type="pct"/>
            <w:shd w:val="clear" w:color="auto" w:fill="auto"/>
            <w:vAlign w:val="center"/>
          </w:tcPr>
          <w:p w:rsidR="009277F0" w:rsidRPr="009277F0" w:rsidRDefault="009277F0" w:rsidP="009277F0">
            <w:pPr>
              <w:pStyle w:val="TableBodyText"/>
            </w:pPr>
            <w:r w:rsidRPr="009277F0">
              <w:t xml:space="preserve">  26.4</w:t>
            </w:r>
          </w:p>
        </w:tc>
        <w:tc>
          <w:tcPr>
            <w:tcW w:w="484" w:type="pct"/>
            <w:shd w:val="clear" w:color="auto" w:fill="auto"/>
            <w:vAlign w:val="center"/>
          </w:tcPr>
          <w:p w:rsidR="009277F0" w:rsidRPr="009277F0" w:rsidRDefault="009277F0" w:rsidP="009277F0">
            <w:pPr>
              <w:pStyle w:val="TableBodyText"/>
            </w:pPr>
            <w:r w:rsidRPr="009277F0">
              <w:t xml:space="preserve">  36.3</w:t>
            </w:r>
          </w:p>
        </w:tc>
        <w:tc>
          <w:tcPr>
            <w:tcW w:w="405" w:type="pct"/>
            <w:shd w:val="clear" w:color="auto" w:fill="auto"/>
            <w:vAlign w:val="center"/>
          </w:tcPr>
          <w:p w:rsidR="009277F0" w:rsidRPr="009277F0" w:rsidRDefault="009277F0" w:rsidP="009277F0">
            <w:pPr>
              <w:pStyle w:val="TableBodyText"/>
            </w:pPr>
            <w:r w:rsidRPr="009277F0">
              <w:t xml:space="preserve">  50.3</w:t>
            </w:r>
          </w:p>
        </w:tc>
        <w:tc>
          <w:tcPr>
            <w:tcW w:w="403" w:type="pct"/>
            <w:shd w:val="clear" w:color="auto" w:fill="auto"/>
            <w:vAlign w:val="center"/>
          </w:tcPr>
          <w:p w:rsidR="009277F0" w:rsidRPr="009277F0" w:rsidRDefault="009277F0" w:rsidP="009277F0">
            <w:pPr>
              <w:pStyle w:val="TableBodyText"/>
            </w:pPr>
            <w:r w:rsidRPr="009277F0">
              <w:t xml:space="preserve">  25.9</w:t>
            </w:r>
          </w:p>
        </w:tc>
        <w:tc>
          <w:tcPr>
            <w:tcW w:w="403" w:type="pct"/>
            <w:shd w:val="clear" w:color="auto" w:fill="auto"/>
            <w:vAlign w:val="center"/>
          </w:tcPr>
          <w:p w:rsidR="009277F0" w:rsidRPr="009277F0" w:rsidRDefault="006D5D48" w:rsidP="009277F0">
            <w:pPr>
              <w:pStyle w:val="TableBodyText"/>
            </w:pPr>
            <w:proofErr w:type="spellStart"/>
            <w:r>
              <w:t>n</w:t>
            </w:r>
            <w:r w:rsidR="009277F0" w:rsidRPr="009277F0">
              <w:t>p</w:t>
            </w:r>
            <w:proofErr w:type="spellEnd"/>
          </w:p>
        </w:tc>
        <w:tc>
          <w:tcPr>
            <w:tcW w:w="484"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03" w:type="pct"/>
            <w:shd w:val="clear" w:color="auto" w:fill="auto"/>
            <w:vAlign w:val="center"/>
          </w:tcPr>
          <w:p w:rsidR="009277F0" w:rsidRPr="009277F0" w:rsidRDefault="009277F0" w:rsidP="009277F0">
            <w:pPr>
              <w:pStyle w:val="TableBodyText"/>
            </w:pPr>
            <w:proofErr w:type="spellStart"/>
            <w:r w:rsidRPr="009277F0">
              <w:t>np</w:t>
            </w:r>
            <w:proofErr w:type="spellEnd"/>
          </w:p>
        </w:tc>
        <w:tc>
          <w:tcPr>
            <w:tcW w:w="484" w:type="pct"/>
            <w:shd w:val="clear" w:color="auto" w:fill="auto"/>
            <w:vAlign w:val="center"/>
          </w:tcPr>
          <w:p w:rsidR="009277F0" w:rsidRPr="009277F0" w:rsidRDefault="009277F0" w:rsidP="009277F0">
            <w:pPr>
              <w:pStyle w:val="TableBodyText"/>
            </w:pPr>
            <w:r w:rsidRPr="009277F0">
              <w:t>27.2</w:t>
            </w:r>
          </w:p>
        </w:tc>
      </w:tr>
      <w:tr w:rsidR="009277F0" w:rsidTr="001D3925">
        <w:tc>
          <w:tcPr>
            <w:tcW w:w="1133" w:type="pct"/>
            <w:vAlign w:val="center"/>
          </w:tcPr>
          <w:p w:rsidR="009277F0" w:rsidRPr="0000732C" w:rsidRDefault="009277F0" w:rsidP="00531D51">
            <w:pPr>
              <w:pStyle w:val="TableBodyText"/>
              <w:ind w:left="346" w:hanging="340"/>
              <w:jc w:val="left"/>
            </w:pPr>
            <w:r w:rsidRPr="0000732C">
              <w:t>Cataract surgery</w:t>
            </w:r>
          </w:p>
        </w:tc>
        <w:tc>
          <w:tcPr>
            <w:tcW w:w="399" w:type="pct"/>
            <w:shd w:val="clear" w:color="auto" w:fill="auto"/>
            <w:vAlign w:val="center"/>
          </w:tcPr>
          <w:p w:rsidR="009277F0" w:rsidRPr="009277F0" w:rsidRDefault="009277F0" w:rsidP="009277F0">
            <w:pPr>
              <w:pStyle w:val="TableBodyText"/>
            </w:pPr>
            <w:r w:rsidRPr="009277F0">
              <w:t xml:space="preserve">  2.8</w:t>
            </w:r>
          </w:p>
        </w:tc>
        <w:tc>
          <w:tcPr>
            <w:tcW w:w="402" w:type="pct"/>
            <w:shd w:val="clear" w:color="auto" w:fill="auto"/>
            <w:vAlign w:val="center"/>
          </w:tcPr>
          <w:p w:rsidR="009277F0" w:rsidRPr="009277F0" w:rsidRDefault="009277F0" w:rsidP="009277F0">
            <w:pPr>
              <w:pStyle w:val="TableBodyText"/>
            </w:pPr>
            <w:r w:rsidRPr="009277F0">
              <w:t xml:space="preserve">  3.2</w:t>
            </w:r>
          </w:p>
        </w:tc>
        <w:tc>
          <w:tcPr>
            <w:tcW w:w="484" w:type="pct"/>
            <w:shd w:val="clear" w:color="auto" w:fill="auto"/>
            <w:vAlign w:val="center"/>
          </w:tcPr>
          <w:p w:rsidR="009277F0" w:rsidRPr="009277F0" w:rsidRDefault="009277F0" w:rsidP="009277F0">
            <w:pPr>
              <w:pStyle w:val="TableBodyText"/>
            </w:pPr>
            <w:r w:rsidRPr="009277F0">
              <w:t xml:space="preserve">  4.0</w:t>
            </w:r>
          </w:p>
        </w:tc>
        <w:tc>
          <w:tcPr>
            <w:tcW w:w="405" w:type="pct"/>
            <w:shd w:val="clear" w:color="auto" w:fill="auto"/>
            <w:vAlign w:val="center"/>
          </w:tcPr>
          <w:p w:rsidR="009277F0" w:rsidRPr="009277F0" w:rsidRDefault="009277F0" w:rsidP="009277F0">
            <w:pPr>
              <w:pStyle w:val="TableBodyText"/>
            </w:pPr>
            <w:r w:rsidRPr="009277F0">
              <w:t xml:space="preserve">  2.6</w:t>
            </w:r>
          </w:p>
        </w:tc>
        <w:tc>
          <w:tcPr>
            <w:tcW w:w="403" w:type="pct"/>
            <w:shd w:val="clear" w:color="auto" w:fill="auto"/>
            <w:vAlign w:val="center"/>
          </w:tcPr>
          <w:p w:rsidR="009277F0" w:rsidRPr="009277F0" w:rsidRDefault="009277F0" w:rsidP="009277F0">
            <w:pPr>
              <w:pStyle w:val="TableBodyText"/>
            </w:pPr>
            <w:r w:rsidRPr="009277F0">
              <w:t xml:space="preserve">  3.3</w:t>
            </w:r>
          </w:p>
        </w:tc>
        <w:tc>
          <w:tcPr>
            <w:tcW w:w="403" w:type="pct"/>
            <w:shd w:val="clear" w:color="auto" w:fill="auto"/>
            <w:vAlign w:val="center"/>
          </w:tcPr>
          <w:p w:rsidR="009277F0" w:rsidRPr="009277F0" w:rsidRDefault="009277F0" w:rsidP="009277F0">
            <w:pPr>
              <w:pStyle w:val="TableBodyText"/>
            </w:pPr>
            <w:r w:rsidRPr="009277F0">
              <w:t xml:space="preserve">  7.2</w:t>
            </w:r>
          </w:p>
        </w:tc>
        <w:tc>
          <w:tcPr>
            <w:tcW w:w="484" w:type="pct"/>
            <w:shd w:val="clear" w:color="auto" w:fill="auto"/>
            <w:vAlign w:val="center"/>
          </w:tcPr>
          <w:p w:rsidR="009277F0" w:rsidRPr="009277F0" w:rsidRDefault="009277F0" w:rsidP="009277F0">
            <w:pPr>
              <w:pStyle w:val="TableBodyText"/>
            </w:pPr>
            <w:r w:rsidRPr="009277F0">
              <w:t>–</w:t>
            </w:r>
          </w:p>
        </w:tc>
        <w:tc>
          <w:tcPr>
            <w:tcW w:w="403" w:type="pct"/>
            <w:shd w:val="clear" w:color="auto" w:fill="auto"/>
            <w:vAlign w:val="center"/>
          </w:tcPr>
          <w:p w:rsidR="009277F0" w:rsidRPr="009277F0" w:rsidRDefault="009277F0" w:rsidP="00745319">
            <w:pPr>
              <w:pStyle w:val="TableBodyText"/>
            </w:pPr>
            <w:r w:rsidRPr="009277F0">
              <w:t xml:space="preserve">  </w:t>
            </w:r>
            <w:proofErr w:type="spellStart"/>
            <w:r w:rsidR="00745319">
              <w:t>np</w:t>
            </w:r>
            <w:proofErr w:type="spellEnd"/>
          </w:p>
        </w:tc>
        <w:tc>
          <w:tcPr>
            <w:tcW w:w="484" w:type="pct"/>
            <w:shd w:val="clear" w:color="auto" w:fill="auto"/>
            <w:vAlign w:val="center"/>
          </w:tcPr>
          <w:p w:rsidR="009277F0" w:rsidRPr="009277F0" w:rsidRDefault="009277F0" w:rsidP="009277F0">
            <w:pPr>
              <w:pStyle w:val="TableBodyText"/>
            </w:pPr>
            <w:r w:rsidRPr="009277F0">
              <w:t>3.2</w:t>
            </w:r>
          </w:p>
        </w:tc>
      </w:tr>
      <w:tr w:rsidR="009277F0" w:rsidTr="001D3925">
        <w:tc>
          <w:tcPr>
            <w:tcW w:w="1133" w:type="pct"/>
            <w:tcBorders>
              <w:bottom w:val="single" w:sz="4" w:space="0" w:color="auto"/>
            </w:tcBorders>
            <w:vAlign w:val="center"/>
          </w:tcPr>
          <w:p w:rsidR="009277F0" w:rsidRPr="0000732C" w:rsidRDefault="009277F0" w:rsidP="00531D51">
            <w:pPr>
              <w:pStyle w:val="TableBodyText"/>
              <w:ind w:left="346" w:hanging="340"/>
              <w:jc w:val="left"/>
            </w:pPr>
            <w:proofErr w:type="spellStart"/>
            <w:r w:rsidRPr="0000732C">
              <w:t>Appendicectomy</w:t>
            </w:r>
            <w:proofErr w:type="spellEnd"/>
          </w:p>
        </w:tc>
        <w:tc>
          <w:tcPr>
            <w:tcW w:w="399"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23.5</w:t>
            </w:r>
          </w:p>
        </w:tc>
        <w:tc>
          <w:tcPr>
            <w:tcW w:w="402"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24.5</w:t>
            </w:r>
          </w:p>
        </w:tc>
        <w:tc>
          <w:tcPr>
            <w:tcW w:w="484"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20.4</w:t>
            </w:r>
          </w:p>
        </w:tc>
        <w:tc>
          <w:tcPr>
            <w:tcW w:w="405"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31.3</w:t>
            </w:r>
          </w:p>
        </w:tc>
        <w:tc>
          <w:tcPr>
            <w:tcW w:w="403"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36.0</w:t>
            </w:r>
          </w:p>
        </w:tc>
        <w:tc>
          <w:tcPr>
            <w:tcW w:w="403"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29.8</w:t>
            </w:r>
          </w:p>
        </w:tc>
        <w:tc>
          <w:tcPr>
            <w:tcW w:w="484"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26.3</w:t>
            </w:r>
          </w:p>
        </w:tc>
        <w:tc>
          <w:tcPr>
            <w:tcW w:w="403" w:type="pct"/>
            <w:tcBorders>
              <w:bottom w:val="single" w:sz="4" w:space="0" w:color="auto"/>
            </w:tcBorders>
            <w:shd w:val="clear" w:color="auto" w:fill="auto"/>
            <w:vAlign w:val="center"/>
          </w:tcPr>
          <w:p w:rsidR="009277F0" w:rsidRPr="009277F0" w:rsidRDefault="009277F0" w:rsidP="009277F0">
            <w:pPr>
              <w:pStyle w:val="TableBodyText"/>
            </w:pPr>
            <w:r w:rsidRPr="009277F0">
              <w:t xml:space="preserve">  49.6</w:t>
            </w:r>
          </w:p>
        </w:tc>
        <w:tc>
          <w:tcPr>
            <w:tcW w:w="484" w:type="pct"/>
            <w:tcBorders>
              <w:bottom w:val="single" w:sz="4" w:space="0" w:color="auto"/>
            </w:tcBorders>
            <w:shd w:val="clear" w:color="auto" w:fill="auto"/>
            <w:vAlign w:val="center"/>
          </w:tcPr>
          <w:p w:rsidR="009277F0" w:rsidRPr="009277F0" w:rsidRDefault="009277F0" w:rsidP="009277F0">
            <w:pPr>
              <w:pStyle w:val="TableBodyText"/>
            </w:pPr>
            <w:r w:rsidRPr="009277F0">
              <w:t>24.7</w:t>
            </w:r>
          </w:p>
        </w:tc>
      </w:tr>
    </w:tbl>
    <w:p w:rsidR="00D2410D" w:rsidRDefault="00D2410D" w:rsidP="004F7485">
      <w:pPr>
        <w:pStyle w:val="Note"/>
      </w:pPr>
      <w:r w:rsidRPr="009F5D61">
        <w:rPr>
          <w:rStyle w:val="NoteLabel"/>
        </w:rPr>
        <w:t>a</w:t>
      </w:r>
      <w:r>
        <w:rPr>
          <w:rStyle w:val="NoteLabel"/>
        </w:rPr>
        <w:t xml:space="preserve"> </w:t>
      </w:r>
      <w:r w:rsidR="00834EF3">
        <w:t xml:space="preserve">Total rates </w:t>
      </w:r>
      <w:r w:rsidRPr="0095476F">
        <w:t>for Australia do not include WA</w:t>
      </w:r>
      <w:r w:rsidR="00AA05E3">
        <w:t xml:space="preserve">. </w:t>
      </w:r>
      <w:r w:rsidR="00AA05E3" w:rsidRPr="00AA05E3">
        <w:t xml:space="preserve">For all jurisdictions except WA, this indicator is calculated by the </w:t>
      </w:r>
      <w:proofErr w:type="spellStart"/>
      <w:r w:rsidR="00AA05E3" w:rsidRPr="00AA05E3">
        <w:t>AIHW</w:t>
      </w:r>
      <w:proofErr w:type="spellEnd"/>
      <w:r w:rsidR="00AA05E3" w:rsidRPr="00AA05E3">
        <w:t xml:space="preserve"> using data from the N</w:t>
      </w:r>
      <w:r w:rsidR="00AA05E3">
        <w:t xml:space="preserve">ational </w:t>
      </w:r>
      <w:r w:rsidR="00AA05E3" w:rsidRPr="00AA05E3">
        <w:t>H</w:t>
      </w:r>
      <w:r w:rsidR="00AA05E3">
        <w:t xml:space="preserve">ospital </w:t>
      </w:r>
      <w:r w:rsidR="00AA05E3" w:rsidRPr="00AA05E3">
        <w:t>M</w:t>
      </w:r>
      <w:r w:rsidR="00AA05E3">
        <w:t xml:space="preserve">orbidity </w:t>
      </w:r>
      <w:r w:rsidR="00AA05E3" w:rsidRPr="00AA05E3">
        <w:t>D</w:t>
      </w:r>
      <w:r w:rsidR="00AA05E3">
        <w:t>atabase</w:t>
      </w:r>
      <w:r w:rsidR="00AA05E3" w:rsidRPr="00AA05E3">
        <w:t xml:space="preserve">, based on the national minimum data set for Admitted patient care. For </w:t>
      </w:r>
      <w:r w:rsidR="00AA05E3">
        <w:t>WA</w:t>
      </w:r>
      <w:r w:rsidR="00AA05E3" w:rsidRPr="00AA05E3">
        <w:t xml:space="preserve">, the indicator was calculated and supplied by WA Health and was not independently verified by the </w:t>
      </w:r>
      <w:proofErr w:type="spellStart"/>
      <w:r w:rsidR="00AA05E3" w:rsidRPr="00AA05E3">
        <w:t>AIHW</w:t>
      </w:r>
      <w:proofErr w:type="spellEnd"/>
      <w:r w:rsidRPr="0095476F">
        <w:t>.</w:t>
      </w:r>
      <w:r>
        <w:t xml:space="preserve"> </w:t>
      </w:r>
      <w:proofErr w:type="spellStart"/>
      <w:r w:rsidRPr="00432B4D">
        <w:rPr>
          <w:b/>
        </w:rPr>
        <w:t>np</w:t>
      </w:r>
      <w:proofErr w:type="spellEnd"/>
      <w:r w:rsidRPr="00432B4D">
        <w:rPr>
          <w:b/>
        </w:rPr>
        <w:t> </w:t>
      </w:r>
      <w:r w:rsidRPr="00432B4D">
        <w:t>Not published.</w:t>
      </w:r>
      <w:r w:rsidR="00062C8F">
        <w:t xml:space="preserve"> </w:t>
      </w:r>
      <w:r w:rsidR="00062C8F" w:rsidRPr="006029BC">
        <w:t>–</w:t>
      </w:r>
      <w:r w:rsidR="00062C8F">
        <w:t xml:space="preserve"> Nil or rounder to zero.</w:t>
      </w:r>
    </w:p>
    <w:p w:rsidR="00D2410D" w:rsidRPr="009F5D61" w:rsidRDefault="00D2410D" w:rsidP="00D2410D">
      <w:pPr>
        <w:pStyle w:val="Source"/>
      </w:pPr>
      <w:r>
        <w:rPr>
          <w:i/>
        </w:rPr>
        <w:t>Source</w:t>
      </w:r>
      <w:r>
        <w:t xml:space="preserve">: </w:t>
      </w:r>
      <w:proofErr w:type="spellStart"/>
      <w:r w:rsidRPr="00EC0A87">
        <w:t>AIHW</w:t>
      </w:r>
      <w:proofErr w:type="spellEnd"/>
      <w:r w:rsidRPr="00EC0A87">
        <w:t xml:space="preserve"> (unpublished) Admitted Patient</w:t>
      </w:r>
      <w:r>
        <w:t xml:space="preserve"> Care National Minimum Data Set; </w:t>
      </w:r>
      <w:r w:rsidRPr="0095476F">
        <w:t>WA Health (unpublished)</w:t>
      </w:r>
      <w:r>
        <w:t xml:space="preserve">; table </w:t>
      </w:r>
      <w:proofErr w:type="spellStart"/>
      <w:r>
        <w:t>10A.4</w:t>
      </w:r>
      <w:r w:rsidR="002A3660">
        <w:t>7</w:t>
      </w:r>
      <w:proofErr w:type="spellEnd"/>
      <w:r>
        <w:t>.</w:t>
      </w:r>
    </w:p>
    <w:p w:rsidR="00B42BC7" w:rsidRDefault="00B42BC7" w:rsidP="00B42BC7">
      <w:pPr>
        <w:pStyle w:val="BodyText"/>
      </w:pPr>
      <w:r>
        <w:t>There are some difficulties in identifying re</w:t>
      </w:r>
      <w:r>
        <w:noBreakHyphen/>
        <w:t xml:space="preserve">admissions that were unplanned. The indicator is likely to be an </w:t>
      </w:r>
      <w:proofErr w:type="spellStart"/>
      <w:r>
        <w:t>under-estimate</w:t>
      </w:r>
      <w:proofErr w:type="spellEnd"/>
      <w:r>
        <w:t xml:space="preserve"> because: </w:t>
      </w:r>
    </w:p>
    <w:p w:rsidR="00B42BC7" w:rsidRDefault="00B42BC7" w:rsidP="00B42BC7">
      <w:pPr>
        <w:pStyle w:val="ListBullet"/>
      </w:pPr>
      <w:r>
        <w:t>it identifies only those patients re-admitted to the same hospital, so does not include patients who go to another hospital</w:t>
      </w:r>
    </w:p>
    <w:p w:rsidR="00B42BC7" w:rsidRDefault="00B42BC7" w:rsidP="00B42BC7">
      <w:pPr>
        <w:pStyle w:val="ListBullet"/>
      </w:pPr>
      <w:r w:rsidRPr="00B122A9">
        <w:t>episodes of non-admitted patient care provided in outpatient clinics or emergency departments which may have been related to a previous admission are not included</w:t>
      </w:r>
    </w:p>
    <w:p w:rsidR="00B42BC7" w:rsidRDefault="00B42BC7" w:rsidP="00B42BC7">
      <w:pPr>
        <w:pStyle w:val="ListBullet"/>
      </w:pPr>
      <w:r>
        <w:t>the unplanned and/or unexpected readmissions are limited to those having a principal diagnosis of a post-operative adverse event. This does not include all possible unplanned/unexpected readmissions.</w:t>
      </w:r>
    </w:p>
    <w:p w:rsidR="00D2410D" w:rsidRDefault="00D2410D" w:rsidP="00D2410D">
      <w:pPr>
        <w:pStyle w:val="Heading4"/>
      </w:pPr>
      <w:r>
        <w:t xml:space="preserve">Safety — hospital accreditation </w:t>
      </w:r>
    </w:p>
    <w:p w:rsidR="00D2410D" w:rsidRDefault="00D2410D" w:rsidP="00D2410D">
      <w:pPr>
        <w:pStyle w:val="BodyText"/>
      </w:pPr>
      <w:r>
        <w:t xml:space="preserve">‘Accreditation’ is an indicator of governments’ objective to provide public hospital services that are of high quality (box 10.7).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25" w:name="OLE_LINK54"/>
            <w:r w:rsidR="00951DB7">
              <w:rPr>
                <w:b w:val="0"/>
              </w:rPr>
              <w:t>10.</w:t>
            </w:r>
            <w:r w:rsidR="005B16BF">
              <w:rPr>
                <w:b w:val="0"/>
                <w:noProof/>
              </w:rPr>
              <w:t>7</w:t>
            </w:r>
            <w:bookmarkEnd w:id="25"/>
            <w:r>
              <w:tab/>
              <w:t>Accreditation</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spacing w:before="80"/>
            </w:pPr>
            <w:r w:rsidRPr="00D10431">
              <w:t xml:space="preserve">‘Accreditation’ is defined as </w:t>
            </w:r>
            <w:r w:rsidR="00B82D62" w:rsidRPr="00D10431">
              <w:t xml:space="preserve">the number of beds in accredited hospitals as a percentage of total beds. </w:t>
            </w:r>
            <w:r w:rsidRPr="00D10431">
              <w:t>‘Accreditation’</w:t>
            </w:r>
            <w:r>
              <w:t xml:space="preserve"> signifies professional and national recognition awarded to hospitals and other healthcare facilities that meet defined industry standards. </w:t>
            </w:r>
            <w:r w:rsidR="00B5475C" w:rsidRPr="00D1043D">
              <w:t xml:space="preserve">Public hospitals can seek accreditation through a number of agencies. </w:t>
            </w:r>
            <w:r w:rsidR="00FB2978" w:rsidRPr="00D1043D">
              <w:t xml:space="preserve">These </w:t>
            </w:r>
            <w:r w:rsidR="00B5475C" w:rsidRPr="00D1043D">
              <w:t>agencies are accredited through the Joint Accreditation System of Australia and New Zealand o</w:t>
            </w:r>
            <w:r w:rsidR="00FB2978" w:rsidRPr="00D1043D">
              <w:t>r</w:t>
            </w:r>
            <w:r w:rsidR="00B5475C" w:rsidRPr="00D1043D">
              <w:t xml:space="preserve"> the International Society for Quality in Healthcare.</w:t>
            </w:r>
            <w:r w:rsidR="009918E0" w:rsidRPr="00D1043D">
              <w:t xml:space="preserve"> </w:t>
            </w:r>
            <w:r w:rsidRPr="00D1043D">
              <w:t>Jurisdictions</w:t>
            </w:r>
            <w:r>
              <w:t xml:space="preserve"> apply specific criteria to determine which accreditation programs are suitable. Quality programs require hospitals to demonstrate continual adherence to quality improvement standards to gain and retain accreditation. </w:t>
            </w:r>
          </w:p>
          <w:p w:rsidR="00D2410D" w:rsidRDefault="00D2410D" w:rsidP="00D10431">
            <w:pPr>
              <w:pStyle w:val="Box"/>
              <w:spacing w:before="80"/>
            </w:pPr>
            <w:r>
              <w:t xml:space="preserve">A high or increasing rate of accreditation is desirable. However, it is not possible to draw conclusions about the quality of care in those hospitals that do not have </w:t>
            </w:r>
            <w:r w:rsidR="000D7315">
              <w:t>accreditation</w:t>
            </w:r>
            <w:r>
              <w:t xml:space="preserve">. </w:t>
            </w:r>
            <w:r w:rsidR="00890A97">
              <w:t>Until 1 January 2013 p</w:t>
            </w:r>
            <w:r w:rsidRPr="00A9459F">
              <w:t xml:space="preserve">ublic hospital accreditation </w:t>
            </w:r>
            <w:r w:rsidR="00890A97">
              <w:t>was</w:t>
            </w:r>
            <w:r w:rsidRPr="00A9459F">
              <w:t xml:space="preserve"> voluntary in all jurisdictions except </w:t>
            </w:r>
            <w:r w:rsidRPr="00D1043D">
              <w:t>Victoria</w:t>
            </w:r>
            <w:r w:rsidR="005F75BF" w:rsidRPr="00D1043D">
              <w:t xml:space="preserve"> and Queensland</w:t>
            </w:r>
            <w:r w:rsidRPr="00A9459F">
              <w:t>,</w:t>
            </w:r>
            <w:r>
              <w:t xml:space="preserve"> where it is mandatory for all public hospitals (excluding those that provide only dental or mothercraft services). </w:t>
            </w:r>
          </w:p>
          <w:p w:rsidR="00A9360D" w:rsidRDefault="00A9360D" w:rsidP="00A9360D">
            <w:pPr>
              <w:pStyle w:val="Box"/>
              <w:spacing w:before="80"/>
            </w:pPr>
            <w:r>
              <w:t>Data reported for this indicator are:</w:t>
            </w:r>
          </w:p>
          <w:p w:rsidR="00A9360D" w:rsidRDefault="00A9360D" w:rsidP="00E0748F">
            <w:pPr>
              <w:pStyle w:val="BoxListBullet"/>
            </w:pPr>
            <w:r>
              <w:t>comparable (subject to caveats) across jurisdictions and over time</w:t>
            </w:r>
          </w:p>
          <w:p w:rsidR="00D2410D" w:rsidRDefault="00A9360D" w:rsidP="00E0748F">
            <w:pPr>
              <w:pStyle w:val="BoxListBullet"/>
            </w:pPr>
            <w:r>
              <w:t>complete (subject to caveats) for the current reporting period. All required 201</w:t>
            </w:r>
            <w:r w:rsidR="002C4184">
              <w:t>1</w:t>
            </w:r>
            <w:r w:rsidR="00E0748F">
              <w:noBreakHyphen/>
            </w:r>
            <w:r>
              <w:t>1</w:t>
            </w:r>
            <w:r w:rsidR="002C4184">
              <w:t>2</w:t>
            </w:r>
            <w:r>
              <w:t xml:space="preserve"> data are available for all jurisdictions.</w:t>
            </w:r>
          </w:p>
          <w:p w:rsidR="00D2410D" w:rsidRPr="007B01AC" w:rsidRDefault="00A776F4" w:rsidP="000C16E0">
            <w:pPr>
              <w:pStyle w:val="Box"/>
              <w:spacing w:before="80"/>
            </w:pPr>
            <w:r w:rsidRPr="009A5C5F">
              <w:rPr>
                <w:rFonts w:cs="Arial"/>
                <w:szCs w:val="22"/>
              </w:rPr>
              <w:t xml:space="preserve">Information about data quality for this indicator is at </w:t>
            </w:r>
            <w:proofErr w:type="spellStart"/>
            <w:r w:rsidRPr="009A5C5F">
              <w:rPr>
                <w:rFonts w:cs="Arial"/>
                <w:szCs w:val="22"/>
              </w:rPr>
              <w:t>www.pc.gov.au</w:t>
            </w:r>
            <w:proofErr w:type="spellEnd"/>
            <w:r w:rsidRPr="009A5C5F">
              <w:rPr>
                <w:rFonts w:cs="Arial"/>
                <w:szCs w:val="22"/>
              </w:rPr>
              <w:t>/</w:t>
            </w:r>
            <w:proofErr w:type="spellStart"/>
            <w:r w:rsidRPr="009A5C5F">
              <w:rPr>
                <w:rFonts w:cs="Arial"/>
                <w:szCs w:val="22"/>
              </w:rPr>
              <w:t>gsp</w:t>
            </w:r>
            <w:proofErr w:type="spellEnd"/>
            <w:r w:rsidRPr="009A5C5F">
              <w:rPr>
                <w:rFonts w:cs="Arial"/>
                <w:szCs w:val="22"/>
              </w:rPr>
              <w:t>/reports/</w:t>
            </w:r>
            <w:proofErr w:type="spellStart"/>
            <w:r w:rsidRPr="009A5C5F">
              <w:rPr>
                <w:rFonts w:cs="Arial"/>
                <w:szCs w:val="22"/>
              </w:rPr>
              <w:t>rogs</w:t>
            </w:r>
            <w:proofErr w:type="spellEnd"/>
            <w:r w:rsidRPr="009A5C5F">
              <w:rPr>
                <w:rFonts w:cs="Arial"/>
                <w:szCs w:val="22"/>
              </w:rPr>
              <w:t>/201</w:t>
            </w:r>
            <w:r w:rsidR="000C16E0">
              <w:rPr>
                <w:rFonts w:cs="Arial"/>
                <w:szCs w:val="22"/>
              </w:rPr>
              <w:t>4</w:t>
            </w:r>
            <w:r w:rsidRPr="009A5C5F">
              <w:rPr>
                <w:rFonts w:cs="Arial"/>
                <w:szCs w:val="22"/>
              </w:rPr>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12A23" w:rsidRPr="00D12A23" w:rsidRDefault="00D12A23" w:rsidP="00D10431">
      <w:pPr>
        <w:pStyle w:val="BodyText"/>
      </w:pPr>
      <w:r w:rsidRPr="00D12A23">
        <w:t>Data for this indicator are shown in figure 10.13.</w:t>
      </w:r>
      <w:r>
        <w:t xml:space="preserve"> </w:t>
      </w:r>
      <w:r w:rsidR="000C4BFB" w:rsidRPr="000C4BFB">
        <w:t>Australian Health Ministers have mandated accreditation in all public and private hospitals and day procedure services in Australia. From 1 January 2013, health services will be assessed to the National Safety and Quality Health Service (</w:t>
      </w:r>
      <w:proofErr w:type="spellStart"/>
      <w:r w:rsidR="000C4BFB" w:rsidRPr="000C4BFB">
        <w:t>NSQHS</w:t>
      </w:r>
      <w:proofErr w:type="spellEnd"/>
      <w:r w:rsidR="000C4BFB" w:rsidRPr="000C4BFB">
        <w:t xml:space="preserve">) Standards by accrediting agencies approved by the </w:t>
      </w:r>
      <w:proofErr w:type="spellStart"/>
      <w:r w:rsidR="000C4BFB" w:rsidRPr="000C4BFB">
        <w:t>ACSQHC</w:t>
      </w:r>
      <w:proofErr w:type="spellEnd"/>
      <w:r w:rsidR="000C4BFB" w:rsidRPr="000C4BFB">
        <w:t xml:space="preserve">. There are currently 10 accrediting agencies with approval listed on the </w:t>
      </w:r>
      <w:proofErr w:type="spellStart"/>
      <w:r w:rsidR="000C4BFB" w:rsidRPr="000C4BFB">
        <w:t>ACSQHC</w:t>
      </w:r>
      <w:proofErr w:type="spellEnd"/>
      <w:r w:rsidR="000C4BFB" w:rsidRPr="000C4BFB">
        <w:t xml:space="preserve"> website. By 2016 it is anticipated all Australian hospitals will have been accredited to all 10 </w:t>
      </w:r>
      <w:proofErr w:type="spellStart"/>
      <w:r w:rsidR="000C4BFB" w:rsidRPr="000C4BFB">
        <w:t>NSQHS</w:t>
      </w:r>
      <w:proofErr w:type="spellEnd"/>
      <w:r w:rsidR="000C4BFB" w:rsidRPr="000C4BFB">
        <w:t xml:space="preserve"> Standards.</w:t>
      </w:r>
    </w:p>
    <w:p w:rsidR="00D2410D" w:rsidRDefault="00D2410D" w:rsidP="00D2410D">
      <w:pPr>
        <w:pStyle w:val="FigureTitle"/>
        <w:spacing w:before="180"/>
        <w:ind w:left="1559" w:hanging="1559"/>
      </w:pPr>
      <w:r>
        <w:rPr>
          <w:b w:val="0"/>
        </w:rPr>
        <w:t xml:space="preserve">Figure </w:t>
      </w:r>
      <w:bookmarkStart w:id="26" w:name="OLE_LINK53"/>
      <w:r w:rsidR="00951DB7">
        <w:rPr>
          <w:b w:val="0"/>
        </w:rPr>
        <w:t>10.</w:t>
      </w:r>
      <w:r w:rsidR="005B16BF">
        <w:rPr>
          <w:b w:val="0"/>
          <w:noProof/>
        </w:rPr>
        <w:t>13</w:t>
      </w:r>
      <w:bookmarkEnd w:id="26"/>
      <w:r>
        <w:tab/>
        <w:t xml:space="preserve">Proportion of accredited beds, public </w:t>
      </w:r>
      <w:proofErr w:type="spellStart"/>
      <w:r>
        <w:t>hospitals</w:t>
      </w:r>
      <w:r w:rsidRPr="00B609BB">
        <w:rPr>
          <w:vertAlign w:val="superscript"/>
        </w:rPr>
        <w:t>a</w:t>
      </w:r>
      <w:proofErr w:type="spellEnd"/>
      <w:r w:rsidRPr="00B609BB">
        <w:rPr>
          <w:vertAlign w:val="superscript"/>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16B3FEBF" wp14:editId="1240A2E8">
                  <wp:extent cx="5387975" cy="2698115"/>
                  <wp:effectExtent l="0" t="0" r="3175" b="6985"/>
                  <wp:docPr id="16" name="Picture 16" descr="Figure 10.13 Proportion of accredited beds, public hospital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r>
        <w:rPr>
          <w:rStyle w:val="NoteLabel"/>
        </w:rPr>
        <w:t>a</w:t>
      </w:r>
      <w:r>
        <w:sym w:font="Symbol" w:char="F020"/>
      </w:r>
      <w:r w:rsidRPr="00B609BB">
        <w:t xml:space="preserve"> </w:t>
      </w:r>
      <w:r>
        <w:t xml:space="preserve">Where average available beds for the year were not available, bed numbers at 30 June were used. </w:t>
      </w:r>
      <w:r>
        <w:rPr>
          <w:rStyle w:val="NoteLabel"/>
        </w:rPr>
        <w:t>b </w:t>
      </w:r>
      <w:r>
        <w:t xml:space="preserve">Includes psychiatric hospitals. </w:t>
      </w:r>
    </w:p>
    <w:p w:rsidR="00D2410D" w:rsidRDefault="00D2410D" w:rsidP="00D2410D">
      <w:pPr>
        <w:pStyle w:val="Source"/>
      </w:pPr>
      <w:r>
        <w:rPr>
          <w:i/>
        </w:rPr>
        <w:t>Source</w:t>
      </w:r>
      <w:r w:rsidRPr="00B609BB">
        <w:t>:</w:t>
      </w:r>
      <w:r>
        <w:t xml:space="preserve"> </w:t>
      </w:r>
      <w:proofErr w:type="spellStart"/>
      <w:r>
        <w:t>AIHW</w:t>
      </w:r>
      <w:proofErr w:type="spellEnd"/>
      <w:r>
        <w:t xml:space="preserve"> (various years),</w:t>
      </w:r>
      <w:r w:rsidRPr="00663A00">
        <w:rPr>
          <w:i/>
        </w:rPr>
        <w:t xml:space="preserve"> </w:t>
      </w:r>
      <w:r w:rsidRPr="00354423">
        <w:rPr>
          <w:i/>
        </w:rPr>
        <w:t>Australian Hospital Statistics</w:t>
      </w:r>
      <w:r>
        <w:rPr>
          <w:i/>
        </w:rPr>
        <w:t>,</w:t>
      </w:r>
      <w:r w:rsidRPr="00663A00">
        <w:t xml:space="preserve"> </w:t>
      </w:r>
      <w:r>
        <w:t xml:space="preserve">Health Services Series, </w:t>
      </w:r>
      <w:r w:rsidRPr="00663A00">
        <w:t>Cat no</w:t>
      </w:r>
      <w:r>
        <w:t>s</w:t>
      </w:r>
      <w:r w:rsidRPr="00663A00">
        <w:t xml:space="preserve">. </w:t>
      </w:r>
      <w:proofErr w:type="spellStart"/>
      <w:r>
        <w:t>HSE</w:t>
      </w:r>
      <w:proofErr w:type="spellEnd"/>
      <w:r>
        <w:t xml:space="preserve"> </w:t>
      </w:r>
      <w:r w:rsidR="00D80EB4" w:rsidRPr="00E004B5">
        <w:t>71, 84</w:t>
      </w:r>
      <w:r w:rsidR="00D80EB4">
        <w:t>,</w:t>
      </w:r>
      <w:r w:rsidR="00D80EB4" w:rsidRPr="00E004B5">
        <w:t xml:space="preserve"> 107</w:t>
      </w:r>
      <w:r w:rsidR="00D80EB4">
        <w:t>,</w:t>
      </w:r>
      <w:r w:rsidR="00D80EB4" w:rsidRPr="00193664">
        <w:t xml:space="preserve"> </w:t>
      </w:r>
      <w:r w:rsidR="00D80EB4">
        <w:t>117</w:t>
      </w:r>
      <w:r w:rsidR="00D80EB4" w:rsidRPr="00492C9A">
        <w:t xml:space="preserve"> </w:t>
      </w:r>
      <w:r w:rsidR="00D80EB4" w:rsidRPr="00E004B5">
        <w:t>and</w:t>
      </w:r>
      <w:r w:rsidR="00D80EB4">
        <w:t xml:space="preserve"> 134</w:t>
      </w:r>
      <w:r>
        <w:t>; table </w:t>
      </w:r>
      <w:proofErr w:type="spellStart"/>
      <w:r>
        <w:t>10A.4</w:t>
      </w:r>
      <w:r w:rsidR="004E0D3B">
        <w:t>9</w:t>
      </w:r>
      <w:proofErr w:type="spellEnd"/>
      <w:r>
        <w:t>.</w:t>
      </w:r>
    </w:p>
    <w:p w:rsidR="00D2410D" w:rsidRDefault="00D2410D" w:rsidP="00D2410D">
      <w:pPr>
        <w:pStyle w:val="Heading4"/>
      </w:pPr>
      <w:r>
        <w:t>Safety — adverse events in public hospitals</w:t>
      </w:r>
    </w:p>
    <w:p w:rsidR="00D2410D" w:rsidRDefault="00D2410D" w:rsidP="009A5C5F">
      <w:pPr>
        <w:pStyle w:val="BodyText"/>
      </w:pPr>
      <w:r>
        <w:t>‘Adverse events in public hospitals’ is an indicator of governments’ objective to provide public hospital services that are safe and of high quality (box 10.8). Adverse events in public hospitals</w:t>
      </w:r>
      <w:r w:rsidRPr="005A16F5">
        <w:t xml:space="preserve"> can result in serious consequences for individual patients, place a significant burden on the health system and are influenced by the safety of hospital practices and procedures</w:t>
      </w:r>
      <w:r w:rsidRPr="009A5C5F">
        <w:t>.</w:t>
      </w:r>
      <w:r w:rsidR="006E0BD1" w:rsidRPr="009A5C5F">
        <w:t xml:space="preserve"> </w:t>
      </w:r>
      <w:r w:rsidR="00761EFC" w:rsidRPr="009A5C5F">
        <w:t xml:space="preserve">Sentinel events, which are a subset of adverse events </w:t>
      </w:r>
      <w:r w:rsidR="00085A9F" w:rsidRPr="009A5C5F">
        <w:t xml:space="preserve">that </w:t>
      </w:r>
      <w:r w:rsidR="00761EFC" w:rsidRPr="009A5C5F">
        <w:t xml:space="preserve">result in death or </w:t>
      </w:r>
      <w:r w:rsidR="00822A5A" w:rsidRPr="009A5C5F">
        <w:t xml:space="preserve">very </w:t>
      </w:r>
      <w:r w:rsidR="00761EFC" w:rsidRPr="009A5C5F">
        <w:t xml:space="preserve">serious harm </w:t>
      </w:r>
      <w:r w:rsidR="00991286" w:rsidRPr="009A5C5F">
        <w:t>to</w:t>
      </w:r>
      <w:r w:rsidR="00761EFC" w:rsidRPr="009A5C5F">
        <w:t xml:space="preserve"> the patient, are reported separately in this chapter as an outcome</w:t>
      </w:r>
      <w:r w:rsidR="00822A5A" w:rsidRPr="009A5C5F">
        <w:t xml:space="preserve"> indicator</w:t>
      </w:r>
      <w:r w:rsidR="00761EFC" w:rsidRPr="009A5C5F">
        <w:t>.</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27" w:name="OLE_LINK51"/>
            <w:r w:rsidR="00951DB7">
              <w:rPr>
                <w:b w:val="0"/>
              </w:rPr>
              <w:t>10.</w:t>
            </w:r>
            <w:r w:rsidR="005B16BF">
              <w:rPr>
                <w:b w:val="0"/>
                <w:noProof/>
              </w:rPr>
              <w:t>8</w:t>
            </w:r>
            <w:bookmarkEnd w:id="27"/>
            <w:r>
              <w:tab/>
              <w:t>Adverse events in public hospitals</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 xml:space="preserve">‘Adverse events in public hospitals’ is defined by the following </w:t>
            </w:r>
            <w:r w:rsidR="00482C3F">
              <w:t>two</w:t>
            </w:r>
            <w:r>
              <w:t xml:space="preserve"> measures: </w:t>
            </w:r>
          </w:p>
          <w:p w:rsidR="00D2410D" w:rsidRDefault="009D06CA" w:rsidP="00531D51">
            <w:pPr>
              <w:pStyle w:val="BoxListBullet"/>
            </w:pPr>
            <w:r>
              <w:t>healthcare-</w:t>
            </w:r>
            <w:r w:rsidR="00D2410D">
              <w:t xml:space="preserve">associated </w:t>
            </w:r>
            <w:r w:rsidR="001F340D" w:rsidRPr="003038FF">
              <w:t>infections</w:t>
            </w:r>
          </w:p>
          <w:p w:rsidR="00D2410D" w:rsidRDefault="0062773D" w:rsidP="00113EC6">
            <w:pPr>
              <w:pStyle w:val="BoxListBullet"/>
            </w:pPr>
            <w:r w:rsidRPr="00113EC6">
              <w:t xml:space="preserve">adverse </w:t>
            </w:r>
            <w:r w:rsidR="00113EC6" w:rsidRPr="00113EC6">
              <w:t>events treated in hospitals</w:t>
            </w:r>
            <w:r>
              <w:t>.</w:t>
            </w:r>
          </w:p>
          <w:p w:rsidR="00D2410D" w:rsidRDefault="009D06CA" w:rsidP="00531D51">
            <w:pPr>
              <w:pStyle w:val="BoxHeading2"/>
            </w:pPr>
            <w:r>
              <w:t>Healthcare-</w:t>
            </w:r>
            <w:r w:rsidR="00D2410D">
              <w:t xml:space="preserve">associated </w:t>
            </w:r>
            <w:r w:rsidR="001F340D">
              <w:t>infections</w:t>
            </w:r>
          </w:p>
          <w:p w:rsidR="00D2410D" w:rsidRPr="00957D5D" w:rsidRDefault="00271B31" w:rsidP="00531D51">
            <w:pPr>
              <w:pStyle w:val="Box"/>
            </w:pPr>
            <w:r>
              <w:t>H</w:t>
            </w:r>
            <w:r w:rsidR="009D06CA">
              <w:t>ealthcare-</w:t>
            </w:r>
            <w:r>
              <w:t xml:space="preserve">associated infections </w:t>
            </w:r>
            <w:r w:rsidR="00D2410D">
              <w:t xml:space="preserve">is the number of </w:t>
            </w:r>
            <w:r w:rsidR="00515012" w:rsidRPr="00515012">
              <w:rPr>
                <w:i/>
              </w:rPr>
              <w:t xml:space="preserve">Staphylococcus </w:t>
            </w:r>
            <w:proofErr w:type="spellStart"/>
            <w:r w:rsidRPr="00515012">
              <w:rPr>
                <w:i/>
              </w:rPr>
              <w:t>aureus</w:t>
            </w:r>
            <w:proofErr w:type="spellEnd"/>
            <w:r w:rsidRPr="00271B31">
              <w:t xml:space="preserve"> (including Methicillin-resistant </w:t>
            </w:r>
            <w:r w:rsidRPr="00515012">
              <w:rPr>
                <w:i/>
              </w:rPr>
              <w:t xml:space="preserve">Staphylococcus </w:t>
            </w:r>
            <w:proofErr w:type="spellStart"/>
            <w:r w:rsidRPr="00515012">
              <w:rPr>
                <w:i/>
              </w:rPr>
              <w:t>aureus</w:t>
            </w:r>
            <w:proofErr w:type="spellEnd"/>
            <w:r w:rsidRPr="00271B31">
              <w:t xml:space="preserve"> [</w:t>
            </w:r>
            <w:proofErr w:type="spellStart"/>
            <w:r w:rsidRPr="00271B31">
              <w:t>MRSA</w:t>
            </w:r>
            <w:proofErr w:type="spellEnd"/>
            <w:r w:rsidRPr="00271B31">
              <w:t xml:space="preserve">]) </w:t>
            </w:r>
            <w:r w:rsidRPr="0041354D">
              <w:t>bacteraemia</w:t>
            </w:r>
            <w:r w:rsidRPr="00271B31">
              <w:t xml:space="preserve"> (SAB) </w:t>
            </w:r>
            <w:r w:rsidR="00D2410D">
              <w:t>patient episodes associated with public hospitals, expressed as a rate per 10 000</w:t>
            </w:r>
            <w:r w:rsidR="00547A07">
              <w:t> </w:t>
            </w:r>
            <w:r w:rsidR="00D2410D">
              <w:t xml:space="preserve">patient days for public hospitals reporting for the SAB indicator. </w:t>
            </w:r>
          </w:p>
          <w:p w:rsidR="00D2410D" w:rsidRDefault="00D2410D" w:rsidP="00531D51">
            <w:pPr>
              <w:pStyle w:val="Box"/>
            </w:pPr>
            <w:r>
              <w:t>A patient episode of SAB is defined as a positive blood culture for SAB. Only the first isolate per patient is counted, unless at least 14 days has passed without a positive blood culture, after which an additional episode is recorded.</w:t>
            </w:r>
          </w:p>
          <w:p w:rsidR="00D2410D" w:rsidRDefault="00D2410D" w:rsidP="00531D51">
            <w:pPr>
              <w:pStyle w:val="Box"/>
            </w:pPr>
            <w:r>
              <w:t>SAB is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w:t>
            </w:r>
            <w:r w:rsidR="0062773D">
              <w:noBreakHyphen/>
            </w:r>
            <w:r>
              <w:t xml:space="preserve">episode of SAB: </w:t>
            </w:r>
          </w:p>
          <w:p w:rsidR="00D2410D" w:rsidRDefault="00D2410D" w:rsidP="00531D51">
            <w:pPr>
              <w:pStyle w:val="BoxListBullet"/>
            </w:pPr>
            <w:r>
              <w:t>SAB is a complication of the presence of an indwelling medical device</w:t>
            </w:r>
          </w:p>
          <w:p w:rsidR="00D2410D" w:rsidRDefault="00D2410D" w:rsidP="00531D51">
            <w:pPr>
              <w:pStyle w:val="BoxListBullet"/>
            </w:pPr>
            <w:r>
              <w:t>SAB occurs within 30 days of a surgical procedure where the SAB is related to the surgical site</w:t>
            </w:r>
          </w:p>
          <w:p w:rsidR="00D2410D" w:rsidRDefault="00D2410D" w:rsidP="00531D51">
            <w:pPr>
              <w:pStyle w:val="BoxListBullet"/>
            </w:pPr>
            <w:r>
              <w:t>an invasive instrumentation or incision related to the SAB was performed within 48 hours</w:t>
            </w:r>
          </w:p>
          <w:p w:rsidR="00D2410D" w:rsidRDefault="00D2410D" w:rsidP="00531D51">
            <w:pPr>
              <w:pStyle w:val="BoxListBullet"/>
            </w:pPr>
            <w:r>
              <w:t>SAB is associated with neutropenia (&lt;</w:t>
            </w:r>
            <w:proofErr w:type="spellStart"/>
            <w:r>
              <w:t>1x10</w:t>
            </w:r>
            <w:r w:rsidRPr="00CD56DF">
              <w:rPr>
                <w:vertAlign w:val="superscript"/>
              </w:rPr>
              <w:t>9</w:t>
            </w:r>
            <w:proofErr w:type="spellEnd"/>
            <w:r>
              <w:t>/L) contributed to by cytotoxic therapy.</w:t>
            </w:r>
          </w:p>
          <w:p w:rsidR="00547A07" w:rsidRDefault="00547A07" w:rsidP="00547A07">
            <w:pPr>
              <w:pStyle w:val="Box"/>
            </w:pPr>
            <w:r>
              <w:t xml:space="preserve">Cases where a known previous blood culture has been obtained within the last 14 days are excluded. </w:t>
            </w:r>
            <w:r w:rsidRPr="00271B31">
              <w:t>Patient days for unqualified newborns are included. Patient days for hospital boarders and posthumous organ procurement are excluded.</w:t>
            </w:r>
          </w:p>
          <w:p w:rsidR="00547A07" w:rsidRDefault="009D06CA" w:rsidP="00547A07">
            <w:pPr>
              <w:pStyle w:val="Box"/>
            </w:pPr>
            <w:r>
              <w:t>A low or decreasing healthcare-</w:t>
            </w:r>
            <w:r w:rsidR="00547A07">
              <w:t xml:space="preserve">associated infections rate is desirable. </w:t>
            </w:r>
          </w:p>
          <w:p w:rsidR="006B13D3" w:rsidRDefault="006B13D3" w:rsidP="006B13D3">
            <w:pPr>
              <w:pStyle w:val="Box"/>
              <w:spacing w:before="80"/>
            </w:pPr>
            <w:r>
              <w:t xml:space="preserve">Data reported for this </w:t>
            </w:r>
            <w:r w:rsidR="0007434C">
              <w:t>measure</w:t>
            </w:r>
            <w:r>
              <w:t xml:space="preserve"> are:</w:t>
            </w:r>
          </w:p>
          <w:p w:rsidR="006B13D3" w:rsidRDefault="006B13D3" w:rsidP="006B13D3">
            <w:pPr>
              <w:pStyle w:val="BoxListBullet"/>
            </w:pPr>
            <w:r>
              <w:t xml:space="preserve">comparable (subject to caveats) </w:t>
            </w:r>
            <w:r w:rsidRPr="006B13D3">
              <w:t>within jurisdictions over time but are not comparable across jurisdictions</w:t>
            </w:r>
          </w:p>
          <w:p w:rsidR="006B13D3" w:rsidRDefault="006B13D3" w:rsidP="006B13D3">
            <w:pPr>
              <w:pStyle w:val="BoxListBullet"/>
            </w:pPr>
            <w:r>
              <w:t>complete (subject to caveats) for the current reporting period. All required 2012</w:t>
            </w:r>
            <w:r>
              <w:noBreakHyphen/>
              <w:t>13 data are available for all jurisdictions.</w:t>
            </w:r>
          </w:p>
          <w:p w:rsidR="00A16746" w:rsidRDefault="00A16746" w:rsidP="009A5C5F">
            <w:pPr>
              <w:pStyle w:val="Box"/>
            </w:pPr>
            <w:r w:rsidRPr="00A16746">
              <w:t xml:space="preserve">Information about data quality for this </w:t>
            </w:r>
            <w:r>
              <w:t>measure</w:t>
            </w:r>
            <w:r w:rsidRPr="00A16746">
              <w:t xml:space="preserve"> is at </w:t>
            </w:r>
            <w:proofErr w:type="spellStart"/>
            <w:r w:rsidR="001820D9" w:rsidRPr="001820D9">
              <w:t>www.pc.gov.au</w:t>
            </w:r>
            <w:proofErr w:type="spellEnd"/>
            <w:r w:rsidR="001820D9" w:rsidRPr="001820D9">
              <w:t>/</w:t>
            </w:r>
            <w:proofErr w:type="spellStart"/>
            <w:r w:rsidR="001820D9" w:rsidRPr="001820D9">
              <w:t>gsp</w:t>
            </w:r>
            <w:proofErr w:type="spellEnd"/>
            <w:r w:rsidR="001820D9" w:rsidRPr="001820D9">
              <w:t>/reports/</w:t>
            </w:r>
            <w:proofErr w:type="spellStart"/>
            <w:r w:rsidR="001820D9" w:rsidRPr="001820D9">
              <w:t>rogs</w:t>
            </w:r>
            <w:proofErr w:type="spellEnd"/>
            <w:r w:rsidR="001820D9" w:rsidRPr="001820D9">
              <w:t>/201</w:t>
            </w:r>
            <w:r w:rsidR="000C16E0">
              <w:t>4</w:t>
            </w:r>
            <w:r w:rsidRPr="00A16746">
              <w:t>.</w:t>
            </w:r>
          </w:p>
          <w:p w:rsidR="00D2410D" w:rsidRDefault="00FA6204" w:rsidP="00531D51">
            <w:pPr>
              <w:pStyle w:val="Continued"/>
            </w:pPr>
            <w:r>
              <w:t xml:space="preserve"> </w:t>
            </w:r>
            <w:r w:rsidR="00D2410D">
              <w:t>(Continued on next page)</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Pr="00DA0C1F" w:rsidRDefault="00D2410D" w:rsidP="00531D51">
            <w:pPr>
              <w:pStyle w:val="BoxTitle"/>
            </w:pPr>
            <w:r>
              <w:rPr>
                <w:b w:val="0"/>
              </w:rPr>
              <w:t>Box 10.8</w:t>
            </w:r>
            <w:r>
              <w:tab/>
            </w:r>
            <w:r w:rsidRPr="00F0396D">
              <w:rPr>
                <w:sz w:val="18"/>
                <w:szCs w:val="20"/>
              </w:rPr>
              <w:t>(Continued)</w:t>
            </w:r>
          </w:p>
        </w:tc>
      </w:tr>
      <w:tr w:rsidR="00D2410D" w:rsidTr="00531D51">
        <w:trPr>
          <w:cantSplit/>
        </w:trPr>
        <w:tc>
          <w:tcPr>
            <w:tcW w:w="8771" w:type="dxa"/>
            <w:tcBorders>
              <w:top w:val="nil"/>
              <w:left w:val="single" w:sz="6" w:space="0" w:color="auto"/>
              <w:bottom w:val="nil"/>
              <w:right w:val="single" w:sz="6" w:space="0" w:color="auto"/>
            </w:tcBorders>
          </w:tcPr>
          <w:p w:rsidR="00FA6204" w:rsidRDefault="00FA6204" w:rsidP="00FA6204">
            <w:pPr>
              <w:pStyle w:val="BoxHeading2"/>
            </w:pPr>
            <w:r>
              <w:t>Adverse events treated in hospitals</w:t>
            </w:r>
          </w:p>
          <w:p w:rsidR="004E22A2" w:rsidRDefault="00FA6204" w:rsidP="00FA6204">
            <w:pPr>
              <w:pStyle w:val="Box"/>
            </w:pPr>
            <w:r w:rsidRPr="00B94B39">
              <w:t>Adverse events treated in hospitals</w:t>
            </w:r>
            <w:r>
              <w:t xml:space="preserve"> are incidents in which harm resulted to a person </w:t>
            </w:r>
            <w:r w:rsidR="004E22A2">
              <w:t>during hospitalisation</w:t>
            </w:r>
            <w:r>
              <w:t xml:space="preserve">. </w:t>
            </w:r>
            <w:r w:rsidR="004E22A2">
              <w:t xml:space="preserve">They are measured by separations that had an adverse event including infections, falls resulting in injuries and problems with medication and medical devices that occurred during a hospitalisation. </w:t>
            </w:r>
            <w:r w:rsidR="00251841">
              <w:t xml:space="preserve">Hospitalisation </w:t>
            </w:r>
            <w:r w:rsidR="007F5734">
              <w:t>is identified by diagnoses, places of occurrence and external causes of injury and poisoning that can indicate that an adverse event was treated and/or occurred during the hospitalisation.</w:t>
            </w:r>
          </w:p>
          <w:p w:rsidR="003828B7" w:rsidRDefault="0059446F" w:rsidP="00531D51">
            <w:pPr>
              <w:pStyle w:val="Box"/>
            </w:pPr>
            <w:r>
              <w:t>L</w:t>
            </w:r>
            <w:r w:rsidR="0062773D">
              <w:t xml:space="preserve">ow or decreasing </w:t>
            </w:r>
            <w:r w:rsidR="00FA3198" w:rsidRPr="0059446F">
              <w:t xml:space="preserve">adverse </w:t>
            </w:r>
            <w:r w:rsidRPr="0059446F">
              <w:t>events treated in hospitals is desirable.</w:t>
            </w:r>
          </w:p>
          <w:p w:rsidR="00DB6E6E" w:rsidRDefault="00DB6E6E" w:rsidP="00DB6E6E">
            <w:pPr>
              <w:pStyle w:val="Box"/>
              <w:spacing w:before="80"/>
            </w:pPr>
            <w:r>
              <w:t xml:space="preserve">Data reported for this </w:t>
            </w:r>
            <w:r w:rsidR="0007434C">
              <w:t>measure</w:t>
            </w:r>
            <w:r>
              <w:t xml:space="preserve"> are:</w:t>
            </w:r>
          </w:p>
          <w:p w:rsidR="00DB6E6E" w:rsidRDefault="008B7372" w:rsidP="008B7372">
            <w:pPr>
              <w:pStyle w:val="BoxListBullet"/>
            </w:pPr>
            <w:r w:rsidRPr="00D10431">
              <w:t>comparable (subject to caveats) across jurisdictions and over time</w:t>
            </w:r>
          </w:p>
          <w:p w:rsidR="00DB6E6E" w:rsidRDefault="00DB6E6E" w:rsidP="00DB6E6E">
            <w:pPr>
              <w:pStyle w:val="BoxListBullet"/>
            </w:pPr>
            <w:r>
              <w:t>complete (subject to caveats) for the current reporting period. All required 201</w:t>
            </w:r>
            <w:r w:rsidR="002C4184">
              <w:t>1</w:t>
            </w:r>
            <w:r>
              <w:noBreakHyphen/>
              <w:t>1</w:t>
            </w:r>
            <w:r w:rsidR="002C4184">
              <w:t>2</w:t>
            </w:r>
            <w:r>
              <w:t xml:space="preserve"> data are available for all jurisdictions.</w:t>
            </w:r>
          </w:p>
          <w:p w:rsidR="00D2410D" w:rsidRDefault="00233370" w:rsidP="009A5C5F">
            <w:pPr>
              <w:pStyle w:val="Box"/>
            </w:pPr>
            <w:r w:rsidRPr="00233370">
              <w:t>Data quality information for this measure is under development.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1B3371">
      <w:pPr>
        <w:pStyle w:val="Heading5"/>
        <w:spacing w:before="240"/>
      </w:pPr>
      <w:r>
        <w:t xml:space="preserve">Safety — </w:t>
      </w:r>
      <w:r w:rsidR="009D06CA">
        <w:t>healthcare-</w:t>
      </w:r>
      <w:r>
        <w:t xml:space="preserve">associated </w:t>
      </w:r>
      <w:r w:rsidR="001F340D">
        <w:t>infections</w:t>
      </w:r>
    </w:p>
    <w:p w:rsidR="00D2410D" w:rsidRDefault="009D06CA" w:rsidP="001B3371">
      <w:pPr>
        <w:pStyle w:val="BodyText"/>
        <w:spacing w:before="120"/>
      </w:pPr>
      <w:r>
        <w:t>Healthcare-</w:t>
      </w:r>
      <w:r w:rsidR="00D2410D" w:rsidRPr="00E91B00">
        <w:t xml:space="preserve">associated </w:t>
      </w:r>
      <w:r w:rsidR="001F340D">
        <w:t>infections</w:t>
      </w:r>
      <w:r w:rsidR="00D2410D" w:rsidRPr="00E91B00">
        <w:t xml:space="preserve"> in </w:t>
      </w:r>
      <w:r>
        <w:t>public</w:t>
      </w:r>
      <w:r w:rsidR="00D2410D" w:rsidRPr="00E91B00">
        <w:t xml:space="preserve"> hospitals per 10 000 patient days is reported in figure 10.1</w:t>
      </w:r>
      <w:r w:rsidR="00FD0822">
        <w:t>4</w:t>
      </w:r>
      <w:r w:rsidR="00D2410D" w:rsidRPr="00E91B00">
        <w:t xml:space="preserve">. </w:t>
      </w:r>
    </w:p>
    <w:p w:rsidR="00D2410D" w:rsidRDefault="00D2410D" w:rsidP="001B3371">
      <w:pPr>
        <w:pStyle w:val="FigureTitle"/>
        <w:spacing w:before="240"/>
      </w:pPr>
      <w:r>
        <w:rPr>
          <w:b w:val="0"/>
        </w:rPr>
        <w:t xml:space="preserve">Figure </w:t>
      </w:r>
      <w:r w:rsidR="00951DB7">
        <w:rPr>
          <w:b w:val="0"/>
        </w:rPr>
        <w:t>10.</w:t>
      </w:r>
      <w:r w:rsidR="005B16BF">
        <w:rPr>
          <w:b w:val="0"/>
          <w:noProof/>
        </w:rPr>
        <w:t>14</w:t>
      </w:r>
      <w:r w:rsidR="009D06CA">
        <w:tab/>
        <w:t>Healthcare-</w:t>
      </w:r>
      <w:r>
        <w:t xml:space="preserve">associated </w:t>
      </w:r>
      <w:r w:rsidR="001F340D">
        <w:t>infections,</w:t>
      </w:r>
      <w:r>
        <w:t xml:space="preserve"> public </w:t>
      </w:r>
      <w:r w:rsidR="00131DC0">
        <w:t>hospitals</w:t>
      </w:r>
      <w:r w:rsidRPr="00615CAB">
        <w:rPr>
          <w:rStyle w:val="NoteLabel"/>
          <w:b/>
        </w:rPr>
        <w:t>a</w:t>
      </w:r>
      <w:r w:rsidR="00EC0EDF">
        <w:rPr>
          <w:rStyle w:val="NoteLabel"/>
          <w:b/>
        </w:rPr>
        <w:t>, b</w:t>
      </w:r>
    </w:p>
    <w:tbl>
      <w:tblPr>
        <w:tblW w:w="0" w:type="auto"/>
        <w:tblInd w:w="11" w:type="dxa"/>
        <w:tblBorders>
          <w:top w:val="single" w:sz="4" w:space="0" w:color="auto"/>
          <w:bottom w:val="single" w:sz="4" w:space="0" w:color="auto"/>
        </w:tblBorders>
        <w:shd w:val="clear" w:color="auto" w:fill="00FFFF"/>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shd w:val="clear" w:color="auto" w:fill="auto"/>
          </w:tcPr>
          <w:p w:rsidR="00D2410D" w:rsidRDefault="003A1C92" w:rsidP="00531D51">
            <w:pPr>
              <w:pStyle w:val="Figure"/>
            </w:pPr>
            <w:r>
              <w:rPr>
                <w:noProof/>
              </w:rPr>
              <w:drawing>
                <wp:inline distT="0" distB="0" distL="0" distR="0" wp14:anchorId="54B656A0" wp14:editId="722628BD">
                  <wp:extent cx="5387975" cy="2698115"/>
                  <wp:effectExtent l="0" t="0" r="3175" b="6985"/>
                  <wp:docPr id="17" name="Picture 17" descr="Figure 10.14 Healthcare-associated infections, publ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9A5C5F">
      <w:pPr>
        <w:pStyle w:val="Note"/>
        <w:keepNext/>
      </w:pPr>
      <w:r>
        <w:rPr>
          <w:rStyle w:val="NoteLabel"/>
        </w:rPr>
        <w:t>a</w:t>
      </w:r>
      <w:r>
        <w:sym w:font="Symbol" w:char="F020"/>
      </w:r>
      <w:r>
        <w:t xml:space="preserve">Comprises both </w:t>
      </w:r>
      <w:r w:rsidRPr="00615CAB">
        <w:t xml:space="preserve">Methicillin resistant </w:t>
      </w:r>
      <w:r w:rsidRPr="001F2D87">
        <w:rPr>
          <w:i/>
        </w:rPr>
        <w:t xml:space="preserve">Staphylococcus </w:t>
      </w:r>
      <w:proofErr w:type="spellStart"/>
      <w:r w:rsidRPr="001F2D87">
        <w:rPr>
          <w:i/>
        </w:rPr>
        <w:t>aureus</w:t>
      </w:r>
      <w:proofErr w:type="spellEnd"/>
      <w:r w:rsidRPr="001F2D87">
        <w:rPr>
          <w:i/>
        </w:rPr>
        <w:t xml:space="preserve"> </w:t>
      </w:r>
      <w:r>
        <w:t xml:space="preserve">and </w:t>
      </w:r>
      <w:r w:rsidRPr="00615CAB">
        <w:t xml:space="preserve">Methicillin sensitive </w:t>
      </w:r>
      <w:r w:rsidR="002B6607" w:rsidRPr="002B6607">
        <w:rPr>
          <w:i/>
        </w:rPr>
        <w:t xml:space="preserve">Staphylococcus </w:t>
      </w:r>
      <w:proofErr w:type="spellStart"/>
      <w:r w:rsidRPr="002B6607">
        <w:rPr>
          <w:i/>
        </w:rPr>
        <w:t>aureus</w:t>
      </w:r>
      <w:proofErr w:type="spellEnd"/>
      <w:r>
        <w:t xml:space="preserve">. </w:t>
      </w:r>
      <w:r w:rsidRPr="00CE576E">
        <w:rPr>
          <w:rStyle w:val="NoteLabel"/>
        </w:rPr>
        <w:t>b</w:t>
      </w:r>
      <w:r>
        <w:t xml:space="preserve"> </w:t>
      </w:r>
      <w:r w:rsidR="00EC0EDF" w:rsidRPr="00EC0EDF">
        <w:t xml:space="preserve">The SAB patient episodes were associated with both admitted patient care and with non-admitted patient care (including emergency departments and outpatient clinics). The comparability of the SAB rates </w:t>
      </w:r>
      <w:r w:rsidR="00686ED6">
        <w:t>across</w:t>
      </w:r>
      <w:r w:rsidR="00EC0EDF" w:rsidRPr="00EC0EDF">
        <w:t xml:space="preserve"> jurisdictions and over time is limited</w:t>
      </w:r>
      <w:r w:rsidR="00686ED6">
        <w:t>,</w:t>
      </w:r>
      <w:r w:rsidR="00EC0EDF" w:rsidRPr="00EC0EDF">
        <w:t xml:space="preserve"> because of coverage differences and because the count of patient days reflects the amount of admitted patient activity, but does not necess</w:t>
      </w:r>
      <w:r w:rsidR="00686ED6">
        <w:t>arily reflect the amount of non</w:t>
      </w:r>
      <w:r w:rsidR="00686ED6">
        <w:noBreakHyphen/>
      </w:r>
      <w:r w:rsidR="00EC0EDF" w:rsidRPr="00EC0EDF">
        <w:t>admitted patient activity.</w:t>
      </w:r>
      <w:r w:rsidR="00831BC9">
        <w:t xml:space="preserve"> </w:t>
      </w:r>
    </w:p>
    <w:p w:rsidR="00D2410D" w:rsidRDefault="00D2410D" w:rsidP="001B3371">
      <w:pPr>
        <w:pStyle w:val="Note"/>
        <w:spacing w:before="40"/>
      </w:pPr>
      <w:r>
        <w:rPr>
          <w:i/>
        </w:rPr>
        <w:t>Source</w:t>
      </w:r>
      <w:r w:rsidRPr="00167F06">
        <w:t xml:space="preserve">: </w:t>
      </w:r>
      <w:proofErr w:type="spellStart"/>
      <w:r>
        <w:t>AIHW</w:t>
      </w:r>
      <w:proofErr w:type="spellEnd"/>
      <w:r>
        <w:t xml:space="preserve"> unpublished; table </w:t>
      </w:r>
      <w:proofErr w:type="spellStart"/>
      <w:r>
        <w:t>10A.</w:t>
      </w:r>
      <w:r w:rsidR="004E0D3B">
        <w:t>50</w:t>
      </w:r>
      <w:proofErr w:type="spellEnd"/>
      <w:r w:rsidR="00D35907">
        <w:t>.</w:t>
      </w:r>
    </w:p>
    <w:p w:rsidR="00FD0822" w:rsidRDefault="00FD0822" w:rsidP="00FD0822">
      <w:pPr>
        <w:pStyle w:val="Heading5"/>
      </w:pPr>
      <w:r w:rsidRPr="00FD0822">
        <w:t xml:space="preserve">Safety — </w:t>
      </w:r>
      <w:r w:rsidR="00B94B39" w:rsidRPr="00B94B39">
        <w:t>adverse events treated in hospitals</w:t>
      </w:r>
    </w:p>
    <w:p w:rsidR="002E05D8" w:rsidRDefault="002E05D8" w:rsidP="00344770">
      <w:pPr>
        <w:pStyle w:val="BodyText"/>
      </w:pPr>
      <w:r>
        <w:t>In 201</w:t>
      </w:r>
      <w:r w:rsidR="00E57437">
        <w:t>1</w:t>
      </w:r>
      <w:r>
        <w:t>-1</w:t>
      </w:r>
      <w:r w:rsidR="00E57437">
        <w:t>2</w:t>
      </w:r>
      <w:r>
        <w:t xml:space="preserve">, </w:t>
      </w:r>
      <w:r w:rsidR="00E57437">
        <w:t>6.1</w:t>
      </w:r>
      <w:r>
        <w:t xml:space="preserve"> per cent of separations in public hospitals reported an </w:t>
      </w:r>
      <w:proofErr w:type="spellStart"/>
      <w:r>
        <w:t>ICD</w:t>
      </w:r>
      <w:proofErr w:type="spellEnd"/>
      <w:r>
        <w:t>-10-AM code indicating an adverse event (table 10.</w:t>
      </w:r>
      <w:r w:rsidR="001F459B">
        <w:t>7</w:t>
      </w:r>
      <w:r>
        <w:t xml:space="preserve">). Around </w:t>
      </w:r>
      <w:r w:rsidR="00E57437">
        <w:t>55</w:t>
      </w:r>
      <w:r w:rsidR="00F070DD">
        <w:t>.3</w:t>
      </w:r>
      <w:r>
        <w:t xml:space="preserve"> per cent of separations with an adverse event reported procedures causing abnormal reactions/complications</w:t>
      </w:r>
      <w:r w:rsidR="00251841">
        <w:t>,</w:t>
      </w:r>
      <w:r>
        <w:t xml:space="preserve"> and 3</w:t>
      </w:r>
      <w:r w:rsidR="00F070DD">
        <w:t>7.6</w:t>
      </w:r>
      <w:r>
        <w:t xml:space="preserve"> per cent reported adverse effects of drugs, medicaments and biological substanc</w:t>
      </w:r>
      <w:r w:rsidR="008A7470">
        <w:t>es (table </w:t>
      </w:r>
      <w:proofErr w:type="spellStart"/>
      <w:r>
        <w:t>10A.</w:t>
      </w:r>
      <w:r w:rsidR="004E0D3B">
        <w:t>51</w:t>
      </w:r>
      <w:proofErr w:type="spellEnd"/>
      <w:r>
        <w:t>). Data for 20</w:t>
      </w:r>
      <w:r w:rsidR="00E57437">
        <w:t>10</w:t>
      </w:r>
      <w:r>
        <w:t>-1</w:t>
      </w:r>
      <w:r w:rsidR="00E57437">
        <w:t>1</w:t>
      </w:r>
      <w:r>
        <w:t xml:space="preserve"> are reported in table </w:t>
      </w:r>
      <w:proofErr w:type="spellStart"/>
      <w:r>
        <w:t>10A.</w:t>
      </w:r>
      <w:r w:rsidR="00E57437">
        <w:t>51</w:t>
      </w:r>
      <w:proofErr w:type="spellEnd"/>
      <w:r>
        <w:t>.</w:t>
      </w:r>
    </w:p>
    <w:p w:rsidR="00FD0822" w:rsidRDefault="00FD0822" w:rsidP="009A5C5F">
      <w:pPr>
        <w:pStyle w:val="TableTitle"/>
      </w:pPr>
      <w:r>
        <w:rPr>
          <w:b w:val="0"/>
        </w:rPr>
        <w:t xml:space="preserve">Table </w:t>
      </w:r>
      <w:r w:rsidR="001F459B">
        <w:rPr>
          <w:b w:val="0"/>
        </w:rPr>
        <w:t>10.</w:t>
      </w:r>
      <w:r w:rsidR="005B16BF">
        <w:rPr>
          <w:b w:val="0"/>
          <w:noProof/>
        </w:rPr>
        <w:t>7</w:t>
      </w:r>
      <w:r>
        <w:tab/>
      </w:r>
      <w:r w:rsidR="00482C3F" w:rsidRPr="00482C3F">
        <w:t>Sepa</w:t>
      </w:r>
      <w:r w:rsidR="00482C3F">
        <w:t xml:space="preserve">rations with an adverse event, </w:t>
      </w:r>
      <w:r w:rsidR="00D95F41">
        <w:t xml:space="preserve">per 100 separations, </w:t>
      </w:r>
      <w:r w:rsidR="00482C3F" w:rsidRPr="00482C3F">
        <w:t>public hospitals</w:t>
      </w:r>
      <w:r w:rsidR="00E94B99">
        <w:t>, 201</w:t>
      </w:r>
      <w:r w:rsidR="00C96F56">
        <w:t>1</w:t>
      </w:r>
      <w:r w:rsidR="00E94B99">
        <w:t>-1</w:t>
      </w:r>
      <w:r w:rsidR="00C96F56">
        <w:t>2</w:t>
      </w:r>
      <w:r w:rsidR="00160528" w:rsidRPr="00160528">
        <w:rPr>
          <w:rStyle w:val="NoteLabel"/>
          <w:b/>
        </w:rPr>
        <w:t>a,</w:t>
      </w:r>
      <w:r w:rsidR="00151A27">
        <w:rPr>
          <w:rStyle w:val="NoteLabel"/>
          <w:b/>
        </w:rPr>
        <w:t xml:space="preserve"> </w:t>
      </w:r>
      <w:r w:rsidR="00160528" w:rsidRPr="00160528">
        <w:rPr>
          <w:rStyle w:val="NoteLabel"/>
          <w:b/>
        </w:rPr>
        <w:t>b</w:t>
      </w:r>
    </w:p>
    <w:tbl>
      <w:tblPr>
        <w:tblW w:w="5000" w:type="pct"/>
        <w:tblCellMar>
          <w:left w:w="0" w:type="dxa"/>
          <w:right w:w="0" w:type="dxa"/>
        </w:tblCellMar>
        <w:tblLook w:val="0000" w:firstRow="0" w:lastRow="0" w:firstColumn="0" w:lastColumn="0" w:noHBand="0" w:noVBand="0"/>
      </w:tblPr>
      <w:tblGrid>
        <w:gridCol w:w="1662"/>
        <w:gridCol w:w="795"/>
        <w:gridCol w:w="793"/>
        <w:gridCol w:w="793"/>
        <w:gridCol w:w="793"/>
        <w:gridCol w:w="793"/>
        <w:gridCol w:w="793"/>
        <w:gridCol w:w="789"/>
        <w:gridCol w:w="791"/>
        <w:gridCol w:w="787"/>
      </w:tblGrid>
      <w:tr w:rsidR="00CB2EB6" w:rsidTr="009A5C5F">
        <w:tc>
          <w:tcPr>
            <w:tcW w:w="946" w:type="pct"/>
            <w:tcBorders>
              <w:top w:val="single" w:sz="6" w:space="0" w:color="auto"/>
              <w:bottom w:val="single" w:sz="4" w:space="0" w:color="auto"/>
            </w:tcBorders>
            <w:shd w:val="clear" w:color="auto" w:fill="auto"/>
          </w:tcPr>
          <w:p w:rsidR="00CB2EB6" w:rsidRDefault="00CB2EB6" w:rsidP="00E9062C">
            <w:pPr>
              <w:pStyle w:val="TableColumnHeading"/>
              <w:jc w:val="left"/>
            </w:pPr>
          </w:p>
        </w:tc>
        <w:tc>
          <w:tcPr>
            <w:tcW w:w="452" w:type="pct"/>
            <w:tcBorders>
              <w:top w:val="single" w:sz="6" w:space="0" w:color="auto"/>
              <w:bottom w:val="single" w:sz="4" w:space="0" w:color="auto"/>
            </w:tcBorders>
            <w:shd w:val="clear" w:color="auto" w:fill="auto"/>
          </w:tcPr>
          <w:p w:rsidR="00CB2EB6" w:rsidRDefault="00DB364B" w:rsidP="00E9062C">
            <w:pPr>
              <w:pStyle w:val="TableColumnHeading"/>
            </w:pPr>
            <w:r>
              <w:t>NSW</w:t>
            </w:r>
          </w:p>
        </w:tc>
        <w:tc>
          <w:tcPr>
            <w:tcW w:w="451" w:type="pct"/>
            <w:tcBorders>
              <w:top w:val="single" w:sz="6" w:space="0" w:color="auto"/>
              <w:bottom w:val="single" w:sz="4" w:space="0" w:color="auto"/>
            </w:tcBorders>
          </w:tcPr>
          <w:p w:rsidR="00CB2EB6" w:rsidRDefault="00DB364B" w:rsidP="00F3636F">
            <w:pPr>
              <w:pStyle w:val="TableColumnHeading"/>
            </w:pPr>
            <w:r>
              <w:t>Vic</w:t>
            </w:r>
          </w:p>
        </w:tc>
        <w:tc>
          <w:tcPr>
            <w:tcW w:w="451" w:type="pct"/>
            <w:tcBorders>
              <w:top w:val="single" w:sz="6" w:space="0" w:color="auto"/>
              <w:bottom w:val="single" w:sz="4" w:space="0" w:color="auto"/>
            </w:tcBorders>
          </w:tcPr>
          <w:p w:rsidR="00CB2EB6" w:rsidRDefault="00DB364B" w:rsidP="00F3636F">
            <w:pPr>
              <w:pStyle w:val="TableColumnHeading"/>
            </w:pPr>
            <w:r>
              <w:t>Qld</w:t>
            </w:r>
          </w:p>
        </w:tc>
        <w:tc>
          <w:tcPr>
            <w:tcW w:w="451" w:type="pct"/>
            <w:tcBorders>
              <w:top w:val="single" w:sz="6" w:space="0" w:color="auto"/>
              <w:bottom w:val="single" w:sz="4" w:space="0" w:color="auto"/>
            </w:tcBorders>
          </w:tcPr>
          <w:p w:rsidR="00CB2EB6" w:rsidRDefault="00DB364B" w:rsidP="00F3636F">
            <w:pPr>
              <w:pStyle w:val="TableColumnHeading"/>
            </w:pPr>
            <w:r>
              <w:t>WA</w:t>
            </w:r>
          </w:p>
        </w:tc>
        <w:tc>
          <w:tcPr>
            <w:tcW w:w="451" w:type="pct"/>
            <w:tcBorders>
              <w:top w:val="single" w:sz="6" w:space="0" w:color="auto"/>
              <w:bottom w:val="single" w:sz="4" w:space="0" w:color="auto"/>
            </w:tcBorders>
          </w:tcPr>
          <w:p w:rsidR="00CB2EB6" w:rsidRDefault="00DB364B" w:rsidP="00F3636F">
            <w:pPr>
              <w:pStyle w:val="TableColumnHeading"/>
            </w:pPr>
            <w:r>
              <w:t>SA</w:t>
            </w:r>
          </w:p>
        </w:tc>
        <w:tc>
          <w:tcPr>
            <w:tcW w:w="451" w:type="pct"/>
            <w:tcBorders>
              <w:top w:val="single" w:sz="6" w:space="0" w:color="auto"/>
              <w:bottom w:val="single" w:sz="4" w:space="0" w:color="auto"/>
            </w:tcBorders>
          </w:tcPr>
          <w:p w:rsidR="00CB2EB6" w:rsidRDefault="00DB364B" w:rsidP="00F3636F">
            <w:pPr>
              <w:pStyle w:val="TableColumnHeading"/>
            </w:pPr>
            <w:proofErr w:type="spellStart"/>
            <w:r>
              <w:t>Tas</w:t>
            </w:r>
            <w:proofErr w:type="spellEnd"/>
          </w:p>
        </w:tc>
        <w:tc>
          <w:tcPr>
            <w:tcW w:w="449" w:type="pct"/>
            <w:tcBorders>
              <w:top w:val="single" w:sz="6" w:space="0" w:color="auto"/>
              <w:bottom w:val="single" w:sz="4" w:space="0" w:color="auto"/>
            </w:tcBorders>
          </w:tcPr>
          <w:p w:rsidR="00CB2EB6" w:rsidRDefault="00DB364B" w:rsidP="00F3636F">
            <w:pPr>
              <w:pStyle w:val="TableColumnHeading"/>
            </w:pPr>
            <w:r>
              <w:t>ACT</w:t>
            </w:r>
          </w:p>
        </w:tc>
        <w:tc>
          <w:tcPr>
            <w:tcW w:w="450" w:type="pct"/>
            <w:tcBorders>
              <w:top w:val="single" w:sz="6" w:space="0" w:color="auto"/>
              <w:bottom w:val="single" w:sz="4" w:space="0" w:color="auto"/>
            </w:tcBorders>
          </w:tcPr>
          <w:p w:rsidR="00CB2EB6" w:rsidRDefault="00DB364B" w:rsidP="00F3636F">
            <w:pPr>
              <w:pStyle w:val="TableColumnHeading"/>
            </w:pPr>
            <w:r>
              <w:t>NT</w:t>
            </w:r>
          </w:p>
        </w:tc>
        <w:tc>
          <w:tcPr>
            <w:tcW w:w="448" w:type="pct"/>
            <w:tcBorders>
              <w:top w:val="single" w:sz="6" w:space="0" w:color="auto"/>
              <w:bottom w:val="single" w:sz="4" w:space="0" w:color="auto"/>
            </w:tcBorders>
            <w:shd w:val="clear" w:color="auto" w:fill="auto"/>
          </w:tcPr>
          <w:p w:rsidR="00CB2EB6" w:rsidRDefault="00DB364B" w:rsidP="00F3636F">
            <w:pPr>
              <w:pStyle w:val="TableColumnHeading"/>
            </w:pPr>
            <w:proofErr w:type="spellStart"/>
            <w:r>
              <w:t>Aust</w:t>
            </w:r>
            <w:proofErr w:type="spellEnd"/>
          </w:p>
        </w:tc>
      </w:tr>
      <w:tr w:rsidR="00E94B99" w:rsidTr="009A5C5F">
        <w:tc>
          <w:tcPr>
            <w:tcW w:w="5000" w:type="pct"/>
            <w:gridSpan w:val="10"/>
            <w:tcBorders>
              <w:top w:val="single" w:sz="4" w:space="0" w:color="auto"/>
            </w:tcBorders>
          </w:tcPr>
          <w:p w:rsidR="00E94B99" w:rsidRDefault="00E94B99" w:rsidP="0073379A">
            <w:pPr>
              <w:pStyle w:val="TableBodyText"/>
              <w:ind w:left="346" w:hanging="340"/>
              <w:jc w:val="left"/>
            </w:pPr>
            <w:r w:rsidRPr="0073379A">
              <w:t>External cause of injury and poisoning</w:t>
            </w:r>
          </w:p>
        </w:tc>
      </w:tr>
      <w:tr w:rsidR="00E94B99" w:rsidTr="009A5C5F">
        <w:tc>
          <w:tcPr>
            <w:tcW w:w="5000" w:type="pct"/>
            <w:gridSpan w:val="10"/>
            <w:shd w:val="clear" w:color="auto" w:fill="auto"/>
          </w:tcPr>
          <w:p w:rsidR="00E94B99" w:rsidRDefault="00E94B99" w:rsidP="0073379A">
            <w:pPr>
              <w:pStyle w:val="TableBodyText"/>
              <w:ind w:left="567" w:hanging="340"/>
              <w:jc w:val="left"/>
            </w:pPr>
            <w:r w:rsidRPr="00144C25">
              <w:t>Adverse effects of drugs, medicaments and biological substances</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2.4</w:t>
            </w:r>
          </w:p>
        </w:tc>
        <w:tc>
          <w:tcPr>
            <w:tcW w:w="451" w:type="pct"/>
            <w:vAlign w:val="bottom"/>
          </w:tcPr>
          <w:p w:rsidR="00072354" w:rsidRPr="00072354" w:rsidRDefault="00072354" w:rsidP="00072354">
            <w:pPr>
              <w:pStyle w:val="TableBodyText"/>
              <w:ind w:left="346" w:hanging="340"/>
            </w:pPr>
            <w:r w:rsidRPr="00072354">
              <w:t xml:space="preserve">  2.1</w:t>
            </w:r>
          </w:p>
        </w:tc>
        <w:tc>
          <w:tcPr>
            <w:tcW w:w="451" w:type="pct"/>
            <w:vAlign w:val="bottom"/>
          </w:tcPr>
          <w:p w:rsidR="00072354" w:rsidRPr="00072354" w:rsidRDefault="00072354" w:rsidP="00072354">
            <w:pPr>
              <w:pStyle w:val="TableBodyText"/>
              <w:ind w:left="346" w:hanging="340"/>
            </w:pPr>
            <w:r w:rsidRPr="00072354">
              <w:t xml:space="preserve">  2.1</w:t>
            </w:r>
          </w:p>
        </w:tc>
        <w:tc>
          <w:tcPr>
            <w:tcW w:w="451" w:type="pct"/>
            <w:vAlign w:val="bottom"/>
          </w:tcPr>
          <w:p w:rsidR="00072354" w:rsidRPr="00072354" w:rsidRDefault="00072354" w:rsidP="00072354">
            <w:pPr>
              <w:pStyle w:val="TableBodyText"/>
              <w:ind w:left="346" w:hanging="340"/>
            </w:pPr>
            <w:r w:rsidRPr="00072354">
              <w:t xml:space="preserve">  2.3</w:t>
            </w:r>
          </w:p>
        </w:tc>
        <w:tc>
          <w:tcPr>
            <w:tcW w:w="451" w:type="pct"/>
            <w:vAlign w:val="bottom"/>
          </w:tcPr>
          <w:p w:rsidR="00072354" w:rsidRPr="00072354" w:rsidRDefault="00072354" w:rsidP="00072354">
            <w:pPr>
              <w:pStyle w:val="TableBodyText"/>
              <w:ind w:left="346" w:hanging="340"/>
            </w:pPr>
            <w:r w:rsidRPr="00072354">
              <w:t xml:space="preserve">  2.5</w:t>
            </w:r>
          </w:p>
        </w:tc>
        <w:tc>
          <w:tcPr>
            <w:tcW w:w="451" w:type="pct"/>
            <w:vAlign w:val="bottom"/>
          </w:tcPr>
          <w:p w:rsidR="00072354" w:rsidRPr="00072354" w:rsidRDefault="00072354" w:rsidP="00072354">
            <w:pPr>
              <w:pStyle w:val="TableBodyText"/>
              <w:ind w:left="346" w:hanging="340"/>
            </w:pPr>
            <w:r w:rsidRPr="00072354">
              <w:t xml:space="preserve">  2.4</w:t>
            </w:r>
          </w:p>
        </w:tc>
        <w:tc>
          <w:tcPr>
            <w:tcW w:w="449" w:type="pct"/>
            <w:vAlign w:val="bottom"/>
          </w:tcPr>
          <w:p w:rsidR="00072354" w:rsidRPr="00072354" w:rsidRDefault="00072354" w:rsidP="00072354">
            <w:pPr>
              <w:pStyle w:val="TableBodyText"/>
              <w:ind w:left="346" w:hanging="340"/>
            </w:pPr>
            <w:r w:rsidRPr="00072354">
              <w:t xml:space="preserve">  2.2</w:t>
            </w:r>
          </w:p>
        </w:tc>
        <w:tc>
          <w:tcPr>
            <w:tcW w:w="450" w:type="pct"/>
            <w:vAlign w:val="bottom"/>
          </w:tcPr>
          <w:p w:rsidR="00072354" w:rsidRPr="00072354" w:rsidRDefault="00072354" w:rsidP="00072354">
            <w:pPr>
              <w:pStyle w:val="TableBodyText"/>
              <w:ind w:left="346" w:hanging="340"/>
            </w:pPr>
            <w:r w:rsidRPr="00072354">
              <w:t xml:space="preserve">  0.9</w:t>
            </w:r>
          </w:p>
        </w:tc>
        <w:tc>
          <w:tcPr>
            <w:tcW w:w="448" w:type="pct"/>
            <w:shd w:val="clear" w:color="auto" w:fill="auto"/>
            <w:vAlign w:val="bottom"/>
          </w:tcPr>
          <w:p w:rsidR="00072354" w:rsidRPr="00072354" w:rsidRDefault="00072354" w:rsidP="00072354">
            <w:pPr>
              <w:pStyle w:val="TableBodyText"/>
              <w:ind w:left="346" w:hanging="340"/>
            </w:pPr>
            <w:r w:rsidRPr="00072354">
              <w:t xml:space="preserve">  2.2</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Misadventures to patients during surgical and medical care</w:t>
            </w:r>
          </w:p>
        </w:tc>
      </w:tr>
      <w:tr w:rsidR="00072354" w:rsidRPr="00144C25" w:rsidTr="00A0273E">
        <w:tc>
          <w:tcPr>
            <w:tcW w:w="946" w:type="pct"/>
            <w:shd w:val="clear" w:color="auto" w:fill="auto"/>
          </w:tcPr>
          <w:p w:rsidR="00072354" w:rsidRPr="00144C25"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0.2</w:t>
            </w:r>
          </w:p>
        </w:tc>
        <w:tc>
          <w:tcPr>
            <w:tcW w:w="451" w:type="pct"/>
            <w:vAlign w:val="bottom"/>
          </w:tcPr>
          <w:p w:rsidR="00072354" w:rsidRPr="00072354" w:rsidRDefault="00072354" w:rsidP="00072354">
            <w:pPr>
              <w:pStyle w:val="TableBodyText"/>
              <w:ind w:left="346" w:hanging="340"/>
            </w:pPr>
            <w:r w:rsidRPr="00072354">
              <w:t xml:space="preserve">  0.3</w:t>
            </w:r>
          </w:p>
        </w:tc>
        <w:tc>
          <w:tcPr>
            <w:tcW w:w="451" w:type="pct"/>
            <w:vAlign w:val="bottom"/>
          </w:tcPr>
          <w:p w:rsidR="00072354" w:rsidRPr="00072354" w:rsidRDefault="00072354" w:rsidP="00072354">
            <w:pPr>
              <w:pStyle w:val="TableBodyText"/>
              <w:ind w:left="346" w:hanging="340"/>
            </w:pPr>
            <w:r w:rsidRPr="00072354">
              <w:t xml:space="preserve">  0.3</w:t>
            </w:r>
          </w:p>
        </w:tc>
        <w:tc>
          <w:tcPr>
            <w:tcW w:w="451" w:type="pct"/>
            <w:vAlign w:val="bottom"/>
          </w:tcPr>
          <w:p w:rsidR="00072354" w:rsidRPr="00072354" w:rsidRDefault="00072354" w:rsidP="00072354">
            <w:pPr>
              <w:pStyle w:val="TableBodyText"/>
              <w:ind w:left="346" w:hanging="340"/>
            </w:pPr>
            <w:r w:rsidRPr="00072354">
              <w:t xml:space="preserve">  0.3</w:t>
            </w:r>
          </w:p>
        </w:tc>
        <w:tc>
          <w:tcPr>
            <w:tcW w:w="451" w:type="pct"/>
            <w:vAlign w:val="bottom"/>
          </w:tcPr>
          <w:p w:rsidR="00072354" w:rsidRPr="00072354" w:rsidRDefault="00072354" w:rsidP="00072354">
            <w:pPr>
              <w:pStyle w:val="TableBodyText"/>
              <w:ind w:left="346" w:hanging="340"/>
            </w:pPr>
            <w:r w:rsidRPr="00072354">
              <w:t xml:space="preserve">  0.2</w:t>
            </w:r>
          </w:p>
        </w:tc>
        <w:tc>
          <w:tcPr>
            <w:tcW w:w="451" w:type="pct"/>
            <w:vAlign w:val="bottom"/>
          </w:tcPr>
          <w:p w:rsidR="00072354" w:rsidRPr="00072354" w:rsidRDefault="00072354" w:rsidP="00072354">
            <w:pPr>
              <w:pStyle w:val="TableBodyText"/>
              <w:ind w:left="346" w:hanging="340"/>
            </w:pPr>
            <w:r w:rsidRPr="00072354">
              <w:t xml:space="preserve">  0.4</w:t>
            </w:r>
          </w:p>
        </w:tc>
        <w:tc>
          <w:tcPr>
            <w:tcW w:w="449" w:type="pct"/>
            <w:vAlign w:val="bottom"/>
          </w:tcPr>
          <w:p w:rsidR="00072354" w:rsidRPr="00072354" w:rsidRDefault="00072354" w:rsidP="00072354">
            <w:pPr>
              <w:pStyle w:val="TableBodyText"/>
              <w:ind w:left="346" w:hanging="340"/>
            </w:pPr>
            <w:r w:rsidRPr="00072354">
              <w:t xml:space="preserve">  0.3</w:t>
            </w:r>
          </w:p>
        </w:tc>
        <w:tc>
          <w:tcPr>
            <w:tcW w:w="450" w:type="pct"/>
            <w:vAlign w:val="bottom"/>
          </w:tcPr>
          <w:p w:rsidR="00072354" w:rsidRPr="00072354" w:rsidRDefault="00072354" w:rsidP="00072354">
            <w:pPr>
              <w:pStyle w:val="TableBodyText"/>
              <w:ind w:left="346" w:hanging="340"/>
            </w:pPr>
            <w:r w:rsidRPr="00072354">
              <w:t xml:space="preserve">  0.1</w:t>
            </w:r>
          </w:p>
        </w:tc>
        <w:tc>
          <w:tcPr>
            <w:tcW w:w="448" w:type="pct"/>
            <w:shd w:val="clear" w:color="auto" w:fill="auto"/>
            <w:vAlign w:val="bottom"/>
          </w:tcPr>
          <w:p w:rsidR="00072354" w:rsidRPr="00072354" w:rsidRDefault="00072354" w:rsidP="00072354">
            <w:pPr>
              <w:pStyle w:val="TableBodyText"/>
              <w:ind w:left="346" w:hanging="340"/>
            </w:pPr>
            <w:r w:rsidRPr="00072354">
              <w:t xml:space="preserve">  0.3</w:t>
            </w:r>
          </w:p>
        </w:tc>
      </w:tr>
      <w:tr w:rsidR="00072354" w:rsidTr="009A5C5F">
        <w:tc>
          <w:tcPr>
            <w:tcW w:w="5000" w:type="pct"/>
            <w:gridSpan w:val="10"/>
            <w:shd w:val="clear" w:color="auto" w:fill="auto"/>
          </w:tcPr>
          <w:p w:rsidR="00072354" w:rsidRDefault="00072354" w:rsidP="00F3636F">
            <w:pPr>
              <w:pStyle w:val="TableBodyText"/>
              <w:ind w:left="567" w:hanging="340"/>
              <w:jc w:val="left"/>
            </w:pPr>
            <w:r w:rsidRPr="00144C25">
              <w:t>Procedures causing abnormal reactions/complications</w:t>
            </w:r>
          </w:p>
        </w:tc>
      </w:tr>
      <w:tr w:rsidR="00072354" w:rsidRPr="00144C25" w:rsidTr="00A0273E">
        <w:tc>
          <w:tcPr>
            <w:tcW w:w="946" w:type="pct"/>
            <w:shd w:val="clear" w:color="auto" w:fill="auto"/>
          </w:tcPr>
          <w:p w:rsidR="00072354" w:rsidRPr="00144C25"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3.2</w:t>
            </w:r>
          </w:p>
        </w:tc>
        <w:tc>
          <w:tcPr>
            <w:tcW w:w="451" w:type="pct"/>
            <w:vAlign w:val="bottom"/>
          </w:tcPr>
          <w:p w:rsidR="00072354" w:rsidRPr="00072354" w:rsidRDefault="00072354" w:rsidP="00072354">
            <w:pPr>
              <w:pStyle w:val="TableBodyText"/>
              <w:ind w:left="346" w:hanging="340"/>
            </w:pPr>
            <w:r w:rsidRPr="00072354">
              <w:t xml:space="preserve">  3.3</w:t>
            </w:r>
          </w:p>
        </w:tc>
        <w:tc>
          <w:tcPr>
            <w:tcW w:w="451" w:type="pct"/>
            <w:vAlign w:val="bottom"/>
          </w:tcPr>
          <w:p w:rsidR="00072354" w:rsidRPr="00072354" w:rsidRDefault="00072354" w:rsidP="00072354">
            <w:pPr>
              <w:pStyle w:val="TableBodyText"/>
              <w:ind w:left="346" w:hanging="340"/>
            </w:pPr>
            <w:r w:rsidRPr="00072354">
              <w:t xml:space="preserve">  3.3</w:t>
            </w:r>
          </w:p>
        </w:tc>
        <w:tc>
          <w:tcPr>
            <w:tcW w:w="451" w:type="pct"/>
            <w:vAlign w:val="bottom"/>
          </w:tcPr>
          <w:p w:rsidR="00072354" w:rsidRPr="00072354" w:rsidRDefault="00072354" w:rsidP="00072354">
            <w:pPr>
              <w:pStyle w:val="TableBodyText"/>
              <w:ind w:left="346" w:hanging="340"/>
            </w:pPr>
            <w:r w:rsidRPr="00072354">
              <w:t xml:space="preserve">  3.2</w:t>
            </w:r>
          </w:p>
        </w:tc>
        <w:tc>
          <w:tcPr>
            <w:tcW w:w="451" w:type="pct"/>
            <w:vAlign w:val="bottom"/>
          </w:tcPr>
          <w:p w:rsidR="00072354" w:rsidRPr="00072354" w:rsidRDefault="00072354" w:rsidP="00072354">
            <w:pPr>
              <w:pStyle w:val="TableBodyText"/>
              <w:ind w:left="346" w:hanging="340"/>
            </w:pPr>
            <w:r w:rsidRPr="00072354">
              <w:t xml:space="preserve">  3.5</w:t>
            </w:r>
          </w:p>
        </w:tc>
        <w:tc>
          <w:tcPr>
            <w:tcW w:w="451" w:type="pct"/>
            <w:vAlign w:val="bottom"/>
          </w:tcPr>
          <w:p w:rsidR="00072354" w:rsidRPr="00072354" w:rsidRDefault="00072354" w:rsidP="00072354">
            <w:pPr>
              <w:pStyle w:val="TableBodyText"/>
              <w:ind w:left="346" w:hanging="340"/>
            </w:pPr>
            <w:r w:rsidRPr="00072354">
              <w:t xml:space="preserve">  4.5</w:t>
            </w:r>
          </w:p>
        </w:tc>
        <w:tc>
          <w:tcPr>
            <w:tcW w:w="449" w:type="pct"/>
            <w:vAlign w:val="bottom"/>
          </w:tcPr>
          <w:p w:rsidR="00072354" w:rsidRPr="00072354" w:rsidRDefault="00072354" w:rsidP="00072354">
            <w:pPr>
              <w:pStyle w:val="TableBodyText"/>
              <w:ind w:left="346" w:hanging="340"/>
            </w:pPr>
            <w:r w:rsidRPr="00072354">
              <w:t xml:space="preserve">  3.5</w:t>
            </w:r>
          </w:p>
        </w:tc>
        <w:tc>
          <w:tcPr>
            <w:tcW w:w="450" w:type="pct"/>
            <w:vAlign w:val="bottom"/>
          </w:tcPr>
          <w:p w:rsidR="00072354" w:rsidRPr="00072354" w:rsidRDefault="00072354" w:rsidP="00072354">
            <w:pPr>
              <w:pStyle w:val="TableBodyText"/>
              <w:ind w:left="346" w:hanging="340"/>
            </w:pPr>
            <w:r w:rsidRPr="00072354">
              <w:t xml:space="preserve">  2.0</w:t>
            </w:r>
          </w:p>
        </w:tc>
        <w:tc>
          <w:tcPr>
            <w:tcW w:w="448" w:type="pct"/>
            <w:shd w:val="clear" w:color="auto" w:fill="auto"/>
            <w:vAlign w:val="bottom"/>
          </w:tcPr>
          <w:p w:rsidR="00072354" w:rsidRPr="00072354" w:rsidRDefault="00072354" w:rsidP="00072354">
            <w:pPr>
              <w:pStyle w:val="TableBodyText"/>
              <w:ind w:left="346" w:hanging="340"/>
            </w:pPr>
            <w:r w:rsidRPr="00072354">
              <w:t xml:space="preserve">  3.3</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Other external causes of adverse events</w:t>
            </w:r>
          </w:p>
        </w:tc>
      </w:tr>
      <w:tr w:rsidR="00072354" w:rsidRPr="00144C25" w:rsidTr="00A0273E">
        <w:tc>
          <w:tcPr>
            <w:tcW w:w="946" w:type="pct"/>
            <w:shd w:val="clear" w:color="auto" w:fill="auto"/>
          </w:tcPr>
          <w:p w:rsidR="00072354" w:rsidRPr="00144C25"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0.1</w:t>
            </w:r>
          </w:p>
        </w:tc>
        <w:tc>
          <w:tcPr>
            <w:tcW w:w="451" w:type="pct"/>
            <w:vAlign w:val="bottom"/>
          </w:tcPr>
          <w:p w:rsidR="00072354" w:rsidRPr="00072354" w:rsidRDefault="00072354" w:rsidP="00072354">
            <w:pPr>
              <w:pStyle w:val="TableBodyText"/>
              <w:ind w:left="346" w:hanging="340"/>
            </w:pPr>
            <w:r w:rsidRPr="00072354">
              <w:t xml:space="preserve">  0.2</w:t>
            </w:r>
          </w:p>
        </w:tc>
        <w:tc>
          <w:tcPr>
            <w:tcW w:w="451" w:type="pct"/>
            <w:vAlign w:val="bottom"/>
          </w:tcPr>
          <w:p w:rsidR="00072354" w:rsidRPr="00072354" w:rsidRDefault="00072354" w:rsidP="00072354">
            <w:pPr>
              <w:pStyle w:val="TableBodyText"/>
              <w:ind w:left="346" w:hanging="340"/>
            </w:pPr>
            <w:r w:rsidRPr="00072354">
              <w:t xml:space="preserve">  0.1</w:t>
            </w:r>
          </w:p>
        </w:tc>
        <w:tc>
          <w:tcPr>
            <w:tcW w:w="451" w:type="pct"/>
            <w:vAlign w:val="bottom"/>
          </w:tcPr>
          <w:p w:rsidR="00072354" w:rsidRPr="00072354" w:rsidRDefault="00072354" w:rsidP="00072354">
            <w:pPr>
              <w:pStyle w:val="TableBodyText"/>
              <w:ind w:left="346" w:hanging="340"/>
            </w:pPr>
            <w:r w:rsidRPr="00072354">
              <w:t xml:space="preserve">  0.1</w:t>
            </w:r>
          </w:p>
        </w:tc>
        <w:tc>
          <w:tcPr>
            <w:tcW w:w="451" w:type="pct"/>
            <w:vAlign w:val="bottom"/>
          </w:tcPr>
          <w:p w:rsidR="00072354" w:rsidRPr="00072354" w:rsidRDefault="00072354" w:rsidP="00072354">
            <w:pPr>
              <w:pStyle w:val="TableBodyText"/>
              <w:ind w:left="346" w:hanging="340"/>
            </w:pPr>
            <w:r w:rsidRPr="00072354">
              <w:t xml:space="preserve">  0.2</w:t>
            </w:r>
          </w:p>
        </w:tc>
        <w:tc>
          <w:tcPr>
            <w:tcW w:w="451" w:type="pct"/>
            <w:vAlign w:val="bottom"/>
          </w:tcPr>
          <w:p w:rsidR="00072354" w:rsidRPr="00072354" w:rsidRDefault="00072354" w:rsidP="00072354">
            <w:pPr>
              <w:pStyle w:val="TableBodyText"/>
              <w:ind w:left="346" w:hanging="340"/>
            </w:pPr>
            <w:r w:rsidRPr="00072354">
              <w:t xml:space="preserve">  0.1</w:t>
            </w:r>
          </w:p>
        </w:tc>
        <w:tc>
          <w:tcPr>
            <w:tcW w:w="449" w:type="pct"/>
            <w:vAlign w:val="bottom"/>
          </w:tcPr>
          <w:p w:rsidR="00072354" w:rsidRPr="00072354" w:rsidRDefault="00072354" w:rsidP="00072354">
            <w:pPr>
              <w:pStyle w:val="TableBodyText"/>
              <w:ind w:left="346" w:hanging="340"/>
            </w:pPr>
            <w:r w:rsidRPr="00072354">
              <w:t xml:space="preserve">  0.2</w:t>
            </w:r>
          </w:p>
        </w:tc>
        <w:tc>
          <w:tcPr>
            <w:tcW w:w="450" w:type="pct"/>
            <w:vAlign w:val="bottom"/>
          </w:tcPr>
          <w:p w:rsidR="00072354" w:rsidRPr="00072354" w:rsidRDefault="00072354" w:rsidP="00072354">
            <w:pPr>
              <w:pStyle w:val="TableBodyText"/>
              <w:ind w:left="346" w:hanging="340"/>
            </w:pPr>
            <w:r w:rsidRPr="00072354">
              <w:t xml:space="preserve">  0.1</w:t>
            </w:r>
          </w:p>
        </w:tc>
        <w:tc>
          <w:tcPr>
            <w:tcW w:w="448" w:type="pct"/>
            <w:shd w:val="clear" w:color="auto" w:fill="auto"/>
            <w:vAlign w:val="bottom"/>
          </w:tcPr>
          <w:p w:rsidR="00072354" w:rsidRPr="00072354" w:rsidRDefault="00072354" w:rsidP="00072354">
            <w:pPr>
              <w:pStyle w:val="TableBodyText"/>
              <w:ind w:left="346" w:hanging="340"/>
            </w:pPr>
            <w:r w:rsidRPr="00072354">
              <w:t xml:space="preserve">  0.1</w:t>
            </w:r>
          </w:p>
        </w:tc>
      </w:tr>
      <w:tr w:rsidR="00072354" w:rsidTr="009A5C5F">
        <w:tc>
          <w:tcPr>
            <w:tcW w:w="5000" w:type="pct"/>
            <w:gridSpan w:val="10"/>
            <w:shd w:val="clear" w:color="auto" w:fill="auto"/>
          </w:tcPr>
          <w:p w:rsidR="00072354" w:rsidRDefault="00072354" w:rsidP="0073379A">
            <w:pPr>
              <w:pStyle w:val="TableBodyText"/>
              <w:ind w:left="346" w:hanging="340"/>
              <w:jc w:val="left"/>
            </w:pPr>
            <w:r w:rsidRPr="00144C25">
              <w:t>Place of occurrence of injury and poisoning</w:t>
            </w:r>
            <w:r>
              <w:t>: Health service area</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6.1</w:t>
            </w:r>
          </w:p>
        </w:tc>
        <w:tc>
          <w:tcPr>
            <w:tcW w:w="451" w:type="pct"/>
            <w:vAlign w:val="bottom"/>
          </w:tcPr>
          <w:p w:rsidR="00072354" w:rsidRPr="00072354" w:rsidRDefault="00072354" w:rsidP="00072354">
            <w:pPr>
              <w:pStyle w:val="TableBodyText"/>
              <w:ind w:left="346" w:hanging="340"/>
            </w:pPr>
            <w:r w:rsidRPr="00072354">
              <w:t xml:space="preserve">  5.9</w:t>
            </w:r>
          </w:p>
        </w:tc>
        <w:tc>
          <w:tcPr>
            <w:tcW w:w="451" w:type="pct"/>
            <w:vAlign w:val="bottom"/>
          </w:tcPr>
          <w:p w:rsidR="00072354" w:rsidRPr="00072354" w:rsidRDefault="00072354" w:rsidP="00072354">
            <w:pPr>
              <w:pStyle w:val="TableBodyText"/>
              <w:ind w:left="346" w:hanging="340"/>
            </w:pPr>
            <w:r w:rsidRPr="00072354">
              <w:t xml:space="preserve">  5.9</w:t>
            </w:r>
          </w:p>
        </w:tc>
        <w:tc>
          <w:tcPr>
            <w:tcW w:w="451" w:type="pct"/>
            <w:vAlign w:val="bottom"/>
          </w:tcPr>
          <w:p w:rsidR="00072354" w:rsidRPr="00072354" w:rsidRDefault="00072354" w:rsidP="00072354">
            <w:pPr>
              <w:pStyle w:val="TableBodyText"/>
              <w:ind w:left="346" w:hanging="340"/>
            </w:pPr>
            <w:r w:rsidRPr="00072354">
              <w:t xml:space="preserve">  5.9</w:t>
            </w:r>
          </w:p>
        </w:tc>
        <w:tc>
          <w:tcPr>
            <w:tcW w:w="451" w:type="pct"/>
            <w:vAlign w:val="bottom"/>
          </w:tcPr>
          <w:p w:rsidR="00072354" w:rsidRPr="00072354" w:rsidRDefault="00072354" w:rsidP="00072354">
            <w:pPr>
              <w:pStyle w:val="TableBodyText"/>
              <w:ind w:left="346" w:hanging="340"/>
            </w:pPr>
            <w:r w:rsidRPr="00072354">
              <w:t xml:space="preserve">  6.5</w:t>
            </w:r>
          </w:p>
        </w:tc>
        <w:tc>
          <w:tcPr>
            <w:tcW w:w="451" w:type="pct"/>
            <w:vAlign w:val="bottom"/>
          </w:tcPr>
          <w:p w:rsidR="00072354" w:rsidRPr="00072354" w:rsidRDefault="00072354" w:rsidP="00072354">
            <w:pPr>
              <w:pStyle w:val="TableBodyText"/>
              <w:ind w:left="346" w:hanging="340"/>
            </w:pPr>
            <w:r w:rsidRPr="00072354">
              <w:t xml:space="preserve">  7.6</w:t>
            </w:r>
          </w:p>
        </w:tc>
        <w:tc>
          <w:tcPr>
            <w:tcW w:w="449" w:type="pct"/>
            <w:vAlign w:val="bottom"/>
          </w:tcPr>
          <w:p w:rsidR="00072354" w:rsidRPr="00072354" w:rsidRDefault="00072354" w:rsidP="00072354">
            <w:pPr>
              <w:pStyle w:val="TableBodyText"/>
              <w:ind w:left="346" w:hanging="340"/>
            </w:pPr>
            <w:r w:rsidRPr="00072354">
              <w:t xml:space="preserve">  6.1</w:t>
            </w:r>
          </w:p>
        </w:tc>
        <w:tc>
          <w:tcPr>
            <w:tcW w:w="450" w:type="pct"/>
            <w:vAlign w:val="bottom"/>
          </w:tcPr>
          <w:p w:rsidR="00072354" w:rsidRPr="00072354" w:rsidRDefault="00072354" w:rsidP="00072354">
            <w:pPr>
              <w:pStyle w:val="TableBodyText"/>
              <w:ind w:left="346" w:hanging="340"/>
            </w:pPr>
            <w:r w:rsidRPr="00072354">
              <w:t xml:space="preserve">  3.0</w:t>
            </w:r>
          </w:p>
        </w:tc>
        <w:tc>
          <w:tcPr>
            <w:tcW w:w="448" w:type="pct"/>
            <w:shd w:val="clear" w:color="auto" w:fill="auto"/>
            <w:vAlign w:val="bottom"/>
          </w:tcPr>
          <w:p w:rsidR="00072354" w:rsidRPr="00072354" w:rsidRDefault="00072354" w:rsidP="00072354">
            <w:pPr>
              <w:pStyle w:val="TableBodyText"/>
              <w:ind w:left="346" w:hanging="340"/>
            </w:pPr>
            <w:r w:rsidRPr="00072354">
              <w:t xml:space="preserve">  6.0</w:t>
            </w:r>
          </w:p>
        </w:tc>
      </w:tr>
      <w:tr w:rsidR="00072354" w:rsidTr="009A5C5F">
        <w:tc>
          <w:tcPr>
            <w:tcW w:w="5000" w:type="pct"/>
            <w:gridSpan w:val="10"/>
            <w:shd w:val="clear" w:color="auto" w:fill="auto"/>
          </w:tcPr>
          <w:p w:rsidR="00072354" w:rsidRDefault="00072354" w:rsidP="0073379A">
            <w:pPr>
              <w:pStyle w:val="TableBodyText"/>
              <w:ind w:left="346" w:hanging="340"/>
              <w:jc w:val="left"/>
            </w:pPr>
            <w:r w:rsidRPr="00144C25">
              <w:t>Diagnoses</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Selected post-procedural disorders</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0.9</w:t>
            </w:r>
          </w:p>
        </w:tc>
        <w:tc>
          <w:tcPr>
            <w:tcW w:w="451" w:type="pct"/>
            <w:vAlign w:val="bottom"/>
          </w:tcPr>
          <w:p w:rsidR="00072354" w:rsidRPr="00072354" w:rsidRDefault="00072354" w:rsidP="00072354">
            <w:pPr>
              <w:pStyle w:val="TableBodyText"/>
              <w:ind w:left="346" w:hanging="340"/>
            </w:pPr>
            <w:r w:rsidRPr="00072354">
              <w:t xml:space="preserve">  0.7</w:t>
            </w:r>
          </w:p>
        </w:tc>
        <w:tc>
          <w:tcPr>
            <w:tcW w:w="451" w:type="pct"/>
            <w:vAlign w:val="bottom"/>
          </w:tcPr>
          <w:p w:rsidR="00072354" w:rsidRPr="00072354" w:rsidRDefault="00072354" w:rsidP="00072354">
            <w:pPr>
              <w:pStyle w:val="TableBodyText"/>
              <w:ind w:left="346" w:hanging="340"/>
            </w:pPr>
            <w:r w:rsidRPr="00072354">
              <w:t xml:space="preserve">  0.8</w:t>
            </w:r>
          </w:p>
        </w:tc>
        <w:tc>
          <w:tcPr>
            <w:tcW w:w="451" w:type="pct"/>
            <w:vAlign w:val="bottom"/>
          </w:tcPr>
          <w:p w:rsidR="00072354" w:rsidRPr="00072354" w:rsidRDefault="00072354" w:rsidP="00072354">
            <w:pPr>
              <w:pStyle w:val="TableBodyText"/>
              <w:ind w:left="346" w:hanging="340"/>
            </w:pPr>
            <w:r w:rsidRPr="00072354">
              <w:t xml:space="preserve">  0.8</w:t>
            </w:r>
          </w:p>
        </w:tc>
        <w:tc>
          <w:tcPr>
            <w:tcW w:w="451" w:type="pct"/>
            <w:vAlign w:val="bottom"/>
          </w:tcPr>
          <w:p w:rsidR="00072354" w:rsidRPr="00072354" w:rsidRDefault="00072354" w:rsidP="00072354">
            <w:pPr>
              <w:pStyle w:val="TableBodyText"/>
              <w:ind w:left="346" w:hanging="340"/>
            </w:pPr>
            <w:r w:rsidRPr="00072354">
              <w:t xml:space="preserve">  1.1</w:t>
            </w:r>
          </w:p>
        </w:tc>
        <w:tc>
          <w:tcPr>
            <w:tcW w:w="451" w:type="pct"/>
            <w:vAlign w:val="bottom"/>
          </w:tcPr>
          <w:p w:rsidR="00072354" w:rsidRPr="00072354" w:rsidRDefault="00072354" w:rsidP="00072354">
            <w:pPr>
              <w:pStyle w:val="TableBodyText"/>
              <w:ind w:left="346" w:hanging="340"/>
            </w:pPr>
            <w:r w:rsidRPr="00072354">
              <w:t xml:space="preserve">  1.2</w:t>
            </w:r>
          </w:p>
        </w:tc>
        <w:tc>
          <w:tcPr>
            <w:tcW w:w="449" w:type="pct"/>
            <w:vAlign w:val="bottom"/>
          </w:tcPr>
          <w:p w:rsidR="00072354" w:rsidRPr="00072354" w:rsidRDefault="00072354" w:rsidP="00072354">
            <w:pPr>
              <w:pStyle w:val="TableBodyText"/>
              <w:ind w:left="346" w:hanging="340"/>
            </w:pPr>
            <w:r w:rsidRPr="00072354">
              <w:t xml:space="preserve">  1.1</w:t>
            </w:r>
          </w:p>
        </w:tc>
        <w:tc>
          <w:tcPr>
            <w:tcW w:w="450" w:type="pct"/>
            <w:vAlign w:val="bottom"/>
          </w:tcPr>
          <w:p w:rsidR="00072354" w:rsidRPr="00072354" w:rsidRDefault="00072354" w:rsidP="00072354">
            <w:pPr>
              <w:pStyle w:val="TableBodyText"/>
              <w:ind w:left="346" w:hanging="340"/>
            </w:pPr>
            <w:r w:rsidRPr="00072354">
              <w:t xml:space="preserve">  0.4</w:t>
            </w:r>
          </w:p>
        </w:tc>
        <w:tc>
          <w:tcPr>
            <w:tcW w:w="448" w:type="pct"/>
            <w:shd w:val="clear" w:color="auto" w:fill="auto"/>
            <w:vAlign w:val="bottom"/>
          </w:tcPr>
          <w:p w:rsidR="00072354" w:rsidRPr="00072354" w:rsidRDefault="00072354" w:rsidP="00072354">
            <w:pPr>
              <w:pStyle w:val="TableBodyText"/>
              <w:ind w:left="346" w:hanging="340"/>
            </w:pPr>
            <w:r w:rsidRPr="00072354">
              <w:t xml:space="preserve">  0.8</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Haemorrhage and haematoma complicating a procedure</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0.5</w:t>
            </w:r>
          </w:p>
        </w:tc>
        <w:tc>
          <w:tcPr>
            <w:tcW w:w="451" w:type="pct"/>
            <w:vAlign w:val="bottom"/>
          </w:tcPr>
          <w:p w:rsidR="00072354" w:rsidRPr="00072354" w:rsidRDefault="00072354" w:rsidP="00072354">
            <w:pPr>
              <w:pStyle w:val="TableBodyText"/>
              <w:ind w:left="346" w:hanging="340"/>
            </w:pPr>
            <w:r w:rsidRPr="00072354">
              <w:t xml:space="preserve">  0.5</w:t>
            </w:r>
          </w:p>
        </w:tc>
        <w:tc>
          <w:tcPr>
            <w:tcW w:w="451" w:type="pct"/>
            <w:vAlign w:val="bottom"/>
          </w:tcPr>
          <w:p w:rsidR="00072354" w:rsidRPr="00072354" w:rsidRDefault="00072354" w:rsidP="00072354">
            <w:pPr>
              <w:pStyle w:val="TableBodyText"/>
              <w:ind w:left="346" w:hanging="340"/>
            </w:pPr>
            <w:r w:rsidRPr="00072354">
              <w:t xml:space="preserve">  0.4</w:t>
            </w:r>
          </w:p>
        </w:tc>
        <w:tc>
          <w:tcPr>
            <w:tcW w:w="451" w:type="pct"/>
            <w:vAlign w:val="bottom"/>
          </w:tcPr>
          <w:p w:rsidR="00072354" w:rsidRPr="00072354" w:rsidRDefault="00072354" w:rsidP="00072354">
            <w:pPr>
              <w:pStyle w:val="TableBodyText"/>
              <w:ind w:left="346" w:hanging="340"/>
            </w:pPr>
            <w:r w:rsidRPr="00072354">
              <w:t xml:space="preserve">  0.5</w:t>
            </w:r>
          </w:p>
        </w:tc>
        <w:tc>
          <w:tcPr>
            <w:tcW w:w="451" w:type="pct"/>
            <w:vAlign w:val="bottom"/>
          </w:tcPr>
          <w:p w:rsidR="00072354" w:rsidRPr="00072354" w:rsidRDefault="00072354" w:rsidP="00072354">
            <w:pPr>
              <w:pStyle w:val="TableBodyText"/>
              <w:ind w:left="346" w:hanging="340"/>
            </w:pPr>
            <w:r w:rsidRPr="00072354">
              <w:t xml:space="preserve">  0.4</w:t>
            </w:r>
          </w:p>
        </w:tc>
        <w:tc>
          <w:tcPr>
            <w:tcW w:w="451" w:type="pct"/>
            <w:vAlign w:val="bottom"/>
          </w:tcPr>
          <w:p w:rsidR="00072354" w:rsidRPr="00072354" w:rsidRDefault="00072354" w:rsidP="00072354">
            <w:pPr>
              <w:pStyle w:val="TableBodyText"/>
              <w:ind w:left="346" w:hanging="340"/>
            </w:pPr>
            <w:r w:rsidRPr="00072354">
              <w:t xml:space="preserve">  0.5</w:t>
            </w:r>
          </w:p>
        </w:tc>
        <w:tc>
          <w:tcPr>
            <w:tcW w:w="449" w:type="pct"/>
            <w:vAlign w:val="bottom"/>
          </w:tcPr>
          <w:p w:rsidR="00072354" w:rsidRPr="00072354" w:rsidRDefault="00072354" w:rsidP="00072354">
            <w:pPr>
              <w:pStyle w:val="TableBodyText"/>
              <w:ind w:left="346" w:hanging="340"/>
            </w:pPr>
            <w:r w:rsidRPr="00072354">
              <w:t xml:space="preserve">  0.5</w:t>
            </w:r>
          </w:p>
        </w:tc>
        <w:tc>
          <w:tcPr>
            <w:tcW w:w="450" w:type="pct"/>
            <w:vAlign w:val="bottom"/>
          </w:tcPr>
          <w:p w:rsidR="00072354" w:rsidRPr="00072354" w:rsidRDefault="00072354" w:rsidP="00072354">
            <w:pPr>
              <w:pStyle w:val="TableBodyText"/>
              <w:ind w:left="346" w:hanging="340"/>
            </w:pPr>
            <w:r w:rsidRPr="00072354">
              <w:t xml:space="preserve">  0.3</w:t>
            </w:r>
          </w:p>
        </w:tc>
        <w:tc>
          <w:tcPr>
            <w:tcW w:w="448" w:type="pct"/>
            <w:shd w:val="clear" w:color="auto" w:fill="auto"/>
            <w:vAlign w:val="bottom"/>
          </w:tcPr>
          <w:p w:rsidR="00072354" w:rsidRPr="00072354" w:rsidRDefault="00072354" w:rsidP="00072354">
            <w:pPr>
              <w:pStyle w:val="TableBodyText"/>
              <w:ind w:left="346" w:hanging="340"/>
            </w:pPr>
            <w:r w:rsidRPr="00072354">
              <w:t xml:space="preserve">  0.5</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Infection following a procedure</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0.5</w:t>
            </w:r>
          </w:p>
        </w:tc>
        <w:tc>
          <w:tcPr>
            <w:tcW w:w="451" w:type="pct"/>
            <w:vAlign w:val="bottom"/>
          </w:tcPr>
          <w:p w:rsidR="00072354" w:rsidRPr="00072354" w:rsidRDefault="00072354" w:rsidP="00072354">
            <w:pPr>
              <w:pStyle w:val="TableBodyText"/>
              <w:ind w:left="346" w:hanging="340"/>
            </w:pPr>
            <w:r w:rsidRPr="00072354">
              <w:t xml:space="preserve">  0.4</w:t>
            </w:r>
          </w:p>
        </w:tc>
        <w:tc>
          <w:tcPr>
            <w:tcW w:w="451" w:type="pct"/>
            <w:vAlign w:val="bottom"/>
          </w:tcPr>
          <w:p w:rsidR="00072354" w:rsidRPr="00072354" w:rsidRDefault="00072354" w:rsidP="00072354">
            <w:pPr>
              <w:pStyle w:val="TableBodyText"/>
              <w:ind w:left="346" w:hanging="340"/>
            </w:pPr>
            <w:r w:rsidRPr="00072354">
              <w:t xml:space="preserve">  0.5</w:t>
            </w:r>
          </w:p>
        </w:tc>
        <w:tc>
          <w:tcPr>
            <w:tcW w:w="451" w:type="pct"/>
            <w:vAlign w:val="bottom"/>
          </w:tcPr>
          <w:p w:rsidR="00072354" w:rsidRPr="00072354" w:rsidRDefault="00072354" w:rsidP="00072354">
            <w:pPr>
              <w:pStyle w:val="TableBodyText"/>
              <w:ind w:left="346" w:hanging="340"/>
            </w:pPr>
            <w:r w:rsidRPr="00072354">
              <w:t xml:space="preserve">  0.4</w:t>
            </w:r>
          </w:p>
        </w:tc>
        <w:tc>
          <w:tcPr>
            <w:tcW w:w="451" w:type="pct"/>
            <w:vAlign w:val="bottom"/>
          </w:tcPr>
          <w:p w:rsidR="00072354" w:rsidRPr="00072354" w:rsidRDefault="00072354" w:rsidP="00072354">
            <w:pPr>
              <w:pStyle w:val="TableBodyText"/>
              <w:ind w:left="346" w:hanging="340"/>
            </w:pPr>
            <w:r w:rsidRPr="00072354">
              <w:t xml:space="preserve">  0.4</w:t>
            </w:r>
          </w:p>
        </w:tc>
        <w:tc>
          <w:tcPr>
            <w:tcW w:w="451" w:type="pct"/>
            <w:vAlign w:val="bottom"/>
          </w:tcPr>
          <w:p w:rsidR="00072354" w:rsidRPr="00072354" w:rsidRDefault="00072354" w:rsidP="00072354">
            <w:pPr>
              <w:pStyle w:val="TableBodyText"/>
              <w:ind w:left="346" w:hanging="340"/>
            </w:pPr>
            <w:r w:rsidRPr="00072354">
              <w:t xml:space="preserve">  0.5</w:t>
            </w:r>
          </w:p>
        </w:tc>
        <w:tc>
          <w:tcPr>
            <w:tcW w:w="449" w:type="pct"/>
            <w:vAlign w:val="bottom"/>
          </w:tcPr>
          <w:p w:rsidR="00072354" w:rsidRPr="00072354" w:rsidRDefault="00072354" w:rsidP="00072354">
            <w:pPr>
              <w:pStyle w:val="TableBodyText"/>
              <w:ind w:left="346" w:hanging="340"/>
            </w:pPr>
            <w:r w:rsidRPr="00072354">
              <w:t xml:space="preserve">  0.4</w:t>
            </w:r>
          </w:p>
        </w:tc>
        <w:tc>
          <w:tcPr>
            <w:tcW w:w="450" w:type="pct"/>
            <w:vAlign w:val="bottom"/>
          </w:tcPr>
          <w:p w:rsidR="00072354" w:rsidRPr="00072354" w:rsidRDefault="00072354" w:rsidP="00072354">
            <w:pPr>
              <w:pStyle w:val="TableBodyText"/>
              <w:ind w:left="346" w:hanging="340"/>
            </w:pPr>
            <w:r w:rsidRPr="00072354">
              <w:t xml:space="preserve">  0.4</w:t>
            </w:r>
          </w:p>
        </w:tc>
        <w:tc>
          <w:tcPr>
            <w:tcW w:w="448" w:type="pct"/>
            <w:shd w:val="clear" w:color="auto" w:fill="auto"/>
            <w:vAlign w:val="bottom"/>
          </w:tcPr>
          <w:p w:rsidR="00072354" w:rsidRPr="00072354" w:rsidRDefault="00072354" w:rsidP="00072354">
            <w:pPr>
              <w:pStyle w:val="TableBodyText"/>
              <w:ind w:left="346" w:hanging="340"/>
            </w:pPr>
            <w:r w:rsidRPr="00072354">
              <w:t xml:space="preserve">  0.4</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Complications of internal prosthetic devices</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1.2</w:t>
            </w:r>
          </w:p>
        </w:tc>
        <w:tc>
          <w:tcPr>
            <w:tcW w:w="451" w:type="pct"/>
            <w:vAlign w:val="bottom"/>
          </w:tcPr>
          <w:p w:rsidR="00072354" w:rsidRPr="00072354" w:rsidRDefault="00072354" w:rsidP="00072354">
            <w:pPr>
              <w:pStyle w:val="TableBodyText"/>
              <w:ind w:left="346" w:hanging="340"/>
            </w:pPr>
            <w:r w:rsidRPr="00072354">
              <w:t xml:space="preserve">  1.3</w:t>
            </w:r>
          </w:p>
        </w:tc>
        <w:tc>
          <w:tcPr>
            <w:tcW w:w="451" w:type="pct"/>
            <w:vAlign w:val="bottom"/>
          </w:tcPr>
          <w:p w:rsidR="00072354" w:rsidRPr="00072354" w:rsidRDefault="00072354" w:rsidP="00072354">
            <w:pPr>
              <w:pStyle w:val="TableBodyText"/>
              <w:ind w:left="346" w:hanging="340"/>
            </w:pPr>
            <w:r w:rsidRPr="00072354">
              <w:t xml:space="preserve">  1.3</w:t>
            </w:r>
          </w:p>
        </w:tc>
        <w:tc>
          <w:tcPr>
            <w:tcW w:w="451" w:type="pct"/>
            <w:vAlign w:val="bottom"/>
          </w:tcPr>
          <w:p w:rsidR="00072354" w:rsidRPr="00072354" w:rsidRDefault="00072354" w:rsidP="00072354">
            <w:pPr>
              <w:pStyle w:val="TableBodyText"/>
              <w:ind w:left="346" w:hanging="340"/>
            </w:pPr>
            <w:r w:rsidRPr="00072354">
              <w:t xml:space="preserve">  1.1</w:t>
            </w:r>
          </w:p>
        </w:tc>
        <w:tc>
          <w:tcPr>
            <w:tcW w:w="451" w:type="pct"/>
            <w:vAlign w:val="bottom"/>
          </w:tcPr>
          <w:p w:rsidR="00072354" w:rsidRPr="00072354" w:rsidRDefault="00072354" w:rsidP="00072354">
            <w:pPr>
              <w:pStyle w:val="TableBodyText"/>
              <w:ind w:left="346" w:hanging="340"/>
            </w:pPr>
            <w:r w:rsidRPr="00072354">
              <w:t xml:space="preserve">  1.2</w:t>
            </w:r>
          </w:p>
        </w:tc>
        <w:tc>
          <w:tcPr>
            <w:tcW w:w="451" w:type="pct"/>
            <w:vAlign w:val="bottom"/>
          </w:tcPr>
          <w:p w:rsidR="00072354" w:rsidRPr="00072354" w:rsidRDefault="00072354" w:rsidP="00072354">
            <w:pPr>
              <w:pStyle w:val="TableBodyText"/>
              <w:ind w:left="346" w:hanging="340"/>
            </w:pPr>
            <w:r w:rsidRPr="00072354">
              <w:t xml:space="preserve">  1.2</w:t>
            </w:r>
          </w:p>
        </w:tc>
        <w:tc>
          <w:tcPr>
            <w:tcW w:w="449" w:type="pct"/>
            <w:vAlign w:val="bottom"/>
          </w:tcPr>
          <w:p w:rsidR="00072354" w:rsidRPr="00072354" w:rsidRDefault="00072354" w:rsidP="00072354">
            <w:pPr>
              <w:pStyle w:val="TableBodyText"/>
              <w:ind w:left="346" w:hanging="340"/>
            </w:pPr>
            <w:r w:rsidRPr="00072354">
              <w:t xml:space="preserve">  1.4</w:t>
            </w:r>
          </w:p>
        </w:tc>
        <w:tc>
          <w:tcPr>
            <w:tcW w:w="450" w:type="pct"/>
            <w:vAlign w:val="bottom"/>
          </w:tcPr>
          <w:p w:rsidR="00072354" w:rsidRPr="00072354" w:rsidRDefault="00072354" w:rsidP="00072354">
            <w:pPr>
              <w:pStyle w:val="TableBodyText"/>
              <w:ind w:left="346" w:hanging="340"/>
            </w:pPr>
            <w:r w:rsidRPr="00072354">
              <w:t xml:space="preserve">  0.8</w:t>
            </w:r>
          </w:p>
        </w:tc>
        <w:tc>
          <w:tcPr>
            <w:tcW w:w="448" w:type="pct"/>
            <w:shd w:val="clear" w:color="auto" w:fill="auto"/>
            <w:vAlign w:val="bottom"/>
          </w:tcPr>
          <w:p w:rsidR="00072354" w:rsidRPr="00072354" w:rsidRDefault="00072354" w:rsidP="00072354">
            <w:pPr>
              <w:pStyle w:val="TableBodyText"/>
              <w:ind w:left="346" w:hanging="340"/>
            </w:pPr>
            <w:r w:rsidRPr="00072354">
              <w:t xml:space="preserve">  1.2</w:t>
            </w:r>
          </w:p>
        </w:tc>
      </w:tr>
      <w:tr w:rsidR="00072354" w:rsidTr="009A5C5F">
        <w:tc>
          <w:tcPr>
            <w:tcW w:w="5000" w:type="pct"/>
            <w:gridSpan w:val="10"/>
            <w:shd w:val="clear" w:color="auto" w:fill="auto"/>
          </w:tcPr>
          <w:p w:rsidR="00072354" w:rsidRDefault="00072354" w:rsidP="0073379A">
            <w:pPr>
              <w:pStyle w:val="TableBodyText"/>
              <w:ind w:left="567" w:hanging="340"/>
              <w:jc w:val="left"/>
            </w:pPr>
            <w:r w:rsidRPr="00144C25">
              <w:t>Other diagnoses of complications of medical and surgical care</w:t>
            </w:r>
          </w:p>
        </w:tc>
      </w:tr>
      <w:tr w:rsidR="00072354" w:rsidTr="00A0273E">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pPr>
            <w:r w:rsidRPr="00072354">
              <w:t xml:space="preserve">  0.7</w:t>
            </w:r>
          </w:p>
        </w:tc>
        <w:tc>
          <w:tcPr>
            <w:tcW w:w="451" w:type="pct"/>
            <w:vAlign w:val="bottom"/>
          </w:tcPr>
          <w:p w:rsidR="00072354" w:rsidRPr="00072354" w:rsidRDefault="00072354" w:rsidP="00072354">
            <w:pPr>
              <w:pStyle w:val="TableBodyText"/>
              <w:ind w:left="346" w:hanging="340"/>
            </w:pPr>
            <w:r w:rsidRPr="00072354">
              <w:t xml:space="preserve">  1.1</w:t>
            </w:r>
          </w:p>
        </w:tc>
        <w:tc>
          <w:tcPr>
            <w:tcW w:w="451" w:type="pct"/>
            <w:vAlign w:val="bottom"/>
          </w:tcPr>
          <w:p w:rsidR="00072354" w:rsidRPr="00072354" w:rsidRDefault="00072354" w:rsidP="00072354">
            <w:pPr>
              <w:pStyle w:val="TableBodyText"/>
              <w:ind w:left="346" w:hanging="340"/>
            </w:pPr>
            <w:r w:rsidRPr="00072354">
              <w:t xml:space="preserve">  0.8</w:t>
            </w:r>
          </w:p>
        </w:tc>
        <w:tc>
          <w:tcPr>
            <w:tcW w:w="451" w:type="pct"/>
            <w:vAlign w:val="bottom"/>
          </w:tcPr>
          <w:p w:rsidR="00072354" w:rsidRPr="00072354" w:rsidRDefault="00072354" w:rsidP="00072354">
            <w:pPr>
              <w:pStyle w:val="TableBodyText"/>
              <w:ind w:left="346" w:hanging="340"/>
            </w:pPr>
            <w:r w:rsidRPr="00072354">
              <w:t xml:space="preserve">  0.8</w:t>
            </w:r>
          </w:p>
        </w:tc>
        <w:tc>
          <w:tcPr>
            <w:tcW w:w="451" w:type="pct"/>
            <w:vAlign w:val="bottom"/>
          </w:tcPr>
          <w:p w:rsidR="00072354" w:rsidRPr="00072354" w:rsidRDefault="00072354" w:rsidP="00072354">
            <w:pPr>
              <w:pStyle w:val="TableBodyText"/>
              <w:ind w:left="346" w:hanging="340"/>
            </w:pPr>
            <w:r w:rsidRPr="00072354">
              <w:t xml:space="preserve">  0.8</w:t>
            </w:r>
          </w:p>
        </w:tc>
        <w:tc>
          <w:tcPr>
            <w:tcW w:w="451" w:type="pct"/>
            <w:vAlign w:val="bottom"/>
          </w:tcPr>
          <w:p w:rsidR="00072354" w:rsidRPr="00072354" w:rsidRDefault="00072354" w:rsidP="00072354">
            <w:pPr>
              <w:pStyle w:val="TableBodyText"/>
              <w:ind w:left="346" w:hanging="340"/>
            </w:pPr>
            <w:r w:rsidRPr="00072354">
              <w:t xml:space="preserve">  1.1</w:t>
            </w:r>
          </w:p>
        </w:tc>
        <w:tc>
          <w:tcPr>
            <w:tcW w:w="449" w:type="pct"/>
            <w:vAlign w:val="bottom"/>
          </w:tcPr>
          <w:p w:rsidR="00072354" w:rsidRPr="00072354" w:rsidRDefault="00072354" w:rsidP="00072354">
            <w:pPr>
              <w:pStyle w:val="TableBodyText"/>
              <w:ind w:left="346" w:hanging="340"/>
            </w:pPr>
            <w:r w:rsidRPr="00072354">
              <w:t xml:space="preserve">  0.7</w:t>
            </w:r>
          </w:p>
        </w:tc>
        <w:tc>
          <w:tcPr>
            <w:tcW w:w="450" w:type="pct"/>
            <w:vAlign w:val="bottom"/>
          </w:tcPr>
          <w:p w:rsidR="00072354" w:rsidRPr="00072354" w:rsidRDefault="00072354" w:rsidP="00072354">
            <w:pPr>
              <w:pStyle w:val="TableBodyText"/>
              <w:ind w:left="346" w:hanging="340"/>
            </w:pPr>
            <w:r w:rsidRPr="00072354">
              <w:t xml:space="preserve">  0.6</w:t>
            </w:r>
          </w:p>
        </w:tc>
        <w:tc>
          <w:tcPr>
            <w:tcW w:w="448" w:type="pct"/>
            <w:shd w:val="clear" w:color="auto" w:fill="auto"/>
            <w:vAlign w:val="bottom"/>
          </w:tcPr>
          <w:p w:rsidR="00072354" w:rsidRPr="00072354" w:rsidRDefault="00072354" w:rsidP="00072354">
            <w:pPr>
              <w:pStyle w:val="TableBodyText"/>
              <w:ind w:left="346" w:hanging="340"/>
            </w:pPr>
            <w:r w:rsidRPr="00072354">
              <w:t xml:space="preserve">  0.8</w:t>
            </w:r>
          </w:p>
        </w:tc>
      </w:tr>
      <w:tr w:rsidR="00072354" w:rsidTr="009A5C5F">
        <w:tc>
          <w:tcPr>
            <w:tcW w:w="5000" w:type="pct"/>
            <w:gridSpan w:val="10"/>
            <w:shd w:val="clear" w:color="auto" w:fill="auto"/>
          </w:tcPr>
          <w:p w:rsidR="00072354" w:rsidRPr="00160528" w:rsidRDefault="00072354" w:rsidP="00160528">
            <w:pPr>
              <w:pStyle w:val="TableBodyText"/>
              <w:ind w:left="340" w:hanging="340"/>
              <w:jc w:val="both"/>
              <w:rPr>
                <w:b/>
              </w:rPr>
            </w:pPr>
            <w:r w:rsidRPr="00160528">
              <w:rPr>
                <w:b/>
              </w:rPr>
              <w:t>Total (any of the above)</w:t>
            </w:r>
            <w:r w:rsidRPr="00160528">
              <w:rPr>
                <w:rStyle w:val="NoteLabel"/>
                <w:szCs w:val="24"/>
              </w:rPr>
              <w:t>c</w:t>
            </w:r>
          </w:p>
        </w:tc>
      </w:tr>
      <w:tr w:rsidR="00072354" w:rsidTr="00D13F82">
        <w:tc>
          <w:tcPr>
            <w:tcW w:w="946" w:type="pct"/>
            <w:shd w:val="clear" w:color="auto" w:fill="auto"/>
          </w:tcPr>
          <w:p w:rsidR="00072354" w:rsidRDefault="00072354" w:rsidP="00144C25">
            <w:pPr>
              <w:pStyle w:val="TableBodyText"/>
              <w:ind w:left="346" w:hanging="340"/>
            </w:pPr>
          </w:p>
        </w:tc>
        <w:tc>
          <w:tcPr>
            <w:tcW w:w="452" w:type="pct"/>
            <w:shd w:val="clear" w:color="auto" w:fill="auto"/>
            <w:vAlign w:val="bottom"/>
          </w:tcPr>
          <w:p w:rsidR="00072354" w:rsidRPr="00072354" w:rsidRDefault="00072354" w:rsidP="00072354">
            <w:pPr>
              <w:pStyle w:val="TableBodyText"/>
              <w:ind w:left="346" w:hanging="340"/>
              <w:rPr>
                <w:b/>
              </w:rPr>
            </w:pPr>
            <w:r w:rsidRPr="00072354">
              <w:rPr>
                <w:b/>
              </w:rPr>
              <w:t xml:space="preserve">  6.3</w:t>
            </w:r>
          </w:p>
        </w:tc>
        <w:tc>
          <w:tcPr>
            <w:tcW w:w="451" w:type="pct"/>
            <w:vAlign w:val="bottom"/>
          </w:tcPr>
          <w:p w:rsidR="00072354" w:rsidRPr="00072354" w:rsidRDefault="00072354" w:rsidP="00072354">
            <w:pPr>
              <w:pStyle w:val="TableBodyText"/>
              <w:ind w:left="346" w:hanging="340"/>
              <w:rPr>
                <w:b/>
              </w:rPr>
            </w:pPr>
            <w:r w:rsidRPr="00072354">
              <w:rPr>
                <w:b/>
              </w:rPr>
              <w:t xml:space="preserve">  6.1</w:t>
            </w:r>
          </w:p>
        </w:tc>
        <w:tc>
          <w:tcPr>
            <w:tcW w:w="451" w:type="pct"/>
            <w:vAlign w:val="bottom"/>
          </w:tcPr>
          <w:p w:rsidR="00072354" w:rsidRPr="00072354" w:rsidRDefault="00072354" w:rsidP="00072354">
            <w:pPr>
              <w:pStyle w:val="TableBodyText"/>
              <w:ind w:left="346" w:hanging="340"/>
              <w:rPr>
                <w:b/>
              </w:rPr>
            </w:pPr>
            <w:r w:rsidRPr="00072354">
              <w:rPr>
                <w:b/>
              </w:rPr>
              <w:t xml:space="preserve">  6.0</w:t>
            </w:r>
          </w:p>
        </w:tc>
        <w:tc>
          <w:tcPr>
            <w:tcW w:w="451" w:type="pct"/>
            <w:vAlign w:val="bottom"/>
          </w:tcPr>
          <w:p w:rsidR="00072354" w:rsidRPr="00072354" w:rsidRDefault="00072354" w:rsidP="00072354">
            <w:pPr>
              <w:pStyle w:val="TableBodyText"/>
              <w:ind w:left="346" w:hanging="340"/>
              <w:rPr>
                <w:b/>
              </w:rPr>
            </w:pPr>
            <w:r w:rsidRPr="00072354">
              <w:rPr>
                <w:b/>
              </w:rPr>
              <w:t xml:space="preserve">  6.0</w:t>
            </w:r>
          </w:p>
        </w:tc>
        <w:tc>
          <w:tcPr>
            <w:tcW w:w="451" w:type="pct"/>
            <w:vAlign w:val="bottom"/>
          </w:tcPr>
          <w:p w:rsidR="00072354" w:rsidRPr="00072354" w:rsidRDefault="00072354" w:rsidP="00072354">
            <w:pPr>
              <w:pStyle w:val="TableBodyText"/>
              <w:ind w:left="346" w:hanging="340"/>
              <w:rPr>
                <w:b/>
              </w:rPr>
            </w:pPr>
            <w:r w:rsidRPr="00072354">
              <w:rPr>
                <w:b/>
              </w:rPr>
              <w:t xml:space="preserve">  6.7</w:t>
            </w:r>
          </w:p>
        </w:tc>
        <w:tc>
          <w:tcPr>
            <w:tcW w:w="451" w:type="pct"/>
            <w:vAlign w:val="bottom"/>
          </w:tcPr>
          <w:p w:rsidR="00072354" w:rsidRPr="00072354" w:rsidRDefault="00072354" w:rsidP="00072354">
            <w:pPr>
              <w:pStyle w:val="TableBodyText"/>
              <w:ind w:left="346" w:hanging="340"/>
              <w:rPr>
                <w:b/>
              </w:rPr>
            </w:pPr>
            <w:r w:rsidRPr="00072354">
              <w:rPr>
                <w:b/>
              </w:rPr>
              <w:t xml:space="preserve">  7.7</w:t>
            </w:r>
          </w:p>
        </w:tc>
        <w:tc>
          <w:tcPr>
            <w:tcW w:w="449" w:type="pct"/>
            <w:vAlign w:val="bottom"/>
          </w:tcPr>
          <w:p w:rsidR="00072354" w:rsidRPr="00072354" w:rsidRDefault="00072354" w:rsidP="00072354">
            <w:pPr>
              <w:pStyle w:val="TableBodyText"/>
              <w:ind w:left="346" w:hanging="340"/>
              <w:rPr>
                <w:b/>
              </w:rPr>
            </w:pPr>
            <w:r w:rsidRPr="00072354">
              <w:rPr>
                <w:b/>
              </w:rPr>
              <w:t xml:space="preserve">  6.3</w:t>
            </w:r>
          </w:p>
        </w:tc>
        <w:tc>
          <w:tcPr>
            <w:tcW w:w="450" w:type="pct"/>
            <w:vAlign w:val="bottom"/>
          </w:tcPr>
          <w:p w:rsidR="00072354" w:rsidRPr="00072354" w:rsidRDefault="00072354" w:rsidP="00072354">
            <w:pPr>
              <w:pStyle w:val="TableBodyText"/>
              <w:ind w:left="346" w:hanging="340"/>
              <w:rPr>
                <w:b/>
              </w:rPr>
            </w:pPr>
            <w:r w:rsidRPr="00072354">
              <w:rPr>
                <w:b/>
              </w:rPr>
              <w:t xml:space="preserve">  3.2</w:t>
            </w:r>
          </w:p>
        </w:tc>
        <w:tc>
          <w:tcPr>
            <w:tcW w:w="448" w:type="pct"/>
            <w:shd w:val="clear" w:color="auto" w:fill="auto"/>
            <w:vAlign w:val="bottom"/>
          </w:tcPr>
          <w:p w:rsidR="00072354" w:rsidRPr="00072354" w:rsidRDefault="00072354" w:rsidP="00072354">
            <w:pPr>
              <w:pStyle w:val="TableBodyText"/>
              <w:ind w:left="346" w:hanging="340"/>
              <w:rPr>
                <w:b/>
              </w:rPr>
            </w:pPr>
            <w:r w:rsidRPr="00072354">
              <w:rPr>
                <w:b/>
              </w:rPr>
              <w:t xml:space="preserve">  6.1</w:t>
            </w:r>
          </w:p>
        </w:tc>
      </w:tr>
      <w:tr w:rsidR="003470C1" w:rsidTr="00D10431">
        <w:tc>
          <w:tcPr>
            <w:tcW w:w="5000" w:type="pct"/>
            <w:gridSpan w:val="10"/>
            <w:shd w:val="clear" w:color="auto" w:fill="auto"/>
          </w:tcPr>
          <w:p w:rsidR="003470C1" w:rsidRPr="003470C1" w:rsidRDefault="00520F6A" w:rsidP="003470C1">
            <w:pPr>
              <w:pStyle w:val="TableBodyText"/>
              <w:ind w:left="346" w:hanging="340"/>
              <w:jc w:val="left"/>
              <w:rPr>
                <w:b/>
              </w:rPr>
            </w:pPr>
            <w:r>
              <w:rPr>
                <w:b/>
              </w:rPr>
              <w:t>Adverse events for overnight separations</w:t>
            </w:r>
          </w:p>
        </w:tc>
      </w:tr>
      <w:tr w:rsidR="00D13F82" w:rsidTr="00D10431">
        <w:tc>
          <w:tcPr>
            <w:tcW w:w="946" w:type="pct"/>
            <w:tcBorders>
              <w:bottom w:val="single" w:sz="4" w:space="0" w:color="auto"/>
            </w:tcBorders>
            <w:shd w:val="clear" w:color="auto" w:fill="auto"/>
          </w:tcPr>
          <w:p w:rsidR="00D13F82" w:rsidRDefault="00D13F82" w:rsidP="00144C25">
            <w:pPr>
              <w:pStyle w:val="TableBodyText"/>
              <w:ind w:left="346" w:hanging="340"/>
            </w:pPr>
          </w:p>
        </w:tc>
        <w:tc>
          <w:tcPr>
            <w:tcW w:w="452"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10.1</w:t>
            </w:r>
          </w:p>
        </w:tc>
        <w:tc>
          <w:tcPr>
            <w:tcW w:w="451"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11.8</w:t>
            </w:r>
          </w:p>
        </w:tc>
        <w:tc>
          <w:tcPr>
            <w:tcW w:w="451"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10.1</w:t>
            </w:r>
          </w:p>
        </w:tc>
        <w:tc>
          <w:tcPr>
            <w:tcW w:w="451"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10.7</w:t>
            </w:r>
          </w:p>
        </w:tc>
        <w:tc>
          <w:tcPr>
            <w:tcW w:w="451"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10.7</w:t>
            </w:r>
          </w:p>
        </w:tc>
        <w:tc>
          <w:tcPr>
            <w:tcW w:w="451"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12.0</w:t>
            </w:r>
          </w:p>
        </w:tc>
        <w:tc>
          <w:tcPr>
            <w:tcW w:w="449"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11.9</w:t>
            </w:r>
          </w:p>
        </w:tc>
        <w:tc>
          <w:tcPr>
            <w:tcW w:w="450"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7.9</w:t>
            </w:r>
          </w:p>
        </w:tc>
        <w:tc>
          <w:tcPr>
            <w:tcW w:w="448" w:type="pct"/>
            <w:tcBorders>
              <w:bottom w:val="single" w:sz="4" w:space="0" w:color="auto"/>
            </w:tcBorders>
            <w:shd w:val="clear" w:color="auto" w:fill="auto"/>
            <w:vAlign w:val="bottom"/>
          </w:tcPr>
          <w:p w:rsidR="00D13F82" w:rsidRPr="00072354" w:rsidRDefault="00520F6A" w:rsidP="00072354">
            <w:pPr>
              <w:pStyle w:val="TableBodyText"/>
              <w:ind w:left="346" w:hanging="340"/>
              <w:rPr>
                <w:b/>
              </w:rPr>
            </w:pPr>
            <w:r>
              <w:rPr>
                <w:b/>
              </w:rPr>
              <w:t>10.7</w:t>
            </w:r>
          </w:p>
        </w:tc>
      </w:tr>
    </w:tbl>
    <w:p w:rsidR="00CB2EB6" w:rsidRPr="00160528" w:rsidRDefault="00CB2EB6" w:rsidP="00160528">
      <w:pPr>
        <w:pStyle w:val="Note"/>
      </w:pPr>
      <w:r w:rsidRPr="00160528">
        <w:rPr>
          <w:rStyle w:val="NoteLabel"/>
        </w:rPr>
        <w:t>a</w:t>
      </w:r>
      <w:r>
        <w:t xml:space="preserve"> </w:t>
      </w:r>
      <w:r w:rsidR="00160528" w:rsidRPr="00160528">
        <w:t xml:space="preserve">Separations that included </w:t>
      </w:r>
      <w:proofErr w:type="spellStart"/>
      <w:r w:rsidR="00160528" w:rsidRPr="00160528">
        <w:t>ICD</w:t>
      </w:r>
      <w:proofErr w:type="spellEnd"/>
      <w:r w:rsidR="00160528" w:rsidRPr="00160528">
        <w:t>-10-AM diagnosis and/or external cause codes that indicated an adverse event was treated and/or occurred during the hospitalisation.</w:t>
      </w:r>
      <w:r w:rsidR="00160528">
        <w:t xml:space="preserve"> </w:t>
      </w:r>
      <w:r w:rsidR="00160528" w:rsidRPr="00160528">
        <w:rPr>
          <w:rStyle w:val="NoteLabel"/>
        </w:rPr>
        <w:t>b</w:t>
      </w:r>
      <w:r w:rsidR="00160528" w:rsidRPr="00160528">
        <w:t xml:space="preserve"> Age standardised rate. </w:t>
      </w:r>
      <w:r w:rsidR="00160528" w:rsidRPr="00160528">
        <w:rPr>
          <w:rStyle w:val="NoteLabel"/>
        </w:rPr>
        <w:t>c</w:t>
      </w:r>
      <w:r w:rsidR="00160528" w:rsidRPr="00160528">
        <w:t xml:space="preserve"> Categories do not sum to the totals because multiple diagnoses and external causes can be recorded for each separation and external cause codes and diagnosis codes can be used together to describe an adverse event.</w:t>
      </w:r>
      <w:r w:rsidR="00160528">
        <w:t xml:space="preserve"> </w:t>
      </w:r>
    </w:p>
    <w:p w:rsidR="00FD0822" w:rsidRDefault="00FD0822" w:rsidP="00FD0822">
      <w:pPr>
        <w:pStyle w:val="Source"/>
      </w:pPr>
      <w:r>
        <w:rPr>
          <w:i/>
        </w:rPr>
        <w:t>Source</w:t>
      </w:r>
      <w:r>
        <w:t xml:space="preserve">: </w:t>
      </w:r>
      <w:proofErr w:type="spellStart"/>
      <w:r w:rsidR="004C546A">
        <w:t>AIHW</w:t>
      </w:r>
      <w:proofErr w:type="spellEnd"/>
      <w:r w:rsidR="004C546A">
        <w:t xml:space="preserve"> (unpublished), </w:t>
      </w:r>
      <w:r w:rsidR="004C546A" w:rsidRPr="0020068F">
        <w:t>National Hospital Morbidity Database</w:t>
      </w:r>
      <w:r w:rsidR="00D35907">
        <w:t>;</w:t>
      </w:r>
      <w:r w:rsidR="00062C8F">
        <w:t xml:space="preserve"> </w:t>
      </w:r>
      <w:r w:rsidR="00D35907">
        <w:t xml:space="preserve">table </w:t>
      </w:r>
      <w:proofErr w:type="spellStart"/>
      <w:r w:rsidR="003470C1">
        <w:t>10A.</w:t>
      </w:r>
      <w:r w:rsidR="004E0D3B">
        <w:t>51</w:t>
      </w:r>
      <w:proofErr w:type="spellEnd"/>
      <w:r w:rsidR="00D35907">
        <w:t>.</w:t>
      </w:r>
    </w:p>
    <w:p w:rsidR="00E9607A" w:rsidRDefault="00E9607A" w:rsidP="00E9607A">
      <w:pPr>
        <w:pStyle w:val="BodyText"/>
      </w:pPr>
      <w:r w:rsidRPr="00E9607A">
        <w:t xml:space="preserve">A separation may be recorded against more than one category in table 10.7, as some adverse events are reported as diagnoses and others as external causes or places of occurrence (of the injury or poisoning). </w:t>
      </w:r>
    </w:p>
    <w:p w:rsidR="00E9607A" w:rsidRDefault="00E9607A" w:rsidP="00E9607A">
      <w:pPr>
        <w:pStyle w:val="BodyText"/>
      </w:pPr>
      <w:r>
        <w:t>These data can be interpreted as representing selected adverse events in health care that have resulted in, or have affected, hospital admissions, rather than all adverse events that occurred in hospitals. Some of the adverse events included in these tables may represent events that occurred before admission.</w:t>
      </w:r>
    </w:p>
    <w:p w:rsidR="00E9607A" w:rsidRDefault="00E9607A" w:rsidP="00E9607A">
      <w:pPr>
        <w:pStyle w:val="BodyText"/>
      </w:pPr>
      <w:r>
        <w:t>Some adverse events are not identifiable using the codes for an adverse event or a place of occurrence of hospital. Some other diagnosis codes may suggest that an adverse event has occurred when it has not.</w:t>
      </w:r>
    </w:p>
    <w:p w:rsidR="00D2410D" w:rsidRDefault="00D2410D" w:rsidP="00D2410D">
      <w:pPr>
        <w:pStyle w:val="Heading4"/>
      </w:pPr>
      <w:r>
        <w:t>Responsiveness</w:t>
      </w:r>
    </w:p>
    <w:p w:rsidR="00D2410D" w:rsidRDefault="00D2410D" w:rsidP="00D2410D">
      <w:pPr>
        <w:pStyle w:val="BodyText"/>
      </w:pPr>
      <w:r>
        <w:t xml:space="preserve">The Steering Committee has identified the responsiveness of public hospitals as an area for development in future Reports. </w:t>
      </w:r>
    </w:p>
    <w:p w:rsidR="00D2410D" w:rsidRDefault="00D2410D" w:rsidP="00D2410D">
      <w:pPr>
        <w:pStyle w:val="Heading4"/>
      </w:pPr>
      <w:r>
        <w:t>Continuity — continuity of care</w:t>
      </w:r>
    </w:p>
    <w:p w:rsidR="00D2410D" w:rsidRDefault="00D2410D" w:rsidP="00D2410D">
      <w:pPr>
        <w:pStyle w:val="BodyText"/>
      </w:pPr>
      <w:r>
        <w:t>‘Continuity of care’ is an indicator of governments’ objective to provide public hospital services that are of high quality (box 10.9).</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28" w:name="OLE_LINK55"/>
            <w:r w:rsidR="00951DB7">
              <w:rPr>
                <w:b w:val="0"/>
              </w:rPr>
              <w:t>10.</w:t>
            </w:r>
            <w:r w:rsidR="005B16BF">
              <w:rPr>
                <w:b w:val="0"/>
                <w:noProof/>
              </w:rPr>
              <w:t>9</w:t>
            </w:r>
            <w:bookmarkEnd w:id="28"/>
            <w:r>
              <w:tab/>
              <w:t xml:space="preserve">Continuity of care </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‘Continuity of care’ measures the provision of uninterrupted, timely, coordinated healthcare, interventions and actions across programs, practitioners and organisations.</w:t>
            </w:r>
          </w:p>
          <w:p w:rsidR="00D2410D" w:rsidRPr="00894787" w:rsidRDefault="00D2410D" w:rsidP="00531D51">
            <w:pPr>
              <w:pStyle w:val="Box"/>
            </w:pPr>
            <w:r>
              <w:t>Continuity of care</w:t>
            </w:r>
            <w:r w:rsidRPr="00894787">
              <w:t xml:space="preserve"> has been identified as a key area for development in future Reports.</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Heading3"/>
      </w:pPr>
      <w:r>
        <w:t>Sustainability</w:t>
      </w:r>
    </w:p>
    <w:p w:rsidR="00D2410D" w:rsidRDefault="00D2410D" w:rsidP="00D2410D">
      <w:pPr>
        <w:pStyle w:val="Heading4"/>
      </w:pPr>
      <w:r>
        <w:t>Workforce sustainability</w:t>
      </w:r>
    </w:p>
    <w:p w:rsidR="00D2410D" w:rsidRDefault="00D2410D" w:rsidP="00D2410D">
      <w:pPr>
        <w:pStyle w:val="BodyText"/>
      </w:pPr>
      <w:r>
        <w:t>‘Workforce sustainability’ is an indicator of governments’ objective to provide sustainable public hospital services (box 10.10). Labour, particularly nurses and medical practitioners, is the most significant and costly resource used in providing public hospital services (</w:t>
      </w:r>
      <w:r w:rsidRPr="00991C47">
        <w:t>figure 10.2</w:t>
      </w:r>
      <w:r w:rsidR="00D43DE1">
        <w:t>1</w:t>
      </w:r>
      <w:r>
        <w:t xml:space="preserve">), and the sustainability of the workforce helps determine whether sustainability problems might arise in the future delivery of public hospital services. </w:t>
      </w:r>
    </w:p>
    <w:p w:rsidR="00D2410D" w:rsidRDefault="00D2410D" w:rsidP="00D2410D">
      <w:pPr>
        <w:pStyle w:val="BodyText"/>
      </w:pPr>
      <w:r>
        <w:t>The sustainability of the public hospital workforce is affected by a number of factors</w:t>
      </w:r>
      <w:r w:rsidR="000D7315">
        <w:t>;</w:t>
      </w:r>
      <w:r>
        <w:t xml:space="preserve"> in particular, whether the number of new entrants are sufficient to maintain the existing workforce, and the proportion of the workforce </w:t>
      </w:r>
      <w:r w:rsidR="00F9482A">
        <w:t>that is</w:t>
      </w:r>
      <w:r>
        <w:t xml:space="preserve"> close to retirement.</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r w:rsidR="00951DB7">
              <w:rPr>
                <w:b w:val="0"/>
              </w:rPr>
              <w:t>10.</w:t>
            </w:r>
            <w:r w:rsidR="005B16BF">
              <w:rPr>
                <w:b w:val="0"/>
                <w:noProof/>
              </w:rPr>
              <w:t>10</w:t>
            </w:r>
            <w:r>
              <w:tab/>
              <w:t>Workforce sustainability</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‘Workforce sustainability’ reports age profiles for nurse and medical practitioner workforces. It shows the proportions of registered nurses and medical practitioners in ten year age brackets, by jurisdiction and by region.</w:t>
            </w:r>
          </w:p>
          <w:p w:rsidR="00D2410D" w:rsidRDefault="00D2410D" w:rsidP="00531D51">
            <w:pPr>
              <w:pStyle w:val="Box"/>
            </w:pPr>
            <w:r>
              <w:t xml:space="preserve">A high or increasing proportion of the workforce </w:t>
            </w:r>
            <w:r w:rsidR="00F9482A">
              <w:t>that</w:t>
            </w:r>
            <w:r>
              <w:t xml:space="preserve"> are new entrants and/or a low or decreasing proportion of the workforce </w:t>
            </w:r>
            <w:r w:rsidR="00F9482A">
              <w:t>that is</w:t>
            </w:r>
            <w:r>
              <w:t xml:space="preserve"> close to retirement is desirable. </w:t>
            </w:r>
          </w:p>
          <w:p w:rsidR="00D2410D" w:rsidRDefault="00D2410D" w:rsidP="00531D51">
            <w:pPr>
              <w:pStyle w:val="Box"/>
            </w:pPr>
            <w:r>
              <w:t xml:space="preserve">All nurses </w:t>
            </w:r>
            <w:r w:rsidR="00CF13E8">
              <w:t xml:space="preserve">(including midwives) </w:t>
            </w:r>
            <w:r>
              <w:t xml:space="preserve">and medical practitioners </w:t>
            </w:r>
            <w:r w:rsidR="00CF13E8">
              <w:t xml:space="preserve">in the workforce </w:t>
            </w:r>
            <w:r>
              <w:t xml:space="preserve">are included in these measures as crude indicators of the potential respective workforces for public hospitals. </w:t>
            </w:r>
          </w:p>
          <w:p w:rsidR="00D2410D" w:rsidRDefault="00D2410D" w:rsidP="00531D51">
            <w:pPr>
              <w:pStyle w:val="Box"/>
            </w:pPr>
            <w:r>
              <w:t>These measures are not a substitute for a full workforce analysis that allows for migration, trends in full-time work and expected demand increases. They can, however, indicate that further attention should be given to workforce sustainability for public hospitals.</w:t>
            </w:r>
          </w:p>
          <w:p w:rsidR="00DB6E6E" w:rsidRDefault="00DB6E6E" w:rsidP="00DB6E6E">
            <w:pPr>
              <w:pStyle w:val="Box"/>
              <w:spacing w:before="80"/>
            </w:pPr>
            <w:r>
              <w:t>Data reported for this indicator are:</w:t>
            </w:r>
          </w:p>
          <w:p w:rsidR="00DB6E6E" w:rsidRDefault="00DB6E6E" w:rsidP="00DB6E6E">
            <w:pPr>
              <w:pStyle w:val="BoxListBullet"/>
            </w:pPr>
            <w:r>
              <w:t>comparable (subject to caveats) across</w:t>
            </w:r>
            <w:r w:rsidRPr="006B13D3">
              <w:t xml:space="preserve"> jurisdictions </w:t>
            </w:r>
            <w:r>
              <w:t xml:space="preserve">and </w:t>
            </w:r>
            <w:r w:rsidRPr="006B13D3">
              <w:t xml:space="preserve">over time </w:t>
            </w:r>
          </w:p>
          <w:p w:rsidR="00DB6E6E" w:rsidRDefault="00DB6E6E" w:rsidP="00DB6E6E">
            <w:pPr>
              <w:pStyle w:val="BoxListBullet"/>
            </w:pPr>
            <w:r>
              <w:t xml:space="preserve">complete (subject to caveats) for the current reporting period. All required </w:t>
            </w:r>
            <w:r w:rsidR="002C4184">
              <w:t>2012</w:t>
            </w:r>
            <w:r>
              <w:t xml:space="preserve"> data are available for all jurisdictions.</w:t>
            </w:r>
          </w:p>
          <w:p w:rsidR="00D2410D" w:rsidRDefault="00A776F4" w:rsidP="000C16E0">
            <w:pPr>
              <w:pStyle w:val="Box"/>
            </w:pPr>
            <w:r w:rsidRPr="009A5C5F">
              <w:rPr>
                <w:rFonts w:cs="Arial"/>
                <w:szCs w:val="22"/>
              </w:rPr>
              <w:t xml:space="preserve">Information about data quality for this indicator is at </w:t>
            </w:r>
            <w:proofErr w:type="spellStart"/>
            <w:r w:rsidRPr="009A5C5F">
              <w:rPr>
                <w:rFonts w:cs="Arial"/>
                <w:szCs w:val="22"/>
              </w:rPr>
              <w:t>www.pc.gov.au</w:t>
            </w:r>
            <w:proofErr w:type="spellEnd"/>
            <w:r w:rsidRPr="009A5C5F">
              <w:rPr>
                <w:rFonts w:cs="Arial"/>
                <w:szCs w:val="22"/>
              </w:rPr>
              <w:t>/</w:t>
            </w:r>
            <w:proofErr w:type="spellStart"/>
            <w:r w:rsidRPr="009A5C5F">
              <w:rPr>
                <w:rFonts w:cs="Arial"/>
                <w:szCs w:val="22"/>
              </w:rPr>
              <w:t>gsp</w:t>
            </w:r>
            <w:proofErr w:type="spellEnd"/>
            <w:r w:rsidRPr="009A5C5F">
              <w:rPr>
                <w:rFonts w:cs="Arial"/>
                <w:szCs w:val="22"/>
              </w:rPr>
              <w:t>/reports/</w:t>
            </w:r>
            <w:proofErr w:type="spellStart"/>
            <w:r w:rsidRPr="009A5C5F">
              <w:rPr>
                <w:rFonts w:cs="Arial"/>
                <w:szCs w:val="22"/>
              </w:rPr>
              <w:t>rogs</w:t>
            </w:r>
            <w:proofErr w:type="spellEnd"/>
            <w:r w:rsidRPr="009A5C5F">
              <w:rPr>
                <w:rFonts w:cs="Arial"/>
                <w:szCs w:val="22"/>
              </w:rPr>
              <w:t>/201</w:t>
            </w:r>
            <w:r w:rsidR="000C16E0">
              <w:rPr>
                <w:rFonts w:cs="Arial"/>
                <w:szCs w:val="22"/>
              </w:rPr>
              <w:t>4</w:t>
            </w:r>
            <w:r w:rsidRPr="009A5C5F">
              <w:rPr>
                <w:rFonts w:cs="Arial"/>
                <w:szCs w:val="22"/>
              </w:rPr>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dyText"/>
      </w:pPr>
      <w:r>
        <w:t>The age profile of the nursing workforce (which includes midwives) for 20</w:t>
      </w:r>
      <w:r w:rsidR="00FF699F">
        <w:t>1</w:t>
      </w:r>
      <w:r w:rsidR="00A0273E">
        <w:t>2</w:t>
      </w:r>
      <w:r>
        <w:t xml:space="preserve"> for each jurisdiction is shown in figure 10.1</w:t>
      </w:r>
      <w:r w:rsidR="0029217B">
        <w:t>5</w:t>
      </w:r>
      <w:r>
        <w:t>. Nursing workforce data by remoteness area for 20</w:t>
      </w:r>
      <w:r w:rsidR="00FF699F">
        <w:t>1</w:t>
      </w:r>
      <w:r w:rsidR="00A0273E">
        <w:t>2</w:t>
      </w:r>
      <w:r>
        <w:t xml:space="preserve"> are shown in figure 10.1</w:t>
      </w:r>
      <w:r w:rsidR="0029217B">
        <w:t>6</w:t>
      </w:r>
      <w:r>
        <w:t>.</w:t>
      </w:r>
    </w:p>
    <w:p w:rsidR="00D2410D" w:rsidRDefault="00D2410D" w:rsidP="00D10431">
      <w:pPr>
        <w:pStyle w:val="FigureTitle"/>
        <w:ind w:left="1560" w:hanging="1560"/>
      </w:pPr>
      <w:r>
        <w:rPr>
          <w:b w:val="0"/>
        </w:rPr>
        <w:t xml:space="preserve">Figure </w:t>
      </w:r>
      <w:bookmarkStart w:id="29" w:name="OLE_LINK57"/>
      <w:r w:rsidR="00951DB7">
        <w:rPr>
          <w:b w:val="0"/>
        </w:rPr>
        <w:t>10.</w:t>
      </w:r>
      <w:r w:rsidR="005B16BF">
        <w:rPr>
          <w:b w:val="0"/>
          <w:noProof/>
        </w:rPr>
        <w:t>15</w:t>
      </w:r>
      <w:bookmarkEnd w:id="29"/>
      <w:r>
        <w:tab/>
        <w:t xml:space="preserve">Nursing workforce, by age group, </w:t>
      </w:r>
      <w:proofErr w:type="spellStart"/>
      <w:r>
        <w:t>20</w:t>
      </w:r>
      <w:r w:rsidR="00FF699F">
        <w:t>1</w:t>
      </w:r>
      <w:r w:rsidR="00C96F56">
        <w:t>2</w:t>
      </w:r>
      <w:r w:rsidRPr="00FA61CE">
        <w:rPr>
          <w:vertAlign w:val="superscript"/>
        </w:rPr>
        <w:t>a</w:t>
      </w:r>
      <w:proofErr w:type="spellEnd"/>
      <w:r w:rsidR="00CF13E8">
        <w:rPr>
          <w:vertAlign w:val="superscript"/>
        </w:rPr>
        <w:t>,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tcPr>
          <w:p w:rsidR="00D2410D" w:rsidRDefault="003A1C92" w:rsidP="00531D51">
            <w:pPr>
              <w:pStyle w:val="Figure"/>
            </w:pPr>
            <w:r>
              <w:rPr>
                <w:noProof/>
              </w:rPr>
              <w:drawing>
                <wp:inline distT="0" distB="0" distL="0" distR="0" wp14:anchorId="3CF5DB16" wp14:editId="3EE2C192">
                  <wp:extent cx="5387975" cy="2698115"/>
                  <wp:effectExtent l="0" t="0" r="3175" b="6985"/>
                  <wp:docPr id="18" name="Picture 18" descr="Figure 10.15 Nursing workforce, by age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26084E" w:rsidRDefault="00D2410D" w:rsidP="00D2410D">
      <w:pPr>
        <w:pStyle w:val="Note"/>
      </w:pPr>
      <w:proofErr w:type="spellStart"/>
      <w:r>
        <w:rPr>
          <w:rStyle w:val="NoteLabel"/>
        </w:rPr>
        <w:t>a</w:t>
      </w:r>
      <w:proofErr w:type="spellEnd"/>
      <w:r>
        <w:sym w:font="Symbol" w:char="F020"/>
      </w:r>
      <w:r>
        <w:t xml:space="preserve"> </w:t>
      </w:r>
      <w:r w:rsidR="00CF13E8" w:rsidRPr="00CF13E8">
        <w:t>Includes registered and enrolled nurses (including midwives) who are employed in nursing, nurses who are registered but on extended leave and nurses who are registered and looking for work in nursing.</w:t>
      </w:r>
      <w:r w:rsidR="00CF13E8">
        <w:t xml:space="preserve"> </w:t>
      </w:r>
      <w:r w:rsidR="00CF13E8" w:rsidRPr="00CF13E8">
        <w:rPr>
          <w:rStyle w:val="NoteLabel"/>
        </w:rPr>
        <w:t>b</w:t>
      </w:r>
      <w:r w:rsidR="00CF13E8">
        <w:t xml:space="preserve"> </w:t>
      </w:r>
      <w:r w:rsidR="00CF13E8" w:rsidRPr="00CF13E8">
        <w:t>State and territory is derived from state and territory of main job where available; otherwise state and territory of principal practice is used as a proxy. If principal practice details are unavailable, state and territory of residence is used. Records with no information on all three locations are coded to ‘Not stated’.</w:t>
      </w:r>
    </w:p>
    <w:p w:rsidR="00D2410D" w:rsidRDefault="00D2410D" w:rsidP="00D2410D">
      <w:pPr>
        <w:pStyle w:val="Source"/>
      </w:pPr>
      <w:r>
        <w:rPr>
          <w:i/>
        </w:rPr>
        <w:t>Source</w:t>
      </w:r>
      <w:r w:rsidRPr="00FA61CE">
        <w:t>:</w:t>
      </w:r>
      <w:r>
        <w:t xml:space="preserve"> </w:t>
      </w:r>
      <w:proofErr w:type="spellStart"/>
      <w:r>
        <w:t>AIHW</w:t>
      </w:r>
      <w:proofErr w:type="spellEnd"/>
      <w:r>
        <w:t xml:space="preserve"> (unpublished) </w:t>
      </w:r>
      <w:r w:rsidR="008C2C37" w:rsidRPr="008C2C37">
        <w:t>National Health Workforce Data Set</w:t>
      </w:r>
      <w:r w:rsidRPr="008C2C37">
        <w:t>;</w:t>
      </w:r>
      <w:r>
        <w:t xml:space="preserve"> table </w:t>
      </w:r>
      <w:proofErr w:type="spellStart"/>
      <w:r>
        <w:t>10A.</w:t>
      </w:r>
      <w:r w:rsidR="004E0D3B">
        <w:t>53</w:t>
      </w:r>
      <w:proofErr w:type="spellEnd"/>
      <w:r>
        <w:t>.</w:t>
      </w:r>
    </w:p>
    <w:p w:rsidR="00D2410D" w:rsidRDefault="00D2410D" w:rsidP="00D10431">
      <w:pPr>
        <w:pStyle w:val="FigureTitle"/>
      </w:pPr>
      <w:r>
        <w:rPr>
          <w:b w:val="0"/>
        </w:rPr>
        <w:t xml:space="preserve">Figure </w:t>
      </w:r>
      <w:bookmarkStart w:id="30" w:name="OLE_LINK58"/>
      <w:r w:rsidR="00951DB7">
        <w:rPr>
          <w:b w:val="0"/>
        </w:rPr>
        <w:t>10.</w:t>
      </w:r>
      <w:r w:rsidR="005B16BF">
        <w:rPr>
          <w:b w:val="0"/>
          <w:noProof/>
        </w:rPr>
        <w:t>16</w:t>
      </w:r>
      <w:bookmarkEnd w:id="30"/>
      <w:r>
        <w:tab/>
        <w:t xml:space="preserve">Nursing workforce, by age group and remoteness area, </w:t>
      </w:r>
      <w:proofErr w:type="spellStart"/>
      <w:r>
        <w:t>20</w:t>
      </w:r>
      <w:r w:rsidR="00FF699F">
        <w:t>1</w:t>
      </w:r>
      <w:r w:rsidR="00C96F56">
        <w:t>2</w:t>
      </w:r>
      <w:r w:rsidRPr="00FA61CE">
        <w:rPr>
          <w:vertAlign w:val="superscript"/>
        </w:rPr>
        <w:t>a</w:t>
      </w:r>
      <w:proofErr w:type="spellEnd"/>
      <w:r w:rsidR="008C2C37">
        <w:rPr>
          <w:vertAlign w:val="superscript"/>
        </w:rPr>
        <w:t>,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tcPr>
          <w:p w:rsidR="00D2410D" w:rsidRDefault="003A1C92" w:rsidP="00531D51">
            <w:pPr>
              <w:pStyle w:val="Figure"/>
            </w:pPr>
            <w:r>
              <w:rPr>
                <w:noProof/>
              </w:rPr>
              <w:drawing>
                <wp:inline distT="0" distB="0" distL="0" distR="0" wp14:anchorId="1C28CB11" wp14:editId="64031A86">
                  <wp:extent cx="5387975" cy="2698115"/>
                  <wp:effectExtent l="0" t="0" r="3175" b="6985"/>
                  <wp:docPr id="19" name="Picture 19" descr="Figure 10.16 Nursing workforce, by age group and remoteness area,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6F2C18">
        <w:t xml:space="preserve"> </w:t>
      </w:r>
      <w:r w:rsidR="008C2C37" w:rsidRPr="008C2C37">
        <w:t>Includes registered and enrolled nurses (including midwives) who are employed in nursing, nurses who are registered but on extended leave and nurses who are registered and looking for work in nursing.</w:t>
      </w:r>
      <w:r w:rsidR="008C2C37">
        <w:t xml:space="preserve"> </w:t>
      </w:r>
      <w:r w:rsidR="008C2C37" w:rsidRPr="008C2C37">
        <w:rPr>
          <w:rStyle w:val="NoteLabel"/>
        </w:rPr>
        <w:t>b</w:t>
      </w:r>
      <w:r w:rsidR="008C2C37">
        <w:t xml:space="preserve"> Remote and very remote areas include migratory areas. </w:t>
      </w:r>
    </w:p>
    <w:p w:rsidR="00D2410D" w:rsidRDefault="00D2410D" w:rsidP="00D2410D">
      <w:pPr>
        <w:pStyle w:val="Source"/>
      </w:pPr>
      <w:r>
        <w:rPr>
          <w:i/>
        </w:rPr>
        <w:t>Source</w:t>
      </w:r>
      <w:r w:rsidRPr="00FA61CE">
        <w:t>:</w:t>
      </w:r>
      <w:r>
        <w:t xml:space="preserve"> </w:t>
      </w:r>
      <w:proofErr w:type="spellStart"/>
      <w:r>
        <w:t>AIHW</w:t>
      </w:r>
      <w:proofErr w:type="spellEnd"/>
      <w:r>
        <w:t xml:space="preserve"> (unpublished) </w:t>
      </w:r>
      <w:r w:rsidR="008C2C37" w:rsidRPr="008C2C37">
        <w:t>National Health Workforce Data</w:t>
      </w:r>
      <w:r w:rsidR="008C2C37" w:rsidRPr="008C2C37">
        <w:rPr>
          <w:i/>
        </w:rPr>
        <w:t xml:space="preserve"> </w:t>
      </w:r>
      <w:r w:rsidR="008C2C37" w:rsidRPr="008C2C37">
        <w:t>Set</w:t>
      </w:r>
      <w:r w:rsidRPr="008C2C37">
        <w:t>;</w:t>
      </w:r>
      <w:r>
        <w:t xml:space="preserve"> table </w:t>
      </w:r>
      <w:proofErr w:type="spellStart"/>
      <w:r>
        <w:t>10A.</w:t>
      </w:r>
      <w:r w:rsidR="004E0D3B">
        <w:t>52</w:t>
      </w:r>
      <w:proofErr w:type="spellEnd"/>
      <w:r>
        <w:t>.</w:t>
      </w:r>
    </w:p>
    <w:p w:rsidR="00D2410D" w:rsidRDefault="00D2410D" w:rsidP="009A5C5F">
      <w:pPr>
        <w:pStyle w:val="BodyText"/>
      </w:pPr>
      <w:r>
        <w:t xml:space="preserve">The age profile of the medical practitioner </w:t>
      </w:r>
      <w:r w:rsidRPr="009A5C5F">
        <w:t>workforce in 20</w:t>
      </w:r>
      <w:r w:rsidR="00FF699F" w:rsidRPr="009A5C5F">
        <w:t>1</w:t>
      </w:r>
      <w:r w:rsidR="00A0273E">
        <w:t>2</w:t>
      </w:r>
      <w:r w:rsidRPr="009A5C5F">
        <w:t xml:space="preserve"> for</w:t>
      </w:r>
      <w:r>
        <w:t xml:space="preserve"> each jurisdiction is shown in figure 10.1</w:t>
      </w:r>
      <w:r w:rsidR="0029217B">
        <w:t>7</w:t>
      </w:r>
      <w:r>
        <w:t xml:space="preserve">. Medical practitioner workforce data </w:t>
      </w:r>
      <w:r w:rsidRPr="009A5C5F">
        <w:t>for 20</w:t>
      </w:r>
      <w:r w:rsidR="00FF699F" w:rsidRPr="009A5C5F">
        <w:t>1</w:t>
      </w:r>
      <w:r w:rsidR="00A0273E">
        <w:t>2</w:t>
      </w:r>
      <w:r w:rsidRPr="009A5C5F">
        <w:t xml:space="preserve"> by</w:t>
      </w:r>
      <w:r>
        <w:t xml:space="preserve"> remoteness area are shown in figure 10.1</w:t>
      </w:r>
      <w:r w:rsidR="0029217B">
        <w:t>8</w:t>
      </w:r>
      <w:r>
        <w:t>.</w:t>
      </w:r>
    </w:p>
    <w:p w:rsidR="00D2410D" w:rsidRDefault="00D2410D" w:rsidP="00D10431">
      <w:pPr>
        <w:pStyle w:val="FigureTitle"/>
        <w:spacing w:before="200"/>
        <w:ind w:left="1559" w:hanging="1559"/>
      </w:pPr>
      <w:r>
        <w:rPr>
          <w:b w:val="0"/>
        </w:rPr>
        <w:t xml:space="preserve">Figure </w:t>
      </w:r>
      <w:bookmarkStart w:id="31" w:name="OLE_LINK59"/>
      <w:r w:rsidR="00951DB7">
        <w:rPr>
          <w:b w:val="0"/>
        </w:rPr>
        <w:t>10.</w:t>
      </w:r>
      <w:r w:rsidR="005B16BF">
        <w:rPr>
          <w:b w:val="0"/>
          <w:noProof/>
        </w:rPr>
        <w:t>17</w:t>
      </w:r>
      <w:bookmarkEnd w:id="31"/>
      <w:r>
        <w:rPr>
          <w:b w:val="0"/>
        </w:rPr>
        <w:tab/>
      </w:r>
      <w:r>
        <w:t xml:space="preserve">Medical practitioner workforce, by age group, </w:t>
      </w:r>
      <w:proofErr w:type="spellStart"/>
      <w:r>
        <w:t>20</w:t>
      </w:r>
      <w:r w:rsidR="00FF699F">
        <w:t>1</w:t>
      </w:r>
      <w:r w:rsidR="00C96F56">
        <w:t>2</w:t>
      </w:r>
      <w:r w:rsidRPr="00FA61CE">
        <w:rPr>
          <w:vertAlign w:val="superscript"/>
        </w:rPr>
        <w:t>a</w:t>
      </w:r>
      <w:proofErr w:type="spellEnd"/>
      <w:r w:rsidR="00311364">
        <w:rPr>
          <w:vertAlign w:val="superscript"/>
        </w:rPr>
        <w:t>,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tcPr>
          <w:p w:rsidR="00D2410D" w:rsidRDefault="003A1C92" w:rsidP="00531D51">
            <w:pPr>
              <w:pStyle w:val="Figure"/>
            </w:pPr>
            <w:r>
              <w:rPr>
                <w:noProof/>
              </w:rPr>
              <w:drawing>
                <wp:inline distT="0" distB="0" distL="0" distR="0" wp14:anchorId="661D6E3B" wp14:editId="121AA853">
                  <wp:extent cx="5387975" cy="2473960"/>
                  <wp:effectExtent l="0" t="0" r="3175" b="2540"/>
                  <wp:docPr id="20" name="Picture 20" descr="Figure 10.17 Medical practitioner workforce, by age group,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87975" cy="2473960"/>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rPr>
          <w:rStyle w:val="NoteLabel"/>
        </w:rPr>
        <w:t xml:space="preserve"> </w:t>
      </w:r>
      <w:r>
        <w:t>Includes employed medical practitioners, registered medical practitioners on extended leave and registered medical practitioner</w:t>
      </w:r>
      <w:r w:rsidR="00945413">
        <w:t>s looking for work in medicine.</w:t>
      </w:r>
      <w:r w:rsidR="00311364">
        <w:t xml:space="preserve"> </w:t>
      </w:r>
      <w:r w:rsidR="00311364" w:rsidRPr="00311364">
        <w:rPr>
          <w:rStyle w:val="NoteLabel"/>
        </w:rPr>
        <w:t>b</w:t>
      </w:r>
      <w:r w:rsidR="00311364">
        <w:t xml:space="preserve"> </w:t>
      </w:r>
      <w:r w:rsidR="00311364" w:rsidRPr="00311364">
        <w:t>State and territory is derived from state and territory of main job where available; otherwise state and territory of principal practice is used as a proxy. If principal practice details are unavailable, state and territory of residence is used. Records with no information on all three locations are coded to ‘Not stated’.</w:t>
      </w:r>
    </w:p>
    <w:p w:rsidR="00D2410D" w:rsidRDefault="00D2410D" w:rsidP="00CB7A81">
      <w:pPr>
        <w:pStyle w:val="Source"/>
        <w:spacing w:before="40"/>
      </w:pPr>
      <w:r>
        <w:rPr>
          <w:i/>
        </w:rPr>
        <w:t>Source</w:t>
      </w:r>
      <w:r w:rsidRPr="00FA61CE">
        <w:t>:</w:t>
      </w:r>
      <w:r>
        <w:t xml:space="preserve"> </w:t>
      </w:r>
      <w:proofErr w:type="spellStart"/>
      <w:r>
        <w:t>AIHW</w:t>
      </w:r>
      <w:proofErr w:type="spellEnd"/>
      <w:r>
        <w:t xml:space="preserve"> (unpublished) </w:t>
      </w:r>
      <w:r w:rsidR="00311364" w:rsidRPr="00311364">
        <w:t>National Health Workforce Data Set</w:t>
      </w:r>
      <w:r w:rsidRPr="00311364">
        <w:t>;</w:t>
      </w:r>
      <w:r>
        <w:t xml:space="preserve"> table </w:t>
      </w:r>
      <w:proofErr w:type="spellStart"/>
      <w:r>
        <w:t>10A.</w:t>
      </w:r>
      <w:r w:rsidR="004E0D3B">
        <w:t>55</w:t>
      </w:r>
      <w:proofErr w:type="spellEnd"/>
      <w:r>
        <w:t>.</w:t>
      </w:r>
    </w:p>
    <w:p w:rsidR="00D2410D" w:rsidRDefault="00D2410D" w:rsidP="00D10431">
      <w:pPr>
        <w:pStyle w:val="FigureTitle"/>
        <w:spacing w:before="240"/>
        <w:ind w:left="1559" w:hanging="1559"/>
      </w:pPr>
      <w:r>
        <w:rPr>
          <w:b w:val="0"/>
        </w:rPr>
        <w:t xml:space="preserve">Figure </w:t>
      </w:r>
      <w:bookmarkStart w:id="32" w:name="OLE_LINK60"/>
      <w:r w:rsidR="00951DB7">
        <w:rPr>
          <w:b w:val="0"/>
        </w:rPr>
        <w:t>10.</w:t>
      </w:r>
      <w:r w:rsidR="005B16BF">
        <w:rPr>
          <w:b w:val="0"/>
          <w:noProof/>
        </w:rPr>
        <w:t>18</w:t>
      </w:r>
      <w:bookmarkEnd w:id="32"/>
      <w:r>
        <w:tab/>
        <w:t xml:space="preserve">Medical practitioner workforce, by age group and remoteness area, </w:t>
      </w:r>
      <w:proofErr w:type="spellStart"/>
      <w:r>
        <w:t>20</w:t>
      </w:r>
      <w:r w:rsidR="00FF699F">
        <w:t>1</w:t>
      </w:r>
      <w:r w:rsidR="00C96F56">
        <w:t>2</w:t>
      </w:r>
      <w:r w:rsidRPr="00FA61CE">
        <w:rPr>
          <w:vertAlign w:val="superscript"/>
        </w:rPr>
        <w:t>a</w:t>
      </w:r>
      <w:proofErr w:type="spellEnd"/>
      <w:r w:rsidR="00311364">
        <w:rPr>
          <w:vertAlign w:val="superscript"/>
        </w:rPr>
        <w:t>,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tcPr>
          <w:p w:rsidR="00D2410D" w:rsidRDefault="003A1C92" w:rsidP="00531D51">
            <w:pPr>
              <w:pStyle w:val="Figure"/>
            </w:pPr>
            <w:r>
              <w:rPr>
                <w:noProof/>
              </w:rPr>
              <w:drawing>
                <wp:inline distT="0" distB="0" distL="0" distR="0" wp14:anchorId="23B8384B" wp14:editId="6D545B4D">
                  <wp:extent cx="5387975" cy="2608580"/>
                  <wp:effectExtent l="0" t="0" r="3175" b="1270"/>
                  <wp:docPr id="21" name="Picture 21" descr="Figure 10.18 Medical practitioner workforce, by age group and remoteness area, 20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7975" cy="2608580"/>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6F2C18">
        <w:t xml:space="preserve"> </w:t>
      </w:r>
      <w:r>
        <w:t>Includes employed medical practitioners, registered medical practitioners on extended leave and registered medical practitioners looking for work in medicine.</w:t>
      </w:r>
      <w:r w:rsidR="00311364">
        <w:t xml:space="preserve"> </w:t>
      </w:r>
      <w:r w:rsidR="00311364" w:rsidRPr="00311364">
        <w:rPr>
          <w:rStyle w:val="NoteLabel"/>
        </w:rPr>
        <w:t>b</w:t>
      </w:r>
      <w:r w:rsidR="00311364">
        <w:t xml:space="preserve"> Remote and very remote areas include migratory areas.</w:t>
      </w:r>
    </w:p>
    <w:p w:rsidR="00D2410D" w:rsidRDefault="00D2410D" w:rsidP="00CB7A81">
      <w:pPr>
        <w:pStyle w:val="Source"/>
        <w:spacing w:before="40" w:after="0"/>
      </w:pPr>
      <w:r>
        <w:rPr>
          <w:i/>
        </w:rPr>
        <w:t>Source</w:t>
      </w:r>
      <w:r w:rsidRPr="00FA61CE">
        <w:t>:</w:t>
      </w:r>
      <w:r>
        <w:t xml:space="preserve"> </w:t>
      </w:r>
      <w:proofErr w:type="spellStart"/>
      <w:r>
        <w:t>AIHW</w:t>
      </w:r>
      <w:proofErr w:type="spellEnd"/>
      <w:r>
        <w:t xml:space="preserve"> (unpublished) </w:t>
      </w:r>
      <w:r w:rsidR="00311364" w:rsidRPr="00311364">
        <w:t>National Health Workforce Data Set</w:t>
      </w:r>
      <w:r>
        <w:t xml:space="preserve">; table </w:t>
      </w:r>
      <w:proofErr w:type="spellStart"/>
      <w:r>
        <w:t>10A.5</w:t>
      </w:r>
      <w:r w:rsidR="004E0D3B">
        <w:t>4</w:t>
      </w:r>
      <w:proofErr w:type="spellEnd"/>
      <w:r>
        <w:t>.</w:t>
      </w:r>
    </w:p>
    <w:p w:rsidR="00D2410D" w:rsidRDefault="00D2410D" w:rsidP="00822AF3">
      <w:pPr>
        <w:pStyle w:val="Heading3"/>
        <w:spacing w:before="480"/>
      </w:pPr>
      <w:r>
        <w:t>Efficiency</w:t>
      </w:r>
    </w:p>
    <w:p w:rsidR="00D2410D" w:rsidRDefault="00D2410D" w:rsidP="00D2410D">
      <w:pPr>
        <w:pStyle w:val="BodyText"/>
      </w:pPr>
      <w:r>
        <w:t xml:space="preserve">Two approaches to measuring the efficiency of public hospital services are </w:t>
      </w:r>
      <w:r w:rsidR="00732734">
        <w:t>included</w:t>
      </w:r>
      <w:r>
        <w:t xml:space="preserve"> in this Report: the ‘cost per </w:t>
      </w:r>
      <w:proofErr w:type="spellStart"/>
      <w:r>
        <w:t>casemix</w:t>
      </w:r>
      <w:proofErr w:type="spellEnd"/>
      <w:r>
        <w:t>-adjusted unit of output’ (the unit cost) and the ‘</w:t>
      </w:r>
      <w:proofErr w:type="spellStart"/>
      <w:r>
        <w:t>casemix</w:t>
      </w:r>
      <w:proofErr w:type="spellEnd"/>
      <w:r>
        <w:t>-adjusted relative length of stay index’. Length of stay is correlated with costs at aggregate levels of reporting.</w:t>
      </w:r>
    </w:p>
    <w:p w:rsidR="00D2410D" w:rsidRDefault="00D2410D" w:rsidP="00D2410D">
      <w:pPr>
        <w:pStyle w:val="BodyText"/>
      </w:pPr>
      <w:r>
        <w:t>The Steering Committee’s approach is to report the full costs of a service where they are available. Where the full costs of a service cannot be accurately measured, the Steering Committee seeks to report estimated costs that are comparable. Where differences in comparability remain, the differences are documented. The Steering Committee has identified financial reporting issues that have affected the accuracy and comparability of unit costs for acute care services. These include the treatment of payroll tax, superannuation, depreciation and the user cost of capital associated with buildings and equipment. A number of issues remain to further improve the quality of these estimates.</w:t>
      </w:r>
    </w:p>
    <w:p w:rsidR="00D2410D" w:rsidRDefault="00D2410D" w:rsidP="00D2410D">
      <w:pPr>
        <w:pStyle w:val="BodyText"/>
      </w:pPr>
      <w:r>
        <w:t xml:space="preserve">Costs associated with non-current physical assets (such as depreciation and the user cost of capital) are potentially important components of the total costs of many services delivered by government agencies. Differences in the techniques for measuring non-current physical assets (such as valuation methods) can reduce the comparability of cost estimates across jurisdictions. In response to concerns regarding data comparability, the Steering Committee initiated a study, reported in </w:t>
      </w:r>
      <w:r w:rsidRPr="00B02F48">
        <w:rPr>
          <w:i/>
        </w:rPr>
        <w:t>Asset Measurement in the Costing of Government Services</w:t>
      </w:r>
      <w:r>
        <w:t xml:space="preserve"> (</w:t>
      </w:r>
      <w:proofErr w:type="spellStart"/>
      <w:r>
        <w:t>SCRCSSP</w:t>
      </w:r>
      <w:proofErr w:type="spellEnd"/>
      <w:r>
        <w:t xml:space="preserve"> 2001). The study examined the extent to which differences in asset measurement techniques applied by participating agencies can affect the comparability of reported unit costs.</w:t>
      </w:r>
    </w:p>
    <w:p w:rsidR="00D2410D" w:rsidRDefault="00D2410D" w:rsidP="00D2410D">
      <w:pPr>
        <w:pStyle w:val="BodyText"/>
      </w:pPr>
      <w:r>
        <w:t xml:space="preserve">The results reported in the study for public hospitals indicate that different methods of asset measurement could lead to quite large variations in reported capital costs. However, considered in the context of total unit costs, the differences created by these asset measurement effects were relatively small, because capital costs represent a small proportion of total cost (although the differences can affect cost rankings across jurisdictions). A key message from the study was that the adoption of nationally uniform accounting standards across all service areas would be a desirable outcome. </w:t>
      </w:r>
    </w:p>
    <w:p w:rsidR="00D2410D" w:rsidRDefault="00D2410D" w:rsidP="00D2410D">
      <w:pPr>
        <w:pStyle w:val="BodyText"/>
      </w:pPr>
      <w:r>
        <w:t>Care needs to be taken, therefore, in comparing unit costs across jurisdictions. Differences in counting rules, the treatment of various expenditure items (for example, superannuation) and the allocation of overhead costs have the potential to affect such comparisons. In addition, differences in the use of salary packaging can allow hospitals to lower their wage bills (and thus State or Territory government expenditure) while maintaining the after-tax income of their staff. No data were available for reporting on the effect of salary packaging and any variation in its use across jurisdictions.</w:t>
      </w:r>
    </w:p>
    <w:p w:rsidR="00D2410D" w:rsidRDefault="00D2410D" w:rsidP="00CB7A81">
      <w:pPr>
        <w:pStyle w:val="Heading4"/>
        <w:spacing w:before="360"/>
      </w:pPr>
      <w:r>
        <w:t xml:space="preserve">Cost per </w:t>
      </w:r>
      <w:proofErr w:type="spellStart"/>
      <w:r>
        <w:t>casemix</w:t>
      </w:r>
      <w:proofErr w:type="spellEnd"/>
      <w:r>
        <w:t>-adjusted separation</w:t>
      </w:r>
    </w:p>
    <w:p w:rsidR="00D2410D" w:rsidRDefault="00D2410D" w:rsidP="00F66F30">
      <w:pPr>
        <w:pStyle w:val="BodyText"/>
        <w:keepNext/>
      </w:pPr>
      <w:r>
        <w:t xml:space="preserve">‘Cost per </w:t>
      </w:r>
      <w:proofErr w:type="spellStart"/>
      <w:r>
        <w:t>casemix</w:t>
      </w:r>
      <w:proofErr w:type="spellEnd"/>
      <w:r>
        <w:t xml:space="preserve">-adjusted separation’ is an indicator of governments’ objective to deliver services in a cost effective manner (box 10.11).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33" w:name="OLE_LINK61"/>
            <w:r w:rsidR="00951DB7">
              <w:rPr>
                <w:b w:val="0"/>
              </w:rPr>
              <w:t>10.</w:t>
            </w:r>
            <w:r w:rsidR="005B16BF">
              <w:rPr>
                <w:b w:val="0"/>
                <w:noProof/>
              </w:rPr>
              <w:t>11</w:t>
            </w:r>
            <w:bookmarkEnd w:id="33"/>
            <w:r>
              <w:tab/>
              <w:t xml:space="preserve">Cost per </w:t>
            </w:r>
            <w:proofErr w:type="spellStart"/>
            <w:r>
              <w:t>casemix</w:t>
            </w:r>
            <w:proofErr w:type="spellEnd"/>
            <w:r>
              <w:t>-adjusted separation</w:t>
            </w:r>
          </w:p>
        </w:tc>
      </w:tr>
      <w:tr w:rsidR="00D2410D" w:rsidTr="00531D51">
        <w:trPr>
          <w:cantSplit/>
        </w:trPr>
        <w:tc>
          <w:tcPr>
            <w:tcW w:w="8771" w:type="dxa"/>
            <w:tcBorders>
              <w:top w:val="nil"/>
              <w:left w:val="single" w:sz="6" w:space="0" w:color="auto"/>
              <w:bottom w:val="nil"/>
              <w:right w:val="single" w:sz="4" w:space="0" w:color="auto"/>
            </w:tcBorders>
          </w:tcPr>
          <w:p w:rsidR="00D2410D" w:rsidRDefault="00D2410D" w:rsidP="00531D51">
            <w:pPr>
              <w:pStyle w:val="Box"/>
            </w:pPr>
            <w:r>
              <w:t xml:space="preserve">‘Cost per </w:t>
            </w:r>
            <w:proofErr w:type="spellStart"/>
            <w:r>
              <w:t>casemix</w:t>
            </w:r>
            <w:proofErr w:type="spellEnd"/>
            <w:r>
              <w:t>-adjusted separation’ is defined by the following two measures:</w:t>
            </w:r>
          </w:p>
          <w:p w:rsidR="00D2410D" w:rsidRDefault="00D2410D" w:rsidP="00531D51">
            <w:pPr>
              <w:pStyle w:val="BoxListBullet"/>
            </w:pPr>
            <w:r>
              <w:t xml:space="preserve">Recurrent cost </w:t>
            </w:r>
            <w:r w:rsidR="00B243A5">
              <w:t xml:space="preserve">per </w:t>
            </w:r>
            <w:proofErr w:type="spellStart"/>
            <w:r w:rsidR="00B243A5">
              <w:t>casemix</w:t>
            </w:r>
            <w:proofErr w:type="spellEnd"/>
            <w:r w:rsidR="00B243A5">
              <w:t>-adjusted separation</w:t>
            </w:r>
            <w:r>
              <w:t xml:space="preserve"> </w:t>
            </w:r>
            <w:r w:rsidR="00B243A5">
              <w:t>is</w:t>
            </w:r>
            <w:r>
              <w:t xml:space="preserve"> the average cost of providing care for an admitted patient (overnight stay or same day) adjusted with AR</w:t>
            </w:r>
            <w:r>
              <w:noBreakHyphen/>
            </w:r>
            <w:proofErr w:type="spellStart"/>
            <w:r>
              <w:t>DRG</w:t>
            </w:r>
            <w:proofErr w:type="spellEnd"/>
            <w:r>
              <w:t xml:space="preserve"> cost weights for the relative complexity of the patient’s clinical condition and of the hospital services provided (</w:t>
            </w:r>
            <w:proofErr w:type="spellStart"/>
            <w:r>
              <w:t>AIHW</w:t>
            </w:r>
            <w:proofErr w:type="spellEnd"/>
            <w:r>
              <w:t xml:space="preserve"> 2000).</w:t>
            </w:r>
          </w:p>
          <w:p w:rsidR="00D2410D" w:rsidRDefault="00D2410D" w:rsidP="00531D51">
            <w:pPr>
              <w:pStyle w:val="BoxListBullet2"/>
            </w:pPr>
            <w:r>
              <w:t>This measure includes overnight stays, same day separations, private patient separations in public hospitals and private patient recurrent costs. It excludes non</w:t>
            </w:r>
            <w:r>
              <w:noBreakHyphen/>
              <w:t>acute hospitals, mothercraft hospitals, multipurpose hospitals, multipurpose services, hospices, rehabilitation hospitals, psychiatric hospitals and hospitals in the ‘</w:t>
            </w:r>
            <w:proofErr w:type="spellStart"/>
            <w:r>
              <w:t>unpeered</w:t>
            </w:r>
            <w:proofErr w:type="spellEnd"/>
            <w:r>
              <w:t xml:space="preserve"> and other’ peer groups. The data exclude expenditure on non</w:t>
            </w:r>
            <w:r>
              <w:noBreakHyphen/>
              <w:t xml:space="preserve">admitted patient care, the user cost of capital and depreciation, and research costs. </w:t>
            </w:r>
          </w:p>
          <w:p w:rsidR="00D2410D" w:rsidRDefault="00D2410D" w:rsidP="00531D51">
            <w:pPr>
              <w:pStyle w:val="BoxListBullet2"/>
            </w:pPr>
            <w:r>
              <w:t>All admitted patient separations and their costs are included, and most separations are for acute care. Cost weights are not available for admitted patients who received non</w:t>
            </w:r>
            <w:r>
              <w:noBreakHyphen/>
              <w:t>acute care (4.</w:t>
            </w:r>
            <w:r w:rsidR="002A5E59">
              <w:t>7</w:t>
            </w:r>
            <w:r w:rsidRPr="004D7E35">
              <w:t xml:space="preserve"> per cent of total </w:t>
            </w:r>
            <w:r>
              <w:t>separations</w:t>
            </w:r>
            <w:r w:rsidRPr="004D7E35">
              <w:t xml:space="preserve"> in 20</w:t>
            </w:r>
            <w:r w:rsidR="00696BD8">
              <w:t>1</w:t>
            </w:r>
            <w:r w:rsidR="002A5E59">
              <w:t>1</w:t>
            </w:r>
            <w:r>
              <w:noBreakHyphen/>
              <w:t>1</w:t>
            </w:r>
            <w:r w:rsidR="002A5E59">
              <w:t>2</w:t>
            </w:r>
            <w:r>
              <w:t xml:space="preserve"> (table</w:t>
            </w:r>
            <w:r w:rsidR="002A5E59">
              <w:t> </w:t>
            </w:r>
            <w:proofErr w:type="spellStart"/>
            <w:r>
              <w:t>10A.13</w:t>
            </w:r>
            <w:proofErr w:type="spellEnd"/>
            <w:r>
              <w:t>)), so the acute care cost weights are applied to non</w:t>
            </w:r>
            <w:r>
              <w:noBreakHyphen/>
              <w:t xml:space="preserve">acute separations. The admitted patient cost proportion is an estimate only. </w:t>
            </w:r>
          </w:p>
          <w:p w:rsidR="00D2410D" w:rsidRDefault="00D2410D" w:rsidP="00531D51">
            <w:pPr>
              <w:pStyle w:val="BoxListBullet2"/>
            </w:pPr>
            <w:r>
              <w:t xml:space="preserve">Some jurisdictions have developed experimental cost estimates for </w:t>
            </w:r>
            <w:r w:rsidR="000D50A1">
              <w:t xml:space="preserve">acute, </w:t>
            </w:r>
            <w:r>
              <w:t>non</w:t>
            </w:r>
            <w:r>
              <w:noBreakHyphen/>
              <w:t>psychiatric patients, which are reported here. Separations for non</w:t>
            </w:r>
            <w:r>
              <w:noBreakHyphen/>
              <w:t>acute patients and psychiatric acute care patients are excluded from these estimates because AR</w:t>
            </w:r>
            <w:r>
              <w:noBreakHyphen/>
            </w:r>
            <w:proofErr w:type="spellStart"/>
            <w:r>
              <w:t>DRG</w:t>
            </w:r>
            <w:proofErr w:type="spellEnd"/>
            <w:r>
              <w:t xml:space="preserve"> cost weights are a poor predictor of these separations.</w:t>
            </w:r>
          </w:p>
          <w:p w:rsidR="00AE2F17" w:rsidRDefault="00AE2F17" w:rsidP="004D3CE7">
            <w:pPr>
              <w:pStyle w:val="BoxListBullet2"/>
            </w:pPr>
            <w:r>
              <w:t xml:space="preserve">Data reported for this </w:t>
            </w:r>
            <w:r w:rsidR="0007434C">
              <w:t>measure</w:t>
            </w:r>
            <w:r>
              <w:t xml:space="preserve"> are:</w:t>
            </w:r>
          </w:p>
          <w:p w:rsidR="00AE2F17" w:rsidRDefault="00D8409F" w:rsidP="00D10431">
            <w:pPr>
              <w:pStyle w:val="BoxListBullet3"/>
            </w:pPr>
            <w:r w:rsidRPr="00D8409F">
              <w:t>comparable (subject to caveats) within jurisdictions over time but are not comparable across jurisdictions</w:t>
            </w:r>
          </w:p>
          <w:p w:rsidR="00AE2F17" w:rsidRDefault="00AE2F17" w:rsidP="004D3CE7">
            <w:pPr>
              <w:pStyle w:val="BoxListBullet3"/>
            </w:pPr>
            <w:r>
              <w:t>complete (subject to caveats) for the current reporting period. All required 201</w:t>
            </w:r>
            <w:r w:rsidR="002C4184">
              <w:t>1</w:t>
            </w:r>
            <w:r>
              <w:noBreakHyphen/>
              <w:t>1</w:t>
            </w:r>
            <w:r w:rsidR="002C4184">
              <w:t>2</w:t>
            </w:r>
            <w:r>
              <w:t xml:space="preserve"> data are available for all jurisdictions.</w:t>
            </w:r>
          </w:p>
          <w:p w:rsidR="00D2410D" w:rsidRDefault="00F66F30" w:rsidP="00E00401">
            <w:pPr>
              <w:pStyle w:val="Continued"/>
              <w:spacing w:before="120"/>
            </w:pPr>
            <w:r>
              <w:t>(Continued on next page)</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F66F30" w:rsidRDefault="00F66F30" w:rsidP="00F66F3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66F30" w:rsidTr="00F66F30">
        <w:tc>
          <w:tcPr>
            <w:tcW w:w="8771" w:type="dxa"/>
            <w:tcBorders>
              <w:top w:val="single" w:sz="6" w:space="0" w:color="auto"/>
              <w:bottom w:val="nil"/>
            </w:tcBorders>
          </w:tcPr>
          <w:p w:rsidR="00F66F30" w:rsidRDefault="00F66F30" w:rsidP="00F66F30">
            <w:pPr>
              <w:pStyle w:val="BoxTitle"/>
            </w:pPr>
            <w:r>
              <w:rPr>
                <w:b w:val="0"/>
              </w:rPr>
              <w:t>Box 10.11</w:t>
            </w:r>
            <w:r>
              <w:tab/>
            </w:r>
            <w:r w:rsidRPr="00F0396D">
              <w:rPr>
                <w:sz w:val="18"/>
                <w:szCs w:val="20"/>
              </w:rPr>
              <w:t>(Continued)</w:t>
            </w:r>
          </w:p>
        </w:tc>
      </w:tr>
      <w:tr w:rsidR="00F66F30" w:rsidTr="00F66F30">
        <w:trPr>
          <w:cantSplit/>
        </w:trPr>
        <w:tc>
          <w:tcPr>
            <w:tcW w:w="8771" w:type="dxa"/>
            <w:tcBorders>
              <w:top w:val="nil"/>
              <w:left w:val="single" w:sz="6" w:space="0" w:color="auto"/>
              <w:bottom w:val="nil"/>
              <w:right w:val="single" w:sz="4" w:space="0" w:color="auto"/>
            </w:tcBorders>
          </w:tcPr>
          <w:p w:rsidR="00E9607A" w:rsidRDefault="00E9607A" w:rsidP="00E9607A">
            <w:pPr>
              <w:pStyle w:val="BoxListBullet"/>
            </w:pPr>
            <w:r>
              <w:t xml:space="preserve">Total cost per </w:t>
            </w:r>
            <w:proofErr w:type="spellStart"/>
            <w:r>
              <w:t>casemix</w:t>
            </w:r>
            <w:proofErr w:type="spellEnd"/>
            <w:r>
              <w:noBreakHyphen/>
              <w:t xml:space="preserve">adjusted separation is the recurrent cost per </w:t>
            </w:r>
            <w:proofErr w:type="spellStart"/>
            <w:r>
              <w:t>casemix</w:t>
            </w:r>
            <w:proofErr w:type="spellEnd"/>
            <w:r>
              <w:t xml:space="preserve">-adjusted separation plus the capital costs per </w:t>
            </w:r>
            <w:proofErr w:type="spellStart"/>
            <w:r>
              <w:t>casemix</w:t>
            </w:r>
            <w:proofErr w:type="spellEnd"/>
            <w:r>
              <w:t xml:space="preserve">-adjusted separation. Recurrent costs include labour and material costs, and capital costs include depreciation and the user cost of capital for buildings and equipment. This measure allows the full cost of hospital services to be considered. The hospitals included in this measure are the same as for recurrent cost per </w:t>
            </w:r>
            <w:proofErr w:type="spellStart"/>
            <w:r>
              <w:t>casemix</w:t>
            </w:r>
            <w:proofErr w:type="spellEnd"/>
            <w:r>
              <w:t xml:space="preserve">-adjusted </w:t>
            </w:r>
            <w:r w:rsidRPr="00544BAC">
              <w:t>separation.</w:t>
            </w:r>
          </w:p>
          <w:p w:rsidR="009A6F55" w:rsidRDefault="009A6F55" w:rsidP="00253602">
            <w:pPr>
              <w:pStyle w:val="BoxListBullet2"/>
            </w:pPr>
            <w:r w:rsidRPr="00660D59">
              <w:t>Depreciation is defined as the cost of consuming an asset’s services. It is measured by the reduction in value of an asset over the financial year. The user cost of capital is the opportunity cost of the capital invested in an asset, and is equivalent to the return foregone from not using the funds to deliver other services or to retire debt. Interest payments represent a user cost of capital, so are deducted from capital costs to avoid double counting.</w:t>
            </w:r>
          </w:p>
          <w:p w:rsidR="00253602" w:rsidRDefault="00253602" w:rsidP="00253602">
            <w:pPr>
              <w:pStyle w:val="BoxListBullet2"/>
            </w:pPr>
            <w:r>
              <w:t>Data reported for this measure are:</w:t>
            </w:r>
          </w:p>
          <w:p w:rsidR="00253602" w:rsidRDefault="00253602" w:rsidP="00253602">
            <w:pPr>
              <w:pStyle w:val="BoxListBullet3"/>
            </w:pPr>
            <w:r>
              <w:t xml:space="preserve">comparable (subject to caveats) </w:t>
            </w:r>
            <w:r w:rsidRPr="00253602">
              <w:t>within jurisdictions over time but are not comparable across jurisdictions</w:t>
            </w:r>
          </w:p>
          <w:p w:rsidR="00253602" w:rsidRDefault="00253602" w:rsidP="00253602">
            <w:pPr>
              <w:pStyle w:val="BoxListBullet3"/>
            </w:pPr>
            <w:r>
              <w:t>complete (subject to caveats) for the current reporting period. All required 201</w:t>
            </w:r>
            <w:r w:rsidR="002C4184">
              <w:t>1</w:t>
            </w:r>
            <w:r>
              <w:noBreakHyphen/>
              <w:t>1</w:t>
            </w:r>
            <w:r w:rsidR="002C4184">
              <w:t>2</w:t>
            </w:r>
            <w:r>
              <w:t xml:space="preserve"> data are available for all jurisdictions.</w:t>
            </w:r>
          </w:p>
          <w:p w:rsidR="00F66F30" w:rsidRDefault="00B243A5" w:rsidP="00E00401">
            <w:pPr>
              <w:pStyle w:val="Box"/>
              <w:spacing w:before="60"/>
            </w:pPr>
            <w:r>
              <w:t xml:space="preserve">A low or decreasing cost per </w:t>
            </w:r>
            <w:proofErr w:type="spellStart"/>
            <w:r>
              <w:t>casemix</w:t>
            </w:r>
            <w:proofErr w:type="spellEnd"/>
            <w:r>
              <w:t>-adjusted separation</w:t>
            </w:r>
            <w:r w:rsidR="00F66F30">
              <w:t xml:space="preserve"> can reflect more efficient service delivery in public hospitals. However, this indicator needs to be viewed in the context of the set of performance indicators as a whole</w:t>
            </w:r>
            <w:r w:rsidR="000D50A1">
              <w:t>,</w:t>
            </w:r>
            <w:r w:rsidR="00F66F30">
              <w:t xml:space="preserve"> as decreasing cost could also be associated with decreasing quality and effectiveness.</w:t>
            </w:r>
          </w:p>
          <w:p w:rsidR="00F66F30" w:rsidRDefault="00A776F4" w:rsidP="000C16E0">
            <w:pPr>
              <w:pStyle w:val="Box"/>
              <w:spacing w:before="60"/>
            </w:pPr>
            <w:r w:rsidRPr="009A5C5F">
              <w:rPr>
                <w:rFonts w:cs="Arial"/>
                <w:szCs w:val="22"/>
              </w:rPr>
              <w:t xml:space="preserve">Information about data quality for this indicator is at </w:t>
            </w:r>
            <w:proofErr w:type="spellStart"/>
            <w:r w:rsidRPr="009A5C5F">
              <w:rPr>
                <w:rFonts w:cs="Arial"/>
                <w:szCs w:val="22"/>
              </w:rPr>
              <w:t>www.pc.gov.au</w:t>
            </w:r>
            <w:proofErr w:type="spellEnd"/>
            <w:r w:rsidRPr="009A5C5F">
              <w:rPr>
                <w:rFonts w:cs="Arial"/>
                <w:szCs w:val="22"/>
              </w:rPr>
              <w:t>/</w:t>
            </w:r>
            <w:proofErr w:type="spellStart"/>
            <w:r w:rsidRPr="009A5C5F">
              <w:rPr>
                <w:rFonts w:cs="Arial"/>
                <w:szCs w:val="22"/>
              </w:rPr>
              <w:t>gsp</w:t>
            </w:r>
            <w:proofErr w:type="spellEnd"/>
            <w:r w:rsidRPr="009A5C5F">
              <w:rPr>
                <w:rFonts w:cs="Arial"/>
                <w:szCs w:val="22"/>
              </w:rPr>
              <w:t>/reports/</w:t>
            </w:r>
            <w:proofErr w:type="spellStart"/>
            <w:r w:rsidRPr="009A5C5F">
              <w:rPr>
                <w:rFonts w:cs="Arial"/>
                <w:szCs w:val="22"/>
              </w:rPr>
              <w:t>rogs</w:t>
            </w:r>
            <w:proofErr w:type="spellEnd"/>
            <w:r w:rsidRPr="009A5C5F">
              <w:rPr>
                <w:rFonts w:cs="Arial"/>
                <w:szCs w:val="22"/>
              </w:rPr>
              <w:t>/201</w:t>
            </w:r>
            <w:r w:rsidR="000C16E0">
              <w:rPr>
                <w:rFonts w:cs="Arial"/>
                <w:szCs w:val="22"/>
              </w:rPr>
              <w:t>4</w:t>
            </w:r>
            <w:r w:rsidRPr="009A5C5F">
              <w:rPr>
                <w:rFonts w:cs="Arial"/>
                <w:szCs w:val="22"/>
              </w:rPr>
              <w:t>.</w:t>
            </w:r>
          </w:p>
        </w:tc>
      </w:tr>
      <w:tr w:rsidR="00F66F30" w:rsidTr="00F66F30">
        <w:trPr>
          <w:cantSplit/>
        </w:trPr>
        <w:tc>
          <w:tcPr>
            <w:tcW w:w="8771" w:type="dxa"/>
            <w:tcBorders>
              <w:top w:val="nil"/>
              <w:left w:val="single" w:sz="6" w:space="0" w:color="auto"/>
              <w:bottom w:val="single" w:sz="6" w:space="0" w:color="auto"/>
              <w:right w:val="single" w:sz="6" w:space="0" w:color="auto"/>
            </w:tcBorders>
          </w:tcPr>
          <w:p w:rsidR="00F66F30" w:rsidRDefault="00F66F30" w:rsidP="00F66F30">
            <w:pPr>
              <w:pStyle w:val="Box"/>
              <w:spacing w:before="0" w:line="120" w:lineRule="exact"/>
            </w:pPr>
          </w:p>
        </w:tc>
      </w:tr>
      <w:tr w:rsidR="00F66F30" w:rsidTr="00F66F30">
        <w:tc>
          <w:tcPr>
            <w:tcW w:w="8771" w:type="dxa"/>
            <w:tcBorders>
              <w:top w:val="nil"/>
              <w:left w:val="nil"/>
              <w:bottom w:val="nil"/>
              <w:right w:val="nil"/>
            </w:tcBorders>
          </w:tcPr>
          <w:p w:rsidR="00F66F30" w:rsidRDefault="00F66F30" w:rsidP="00F66F30">
            <w:pPr>
              <w:pStyle w:val="Box"/>
              <w:keepNext w:val="0"/>
              <w:spacing w:before="60" w:after="60" w:line="80" w:lineRule="exact"/>
              <w:rPr>
                <w:b/>
                <w:color w:val="FF00FF"/>
                <w:sz w:val="14"/>
              </w:rPr>
            </w:pPr>
          </w:p>
        </w:tc>
      </w:tr>
    </w:tbl>
    <w:p w:rsidR="00D2410D" w:rsidRDefault="00D2410D" w:rsidP="009A6F55">
      <w:pPr>
        <w:pStyle w:val="Heading5"/>
        <w:spacing w:before="240"/>
      </w:pPr>
      <w:r>
        <w:t xml:space="preserve">Recurrent cost per </w:t>
      </w:r>
      <w:proofErr w:type="spellStart"/>
      <w:r>
        <w:t>casemix</w:t>
      </w:r>
      <w:proofErr w:type="spellEnd"/>
      <w:r>
        <w:t>-adjusted separation</w:t>
      </w:r>
    </w:p>
    <w:p w:rsidR="00D2410D" w:rsidRDefault="00D2410D" w:rsidP="00D2410D">
      <w:pPr>
        <w:pStyle w:val="BodyText"/>
      </w:pPr>
      <w:r>
        <w:t xml:space="preserve">‘Recurrent cost per </w:t>
      </w:r>
      <w:proofErr w:type="spellStart"/>
      <w:r>
        <w:t>casemix</w:t>
      </w:r>
      <w:proofErr w:type="spellEnd"/>
      <w:r>
        <w:t>-adjusted separation’ data are presented in figure 10.</w:t>
      </w:r>
      <w:r w:rsidR="0029217B">
        <w:t>19</w:t>
      </w:r>
      <w:r>
        <w:t>.</w:t>
      </w:r>
    </w:p>
    <w:p w:rsidR="00D2410D" w:rsidRDefault="00D2410D" w:rsidP="00E00401">
      <w:pPr>
        <w:pStyle w:val="FigureTitle"/>
        <w:spacing w:before="240"/>
        <w:ind w:left="1559" w:hanging="1559"/>
      </w:pPr>
      <w:r>
        <w:rPr>
          <w:b w:val="0"/>
        </w:rPr>
        <w:t xml:space="preserve">Figure </w:t>
      </w:r>
      <w:bookmarkStart w:id="34" w:name="OLE_LINK62"/>
      <w:r w:rsidR="00951DB7">
        <w:rPr>
          <w:b w:val="0"/>
        </w:rPr>
        <w:t>10.</w:t>
      </w:r>
      <w:r w:rsidR="005B16BF">
        <w:rPr>
          <w:b w:val="0"/>
          <w:noProof/>
        </w:rPr>
        <w:t>19</w:t>
      </w:r>
      <w:bookmarkEnd w:id="34"/>
      <w:r>
        <w:tab/>
        <w:t xml:space="preserve">Recurrent cost per </w:t>
      </w:r>
      <w:proofErr w:type="spellStart"/>
      <w:r>
        <w:t>casemix</w:t>
      </w:r>
      <w:proofErr w:type="spellEnd"/>
      <w:r>
        <w:t>-adjusted separation, 20</w:t>
      </w:r>
      <w:r w:rsidR="003A6801">
        <w:t>1</w:t>
      </w:r>
      <w:r w:rsidR="00C96F56">
        <w:t>1</w:t>
      </w:r>
      <w:r>
        <w:t>-</w:t>
      </w:r>
      <w:proofErr w:type="spellStart"/>
      <w:r>
        <w:t>1</w:t>
      </w:r>
      <w:r w:rsidR="00C96F56">
        <w:t>2</w:t>
      </w:r>
      <w:r w:rsidR="003B2D51">
        <w:rPr>
          <w:vertAlign w:val="superscript"/>
        </w:rPr>
        <w:t>a</w:t>
      </w:r>
      <w:proofErr w:type="spellEnd"/>
      <w:r w:rsidR="003B2D51">
        <w:rPr>
          <w:vertAlign w:val="superscript"/>
        </w:rPr>
        <w:t>,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583F92CE" wp14:editId="19EFD004">
                  <wp:extent cx="5387975" cy="2375535"/>
                  <wp:effectExtent l="0" t="0" r="3175" b="5715"/>
                  <wp:docPr id="22" name="Picture 22" descr="Figure 10.19 Recurrent cost per casemix-adjusted separation,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7975" cy="2375535"/>
                          </a:xfrm>
                          <a:prstGeom prst="rect">
                            <a:avLst/>
                          </a:prstGeom>
                          <a:noFill/>
                          <a:ln>
                            <a:noFill/>
                          </a:ln>
                        </pic:spPr>
                      </pic:pic>
                    </a:graphicData>
                  </a:graphic>
                </wp:inline>
              </w:drawing>
            </w:r>
          </w:p>
        </w:tc>
      </w:tr>
    </w:tbl>
    <w:p w:rsidR="0057695B" w:rsidRDefault="00D2410D" w:rsidP="00D2410D">
      <w:pPr>
        <w:pStyle w:val="Note"/>
      </w:pPr>
      <w:proofErr w:type="spellStart"/>
      <w:r>
        <w:rPr>
          <w:rStyle w:val="NoteLabel"/>
        </w:rPr>
        <w:t>a</w:t>
      </w:r>
      <w:proofErr w:type="spellEnd"/>
      <w:r>
        <w:sym w:font="Symbol" w:char="F020"/>
      </w:r>
      <w:r w:rsidRPr="00FA61CE">
        <w:t xml:space="preserve"> </w:t>
      </w:r>
      <w:r>
        <w:t xml:space="preserve">Excludes depreciation and the user cost of capital, spending on non-admitted patient care and research costs. </w:t>
      </w:r>
      <w:r w:rsidRPr="000D1013">
        <w:rPr>
          <w:rStyle w:val="NoteLabel"/>
        </w:rPr>
        <w:t>b</w:t>
      </w:r>
      <w:r>
        <w:t xml:space="preserve"> </w:t>
      </w:r>
      <w:proofErr w:type="spellStart"/>
      <w:r>
        <w:t>Casemix</w:t>
      </w:r>
      <w:proofErr w:type="spellEnd"/>
      <w:r>
        <w:t>-adjusted separations are the product of total separations and average cost weight. Average cost weights are from the National Hospital Cost Data Collection, based on acute and unspecified separations and newborn episodes of care with qualified days, using the 200</w:t>
      </w:r>
      <w:r w:rsidR="003B2D51">
        <w:t>8-09</w:t>
      </w:r>
      <w:r>
        <w:t xml:space="preserve"> AR-</w:t>
      </w:r>
      <w:proofErr w:type="spellStart"/>
      <w:r>
        <w:t>DRG</w:t>
      </w:r>
      <w:proofErr w:type="spellEnd"/>
      <w:r>
        <w:t xml:space="preserve"> v 5.</w:t>
      </w:r>
      <w:r w:rsidR="003B2D51">
        <w:t>2</w:t>
      </w:r>
      <w:r>
        <w:t xml:space="preserve"> cost weights. </w:t>
      </w:r>
      <w:r w:rsidRPr="000D1013">
        <w:rPr>
          <w:rStyle w:val="NoteLabel"/>
        </w:rPr>
        <w:t>c</w:t>
      </w:r>
      <w:r>
        <w:t xml:space="preserve"> Excludes separations for which the care type was reported as ‘newborn with no qualified days’, and records for hospital boarders and posthumous organ procurement. </w:t>
      </w:r>
      <w:r w:rsidRPr="000D1013">
        <w:rPr>
          <w:rStyle w:val="NoteLabel"/>
        </w:rPr>
        <w:t>d</w:t>
      </w:r>
      <w:r>
        <w:t xml:space="preserve"> Psychiatric hospitals, drug and alcohol services, mothercraft hospitals, </w:t>
      </w:r>
      <w:proofErr w:type="spellStart"/>
      <w:r>
        <w:t>unpeered</w:t>
      </w:r>
      <w:proofErr w:type="spellEnd"/>
      <w:r>
        <w:t xml:space="preserve"> and other hospitals, hospices, rehabilitation facilities, small non-acute hospitals and </w:t>
      </w:r>
      <w:proofErr w:type="spellStart"/>
      <w:r>
        <w:t>multi</w:t>
      </w:r>
      <w:r w:rsidR="005B1A79">
        <w:noBreakHyphen/>
      </w:r>
      <w:r>
        <w:t>purpose</w:t>
      </w:r>
      <w:proofErr w:type="spellEnd"/>
      <w:r>
        <w:t xml:space="preserve"> services are excluded from these data. The data are based on hospital establishments for which expenditure data were provided, including networks of hospitals in some jurisdictions. Some small hospitals with incomplete expenditure data were not included. </w:t>
      </w:r>
    </w:p>
    <w:p w:rsidR="00D2410D" w:rsidRDefault="00D2410D" w:rsidP="00D2410D">
      <w:pPr>
        <w:pStyle w:val="Source"/>
      </w:pPr>
      <w:r>
        <w:rPr>
          <w:i/>
        </w:rPr>
        <w:t>Source</w:t>
      </w:r>
      <w:r w:rsidRPr="00FA61CE">
        <w:t>:</w:t>
      </w:r>
      <w:r>
        <w:t xml:space="preserve"> </w:t>
      </w:r>
      <w:proofErr w:type="spellStart"/>
      <w:r w:rsidR="00193664">
        <w:t>AIHW</w:t>
      </w:r>
      <w:proofErr w:type="spellEnd"/>
      <w:r w:rsidR="00193664">
        <w:t xml:space="preserve"> (201</w:t>
      </w:r>
      <w:r w:rsidR="001B0B3D">
        <w:t>3</w:t>
      </w:r>
      <w:r w:rsidR="00193664">
        <w:t>),</w:t>
      </w:r>
      <w:r w:rsidR="00193664" w:rsidRPr="00663A00">
        <w:rPr>
          <w:i/>
        </w:rPr>
        <w:t xml:space="preserve"> </w:t>
      </w:r>
      <w:r w:rsidR="00193664" w:rsidRPr="00354423">
        <w:rPr>
          <w:i/>
        </w:rPr>
        <w:t>Australian Hospital Statistics</w:t>
      </w:r>
      <w:r w:rsidR="00193664">
        <w:rPr>
          <w:i/>
        </w:rPr>
        <w:t xml:space="preserve"> 201</w:t>
      </w:r>
      <w:r w:rsidR="001B0B3D">
        <w:rPr>
          <w:i/>
        </w:rPr>
        <w:t>1</w:t>
      </w:r>
      <w:r w:rsidR="00193664">
        <w:rPr>
          <w:i/>
        </w:rPr>
        <w:t>-1</w:t>
      </w:r>
      <w:r w:rsidR="001B0B3D">
        <w:rPr>
          <w:i/>
        </w:rPr>
        <w:t>2</w:t>
      </w:r>
      <w:r w:rsidR="00193664">
        <w:rPr>
          <w:i/>
        </w:rPr>
        <w:t xml:space="preserve">, </w:t>
      </w:r>
      <w:r w:rsidR="00193664">
        <w:t xml:space="preserve">Health Services Series No. </w:t>
      </w:r>
      <w:r w:rsidR="001B0B3D">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1B0B3D">
        <w:t>34</w:t>
      </w:r>
      <w:r>
        <w:t xml:space="preserve">; table </w:t>
      </w:r>
      <w:proofErr w:type="spellStart"/>
      <w:r>
        <w:t>10A.5</w:t>
      </w:r>
      <w:r w:rsidR="004E0D3B">
        <w:t>6</w:t>
      </w:r>
      <w:proofErr w:type="spellEnd"/>
      <w:r>
        <w:t>.</w:t>
      </w:r>
    </w:p>
    <w:p w:rsidR="00D2410D" w:rsidRPr="00CF664C" w:rsidRDefault="00D2410D" w:rsidP="00D2410D">
      <w:pPr>
        <w:pStyle w:val="BodyText"/>
      </w:pPr>
      <w:r w:rsidRPr="00456C78">
        <w:t xml:space="preserve">Experimental estimates of ‘recurrent cost per </w:t>
      </w:r>
      <w:proofErr w:type="spellStart"/>
      <w:r w:rsidRPr="00456C78">
        <w:t>casemix</w:t>
      </w:r>
      <w:proofErr w:type="spellEnd"/>
      <w:r w:rsidRPr="00456C78">
        <w:t>-adjusted separation’ for acute non</w:t>
      </w:r>
      <w:r w:rsidRPr="00456C78">
        <w:noBreakHyphen/>
        <w:t>psychiatric patients are reported for NSW, Victoria and WA (figure 10.2</w:t>
      </w:r>
      <w:r w:rsidR="0029217B">
        <w:t>0</w:t>
      </w:r>
      <w:r w:rsidRPr="00456C78">
        <w:t>). (These estimates relate to a subset of the selected public hospitals reported in figure 10.</w:t>
      </w:r>
      <w:r w:rsidR="00933C9B">
        <w:t>19</w:t>
      </w:r>
      <w:r w:rsidRPr="00456C78">
        <w:t xml:space="preserve"> and are not available for other jurisdictions.) The experimental estimates aim to overcome the need to apply cost weights for acute care to non</w:t>
      </w:r>
      <w:r w:rsidRPr="00456C78">
        <w:noBreakHyphen/>
        <w:t>acute care separations (box 10.</w:t>
      </w:r>
      <w:r>
        <w:t>11</w:t>
      </w:r>
      <w:r w:rsidRPr="00456C78">
        <w:t xml:space="preserve">). </w:t>
      </w:r>
      <w:r w:rsidRPr="00CF664C">
        <w:t>The effect of restricting the analysis to acute</w:t>
      </w:r>
      <w:r w:rsidR="009A3120">
        <w:t>,</w:t>
      </w:r>
      <w:r w:rsidRPr="00CF664C">
        <w:t xml:space="preserve"> non</w:t>
      </w:r>
      <w:r w:rsidR="009A3120">
        <w:noBreakHyphen/>
      </w:r>
      <w:r w:rsidRPr="00CF664C">
        <w:t xml:space="preserve">psychiatric admitted patients was to </w:t>
      </w:r>
      <w:r w:rsidR="001F3E9C">
        <w:t>decrease</w:t>
      </w:r>
      <w:r w:rsidRPr="00CF664C">
        <w:t xml:space="preserve"> the estimated recurrent cost per </w:t>
      </w:r>
      <w:proofErr w:type="spellStart"/>
      <w:r w:rsidRPr="00CF664C">
        <w:t>casemix</w:t>
      </w:r>
      <w:proofErr w:type="spellEnd"/>
      <w:r w:rsidRPr="00CF664C">
        <w:t xml:space="preserve"> adjusted separation for the subset of hospitals by </w:t>
      </w:r>
      <w:r w:rsidR="00A0273E">
        <w:t>5.6</w:t>
      </w:r>
      <w:r w:rsidR="001F3E9C">
        <w:t> </w:t>
      </w:r>
      <w:r w:rsidRPr="00CF664C">
        <w:t>per cent for NSW</w:t>
      </w:r>
      <w:r w:rsidR="001F3E9C">
        <w:t>,</w:t>
      </w:r>
      <w:r w:rsidRPr="00CF664C">
        <w:t xml:space="preserve"> </w:t>
      </w:r>
      <w:r w:rsidR="00A0273E">
        <w:t>14.0</w:t>
      </w:r>
      <w:r w:rsidRPr="00CF664C">
        <w:t xml:space="preserve"> per cent for Victoria and </w:t>
      </w:r>
      <w:r w:rsidR="001F3E9C">
        <w:t>4.</w:t>
      </w:r>
      <w:r w:rsidR="00A0273E">
        <w:t>1</w:t>
      </w:r>
      <w:r w:rsidR="001F3E9C">
        <w:t xml:space="preserve"> per cent for WA (</w:t>
      </w:r>
      <w:proofErr w:type="spellStart"/>
      <w:r w:rsidR="001F3E9C">
        <w:t>AIHW</w:t>
      </w:r>
      <w:proofErr w:type="spellEnd"/>
      <w:r w:rsidR="001F3E9C">
        <w:t> </w:t>
      </w:r>
      <w:proofErr w:type="spellStart"/>
      <w:r w:rsidRPr="00CF664C">
        <w:t>201</w:t>
      </w:r>
      <w:r w:rsidR="004915D2">
        <w:t>3</w:t>
      </w:r>
      <w:r w:rsidRPr="00CF664C">
        <w:t>a</w:t>
      </w:r>
      <w:proofErr w:type="spellEnd"/>
      <w:r w:rsidRPr="00CF664C">
        <w:t>).</w:t>
      </w:r>
    </w:p>
    <w:p w:rsidR="00D2410D" w:rsidRDefault="00D2410D" w:rsidP="00D2410D">
      <w:pPr>
        <w:pStyle w:val="FigureTitle"/>
        <w:ind w:left="1560" w:hanging="1560"/>
      </w:pPr>
      <w:r w:rsidRPr="00456C78">
        <w:rPr>
          <w:b w:val="0"/>
        </w:rPr>
        <w:t xml:space="preserve">Figure </w:t>
      </w:r>
      <w:bookmarkStart w:id="35" w:name="OLE_LINK64"/>
      <w:r w:rsidR="00951DB7">
        <w:rPr>
          <w:b w:val="0"/>
        </w:rPr>
        <w:t>10.</w:t>
      </w:r>
      <w:r w:rsidR="005B16BF">
        <w:rPr>
          <w:b w:val="0"/>
          <w:noProof/>
        </w:rPr>
        <w:t>20</w:t>
      </w:r>
      <w:bookmarkEnd w:id="35"/>
      <w:r w:rsidRPr="00456C78">
        <w:tab/>
        <w:t xml:space="preserve">Recurrent cost per acute non-psychiatric </w:t>
      </w:r>
      <w:proofErr w:type="spellStart"/>
      <w:r w:rsidRPr="00456C78">
        <w:t>casemix</w:t>
      </w:r>
      <w:proofErr w:type="spellEnd"/>
      <w:r w:rsidRPr="00456C78">
        <w:t>-</w:t>
      </w:r>
      <w:r>
        <w:t>adjusted separation, subset of hospitals, 20</w:t>
      </w:r>
      <w:r w:rsidR="003A6801">
        <w:t>1</w:t>
      </w:r>
      <w:r w:rsidR="00C96F56">
        <w:t>1</w:t>
      </w:r>
      <w:r>
        <w:t>-</w:t>
      </w:r>
      <w:proofErr w:type="spellStart"/>
      <w:r>
        <w:t>1</w:t>
      </w:r>
      <w:r w:rsidR="00C96F56">
        <w:t>2</w:t>
      </w:r>
      <w:r>
        <w:rPr>
          <w:vertAlign w:val="superscript"/>
        </w:rPr>
        <w:t>a</w:t>
      </w:r>
      <w:proofErr w:type="spellEnd"/>
      <w:r>
        <w:rPr>
          <w:vertAlign w:val="superscript"/>
        </w:rPr>
        <w:t>,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200BE180" wp14:editId="02D6C03F">
                  <wp:extent cx="5387975" cy="2698115"/>
                  <wp:effectExtent l="0" t="0" r="3175" b="6985"/>
                  <wp:docPr id="23" name="Picture 23" descr="Figure 10.20 Recurrent cost per acute non-psychiatric casemix-adjusted separation, subset of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0D1013">
        <w:t xml:space="preserve"> </w:t>
      </w:r>
      <w:r>
        <w:t xml:space="preserve">Excludes psychiatric hospitals, subacute, non-acute and </w:t>
      </w:r>
      <w:proofErr w:type="spellStart"/>
      <w:r>
        <w:t>unpeered</w:t>
      </w:r>
      <w:proofErr w:type="spellEnd"/>
      <w:r>
        <w:t xml:space="preserve"> hospitals. This subset excludes hospitals where the inpatient fraction was equal to the acute inpatient fraction and more tha</w:t>
      </w:r>
      <w:r w:rsidR="00724968">
        <w:t>n 1000 </w:t>
      </w:r>
      <w:r>
        <w:t>non</w:t>
      </w:r>
      <w:r>
        <w:noBreakHyphen/>
        <w:t>acute patient days were recorded. Also excludes hospitals where the apparent cost of non</w:t>
      </w:r>
      <w:r>
        <w:noBreakHyphen/>
        <w:t xml:space="preserve">acute patients exceeded $1000 per day and more than $1 million of apparent expenditure on non-acute patients days was reported. </w:t>
      </w:r>
      <w:r>
        <w:rPr>
          <w:rStyle w:val="NoteLabel"/>
        </w:rPr>
        <w:t>b </w:t>
      </w:r>
      <w:r>
        <w:t xml:space="preserve">Separations are those where the care type is acute, newborn with qualified days, or not reported. Psychiatric separations are those with psychiatric care days. </w:t>
      </w:r>
      <w:r w:rsidRPr="000D1013">
        <w:rPr>
          <w:rStyle w:val="NoteLabel"/>
        </w:rPr>
        <w:t>c</w:t>
      </w:r>
      <w:r>
        <w:t xml:space="preserve"> Average cost weight from the National Hospital Cost Data Collection, based on acute, newborn with at least one qualified day, or not reported, using the 200</w:t>
      </w:r>
      <w:r w:rsidR="00A24F51">
        <w:t>8</w:t>
      </w:r>
      <w:r>
        <w:t>-0</w:t>
      </w:r>
      <w:r w:rsidR="00A24F51">
        <w:t>9</w:t>
      </w:r>
      <w:r>
        <w:t xml:space="preserve"> AR</w:t>
      </w:r>
      <w:r>
        <w:noBreakHyphen/>
      </w:r>
      <w:proofErr w:type="spellStart"/>
      <w:r>
        <w:t>DRG</w:t>
      </w:r>
      <w:proofErr w:type="spellEnd"/>
      <w:r>
        <w:t xml:space="preserve"> version 5.</w:t>
      </w:r>
      <w:r w:rsidR="00C2725C">
        <w:t>2</w:t>
      </w:r>
      <w:r>
        <w:t xml:space="preserve"> cost weights. </w:t>
      </w:r>
      <w:r w:rsidRPr="000D1013">
        <w:rPr>
          <w:rStyle w:val="NoteLabel"/>
        </w:rPr>
        <w:t>d</w:t>
      </w:r>
      <w:r>
        <w:t xml:space="preserve"> These estimates are not available for Queensland, SA, Tasmania, the ACT or the NT. </w:t>
      </w:r>
    </w:p>
    <w:p w:rsidR="00D2410D" w:rsidRDefault="00D2410D" w:rsidP="00D2410D">
      <w:pPr>
        <w:pStyle w:val="Source"/>
      </w:pPr>
      <w:r>
        <w:rPr>
          <w:i/>
        </w:rPr>
        <w:t>Source</w:t>
      </w:r>
      <w:r w:rsidRPr="000D1013">
        <w:t>:</w:t>
      </w:r>
      <w:r>
        <w:t xml:space="preserve"> </w:t>
      </w:r>
      <w:proofErr w:type="spellStart"/>
      <w:r w:rsidR="00193664">
        <w:t>AIHW</w:t>
      </w:r>
      <w:proofErr w:type="spellEnd"/>
      <w:r w:rsidR="00193664">
        <w:t xml:space="preserve"> (201</w:t>
      </w:r>
      <w:r w:rsidR="001B0B3D">
        <w:t>3</w:t>
      </w:r>
      <w:r w:rsidR="00193664">
        <w:t>),</w:t>
      </w:r>
      <w:r w:rsidR="00193664" w:rsidRPr="00663A00">
        <w:rPr>
          <w:i/>
        </w:rPr>
        <w:t xml:space="preserve"> </w:t>
      </w:r>
      <w:r w:rsidR="00193664" w:rsidRPr="00354423">
        <w:rPr>
          <w:i/>
        </w:rPr>
        <w:t>Australian Hospital Statistics</w:t>
      </w:r>
      <w:r w:rsidR="00193664">
        <w:rPr>
          <w:i/>
        </w:rPr>
        <w:t xml:space="preserve"> 201</w:t>
      </w:r>
      <w:r w:rsidR="001B0B3D">
        <w:rPr>
          <w:i/>
        </w:rPr>
        <w:t>1</w:t>
      </w:r>
      <w:r w:rsidR="00193664">
        <w:rPr>
          <w:i/>
        </w:rPr>
        <w:t>-1</w:t>
      </w:r>
      <w:r w:rsidR="001B0B3D">
        <w:rPr>
          <w:i/>
        </w:rPr>
        <w:t>2</w:t>
      </w:r>
      <w:r w:rsidR="00193664">
        <w:rPr>
          <w:i/>
        </w:rPr>
        <w:t xml:space="preserve">, </w:t>
      </w:r>
      <w:r w:rsidR="00193664">
        <w:t xml:space="preserve">Health Services Series No. </w:t>
      </w:r>
      <w:r w:rsidR="001B0B3D">
        <w:t>50</w:t>
      </w:r>
      <w:r w:rsidR="00193664">
        <w:t xml:space="preserve">, </w:t>
      </w:r>
      <w:r w:rsidR="00193664" w:rsidRPr="00663A00">
        <w:t xml:space="preserve">Cat </w:t>
      </w:r>
      <w:r w:rsidR="00724968">
        <w:t xml:space="preserve">no. </w:t>
      </w:r>
      <w:proofErr w:type="spellStart"/>
      <w:r w:rsidR="00724968">
        <w:t>HSE</w:t>
      </w:r>
      <w:proofErr w:type="spellEnd"/>
      <w:r w:rsidR="00724968">
        <w:t> </w:t>
      </w:r>
      <w:r w:rsidR="00193664">
        <w:t>1</w:t>
      </w:r>
      <w:r w:rsidR="001B0B3D">
        <w:t>34</w:t>
      </w:r>
      <w:r>
        <w:t xml:space="preserve">; table </w:t>
      </w:r>
      <w:proofErr w:type="spellStart"/>
      <w:r>
        <w:t>10A.5</w:t>
      </w:r>
      <w:r w:rsidR="004E0D3B">
        <w:t>6</w:t>
      </w:r>
      <w:proofErr w:type="spellEnd"/>
      <w:r>
        <w:t>.</w:t>
      </w:r>
    </w:p>
    <w:p w:rsidR="00D2410D" w:rsidRDefault="00D2410D" w:rsidP="00D2410D">
      <w:pPr>
        <w:pStyle w:val="BodyText"/>
      </w:pPr>
      <w:r>
        <w:t xml:space="preserve">Recurrent cost per </w:t>
      </w:r>
      <w:proofErr w:type="spellStart"/>
      <w:r>
        <w:t>casemix</w:t>
      </w:r>
      <w:proofErr w:type="spellEnd"/>
      <w:r>
        <w:t>-adjusted separation is affected by differences in the mix of admitted patient services produced by hospitals in each jurisdiction. Hospitals have been categorised by ‘peer groups’ to enable those with similar activities to be compared. The public hospital peer groups include ‘Principal referral and Specialist women’s and children’s hospitals’, ‘Large hospitals’, ‘Medium hospitals’ and ‘Small acute hospitals’.</w:t>
      </w:r>
    </w:p>
    <w:p w:rsidR="00D2410D" w:rsidRDefault="00D2410D" w:rsidP="00C66968">
      <w:pPr>
        <w:pStyle w:val="BodyText"/>
      </w:pPr>
      <w:r w:rsidRPr="00806E57">
        <w:t xml:space="preserve">The dominant peer classification is the ‘Principal referral and Specialist women’s and children’s’ category. The </w:t>
      </w:r>
      <w:r w:rsidR="00110BE3">
        <w:t>90</w:t>
      </w:r>
      <w:r w:rsidRPr="00806E57">
        <w:t xml:space="preserve"> hospitals </w:t>
      </w:r>
      <w:r w:rsidR="00724968">
        <w:t>in</w:t>
      </w:r>
      <w:r w:rsidRPr="00806E57">
        <w:t xml:space="preserve"> this group had an average of 4</w:t>
      </w:r>
      <w:r w:rsidR="00110BE3">
        <w:t>5</w:t>
      </w:r>
      <w:r w:rsidRPr="00806E57">
        <w:t> </w:t>
      </w:r>
      <w:r w:rsidR="00110BE3">
        <w:t>440</w:t>
      </w:r>
      <w:r w:rsidR="00732734">
        <w:t> </w:t>
      </w:r>
      <w:r w:rsidRPr="00806E57">
        <w:t xml:space="preserve">separations each at </w:t>
      </w:r>
      <w:r>
        <w:t>an average</w:t>
      </w:r>
      <w:r w:rsidRPr="00806E57">
        <w:t xml:space="preserve"> cost of $</w:t>
      </w:r>
      <w:r w:rsidR="00110BE3">
        <w:t>5222</w:t>
      </w:r>
      <w:r w:rsidRPr="00806E57">
        <w:t xml:space="preserve"> </w:t>
      </w:r>
      <w:r>
        <w:t xml:space="preserve">per </w:t>
      </w:r>
      <w:r w:rsidR="00732734">
        <w:t>separation</w:t>
      </w:r>
      <w:r>
        <w:t xml:space="preserve"> </w:t>
      </w:r>
      <w:r w:rsidR="00D26A9D">
        <w:t>(table </w:t>
      </w:r>
      <w:proofErr w:type="spellStart"/>
      <w:r w:rsidRPr="00806E57">
        <w:t>10A.5</w:t>
      </w:r>
      <w:r w:rsidR="006D3B96">
        <w:t>7</w:t>
      </w:r>
      <w:proofErr w:type="spellEnd"/>
      <w:r w:rsidR="00D26A9D">
        <w:t> </w:t>
      </w:r>
      <w:r w:rsidR="00933C9B">
        <w:t>and table </w:t>
      </w:r>
      <w:r w:rsidRPr="00806E57">
        <w:t>10.</w:t>
      </w:r>
      <w:r w:rsidR="001F459B">
        <w:t>8</w:t>
      </w:r>
      <w:r w:rsidRPr="00806E57">
        <w:t>). Data for each of the hospital peer groups are presented</w:t>
      </w:r>
      <w:r w:rsidR="00D26A9D">
        <w:t xml:space="preserve"> in table </w:t>
      </w:r>
      <w:r w:rsidRPr="00806E57">
        <w:t>10.</w:t>
      </w:r>
      <w:r w:rsidR="001F459B">
        <w:t>8</w:t>
      </w:r>
      <w:r w:rsidRPr="00806E57">
        <w:t>. Detailed data for all pee</w:t>
      </w:r>
      <w:r w:rsidR="00BC7596">
        <w:t>r groups are presented in table </w:t>
      </w:r>
      <w:proofErr w:type="spellStart"/>
      <w:r w:rsidRPr="00806E57">
        <w:t>10A.5</w:t>
      </w:r>
      <w:r w:rsidR="006D3B96">
        <w:t>7</w:t>
      </w:r>
      <w:proofErr w:type="spellEnd"/>
      <w:r w:rsidRPr="00806E57">
        <w:t>.</w:t>
      </w:r>
    </w:p>
    <w:p w:rsidR="00D2410D" w:rsidRDefault="00D2410D" w:rsidP="00D2410D">
      <w:pPr>
        <w:pStyle w:val="TableTitle"/>
      </w:pPr>
      <w:r>
        <w:rPr>
          <w:b w:val="0"/>
        </w:rPr>
        <w:t xml:space="preserve">Table </w:t>
      </w:r>
      <w:bookmarkStart w:id="36" w:name="OLE_LINK7"/>
      <w:r w:rsidR="001F459B">
        <w:rPr>
          <w:b w:val="0"/>
        </w:rPr>
        <w:t>10.</w:t>
      </w:r>
      <w:r w:rsidR="005B16BF">
        <w:rPr>
          <w:b w:val="0"/>
          <w:noProof/>
        </w:rPr>
        <w:t>8</w:t>
      </w:r>
      <w:bookmarkEnd w:id="36"/>
      <w:r>
        <w:tab/>
        <w:t xml:space="preserve">Recurrent cost per </w:t>
      </w:r>
      <w:proofErr w:type="spellStart"/>
      <w:r>
        <w:t>casemix</w:t>
      </w:r>
      <w:proofErr w:type="spellEnd"/>
      <w:r>
        <w:t>-adjusted separation, by hospital peer group, 20</w:t>
      </w:r>
      <w:r w:rsidR="001F3E9C">
        <w:t>1</w:t>
      </w:r>
      <w:r w:rsidR="00C96F56">
        <w:t>1</w:t>
      </w:r>
      <w:r>
        <w:t>-</w:t>
      </w:r>
      <w:proofErr w:type="spellStart"/>
      <w:r>
        <w:t>1</w:t>
      </w:r>
      <w:r w:rsidR="00C96F56">
        <w:t>2</w:t>
      </w:r>
      <w:r w:rsidRPr="00224F33">
        <w:rPr>
          <w:vertAlign w:val="superscript"/>
        </w:rPr>
        <w:t>a</w:t>
      </w:r>
      <w:proofErr w:type="spellEnd"/>
      <w:r w:rsidRPr="00224F33">
        <w:rPr>
          <w:vertAlign w:val="superscript"/>
        </w:rPr>
        <w:t>, b, c</w:t>
      </w:r>
    </w:p>
    <w:tbl>
      <w:tblPr>
        <w:tblW w:w="0" w:type="auto"/>
        <w:tblLayout w:type="fixed"/>
        <w:tblCellMar>
          <w:left w:w="0" w:type="dxa"/>
          <w:right w:w="0" w:type="dxa"/>
        </w:tblCellMar>
        <w:tblLook w:val="0000" w:firstRow="0" w:lastRow="0" w:firstColumn="0" w:lastColumn="0" w:noHBand="0" w:noVBand="0"/>
      </w:tblPr>
      <w:tblGrid>
        <w:gridCol w:w="2127"/>
        <w:gridCol w:w="850"/>
        <w:gridCol w:w="709"/>
        <w:gridCol w:w="709"/>
        <w:gridCol w:w="708"/>
        <w:gridCol w:w="709"/>
        <w:gridCol w:w="709"/>
        <w:gridCol w:w="709"/>
        <w:gridCol w:w="708"/>
        <w:gridCol w:w="851"/>
      </w:tblGrid>
      <w:tr w:rsidR="00D2410D" w:rsidTr="00531D51">
        <w:tc>
          <w:tcPr>
            <w:tcW w:w="2127" w:type="dxa"/>
            <w:tcBorders>
              <w:top w:val="single" w:sz="6" w:space="0" w:color="auto"/>
              <w:bottom w:val="single" w:sz="6" w:space="0" w:color="auto"/>
            </w:tcBorders>
            <w:shd w:val="clear" w:color="auto" w:fill="auto"/>
          </w:tcPr>
          <w:p w:rsidR="00D2410D" w:rsidRDefault="00D2410D" w:rsidP="00531D51">
            <w:pPr>
              <w:pStyle w:val="TableColumnHeading"/>
              <w:jc w:val="left"/>
            </w:pPr>
          </w:p>
        </w:tc>
        <w:tc>
          <w:tcPr>
            <w:tcW w:w="850"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NSW</w:t>
            </w:r>
          </w:p>
        </w:tc>
        <w:tc>
          <w:tcPr>
            <w:tcW w:w="709"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Vic</w:t>
            </w:r>
          </w:p>
        </w:tc>
        <w:tc>
          <w:tcPr>
            <w:tcW w:w="709"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Qld</w:t>
            </w:r>
          </w:p>
        </w:tc>
        <w:tc>
          <w:tcPr>
            <w:tcW w:w="708"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WA</w:t>
            </w:r>
          </w:p>
        </w:tc>
        <w:tc>
          <w:tcPr>
            <w:tcW w:w="709"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SA</w:t>
            </w:r>
          </w:p>
        </w:tc>
        <w:tc>
          <w:tcPr>
            <w:tcW w:w="709" w:type="dxa"/>
            <w:tcBorders>
              <w:top w:val="single" w:sz="6" w:space="0" w:color="auto"/>
              <w:bottom w:val="single" w:sz="6" w:space="0" w:color="auto"/>
            </w:tcBorders>
            <w:shd w:val="clear" w:color="auto" w:fill="auto"/>
          </w:tcPr>
          <w:p w:rsidR="00D2410D" w:rsidRPr="00EC7E06" w:rsidRDefault="00D2410D" w:rsidP="00531D51">
            <w:pPr>
              <w:pStyle w:val="TableColumnHeading"/>
            </w:pPr>
            <w:proofErr w:type="spellStart"/>
            <w:r w:rsidRPr="00EC7E06">
              <w:t>Tas</w:t>
            </w:r>
            <w:proofErr w:type="spellEnd"/>
          </w:p>
        </w:tc>
        <w:tc>
          <w:tcPr>
            <w:tcW w:w="709"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ACT</w:t>
            </w:r>
          </w:p>
        </w:tc>
        <w:tc>
          <w:tcPr>
            <w:tcW w:w="708" w:type="dxa"/>
            <w:tcBorders>
              <w:top w:val="single" w:sz="6" w:space="0" w:color="auto"/>
              <w:bottom w:val="single" w:sz="6" w:space="0" w:color="auto"/>
            </w:tcBorders>
            <w:shd w:val="clear" w:color="auto" w:fill="auto"/>
          </w:tcPr>
          <w:p w:rsidR="00D2410D" w:rsidRPr="00EC7E06" w:rsidRDefault="00D2410D" w:rsidP="00531D51">
            <w:pPr>
              <w:pStyle w:val="TableColumnHeading"/>
            </w:pPr>
            <w:r w:rsidRPr="00EC7E06">
              <w:t>NT</w:t>
            </w:r>
          </w:p>
        </w:tc>
        <w:tc>
          <w:tcPr>
            <w:tcW w:w="851" w:type="dxa"/>
            <w:tcBorders>
              <w:top w:val="single" w:sz="6" w:space="0" w:color="auto"/>
              <w:bottom w:val="single" w:sz="6" w:space="0" w:color="auto"/>
            </w:tcBorders>
            <w:shd w:val="clear" w:color="auto" w:fill="auto"/>
          </w:tcPr>
          <w:p w:rsidR="00D2410D" w:rsidRPr="00EC7E06" w:rsidRDefault="00D2410D" w:rsidP="00531D51">
            <w:pPr>
              <w:pStyle w:val="TableColumnHeading"/>
            </w:pPr>
            <w:proofErr w:type="spellStart"/>
            <w:r w:rsidRPr="00EC7E06">
              <w:t>Aust</w:t>
            </w:r>
            <w:proofErr w:type="spellEnd"/>
          </w:p>
        </w:tc>
      </w:tr>
      <w:tr w:rsidR="00D2410D" w:rsidTr="005D77FD">
        <w:tc>
          <w:tcPr>
            <w:tcW w:w="2127" w:type="dxa"/>
          </w:tcPr>
          <w:p w:rsidR="00D2410D" w:rsidRPr="00C5755B" w:rsidRDefault="00D2410D" w:rsidP="00531D51">
            <w:pPr>
              <w:pStyle w:val="TableBodyText"/>
              <w:jc w:val="left"/>
              <w:rPr>
                <w:sz w:val="18"/>
                <w:szCs w:val="18"/>
              </w:rPr>
            </w:pPr>
            <w:r>
              <w:t xml:space="preserve">Hospital peer group </w:t>
            </w:r>
          </w:p>
        </w:tc>
        <w:tc>
          <w:tcPr>
            <w:tcW w:w="850" w:type="dxa"/>
          </w:tcPr>
          <w:p w:rsidR="00D2410D" w:rsidRPr="00C5755B" w:rsidRDefault="00D2410D" w:rsidP="00531D51">
            <w:pPr>
              <w:pStyle w:val="TableBodyText"/>
              <w:jc w:val="left"/>
              <w:rPr>
                <w:sz w:val="18"/>
                <w:szCs w:val="18"/>
              </w:rPr>
            </w:pPr>
          </w:p>
        </w:tc>
        <w:tc>
          <w:tcPr>
            <w:tcW w:w="709" w:type="dxa"/>
          </w:tcPr>
          <w:p w:rsidR="00D2410D" w:rsidRPr="00C5755B" w:rsidRDefault="00D2410D" w:rsidP="00531D51">
            <w:pPr>
              <w:pStyle w:val="TableBodyText"/>
              <w:rPr>
                <w:sz w:val="18"/>
                <w:szCs w:val="18"/>
              </w:rPr>
            </w:pPr>
          </w:p>
        </w:tc>
        <w:tc>
          <w:tcPr>
            <w:tcW w:w="709" w:type="dxa"/>
          </w:tcPr>
          <w:p w:rsidR="00D2410D" w:rsidRPr="00C5755B" w:rsidRDefault="00D2410D" w:rsidP="00531D51">
            <w:pPr>
              <w:pStyle w:val="TableBodyText"/>
              <w:rPr>
                <w:sz w:val="18"/>
                <w:szCs w:val="18"/>
              </w:rPr>
            </w:pPr>
          </w:p>
        </w:tc>
        <w:tc>
          <w:tcPr>
            <w:tcW w:w="708" w:type="dxa"/>
          </w:tcPr>
          <w:p w:rsidR="00D2410D" w:rsidRPr="00C5755B" w:rsidRDefault="00D2410D" w:rsidP="00531D51">
            <w:pPr>
              <w:pStyle w:val="TableBodyText"/>
              <w:rPr>
                <w:sz w:val="18"/>
                <w:szCs w:val="18"/>
              </w:rPr>
            </w:pPr>
          </w:p>
        </w:tc>
        <w:tc>
          <w:tcPr>
            <w:tcW w:w="709" w:type="dxa"/>
          </w:tcPr>
          <w:p w:rsidR="00D2410D" w:rsidRPr="00C5755B" w:rsidRDefault="00D2410D" w:rsidP="00531D51">
            <w:pPr>
              <w:pStyle w:val="TableBodyText"/>
              <w:rPr>
                <w:sz w:val="18"/>
                <w:szCs w:val="18"/>
              </w:rPr>
            </w:pPr>
          </w:p>
        </w:tc>
        <w:tc>
          <w:tcPr>
            <w:tcW w:w="709" w:type="dxa"/>
          </w:tcPr>
          <w:p w:rsidR="00D2410D" w:rsidRPr="00C5755B" w:rsidRDefault="00D2410D" w:rsidP="00531D51">
            <w:pPr>
              <w:pStyle w:val="TableBodyText"/>
              <w:rPr>
                <w:sz w:val="18"/>
                <w:szCs w:val="18"/>
              </w:rPr>
            </w:pPr>
          </w:p>
        </w:tc>
        <w:tc>
          <w:tcPr>
            <w:tcW w:w="709" w:type="dxa"/>
          </w:tcPr>
          <w:p w:rsidR="00D2410D" w:rsidRPr="00C5755B" w:rsidRDefault="00D2410D" w:rsidP="00531D51">
            <w:pPr>
              <w:pStyle w:val="TableBodyText"/>
              <w:rPr>
                <w:sz w:val="18"/>
                <w:szCs w:val="18"/>
              </w:rPr>
            </w:pPr>
          </w:p>
        </w:tc>
        <w:tc>
          <w:tcPr>
            <w:tcW w:w="708" w:type="dxa"/>
          </w:tcPr>
          <w:p w:rsidR="00D2410D" w:rsidRPr="00C5755B" w:rsidRDefault="00D2410D" w:rsidP="00531D51">
            <w:pPr>
              <w:pStyle w:val="TableBodyText"/>
              <w:rPr>
                <w:sz w:val="18"/>
                <w:szCs w:val="18"/>
              </w:rPr>
            </w:pPr>
          </w:p>
        </w:tc>
        <w:tc>
          <w:tcPr>
            <w:tcW w:w="851" w:type="dxa"/>
          </w:tcPr>
          <w:p w:rsidR="00D2410D" w:rsidRPr="00C5755B" w:rsidRDefault="00D2410D" w:rsidP="00531D51">
            <w:pPr>
              <w:pStyle w:val="TableBodyText"/>
              <w:rPr>
                <w:sz w:val="18"/>
                <w:szCs w:val="18"/>
              </w:rPr>
            </w:pPr>
          </w:p>
        </w:tc>
      </w:tr>
      <w:tr w:rsidR="00261480" w:rsidTr="005D77FD">
        <w:tc>
          <w:tcPr>
            <w:tcW w:w="2127" w:type="dxa"/>
          </w:tcPr>
          <w:p w:rsidR="00261480" w:rsidRPr="00C5755B" w:rsidRDefault="00261480" w:rsidP="00531D51">
            <w:pPr>
              <w:pStyle w:val="TableBodyText"/>
              <w:ind w:left="306" w:hanging="170"/>
              <w:jc w:val="left"/>
            </w:pPr>
            <w:r>
              <w:t>Principal referral and Specialist women’s and children’s</w:t>
            </w:r>
          </w:p>
        </w:tc>
        <w:tc>
          <w:tcPr>
            <w:tcW w:w="850" w:type="dxa"/>
          </w:tcPr>
          <w:p w:rsidR="00261480" w:rsidRPr="00261480" w:rsidRDefault="00261480" w:rsidP="00261480">
            <w:pPr>
              <w:pStyle w:val="TableBodyText"/>
              <w:ind w:left="346" w:hanging="340"/>
            </w:pPr>
            <w:r w:rsidRPr="00261480">
              <w:t xml:space="preserve"> 5 337</w:t>
            </w:r>
          </w:p>
        </w:tc>
        <w:tc>
          <w:tcPr>
            <w:tcW w:w="709" w:type="dxa"/>
            <w:shd w:val="clear" w:color="auto" w:fill="auto"/>
          </w:tcPr>
          <w:p w:rsidR="00261480" w:rsidRPr="00261480" w:rsidRDefault="00261480" w:rsidP="00261480">
            <w:pPr>
              <w:pStyle w:val="TableBodyText"/>
              <w:ind w:left="346" w:hanging="340"/>
            </w:pPr>
            <w:r w:rsidRPr="00261480">
              <w:t xml:space="preserve"> 4 670</w:t>
            </w:r>
          </w:p>
        </w:tc>
        <w:tc>
          <w:tcPr>
            <w:tcW w:w="709" w:type="dxa"/>
            <w:shd w:val="clear" w:color="auto" w:fill="auto"/>
          </w:tcPr>
          <w:p w:rsidR="00261480" w:rsidRPr="00261480" w:rsidRDefault="00261480" w:rsidP="00261480">
            <w:pPr>
              <w:pStyle w:val="TableBodyText"/>
              <w:ind w:left="346" w:hanging="340"/>
            </w:pPr>
            <w:r w:rsidRPr="00261480">
              <w:t xml:space="preserve"> 5 355</w:t>
            </w:r>
          </w:p>
        </w:tc>
        <w:tc>
          <w:tcPr>
            <w:tcW w:w="708" w:type="dxa"/>
            <w:shd w:val="clear" w:color="auto" w:fill="auto"/>
          </w:tcPr>
          <w:p w:rsidR="00261480" w:rsidRPr="00261480" w:rsidRDefault="00261480" w:rsidP="00261480">
            <w:pPr>
              <w:pStyle w:val="TableBodyText"/>
              <w:ind w:left="346" w:hanging="340"/>
            </w:pPr>
            <w:r w:rsidRPr="00261480">
              <w:t xml:space="preserve"> 5 738</w:t>
            </w:r>
          </w:p>
        </w:tc>
        <w:tc>
          <w:tcPr>
            <w:tcW w:w="709" w:type="dxa"/>
            <w:shd w:val="clear" w:color="auto" w:fill="auto"/>
          </w:tcPr>
          <w:p w:rsidR="00261480" w:rsidRPr="00261480" w:rsidRDefault="00261480" w:rsidP="00261480">
            <w:pPr>
              <w:pStyle w:val="TableBodyText"/>
              <w:ind w:left="346" w:hanging="340"/>
            </w:pPr>
            <w:r w:rsidRPr="00261480">
              <w:t xml:space="preserve"> 5 287</w:t>
            </w:r>
          </w:p>
        </w:tc>
        <w:tc>
          <w:tcPr>
            <w:tcW w:w="709" w:type="dxa"/>
            <w:shd w:val="clear" w:color="auto" w:fill="auto"/>
          </w:tcPr>
          <w:p w:rsidR="00261480" w:rsidRPr="00261480" w:rsidRDefault="00261480" w:rsidP="00261480">
            <w:pPr>
              <w:pStyle w:val="TableBodyText"/>
              <w:ind w:left="346" w:hanging="340"/>
            </w:pPr>
            <w:r w:rsidRPr="00261480">
              <w:t xml:space="preserve"> 5 777</w:t>
            </w:r>
          </w:p>
        </w:tc>
        <w:tc>
          <w:tcPr>
            <w:tcW w:w="709" w:type="dxa"/>
            <w:shd w:val="clear" w:color="auto" w:fill="auto"/>
          </w:tcPr>
          <w:p w:rsidR="00261480" w:rsidRPr="00261480" w:rsidRDefault="00261480" w:rsidP="00261480">
            <w:pPr>
              <w:pStyle w:val="TableBodyText"/>
              <w:ind w:left="346" w:hanging="340"/>
            </w:pPr>
            <w:r w:rsidRPr="00261480">
              <w:t xml:space="preserve"> 6 384</w:t>
            </w:r>
          </w:p>
        </w:tc>
        <w:tc>
          <w:tcPr>
            <w:tcW w:w="708" w:type="dxa"/>
            <w:shd w:val="clear" w:color="auto" w:fill="auto"/>
          </w:tcPr>
          <w:p w:rsidR="00261480" w:rsidRPr="00261480" w:rsidRDefault="00261480" w:rsidP="00261480">
            <w:pPr>
              <w:pStyle w:val="TableBodyText"/>
              <w:ind w:left="346" w:hanging="340"/>
            </w:pPr>
            <w:r w:rsidRPr="00261480">
              <w:t xml:space="preserve"> 5 967</w:t>
            </w:r>
          </w:p>
        </w:tc>
        <w:tc>
          <w:tcPr>
            <w:tcW w:w="851" w:type="dxa"/>
            <w:shd w:val="clear" w:color="auto" w:fill="auto"/>
          </w:tcPr>
          <w:p w:rsidR="00261480" w:rsidRPr="00261480" w:rsidRDefault="00261480" w:rsidP="00261480">
            <w:pPr>
              <w:pStyle w:val="TableBodyText"/>
              <w:ind w:left="346" w:hanging="340"/>
            </w:pPr>
            <w:r w:rsidRPr="00261480">
              <w:t xml:space="preserve"> 5 222</w:t>
            </w:r>
          </w:p>
        </w:tc>
      </w:tr>
      <w:tr w:rsidR="00261480" w:rsidTr="005D77FD">
        <w:tc>
          <w:tcPr>
            <w:tcW w:w="2127" w:type="dxa"/>
          </w:tcPr>
          <w:p w:rsidR="00261480" w:rsidRPr="00C5755B" w:rsidRDefault="00261480" w:rsidP="00531D51">
            <w:pPr>
              <w:pStyle w:val="TableBodyText"/>
              <w:ind w:left="476" w:hanging="340"/>
              <w:jc w:val="left"/>
            </w:pPr>
            <w:r>
              <w:t>Large</w:t>
            </w:r>
          </w:p>
        </w:tc>
        <w:tc>
          <w:tcPr>
            <w:tcW w:w="850" w:type="dxa"/>
          </w:tcPr>
          <w:p w:rsidR="00261480" w:rsidRPr="00261480" w:rsidRDefault="00261480" w:rsidP="00261480">
            <w:pPr>
              <w:pStyle w:val="TableBodyText"/>
              <w:ind w:left="346" w:hanging="340"/>
            </w:pPr>
            <w:r w:rsidRPr="00261480">
              <w:t xml:space="preserve"> 5 003</w:t>
            </w:r>
          </w:p>
        </w:tc>
        <w:tc>
          <w:tcPr>
            <w:tcW w:w="709" w:type="dxa"/>
            <w:shd w:val="clear" w:color="auto" w:fill="auto"/>
          </w:tcPr>
          <w:p w:rsidR="00261480" w:rsidRPr="00261480" w:rsidRDefault="00261480" w:rsidP="00261480">
            <w:pPr>
              <w:pStyle w:val="TableBodyText"/>
              <w:ind w:left="346" w:hanging="340"/>
            </w:pPr>
            <w:r w:rsidRPr="00261480">
              <w:t xml:space="preserve"> 4 593</w:t>
            </w:r>
          </w:p>
        </w:tc>
        <w:tc>
          <w:tcPr>
            <w:tcW w:w="709" w:type="dxa"/>
            <w:shd w:val="clear" w:color="auto" w:fill="auto"/>
          </w:tcPr>
          <w:p w:rsidR="00261480" w:rsidRPr="00261480" w:rsidRDefault="00261480" w:rsidP="00261480">
            <w:pPr>
              <w:pStyle w:val="TableBodyText"/>
              <w:ind w:left="346" w:hanging="340"/>
            </w:pPr>
            <w:r w:rsidRPr="00261480">
              <w:t xml:space="preserve"> 3 973</w:t>
            </w:r>
          </w:p>
        </w:tc>
        <w:tc>
          <w:tcPr>
            <w:tcW w:w="708" w:type="dxa"/>
            <w:shd w:val="clear" w:color="auto" w:fill="auto"/>
          </w:tcPr>
          <w:p w:rsidR="00261480" w:rsidRPr="00261480" w:rsidRDefault="00261480" w:rsidP="00261480">
            <w:pPr>
              <w:pStyle w:val="TableBodyText"/>
              <w:ind w:left="346" w:hanging="340"/>
            </w:pPr>
            <w:r w:rsidRPr="00261480">
              <w:t xml:space="preserve"> 5 149</w:t>
            </w:r>
          </w:p>
        </w:tc>
        <w:tc>
          <w:tcPr>
            <w:tcW w:w="709" w:type="dxa"/>
            <w:shd w:val="clear" w:color="auto" w:fill="auto"/>
          </w:tcPr>
          <w:p w:rsidR="00261480" w:rsidRPr="00261480" w:rsidRDefault="00261480" w:rsidP="00261480">
            <w:pPr>
              <w:pStyle w:val="TableBodyText"/>
              <w:ind w:left="346" w:hanging="340"/>
            </w:pPr>
            <w:r w:rsidRPr="00261480">
              <w:t xml:space="preserve"> 5 051</w:t>
            </w:r>
          </w:p>
        </w:tc>
        <w:tc>
          <w:tcPr>
            <w:tcW w:w="709" w:type="dxa"/>
            <w:shd w:val="clear" w:color="auto" w:fill="auto"/>
          </w:tcPr>
          <w:p w:rsidR="00261480" w:rsidRPr="00261480" w:rsidRDefault="00261480" w:rsidP="00261480">
            <w:pPr>
              <w:pStyle w:val="TableBodyText"/>
              <w:ind w:left="346" w:hanging="340"/>
            </w:pPr>
            <w:r w:rsidRPr="00261480">
              <w:t xml:space="preserve"> 7 390</w:t>
            </w:r>
          </w:p>
        </w:tc>
        <w:tc>
          <w:tcPr>
            <w:tcW w:w="709" w:type="dxa"/>
            <w:shd w:val="clear" w:color="auto" w:fill="auto"/>
          </w:tcPr>
          <w:p w:rsidR="00261480" w:rsidRPr="00261480" w:rsidRDefault="00261480" w:rsidP="00261480">
            <w:pPr>
              <w:pStyle w:val="TableBodyText"/>
              <w:ind w:left="346" w:hanging="340"/>
            </w:pPr>
            <w:r w:rsidRPr="00261480">
              <w:t>..</w:t>
            </w:r>
          </w:p>
        </w:tc>
        <w:tc>
          <w:tcPr>
            <w:tcW w:w="708" w:type="dxa"/>
            <w:shd w:val="clear" w:color="auto" w:fill="auto"/>
          </w:tcPr>
          <w:p w:rsidR="00261480" w:rsidRPr="00261480" w:rsidRDefault="00261480" w:rsidP="00261480">
            <w:pPr>
              <w:pStyle w:val="TableBodyText"/>
              <w:ind w:left="346" w:hanging="340"/>
            </w:pPr>
            <w:r w:rsidRPr="00261480">
              <w:t>..</w:t>
            </w:r>
          </w:p>
        </w:tc>
        <w:tc>
          <w:tcPr>
            <w:tcW w:w="851" w:type="dxa"/>
            <w:shd w:val="clear" w:color="auto" w:fill="auto"/>
          </w:tcPr>
          <w:p w:rsidR="00261480" w:rsidRPr="00261480" w:rsidRDefault="00261480" w:rsidP="00261480">
            <w:pPr>
              <w:pStyle w:val="TableBodyText"/>
              <w:ind w:left="346" w:hanging="340"/>
            </w:pPr>
            <w:r w:rsidRPr="00261480">
              <w:t xml:space="preserve"> 4 912</w:t>
            </w:r>
          </w:p>
        </w:tc>
      </w:tr>
      <w:tr w:rsidR="00261480" w:rsidTr="005D77FD">
        <w:tc>
          <w:tcPr>
            <w:tcW w:w="2127" w:type="dxa"/>
          </w:tcPr>
          <w:p w:rsidR="00261480" w:rsidRPr="00C5755B" w:rsidRDefault="00261480" w:rsidP="00531D51">
            <w:pPr>
              <w:pStyle w:val="TableBodyText"/>
              <w:ind w:left="476" w:hanging="340"/>
              <w:jc w:val="left"/>
            </w:pPr>
            <w:r>
              <w:t>Medium</w:t>
            </w:r>
          </w:p>
        </w:tc>
        <w:tc>
          <w:tcPr>
            <w:tcW w:w="850" w:type="dxa"/>
          </w:tcPr>
          <w:p w:rsidR="00261480" w:rsidRPr="00261480" w:rsidRDefault="00261480" w:rsidP="00261480">
            <w:pPr>
              <w:pStyle w:val="TableBodyText"/>
              <w:ind w:left="346" w:hanging="340"/>
            </w:pPr>
            <w:r w:rsidRPr="00261480">
              <w:t xml:space="preserve"> 4 964</w:t>
            </w:r>
          </w:p>
        </w:tc>
        <w:tc>
          <w:tcPr>
            <w:tcW w:w="709" w:type="dxa"/>
            <w:shd w:val="clear" w:color="auto" w:fill="auto"/>
          </w:tcPr>
          <w:p w:rsidR="00261480" w:rsidRPr="00261480" w:rsidRDefault="00261480" w:rsidP="00261480">
            <w:pPr>
              <w:pStyle w:val="TableBodyText"/>
              <w:ind w:left="346" w:hanging="340"/>
            </w:pPr>
            <w:r w:rsidRPr="00261480">
              <w:t xml:space="preserve"> 4 945</w:t>
            </w:r>
          </w:p>
        </w:tc>
        <w:tc>
          <w:tcPr>
            <w:tcW w:w="709" w:type="dxa"/>
            <w:shd w:val="clear" w:color="auto" w:fill="auto"/>
          </w:tcPr>
          <w:p w:rsidR="00261480" w:rsidRPr="00261480" w:rsidRDefault="00261480" w:rsidP="00261480">
            <w:pPr>
              <w:pStyle w:val="TableBodyText"/>
              <w:ind w:left="346" w:hanging="340"/>
            </w:pPr>
            <w:r w:rsidRPr="00261480">
              <w:t xml:space="preserve"> 4 645</w:t>
            </w:r>
          </w:p>
        </w:tc>
        <w:tc>
          <w:tcPr>
            <w:tcW w:w="708" w:type="dxa"/>
            <w:shd w:val="clear" w:color="auto" w:fill="auto"/>
          </w:tcPr>
          <w:p w:rsidR="00261480" w:rsidRPr="00261480" w:rsidRDefault="00261480" w:rsidP="00261480">
            <w:pPr>
              <w:pStyle w:val="TableBodyText"/>
              <w:ind w:left="346" w:hanging="340"/>
            </w:pPr>
            <w:r w:rsidRPr="00261480">
              <w:t xml:space="preserve"> 5 399</w:t>
            </w:r>
          </w:p>
        </w:tc>
        <w:tc>
          <w:tcPr>
            <w:tcW w:w="709" w:type="dxa"/>
            <w:shd w:val="clear" w:color="auto" w:fill="auto"/>
          </w:tcPr>
          <w:p w:rsidR="00261480" w:rsidRPr="00261480" w:rsidRDefault="00261480" w:rsidP="00261480">
            <w:pPr>
              <w:pStyle w:val="TableBodyText"/>
              <w:ind w:left="346" w:hanging="340"/>
            </w:pPr>
            <w:r w:rsidRPr="00261480">
              <w:t xml:space="preserve"> 5 208</w:t>
            </w:r>
          </w:p>
        </w:tc>
        <w:tc>
          <w:tcPr>
            <w:tcW w:w="709" w:type="dxa"/>
            <w:shd w:val="clear" w:color="auto" w:fill="auto"/>
          </w:tcPr>
          <w:p w:rsidR="00261480" w:rsidRPr="00261480" w:rsidRDefault="00261480" w:rsidP="00261480">
            <w:pPr>
              <w:pStyle w:val="TableBodyText"/>
              <w:ind w:left="346" w:hanging="340"/>
            </w:pPr>
            <w:r w:rsidRPr="00261480">
              <w:t xml:space="preserve"> 6 406</w:t>
            </w:r>
          </w:p>
        </w:tc>
        <w:tc>
          <w:tcPr>
            <w:tcW w:w="709" w:type="dxa"/>
            <w:shd w:val="clear" w:color="auto" w:fill="auto"/>
          </w:tcPr>
          <w:p w:rsidR="00261480" w:rsidRPr="00261480" w:rsidRDefault="00261480" w:rsidP="00261480">
            <w:pPr>
              <w:pStyle w:val="TableBodyText"/>
              <w:ind w:left="346" w:hanging="340"/>
            </w:pPr>
            <w:r w:rsidRPr="00261480">
              <w:t>..</w:t>
            </w:r>
          </w:p>
        </w:tc>
        <w:tc>
          <w:tcPr>
            <w:tcW w:w="708" w:type="dxa"/>
            <w:shd w:val="clear" w:color="auto" w:fill="auto"/>
          </w:tcPr>
          <w:p w:rsidR="00261480" w:rsidRPr="00261480" w:rsidRDefault="00261480" w:rsidP="00261480">
            <w:pPr>
              <w:pStyle w:val="TableBodyText"/>
              <w:ind w:left="346" w:hanging="340"/>
            </w:pPr>
            <w:r w:rsidRPr="00261480">
              <w:t>..</w:t>
            </w:r>
          </w:p>
        </w:tc>
        <w:tc>
          <w:tcPr>
            <w:tcW w:w="851" w:type="dxa"/>
            <w:shd w:val="clear" w:color="auto" w:fill="auto"/>
          </w:tcPr>
          <w:p w:rsidR="00261480" w:rsidRPr="00261480" w:rsidRDefault="00261480" w:rsidP="00261480">
            <w:pPr>
              <w:pStyle w:val="TableBodyText"/>
              <w:ind w:left="346" w:hanging="340"/>
            </w:pPr>
            <w:r w:rsidRPr="00261480">
              <w:t xml:space="preserve"> 5 025</w:t>
            </w:r>
          </w:p>
        </w:tc>
      </w:tr>
      <w:tr w:rsidR="00261480" w:rsidTr="005D77FD">
        <w:tc>
          <w:tcPr>
            <w:tcW w:w="2127" w:type="dxa"/>
          </w:tcPr>
          <w:p w:rsidR="00261480" w:rsidRPr="00C5755B" w:rsidRDefault="00261480" w:rsidP="00531D51">
            <w:pPr>
              <w:pStyle w:val="TableBodyText"/>
              <w:ind w:left="476" w:hanging="340"/>
              <w:jc w:val="left"/>
            </w:pPr>
            <w:r>
              <w:t>Small acute</w:t>
            </w:r>
          </w:p>
        </w:tc>
        <w:tc>
          <w:tcPr>
            <w:tcW w:w="850" w:type="dxa"/>
          </w:tcPr>
          <w:p w:rsidR="00261480" w:rsidRPr="00261480" w:rsidRDefault="00261480" w:rsidP="00261480">
            <w:pPr>
              <w:pStyle w:val="TableBodyText"/>
              <w:ind w:left="346" w:hanging="340"/>
            </w:pPr>
            <w:r w:rsidRPr="00261480">
              <w:t xml:space="preserve"> 5 931</w:t>
            </w:r>
          </w:p>
        </w:tc>
        <w:tc>
          <w:tcPr>
            <w:tcW w:w="709" w:type="dxa"/>
            <w:shd w:val="clear" w:color="auto" w:fill="auto"/>
          </w:tcPr>
          <w:p w:rsidR="00261480" w:rsidRPr="00261480" w:rsidRDefault="00261480" w:rsidP="00261480">
            <w:pPr>
              <w:pStyle w:val="TableBodyText"/>
              <w:ind w:left="346" w:hanging="340"/>
            </w:pPr>
            <w:r w:rsidRPr="00261480">
              <w:t xml:space="preserve"> 5 947</w:t>
            </w:r>
          </w:p>
        </w:tc>
        <w:tc>
          <w:tcPr>
            <w:tcW w:w="709" w:type="dxa"/>
            <w:shd w:val="clear" w:color="auto" w:fill="auto"/>
          </w:tcPr>
          <w:p w:rsidR="00261480" w:rsidRPr="00261480" w:rsidRDefault="00261480" w:rsidP="00261480">
            <w:pPr>
              <w:pStyle w:val="TableBodyText"/>
              <w:ind w:left="346" w:hanging="340"/>
            </w:pPr>
            <w:r w:rsidRPr="00261480">
              <w:t xml:space="preserve"> 5 065</w:t>
            </w:r>
          </w:p>
        </w:tc>
        <w:tc>
          <w:tcPr>
            <w:tcW w:w="708" w:type="dxa"/>
            <w:shd w:val="clear" w:color="auto" w:fill="auto"/>
          </w:tcPr>
          <w:p w:rsidR="00261480" w:rsidRPr="00261480" w:rsidRDefault="00261480" w:rsidP="00261480">
            <w:pPr>
              <w:pStyle w:val="TableBodyText"/>
              <w:ind w:left="346" w:hanging="340"/>
            </w:pPr>
            <w:r w:rsidRPr="00261480">
              <w:t xml:space="preserve"> 8 259</w:t>
            </w:r>
          </w:p>
        </w:tc>
        <w:tc>
          <w:tcPr>
            <w:tcW w:w="709" w:type="dxa"/>
            <w:shd w:val="clear" w:color="auto" w:fill="auto"/>
          </w:tcPr>
          <w:p w:rsidR="00261480" w:rsidRPr="00261480" w:rsidRDefault="00261480" w:rsidP="00261480">
            <w:pPr>
              <w:pStyle w:val="TableBodyText"/>
              <w:ind w:left="346" w:hanging="340"/>
            </w:pPr>
            <w:r w:rsidRPr="00261480">
              <w:t xml:space="preserve"> 4 884</w:t>
            </w:r>
          </w:p>
        </w:tc>
        <w:tc>
          <w:tcPr>
            <w:tcW w:w="709" w:type="dxa"/>
            <w:shd w:val="clear" w:color="auto" w:fill="auto"/>
          </w:tcPr>
          <w:p w:rsidR="00261480" w:rsidRPr="00261480" w:rsidRDefault="00261480" w:rsidP="00261480">
            <w:pPr>
              <w:pStyle w:val="TableBodyText"/>
              <w:ind w:left="346" w:hanging="340"/>
            </w:pPr>
            <w:r w:rsidRPr="00261480">
              <w:t xml:space="preserve"> 7 514</w:t>
            </w:r>
          </w:p>
        </w:tc>
        <w:tc>
          <w:tcPr>
            <w:tcW w:w="709" w:type="dxa"/>
            <w:shd w:val="clear" w:color="auto" w:fill="auto"/>
          </w:tcPr>
          <w:p w:rsidR="00261480" w:rsidRPr="00261480" w:rsidRDefault="00261480" w:rsidP="00261480">
            <w:pPr>
              <w:pStyle w:val="TableBodyText"/>
              <w:ind w:left="346" w:hanging="340"/>
            </w:pPr>
            <w:r w:rsidRPr="00261480">
              <w:t>..</w:t>
            </w:r>
          </w:p>
        </w:tc>
        <w:tc>
          <w:tcPr>
            <w:tcW w:w="708" w:type="dxa"/>
            <w:shd w:val="clear" w:color="auto" w:fill="auto"/>
          </w:tcPr>
          <w:p w:rsidR="00261480" w:rsidRPr="00261480" w:rsidRDefault="00261480" w:rsidP="00261480">
            <w:pPr>
              <w:pStyle w:val="TableBodyText"/>
              <w:ind w:left="346" w:hanging="340"/>
            </w:pPr>
            <w:r w:rsidRPr="00261480">
              <w:t xml:space="preserve"> 6 424</w:t>
            </w:r>
          </w:p>
        </w:tc>
        <w:tc>
          <w:tcPr>
            <w:tcW w:w="851" w:type="dxa"/>
            <w:shd w:val="clear" w:color="auto" w:fill="auto"/>
          </w:tcPr>
          <w:p w:rsidR="00261480" w:rsidRPr="00261480" w:rsidRDefault="00261480" w:rsidP="00261480">
            <w:pPr>
              <w:pStyle w:val="TableBodyText"/>
              <w:ind w:left="346" w:hanging="340"/>
            </w:pPr>
            <w:r w:rsidRPr="00261480">
              <w:t xml:space="preserve"> 6 171</w:t>
            </w:r>
          </w:p>
        </w:tc>
      </w:tr>
      <w:tr w:rsidR="00261480" w:rsidTr="005D77FD">
        <w:tc>
          <w:tcPr>
            <w:tcW w:w="2127" w:type="dxa"/>
            <w:tcBorders>
              <w:bottom w:val="single" w:sz="6" w:space="0" w:color="auto"/>
            </w:tcBorders>
            <w:shd w:val="clear" w:color="auto" w:fill="auto"/>
          </w:tcPr>
          <w:p w:rsidR="00261480" w:rsidRPr="002F1192" w:rsidRDefault="00261480" w:rsidP="00531D51">
            <w:pPr>
              <w:pStyle w:val="TableBodyText"/>
              <w:jc w:val="left"/>
              <w:rPr>
                <w:b/>
              </w:rPr>
            </w:pPr>
            <w:r w:rsidRPr="002F1192">
              <w:rPr>
                <w:b/>
              </w:rPr>
              <w:t>All hospitals</w:t>
            </w:r>
            <w:r w:rsidRPr="002F1192">
              <w:rPr>
                <w:rStyle w:val="NoteLabel"/>
              </w:rPr>
              <w:t>d</w:t>
            </w:r>
          </w:p>
        </w:tc>
        <w:tc>
          <w:tcPr>
            <w:tcW w:w="850"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5 280</w:t>
            </w:r>
          </w:p>
        </w:tc>
        <w:tc>
          <w:tcPr>
            <w:tcW w:w="709"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4 693</w:t>
            </w:r>
          </w:p>
        </w:tc>
        <w:tc>
          <w:tcPr>
            <w:tcW w:w="709"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5 246</w:t>
            </w:r>
          </w:p>
        </w:tc>
        <w:tc>
          <w:tcPr>
            <w:tcW w:w="708"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5 733</w:t>
            </w:r>
          </w:p>
        </w:tc>
        <w:tc>
          <w:tcPr>
            <w:tcW w:w="709"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5 251</w:t>
            </w:r>
          </w:p>
        </w:tc>
        <w:tc>
          <w:tcPr>
            <w:tcW w:w="709"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6 033</w:t>
            </w:r>
          </w:p>
        </w:tc>
        <w:tc>
          <w:tcPr>
            <w:tcW w:w="709"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6 384</w:t>
            </w:r>
          </w:p>
        </w:tc>
        <w:tc>
          <w:tcPr>
            <w:tcW w:w="708"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6 017</w:t>
            </w:r>
          </w:p>
        </w:tc>
        <w:tc>
          <w:tcPr>
            <w:tcW w:w="851" w:type="dxa"/>
            <w:tcBorders>
              <w:bottom w:val="single" w:sz="6" w:space="0" w:color="auto"/>
            </w:tcBorders>
            <w:shd w:val="clear" w:color="auto" w:fill="auto"/>
          </w:tcPr>
          <w:p w:rsidR="00261480" w:rsidRPr="00CC44C8" w:rsidRDefault="00261480" w:rsidP="00261480">
            <w:pPr>
              <w:pStyle w:val="TableBodyText"/>
              <w:ind w:left="346" w:hanging="340"/>
              <w:rPr>
                <w:b/>
              </w:rPr>
            </w:pPr>
            <w:r w:rsidRPr="00CC44C8">
              <w:rPr>
                <w:b/>
              </w:rPr>
              <w:t xml:space="preserve"> 5 204</w:t>
            </w:r>
          </w:p>
        </w:tc>
      </w:tr>
    </w:tbl>
    <w:p w:rsidR="00D2410D" w:rsidRDefault="00D2410D" w:rsidP="00D2410D">
      <w:pPr>
        <w:pStyle w:val="Note"/>
      </w:pPr>
      <w:r w:rsidRPr="00375F4E">
        <w:rPr>
          <w:rStyle w:val="NoteLabel"/>
        </w:rPr>
        <w:t>a</w:t>
      </w:r>
      <w:r w:rsidRPr="00375F4E">
        <w:t xml:space="preserve"> Data exclude depreciation and the user cost of capital, spending on non</w:t>
      </w:r>
      <w:r w:rsidRPr="00375F4E">
        <w:noBreakHyphen/>
        <w:t xml:space="preserve">admitted patient care and research costs. </w:t>
      </w:r>
      <w:r w:rsidRPr="002C07FC">
        <w:rPr>
          <w:rStyle w:val="NoteLabel"/>
        </w:rPr>
        <w:t>b</w:t>
      </w:r>
      <w:r>
        <w:t xml:space="preserve"> </w:t>
      </w:r>
      <w:r w:rsidRPr="002C07FC">
        <w:t xml:space="preserve">The data are based on hospital establishments for which expenditure data were provided, including networks of hospitals in some jurisdictions. Some small hospitals with incomplete expenditure data were not included. </w:t>
      </w:r>
      <w:r w:rsidRPr="002C07FC">
        <w:rPr>
          <w:rStyle w:val="NoteLabel"/>
        </w:rPr>
        <w:t>c</w:t>
      </w:r>
      <w:r>
        <w:t xml:space="preserve"> </w:t>
      </w:r>
      <w:r w:rsidRPr="002C07FC">
        <w:t>Separations for which the care type was reported as newborn with no qualified days, and records for hospital boarders and posthumous organ procurement have been excluded.</w:t>
      </w:r>
      <w:r>
        <w:t xml:space="preserve"> </w:t>
      </w:r>
      <w:r w:rsidRPr="002C07FC">
        <w:rPr>
          <w:rStyle w:val="NoteLabel"/>
        </w:rPr>
        <w:t>d</w:t>
      </w:r>
      <w:r w:rsidR="00724968">
        <w:t> </w:t>
      </w:r>
      <w:r>
        <w:t xml:space="preserve">Includes all hospitals in this cost per </w:t>
      </w:r>
      <w:proofErr w:type="spellStart"/>
      <w:r>
        <w:t>casemix</w:t>
      </w:r>
      <w:proofErr w:type="spellEnd"/>
      <w:r>
        <w:noBreakHyphen/>
        <w:t>adjust</w:t>
      </w:r>
      <w:r w:rsidR="00466ED5">
        <w:t>ed analysis. .. Not applicable.</w:t>
      </w:r>
      <w:r w:rsidR="000F3EA6">
        <w:t xml:space="preserve"> </w:t>
      </w:r>
    </w:p>
    <w:p w:rsidR="00D2410D" w:rsidRPr="00890BBB" w:rsidRDefault="00D2410D" w:rsidP="00D2410D">
      <w:pPr>
        <w:pStyle w:val="Source"/>
      </w:pPr>
      <w:r>
        <w:rPr>
          <w:i/>
        </w:rPr>
        <w:t>Source</w:t>
      </w:r>
      <w:r>
        <w:t xml:space="preserve">: </w:t>
      </w:r>
      <w:proofErr w:type="spellStart"/>
      <w:r w:rsidR="00193664">
        <w:t>AIHW</w:t>
      </w:r>
      <w:proofErr w:type="spellEnd"/>
      <w:r w:rsidR="00193664">
        <w:t xml:space="preserve"> (201</w:t>
      </w:r>
      <w:r w:rsidR="001B0B3D">
        <w:t>3</w:t>
      </w:r>
      <w:r w:rsidR="00193664">
        <w:t>),</w:t>
      </w:r>
      <w:r w:rsidR="00193664" w:rsidRPr="00663A00">
        <w:rPr>
          <w:i/>
        </w:rPr>
        <w:t xml:space="preserve"> </w:t>
      </w:r>
      <w:r w:rsidR="00193664" w:rsidRPr="00354423">
        <w:rPr>
          <w:i/>
        </w:rPr>
        <w:t>Australian Hospital Statistics</w:t>
      </w:r>
      <w:r w:rsidR="00193664">
        <w:rPr>
          <w:i/>
        </w:rPr>
        <w:t xml:space="preserve"> 201</w:t>
      </w:r>
      <w:r w:rsidR="001B0B3D">
        <w:rPr>
          <w:i/>
        </w:rPr>
        <w:t>1</w:t>
      </w:r>
      <w:r w:rsidR="00193664">
        <w:rPr>
          <w:i/>
        </w:rPr>
        <w:t>-1</w:t>
      </w:r>
      <w:r w:rsidR="001B0B3D">
        <w:rPr>
          <w:i/>
        </w:rPr>
        <w:t>2</w:t>
      </w:r>
      <w:r w:rsidR="00193664">
        <w:rPr>
          <w:i/>
        </w:rPr>
        <w:t xml:space="preserve">, </w:t>
      </w:r>
      <w:r w:rsidR="00193664">
        <w:t xml:space="preserve">Health Services Series No. </w:t>
      </w:r>
      <w:r w:rsidR="001B0B3D">
        <w:t>50</w:t>
      </w:r>
      <w:r w:rsidR="00193664">
        <w:t xml:space="preserve">, </w:t>
      </w:r>
      <w:r w:rsidR="00724968">
        <w:t xml:space="preserve">Cat no. </w:t>
      </w:r>
      <w:proofErr w:type="spellStart"/>
      <w:r w:rsidR="00724968">
        <w:t>HSE</w:t>
      </w:r>
      <w:proofErr w:type="spellEnd"/>
      <w:r w:rsidR="00724968">
        <w:t> </w:t>
      </w:r>
      <w:r w:rsidR="00193664">
        <w:t>1</w:t>
      </w:r>
      <w:r w:rsidR="001B0B3D">
        <w:t>34</w:t>
      </w:r>
      <w:r>
        <w:t xml:space="preserve">; table </w:t>
      </w:r>
      <w:proofErr w:type="spellStart"/>
      <w:r>
        <w:t>10A.5</w:t>
      </w:r>
      <w:r w:rsidR="006D3B96">
        <w:t>7</w:t>
      </w:r>
      <w:proofErr w:type="spellEnd"/>
      <w:r>
        <w:t>.</w:t>
      </w:r>
    </w:p>
    <w:p w:rsidR="00D2410D" w:rsidRDefault="00D2410D" w:rsidP="00D2410D">
      <w:pPr>
        <w:pStyle w:val="Heading5"/>
      </w:pPr>
      <w:r>
        <w:t xml:space="preserve">Total cost per </w:t>
      </w:r>
      <w:proofErr w:type="spellStart"/>
      <w:r>
        <w:t>casemix</w:t>
      </w:r>
      <w:proofErr w:type="spellEnd"/>
      <w:r>
        <w:t>-adjusted separation</w:t>
      </w:r>
    </w:p>
    <w:p w:rsidR="00D2410D" w:rsidRDefault="00D2410D" w:rsidP="00D2410D">
      <w:pPr>
        <w:pStyle w:val="BodyText"/>
      </w:pPr>
      <w:r>
        <w:t xml:space="preserve">Total cost includes both the recurrent costs (as discussed above) and the capital costs associated with hospital services. Results for this </w:t>
      </w:r>
      <w:r w:rsidR="005B1A79">
        <w:t>measure</w:t>
      </w:r>
      <w:r>
        <w:t xml:space="preserve"> in 20</w:t>
      </w:r>
      <w:r w:rsidR="000F3EA6">
        <w:t>1</w:t>
      </w:r>
      <w:r w:rsidR="00110BE3">
        <w:t>1</w:t>
      </w:r>
      <w:r>
        <w:t>-1</w:t>
      </w:r>
      <w:r w:rsidR="00110BE3">
        <w:t>2</w:t>
      </w:r>
      <w:r>
        <w:t xml:space="preserve"> are reported in figure 10.2</w:t>
      </w:r>
      <w:r w:rsidR="0029217B">
        <w:t>1</w:t>
      </w:r>
      <w:r>
        <w:t>. Labour costs accounted for the majority of costs in most jurisdictions. The user cost of capital for land is not included in figure 10.2</w:t>
      </w:r>
      <w:r w:rsidR="0029217B">
        <w:t>1</w:t>
      </w:r>
      <w:r>
        <w:t xml:space="preserve"> but is reported in table </w:t>
      </w:r>
      <w:proofErr w:type="spellStart"/>
      <w:r>
        <w:t>10A.5</w:t>
      </w:r>
      <w:r w:rsidR="006D3B96">
        <w:t>8</w:t>
      </w:r>
      <w:proofErr w:type="spellEnd"/>
      <w:r>
        <w:t>.</w:t>
      </w:r>
    </w:p>
    <w:p w:rsidR="00D2410D" w:rsidRPr="00FB469E" w:rsidRDefault="00D2410D" w:rsidP="004F7485">
      <w:pPr>
        <w:pStyle w:val="FigureTitle"/>
        <w:spacing w:before="120"/>
        <w:ind w:left="1560" w:hanging="1560"/>
      </w:pPr>
      <w:r w:rsidRPr="00FB469E">
        <w:rPr>
          <w:b w:val="0"/>
        </w:rPr>
        <w:t xml:space="preserve">Figure </w:t>
      </w:r>
      <w:r w:rsidR="00951DB7">
        <w:rPr>
          <w:b w:val="0"/>
        </w:rPr>
        <w:t>10.</w:t>
      </w:r>
      <w:r w:rsidR="005B16BF">
        <w:rPr>
          <w:b w:val="0"/>
          <w:noProof/>
        </w:rPr>
        <w:t>21</w:t>
      </w:r>
      <w:r w:rsidRPr="00FB469E">
        <w:tab/>
        <w:t xml:space="preserve">Total cost per </w:t>
      </w:r>
      <w:proofErr w:type="spellStart"/>
      <w:r w:rsidRPr="00FB469E">
        <w:t>casemix</w:t>
      </w:r>
      <w:proofErr w:type="spellEnd"/>
      <w:r w:rsidRPr="00FB469E">
        <w:t>-adjusted separation, public hospitals, 20</w:t>
      </w:r>
      <w:r w:rsidR="000F3EA6" w:rsidRPr="00FB469E">
        <w:t>1</w:t>
      </w:r>
      <w:r w:rsidR="00C96F56">
        <w:t>1</w:t>
      </w:r>
      <w:r w:rsidRPr="00FB469E">
        <w:t>-</w:t>
      </w:r>
      <w:proofErr w:type="spellStart"/>
      <w:r w:rsidRPr="00FB469E">
        <w:t>1</w:t>
      </w:r>
      <w:r w:rsidR="00C96F56">
        <w:t>2</w:t>
      </w:r>
      <w:r w:rsidRPr="00FB469E">
        <w:rPr>
          <w:vertAlign w:val="superscript"/>
        </w:rPr>
        <w:t>a</w:t>
      </w:r>
      <w:proofErr w:type="spellEnd"/>
      <w:r w:rsidRPr="00FB469E">
        <w:rPr>
          <w:vertAlign w:val="superscript"/>
        </w:rPr>
        <w:t>,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D2410D" w:rsidTr="004F7485">
        <w:tc>
          <w:tcPr>
            <w:tcW w:w="8778" w:type="dxa"/>
          </w:tcPr>
          <w:p w:rsidR="00D2410D" w:rsidRDefault="003A1C92" w:rsidP="00531D51">
            <w:pPr>
              <w:pStyle w:val="Figure"/>
              <w:pBdr>
                <w:left w:val="single" w:sz="4" w:space="4" w:color="auto"/>
              </w:pBdr>
            </w:pPr>
            <w:r>
              <w:rPr>
                <w:noProof/>
              </w:rPr>
              <w:drawing>
                <wp:inline distT="0" distB="0" distL="0" distR="0" wp14:anchorId="0399F513" wp14:editId="445B989F">
                  <wp:extent cx="5387975" cy="2698115"/>
                  <wp:effectExtent l="0" t="0" r="3175" b="6985"/>
                  <wp:docPr id="24" name="Picture 24" descr="Figure 10.21 Total cost per casemix-adjusted separation,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r>
        <w:rPr>
          <w:rStyle w:val="NoteLabel"/>
        </w:rPr>
        <w:t>a</w:t>
      </w:r>
      <w:r>
        <w:sym w:font="Symbol" w:char="F020"/>
      </w:r>
      <w:r>
        <w:t xml:space="preserve">Labour includes medical and non-medical labour costs. Material includes other non-labour recurrent costs, such as repairs and maintenance (table </w:t>
      </w:r>
      <w:proofErr w:type="spellStart"/>
      <w:r>
        <w:t>10A.5</w:t>
      </w:r>
      <w:r w:rsidR="002A5E59">
        <w:t>6</w:t>
      </w:r>
      <w:proofErr w:type="spellEnd"/>
      <w:r>
        <w:t xml:space="preserve">). </w:t>
      </w:r>
      <w:r w:rsidRPr="00945D10">
        <w:rPr>
          <w:rStyle w:val="NoteLabel"/>
        </w:rPr>
        <w:t>b</w:t>
      </w:r>
      <w:r>
        <w:t xml:space="preserve"> Capital cost includes depreciation and the user cost of capital for buildings and equipment that is associated with the delivery of admitted patient services in the public hospitals as described in the data for recurrent cost per </w:t>
      </w:r>
      <w:proofErr w:type="spellStart"/>
      <w:r>
        <w:t>casemix</w:t>
      </w:r>
      <w:proofErr w:type="spellEnd"/>
      <w:r>
        <w:t xml:space="preserve">-adjusted separation. Capital cost excludes the user cost of capital associated with land (reported in table </w:t>
      </w:r>
      <w:proofErr w:type="spellStart"/>
      <w:r>
        <w:t>10A.5</w:t>
      </w:r>
      <w:r w:rsidR="002A5E59">
        <w:t>8</w:t>
      </w:r>
      <w:proofErr w:type="spellEnd"/>
      <w:r>
        <w:t xml:space="preserve">). </w:t>
      </w:r>
      <w:r w:rsidRPr="00945D10">
        <w:rPr>
          <w:rStyle w:val="NoteLabel"/>
        </w:rPr>
        <w:t>c</w:t>
      </w:r>
      <w:r>
        <w:t xml:space="preserve"> Variation across jurisdictions in the collection of capital related data suggests the data are only indicative. The capital cost per </w:t>
      </w:r>
      <w:proofErr w:type="spellStart"/>
      <w:r>
        <w:t>casemix</w:t>
      </w:r>
      <w:proofErr w:type="spellEnd"/>
      <w:r>
        <w:noBreakHyphen/>
        <w:t xml:space="preserve">adjusted separation is equal to the capital cost adjusted by the inpatient fraction, divided by the number of </w:t>
      </w:r>
      <w:proofErr w:type="spellStart"/>
      <w:r>
        <w:t>casemix</w:t>
      </w:r>
      <w:proofErr w:type="spellEnd"/>
      <w:r>
        <w:t xml:space="preserve">-adjusted separations. </w:t>
      </w:r>
    </w:p>
    <w:p w:rsidR="00D2410D" w:rsidRDefault="00D2410D" w:rsidP="00D2410D">
      <w:pPr>
        <w:pStyle w:val="Source"/>
      </w:pPr>
      <w:r>
        <w:rPr>
          <w:i/>
        </w:rPr>
        <w:t>Source</w:t>
      </w:r>
      <w:r w:rsidRPr="00E97DAB">
        <w:t>:</w:t>
      </w:r>
      <w:r>
        <w:t xml:space="preserve"> </w:t>
      </w:r>
      <w:proofErr w:type="spellStart"/>
      <w:r w:rsidR="00193664">
        <w:t>AIHW</w:t>
      </w:r>
      <w:proofErr w:type="spellEnd"/>
      <w:r w:rsidR="00193664">
        <w:t xml:space="preserve"> (201</w:t>
      </w:r>
      <w:r w:rsidR="001B0B3D">
        <w:t>3</w:t>
      </w:r>
      <w:r w:rsidR="00193664">
        <w:t>),</w:t>
      </w:r>
      <w:r w:rsidR="00193664" w:rsidRPr="00663A00">
        <w:rPr>
          <w:i/>
        </w:rPr>
        <w:t xml:space="preserve"> </w:t>
      </w:r>
      <w:r w:rsidR="00193664" w:rsidRPr="00354423">
        <w:rPr>
          <w:i/>
        </w:rPr>
        <w:t>Australian Hospital Statistics</w:t>
      </w:r>
      <w:r w:rsidR="00193664">
        <w:rPr>
          <w:i/>
        </w:rPr>
        <w:t xml:space="preserve"> 201</w:t>
      </w:r>
      <w:r w:rsidR="001B0B3D">
        <w:rPr>
          <w:i/>
        </w:rPr>
        <w:t>1</w:t>
      </w:r>
      <w:r w:rsidR="00193664">
        <w:rPr>
          <w:i/>
        </w:rPr>
        <w:t>-1</w:t>
      </w:r>
      <w:r w:rsidR="001B0B3D">
        <w:rPr>
          <w:i/>
        </w:rPr>
        <w:t>2</w:t>
      </w:r>
      <w:r w:rsidR="00193664">
        <w:rPr>
          <w:i/>
        </w:rPr>
        <w:t xml:space="preserve">, </w:t>
      </w:r>
      <w:r w:rsidR="00193664">
        <w:t xml:space="preserve">Health Services Series No. </w:t>
      </w:r>
      <w:r w:rsidR="001B0B3D">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1B0B3D">
        <w:t>34</w:t>
      </w:r>
      <w:r>
        <w:t xml:space="preserve">; State and Territory governments (unpublished); tables </w:t>
      </w:r>
      <w:proofErr w:type="spellStart"/>
      <w:r>
        <w:t>10A.5</w:t>
      </w:r>
      <w:r w:rsidR="006D3B96">
        <w:t>6</w:t>
      </w:r>
      <w:proofErr w:type="spellEnd"/>
      <w:r>
        <w:t xml:space="preserve"> and </w:t>
      </w:r>
      <w:proofErr w:type="spellStart"/>
      <w:r>
        <w:t>10A.5</w:t>
      </w:r>
      <w:r w:rsidR="006D3B96">
        <w:t>8</w:t>
      </w:r>
      <w:proofErr w:type="spellEnd"/>
      <w:r>
        <w:t>.</w:t>
      </w:r>
    </w:p>
    <w:p w:rsidR="00D2410D" w:rsidRDefault="00D2410D" w:rsidP="00D2410D">
      <w:pPr>
        <w:pStyle w:val="Heading4"/>
      </w:pPr>
      <w:r>
        <w:t>Relative stay index</w:t>
      </w:r>
    </w:p>
    <w:p w:rsidR="00D2410D" w:rsidRDefault="00D2410D" w:rsidP="00D10431">
      <w:pPr>
        <w:pStyle w:val="BodyText"/>
      </w:pPr>
      <w:r>
        <w:t xml:space="preserve">‘Relative stay index’ is an indicator of governments’ objective to deliver services efficiently (box 10.12). </w:t>
      </w:r>
      <w:r w:rsidR="004C5BC0" w:rsidRPr="004C5BC0">
        <w:t xml:space="preserve">Data for this indicator are reported in figure 10.22. The relative stay index is reported </w:t>
      </w:r>
      <w:r w:rsidR="004C5BC0" w:rsidRPr="00D10431">
        <w:t xml:space="preserve">by </w:t>
      </w:r>
      <w:r w:rsidR="00CF5B55" w:rsidRPr="00D10431">
        <w:t>funding source</w:t>
      </w:r>
      <w:r w:rsidR="004C5BC0" w:rsidRPr="004C5BC0">
        <w:t xml:space="preserve"> and by medical, surgical and other AR </w:t>
      </w:r>
      <w:proofErr w:type="spellStart"/>
      <w:r w:rsidR="004C5BC0" w:rsidRPr="004C5BC0">
        <w:t>DRGs</w:t>
      </w:r>
      <w:proofErr w:type="spellEnd"/>
      <w:r w:rsidR="004C5BC0" w:rsidRPr="004C5BC0">
        <w:t xml:space="preserve"> in tables </w:t>
      </w:r>
      <w:proofErr w:type="spellStart"/>
      <w:r w:rsidR="004C5BC0" w:rsidRPr="004C5BC0">
        <w:t>10A.5</w:t>
      </w:r>
      <w:r w:rsidR="004E71D2">
        <w:t>9</w:t>
      </w:r>
      <w:proofErr w:type="spellEnd"/>
      <w:r w:rsidR="004C5BC0" w:rsidRPr="004C5BC0">
        <w:t xml:space="preserve"> and </w:t>
      </w:r>
      <w:proofErr w:type="spellStart"/>
      <w:r w:rsidR="004C5BC0" w:rsidRPr="004C5BC0">
        <w:t>10A.</w:t>
      </w:r>
      <w:r w:rsidR="004E71D2">
        <w:t>60</w:t>
      </w:r>
      <w:proofErr w:type="spellEnd"/>
      <w:r w:rsidR="004C5BC0" w:rsidRPr="004C5BC0">
        <w:t xml:space="preserve"> respectively.</w:t>
      </w:r>
    </w:p>
    <w:p w:rsidR="00E9607A" w:rsidRDefault="00E9607A" w:rsidP="00E9607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607A" w:rsidTr="00F53338">
        <w:tc>
          <w:tcPr>
            <w:tcW w:w="8771" w:type="dxa"/>
            <w:tcBorders>
              <w:top w:val="single" w:sz="6" w:space="0" w:color="auto"/>
              <w:bottom w:val="nil"/>
            </w:tcBorders>
          </w:tcPr>
          <w:p w:rsidR="00E9607A" w:rsidRDefault="00E9607A" w:rsidP="00F53338">
            <w:pPr>
              <w:pStyle w:val="BoxTitle"/>
            </w:pPr>
            <w:r>
              <w:rPr>
                <w:b w:val="0"/>
              </w:rPr>
              <w:t>Box 10.</w:t>
            </w:r>
            <w:r w:rsidR="005B16BF">
              <w:rPr>
                <w:b w:val="0"/>
                <w:noProof/>
              </w:rPr>
              <w:t>12</w:t>
            </w:r>
            <w:r>
              <w:tab/>
              <w:t>Relative stay index</w:t>
            </w:r>
          </w:p>
        </w:tc>
      </w:tr>
      <w:tr w:rsidR="00E9607A" w:rsidTr="00F53338">
        <w:trPr>
          <w:cantSplit/>
        </w:trPr>
        <w:tc>
          <w:tcPr>
            <w:tcW w:w="8771" w:type="dxa"/>
            <w:tcBorders>
              <w:top w:val="nil"/>
              <w:left w:val="single" w:sz="6" w:space="0" w:color="auto"/>
              <w:bottom w:val="nil"/>
              <w:right w:val="single" w:sz="6" w:space="0" w:color="auto"/>
            </w:tcBorders>
          </w:tcPr>
          <w:p w:rsidR="00E9607A" w:rsidRDefault="00E9607A" w:rsidP="00F53338">
            <w:pPr>
              <w:pStyle w:val="Box"/>
            </w:pPr>
            <w:r>
              <w:t xml:space="preserve">‘Relative stay index’ is defined as the actual number of acute care patient days divided by the expected number of acute care patient days, adjusted for </w:t>
            </w:r>
            <w:proofErr w:type="spellStart"/>
            <w:r>
              <w:t>casemix</w:t>
            </w:r>
            <w:proofErr w:type="spellEnd"/>
            <w:r>
              <w:t xml:space="preserve">. </w:t>
            </w:r>
            <w:proofErr w:type="spellStart"/>
            <w:r>
              <w:t>Casemix</w:t>
            </w:r>
            <w:proofErr w:type="spellEnd"/>
            <w:r>
              <w:t xml:space="preserve"> adjustment allows comparisons to take account of variation in types of service provided but </w:t>
            </w:r>
            <w:proofErr w:type="spellStart"/>
            <w:r>
              <w:t>not</w:t>
            </w:r>
            <w:proofErr w:type="spellEnd"/>
            <w:r>
              <w:t xml:space="preserve"> other influences on length of stay, such as the Indigenous status of the patient. Acute care separations only are included. Section 10.8 contains a more detailed definition outlining exclusions from the index.</w:t>
            </w:r>
          </w:p>
          <w:p w:rsidR="00E9607A" w:rsidRPr="007B01AC" w:rsidRDefault="002C162F" w:rsidP="002C162F">
            <w:pPr>
              <w:pStyle w:val="Continued"/>
              <w:spacing w:before="120"/>
            </w:pPr>
            <w:r>
              <w:t>(Continued on next page)</w:t>
            </w:r>
          </w:p>
        </w:tc>
      </w:tr>
      <w:tr w:rsidR="00E9607A" w:rsidTr="00F53338">
        <w:trPr>
          <w:cantSplit/>
        </w:trPr>
        <w:tc>
          <w:tcPr>
            <w:tcW w:w="8771" w:type="dxa"/>
            <w:tcBorders>
              <w:top w:val="nil"/>
              <w:left w:val="single" w:sz="6" w:space="0" w:color="auto"/>
              <w:bottom w:val="single" w:sz="6" w:space="0" w:color="auto"/>
              <w:right w:val="single" w:sz="6" w:space="0" w:color="auto"/>
            </w:tcBorders>
          </w:tcPr>
          <w:p w:rsidR="00E9607A" w:rsidRDefault="00E9607A" w:rsidP="00F53338">
            <w:pPr>
              <w:pStyle w:val="Box"/>
              <w:spacing w:before="0" w:line="120" w:lineRule="exact"/>
            </w:pPr>
          </w:p>
        </w:tc>
      </w:tr>
      <w:tr w:rsidR="00E9607A" w:rsidTr="00F53338">
        <w:tc>
          <w:tcPr>
            <w:tcW w:w="8771" w:type="dxa"/>
            <w:tcBorders>
              <w:top w:val="nil"/>
              <w:left w:val="nil"/>
              <w:bottom w:val="nil"/>
              <w:right w:val="nil"/>
            </w:tcBorders>
          </w:tcPr>
          <w:p w:rsidR="00E9607A" w:rsidRDefault="00E9607A" w:rsidP="00F53338">
            <w:pPr>
              <w:pStyle w:val="Box"/>
              <w:keepNext w:val="0"/>
              <w:spacing w:before="60" w:after="60" w:line="80" w:lineRule="exact"/>
              <w:rPr>
                <w:b/>
                <w:color w:val="FF00FF"/>
                <w:sz w:val="14"/>
              </w:rPr>
            </w:pPr>
          </w:p>
        </w:tc>
      </w:tr>
    </w:tbl>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2C162F">
            <w:pPr>
              <w:pStyle w:val="BoxTitle"/>
            </w:pPr>
            <w:r>
              <w:rPr>
                <w:b w:val="0"/>
              </w:rPr>
              <w:t xml:space="preserve">Box </w:t>
            </w:r>
            <w:r w:rsidR="002C162F">
              <w:rPr>
                <w:b w:val="0"/>
              </w:rPr>
              <w:t>10.12</w:t>
            </w:r>
            <w:r>
              <w:tab/>
            </w:r>
            <w:r w:rsidR="002C162F" w:rsidRPr="002C162F">
              <w:rPr>
                <w:sz w:val="18"/>
                <w:szCs w:val="20"/>
              </w:rPr>
              <w:t>(Continued)</w:t>
            </w:r>
          </w:p>
        </w:tc>
      </w:tr>
      <w:tr w:rsidR="00D2410D" w:rsidTr="00531D51">
        <w:trPr>
          <w:cantSplit/>
        </w:trPr>
        <w:tc>
          <w:tcPr>
            <w:tcW w:w="8771" w:type="dxa"/>
            <w:tcBorders>
              <w:top w:val="nil"/>
              <w:left w:val="single" w:sz="6" w:space="0" w:color="auto"/>
              <w:bottom w:val="nil"/>
              <w:right w:val="single" w:sz="6" w:space="0" w:color="auto"/>
            </w:tcBorders>
          </w:tcPr>
          <w:p w:rsidR="00D2410D" w:rsidRDefault="00FD52AC" w:rsidP="00531D51">
            <w:pPr>
              <w:pStyle w:val="Box"/>
            </w:pPr>
            <w:r>
              <w:t xml:space="preserve">The relative </w:t>
            </w:r>
            <w:r w:rsidR="00D2410D">
              <w:t xml:space="preserve">stay index for Australia for all hospitals </w:t>
            </w:r>
            <w:r>
              <w:t>(public and private) is one. A relative stay index</w:t>
            </w:r>
            <w:r w:rsidR="00D2410D">
              <w:t xml:space="preserve"> greater than one indicates that average length of patient stay is higher than expected given the jurisdic</w:t>
            </w:r>
            <w:r>
              <w:t xml:space="preserve">tion’s </w:t>
            </w:r>
            <w:proofErr w:type="spellStart"/>
            <w:r>
              <w:t>casemix</w:t>
            </w:r>
            <w:proofErr w:type="spellEnd"/>
            <w:r>
              <w:t xml:space="preserve"> distribution. A relative stay index</w:t>
            </w:r>
            <w:r w:rsidR="00D2410D">
              <w:t xml:space="preserve"> of less than one indicates that the number of bed days used was less than</w:t>
            </w:r>
            <w:r>
              <w:t xml:space="preserve"> expected. A low or decreasing relative stay index</w:t>
            </w:r>
            <w:r w:rsidR="00D2410D">
              <w:t xml:space="preserve"> is desirable if it is not associated with poorer health outcomes or significant extra costs outside the hospital systems (for example, in</w:t>
            </w:r>
            <w:r w:rsidR="00D2410D">
              <w:noBreakHyphen/>
              <w:t>home care).</w:t>
            </w:r>
          </w:p>
          <w:p w:rsidR="00D2410D" w:rsidRDefault="00D2410D" w:rsidP="00531D51">
            <w:pPr>
              <w:pStyle w:val="Box"/>
            </w:pPr>
            <w:r>
              <w:t>States and territories vary in their thresholds for classifying patients as either same day admitted patients or outpatient</w:t>
            </w:r>
            <w:r w:rsidR="00FD52AC">
              <w:t xml:space="preserve">s. These variations affect the </w:t>
            </w:r>
            <w:r>
              <w:t>relative stay inde</w:t>
            </w:r>
            <w:r w:rsidR="00FD52AC">
              <w:t>x</w:t>
            </w:r>
            <w:r>
              <w:t>.</w:t>
            </w:r>
          </w:p>
          <w:p w:rsidR="00A171FC" w:rsidRDefault="00A171FC" w:rsidP="00A171FC">
            <w:pPr>
              <w:pStyle w:val="Box"/>
            </w:pPr>
            <w:r>
              <w:t>Data reported for this measure are:</w:t>
            </w:r>
          </w:p>
          <w:p w:rsidR="00A171FC" w:rsidRDefault="00A171FC" w:rsidP="00A171FC">
            <w:pPr>
              <w:pStyle w:val="BoxListBullet"/>
            </w:pPr>
            <w:r>
              <w:t>comparable (subject to caveats) across</w:t>
            </w:r>
            <w:r w:rsidRPr="00253602">
              <w:t xml:space="preserve"> jurisdictions </w:t>
            </w:r>
            <w:r>
              <w:t xml:space="preserve">and </w:t>
            </w:r>
            <w:r w:rsidRPr="00253602">
              <w:t xml:space="preserve">over time </w:t>
            </w:r>
          </w:p>
          <w:p w:rsidR="00A171FC" w:rsidRDefault="00A171FC" w:rsidP="00A171FC">
            <w:pPr>
              <w:pStyle w:val="BoxListBullet"/>
            </w:pPr>
            <w:r>
              <w:t>complete (subject to caveats) for the current reporting period. All required 201</w:t>
            </w:r>
            <w:r w:rsidR="002C4184">
              <w:t>1</w:t>
            </w:r>
            <w:r>
              <w:noBreakHyphen/>
              <w:t>1</w:t>
            </w:r>
            <w:r w:rsidR="002C4184">
              <w:t>2</w:t>
            </w:r>
            <w:r>
              <w:t xml:space="preserve"> data are available for all jurisdictions.</w:t>
            </w:r>
          </w:p>
          <w:p w:rsidR="00D2410D" w:rsidRPr="007B01AC" w:rsidRDefault="00A776F4" w:rsidP="000C16E0">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rsidR="000C16E0">
              <w:t>4</w:t>
            </w:r>
            <w:r w:rsidRPr="009A5C5F">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9A6F55">
      <w:pPr>
        <w:pStyle w:val="FigureTitle"/>
        <w:spacing w:before="240"/>
        <w:ind w:left="1559" w:hanging="1559"/>
      </w:pPr>
      <w:r>
        <w:rPr>
          <w:b w:val="0"/>
        </w:rPr>
        <w:t xml:space="preserve">Figure </w:t>
      </w:r>
      <w:bookmarkStart w:id="37" w:name="OLE_LINK75"/>
      <w:r w:rsidR="00951DB7">
        <w:rPr>
          <w:b w:val="0"/>
        </w:rPr>
        <w:t>10.</w:t>
      </w:r>
      <w:r w:rsidR="005B16BF">
        <w:rPr>
          <w:b w:val="0"/>
          <w:noProof/>
        </w:rPr>
        <w:t>22</w:t>
      </w:r>
      <w:bookmarkEnd w:id="37"/>
      <w:r>
        <w:tab/>
        <w:t>Relative stay index, public hospitals, 20</w:t>
      </w:r>
      <w:r w:rsidR="005A4C6C">
        <w:t>1</w:t>
      </w:r>
      <w:r w:rsidR="00C96F56">
        <w:t>1</w:t>
      </w:r>
      <w:r>
        <w:t>-</w:t>
      </w:r>
      <w:proofErr w:type="spellStart"/>
      <w:r>
        <w:t>1</w:t>
      </w:r>
      <w:r w:rsidR="00C96F56">
        <w:t>2</w:t>
      </w:r>
      <w:r w:rsidRPr="00114EB9">
        <w:rPr>
          <w:vertAlign w:val="superscript"/>
        </w:rPr>
        <w:t>a</w:t>
      </w:r>
      <w:proofErr w:type="spellEnd"/>
      <w:r w:rsidRPr="00114EB9">
        <w:rPr>
          <w:vertAlign w:val="superscript"/>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08FAD783" wp14:editId="1A2A80ED">
                  <wp:extent cx="5387975" cy="2698115"/>
                  <wp:effectExtent l="0" t="0" r="3175" b="6985"/>
                  <wp:docPr id="25" name="Picture 25" descr="Figure 10.22 Relative stay index,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10431">
      <w:pPr>
        <w:pStyle w:val="Note"/>
        <w:keepNext/>
      </w:pPr>
      <w:r>
        <w:rPr>
          <w:rStyle w:val="NoteLabel"/>
        </w:rPr>
        <w:t>a</w:t>
      </w:r>
      <w:r>
        <w:sym w:font="Symbol" w:char="F020"/>
      </w:r>
      <w:r w:rsidRPr="00114EB9">
        <w:t xml:space="preserve"> </w:t>
      </w:r>
      <w:r>
        <w:t xml:space="preserve">Separations exclude </w:t>
      </w:r>
      <w:r w:rsidRPr="00D10431">
        <w:t>newborn</w:t>
      </w:r>
      <w:r w:rsidR="00AB1DE2" w:rsidRPr="00D10431">
        <w:t>s</w:t>
      </w:r>
      <w:r w:rsidRPr="00D10431">
        <w:t xml:space="preserve"> </w:t>
      </w:r>
      <w:r>
        <w:t xml:space="preserve">with unqualified days, organ procurement posthumous and hospital boarders. </w:t>
      </w:r>
      <w:r>
        <w:rPr>
          <w:rStyle w:val="NoteLabel"/>
        </w:rPr>
        <w:t xml:space="preserve">b </w:t>
      </w:r>
      <w:r>
        <w:t>The relative stay index is based on all hospitals and is estimated using the indirect standardisation method and AR-</w:t>
      </w:r>
      <w:proofErr w:type="spellStart"/>
      <w:r>
        <w:t>DRG</w:t>
      </w:r>
      <w:proofErr w:type="spellEnd"/>
      <w:r>
        <w:t xml:space="preserve"> version </w:t>
      </w:r>
      <w:proofErr w:type="spellStart"/>
      <w:r w:rsidR="00D06D19" w:rsidRPr="00D10431">
        <w:t>6.0x</w:t>
      </w:r>
      <w:proofErr w:type="spellEnd"/>
      <w:r w:rsidRPr="00D10431">
        <w:t>.</w:t>
      </w:r>
      <w:r>
        <w:t xml:space="preserve"> The indirectly standardised relative stay index is not strictly comparable between jurisdictions but is a comparison of the jurisdiction with the national average based on the </w:t>
      </w:r>
      <w:proofErr w:type="spellStart"/>
      <w:r>
        <w:t>casemix</w:t>
      </w:r>
      <w:proofErr w:type="spellEnd"/>
      <w:r>
        <w:t xml:space="preserve"> of the jurisdiction. </w:t>
      </w:r>
    </w:p>
    <w:p w:rsidR="00D2410D" w:rsidRDefault="00D2410D" w:rsidP="009A6F55">
      <w:pPr>
        <w:pStyle w:val="Source"/>
        <w:spacing w:before="40"/>
      </w:pPr>
      <w:r>
        <w:rPr>
          <w:i/>
        </w:rPr>
        <w:t>Source</w:t>
      </w:r>
      <w:r w:rsidRPr="00114EB9">
        <w:t>:</w:t>
      </w:r>
      <w:r>
        <w:t xml:space="preserve"> </w:t>
      </w:r>
      <w:proofErr w:type="spellStart"/>
      <w:r w:rsidR="00193664">
        <w:t>AIHW</w:t>
      </w:r>
      <w:proofErr w:type="spellEnd"/>
      <w:r w:rsidR="00193664">
        <w:t xml:space="preserve"> (201</w:t>
      </w:r>
      <w:r w:rsidR="001B0B3D">
        <w:t>3</w:t>
      </w:r>
      <w:r w:rsidR="00193664">
        <w:t>),</w:t>
      </w:r>
      <w:r w:rsidR="00193664" w:rsidRPr="00663A00">
        <w:rPr>
          <w:i/>
        </w:rPr>
        <w:t xml:space="preserve"> </w:t>
      </w:r>
      <w:r w:rsidR="00193664" w:rsidRPr="00354423">
        <w:rPr>
          <w:i/>
        </w:rPr>
        <w:t>Australian Hospital Statistics</w:t>
      </w:r>
      <w:r w:rsidR="00193664">
        <w:rPr>
          <w:i/>
        </w:rPr>
        <w:t xml:space="preserve"> 201</w:t>
      </w:r>
      <w:r w:rsidR="001B0B3D">
        <w:rPr>
          <w:i/>
        </w:rPr>
        <w:t>1</w:t>
      </w:r>
      <w:r w:rsidR="00193664">
        <w:rPr>
          <w:i/>
        </w:rPr>
        <w:t>-1</w:t>
      </w:r>
      <w:r w:rsidR="001B0B3D">
        <w:rPr>
          <w:i/>
        </w:rPr>
        <w:t>2</w:t>
      </w:r>
      <w:r w:rsidR="00193664">
        <w:rPr>
          <w:i/>
        </w:rPr>
        <w:t xml:space="preserve">, </w:t>
      </w:r>
      <w:r w:rsidR="00193664">
        <w:t xml:space="preserve">Health Services Series No. </w:t>
      </w:r>
      <w:r w:rsidR="001B0B3D">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1B0B3D">
        <w:t>34</w:t>
      </w:r>
      <w:r>
        <w:t xml:space="preserve">; table </w:t>
      </w:r>
      <w:proofErr w:type="spellStart"/>
      <w:r>
        <w:t>10A.5</w:t>
      </w:r>
      <w:r w:rsidR="004E71D2">
        <w:t>9</w:t>
      </w:r>
      <w:proofErr w:type="spellEnd"/>
      <w:r>
        <w:t>.</w:t>
      </w:r>
    </w:p>
    <w:p w:rsidR="00D2410D" w:rsidRDefault="00D2410D" w:rsidP="00D2410D">
      <w:pPr>
        <w:pStyle w:val="Heading4"/>
      </w:pPr>
      <w:r>
        <w:t>Recurrent cost per non-admitted occasion of service</w:t>
      </w:r>
    </w:p>
    <w:p w:rsidR="00D2410D" w:rsidRDefault="00D2410D" w:rsidP="00D2410D">
      <w:pPr>
        <w:pStyle w:val="BodyText"/>
      </w:pPr>
      <w:r>
        <w:t xml:space="preserve">‘Recurrent cost per non-admitted occasion of service’ is an indicator of governments’ objective to deliver services in a cost effective manner (box 10.13).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38" w:name="OLE_LINK66"/>
            <w:r w:rsidR="00951DB7">
              <w:rPr>
                <w:b w:val="0"/>
              </w:rPr>
              <w:t>10.</w:t>
            </w:r>
            <w:r w:rsidR="005B16BF">
              <w:rPr>
                <w:b w:val="0"/>
                <w:noProof/>
              </w:rPr>
              <w:t>13</w:t>
            </w:r>
            <w:bookmarkEnd w:id="38"/>
            <w:r>
              <w:tab/>
              <w:t>Recurrent cost per non-admitted occasion of service</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‘Recurrent cost per non</w:t>
            </w:r>
            <w:r>
              <w:noBreakHyphen/>
              <w:t xml:space="preserve">admitted occasion of service’ is </w:t>
            </w:r>
            <w:r w:rsidR="00FD52AC">
              <w:t xml:space="preserve">defined as </w:t>
            </w:r>
            <w:r>
              <w:t>the proportion of recurrent expenditure allocated to patients who were not admitted, divided by the total number of non</w:t>
            </w:r>
            <w:r>
              <w:noBreakHyphen/>
              <w:t>admitted patient occasions of service in public hospitals. Occasions of service include examinations, consultations, treatments or other services provided to patients in each functional unit of a hospital.</w:t>
            </w:r>
            <w:r w:rsidR="00FD52AC">
              <w:t xml:space="preserve"> </w:t>
            </w:r>
            <w:r>
              <w:t>Non</w:t>
            </w:r>
            <w:r>
              <w:noBreakHyphen/>
              <w:t xml:space="preserve">admitted occasions of service (including emergency department presentations and outpatient services) account for a significant proportion of hospital expenditure. </w:t>
            </w:r>
          </w:p>
          <w:p w:rsidR="00D2410D" w:rsidRDefault="00D2410D" w:rsidP="00531D51">
            <w:pPr>
              <w:pStyle w:val="Box"/>
            </w:pPr>
            <w:r>
              <w:t>A low or decreasing recurrent cost per non</w:t>
            </w:r>
            <w:r>
              <w:noBreakHyphen/>
              <w:t xml:space="preserve">admitted occasion of service can reflect more efficient service delivery in public hospitals. However, this indicator </w:t>
            </w:r>
            <w:r w:rsidR="009A3120">
              <w:t>should</w:t>
            </w:r>
            <w:r>
              <w:t xml:space="preserve"> be viewed in the context of the set of performance indicators as a whole</w:t>
            </w:r>
            <w:r w:rsidR="009A3120">
              <w:t>,</w:t>
            </w:r>
            <w:r>
              <w:t xml:space="preserve"> as decreasing cost could also be associated with decreasing quality and effectiveness. This indicator does not adjust for the complexity of service — for example, a simple urine glucose test is treated equally with a complete biochemical analysis of all body fluids (</w:t>
            </w:r>
            <w:proofErr w:type="spellStart"/>
            <w:r>
              <w:t>AIHW</w:t>
            </w:r>
            <w:proofErr w:type="spellEnd"/>
            <w:r>
              <w:t> 2000).</w:t>
            </w:r>
          </w:p>
          <w:p w:rsidR="00A171FC" w:rsidRDefault="00A171FC" w:rsidP="000705EC">
            <w:pPr>
              <w:pStyle w:val="Box"/>
            </w:pPr>
            <w:r>
              <w:t xml:space="preserve">Data reported for this </w:t>
            </w:r>
            <w:r w:rsidR="00940048">
              <w:t>indicator</w:t>
            </w:r>
            <w:r>
              <w:t xml:space="preserve"> are:</w:t>
            </w:r>
          </w:p>
          <w:p w:rsidR="00A171FC" w:rsidRDefault="00A171FC" w:rsidP="000705EC">
            <w:pPr>
              <w:pStyle w:val="BoxListBullet"/>
            </w:pPr>
            <w:r>
              <w:t xml:space="preserve">comparable (subject to caveats) </w:t>
            </w:r>
            <w:r w:rsidRPr="00253602">
              <w:t>within jurisdictions over time but are not comparable across jurisdictions</w:t>
            </w:r>
          </w:p>
          <w:p w:rsidR="00A171FC" w:rsidRDefault="000705EC" w:rsidP="000705EC">
            <w:pPr>
              <w:pStyle w:val="BoxListBullet"/>
            </w:pPr>
            <w:r w:rsidRPr="000705EC">
              <w:t>incomplete for the current reporting period. All required data were not available for</w:t>
            </w:r>
            <w:r>
              <w:t xml:space="preserve"> Victoria, Queensland and the NT.</w:t>
            </w:r>
          </w:p>
          <w:p w:rsidR="00D2410D" w:rsidRPr="007B01AC" w:rsidRDefault="00FE3600" w:rsidP="00531D51">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t>4</w:t>
            </w:r>
            <w:r w:rsidRPr="009A5C5F">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dyText"/>
      </w:pPr>
      <w:r>
        <w:t>These data are not comparable across jurisdictions. Reporting categories vary across jurisdictions, and further inconsistencies arise as a result of differences in outsourcing practices. In some cases, for example, outsourced occasions of service can be included in expenditure on non</w:t>
      </w:r>
      <w:r>
        <w:noBreakHyphen/>
        <w:t>admitted services, but not in the count of occasions of service. Jurisdictions able to supply 20</w:t>
      </w:r>
      <w:r w:rsidR="00A77CFE">
        <w:t>1</w:t>
      </w:r>
      <w:r w:rsidR="00B95CAE">
        <w:t>1</w:t>
      </w:r>
      <w:r>
        <w:t>-1</w:t>
      </w:r>
      <w:r w:rsidR="00B95CAE">
        <w:t>2</w:t>
      </w:r>
      <w:r>
        <w:t xml:space="preserve"> data for this indicator reported the following results for non</w:t>
      </w:r>
      <w:r>
        <w:noBreakHyphen/>
        <w:t>admitted patient services:</w:t>
      </w:r>
    </w:p>
    <w:p w:rsidR="00D2410D" w:rsidRDefault="00D2410D" w:rsidP="00D2410D">
      <w:pPr>
        <w:pStyle w:val="ListBullet"/>
      </w:pPr>
      <w:r>
        <w:t>In NSW, the emergency department cost per occasion of service was $2</w:t>
      </w:r>
      <w:r w:rsidR="005831EC">
        <w:t>6</w:t>
      </w:r>
      <w:r w:rsidR="008A5B6D">
        <w:t>5</w:t>
      </w:r>
      <w:r>
        <w:t xml:space="preserve"> for 2.</w:t>
      </w:r>
      <w:r w:rsidR="008A5B6D">
        <w:t>4</w:t>
      </w:r>
      <w:r>
        <w:t> million occasions, the outpatient cost per occasion of service was $1</w:t>
      </w:r>
      <w:r w:rsidR="005831EC">
        <w:t>0</w:t>
      </w:r>
      <w:r w:rsidR="008A5B6D">
        <w:t>2</w:t>
      </w:r>
      <w:r>
        <w:t xml:space="preserve"> for </w:t>
      </w:r>
      <w:r w:rsidR="005831EC">
        <w:t>17.3</w:t>
      </w:r>
      <w:r>
        <w:t> million occasions and the overall cost per occasion of service (emergency plus outpatient plus other) was $1</w:t>
      </w:r>
      <w:r w:rsidR="005831EC">
        <w:t>20</w:t>
      </w:r>
      <w:r>
        <w:t xml:space="preserve"> for 2</w:t>
      </w:r>
      <w:r w:rsidR="005831EC">
        <w:t>2</w:t>
      </w:r>
      <w:r>
        <w:t>.</w:t>
      </w:r>
      <w:r w:rsidR="005831EC">
        <w:t>8</w:t>
      </w:r>
      <w:r>
        <w:t> million occasions (table </w:t>
      </w:r>
      <w:proofErr w:type="spellStart"/>
      <w:r>
        <w:t>10A.</w:t>
      </w:r>
      <w:r w:rsidR="00AF6553">
        <w:t>61</w:t>
      </w:r>
      <w:proofErr w:type="spellEnd"/>
      <w:r>
        <w:t>).</w:t>
      </w:r>
    </w:p>
    <w:p w:rsidR="00D2410D" w:rsidRPr="00A73338" w:rsidRDefault="00D2410D" w:rsidP="005A4C6C">
      <w:pPr>
        <w:pStyle w:val="ListBullet"/>
      </w:pPr>
      <w:r w:rsidRPr="00A73338">
        <w:t xml:space="preserve">In WA, </w:t>
      </w:r>
      <w:r w:rsidR="005A4C6C" w:rsidRPr="00A73338">
        <w:t>the emergency department cost per occasion of service was $</w:t>
      </w:r>
      <w:r w:rsidR="002C5937">
        <w:t>535</w:t>
      </w:r>
      <w:r w:rsidR="005A4C6C" w:rsidRPr="00A73338">
        <w:t xml:space="preserve"> for </w:t>
      </w:r>
      <w:r w:rsidR="00A73338" w:rsidRPr="00A73338">
        <w:t>9</w:t>
      </w:r>
      <w:r w:rsidR="002C5937">
        <w:t>76</w:t>
      </w:r>
      <w:r w:rsidR="00A73338" w:rsidRPr="00A73338">
        <w:t> </w:t>
      </w:r>
      <w:r w:rsidR="005A4C6C" w:rsidRPr="00A73338">
        <w:t xml:space="preserve">000 occasions, </w:t>
      </w:r>
      <w:r w:rsidR="00A73338" w:rsidRPr="00A73338">
        <w:t>t</w:t>
      </w:r>
      <w:r w:rsidRPr="00A73338">
        <w:t>he outpatient cost per occasion of service was $</w:t>
      </w:r>
      <w:r w:rsidR="002C5937">
        <w:t>283</w:t>
      </w:r>
      <w:r w:rsidRPr="00A73338">
        <w:t xml:space="preserve"> for </w:t>
      </w:r>
      <w:r w:rsidR="002C5937">
        <w:t>1.6</w:t>
      </w:r>
      <w:r w:rsidRPr="00A73338">
        <w:t> million occasions and the overall cost per occasion of service (emergency plus outpatient plus other) was $</w:t>
      </w:r>
      <w:r w:rsidR="002C5937">
        <w:t>379</w:t>
      </w:r>
      <w:r w:rsidRPr="00A73338">
        <w:t xml:space="preserve"> for </w:t>
      </w:r>
      <w:r w:rsidR="002C5937">
        <w:t>2.6</w:t>
      </w:r>
      <w:r w:rsidRPr="00A73338">
        <w:t> million occasions (table </w:t>
      </w:r>
      <w:proofErr w:type="spellStart"/>
      <w:r w:rsidRPr="00A73338">
        <w:t>10A.</w:t>
      </w:r>
      <w:r w:rsidR="00AF6553">
        <w:t>62</w:t>
      </w:r>
      <w:proofErr w:type="spellEnd"/>
      <w:r w:rsidRPr="00A73338">
        <w:t>).</w:t>
      </w:r>
    </w:p>
    <w:p w:rsidR="00D2410D" w:rsidRDefault="00D2410D" w:rsidP="00D2410D">
      <w:pPr>
        <w:pStyle w:val="ListBullet"/>
      </w:pPr>
      <w:r>
        <w:t>In SA, the emergency department cost per occasion of service was $</w:t>
      </w:r>
      <w:r w:rsidR="008A5B6D">
        <w:t>4</w:t>
      </w:r>
      <w:r w:rsidR="00A8086F">
        <w:t>55</w:t>
      </w:r>
      <w:r>
        <w:t xml:space="preserve"> for </w:t>
      </w:r>
      <w:r w:rsidR="00A8086F">
        <w:t>608</w:t>
      </w:r>
      <w:r>
        <w:t> 000 occasions, the outpatient cost per occasion of service was $</w:t>
      </w:r>
      <w:r w:rsidR="008A5B6D">
        <w:t>3</w:t>
      </w:r>
      <w:r w:rsidR="00A8086F">
        <w:t>1</w:t>
      </w:r>
      <w:r w:rsidR="008A5B6D">
        <w:t>4</w:t>
      </w:r>
      <w:r>
        <w:t xml:space="preserve"> for 1.</w:t>
      </w:r>
      <w:r w:rsidR="00A8086F">
        <w:t>6</w:t>
      </w:r>
      <w:r>
        <w:t> million occasions and the overall cost per occasion of service (emergency plus outpatient) was $3</w:t>
      </w:r>
      <w:r w:rsidR="00A8086F">
        <w:t>53</w:t>
      </w:r>
      <w:r>
        <w:t xml:space="preserve"> for 2.</w:t>
      </w:r>
      <w:r w:rsidR="00A8086F">
        <w:t>2</w:t>
      </w:r>
      <w:r>
        <w:t> million occasions (table </w:t>
      </w:r>
      <w:proofErr w:type="spellStart"/>
      <w:r>
        <w:t>10A.6</w:t>
      </w:r>
      <w:r w:rsidR="00AF6553">
        <w:t>3</w:t>
      </w:r>
      <w:proofErr w:type="spellEnd"/>
      <w:r>
        <w:t>).</w:t>
      </w:r>
    </w:p>
    <w:p w:rsidR="00D2410D" w:rsidRDefault="00D2410D" w:rsidP="00D2410D">
      <w:pPr>
        <w:pStyle w:val="ListBullet"/>
      </w:pPr>
      <w:r>
        <w:t>In Tasmania, the emergency department cost per occasion of service was $</w:t>
      </w:r>
      <w:r w:rsidR="00A8086F">
        <w:t>451</w:t>
      </w:r>
      <w:r>
        <w:t xml:space="preserve"> for 1</w:t>
      </w:r>
      <w:r w:rsidR="008A5B6D">
        <w:t>2</w:t>
      </w:r>
      <w:r w:rsidR="00A8086F">
        <w:t>5</w:t>
      </w:r>
      <w:r>
        <w:t> 000 occasions. The outpatient cost per occasion of service was $</w:t>
      </w:r>
      <w:r w:rsidR="008A5B6D">
        <w:t>2</w:t>
      </w:r>
      <w:r w:rsidR="00A8086F">
        <w:t>68</w:t>
      </w:r>
      <w:r>
        <w:t xml:space="preserve"> for </w:t>
      </w:r>
      <w:r w:rsidR="008A5B6D">
        <w:t>48</w:t>
      </w:r>
      <w:r w:rsidR="00A8086F">
        <w:t>1</w:t>
      </w:r>
      <w:r>
        <w:t> 000 occasions. An overall cost per occasion of service was not available (table </w:t>
      </w:r>
      <w:proofErr w:type="spellStart"/>
      <w:r>
        <w:t>10A.6</w:t>
      </w:r>
      <w:r w:rsidR="00AF6553">
        <w:t>4</w:t>
      </w:r>
      <w:proofErr w:type="spellEnd"/>
      <w:r>
        <w:t>).</w:t>
      </w:r>
    </w:p>
    <w:p w:rsidR="00D2410D" w:rsidRDefault="00D2410D" w:rsidP="004F7485">
      <w:pPr>
        <w:pStyle w:val="ListBullet"/>
      </w:pPr>
      <w:r>
        <w:t>In the ACT, the emergency department cost per occasion of service was $</w:t>
      </w:r>
      <w:r w:rsidR="00A8086F">
        <w:t>839</w:t>
      </w:r>
      <w:r>
        <w:t xml:space="preserve"> for 1</w:t>
      </w:r>
      <w:r w:rsidR="00BB7BA5">
        <w:t>1</w:t>
      </w:r>
      <w:r w:rsidR="00A8086F">
        <w:t>9</w:t>
      </w:r>
      <w:r>
        <w:t> 000 occasions, the outpatient cost per occasion of service was $</w:t>
      </w:r>
      <w:r w:rsidR="00A8086F">
        <w:t>338</w:t>
      </w:r>
      <w:r>
        <w:t xml:space="preserve"> for 3</w:t>
      </w:r>
      <w:r w:rsidR="00A8086F">
        <w:t>40</w:t>
      </w:r>
      <w:r>
        <w:t> 000 occasions and the overall cost per occasion of service (emergency plus outpatient) was $</w:t>
      </w:r>
      <w:r w:rsidR="00A8086F">
        <w:t>463</w:t>
      </w:r>
      <w:r>
        <w:t xml:space="preserve"> for 4</w:t>
      </w:r>
      <w:r w:rsidR="00A8086F">
        <w:t>59</w:t>
      </w:r>
      <w:r>
        <w:t> 000 occasions (table </w:t>
      </w:r>
      <w:proofErr w:type="spellStart"/>
      <w:r>
        <w:t>10A.6</w:t>
      </w:r>
      <w:r w:rsidR="00AF6553">
        <w:t>5</w:t>
      </w:r>
      <w:proofErr w:type="spellEnd"/>
      <w:r>
        <w:t>).</w:t>
      </w:r>
    </w:p>
    <w:p w:rsidR="00D2410D" w:rsidRDefault="00D2410D" w:rsidP="00D2410D">
      <w:pPr>
        <w:pStyle w:val="BodyText"/>
      </w:pPr>
      <w:r>
        <w:t xml:space="preserve">Given the lack of a nationally consistent non-admitted patient classification system, this Report includes national data from the </w:t>
      </w:r>
      <w:r w:rsidR="00DF6705">
        <w:t>Independent Hospital Pricing Authority’s</w:t>
      </w:r>
      <w:r>
        <w:t xml:space="preserve"> National Hospital Cost Data Collection (</w:t>
      </w:r>
      <w:proofErr w:type="spellStart"/>
      <w:r>
        <w:t>NHCDC</w:t>
      </w:r>
      <w:proofErr w:type="spellEnd"/>
      <w:r>
        <w:t xml:space="preserve">). The </w:t>
      </w:r>
      <w:proofErr w:type="spellStart"/>
      <w:r>
        <w:t>NHCDC</w:t>
      </w:r>
      <w:proofErr w:type="spellEnd"/>
      <w:r>
        <w:t xml:space="preserve"> collects data across a sample of hospitals that is expanding over time. The sample for each jurisdiction is not necessarily representative, because hospitals contribute data on a voluntary basis. The </w:t>
      </w:r>
      <w:proofErr w:type="spellStart"/>
      <w:r>
        <w:t>NHCDC</w:t>
      </w:r>
      <w:proofErr w:type="spellEnd"/>
      <w:r>
        <w:t xml:space="preserve"> data are affected by differences in costing and admission practices across jurisdictions and hospitals. Therefore, an estimation process has been carried out to create representative national activity figures from the sample data. In addition, the purpose of the </w:t>
      </w:r>
      <w:proofErr w:type="spellStart"/>
      <w:r>
        <w:t>NHCDC</w:t>
      </w:r>
      <w:proofErr w:type="spellEnd"/>
      <w:r>
        <w:t xml:space="preserve"> is to calculate between</w:t>
      </w:r>
      <w:r>
        <w:noBreakHyphen/>
      </w:r>
      <w:proofErr w:type="spellStart"/>
      <w:r>
        <w:t>DRG</w:t>
      </w:r>
      <w:proofErr w:type="spellEnd"/>
      <w:r>
        <w:t xml:space="preserve"> cost weights, not to compare the efficiency of hospitals. </w:t>
      </w:r>
    </w:p>
    <w:p w:rsidR="006B68CB" w:rsidRDefault="008D1165" w:rsidP="00D10431">
      <w:pPr>
        <w:pStyle w:val="BodyText"/>
      </w:pPr>
      <w:r>
        <w:t xml:space="preserve">Emergency department data were contributed </w:t>
      </w:r>
      <w:r w:rsidRPr="00D10431">
        <w:t xml:space="preserve">by </w:t>
      </w:r>
      <w:r w:rsidR="00D07CF2" w:rsidRPr="00D10431">
        <w:t>228</w:t>
      </w:r>
      <w:r w:rsidRPr="00D10431">
        <w:t xml:space="preserve"> public hospitals. These data suggest that the cost per emergency department presentation for the public hospitals sector in 201</w:t>
      </w:r>
      <w:r w:rsidR="00D07CF2" w:rsidRPr="00D10431">
        <w:t>0</w:t>
      </w:r>
      <w:r w:rsidRPr="00D10431">
        <w:t>-1</w:t>
      </w:r>
      <w:r w:rsidR="00D07CF2" w:rsidRPr="00D10431">
        <w:t>1</w:t>
      </w:r>
      <w:r w:rsidRPr="00D10431">
        <w:t xml:space="preserve"> was $</w:t>
      </w:r>
      <w:r w:rsidR="00D07CF2" w:rsidRPr="00D10431">
        <w:t>498</w:t>
      </w:r>
      <w:r w:rsidRPr="00D10431">
        <w:t xml:space="preserve"> per presentation for </w:t>
      </w:r>
      <w:r w:rsidR="00D07CF2" w:rsidRPr="00D10431">
        <w:t>5.5</w:t>
      </w:r>
      <w:r w:rsidRPr="00D10431">
        <w:t> million presentations (table </w:t>
      </w:r>
      <w:proofErr w:type="spellStart"/>
      <w:r w:rsidRPr="00D10431">
        <w:t>10A.6</w:t>
      </w:r>
      <w:r w:rsidR="0034658F" w:rsidRPr="00D10431">
        <w:t>6</w:t>
      </w:r>
      <w:proofErr w:type="spellEnd"/>
      <w:r w:rsidRPr="00D10431">
        <w:t>). The cost per presentation for emergency departments by triage class are shown in table </w:t>
      </w:r>
      <w:proofErr w:type="spellStart"/>
      <w:r w:rsidRPr="00D10431">
        <w:t>10A.6</w:t>
      </w:r>
      <w:r w:rsidR="0034658F" w:rsidRPr="00D10431">
        <w:t>7</w:t>
      </w:r>
      <w:proofErr w:type="spellEnd"/>
      <w:r w:rsidRPr="00D10431">
        <w:t xml:space="preserve">. Cost per non-admitted clinic occasion of service data were provided by </w:t>
      </w:r>
      <w:r w:rsidR="00D07CF2" w:rsidRPr="00D10431">
        <w:t>203</w:t>
      </w:r>
      <w:r w:rsidRPr="00D10431">
        <w:t xml:space="preserve"> public hospitals with an average cost of $</w:t>
      </w:r>
      <w:r w:rsidR="00D07CF2" w:rsidRPr="00D10431">
        <w:t>340</w:t>
      </w:r>
      <w:r>
        <w:t xml:space="preserve"> per occasion of service </w:t>
      </w:r>
      <w:r w:rsidRPr="00D10431">
        <w:t xml:space="preserve">for </w:t>
      </w:r>
      <w:r w:rsidR="00D07CF2" w:rsidRPr="00D10431">
        <w:t>8.1</w:t>
      </w:r>
      <w:r>
        <w:t xml:space="preserve"> million occasions of service (table </w:t>
      </w:r>
      <w:proofErr w:type="spellStart"/>
      <w:r>
        <w:t>10A.6</w:t>
      </w:r>
      <w:r w:rsidR="0034658F">
        <w:t>8</w:t>
      </w:r>
      <w:proofErr w:type="spellEnd"/>
      <w:r>
        <w:t>).</w:t>
      </w:r>
    </w:p>
    <w:p w:rsidR="00D2410D" w:rsidRDefault="00D2410D" w:rsidP="00D2410D">
      <w:pPr>
        <w:pStyle w:val="Heading3"/>
      </w:pPr>
      <w:r>
        <w:t>Outcomes</w:t>
      </w:r>
    </w:p>
    <w:p w:rsidR="00D2410D" w:rsidRDefault="00D2410D" w:rsidP="00D2410D">
      <w:pPr>
        <w:pStyle w:val="BodyText"/>
        <w:rPr>
          <w:szCs w:val="26"/>
        </w:rPr>
      </w:pPr>
      <w:r>
        <w:rPr>
          <w:szCs w:val="26"/>
        </w:rPr>
        <w:t xml:space="preserve">Outcomes are the impact of services on the status of an individual or group (while outputs are the services delivered) </w:t>
      </w:r>
      <w:r w:rsidRPr="00287E06">
        <w:t>(see chapter 1, section 1.5)</w:t>
      </w:r>
      <w:r>
        <w:rPr>
          <w:szCs w:val="26"/>
        </w:rPr>
        <w:t>.</w:t>
      </w:r>
    </w:p>
    <w:p w:rsidR="00D2410D" w:rsidRDefault="00D2410D" w:rsidP="00D2410D">
      <w:pPr>
        <w:pStyle w:val="Heading4"/>
      </w:pPr>
      <w:r>
        <w:t>Patient satisfaction</w:t>
      </w:r>
    </w:p>
    <w:p w:rsidR="00D2410D" w:rsidRDefault="00D2410D" w:rsidP="004F7485">
      <w:pPr>
        <w:pStyle w:val="BodyText"/>
      </w:pPr>
      <w:r>
        <w:t>‘Patient satisfaction’ provides a proxy measure of governments’ objective to deliver services that are high quality and responsive to individual patient needs (box 10.1</w:t>
      </w:r>
      <w:r w:rsidR="000A1033">
        <w:t>4</w:t>
      </w:r>
      <w:r>
        <w:t xml:space="preserve">). Patient satisfaction surveys are different from other sources of hospital quality data, because they provide information on hospital quality from the </w:t>
      </w:r>
      <w:r w:rsidRPr="00BF4B36">
        <w:t>patient’s perspective. Surveys can be useful for obtaining information on patient views of both clinical and non-clinical hospital care (such as whether patients feel they were treated with respect and provided with appropriate information regarding their treatment).</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39" w:name="OLE_LINK74"/>
            <w:r w:rsidR="00951DB7">
              <w:rPr>
                <w:b w:val="0"/>
              </w:rPr>
              <w:t>10.</w:t>
            </w:r>
            <w:r w:rsidR="005B16BF">
              <w:rPr>
                <w:b w:val="0"/>
                <w:noProof/>
              </w:rPr>
              <w:t>14</w:t>
            </w:r>
            <w:bookmarkEnd w:id="39"/>
            <w:r>
              <w:tab/>
              <w:t>Patient satisfaction</w:t>
            </w:r>
          </w:p>
        </w:tc>
      </w:tr>
      <w:tr w:rsidR="00D2410D" w:rsidTr="00531D51">
        <w:trPr>
          <w:cantSplit/>
        </w:trPr>
        <w:tc>
          <w:tcPr>
            <w:tcW w:w="8771" w:type="dxa"/>
            <w:tcBorders>
              <w:top w:val="nil"/>
              <w:left w:val="single" w:sz="4" w:space="0" w:color="auto"/>
              <w:bottom w:val="nil"/>
              <w:right w:val="single" w:sz="6" w:space="0" w:color="auto"/>
            </w:tcBorders>
          </w:tcPr>
          <w:p w:rsidR="00D2410D" w:rsidRDefault="00D2410D" w:rsidP="004F7485">
            <w:pPr>
              <w:pStyle w:val="Box"/>
            </w:pPr>
            <w:r>
              <w:t>‘Patient satisfaction’ is defined by the following six measures</w:t>
            </w:r>
            <w:r w:rsidR="00400F5B">
              <w:t xml:space="preserve"> </w:t>
            </w:r>
            <w:r w:rsidR="00400F5B" w:rsidRPr="00D1043D">
              <w:t>for the purposes of this report</w:t>
            </w:r>
            <w:r w:rsidRPr="00D1043D">
              <w:t>:</w:t>
            </w:r>
            <w:r>
              <w:t xml:space="preserve"> </w:t>
            </w:r>
          </w:p>
          <w:p w:rsidR="00D2410D" w:rsidRDefault="00D2410D" w:rsidP="004F7485">
            <w:pPr>
              <w:pStyle w:val="BoxListBullet"/>
            </w:pPr>
            <w:r w:rsidRPr="005944F2">
              <w:t xml:space="preserve">Proportion of </w:t>
            </w:r>
            <w:r w:rsidR="00D95623">
              <w:t>people</w:t>
            </w:r>
            <w:r w:rsidRPr="005944F2">
              <w:t xml:space="preserve"> who went to an emergency department in the last 12 months reporting the </w:t>
            </w:r>
            <w:r>
              <w:t>emergency department</w:t>
            </w:r>
            <w:r w:rsidRPr="005944F2">
              <w:t xml:space="preserve"> doctors</w:t>
            </w:r>
            <w:r>
              <w:t>,</w:t>
            </w:r>
            <w:r w:rsidRPr="005944F2">
              <w:t xml:space="preserve"> specialists </w:t>
            </w:r>
            <w:r>
              <w:t>or nurses</w:t>
            </w:r>
            <w:r w:rsidRPr="005944F2">
              <w:t xml:space="preserve"> always or often listened carefully to them</w:t>
            </w:r>
          </w:p>
          <w:p w:rsidR="00D2410D" w:rsidRDefault="00D2410D" w:rsidP="00D95623">
            <w:pPr>
              <w:pStyle w:val="BoxListBullet"/>
            </w:pPr>
            <w:r w:rsidRPr="005944F2">
              <w:t xml:space="preserve">Proportion of </w:t>
            </w:r>
            <w:r w:rsidR="00D95623" w:rsidRPr="00D95623">
              <w:t xml:space="preserve">people </w:t>
            </w:r>
            <w:r w:rsidRPr="005944F2">
              <w:t xml:space="preserve">who went to an emergency department in the last 12 months reporting the </w:t>
            </w:r>
            <w:r>
              <w:t>emergency department</w:t>
            </w:r>
            <w:r w:rsidRPr="005944F2">
              <w:t xml:space="preserve"> doctors</w:t>
            </w:r>
            <w:r>
              <w:t>,</w:t>
            </w:r>
            <w:r w:rsidRPr="005944F2">
              <w:t xml:space="preserve"> specialists </w:t>
            </w:r>
            <w:r>
              <w:t>or nurses</w:t>
            </w:r>
            <w:r w:rsidRPr="005944F2">
              <w:t xml:space="preserve"> always or often showed respect to them</w:t>
            </w:r>
          </w:p>
          <w:p w:rsidR="00D2410D" w:rsidRDefault="00D2410D" w:rsidP="00D95623">
            <w:pPr>
              <w:pStyle w:val="BoxListBullet"/>
            </w:pPr>
            <w:r w:rsidRPr="005944F2">
              <w:t xml:space="preserve">Proportion of </w:t>
            </w:r>
            <w:r w:rsidR="00D95623" w:rsidRPr="00D95623">
              <w:t xml:space="preserve">people </w:t>
            </w:r>
            <w:r w:rsidRPr="005944F2">
              <w:t xml:space="preserve">who went to an emergency department in the last 12 months reporting the </w:t>
            </w:r>
            <w:r>
              <w:t>emergency department</w:t>
            </w:r>
            <w:r w:rsidRPr="005944F2">
              <w:t xml:space="preserve"> doctors</w:t>
            </w:r>
            <w:r>
              <w:t>,</w:t>
            </w:r>
            <w:r w:rsidRPr="005944F2">
              <w:t xml:space="preserve"> specialists </w:t>
            </w:r>
            <w:r>
              <w:t>or nurses</w:t>
            </w:r>
            <w:r w:rsidRPr="005944F2">
              <w:t xml:space="preserve"> always or often spent enough time with them</w:t>
            </w:r>
          </w:p>
          <w:p w:rsidR="00D2410D" w:rsidRDefault="00D2410D" w:rsidP="00D95623">
            <w:pPr>
              <w:pStyle w:val="BoxListBullet"/>
            </w:pPr>
            <w:r w:rsidRPr="005944F2">
              <w:t xml:space="preserve">Proportion of </w:t>
            </w:r>
            <w:r w:rsidR="00D95623" w:rsidRPr="00D9562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listened carefully to them</w:t>
            </w:r>
          </w:p>
          <w:p w:rsidR="00D2410D" w:rsidRDefault="00D2410D" w:rsidP="00D95623">
            <w:pPr>
              <w:pStyle w:val="BoxListBullet"/>
            </w:pPr>
            <w:r w:rsidRPr="005944F2">
              <w:t xml:space="preserve">Proportion of </w:t>
            </w:r>
            <w:r w:rsidR="00D95623" w:rsidRPr="00D9562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showed respect to them</w:t>
            </w:r>
          </w:p>
          <w:p w:rsidR="00D2410D" w:rsidRDefault="00D2410D" w:rsidP="00D95623">
            <w:pPr>
              <w:pStyle w:val="BoxListBullet"/>
            </w:pPr>
            <w:r w:rsidRPr="005944F2">
              <w:t xml:space="preserve">Proportion of </w:t>
            </w:r>
            <w:r w:rsidR="00D95623" w:rsidRPr="00D9562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spent enough time with them</w:t>
            </w:r>
            <w:r w:rsidR="008C62B6">
              <w:t>.</w:t>
            </w:r>
          </w:p>
          <w:p w:rsidR="00D2410D" w:rsidRDefault="00D2410D" w:rsidP="004F7485">
            <w:pPr>
              <w:pStyle w:val="Box"/>
            </w:pPr>
            <w:r w:rsidRPr="00BF4B36">
              <w:t>A high</w:t>
            </w:r>
            <w:r>
              <w:t xml:space="preserve"> or increasing</w:t>
            </w:r>
            <w:r w:rsidRPr="00BF4B36">
              <w:t xml:space="preserve"> proportion of patients who were satisfied is desirable, because it suggests the hospital care received was of high quality and better met the expectations and needs of patients. </w:t>
            </w:r>
          </w:p>
          <w:p w:rsidR="00940048" w:rsidRDefault="00940048" w:rsidP="00940048">
            <w:pPr>
              <w:pStyle w:val="Box"/>
            </w:pPr>
            <w:r>
              <w:t>Data reported for this indicator are:</w:t>
            </w:r>
          </w:p>
          <w:p w:rsidR="00940048" w:rsidRDefault="00940048" w:rsidP="00940048">
            <w:pPr>
              <w:pStyle w:val="BoxListBullet"/>
            </w:pPr>
            <w:r>
              <w:t>comparable (subject to caveats) across</w:t>
            </w:r>
            <w:r w:rsidRPr="00253602">
              <w:t xml:space="preserve"> jurisdictions </w:t>
            </w:r>
            <w:r>
              <w:t xml:space="preserve">and </w:t>
            </w:r>
            <w:r w:rsidRPr="00253602">
              <w:t xml:space="preserve">over time </w:t>
            </w:r>
          </w:p>
          <w:p w:rsidR="00940048" w:rsidRDefault="00940048" w:rsidP="00940048">
            <w:pPr>
              <w:pStyle w:val="BoxListBullet"/>
            </w:pPr>
            <w:r>
              <w:t>complete (subject to caveats) for the current reporting period. All required 2012</w:t>
            </w:r>
            <w:r>
              <w:noBreakHyphen/>
              <w:t>13 data are available for all jurisdictions.</w:t>
            </w:r>
          </w:p>
          <w:p w:rsidR="00D2410D" w:rsidRPr="00BF4B36" w:rsidRDefault="00D95623" w:rsidP="004F7485">
            <w:pPr>
              <w:pStyle w:val="Box"/>
            </w:pPr>
            <w:r>
              <w:t>D</w:t>
            </w:r>
            <w:r w:rsidR="00D2410D">
              <w:t>escriptive information on patient surveys undertaken by states and territories</w:t>
            </w:r>
            <w:r>
              <w:t xml:space="preserve"> is also reported</w:t>
            </w:r>
            <w:r w:rsidR="00D2410D">
              <w:t xml:space="preserve">. The descriptive information includes the survey time period, method, sample size, response rate and a selection of results where available. </w:t>
            </w:r>
            <w:r>
              <w:t>I</w:t>
            </w:r>
            <w:r w:rsidR="00D2410D" w:rsidRPr="00BF4B36">
              <w:t xml:space="preserve">nformation on how jurisdictions </w:t>
            </w:r>
            <w:r w:rsidR="006346A1">
              <w:t xml:space="preserve">have </w:t>
            </w:r>
            <w:r w:rsidR="00D2410D" w:rsidRPr="00BF4B36">
              <w:t>used patient satisfaction surveys to improve public hospital quality in recent years</w:t>
            </w:r>
            <w:r>
              <w:t xml:space="preserve"> is also reported</w:t>
            </w:r>
            <w:r w:rsidR="00D2410D" w:rsidRPr="00BF4B36">
              <w:t xml:space="preserve">. If public hospitals respond to patient views and modify services, service quality can be improved to better meet patients’ needs. </w:t>
            </w:r>
            <w:r w:rsidR="00D2410D">
              <w:t xml:space="preserve">As </w:t>
            </w:r>
            <w:r>
              <w:t xml:space="preserve">State </w:t>
            </w:r>
            <w:r w:rsidR="00D2410D">
              <w:t xml:space="preserve">and </w:t>
            </w:r>
            <w:r>
              <w:t xml:space="preserve">Territory </w:t>
            </w:r>
            <w:r w:rsidR="00D2410D">
              <w:t xml:space="preserve">based </w:t>
            </w:r>
            <w:r w:rsidR="00D2410D" w:rsidRPr="00BF4B36">
              <w:t>surveys differ in content, timing and scope across jurisdictions, it is not possible to compare</w:t>
            </w:r>
            <w:r w:rsidR="00F43E24">
              <w:t xml:space="preserve"> their</w:t>
            </w:r>
            <w:r w:rsidR="00D2410D" w:rsidRPr="00BF4B36">
              <w:t xml:space="preserve"> results nationally. </w:t>
            </w:r>
          </w:p>
          <w:p w:rsidR="00D2410D" w:rsidRPr="007B01AC" w:rsidRDefault="00A776F4" w:rsidP="000C16E0">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rsidR="000C16E0">
              <w:t>4</w:t>
            </w:r>
            <w:r w:rsidRPr="009A5C5F">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4F7485">
      <w:pPr>
        <w:pStyle w:val="BodyText"/>
      </w:pPr>
      <w:r>
        <w:t>Patient satisfaction data for emergency department and admitted hospital</w:t>
      </w:r>
      <w:r w:rsidR="00214975">
        <w:t xml:space="preserve"> patients are reported in table </w:t>
      </w:r>
      <w:r>
        <w:t>10.</w:t>
      </w:r>
      <w:r w:rsidR="001F459B">
        <w:t>9</w:t>
      </w:r>
      <w:r>
        <w:t>. Relative standard errors and confid</w:t>
      </w:r>
      <w:r w:rsidR="00D95623">
        <w:t>ence intervals are reported in attachment</w:t>
      </w:r>
      <w:r>
        <w:t xml:space="preserve"> tables </w:t>
      </w:r>
      <w:proofErr w:type="spellStart"/>
      <w:r w:rsidR="00B221CE">
        <w:t>10A.6</w:t>
      </w:r>
      <w:r w:rsidR="0034658F">
        <w:t>9</w:t>
      </w:r>
      <w:proofErr w:type="spellEnd"/>
      <w:r>
        <w:t>—</w:t>
      </w:r>
      <w:proofErr w:type="spellStart"/>
      <w:r w:rsidR="00B221CE">
        <w:t>10A.7</w:t>
      </w:r>
      <w:r w:rsidR="0034658F">
        <w:t>6</w:t>
      </w:r>
      <w:proofErr w:type="spellEnd"/>
      <w:r w:rsidR="00FD1CF6">
        <w:t>.</w:t>
      </w:r>
      <w:r>
        <w:t xml:space="preserve"> These tables also report patient satisfaction by remoteness. </w:t>
      </w:r>
    </w:p>
    <w:p w:rsidR="00D2410D" w:rsidRDefault="00D2410D" w:rsidP="00D1043D">
      <w:pPr>
        <w:pStyle w:val="TableTitle"/>
      </w:pPr>
      <w:r>
        <w:rPr>
          <w:b w:val="0"/>
        </w:rPr>
        <w:t xml:space="preserve">Table </w:t>
      </w:r>
      <w:r w:rsidR="001F459B">
        <w:rPr>
          <w:b w:val="0"/>
        </w:rPr>
        <w:t>10.</w:t>
      </w:r>
      <w:r w:rsidR="005B16BF">
        <w:rPr>
          <w:b w:val="0"/>
          <w:noProof/>
        </w:rPr>
        <w:t>9</w:t>
      </w:r>
      <w:r>
        <w:tab/>
        <w:t>Patient satisfaction, hospitals, 201</w:t>
      </w:r>
      <w:r w:rsidR="00C96F56">
        <w:t>2</w:t>
      </w:r>
      <w:r>
        <w:t>-1</w:t>
      </w:r>
      <w:r w:rsidR="00C96F56">
        <w:t>3</w:t>
      </w:r>
      <w:r w:rsidRPr="00BD6701">
        <w:rPr>
          <w:rStyle w:val="NoteLabel"/>
          <w:b/>
        </w:rPr>
        <w:t>a</w:t>
      </w:r>
    </w:p>
    <w:tbl>
      <w:tblPr>
        <w:tblW w:w="5000" w:type="pct"/>
        <w:tblCellMar>
          <w:left w:w="0" w:type="dxa"/>
          <w:right w:w="0" w:type="dxa"/>
        </w:tblCellMar>
        <w:tblLook w:val="0000" w:firstRow="0" w:lastRow="0" w:firstColumn="0" w:lastColumn="0" w:noHBand="0" w:noVBand="0"/>
      </w:tblPr>
      <w:tblGrid>
        <w:gridCol w:w="2040"/>
        <w:gridCol w:w="758"/>
        <w:gridCol w:w="766"/>
        <w:gridCol w:w="744"/>
        <w:gridCol w:w="744"/>
        <w:gridCol w:w="744"/>
        <w:gridCol w:w="744"/>
        <w:gridCol w:w="745"/>
        <w:gridCol w:w="745"/>
        <w:gridCol w:w="759"/>
      </w:tblGrid>
      <w:tr w:rsidR="00D2410D" w:rsidTr="00531D51">
        <w:tc>
          <w:tcPr>
            <w:tcW w:w="1161" w:type="pct"/>
            <w:tcBorders>
              <w:top w:val="single" w:sz="6" w:space="0" w:color="auto"/>
              <w:bottom w:val="single" w:sz="4" w:space="0" w:color="auto"/>
            </w:tcBorders>
            <w:shd w:val="clear" w:color="auto" w:fill="auto"/>
          </w:tcPr>
          <w:p w:rsidR="00D2410D" w:rsidRDefault="00D2410D" w:rsidP="00D10431">
            <w:pPr>
              <w:pStyle w:val="TableColumnHeading"/>
              <w:jc w:val="left"/>
            </w:pPr>
          </w:p>
        </w:tc>
        <w:tc>
          <w:tcPr>
            <w:tcW w:w="431"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NSW</w:t>
            </w:r>
          </w:p>
        </w:tc>
        <w:tc>
          <w:tcPr>
            <w:tcW w:w="436"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Vic</w:t>
            </w:r>
          </w:p>
        </w:tc>
        <w:tc>
          <w:tcPr>
            <w:tcW w:w="423"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Qld</w:t>
            </w:r>
          </w:p>
        </w:tc>
        <w:tc>
          <w:tcPr>
            <w:tcW w:w="423"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WA</w:t>
            </w:r>
          </w:p>
        </w:tc>
        <w:tc>
          <w:tcPr>
            <w:tcW w:w="423"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SA</w:t>
            </w:r>
          </w:p>
        </w:tc>
        <w:tc>
          <w:tcPr>
            <w:tcW w:w="423" w:type="pct"/>
            <w:tcBorders>
              <w:top w:val="single" w:sz="6" w:space="0" w:color="auto"/>
              <w:bottom w:val="single" w:sz="4" w:space="0" w:color="auto"/>
            </w:tcBorders>
            <w:shd w:val="clear" w:color="auto" w:fill="auto"/>
          </w:tcPr>
          <w:p w:rsidR="00D2410D" w:rsidRPr="00EE5EB4" w:rsidRDefault="00D2410D" w:rsidP="00D10431">
            <w:pPr>
              <w:pStyle w:val="TableColumnHeading"/>
            </w:pPr>
            <w:proofErr w:type="spellStart"/>
            <w:r w:rsidRPr="00EE5EB4">
              <w:t>Tas</w:t>
            </w:r>
            <w:proofErr w:type="spellEnd"/>
          </w:p>
        </w:tc>
        <w:tc>
          <w:tcPr>
            <w:tcW w:w="424"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ACT</w:t>
            </w:r>
          </w:p>
        </w:tc>
        <w:tc>
          <w:tcPr>
            <w:tcW w:w="424" w:type="pct"/>
            <w:tcBorders>
              <w:top w:val="single" w:sz="6" w:space="0" w:color="auto"/>
              <w:bottom w:val="single" w:sz="4" w:space="0" w:color="auto"/>
            </w:tcBorders>
            <w:shd w:val="clear" w:color="auto" w:fill="auto"/>
          </w:tcPr>
          <w:p w:rsidR="00D2410D" w:rsidRPr="00EE5EB4" w:rsidRDefault="00D2410D" w:rsidP="00D10431">
            <w:pPr>
              <w:pStyle w:val="TableColumnHeading"/>
            </w:pPr>
            <w:r w:rsidRPr="00EE5EB4">
              <w:t>NT</w:t>
            </w:r>
          </w:p>
        </w:tc>
        <w:tc>
          <w:tcPr>
            <w:tcW w:w="432" w:type="pct"/>
            <w:tcBorders>
              <w:top w:val="single" w:sz="6" w:space="0" w:color="auto"/>
              <w:bottom w:val="single" w:sz="4" w:space="0" w:color="auto"/>
            </w:tcBorders>
            <w:shd w:val="clear" w:color="auto" w:fill="auto"/>
          </w:tcPr>
          <w:p w:rsidR="00D2410D" w:rsidRDefault="00D2410D" w:rsidP="00D10431">
            <w:pPr>
              <w:pStyle w:val="TableColumnHeading"/>
            </w:pPr>
            <w:proofErr w:type="spellStart"/>
            <w:r>
              <w:t>Aust</w:t>
            </w:r>
            <w:proofErr w:type="spellEnd"/>
          </w:p>
        </w:tc>
      </w:tr>
      <w:tr w:rsidR="00D2410D" w:rsidTr="00531D51">
        <w:tc>
          <w:tcPr>
            <w:tcW w:w="5000" w:type="pct"/>
            <w:gridSpan w:val="10"/>
          </w:tcPr>
          <w:p w:rsidR="00D2410D" w:rsidRDefault="00D2410D" w:rsidP="00D10431">
            <w:pPr>
              <w:pStyle w:val="TableBodyText"/>
              <w:ind w:right="28"/>
              <w:jc w:val="left"/>
            </w:pPr>
            <w:r>
              <w:t>Emergency department patients</w:t>
            </w:r>
          </w:p>
        </w:tc>
      </w:tr>
      <w:tr w:rsidR="00D2410D" w:rsidTr="009A5C5F">
        <w:tc>
          <w:tcPr>
            <w:tcW w:w="5000" w:type="pct"/>
            <w:gridSpan w:val="10"/>
          </w:tcPr>
          <w:p w:rsidR="00D2410D" w:rsidRDefault="00D2410D" w:rsidP="00D10431">
            <w:pPr>
              <w:pStyle w:val="TableBodyText"/>
              <w:ind w:left="170" w:right="28"/>
              <w:jc w:val="left"/>
            </w:pPr>
            <w:r w:rsidRPr="005944F2">
              <w:t xml:space="preserve">Proportion of </w:t>
            </w:r>
            <w:r w:rsidR="00801643">
              <w:t>people</w:t>
            </w:r>
            <w:r w:rsidRPr="005944F2">
              <w:t xml:space="preserve"> who went to an emergency department in the last 12 months reporting the ED doctors</w:t>
            </w:r>
            <w:r>
              <w:t>,</w:t>
            </w:r>
            <w:r w:rsidRPr="005944F2">
              <w:t xml:space="preserve"> specialists </w:t>
            </w:r>
            <w:r>
              <w:t>or nurses</w:t>
            </w:r>
            <w:r w:rsidRPr="005944F2">
              <w:t xml:space="preserve"> always or often listened carefully to them</w:t>
            </w:r>
          </w:p>
        </w:tc>
      </w:tr>
      <w:tr w:rsidR="00644315" w:rsidTr="009A5C5F">
        <w:tc>
          <w:tcPr>
            <w:tcW w:w="1161" w:type="pct"/>
            <w:shd w:val="clear" w:color="auto" w:fill="auto"/>
          </w:tcPr>
          <w:p w:rsidR="00644315" w:rsidRDefault="00644315" w:rsidP="00D10431">
            <w:pPr>
              <w:pStyle w:val="TableBodyText"/>
              <w:ind w:left="340" w:right="28"/>
              <w:jc w:val="left"/>
            </w:pPr>
            <w:r>
              <w:t>Doctors or specialists</w:t>
            </w:r>
          </w:p>
        </w:tc>
        <w:tc>
          <w:tcPr>
            <w:tcW w:w="431" w:type="pct"/>
            <w:shd w:val="clear" w:color="auto" w:fill="auto"/>
            <w:vAlign w:val="bottom"/>
          </w:tcPr>
          <w:p w:rsidR="00644315" w:rsidRPr="00246056" w:rsidRDefault="00644315" w:rsidP="00D10431">
            <w:pPr>
              <w:pStyle w:val="TableBodyText"/>
              <w:ind w:left="346" w:hanging="340"/>
            </w:pPr>
            <w:r w:rsidRPr="00246056">
              <w:t xml:space="preserve">  85.0</w:t>
            </w:r>
          </w:p>
        </w:tc>
        <w:tc>
          <w:tcPr>
            <w:tcW w:w="436" w:type="pct"/>
            <w:shd w:val="clear" w:color="auto" w:fill="auto"/>
            <w:vAlign w:val="bottom"/>
          </w:tcPr>
          <w:p w:rsidR="00644315" w:rsidRPr="00246056" w:rsidRDefault="00644315" w:rsidP="00D10431">
            <w:pPr>
              <w:pStyle w:val="TableBodyText"/>
              <w:ind w:left="346" w:hanging="340"/>
            </w:pPr>
            <w:r w:rsidRPr="00246056">
              <w:t xml:space="preserve">  83.4</w:t>
            </w:r>
          </w:p>
        </w:tc>
        <w:tc>
          <w:tcPr>
            <w:tcW w:w="423" w:type="pct"/>
            <w:shd w:val="clear" w:color="auto" w:fill="auto"/>
            <w:vAlign w:val="bottom"/>
          </w:tcPr>
          <w:p w:rsidR="00644315" w:rsidRPr="00246056" w:rsidRDefault="00644315" w:rsidP="00D10431">
            <w:pPr>
              <w:pStyle w:val="TableBodyText"/>
              <w:ind w:left="346" w:hanging="340"/>
            </w:pPr>
            <w:r w:rsidRPr="00246056">
              <w:t xml:space="preserve">  84.0</w:t>
            </w:r>
          </w:p>
        </w:tc>
        <w:tc>
          <w:tcPr>
            <w:tcW w:w="423" w:type="pct"/>
            <w:shd w:val="clear" w:color="auto" w:fill="auto"/>
            <w:vAlign w:val="bottom"/>
          </w:tcPr>
          <w:p w:rsidR="00644315" w:rsidRPr="00246056" w:rsidRDefault="00644315" w:rsidP="00D10431">
            <w:pPr>
              <w:pStyle w:val="TableBodyText"/>
              <w:ind w:left="346" w:hanging="340"/>
            </w:pPr>
            <w:r w:rsidRPr="00246056">
              <w:t xml:space="preserve">  84.7</w:t>
            </w:r>
          </w:p>
        </w:tc>
        <w:tc>
          <w:tcPr>
            <w:tcW w:w="423" w:type="pct"/>
            <w:shd w:val="clear" w:color="auto" w:fill="auto"/>
            <w:vAlign w:val="bottom"/>
          </w:tcPr>
          <w:p w:rsidR="00644315" w:rsidRPr="00246056" w:rsidRDefault="00644315" w:rsidP="00D10431">
            <w:pPr>
              <w:pStyle w:val="TableBodyText"/>
              <w:ind w:left="346" w:hanging="340"/>
            </w:pPr>
            <w:r w:rsidRPr="00246056">
              <w:t xml:space="preserve">  83.4</w:t>
            </w:r>
          </w:p>
        </w:tc>
        <w:tc>
          <w:tcPr>
            <w:tcW w:w="423" w:type="pct"/>
            <w:shd w:val="clear" w:color="auto" w:fill="auto"/>
            <w:vAlign w:val="bottom"/>
          </w:tcPr>
          <w:p w:rsidR="00644315" w:rsidRPr="00246056" w:rsidRDefault="00644315" w:rsidP="00D10431">
            <w:pPr>
              <w:pStyle w:val="TableBodyText"/>
              <w:ind w:left="346" w:hanging="340"/>
            </w:pPr>
            <w:r w:rsidRPr="00246056">
              <w:t xml:space="preserve">  81.3</w:t>
            </w:r>
          </w:p>
        </w:tc>
        <w:tc>
          <w:tcPr>
            <w:tcW w:w="424" w:type="pct"/>
            <w:shd w:val="clear" w:color="auto" w:fill="auto"/>
            <w:vAlign w:val="bottom"/>
          </w:tcPr>
          <w:p w:rsidR="00644315" w:rsidRPr="00246056" w:rsidRDefault="00644315" w:rsidP="00D10431">
            <w:pPr>
              <w:pStyle w:val="TableBodyText"/>
              <w:ind w:left="346" w:hanging="340"/>
            </w:pPr>
            <w:r w:rsidRPr="00246056">
              <w:t xml:space="preserve">  82.5</w:t>
            </w:r>
          </w:p>
        </w:tc>
        <w:tc>
          <w:tcPr>
            <w:tcW w:w="424" w:type="pct"/>
            <w:shd w:val="clear" w:color="auto" w:fill="auto"/>
            <w:vAlign w:val="bottom"/>
          </w:tcPr>
          <w:p w:rsidR="00644315" w:rsidRPr="00246056" w:rsidRDefault="00644315" w:rsidP="00D10431">
            <w:pPr>
              <w:pStyle w:val="TableBodyText"/>
              <w:ind w:left="346" w:hanging="340"/>
            </w:pPr>
            <w:r w:rsidRPr="00246056">
              <w:t xml:space="preserve">  87.6</w:t>
            </w:r>
          </w:p>
        </w:tc>
        <w:tc>
          <w:tcPr>
            <w:tcW w:w="432" w:type="pct"/>
            <w:shd w:val="clear" w:color="auto" w:fill="auto"/>
            <w:vAlign w:val="bottom"/>
          </w:tcPr>
          <w:p w:rsidR="00644315" w:rsidRPr="00246056" w:rsidRDefault="00644315" w:rsidP="00D10431">
            <w:pPr>
              <w:pStyle w:val="TableBodyText"/>
              <w:ind w:left="346" w:hanging="340"/>
            </w:pPr>
            <w:r w:rsidRPr="00246056">
              <w:t xml:space="preserve">  84.2</w:t>
            </w:r>
          </w:p>
        </w:tc>
      </w:tr>
      <w:tr w:rsidR="00246056" w:rsidTr="009A5C5F">
        <w:tc>
          <w:tcPr>
            <w:tcW w:w="1161" w:type="pct"/>
            <w:shd w:val="clear" w:color="auto" w:fill="auto"/>
          </w:tcPr>
          <w:p w:rsidR="00246056" w:rsidRDefault="00246056" w:rsidP="00D10431">
            <w:pPr>
              <w:pStyle w:val="TableBodyText"/>
              <w:ind w:left="340" w:right="28"/>
              <w:jc w:val="left"/>
            </w:pPr>
            <w:r>
              <w:t>Nurses</w:t>
            </w:r>
          </w:p>
        </w:tc>
        <w:tc>
          <w:tcPr>
            <w:tcW w:w="431" w:type="pct"/>
            <w:shd w:val="clear" w:color="auto" w:fill="auto"/>
            <w:vAlign w:val="bottom"/>
          </w:tcPr>
          <w:p w:rsidR="00246056" w:rsidRPr="00246056" w:rsidRDefault="00246056" w:rsidP="00D10431">
            <w:pPr>
              <w:pStyle w:val="TableBodyText"/>
              <w:ind w:left="346" w:hanging="340"/>
            </w:pPr>
            <w:r w:rsidRPr="00246056">
              <w:t xml:space="preserve">  87.6</w:t>
            </w:r>
          </w:p>
        </w:tc>
        <w:tc>
          <w:tcPr>
            <w:tcW w:w="436" w:type="pct"/>
            <w:shd w:val="clear" w:color="auto" w:fill="auto"/>
            <w:vAlign w:val="bottom"/>
          </w:tcPr>
          <w:p w:rsidR="00246056" w:rsidRPr="00246056" w:rsidRDefault="00246056" w:rsidP="00D10431">
            <w:pPr>
              <w:pStyle w:val="TableBodyText"/>
              <w:ind w:left="346" w:hanging="340"/>
            </w:pPr>
            <w:r w:rsidRPr="00246056">
              <w:t xml:space="preserve">  89.8</w:t>
            </w:r>
          </w:p>
        </w:tc>
        <w:tc>
          <w:tcPr>
            <w:tcW w:w="423" w:type="pct"/>
            <w:shd w:val="clear" w:color="auto" w:fill="auto"/>
            <w:vAlign w:val="bottom"/>
          </w:tcPr>
          <w:p w:rsidR="00246056" w:rsidRPr="00246056" w:rsidRDefault="00246056" w:rsidP="00D10431">
            <w:pPr>
              <w:pStyle w:val="TableBodyText"/>
              <w:ind w:left="346" w:hanging="340"/>
            </w:pPr>
            <w:r w:rsidRPr="00246056">
              <w:t xml:space="preserve">  90.1</w:t>
            </w:r>
          </w:p>
        </w:tc>
        <w:tc>
          <w:tcPr>
            <w:tcW w:w="423" w:type="pct"/>
            <w:shd w:val="clear" w:color="auto" w:fill="auto"/>
            <w:vAlign w:val="bottom"/>
          </w:tcPr>
          <w:p w:rsidR="00246056" w:rsidRPr="00246056" w:rsidRDefault="00246056" w:rsidP="00D10431">
            <w:pPr>
              <w:pStyle w:val="TableBodyText"/>
              <w:ind w:left="346" w:hanging="340"/>
            </w:pPr>
            <w:r w:rsidRPr="00246056">
              <w:t xml:space="preserve">  90.9</w:t>
            </w:r>
          </w:p>
        </w:tc>
        <w:tc>
          <w:tcPr>
            <w:tcW w:w="423" w:type="pct"/>
            <w:shd w:val="clear" w:color="auto" w:fill="auto"/>
            <w:vAlign w:val="bottom"/>
          </w:tcPr>
          <w:p w:rsidR="00246056" w:rsidRPr="00246056" w:rsidRDefault="00246056" w:rsidP="00D10431">
            <w:pPr>
              <w:pStyle w:val="TableBodyText"/>
              <w:ind w:left="346" w:hanging="340"/>
            </w:pPr>
            <w:r w:rsidRPr="00246056">
              <w:t xml:space="preserve">  87.4</w:t>
            </w:r>
          </w:p>
        </w:tc>
        <w:tc>
          <w:tcPr>
            <w:tcW w:w="423" w:type="pct"/>
            <w:shd w:val="clear" w:color="auto" w:fill="auto"/>
            <w:vAlign w:val="bottom"/>
          </w:tcPr>
          <w:p w:rsidR="00246056" w:rsidRPr="00246056" w:rsidRDefault="00246056" w:rsidP="00D10431">
            <w:pPr>
              <w:pStyle w:val="TableBodyText"/>
              <w:ind w:left="346" w:hanging="340"/>
            </w:pPr>
            <w:r w:rsidRPr="00246056">
              <w:t xml:space="preserve">  89.6</w:t>
            </w:r>
          </w:p>
        </w:tc>
        <w:tc>
          <w:tcPr>
            <w:tcW w:w="424" w:type="pct"/>
            <w:shd w:val="clear" w:color="auto" w:fill="auto"/>
            <w:vAlign w:val="bottom"/>
          </w:tcPr>
          <w:p w:rsidR="00246056" w:rsidRPr="00246056" w:rsidRDefault="00246056" w:rsidP="00D10431">
            <w:pPr>
              <w:pStyle w:val="TableBodyText"/>
              <w:ind w:left="346" w:hanging="340"/>
            </w:pPr>
            <w:r w:rsidRPr="00246056">
              <w:t xml:space="preserve">  83.5</w:t>
            </w:r>
          </w:p>
        </w:tc>
        <w:tc>
          <w:tcPr>
            <w:tcW w:w="424" w:type="pct"/>
            <w:shd w:val="clear" w:color="auto" w:fill="auto"/>
            <w:vAlign w:val="bottom"/>
          </w:tcPr>
          <w:p w:rsidR="00246056" w:rsidRPr="00246056" w:rsidRDefault="00246056" w:rsidP="00D10431">
            <w:pPr>
              <w:pStyle w:val="TableBodyText"/>
              <w:ind w:left="346" w:hanging="340"/>
            </w:pPr>
            <w:r w:rsidRPr="00246056">
              <w:t xml:space="preserve">  90.5</w:t>
            </w:r>
          </w:p>
        </w:tc>
        <w:tc>
          <w:tcPr>
            <w:tcW w:w="432" w:type="pct"/>
            <w:shd w:val="clear" w:color="auto" w:fill="auto"/>
            <w:vAlign w:val="bottom"/>
          </w:tcPr>
          <w:p w:rsidR="00246056" w:rsidRPr="00246056" w:rsidRDefault="00246056" w:rsidP="00D10431">
            <w:pPr>
              <w:pStyle w:val="TableBodyText"/>
              <w:ind w:left="346" w:hanging="340"/>
            </w:pPr>
            <w:r w:rsidRPr="00246056">
              <w:t xml:space="preserve">  89.1</w:t>
            </w:r>
          </w:p>
        </w:tc>
      </w:tr>
      <w:tr w:rsidR="00246056" w:rsidTr="009A5C5F">
        <w:tc>
          <w:tcPr>
            <w:tcW w:w="5000" w:type="pct"/>
            <w:gridSpan w:val="10"/>
            <w:shd w:val="clear" w:color="auto" w:fill="auto"/>
          </w:tcPr>
          <w:p w:rsidR="00246056" w:rsidRDefault="00246056" w:rsidP="00D10431">
            <w:pPr>
              <w:pStyle w:val="TableBodyText"/>
              <w:ind w:left="170" w:right="28"/>
              <w:jc w:val="left"/>
            </w:pPr>
            <w:r w:rsidRPr="005944F2">
              <w:t xml:space="preserve">Proportion of </w:t>
            </w:r>
            <w:r w:rsidRPr="00801643">
              <w:t xml:space="preserve">people </w:t>
            </w:r>
            <w:r w:rsidRPr="005944F2">
              <w:t>who went to an emergency department in the last 12 months reporting the ED doctors</w:t>
            </w:r>
            <w:r>
              <w:t>,</w:t>
            </w:r>
            <w:r w:rsidRPr="005944F2">
              <w:t xml:space="preserve"> specialists </w:t>
            </w:r>
            <w:r>
              <w:t>or nurses</w:t>
            </w:r>
            <w:r w:rsidRPr="005944F2">
              <w:t xml:space="preserve"> always or often showed respect to them</w:t>
            </w:r>
          </w:p>
        </w:tc>
      </w:tr>
      <w:tr w:rsidR="00246056" w:rsidTr="009A5C5F">
        <w:tc>
          <w:tcPr>
            <w:tcW w:w="1161" w:type="pct"/>
            <w:shd w:val="clear" w:color="auto" w:fill="auto"/>
          </w:tcPr>
          <w:p w:rsidR="00246056" w:rsidRDefault="00246056" w:rsidP="00D10431">
            <w:pPr>
              <w:pStyle w:val="TableBodyText"/>
              <w:ind w:left="340" w:right="28"/>
              <w:jc w:val="left"/>
            </w:pPr>
            <w:r>
              <w:t>Doctors or specialists</w:t>
            </w:r>
          </w:p>
        </w:tc>
        <w:tc>
          <w:tcPr>
            <w:tcW w:w="431" w:type="pct"/>
            <w:shd w:val="clear" w:color="auto" w:fill="auto"/>
            <w:vAlign w:val="bottom"/>
          </w:tcPr>
          <w:p w:rsidR="00246056" w:rsidRPr="00246056" w:rsidRDefault="00246056" w:rsidP="00D10431">
            <w:pPr>
              <w:pStyle w:val="TableBodyText"/>
              <w:ind w:left="346" w:hanging="340"/>
            </w:pPr>
            <w:r w:rsidRPr="00246056">
              <w:t xml:space="preserve">  86.4</w:t>
            </w:r>
          </w:p>
        </w:tc>
        <w:tc>
          <w:tcPr>
            <w:tcW w:w="436" w:type="pct"/>
            <w:shd w:val="clear" w:color="auto" w:fill="auto"/>
            <w:vAlign w:val="bottom"/>
          </w:tcPr>
          <w:p w:rsidR="00246056" w:rsidRPr="00246056" w:rsidRDefault="00246056" w:rsidP="00D10431">
            <w:pPr>
              <w:pStyle w:val="TableBodyText"/>
              <w:ind w:left="346" w:hanging="340"/>
            </w:pPr>
            <w:r w:rsidRPr="00246056">
              <w:t xml:space="preserve">  84.7</w:t>
            </w:r>
          </w:p>
        </w:tc>
        <w:tc>
          <w:tcPr>
            <w:tcW w:w="423" w:type="pct"/>
            <w:shd w:val="clear" w:color="auto" w:fill="auto"/>
            <w:vAlign w:val="bottom"/>
          </w:tcPr>
          <w:p w:rsidR="00246056" w:rsidRPr="00246056" w:rsidRDefault="00246056" w:rsidP="00D10431">
            <w:pPr>
              <w:pStyle w:val="TableBodyText"/>
              <w:ind w:left="346" w:hanging="340"/>
            </w:pPr>
            <w:r w:rsidRPr="00246056">
              <w:t xml:space="preserve">  85.5</w:t>
            </w:r>
          </w:p>
        </w:tc>
        <w:tc>
          <w:tcPr>
            <w:tcW w:w="423" w:type="pct"/>
            <w:shd w:val="clear" w:color="auto" w:fill="auto"/>
            <w:vAlign w:val="bottom"/>
          </w:tcPr>
          <w:p w:rsidR="00246056" w:rsidRPr="00246056" w:rsidRDefault="00246056" w:rsidP="00D10431">
            <w:pPr>
              <w:pStyle w:val="TableBodyText"/>
              <w:ind w:left="346" w:hanging="340"/>
            </w:pPr>
            <w:r w:rsidRPr="00246056">
              <w:t xml:space="preserve">  87.2</w:t>
            </w:r>
          </w:p>
        </w:tc>
        <w:tc>
          <w:tcPr>
            <w:tcW w:w="423" w:type="pct"/>
            <w:shd w:val="clear" w:color="auto" w:fill="auto"/>
            <w:vAlign w:val="bottom"/>
          </w:tcPr>
          <w:p w:rsidR="00246056" w:rsidRPr="00246056" w:rsidRDefault="00246056" w:rsidP="00D10431">
            <w:pPr>
              <w:pStyle w:val="TableBodyText"/>
              <w:ind w:left="346" w:hanging="340"/>
            </w:pPr>
            <w:r w:rsidRPr="00246056">
              <w:t xml:space="preserve">  84.8</w:t>
            </w:r>
          </w:p>
        </w:tc>
        <w:tc>
          <w:tcPr>
            <w:tcW w:w="423" w:type="pct"/>
            <w:shd w:val="clear" w:color="auto" w:fill="auto"/>
            <w:vAlign w:val="bottom"/>
          </w:tcPr>
          <w:p w:rsidR="00246056" w:rsidRPr="00246056" w:rsidRDefault="00246056" w:rsidP="00D10431">
            <w:pPr>
              <w:pStyle w:val="TableBodyText"/>
              <w:ind w:left="346" w:hanging="340"/>
            </w:pPr>
            <w:r w:rsidRPr="00246056">
              <w:t xml:space="preserve">  83.3</w:t>
            </w:r>
          </w:p>
        </w:tc>
        <w:tc>
          <w:tcPr>
            <w:tcW w:w="424" w:type="pct"/>
            <w:shd w:val="clear" w:color="auto" w:fill="auto"/>
            <w:vAlign w:val="bottom"/>
          </w:tcPr>
          <w:p w:rsidR="00246056" w:rsidRPr="00246056" w:rsidRDefault="00246056" w:rsidP="00D10431">
            <w:pPr>
              <w:pStyle w:val="TableBodyText"/>
              <w:ind w:left="346" w:hanging="340"/>
            </w:pPr>
            <w:r w:rsidRPr="00246056">
              <w:t xml:space="preserve">  82.6</w:t>
            </w:r>
          </w:p>
        </w:tc>
        <w:tc>
          <w:tcPr>
            <w:tcW w:w="424" w:type="pct"/>
            <w:shd w:val="clear" w:color="auto" w:fill="auto"/>
            <w:vAlign w:val="bottom"/>
          </w:tcPr>
          <w:p w:rsidR="00246056" w:rsidRPr="00246056" w:rsidRDefault="00246056" w:rsidP="00D10431">
            <w:pPr>
              <w:pStyle w:val="TableBodyText"/>
              <w:ind w:left="346" w:hanging="340"/>
            </w:pPr>
            <w:r w:rsidRPr="00246056">
              <w:t xml:space="preserve">  88.4</w:t>
            </w:r>
          </w:p>
        </w:tc>
        <w:tc>
          <w:tcPr>
            <w:tcW w:w="432" w:type="pct"/>
            <w:shd w:val="clear" w:color="auto" w:fill="auto"/>
            <w:vAlign w:val="bottom"/>
          </w:tcPr>
          <w:p w:rsidR="00246056" w:rsidRPr="00246056" w:rsidRDefault="00246056" w:rsidP="00D10431">
            <w:pPr>
              <w:pStyle w:val="TableBodyText"/>
              <w:ind w:left="346" w:hanging="340"/>
            </w:pPr>
            <w:r w:rsidRPr="00246056">
              <w:t xml:space="preserve">  85.7</w:t>
            </w:r>
          </w:p>
        </w:tc>
      </w:tr>
      <w:tr w:rsidR="00246056" w:rsidTr="009A5C5F">
        <w:tc>
          <w:tcPr>
            <w:tcW w:w="1161" w:type="pct"/>
            <w:shd w:val="clear" w:color="auto" w:fill="auto"/>
          </w:tcPr>
          <w:p w:rsidR="00246056" w:rsidRDefault="00246056" w:rsidP="00D10431">
            <w:pPr>
              <w:pStyle w:val="TableBodyText"/>
              <w:ind w:left="340" w:right="28"/>
              <w:jc w:val="left"/>
            </w:pPr>
            <w:r>
              <w:t>Nurses</w:t>
            </w:r>
          </w:p>
        </w:tc>
        <w:tc>
          <w:tcPr>
            <w:tcW w:w="431" w:type="pct"/>
            <w:shd w:val="clear" w:color="auto" w:fill="auto"/>
            <w:vAlign w:val="bottom"/>
          </w:tcPr>
          <w:p w:rsidR="00246056" w:rsidRPr="00246056" w:rsidRDefault="00246056" w:rsidP="00D10431">
            <w:pPr>
              <w:pStyle w:val="TableBodyText"/>
              <w:ind w:left="346" w:hanging="340"/>
            </w:pPr>
            <w:r w:rsidRPr="00246056">
              <w:t xml:space="preserve">  88.5</w:t>
            </w:r>
          </w:p>
        </w:tc>
        <w:tc>
          <w:tcPr>
            <w:tcW w:w="436" w:type="pct"/>
            <w:shd w:val="clear" w:color="auto" w:fill="auto"/>
            <w:vAlign w:val="bottom"/>
          </w:tcPr>
          <w:p w:rsidR="00246056" w:rsidRPr="00246056" w:rsidRDefault="00246056" w:rsidP="00D10431">
            <w:pPr>
              <w:pStyle w:val="TableBodyText"/>
              <w:ind w:left="346" w:hanging="340"/>
            </w:pPr>
            <w:r w:rsidRPr="00246056">
              <w:t xml:space="preserve">  91.1</w:t>
            </w:r>
          </w:p>
        </w:tc>
        <w:tc>
          <w:tcPr>
            <w:tcW w:w="423" w:type="pct"/>
            <w:shd w:val="clear" w:color="auto" w:fill="auto"/>
            <w:vAlign w:val="bottom"/>
          </w:tcPr>
          <w:p w:rsidR="00246056" w:rsidRPr="00246056" w:rsidRDefault="00246056" w:rsidP="00D10431">
            <w:pPr>
              <w:pStyle w:val="TableBodyText"/>
              <w:ind w:left="346" w:hanging="340"/>
            </w:pPr>
            <w:r w:rsidRPr="00246056">
              <w:t xml:space="preserve">  90.2</w:t>
            </w:r>
          </w:p>
        </w:tc>
        <w:tc>
          <w:tcPr>
            <w:tcW w:w="423" w:type="pct"/>
            <w:shd w:val="clear" w:color="auto" w:fill="auto"/>
            <w:vAlign w:val="bottom"/>
          </w:tcPr>
          <w:p w:rsidR="00246056" w:rsidRPr="00246056" w:rsidRDefault="00246056" w:rsidP="00D10431">
            <w:pPr>
              <w:pStyle w:val="TableBodyText"/>
              <w:ind w:left="346" w:hanging="340"/>
            </w:pPr>
            <w:r w:rsidRPr="00246056">
              <w:t xml:space="preserve">  92.4</w:t>
            </w:r>
          </w:p>
        </w:tc>
        <w:tc>
          <w:tcPr>
            <w:tcW w:w="423" w:type="pct"/>
            <w:shd w:val="clear" w:color="auto" w:fill="auto"/>
            <w:vAlign w:val="bottom"/>
          </w:tcPr>
          <w:p w:rsidR="00246056" w:rsidRPr="00246056" w:rsidRDefault="00246056" w:rsidP="00D10431">
            <w:pPr>
              <w:pStyle w:val="TableBodyText"/>
              <w:ind w:left="346" w:hanging="340"/>
            </w:pPr>
            <w:r w:rsidRPr="00246056">
              <w:t xml:space="preserve">  89.6</w:t>
            </w:r>
          </w:p>
        </w:tc>
        <w:tc>
          <w:tcPr>
            <w:tcW w:w="423" w:type="pct"/>
            <w:shd w:val="clear" w:color="auto" w:fill="auto"/>
            <w:vAlign w:val="bottom"/>
          </w:tcPr>
          <w:p w:rsidR="00246056" w:rsidRPr="00246056" w:rsidRDefault="00246056" w:rsidP="00D10431">
            <w:pPr>
              <w:pStyle w:val="TableBodyText"/>
              <w:ind w:left="346" w:hanging="340"/>
            </w:pPr>
            <w:r w:rsidRPr="00246056">
              <w:t xml:space="preserve">  90.3</w:t>
            </w:r>
          </w:p>
        </w:tc>
        <w:tc>
          <w:tcPr>
            <w:tcW w:w="424" w:type="pct"/>
            <w:shd w:val="clear" w:color="auto" w:fill="auto"/>
            <w:vAlign w:val="bottom"/>
          </w:tcPr>
          <w:p w:rsidR="00246056" w:rsidRPr="00246056" w:rsidRDefault="00246056" w:rsidP="00D10431">
            <w:pPr>
              <w:pStyle w:val="TableBodyText"/>
              <w:ind w:left="346" w:hanging="340"/>
            </w:pPr>
            <w:r w:rsidRPr="00246056">
              <w:t xml:space="preserve">  86.7</w:t>
            </w:r>
          </w:p>
        </w:tc>
        <w:tc>
          <w:tcPr>
            <w:tcW w:w="424" w:type="pct"/>
            <w:shd w:val="clear" w:color="auto" w:fill="auto"/>
            <w:vAlign w:val="bottom"/>
          </w:tcPr>
          <w:p w:rsidR="00246056" w:rsidRPr="00246056" w:rsidRDefault="00246056" w:rsidP="00D10431">
            <w:pPr>
              <w:pStyle w:val="TableBodyText"/>
              <w:ind w:left="346" w:hanging="340"/>
            </w:pPr>
            <w:r w:rsidRPr="00246056">
              <w:t xml:space="preserve">  90.2</w:t>
            </w:r>
          </w:p>
        </w:tc>
        <w:tc>
          <w:tcPr>
            <w:tcW w:w="432" w:type="pct"/>
            <w:shd w:val="clear" w:color="auto" w:fill="auto"/>
            <w:vAlign w:val="bottom"/>
          </w:tcPr>
          <w:p w:rsidR="00246056" w:rsidRPr="00246056" w:rsidRDefault="00246056" w:rsidP="00D10431">
            <w:pPr>
              <w:pStyle w:val="TableBodyText"/>
              <w:ind w:left="346" w:hanging="340"/>
            </w:pPr>
            <w:r w:rsidRPr="00246056">
              <w:t xml:space="preserve">  90.1</w:t>
            </w:r>
          </w:p>
        </w:tc>
      </w:tr>
      <w:tr w:rsidR="00246056" w:rsidTr="009A5C5F">
        <w:tc>
          <w:tcPr>
            <w:tcW w:w="5000" w:type="pct"/>
            <w:gridSpan w:val="10"/>
            <w:shd w:val="clear" w:color="auto" w:fill="auto"/>
          </w:tcPr>
          <w:p w:rsidR="00246056" w:rsidRDefault="00246056" w:rsidP="00D10431">
            <w:pPr>
              <w:pStyle w:val="TableBodyText"/>
              <w:tabs>
                <w:tab w:val="left" w:pos="1425"/>
              </w:tabs>
              <w:ind w:left="170" w:right="28"/>
              <w:jc w:val="left"/>
            </w:pPr>
            <w:r w:rsidRPr="005944F2">
              <w:t xml:space="preserve">Proportion of </w:t>
            </w:r>
            <w:r w:rsidRPr="00801643">
              <w:t xml:space="preserve">people </w:t>
            </w:r>
            <w:r w:rsidRPr="005944F2">
              <w:t>who went to an emergency department in the last 12 months reporting the ED doctors</w:t>
            </w:r>
            <w:r>
              <w:t>,</w:t>
            </w:r>
            <w:r w:rsidRPr="005944F2">
              <w:t xml:space="preserve"> specialists </w:t>
            </w:r>
            <w:r>
              <w:t>or nurses</w:t>
            </w:r>
            <w:r w:rsidRPr="005944F2">
              <w:t xml:space="preserve"> always or often spent enough time with them</w:t>
            </w:r>
          </w:p>
        </w:tc>
      </w:tr>
      <w:tr w:rsidR="00246056" w:rsidTr="009A5C5F">
        <w:tc>
          <w:tcPr>
            <w:tcW w:w="1161" w:type="pct"/>
            <w:shd w:val="clear" w:color="auto" w:fill="auto"/>
          </w:tcPr>
          <w:p w:rsidR="00246056" w:rsidRDefault="00246056" w:rsidP="00D10431">
            <w:pPr>
              <w:pStyle w:val="TableBodyText"/>
              <w:ind w:left="340" w:right="28"/>
              <w:jc w:val="left"/>
            </w:pPr>
            <w:r>
              <w:t>Doctors or specialists</w:t>
            </w:r>
          </w:p>
        </w:tc>
        <w:tc>
          <w:tcPr>
            <w:tcW w:w="431" w:type="pct"/>
            <w:shd w:val="clear" w:color="auto" w:fill="auto"/>
            <w:vAlign w:val="bottom"/>
          </w:tcPr>
          <w:p w:rsidR="00246056" w:rsidRPr="00246056" w:rsidRDefault="00246056" w:rsidP="00D10431">
            <w:pPr>
              <w:pStyle w:val="TableBodyText"/>
              <w:ind w:left="346" w:hanging="340"/>
            </w:pPr>
            <w:r w:rsidRPr="00246056">
              <w:t xml:space="preserve">  81.0</w:t>
            </w:r>
          </w:p>
        </w:tc>
        <w:tc>
          <w:tcPr>
            <w:tcW w:w="436" w:type="pct"/>
            <w:shd w:val="clear" w:color="auto" w:fill="auto"/>
            <w:vAlign w:val="bottom"/>
          </w:tcPr>
          <w:p w:rsidR="00246056" w:rsidRPr="00246056" w:rsidRDefault="00246056" w:rsidP="00D10431">
            <w:pPr>
              <w:pStyle w:val="TableBodyText"/>
              <w:ind w:left="346" w:hanging="340"/>
            </w:pPr>
            <w:r w:rsidRPr="00246056">
              <w:t xml:space="preserve">  79.9</w:t>
            </w:r>
          </w:p>
        </w:tc>
        <w:tc>
          <w:tcPr>
            <w:tcW w:w="423" w:type="pct"/>
            <w:shd w:val="clear" w:color="auto" w:fill="auto"/>
            <w:vAlign w:val="bottom"/>
          </w:tcPr>
          <w:p w:rsidR="00246056" w:rsidRPr="00246056" w:rsidRDefault="00246056" w:rsidP="00D10431">
            <w:pPr>
              <w:pStyle w:val="TableBodyText"/>
              <w:ind w:left="346" w:hanging="340"/>
            </w:pPr>
            <w:r w:rsidRPr="00246056">
              <w:t xml:space="preserve">  80.7</w:t>
            </w:r>
          </w:p>
        </w:tc>
        <w:tc>
          <w:tcPr>
            <w:tcW w:w="423" w:type="pct"/>
            <w:shd w:val="clear" w:color="auto" w:fill="auto"/>
            <w:vAlign w:val="bottom"/>
          </w:tcPr>
          <w:p w:rsidR="00246056" w:rsidRPr="00246056" w:rsidRDefault="00246056" w:rsidP="00D10431">
            <w:pPr>
              <w:pStyle w:val="TableBodyText"/>
              <w:ind w:left="346" w:hanging="340"/>
            </w:pPr>
            <w:r w:rsidRPr="00246056">
              <w:t xml:space="preserve">  83.1</w:t>
            </w:r>
          </w:p>
        </w:tc>
        <w:tc>
          <w:tcPr>
            <w:tcW w:w="423" w:type="pct"/>
            <w:shd w:val="clear" w:color="auto" w:fill="auto"/>
            <w:vAlign w:val="bottom"/>
          </w:tcPr>
          <w:p w:rsidR="00246056" w:rsidRPr="00246056" w:rsidRDefault="00246056" w:rsidP="00D10431">
            <w:pPr>
              <w:pStyle w:val="TableBodyText"/>
              <w:ind w:left="346" w:hanging="340"/>
            </w:pPr>
            <w:r w:rsidRPr="00246056">
              <w:t xml:space="preserve">  79.5</w:t>
            </w:r>
          </w:p>
        </w:tc>
        <w:tc>
          <w:tcPr>
            <w:tcW w:w="423" w:type="pct"/>
            <w:shd w:val="clear" w:color="auto" w:fill="auto"/>
            <w:vAlign w:val="bottom"/>
          </w:tcPr>
          <w:p w:rsidR="00246056" w:rsidRPr="00246056" w:rsidRDefault="00246056" w:rsidP="00D10431">
            <w:pPr>
              <w:pStyle w:val="TableBodyText"/>
              <w:ind w:left="346" w:hanging="340"/>
            </w:pPr>
            <w:r w:rsidRPr="00246056">
              <w:t xml:space="preserve">  74.9</w:t>
            </w:r>
          </w:p>
        </w:tc>
        <w:tc>
          <w:tcPr>
            <w:tcW w:w="424" w:type="pct"/>
            <w:shd w:val="clear" w:color="auto" w:fill="auto"/>
            <w:vAlign w:val="bottom"/>
          </w:tcPr>
          <w:p w:rsidR="00246056" w:rsidRPr="00246056" w:rsidRDefault="00246056" w:rsidP="00D10431">
            <w:pPr>
              <w:pStyle w:val="TableBodyText"/>
              <w:ind w:left="346" w:hanging="340"/>
            </w:pPr>
            <w:r w:rsidRPr="00246056">
              <w:t xml:space="preserve">  75.3</w:t>
            </w:r>
          </w:p>
        </w:tc>
        <w:tc>
          <w:tcPr>
            <w:tcW w:w="424" w:type="pct"/>
            <w:shd w:val="clear" w:color="auto" w:fill="auto"/>
            <w:vAlign w:val="bottom"/>
          </w:tcPr>
          <w:p w:rsidR="00246056" w:rsidRPr="00246056" w:rsidRDefault="00246056" w:rsidP="00D10431">
            <w:pPr>
              <w:pStyle w:val="TableBodyText"/>
              <w:ind w:left="346" w:hanging="340"/>
            </w:pPr>
            <w:r w:rsidRPr="00246056">
              <w:t xml:space="preserve">  85.0</w:t>
            </w:r>
          </w:p>
        </w:tc>
        <w:tc>
          <w:tcPr>
            <w:tcW w:w="432" w:type="pct"/>
            <w:shd w:val="clear" w:color="auto" w:fill="auto"/>
            <w:vAlign w:val="bottom"/>
          </w:tcPr>
          <w:p w:rsidR="00246056" w:rsidRPr="00246056" w:rsidRDefault="00246056" w:rsidP="00D10431">
            <w:pPr>
              <w:pStyle w:val="TableBodyText"/>
              <w:ind w:left="346" w:hanging="340"/>
            </w:pPr>
            <w:r w:rsidRPr="00246056">
              <w:t xml:space="preserve">  80.7</w:t>
            </w:r>
          </w:p>
        </w:tc>
      </w:tr>
      <w:tr w:rsidR="00246056" w:rsidTr="009A5C5F">
        <w:tc>
          <w:tcPr>
            <w:tcW w:w="1161" w:type="pct"/>
            <w:shd w:val="clear" w:color="auto" w:fill="auto"/>
          </w:tcPr>
          <w:p w:rsidR="00246056" w:rsidRDefault="00246056" w:rsidP="00D10431">
            <w:pPr>
              <w:pStyle w:val="TableBodyText"/>
              <w:ind w:left="340" w:right="28"/>
              <w:jc w:val="left"/>
            </w:pPr>
            <w:r>
              <w:t>Nurses</w:t>
            </w:r>
          </w:p>
        </w:tc>
        <w:tc>
          <w:tcPr>
            <w:tcW w:w="431" w:type="pct"/>
            <w:shd w:val="clear" w:color="auto" w:fill="auto"/>
            <w:vAlign w:val="bottom"/>
          </w:tcPr>
          <w:p w:rsidR="00246056" w:rsidRPr="00246056" w:rsidRDefault="00246056" w:rsidP="00D10431">
            <w:pPr>
              <w:pStyle w:val="TableBodyText"/>
              <w:ind w:left="346" w:hanging="340"/>
            </w:pPr>
            <w:r w:rsidRPr="00246056">
              <w:t xml:space="preserve">  85.2</w:t>
            </w:r>
          </w:p>
        </w:tc>
        <w:tc>
          <w:tcPr>
            <w:tcW w:w="436" w:type="pct"/>
            <w:shd w:val="clear" w:color="auto" w:fill="auto"/>
            <w:vAlign w:val="bottom"/>
          </w:tcPr>
          <w:p w:rsidR="00246056" w:rsidRPr="00246056" w:rsidRDefault="00246056" w:rsidP="00D10431">
            <w:pPr>
              <w:pStyle w:val="TableBodyText"/>
              <w:ind w:left="346" w:hanging="340"/>
            </w:pPr>
            <w:r w:rsidRPr="00246056">
              <w:t xml:space="preserve">  85.6</w:t>
            </w:r>
          </w:p>
        </w:tc>
        <w:tc>
          <w:tcPr>
            <w:tcW w:w="423" w:type="pct"/>
            <w:shd w:val="clear" w:color="auto" w:fill="auto"/>
            <w:vAlign w:val="bottom"/>
          </w:tcPr>
          <w:p w:rsidR="00246056" w:rsidRPr="00246056" w:rsidRDefault="00246056" w:rsidP="00D10431">
            <w:pPr>
              <w:pStyle w:val="TableBodyText"/>
              <w:ind w:left="346" w:hanging="340"/>
            </w:pPr>
            <w:r w:rsidRPr="00246056">
              <w:t xml:space="preserve">  87.5</w:t>
            </w:r>
          </w:p>
        </w:tc>
        <w:tc>
          <w:tcPr>
            <w:tcW w:w="423" w:type="pct"/>
            <w:shd w:val="clear" w:color="auto" w:fill="auto"/>
            <w:vAlign w:val="bottom"/>
          </w:tcPr>
          <w:p w:rsidR="00246056" w:rsidRPr="00246056" w:rsidRDefault="00246056" w:rsidP="00D10431">
            <w:pPr>
              <w:pStyle w:val="TableBodyText"/>
              <w:ind w:left="346" w:hanging="340"/>
            </w:pPr>
            <w:r w:rsidRPr="00246056">
              <w:t xml:space="preserve">  90.4</w:t>
            </w:r>
          </w:p>
        </w:tc>
        <w:tc>
          <w:tcPr>
            <w:tcW w:w="423" w:type="pct"/>
            <w:shd w:val="clear" w:color="auto" w:fill="auto"/>
            <w:vAlign w:val="bottom"/>
          </w:tcPr>
          <w:p w:rsidR="00246056" w:rsidRPr="00246056" w:rsidRDefault="00246056" w:rsidP="00D10431">
            <w:pPr>
              <w:pStyle w:val="TableBodyText"/>
              <w:ind w:left="346" w:hanging="340"/>
            </w:pPr>
            <w:r w:rsidRPr="00246056">
              <w:t xml:space="preserve">  86.6</w:t>
            </w:r>
          </w:p>
        </w:tc>
        <w:tc>
          <w:tcPr>
            <w:tcW w:w="423" w:type="pct"/>
            <w:shd w:val="clear" w:color="auto" w:fill="auto"/>
            <w:vAlign w:val="bottom"/>
          </w:tcPr>
          <w:p w:rsidR="00246056" w:rsidRPr="00246056" w:rsidRDefault="00246056" w:rsidP="00D10431">
            <w:pPr>
              <w:pStyle w:val="TableBodyText"/>
              <w:ind w:left="346" w:hanging="340"/>
            </w:pPr>
            <w:r w:rsidRPr="00246056">
              <w:t xml:space="preserve">  84.3</w:t>
            </w:r>
          </w:p>
        </w:tc>
        <w:tc>
          <w:tcPr>
            <w:tcW w:w="424" w:type="pct"/>
            <w:shd w:val="clear" w:color="auto" w:fill="auto"/>
            <w:vAlign w:val="bottom"/>
          </w:tcPr>
          <w:p w:rsidR="00246056" w:rsidRPr="00246056" w:rsidRDefault="00246056" w:rsidP="00D10431">
            <w:pPr>
              <w:pStyle w:val="TableBodyText"/>
              <w:ind w:left="346" w:hanging="340"/>
            </w:pPr>
            <w:r w:rsidRPr="00246056">
              <w:t xml:space="preserve">  80.8</w:t>
            </w:r>
          </w:p>
        </w:tc>
        <w:tc>
          <w:tcPr>
            <w:tcW w:w="424" w:type="pct"/>
            <w:shd w:val="clear" w:color="auto" w:fill="auto"/>
            <w:vAlign w:val="bottom"/>
          </w:tcPr>
          <w:p w:rsidR="00246056" w:rsidRPr="00246056" w:rsidRDefault="00246056" w:rsidP="00D10431">
            <w:pPr>
              <w:pStyle w:val="TableBodyText"/>
              <w:ind w:left="346" w:hanging="340"/>
            </w:pPr>
            <w:r w:rsidRPr="00246056">
              <w:t xml:space="preserve">  89.5</w:t>
            </w:r>
          </w:p>
        </w:tc>
        <w:tc>
          <w:tcPr>
            <w:tcW w:w="432" w:type="pct"/>
            <w:shd w:val="clear" w:color="auto" w:fill="auto"/>
            <w:vAlign w:val="bottom"/>
          </w:tcPr>
          <w:p w:rsidR="00246056" w:rsidRPr="00246056" w:rsidRDefault="00246056" w:rsidP="00D10431">
            <w:pPr>
              <w:pStyle w:val="TableBodyText"/>
              <w:ind w:left="346" w:hanging="340"/>
            </w:pPr>
            <w:r w:rsidRPr="00246056">
              <w:t xml:space="preserve">  86.4</w:t>
            </w:r>
          </w:p>
        </w:tc>
      </w:tr>
      <w:tr w:rsidR="00246056" w:rsidTr="009A5C5F">
        <w:tc>
          <w:tcPr>
            <w:tcW w:w="5000" w:type="pct"/>
            <w:gridSpan w:val="10"/>
            <w:shd w:val="clear" w:color="auto" w:fill="auto"/>
          </w:tcPr>
          <w:p w:rsidR="00246056" w:rsidRDefault="00246056" w:rsidP="00D10431">
            <w:pPr>
              <w:pStyle w:val="TableBodyText"/>
              <w:ind w:right="28"/>
              <w:jc w:val="left"/>
            </w:pPr>
            <w:r>
              <w:t>Admitted hospital patients</w:t>
            </w:r>
          </w:p>
        </w:tc>
      </w:tr>
      <w:tr w:rsidR="00246056" w:rsidTr="009A5C5F">
        <w:tc>
          <w:tcPr>
            <w:tcW w:w="5000" w:type="pct"/>
            <w:gridSpan w:val="10"/>
            <w:shd w:val="clear" w:color="auto" w:fill="auto"/>
          </w:tcPr>
          <w:p w:rsidR="00246056" w:rsidRDefault="00246056" w:rsidP="00D10431">
            <w:pPr>
              <w:pStyle w:val="TableBodyText"/>
              <w:tabs>
                <w:tab w:val="left" w:pos="1470"/>
              </w:tabs>
              <w:ind w:left="170" w:right="28"/>
              <w:jc w:val="left"/>
            </w:pPr>
            <w:r w:rsidRPr="005944F2">
              <w:t xml:space="preserve">Proportion of </w:t>
            </w:r>
            <w:r w:rsidRPr="0080164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listened carefully to them</w:t>
            </w:r>
          </w:p>
        </w:tc>
      </w:tr>
      <w:tr w:rsidR="0061185B" w:rsidTr="009A5C5F">
        <w:tc>
          <w:tcPr>
            <w:tcW w:w="1161" w:type="pct"/>
            <w:shd w:val="clear" w:color="auto" w:fill="auto"/>
          </w:tcPr>
          <w:p w:rsidR="0061185B" w:rsidRDefault="0061185B" w:rsidP="00D10431">
            <w:pPr>
              <w:pStyle w:val="TableBodyText"/>
              <w:ind w:left="340" w:right="28"/>
              <w:jc w:val="left"/>
            </w:pPr>
            <w:r>
              <w:t>Doctors or specialists</w:t>
            </w:r>
          </w:p>
        </w:tc>
        <w:tc>
          <w:tcPr>
            <w:tcW w:w="431" w:type="pct"/>
            <w:shd w:val="clear" w:color="auto" w:fill="auto"/>
            <w:vAlign w:val="bottom"/>
          </w:tcPr>
          <w:p w:rsidR="0061185B" w:rsidRPr="0061185B" w:rsidRDefault="0061185B" w:rsidP="00D10431">
            <w:pPr>
              <w:pStyle w:val="TableBodyText"/>
              <w:ind w:left="346" w:hanging="340"/>
            </w:pPr>
            <w:r w:rsidRPr="0061185B">
              <w:t xml:space="preserve">  91.3</w:t>
            </w:r>
          </w:p>
        </w:tc>
        <w:tc>
          <w:tcPr>
            <w:tcW w:w="436" w:type="pct"/>
            <w:shd w:val="clear" w:color="auto" w:fill="auto"/>
            <w:vAlign w:val="bottom"/>
          </w:tcPr>
          <w:p w:rsidR="0061185B" w:rsidRPr="0061185B" w:rsidRDefault="0061185B" w:rsidP="00D10431">
            <w:pPr>
              <w:pStyle w:val="TableBodyText"/>
              <w:ind w:left="346" w:hanging="340"/>
            </w:pPr>
            <w:r w:rsidRPr="0061185B">
              <w:t xml:space="preserve">  89.5</w:t>
            </w:r>
          </w:p>
        </w:tc>
        <w:tc>
          <w:tcPr>
            <w:tcW w:w="423" w:type="pct"/>
            <w:shd w:val="clear" w:color="auto" w:fill="auto"/>
            <w:vAlign w:val="bottom"/>
          </w:tcPr>
          <w:p w:rsidR="0061185B" w:rsidRPr="0061185B" w:rsidRDefault="0061185B" w:rsidP="00D10431">
            <w:pPr>
              <w:pStyle w:val="TableBodyText"/>
              <w:ind w:left="346" w:hanging="340"/>
            </w:pPr>
            <w:r w:rsidRPr="0061185B">
              <w:t xml:space="preserve">  87.1</w:t>
            </w:r>
          </w:p>
        </w:tc>
        <w:tc>
          <w:tcPr>
            <w:tcW w:w="423" w:type="pct"/>
            <w:shd w:val="clear" w:color="auto" w:fill="auto"/>
            <w:vAlign w:val="bottom"/>
          </w:tcPr>
          <w:p w:rsidR="0061185B" w:rsidRPr="0061185B" w:rsidRDefault="0061185B" w:rsidP="00D10431">
            <w:pPr>
              <w:pStyle w:val="TableBodyText"/>
              <w:ind w:left="346" w:hanging="340"/>
            </w:pPr>
            <w:r w:rsidRPr="0061185B">
              <w:t xml:space="preserve">  90.8</w:t>
            </w:r>
          </w:p>
        </w:tc>
        <w:tc>
          <w:tcPr>
            <w:tcW w:w="423" w:type="pct"/>
            <w:shd w:val="clear" w:color="auto" w:fill="auto"/>
            <w:vAlign w:val="bottom"/>
          </w:tcPr>
          <w:p w:rsidR="0061185B" w:rsidRPr="0061185B" w:rsidRDefault="0061185B" w:rsidP="00D10431">
            <w:pPr>
              <w:pStyle w:val="TableBodyText"/>
              <w:ind w:left="346" w:hanging="340"/>
            </w:pPr>
            <w:r w:rsidRPr="0061185B">
              <w:t xml:space="preserve">  89.5</w:t>
            </w:r>
          </w:p>
        </w:tc>
        <w:tc>
          <w:tcPr>
            <w:tcW w:w="423" w:type="pct"/>
            <w:shd w:val="clear" w:color="auto" w:fill="auto"/>
            <w:vAlign w:val="bottom"/>
          </w:tcPr>
          <w:p w:rsidR="0061185B" w:rsidRPr="0061185B" w:rsidRDefault="0061185B" w:rsidP="00D10431">
            <w:pPr>
              <w:pStyle w:val="TableBodyText"/>
              <w:ind w:left="346" w:hanging="340"/>
            </w:pPr>
            <w:r w:rsidRPr="0061185B">
              <w:t xml:space="preserve">  85.9</w:t>
            </w:r>
          </w:p>
        </w:tc>
        <w:tc>
          <w:tcPr>
            <w:tcW w:w="424" w:type="pct"/>
            <w:shd w:val="clear" w:color="auto" w:fill="auto"/>
            <w:vAlign w:val="bottom"/>
          </w:tcPr>
          <w:p w:rsidR="0061185B" w:rsidRPr="0061185B" w:rsidRDefault="0061185B" w:rsidP="00D10431">
            <w:pPr>
              <w:pStyle w:val="TableBodyText"/>
              <w:ind w:left="346" w:hanging="340"/>
            </w:pPr>
            <w:r w:rsidRPr="0061185B">
              <w:t xml:space="preserve">  89.3</w:t>
            </w:r>
          </w:p>
        </w:tc>
        <w:tc>
          <w:tcPr>
            <w:tcW w:w="424" w:type="pct"/>
            <w:shd w:val="clear" w:color="auto" w:fill="auto"/>
            <w:vAlign w:val="bottom"/>
          </w:tcPr>
          <w:p w:rsidR="0061185B" w:rsidRPr="0061185B" w:rsidRDefault="0061185B" w:rsidP="00D10431">
            <w:pPr>
              <w:pStyle w:val="TableBodyText"/>
              <w:ind w:left="346" w:hanging="340"/>
            </w:pPr>
            <w:r w:rsidRPr="0061185B">
              <w:t xml:space="preserve">  81.5</w:t>
            </w:r>
          </w:p>
        </w:tc>
        <w:tc>
          <w:tcPr>
            <w:tcW w:w="432" w:type="pct"/>
            <w:shd w:val="clear" w:color="auto" w:fill="auto"/>
            <w:vAlign w:val="bottom"/>
          </w:tcPr>
          <w:p w:rsidR="0061185B" w:rsidRPr="0061185B" w:rsidRDefault="0061185B" w:rsidP="00D10431">
            <w:pPr>
              <w:pStyle w:val="TableBodyText"/>
              <w:ind w:left="346" w:hanging="340"/>
            </w:pPr>
            <w:r w:rsidRPr="0061185B">
              <w:t xml:space="preserve">  89.5</w:t>
            </w:r>
          </w:p>
        </w:tc>
      </w:tr>
      <w:tr w:rsidR="0061185B" w:rsidTr="0053767E">
        <w:tc>
          <w:tcPr>
            <w:tcW w:w="1161" w:type="pct"/>
            <w:shd w:val="clear" w:color="auto" w:fill="auto"/>
          </w:tcPr>
          <w:p w:rsidR="0061185B" w:rsidRDefault="0061185B" w:rsidP="00D10431">
            <w:pPr>
              <w:pStyle w:val="TableBodyText"/>
              <w:ind w:left="340" w:right="28"/>
              <w:jc w:val="left"/>
            </w:pPr>
            <w:r>
              <w:t>Nurses</w:t>
            </w:r>
          </w:p>
        </w:tc>
        <w:tc>
          <w:tcPr>
            <w:tcW w:w="431" w:type="pct"/>
            <w:shd w:val="clear" w:color="auto" w:fill="auto"/>
            <w:vAlign w:val="bottom"/>
          </w:tcPr>
          <w:p w:rsidR="0061185B" w:rsidRPr="0061185B" w:rsidRDefault="0061185B" w:rsidP="00D10431">
            <w:pPr>
              <w:pStyle w:val="TableBodyText"/>
              <w:ind w:left="346" w:hanging="340"/>
            </w:pPr>
            <w:r w:rsidRPr="0061185B">
              <w:t xml:space="preserve">  90.5</w:t>
            </w:r>
          </w:p>
        </w:tc>
        <w:tc>
          <w:tcPr>
            <w:tcW w:w="436" w:type="pct"/>
            <w:shd w:val="clear" w:color="auto" w:fill="auto"/>
            <w:vAlign w:val="bottom"/>
          </w:tcPr>
          <w:p w:rsidR="0061185B" w:rsidRPr="0061185B" w:rsidRDefault="0061185B" w:rsidP="00D10431">
            <w:pPr>
              <w:pStyle w:val="TableBodyText"/>
              <w:ind w:left="346" w:hanging="340"/>
            </w:pPr>
            <w:r w:rsidRPr="0061185B">
              <w:t xml:space="preserve">  92.1</w:t>
            </w:r>
          </w:p>
        </w:tc>
        <w:tc>
          <w:tcPr>
            <w:tcW w:w="423" w:type="pct"/>
            <w:shd w:val="clear" w:color="auto" w:fill="auto"/>
            <w:vAlign w:val="bottom"/>
          </w:tcPr>
          <w:p w:rsidR="0061185B" w:rsidRPr="0061185B" w:rsidRDefault="0061185B" w:rsidP="00D10431">
            <w:pPr>
              <w:pStyle w:val="TableBodyText"/>
              <w:ind w:left="346" w:hanging="340"/>
            </w:pPr>
            <w:r w:rsidRPr="0061185B">
              <w:t xml:space="preserve">  91.8</w:t>
            </w:r>
          </w:p>
        </w:tc>
        <w:tc>
          <w:tcPr>
            <w:tcW w:w="423" w:type="pct"/>
            <w:shd w:val="clear" w:color="auto" w:fill="auto"/>
            <w:vAlign w:val="bottom"/>
          </w:tcPr>
          <w:p w:rsidR="0061185B" w:rsidRPr="0061185B" w:rsidRDefault="0061185B" w:rsidP="00D10431">
            <w:pPr>
              <w:pStyle w:val="TableBodyText"/>
              <w:ind w:left="346" w:hanging="340"/>
            </w:pPr>
            <w:r w:rsidRPr="0061185B">
              <w:t xml:space="preserve">  92.0</w:t>
            </w:r>
          </w:p>
        </w:tc>
        <w:tc>
          <w:tcPr>
            <w:tcW w:w="423" w:type="pct"/>
            <w:shd w:val="clear" w:color="auto" w:fill="auto"/>
            <w:vAlign w:val="bottom"/>
          </w:tcPr>
          <w:p w:rsidR="0061185B" w:rsidRPr="0061185B" w:rsidRDefault="0061185B" w:rsidP="00D10431">
            <w:pPr>
              <w:pStyle w:val="TableBodyText"/>
              <w:ind w:left="346" w:hanging="340"/>
            </w:pPr>
            <w:r w:rsidRPr="0061185B">
              <w:t xml:space="preserve">  90.8</w:t>
            </w:r>
          </w:p>
        </w:tc>
        <w:tc>
          <w:tcPr>
            <w:tcW w:w="423" w:type="pct"/>
            <w:shd w:val="clear" w:color="auto" w:fill="auto"/>
            <w:vAlign w:val="bottom"/>
          </w:tcPr>
          <w:p w:rsidR="0061185B" w:rsidRPr="0061185B" w:rsidRDefault="0061185B" w:rsidP="00D10431">
            <w:pPr>
              <w:pStyle w:val="TableBodyText"/>
              <w:ind w:left="346" w:hanging="340"/>
            </w:pPr>
            <w:r w:rsidRPr="0061185B">
              <w:t xml:space="preserve">  89.9</w:t>
            </w:r>
          </w:p>
        </w:tc>
        <w:tc>
          <w:tcPr>
            <w:tcW w:w="424" w:type="pct"/>
            <w:shd w:val="clear" w:color="auto" w:fill="auto"/>
            <w:vAlign w:val="bottom"/>
          </w:tcPr>
          <w:p w:rsidR="0061185B" w:rsidRPr="0061185B" w:rsidRDefault="0061185B" w:rsidP="00D10431">
            <w:pPr>
              <w:pStyle w:val="TableBodyText"/>
              <w:ind w:left="346" w:hanging="340"/>
            </w:pPr>
            <w:r w:rsidRPr="0061185B">
              <w:t xml:space="preserve">  89.8</w:t>
            </w:r>
          </w:p>
        </w:tc>
        <w:tc>
          <w:tcPr>
            <w:tcW w:w="424" w:type="pct"/>
            <w:shd w:val="clear" w:color="auto" w:fill="auto"/>
            <w:vAlign w:val="bottom"/>
          </w:tcPr>
          <w:p w:rsidR="0061185B" w:rsidRPr="0061185B" w:rsidRDefault="0061185B" w:rsidP="00D10431">
            <w:pPr>
              <w:pStyle w:val="TableBodyText"/>
              <w:ind w:left="346" w:hanging="340"/>
            </w:pPr>
            <w:r w:rsidRPr="0061185B">
              <w:t xml:space="preserve">  86.9</w:t>
            </w:r>
          </w:p>
        </w:tc>
        <w:tc>
          <w:tcPr>
            <w:tcW w:w="432" w:type="pct"/>
            <w:shd w:val="clear" w:color="auto" w:fill="auto"/>
            <w:vAlign w:val="bottom"/>
          </w:tcPr>
          <w:p w:rsidR="0061185B" w:rsidRPr="0061185B" w:rsidRDefault="0061185B" w:rsidP="00D10431">
            <w:pPr>
              <w:pStyle w:val="TableBodyText"/>
              <w:ind w:left="346" w:hanging="340"/>
            </w:pPr>
            <w:r w:rsidRPr="0061185B">
              <w:t xml:space="preserve">  91.2</w:t>
            </w:r>
          </w:p>
        </w:tc>
      </w:tr>
      <w:tr w:rsidR="0061185B" w:rsidTr="009A5C5F">
        <w:tc>
          <w:tcPr>
            <w:tcW w:w="5000" w:type="pct"/>
            <w:gridSpan w:val="10"/>
            <w:shd w:val="clear" w:color="auto" w:fill="auto"/>
          </w:tcPr>
          <w:p w:rsidR="0061185B" w:rsidRDefault="0061185B" w:rsidP="00D10431">
            <w:pPr>
              <w:pStyle w:val="TableBodyText"/>
              <w:ind w:left="170" w:right="28"/>
              <w:jc w:val="left"/>
            </w:pPr>
            <w:r w:rsidRPr="005944F2">
              <w:t xml:space="preserve">Proportion of </w:t>
            </w:r>
            <w:r w:rsidRPr="0080164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showed respect to them</w:t>
            </w:r>
          </w:p>
        </w:tc>
      </w:tr>
      <w:tr w:rsidR="0061185B" w:rsidTr="009A5C5F">
        <w:tc>
          <w:tcPr>
            <w:tcW w:w="1161" w:type="pct"/>
            <w:shd w:val="clear" w:color="auto" w:fill="auto"/>
          </w:tcPr>
          <w:p w:rsidR="0061185B" w:rsidRDefault="0061185B" w:rsidP="00D10431">
            <w:pPr>
              <w:pStyle w:val="TableBodyText"/>
              <w:ind w:left="340" w:right="28"/>
              <w:jc w:val="left"/>
            </w:pPr>
            <w:r>
              <w:t>Doctors or specialists</w:t>
            </w:r>
          </w:p>
        </w:tc>
        <w:tc>
          <w:tcPr>
            <w:tcW w:w="431" w:type="pct"/>
            <w:shd w:val="clear" w:color="auto" w:fill="auto"/>
            <w:vAlign w:val="bottom"/>
          </w:tcPr>
          <w:p w:rsidR="0061185B" w:rsidRPr="0061185B" w:rsidRDefault="0061185B" w:rsidP="00D10431">
            <w:pPr>
              <w:pStyle w:val="TableBodyText"/>
              <w:ind w:left="346" w:hanging="340"/>
            </w:pPr>
            <w:r w:rsidRPr="0061185B">
              <w:t xml:space="preserve">  91.5</w:t>
            </w:r>
          </w:p>
        </w:tc>
        <w:tc>
          <w:tcPr>
            <w:tcW w:w="436" w:type="pct"/>
            <w:shd w:val="clear" w:color="auto" w:fill="auto"/>
            <w:vAlign w:val="bottom"/>
          </w:tcPr>
          <w:p w:rsidR="0061185B" w:rsidRPr="0061185B" w:rsidRDefault="0061185B" w:rsidP="00D10431">
            <w:pPr>
              <w:pStyle w:val="TableBodyText"/>
              <w:ind w:left="346" w:hanging="340"/>
            </w:pPr>
            <w:r w:rsidRPr="0061185B">
              <w:t xml:space="preserve">  89.3</w:t>
            </w:r>
          </w:p>
        </w:tc>
        <w:tc>
          <w:tcPr>
            <w:tcW w:w="423" w:type="pct"/>
            <w:shd w:val="clear" w:color="auto" w:fill="auto"/>
            <w:vAlign w:val="bottom"/>
          </w:tcPr>
          <w:p w:rsidR="0061185B" w:rsidRPr="0061185B" w:rsidRDefault="0061185B" w:rsidP="00D10431">
            <w:pPr>
              <w:pStyle w:val="TableBodyText"/>
              <w:ind w:left="346" w:hanging="340"/>
            </w:pPr>
            <w:r w:rsidRPr="0061185B">
              <w:t xml:space="preserve">  88.4</w:t>
            </w:r>
          </w:p>
        </w:tc>
        <w:tc>
          <w:tcPr>
            <w:tcW w:w="423" w:type="pct"/>
            <w:shd w:val="clear" w:color="auto" w:fill="auto"/>
            <w:vAlign w:val="bottom"/>
          </w:tcPr>
          <w:p w:rsidR="0061185B" w:rsidRPr="0061185B" w:rsidRDefault="0061185B" w:rsidP="00D10431">
            <w:pPr>
              <w:pStyle w:val="TableBodyText"/>
              <w:ind w:left="346" w:hanging="340"/>
            </w:pPr>
            <w:r w:rsidRPr="0061185B">
              <w:t xml:space="preserve">  92.6</w:t>
            </w:r>
          </w:p>
        </w:tc>
        <w:tc>
          <w:tcPr>
            <w:tcW w:w="423" w:type="pct"/>
            <w:shd w:val="clear" w:color="auto" w:fill="auto"/>
            <w:vAlign w:val="bottom"/>
          </w:tcPr>
          <w:p w:rsidR="0061185B" w:rsidRPr="0061185B" w:rsidRDefault="0061185B" w:rsidP="00D10431">
            <w:pPr>
              <w:pStyle w:val="TableBodyText"/>
              <w:ind w:left="346" w:hanging="340"/>
            </w:pPr>
            <w:r w:rsidRPr="0061185B">
              <w:t xml:space="preserve">  90.2</w:t>
            </w:r>
          </w:p>
        </w:tc>
        <w:tc>
          <w:tcPr>
            <w:tcW w:w="423" w:type="pct"/>
            <w:shd w:val="clear" w:color="auto" w:fill="auto"/>
            <w:vAlign w:val="bottom"/>
          </w:tcPr>
          <w:p w:rsidR="0061185B" w:rsidRPr="0061185B" w:rsidRDefault="0061185B" w:rsidP="00D10431">
            <w:pPr>
              <w:pStyle w:val="TableBodyText"/>
              <w:ind w:left="346" w:hanging="340"/>
            </w:pPr>
            <w:r w:rsidRPr="0061185B">
              <w:t xml:space="preserve">  86.2</w:t>
            </w:r>
          </w:p>
        </w:tc>
        <w:tc>
          <w:tcPr>
            <w:tcW w:w="424" w:type="pct"/>
            <w:shd w:val="clear" w:color="auto" w:fill="auto"/>
            <w:vAlign w:val="bottom"/>
          </w:tcPr>
          <w:p w:rsidR="0061185B" w:rsidRPr="0061185B" w:rsidRDefault="0061185B" w:rsidP="00D10431">
            <w:pPr>
              <w:pStyle w:val="TableBodyText"/>
              <w:ind w:left="346" w:hanging="340"/>
            </w:pPr>
            <w:r w:rsidRPr="0061185B">
              <w:t xml:space="preserve">  91.2</w:t>
            </w:r>
          </w:p>
        </w:tc>
        <w:tc>
          <w:tcPr>
            <w:tcW w:w="424" w:type="pct"/>
            <w:shd w:val="clear" w:color="auto" w:fill="auto"/>
            <w:vAlign w:val="bottom"/>
          </w:tcPr>
          <w:p w:rsidR="0061185B" w:rsidRPr="0061185B" w:rsidRDefault="0061185B" w:rsidP="00D10431">
            <w:pPr>
              <w:pStyle w:val="TableBodyText"/>
              <w:ind w:left="346" w:hanging="340"/>
            </w:pPr>
            <w:r w:rsidRPr="0061185B">
              <w:t xml:space="preserve">  81.3</w:t>
            </w:r>
          </w:p>
        </w:tc>
        <w:tc>
          <w:tcPr>
            <w:tcW w:w="432" w:type="pct"/>
            <w:shd w:val="clear" w:color="auto" w:fill="auto"/>
            <w:vAlign w:val="bottom"/>
          </w:tcPr>
          <w:p w:rsidR="0061185B" w:rsidRPr="0061185B" w:rsidRDefault="0061185B" w:rsidP="00D10431">
            <w:pPr>
              <w:pStyle w:val="TableBodyText"/>
              <w:ind w:left="346" w:hanging="340"/>
            </w:pPr>
            <w:r w:rsidRPr="0061185B">
              <w:t xml:space="preserve">  90.2</w:t>
            </w:r>
          </w:p>
        </w:tc>
      </w:tr>
      <w:tr w:rsidR="0061185B" w:rsidTr="0053767E">
        <w:tc>
          <w:tcPr>
            <w:tcW w:w="1161" w:type="pct"/>
            <w:shd w:val="clear" w:color="auto" w:fill="auto"/>
          </w:tcPr>
          <w:p w:rsidR="0061185B" w:rsidRDefault="0061185B" w:rsidP="00D10431">
            <w:pPr>
              <w:pStyle w:val="TableBodyText"/>
              <w:ind w:left="340" w:right="28"/>
              <w:jc w:val="left"/>
            </w:pPr>
            <w:r>
              <w:t>Nurses</w:t>
            </w:r>
          </w:p>
        </w:tc>
        <w:tc>
          <w:tcPr>
            <w:tcW w:w="431" w:type="pct"/>
            <w:shd w:val="clear" w:color="auto" w:fill="auto"/>
            <w:vAlign w:val="bottom"/>
          </w:tcPr>
          <w:p w:rsidR="0061185B" w:rsidRPr="0061185B" w:rsidRDefault="0061185B" w:rsidP="00D10431">
            <w:pPr>
              <w:pStyle w:val="TableBodyText"/>
              <w:ind w:left="346" w:hanging="340"/>
            </w:pPr>
            <w:r w:rsidRPr="0061185B">
              <w:t xml:space="preserve">  92.2</w:t>
            </w:r>
          </w:p>
        </w:tc>
        <w:tc>
          <w:tcPr>
            <w:tcW w:w="436" w:type="pct"/>
            <w:shd w:val="clear" w:color="auto" w:fill="auto"/>
            <w:vAlign w:val="bottom"/>
          </w:tcPr>
          <w:p w:rsidR="0061185B" w:rsidRPr="0061185B" w:rsidRDefault="0061185B" w:rsidP="00D10431">
            <w:pPr>
              <w:pStyle w:val="TableBodyText"/>
              <w:ind w:left="346" w:hanging="340"/>
            </w:pPr>
            <w:r w:rsidRPr="0061185B">
              <w:t xml:space="preserve">  91.1</w:t>
            </w:r>
          </w:p>
        </w:tc>
        <w:tc>
          <w:tcPr>
            <w:tcW w:w="423" w:type="pct"/>
            <w:shd w:val="clear" w:color="auto" w:fill="auto"/>
            <w:vAlign w:val="bottom"/>
          </w:tcPr>
          <w:p w:rsidR="0061185B" w:rsidRPr="0061185B" w:rsidRDefault="0061185B" w:rsidP="00D10431">
            <w:pPr>
              <w:pStyle w:val="TableBodyText"/>
              <w:ind w:left="346" w:hanging="340"/>
            </w:pPr>
            <w:r w:rsidRPr="0061185B">
              <w:t xml:space="preserve">  91.4</w:t>
            </w:r>
          </w:p>
        </w:tc>
        <w:tc>
          <w:tcPr>
            <w:tcW w:w="423" w:type="pct"/>
            <w:shd w:val="clear" w:color="auto" w:fill="auto"/>
            <w:vAlign w:val="bottom"/>
          </w:tcPr>
          <w:p w:rsidR="0061185B" w:rsidRPr="0061185B" w:rsidRDefault="0061185B" w:rsidP="00D10431">
            <w:pPr>
              <w:pStyle w:val="TableBodyText"/>
              <w:ind w:left="346" w:hanging="340"/>
            </w:pPr>
            <w:r w:rsidRPr="0061185B">
              <w:t xml:space="preserve">  93.0</w:t>
            </w:r>
          </w:p>
        </w:tc>
        <w:tc>
          <w:tcPr>
            <w:tcW w:w="423" w:type="pct"/>
            <w:shd w:val="clear" w:color="auto" w:fill="auto"/>
            <w:vAlign w:val="center"/>
          </w:tcPr>
          <w:p w:rsidR="0061185B" w:rsidRPr="0061185B" w:rsidRDefault="0061185B" w:rsidP="00D10431">
            <w:pPr>
              <w:pStyle w:val="TableBodyText"/>
              <w:ind w:left="346" w:hanging="340"/>
            </w:pPr>
            <w:r w:rsidRPr="0061185B">
              <w:t>91.7</w:t>
            </w:r>
          </w:p>
        </w:tc>
        <w:tc>
          <w:tcPr>
            <w:tcW w:w="423" w:type="pct"/>
            <w:shd w:val="clear" w:color="auto" w:fill="auto"/>
            <w:vAlign w:val="bottom"/>
          </w:tcPr>
          <w:p w:rsidR="0061185B" w:rsidRPr="0061185B" w:rsidRDefault="0061185B" w:rsidP="00D10431">
            <w:pPr>
              <w:pStyle w:val="TableBodyText"/>
              <w:ind w:left="346" w:hanging="340"/>
            </w:pPr>
            <w:r w:rsidRPr="0061185B">
              <w:t xml:space="preserve">  88.4</w:t>
            </w:r>
          </w:p>
        </w:tc>
        <w:tc>
          <w:tcPr>
            <w:tcW w:w="424" w:type="pct"/>
            <w:shd w:val="clear" w:color="auto" w:fill="auto"/>
            <w:vAlign w:val="bottom"/>
          </w:tcPr>
          <w:p w:rsidR="0061185B" w:rsidRPr="0061185B" w:rsidRDefault="0061185B" w:rsidP="00D10431">
            <w:pPr>
              <w:pStyle w:val="TableBodyText"/>
              <w:ind w:left="346" w:hanging="340"/>
            </w:pPr>
            <w:r w:rsidRPr="0061185B">
              <w:t xml:space="preserve">  90.6</w:t>
            </w:r>
          </w:p>
        </w:tc>
        <w:tc>
          <w:tcPr>
            <w:tcW w:w="424" w:type="pct"/>
            <w:shd w:val="clear" w:color="auto" w:fill="auto"/>
            <w:vAlign w:val="bottom"/>
          </w:tcPr>
          <w:p w:rsidR="0061185B" w:rsidRPr="0061185B" w:rsidRDefault="0061185B" w:rsidP="00D10431">
            <w:pPr>
              <w:pStyle w:val="TableBodyText"/>
              <w:ind w:left="346" w:hanging="340"/>
            </w:pPr>
            <w:r w:rsidRPr="0061185B">
              <w:t xml:space="preserve">  87.6</w:t>
            </w:r>
          </w:p>
        </w:tc>
        <w:tc>
          <w:tcPr>
            <w:tcW w:w="432" w:type="pct"/>
            <w:shd w:val="clear" w:color="auto" w:fill="auto"/>
            <w:vAlign w:val="bottom"/>
          </w:tcPr>
          <w:p w:rsidR="0061185B" w:rsidRPr="0061185B" w:rsidRDefault="0061185B" w:rsidP="00D10431">
            <w:pPr>
              <w:pStyle w:val="TableBodyText"/>
              <w:ind w:left="346" w:hanging="340"/>
            </w:pPr>
            <w:r w:rsidRPr="0061185B">
              <w:t xml:space="preserve">  91.5</w:t>
            </w:r>
          </w:p>
        </w:tc>
      </w:tr>
      <w:tr w:rsidR="0061185B" w:rsidTr="009A5C5F">
        <w:tc>
          <w:tcPr>
            <w:tcW w:w="5000" w:type="pct"/>
            <w:gridSpan w:val="10"/>
            <w:shd w:val="clear" w:color="auto" w:fill="auto"/>
          </w:tcPr>
          <w:p w:rsidR="0061185B" w:rsidRDefault="0061185B" w:rsidP="00D10431">
            <w:pPr>
              <w:pStyle w:val="TableBodyText"/>
              <w:tabs>
                <w:tab w:val="left" w:pos="330"/>
              </w:tabs>
              <w:ind w:left="170" w:right="28"/>
              <w:jc w:val="left"/>
            </w:pPr>
            <w:r w:rsidRPr="005944F2">
              <w:t xml:space="preserve">Proportion of </w:t>
            </w:r>
            <w:r w:rsidRPr="00801643">
              <w:t xml:space="preserve">people </w:t>
            </w:r>
            <w:r w:rsidRPr="005944F2">
              <w:t>who were admitted to hospital in the last 12 months reporting the hospital doctors</w:t>
            </w:r>
            <w:r>
              <w:t>,</w:t>
            </w:r>
            <w:r w:rsidRPr="005944F2">
              <w:t xml:space="preserve"> specialists </w:t>
            </w:r>
            <w:r>
              <w:t>or nurses</w:t>
            </w:r>
            <w:r w:rsidRPr="005944F2">
              <w:t xml:space="preserve"> always or often spent enough time with them</w:t>
            </w:r>
          </w:p>
        </w:tc>
      </w:tr>
      <w:tr w:rsidR="0061185B" w:rsidTr="009A5C5F">
        <w:tc>
          <w:tcPr>
            <w:tcW w:w="1161" w:type="pct"/>
            <w:shd w:val="clear" w:color="auto" w:fill="auto"/>
          </w:tcPr>
          <w:p w:rsidR="0061185B" w:rsidRDefault="0061185B" w:rsidP="00D10431">
            <w:pPr>
              <w:pStyle w:val="TableBodyText"/>
              <w:ind w:left="340" w:right="28"/>
              <w:jc w:val="left"/>
            </w:pPr>
            <w:r>
              <w:t>Doctors or specialists</w:t>
            </w:r>
          </w:p>
        </w:tc>
        <w:tc>
          <w:tcPr>
            <w:tcW w:w="431" w:type="pct"/>
            <w:shd w:val="clear" w:color="auto" w:fill="auto"/>
            <w:vAlign w:val="bottom"/>
          </w:tcPr>
          <w:p w:rsidR="0061185B" w:rsidRPr="0061185B" w:rsidRDefault="0061185B" w:rsidP="00D10431">
            <w:pPr>
              <w:pStyle w:val="TableBodyText"/>
              <w:ind w:left="346" w:hanging="340"/>
            </w:pPr>
            <w:r w:rsidRPr="0061185B">
              <w:t xml:space="preserve">  87.5</w:t>
            </w:r>
          </w:p>
        </w:tc>
        <w:tc>
          <w:tcPr>
            <w:tcW w:w="436" w:type="pct"/>
            <w:shd w:val="clear" w:color="auto" w:fill="auto"/>
            <w:vAlign w:val="bottom"/>
          </w:tcPr>
          <w:p w:rsidR="0061185B" w:rsidRPr="0061185B" w:rsidRDefault="0061185B" w:rsidP="00D10431">
            <w:pPr>
              <w:pStyle w:val="TableBodyText"/>
              <w:ind w:left="346" w:hanging="340"/>
            </w:pPr>
            <w:r w:rsidRPr="0061185B">
              <w:t xml:space="preserve">  85.6</w:t>
            </w:r>
          </w:p>
        </w:tc>
        <w:tc>
          <w:tcPr>
            <w:tcW w:w="423" w:type="pct"/>
            <w:shd w:val="clear" w:color="auto" w:fill="auto"/>
            <w:vAlign w:val="bottom"/>
          </w:tcPr>
          <w:p w:rsidR="0061185B" w:rsidRPr="0061185B" w:rsidRDefault="0061185B" w:rsidP="00D10431">
            <w:pPr>
              <w:pStyle w:val="TableBodyText"/>
              <w:ind w:left="346" w:hanging="340"/>
            </w:pPr>
            <w:r w:rsidRPr="0061185B">
              <w:t xml:space="preserve">  85.8</w:t>
            </w:r>
          </w:p>
        </w:tc>
        <w:tc>
          <w:tcPr>
            <w:tcW w:w="423" w:type="pct"/>
            <w:shd w:val="clear" w:color="auto" w:fill="auto"/>
            <w:vAlign w:val="bottom"/>
          </w:tcPr>
          <w:p w:rsidR="0061185B" w:rsidRPr="0061185B" w:rsidRDefault="0061185B" w:rsidP="00D10431">
            <w:pPr>
              <w:pStyle w:val="TableBodyText"/>
              <w:ind w:left="346" w:hanging="340"/>
            </w:pPr>
            <w:r w:rsidRPr="0061185B">
              <w:t xml:space="preserve">  87.2</w:t>
            </w:r>
          </w:p>
        </w:tc>
        <w:tc>
          <w:tcPr>
            <w:tcW w:w="423" w:type="pct"/>
            <w:shd w:val="clear" w:color="auto" w:fill="auto"/>
            <w:vAlign w:val="bottom"/>
          </w:tcPr>
          <w:p w:rsidR="0061185B" w:rsidRPr="0061185B" w:rsidRDefault="0061185B" w:rsidP="00D10431">
            <w:pPr>
              <w:pStyle w:val="TableBodyText"/>
              <w:ind w:left="346" w:hanging="340"/>
            </w:pPr>
            <w:r w:rsidRPr="0061185B">
              <w:t xml:space="preserve">  84.0</w:t>
            </w:r>
          </w:p>
        </w:tc>
        <w:tc>
          <w:tcPr>
            <w:tcW w:w="423" w:type="pct"/>
            <w:shd w:val="clear" w:color="auto" w:fill="auto"/>
            <w:vAlign w:val="bottom"/>
          </w:tcPr>
          <w:p w:rsidR="0061185B" w:rsidRPr="0061185B" w:rsidRDefault="0061185B" w:rsidP="00D10431">
            <w:pPr>
              <w:pStyle w:val="TableBodyText"/>
              <w:ind w:left="346" w:hanging="340"/>
            </w:pPr>
            <w:r w:rsidRPr="0061185B">
              <w:t xml:space="preserve">  84.7</w:t>
            </w:r>
          </w:p>
        </w:tc>
        <w:tc>
          <w:tcPr>
            <w:tcW w:w="424" w:type="pct"/>
            <w:shd w:val="clear" w:color="auto" w:fill="auto"/>
            <w:vAlign w:val="bottom"/>
          </w:tcPr>
          <w:p w:rsidR="0061185B" w:rsidRPr="0061185B" w:rsidRDefault="0061185B" w:rsidP="00D10431">
            <w:pPr>
              <w:pStyle w:val="TableBodyText"/>
              <w:ind w:left="346" w:hanging="340"/>
            </w:pPr>
            <w:r w:rsidRPr="0061185B">
              <w:t xml:space="preserve">  85.4</w:t>
            </w:r>
          </w:p>
        </w:tc>
        <w:tc>
          <w:tcPr>
            <w:tcW w:w="424" w:type="pct"/>
            <w:shd w:val="clear" w:color="auto" w:fill="auto"/>
            <w:vAlign w:val="bottom"/>
          </w:tcPr>
          <w:p w:rsidR="0061185B" w:rsidRPr="0061185B" w:rsidRDefault="0061185B" w:rsidP="00D10431">
            <w:pPr>
              <w:pStyle w:val="TableBodyText"/>
              <w:ind w:left="346" w:hanging="340"/>
            </w:pPr>
            <w:r w:rsidRPr="0061185B">
              <w:t xml:space="preserve">  80.3</w:t>
            </w:r>
          </w:p>
        </w:tc>
        <w:tc>
          <w:tcPr>
            <w:tcW w:w="432" w:type="pct"/>
            <w:shd w:val="clear" w:color="auto" w:fill="auto"/>
            <w:vAlign w:val="bottom"/>
          </w:tcPr>
          <w:p w:rsidR="0061185B" w:rsidRPr="0061185B" w:rsidRDefault="0061185B" w:rsidP="00D10431">
            <w:pPr>
              <w:pStyle w:val="TableBodyText"/>
              <w:ind w:left="346" w:hanging="340"/>
            </w:pPr>
            <w:r w:rsidRPr="0061185B">
              <w:t xml:space="preserve">  86.2</w:t>
            </w:r>
          </w:p>
        </w:tc>
      </w:tr>
      <w:tr w:rsidR="0061185B" w:rsidTr="0053767E">
        <w:tc>
          <w:tcPr>
            <w:tcW w:w="1161" w:type="pct"/>
            <w:tcBorders>
              <w:bottom w:val="single" w:sz="4" w:space="0" w:color="auto"/>
            </w:tcBorders>
            <w:shd w:val="clear" w:color="auto" w:fill="auto"/>
          </w:tcPr>
          <w:p w:rsidR="0061185B" w:rsidRDefault="0061185B" w:rsidP="00D10431">
            <w:pPr>
              <w:pStyle w:val="TableBodyText"/>
              <w:ind w:left="340" w:right="28"/>
              <w:jc w:val="left"/>
            </w:pPr>
            <w:r>
              <w:t>Nurses</w:t>
            </w:r>
          </w:p>
        </w:tc>
        <w:tc>
          <w:tcPr>
            <w:tcW w:w="431"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88.5</w:t>
            </w:r>
          </w:p>
        </w:tc>
        <w:tc>
          <w:tcPr>
            <w:tcW w:w="436"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89.0</w:t>
            </w:r>
          </w:p>
        </w:tc>
        <w:tc>
          <w:tcPr>
            <w:tcW w:w="423"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89.2</w:t>
            </w:r>
          </w:p>
        </w:tc>
        <w:tc>
          <w:tcPr>
            <w:tcW w:w="423"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91.8</w:t>
            </w:r>
          </w:p>
        </w:tc>
        <w:tc>
          <w:tcPr>
            <w:tcW w:w="423"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87.7</w:t>
            </w:r>
          </w:p>
        </w:tc>
        <w:tc>
          <w:tcPr>
            <w:tcW w:w="423"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86.5</w:t>
            </w:r>
          </w:p>
        </w:tc>
        <w:tc>
          <w:tcPr>
            <w:tcW w:w="424"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85.3</w:t>
            </w:r>
          </w:p>
        </w:tc>
        <w:tc>
          <w:tcPr>
            <w:tcW w:w="424"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85.8</w:t>
            </w:r>
          </w:p>
        </w:tc>
        <w:tc>
          <w:tcPr>
            <w:tcW w:w="432" w:type="pct"/>
            <w:tcBorders>
              <w:bottom w:val="single" w:sz="4" w:space="0" w:color="auto"/>
            </w:tcBorders>
            <w:shd w:val="clear" w:color="auto" w:fill="auto"/>
            <w:vAlign w:val="bottom"/>
          </w:tcPr>
          <w:p w:rsidR="0061185B" w:rsidRPr="0061185B" w:rsidRDefault="0061185B" w:rsidP="00D10431">
            <w:pPr>
              <w:pStyle w:val="TableBodyText"/>
              <w:ind w:left="346" w:hanging="340"/>
            </w:pPr>
            <w:r w:rsidRPr="0061185B">
              <w:t xml:space="preserve">  88.9</w:t>
            </w:r>
          </w:p>
        </w:tc>
      </w:tr>
    </w:tbl>
    <w:p w:rsidR="00D2410D" w:rsidRDefault="00D2410D" w:rsidP="00D10431">
      <w:pPr>
        <w:pStyle w:val="Note"/>
      </w:pPr>
      <w:r w:rsidRPr="00AE1A49">
        <w:rPr>
          <w:rStyle w:val="NoteLabel"/>
        </w:rPr>
        <w:t>a</w:t>
      </w:r>
      <w:r>
        <w:sym w:font="Symbol" w:char="F020"/>
      </w:r>
      <w:r w:rsidRPr="00BD6701">
        <w:t xml:space="preserve"> Rates are age standardised to the 2001 estimated resident population (5 year ranges).</w:t>
      </w:r>
      <w:r>
        <w:t xml:space="preserve"> ED=Emergency department.</w:t>
      </w:r>
    </w:p>
    <w:p w:rsidR="00D2410D" w:rsidRDefault="00D2410D" w:rsidP="00D10431">
      <w:pPr>
        <w:pStyle w:val="Source"/>
      </w:pPr>
      <w:r>
        <w:rPr>
          <w:i/>
        </w:rPr>
        <w:t>Source</w:t>
      </w:r>
      <w:r>
        <w:t xml:space="preserve">: </w:t>
      </w:r>
      <w:r w:rsidRPr="00AE1A49">
        <w:t xml:space="preserve">ABS (unpublished) </w:t>
      </w:r>
      <w:r w:rsidRPr="00132106">
        <w:rPr>
          <w:i/>
        </w:rPr>
        <w:t>Patient Experience Survey 20</w:t>
      </w:r>
      <w:r w:rsidR="00716876">
        <w:rPr>
          <w:i/>
        </w:rPr>
        <w:t>1</w:t>
      </w:r>
      <w:r w:rsidR="0061185B">
        <w:rPr>
          <w:i/>
        </w:rPr>
        <w:t>2</w:t>
      </w:r>
      <w:r w:rsidRPr="00132106">
        <w:rPr>
          <w:i/>
        </w:rPr>
        <w:t>-1</w:t>
      </w:r>
      <w:r w:rsidR="0061185B">
        <w:rPr>
          <w:i/>
        </w:rPr>
        <w:t>3</w:t>
      </w:r>
      <w:r>
        <w:t>, tables</w:t>
      </w:r>
      <w:r w:rsidR="00CD76D4">
        <w:t xml:space="preserve"> </w:t>
      </w:r>
      <w:proofErr w:type="spellStart"/>
      <w:r w:rsidR="00CD76D4">
        <w:t>10A.6</w:t>
      </w:r>
      <w:r w:rsidR="0034658F">
        <w:t>9</w:t>
      </w:r>
      <w:proofErr w:type="spellEnd"/>
      <w:r w:rsidR="00CD76D4">
        <w:t>–</w:t>
      </w:r>
      <w:proofErr w:type="spellStart"/>
      <w:r w:rsidR="00CD76D4">
        <w:t>10A.7</w:t>
      </w:r>
      <w:r w:rsidR="0034658F">
        <w:t>6</w:t>
      </w:r>
      <w:proofErr w:type="spellEnd"/>
      <w:r w:rsidR="00CD76D4">
        <w:t>.</w:t>
      </w:r>
    </w:p>
    <w:p w:rsidR="00400F5B" w:rsidRDefault="00400F5B" w:rsidP="00D1043D">
      <w:pPr>
        <w:pStyle w:val="Heading5"/>
      </w:pPr>
      <w:r>
        <w:t>State and territory based survey data</w:t>
      </w:r>
    </w:p>
    <w:p w:rsidR="00D2410D" w:rsidRPr="00A61575" w:rsidRDefault="00D2410D" w:rsidP="004F7485">
      <w:pPr>
        <w:pStyle w:val="BodyText"/>
      </w:pPr>
      <w:r w:rsidRPr="00A61575">
        <w:t xml:space="preserve">State and </w:t>
      </w:r>
      <w:r w:rsidR="00910228" w:rsidRPr="00A61575">
        <w:t xml:space="preserve">Territory </w:t>
      </w:r>
      <w:r w:rsidRPr="00A61575">
        <w:t>survey approaches differed markedly across jurisdictions</w:t>
      </w:r>
      <w:r w:rsidR="009A3120" w:rsidRPr="00A61575">
        <w:t>,</w:t>
      </w:r>
      <w:r w:rsidR="00801643" w:rsidRPr="00A61575">
        <w:t xml:space="preserve"> so it is not possible to compare results</w:t>
      </w:r>
      <w:r w:rsidRPr="00A61575">
        <w:t>:</w:t>
      </w:r>
    </w:p>
    <w:p w:rsidR="00D2410D" w:rsidRPr="00A61575" w:rsidRDefault="00D2410D" w:rsidP="00D2410D">
      <w:pPr>
        <w:pStyle w:val="ListBullet"/>
      </w:pPr>
      <w:r w:rsidRPr="00A61575">
        <w:t xml:space="preserve">All jurisdictions </w:t>
      </w:r>
      <w:r w:rsidR="002408BE" w:rsidRPr="00A61575">
        <w:t xml:space="preserve">provided details of surveys </w:t>
      </w:r>
      <w:r w:rsidRPr="00A61575">
        <w:t>conducted in 201</w:t>
      </w:r>
      <w:r w:rsidR="00A61575">
        <w:t>2</w:t>
      </w:r>
      <w:r w:rsidRPr="00A61575">
        <w:t xml:space="preserve"> and/or 201</w:t>
      </w:r>
      <w:r w:rsidR="00A61575">
        <w:t>3</w:t>
      </w:r>
      <w:r w:rsidR="00256B99" w:rsidRPr="00A61575">
        <w:t>,</w:t>
      </w:r>
      <w:r w:rsidRPr="00A61575">
        <w:t xml:space="preserve"> with the exception of Tasmania </w:t>
      </w:r>
      <w:r w:rsidR="002408BE" w:rsidRPr="00A61575">
        <w:t>and the NT</w:t>
      </w:r>
      <w:r w:rsidR="009A3120" w:rsidRPr="00A61575">
        <w:t>,</w:t>
      </w:r>
      <w:r w:rsidR="002408BE" w:rsidRPr="00A61575">
        <w:t xml:space="preserve"> which did not </w:t>
      </w:r>
      <w:r w:rsidR="009A3120" w:rsidRPr="00A61575">
        <w:t>update</w:t>
      </w:r>
      <w:r w:rsidR="002408BE" w:rsidRPr="00A61575">
        <w:t xml:space="preserve"> survey details for this Report</w:t>
      </w:r>
      <w:r w:rsidRPr="00A61575">
        <w:t>.</w:t>
      </w:r>
      <w:r w:rsidR="001C0056" w:rsidRPr="00A61575">
        <w:t xml:space="preserve"> </w:t>
      </w:r>
    </w:p>
    <w:p w:rsidR="00D2410D" w:rsidRPr="00A61575" w:rsidRDefault="00D2410D" w:rsidP="00801643">
      <w:pPr>
        <w:pStyle w:val="ListBullet"/>
      </w:pPr>
      <w:r w:rsidRPr="00A61575">
        <w:t>The length of time that survey</w:t>
      </w:r>
      <w:r w:rsidR="00C95F16">
        <w:t>s were</w:t>
      </w:r>
      <w:r w:rsidRPr="00A61575">
        <w:t xml:space="preserve"> conducted varied from a 12 month period to a two month period. </w:t>
      </w:r>
    </w:p>
    <w:p w:rsidR="00D2410D" w:rsidRPr="00A61575" w:rsidRDefault="00C95F16" w:rsidP="00156F5D">
      <w:pPr>
        <w:pStyle w:val="ListBullet"/>
      </w:pPr>
      <w:r w:rsidRPr="00A61575">
        <w:t xml:space="preserve">Queensland, WA and SA, </w:t>
      </w:r>
      <w:r>
        <w:t xml:space="preserve">used </w:t>
      </w:r>
      <w:r w:rsidR="00D2410D" w:rsidRPr="00A61575">
        <w:t>Computer Assisted Telephone Interviewing</w:t>
      </w:r>
      <w:r>
        <w:t xml:space="preserve">, </w:t>
      </w:r>
      <w:r w:rsidR="009A18FF" w:rsidRPr="00A61575">
        <w:t>while</w:t>
      </w:r>
      <w:r w:rsidR="00910228" w:rsidRPr="00A61575">
        <w:t xml:space="preserve"> o</w:t>
      </w:r>
      <w:r w:rsidR="00D2410D" w:rsidRPr="00A61575">
        <w:t xml:space="preserve">ther jurisdictions used a combination of mail and </w:t>
      </w:r>
      <w:proofErr w:type="spellStart"/>
      <w:r w:rsidR="00D2410D" w:rsidRPr="00A61575">
        <w:t>internet</w:t>
      </w:r>
      <w:proofErr w:type="spellEnd"/>
      <w:r w:rsidR="00D2410D" w:rsidRPr="00A61575">
        <w:t xml:space="preserve"> surveys. </w:t>
      </w:r>
    </w:p>
    <w:p w:rsidR="00D2410D" w:rsidRPr="000E575C" w:rsidRDefault="00D2410D" w:rsidP="00156F5D">
      <w:pPr>
        <w:pStyle w:val="ListBullet"/>
      </w:pPr>
      <w:r w:rsidRPr="000E575C">
        <w:t>Most jurisdicti</w:t>
      </w:r>
      <w:r w:rsidR="000E575C" w:rsidRPr="000E575C">
        <w:t xml:space="preserve">ons surveyed admitted </w:t>
      </w:r>
      <w:r w:rsidRPr="000E575C">
        <w:t xml:space="preserve">and </w:t>
      </w:r>
      <w:r w:rsidR="00D045BA">
        <w:t>non-admitted</w:t>
      </w:r>
      <w:r w:rsidR="00D045BA" w:rsidRPr="00D045BA">
        <w:t xml:space="preserve"> </w:t>
      </w:r>
      <w:r w:rsidR="00D045BA" w:rsidRPr="000E575C">
        <w:t>patients</w:t>
      </w:r>
      <w:r w:rsidR="00C95F16">
        <w:t>.</w:t>
      </w:r>
      <w:r w:rsidRPr="000E575C">
        <w:t xml:space="preserve"> </w:t>
      </w:r>
      <w:r w:rsidR="00C95F16" w:rsidRPr="000E575C">
        <w:t xml:space="preserve">One </w:t>
      </w:r>
      <w:r w:rsidRPr="000E575C">
        <w:t>jurisdiction survey</w:t>
      </w:r>
      <w:r w:rsidR="009A18FF" w:rsidRPr="000E575C">
        <w:t>ed</w:t>
      </w:r>
      <w:r w:rsidRPr="000E575C">
        <w:t xml:space="preserve"> emergency departments only. </w:t>
      </w:r>
    </w:p>
    <w:p w:rsidR="00D2410D" w:rsidRPr="00A61575" w:rsidRDefault="00D2410D" w:rsidP="00156F5D">
      <w:pPr>
        <w:pStyle w:val="ListBullet"/>
      </w:pPr>
      <w:r w:rsidRPr="00A61575">
        <w:t xml:space="preserve">Sample sizes varied from </w:t>
      </w:r>
      <w:r w:rsidR="00A61575" w:rsidRPr="00A61575">
        <w:t>26</w:t>
      </w:r>
      <w:r w:rsidRPr="00A61575">
        <w:t> </w:t>
      </w:r>
      <w:r w:rsidR="00A61575" w:rsidRPr="00A61575">
        <w:t>8</w:t>
      </w:r>
      <w:r w:rsidRPr="00A61575">
        <w:t>00 to around 500</w:t>
      </w:r>
      <w:r w:rsidR="00C95F16">
        <w:t xml:space="preserve"> patients</w:t>
      </w:r>
      <w:r w:rsidRPr="00A61575">
        <w:t xml:space="preserve">. </w:t>
      </w:r>
    </w:p>
    <w:p w:rsidR="00D2410D" w:rsidRPr="00A61575" w:rsidRDefault="00D2410D" w:rsidP="00D2410D">
      <w:pPr>
        <w:pStyle w:val="BodyText"/>
      </w:pPr>
      <w:r w:rsidRPr="00A61575">
        <w:t xml:space="preserve">More information on the survey methods and results are in tables </w:t>
      </w:r>
      <w:proofErr w:type="spellStart"/>
      <w:r w:rsidRPr="00A61575">
        <w:t>10A.</w:t>
      </w:r>
      <w:r w:rsidR="00B221CE" w:rsidRPr="00A61575">
        <w:t>7</w:t>
      </w:r>
      <w:r w:rsidR="0034658F" w:rsidRPr="00A61575">
        <w:t>7</w:t>
      </w:r>
      <w:proofErr w:type="spellEnd"/>
      <w:r w:rsidRPr="00A61575">
        <w:t>–</w:t>
      </w:r>
      <w:proofErr w:type="spellStart"/>
      <w:r w:rsidRPr="00A61575">
        <w:t>10A.</w:t>
      </w:r>
      <w:r w:rsidR="00B221CE" w:rsidRPr="00A61575">
        <w:t>8</w:t>
      </w:r>
      <w:r w:rsidR="0034658F" w:rsidRPr="00A61575">
        <w:t>4</w:t>
      </w:r>
      <w:proofErr w:type="spellEnd"/>
      <w:r w:rsidRPr="00A61575">
        <w:t xml:space="preserve">. </w:t>
      </w:r>
    </w:p>
    <w:p w:rsidR="00D2410D" w:rsidRPr="005D7CFE" w:rsidRDefault="00D2410D" w:rsidP="00D2410D">
      <w:pPr>
        <w:pStyle w:val="BodyText"/>
      </w:pPr>
      <w:r w:rsidRPr="005D7CFE">
        <w:t>All jurisdictions reported that they use survey results in some way to improve services. All jurisdictions provide survey results or feedback to hospitals. Most jurisdictions have a formalised approach to prioritising the areas in need of improvement identified by the surveys and then implementing quality improvements. More information on how survey results are used to improve services are in tables </w:t>
      </w:r>
      <w:proofErr w:type="spellStart"/>
      <w:r w:rsidRPr="005D7CFE">
        <w:t>10A.</w:t>
      </w:r>
      <w:r w:rsidR="00B221CE" w:rsidRPr="005D7CFE">
        <w:t>7</w:t>
      </w:r>
      <w:r w:rsidR="0034658F" w:rsidRPr="005D7CFE">
        <w:t>7</w:t>
      </w:r>
      <w:proofErr w:type="spellEnd"/>
      <w:r w:rsidRPr="005D7CFE">
        <w:t>–</w:t>
      </w:r>
      <w:proofErr w:type="spellStart"/>
      <w:r w:rsidRPr="005D7CFE">
        <w:t>10A.</w:t>
      </w:r>
      <w:r w:rsidR="00B221CE" w:rsidRPr="005D7CFE">
        <w:t>8</w:t>
      </w:r>
      <w:r w:rsidR="0034658F" w:rsidRPr="005D7CFE">
        <w:t>4</w:t>
      </w:r>
      <w:proofErr w:type="spellEnd"/>
      <w:r w:rsidRPr="005D7CFE">
        <w:t>.</w:t>
      </w:r>
    </w:p>
    <w:p w:rsidR="00D2410D" w:rsidRDefault="00D2410D" w:rsidP="00D2410D">
      <w:pPr>
        <w:pStyle w:val="Heading4"/>
      </w:pPr>
      <w:r>
        <w:t>Sentinel events</w:t>
      </w:r>
    </w:p>
    <w:p w:rsidR="00D2410D" w:rsidRDefault="00D2410D" w:rsidP="009A5C5F">
      <w:pPr>
        <w:pStyle w:val="BodyText"/>
      </w:pPr>
      <w:r>
        <w:t>‘Sentinel events’ is an indicator of governments’ objective to deliver public hospital services that are safe and of high quality (box 10.1</w:t>
      </w:r>
      <w:r w:rsidR="000A1033">
        <w:t>5</w:t>
      </w:r>
      <w:r>
        <w:t>). Sentinel events can indicate hospital system and process deficiencies that compromise quality and safety.</w:t>
      </w:r>
      <w:r w:rsidR="00761EFC">
        <w:t xml:space="preserve"> </w:t>
      </w:r>
      <w:r w:rsidR="00761EFC" w:rsidRPr="009A5C5F">
        <w:t xml:space="preserve">Sentinel events are a subset of adverse events that result in death or </w:t>
      </w:r>
      <w:r w:rsidR="001D662B" w:rsidRPr="009A5C5F">
        <w:t xml:space="preserve">very </w:t>
      </w:r>
      <w:r w:rsidR="00761EFC" w:rsidRPr="009A5C5F">
        <w:t xml:space="preserve">serious harm </w:t>
      </w:r>
      <w:r w:rsidR="00223AF2" w:rsidRPr="009A5C5F">
        <w:t>to</w:t>
      </w:r>
      <w:r w:rsidR="00761EFC" w:rsidRPr="009A5C5F">
        <w:t xml:space="preserve"> the patient. Adverse events are reported </w:t>
      </w:r>
      <w:r w:rsidR="00C95F16">
        <w:t xml:space="preserve">elsewhere </w:t>
      </w:r>
      <w:r w:rsidR="00761EFC" w:rsidRPr="009A5C5F">
        <w:t>in this chapter as an output</w:t>
      </w:r>
      <w:r w:rsidR="00822A5A" w:rsidRPr="009A5C5F">
        <w:t xml:space="preserve"> indicator</w:t>
      </w:r>
      <w:r w:rsidR="00761EFC" w:rsidRPr="009A5C5F">
        <w:t>.</w:t>
      </w:r>
      <w:r w:rsidR="00761EFC" w:rsidRPr="00761EFC">
        <w:rPr>
          <w:shd w:val="clear" w:color="auto" w:fill="BFBFBF" w:themeFill="background1" w:themeFillShade="BF"/>
        </w:rPr>
        <w:t xml:space="preserve"> </w:t>
      </w:r>
    </w:p>
    <w:p w:rsidR="009A18FF" w:rsidRDefault="009A18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A18FF">
        <w:tc>
          <w:tcPr>
            <w:tcW w:w="8771" w:type="dxa"/>
            <w:tcBorders>
              <w:top w:val="single" w:sz="6" w:space="0" w:color="auto"/>
              <w:bottom w:val="nil"/>
            </w:tcBorders>
          </w:tcPr>
          <w:p w:rsidR="009A18FF" w:rsidRDefault="009A18FF">
            <w:pPr>
              <w:pStyle w:val="BoxTitle"/>
            </w:pPr>
            <w:r>
              <w:rPr>
                <w:b w:val="0"/>
              </w:rPr>
              <w:t xml:space="preserve">Box </w:t>
            </w:r>
            <w:r w:rsidR="00951DB7">
              <w:rPr>
                <w:b w:val="0"/>
              </w:rPr>
              <w:t>10.</w:t>
            </w:r>
            <w:r w:rsidR="005B16BF">
              <w:rPr>
                <w:b w:val="0"/>
                <w:noProof/>
              </w:rPr>
              <w:t>15</w:t>
            </w:r>
            <w:r>
              <w:tab/>
              <w:t>Sentinel events</w:t>
            </w:r>
          </w:p>
        </w:tc>
      </w:tr>
      <w:tr w:rsidR="009A18FF">
        <w:trPr>
          <w:cantSplit/>
        </w:trPr>
        <w:tc>
          <w:tcPr>
            <w:tcW w:w="8771" w:type="dxa"/>
            <w:tcBorders>
              <w:top w:val="nil"/>
              <w:left w:val="single" w:sz="6" w:space="0" w:color="auto"/>
              <w:bottom w:val="nil"/>
              <w:right w:val="single" w:sz="6" w:space="0" w:color="auto"/>
            </w:tcBorders>
          </w:tcPr>
          <w:p w:rsidR="009A18FF" w:rsidRDefault="009A18FF" w:rsidP="009A18FF">
            <w:pPr>
              <w:pStyle w:val="Box"/>
            </w:pPr>
            <w:r>
              <w:t>‘Sentinel events’ is defined as the number of reported adverse events that occur because of hospital system and process deficiencies, and which result in the death of, or serious harm to, a patient. Sentinel events occur relatively infrequently and are indep</w:t>
            </w:r>
            <w:r w:rsidR="003A56F4">
              <w:t>endent of a patient’s condition</w:t>
            </w:r>
            <w:r>
              <w:t>. Sentinel events have the potential to seriously undermine public confidence in the healthcare system.</w:t>
            </w:r>
          </w:p>
          <w:p w:rsidR="009A18FF" w:rsidRDefault="009A18FF" w:rsidP="009A18FF">
            <w:pPr>
              <w:pStyle w:val="Box"/>
            </w:pPr>
            <w:r>
              <w:t xml:space="preserve">Australian health ministers have agreed on a national core set of sentinel events for which all public hospitals are required to provide data. The eight nationally agreed core sentinel events are: </w:t>
            </w:r>
          </w:p>
          <w:p w:rsidR="009A18FF" w:rsidRDefault="009A18FF" w:rsidP="008470C7">
            <w:pPr>
              <w:pStyle w:val="BoxListNumber"/>
              <w:numPr>
                <w:ilvl w:val="0"/>
                <w:numId w:val="15"/>
              </w:numPr>
            </w:pPr>
            <w:r w:rsidRPr="000F5957">
              <w:t>Procedures involving the wrong patient or body part resulting in death or major permanent loss of function.</w:t>
            </w:r>
          </w:p>
          <w:p w:rsidR="009A18FF" w:rsidRDefault="009A18FF" w:rsidP="008470C7">
            <w:pPr>
              <w:pStyle w:val="BoxListNumber"/>
              <w:numPr>
                <w:ilvl w:val="0"/>
                <w:numId w:val="15"/>
              </w:numPr>
            </w:pPr>
            <w:r w:rsidRPr="006D732D">
              <w:t xml:space="preserve">Suicide of a patient </w:t>
            </w:r>
            <w:r>
              <w:t>in an inpatient unit.</w:t>
            </w:r>
          </w:p>
          <w:p w:rsidR="009A18FF" w:rsidRDefault="009A18FF" w:rsidP="008470C7">
            <w:pPr>
              <w:pStyle w:val="BoxListNumber"/>
              <w:numPr>
                <w:ilvl w:val="0"/>
                <w:numId w:val="15"/>
              </w:numPr>
            </w:pPr>
            <w:r>
              <w:t>Retained instruments or other material after surgery requiring re-operation or further surgical procedure.</w:t>
            </w:r>
          </w:p>
          <w:p w:rsidR="009A18FF" w:rsidRDefault="009A18FF" w:rsidP="008470C7">
            <w:pPr>
              <w:pStyle w:val="BoxListNumber"/>
              <w:numPr>
                <w:ilvl w:val="0"/>
                <w:numId w:val="15"/>
              </w:numPr>
            </w:pPr>
            <w:r>
              <w:t>Intravascular gas embolism resulting in death or neurological damage.</w:t>
            </w:r>
          </w:p>
          <w:p w:rsidR="009A18FF" w:rsidRDefault="009A18FF" w:rsidP="008470C7">
            <w:pPr>
              <w:pStyle w:val="BoxListNumber"/>
              <w:numPr>
                <w:ilvl w:val="0"/>
                <w:numId w:val="15"/>
              </w:numPr>
            </w:pPr>
            <w:r>
              <w:t>Haemolytic blood transfusion reaction resulting from ABO (blood group) incompatibility.</w:t>
            </w:r>
          </w:p>
          <w:p w:rsidR="009A18FF" w:rsidRDefault="009A18FF" w:rsidP="008470C7">
            <w:pPr>
              <w:pStyle w:val="BoxListNumber"/>
              <w:numPr>
                <w:ilvl w:val="0"/>
                <w:numId w:val="15"/>
              </w:numPr>
            </w:pPr>
            <w:r>
              <w:t>Medication error leading to the death of a patient reasonably believed to be due to incorrect administration of drugs.</w:t>
            </w:r>
          </w:p>
          <w:p w:rsidR="009A18FF" w:rsidRDefault="009A18FF" w:rsidP="008470C7">
            <w:pPr>
              <w:pStyle w:val="BoxListNumber"/>
              <w:numPr>
                <w:ilvl w:val="0"/>
                <w:numId w:val="15"/>
              </w:numPr>
            </w:pPr>
            <w:r>
              <w:t>Maternal death or serious morbidity associated with labour or delivery.</w:t>
            </w:r>
          </w:p>
          <w:p w:rsidR="009A18FF" w:rsidRDefault="009A18FF" w:rsidP="008470C7">
            <w:pPr>
              <w:pStyle w:val="BoxListNumber"/>
              <w:numPr>
                <w:ilvl w:val="0"/>
                <w:numId w:val="15"/>
              </w:numPr>
            </w:pPr>
            <w:r>
              <w:t>Infant discharged to the wrong family.</w:t>
            </w:r>
          </w:p>
          <w:p w:rsidR="009A18FF" w:rsidRDefault="009A18FF" w:rsidP="009A18FF">
            <w:pPr>
              <w:pStyle w:val="Box"/>
            </w:pPr>
            <w:r>
              <w:t xml:space="preserve">A low or decreasing number of sentinel events is desirable. </w:t>
            </w:r>
          </w:p>
          <w:p w:rsidR="009A18FF" w:rsidRDefault="009A18FF" w:rsidP="009A18FF">
            <w:pPr>
              <w:pStyle w:val="Box"/>
            </w:pPr>
            <w:r>
              <w:t>Over time, an increase in the number of sentinel events reported might reflect improvements in incident reporting mechanisms and organisational cultural change, rather than an increase in the frequency of such events. However, trends need to be monitored to establish whether this is the underlying reason.</w:t>
            </w:r>
          </w:p>
          <w:p w:rsidR="00940048" w:rsidRDefault="00940048" w:rsidP="00940048">
            <w:pPr>
              <w:pStyle w:val="Box"/>
            </w:pPr>
            <w:r>
              <w:t>Data reported for this indicator are:</w:t>
            </w:r>
          </w:p>
          <w:p w:rsidR="00940048" w:rsidRDefault="00940048" w:rsidP="00940048">
            <w:pPr>
              <w:pStyle w:val="BoxListBullet"/>
            </w:pPr>
            <w:r>
              <w:t xml:space="preserve">comparable (subject to caveats) </w:t>
            </w:r>
            <w:r w:rsidRPr="009442FD">
              <w:t xml:space="preserve">within jurisdictions over time but are not </w:t>
            </w:r>
            <w:r>
              <w:t>comparable across jurisdictions</w:t>
            </w:r>
          </w:p>
          <w:p w:rsidR="00940048" w:rsidRDefault="00940048" w:rsidP="00940048">
            <w:pPr>
              <w:pStyle w:val="BoxListBullet"/>
            </w:pPr>
            <w:r>
              <w:t>complete (subject to caveats) for the current reporting period. All required 201</w:t>
            </w:r>
            <w:r w:rsidR="002C4184">
              <w:t>1</w:t>
            </w:r>
            <w:r>
              <w:noBreakHyphen/>
              <w:t>1</w:t>
            </w:r>
            <w:r w:rsidR="002C4184">
              <w:t>2</w:t>
            </w:r>
            <w:r>
              <w:t xml:space="preserve"> data are available for all jurisdictions.</w:t>
            </w:r>
          </w:p>
          <w:p w:rsidR="009A18FF" w:rsidRDefault="009A18FF" w:rsidP="009A18FF">
            <w:pPr>
              <w:pStyle w:val="Box"/>
            </w:pPr>
            <w:r w:rsidRPr="007B01AC">
              <w:t>Data quality information for this indicator is under development.</w:t>
            </w:r>
          </w:p>
        </w:tc>
      </w:tr>
      <w:tr w:rsidR="009A18FF">
        <w:trPr>
          <w:cantSplit/>
        </w:trPr>
        <w:tc>
          <w:tcPr>
            <w:tcW w:w="8771" w:type="dxa"/>
            <w:tcBorders>
              <w:top w:val="nil"/>
              <w:left w:val="single" w:sz="6" w:space="0" w:color="auto"/>
              <w:bottom w:val="single" w:sz="6" w:space="0" w:color="auto"/>
              <w:right w:val="single" w:sz="6" w:space="0" w:color="auto"/>
            </w:tcBorders>
          </w:tcPr>
          <w:p w:rsidR="009A18FF" w:rsidRDefault="009A18FF">
            <w:pPr>
              <w:pStyle w:val="Box"/>
              <w:spacing w:before="0" w:line="120" w:lineRule="exact"/>
            </w:pPr>
          </w:p>
        </w:tc>
      </w:tr>
      <w:tr w:rsidR="009A18FF" w:rsidRPr="000863A5">
        <w:tc>
          <w:tcPr>
            <w:tcW w:w="8771" w:type="dxa"/>
            <w:tcBorders>
              <w:top w:val="nil"/>
              <w:left w:val="nil"/>
              <w:bottom w:val="nil"/>
              <w:right w:val="nil"/>
            </w:tcBorders>
          </w:tcPr>
          <w:p w:rsidR="009A18FF" w:rsidRPr="000863A5" w:rsidRDefault="009A18FF" w:rsidP="00035D82">
            <w:pPr>
              <w:pStyle w:val="Box"/>
              <w:keepNext w:val="0"/>
              <w:spacing w:before="60" w:after="60" w:line="80" w:lineRule="exact"/>
              <w:rPr>
                <w:b/>
                <w:sz w:val="14"/>
              </w:rPr>
            </w:pPr>
          </w:p>
        </w:tc>
      </w:tr>
    </w:tbl>
    <w:p w:rsidR="00D2410D" w:rsidRPr="00C2640F" w:rsidRDefault="00D2410D" w:rsidP="00D2410D">
      <w:pPr>
        <w:pStyle w:val="BodyText"/>
      </w:pPr>
      <w:r w:rsidRPr="00C2640F">
        <w:t xml:space="preserve">Sentinel event programs have been implemented by all State and Territory governments. The purpose of these programs is to facilitate a safe environment for patients by reducing the frequency of these events. The programs are not punitive, and are designed to facilitate </w:t>
      </w:r>
      <w:proofErr w:type="spellStart"/>
      <w:r w:rsidRPr="00C2640F">
        <w:t>self reporting</w:t>
      </w:r>
      <w:proofErr w:type="spellEnd"/>
      <w:r w:rsidRPr="00C2640F">
        <w:t xml:space="preserve"> of errors so that the underlying causes of the events can be examined, and action taken to reduce the risk of these events re</w:t>
      </w:r>
      <w:r w:rsidR="003A56F4">
        <w:noBreakHyphen/>
      </w:r>
      <w:r w:rsidRPr="00C2640F">
        <w:t xml:space="preserve">occurring. </w:t>
      </w:r>
    </w:p>
    <w:p w:rsidR="00D2410D" w:rsidRDefault="00D2410D" w:rsidP="00D2410D">
      <w:pPr>
        <w:pStyle w:val="BodyText"/>
      </w:pPr>
      <w:r w:rsidRPr="00C2640F">
        <w:t xml:space="preserve">In 2007 the </w:t>
      </w:r>
      <w:proofErr w:type="spellStart"/>
      <w:r w:rsidRPr="00C2640F">
        <w:t>AIHW</w:t>
      </w:r>
      <w:proofErr w:type="spellEnd"/>
      <w:r w:rsidRPr="00C2640F">
        <w:t xml:space="preserve">, in conjunction with the </w:t>
      </w:r>
      <w:proofErr w:type="spellStart"/>
      <w:r w:rsidRPr="00C2640F">
        <w:t>ACSQHC</w:t>
      </w:r>
      <w:proofErr w:type="spellEnd"/>
      <w:r w:rsidRPr="00C2640F">
        <w:t>, published a report that included national sentinel event</w:t>
      </w:r>
      <w:r w:rsidR="00910228">
        <w:t>s</w:t>
      </w:r>
      <w:r w:rsidRPr="00C2640F">
        <w:t xml:space="preserve"> data for 2004</w:t>
      </w:r>
      <w:r w:rsidRPr="00C2640F">
        <w:noBreakHyphen/>
        <w:t>05 (</w:t>
      </w:r>
      <w:proofErr w:type="spellStart"/>
      <w:r w:rsidRPr="00C2640F">
        <w:t>AIHW</w:t>
      </w:r>
      <w:proofErr w:type="spellEnd"/>
      <w:r w:rsidRPr="00C2640F">
        <w:t xml:space="preserve"> and </w:t>
      </w:r>
      <w:proofErr w:type="spellStart"/>
      <w:r w:rsidRPr="00C2640F">
        <w:t>ACSQHC</w:t>
      </w:r>
      <w:proofErr w:type="spellEnd"/>
      <w:r w:rsidRPr="00C2640F">
        <w:t xml:space="preserve"> 2007). The report </w:t>
      </w:r>
      <w:r w:rsidR="00910228">
        <w:t>identifie</w:t>
      </w:r>
      <w:r w:rsidR="009A18FF">
        <w:t>d</w:t>
      </w:r>
      <w:r w:rsidRPr="00C2640F">
        <w:t xml:space="preserve"> that </w:t>
      </w:r>
      <w:r>
        <w:t xml:space="preserve">reporting practices differ across jurisdictions </w:t>
      </w:r>
      <w:r w:rsidRPr="00C2640F">
        <w:t>and</w:t>
      </w:r>
      <w:r>
        <w:t>,</w:t>
      </w:r>
      <w:r w:rsidRPr="00C2640F">
        <w:t xml:space="preserve"> as a result</w:t>
      </w:r>
      <w:r>
        <w:t>,</w:t>
      </w:r>
      <w:r w:rsidRPr="00C2640F">
        <w:t xml:space="preserve"> the data are not comparable across jurisdictions.</w:t>
      </w:r>
    </w:p>
    <w:p w:rsidR="00D2410D" w:rsidRDefault="00D2410D" w:rsidP="00D2410D">
      <w:pPr>
        <w:pStyle w:val="BodyText"/>
      </w:pPr>
      <w:r>
        <w:t>Numbers of sentinel events for 20</w:t>
      </w:r>
      <w:r w:rsidR="00386FD3">
        <w:t>1</w:t>
      </w:r>
      <w:r w:rsidR="00AF5E6F">
        <w:t>1</w:t>
      </w:r>
      <w:r>
        <w:t>-1</w:t>
      </w:r>
      <w:r w:rsidR="00AF5E6F">
        <w:t>2</w:t>
      </w:r>
      <w:r>
        <w:t xml:space="preserve"> are reported </w:t>
      </w:r>
      <w:r w:rsidR="00335AB2">
        <w:t>below</w:t>
      </w:r>
      <w:r>
        <w:t xml:space="preserve">. </w:t>
      </w:r>
      <w:r w:rsidR="004946F9">
        <w:t xml:space="preserve">Data for 2007-08 to 2010-11 are reported in tables </w:t>
      </w:r>
      <w:proofErr w:type="spellStart"/>
      <w:r w:rsidR="004946F9">
        <w:t>10A.85</w:t>
      </w:r>
      <w:proofErr w:type="spellEnd"/>
      <w:r w:rsidR="004946F9">
        <w:t xml:space="preserve"> to </w:t>
      </w:r>
      <w:proofErr w:type="spellStart"/>
      <w:r w:rsidR="004946F9">
        <w:t>10A.92</w:t>
      </w:r>
      <w:proofErr w:type="spellEnd"/>
      <w:r w:rsidR="004946F9">
        <w:t xml:space="preserve">. </w:t>
      </w:r>
      <w:r w:rsidR="007A73E1">
        <w:t xml:space="preserve">Australian totals are reported in table </w:t>
      </w:r>
      <w:proofErr w:type="spellStart"/>
      <w:r w:rsidR="007A73E1">
        <w:t>10A.93</w:t>
      </w:r>
      <w:proofErr w:type="spellEnd"/>
      <w:r w:rsidR="007A73E1">
        <w:t xml:space="preserve">. </w:t>
      </w:r>
      <w:r>
        <w:t xml:space="preserve">As larger states and territories will tend to have more sentinel events than smaller </w:t>
      </w:r>
      <w:r w:rsidR="00910228">
        <w:t>jurisdictions</w:t>
      </w:r>
      <w:r>
        <w:t>, the numbers of separations and individual occasions of service are also presented to provide context.</w:t>
      </w:r>
    </w:p>
    <w:p w:rsidR="00F44A3E" w:rsidRPr="006127D5" w:rsidRDefault="00035D82" w:rsidP="00D10431">
      <w:pPr>
        <w:pStyle w:val="BodyText"/>
      </w:pPr>
      <w:r>
        <w:t>In NSW public hospitals in 201</w:t>
      </w:r>
      <w:r w:rsidR="00AF5E6F">
        <w:t>1</w:t>
      </w:r>
      <w:r>
        <w:t>-1</w:t>
      </w:r>
      <w:r w:rsidR="00AF5E6F">
        <w:t>2</w:t>
      </w:r>
      <w:r>
        <w:t xml:space="preserve">, there </w:t>
      </w:r>
      <w:r w:rsidR="00C95F16">
        <w:t>was</w:t>
      </w:r>
      <w:r>
        <w:t xml:space="preserve"> </w:t>
      </w:r>
      <w:r w:rsidR="00065659">
        <w:t>a total of 38 sentinel events (table </w:t>
      </w:r>
      <w:proofErr w:type="spellStart"/>
      <w:r w:rsidR="00065659">
        <w:t>10</w:t>
      </w:r>
      <w:r w:rsidR="00853EA8">
        <w:t>A</w:t>
      </w:r>
      <w:r w:rsidR="00065659">
        <w:t>.</w:t>
      </w:r>
      <w:r w:rsidR="00D21B54">
        <w:t>85</w:t>
      </w:r>
      <w:proofErr w:type="spellEnd"/>
      <w:r w:rsidR="00065659">
        <w:t xml:space="preserve">) compared to </w:t>
      </w:r>
      <w:r>
        <w:t>around 1.</w:t>
      </w:r>
      <w:r w:rsidR="009A7CC1">
        <w:t>7</w:t>
      </w:r>
      <w:r>
        <w:t> million separations (table </w:t>
      </w:r>
      <w:proofErr w:type="spellStart"/>
      <w:r>
        <w:t>10A.6</w:t>
      </w:r>
      <w:proofErr w:type="spellEnd"/>
      <w:r>
        <w:t xml:space="preserve">) and </w:t>
      </w:r>
      <w:r w:rsidRPr="006127D5">
        <w:t xml:space="preserve">around </w:t>
      </w:r>
      <w:r w:rsidR="00DB223B" w:rsidRPr="006127D5">
        <w:t>24.0 </w:t>
      </w:r>
      <w:r w:rsidRPr="006127D5">
        <w:t>million individual occasions of service (table </w:t>
      </w:r>
      <w:proofErr w:type="spellStart"/>
      <w:r w:rsidRPr="006127D5">
        <w:t>10A.16</w:t>
      </w:r>
      <w:proofErr w:type="spellEnd"/>
      <w:r w:rsidRPr="006127D5">
        <w:t xml:space="preserve">). </w:t>
      </w:r>
      <w:r w:rsidR="002D10E5" w:rsidRPr="00D10431">
        <w:t xml:space="preserve">The </w:t>
      </w:r>
      <w:r w:rsidR="00853EA8" w:rsidRPr="00D10431">
        <w:t>sentinel events comprised:</w:t>
      </w:r>
    </w:p>
    <w:p w:rsidR="00853EA8" w:rsidRPr="006127D5" w:rsidRDefault="00853EA8" w:rsidP="00D10431">
      <w:pPr>
        <w:pStyle w:val="ListBullet"/>
      </w:pPr>
      <w:r w:rsidRPr="006127D5">
        <w:t>one procedure involving the wrong patient or body part resulting in death or major permanent loss of function</w:t>
      </w:r>
    </w:p>
    <w:p w:rsidR="00853EA8" w:rsidRPr="006127D5" w:rsidRDefault="00853EA8" w:rsidP="00D10431">
      <w:pPr>
        <w:pStyle w:val="ListBullet"/>
      </w:pPr>
      <w:r w:rsidRPr="006127D5">
        <w:t>20 suicides of a patient in an inpatient unit</w:t>
      </w:r>
    </w:p>
    <w:p w:rsidR="00853EA8" w:rsidRPr="006127D5" w:rsidRDefault="00853EA8" w:rsidP="00D10431">
      <w:pPr>
        <w:pStyle w:val="ListBullet"/>
      </w:pPr>
      <w:r w:rsidRPr="006127D5">
        <w:t>14 retained instruments or other material after surgery requiring re-operation or further surgical procedure</w:t>
      </w:r>
    </w:p>
    <w:p w:rsidR="00853EA8" w:rsidRPr="006127D5" w:rsidRDefault="002D10E5" w:rsidP="00D10431">
      <w:pPr>
        <w:pStyle w:val="ListBullet"/>
      </w:pPr>
      <w:r w:rsidRPr="006127D5">
        <w:t xml:space="preserve">one </w:t>
      </w:r>
      <w:r w:rsidR="00853EA8" w:rsidRPr="006127D5">
        <w:t>haemolytic blood transfusion reaction resulting from ABO (blood group) incompatibility</w:t>
      </w:r>
    </w:p>
    <w:p w:rsidR="00853EA8" w:rsidRPr="006127D5" w:rsidRDefault="002D10E5" w:rsidP="00D10431">
      <w:pPr>
        <w:pStyle w:val="ListBullet"/>
      </w:pPr>
      <w:r w:rsidRPr="006127D5">
        <w:t xml:space="preserve">one </w:t>
      </w:r>
      <w:r w:rsidR="00853EA8" w:rsidRPr="006127D5">
        <w:t>medication error leading to the death of a patient reasonably believed to be due to incorrect administration of drugs</w:t>
      </w:r>
    </w:p>
    <w:p w:rsidR="00853EA8" w:rsidRPr="006127D5" w:rsidRDefault="002D10E5" w:rsidP="00D10431">
      <w:pPr>
        <w:pStyle w:val="ListBullet"/>
      </w:pPr>
      <w:r w:rsidRPr="006127D5">
        <w:t xml:space="preserve">one </w:t>
      </w:r>
      <w:r w:rsidR="00853EA8" w:rsidRPr="006127D5">
        <w:t>maternal death or serious morbidity associated</w:t>
      </w:r>
      <w:r w:rsidR="00890A97">
        <w:t xml:space="preserve"> with labour or delivery (table </w:t>
      </w:r>
      <w:proofErr w:type="spellStart"/>
      <w:r w:rsidR="00853EA8" w:rsidRPr="006127D5">
        <w:t>10A.</w:t>
      </w:r>
      <w:r w:rsidR="00D51266" w:rsidRPr="006127D5">
        <w:t>85</w:t>
      </w:r>
      <w:proofErr w:type="spellEnd"/>
      <w:r w:rsidR="00853EA8" w:rsidRPr="006127D5">
        <w:t>).</w:t>
      </w:r>
    </w:p>
    <w:p w:rsidR="002D10E5" w:rsidRPr="006127D5" w:rsidRDefault="00945CD1" w:rsidP="00D10431">
      <w:pPr>
        <w:pStyle w:val="BodyText"/>
      </w:pPr>
      <w:r w:rsidRPr="006127D5">
        <w:t xml:space="preserve">In </w:t>
      </w:r>
      <w:r w:rsidR="009A7CC1" w:rsidRPr="006127D5">
        <w:t>Victorian</w:t>
      </w:r>
      <w:r w:rsidRPr="006127D5">
        <w:t xml:space="preserve"> public hospitals in 2011-12, there </w:t>
      </w:r>
      <w:r w:rsidR="00C95F16" w:rsidRPr="006127D5">
        <w:t>was</w:t>
      </w:r>
      <w:r w:rsidRPr="006127D5">
        <w:t xml:space="preserve"> a total of </w:t>
      </w:r>
      <w:r w:rsidR="009A7CC1" w:rsidRPr="006127D5">
        <w:t>20</w:t>
      </w:r>
      <w:r w:rsidRPr="006127D5">
        <w:t xml:space="preserve"> sentinel events (table </w:t>
      </w:r>
      <w:proofErr w:type="spellStart"/>
      <w:r w:rsidRPr="006127D5">
        <w:t>10</w:t>
      </w:r>
      <w:r w:rsidR="00D21B54" w:rsidRPr="006127D5">
        <w:t>A</w:t>
      </w:r>
      <w:r w:rsidRPr="006127D5">
        <w:t>.</w:t>
      </w:r>
      <w:r w:rsidR="00D21B54" w:rsidRPr="006127D5">
        <w:t>86</w:t>
      </w:r>
      <w:proofErr w:type="spellEnd"/>
      <w:r w:rsidRPr="006127D5">
        <w:t>) compared to around 1.</w:t>
      </w:r>
      <w:r w:rsidR="009A7CC1" w:rsidRPr="006127D5">
        <w:t>5</w:t>
      </w:r>
      <w:r w:rsidRPr="006127D5">
        <w:t> million separations (table </w:t>
      </w:r>
      <w:proofErr w:type="spellStart"/>
      <w:r w:rsidRPr="006127D5">
        <w:t>10A.6</w:t>
      </w:r>
      <w:proofErr w:type="spellEnd"/>
      <w:r w:rsidRPr="006127D5">
        <w:t xml:space="preserve">) and around </w:t>
      </w:r>
      <w:r w:rsidR="00DB223B" w:rsidRPr="006127D5">
        <w:t>7.0 </w:t>
      </w:r>
      <w:r w:rsidRPr="006127D5">
        <w:t>million individual occasions of service (table </w:t>
      </w:r>
      <w:proofErr w:type="spellStart"/>
      <w:r w:rsidRPr="006127D5">
        <w:t>10A.16</w:t>
      </w:r>
      <w:proofErr w:type="spellEnd"/>
      <w:r w:rsidRPr="00D10431">
        <w:t xml:space="preserve">). </w:t>
      </w:r>
      <w:r w:rsidR="002D10E5" w:rsidRPr="00D10431">
        <w:t>The sentinel events comprised:</w:t>
      </w:r>
    </w:p>
    <w:p w:rsidR="002D10E5" w:rsidRPr="006127D5" w:rsidRDefault="002D10E5" w:rsidP="00D10431">
      <w:pPr>
        <w:pStyle w:val="ListBullet"/>
      </w:pPr>
      <w:r w:rsidRPr="006127D5">
        <w:t>one procedure involving the wrong patient or body part resulting in death or major permanent loss of function</w:t>
      </w:r>
    </w:p>
    <w:p w:rsidR="002D10E5" w:rsidRPr="006127D5" w:rsidRDefault="002D10E5" w:rsidP="00D10431">
      <w:pPr>
        <w:pStyle w:val="ListBullet"/>
      </w:pPr>
      <w:r w:rsidRPr="006127D5">
        <w:t>8 suicides of a patient in an inpatient unit</w:t>
      </w:r>
    </w:p>
    <w:p w:rsidR="002D10E5" w:rsidRPr="006127D5" w:rsidRDefault="002D10E5" w:rsidP="00D10431">
      <w:pPr>
        <w:pStyle w:val="ListBullet"/>
      </w:pPr>
      <w:r w:rsidRPr="006127D5">
        <w:t>7 retained instruments or other material after surgery requiring re-operation or further surgical procedure</w:t>
      </w:r>
    </w:p>
    <w:p w:rsidR="002D10E5" w:rsidRPr="006127D5" w:rsidRDefault="002D10E5" w:rsidP="00D10431">
      <w:pPr>
        <w:pStyle w:val="ListBullet"/>
      </w:pPr>
      <w:r w:rsidRPr="006127D5">
        <w:t xml:space="preserve">4 medication errors leading to the death of a patient reasonably believed to be due to incorrect administration of drugs (table </w:t>
      </w:r>
      <w:proofErr w:type="spellStart"/>
      <w:r w:rsidRPr="006127D5">
        <w:t>10A.</w:t>
      </w:r>
      <w:r w:rsidR="00D51266" w:rsidRPr="006127D5">
        <w:t>86</w:t>
      </w:r>
      <w:proofErr w:type="spellEnd"/>
      <w:r w:rsidRPr="006127D5">
        <w:t>).</w:t>
      </w:r>
    </w:p>
    <w:p w:rsidR="002D10E5" w:rsidRPr="006127D5" w:rsidRDefault="00945CD1" w:rsidP="00D10431">
      <w:pPr>
        <w:pStyle w:val="BodyText"/>
      </w:pPr>
      <w:r w:rsidRPr="006127D5">
        <w:t xml:space="preserve">In </w:t>
      </w:r>
      <w:r w:rsidR="009A7CC1" w:rsidRPr="006127D5">
        <w:t>Queensland</w:t>
      </w:r>
      <w:r w:rsidRPr="006127D5">
        <w:t xml:space="preserve"> public hospitals in 2011-12, there </w:t>
      </w:r>
      <w:r w:rsidR="00C95F16" w:rsidRPr="006127D5">
        <w:t>was</w:t>
      </w:r>
      <w:r w:rsidRPr="006127D5">
        <w:t xml:space="preserve"> a total of </w:t>
      </w:r>
      <w:r w:rsidR="009A7CC1" w:rsidRPr="006127D5">
        <w:t>11</w:t>
      </w:r>
      <w:r w:rsidRPr="006127D5">
        <w:t xml:space="preserve"> sentinel events (table </w:t>
      </w:r>
      <w:proofErr w:type="spellStart"/>
      <w:r w:rsidRPr="006127D5">
        <w:t>10</w:t>
      </w:r>
      <w:r w:rsidR="00D51266" w:rsidRPr="006127D5">
        <w:t>A</w:t>
      </w:r>
      <w:r w:rsidRPr="006127D5">
        <w:t>.</w:t>
      </w:r>
      <w:r w:rsidR="00D51266" w:rsidRPr="006127D5">
        <w:t>87</w:t>
      </w:r>
      <w:proofErr w:type="spellEnd"/>
      <w:r w:rsidRPr="006127D5">
        <w:t>) compared to around 1.</w:t>
      </w:r>
      <w:r w:rsidR="009A7CC1" w:rsidRPr="006127D5">
        <w:t>0</w:t>
      </w:r>
      <w:r w:rsidRPr="006127D5">
        <w:t> million separations (table </w:t>
      </w:r>
      <w:proofErr w:type="spellStart"/>
      <w:r w:rsidRPr="006127D5">
        <w:t>10A.6</w:t>
      </w:r>
      <w:proofErr w:type="spellEnd"/>
      <w:r w:rsidRPr="006127D5">
        <w:t xml:space="preserve">) and around </w:t>
      </w:r>
      <w:r w:rsidR="00DB223B" w:rsidRPr="006127D5">
        <w:t>11.2 </w:t>
      </w:r>
      <w:r w:rsidRPr="006127D5">
        <w:t>million individual occasions of service (table </w:t>
      </w:r>
      <w:proofErr w:type="spellStart"/>
      <w:r w:rsidRPr="006127D5">
        <w:t>10A.16</w:t>
      </w:r>
      <w:proofErr w:type="spellEnd"/>
      <w:r w:rsidRPr="00D10431">
        <w:t xml:space="preserve">). </w:t>
      </w:r>
      <w:r w:rsidR="002D10E5" w:rsidRPr="00D10431">
        <w:t>The sentinel events comprised:</w:t>
      </w:r>
    </w:p>
    <w:p w:rsidR="002D10E5" w:rsidRPr="006127D5" w:rsidRDefault="002D10E5" w:rsidP="00D10431">
      <w:pPr>
        <w:pStyle w:val="ListBullet"/>
      </w:pPr>
      <w:r w:rsidRPr="006127D5">
        <w:t>one procedure involving the wrong patient or body part resulting in death or major permanent loss of function</w:t>
      </w:r>
    </w:p>
    <w:p w:rsidR="002D10E5" w:rsidRPr="006127D5" w:rsidRDefault="00991FB9" w:rsidP="00D10431">
      <w:pPr>
        <w:pStyle w:val="ListBullet"/>
      </w:pPr>
      <w:r w:rsidRPr="006127D5">
        <w:t>one</w:t>
      </w:r>
      <w:r w:rsidR="002D10E5" w:rsidRPr="006127D5">
        <w:t xml:space="preserve"> suicide of a patient in an inpatient unit</w:t>
      </w:r>
    </w:p>
    <w:p w:rsidR="002D10E5" w:rsidRPr="006127D5" w:rsidRDefault="00991FB9" w:rsidP="00D10431">
      <w:pPr>
        <w:pStyle w:val="ListBullet"/>
      </w:pPr>
      <w:r w:rsidRPr="006127D5">
        <w:t>5</w:t>
      </w:r>
      <w:r w:rsidR="002D10E5" w:rsidRPr="006127D5">
        <w:t xml:space="preserve"> retained instruments or other material after surgery requiring re-operation or further surgical procedure</w:t>
      </w:r>
    </w:p>
    <w:p w:rsidR="002D10E5" w:rsidRPr="006127D5" w:rsidRDefault="00991FB9" w:rsidP="00D10431">
      <w:pPr>
        <w:pStyle w:val="ListBullet"/>
      </w:pPr>
      <w:r w:rsidRPr="006127D5">
        <w:t>four</w:t>
      </w:r>
      <w:r w:rsidR="002D10E5" w:rsidRPr="006127D5">
        <w:t xml:space="preserve"> maternal death</w:t>
      </w:r>
      <w:r w:rsidRPr="006127D5">
        <w:t>s</w:t>
      </w:r>
      <w:r w:rsidR="002D10E5" w:rsidRPr="006127D5">
        <w:t xml:space="preserve"> or serious morbidity associated with labour or delivery</w:t>
      </w:r>
      <w:r w:rsidRPr="006127D5">
        <w:t xml:space="preserve"> </w:t>
      </w:r>
      <w:r w:rsidR="002D10E5" w:rsidRPr="006127D5">
        <w:t xml:space="preserve">(table </w:t>
      </w:r>
      <w:proofErr w:type="spellStart"/>
      <w:r w:rsidR="002D10E5" w:rsidRPr="006127D5">
        <w:t>10A</w:t>
      </w:r>
      <w:r w:rsidR="00D51266" w:rsidRPr="006127D5">
        <w:t>87</w:t>
      </w:r>
      <w:proofErr w:type="spellEnd"/>
      <w:r w:rsidR="002D10E5" w:rsidRPr="006127D5">
        <w:t>).</w:t>
      </w:r>
    </w:p>
    <w:p w:rsidR="002D10E5" w:rsidRPr="006127D5" w:rsidRDefault="00945CD1" w:rsidP="00D10431">
      <w:pPr>
        <w:pStyle w:val="BodyText"/>
      </w:pPr>
      <w:r w:rsidRPr="006127D5">
        <w:t xml:space="preserve">In </w:t>
      </w:r>
      <w:r w:rsidR="009A7CC1" w:rsidRPr="006127D5">
        <w:t>WA</w:t>
      </w:r>
      <w:r w:rsidRPr="006127D5">
        <w:t xml:space="preserve"> public hospitals in 2011-12, there </w:t>
      </w:r>
      <w:r w:rsidR="00C95F16" w:rsidRPr="006127D5">
        <w:t>was</w:t>
      </w:r>
      <w:r w:rsidRPr="006127D5">
        <w:t xml:space="preserve"> a total of </w:t>
      </w:r>
      <w:r w:rsidR="009A7CC1" w:rsidRPr="006127D5">
        <w:t>11</w:t>
      </w:r>
      <w:r w:rsidR="00D51266" w:rsidRPr="006127D5">
        <w:t xml:space="preserve"> sentinel events (table </w:t>
      </w:r>
      <w:proofErr w:type="spellStart"/>
      <w:r w:rsidR="00D51266" w:rsidRPr="006127D5">
        <w:t>10A.88</w:t>
      </w:r>
      <w:proofErr w:type="spellEnd"/>
      <w:r w:rsidRPr="006127D5">
        <w:t xml:space="preserve">) compared to around </w:t>
      </w:r>
      <w:r w:rsidR="004C1D84" w:rsidRPr="006127D5">
        <w:t>588 000</w:t>
      </w:r>
      <w:r w:rsidRPr="006127D5">
        <w:t xml:space="preserve"> separations (table </w:t>
      </w:r>
      <w:proofErr w:type="spellStart"/>
      <w:r w:rsidRPr="006127D5">
        <w:t>10A.6</w:t>
      </w:r>
      <w:proofErr w:type="spellEnd"/>
      <w:r w:rsidRPr="006127D5">
        <w:t xml:space="preserve">) and around </w:t>
      </w:r>
      <w:r w:rsidR="00DB223B" w:rsidRPr="006127D5">
        <w:t>5.9 </w:t>
      </w:r>
      <w:r w:rsidRPr="006127D5">
        <w:t>million individual occasions of service (table </w:t>
      </w:r>
      <w:proofErr w:type="spellStart"/>
      <w:r w:rsidRPr="006127D5">
        <w:t>10A.16</w:t>
      </w:r>
      <w:proofErr w:type="spellEnd"/>
      <w:r w:rsidRPr="006127D5">
        <w:t xml:space="preserve">). </w:t>
      </w:r>
      <w:r w:rsidR="002D10E5" w:rsidRPr="00D10431">
        <w:t>The sentinel events</w:t>
      </w:r>
      <w:r w:rsidR="002D10E5" w:rsidRPr="006127D5">
        <w:rPr>
          <w:shd w:val="clear" w:color="auto" w:fill="00FFFF"/>
        </w:rPr>
        <w:t xml:space="preserve"> </w:t>
      </w:r>
      <w:r w:rsidR="002D10E5" w:rsidRPr="00D10431">
        <w:t>comprised:</w:t>
      </w:r>
    </w:p>
    <w:p w:rsidR="002D10E5" w:rsidRPr="006127D5" w:rsidRDefault="002D10E5" w:rsidP="00D10431">
      <w:pPr>
        <w:pStyle w:val="ListBullet"/>
      </w:pPr>
      <w:r w:rsidRPr="006127D5">
        <w:t>one procedure involving the wrong patient or body part resulting in death or major permanent loss of function</w:t>
      </w:r>
    </w:p>
    <w:p w:rsidR="002D10E5" w:rsidRPr="006127D5" w:rsidRDefault="00991FB9" w:rsidP="00D10431">
      <w:pPr>
        <w:pStyle w:val="ListBullet"/>
      </w:pPr>
      <w:r w:rsidRPr="006127D5">
        <w:t>5</w:t>
      </w:r>
      <w:r w:rsidR="002D10E5" w:rsidRPr="006127D5">
        <w:t xml:space="preserve"> suicides of a patient in an inpatient unit</w:t>
      </w:r>
    </w:p>
    <w:p w:rsidR="002D10E5" w:rsidRPr="006127D5" w:rsidRDefault="00991FB9" w:rsidP="00D10431">
      <w:pPr>
        <w:pStyle w:val="ListBullet"/>
      </w:pPr>
      <w:r w:rsidRPr="006127D5">
        <w:t>3</w:t>
      </w:r>
      <w:r w:rsidR="002D10E5" w:rsidRPr="006127D5">
        <w:t xml:space="preserve"> retained instruments or other material after surgery requiring re-operation or further surgical procedure</w:t>
      </w:r>
    </w:p>
    <w:p w:rsidR="002D10E5" w:rsidRPr="006127D5" w:rsidRDefault="00991FB9" w:rsidP="00D10431">
      <w:pPr>
        <w:pStyle w:val="ListBullet"/>
      </w:pPr>
      <w:r w:rsidRPr="006127D5">
        <w:t>two</w:t>
      </w:r>
      <w:r w:rsidR="002D10E5" w:rsidRPr="006127D5">
        <w:t xml:space="preserve"> maternal death</w:t>
      </w:r>
      <w:r w:rsidRPr="006127D5">
        <w:t>s</w:t>
      </w:r>
      <w:r w:rsidR="002D10E5" w:rsidRPr="006127D5">
        <w:t xml:space="preserve"> or serious morbidity associated with labour or delivery (table </w:t>
      </w:r>
      <w:proofErr w:type="spellStart"/>
      <w:r w:rsidR="002D10E5" w:rsidRPr="006127D5">
        <w:t>10A.</w:t>
      </w:r>
      <w:r w:rsidR="00D51266" w:rsidRPr="006127D5">
        <w:t>88</w:t>
      </w:r>
      <w:proofErr w:type="spellEnd"/>
      <w:r w:rsidR="002D10E5" w:rsidRPr="006127D5">
        <w:t>).</w:t>
      </w:r>
    </w:p>
    <w:p w:rsidR="002D10E5" w:rsidRPr="006127D5" w:rsidRDefault="00945CD1" w:rsidP="00D10431">
      <w:pPr>
        <w:pStyle w:val="BodyText"/>
      </w:pPr>
      <w:r w:rsidRPr="006127D5">
        <w:t xml:space="preserve">In </w:t>
      </w:r>
      <w:r w:rsidR="009A7CC1" w:rsidRPr="006127D5">
        <w:t>SA</w:t>
      </w:r>
      <w:r w:rsidRPr="006127D5">
        <w:t xml:space="preserve"> public hospitals in 2011-12, there </w:t>
      </w:r>
      <w:r w:rsidR="00C95F16" w:rsidRPr="006127D5">
        <w:t>was</w:t>
      </w:r>
      <w:r w:rsidRPr="006127D5">
        <w:t xml:space="preserve"> a total of </w:t>
      </w:r>
      <w:r w:rsidR="009A7CC1" w:rsidRPr="006127D5">
        <w:t>23</w:t>
      </w:r>
      <w:r w:rsidRPr="006127D5">
        <w:t xml:space="preserve"> sentinel events (table </w:t>
      </w:r>
      <w:proofErr w:type="spellStart"/>
      <w:r w:rsidRPr="006127D5">
        <w:t>10</w:t>
      </w:r>
      <w:r w:rsidR="00D51266" w:rsidRPr="006127D5">
        <w:t>A</w:t>
      </w:r>
      <w:r w:rsidRPr="006127D5">
        <w:t>.</w:t>
      </w:r>
      <w:r w:rsidR="00D51266" w:rsidRPr="006127D5">
        <w:t>89</w:t>
      </w:r>
      <w:proofErr w:type="spellEnd"/>
      <w:r w:rsidRPr="006127D5">
        <w:t xml:space="preserve">) compared to around </w:t>
      </w:r>
      <w:r w:rsidR="004C1D84" w:rsidRPr="006127D5">
        <w:t>407 000</w:t>
      </w:r>
      <w:r w:rsidRPr="006127D5">
        <w:t xml:space="preserve"> separations (table </w:t>
      </w:r>
      <w:proofErr w:type="spellStart"/>
      <w:r w:rsidRPr="006127D5">
        <w:t>10A.6</w:t>
      </w:r>
      <w:proofErr w:type="spellEnd"/>
      <w:r w:rsidRPr="006127D5">
        <w:t xml:space="preserve">) and around </w:t>
      </w:r>
      <w:r w:rsidR="003C3E82" w:rsidRPr="006127D5">
        <w:t>2.2 </w:t>
      </w:r>
      <w:r w:rsidRPr="006127D5">
        <w:t>million individual occasions of service (table </w:t>
      </w:r>
      <w:proofErr w:type="spellStart"/>
      <w:r w:rsidRPr="006127D5">
        <w:t>10A.16</w:t>
      </w:r>
      <w:proofErr w:type="spellEnd"/>
      <w:r w:rsidRPr="006127D5">
        <w:t xml:space="preserve">). </w:t>
      </w:r>
      <w:r w:rsidR="002D10E5" w:rsidRPr="00D10431">
        <w:t>The sentinel events comprised:</w:t>
      </w:r>
    </w:p>
    <w:p w:rsidR="002D10E5" w:rsidRPr="006127D5" w:rsidRDefault="005F032A" w:rsidP="00D10431">
      <w:pPr>
        <w:pStyle w:val="ListBullet"/>
      </w:pPr>
      <w:r w:rsidRPr="006127D5">
        <w:t>5</w:t>
      </w:r>
      <w:r w:rsidR="002D10E5" w:rsidRPr="006127D5">
        <w:t xml:space="preserve"> retained instruments or other material after surgery requiring re-operation or further surgical procedure</w:t>
      </w:r>
    </w:p>
    <w:p w:rsidR="002D10E5" w:rsidRPr="006127D5" w:rsidRDefault="002D10E5" w:rsidP="00D10431">
      <w:pPr>
        <w:pStyle w:val="ListBullet"/>
      </w:pPr>
      <w:r w:rsidRPr="006127D5">
        <w:t>one medication error leading to the death of a patient reasonably believed to be due to incorrect administration of drugs</w:t>
      </w:r>
    </w:p>
    <w:p w:rsidR="002D10E5" w:rsidRPr="006127D5" w:rsidRDefault="005F032A" w:rsidP="00D10431">
      <w:pPr>
        <w:pStyle w:val="ListBullet"/>
      </w:pPr>
      <w:r w:rsidRPr="006127D5">
        <w:t>17</w:t>
      </w:r>
      <w:r w:rsidR="002D10E5" w:rsidRPr="006127D5">
        <w:t xml:space="preserve"> maternal death</w:t>
      </w:r>
      <w:r w:rsidRPr="006127D5">
        <w:t>s</w:t>
      </w:r>
      <w:r w:rsidR="002D10E5" w:rsidRPr="006127D5">
        <w:t xml:space="preserve"> or serious morbidity associated with labour or delivery</w:t>
      </w:r>
      <w:r w:rsidRPr="006127D5">
        <w:t xml:space="preserve"> (table </w:t>
      </w:r>
      <w:proofErr w:type="spellStart"/>
      <w:r w:rsidR="002D10E5" w:rsidRPr="006127D5">
        <w:t>10A.</w:t>
      </w:r>
      <w:r w:rsidR="00D51266" w:rsidRPr="006127D5">
        <w:t>89</w:t>
      </w:r>
      <w:proofErr w:type="spellEnd"/>
      <w:r w:rsidR="002D10E5" w:rsidRPr="006127D5">
        <w:t>)</w:t>
      </w:r>
      <w:r w:rsidR="00C92AA3">
        <w:rPr>
          <w:rStyle w:val="FootnoteReference"/>
        </w:rPr>
        <w:footnoteReference w:id="1"/>
      </w:r>
      <w:r w:rsidR="002D10E5" w:rsidRPr="006127D5">
        <w:t>.</w:t>
      </w:r>
    </w:p>
    <w:p w:rsidR="002D10E5" w:rsidRPr="006127D5" w:rsidRDefault="00945CD1" w:rsidP="00D10431">
      <w:pPr>
        <w:pStyle w:val="BodyText"/>
      </w:pPr>
      <w:r w:rsidRPr="006127D5">
        <w:t xml:space="preserve">In </w:t>
      </w:r>
      <w:r w:rsidR="009A7CC1" w:rsidRPr="006127D5">
        <w:t>Tasmanian</w:t>
      </w:r>
      <w:r w:rsidRPr="006127D5">
        <w:t xml:space="preserve"> public hospitals in 2011-12, there </w:t>
      </w:r>
      <w:r w:rsidR="00C95F16" w:rsidRPr="006127D5">
        <w:t>was</w:t>
      </w:r>
      <w:r w:rsidRPr="006127D5">
        <w:t xml:space="preserve"> </w:t>
      </w:r>
      <w:r w:rsidR="009A7CC1" w:rsidRPr="006127D5">
        <w:t>one</w:t>
      </w:r>
      <w:r w:rsidRPr="006127D5">
        <w:t xml:space="preserve"> sentinel event (table </w:t>
      </w:r>
      <w:proofErr w:type="spellStart"/>
      <w:r w:rsidRPr="006127D5">
        <w:t>10</w:t>
      </w:r>
      <w:r w:rsidR="00595852">
        <w:t>A.90</w:t>
      </w:r>
      <w:proofErr w:type="spellEnd"/>
      <w:r w:rsidRPr="006127D5">
        <w:t xml:space="preserve">) compared to around </w:t>
      </w:r>
      <w:r w:rsidR="004C1D84" w:rsidRPr="006127D5">
        <w:t>100 000</w:t>
      </w:r>
      <w:r w:rsidRPr="006127D5">
        <w:t xml:space="preserve"> separations (table </w:t>
      </w:r>
      <w:proofErr w:type="spellStart"/>
      <w:r w:rsidRPr="006127D5">
        <w:t>10A.6</w:t>
      </w:r>
      <w:proofErr w:type="spellEnd"/>
      <w:r w:rsidRPr="006127D5">
        <w:t xml:space="preserve">) and around </w:t>
      </w:r>
      <w:r w:rsidR="003C3E82" w:rsidRPr="006127D5">
        <w:t>504 000</w:t>
      </w:r>
      <w:r w:rsidR="00890A97">
        <w:t> </w:t>
      </w:r>
      <w:r w:rsidRPr="006127D5">
        <w:t>individual occasions of service (table </w:t>
      </w:r>
      <w:proofErr w:type="spellStart"/>
      <w:r w:rsidRPr="006127D5">
        <w:t>10A.16</w:t>
      </w:r>
      <w:proofErr w:type="spellEnd"/>
      <w:r w:rsidRPr="006127D5">
        <w:t xml:space="preserve">). </w:t>
      </w:r>
      <w:r w:rsidR="002D10E5" w:rsidRPr="00D10431">
        <w:t xml:space="preserve">The sentinel event </w:t>
      </w:r>
      <w:r w:rsidR="00D21B54" w:rsidRPr="00D10431">
        <w:t xml:space="preserve">was a </w:t>
      </w:r>
      <w:r w:rsidR="002D10E5" w:rsidRPr="00D10431">
        <w:t>retained instrument or other material after surgery requiring re-operation or further surgical procedure</w:t>
      </w:r>
      <w:r w:rsidR="005F032A" w:rsidRPr="00D10431">
        <w:t xml:space="preserve"> </w:t>
      </w:r>
      <w:r w:rsidR="002D10E5" w:rsidRPr="00D10431">
        <w:t xml:space="preserve">(table </w:t>
      </w:r>
      <w:proofErr w:type="spellStart"/>
      <w:r w:rsidR="002D10E5" w:rsidRPr="00D10431">
        <w:t>10A.</w:t>
      </w:r>
      <w:r w:rsidR="00D51266" w:rsidRPr="00D10431">
        <w:t>90</w:t>
      </w:r>
      <w:proofErr w:type="spellEnd"/>
      <w:r w:rsidR="002D10E5" w:rsidRPr="00D10431">
        <w:t>).</w:t>
      </w:r>
    </w:p>
    <w:p w:rsidR="002D10E5" w:rsidRPr="006127D5" w:rsidRDefault="00945CD1" w:rsidP="00D10431">
      <w:pPr>
        <w:pStyle w:val="BodyText"/>
      </w:pPr>
      <w:r w:rsidRPr="006127D5">
        <w:t xml:space="preserve">In </w:t>
      </w:r>
      <w:r w:rsidR="009A7CC1" w:rsidRPr="006127D5">
        <w:t>ACT</w:t>
      </w:r>
      <w:r w:rsidRPr="006127D5">
        <w:t xml:space="preserve"> public hospitals in 2011-12, there </w:t>
      </w:r>
      <w:r w:rsidR="00C95F16" w:rsidRPr="006127D5">
        <w:t>was</w:t>
      </w:r>
      <w:r w:rsidRPr="006127D5">
        <w:t xml:space="preserve"> a total of </w:t>
      </w:r>
      <w:r w:rsidR="009A7CC1" w:rsidRPr="006127D5">
        <w:t>three</w:t>
      </w:r>
      <w:r w:rsidRPr="006127D5">
        <w:t xml:space="preserve"> sentinel events (table </w:t>
      </w:r>
      <w:proofErr w:type="spellStart"/>
      <w:r w:rsidRPr="006127D5">
        <w:t>10</w:t>
      </w:r>
      <w:r w:rsidR="00D51266" w:rsidRPr="006127D5">
        <w:t>A</w:t>
      </w:r>
      <w:r w:rsidRPr="006127D5">
        <w:t>.</w:t>
      </w:r>
      <w:r w:rsidR="00D51266" w:rsidRPr="006127D5">
        <w:t>91</w:t>
      </w:r>
      <w:proofErr w:type="spellEnd"/>
      <w:r w:rsidRPr="006127D5">
        <w:t xml:space="preserve">) compared to around </w:t>
      </w:r>
      <w:r w:rsidR="004C1D84" w:rsidRPr="006127D5">
        <w:t>97 000</w:t>
      </w:r>
      <w:r w:rsidRPr="006127D5">
        <w:t xml:space="preserve"> separations (table </w:t>
      </w:r>
      <w:proofErr w:type="spellStart"/>
      <w:r w:rsidRPr="006127D5">
        <w:t>10A.6</w:t>
      </w:r>
      <w:proofErr w:type="spellEnd"/>
      <w:r w:rsidRPr="006127D5">
        <w:t xml:space="preserve">) and around </w:t>
      </w:r>
      <w:r w:rsidR="003C3E82" w:rsidRPr="006127D5">
        <w:t>1.6 </w:t>
      </w:r>
      <w:r w:rsidRPr="006127D5">
        <w:t xml:space="preserve"> million individual occasions of service (table </w:t>
      </w:r>
      <w:proofErr w:type="spellStart"/>
      <w:r w:rsidRPr="006127D5">
        <w:t>10A.16</w:t>
      </w:r>
      <w:proofErr w:type="spellEnd"/>
      <w:r w:rsidRPr="00D10431">
        <w:t xml:space="preserve">). </w:t>
      </w:r>
      <w:r w:rsidR="00D21B54" w:rsidRPr="00D10431">
        <w:t>ACT</w:t>
      </w:r>
      <w:r w:rsidR="002D10E5" w:rsidRPr="00D10431">
        <w:t xml:space="preserve"> sentinel events </w:t>
      </w:r>
      <w:r w:rsidR="00D21B54" w:rsidRPr="00D10431">
        <w:t>were not reported by category due to confidentiality concerns.</w:t>
      </w:r>
    </w:p>
    <w:p w:rsidR="002D10E5" w:rsidRDefault="00945CD1" w:rsidP="00D10431">
      <w:pPr>
        <w:pStyle w:val="BodyText"/>
      </w:pPr>
      <w:r w:rsidRPr="006127D5">
        <w:t xml:space="preserve">In </w:t>
      </w:r>
      <w:r w:rsidR="009A7CC1" w:rsidRPr="006127D5">
        <w:t>the NT</w:t>
      </w:r>
      <w:r w:rsidRPr="006127D5">
        <w:t xml:space="preserve"> public hospitals in 2011-12, there </w:t>
      </w:r>
      <w:r w:rsidR="00C95F16" w:rsidRPr="006127D5">
        <w:t>were</w:t>
      </w:r>
      <w:r w:rsidRPr="006127D5">
        <w:t xml:space="preserve"> </w:t>
      </w:r>
      <w:r w:rsidR="009A7CC1" w:rsidRPr="006127D5">
        <w:t>no</w:t>
      </w:r>
      <w:r w:rsidRPr="006127D5">
        <w:t xml:space="preserve"> </w:t>
      </w:r>
      <w:r w:rsidR="005F032A" w:rsidRPr="006127D5">
        <w:t xml:space="preserve">reported </w:t>
      </w:r>
      <w:r w:rsidRPr="006127D5">
        <w:t>sentinel</w:t>
      </w:r>
      <w:r>
        <w:t xml:space="preserve"> events (table </w:t>
      </w:r>
      <w:proofErr w:type="spellStart"/>
      <w:r>
        <w:t>10</w:t>
      </w:r>
      <w:r w:rsidR="00D51266">
        <w:t>A</w:t>
      </w:r>
      <w:r>
        <w:t>.</w:t>
      </w:r>
      <w:r w:rsidR="00D51266">
        <w:t>92</w:t>
      </w:r>
      <w:proofErr w:type="spellEnd"/>
      <w:r>
        <w:t xml:space="preserve">) compared to around </w:t>
      </w:r>
      <w:r w:rsidR="004C1D84">
        <w:t>113 000</w:t>
      </w:r>
      <w:r>
        <w:t xml:space="preserve"> separations (table </w:t>
      </w:r>
      <w:proofErr w:type="spellStart"/>
      <w:r>
        <w:t>10A.6</w:t>
      </w:r>
      <w:proofErr w:type="spellEnd"/>
      <w:r>
        <w:t xml:space="preserve">) and around </w:t>
      </w:r>
      <w:r w:rsidR="003C3E82">
        <w:t>572 000</w:t>
      </w:r>
      <w:r>
        <w:t xml:space="preserve"> individual occasions of service (table </w:t>
      </w:r>
      <w:proofErr w:type="spellStart"/>
      <w:r>
        <w:t>10A.16</w:t>
      </w:r>
      <w:proofErr w:type="spellEnd"/>
      <w:r>
        <w:t xml:space="preserve">). </w:t>
      </w:r>
    </w:p>
    <w:p w:rsidR="000A1033" w:rsidRDefault="000A1033" w:rsidP="009A5C5F">
      <w:pPr>
        <w:pStyle w:val="Heading4"/>
      </w:pPr>
      <w:r>
        <w:t>Mortality in hospitals</w:t>
      </w:r>
    </w:p>
    <w:p w:rsidR="000A1033" w:rsidRDefault="000A1033" w:rsidP="009A5C5F">
      <w:pPr>
        <w:pStyle w:val="BodyText"/>
      </w:pPr>
      <w:r w:rsidRPr="007D4ECB">
        <w:t>‘</w:t>
      </w:r>
      <w:r>
        <w:t>Mortality in hospitals</w:t>
      </w:r>
      <w:r w:rsidRPr="007D4ECB">
        <w:t>’ is an indicator of governments’ objective to deliver public hospital services that are safe and of high quality (box 10.1</w:t>
      </w:r>
      <w:r>
        <w:t>6</w:t>
      </w:r>
      <w:r w:rsidRPr="007D4ECB">
        <w:t>).</w:t>
      </w:r>
    </w:p>
    <w:p w:rsidR="00970B17" w:rsidRDefault="00970B1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0B17">
        <w:tc>
          <w:tcPr>
            <w:tcW w:w="8771" w:type="dxa"/>
            <w:tcBorders>
              <w:top w:val="single" w:sz="6" w:space="0" w:color="auto"/>
              <w:bottom w:val="nil"/>
            </w:tcBorders>
          </w:tcPr>
          <w:p w:rsidR="00970B17" w:rsidRDefault="00970B17" w:rsidP="00970B17">
            <w:pPr>
              <w:pStyle w:val="BoxTitle"/>
            </w:pPr>
            <w:r>
              <w:rPr>
                <w:b w:val="0"/>
              </w:rPr>
              <w:t xml:space="preserve">Box </w:t>
            </w:r>
            <w:r w:rsidR="00951DB7">
              <w:rPr>
                <w:b w:val="0"/>
              </w:rPr>
              <w:t>10.</w:t>
            </w:r>
            <w:r w:rsidR="005B16BF">
              <w:rPr>
                <w:b w:val="0"/>
                <w:noProof/>
              </w:rPr>
              <w:t>16</w:t>
            </w:r>
            <w:r>
              <w:tab/>
              <w:t>Mortality in hospitals</w:t>
            </w:r>
          </w:p>
        </w:tc>
      </w:tr>
      <w:tr w:rsidR="00970B17">
        <w:trPr>
          <w:cantSplit/>
        </w:trPr>
        <w:tc>
          <w:tcPr>
            <w:tcW w:w="8771" w:type="dxa"/>
            <w:tcBorders>
              <w:top w:val="nil"/>
              <w:left w:val="single" w:sz="6" w:space="0" w:color="auto"/>
              <w:bottom w:val="nil"/>
              <w:right w:val="single" w:sz="6" w:space="0" w:color="auto"/>
            </w:tcBorders>
          </w:tcPr>
          <w:p w:rsidR="00970B17" w:rsidRDefault="00970B17" w:rsidP="00970B17">
            <w:pPr>
              <w:pStyle w:val="Box"/>
            </w:pPr>
            <w:r>
              <w:t>‘Mortality in hospitals’ is defined by the following three measures:</w:t>
            </w:r>
          </w:p>
          <w:p w:rsidR="00970B17" w:rsidRDefault="00970B17" w:rsidP="00970B17">
            <w:pPr>
              <w:pStyle w:val="BoxListBullet"/>
            </w:pPr>
            <w:r>
              <w:t>Hospital standardised mortality ratio</w:t>
            </w:r>
          </w:p>
          <w:p w:rsidR="00970B17" w:rsidRDefault="00970B17" w:rsidP="00970B17">
            <w:pPr>
              <w:pStyle w:val="BoxListBullet"/>
            </w:pPr>
            <w:r>
              <w:t>Death in low-mortality diagnostic related groups</w:t>
            </w:r>
          </w:p>
          <w:p w:rsidR="00970B17" w:rsidRDefault="00C95F16" w:rsidP="00970B17">
            <w:pPr>
              <w:pStyle w:val="BoxListBullet"/>
            </w:pPr>
            <w:r>
              <w:t>In-</w:t>
            </w:r>
            <w:r w:rsidR="00970B17">
              <w:t>hospital mortality rates.</w:t>
            </w:r>
          </w:p>
          <w:p w:rsidR="00970B17" w:rsidRDefault="00970B17" w:rsidP="00970B17">
            <w:pPr>
              <w:pStyle w:val="Box"/>
            </w:pPr>
            <w:r>
              <w:t>Mortality in hospitals has been identified as a key area for development in future Reports.</w:t>
            </w:r>
          </w:p>
        </w:tc>
      </w:tr>
      <w:tr w:rsidR="00970B17">
        <w:trPr>
          <w:cantSplit/>
        </w:trPr>
        <w:tc>
          <w:tcPr>
            <w:tcW w:w="8771" w:type="dxa"/>
            <w:tcBorders>
              <w:top w:val="nil"/>
              <w:left w:val="single" w:sz="6" w:space="0" w:color="auto"/>
              <w:bottom w:val="single" w:sz="6" w:space="0" w:color="auto"/>
              <w:right w:val="single" w:sz="6" w:space="0" w:color="auto"/>
            </w:tcBorders>
          </w:tcPr>
          <w:p w:rsidR="00970B17" w:rsidRDefault="00970B17">
            <w:pPr>
              <w:pStyle w:val="Box"/>
              <w:spacing w:before="0" w:line="120" w:lineRule="exact"/>
            </w:pPr>
          </w:p>
        </w:tc>
      </w:tr>
      <w:tr w:rsidR="00970B17" w:rsidRPr="000863A5">
        <w:tc>
          <w:tcPr>
            <w:tcW w:w="8771" w:type="dxa"/>
            <w:tcBorders>
              <w:top w:val="nil"/>
              <w:left w:val="nil"/>
              <w:bottom w:val="nil"/>
              <w:right w:val="nil"/>
            </w:tcBorders>
          </w:tcPr>
          <w:p w:rsidR="00970B17" w:rsidRPr="000863A5" w:rsidRDefault="00970B17" w:rsidP="00970B17">
            <w:pPr>
              <w:pStyle w:val="Box"/>
              <w:keepNext w:val="0"/>
              <w:spacing w:before="60" w:after="60" w:line="80" w:lineRule="exact"/>
              <w:rPr>
                <w:b/>
                <w:sz w:val="14"/>
              </w:rPr>
            </w:pPr>
          </w:p>
        </w:tc>
      </w:tr>
    </w:tbl>
    <w:p w:rsidR="00D2410D" w:rsidRDefault="00D2410D" w:rsidP="00D2410D">
      <w:pPr>
        <w:pStyle w:val="Heading2"/>
      </w:pPr>
      <w:bookmarkStart w:id="40" w:name="_Toc208032420"/>
      <w:bookmarkStart w:id="41" w:name="_Toc274729464"/>
      <w:r>
        <w:t>10.4</w:t>
      </w:r>
      <w:r>
        <w:tab/>
        <w:t>Profile of maternity services</w:t>
      </w:r>
      <w:bookmarkEnd w:id="40"/>
      <w:bookmarkEnd w:id="41"/>
    </w:p>
    <w:p w:rsidR="00D2410D" w:rsidRDefault="00D2410D" w:rsidP="004F7485">
      <w:pPr>
        <w:pStyle w:val="BodyText"/>
      </w:pPr>
      <w:r>
        <w:t>Maternity services (defined as AR-</w:t>
      </w:r>
      <w:proofErr w:type="spellStart"/>
      <w:r>
        <w:t>DRGs</w:t>
      </w:r>
      <w:proofErr w:type="spellEnd"/>
      <w:r>
        <w:t xml:space="preserve"> relating to pregnancy, childbirth and the </w:t>
      </w:r>
      <w:proofErr w:type="spellStart"/>
      <w:r>
        <w:t>puerperium</w:t>
      </w:r>
      <w:proofErr w:type="spellEnd"/>
      <w:r>
        <w:t xml:space="preserve">, and newborns and other neonates) accounted for </w:t>
      </w:r>
      <w:r w:rsidRPr="00CA158E">
        <w:t>8.</w:t>
      </w:r>
      <w:r w:rsidR="000A6C9A">
        <w:t>4</w:t>
      </w:r>
      <w:r>
        <w:t> per cent of total acute separations in public hospitals (table </w:t>
      </w:r>
      <w:proofErr w:type="spellStart"/>
      <w:r>
        <w:t>10A.</w:t>
      </w:r>
      <w:r w:rsidR="00B67068">
        <w:t>9</w:t>
      </w:r>
      <w:r w:rsidR="0034658F">
        <w:t>5</w:t>
      </w:r>
      <w:proofErr w:type="spellEnd"/>
      <w:r>
        <w:t>) and around 10.</w:t>
      </w:r>
      <w:r w:rsidR="000A6C9A">
        <w:t>7</w:t>
      </w:r>
      <w:r>
        <w:t> per cent of the total cost of all acute separations in public hospitals in 20</w:t>
      </w:r>
      <w:r w:rsidR="00095812">
        <w:t>1</w:t>
      </w:r>
      <w:r w:rsidR="000A6C9A">
        <w:t>1</w:t>
      </w:r>
      <w:r>
        <w:t>-1</w:t>
      </w:r>
      <w:r w:rsidR="000A6C9A">
        <w:t>2</w:t>
      </w:r>
      <w:r>
        <w:t xml:space="preserve"> (table </w:t>
      </w:r>
      <w:proofErr w:type="spellStart"/>
      <w:r>
        <w:t>10A.</w:t>
      </w:r>
      <w:r w:rsidR="00B67068">
        <w:t>9</w:t>
      </w:r>
      <w:r w:rsidR="0034658F">
        <w:t>4</w:t>
      </w:r>
      <w:proofErr w:type="spellEnd"/>
      <w:r>
        <w:t>). Figure 10.2</w:t>
      </w:r>
      <w:r w:rsidR="0029217B">
        <w:t>3</w:t>
      </w:r>
      <w:r>
        <w:t xml:space="preserve"> shows the rate of acute separations per 1000 people for maternity services across jurisdictions in 20</w:t>
      </w:r>
      <w:r w:rsidR="00095812">
        <w:t>1</w:t>
      </w:r>
      <w:r w:rsidR="000A6C9A">
        <w:t>1</w:t>
      </w:r>
      <w:r>
        <w:t>-1</w:t>
      </w:r>
      <w:r w:rsidR="000A6C9A">
        <w:t>2</w:t>
      </w:r>
      <w:r>
        <w:t>.</w:t>
      </w:r>
    </w:p>
    <w:p w:rsidR="00D2410D" w:rsidRDefault="00D2410D" w:rsidP="009A5C5F">
      <w:pPr>
        <w:pStyle w:val="FigureTitle"/>
        <w:ind w:left="1560" w:hanging="1560"/>
      </w:pPr>
      <w:r>
        <w:rPr>
          <w:b w:val="0"/>
        </w:rPr>
        <w:t xml:space="preserve">Figure </w:t>
      </w:r>
      <w:bookmarkStart w:id="42" w:name="OLE_LINK22"/>
      <w:r w:rsidR="00951DB7">
        <w:rPr>
          <w:b w:val="0"/>
        </w:rPr>
        <w:t>10.</w:t>
      </w:r>
      <w:r w:rsidR="005B16BF">
        <w:rPr>
          <w:b w:val="0"/>
          <w:noProof/>
        </w:rPr>
        <w:t>23</w:t>
      </w:r>
      <w:bookmarkEnd w:id="42"/>
      <w:r>
        <w:tab/>
        <w:t xml:space="preserve">Separation rates for maternity services, public hospitals, </w:t>
      </w:r>
      <w:r w:rsidR="00731668">
        <w:br/>
      </w:r>
      <w:r>
        <w:t>20</w:t>
      </w:r>
      <w:r w:rsidR="00731668">
        <w:t>1</w:t>
      </w:r>
      <w:r w:rsidR="00C96F56">
        <w:t>1</w:t>
      </w:r>
      <w:r>
        <w:t>-</w:t>
      </w:r>
      <w:proofErr w:type="spellStart"/>
      <w:r>
        <w:t>1</w:t>
      </w:r>
      <w:r w:rsidR="00C96F56">
        <w:t>2</w:t>
      </w:r>
      <w:r w:rsidRPr="00735CB0">
        <w:rPr>
          <w:vertAlign w:val="superscript"/>
        </w:rPr>
        <w:t>a</w:t>
      </w:r>
      <w:proofErr w:type="spellEnd"/>
      <w:r w:rsidRPr="00735CB0">
        <w:rPr>
          <w:vertAlign w:val="superscript"/>
        </w:rPr>
        <w:t>, b</w:t>
      </w:r>
      <w:r>
        <w:rPr>
          <w:vertAlign w:val="superscript"/>
        </w:rPr>
        <w:t>, c</w:t>
      </w:r>
      <w:r w:rsidR="00F34BF1">
        <w:rPr>
          <w:vertAlign w:val="superscript"/>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keepLines/>
            </w:pPr>
            <w:r>
              <w:rPr>
                <w:noProof/>
              </w:rPr>
              <w:drawing>
                <wp:inline distT="0" distB="0" distL="0" distR="0" wp14:anchorId="6BA0D0BF" wp14:editId="137528A0">
                  <wp:extent cx="5387975" cy="2698115"/>
                  <wp:effectExtent l="0" t="0" r="3175" b="6985"/>
                  <wp:docPr id="26" name="Picture 26" descr="Figure 10.23 Separation rates for maternity services,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423448" w:rsidRDefault="00D2410D" w:rsidP="004F7485">
      <w:pPr>
        <w:pStyle w:val="Note"/>
        <w:keepNext/>
      </w:pPr>
      <w:proofErr w:type="spellStart"/>
      <w:r>
        <w:rPr>
          <w:rStyle w:val="NoteLabel"/>
        </w:rPr>
        <w:t>a</w:t>
      </w:r>
      <w:proofErr w:type="spellEnd"/>
      <w:r>
        <w:rPr>
          <w:rStyle w:val="NoteLabel"/>
        </w:rPr>
        <w:t xml:space="preserve"> </w:t>
      </w:r>
      <w:r>
        <w:sym w:font="Symbol" w:char="F020"/>
      </w:r>
      <w:r>
        <w:t xml:space="preserve">The </w:t>
      </w:r>
      <w:proofErr w:type="spellStart"/>
      <w:r>
        <w:t>puerperium</w:t>
      </w:r>
      <w:proofErr w:type="spellEnd"/>
      <w:r>
        <w:t xml:space="preserve"> refers to the period of confinement immediately after labour (around six weeks). </w:t>
      </w:r>
      <w:r>
        <w:rPr>
          <w:rStyle w:val="NoteLabel"/>
        </w:rPr>
        <w:t>b </w:t>
      </w:r>
      <w:r>
        <w:t>Newborns and other neonates include babies aged less than 28 days or babies aged less than one year with admission weight of less than 2500 grams.</w:t>
      </w:r>
      <w:r w:rsidRPr="00423448">
        <w:rPr>
          <w:vertAlign w:val="superscript"/>
        </w:rPr>
        <w:t xml:space="preserve"> </w:t>
      </w:r>
      <w:r w:rsidRPr="00423448">
        <w:rPr>
          <w:rStyle w:val="NoteLabel"/>
        </w:rPr>
        <w:t>c</w:t>
      </w:r>
      <w:r>
        <w:t xml:space="preserve"> </w:t>
      </w:r>
      <w:r w:rsidRPr="00423448">
        <w:t>Includes separations for which the type of episode of care was reported as 'acute', or 'newborn with qualified pa</w:t>
      </w:r>
      <w:r>
        <w:t>tient days'.</w:t>
      </w:r>
      <w:r w:rsidR="00F34BF1">
        <w:t xml:space="preserve"> </w:t>
      </w:r>
      <w:r w:rsidR="00F34BF1" w:rsidRPr="00F34BF1">
        <w:rPr>
          <w:rStyle w:val="NoteLabel"/>
        </w:rPr>
        <w:t>d</w:t>
      </w:r>
      <w:r w:rsidR="00F34BF1">
        <w:t xml:space="preserve"> </w:t>
      </w:r>
      <w:r w:rsidR="00F34BF1" w:rsidRPr="00F34BF1">
        <w:t>Estimated Resident Populations (</w:t>
      </w:r>
      <w:proofErr w:type="spellStart"/>
      <w:r w:rsidR="00F34BF1" w:rsidRPr="00F34BF1">
        <w:t>ERPs</w:t>
      </w:r>
      <w:proofErr w:type="spellEnd"/>
      <w:r w:rsidR="00F34BF1" w:rsidRPr="00F34BF1">
        <w:t xml:space="preserve">) to June 2011 used to derive rates are revised to the ABS’ final 2011 Census rebased </w:t>
      </w:r>
      <w:proofErr w:type="spellStart"/>
      <w:r w:rsidR="00F34BF1" w:rsidRPr="00F34BF1">
        <w:t>ERPs</w:t>
      </w:r>
      <w:proofErr w:type="spellEnd"/>
      <w:r w:rsidR="00F34BF1" w:rsidRPr="00F34BF1">
        <w:t xml:space="preserve">. The final </w:t>
      </w:r>
      <w:proofErr w:type="spellStart"/>
      <w:r w:rsidR="00F34BF1" w:rsidRPr="00F34BF1">
        <w:t>ERP</w:t>
      </w:r>
      <w:proofErr w:type="spellEnd"/>
      <w:r w:rsidR="00F34BF1" w:rsidRPr="00F34BF1">
        <w:t xml:space="preserve"> replaces the preliminary 2006 Census based </w:t>
      </w:r>
      <w:proofErr w:type="spellStart"/>
      <w:r w:rsidR="00F34BF1" w:rsidRPr="00F34BF1">
        <w:t>ERPs</w:t>
      </w:r>
      <w:proofErr w:type="spellEnd"/>
      <w:r w:rsidR="00F34BF1" w:rsidRPr="00F34BF1">
        <w:t xml:space="preserve"> used in the 2013 Report. </w:t>
      </w:r>
      <w:proofErr w:type="spellStart"/>
      <w:r w:rsidR="00F34BF1" w:rsidRPr="00F34BF1">
        <w:t>ERP</w:t>
      </w:r>
      <w:proofErr w:type="spellEnd"/>
      <w:r w:rsidR="00F34BF1" w:rsidRPr="00F34BF1">
        <w:t xml:space="preserve"> data from December 2011 are first preliminary estimates based on the 2011 Census. See Chapter 2 (table</w:t>
      </w:r>
      <w:r w:rsidR="00E56A9B">
        <w:t>s</w:t>
      </w:r>
      <w:r w:rsidR="00F34BF1" w:rsidRPr="00F34BF1">
        <w:t xml:space="preserve"> </w:t>
      </w:r>
      <w:proofErr w:type="spellStart"/>
      <w:r w:rsidR="00F34BF1" w:rsidRPr="00F34BF1">
        <w:t>2A.1</w:t>
      </w:r>
      <w:proofErr w:type="spellEnd"/>
      <w:r w:rsidR="00F34BF1" w:rsidRPr="00F34BF1">
        <w:t>-2) for details.</w:t>
      </w:r>
    </w:p>
    <w:p w:rsidR="00D2410D" w:rsidRPr="00F056FF" w:rsidRDefault="00D2410D" w:rsidP="00D2410D">
      <w:pPr>
        <w:pStyle w:val="Source"/>
        <w:rPr>
          <w:szCs w:val="18"/>
        </w:rPr>
      </w:pPr>
      <w:r w:rsidRPr="00F056FF">
        <w:rPr>
          <w:i/>
          <w:szCs w:val="18"/>
        </w:rPr>
        <w:t>Source</w:t>
      </w:r>
      <w:r w:rsidRPr="00F056FF">
        <w:rPr>
          <w:szCs w:val="18"/>
        </w:rPr>
        <w:t xml:space="preserve">: </w:t>
      </w:r>
      <w:proofErr w:type="spellStart"/>
      <w:r w:rsidR="00193664">
        <w:t>AIHW</w:t>
      </w:r>
      <w:proofErr w:type="spellEnd"/>
      <w:r w:rsidR="00193664">
        <w:t xml:space="preserve"> (201</w:t>
      </w:r>
      <w:r w:rsidR="00812122">
        <w:t>3</w:t>
      </w:r>
      <w:r w:rsidR="00193664">
        <w:t>),</w:t>
      </w:r>
      <w:r w:rsidR="00193664" w:rsidRPr="00663A00">
        <w:rPr>
          <w:i/>
        </w:rPr>
        <w:t xml:space="preserve"> </w:t>
      </w:r>
      <w:r w:rsidR="00193664" w:rsidRPr="00354423">
        <w:rPr>
          <w:i/>
        </w:rPr>
        <w:t>Australian Hospital Statistics</w:t>
      </w:r>
      <w:r w:rsidR="00193664">
        <w:rPr>
          <w:i/>
        </w:rPr>
        <w:t xml:space="preserve"> 201</w:t>
      </w:r>
      <w:r w:rsidR="00812122">
        <w:rPr>
          <w:i/>
        </w:rPr>
        <w:t>1</w:t>
      </w:r>
      <w:r w:rsidR="00193664">
        <w:rPr>
          <w:i/>
        </w:rPr>
        <w:t>-1</w:t>
      </w:r>
      <w:r w:rsidR="00812122">
        <w:rPr>
          <w:i/>
        </w:rPr>
        <w:t>2</w:t>
      </w:r>
      <w:r w:rsidR="00193664">
        <w:rPr>
          <w:i/>
        </w:rPr>
        <w:t xml:space="preserve">, </w:t>
      </w:r>
      <w:r w:rsidR="00193664">
        <w:t xml:space="preserve">Health Services Series No. </w:t>
      </w:r>
      <w:r w:rsidR="00812122">
        <w:t>50</w:t>
      </w:r>
      <w:r w:rsidR="00193664">
        <w:t xml:space="preserve">, </w:t>
      </w:r>
      <w:r w:rsidR="00193664" w:rsidRPr="00663A00">
        <w:t xml:space="preserve">Cat no. </w:t>
      </w:r>
      <w:proofErr w:type="spellStart"/>
      <w:r w:rsidR="00193664" w:rsidRPr="00663A00">
        <w:t>HSE</w:t>
      </w:r>
      <w:proofErr w:type="spellEnd"/>
      <w:r w:rsidR="00193664" w:rsidRPr="00663A00">
        <w:t xml:space="preserve"> </w:t>
      </w:r>
      <w:r w:rsidR="00193664">
        <w:t>1</w:t>
      </w:r>
      <w:r w:rsidR="00812122">
        <w:t>34</w:t>
      </w:r>
      <w:r w:rsidRPr="00F056FF">
        <w:rPr>
          <w:szCs w:val="18"/>
        </w:rPr>
        <w:t xml:space="preserve">; </w:t>
      </w:r>
      <w:r w:rsidRPr="00F056FF">
        <w:rPr>
          <w:rFonts w:cs="Arial"/>
          <w:szCs w:val="18"/>
        </w:rPr>
        <w:t>ABS (unpublished), Australian Demographic Statistics, December Quarter 20</w:t>
      </w:r>
      <w:r w:rsidR="008947B6">
        <w:rPr>
          <w:rFonts w:cs="Arial"/>
          <w:szCs w:val="18"/>
        </w:rPr>
        <w:t>1</w:t>
      </w:r>
      <w:r w:rsidR="00812122">
        <w:rPr>
          <w:rFonts w:cs="Arial"/>
          <w:szCs w:val="18"/>
        </w:rPr>
        <w:t>1</w:t>
      </w:r>
      <w:r w:rsidRPr="00F056FF">
        <w:rPr>
          <w:rFonts w:cs="Arial"/>
          <w:szCs w:val="18"/>
        </w:rPr>
        <w:t xml:space="preserve">, Cat. no. 3101.0; </w:t>
      </w:r>
      <w:r w:rsidRPr="00F056FF">
        <w:rPr>
          <w:szCs w:val="18"/>
        </w:rPr>
        <w:t xml:space="preserve">tables </w:t>
      </w:r>
      <w:proofErr w:type="spellStart"/>
      <w:r w:rsidR="00812122">
        <w:rPr>
          <w:szCs w:val="18"/>
        </w:rPr>
        <w:t>2</w:t>
      </w:r>
      <w:r w:rsidRPr="00F056FF">
        <w:rPr>
          <w:szCs w:val="18"/>
        </w:rPr>
        <w:t>A.2</w:t>
      </w:r>
      <w:proofErr w:type="spellEnd"/>
      <w:r w:rsidRPr="00F056FF">
        <w:rPr>
          <w:szCs w:val="18"/>
        </w:rPr>
        <w:t xml:space="preserve"> and </w:t>
      </w:r>
      <w:proofErr w:type="spellStart"/>
      <w:r w:rsidRPr="00F056FF">
        <w:rPr>
          <w:szCs w:val="18"/>
        </w:rPr>
        <w:t>10A.</w:t>
      </w:r>
      <w:r w:rsidR="00B67068">
        <w:rPr>
          <w:szCs w:val="18"/>
        </w:rPr>
        <w:t>9</w:t>
      </w:r>
      <w:r w:rsidR="0034658F">
        <w:rPr>
          <w:szCs w:val="18"/>
        </w:rPr>
        <w:t>5</w:t>
      </w:r>
      <w:proofErr w:type="spellEnd"/>
      <w:r w:rsidRPr="00F056FF">
        <w:rPr>
          <w:szCs w:val="18"/>
        </w:rPr>
        <w:t>.</w:t>
      </w:r>
    </w:p>
    <w:p w:rsidR="00D2410D" w:rsidRDefault="00FE4591" w:rsidP="00D10431">
      <w:pPr>
        <w:pStyle w:val="BodyText"/>
      </w:pPr>
      <w:r w:rsidRPr="00FE4591">
        <w:t>In Australian public hospitals in 20</w:t>
      </w:r>
      <w:r w:rsidR="00946B7E">
        <w:t>1</w:t>
      </w:r>
      <w:r w:rsidR="000A6C9A">
        <w:t>1</w:t>
      </w:r>
      <w:r w:rsidRPr="00FE4591">
        <w:t>-1</w:t>
      </w:r>
      <w:r w:rsidR="000A6C9A">
        <w:t>2</w:t>
      </w:r>
      <w:r w:rsidRPr="00FE4591">
        <w:t xml:space="preserve">, </w:t>
      </w:r>
      <w:r w:rsidR="00946B7E">
        <w:t>4</w:t>
      </w:r>
      <w:r w:rsidR="009F4959">
        <w:t>1</w:t>
      </w:r>
      <w:r w:rsidRPr="00FE4591">
        <w:t>.</w:t>
      </w:r>
      <w:r w:rsidR="00946B7E">
        <w:t>4</w:t>
      </w:r>
      <w:r w:rsidRPr="00FE4591">
        <w:t xml:space="preserve"> per cent of the separations for pregnancy, childbirth and the </w:t>
      </w:r>
      <w:proofErr w:type="spellStart"/>
      <w:r w:rsidRPr="00FE4591">
        <w:t>puerperium</w:t>
      </w:r>
      <w:proofErr w:type="spellEnd"/>
      <w:r w:rsidRPr="00FE4591">
        <w:t xml:space="preserve"> had a </w:t>
      </w:r>
      <w:proofErr w:type="spellStart"/>
      <w:r w:rsidRPr="00FE4591">
        <w:t>DRG</w:t>
      </w:r>
      <w:proofErr w:type="spellEnd"/>
      <w:r w:rsidRPr="00FE4591">
        <w:t xml:space="preserve"> of vaginal deliver</w:t>
      </w:r>
      <w:r w:rsidR="00946B7E">
        <w:t>y</w:t>
      </w:r>
      <w:r>
        <w:t xml:space="preserve"> </w:t>
      </w:r>
      <w:r w:rsidR="00946B7E">
        <w:t>(tables </w:t>
      </w:r>
      <w:proofErr w:type="spellStart"/>
      <w:r w:rsidR="00D2410D" w:rsidRPr="00303199">
        <w:t>10A.</w:t>
      </w:r>
      <w:r w:rsidR="00B67068">
        <w:t>9</w:t>
      </w:r>
      <w:r w:rsidR="0034658F">
        <w:t>5</w:t>
      </w:r>
      <w:proofErr w:type="spellEnd"/>
      <w:r w:rsidR="00D2410D">
        <w:t xml:space="preserve"> and </w:t>
      </w:r>
      <w:proofErr w:type="spellStart"/>
      <w:r w:rsidR="00D2410D">
        <w:t>10A.</w:t>
      </w:r>
      <w:r w:rsidR="00B67068">
        <w:t>9</w:t>
      </w:r>
      <w:r w:rsidR="0034658F">
        <w:t>6</w:t>
      </w:r>
      <w:proofErr w:type="spellEnd"/>
      <w:r w:rsidR="00D2410D" w:rsidRPr="00303199">
        <w:t xml:space="preserve">). </w:t>
      </w:r>
      <w:r w:rsidR="00D2410D" w:rsidRPr="0023529A">
        <w:t>In the context of all AR</w:t>
      </w:r>
      <w:r w:rsidR="00D2410D" w:rsidRPr="0023529A">
        <w:noBreakHyphen/>
      </w:r>
      <w:proofErr w:type="spellStart"/>
      <w:r w:rsidR="00D2410D" w:rsidRPr="0023529A">
        <w:t>DRGs</w:t>
      </w:r>
      <w:proofErr w:type="spellEnd"/>
      <w:r w:rsidR="00D2410D" w:rsidRPr="0023529A">
        <w:t xml:space="preserve"> in public hospitals, </w:t>
      </w:r>
      <w:r w:rsidR="00D2410D" w:rsidRPr="009A5C5F">
        <w:t>vaginal deliveries comprised the largest number of overnight acute separations (</w:t>
      </w:r>
      <w:r w:rsidR="007C29E5">
        <w:t>3.9</w:t>
      </w:r>
      <w:r w:rsidR="00D2410D" w:rsidRPr="0023529A">
        <w:t> per cent of all separations) (table </w:t>
      </w:r>
      <w:proofErr w:type="spellStart"/>
      <w:r w:rsidR="00D2410D" w:rsidRPr="0023529A">
        <w:t>10A.14</w:t>
      </w:r>
      <w:proofErr w:type="spellEnd"/>
      <w:r w:rsidR="00D2410D" w:rsidRPr="0023529A">
        <w:t>)</w:t>
      </w:r>
      <w:r w:rsidR="004D0004">
        <w:t xml:space="preserve">. </w:t>
      </w:r>
      <w:r w:rsidR="004D0004" w:rsidRPr="00D10431">
        <w:t xml:space="preserve">The cost of vaginal deliveries was </w:t>
      </w:r>
      <w:r w:rsidR="00D2410D" w:rsidRPr="00D10431">
        <w:t>$</w:t>
      </w:r>
      <w:r w:rsidR="009F4959" w:rsidRPr="00D10431">
        <w:t>753</w:t>
      </w:r>
      <w:r w:rsidR="00D2410D" w:rsidRPr="00D10431">
        <w:t>.</w:t>
      </w:r>
      <w:r w:rsidR="009F4959" w:rsidRPr="00D10431">
        <w:t>2</w:t>
      </w:r>
      <w:r w:rsidR="00D2410D" w:rsidRPr="00D10431">
        <w:t> million</w:t>
      </w:r>
      <w:r w:rsidR="004D0004" w:rsidRPr="00D10431">
        <w:t xml:space="preserve"> in 2011-12</w:t>
      </w:r>
      <w:r w:rsidR="00D2410D" w:rsidRPr="00D10431">
        <w:t xml:space="preserve"> (table </w:t>
      </w:r>
      <w:proofErr w:type="spellStart"/>
      <w:r w:rsidR="00D2410D" w:rsidRPr="00D10431">
        <w:t>10A.</w:t>
      </w:r>
      <w:r w:rsidR="00B67068" w:rsidRPr="00D10431">
        <w:t>9</w:t>
      </w:r>
      <w:r w:rsidR="007B5702" w:rsidRPr="00D10431">
        <w:t>6</w:t>
      </w:r>
      <w:proofErr w:type="spellEnd"/>
      <w:r w:rsidR="00D2410D" w:rsidRPr="00D10431">
        <w:t>).</w:t>
      </w:r>
    </w:p>
    <w:p w:rsidR="00D2410D" w:rsidRDefault="00D2410D" w:rsidP="00D2410D">
      <w:pPr>
        <w:pStyle w:val="BodyText"/>
      </w:pPr>
      <w:r w:rsidRPr="00303199">
        <w:t>The complexity of maternity services is partly related to the mother’s age at the time of giving birth. The mean age of mothers giving birth varied across jurisdictions (table </w:t>
      </w:r>
      <w:r>
        <w:t>10.</w:t>
      </w:r>
      <w:r w:rsidR="001F459B">
        <w:t>1</w:t>
      </w:r>
      <w:r w:rsidR="006C4E8A">
        <w:t>0</w:t>
      </w:r>
      <w:r w:rsidRPr="00303199">
        <w:t>).</w:t>
      </w:r>
    </w:p>
    <w:p w:rsidR="00D2410D" w:rsidRPr="00E90A32" w:rsidRDefault="00D2410D" w:rsidP="00D2410D">
      <w:pPr>
        <w:pStyle w:val="TableTitle"/>
      </w:pPr>
      <w:r w:rsidRPr="00E90A32">
        <w:rPr>
          <w:b w:val="0"/>
        </w:rPr>
        <w:t xml:space="preserve">Table </w:t>
      </w:r>
      <w:bookmarkStart w:id="43" w:name="OLE_LINK11"/>
      <w:r w:rsidR="006C4E8A">
        <w:rPr>
          <w:b w:val="0"/>
        </w:rPr>
        <w:t>10.</w:t>
      </w:r>
      <w:r w:rsidR="005B16BF">
        <w:rPr>
          <w:b w:val="0"/>
          <w:noProof/>
        </w:rPr>
        <w:t>10</w:t>
      </w:r>
      <w:bookmarkEnd w:id="43"/>
      <w:r w:rsidRPr="00E90A32">
        <w:tab/>
        <w:t>Mean age of mothers at time of giving birth, public hospitals</w:t>
      </w:r>
    </w:p>
    <w:tbl>
      <w:tblPr>
        <w:tblW w:w="0" w:type="auto"/>
        <w:tblLayout w:type="fixed"/>
        <w:tblCellMar>
          <w:left w:w="0" w:type="dxa"/>
          <w:right w:w="0" w:type="dxa"/>
        </w:tblCellMar>
        <w:tblLook w:val="0000" w:firstRow="0" w:lastRow="0" w:firstColumn="0" w:lastColumn="0" w:noHBand="0" w:noVBand="0"/>
      </w:tblPr>
      <w:tblGrid>
        <w:gridCol w:w="1985"/>
        <w:gridCol w:w="849"/>
        <w:gridCol w:w="850"/>
        <w:gridCol w:w="850"/>
        <w:gridCol w:w="850"/>
        <w:gridCol w:w="853"/>
        <w:gridCol w:w="847"/>
        <w:gridCol w:w="850"/>
        <w:gridCol w:w="850"/>
      </w:tblGrid>
      <w:tr w:rsidR="00F43E24" w:rsidRPr="008F2A90" w:rsidTr="00F43E24">
        <w:tc>
          <w:tcPr>
            <w:tcW w:w="1985" w:type="dxa"/>
            <w:tcBorders>
              <w:top w:val="single" w:sz="4" w:space="0" w:color="auto"/>
              <w:bottom w:val="single" w:sz="4" w:space="0" w:color="auto"/>
            </w:tcBorders>
            <w:shd w:val="clear" w:color="auto" w:fill="auto"/>
          </w:tcPr>
          <w:p w:rsidR="00F43E24" w:rsidRDefault="00F43E24" w:rsidP="00531D51">
            <w:pPr>
              <w:pStyle w:val="TableColumnHeading"/>
              <w:jc w:val="left"/>
            </w:pPr>
          </w:p>
        </w:tc>
        <w:tc>
          <w:tcPr>
            <w:tcW w:w="849"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r w:rsidRPr="008F2A90">
              <w:rPr>
                <w:i/>
              </w:rPr>
              <w:t>NSW</w:t>
            </w:r>
          </w:p>
        </w:tc>
        <w:tc>
          <w:tcPr>
            <w:tcW w:w="850"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r w:rsidRPr="008F2A90">
              <w:rPr>
                <w:i/>
              </w:rPr>
              <w:t>Vic</w:t>
            </w:r>
            <w:r w:rsidRPr="008F2A90">
              <w:rPr>
                <w:rStyle w:val="NoteLabel"/>
              </w:rPr>
              <w:t>a</w:t>
            </w:r>
          </w:p>
        </w:tc>
        <w:tc>
          <w:tcPr>
            <w:tcW w:w="850"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r w:rsidRPr="008F2A90">
              <w:rPr>
                <w:i/>
              </w:rPr>
              <w:t>Qld</w:t>
            </w:r>
          </w:p>
        </w:tc>
        <w:tc>
          <w:tcPr>
            <w:tcW w:w="850"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r w:rsidRPr="008F2A90">
              <w:rPr>
                <w:i/>
              </w:rPr>
              <w:t>WA</w:t>
            </w:r>
            <w:r w:rsidR="006D529E" w:rsidRPr="008F2A90">
              <w:rPr>
                <w:rStyle w:val="NoteLabel"/>
              </w:rPr>
              <w:t>b</w:t>
            </w:r>
          </w:p>
        </w:tc>
        <w:tc>
          <w:tcPr>
            <w:tcW w:w="853" w:type="dxa"/>
            <w:tcBorders>
              <w:top w:val="single" w:sz="4" w:space="0" w:color="auto"/>
              <w:bottom w:val="single" w:sz="4" w:space="0" w:color="auto"/>
            </w:tcBorders>
            <w:shd w:val="clear" w:color="auto" w:fill="auto"/>
            <w:vAlign w:val="bottom"/>
          </w:tcPr>
          <w:p w:rsidR="00F43E24" w:rsidRPr="008F2A90" w:rsidRDefault="00F43E24" w:rsidP="006D529E">
            <w:pPr>
              <w:pStyle w:val="TableBodyText"/>
              <w:ind w:left="170"/>
              <w:rPr>
                <w:i/>
              </w:rPr>
            </w:pPr>
            <w:r w:rsidRPr="008F2A90">
              <w:rPr>
                <w:i/>
              </w:rPr>
              <w:t>SA</w:t>
            </w:r>
            <w:r w:rsidR="006D529E" w:rsidRPr="006D529E">
              <w:rPr>
                <w:rStyle w:val="NoteLabel"/>
              </w:rPr>
              <w:t>c</w:t>
            </w:r>
          </w:p>
        </w:tc>
        <w:tc>
          <w:tcPr>
            <w:tcW w:w="847"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proofErr w:type="spellStart"/>
            <w:r w:rsidRPr="008F2A90">
              <w:rPr>
                <w:i/>
              </w:rPr>
              <w:t>Tas</w:t>
            </w:r>
            <w:proofErr w:type="spellEnd"/>
          </w:p>
        </w:tc>
        <w:tc>
          <w:tcPr>
            <w:tcW w:w="850" w:type="dxa"/>
            <w:tcBorders>
              <w:top w:val="single" w:sz="4" w:space="0" w:color="auto"/>
              <w:bottom w:val="single" w:sz="4" w:space="0" w:color="auto"/>
            </w:tcBorders>
            <w:shd w:val="clear" w:color="auto" w:fill="auto"/>
            <w:vAlign w:val="bottom"/>
          </w:tcPr>
          <w:p w:rsidR="00F43E24" w:rsidRPr="008F2A90" w:rsidRDefault="00F43E24" w:rsidP="006D529E">
            <w:pPr>
              <w:pStyle w:val="TableBodyText"/>
              <w:ind w:left="170"/>
              <w:rPr>
                <w:i/>
              </w:rPr>
            </w:pPr>
            <w:r w:rsidRPr="008F2A90">
              <w:rPr>
                <w:i/>
              </w:rPr>
              <w:t>ACT</w:t>
            </w:r>
            <w:r w:rsidR="006D529E">
              <w:rPr>
                <w:rStyle w:val="NoteLabel"/>
              </w:rPr>
              <w:t>d</w:t>
            </w:r>
          </w:p>
        </w:tc>
        <w:tc>
          <w:tcPr>
            <w:tcW w:w="850" w:type="dxa"/>
            <w:tcBorders>
              <w:top w:val="single" w:sz="4" w:space="0" w:color="auto"/>
              <w:bottom w:val="single" w:sz="4" w:space="0" w:color="auto"/>
            </w:tcBorders>
            <w:shd w:val="clear" w:color="auto" w:fill="auto"/>
            <w:vAlign w:val="bottom"/>
          </w:tcPr>
          <w:p w:rsidR="00F43E24" w:rsidRPr="008F2A90" w:rsidRDefault="00F43E24" w:rsidP="008F2A90">
            <w:pPr>
              <w:pStyle w:val="TableBodyText"/>
              <w:ind w:left="170"/>
              <w:rPr>
                <w:i/>
              </w:rPr>
            </w:pPr>
            <w:r w:rsidRPr="008F2A90">
              <w:rPr>
                <w:i/>
              </w:rPr>
              <w:t>NT</w:t>
            </w:r>
          </w:p>
        </w:tc>
      </w:tr>
      <w:tr w:rsidR="00EC4C37" w:rsidTr="00F43E24">
        <w:tc>
          <w:tcPr>
            <w:tcW w:w="1985" w:type="dxa"/>
            <w:tcBorders>
              <w:top w:val="single" w:sz="4" w:space="0" w:color="auto"/>
            </w:tcBorders>
            <w:vAlign w:val="bottom"/>
          </w:tcPr>
          <w:p w:rsidR="00EC4C37" w:rsidRDefault="00EC4C37" w:rsidP="00C96F56">
            <w:pPr>
              <w:pStyle w:val="TableBodyText"/>
              <w:jc w:val="left"/>
            </w:pPr>
            <w:r>
              <w:t>20</w:t>
            </w:r>
            <w:r w:rsidR="009B0CB1">
              <w:t>0</w:t>
            </w:r>
            <w:r w:rsidR="00C96F56">
              <w:t>8</w:t>
            </w:r>
          </w:p>
        </w:tc>
        <w:tc>
          <w:tcPr>
            <w:tcW w:w="849" w:type="dxa"/>
            <w:tcBorders>
              <w:top w:val="single" w:sz="4" w:space="0" w:color="auto"/>
            </w:tcBorders>
          </w:tcPr>
          <w:p w:rsidR="00EC4C37" w:rsidRDefault="00EC4C37" w:rsidP="00531D51">
            <w:pPr>
              <w:pStyle w:val="TableUnitsRow"/>
            </w:pPr>
          </w:p>
        </w:tc>
        <w:tc>
          <w:tcPr>
            <w:tcW w:w="850" w:type="dxa"/>
            <w:tcBorders>
              <w:top w:val="single" w:sz="4" w:space="0" w:color="auto"/>
            </w:tcBorders>
          </w:tcPr>
          <w:p w:rsidR="00EC4C37" w:rsidRDefault="00EC4C37" w:rsidP="00531D51">
            <w:pPr>
              <w:pStyle w:val="TableUnitsRow"/>
            </w:pPr>
          </w:p>
        </w:tc>
        <w:tc>
          <w:tcPr>
            <w:tcW w:w="850" w:type="dxa"/>
            <w:tcBorders>
              <w:top w:val="single" w:sz="4" w:space="0" w:color="auto"/>
            </w:tcBorders>
          </w:tcPr>
          <w:p w:rsidR="00EC4C37" w:rsidRDefault="00EC4C37" w:rsidP="00531D51">
            <w:pPr>
              <w:pStyle w:val="TableUnitsRow"/>
            </w:pPr>
          </w:p>
        </w:tc>
        <w:tc>
          <w:tcPr>
            <w:tcW w:w="850" w:type="dxa"/>
            <w:tcBorders>
              <w:top w:val="single" w:sz="4" w:space="0" w:color="auto"/>
            </w:tcBorders>
          </w:tcPr>
          <w:p w:rsidR="00EC4C37" w:rsidRDefault="00EC4C37" w:rsidP="00531D51">
            <w:pPr>
              <w:pStyle w:val="TableUnitsRow"/>
            </w:pPr>
          </w:p>
        </w:tc>
        <w:tc>
          <w:tcPr>
            <w:tcW w:w="853" w:type="dxa"/>
            <w:tcBorders>
              <w:top w:val="single" w:sz="4" w:space="0" w:color="auto"/>
            </w:tcBorders>
          </w:tcPr>
          <w:p w:rsidR="00EC4C37" w:rsidRDefault="00EC4C37" w:rsidP="00531D51">
            <w:pPr>
              <w:pStyle w:val="TableUnitsRow"/>
            </w:pPr>
          </w:p>
        </w:tc>
        <w:tc>
          <w:tcPr>
            <w:tcW w:w="847" w:type="dxa"/>
            <w:tcBorders>
              <w:top w:val="single" w:sz="4" w:space="0" w:color="auto"/>
            </w:tcBorders>
          </w:tcPr>
          <w:p w:rsidR="00EC4C37" w:rsidRDefault="00EC4C37" w:rsidP="00531D51">
            <w:pPr>
              <w:pStyle w:val="TableUnitsRow"/>
            </w:pPr>
          </w:p>
        </w:tc>
        <w:tc>
          <w:tcPr>
            <w:tcW w:w="850" w:type="dxa"/>
            <w:tcBorders>
              <w:top w:val="single" w:sz="4" w:space="0" w:color="auto"/>
            </w:tcBorders>
          </w:tcPr>
          <w:p w:rsidR="00EC4C37" w:rsidRDefault="00EC4C37" w:rsidP="00531D51">
            <w:pPr>
              <w:pStyle w:val="TableUnitsRow"/>
            </w:pPr>
          </w:p>
        </w:tc>
        <w:tc>
          <w:tcPr>
            <w:tcW w:w="850" w:type="dxa"/>
            <w:tcBorders>
              <w:top w:val="single" w:sz="4" w:space="0" w:color="auto"/>
            </w:tcBorders>
          </w:tcPr>
          <w:p w:rsidR="00EC4C37" w:rsidRDefault="00EC4C37" w:rsidP="00531D51">
            <w:pPr>
              <w:pStyle w:val="TableUnitsRow"/>
              <w:ind w:right="28"/>
            </w:pPr>
          </w:p>
        </w:tc>
      </w:tr>
      <w:tr w:rsidR="00CC44C8" w:rsidTr="00065659">
        <w:tc>
          <w:tcPr>
            <w:tcW w:w="1985" w:type="dxa"/>
            <w:vAlign w:val="bottom"/>
          </w:tcPr>
          <w:p w:rsidR="00CC44C8" w:rsidRDefault="00CC44C8" w:rsidP="00EC4C37">
            <w:pPr>
              <w:pStyle w:val="TableBodyText"/>
              <w:ind w:left="170"/>
              <w:jc w:val="left"/>
            </w:pPr>
            <w:r>
              <w:t>First birth</w:t>
            </w:r>
          </w:p>
        </w:tc>
        <w:tc>
          <w:tcPr>
            <w:tcW w:w="849" w:type="dxa"/>
            <w:vAlign w:val="bottom"/>
          </w:tcPr>
          <w:p w:rsidR="00CC44C8" w:rsidRPr="00CC44C8" w:rsidRDefault="00CC44C8" w:rsidP="00CC44C8">
            <w:pPr>
              <w:pStyle w:val="TableBodyText"/>
              <w:ind w:left="346" w:hanging="340"/>
            </w:pPr>
            <w:r w:rsidRPr="00CC44C8">
              <w:t>27.9</w:t>
            </w:r>
          </w:p>
        </w:tc>
        <w:tc>
          <w:tcPr>
            <w:tcW w:w="850" w:type="dxa"/>
            <w:vAlign w:val="bottom"/>
          </w:tcPr>
          <w:p w:rsidR="00CC44C8" w:rsidRPr="00CC44C8" w:rsidRDefault="00CC44C8" w:rsidP="00CC44C8">
            <w:pPr>
              <w:pStyle w:val="TableBodyText"/>
              <w:ind w:left="346" w:hanging="340"/>
            </w:pPr>
            <w:r w:rsidRPr="00CC44C8">
              <w:t>27.7</w:t>
            </w:r>
          </w:p>
        </w:tc>
        <w:tc>
          <w:tcPr>
            <w:tcW w:w="850" w:type="dxa"/>
            <w:vAlign w:val="bottom"/>
          </w:tcPr>
          <w:p w:rsidR="00CC44C8" w:rsidRPr="00CC44C8" w:rsidRDefault="00CC44C8" w:rsidP="00CC44C8">
            <w:pPr>
              <w:pStyle w:val="TableBodyText"/>
              <w:ind w:left="346" w:hanging="340"/>
            </w:pPr>
            <w:r w:rsidRPr="00CC44C8">
              <w:t>25.5</w:t>
            </w:r>
          </w:p>
        </w:tc>
        <w:tc>
          <w:tcPr>
            <w:tcW w:w="850" w:type="dxa"/>
            <w:vAlign w:val="bottom"/>
          </w:tcPr>
          <w:p w:rsidR="00CC44C8" w:rsidRPr="00CC44C8" w:rsidRDefault="00CC44C8" w:rsidP="00CC44C8">
            <w:pPr>
              <w:pStyle w:val="TableBodyText"/>
              <w:ind w:left="346" w:hanging="340"/>
            </w:pPr>
            <w:r w:rsidRPr="00CC44C8">
              <w:t>26.0</w:t>
            </w:r>
          </w:p>
        </w:tc>
        <w:tc>
          <w:tcPr>
            <w:tcW w:w="853" w:type="dxa"/>
            <w:vAlign w:val="bottom"/>
          </w:tcPr>
          <w:p w:rsidR="00CC44C8" w:rsidRPr="00CC44C8" w:rsidRDefault="00CC44C8" w:rsidP="00CC44C8">
            <w:pPr>
              <w:pStyle w:val="TableBodyText"/>
              <w:ind w:left="346" w:hanging="340"/>
            </w:pPr>
            <w:r w:rsidRPr="00CC44C8">
              <w:t>26.9</w:t>
            </w:r>
          </w:p>
        </w:tc>
        <w:tc>
          <w:tcPr>
            <w:tcW w:w="847" w:type="dxa"/>
            <w:vAlign w:val="bottom"/>
          </w:tcPr>
          <w:p w:rsidR="00CC44C8" w:rsidRPr="00CC44C8" w:rsidRDefault="00CC44C8" w:rsidP="00CC44C8">
            <w:pPr>
              <w:pStyle w:val="TableBodyText"/>
              <w:ind w:left="346" w:hanging="340"/>
            </w:pPr>
            <w:r w:rsidRPr="00CC44C8">
              <w:t>27.0</w:t>
            </w:r>
          </w:p>
        </w:tc>
        <w:tc>
          <w:tcPr>
            <w:tcW w:w="850" w:type="dxa"/>
            <w:vAlign w:val="bottom"/>
          </w:tcPr>
          <w:p w:rsidR="00CC44C8" w:rsidRPr="00CC44C8" w:rsidRDefault="00CC44C8" w:rsidP="00CC44C8">
            <w:pPr>
              <w:pStyle w:val="TableBodyText"/>
              <w:ind w:left="346" w:hanging="340"/>
            </w:pPr>
            <w:r w:rsidRPr="00CC44C8">
              <w:t>28.0</w:t>
            </w:r>
          </w:p>
        </w:tc>
        <w:tc>
          <w:tcPr>
            <w:tcW w:w="850" w:type="dxa"/>
            <w:vAlign w:val="bottom"/>
          </w:tcPr>
          <w:p w:rsidR="00CC44C8" w:rsidRPr="00CC44C8" w:rsidRDefault="00CC44C8" w:rsidP="00CC44C8">
            <w:pPr>
              <w:pStyle w:val="TableBodyText"/>
              <w:ind w:left="346" w:hanging="340"/>
            </w:pPr>
            <w:r w:rsidRPr="00CC44C8">
              <w:t>24.5</w:t>
            </w:r>
          </w:p>
        </w:tc>
      </w:tr>
      <w:tr w:rsidR="00CC44C8" w:rsidTr="00065659">
        <w:tc>
          <w:tcPr>
            <w:tcW w:w="1985" w:type="dxa"/>
            <w:vAlign w:val="bottom"/>
          </w:tcPr>
          <w:p w:rsidR="00CC44C8" w:rsidRDefault="00CC44C8" w:rsidP="00EC4C37">
            <w:pPr>
              <w:pStyle w:val="TableBodyText"/>
              <w:ind w:left="170"/>
              <w:jc w:val="left"/>
            </w:pPr>
            <w:r>
              <w:t>Second birth</w:t>
            </w:r>
          </w:p>
        </w:tc>
        <w:tc>
          <w:tcPr>
            <w:tcW w:w="849" w:type="dxa"/>
            <w:vAlign w:val="bottom"/>
          </w:tcPr>
          <w:p w:rsidR="00CC44C8" w:rsidRPr="00CC44C8" w:rsidRDefault="00CC44C8" w:rsidP="00CC44C8">
            <w:pPr>
              <w:pStyle w:val="TableBodyText"/>
              <w:ind w:left="346" w:hanging="340"/>
            </w:pPr>
            <w:r w:rsidRPr="00CC44C8">
              <w:t>30.2</w:t>
            </w:r>
          </w:p>
        </w:tc>
        <w:tc>
          <w:tcPr>
            <w:tcW w:w="850" w:type="dxa"/>
            <w:vAlign w:val="bottom"/>
          </w:tcPr>
          <w:p w:rsidR="00CC44C8" w:rsidRPr="00CC44C8" w:rsidRDefault="00CC44C8" w:rsidP="00CC44C8">
            <w:pPr>
              <w:pStyle w:val="TableBodyText"/>
              <w:ind w:left="346" w:hanging="340"/>
            </w:pPr>
            <w:r w:rsidRPr="00CC44C8">
              <w:t>30.0</w:t>
            </w:r>
          </w:p>
        </w:tc>
        <w:tc>
          <w:tcPr>
            <w:tcW w:w="850" w:type="dxa"/>
            <w:vAlign w:val="bottom"/>
          </w:tcPr>
          <w:p w:rsidR="00CC44C8" w:rsidRPr="00CC44C8" w:rsidRDefault="00CC44C8" w:rsidP="00CC44C8">
            <w:pPr>
              <w:pStyle w:val="TableBodyText"/>
              <w:ind w:left="346" w:hanging="340"/>
            </w:pPr>
            <w:r w:rsidRPr="00CC44C8">
              <w:t>28.1</w:t>
            </w:r>
          </w:p>
        </w:tc>
        <w:tc>
          <w:tcPr>
            <w:tcW w:w="850" w:type="dxa"/>
            <w:vAlign w:val="bottom"/>
          </w:tcPr>
          <w:p w:rsidR="00CC44C8" w:rsidRPr="00CC44C8" w:rsidRDefault="00CC44C8" w:rsidP="00CC44C8">
            <w:pPr>
              <w:pStyle w:val="TableBodyText"/>
              <w:ind w:left="346" w:hanging="340"/>
            </w:pPr>
            <w:r w:rsidRPr="00CC44C8">
              <w:t>28.6</w:t>
            </w:r>
          </w:p>
        </w:tc>
        <w:tc>
          <w:tcPr>
            <w:tcW w:w="853" w:type="dxa"/>
            <w:vAlign w:val="bottom"/>
          </w:tcPr>
          <w:p w:rsidR="00CC44C8" w:rsidRPr="00CC44C8" w:rsidRDefault="00CC44C8" w:rsidP="00CC44C8">
            <w:pPr>
              <w:pStyle w:val="TableBodyText"/>
              <w:ind w:left="346" w:hanging="340"/>
            </w:pPr>
            <w:r w:rsidRPr="00CC44C8">
              <w:t>29.5</w:t>
            </w:r>
          </w:p>
        </w:tc>
        <w:tc>
          <w:tcPr>
            <w:tcW w:w="847" w:type="dxa"/>
            <w:vAlign w:val="bottom"/>
          </w:tcPr>
          <w:p w:rsidR="00CC44C8" w:rsidRPr="00CC44C8" w:rsidRDefault="00CC44C8" w:rsidP="00CC44C8">
            <w:pPr>
              <w:pStyle w:val="TableBodyText"/>
              <w:ind w:left="346" w:hanging="340"/>
            </w:pPr>
            <w:r w:rsidRPr="00CC44C8">
              <w:t>29.6</w:t>
            </w:r>
          </w:p>
        </w:tc>
        <w:tc>
          <w:tcPr>
            <w:tcW w:w="850" w:type="dxa"/>
            <w:vAlign w:val="bottom"/>
          </w:tcPr>
          <w:p w:rsidR="00CC44C8" w:rsidRPr="00CC44C8" w:rsidRDefault="00CC44C8" w:rsidP="00CC44C8">
            <w:pPr>
              <w:pStyle w:val="TableBodyText"/>
              <w:ind w:left="346" w:hanging="340"/>
            </w:pPr>
            <w:r w:rsidRPr="00CC44C8">
              <w:t>30.2</w:t>
            </w:r>
          </w:p>
        </w:tc>
        <w:tc>
          <w:tcPr>
            <w:tcW w:w="850" w:type="dxa"/>
            <w:vAlign w:val="bottom"/>
          </w:tcPr>
          <w:p w:rsidR="00CC44C8" w:rsidRPr="00CC44C8" w:rsidRDefault="00CC44C8" w:rsidP="00CC44C8">
            <w:pPr>
              <w:pStyle w:val="TableBodyText"/>
              <w:ind w:left="346" w:hanging="340"/>
            </w:pPr>
            <w:r w:rsidRPr="00CC44C8">
              <w:t>26.4</w:t>
            </w:r>
          </w:p>
        </w:tc>
      </w:tr>
      <w:tr w:rsidR="00CC44C8" w:rsidTr="00065659">
        <w:tc>
          <w:tcPr>
            <w:tcW w:w="1985" w:type="dxa"/>
            <w:vAlign w:val="bottom"/>
          </w:tcPr>
          <w:p w:rsidR="00CC44C8" w:rsidRDefault="00CC44C8" w:rsidP="00EC4C37">
            <w:pPr>
              <w:pStyle w:val="TableBodyText"/>
              <w:ind w:left="170"/>
              <w:jc w:val="left"/>
            </w:pPr>
            <w:r>
              <w:t>Third birth</w:t>
            </w:r>
          </w:p>
        </w:tc>
        <w:tc>
          <w:tcPr>
            <w:tcW w:w="849" w:type="dxa"/>
            <w:vAlign w:val="bottom"/>
          </w:tcPr>
          <w:p w:rsidR="00CC44C8" w:rsidRPr="00CC44C8" w:rsidRDefault="00CC44C8" w:rsidP="00CC44C8">
            <w:pPr>
              <w:pStyle w:val="TableBodyText"/>
              <w:ind w:left="346" w:hanging="340"/>
            </w:pPr>
            <w:r w:rsidRPr="00CC44C8">
              <w:t>31.5</w:t>
            </w:r>
          </w:p>
        </w:tc>
        <w:tc>
          <w:tcPr>
            <w:tcW w:w="850" w:type="dxa"/>
            <w:vAlign w:val="bottom"/>
          </w:tcPr>
          <w:p w:rsidR="00CC44C8" w:rsidRPr="00CC44C8" w:rsidRDefault="00CC44C8" w:rsidP="00CC44C8">
            <w:pPr>
              <w:pStyle w:val="TableBodyText"/>
              <w:ind w:left="346" w:hanging="340"/>
            </w:pPr>
            <w:r w:rsidRPr="00CC44C8">
              <w:t>31.5</w:t>
            </w:r>
          </w:p>
        </w:tc>
        <w:tc>
          <w:tcPr>
            <w:tcW w:w="850" w:type="dxa"/>
            <w:vAlign w:val="bottom"/>
          </w:tcPr>
          <w:p w:rsidR="00CC44C8" w:rsidRPr="00CC44C8" w:rsidRDefault="00CC44C8" w:rsidP="00CC44C8">
            <w:pPr>
              <w:pStyle w:val="TableBodyText"/>
              <w:ind w:left="346" w:hanging="340"/>
            </w:pPr>
            <w:r w:rsidRPr="00CC44C8">
              <w:t>29.7</w:t>
            </w:r>
          </w:p>
        </w:tc>
        <w:tc>
          <w:tcPr>
            <w:tcW w:w="850" w:type="dxa"/>
            <w:vAlign w:val="bottom"/>
          </w:tcPr>
          <w:p w:rsidR="00CC44C8" w:rsidRPr="00CC44C8" w:rsidRDefault="00CC44C8" w:rsidP="00CC44C8">
            <w:pPr>
              <w:pStyle w:val="TableBodyText"/>
              <w:ind w:left="346" w:hanging="340"/>
            </w:pPr>
            <w:r w:rsidRPr="00CC44C8">
              <w:t>30.1</w:t>
            </w:r>
          </w:p>
        </w:tc>
        <w:tc>
          <w:tcPr>
            <w:tcW w:w="853" w:type="dxa"/>
            <w:vAlign w:val="bottom"/>
          </w:tcPr>
          <w:p w:rsidR="00CC44C8" w:rsidRPr="00CC44C8" w:rsidRDefault="00CC44C8" w:rsidP="00CC44C8">
            <w:pPr>
              <w:pStyle w:val="TableBodyText"/>
              <w:ind w:left="346" w:hanging="340"/>
            </w:pPr>
            <w:r w:rsidRPr="00CC44C8">
              <w:t>31.0</w:t>
            </w:r>
          </w:p>
        </w:tc>
        <w:tc>
          <w:tcPr>
            <w:tcW w:w="847" w:type="dxa"/>
            <w:vAlign w:val="bottom"/>
          </w:tcPr>
          <w:p w:rsidR="00CC44C8" w:rsidRPr="00CC44C8" w:rsidRDefault="00CC44C8" w:rsidP="00CC44C8">
            <w:pPr>
              <w:pStyle w:val="TableBodyText"/>
              <w:ind w:left="346" w:hanging="340"/>
            </w:pPr>
            <w:r w:rsidRPr="00CC44C8">
              <w:t>31.7</w:t>
            </w:r>
          </w:p>
        </w:tc>
        <w:tc>
          <w:tcPr>
            <w:tcW w:w="850" w:type="dxa"/>
            <w:vAlign w:val="bottom"/>
          </w:tcPr>
          <w:p w:rsidR="00CC44C8" w:rsidRPr="00CC44C8" w:rsidRDefault="00CC44C8" w:rsidP="00CC44C8">
            <w:pPr>
              <w:pStyle w:val="TableBodyText"/>
              <w:ind w:left="346" w:hanging="340"/>
            </w:pPr>
            <w:r w:rsidRPr="00CC44C8">
              <w:t>31.9</w:t>
            </w:r>
          </w:p>
        </w:tc>
        <w:tc>
          <w:tcPr>
            <w:tcW w:w="850" w:type="dxa"/>
            <w:vAlign w:val="bottom"/>
          </w:tcPr>
          <w:p w:rsidR="00CC44C8" w:rsidRPr="00CC44C8" w:rsidRDefault="00CC44C8" w:rsidP="00CC44C8">
            <w:pPr>
              <w:pStyle w:val="TableBodyText"/>
              <w:ind w:left="346" w:hanging="340"/>
            </w:pPr>
            <w:r w:rsidRPr="00CC44C8">
              <w:t>28.5</w:t>
            </w:r>
          </w:p>
        </w:tc>
      </w:tr>
      <w:tr w:rsidR="00CC44C8" w:rsidTr="00065659">
        <w:tc>
          <w:tcPr>
            <w:tcW w:w="1985" w:type="dxa"/>
            <w:vAlign w:val="bottom"/>
          </w:tcPr>
          <w:p w:rsidR="00CC44C8" w:rsidRDefault="00CC44C8" w:rsidP="00EC4C37">
            <w:pPr>
              <w:pStyle w:val="TableBodyText"/>
              <w:ind w:left="170"/>
              <w:jc w:val="left"/>
            </w:pPr>
            <w:r>
              <w:t>All births</w:t>
            </w:r>
          </w:p>
        </w:tc>
        <w:tc>
          <w:tcPr>
            <w:tcW w:w="849" w:type="dxa"/>
            <w:vAlign w:val="bottom"/>
          </w:tcPr>
          <w:p w:rsidR="00CC44C8" w:rsidRPr="00CC44C8" w:rsidRDefault="00CC44C8" w:rsidP="00CC44C8">
            <w:pPr>
              <w:pStyle w:val="TableBodyText"/>
              <w:ind w:left="346" w:hanging="340"/>
            </w:pPr>
            <w:r w:rsidRPr="00CC44C8">
              <w:t>29.8</w:t>
            </w:r>
          </w:p>
        </w:tc>
        <w:tc>
          <w:tcPr>
            <w:tcW w:w="850" w:type="dxa"/>
            <w:vAlign w:val="bottom"/>
          </w:tcPr>
          <w:p w:rsidR="00CC44C8" w:rsidRPr="00CC44C8" w:rsidRDefault="00CC44C8" w:rsidP="00CC44C8">
            <w:pPr>
              <w:pStyle w:val="TableBodyText"/>
              <w:ind w:left="346" w:hanging="340"/>
            </w:pPr>
            <w:r w:rsidRPr="00CC44C8">
              <w:t>29.6</w:t>
            </w:r>
          </w:p>
        </w:tc>
        <w:tc>
          <w:tcPr>
            <w:tcW w:w="850" w:type="dxa"/>
            <w:vAlign w:val="bottom"/>
          </w:tcPr>
          <w:p w:rsidR="00CC44C8" w:rsidRPr="00CC44C8" w:rsidRDefault="00CC44C8" w:rsidP="00CC44C8">
            <w:pPr>
              <w:pStyle w:val="TableBodyText"/>
              <w:ind w:left="346" w:hanging="340"/>
            </w:pPr>
            <w:r w:rsidRPr="00CC44C8">
              <w:t>27.9</w:t>
            </w:r>
          </w:p>
        </w:tc>
        <w:tc>
          <w:tcPr>
            <w:tcW w:w="850" w:type="dxa"/>
            <w:vAlign w:val="bottom"/>
          </w:tcPr>
          <w:p w:rsidR="00CC44C8" w:rsidRPr="00CC44C8" w:rsidRDefault="00CC44C8" w:rsidP="00CC44C8">
            <w:pPr>
              <w:pStyle w:val="TableBodyText"/>
              <w:ind w:left="346" w:hanging="340"/>
            </w:pPr>
            <w:r w:rsidRPr="00CC44C8">
              <w:t>28.2</w:t>
            </w:r>
          </w:p>
        </w:tc>
        <w:tc>
          <w:tcPr>
            <w:tcW w:w="853" w:type="dxa"/>
            <w:vAlign w:val="bottom"/>
          </w:tcPr>
          <w:p w:rsidR="00CC44C8" w:rsidRPr="00CC44C8" w:rsidRDefault="00CC44C8" w:rsidP="00CC44C8">
            <w:pPr>
              <w:pStyle w:val="TableBodyText"/>
              <w:ind w:left="346" w:hanging="340"/>
            </w:pPr>
            <w:r w:rsidRPr="00CC44C8">
              <w:t>29.1</w:t>
            </w:r>
          </w:p>
        </w:tc>
        <w:tc>
          <w:tcPr>
            <w:tcW w:w="847" w:type="dxa"/>
            <w:vAlign w:val="bottom"/>
          </w:tcPr>
          <w:p w:rsidR="00CC44C8" w:rsidRPr="00CC44C8" w:rsidRDefault="00CC44C8" w:rsidP="00CC44C8">
            <w:pPr>
              <w:pStyle w:val="TableBodyText"/>
              <w:ind w:left="346" w:hanging="340"/>
            </w:pPr>
            <w:r w:rsidRPr="00CC44C8">
              <w:t>29.2</w:t>
            </w:r>
          </w:p>
        </w:tc>
        <w:tc>
          <w:tcPr>
            <w:tcW w:w="850" w:type="dxa"/>
            <w:vAlign w:val="bottom"/>
          </w:tcPr>
          <w:p w:rsidR="00CC44C8" w:rsidRPr="00CC44C8" w:rsidRDefault="00CC44C8" w:rsidP="00CC44C8">
            <w:pPr>
              <w:pStyle w:val="TableBodyText"/>
              <w:ind w:left="346" w:hanging="340"/>
            </w:pPr>
            <w:r w:rsidRPr="00CC44C8">
              <w:t>29.8</w:t>
            </w:r>
          </w:p>
        </w:tc>
        <w:tc>
          <w:tcPr>
            <w:tcW w:w="850" w:type="dxa"/>
            <w:vAlign w:val="bottom"/>
          </w:tcPr>
          <w:p w:rsidR="00CC44C8" w:rsidRPr="00CC44C8" w:rsidRDefault="00CC44C8" w:rsidP="00CC44C8">
            <w:pPr>
              <w:pStyle w:val="TableBodyText"/>
              <w:ind w:left="346" w:hanging="340"/>
            </w:pPr>
            <w:r w:rsidRPr="00CC44C8">
              <w:t>26.8</w:t>
            </w:r>
          </w:p>
        </w:tc>
      </w:tr>
      <w:tr w:rsidR="00CC44C8" w:rsidTr="00065659">
        <w:tc>
          <w:tcPr>
            <w:tcW w:w="1985" w:type="dxa"/>
            <w:vAlign w:val="bottom"/>
          </w:tcPr>
          <w:p w:rsidR="00CC44C8" w:rsidRDefault="00CC44C8" w:rsidP="00C96F56">
            <w:pPr>
              <w:pStyle w:val="TableBodyText"/>
              <w:jc w:val="left"/>
            </w:pPr>
            <w:r>
              <w:t>2009</w:t>
            </w:r>
          </w:p>
        </w:tc>
        <w:tc>
          <w:tcPr>
            <w:tcW w:w="849"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3" w:type="dxa"/>
            <w:vAlign w:val="bottom"/>
          </w:tcPr>
          <w:p w:rsidR="00CC44C8" w:rsidRPr="00CC44C8" w:rsidRDefault="00CC44C8" w:rsidP="00CC44C8">
            <w:pPr>
              <w:pStyle w:val="TableBodyText"/>
              <w:ind w:left="346" w:hanging="340"/>
            </w:pPr>
          </w:p>
        </w:tc>
        <w:tc>
          <w:tcPr>
            <w:tcW w:w="847"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r>
      <w:tr w:rsidR="00CC44C8" w:rsidRPr="009B54F6" w:rsidTr="00065659">
        <w:tc>
          <w:tcPr>
            <w:tcW w:w="1985" w:type="dxa"/>
            <w:vAlign w:val="bottom"/>
          </w:tcPr>
          <w:p w:rsidR="00CC44C8" w:rsidRDefault="00CC44C8" w:rsidP="00EC4C37">
            <w:pPr>
              <w:pStyle w:val="TableBodyText"/>
              <w:ind w:left="170"/>
              <w:jc w:val="left"/>
            </w:pPr>
            <w:r>
              <w:t>First birth</w:t>
            </w:r>
          </w:p>
        </w:tc>
        <w:tc>
          <w:tcPr>
            <w:tcW w:w="849" w:type="dxa"/>
            <w:vAlign w:val="bottom"/>
          </w:tcPr>
          <w:p w:rsidR="00CC44C8" w:rsidRPr="00CC44C8" w:rsidRDefault="00CC44C8" w:rsidP="00CC44C8">
            <w:pPr>
              <w:pStyle w:val="TableBodyText"/>
              <w:ind w:left="346" w:hanging="340"/>
            </w:pPr>
            <w:r w:rsidRPr="00CC44C8">
              <w:t>27.9</w:t>
            </w:r>
          </w:p>
        </w:tc>
        <w:tc>
          <w:tcPr>
            <w:tcW w:w="850"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25.6</w:t>
            </w:r>
          </w:p>
        </w:tc>
        <w:tc>
          <w:tcPr>
            <w:tcW w:w="850" w:type="dxa"/>
            <w:vAlign w:val="bottom"/>
          </w:tcPr>
          <w:p w:rsidR="00CC44C8" w:rsidRPr="00CC44C8" w:rsidRDefault="00CC44C8" w:rsidP="00CC44C8">
            <w:pPr>
              <w:pStyle w:val="TableBodyText"/>
              <w:ind w:left="346" w:hanging="340"/>
            </w:pPr>
            <w:r w:rsidRPr="00CC44C8">
              <w:t>26.2</w:t>
            </w:r>
          </w:p>
        </w:tc>
        <w:tc>
          <w:tcPr>
            <w:tcW w:w="853" w:type="dxa"/>
            <w:vAlign w:val="bottom"/>
          </w:tcPr>
          <w:p w:rsidR="00CC44C8" w:rsidRPr="00CC44C8" w:rsidRDefault="00CC44C8" w:rsidP="00CC44C8">
            <w:pPr>
              <w:pStyle w:val="TableBodyText"/>
              <w:ind w:left="346" w:hanging="340"/>
            </w:pPr>
            <w:r w:rsidRPr="00CC44C8">
              <w:t>27.0</w:t>
            </w:r>
          </w:p>
        </w:tc>
        <w:tc>
          <w:tcPr>
            <w:tcW w:w="847" w:type="dxa"/>
            <w:vAlign w:val="bottom"/>
          </w:tcPr>
          <w:p w:rsidR="00CC44C8" w:rsidRPr="00CC44C8" w:rsidRDefault="00CC44C8" w:rsidP="00CC44C8">
            <w:pPr>
              <w:pStyle w:val="TableBodyText"/>
              <w:ind w:left="346" w:hanging="340"/>
            </w:pPr>
            <w:r w:rsidRPr="00CC44C8">
              <w:t>24.9</w:t>
            </w:r>
          </w:p>
        </w:tc>
        <w:tc>
          <w:tcPr>
            <w:tcW w:w="850" w:type="dxa"/>
            <w:vAlign w:val="bottom"/>
          </w:tcPr>
          <w:p w:rsidR="00CC44C8" w:rsidRPr="00CC44C8" w:rsidRDefault="00CC44C8" w:rsidP="00CC44C8">
            <w:pPr>
              <w:pStyle w:val="TableBodyText"/>
              <w:ind w:left="346" w:hanging="340"/>
            </w:pPr>
            <w:r w:rsidRPr="00CC44C8">
              <w:t>28.0</w:t>
            </w:r>
          </w:p>
        </w:tc>
        <w:tc>
          <w:tcPr>
            <w:tcW w:w="850" w:type="dxa"/>
            <w:shd w:val="clear" w:color="auto" w:fill="auto"/>
            <w:vAlign w:val="bottom"/>
          </w:tcPr>
          <w:p w:rsidR="00CC44C8" w:rsidRPr="00CC44C8" w:rsidRDefault="00CC44C8" w:rsidP="00CC44C8">
            <w:pPr>
              <w:pStyle w:val="TableBodyText"/>
              <w:ind w:left="346" w:hanging="340"/>
            </w:pPr>
            <w:r w:rsidRPr="00CC44C8">
              <w:t>24.2</w:t>
            </w:r>
          </w:p>
        </w:tc>
      </w:tr>
      <w:tr w:rsidR="00CC44C8" w:rsidTr="00065659">
        <w:tc>
          <w:tcPr>
            <w:tcW w:w="1985" w:type="dxa"/>
            <w:vAlign w:val="bottom"/>
          </w:tcPr>
          <w:p w:rsidR="00CC44C8" w:rsidRDefault="00CC44C8" w:rsidP="00EC4C37">
            <w:pPr>
              <w:pStyle w:val="TableBodyText"/>
              <w:ind w:left="170"/>
              <w:jc w:val="left"/>
            </w:pPr>
            <w:r>
              <w:t>Second birth</w:t>
            </w:r>
          </w:p>
        </w:tc>
        <w:tc>
          <w:tcPr>
            <w:tcW w:w="849" w:type="dxa"/>
            <w:vAlign w:val="bottom"/>
          </w:tcPr>
          <w:p w:rsidR="00CC44C8" w:rsidRPr="00CC44C8" w:rsidRDefault="00CC44C8" w:rsidP="00CC44C8">
            <w:pPr>
              <w:pStyle w:val="TableBodyText"/>
              <w:ind w:left="346" w:hanging="340"/>
            </w:pPr>
            <w:r w:rsidRPr="00CC44C8">
              <w:t>30.4</w:t>
            </w:r>
          </w:p>
        </w:tc>
        <w:tc>
          <w:tcPr>
            <w:tcW w:w="850" w:type="dxa"/>
            <w:vAlign w:val="bottom"/>
          </w:tcPr>
          <w:p w:rsidR="00CC44C8" w:rsidRPr="00CC44C8" w:rsidRDefault="00CC44C8" w:rsidP="00CC44C8">
            <w:pPr>
              <w:pStyle w:val="TableBodyText"/>
              <w:ind w:left="346" w:hanging="340"/>
            </w:pPr>
            <w:r w:rsidRPr="00CC44C8">
              <w:t>30.7</w:t>
            </w:r>
          </w:p>
        </w:tc>
        <w:tc>
          <w:tcPr>
            <w:tcW w:w="850" w:type="dxa"/>
            <w:vAlign w:val="bottom"/>
          </w:tcPr>
          <w:p w:rsidR="00CC44C8" w:rsidRPr="00CC44C8" w:rsidRDefault="00CC44C8" w:rsidP="00CC44C8">
            <w:pPr>
              <w:pStyle w:val="TableBodyText"/>
              <w:ind w:left="346" w:hanging="340"/>
            </w:pPr>
            <w:r w:rsidRPr="00CC44C8">
              <w:t>28.3</w:t>
            </w:r>
          </w:p>
        </w:tc>
        <w:tc>
          <w:tcPr>
            <w:tcW w:w="850" w:type="dxa"/>
            <w:vAlign w:val="bottom"/>
          </w:tcPr>
          <w:p w:rsidR="00CC44C8" w:rsidRPr="00CC44C8" w:rsidRDefault="00CC44C8" w:rsidP="00CC44C8">
            <w:pPr>
              <w:pStyle w:val="TableBodyText"/>
              <w:ind w:left="346" w:hanging="340"/>
            </w:pPr>
            <w:r w:rsidRPr="00CC44C8">
              <w:t>28.6</w:t>
            </w:r>
          </w:p>
        </w:tc>
        <w:tc>
          <w:tcPr>
            <w:tcW w:w="853" w:type="dxa"/>
            <w:vAlign w:val="bottom"/>
          </w:tcPr>
          <w:p w:rsidR="00CC44C8" w:rsidRPr="00CC44C8" w:rsidRDefault="00CC44C8" w:rsidP="00CC44C8">
            <w:pPr>
              <w:pStyle w:val="TableBodyText"/>
              <w:ind w:left="346" w:hanging="340"/>
            </w:pPr>
            <w:r w:rsidRPr="00CC44C8">
              <w:t>29.6</w:t>
            </w:r>
          </w:p>
        </w:tc>
        <w:tc>
          <w:tcPr>
            <w:tcW w:w="847" w:type="dxa"/>
            <w:vAlign w:val="bottom"/>
          </w:tcPr>
          <w:p w:rsidR="00CC44C8" w:rsidRPr="00CC44C8" w:rsidRDefault="00CC44C8" w:rsidP="00CC44C8">
            <w:pPr>
              <w:pStyle w:val="TableBodyText"/>
              <w:ind w:left="346" w:hanging="340"/>
            </w:pPr>
            <w:r w:rsidRPr="00CC44C8">
              <w:t>27.7</w:t>
            </w:r>
          </w:p>
        </w:tc>
        <w:tc>
          <w:tcPr>
            <w:tcW w:w="850" w:type="dxa"/>
            <w:vAlign w:val="bottom"/>
          </w:tcPr>
          <w:p w:rsidR="00CC44C8" w:rsidRPr="00CC44C8" w:rsidRDefault="00CC44C8" w:rsidP="00CC44C8">
            <w:pPr>
              <w:pStyle w:val="TableBodyText"/>
              <w:ind w:left="346" w:hanging="340"/>
            </w:pPr>
            <w:r w:rsidRPr="00CC44C8">
              <w:t>30.5</w:t>
            </w:r>
          </w:p>
        </w:tc>
        <w:tc>
          <w:tcPr>
            <w:tcW w:w="850" w:type="dxa"/>
            <w:vAlign w:val="bottom"/>
          </w:tcPr>
          <w:p w:rsidR="00CC44C8" w:rsidRPr="00CC44C8" w:rsidRDefault="00CC44C8" w:rsidP="00CC44C8">
            <w:pPr>
              <w:pStyle w:val="TableBodyText"/>
              <w:ind w:left="346" w:hanging="340"/>
            </w:pPr>
            <w:r w:rsidRPr="00CC44C8">
              <w:t>26.8</w:t>
            </w:r>
          </w:p>
        </w:tc>
      </w:tr>
      <w:tr w:rsidR="00CC44C8" w:rsidTr="00065659">
        <w:tc>
          <w:tcPr>
            <w:tcW w:w="1985" w:type="dxa"/>
            <w:vAlign w:val="bottom"/>
          </w:tcPr>
          <w:p w:rsidR="00CC44C8" w:rsidRDefault="00CC44C8" w:rsidP="00EC4C37">
            <w:pPr>
              <w:pStyle w:val="TableBodyText"/>
              <w:ind w:left="170"/>
              <w:jc w:val="left"/>
            </w:pPr>
            <w:r>
              <w:t>Third birth</w:t>
            </w:r>
          </w:p>
        </w:tc>
        <w:tc>
          <w:tcPr>
            <w:tcW w:w="849" w:type="dxa"/>
            <w:vAlign w:val="bottom"/>
          </w:tcPr>
          <w:p w:rsidR="00CC44C8" w:rsidRPr="00CC44C8" w:rsidRDefault="00CC44C8" w:rsidP="00CC44C8">
            <w:pPr>
              <w:pStyle w:val="TableBodyText"/>
              <w:ind w:left="346" w:hanging="340"/>
            </w:pPr>
            <w:r w:rsidRPr="00CC44C8">
              <w:t>31.6</w:t>
            </w:r>
          </w:p>
        </w:tc>
        <w:tc>
          <w:tcPr>
            <w:tcW w:w="850" w:type="dxa"/>
            <w:vAlign w:val="bottom"/>
          </w:tcPr>
          <w:p w:rsidR="00CC44C8" w:rsidRPr="00CC44C8" w:rsidRDefault="00CC44C8" w:rsidP="00CC44C8">
            <w:pPr>
              <w:pStyle w:val="TableBodyText"/>
              <w:ind w:left="346" w:hanging="340"/>
            </w:pPr>
            <w:r w:rsidRPr="00CC44C8">
              <w:t>32.0</w:t>
            </w:r>
          </w:p>
        </w:tc>
        <w:tc>
          <w:tcPr>
            <w:tcW w:w="850" w:type="dxa"/>
            <w:vAlign w:val="bottom"/>
          </w:tcPr>
          <w:p w:rsidR="00CC44C8" w:rsidRPr="00CC44C8" w:rsidRDefault="00CC44C8" w:rsidP="00CC44C8">
            <w:pPr>
              <w:pStyle w:val="TableBodyText"/>
              <w:ind w:left="346" w:hanging="340"/>
            </w:pPr>
            <w:r w:rsidRPr="00CC44C8">
              <w:t>29.8</w:t>
            </w:r>
          </w:p>
        </w:tc>
        <w:tc>
          <w:tcPr>
            <w:tcW w:w="850" w:type="dxa"/>
            <w:vAlign w:val="bottom"/>
          </w:tcPr>
          <w:p w:rsidR="00CC44C8" w:rsidRPr="00CC44C8" w:rsidRDefault="00CC44C8" w:rsidP="00CC44C8">
            <w:pPr>
              <w:pStyle w:val="TableBodyText"/>
              <w:ind w:left="346" w:hanging="340"/>
            </w:pPr>
            <w:r w:rsidRPr="00CC44C8">
              <w:t>30.1</w:t>
            </w:r>
          </w:p>
        </w:tc>
        <w:tc>
          <w:tcPr>
            <w:tcW w:w="853" w:type="dxa"/>
            <w:vAlign w:val="bottom"/>
          </w:tcPr>
          <w:p w:rsidR="00CC44C8" w:rsidRPr="00CC44C8" w:rsidRDefault="00CC44C8" w:rsidP="00CC44C8">
            <w:pPr>
              <w:pStyle w:val="TableBodyText"/>
              <w:ind w:left="346" w:hanging="340"/>
            </w:pPr>
            <w:r w:rsidRPr="00CC44C8">
              <w:t>31.1</w:t>
            </w:r>
          </w:p>
        </w:tc>
        <w:tc>
          <w:tcPr>
            <w:tcW w:w="847" w:type="dxa"/>
            <w:vAlign w:val="bottom"/>
          </w:tcPr>
          <w:p w:rsidR="00CC44C8" w:rsidRPr="00CC44C8" w:rsidRDefault="00CC44C8" w:rsidP="00CC44C8">
            <w:pPr>
              <w:pStyle w:val="TableBodyText"/>
              <w:ind w:left="346" w:hanging="340"/>
            </w:pPr>
            <w:r w:rsidRPr="00CC44C8">
              <w:t>29.0</w:t>
            </w:r>
          </w:p>
        </w:tc>
        <w:tc>
          <w:tcPr>
            <w:tcW w:w="850" w:type="dxa"/>
            <w:vAlign w:val="bottom"/>
          </w:tcPr>
          <w:p w:rsidR="00CC44C8" w:rsidRPr="00CC44C8" w:rsidRDefault="00CC44C8" w:rsidP="00CC44C8">
            <w:pPr>
              <w:pStyle w:val="TableBodyText"/>
              <w:ind w:left="346" w:hanging="340"/>
            </w:pPr>
            <w:r w:rsidRPr="00CC44C8">
              <w:t>31.4</w:t>
            </w:r>
          </w:p>
        </w:tc>
        <w:tc>
          <w:tcPr>
            <w:tcW w:w="850" w:type="dxa"/>
            <w:vAlign w:val="bottom"/>
          </w:tcPr>
          <w:p w:rsidR="00CC44C8" w:rsidRPr="00CC44C8" w:rsidRDefault="00CC44C8" w:rsidP="00CC44C8">
            <w:pPr>
              <w:pStyle w:val="TableBodyText"/>
              <w:ind w:left="346" w:hanging="340"/>
            </w:pPr>
            <w:r w:rsidRPr="00CC44C8">
              <w:t>28.6</w:t>
            </w:r>
          </w:p>
        </w:tc>
      </w:tr>
      <w:tr w:rsidR="00CC44C8" w:rsidTr="00065659">
        <w:tc>
          <w:tcPr>
            <w:tcW w:w="1985" w:type="dxa"/>
            <w:vAlign w:val="bottom"/>
          </w:tcPr>
          <w:p w:rsidR="00CC44C8" w:rsidRDefault="00CC44C8" w:rsidP="00EC4C37">
            <w:pPr>
              <w:pStyle w:val="TableBodyText"/>
              <w:ind w:left="170"/>
              <w:jc w:val="left"/>
            </w:pPr>
            <w:r>
              <w:t>All births</w:t>
            </w:r>
          </w:p>
        </w:tc>
        <w:tc>
          <w:tcPr>
            <w:tcW w:w="849"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30.1</w:t>
            </w:r>
          </w:p>
        </w:tc>
        <w:tc>
          <w:tcPr>
            <w:tcW w:w="850" w:type="dxa"/>
            <w:vAlign w:val="bottom"/>
          </w:tcPr>
          <w:p w:rsidR="00CC44C8" w:rsidRPr="00CC44C8" w:rsidRDefault="00CC44C8" w:rsidP="00CC44C8">
            <w:pPr>
              <w:pStyle w:val="TableBodyText"/>
              <w:ind w:left="346" w:hanging="340"/>
            </w:pPr>
            <w:r w:rsidRPr="00CC44C8">
              <w:t>28.0</w:t>
            </w:r>
          </w:p>
        </w:tc>
        <w:tc>
          <w:tcPr>
            <w:tcW w:w="850" w:type="dxa"/>
            <w:vAlign w:val="bottom"/>
          </w:tcPr>
          <w:p w:rsidR="00CC44C8" w:rsidRPr="00CC44C8" w:rsidRDefault="00CC44C8" w:rsidP="00CC44C8">
            <w:pPr>
              <w:pStyle w:val="TableBodyText"/>
              <w:ind w:left="346" w:hanging="340"/>
            </w:pPr>
            <w:r w:rsidRPr="00CC44C8">
              <w:t>28.3</w:t>
            </w:r>
          </w:p>
        </w:tc>
        <w:tc>
          <w:tcPr>
            <w:tcW w:w="853" w:type="dxa"/>
            <w:vAlign w:val="bottom"/>
          </w:tcPr>
          <w:p w:rsidR="00CC44C8" w:rsidRPr="00CC44C8" w:rsidRDefault="00CC44C8" w:rsidP="00CC44C8">
            <w:pPr>
              <w:pStyle w:val="TableBodyText"/>
              <w:ind w:left="346" w:hanging="340"/>
            </w:pPr>
            <w:r w:rsidRPr="00CC44C8">
              <w:t>29.1</w:t>
            </w:r>
          </w:p>
        </w:tc>
        <w:tc>
          <w:tcPr>
            <w:tcW w:w="847" w:type="dxa"/>
            <w:vAlign w:val="bottom"/>
          </w:tcPr>
          <w:p w:rsidR="00CC44C8" w:rsidRPr="00CC44C8" w:rsidRDefault="00CC44C8" w:rsidP="00CC44C8">
            <w:pPr>
              <w:pStyle w:val="TableBodyText"/>
              <w:ind w:left="346" w:hanging="340"/>
            </w:pPr>
            <w:r w:rsidRPr="00CC44C8">
              <w:t>27.3</w:t>
            </w:r>
          </w:p>
        </w:tc>
        <w:tc>
          <w:tcPr>
            <w:tcW w:w="850" w:type="dxa"/>
            <w:vAlign w:val="bottom"/>
          </w:tcPr>
          <w:p w:rsidR="00CC44C8" w:rsidRPr="00CC44C8" w:rsidRDefault="00CC44C8" w:rsidP="00CC44C8">
            <w:pPr>
              <w:pStyle w:val="TableBodyText"/>
              <w:ind w:left="346" w:hanging="340"/>
            </w:pPr>
            <w:r w:rsidRPr="00CC44C8">
              <w:t>29.8</w:t>
            </w:r>
          </w:p>
        </w:tc>
        <w:tc>
          <w:tcPr>
            <w:tcW w:w="850" w:type="dxa"/>
            <w:vAlign w:val="bottom"/>
          </w:tcPr>
          <w:p w:rsidR="00CC44C8" w:rsidRPr="00CC44C8" w:rsidRDefault="00CC44C8" w:rsidP="00CC44C8">
            <w:pPr>
              <w:pStyle w:val="TableBodyText"/>
              <w:ind w:left="346" w:hanging="340"/>
            </w:pPr>
            <w:r w:rsidRPr="00CC44C8">
              <w:t>26.9</w:t>
            </w:r>
          </w:p>
        </w:tc>
      </w:tr>
      <w:tr w:rsidR="00CC44C8" w:rsidTr="00065659">
        <w:tc>
          <w:tcPr>
            <w:tcW w:w="1985" w:type="dxa"/>
            <w:vAlign w:val="bottom"/>
          </w:tcPr>
          <w:p w:rsidR="00CC44C8" w:rsidRDefault="00CC44C8" w:rsidP="00C96F56">
            <w:pPr>
              <w:pStyle w:val="TableBodyText"/>
              <w:jc w:val="left"/>
            </w:pPr>
            <w:r>
              <w:t>2010</w:t>
            </w:r>
          </w:p>
        </w:tc>
        <w:tc>
          <w:tcPr>
            <w:tcW w:w="849"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3" w:type="dxa"/>
            <w:vAlign w:val="bottom"/>
          </w:tcPr>
          <w:p w:rsidR="00CC44C8" w:rsidRPr="00CC44C8" w:rsidRDefault="00CC44C8" w:rsidP="00CC44C8">
            <w:pPr>
              <w:pStyle w:val="TableBodyText"/>
              <w:ind w:left="346" w:hanging="340"/>
            </w:pPr>
          </w:p>
        </w:tc>
        <w:tc>
          <w:tcPr>
            <w:tcW w:w="847"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r>
      <w:tr w:rsidR="00CC44C8" w:rsidTr="00065659">
        <w:tc>
          <w:tcPr>
            <w:tcW w:w="1985" w:type="dxa"/>
            <w:vAlign w:val="bottom"/>
          </w:tcPr>
          <w:p w:rsidR="00CC44C8" w:rsidRDefault="00CC44C8" w:rsidP="00EC4C37">
            <w:pPr>
              <w:pStyle w:val="TableBodyText"/>
              <w:ind w:left="170"/>
              <w:jc w:val="left"/>
            </w:pPr>
            <w:r>
              <w:t>First birth</w:t>
            </w:r>
          </w:p>
        </w:tc>
        <w:tc>
          <w:tcPr>
            <w:tcW w:w="849"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25.6</w:t>
            </w:r>
          </w:p>
        </w:tc>
        <w:tc>
          <w:tcPr>
            <w:tcW w:w="850" w:type="dxa"/>
            <w:vAlign w:val="bottom"/>
          </w:tcPr>
          <w:p w:rsidR="00CC44C8" w:rsidRPr="00CC44C8" w:rsidRDefault="00CC44C8" w:rsidP="00CC44C8">
            <w:pPr>
              <w:pStyle w:val="TableBodyText"/>
              <w:ind w:left="346" w:hanging="340"/>
            </w:pPr>
            <w:r w:rsidRPr="00CC44C8">
              <w:t>26.3</w:t>
            </w:r>
          </w:p>
        </w:tc>
        <w:tc>
          <w:tcPr>
            <w:tcW w:w="853" w:type="dxa"/>
            <w:vAlign w:val="bottom"/>
          </w:tcPr>
          <w:p w:rsidR="00CC44C8" w:rsidRPr="00CC44C8" w:rsidRDefault="00CC44C8" w:rsidP="00CC44C8">
            <w:pPr>
              <w:pStyle w:val="TableBodyText"/>
              <w:ind w:left="346" w:hanging="340"/>
            </w:pPr>
            <w:r w:rsidRPr="00CC44C8">
              <w:t>27.1</w:t>
            </w:r>
          </w:p>
        </w:tc>
        <w:tc>
          <w:tcPr>
            <w:tcW w:w="847" w:type="dxa"/>
            <w:vAlign w:val="bottom"/>
          </w:tcPr>
          <w:p w:rsidR="00CC44C8" w:rsidRPr="00CC44C8" w:rsidRDefault="00CC44C8" w:rsidP="00CC44C8">
            <w:pPr>
              <w:pStyle w:val="TableBodyText"/>
              <w:ind w:left="346" w:hanging="340"/>
            </w:pPr>
            <w:r w:rsidRPr="00CC44C8">
              <w:t>26.3</w:t>
            </w:r>
          </w:p>
        </w:tc>
        <w:tc>
          <w:tcPr>
            <w:tcW w:w="850" w:type="dxa"/>
            <w:vAlign w:val="bottom"/>
          </w:tcPr>
          <w:p w:rsidR="00CC44C8" w:rsidRPr="00CC44C8" w:rsidRDefault="00CC44C8" w:rsidP="00CC44C8">
            <w:pPr>
              <w:pStyle w:val="TableBodyText"/>
              <w:ind w:left="346" w:hanging="340"/>
            </w:pPr>
            <w:r w:rsidRPr="00CC44C8">
              <w:t>28.0</w:t>
            </w:r>
          </w:p>
        </w:tc>
        <w:tc>
          <w:tcPr>
            <w:tcW w:w="850" w:type="dxa"/>
            <w:vAlign w:val="bottom"/>
          </w:tcPr>
          <w:p w:rsidR="00CC44C8" w:rsidRPr="00CC44C8" w:rsidRDefault="00CC44C8" w:rsidP="00CC44C8">
            <w:pPr>
              <w:pStyle w:val="TableBodyText"/>
              <w:ind w:left="346" w:hanging="340"/>
            </w:pPr>
            <w:r w:rsidRPr="00CC44C8">
              <w:t>24.6</w:t>
            </w:r>
          </w:p>
        </w:tc>
      </w:tr>
      <w:tr w:rsidR="00CC44C8" w:rsidTr="00065659">
        <w:tc>
          <w:tcPr>
            <w:tcW w:w="1985" w:type="dxa"/>
            <w:vAlign w:val="bottom"/>
          </w:tcPr>
          <w:p w:rsidR="00CC44C8" w:rsidRDefault="00CC44C8" w:rsidP="00EC4C37">
            <w:pPr>
              <w:pStyle w:val="TableBodyText"/>
              <w:ind w:left="170"/>
              <w:jc w:val="left"/>
            </w:pPr>
            <w:r>
              <w:t>Second birth</w:t>
            </w:r>
          </w:p>
        </w:tc>
        <w:tc>
          <w:tcPr>
            <w:tcW w:w="849" w:type="dxa"/>
            <w:vAlign w:val="bottom"/>
          </w:tcPr>
          <w:p w:rsidR="00CC44C8" w:rsidRPr="00CC44C8" w:rsidRDefault="00CC44C8" w:rsidP="00CC44C8">
            <w:pPr>
              <w:pStyle w:val="TableBodyText"/>
              <w:ind w:left="346" w:hanging="340"/>
            </w:pPr>
            <w:r w:rsidRPr="00CC44C8">
              <w:t>30.3</w:t>
            </w:r>
          </w:p>
        </w:tc>
        <w:tc>
          <w:tcPr>
            <w:tcW w:w="850" w:type="dxa"/>
            <w:vAlign w:val="bottom"/>
          </w:tcPr>
          <w:p w:rsidR="00CC44C8" w:rsidRPr="00CC44C8" w:rsidRDefault="00CC44C8" w:rsidP="00CC44C8">
            <w:pPr>
              <w:pStyle w:val="TableBodyText"/>
              <w:ind w:left="346" w:hanging="340"/>
            </w:pPr>
            <w:r w:rsidRPr="00CC44C8">
              <w:t>30.7</w:t>
            </w:r>
          </w:p>
        </w:tc>
        <w:tc>
          <w:tcPr>
            <w:tcW w:w="850"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28.8</w:t>
            </w:r>
          </w:p>
        </w:tc>
        <w:tc>
          <w:tcPr>
            <w:tcW w:w="853" w:type="dxa"/>
            <w:vAlign w:val="bottom"/>
          </w:tcPr>
          <w:p w:rsidR="00CC44C8" w:rsidRPr="00CC44C8" w:rsidRDefault="00CC44C8" w:rsidP="00CC44C8">
            <w:pPr>
              <w:pStyle w:val="TableBodyText"/>
              <w:ind w:left="346" w:hanging="340"/>
            </w:pPr>
            <w:r w:rsidRPr="00CC44C8">
              <w:t>29.6</w:t>
            </w:r>
          </w:p>
        </w:tc>
        <w:tc>
          <w:tcPr>
            <w:tcW w:w="847" w:type="dxa"/>
            <w:vAlign w:val="bottom"/>
          </w:tcPr>
          <w:p w:rsidR="00CC44C8" w:rsidRPr="00CC44C8" w:rsidRDefault="00CC44C8" w:rsidP="00CC44C8">
            <w:pPr>
              <w:pStyle w:val="TableBodyText"/>
              <w:ind w:left="346" w:hanging="340"/>
            </w:pPr>
            <w:r w:rsidRPr="00CC44C8">
              <w:t>28.6</w:t>
            </w:r>
          </w:p>
        </w:tc>
        <w:tc>
          <w:tcPr>
            <w:tcW w:w="850" w:type="dxa"/>
            <w:vAlign w:val="bottom"/>
          </w:tcPr>
          <w:p w:rsidR="00CC44C8" w:rsidRPr="00CC44C8" w:rsidRDefault="00CC44C8" w:rsidP="00CC44C8">
            <w:pPr>
              <w:pStyle w:val="TableBodyText"/>
              <w:ind w:left="346" w:hanging="340"/>
            </w:pPr>
            <w:r w:rsidRPr="00CC44C8">
              <w:t>30.4</w:t>
            </w:r>
          </w:p>
        </w:tc>
        <w:tc>
          <w:tcPr>
            <w:tcW w:w="850" w:type="dxa"/>
            <w:vAlign w:val="bottom"/>
          </w:tcPr>
          <w:p w:rsidR="00CC44C8" w:rsidRPr="00CC44C8" w:rsidRDefault="00CC44C8" w:rsidP="00CC44C8">
            <w:pPr>
              <w:pStyle w:val="TableBodyText"/>
              <w:ind w:left="346" w:hanging="340"/>
            </w:pPr>
            <w:r w:rsidRPr="00CC44C8">
              <w:t>27.1</w:t>
            </w:r>
          </w:p>
        </w:tc>
      </w:tr>
      <w:tr w:rsidR="00CC44C8" w:rsidTr="00065659">
        <w:tc>
          <w:tcPr>
            <w:tcW w:w="1985" w:type="dxa"/>
            <w:vAlign w:val="bottom"/>
          </w:tcPr>
          <w:p w:rsidR="00CC44C8" w:rsidRDefault="00CC44C8" w:rsidP="00EC4C37">
            <w:pPr>
              <w:pStyle w:val="TableBodyText"/>
              <w:ind w:left="170"/>
              <w:jc w:val="left"/>
            </w:pPr>
            <w:r>
              <w:t>Third birth</w:t>
            </w:r>
          </w:p>
        </w:tc>
        <w:tc>
          <w:tcPr>
            <w:tcW w:w="849" w:type="dxa"/>
            <w:vAlign w:val="bottom"/>
          </w:tcPr>
          <w:p w:rsidR="00CC44C8" w:rsidRPr="00CC44C8" w:rsidRDefault="00CC44C8" w:rsidP="00CC44C8">
            <w:pPr>
              <w:pStyle w:val="TableBodyText"/>
              <w:ind w:left="346" w:hanging="340"/>
            </w:pPr>
            <w:r w:rsidRPr="00CC44C8">
              <w:t>31.6</w:t>
            </w:r>
          </w:p>
        </w:tc>
        <w:tc>
          <w:tcPr>
            <w:tcW w:w="850" w:type="dxa"/>
            <w:vAlign w:val="bottom"/>
          </w:tcPr>
          <w:p w:rsidR="00CC44C8" w:rsidRPr="00CC44C8" w:rsidRDefault="00CC44C8" w:rsidP="00CC44C8">
            <w:pPr>
              <w:pStyle w:val="TableBodyText"/>
              <w:ind w:left="346" w:hanging="340"/>
            </w:pPr>
            <w:r w:rsidRPr="00CC44C8">
              <w:t>32.0</w:t>
            </w:r>
          </w:p>
        </w:tc>
        <w:tc>
          <w:tcPr>
            <w:tcW w:w="850" w:type="dxa"/>
            <w:vAlign w:val="bottom"/>
          </w:tcPr>
          <w:p w:rsidR="00CC44C8" w:rsidRPr="00CC44C8" w:rsidRDefault="00CC44C8" w:rsidP="00CC44C8">
            <w:pPr>
              <w:pStyle w:val="TableBodyText"/>
              <w:ind w:left="346" w:hanging="340"/>
            </w:pPr>
            <w:r w:rsidRPr="00CC44C8">
              <w:t>29.8</w:t>
            </w:r>
          </w:p>
        </w:tc>
        <w:tc>
          <w:tcPr>
            <w:tcW w:w="850" w:type="dxa"/>
            <w:vAlign w:val="bottom"/>
          </w:tcPr>
          <w:p w:rsidR="00CC44C8" w:rsidRPr="00CC44C8" w:rsidRDefault="00CC44C8" w:rsidP="00CC44C8">
            <w:pPr>
              <w:pStyle w:val="TableBodyText"/>
              <w:ind w:left="346" w:hanging="340"/>
            </w:pPr>
            <w:r w:rsidRPr="00CC44C8">
              <w:t>30.3</w:t>
            </w:r>
          </w:p>
        </w:tc>
        <w:tc>
          <w:tcPr>
            <w:tcW w:w="853" w:type="dxa"/>
            <w:vAlign w:val="bottom"/>
          </w:tcPr>
          <w:p w:rsidR="00CC44C8" w:rsidRPr="00CC44C8" w:rsidRDefault="00CC44C8" w:rsidP="00CC44C8">
            <w:pPr>
              <w:pStyle w:val="TableBodyText"/>
              <w:ind w:left="346" w:hanging="340"/>
            </w:pPr>
            <w:r w:rsidRPr="00CC44C8">
              <w:t>31.3</w:t>
            </w:r>
          </w:p>
        </w:tc>
        <w:tc>
          <w:tcPr>
            <w:tcW w:w="847"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31.9</w:t>
            </w:r>
          </w:p>
        </w:tc>
        <w:tc>
          <w:tcPr>
            <w:tcW w:w="850" w:type="dxa"/>
            <w:vAlign w:val="bottom"/>
          </w:tcPr>
          <w:p w:rsidR="00CC44C8" w:rsidRPr="00CC44C8" w:rsidRDefault="00CC44C8" w:rsidP="00CC44C8">
            <w:pPr>
              <w:pStyle w:val="TableBodyText"/>
              <w:ind w:left="346" w:hanging="340"/>
            </w:pPr>
            <w:r w:rsidRPr="00CC44C8">
              <w:t>28.9</w:t>
            </w:r>
          </w:p>
        </w:tc>
      </w:tr>
      <w:tr w:rsidR="00CC44C8" w:rsidTr="00065659">
        <w:tc>
          <w:tcPr>
            <w:tcW w:w="1985" w:type="dxa"/>
            <w:vAlign w:val="bottom"/>
          </w:tcPr>
          <w:p w:rsidR="00CC44C8" w:rsidRDefault="00CC44C8" w:rsidP="00EC4C37">
            <w:pPr>
              <w:pStyle w:val="TableBodyText"/>
              <w:ind w:left="170"/>
              <w:jc w:val="left"/>
            </w:pPr>
            <w:r>
              <w:t>All births</w:t>
            </w:r>
          </w:p>
        </w:tc>
        <w:tc>
          <w:tcPr>
            <w:tcW w:w="849"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30.1</w:t>
            </w:r>
          </w:p>
        </w:tc>
        <w:tc>
          <w:tcPr>
            <w:tcW w:w="850" w:type="dxa"/>
            <w:vAlign w:val="bottom"/>
          </w:tcPr>
          <w:p w:rsidR="00CC44C8" w:rsidRPr="00CC44C8" w:rsidRDefault="00CC44C8" w:rsidP="00CC44C8">
            <w:pPr>
              <w:pStyle w:val="TableBodyText"/>
              <w:ind w:left="346" w:hanging="340"/>
            </w:pPr>
            <w:r w:rsidRPr="00CC44C8">
              <w:t>28.0</w:t>
            </w:r>
          </w:p>
        </w:tc>
        <w:tc>
          <w:tcPr>
            <w:tcW w:w="850" w:type="dxa"/>
            <w:vAlign w:val="bottom"/>
          </w:tcPr>
          <w:p w:rsidR="00CC44C8" w:rsidRPr="00CC44C8" w:rsidRDefault="00CC44C8" w:rsidP="00CC44C8">
            <w:pPr>
              <w:pStyle w:val="TableBodyText"/>
              <w:ind w:left="346" w:hanging="340"/>
            </w:pPr>
            <w:r w:rsidRPr="00CC44C8">
              <w:t>28.4</w:t>
            </w:r>
          </w:p>
        </w:tc>
        <w:tc>
          <w:tcPr>
            <w:tcW w:w="853" w:type="dxa"/>
            <w:vAlign w:val="bottom"/>
          </w:tcPr>
          <w:p w:rsidR="00CC44C8" w:rsidRPr="00CC44C8" w:rsidRDefault="00CC44C8" w:rsidP="00CC44C8">
            <w:pPr>
              <w:pStyle w:val="TableBodyText"/>
              <w:ind w:left="346" w:hanging="340"/>
            </w:pPr>
            <w:r w:rsidRPr="00CC44C8">
              <w:t>29.2</w:t>
            </w:r>
          </w:p>
        </w:tc>
        <w:tc>
          <w:tcPr>
            <w:tcW w:w="847" w:type="dxa"/>
            <w:vAlign w:val="bottom"/>
          </w:tcPr>
          <w:p w:rsidR="00CC44C8" w:rsidRPr="00CC44C8" w:rsidRDefault="00CC44C8" w:rsidP="00CC44C8">
            <w:pPr>
              <w:pStyle w:val="TableBodyText"/>
              <w:ind w:left="346" w:hanging="340"/>
            </w:pPr>
            <w:r w:rsidRPr="00CC44C8">
              <w:t>28.8</w:t>
            </w:r>
          </w:p>
        </w:tc>
        <w:tc>
          <w:tcPr>
            <w:tcW w:w="850"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27.0</w:t>
            </w:r>
          </w:p>
        </w:tc>
      </w:tr>
      <w:tr w:rsidR="00CC44C8" w:rsidTr="00065659">
        <w:tc>
          <w:tcPr>
            <w:tcW w:w="1985" w:type="dxa"/>
            <w:vAlign w:val="bottom"/>
          </w:tcPr>
          <w:p w:rsidR="00CC44C8" w:rsidRDefault="00CC44C8" w:rsidP="00C96F56">
            <w:pPr>
              <w:pStyle w:val="TableBodyText"/>
              <w:jc w:val="left"/>
            </w:pPr>
            <w:r>
              <w:t>2011</w:t>
            </w:r>
          </w:p>
        </w:tc>
        <w:tc>
          <w:tcPr>
            <w:tcW w:w="849"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3" w:type="dxa"/>
            <w:vAlign w:val="bottom"/>
          </w:tcPr>
          <w:p w:rsidR="00CC44C8" w:rsidRPr="00CC44C8" w:rsidRDefault="00CC44C8" w:rsidP="00CC44C8">
            <w:pPr>
              <w:pStyle w:val="TableBodyText"/>
              <w:ind w:left="346" w:hanging="340"/>
            </w:pPr>
          </w:p>
        </w:tc>
        <w:tc>
          <w:tcPr>
            <w:tcW w:w="847"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r>
      <w:tr w:rsidR="00CC44C8" w:rsidTr="00065659">
        <w:tc>
          <w:tcPr>
            <w:tcW w:w="1985" w:type="dxa"/>
            <w:vAlign w:val="bottom"/>
          </w:tcPr>
          <w:p w:rsidR="00CC44C8" w:rsidRDefault="00CC44C8" w:rsidP="00EC4C37">
            <w:pPr>
              <w:pStyle w:val="TableBodyText"/>
              <w:ind w:left="170"/>
              <w:jc w:val="left"/>
            </w:pPr>
            <w:r>
              <w:t>First birth</w:t>
            </w:r>
          </w:p>
        </w:tc>
        <w:tc>
          <w:tcPr>
            <w:tcW w:w="849"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27.9</w:t>
            </w:r>
          </w:p>
        </w:tc>
        <w:tc>
          <w:tcPr>
            <w:tcW w:w="850" w:type="dxa"/>
            <w:vAlign w:val="bottom"/>
          </w:tcPr>
          <w:p w:rsidR="00CC44C8" w:rsidRPr="00CC44C8" w:rsidRDefault="00CC44C8" w:rsidP="00CC44C8">
            <w:pPr>
              <w:pStyle w:val="TableBodyText"/>
              <w:ind w:left="346" w:hanging="340"/>
            </w:pPr>
            <w:r w:rsidRPr="00CC44C8">
              <w:t>25.9</w:t>
            </w:r>
          </w:p>
        </w:tc>
        <w:tc>
          <w:tcPr>
            <w:tcW w:w="850" w:type="dxa"/>
            <w:vAlign w:val="bottom"/>
          </w:tcPr>
          <w:p w:rsidR="00CC44C8" w:rsidRPr="00CC44C8" w:rsidRDefault="00CC44C8" w:rsidP="00CC44C8">
            <w:pPr>
              <w:pStyle w:val="TableBodyText"/>
              <w:ind w:left="346" w:hanging="340"/>
            </w:pPr>
            <w:r w:rsidRPr="00CC44C8">
              <w:t>26.5</w:t>
            </w:r>
          </w:p>
        </w:tc>
        <w:tc>
          <w:tcPr>
            <w:tcW w:w="853" w:type="dxa"/>
            <w:vAlign w:val="bottom"/>
          </w:tcPr>
          <w:p w:rsidR="00CC44C8" w:rsidRPr="00CC44C8" w:rsidRDefault="00CC44C8" w:rsidP="00CC44C8">
            <w:pPr>
              <w:pStyle w:val="TableBodyText"/>
              <w:ind w:left="346" w:hanging="340"/>
            </w:pPr>
            <w:r w:rsidRPr="00CC44C8">
              <w:t>27.3</w:t>
            </w:r>
          </w:p>
        </w:tc>
        <w:tc>
          <w:tcPr>
            <w:tcW w:w="847" w:type="dxa"/>
            <w:vAlign w:val="bottom"/>
          </w:tcPr>
          <w:p w:rsidR="00CC44C8" w:rsidRPr="00CC44C8" w:rsidRDefault="00CC44C8" w:rsidP="00CC44C8">
            <w:pPr>
              <w:pStyle w:val="TableBodyText"/>
              <w:ind w:left="346" w:hanging="340"/>
            </w:pPr>
            <w:r w:rsidRPr="00CC44C8">
              <w:t>26.9</w:t>
            </w:r>
          </w:p>
        </w:tc>
        <w:tc>
          <w:tcPr>
            <w:tcW w:w="850" w:type="dxa"/>
            <w:vAlign w:val="bottom"/>
          </w:tcPr>
          <w:p w:rsidR="00CC44C8" w:rsidRPr="00CC44C8" w:rsidRDefault="00CC44C8" w:rsidP="00CC44C8">
            <w:pPr>
              <w:pStyle w:val="TableBodyText"/>
              <w:ind w:left="346" w:hanging="340"/>
            </w:pPr>
            <w:r w:rsidRPr="00CC44C8">
              <w:t>28.4</w:t>
            </w:r>
          </w:p>
        </w:tc>
        <w:tc>
          <w:tcPr>
            <w:tcW w:w="850" w:type="dxa"/>
            <w:vAlign w:val="bottom"/>
          </w:tcPr>
          <w:p w:rsidR="00CC44C8" w:rsidRPr="00CC44C8" w:rsidRDefault="00CC44C8" w:rsidP="00CC44C8">
            <w:pPr>
              <w:pStyle w:val="TableBodyText"/>
              <w:ind w:left="346" w:hanging="340"/>
            </w:pPr>
            <w:r w:rsidRPr="00CC44C8">
              <w:t>24.7</w:t>
            </w:r>
          </w:p>
        </w:tc>
      </w:tr>
      <w:tr w:rsidR="00CC44C8" w:rsidTr="00065659">
        <w:tc>
          <w:tcPr>
            <w:tcW w:w="1985" w:type="dxa"/>
            <w:vAlign w:val="bottom"/>
          </w:tcPr>
          <w:p w:rsidR="00CC44C8" w:rsidRDefault="00CC44C8" w:rsidP="00EC4C37">
            <w:pPr>
              <w:pStyle w:val="TableBodyText"/>
              <w:ind w:left="170"/>
              <w:jc w:val="left"/>
            </w:pPr>
            <w:r>
              <w:t>Second birth</w:t>
            </w:r>
          </w:p>
        </w:tc>
        <w:tc>
          <w:tcPr>
            <w:tcW w:w="849" w:type="dxa"/>
            <w:vAlign w:val="bottom"/>
          </w:tcPr>
          <w:p w:rsidR="00CC44C8" w:rsidRPr="00CC44C8" w:rsidRDefault="00CC44C8" w:rsidP="00CC44C8">
            <w:pPr>
              <w:pStyle w:val="TableBodyText"/>
              <w:ind w:left="346" w:hanging="340"/>
            </w:pPr>
            <w:r w:rsidRPr="00CC44C8">
              <w:t>30.4</w:t>
            </w:r>
          </w:p>
        </w:tc>
        <w:tc>
          <w:tcPr>
            <w:tcW w:w="850" w:type="dxa"/>
            <w:vAlign w:val="bottom"/>
          </w:tcPr>
          <w:p w:rsidR="00CC44C8" w:rsidRPr="00CC44C8" w:rsidRDefault="00CC44C8" w:rsidP="00CC44C8">
            <w:pPr>
              <w:pStyle w:val="TableBodyText"/>
              <w:ind w:left="346" w:hanging="340"/>
            </w:pPr>
            <w:r w:rsidRPr="00CC44C8">
              <w:t>30.2</w:t>
            </w:r>
          </w:p>
        </w:tc>
        <w:tc>
          <w:tcPr>
            <w:tcW w:w="850"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28.8</w:t>
            </w:r>
          </w:p>
        </w:tc>
        <w:tc>
          <w:tcPr>
            <w:tcW w:w="853" w:type="dxa"/>
            <w:vAlign w:val="bottom"/>
          </w:tcPr>
          <w:p w:rsidR="00CC44C8" w:rsidRPr="00CC44C8" w:rsidRDefault="00CC44C8" w:rsidP="00CC44C8">
            <w:pPr>
              <w:pStyle w:val="TableBodyText"/>
              <w:ind w:left="346" w:hanging="340"/>
            </w:pPr>
            <w:r w:rsidRPr="00CC44C8">
              <w:t>29.8</w:t>
            </w:r>
          </w:p>
        </w:tc>
        <w:tc>
          <w:tcPr>
            <w:tcW w:w="847" w:type="dxa"/>
            <w:vAlign w:val="bottom"/>
          </w:tcPr>
          <w:p w:rsidR="00CC44C8" w:rsidRPr="00CC44C8" w:rsidRDefault="00CC44C8" w:rsidP="00CC44C8">
            <w:pPr>
              <w:pStyle w:val="TableBodyText"/>
              <w:ind w:left="346" w:hanging="340"/>
            </w:pPr>
            <w:r w:rsidRPr="00CC44C8">
              <w:t>29.4</w:t>
            </w:r>
          </w:p>
        </w:tc>
        <w:tc>
          <w:tcPr>
            <w:tcW w:w="850" w:type="dxa"/>
            <w:vAlign w:val="bottom"/>
          </w:tcPr>
          <w:p w:rsidR="00CC44C8" w:rsidRPr="00CC44C8" w:rsidRDefault="00CC44C8" w:rsidP="00CC44C8">
            <w:pPr>
              <w:pStyle w:val="TableBodyText"/>
              <w:ind w:left="346" w:hanging="340"/>
            </w:pPr>
            <w:r w:rsidRPr="00CC44C8">
              <w:t>30.6</w:t>
            </w:r>
          </w:p>
        </w:tc>
        <w:tc>
          <w:tcPr>
            <w:tcW w:w="850" w:type="dxa"/>
            <w:vAlign w:val="bottom"/>
          </w:tcPr>
          <w:p w:rsidR="00CC44C8" w:rsidRPr="00CC44C8" w:rsidRDefault="00CC44C8" w:rsidP="00CC44C8">
            <w:pPr>
              <w:pStyle w:val="TableBodyText"/>
              <w:ind w:left="346" w:hanging="340"/>
            </w:pPr>
            <w:r w:rsidRPr="00CC44C8">
              <w:t>27.2</w:t>
            </w:r>
          </w:p>
        </w:tc>
      </w:tr>
      <w:tr w:rsidR="00CC44C8" w:rsidTr="00065659">
        <w:tc>
          <w:tcPr>
            <w:tcW w:w="1985" w:type="dxa"/>
            <w:vAlign w:val="bottom"/>
          </w:tcPr>
          <w:p w:rsidR="00CC44C8" w:rsidRDefault="00CC44C8" w:rsidP="00EC4C37">
            <w:pPr>
              <w:pStyle w:val="TableBodyText"/>
              <w:ind w:left="170"/>
              <w:jc w:val="left"/>
            </w:pPr>
            <w:r>
              <w:t>Third birth</w:t>
            </w:r>
          </w:p>
        </w:tc>
        <w:tc>
          <w:tcPr>
            <w:tcW w:w="849" w:type="dxa"/>
            <w:vAlign w:val="bottom"/>
          </w:tcPr>
          <w:p w:rsidR="00CC44C8" w:rsidRPr="00CC44C8" w:rsidRDefault="00CC44C8" w:rsidP="00CC44C8">
            <w:pPr>
              <w:pStyle w:val="TableBodyText"/>
              <w:ind w:left="346" w:hanging="340"/>
            </w:pPr>
            <w:r w:rsidRPr="00CC44C8">
              <w:t>31.6</w:t>
            </w:r>
          </w:p>
        </w:tc>
        <w:tc>
          <w:tcPr>
            <w:tcW w:w="850" w:type="dxa"/>
            <w:vAlign w:val="bottom"/>
          </w:tcPr>
          <w:p w:rsidR="00CC44C8" w:rsidRPr="00CC44C8" w:rsidRDefault="00CC44C8" w:rsidP="00CC44C8">
            <w:pPr>
              <w:pStyle w:val="TableBodyText"/>
              <w:ind w:left="346" w:hanging="340"/>
            </w:pPr>
            <w:r w:rsidRPr="00CC44C8">
              <w:t>31.7</w:t>
            </w:r>
          </w:p>
        </w:tc>
        <w:tc>
          <w:tcPr>
            <w:tcW w:w="850" w:type="dxa"/>
            <w:vAlign w:val="bottom"/>
          </w:tcPr>
          <w:p w:rsidR="00CC44C8" w:rsidRPr="00CC44C8" w:rsidRDefault="00CC44C8" w:rsidP="00CC44C8">
            <w:pPr>
              <w:pStyle w:val="TableBodyText"/>
              <w:ind w:left="346" w:hanging="340"/>
            </w:pPr>
            <w:r w:rsidRPr="00CC44C8">
              <w:t>30.1</w:t>
            </w:r>
          </w:p>
        </w:tc>
        <w:tc>
          <w:tcPr>
            <w:tcW w:w="850" w:type="dxa"/>
            <w:vAlign w:val="bottom"/>
          </w:tcPr>
          <w:p w:rsidR="00CC44C8" w:rsidRPr="00CC44C8" w:rsidRDefault="00CC44C8" w:rsidP="00CC44C8">
            <w:pPr>
              <w:pStyle w:val="TableBodyText"/>
              <w:ind w:left="346" w:hanging="340"/>
            </w:pPr>
            <w:r w:rsidRPr="00CC44C8">
              <w:t>30.4</w:t>
            </w:r>
          </w:p>
        </w:tc>
        <w:tc>
          <w:tcPr>
            <w:tcW w:w="853" w:type="dxa"/>
            <w:vAlign w:val="bottom"/>
          </w:tcPr>
          <w:p w:rsidR="00CC44C8" w:rsidRPr="00CC44C8" w:rsidRDefault="00CC44C8" w:rsidP="00CC44C8">
            <w:pPr>
              <w:pStyle w:val="TableBodyText"/>
              <w:ind w:left="346" w:hanging="340"/>
            </w:pPr>
            <w:r w:rsidRPr="00CC44C8">
              <w:t>31.3</w:t>
            </w:r>
          </w:p>
        </w:tc>
        <w:tc>
          <w:tcPr>
            <w:tcW w:w="847" w:type="dxa"/>
            <w:vAlign w:val="bottom"/>
          </w:tcPr>
          <w:p w:rsidR="00CC44C8" w:rsidRPr="00CC44C8" w:rsidRDefault="00CC44C8" w:rsidP="00CC44C8">
            <w:pPr>
              <w:pStyle w:val="TableBodyText"/>
              <w:ind w:left="346" w:hanging="340"/>
            </w:pPr>
            <w:r w:rsidRPr="00CC44C8">
              <w:t>30.4</w:t>
            </w:r>
          </w:p>
        </w:tc>
        <w:tc>
          <w:tcPr>
            <w:tcW w:w="850" w:type="dxa"/>
            <w:vAlign w:val="bottom"/>
          </w:tcPr>
          <w:p w:rsidR="00CC44C8" w:rsidRPr="00CC44C8" w:rsidRDefault="00CC44C8" w:rsidP="00CC44C8">
            <w:pPr>
              <w:pStyle w:val="TableBodyText"/>
              <w:ind w:left="346" w:hanging="340"/>
            </w:pPr>
            <w:r w:rsidRPr="00CC44C8">
              <w:t>32.2</w:t>
            </w:r>
          </w:p>
        </w:tc>
        <w:tc>
          <w:tcPr>
            <w:tcW w:w="850" w:type="dxa"/>
            <w:vAlign w:val="bottom"/>
          </w:tcPr>
          <w:p w:rsidR="00CC44C8" w:rsidRPr="00CC44C8" w:rsidRDefault="00CC44C8" w:rsidP="00CC44C8">
            <w:pPr>
              <w:pStyle w:val="TableBodyText"/>
              <w:ind w:left="346" w:hanging="340"/>
            </w:pPr>
            <w:r w:rsidRPr="00CC44C8">
              <w:t>28.7</w:t>
            </w:r>
          </w:p>
        </w:tc>
      </w:tr>
      <w:tr w:rsidR="00CC44C8" w:rsidTr="00065659">
        <w:tc>
          <w:tcPr>
            <w:tcW w:w="1985" w:type="dxa"/>
            <w:vAlign w:val="bottom"/>
          </w:tcPr>
          <w:p w:rsidR="00CC44C8" w:rsidRDefault="00CC44C8" w:rsidP="00EC4C37">
            <w:pPr>
              <w:pStyle w:val="TableBodyText"/>
              <w:ind w:left="170"/>
              <w:jc w:val="left"/>
            </w:pPr>
            <w:r>
              <w:t>All births</w:t>
            </w:r>
          </w:p>
        </w:tc>
        <w:tc>
          <w:tcPr>
            <w:tcW w:w="849"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29.7</w:t>
            </w:r>
          </w:p>
        </w:tc>
        <w:tc>
          <w:tcPr>
            <w:tcW w:w="850" w:type="dxa"/>
            <w:vAlign w:val="bottom"/>
          </w:tcPr>
          <w:p w:rsidR="00CC44C8" w:rsidRPr="00CC44C8" w:rsidRDefault="00CC44C8" w:rsidP="00CC44C8">
            <w:pPr>
              <w:pStyle w:val="TableBodyText"/>
              <w:ind w:left="346" w:hanging="340"/>
            </w:pPr>
            <w:r w:rsidRPr="00CC44C8">
              <w:t>28.1</w:t>
            </w:r>
          </w:p>
        </w:tc>
        <w:tc>
          <w:tcPr>
            <w:tcW w:w="850" w:type="dxa"/>
            <w:vAlign w:val="bottom"/>
          </w:tcPr>
          <w:p w:rsidR="00CC44C8" w:rsidRPr="00CC44C8" w:rsidRDefault="00CC44C8" w:rsidP="00CC44C8">
            <w:pPr>
              <w:pStyle w:val="TableBodyText"/>
              <w:ind w:left="346" w:hanging="340"/>
            </w:pPr>
            <w:r w:rsidRPr="00CC44C8">
              <w:t>28.5</w:t>
            </w:r>
          </w:p>
        </w:tc>
        <w:tc>
          <w:tcPr>
            <w:tcW w:w="853" w:type="dxa"/>
            <w:vAlign w:val="bottom"/>
          </w:tcPr>
          <w:p w:rsidR="00CC44C8" w:rsidRPr="00CC44C8" w:rsidRDefault="00CC44C8" w:rsidP="00CC44C8">
            <w:pPr>
              <w:pStyle w:val="TableBodyText"/>
              <w:ind w:left="346" w:hanging="340"/>
            </w:pPr>
            <w:r w:rsidRPr="00CC44C8">
              <w:t>29.3</w:t>
            </w:r>
          </w:p>
        </w:tc>
        <w:tc>
          <w:tcPr>
            <w:tcW w:w="847" w:type="dxa"/>
            <w:vAlign w:val="bottom"/>
          </w:tcPr>
          <w:p w:rsidR="00CC44C8" w:rsidRPr="00CC44C8" w:rsidRDefault="00CC44C8" w:rsidP="00CC44C8">
            <w:pPr>
              <w:pStyle w:val="TableBodyText"/>
              <w:ind w:left="346" w:hanging="340"/>
            </w:pPr>
            <w:r w:rsidRPr="00CC44C8">
              <w:t>28.9</w:t>
            </w:r>
          </w:p>
        </w:tc>
        <w:tc>
          <w:tcPr>
            <w:tcW w:w="850" w:type="dxa"/>
            <w:vAlign w:val="bottom"/>
          </w:tcPr>
          <w:p w:rsidR="00CC44C8" w:rsidRPr="00CC44C8" w:rsidRDefault="00CC44C8" w:rsidP="00CC44C8">
            <w:pPr>
              <w:pStyle w:val="TableBodyText"/>
              <w:ind w:left="346" w:hanging="340"/>
            </w:pPr>
            <w:r w:rsidRPr="00CC44C8">
              <w:t>30.0</w:t>
            </w:r>
          </w:p>
        </w:tc>
        <w:tc>
          <w:tcPr>
            <w:tcW w:w="850" w:type="dxa"/>
            <w:vAlign w:val="bottom"/>
          </w:tcPr>
          <w:p w:rsidR="00CC44C8" w:rsidRPr="00CC44C8" w:rsidRDefault="00CC44C8" w:rsidP="00CC44C8">
            <w:pPr>
              <w:pStyle w:val="TableBodyText"/>
              <w:ind w:left="346" w:hanging="340"/>
            </w:pPr>
            <w:r w:rsidRPr="00CC44C8">
              <w:t>27.1</w:t>
            </w:r>
          </w:p>
        </w:tc>
      </w:tr>
      <w:tr w:rsidR="00CC44C8" w:rsidTr="00065659">
        <w:tc>
          <w:tcPr>
            <w:tcW w:w="1985" w:type="dxa"/>
            <w:vAlign w:val="bottom"/>
          </w:tcPr>
          <w:p w:rsidR="00CC44C8" w:rsidRDefault="00CC44C8" w:rsidP="00C96F56">
            <w:pPr>
              <w:pStyle w:val="TableBodyText"/>
              <w:jc w:val="left"/>
            </w:pPr>
            <w:r>
              <w:t>2012</w:t>
            </w:r>
          </w:p>
        </w:tc>
        <w:tc>
          <w:tcPr>
            <w:tcW w:w="849"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3" w:type="dxa"/>
            <w:vAlign w:val="bottom"/>
          </w:tcPr>
          <w:p w:rsidR="00CC44C8" w:rsidRPr="00CC44C8" w:rsidRDefault="00CC44C8" w:rsidP="00CC44C8">
            <w:pPr>
              <w:pStyle w:val="TableBodyText"/>
              <w:ind w:left="346" w:hanging="340"/>
            </w:pPr>
          </w:p>
        </w:tc>
        <w:tc>
          <w:tcPr>
            <w:tcW w:w="847"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c>
          <w:tcPr>
            <w:tcW w:w="850" w:type="dxa"/>
            <w:vAlign w:val="bottom"/>
          </w:tcPr>
          <w:p w:rsidR="00CC44C8" w:rsidRPr="00CC44C8" w:rsidRDefault="00CC44C8" w:rsidP="00CC44C8">
            <w:pPr>
              <w:pStyle w:val="TableBodyText"/>
              <w:ind w:left="346" w:hanging="340"/>
            </w:pPr>
          </w:p>
        </w:tc>
      </w:tr>
      <w:tr w:rsidR="00CC44C8" w:rsidTr="00065659">
        <w:tc>
          <w:tcPr>
            <w:tcW w:w="1985" w:type="dxa"/>
            <w:vAlign w:val="bottom"/>
          </w:tcPr>
          <w:p w:rsidR="00CC44C8" w:rsidRDefault="00CC44C8" w:rsidP="00EC4C37">
            <w:pPr>
              <w:pStyle w:val="TableBodyText"/>
              <w:ind w:left="170"/>
              <w:jc w:val="left"/>
            </w:pPr>
            <w:r>
              <w:t>First birth</w:t>
            </w:r>
          </w:p>
        </w:tc>
        <w:tc>
          <w:tcPr>
            <w:tcW w:w="849" w:type="dxa"/>
            <w:vAlign w:val="bottom"/>
          </w:tcPr>
          <w:p w:rsidR="00CC44C8" w:rsidRPr="00CC44C8" w:rsidRDefault="00CC44C8" w:rsidP="00CC44C8">
            <w:pPr>
              <w:pStyle w:val="TableBodyText"/>
              <w:ind w:left="346" w:hanging="340"/>
            </w:pPr>
            <w:r w:rsidRPr="00CC44C8">
              <w:t>27.8</w:t>
            </w:r>
          </w:p>
        </w:tc>
        <w:tc>
          <w:tcPr>
            <w:tcW w:w="850" w:type="dxa"/>
            <w:vAlign w:val="bottom"/>
          </w:tcPr>
          <w:p w:rsidR="00CC44C8" w:rsidRPr="00CC44C8" w:rsidRDefault="00CC44C8" w:rsidP="00CC44C8">
            <w:pPr>
              <w:pStyle w:val="TableBodyText"/>
              <w:ind w:left="346" w:hanging="340"/>
            </w:pPr>
            <w:r w:rsidRPr="00CC44C8">
              <w:t>28.2</w:t>
            </w:r>
          </w:p>
        </w:tc>
        <w:tc>
          <w:tcPr>
            <w:tcW w:w="850" w:type="dxa"/>
            <w:vAlign w:val="bottom"/>
          </w:tcPr>
          <w:p w:rsidR="00CC44C8" w:rsidRPr="00CC44C8" w:rsidRDefault="00CC44C8" w:rsidP="00CC44C8">
            <w:pPr>
              <w:pStyle w:val="TableBodyText"/>
              <w:ind w:left="346" w:hanging="340"/>
            </w:pPr>
            <w:r w:rsidRPr="00CC44C8">
              <w:t>26.0</w:t>
            </w:r>
          </w:p>
        </w:tc>
        <w:tc>
          <w:tcPr>
            <w:tcW w:w="850" w:type="dxa"/>
            <w:vAlign w:val="bottom"/>
          </w:tcPr>
          <w:p w:rsidR="00CC44C8" w:rsidRPr="00CC44C8" w:rsidRDefault="00CC44C8" w:rsidP="00CC44C8">
            <w:pPr>
              <w:pStyle w:val="TableBodyText"/>
              <w:ind w:left="346" w:hanging="340"/>
            </w:pPr>
            <w:r w:rsidRPr="00CC44C8">
              <w:t>26.6</w:t>
            </w:r>
          </w:p>
        </w:tc>
        <w:tc>
          <w:tcPr>
            <w:tcW w:w="853" w:type="dxa"/>
            <w:vAlign w:val="bottom"/>
          </w:tcPr>
          <w:p w:rsidR="00CC44C8" w:rsidRPr="00CC44C8" w:rsidRDefault="00CC44C8" w:rsidP="00CC44C8">
            <w:pPr>
              <w:pStyle w:val="TableBodyText"/>
              <w:ind w:left="346" w:hanging="340"/>
            </w:pPr>
            <w:r w:rsidRPr="00CC44C8">
              <w:t>27.3</w:t>
            </w:r>
          </w:p>
        </w:tc>
        <w:tc>
          <w:tcPr>
            <w:tcW w:w="847" w:type="dxa"/>
            <w:vAlign w:val="bottom"/>
          </w:tcPr>
          <w:p w:rsidR="00CC44C8" w:rsidRPr="00CC44C8" w:rsidRDefault="00CC44C8" w:rsidP="00CC44C8">
            <w:pPr>
              <w:pStyle w:val="TableBodyText"/>
              <w:ind w:left="346" w:hanging="340"/>
            </w:pPr>
            <w:proofErr w:type="spellStart"/>
            <w:r w:rsidRPr="00CC44C8">
              <w:t>na</w:t>
            </w:r>
            <w:proofErr w:type="spellEnd"/>
          </w:p>
        </w:tc>
        <w:tc>
          <w:tcPr>
            <w:tcW w:w="850" w:type="dxa"/>
            <w:vAlign w:val="bottom"/>
          </w:tcPr>
          <w:p w:rsidR="00CC44C8" w:rsidRPr="00CC44C8" w:rsidRDefault="00CC44C8" w:rsidP="00CC44C8">
            <w:pPr>
              <w:pStyle w:val="TableBodyText"/>
              <w:ind w:left="346" w:hanging="340"/>
            </w:pPr>
            <w:r w:rsidRPr="00CC44C8">
              <w:t>28.5</w:t>
            </w:r>
          </w:p>
        </w:tc>
        <w:tc>
          <w:tcPr>
            <w:tcW w:w="850" w:type="dxa"/>
            <w:vAlign w:val="bottom"/>
          </w:tcPr>
          <w:p w:rsidR="00CC44C8" w:rsidRPr="00CC44C8" w:rsidRDefault="00CC44C8" w:rsidP="00CC44C8">
            <w:pPr>
              <w:pStyle w:val="TableBodyText"/>
              <w:ind w:left="346" w:hanging="340"/>
            </w:pPr>
            <w:r w:rsidRPr="00CC44C8">
              <w:t>24.8</w:t>
            </w:r>
          </w:p>
        </w:tc>
      </w:tr>
      <w:tr w:rsidR="00CC44C8" w:rsidTr="00065659">
        <w:tc>
          <w:tcPr>
            <w:tcW w:w="1985" w:type="dxa"/>
            <w:vAlign w:val="bottom"/>
          </w:tcPr>
          <w:p w:rsidR="00CC44C8" w:rsidRDefault="00CC44C8" w:rsidP="00EC4C37">
            <w:pPr>
              <w:pStyle w:val="TableBodyText"/>
              <w:ind w:left="170"/>
              <w:jc w:val="left"/>
            </w:pPr>
            <w:r>
              <w:t>Second birth</w:t>
            </w:r>
          </w:p>
        </w:tc>
        <w:tc>
          <w:tcPr>
            <w:tcW w:w="849" w:type="dxa"/>
            <w:vAlign w:val="bottom"/>
          </w:tcPr>
          <w:p w:rsidR="00CC44C8" w:rsidRPr="00CC44C8" w:rsidRDefault="00CC44C8" w:rsidP="00CC44C8">
            <w:pPr>
              <w:pStyle w:val="TableBodyText"/>
              <w:ind w:left="346" w:hanging="340"/>
            </w:pPr>
            <w:r w:rsidRPr="00CC44C8">
              <w:t>30.3</w:t>
            </w:r>
          </w:p>
        </w:tc>
        <w:tc>
          <w:tcPr>
            <w:tcW w:w="850" w:type="dxa"/>
            <w:vAlign w:val="bottom"/>
          </w:tcPr>
          <w:p w:rsidR="00CC44C8" w:rsidRPr="00CC44C8" w:rsidRDefault="00CC44C8" w:rsidP="00CC44C8">
            <w:pPr>
              <w:pStyle w:val="TableBodyText"/>
              <w:ind w:left="346" w:hanging="340"/>
            </w:pPr>
            <w:r w:rsidRPr="00CC44C8">
              <w:t>30.1</w:t>
            </w:r>
          </w:p>
        </w:tc>
        <w:tc>
          <w:tcPr>
            <w:tcW w:w="850" w:type="dxa"/>
            <w:vAlign w:val="bottom"/>
          </w:tcPr>
          <w:p w:rsidR="00CC44C8" w:rsidRPr="00CC44C8" w:rsidRDefault="00CC44C8" w:rsidP="00CC44C8">
            <w:pPr>
              <w:pStyle w:val="TableBodyText"/>
              <w:ind w:left="346" w:hanging="340"/>
            </w:pPr>
            <w:r w:rsidRPr="00CC44C8">
              <w:t>28.4</w:t>
            </w:r>
          </w:p>
        </w:tc>
        <w:tc>
          <w:tcPr>
            <w:tcW w:w="850" w:type="dxa"/>
            <w:vAlign w:val="bottom"/>
          </w:tcPr>
          <w:p w:rsidR="00CC44C8" w:rsidRPr="00CC44C8" w:rsidRDefault="00CC44C8" w:rsidP="00CC44C8">
            <w:pPr>
              <w:pStyle w:val="TableBodyText"/>
              <w:ind w:left="346" w:hanging="340"/>
            </w:pPr>
            <w:r w:rsidRPr="00CC44C8">
              <w:t>28.9</w:t>
            </w:r>
          </w:p>
        </w:tc>
        <w:tc>
          <w:tcPr>
            <w:tcW w:w="853" w:type="dxa"/>
            <w:vAlign w:val="bottom"/>
          </w:tcPr>
          <w:p w:rsidR="00CC44C8" w:rsidRPr="00CC44C8" w:rsidRDefault="00CC44C8" w:rsidP="00CC44C8">
            <w:pPr>
              <w:pStyle w:val="TableBodyText"/>
              <w:ind w:left="346" w:hanging="340"/>
            </w:pPr>
            <w:r w:rsidRPr="00CC44C8">
              <w:t>29.8</w:t>
            </w:r>
          </w:p>
        </w:tc>
        <w:tc>
          <w:tcPr>
            <w:tcW w:w="847" w:type="dxa"/>
            <w:vAlign w:val="bottom"/>
          </w:tcPr>
          <w:p w:rsidR="00CC44C8" w:rsidRPr="00CC44C8" w:rsidRDefault="00CC44C8" w:rsidP="00CC44C8">
            <w:pPr>
              <w:pStyle w:val="TableBodyText"/>
              <w:ind w:left="346" w:hanging="340"/>
            </w:pPr>
            <w:proofErr w:type="spellStart"/>
            <w:r w:rsidRPr="00CC44C8">
              <w:t>na</w:t>
            </w:r>
            <w:proofErr w:type="spellEnd"/>
          </w:p>
        </w:tc>
        <w:tc>
          <w:tcPr>
            <w:tcW w:w="850" w:type="dxa"/>
            <w:vAlign w:val="bottom"/>
          </w:tcPr>
          <w:p w:rsidR="00CC44C8" w:rsidRPr="00CC44C8" w:rsidRDefault="00CC44C8" w:rsidP="00CC44C8">
            <w:pPr>
              <w:pStyle w:val="TableBodyText"/>
              <w:ind w:left="346" w:hanging="340"/>
            </w:pPr>
            <w:r w:rsidRPr="00CC44C8">
              <w:t>30.9</w:t>
            </w:r>
          </w:p>
        </w:tc>
        <w:tc>
          <w:tcPr>
            <w:tcW w:w="850" w:type="dxa"/>
            <w:vAlign w:val="bottom"/>
          </w:tcPr>
          <w:p w:rsidR="00CC44C8" w:rsidRPr="00CC44C8" w:rsidRDefault="00CC44C8" w:rsidP="00CC44C8">
            <w:pPr>
              <w:pStyle w:val="TableBodyText"/>
              <w:ind w:left="346" w:hanging="340"/>
            </w:pPr>
            <w:r w:rsidRPr="00CC44C8">
              <w:t>27.4</w:t>
            </w:r>
          </w:p>
        </w:tc>
      </w:tr>
      <w:tr w:rsidR="00CC44C8" w:rsidTr="00065659">
        <w:tc>
          <w:tcPr>
            <w:tcW w:w="1985" w:type="dxa"/>
            <w:vAlign w:val="bottom"/>
          </w:tcPr>
          <w:p w:rsidR="00CC44C8" w:rsidRDefault="00CC44C8" w:rsidP="00EC4C37">
            <w:pPr>
              <w:pStyle w:val="TableBodyText"/>
              <w:ind w:left="170"/>
              <w:jc w:val="left"/>
            </w:pPr>
            <w:r>
              <w:t>Third birth</w:t>
            </w:r>
          </w:p>
        </w:tc>
        <w:tc>
          <w:tcPr>
            <w:tcW w:w="849" w:type="dxa"/>
            <w:vAlign w:val="bottom"/>
          </w:tcPr>
          <w:p w:rsidR="00CC44C8" w:rsidRPr="00CC44C8" w:rsidRDefault="00CC44C8" w:rsidP="00CC44C8">
            <w:pPr>
              <w:pStyle w:val="TableBodyText"/>
              <w:ind w:left="346" w:hanging="340"/>
            </w:pPr>
            <w:r w:rsidRPr="00CC44C8">
              <w:t>31.5</w:t>
            </w:r>
          </w:p>
        </w:tc>
        <w:tc>
          <w:tcPr>
            <w:tcW w:w="850" w:type="dxa"/>
            <w:vAlign w:val="bottom"/>
          </w:tcPr>
          <w:p w:rsidR="00CC44C8" w:rsidRPr="00CC44C8" w:rsidRDefault="00CC44C8" w:rsidP="00CC44C8">
            <w:pPr>
              <w:pStyle w:val="TableBodyText"/>
              <w:ind w:left="346" w:hanging="340"/>
            </w:pPr>
            <w:r w:rsidRPr="00CC44C8">
              <w:t>31.4</w:t>
            </w:r>
          </w:p>
        </w:tc>
        <w:tc>
          <w:tcPr>
            <w:tcW w:w="850" w:type="dxa"/>
            <w:vAlign w:val="bottom"/>
          </w:tcPr>
          <w:p w:rsidR="00CC44C8" w:rsidRPr="00CC44C8" w:rsidRDefault="00CC44C8" w:rsidP="00CC44C8">
            <w:pPr>
              <w:pStyle w:val="TableBodyText"/>
              <w:ind w:left="346" w:hanging="340"/>
            </w:pPr>
            <w:r w:rsidRPr="00CC44C8">
              <w:t>29.9</w:t>
            </w:r>
          </w:p>
        </w:tc>
        <w:tc>
          <w:tcPr>
            <w:tcW w:w="850" w:type="dxa"/>
            <w:vAlign w:val="bottom"/>
          </w:tcPr>
          <w:p w:rsidR="00CC44C8" w:rsidRPr="00CC44C8" w:rsidRDefault="00CC44C8" w:rsidP="00CC44C8">
            <w:pPr>
              <w:pStyle w:val="TableBodyText"/>
              <w:ind w:left="346" w:hanging="340"/>
            </w:pPr>
            <w:r w:rsidRPr="00CC44C8">
              <w:t>30.3</w:t>
            </w:r>
          </w:p>
        </w:tc>
        <w:tc>
          <w:tcPr>
            <w:tcW w:w="853" w:type="dxa"/>
            <w:vAlign w:val="bottom"/>
          </w:tcPr>
          <w:p w:rsidR="00CC44C8" w:rsidRPr="00CC44C8" w:rsidRDefault="00CC44C8" w:rsidP="00CC44C8">
            <w:pPr>
              <w:pStyle w:val="TableBodyText"/>
              <w:ind w:left="346" w:hanging="340"/>
            </w:pPr>
            <w:r w:rsidRPr="00CC44C8">
              <w:t>31.3</w:t>
            </w:r>
          </w:p>
        </w:tc>
        <w:tc>
          <w:tcPr>
            <w:tcW w:w="847" w:type="dxa"/>
            <w:vAlign w:val="bottom"/>
          </w:tcPr>
          <w:p w:rsidR="00CC44C8" w:rsidRPr="00CC44C8" w:rsidRDefault="00CC44C8" w:rsidP="00CC44C8">
            <w:pPr>
              <w:pStyle w:val="TableBodyText"/>
              <w:ind w:left="346" w:hanging="340"/>
            </w:pPr>
            <w:proofErr w:type="spellStart"/>
            <w:r w:rsidRPr="00CC44C8">
              <w:t>na</w:t>
            </w:r>
            <w:proofErr w:type="spellEnd"/>
          </w:p>
        </w:tc>
        <w:tc>
          <w:tcPr>
            <w:tcW w:w="850" w:type="dxa"/>
            <w:vAlign w:val="bottom"/>
          </w:tcPr>
          <w:p w:rsidR="00CC44C8" w:rsidRPr="00CC44C8" w:rsidRDefault="00CC44C8" w:rsidP="00CC44C8">
            <w:pPr>
              <w:pStyle w:val="TableBodyText"/>
              <w:ind w:left="346" w:hanging="340"/>
            </w:pPr>
            <w:r w:rsidRPr="00CC44C8">
              <w:t>32.0</w:t>
            </w:r>
          </w:p>
        </w:tc>
        <w:tc>
          <w:tcPr>
            <w:tcW w:w="850" w:type="dxa"/>
            <w:vAlign w:val="bottom"/>
          </w:tcPr>
          <w:p w:rsidR="00CC44C8" w:rsidRPr="00CC44C8" w:rsidRDefault="00CC44C8" w:rsidP="00CC44C8">
            <w:pPr>
              <w:pStyle w:val="TableBodyText"/>
              <w:ind w:left="346" w:hanging="340"/>
            </w:pPr>
            <w:r w:rsidRPr="00CC44C8">
              <w:t>28.8</w:t>
            </w:r>
          </w:p>
        </w:tc>
      </w:tr>
      <w:tr w:rsidR="00CC44C8" w:rsidTr="00065659">
        <w:tc>
          <w:tcPr>
            <w:tcW w:w="1985" w:type="dxa"/>
            <w:tcBorders>
              <w:bottom w:val="single" w:sz="4" w:space="0" w:color="auto"/>
            </w:tcBorders>
            <w:shd w:val="clear" w:color="auto" w:fill="auto"/>
            <w:vAlign w:val="bottom"/>
          </w:tcPr>
          <w:p w:rsidR="00CC44C8" w:rsidRDefault="00CC44C8" w:rsidP="00EC4C37">
            <w:pPr>
              <w:pStyle w:val="TableBodyText"/>
              <w:ind w:left="170"/>
              <w:jc w:val="left"/>
            </w:pPr>
            <w:r>
              <w:t>All births</w:t>
            </w:r>
          </w:p>
        </w:tc>
        <w:tc>
          <w:tcPr>
            <w:tcW w:w="849"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29.5</w:t>
            </w:r>
          </w:p>
        </w:tc>
        <w:tc>
          <w:tcPr>
            <w:tcW w:w="850"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29.6</w:t>
            </w:r>
          </w:p>
        </w:tc>
        <w:tc>
          <w:tcPr>
            <w:tcW w:w="850"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28.2</w:t>
            </w:r>
          </w:p>
        </w:tc>
        <w:tc>
          <w:tcPr>
            <w:tcW w:w="850"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28.5</w:t>
            </w:r>
          </w:p>
        </w:tc>
        <w:tc>
          <w:tcPr>
            <w:tcW w:w="853"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29.3</w:t>
            </w:r>
          </w:p>
        </w:tc>
        <w:tc>
          <w:tcPr>
            <w:tcW w:w="847" w:type="dxa"/>
            <w:tcBorders>
              <w:bottom w:val="single" w:sz="4" w:space="0" w:color="auto"/>
            </w:tcBorders>
            <w:shd w:val="clear" w:color="auto" w:fill="auto"/>
            <w:vAlign w:val="bottom"/>
          </w:tcPr>
          <w:p w:rsidR="00CC44C8" w:rsidRPr="00CC44C8" w:rsidRDefault="00CC44C8" w:rsidP="00CC44C8">
            <w:pPr>
              <w:pStyle w:val="TableBodyText"/>
              <w:ind w:left="346" w:hanging="340"/>
            </w:pPr>
            <w:proofErr w:type="spellStart"/>
            <w:r w:rsidRPr="00CC44C8">
              <w:t>na</w:t>
            </w:r>
            <w:proofErr w:type="spellEnd"/>
          </w:p>
        </w:tc>
        <w:tc>
          <w:tcPr>
            <w:tcW w:w="850"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30.1</w:t>
            </w:r>
          </w:p>
        </w:tc>
        <w:tc>
          <w:tcPr>
            <w:tcW w:w="850" w:type="dxa"/>
            <w:tcBorders>
              <w:bottom w:val="single" w:sz="4" w:space="0" w:color="auto"/>
            </w:tcBorders>
            <w:shd w:val="clear" w:color="auto" w:fill="auto"/>
            <w:vAlign w:val="bottom"/>
          </w:tcPr>
          <w:p w:rsidR="00CC44C8" w:rsidRPr="00CC44C8" w:rsidRDefault="00CC44C8" w:rsidP="00CC44C8">
            <w:pPr>
              <w:pStyle w:val="TableBodyText"/>
              <w:ind w:left="346" w:hanging="340"/>
            </w:pPr>
            <w:r w:rsidRPr="00CC44C8">
              <w:t>27.2</w:t>
            </w:r>
          </w:p>
        </w:tc>
      </w:tr>
    </w:tbl>
    <w:p w:rsidR="00D2410D" w:rsidRDefault="00D2410D" w:rsidP="00D10431">
      <w:pPr>
        <w:pStyle w:val="Note"/>
      </w:pPr>
      <w:r w:rsidRPr="0040263B">
        <w:rPr>
          <w:rStyle w:val="NoteLabel"/>
        </w:rPr>
        <w:t>a</w:t>
      </w:r>
      <w:r>
        <w:rPr>
          <w:rStyle w:val="NoteLabel"/>
        </w:rPr>
        <w:t xml:space="preserve"> </w:t>
      </w:r>
      <w:r w:rsidRPr="005B5FBC">
        <w:t>Data for</w:t>
      </w:r>
      <w:r>
        <w:rPr>
          <w:rStyle w:val="NoteLabel"/>
        </w:rPr>
        <w:t xml:space="preserve"> </w:t>
      </w:r>
      <w:r w:rsidRPr="00DA441C">
        <w:t>Victoria</w:t>
      </w:r>
      <w:r>
        <w:t xml:space="preserve"> for</w:t>
      </w:r>
      <w:r w:rsidRPr="00DA441C">
        <w:t xml:space="preserve"> 20</w:t>
      </w:r>
      <w:r>
        <w:t>1</w:t>
      </w:r>
      <w:r w:rsidR="00C90FC4">
        <w:t>2</w:t>
      </w:r>
      <w:r>
        <w:t xml:space="preserve"> are preliminary</w:t>
      </w:r>
      <w:r w:rsidRPr="00DA441C">
        <w:t>.</w:t>
      </w:r>
      <w:r>
        <w:rPr>
          <w:rStyle w:val="NoteLabel"/>
        </w:rPr>
        <w:t xml:space="preserve"> b</w:t>
      </w:r>
      <w:r w:rsidR="00121D41">
        <w:rPr>
          <w:rStyle w:val="NoteLabel"/>
        </w:rPr>
        <w:t xml:space="preserve"> </w:t>
      </w:r>
      <w:r w:rsidR="006D529E" w:rsidRPr="00D10431">
        <w:t>Data for WA for 2012 are preliminary.</w:t>
      </w:r>
      <w:r w:rsidR="006D529E">
        <w:rPr>
          <w:rStyle w:val="NoteLabel"/>
        </w:rPr>
        <w:t xml:space="preserve"> c</w:t>
      </w:r>
      <w:r w:rsidR="006D529E" w:rsidRPr="006D529E">
        <w:rPr>
          <w:rStyle w:val="NoteLabel"/>
        </w:rPr>
        <w:t xml:space="preserve"> </w:t>
      </w:r>
      <w:r w:rsidR="00121D41" w:rsidRPr="009A5C5F">
        <w:t>Data for SA for 201</w:t>
      </w:r>
      <w:r w:rsidR="00C90FC4">
        <w:t>2</w:t>
      </w:r>
      <w:r w:rsidR="00121D41" w:rsidRPr="009A5C5F">
        <w:t xml:space="preserve"> are preliminary.</w:t>
      </w:r>
      <w:r w:rsidR="00121D41" w:rsidRPr="009A5C5F">
        <w:rPr>
          <w:rStyle w:val="NoteLabel"/>
        </w:rPr>
        <w:t xml:space="preserve"> </w:t>
      </w:r>
      <w:r w:rsidR="006D529E">
        <w:rPr>
          <w:rStyle w:val="NoteLabel"/>
        </w:rPr>
        <w:t>d</w:t>
      </w:r>
      <w:r w:rsidRPr="0040263B">
        <w:rPr>
          <w:rStyle w:val="NoteLabel"/>
        </w:rPr>
        <w:t xml:space="preserve"> </w:t>
      </w:r>
      <w:r w:rsidRPr="0040263B">
        <w:t>ACT 20</w:t>
      </w:r>
      <w:r>
        <w:t>1</w:t>
      </w:r>
      <w:r w:rsidR="00C90FC4">
        <w:t>2</w:t>
      </w:r>
      <w:r w:rsidRPr="0040263B">
        <w:t xml:space="preserve"> data are preliminary.</w:t>
      </w:r>
      <w:r>
        <w:t xml:space="preserve"> </w:t>
      </w:r>
      <w:r w:rsidRPr="00BD145C">
        <w:t xml:space="preserve">Care must be taken when interpreting percentages as these data include both ACT and non-ACT residents where the birth occurred in the ACT. </w:t>
      </w:r>
      <w:proofErr w:type="spellStart"/>
      <w:r w:rsidRPr="0040263B">
        <w:rPr>
          <w:b/>
        </w:rPr>
        <w:t>na</w:t>
      </w:r>
      <w:proofErr w:type="spellEnd"/>
      <w:r w:rsidRPr="0040263B">
        <w:t> Not available.</w:t>
      </w:r>
    </w:p>
    <w:p w:rsidR="00D2410D" w:rsidRPr="00002BF8" w:rsidRDefault="00D2410D" w:rsidP="00D2410D">
      <w:pPr>
        <w:pStyle w:val="Source"/>
      </w:pPr>
      <w:r>
        <w:rPr>
          <w:i/>
        </w:rPr>
        <w:t>Source</w:t>
      </w:r>
      <w:r>
        <w:t>: State and Territory governments (unpublished).</w:t>
      </w:r>
    </w:p>
    <w:p w:rsidR="00D2410D" w:rsidRDefault="00D2410D" w:rsidP="00D2410D">
      <w:pPr>
        <w:pStyle w:val="Heading2"/>
      </w:pPr>
      <w:bookmarkStart w:id="44" w:name="_Toc208032421"/>
      <w:bookmarkStart w:id="45" w:name="_Toc274729465"/>
      <w:r>
        <w:t>10.5</w:t>
      </w:r>
      <w:r>
        <w:tab/>
        <w:t>Framework of performance indicators for maternity services</w:t>
      </w:r>
      <w:bookmarkEnd w:id="44"/>
      <w:bookmarkEnd w:id="45"/>
    </w:p>
    <w:p w:rsidR="00092B9E" w:rsidRDefault="00092B9E" w:rsidP="00092B9E">
      <w:pPr>
        <w:pStyle w:val="BodyText"/>
      </w:pPr>
      <w:r>
        <w:t>The performance indicator framework provides information on equity, efficiency and effectiveness, and distinguishes the outputs and outcomes of maternity services (figure 10.24). The performance indicator framework shows which data are comparable in the 2014 Report. For data that are not considered directly comparable, the text includes relevant caveats and</w:t>
      </w:r>
      <w:r w:rsidR="00595852">
        <w:t xml:space="preserve"> supporting commentary. Chapter </w:t>
      </w:r>
      <w:r>
        <w:t>1 discusses data comparability from a Repor</w:t>
      </w:r>
      <w:r w:rsidR="00595852">
        <w:t>t-wide perspective (see section </w:t>
      </w:r>
      <w:r>
        <w:t>1.6).</w:t>
      </w:r>
      <w:r w:rsidRPr="00092B9E">
        <w:t xml:space="preserve"> </w:t>
      </w:r>
      <w:r>
        <w:t xml:space="preserve">The Health sector overview explains the performance indicator framework for health services as a whole, including the </w:t>
      </w:r>
      <w:proofErr w:type="spellStart"/>
      <w:r>
        <w:t>subdimensions</w:t>
      </w:r>
      <w:proofErr w:type="spellEnd"/>
      <w:r>
        <w:t xml:space="preserve"> of quality and sustainability that have been added to the standard Review framework.</w:t>
      </w:r>
    </w:p>
    <w:p w:rsidR="00092B9E" w:rsidRDefault="00092B9E" w:rsidP="00092B9E">
      <w:pPr>
        <w:pStyle w:val="BodyText"/>
      </w:pPr>
      <w:r>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(chapter 2).</w:t>
      </w:r>
    </w:p>
    <w:p w:rsidR="00D2410D" w:rsidRDefault="00D2410D" w:rsidP="00D2410D">
      <w:pPr>
        <w:pStyle w:val="FigureTitle"/>
        <w:ind w:left="1560" w:hanging="1560"/>
      </w:pPr>
      <w:r>
        <w:rPr>
          <w:b w:val="0"/>
        </w:rPr>
        <w:t xml:space="preserve">Figure </w:t>
      </w:r>
      <w:bookmarkStart w:id="46" w:name="OLE_LINK23"/>
      <w:r w:rsidR="00951DB7">
        <w:rPr>
          <w:b w:val="0"/>
        </w:rPr>
        <w:t>10.</w:t>
      </w:r>
      <w:r w:rsidR="005B16BF">
        <w:rPr>
          <w:b w:val="0"/>
          <w:noProof/>
        </w:rPr>
        <w:t>24</w:t>
      </w:r>
      <w:bookmarkEnd w:id="46"/>
      <w:r>
        <w:tab/>
      </w:r>
      <w:r w:rsidR="008219E5">
        <w:t>M</w:t>
      </w:r>
      <w:r>
        <w:t>aternity services</w:t>
      </w:r>
      <w:r w:rsidR="008219E5" w:rsidRPr="008219E5">
        <w:t xml:space="preserve"> </w:t>
      </w:r>
      <w:r w:rsidR="008219E5">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10A4318F" wp14:editId="060DED9B">
                  <wp:extent cx="5441315" cy="4841240"/>
                  <wp:effectExtent l="0" t="0" r="0" b="0"/>
                  <wp:docPr id="27" name="Picture 27" descr="Figure 10.24 Maternity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41315" cy="4841240"/>
                          </a:xfrm>
                          <a:prstGeom prst="rect">
                            <a:avLst/>
                          </a:prstGeom>
                          <a:noFill/>
                          <a:ln>
                            <a:noFill/>
                          </a:ln>
                        </pic:spPr>
                      </pic:pic>
                    </a:graphicData>
                  </a:graphic>
                </wp:inline>
              </w:drawing>
            </w:r>
          </w:p>
        </w:tc>
      </w:tr>
    </w:tbl>
    <w:p w:rsidR="00092B9E" w:rsidRDefault="00092B9E" w:rsidP="00092B9E">
      <w:pPr>
        <w:pStyle w:val="BodyText"/>
      </w:pPr>
      <w:bookmarkStart w:id="47" w:name="_Toc208032422"/>
      <w:bookmarkStart w:id="48" w:name="_Toc274729466"/>
      <w:r>
        <w:t>Data quality information (</w:t>
      </w:r>
      <w:proofErr w:type="spellStart"/>
      <w:r>
        <w:t>DQI</w:t>
      </w:r>
      <w:proofErr w:type="spellEnd"/>
      <w:r>
        <w:t xml:space="preserve">) is being progressively introduced for all indicators in the Report. The purpose of </w:t>
      </w:r>
      <w:proofErr w:type="spellStart"/>
      <w:r>
        <w:t>DQI</w:t>
      </w:r>
      <w:proofErr w:type="spellEnd"/>
      <w:r>
        <w:t xml:space="preserve"> is to provide structured and consistent information about quality aspects of data used to report on performance indicators. </w:t>
      </w:r>
      <w:proofErr w:type="spellStart"/>
      <w:r>
        <w:t>DQI</w:t>
      </w:r>
      <w:proofErr w:type="spellEnd"/>
      <w:r>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t>DQI</w:t>
      </w:r>
      <w:proofErr w:type="spellEnd"/>
      <w:r>
        <w:t xml:space="preserve"> for the 2014 Report can be found at </w:t>
      </w:r>
      <w:proofErr w:type="spellStart"/>
      <w:r>
        <w:t>www.pc.gov.au</w:t>
      </w:r>
      <w:proofErr w:type="spellEnd"/>
      <w:r>
        <w:t>/</w:t>
      </w:r>
      <w:proofErr w:type="spellStart"/>
      <w:r>
        <w:t>gsp</w:t>
      </w:r>
      <w:proofErr w:type="spellEnd"/>
      <w:r>
        <w:t>/reports/</w:t>
      </w:r>
      <w:proofErr w:type="spellStart"/>
      <w:r>
        <w:t>rogs</w:t>
      </w:r>
      <w:proofErr w:type="spellEnd"/>
      <w:r>
        <w:t>/2014.</w:t>
      </w:r>
    </w:p>
    <w:p w:rsidR="00D2410D" w:rsidRDefault="00D2410D" w:rsidP="00D2410D">
      <w:pPr>
        <w:pStyle w:val="Heading2"/>
      </w:pPr>
      <w:r>
        <w:t>10.6</w:t>
      </w:r>
      <w:r>
        <w:tab/>
        <w:t>Key performance indicator results for maternity services</w:t>
      </w:r>
      <w:bookmarkEnd w:id="47"/>
      <w:bookmarkEnd w:id="48"/>
    </w:p>
    <w:p w:rsidR="00D2410D" w:rsidRDefault="00D2410D" w:rsidP="00D2410D">
      <w:pPr>
        <w:pStyle w:val="Heading3"/>
      </w:pPr>
      <w:r>
        <w:t>Outputs</w:t>
      </w:r>
    </w:p>
    <w:p w:rsidR="00D2410D" w:rsidRPr="001451EE" w:rsidRDefault="00D2410D" w:rsidP="00D2410D">
      <w:pPr>
        <w:pStyle w:val="BodyText"/>
      </w:pPr>
      <w:r>
        <w:rPr>
          <w:szCs w:val="26"/>
        </w:rPr>
        <w:t xml:space="preserve">Outputs are the services delivered (while outcomes are the impact of these services on the status of an individual or group) </w:t>
      </w:r>
      <w:r w:rsidRPr="00287E06">
        <w:t>(see chapter 1, section 1.5)</w:t>
      </w:r>
      <w:r>
        <w:rPr>
          <w:szCs w:val="26"/>
        </w:rPr>
        <w:t>.</w:t>
      </w:r>
    </w:p>
    <w:p w:rsidR="00D2410D" w:rsidRDefault="00D2410D" w:rsidP="00D2410D">
      <w:pPr>
        <w:pStyle w:val="Heading3"/>
      </w:pPr>
      <w:r>
        <w:t>Equity — access</w:t>
      </w:r>
    </w:p>
    <w:p w:rsidR="00D2410D" w:rsidRDefault="00D2410D" w:rsidP="00D2410D">
      <w:pPr>
        <w:pStyle w:val="BodyText"/>
      </w:pPr>
      <w:r>
        <w:t xml:space="preserve">The Steering Committee has identified equity of access as an area for development in future Reports. Equity of access indicators will measure access to maternity services by special needs groups such as Indigenous </w:t>
      </w:r>
      <w:r w:rsidR="00136631">
        <w:t>Australians</w:t>
      </w:r>
      <w:r>
        <w:t xml:space="preserve"> or people in rural and remote areas. </w:t>
      </w:r>
    </w:p>
    <w:p w:rsidR="00D2410D" w:rsidRPr="001D684C" w:rsidRDefault="00D2410D" w:rsidP="00D2410D">
      <w:pPr>
        <w:pStyle w:val="BodyText"/>
        <w:keepNext/>
        <w:rPr>
          <w:rFonts w:ascii="Arial" w:hAnsi="Arial"/>
          <w:b/>
          <w:kern w:val="28"/>
        </w:rPr>
      </w:pPr>
      <w:r>
        <w:rPr>
          <w:rFonts w:ascii="Arial" w:hAnsi="Arial"/>
          <w:b/>
          <w:kern w:val="28"/>
        </w:rPr>
        <w:t>E</w:t>
      </w:r>
      <w:r w:rsidRPr="001D684C">
        <w:rPr>
          <w:rFonts w:ascii="Arial" w:hAnsi="Arial"/>
          <w:b/>
          <w:kern w:val="28"/>
        </w:rPr>
        <w:t>ffectiveness — access</w:t>
      </w:r>
    </w:p>
    <w:p w:rsidR="00D2410D" w:rsidRDefault="00D2410D" w:rsidP="00D2410D">
      <w:pPr>
        <w:pStyle w:val="BodyText"/>
      </w:pPr>
      <w:r>
        <w:t>The Steering Committee has identified the effectiveness of access to maternity services as an area for development in future Reports. Effectiveness of access indicators will measure access to appropriate services for the population as a whole, particularly in terms of affordability and/or timeliness.</w:t>
      </w:r>
    </w:p>
    <w:p w:rsidR="00D2410D" w:rsidRPr="001D684C" w:rsidRDefault="00D2410D" w:rsidP="00D2410D">
      <w:pPr>
        <w:pStyle w:val="BodyText"/>
        <w:rPr>
          <w:rFonts w:ascii="Arial" w:hAnsi="Arial"/>
          <w:b/>
          <w:kern w:val="28"/>
        </w:rPr>
      </w:pPr>
      <w:r>
        <w:rPr>
          <w:rFonts w:ascii="Arial" w:hAnsi="Arial"/>
          <w:b/>
          <w:kern w:val="28"/>
        </w:rPr>
        <w:t>E</w:t>
      </w:r>
      <w:r w:rsidRPr="001D684C">
        <w:rPr>
          <w:rFonts w:ascii="Arial" w:hAnsi="Arial"/>
          <w:b/>
          <w:kern w:val="28"/>
        </w:rPr>
        <w:t>ffectiveness — appropriateness</w:t>
      </w:r>
    </w:p>
    <w:p w:rsidR="00D2410D" w:rsidRDefault="00D2410D" w:rsidP="00D2410D">
      <w:pPr>
        <w:pStyle w:val="Heading4"/>
      </w:pPr>
      <w:r>
        <w:t xml:space="preserve">Caesareans and inductions for selected </w:t>
      </w:r>
      <w:proofErr w:type="spellStart"/>
      <w:r>
        <w:t>primiparae</w:t>
      </w:r>
      <w:proofErr w:type="spellEnd"/>
    </w:p>
    <w:p w:rsidR="00D2410D" w:rsidRDefault="00D2410D" w:rsidP="00D2410D">
      <w:pPr>
        <w:pStyle w:val="BodyText"/>
      </w:pPr>
      <w:r>
        <w:t xml:space="preserve">‘Caesareans for selected </w:t>
      </w:r>
      <w:proofErr w:type="spellStart"/>
      <w:r>
        <w:t>primiparae</w:t>
      </w:r>
      <w:proofErr w:type="spellEnd"/>
      <w:r>
        <w:t xml:space="preserve">’ and ‘Inductions for selected </w:t>
      </w:r>
      <w:proofErr w:type="spellStart"/>
      <w:r>
        <w:t>primiparae</w:t>
      </w:r>
      <w:proofErr w:type="spellEnd"/>
      <w:r>
        <w:t>’ are indicators of the appropriateness of maternity services in public hospitals (box 10.1</w:t>
      </w:r>
      <w:r w:rsidR="000A1033">
        <w:t>7</w:t>
      </w:r>
      <w:r>
        <w:t>).</w:t>
      </w:r>
      <w:r w:rsidRPr="005A3E67">
        <w:t xml:space="preserve">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49" w:name="OLE_LINK24"/>
            <w:r w:rsidR="00951DB7">
              <w:rPr>
                <w:b w:val="0"/>
              </w:rPr>
              <w:t>10.</w:t>
            </w:r>
            <w:r w:rsidR="005B16BF">
              <w:rPr>
                <w:b w:val="0"/>
                <w:noProof/>
              </w:rPr>
              <w:t>17</w:t>
            </w:r>
            <w:bookmarkEnd w:id="49"/>
            <w:r>
              <w:tab/>
              <w:t xml:space="preserve">Caesareans and inductions for selected </w:t>
            </w:r>
            <w:proofErr w:type="spellStart"/>
            <w:r>
              <w:t>primiparae</w:t>
            </w:r>
            <w:proofErr w:type="spellEnd"/>
            <w:r w:rsidR="007815AB" w:rsidRPr="007815AB">
              <w:rPr>
                <w:rStyle w:val="NoteLabel"/>
                <w:b/>
              </w:rPr>
              <w:t>a</w:t>
            </w:r>
          </w:p>
        </w:tc>
      </w:tr>
      <w:tr w:rsidR="00D2410D" w:rsidTr="00531D51">
        <w:trPr>
          <w:cantSplit/>
        </w:trPr>
        <w:tc>
          <w:tcPr>
            <w:tcW w:w="8771" w:type="dxa"/>
            <w:tcBorders>
              <w:top w:val="nil"/>
              <w:left w:val="single" w:sz="6" w:space="0" w:color="auto"/>
              <w:bottom w:val="nil"/>
              <w:right w:val="single" w:sz="6" w:space="0" w:color="auto"/>
            </w:tcBorders>
          </w:tcPr>
          <w:p w:rsidR="00580D2B" w:rsidRDefault="00D2410D" w:rsidP="00531D51">
            <w:pPr>
              <w:pStyle w:val="Box"/>
            </w:pPr>
            <w:r>
              <w:t xml:space="preserve">‘Caesareans and inductions for selected </w:t>
            </w:r>
            <w:proofErr w:type="spellStart"/>
            <w:r>
              <w:t>primiparae</w:t>
            </w:r>
            <w:proofErr w:type="spellEnd"/>
            <w:r>
              <w:t xml:space="preserve">’ </w:t>
            </w:r>
            <w:r w:rsidR="007815AB">
              <w:t xml:space="preserve">are defined as the number of inductions or caesareans for the selected </w:t>
            </w:r>
            <w:proofErr w:type="spellStart"/>
            <w:r w:rsidR="007815AB">
              <w:t>primiparae</w:t>
            </w:r>
            <w:proofErr w:type="spellEnd"/>
            <w:r w:rsidR="00030A48" w:rsidRPr="00417A3B">
              <w:rPr>
                <w:rStyle w:val="NoteLabel"/>
              </w:rPr>
              <w:t>a</w:t>
            </w:r>
            <w:r w:rsidR="007815AB">
              <w:t xml:space="preserve"> divided respectively by the number of the selected </w:t>
            </w:r>
            <w:proofErr w:type="spellStart"/>
            <w:r w:rsidR="007815AB">
              <w:t>primiparae</w:t>
            </w:r>
            <w:proofErr w:type="spellEnd"/>
            <w:r w:rsidR="007815AB">
              <w:t xml:space="preserve"> who gave birth. </w:t>
            </w:r>
          </w:p>
          <w:p w:rsidR="00580D2B" w:rsidRDefault="007815AB" w:rsidP="00531D51">
            <w:pPr>
              <w:pStyle w:val="Box"/>
            </w:pPr>
            <w:r>
              <w:t>High intervention rates can indicate a need for investigation, although l</w:t>
            </w:r>
            <w:r w:rsidRPr="0088777E">
              <w:t>abour inductions and birth by caesarean section are interventions that are appropriate in some circumstances, depending on the health and wellbeing of mothers and babies.</w:t>
            </w:r>
            <w:r>
              <w:t xml:space="preserve"> </w:t>
            </w:r>
          </w:p>
          <w:p w:rsidR="00D2410D" w:rsidRDefault="007815AB" w:rsidP="00531D51">
            <w:pPr>
              <w:pStyle w:val="Box"/>
            </w:pPr>
            <w:r>
              <w:t xml:space="preserve">Rates </w:t>
            </w:r>
            <w:r w:rsidR="00D2410D">
              <w:t xml:space="preserve">are reported for women aged between 25 and 29 years who have had no previous deliveries, with a vertex presentation (that is, the crown of the baby’s head is at the lower segment of the mother’s uterus) and a gestation length of 37 to 41 weeks. This group is considered to be low risk </w:t>
            </w:r>
            <w:proofErr w:type="spellStart"/>
            <w:r w:rsidR="00D2410D">
              <w:t>parturients</w:t>
            </w:r>
            <w:proofErr w:type="spellEnd"/>
            <w:r w:rsidRPr="007815AB">
              <w:rPr>
                <w:rStyle w:val="NoteLabel"/>
              </w:rPr>
              <w:t>b</w:t>
            </w:r>
            <w:r w:rsidR="00D2410D">
              <w:t>, so caesarean or induction rates should be low in their population.</w:t>
            </w:r>
          </w:p>
          <w:p w:rsidR="00DB69BB" w:rsidRDefault="00DB69BB" w:rsidP="00DB69BB">
            <w:pPr>
              <w:pStyle w:val="Box"/>
            </w:pPr>
            <w:r>
              <w:t>Data reported for this indicator are:</w:t>
            </w:r>
          </w:p>
          <w:p w:rsidR="00DB69BB" w:rsidRDefault="00DB69BB" w:rsidP="00DB69BB">
            <w:pPr>
              <w:pStyle w:val="BoxListBullet"/>
            </w:pPr>
            <w:r>
              <w:t xml:space="preserve">comparable (subject to caveats) </w:t>
            </w:r>
            <w:r w:rsidRPr="009442FD">
              <w:t xml:space="preserve">within jurisdictions over time but are not </w:t>
            </w:r>
            <w:r>
              <w:t>comparable across jurisdictions</w:t>
            </w:r>
          </w:p>
          <w:p w:rsidR="00D2410D" w:rsidRDefault="00DB69BB" w:rsidP="00531D51">
            <w:pPr>
              <w:pStyle w:val="BoxListBullet"/>
            </w:pPr>
            <w:r w:rsidRPr="009442FD">
              <w:t>incomplete for the current reporting period. All required data were not available for</w:t>
            </w:r>
            <w:r>
              <w:t xml:space="preserve"> Tasmania.</w:t>
            </w:r>
          </w:p>
          <w:p w:rsidR="00D2410D" w:rsidRDefault="008C075B" w:rsidP="00531D51">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t>4</w:t>
            </w:r>
            <w:r w:rsidRPr="009A5C5F">
              <w:t>.</w:t>
            </w:r>
          </w:p>
          <w:p w:rsidR="00D2410D" w:rsidRDefault="00D2410D" w:rsidP="00C42845">
            <w:pPr>
              <w:pStyle w:val="Box"/>
            </w:pPr>
            <w:r w:rsidRPr="00417A3B">
              <w:rPr>
                <w:rStyle w:val="NoteLabel"/>
              </w:rPr>
              <w:t>a</w:t>
            </w:r>
            <w:r w:rsidRPr="00AE1E39">
              <w:rPr>
                <w:rStyle w:val="FootnoteReference"/>
                <w:b/>
              </w:rPr>
              <w:t xml:space="preserve"> </w:t>
            </w:r>
            <w:proofErr w:type="spellStart"/>
            <w:r w:rsidRPr="00D10431">
              <w:rPr>
                <w:rFonts w:ascii="Times New Roman" w:hAnsi="Times New Roman"/>
              </w:rPr>
              <w:t>Primiparae</w:t>
            </w:r>
            <w:proofErr w:type="spellEnd"/>
            <w:r w:rsidRPr="00D10431">
              <w:rPr>
                <w:rFonts w:ascii="Times New Roman" w:hAnsi="Times New Roman"/>
              </w:rPr>
              <w:t xml:space="preserve"> refers to </w:t>
            </w:r>
            <w:r w:rsidR="00C42845" w:rsidRPr="00D10431">
              <w:rPr>
                <w:rFonts w:ascii="Times New Roman" w:hAnsi="Times New Roman"/>
              </w:rPr>
              <w:t xml:space="preserve">a woman who has given birth to a </w:t>
            </w:r>
            <w:proofErr w:type="spellStart"/>
            <w:r w:rsidR="00C42845" w:rsidRPr="00D10431">
              <w:rPr>
                <w:rFonts w:ascii="Times New Roman" w:hAnsi="Times New Roman"/>
              </w:rPr>
              <w:t>liveborn</w:t>
            </w:r>
            <w:proofErr w:type="spellEnd"/>
            <w:r w:rsidR="00C42845" w:rsidRPr="00D10431">
              <w:rPr>
                <w:rFonts w:ascii="Times New Roman" w:hAnsi="Times New Roman"/>
              </w:rPr>
              <w:t xml:space="preserve"> or stillborn infant for the first time</w:t>
            </w:r>
            <w:r w:rsidRPr="00D10431">
              <w:rPr>
                <w:rFonts w:ascii="Times New Roman" w:hAnsi="Times New Roman"/>
              </w:rPr>
              <w:t>.</w:t>
            </w:r>
            <w:r>
              <w:t xml:space="preserve"> </w:t>
            </w:r>
            <w:r w:rsidR="007815AB" w:rsidRPr="007815AB">
              <w:rPr>
                <w:rStyle w:val="NoteLabel"/>
              </w:rPr>
              <w:t>b</w:t>
            </w:r>
            <w:r w:rsidR="007815AB">
              <w:rPr>
                <w:rStyle w:val="NoteLabel"/>
              </w:rPr>
              <w:t xml:space="preserve"> </w:t>
            </w:r>
            <w:r w:rsidR="007815AB" w:rsidRPr="001D684C">
              <w:rPr>
                <w:rFonts w:ascii="Times New Roman" w:hAnsi="Times New Roman"/>
              </w:rPr>
              <w:t>Parturient means ‘about to give birth’.</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AD56B7" w:rsidRDefault="00AD56B7" w:rsidP="00663E47">
      <w:pPr>
        <w:pStyle w:val="BodyText"/>
        <w:spacing w:before="120"/>
      </w:pPr>
      <w:r>
        <w:t xml:space="preserve">Caesarean rates for selected </w:t>
      </w:r>
      <w:proofErr w:type="spellStart"/>
      <w:r>
        <w:t>primiparae</w:t>
      </w:r>
      <w:proofErr w:type="spellEnd"/>
      <w:r>
        <w:t xml:space="preserve"> in public hospitals are reported in figure 10.25. </w:t>
      </w:r>
      <w:r w:rsidR="00CD7248" w:rsidRPr="00CD7248">
        <w:t xml:space="preserve">Induction rates for selected </w:t>
      </w:r>
      <w:proofErr w:type="spellStart"/>
      <w:r w:rsidR="00CD7248" w:rsidRPr="00CD7248">
        <w:t>primiparae</w:t>
      </w:r>
      <w:proofErr w:type="spellEnd"/>
      <w:r w:rsidR="00CD7248" w:rsidRPr="00CD7248">
        <w:t xml:space="preserve"> in public hospitals are reported in figure 10.26. </w:t>
      </w:r>
      <w:r>
        <w:t xml:space="preserve">Caesarean </w:t>
      </w:r>
      <w:r w:rsidR="001C6BDE">
        <w:t>and i</w:t>
      </w:r>
      <w:r w:rsidR="001C6BDE" w:rsidRPr="00CD7248">
        <w:t xml:space="preserve">nduction </w:t>
      </w:r>
      <w:r>
        <w:t>rates for private hospitals are shown in table </w:t>
      </w:r>
      <w:proofErr w:type="spellStart"/>
      <w:r>
        <w:t>10A.9</w:t>
      </w:r>
      <w:r w:rsidR="0034658F">
        <w:t>7</w:t>
      </w:r>
      <w:proofErr w:type="spellEnd"/>
      <w:r>
        <w:t xml:space="preserve"> for comparison. They are higher than the rate for public hospitals in </w:t>
      </w:r>
      <w:r w:rsidR="00595852">
        <w:t xml:space="preserve">almost </w:t>
      </w:r>
      <w:r>
        <w:t>all jurisdictions for which data are available. Data for all jurisdictions for earlier years are included in tables </w:t>
      </w:r>
      <w:proofErr w:type="spellStart"/>
      <w:r>
        <w:t>10A.9</w:t>
      </w:r>
      <w:r w:rsidR="0034658F">
        <w:t>8</w:t>
      </w:r>
      <w:proofErr w:type="spellEnd"/>
      <w:r>
        <w:t>–</w:t>
      </w:r>
      <w:proofErr w:type="spellStart"/>
      <w:r>
        <w:t>10A.10</w:t>
      </w:r>
      <w:r w:rsidR="0034658F">
        <w:t>5</w:t>
      </w:r>
      <w:proofErr w:type="spellEnd"/>
      <w:r>
        <w:t>.</w:t>
      </w:r>
    </w:p>
    <w:p w:rsidR="00AD56B7" w:rsidRPr="000A54BF" w:rsidRDefault="00AD56B7" w:rsidP="00663E47">
      <w:pPr>
        <w:pStyle w:val="FigureTitle"/>
        <w:spacing w:before="240"/>
        <w:ind w:left="1559" w:hanging="1559"/>
      </w:pPr>
      <w:r w:rsidRPr="000A54BF">
        <w:rPr>
          <w:b w:val="0"/>
        </w:rPr>
        <w:t xml:space="preserve">Figure </w:t>
      </w:r>
      <w:bookmarkStart w:id="50" w:name="OLE_LINK26"/>
      <w:r w:rsidR="00951DB7">
        <w:rPr>
          <w:b w:val="0"/>
        </w:rPr>
        <w:t>10.</w:t>
      </w:r>
      <w:r w:rsidR="005B16BF">
        <w:rPr>
          <w:b w:val="0"/>
          <w:noProof/>
        </w:rPr>
        <w:t>25</w:t>
      </w:r>
      <w:bookmarkEnd w:id="50"/>
      <w:r w:rsidRPr="000A54BF">
        <w:tab/>
        <w:t xml:space="preserve">Caesareans for selected </w:t>
      </w:r>
      <w:proofErr w:type="spellStart"/>
      <w:r w:rsidRPr="000A54BF">
        <w:t>primiparae</w:t>
      </w:r>
      <w:proofErr w:type="spellEnd"/>
      <w:r w:rsidRPr="000A54BF">
        <w:t xml:space="preserve">, public </w:t>
      </w:r>
      <w:proofErr w:type="spellStart"/>
      <w:r w:rsidRPr="000A54BF">
        <w:t>hospitals</w:t>
      </w:r>
      <w:r w:rsidRPr="000A54BF">
        <w:rPr>
          <w:vertAlign w:val="superscript"/>
        </w:rPr>
        <w:t>a</w:t>
      </w:r>
      <w:proofErr w:type="spellEnd"/>
      <w:r w:rsidRPr="000A54BF">
        <w:rPr>
          <w:vertAlign w:val="superscript"/>
        </w:rPr>
        <w:t>, b, c, d</w:t>
      </w:r>
      <w:r w:rsidR="00121D41">
        <w:rPr>
          <w:vertAlign w:val="superscript"/>
        </w:rPr>
        <w:t>, e</w:t>
      </w:r>
      <w:r w:rsidR="00864FE5">
        <w:rPr>
          <w:vertAlign w:val="superscript"/>
        </w:rPr>
        <w:t xml:space="preserve">, </w:t>
      </w:r>
      <w:r w:rsidR="00864FE5" w:rsidRPr="00D10431">
        <w:rPr>
          <w:vertAlign w:val="superscript"/>
        </w:rPr>
        <w:t>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D56B7" w:rsidTr="00F61A2E">
        <w:tc>
          <w:tcPr>
            <w:tcW w:w="8777" w:type="dxa"/>
          </w:tcPr>
          <w:p w:rsidR="00AD56B7" w:rsidRDefault="003A1C92" w:rsidP="00F61A2E">
            <w:pPr>
              <w:pStyle w:val="Figure"/>
            </w:pPr>
            <w:r>
              <w:rPr>
                <w:noProof/>
              </w:rPr>
              <w:drawing>
                <wp:inline distT="0" distB="0" distL="0" distR="0" wp14:anchorId="5F60FEB1" wp14:editId="2717ACA9">
                  <wp:extent cx="5387975" cy="2608580"/>
                  <wp:effectExtent l="0" t="0" r="3175" b="1270"/>
                  <wp:docPr id="28" name="Picture 28" descr="Figure 10.25 Caesareans for selected primiparae, public hospital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87975" cy="2608580"/>
                          </a:xfrm>
                          <a:prstGeom prst="rect">
                            <a:avLst/>
                          </a:prstGeom>
                          <a:noFill/>
                          <a:ln>
                            <a:noFill/>
                          </a:ln>
                        </pic:spPr>
                      </pic:pic>
                    </a:graphicData>
                  </a:graphic>
                </wp:inline>
              </w:drawing>
            </w:r>
          </w:p>
        </w:tc>
      </w:tr>
    </w:tbl>
    <w:p w:rsidR="00AD56B7" w:rsidRDefault="00AD56B7" w:rsidP="00D10431">
      <w:pPr>
        <w:pStyle w:val="Note"/>
        <w:keepNext/>
      </w:pPr>
      <w:r w:rsidRPr="00BD145C">
        <w:rPr>
          <w:rStyle w:val="NoteLabel"/>
        </w:rPr>
        <w:t>a</w:t>
      </w:r>
      <w:r>
        <w:rPr>
          <w:rStyle w:val="NoteLabel"/>
        </w:rPr>
        <w:t xml:space="preserve"> </w:t>
      </w:r>
      <w:r w:rsidRPr="006A38BD">
        <w:t xml:space="preserve">Data for </w:t>
      </w:r>
      <w:r>
        <w:t>201</w:t>
      </w:r>
      <w:r w:rsidR="00C90FC4">
        <w:t>2</w:t>
      </w:r>
      <w:r>
        <w:t xml:space="preserve"> for </w:t>
      </w:r>
      <w:r w:rsidRPr="006A38BD">
        <w:t>Victoria are preliminary.</w:t>
      </w:r>
      <w:r w:rsidR="00864FE5">
        <w:t xml:space="preserve"> </w:t>
      </w:r>
      <w:r w:rsidR="00864FE5" w:rsidRPr="00D10431">
        <w:rPr>
          <w:rStyle w:val="NoteLabel"/>
        </w:rPr>
        <w:t>b</w:t>
      </w:r>
      <w:r w:rsidR="00864FE5" w:rsidRPr="00D10431">
        <w:sym w:font="Symbol" w:char="F020"/>
      </w:r>
      <w:r w:rsidR="00864FE5" w:rsidRPr="00D10431">
        <w:t>Data for WA for 2012 are preliminary.</w:t>
      </w:r>
      <w:r w:rsidR="009F7B81">
        <w:t xml:space="preserve"> </w:t>
      </w:r>
      <w:r w:rsidR="00864FE5">
        <w:rPr>
          <w:rStyle w:val="NoteLabel"/>
        </w:rPr>
        <w:t>c</w:t>
      </w:r>
      <w:r w:rsidRPr="00996C53">
        <w:sym w:font="Symbol" w:char="F020"/>
      </w:r>
      <w:r w:rsidRPr="00996C53">
        <w:t xml:space="preserve"> </w:t>
      </w:r>
      <w:r w:rsidR="00121D41" w:rsidRPr="009A5C5F">
        <w:t>Data for SA for 201</w:t>
      </w:r>
      <w:r w:rsidR="00C90FC4">
        <w:t>2</w:t>
      </w:r>
      <w:r w:rsidR="00121D41" w:rsidRPr="009A5C5F">
        <w:t xml:space="preserve"> are preliminary.</w:t>
      </w:r>
      <w:r w:rsidR="00121D41">
        <w:t xml:space="preserve"> </w:t>
      </w:r>
      <w:r w:rsidR="00864FE5">
        <w:rPr>
          <w:rStyle w:val="NoteLabel"/>
        </w:rPr>
        <w:t>d</w:t>
      </w:r>
      <w:r w:rsidR="00121D41">
        <w:rPr>
          <w:rStyle w:val="NoteLabel"/>
        </w:rPr>
        <w:t xml:space="preserve"> </w:t>
      </w:r>
      <w:r w:rsidRPr="00996C53">
        <w:t xml:space="preserve">Data </w:t>
      </w:r>
      <w:r>
        <w:t xml:space="preserve">for </w:t>
      </w:r>
      <w:r w:rsidRPr="00996C53">
        <w:t xml:space="preserve">Tasmania are not available. </w:t>
      </w:r>
      <w:r w:rsidR="00864FE5">
        <w:rPr>
          <w:rStyle w:val="NoteLabel"/>
        </w:rPr>
        <w:t>e</w:t>
      </w:r>
      <w:r w:rsidRPr="00996C53">
        <w:t xml:space="preserve"> ACT data are preliminary. Care must be taken when interpreting percentages as these data include both ACT and non-ACT residents where the birth occurred in the ACT. </w:t>
      </w:r>
      <w:r w:rsidR="00864FE5">
        <w:rPr>
          <w:rStyle w:val="NoteLabel"/>
        </w:rPr>
        <w:t>f</w:t>
      </w:r>
      <w:r w:rsidRPr="00996C53">
        <w:t xml:space="preserve"> </w:t>
      </w:r>
      <w:r>
        <w:t>Total</w:t>
      </w:r>
      <w:r w:rsidRPr="00996C53">
        <w:t xml:space="preserve"> includes only jurisdictions for which data are available.</w:t>
      </w:r>
      <w:r w:rsidRPr="00ED5EC7">
        <w:rPr>
          <w:vertAlign w:val="superscript"/>
        </w:rPr>
        <w:t xml:space="preserve"> </w:t>
      </w:r>
    </w:p>
    <w:p w:rsidR="00AD56B7" w:rsidRDefault="00AD56B7" w:rsidP="00AD56B7">
      <w:pPr>
        <w:pStyle w:val="Source"/>
      </w:pPr>
      <w:r>
        <w:rPr>
          <w:i/>
        </w:rPr>
        <w:t>Source</w:t>
      </w:r>
      <w:r w:rsidRPr="000A475F">
        <w:t>:</w:t>
      </w:r>
      <w:r>
        <w:t xml:space="preserve"> State and Territory governments (unpublished</w:t>
      </w:r>
      <w:r w:rsidRPr="007445FF">
        <w:t xml:space="preserve">); tables </w:t>
      </w:r>
      <w:proofErr w:type="spellStart"/>
      <w:r w:rsidRPr="007445FF">
        <w:t>10A.9</w:t>
      </w:r>
      <w:r w:rsidR="0034658F">
        <w:t>8</w:t>
      </w:r>
      <w:proofErr w:type="spellEnd"/>
      <w:r w:rsidRPr="007445FF">
        <w:t>–</w:t>
      </w:r>
      <w:proofErr w:type="spellStart"/>
      <w:r w:rsidRPr="007445FF">
        <w:t>10A.10</w:t>
      </w:r>
      <w:r w:rsidR="0034658F">
        <w:t>5</w:t>
      </w:r>
      <w:proofErr w:type="spellEnd"/>
      <w:r>
        <w:t>.</w:t>
      </w:r>
    </w:p>
    <w:p w:rsidR="00D2410D" w:rsidRPr="000A54BF" w:rsidRDefault="00D2410D" w:rsidP="00D2410D">
      <w:pPr>
        <w:pStyle w:val="FigureTitle"/>
        <w:ind w:left="1560" w:hanging="1560"/>
      </w:pPr>
      <w:r w:rsidRPr="000A54BF">
        <w:rPr>
          <w:b w:val="0"/>
        </w:rPr>
        <w:t xml:space="preserve">Figure </w:t>
      </w:r>
      <w:bookmarkStart w:id="51" w:name="OLE_LINK25"/>
      <w:r w:rsidR="00951DB7">
        <w:rPr>
          <w:b w:val="0"/>
        </w:rPr>
        <w:t>10.</w:t>
      </w:r>
      <w:r w:rsidR="005B16BF">
        <w:rPr>
          <w:b w:val="0"/>
          <w:noProof/>
        </w:rPr>
        <w:t>26</w:t>
      </w:r>
      <w:bookmarkEnd w:id="51"/>
      <w:r w:rsidRPr="000A54BF">
        <w:tab/>
        <w:t xml:space="preserve">Inductions for selected </w:t>
      </w:r>
      <w:proofErr w:type="spellStart"/>
      <w:r w:rsidRPr="000A54BF">
        <w:t>primiparae</w:t>
      </w:r>
      <w:proofErr w:type="spellEnd"/>
      <w:r w:rsidRPr="000A54BF">
        <w:t xml:space="preserve">, public </w:t>
      </w:r>
      <w:proofErr w:type="spellStart"/>
      <w:r w:rsidRPr="000A54BF">
        <w:t>hospitals</w:t>
      </w:r>
      <w:r w:rsidRPr="000A54BF">
        <w:rPr>
          <w:vertAlign w:val="superscript"/>
        </w:rPr>
        <w:t>a</w:t>
      </w:r>
      <w:proofErr w:type="spellEnd"/>
      <w:r w:rsidRPr="000A54BF">
        <w:rPr>
          <w:vertAlign w:val="superscript"/>
        </w:rPr>
        <w:t>, b, c, d</w:t>
      </w:r>
      <w:r w:rsidR="009F7B81">
        <w:rPr>
          <w:vertAlign w:val="superscript"/>
        </w:rPr>
        <w:t>, e</w:t>
      </w:r>
      <w:r w:rsidR="00864FE5" w:rsidRPr="00D25E83">
        <w:rPr>
          <w:vertAlign w:val="superscript"/>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5247997F" wp14:editId="1FD88FA1">
                  <wp:extent cx="5387975" cy="2698115"/>
                  <wp:effectExtent l="0" t="0" r="3175" b="6985"/>
                  <wp:docPr id="29" name="Picture 29" descr="Figure 10.26 Inductions for selected primiparae, public hospitals&#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10431">
      <w:pPr>
        <w:pStyle w:val="Note"/>
      </w:pPr>
      <w:r w:rsidRPr="00BD145C">
        <w:rPr>
          <w:rStyle w:val="NoteLabel"/>
        </w:rPr>
        <w:t>a</w:t>
      </w:r>
      <w:r>
        <w:rPr>
          <w:rStyle w:val="NoteLabel"/>
        </w:rPr>
        <w:t xml:space="preserve"> </w:t>
      </w:r>
      <w:r w:rsidRPr="006A38BD">
        <w:t xml:space="preserve">Data for </w:t>
      </w:r>
      <w:r w:rsidR="00A24F51">
        <w:t>201</w:t>
      </w:r>
      <w:r w:rsidR="00C90FC4">
        <w:t>2</w:t>
      </w:r>
      <w:r w:rsidR="00A24F51">
        <w:t xml:space="preserve"> for </w:t>
      </w:r>
      <w:r w:rsidRPr="006A38BD">
        <w:t>Victoria are preliminary</w:t>
      </w:r>
      <w:r w:rsidRPr="00D10431">
        <w:t>.</w:t>
      </w:r>
      <w:r w:rsidR="00864FE5" w:rsidRPr="00D10431">
        <w:t xml:space="preserve"> </w:t>
      </w:r>
      <w:r w:rsidR="00864FE5" w:rsidRPr="00D10431">
        <w:rPr>
          <w:rStyle w:val="NoteLabel"/>
        </w:rPr>
        <w:t>b</w:t>
      </w:r>
      <w:r w:rsidR="00864FE5" w:rsidRPr="00D10431">
        <w:sym w:font="Symbol" w:char="F020"/>
      </w:r>
      <w:r w:rsidR="00864FE5" w:rsidRPr="00D10431">
        <w:t>Data for WA for 2012 are preliminary.</w:t>
      </w:r>
      <w:r w:rsidR="00864FE5">
        <w:t xml:space="preserve"> </w:t>
      </w:r>
      <w:r>
        <w:rPr>
          <w:rStyle w:val="NoteLabel"/>
        </w:rPr>
        <w:t xml:space="preserve"> </w:t>
      </w:r>
      <w:r w:rsidR="00864FE5">
        <w:rPr>
          <w:rStyle w:val="NoteLabel"/>
        </w:rPr>
        <w:t>c</w:t>
      </w:r>
      <w:r w:rsidR="009F7B81" w:rsidRPr="009A5C5F">
        <w:rPr>
          <w:rStyle w:val="NoteLabel"/>
        </w:rPr>
        <w:t xml:space="preserve"> </w:t>
      </w:r>
      <w:r w:rsidR="009F7B81" w:rsidRPr="009A5C5F">
        <w:t>Data for SA for 201</w:t>
      </w:r>
      <w:r w:rsidR="00C90FC4">
        <w:t>2</w:t>
      </w:r>
      <w:r w:rsidR="009F7B81" w:rsidRPr="009A5C5F">
        <w:t xml:space="preserve"> are preliminary.</w:t>
      </w:r>
      <w:r w:rsidR="009F7B81">
        <w:rPr>
          <w:rStyle w:val="NoteLabel"/>
        </w:rPr>
        <w:t xml:space="preserve"> </w:t>
      </w:r>
      <w:r w:rsidR="00864FE5">
        <w:rPr>
          <w:rStyle w:val="NoteLabel"/>
        </w:rPr>
        <w:t>d</w:t>
      </w:r>
      <w:r>
        <w:rPr>
          <w:rStyle w:val="NoteLabel"/>
        </w:rPr>
        <w:t xml:space="preserve"> </w:t>
      </w:r>
      <w:r w:rsidRPr="00BD145C">
        <w:sym w:font="Symbol" w:char="F020"/>
      </w:r>
      <w:r w:rsidRPr="00BD145C">
        <w:t xml:space="preserve">Data </w:t>
      </w:r>
      <w:r w:rsidR="00956E35" w:rsidRPr="00956E35">
        <w:t>for 201</w:t>
      </w:r>
      <w:r w:rsidR="00C90FC4">
        <w:t>2</w:t>
      </w:r>
      <w:r w:rsidR="00956E35" w:rsidRPr="00956E35">
        <w:t xml:space="preserve"> </w:t>
      </w:r>
      <w:r w:rsidRPr="00BD145C">
        <w:t xml:space="preserve">for Tasmania are not available. </w:t>
      </w:r>
      <w:r w:rsidR="00864FE5">
        <w:rPr>
          <w:rStyle w:val="NoteLabel"/>
        </w:rPr>
        <w:t>e</w:t>
      </w:r>
      <w:r w:rsidRPr="00BD145C">
        <w:t xml:space="preserve"> ACT data are preliminary. Care must be taken when interpreting percentages as these data include both ACT and non-ACT residents where the birth occurred in the ACT. </w:t>
      </w:r>
      <w:r w:rsidR="00864FE5">
        <w:rPr>
          <w:rStyle w:val="NoteLabel"/>
        </w:rPr>
        <w:t>f</w:t>
      </w:r>
      <w:r w:rsidRPr="00BD145C">
        <w:rPr>
          <w:rStyle w:val="NoteLabel"/>
        </w:rPr>
        <w:t> </w:t>
      </w:r>
      <w:r>
        <w:t>Total</w:t>
      </w:r>
      <w:r w:rsidRPr="00BD145C">
        <w:t xml:space="preserve"> includes only jurisdictions for which data are available.</w:t>
      </w:r>
    </w:p>
    <w:p w:rsidR="00D2410D" w:rsidRDefault="00D2410D" w:rsidP="00D2410D">
      <w:pPr>
        <w:pStyle w:val="Source"/>
      </w:pPr>
      <w:r>
        <w:rPr>
          <w:i/>
        </w:rPr>
        <w:t>Source</w:t>
      </w:r>
      <w:r w:rsidRPr="001D684C">
        <w:t>:</w:t>
      </w:r>
      <w:r>
        <w:t xml:space="preserve"> State and Territory governments (unpublished); table</w:t>
      </w:r>
      <w:r w:rsidR="007445FF">
        <w:t>s</w:t>
      </w:r>
      <w:r>
        <w:t xml:space="preserve"> </w:t>
      </w:r>
      <w:proofErr w:type="spellStart"/>
      <w:r w:rsidR="007445FF" w:rsidRPr="007445FF">
        <w:t>10A.9</w:t>
      </w:r>
      <w:r w:rsidR="0034658F">
        <w:t>8</w:t>
      </w:r>
      <w:proofErr w:type="spellEnd"/>
      <w:r w:rsidR="007445FF" w:rsidRPr="007445FF">
        <w:t>–</w:t>
      </w:r>
      <w:proofErr w:type="spellStart"/>
      <w:r w:rsidR="007445FF" w:rsidRPr="007445FF">
        <w:t>10A.10</w:t>
      </w:r>
      <w:r w:rsidR="0034658F">
        <w:t>5</w:t>
      </w:r>
      <w:proofErr w:type="spellEnd"/>
      <w:r>
        <w:t>.</w:t>
      </w:r>
    </w:p>
    <w:p w:rsidR="00821BE6" w:rsidRDefault="00821BE6" w:rsidP="00821BE6">
      <w:pPr>
        <w:pStyle w:val="Heading4"/>
      </w:pPr>
      <w:r>
        <w:t>Instrument</w:t>
      </w:r>
      <w:r w:rsidR="00651382">
        <w:t>al</w:t>
      </w:r>
      <w:r>
        <w:t xml:space="preserve"> vaginal births</w:t>
      </w:r>
    </w:p>
    <w:p w:rsidR="00821BE6" w:rsidRPr="00821BE6" w:rsidRDefault="00821BE6" w:rsidP="00D10431">
      <w:pPr>
        <w:pStyle w:val="BodyText"/>
      </w:pPr>
      <w:r w:rsidRPr="00821BE6">
        <w:t>‘Instrument</w:t>
      </w:r>
      <w:r w:rsidR="00651382">
        <w:t>al</w:t>
      </w:r>
      <w:r w:rsidRPr="00821BE6">
        <w:t xml:space="preserve"> vaginal births’ </w:t>
      </w:r>
      <w:r>
        <w:t>is an indicator</w:t>
      </w:r>
      <w:r w:rsidRPr="00821BE6">
        <w:t xml:space="preserve"> of the appropriateness of maternity services (box 10.1</w:t>
      </w:r>
      <w:r>
        <w:t>8</w:t>
      </w:r>
      <w:r w:rsidRPr="00821BE6">
        <w:t>).</w:t>
      </w:r>
      <w:r w:rsidR="00B51CDB" w:rsidRPr="00B51CDB">
        <w:t xml:space="preserve"> </w:t>
      </w:r>
      <w:r w:rsidR="00B51CDB">
        <w:t>This indicator is reported for the first time this year.</w:t>
      </w:r>
    </w:p>
    <w:p w:rsidR="003A28CB" w:rsidRDefault="003A28CB" w:rsidP="003A28C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A28CB" w:rsidTr="00B554B6">
        <w:tc>
          <w:tcPr>
            <w:tcW w:w="8771" w:type="dxa"/>
            <w:tcBorders>
              <w:top w:val="single" w:sz="6" w:space="0" w:color="auto"/>
              <w:bottom w:val="nil"/>
            </w:tcBorders>
          </w:tcPr>
          <w:p w:rsidR="003A28CB" w:rsidRDefault="003A28CB" w:rsidP="003A28CB">
            <w:pPr>
              <w:pStyle w:val="BoxTitle"/>
            </w:pPr>
            <w:r>
              <w:rPr>
                <w:b w:val="0"/>
              </w:rPr>
              <w:t>Box 10.</w:t>
            </w:r>
            <w:r w:rsidR="005B16BF">
              <w:rPr>
                <w:b w:val="0"/>
                <w:noProof/>
              </w:rPr>
              <w:t>18</w:t>
            </w:r>
            <w:r>
              <w:tab/>
            </w:r>
            <w:r w:rsidR="00821BE6" w:rsidRPr="00821BE6">
              <w:t>Instrument</w:t>
            </w:r>
            <w:r w:rsidR="00651382">
              <w:t>al</w:t>
            </w:r>
            <w:r w:rsidR="00821BE6" w:rsidRPr="00821BE6">
              <w:t xml:space="preserve"> vaginal births</w:t>
            </w:r>
          </w:p>
        </w:tc>
      </w:tr>
      <w:tr w:rsidR="003A28CB" w:rsidTr="00B554B6">
        <w:trPr>
          <w:cantSplit/>
        </w:trPr>
        <w:tc>
          <w:tcPr>
            <w:tcW w:w="8771" w:type="dxa"/>
            <w:tcBorders>
              <w:top w:val="nil"/>
              <w:left w:val="single" w:sz="6" w:space="0" w:color="auto"/>
              <w:bottom w:val="nil"/>
              <w:right w:val="single" w:sz="6" w:space="0" w:color="auto"/>
            </w:tcBorders>
          </w:tcPr>
          <w:p w:rsidR="003A28CB" w:rsidRDefault="00FE3141" w:rsidP="00B554B6">
            <w:pPr>
              <w:pStyle w:val="Box"/>
            </w:pPr>
            <w:r>
              <w:t>‘Instrument</w:t>
            </w:r>
            <w:r w:rsidR="00651382">
              <w:t>al</w:t>
            </w:r>
            <w:r>
              <w:t xml:space="preserve"> vaginal births’ is defined as the number of </w:t>
            </w:r>
            <w:r w:rsidR="00DF1959" w:rsidRPr="00FE3141">
              <w:t>instrument</w:t>
            </w:r>
            <w:r w:rsidR="00651382">
              <w:t>al</w:t>
            </w:r>
            <w:r w:rsidR="00DF1959" w:rsidRPr="00FE3141">
              <w:t xml:space="preserve"> </w:t>
            </w:r>
            <w:r w:rsidRPr="00FE3141">
              <w:t>vaginal births</w:t>
            </w:r>
            <w:r>
              <w:t xml:space="preserve"> as a percentage of total births. </w:t>
            </w:r>
            <w:r w:rsidRPr="00FE3141">
              <w:t>Instrument</w:t>
            </w:r>
            <w:r w:rsidR="00651382">
              <w:t>al</w:t>
            </w:r>
            <w:r w:rsidRPr="00FE3141">
              <w:t xml:space="preserve"> vaginal births</w:t>
            </w:r>
            <w:r w:rsidR="007A2C3D">
              <w:t xml:space="preserve"> </w:t>
            </w:r>
            <w:r w:rsidRPr="00FE3141">
              <w:t>includes forceps and vacuum extraction</w:t>
            </w:r>
            <w:r w:rsidR="007A2C3D">
              <w:t xml:space="preserve">. The indicator is calculated for </w:t>
            </w:r>
            <w:r w:rsidRPr="00FE3141">
              <w:t xml:space="preserve">women aged 20 to 34 years, with a singleton baby positioned with </w:t>
            </w:r>
            <w:r w:rsidR="00595852">
              <w:t xml:space="preserve">the </w:t>
            </w:r>
            <w:r w:rsidRPr="00FE3141">
              <w:t>head towards the cervix at the onset of labour born between 37</w:t>
            </w:r>
            <w:r w:rsidR="001808FA">
              <w:t> </w:t>
            </w:r>
            <w:r w:rsidRPr="00FE3141">
              <w:t>and 41 weeks gestation</w:t>
            </w:r>
            <w:r w:rsidR="007A2C3D">
              <w:t>.</w:t>
            </w:r>
          </w:p>
          <w:p w:rsidR="00BC3515" w:rsidRDefault="00FE6658" w:rsidP="00D10431">
            <w:pPr>
              <w:pStyle w:val="Box"/>
            </w:pPr>
            <w:r>
              <w:t>While low or decreasing instrument</w:t>
            </w:r>
            <w:r w:rsidR="00651382">
              <w:t>al</w:t>
            </w:r>
            <w:r>
              <w:t xml:space="preserve"> vaginal births </w:t>
            </w:r>
            <w:r w:rsidR="00937688">
              <w:t xml:space="preserve">can be </w:t>
            </w:r>
            <w:r>
              <w:t xml:space="preserve">desirable, </w:t>
            </w:r>
            <w:r w:rsidR="00937688">
              <w:t>a high rate does not necessarily indicate inappropriate care. Reasons for instrumental vaginal births often include</w:t>
            </w:r>
            <w:r w:rsidR="00BC3515">
              <w:t>:</w:t>
            </w:r>
            <w:r w:rsidR="00937688">
              <w:t xml:space="preserve"> </w:t>
            </w:r>
          </w:p>
          <w:p w:rsidR="00BC3515" w:rsidRDefault="00937688" w:rsidP="00D10431">
            <w:pPr>
              <w:pStyle w:val="BoxListBullet"/>
            </w:pPr>
            <w:r>
              <w:t>the first ba</w:t>
            </w:r>
            <w:r w:rsidR="00BC3515">
              <w:t>by/birth of the mother</w:t>
            </w:r>
          </w:p>
          <w:p w:rsidR="00BC3515" w:rsidRDefault="00937688" w:rsidP="00D10431">
            <w:pPr>
              <w:pStyle w:val="BoxListBullet"/>
            </w:pPr>
            <w:r>
              <w:t xml:space="preserve">the baby </w:t>
            </w:r>
            <w:r w:rsidR="00BC3515">
              <w:t>was</w:t>
            </w:r>
            <w:r>
              <w:t xml:space="preserve"> becoming distressed during birth</w:t>
            </w:r>
          </w:p>
          <w:p w:rsidR="00BC3515" w:rsidRDefault="00937688" w:rsidP="00D10431">
            <w:pPr>
              <w:pStyle w:val="BoxListBullet"/>
            </w:pPr>
            <w:r>
              <w:t xml:space="preserve">the baby </w:t>
            </w:r>
            <w:r w:rsidR="00BC3515">
              <w:t>was</w:t>
            </w:r>
            <w:r>
              <w:t xml:space="preserve"> not moving down through the birth canal </w:t>
            </w:r>
          </w:p>
          <w:p w:rsidR="00BC3515" w:rsidRDefault="00937688" w:rsidP="00D10431">
            <w:pPr>
              <w:pStyle w:val="BoxListBullet"/>
            </w:pPr>
            <w:r>
              <w:t xml:space="preserve">there </w:t>
            </w:r>
            <w:r w:rsidR="00BC3515">
              <w:t>was</w:t>
            </w:r>
            <w:r>
              <w:t xml:space="preserve"> a medical reason why the mother should or could not push. </w:t>
            </w:r>
          </w:p>
          <w:p w:rsidR="00937688" w:rsidRDefault="00BC3515" w:rsidP="00D10431">
            <w:pPr>
              <w:pStyle w:val="Box"/>
            </w:pPr>
            <w:r>
              <w:t xml:space="preserve">In these cases the use of instruments is often necessary and appropriate and can often have a better outcome for mother and baby than a caesarean section. </w:t>
            </w:r>
            <w:r w:rsidR="006116E9">
              <w:t>A</w:t>
            </w:r>
            <w:r>
              <w:t xml:space="preserve"> low or decreasing rate </w:t>
            </w:r>
            <w:r w:rsidR="006116E9">
              <w:t xml:space="preserve">of </w:t>
            </w:r>
            <w:r w:rsidR="006116E9" w:rsidRPr="006116E9">
              <w:t xml:space="preserve">instrumental vaginal births </w:t>
            </w:r>
            <w:r>
              <w:t xml:space="preserve">could be undesirable </w:t>
            </w:r>
            <w:r w:rsidR="006116E9">
              <w:t xml:space="preserve">in situations such as this </w:t>
            </w:r>
            <w:r>
              <w:t>if</w:t>
            </w:r>
            <w:r w:rsidR="00600212">
              <w:t xml:space="preserve"> there is a corresponding increase in the rate of caesarean sections.</w:t>
            </w:r>
          </w:p>
          <w:p w:rsidR="00DB69BB" w:rsidRDefault="00DB69BB" w:rsidP="00DB69BB">
            <w:pPr>
              <w:pStyle w:val="Box"/>
            </w:pPr>
            <w:r>
              <w:t>Data reported for this indicator are:</w:t>
            </w:r>
          </w:p>
          <w:p w:rsidR="007A2C3D" w:rsidRDefault="007A2C3D" w:rsidP="007A2C3D">
            <w:pPr>
              <w:pStyle w:val="BoxListBullet"/>
            </w:pPr>
            <w:r>
              <w:t>comparable (subject to caveats) across</w:t>
            </w:r>
            <w:r w:rsidRPr="009442FD">
              <w:t xml:space="preserve"> jurisdictions </w:t>
            </w:r>
            <w:r>
              <w:t>and over time</w:t>
            </w:r>
          </w:p>
          <w:p w:rsidR="003A28CB" w:rsidRDefault="001808FA" w:rsidP="007A2C3D">
            <w:pPr>
              <w:pStyle w:val="BoxListBullet"/>
            </w:pPr>
            <w:r w:rsidRPr="009442FD">
              <w:t>incomplete for the current reporting period. All required data were not available for</w:t>
            </w:r>
            <w:r>
              <w:t xml:space="preserve"> Tasmania.</w:t>
            </w:r>
          </w:p>
          <w:p w:rsidR="003A28CB" w:rsidRDefault="008C075B" w:rsidP="00821BE6">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t>4</w:t>
            </w:r>
            <w:r w:rsidRPr="009A5C5F">
              <w:t>.</w:t>
            </w:r>
          </w:p>
        </w:tc>
      </w:tr>
      <w:tr w:rsidR="003A28CB" w:rsidTr="00B554B6">
        <w:trPr>
          <w:cantSplit/>
        </w:trPr>
        <w:tc>
          <w:tcPr>
            <w:tcW w:w="8771" w:type="dxa"/>
            <w:tcBorders>
              <w:top w:val="nil"/>
              <w:left w:val="single" w:sz="6" w:space="0" w:color="auto"/>
              <w:bottom w:val="single" w:sz="6" w:space="0" w:color="auto"/>
              <w:right w:val="single" w:sz="6" w:space="0" w:color="auto"/>
            </w:tcBorders>
          </w:tcPr>
          <w:p w:rsidR="003A28CB" w:rsidRDefault="003A28CB" w:rsidP="00B554B6">
            <w:pPr>
              <w:pStyle w:val="Box"/>
              <w:spacing w:before="0" w:line="120" w:lineRule="exact"/>
            </w:pPr>
          </w:p>
        </w:tc>
      </w:tr>
      <w:tr w:rsidR="003A28CB" w:rsidTr="00B554B6">
        <w:tc>
          <w:tcPr>
            <w:tcW w:w="8771" w:type="dxa"/>
            <w:tcBorders>
              <w:top w:val="nil"/>
              <w:left w:val="nil"/>
              <w:bottom w:val="nil"/>
              <w:right w:val="nil"/>
            </w:tcBorders>
          </w:tcPr>
          <w:p w:rsidR="003A28CB" w:rsidRDefault="003A28CB" w:rsidP="00B554B6">
            <w:pPr>
              <w:pStyle w:val="Box"/>
              <w:keepNext w:val="0"/>
              <w:spacing w:before="60" w:after="60" w:line="80" w:lineRule="exact"/>
              <w:rPr>
                <w:b/>
                <w:color w:val="FF00FF"/>
                <w:sz w:val="14"/>
              </w:rPr>
            </w:pPr>
          </w:p>
        </w:tc>
      </w:tr>
    </w:tbl>
    <w:p w:rsidR="00693288" w:rsidRPr="00693288" w:rsidRDefault="00FE3141" w:rsidP="00693288">
      <w:pPr>
        <w:pStyle w:val="BodyText"/>
      </w:pPr>
      <w:r>
        <w:t>In 2011 across Australia</w:t>
      </w:r>
      <w:r w:rsidR="00D30752">
        <w:t>,</w:t>
      </w:r>
      <w:r>
        <w:t xml:space="preserve"> close to a quarter of women giving birth for the first time gave birth with the assistance of instruments. In contrast 48.2 per cent gave birth without the use of instruments and 27.0 per cent had a </w:t>
      </w:r>
      <w:r w:rsidRPr="00FE3141">
        <w:t>caesarean section</w:t>
      </w:r>
      <w:r w:rsidR="007007CD">
        <w:t xml:space="preserve">. There was significant variation between states and territories </w:t>
      </w:r>
      <w:r>
        <w:t>(figure 10.27).</w:t>
      </w:r>
    </w:p>
    <w:p w:rsidR="00AB4CF7" w:rsidRDefault="00AB4CF7">
      <w:pPr>
        <w:pStyle w:val="FigureTitle"/>
      </w:pPr>
      <w:r>
        <w:rPr>
          <w:b w:val="0"/>
        </w:rPr>
        <w:t>Figure 10.</w:t>
      </w:r>
      <w:r w:rsidR="005B16BF">
        <w:rPr>
          <w:b w:val="0"/>
          <w:noProof/>
        </w:rPr>
        <w:t>27</w:t>
      </w:r>
      <w:r>
        <w:tab/>
      </w:r>
      <w:r w:rsidR="00276641" w:rsidRPr="00276641">
        <w:t xml:space="preserve">Method of birth for selected women giving birth for the first time, </w:t>
      </w:r>
      <w:r w:rsidR="00276641">
        <w:t>2011</w:t>
      </w:r>
      <w:r w:rsidR="00276641" w:rsidRPr="00276641">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B4CF7">
        <w:tc>
          <w:tcPr>
            <w:tcW w:w="8777" w:type="dxa"/>
          </w:tcPr>
          <w:p w:rsidR="00AB4CF7" w:rsidRDefault="003A1C92">
            <w:pPr>
              <w:pStyle w:val="Figure"/>
            </w:pPr>
            <w:r>
              <w:rPr>
                <w:noProof/>
              </w:rPr>
              <w:drawing>
                <wp:inline distT="0" distB="0" distL="0" distR="0" wp14:anchorId="520ADBF1" wp14:editId="05A49F32">
                  <wp:extent cx="5387975" cy="2698115"/>
                  <wp:effectExtent l="0" t="0" r="3175" b="6985"/>
                  <wp:docPr id="30" name="Picture 30" descr="Figure 10.27 Method of birth for selected women giving birth for the first tim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AB4CF7" w:rsidRDefault="00AB4CF7" w:rsidP="00FE3600">
      <w:pPr>
        <w:pStyle w:val="Note"/>
        <w:keepNext/>
      </w:pPr>
      <w:r>
        <w:rPr>
          <w:rStyle w:val="NoteLabel"/>
        </w:rPr>
        <w:t>a</w:t>
      </w:r>
      <w:r>
        <w:t xml:space="preserve"> </w:t>
      </w:r>
      <w:r w:rsidR="00276641" w:rsidRPr="00276641">
        <w:t>'Selection criteria: women aged 20 to 34 years, with a singleton baby positioned with head towards the cervix at the onset of labour born between 37 and 41 weeks gestation</w:t>
      </w:r>
      <w:r>
        <w:t>.</w:t>
      </w:r>
      <w:r w:rsidR="00276641">
        <w:t xml:space="preserve"> </w:t>
      </w:r>
      <w:r w:rsidR="00276641" w:rsidRPr="00276641">
        <w:rPr>
          <w:rStyle w:val="NoteLabel"/>
        </w:rPr>
        <w:t>b</w:t>
      </w:r>
      <w:r w:rsidR="00276641">
        <w:t xml:space="preserve"> </w:t>
      </w:r>
      <w:r w:rsidR="00276641" w:rsidRPr="00276641">
        <w:t>'Provisional data were provided by Victoria for this table.</w:t>
      </w:r>
      <w:r w:rsidR="00276641">
        <w:t xml:space="preserve"> </w:t>
      </w:r>
      <w:r w:rsidR="00276641" w:rsidRPr="00276641">
        <w:rPr>
          <w:rStyle w:val="NoteLabel"/>
        </w:rPr>
        <w:t>c</w:t>
      </w:r>
      <w:r w:rsidR="00276641">
        <w:t xml:space="preserve"> </w:t>
      </w:r>
      <w:r w:rsidR="00276641" w:rsidRPr="00276641">
        <w:t>Caesarean section data for Tasmania not published as presentations were only recorded for vaginal births.</w:t>
      </w:r>
    </w:p>
    <w:p w:rsidR="00AB4CF7" w:rsidRDefault="00AB4CF7" w:rsidP="00D10431">
      <w:pPr>
        <w:pStyle w:val="Source"/>
      </w:pPr>
      <w:r>
        <w:rPr>
          <w:i/>
        </w:rPr>
        <w:t>Data source</w:t>
      </w:r>
      <w:r w:rsidRPr="00D10431">
        <w:t>:</w:t>
      </w:r>
      <w:r w:rsidR="00BD629A" w:rsidRPr="00D10431">
        <w:t xml:space="preserve"> </w:t>
      </w:r>
      <w:proofErr w:type="spellStart"/>
      <w:r w:rsidR="00BD629A" w:rsidRPr="00D10431">
        <w:t>AIHW</w:t>
      </w:r>
      <w:proofErr w:type="spellEnd"/>
      <w:r w:rsidR="00BD629A" w:rsidRPr="00D10431">
        <w:t xml:space="preserve"> (unpublished) National Perinatal Data Collection</w:t>
      </w:r>
      <w:r w:rsidR="0034658F" w:rsidRPr="0034658F">
        <w:t xml:space="preserve">; table </w:t>
      </w:r>
      <w:proofErr w:type="spellStart"/>
      <w:r w:rsidR="0034658F" w:rsidRPr="0034658F">
        <w:t>10A.10</w:t>
      </w:r>
      <w:r w:rsidR="0022682A">
        <w:t>6</w:t>
      </w:r>
      <w:proofErr w:type="spellEnd"/>
      <w:r w:rsidR="0034658F" w:rsidRPr="0034658F">
        <w:t>.</w:t>
      </w:r>
    </w:p>
    <w:p w:rsidR="00D2410D" w:rsidRDefault="00D2410D" w:rsidP="00D2410D">
      <w:pPr>
        <w:pStyle w:val="Heading4"/>
      </w:pPr>
      <w:r>
        <w:t xml:space="preserve">Vaginal </w:t>
      </w:r>
      <w:r w:rsidR="00F61A2E" w:rsidRPr="00F61A2E">
        <w:t xml:space="preserve">delivery </w:t>
      </w:r>
      <w:r>
        <w:t>following previous caesarean</w:t>
      </w:r>
    </w:p>
    <w:p w:rsidR="00D2410D" w:rsidRDefault="00D2410D" w:rsidP="00D2410D">
      <w:pPr>
        <w:pStyle w:val="BodyText"/>
      </w:pPr>
      <w:r>
        <w:t xml:space="preserve">‘Vaginal </w:t>
      </w:r>
      <w:r w:rsidR="00F61A2E" w:rsidRPr="00F61A2E">
        <w:t xml:space="preserve">delivery </w:t>
      </w:r>
      <w:r>
        <w:t>following a previous caesarean’ is an indicator of the appropriateness of maternity services in public hospitals (box 10.</w:t>
      </w:r>
      <w:r w:rsidR="000A1033">
        <w:t>1</w:t>
      </w:r>
      <w:r w:rsidR="003A28CB">
        <w:t>9</w:t>
      </w:r>
      <w:r>
        <w:t>).</w:t>
      </w:r>
      <w:r w:rsidRPr="005A3E67">
        <w:t xml:space="preserve"> </w:t>
      </w:r>
    </w:p>
    <w:p w:rsidR="001C6BDE" w:rsidRDefault="001C6BDE" w:rsidP="001C6BD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BDE" w:rsidTr="00F53338">
        <w:tc>
          <w:tcPr>
            <w:tcW w:w="8771" w:type="dxa"/>
            <w:tcBorders>
              <w:top w:val="single" w:sz="6" w:space="0" w:color="auto"/>
              <w:bottom w:val="nil"/>
            </w:tcBorders>
          </w:tcPr>
          <w:p w:rsidR="001C6BDE" w:rsidRDefault="001C6BDE" w:rsidP="00F53338">
            <w:pPr>
              <w:pStyle w:val="BoxTitle"/>
            </w:pPr>
            <w:r>
              <w:rPr>
                <w:b w:val="0"/>
              </w:rPr>
              <w:t>Box 10.</w:t>
            </w:r>
            <w:r w:rsidR="005B16BF">
              <w:rPr>
                <w:b w:val="0"/>
                <w:noProof/>
              </w:rPr>
              <w:t>19</w:t>
            </w:r>
            <w:r>
              <w:tab/>
              <w:t xml:space="preserve">Vaginal </w:t>
            </w:r>
            <w:r w:rsidRPr="00F61A2E">
              <w:t xml:space="preserve">delivery </w:t>
            </w:r>
            <w:r>
              <w:t xml:space="preserve">following a previous caesarean </w:t>
            </w:r>
          </w:p>
        </w:tc>
      </w:tr>
      <w:tr w:rsidR="001C6BDE" w:rsidTr="00F53338">
        <w:trPr>
          <w:cantSplit/>
        </w:trPr>
        <w:tc>
          <w:tcPr>
            <w:tcW w:w="8771" w:type="dxa"/>
            <w:tcBorders>
              <w:top w:val="nil"/>
              <w:left w:val="single" w:sz="6" w:space="0" w:color="auto"/>
              <w:bottom w:val="nil"/>
              <w:right w:val="single" w:sz="6" w:space="0" w:color="auto"/>
            </w:tcBorders>
          </w:tcPr>
          <w:p w:rsidR="001C6BDE" w:rsidRDefault="001C6BDE" w:rsidP="00F53338">
            <w:pPr>
              <w:pStyle w:val="Box"/>
            </w:pPr>
            <w:r>
              <w:t xml:space="preserve">‘Vaginal delivery following a previous caesarean’ is defined as the percentage of </w:t>
            </w:r>
            <w:r w:rsidRPr="00A203FA">
              <w:t>multiparous</w:t>
            </w:r>
            <w:r w:rsidRPr="00417A3B">
              <w:rPr>
                <w:rStyle w:val="NoteLabel"/>
              </w:rPr>
              <w:t>a</w:t>
            </w:r>
            <w:r w:rsidRPr="00A203FA">
              <w:t xml:space="preserve"> mothers who have had a previous caesarean</w:t>
            </w:r>
            <w:r>
              <w:t xml:space="preserve">, whose current method of birth was either an </w:t>
            </w:r>
            <w:r w:rsidRPr="005443A8">
              <w:t>instrument</w:t>
            </w:r>
            <w:r>
              <w:t>al</w:t>
            </w:r>
            <w:r w:rsidRPr="005443A8">
              <w:t xml:space="preserve"> </w:t>
            </w:r>
            <w:r>
              <w:t>or</w:t>
            </w:r>
            <w:r w:rsidRPr="005443A8">
              <w:t xml:space="preserve"> non-instrument</w:t>
            </w:r>
            <w:r>
              <w:t>al</w:t>
            </w:r>
            <w:r w:rsidRPr="005443A8">
              <w:t xml:space="preserve"> vaginal</w:t>
            </w:r>
            <w:r>
              <w:t xml:space="preserve"> delivery.</w:t>
            </w:r>
          </w:p>
          <w:p w:rsidR="001C6BDE" w:rsidRDefault="001C6BDE" w:rsidP="00F53338">
            <w:pPr>
              <w:pStyle w:val="Box"/>
            </w:pPr>
            <w:r>
              <w:t>Interpretation of this indicator is ambiguous. There is ongoing debate about the relative risk to both mother and baby of a repeat caesarean section compared with a vaginal birth following a previous caesarean. Low rates of vaginal birth following a previous caesarean may warrant investigation, or on the other hand, they can indicate appropriate clinical caution. When interpreting this indicator, emphasis needs to be given to the potential for improvement.</w:t>
            </w:r>
          </w:p>
          <w:p w:rsidR="001C6BDE" w:rsidRDefault="001C6BDE" w:rsidP="00F53338">
            <w:pPr>
              <w:pStyle w:val="Box"/>
              <w:rPr>
                <w:rFonts w:ascii="Times New Roman" w:hAnsi="Times New Roman"/>
              </w:rPr>
            </w:pPr>
            <w:r w:rsidRPr="00417A3B">
              <w:rPr>
                <w:rStyle w:val="NoteLabel"/>
              </w:rPr>
              <w:t>a</w:t>
            </w:r>
            <w:r>
              <w:rPr>
                <w:rStyle w:val="NoteLabel"/>
              </w:rPr>
              <w:t xml:space="preserve"> </w:t>
            </w:r>
            <w:r w:rsidRPr="00D10431">
              <w:rPr>
                <w:rFonts w:ascii="Times New Roman" w:hAnsi="Times New Roman"/>
              </w:rPr>
              <w:t>Multiparous means woman who has given birth from at least two pregnancies that each resulted in a live birth or stillbirth.</w:t>
            </w:r>
          </w:p>
          <w:p w:rsidR="001C6BDE" w:rsidRDefault="001C6BDE" w:rsidP="001C6BDE">
            <w:pPr>
              <w:pStyle w:val="Continued"/>
            </w:pPr>
            <w:r>
              <w:t>(Continued on next page)</w:t>
            </w:r>
          </w:p>
        </w:tc>
      </w:tr>
      <w:tr w:rsidR="001C6BDE" w:rsidTr="00F53338">
        <w:trPr>
          <w:cantSplit/>
        </w:trPr>
        <w:tc>
          <w:tcPr>
            <w:tcW w:w="8771" w:type="dxa"/>
            <w:tcBorders>
              <w:top w:val="nil"/>
              <w:left w:val="single" w:sz="6" w:space="0" w:color="auto"/>
              <w:bottom w:val="single" w:sz="6" w:space="0" w:color="auto"/>
              <w:right w:val="single" w:sz="6" w:space="0" w:color="auto"/>
            </w:tcBorders>
          </w:tcPr>
          <w:p w:rsidR="001C6BDE" w:rsidRDefault="001C6BDE" w:rsidP="00F53338">
            <w:pPr>
              <w:pStyle w:val="Box"/>
              <w:spacing w:before="0" w:line="120" w:lineRule="exact"/>
            </w:pPr>
          </w:p>
        </w:tc>
      </w:tr>
      <w:tr w:rsidR="001C6BDE" w:rsidTr="00F53338">
        <w:tc>
          <w:tcPr>
            <w:tcW w:w="8771" w:type="dxa"/>
            <w:tcBorders>
              <w:top w:val="nil"/>
              <w:left w:val="nil"/>
              <w:bottom w:val="nil"/>
              <w:right w:val="nil"/>
            </w:tcBorders>
          </w:tcPr>
          <w:p w:rsidR="001C6BDE" w:rsidRDefault="001C6BDE" w:rsidP="00F53338">
            <w:pPr>
              <w:pStyle w:val="Box"/>
              <w:keepNext w:val="0"/>
              <w:spacing w:before="60" w:after="60" w:line="80" w:lineRule="exact"/>
              <w:rPr>
                <w:b/>
                <w:color w:val="FF00FF"/>
                <w:sz w:val="14"/>
              </w:rPr>
            </w:pPr>
          </w:p>
        </w:tc>
      </w:tr>
    </w:tbl>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1C6BDE">
            <w:pPr>
              <w:pStyle w:val="BoxTitle"/>
            </w:pPr>
            <w:r>
              <w:rPr>
                <w:b w:val="0"/>
              </w:rPr>
              <w:t xml:space="preserve">Box </w:t>
            </w:r>
            <w:r w:rsidR="001C6BDE">
              <w:rPr>
                <w:b w:val="0"/>
              </w:rPr>
              <w:t>10.19</w:t>
            </w:r>
            <w:r>
              <w:tab/>
            </w:r>
            <w:r w:rsidR="001C6BDE" w:rsidRPr="00A36917">
              <w:rPr>
                <w:sz w:val="18"/>
                <w:szCs w:val="20"/>
              </w:rPr>
              <w:t>(</w:t>
            </w:r>
            <w:r w:rsidR="001C6BDE" w:rsidRPr="001C6BDE">
              <w:rPr>
                <w:sz w:val="18"/>
                <w:szCs w:val="20"/>
              </w:rPr>
              <w:t>Continued</w:t>
            </w:r>
            <w:r w:rsidR="001C6BDE" w:rsidRPr="00A36917">
              <w:rPr>
                <w:sz w:val="18"/>
                <w:szCs w:val="20"/>
              </w:rPr>
              <w:t>)</w:t>
            </w:r>
            <w:r>
              <w:t xml:space="preserve"> </w:t>
            </w:r>
          </w:p>
        </w:tc>
      </w:tr>
      <w:tr w:rsidR="00D2410D" w:rsidTr="00531D51">
        <w:trPr>
          <w:cantSplit/>
        </w:trPr>
        <w:tc>
          <w:tcPr>
            <w:tcW w:w="8771" w:type="dxa"/>
            <w:tcBorders>
              <w:top w:val="nil"/>
              <w:left w:val="single" w:sz="6" w:space="0" w:color="auto"/>
              <w:bottom w:val="nil"/>
              <w:right w:val="single" w:sz="6" w:space="0" w:color="auto"/>
            </w:tcBorders>
          </w:tcPr>
          <w:p w:rsidR="00DB69BB" w:rsidRDefault="00DB69BB" w:rsidP="00DB69BB">
            <w:pPr>
              <w:pStyle w:val="Box"/>
            </w:pPr>
            <w:r>
              <w:t>Data reported for this indicator are:</w:t>
            </w:r>
          </w:p>
          <w:p w:rsidR="00DB69BB" w:rsidRDefault="00DB69BB" w:rsidP="00DB69BB">
            <w:pPr>
              <w:pStyle w:val="BoxListBullet"/>
            </w:pPr>
            <w:r>
              <w:t>comparable (subject to caveats) across</w:t>
            </w:r>
            <w:r w:rsidRPr="009442FD">
              <w:t xml:space="preserve"> jurisdictions </w:t>
            </w:r>
            <w:r>
              <w:t>and over time</w:t>
            </w:r>
          </w:p>
          <w:p w:rsidR="00DB69BB" w:rsidRDefault="00400A53" w:rsidP="00D10431">
            <w:pPr>
              <w:pStyle w:val="BoxListBullet"/>
            </w:pPr>
            <w:r w:rsidRPr="00400A53">
              <w:t>complete (subject to caveats) for the current reporting period. All required 2011 data are available for all jurisdictions.</w:t>
            </w:r>
          </w:p>
          <w:p w:rsidR="00D2410D" w:rsidRDefault="00A776F4" w:rsidP="001C6BDE">
            <w:pPr>
              <w:pStyle w:val="Box"/>
            </w:pPr>
            <w:r w:rsidRPr="00A776F4">
              <w:t xml:space="preserve">Information about data quality for this indicator is at </w:t>
            </w:r>
            <w:proofErr w:type="spellStart"/>
            <w:r w:rsidRPr="00A776F4">
              <w:t>www.pc.gov.au</w:t>
            </w:r>
            <w:proofErr w:type="spellEnd"/>
            <w:r w:rsidRPr="00A776F4">
              <w:t>/</w:t>
            </w:r>
            <w:proofErr w:type="spellStart"/>
            <w:r w:rsidRPr="00A776F4">
              <w:t>gsp</w:t>
            </w:r>
            <w:proofErr w:type="spellEnd"/>
            <w:r w:rsidRPr="00A776F4">
              <w:t>/reports/</w:t>
            </w:r>
            <w:proofErr w:type="spellStart"/>
            <w:r w:rsidRPr="00A776F4">
              <w:t>rogs</w:t>
            </w:r>
            <w:proofErr w:type="spellEnd"/>
            <w:r w:rsidRPr="00A776F4">
              <w:t>/201</w:t>
            </w:r>
            <w:r w:rsidR="000C16E0">
              <w:t>4</w:t>
            </w:r>
            <w:r w:rsidRPr="00A776F4">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7856E1">
      <w:pPr>
        <w:pStyle w:val="BodyText"/>
      </w:pPr>
      <w:r>
        <w:t xml:space="preserve">Nationally </w:t>
      </w:r>
      <w:r w:rsidR="00CE6633">
        <w:t>in 201</w:t>
      </w:r>
      <w:r w:rsidR="000A6C9A">
        <w:t>1</w:t>
      </w:r>
      <w:r w:rsidR="001D6A9A">
        <w:t>,</w:t>
      </w:r>
      <w:r w:rsidR="00CE6633">
        <w:t xml:space="preserve"> </w:t>
      </w:r>
      <w:r>
        <w:t xml:space="preserve">of women that had a previous </w:t>
      </w:r>
      <w:r w:rsidRPr="00A203FA">
        <w:t>caesarean</w:t>
      </w:r>
      <w:r>
        <w:t xml:space="preserve"> section, </w:t>
      </w:r>
      <w:r w:rsidR="000A6C9A">
        <w:t>15.9</w:t>
      </w:r>
      <w:r>
        <w:t xml:space="preserve"> per cent had either an </w:t>
      </w:r>
      <w:r w:rsidRPr="005443A8">
        <w:t>instrument</w:t>
      </w:r>
      <w:r w:rsidR="00651382">
        <w:t>al</w:t>
      </w:r>
      <w:r w:rsidRPr="005443A8">
        <w:t xml:space="preserve"> </w:t>
      </w:r>
      <w:r>
        <w:t>or</w:t>
      </w:r>
      <w:r w:rsidRPr="005443A8">
        <w:t xml:space="preserve"> non</w:t>
      </w:r>
      <w:r>
        <w:noBreakHyphen/>
      </w:r>
      <w:r w:rsidRPr="005443A8">
        <w:t>instrument</w:t>
      </w:r>
      <w:r w:rsidR="00651382">
        <w:t>al</w:t>
      </w:r>
      <w:r w:rsidRPr="005443A8">
        <w:t xml:space="preserve"> vaginal</w:t>
      </w:r>
      <w:r>
        <w:t xml:space="preserve"> delivery as their current method of birth, while </w:t>
      </w:r>
      <w:r w:rsidR="000A6C9A">
        <w:t>84.1</w:t>
      </w:r>
      <w:r>
        <w:t xml:space="preserve"> per cent had another </w:t>
      </w:r>
      <w:r w:rsidRPr="00A203FA">
        <w:t>caesarean</w:t>
      </w:r>
      <w:r>
        <w:t xml:space="preserve"> section (figure 10.2</w:t>
      </w:r>
      <w:r w:rsidR="00AB4CF7">
        <w:t>8</w:t>
      </w:r>
      <w:r w:rsidR="00214975">
        <w:t xml:space="preserve"> and table </w:t>
      </w:r>
      <w:proofErr w:type="spellStart"/>
      <w:r w:rsidR="004E2BE9">
        <w:t>10A.10</w:t>
      </w:r>
      <w:r w:rsidR="0022682A">
        <w:t>7</w:t>
      </w:r>
      <w:proofErr w:type="spellEnd"/>
      <w:r>
        <w:t>).</w:t>
      </w:r>
    </w:p>
    <w:p w:rsidR="00D2410D" w:rsidRPr="00A203FA" w:rsidRDefault="00D2410D" w:rsidP="007856E1">
      <w:pPr>
        <w:pStyle w:val="FigureTitle"/>
      </w:pPr>
      <w:r>
        <w:rPr>
          <w:b w:val="0"/>
        </w:rPr>
        <w:t xml:space="preserve">Figure </w:t>
      </w:r>
      <w:r w:rsidR="00AB4CF7">
        <w:rPr>
          <w:b w:val="0"/>
        </w:rPr>
        <w:t>10.</w:t>
      </w:r>
      <w:r w:rsidR="005B16BF">
        <w:rPr>
          <w:b w:val="0"/>
          <w:noProof/>
        </w:rPr>
        <w:t>28</w:t>
      </w:r>
      <w:r>
        <w:tab/>
      </w:r>
      <w:r w:rsidR="00F540A0" w:rsidRPr="00D10431">
        <w:t xml:space="preserve">Women who had a vaginal </w:t>
      </w:r>
      <w:r w:rsidR="00D644CB" w:rsidRPr="00D10431">
        <w:t>birth after previous caesarean section</w:t>
      </w:r>
      <w:r w:rsidRPr="00D10431">
        <w:rPr>
          <w:rStyle w:val="NoteLabel"/>
          <w:b/>
          <w:szCs w:val="20"/>
        </w:rPr>
        <w:t>a, b, c</w:t>
      </w:r>
      <w:r w:rsidR="00D644CB" w:rsidRPr="00D10431">
        <w:rPr>
          <w:rStyle w:val="NoteLabel"/>
          <w:b/>
          <w:szCs w:val="20"/>
        </w:rPr>
        <w:t>, d</w:t>
      </w:r>
      <w:r w:rsidR="00AE382D" w:rsidRPr="00D10431">
        <w:rPr>
          <w:rStyle w:val="NoteLabel"/>
          <w:b/>
          <w:szCs w:val="20"/>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177BF132" wp14:editId="08E0CF34">
                  <wp:extent cx="5387975" cy="2698115"/>
                  <wp:effectExtent l="0" t="0" r="3175" b="6985"/>
                  <wp:docPr id="31" name="Picture 31" descr="Figure 10.28 Women who had a vaginal birth after previous caesarean se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403B03" w:rsidRDefault="00D644CB" w:rsidP="00D10431">
      <w:pPr>
        <w:pStyle w:val="Note"/>
        <w:rPr>
          <w:b/>
        </w:rPr>
      </w:pPr>
      <w:r>
        <w:rPr>
          <w:rStyle w:val="NoteLabel"/>
        </w:rPr>
        <w:t xml:space="preserve">a </w:t>
      </w:r>
      <w:r w:rsidRPr="00D644CB">
        <w:t>Vaginal birth comprises both instrument</w:t>
      </w:r>
      <w:r w:rsidR="00651382">
        <w:t>al</w:t>
      </w:r>
      <w:r w:rsidRPr="00D644CB">
        <w:t xml:space="preserve"> and non-instrument</w:t>
      </w:r>
      <w:r w:rsidR="00651382">
        <w:t>al</w:t>
      </w:r>
      <w:r w:rsidRPr="00D644CB">
        <w:t xml:space="preserve"> vaginal births.</w:t>
      </w:r>
      <w:r>
        <w:rPr>
          <w:rStyle w:val="NoteLabel"/>
        </w:rPr>
        <w:t xml:space="preserve"> </w:t>
      </w:r>
      <w:r w:rsidRPr="00A203FA">
        <w:rPr>
          <w:rStyle w:val="NoteLabel"/>
        </w:rPr>
        <w:t>b</w:t>
      </w:r>
      <w:r w:rsidR="00D2410D">
        <w:sym w:font="Symbol" w:char="F020"/>
      </w:r>
      <w:r w:rsidR="00D2410D" w:rsidRPr="00A203FA">
        <w:t xml:space="preserve"> For multiple births, the method of birth of the first born baby was used.</w:t>
      </w:r>
      <w:r w:rsidR="00D2410D">
        <w:t xml:space="preserve"> </w:t>
      </w:r>
      <w:r w:rsidRPr="00A203FA">
        <w:rPr>
          <w:rStyle w:val="NoteLabel"/>
        </w:rPr>
        <w:t>c</w:t>
      </w:r>
      <w:r w:rsidR="00D2410D">
        <w:t xml:space="preserve"> For NSW, Victoria, WA and the NT n</w:t>
      </w:r>
      <w:r w:rsidR="00D2410D" w:rsidRPr="00A203FA">
        <w:t xml:space="preserve">on-instrumental vaginal </w:t>
      </w:r>
      <w:r w:rsidR="009E1BC4">
        <w:t xml:space="preserve">birth </w:t>
      </w:r>
      <w:r w:rsidR="00D2410D" w:rsidRPr="00A203FA">
        <w:t>includes all women who had a vaginal breech birth, whether or not instruments were used. For the remaining jurisdictions, vaginal breech births are only included where instruments were not used.</w:t>
      </w:r>
      <w:r w:rsidR="00D2410D" w:rsidRPr="00A31D3A">
        <w:t xml:space="preserve"> </w:t>
      </w:r>
      <w:r w:rsidRPr="00D644CB">
        <w:rPr>
          <w:rStyle w:val="NoteLabel"/>
        </w:rPr>
        <w:t>d</w:t>
      </w:r>
      <w:r w:rsidR="00C40482">
        <w:rPr>
          <w:rStyle w:val="NoteLabel"/>
        </w:rPr>
        <w:t> </w:t>
      </w:r>
      <w:r w:rsidR="00D2410D" w:rsidRPr="00A203FA">
        <w:t>Instrumental vaginal birth includes forceps and vacuum extraction.</w:t>
      </w:r>
      <w:r w:rsidR="00D2410D">
        <w:t xml:space="preserve"> </w:t>
      </w:r>
      <w:r w:rsidR="00AE382D" w:rsidRPr="00AE382D">
        <w:rPr>
          <w:rStyle w:val="NoteLabel"/>
        </w:rPr>
        <w:t>e</w:t>
      </w:r>
      <w:r w:rsidR="00AE382D">
        <w:rPr>
          <w:rStyle w:val="NoteLabel"/>
        </w:rPr>
        <w:t xml:space="preserve"> </w:t>
      </w:r>
      <w:r w:rsidR="00AE382D" w:rsidRPr="00D10431">
        <w:t>Care must be taken when interpreting percentages as these data include both ACT and non-ACT residents where the birth occurred in the ACT. Bet</w:t>
      </w:r>
      <w:r w:rsidR="00890A97" w:rsidRPr="00D10431">
        <w:t xml:space="preserve">ween 2007 and 2011, around 15 </w:t>
      </w:r>
      <w:r w:rsidR="00AE382D" w:rsidRPr="00D10431">
        <w:t>per cent of women who gave birth in the ACT were non-residents of the ACT.</w:t>
      </w:r>
    </w:p>
    <w:p w:rsidR="00D2410D" w:rsidRDefault="00D2410D" w:rsidP="004F7485">
      <w:pPr>
        <w:pStyle w:val="Source"/>
      </w:pPr>
      <w:r w:rsidRPr="004255E0">
        <w:rPr>
          <w:i/>
        </w:rPr>
        <w:t>Source</w:t>
      </w:r>
      <w:r w:rsidRPr="004255E0">
        <w:t xml:space="preserve">: </w:t>
      </w:r>
      <w:r w:rsidR="00DF5336" w:rsidRPr="00DF5336">
        <w:t xml:space="preserve">Li, Z., McNally, L., </w:t>
      </w:r>
      <w:proofErr w:type="spellStart"/>
      <w:r w:rsidR="00DF5336" w:rsidRPr="00DF5336">
        <w:t>Hilder</w:t>
      </w:r>
      <w:proofErr w:type="spellEnd"/>
      <w:r w:rsidR="00DF5336" w:rsidRPr="00DF5336">
        <w:t>, L. and Sullivan, EA.</w:t>
      </w:r>
      <w:r w:rsidR="00135159">
        <w:t xml:space="preserve"> (various years),</w:t>
      </w:r>
      <w:r w:rsidR="00135159" w:rsidRPr="00272BE4">
        <w:t xml:space="preserve"> </w:t>
      </w:r>
      <w:r w:rsidR="00135159">
        <w:rPr>
          <w:i/>
        </w:rPr>
        <w:t>Australia’s mothers and babies,</w:t>
      </w:r>
      <w:r w:rsidR="00135159" w:rsidRPr="00272BE4">
        <w:t xml:space="preserve"> Perinatal statistics series </w:t>
      </w:r>
      <w:r w:rsidR="00135159">
        <w:t xml:space="preserve">Cat </w:t>
      </w:r>
      <w:r w:rsidR="00135159" w:rsidRPr="00272BE4">
        <w:t>no</w:t>
      </w:r>
      <w:r w:rsidR="00135159">
        <w:t>s</w:t>
      </w:r>
      <w:r w:rsidR="00135159" w:rsidRPr="00272BE4">
        <w:t xml:space="preserve">. </w:t>
      </w:r>
      <w:r w:rsidR="00135159">
        <w:t xml:space="preserve">PER 50, 52 and </w:t>
      </w:r>
      <w:r w:rsidR="00DD7B0A" w:rsidRPr="00DD7B0A">
        <w:t>56</w:t>
      </w:r>
      <w:r w:rsidR="00135159">
        <w:t>;</w:t>
      </w:r>
      <w:r>
        <w:t xml:space="preserve"> table </w:t>
      </w:r>
      <w:proofErr w:type="spellStart"/>
      <w:r w:rsidRPr="004255E0">
        <w:t>10A.</w:t>
      </w:r>
      <w:r w:rsidR="00B67068">
        <w:t>10</w:t>
      </w:r>
      <w:r w:rsidR="0022682A">
        <w:t>7</w:t>
      </w:r>
      <w:proofErr w:type="spellEnd"/>
      <w:r w:rsidRPr="004255E0">
        <w:t>.</w:t>
      </w:r>
    </w:p>
    <w:p w:rsidR="00D2410D" w:rsidRDefault="00D2410D" w:rsidP="00D2410D">
      <w:pPr>
        <w:pStyle w:val="Heading3"/>
      </w:pPr>
      <w:r>
        <w:t>Effectiveness — quality</w:t>
      </w:r>
    </w:p>
    <w:p w:rsidR="00D2410D" w:rsidRDefault="00D2410D" w:rsidP="00D2410D">
      <w:pPr>
        <w:pStyle w:val="BodyText"/>
      </w:pPr>
      <w:r>
        <w:t xml:space="preserve">The performance indicator framework for maternity services identifies three </w:t>
      </w:r>
      <w:proofErr w:type="spellStart"/>
      <w:r>
        <w:t>subdimensions</w:t>
      </w:r>
      <w:proofErr w:type="spellEnd"/>
      <w:r>
        <w:t xml:space="preserve"> of quality for health services: safety; responsiveness and continuity. For maternity services in this Report, data are reported against the </w:t>
      </w:r>
      <w:proofErr w:type="spellStart"/>
      <w:r>
        <w:t>subdimension</w:t>
      </w:r>
      <w:proofErr w:type="spellEnd"/>
      <w:r>
        <w:t xml:space="preserve"> of safety only. Other </w:t>
      </w:r>
      <w:proofErr w:type="spellStart"/>
      <w:r>
        <w:t>subdimensions</w:t>
      </w:r>
      <w:proofErr w:type="spellEnd"/>
      <w:r>
        <w:t xml:space="preserve"> of quality have been identified by the Steering Committee for future development.</w:t>
      </w:r>
    </w:p>
    <w:p w:rsidR="00D2410D" w:rsidRDefault="00D2410D" w:rsidP="00D2410D">
      <w:pPr>
        <w:pStyle w:val="Heading4"/>
      </w:pPr>
      <w:r>
        <w:t xml:space="preserve">Safety — </w:t>
      </w:r>
      <w:proofErr w:type="spellStart"/>
      <w:r>
        <w:t>perineal</w:t>
      </w:r>
      <w:proofErr w:type="spellEnd"/>
      <w:r>
        <w:t xml:space="preserve"> status after vaginal birth </w:t>
      </w:r>
    </w:p>
    <w:p w:rsidR="00D2410D" w:rsidRDefault="00D2410D" w:rsidP="00D2410D">
      <w:pPr>
        <w:pStyle w:val="BodyText"/>
      </w:pPr>
      <w:r>
        <w:t>‘</w:t>
      </w:r>
      <w:proofErr w:type="spellStart"/>
      <w:r>
        <w:t>Perineal</w:t>
      </w:r>
      <w:proofErr w:type="spellEnd"/>
      <w:r>
        <w:t xml:space="preserve"> status after vaginal birth’ is an indicator of governments’ objective to provide safe and high quality services (box 10.</w:t>
      </w:r>
      <w:r w:rsidR="003A28CB">
        <w:t>20</w:t>
      </w:r>
      <w:r>
        <w:t xml:space="preserve">). </w:t>
      </w:r>
      <w:proofErr w:type="spellStart"/>
      <w:r w:rsidRPr="008D6FAC">
        <w:t>Perineal</w:t>
      </w:r>
      <w:proofErr w:type="spellEnd"/>
      <w:r w:rsidRPr="008D6FAC">
        <w:t xml:space="preserve"> lacerations caused by childbirth are painful, take time to heal and </w:t>
      </w:r>
      <w:r>
        <w:t>can</w:t>
      </w:r>
      <w:r w:rsidRPr="008D6FAC">
        <w:t xml:space="preserve"> result in ongoing discomfort and debilitating conditions such as faecal incontinence.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52" w:name="OLE_LINK30"/>
            <w:r w:rsidR="003A28CB">
              <w:rPr>
                <w:b w:val="0"/>
              </w:rPr>
              <w:t>10.</w:t>
            </w:r>
            <w:r w:rsidR="005B16BF">
              <w:rPr>
                <w:b w:val="0"/>
                <w:noProof/>
              </w:rPr>
              <w:t>20</w:t>
            </w:r>
            <w:bookmarkEnd w:id="52"/>
            <w:r>
              <w:tab/>
            </w:r>
            <w:proofErr w:type="spellStart"/>
            <w:r>
              <w:t>Perineal</w:t>
            </w:r>
            <w:proofErr w:type="spellEnd"/>
            <w:r>
              <w:t xml:space="preserve"> status after vaginal birth</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w:t>
            </w:r>
            <w:proofErr w:type="spellStart"/>
            <w:r>
              <w:t>Perineal</w:t>
            </w:r>
            <w:proofErr w:type="spellEnd"/>
            <w:r>
              <w:t xml:space="preserve"> status after vaginal birth’ is </w:t>
            </w:r>
            <w:r w:rsidR="009E1BC4">
              <w:t xml:space="preserve">defined as </w:t>
            </w:r>
            <w:r>
              <w:t>the state of the perineum following a vaginal birth (</w:t>
            </w:r>
            <w:proofErr w:type="spellStart"/>
            <w:r>
              <w:t>HDSC</w:t>
            </w:r>
            <w:proofErr w:type="spellEnd"/>
            <w:r>
              <w:t xml:space="preserve"> 2008). A third or fourth degree laceration is a </w:t>
            </w:r>
            <w:proofErr w:type="spellStart"/>
            <w:r>
              <w:t>perineal</w:t>
            </w:r>
            <w:proofErr w:type="spellEnd"/>
            <w:r>
              <w:t xml:space="preserve"> laceration or rupture (or tear following episiotomy) extending to, or beyond, the anal sphincter (see section 10.8 for definitions) (</w:t>
            </w:r>
            <w:proofErr w:type="spellStart"/>
            <w:r>
              <w:t>NCCH</w:t>
            </w:r>
            <w:proofErr w:type="spellEnd"/>
            <w:r>
              <w:t xml:space="preserve"> 2008). </w:t>
            </w:r>
            <w:r w:rsidR="008D77C4">
              <w:t xml:space="preserve">It is measured by </w:t>
            </w:r>
            <w:r w:rsidR="008D77C4" w:rsidRPr="008D77C4">
              <w:t xml:space="preserve">the proportion </w:t>
            </w:r>
            <w:r w:rsidR="008D77C4" w:rsidRPr="00D10431">
              <w:t xml:space="preserve">of </w:t>
            </w:r>
            <w:r w:rsidR="00A64B02" w:rsidRPr="00D10431">
              <w:t>women giving birth</w:t>
            </w:r>
            <w:r w:rsidR="008D77C4" w:rsidRPr="00D10431">
              <w:t xml:space="preserve"> </w:t>
            </w:r>
            <w:r w:rsidR="008D77C4" w:rsidRPr="008D77C4">
              <w:t>with third or fourth degree lacerations to their perineum following vaginal birth</w:t>
            </w:r>
            <w:r w:rsidR="008D77C4">
              <w:t>.</w:t>
            </w:r>
          </w:p>
          <w:p w:rsidR="009E1BC4" w:rsidRDefault="00D2410D" w:rsidP="00531D51">
            <w:pPr>
              <w:pStyle w:val="Box"/>
            </w:pPr>
            <w:r>
              <w:t xml:space="preserve">A low or decreasing rate </w:t>
            </w:r>
            <w:r w:rsidRPr="00D10431">
              <w:t xml:space="preserve">of </w:t>
            </w:r>
            <w:r w:rsidR="00A64B02" w:rsidRPr="00D10431">
              <w:t>women giving birth</w:t>
            </w:r>
            <w:r>
              <w:t xml:space="preserve"> with third or fourth degree lacerations after vaginal birth</w:t>
            </w:r>
            <w:r w:rsidRPr="008D6FAC">
              <w:t xml:space="preserve"> </w:t>
            </w:r>
            <w:r w:rsidR="009E1BC4">
              <w:t>is</w:t>
            </w:r>
            <w:r>
              <w:t xml:space="preserve"> desirable. </w:t>
            </w:r>
            <w:r w:rsidRPr="008D6FAC">
              <w:t>Maternity services staff aim to minimise lacerations, particularly more severe lacerations (third and fourth degree), through labour management practices.</w:t>
            </w:r>
            <w:r>
              <w:t xml:space="preserve"> Severe lacerations (third and fourth degree laceration) of the perineum are not avoidable in all cases and so safe labour management is associated with a low (rather than zero) proportion of third or fourth degree lacerations. </w:t>
            </w:r>
          </w:p>
          <w:p w:rsidR="00DB69BB" w:rsidRDefault="00DB69BB" w:rsidP="00DB69BB">
            <w:pPr>
              <w:pStyle w:val="Box"/>
            </w:pPr>
            <w:r>
              <w:t>Data reported for this indicator are:</w:t>
            </w:r>
          </w:p>
          <w:p w:rsidR="00DB69BB" w:rsidRDefault="00DB69BB" w:rsidP="00DB69BB">
            <w:pPr>
              <w:pStyle w:val="BoxListBullet"/>
            </w:pPr>
            <w:r>
              <w:t>comparable (subject to caveats) across</w:t>
            </w:r>
            <w:r w:rsidRPr="009442FD">
              <w:t xml:space="preserve"> jurisdictions </w:t>
            </w:r>
            <w:r>
              <w:t xml:space="preserve">and </w:t>
            </w:r>
            <w:r w:rsidRPr="009442FD">
              <w:t xml:space="preserve">over time </w:t>
            </w:r>
          </w:p>
          <w:p w:rsidR="00DB69BB" w:rsidRDefault="00DB69BB" w:rsidP="00DB69BB">
            <w:pPr>
              <w:pStyle w:val="BoxListBullet"/>
            </w:pPr>
            <w:r>
              <w:t xml:space="preserve">complete (subject to caveats) for the current reporting period. All required </w:t>
            </w:r>
            <w:r w:rsidR="00054574">
              <w:t>2011</w:t>
            </w:r>
            <w:r>
              <w:t xml:space="preserve"> data are available for all jurisdictions.</w:t>
            </w:r>
          </w:p>
          <w:p w:rsidR="00FE0D94" w:rsidRDefault="00000FA5" w:rsidP="000C16E0">
            <w:pPr>
              <w:pStyle w:val="Box"/>
            </w:pPr>
            <w:r w:rsidRPr="009A5C5F">
              <w:t xml:space="preserve">Information about data quality for this indicator is at </w:t>
            </w:r>
            <w:proofErr w:type="spellStart"/>
            <w:r w:rsidRPr="009A5C5F">
              <w:t>www.pc.gov.au</w:t>
            </w:r>
            <w:proofErr w:type="spellEnd"/>
            <w:r w:rsidRPr="009A5C5F">
              <w:t>/</w:t>
            </w:r>
            <w:proofErr w:type="spellStart"/>
            <w:r w:rsidRPr="009A5C5F">
              <w:t>gsp</w:t>
            </w:r>
            <w:proofErr w:type="spellEnd"/>
            <w:r w:rsidRPr="009A5C5F">
              <w:t>/reports/</w:t>
            </w:r>
            <w:proofErr w:type="spellStart"/>
            <w:r w:rsidRPr="009A5C5F">
              <w:t>rogs</w:t>
            </w:r>
            <w:proofErr w:type="spellEnd"/>
            <w:r w:rsidRPr="009A5C5F">
              <w:t>/201</w:t>
            </w:r>
            <w:r w:rsidR="000C16E0">
              <w:t>4</w:t>
            </w:r>
            <w:r w:rsidRPr="009A5C5F">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7856E1">
      <w:pPr>
        <w:pStyle w:val="BodyText"/>
        <w:spacing w:before="120"/>
      </w:pPr>
      <w:r>
        <w:t>The proportion of mothers with third or fourth degree lacerations to their perineum following vaginal births is shown in figure 10.2</w:t>
      </w:r>
      <w:r w:rsidR="00AB4CF7">
        <w:t>9</w:t>
      </w:r>
      <w:r>
        <w:t>. More inf</w:t>
      </w:r>
      <w:r w:rsidR="009E1BC4">
        <w:t xml:space="preserve">ormation on </w:t>
      </w:r>
      <w:proofErr w:type="spellStart"/>
      <w:r>
        <w:t>peri</w:t>
      </w:r>
      <w:r w:rsidR="009E1BC4">
        <w:t>neal</w:t>
      </w:r>
      <w:proofErr w:type="spellEnd"/>
      <w:r w:rsidR="009E1BC4">
        <w:t xml:space="preserve"> status after vaginal birth</w:t>
      </w:r>
      <w:r>
        <w:t xml:space="preserve"> (including the proportion of mothers with intact perineum following vaginal births) is contained in table </w:t>
      </w:r>
      <w:proofErr w:type="spellStart"/>
      <w:r>
        <w:t>10A.</w:t>
      </w:r>
      <w:r w:rsidR="005D2849">
        <w:t>10</w:t>
      </w:r>
      <w:r w:rsidR="008A4D8A">
        <w:t>8</w:t>
      </w:r>
      <w:proofErr w:type="spellEnd"/>
      <w:r>
        <w:t>.</w:t>
      </w:r>
    </w:p>
    <w:p w:rsidR="00D2410D" w:rsidRDefault="00D2410D" w:rsidP="007856E1">
      <w:pPr>
        <w:pStyle w:val="FigureTitle"/>
        <w:spacing w:before="240"/>
        <w:ind w:left="1559" w:hanging="1559"/>
      </w:pPr>
      <w:r>
        <w:rPr>
          <w:b w:val="0"/>
        </w:rPr>
        <w:t xml:space="preserve">Figure </w:t>
      </w:r>
      <w:bookmarkStart w:id="53" w:name="OLE_LINK31"/>
      <w:r w:rsidR="00AB4CF7">
        <w:rPr>
          <w:b w:val="0"/>
        </w:rPr>
        <w:t>10.</w:t>
      </w:r>
      <w:r w:rsidR="005B16BF">
        <w:rPr>
          <w:b w:val="0"/>
          <w:noProof/>
        </w:rPr>
        <w:t>29</w:t>
      </w:r>
      <w:bookmarkEnd w:id="53"/>
      <w:r>
        <w:tab/>
      </w:r>
      <w:proofErr w:type="spellStart"/>
      <w:r>
        <w:t>Perineal</w:t>
      </w:r>
      <w:proofErr w:type="spellEnd"/>
      <w:r>
        <w:t xml:space="preserve"> status — mothers with third or fourth degree lacerations after vaginal </w:t>
      </w:r>
      <w:proofErr w:type="spellStart"/>
      <w:r>
        <w:t>births</w:t>
      </w:r>
      <w:r>
        <w:rPr>
          <w:vertAlign w:val="superscript"/>
        </w:rPr>
        <w:t>a</w:t>
      </w:r>
      <w:proofErr w:type="spellEnd"/>
      <w:r>
        <w:rPr>
          <w:vertAlign w:val="superscript"/>
        </w:rPr>
        <w:t>, b</w:t>
      </w:r>
      <w:r w:rsidR="001A0C17">
        <w:rPr>
          <w:vertAlign w:val="superscript"/>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8"/>
      </w:tblGrid>
      <w:tr w:rsidR="00D2410D" w:rsidTr="00531D51">
        <w:tc>
          <w:tcPr>
            <w:tcW w:w="8778" w:type="dxa"/>
          </w:tcPr>
          <w:p w:rsidR="00D2410D" w:rsidRDefault="003A1C92" w:rsidP="00531D51">
            <w:pPr>
              <w:pStyle w:val="Figure"/>
            </w:pPr>
            <w:r>
              <w:rPr>
                <w:noProof/>
              </w:rPr>
              <w:drawing>
                <wp:inline distT="0" distB="0" distL="0" distR="0" wp14:anchorId="3379AEAC" wp14:editId="5E2EB979">
                  <wp:extent cx="5387975" cy="2635885"/>
                  <wp:effectExtent l="0" t="0" r="3175" b="0"/>
                  <wp:docPr id="32" name="Picture 32" descr="Figure 10.29 Perineal status — mothers with third or fourth degree lacerations after vaginal birth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87975" cy="2635885"/>
                          </a:xfrm>
                          <a:prstGeom prst="rect">
                            <a:avLst/>
                          </a:prstGeom>
                          <a:noFill/>
                          <a:ln>
                            <a:noFill/>
                          </a:ln>
                        </pic:spPr>
                      </pic:pic>
                    </a:graphicData>
                  </a:graphic>
                </wp:inline>
              </w:drawing>
            </w:r>
          </w:p>
        </w:tc>
      </w:tr>
    </w:tbl>
    <w:p w:rsidR="00D2410D" w:rsidRDefault="00D2410D" w:rsidP="002460EF">
      <w:pPr>
        <w:pStyle w:val="Note"/>
        <w:keepNext/>
      </w:pPr>
      <w:proofErr w:type="spellStart"/>
      <w:r>
        <w:rPr>
          <w:rStyle w:val="NoteLabel"/>
        </w:rPr>
        <w:t>a</w:t>
      </w:r>
      <w:proofErr w:type="spellEnd"/>
      <w:r>
        <w:sym w:font="Symbol" w:char="F020"/>
      </w:r>
      <w:r w:rsidRPr="00CE7F80">
        <w:t xml:space="preserve"> </w:t>
      </w:r>
      <w:r>
        <w:t xml:space="preserve">For multiple births, the </w:t>
      </w:r>
      <w:proofErr w:type="spellStart"/>
      <w:r>
        <w:t>perineal</w:t>
      </w:r>
      <w:proofErr w:type="spellEnd"/>
      <w:r>
        <w:t xml:space="preserve"> status after birth of the first child was used. </w:t>
      </w:r>
      <w:r w:rsidRPr="00BD5233">
        <w:rPr>
          <w:rStyle w:val="NoteLabel"/>
        </w:rPr>
        <w:t>b</w:t>
      </w:r>
      <w:r>
        <w:t xml:space="preserve"> Data include all women who gave birth vaginally, including births in public hospitals, private hospitals and outside of hospital, such as homebirths.</w:t>
      </w:r>
      <w:r w:rsidR="001A0C17" w:rsidRPr="001A0C17">
        <w:rPr>
          <w:rStyle w:val="NoteLabel"/>
        </w:rPr>
        <w:t>c</w:t>
      </w:r>
      <w:r w:rsidR="001A0C17">
        <w:t xml:space="preserve"> </w:t>
      </w:r>
      <w:r w:rsidR="001A0C17" w:rsidRPr="00D10431">
        <w:t>Care must be taken when interpreting percentages as these data include both ACT and non-ACT residents where the birth occurred in the ACT. Between 2007 and 2011, around 15 per cent of women who gave birth in the ACT were non-residents of the ACT.</w:t>
      </w:r>
    </w:p>
    <w:p w:rsidR="00D2410D" w:rsidRDefault="00D2410D" w:rsidP="004F7485">
      <w:pPr>
        <w:pStyle w:val="Source"/>
      </w:pPr>
      <w:r w:rsidRPr="004255E0">
        <w:rPr>
          <w:i/>
        </w:rPr>
        <w:t>Source</w:t>
      </w:r>
      <w:r>
        <w:rPr>
          <w:i/>
        </w:rPr>
        <w:t xml:space="preserve">: </w:t>
      </w:r>
      <w:r w:rsidR="00DF5336" w:rsidRPr="00DF5336">
        <w:t xml:space="preserve">Li, Z., McNally, L., </w:t>
      </w:r>
      <w:proofErr w:type="spellStart"/>
      <w:r w:rsidR="00DF5336" w:rsidRPr="00DF5336">
        <w:t>Hilder</w:t>
      </w:r>
      <w:proofErr w:type="spellEnd"/>
      <w:r w:rsidR="00DF5336" w:rsidRPr="00DF5336">
        <w:t>, L. and Sullivan, EA.</w:t>
      </w:r>
      <w:r w:rsidR="00EF2A1B">
        <w:t xml:space="preserve"> (various years)</w:t>
      </w:r>
      <w:r>
        <w:t>,</w:t>
      </w:r>
      <w:r w:rsidRPr="00272BE4">
        <w:t xml:space="preserve"> </w:t>
      </w:r>
      <w:r w:rsidR="00EF2A1B">
        <w:rPr>
          <w:i/>
        </w:rPr>
        <w:t>Australia’s mothers and babies,</w:t>
      </w:r>
      <w:r w:rsidRPr="00272BE4">
        <w:t xml:space="preserve"> Perinatal statistics series </w:t>
      </w:r>
      <w:r w:rsidR="00EF2A1B">
        <w:t xml:space="preserve">Cat </w:t>
      </w:r>
      <w:r w:rsidRPr="00272BE4">
        <w:t>no</w:t>
      </w:r>
      <w:r w:rsidR="00EF2A1B">
        <w:t>s</w:t>
      </w:r>
      <w:r w:rsidRPr="00272BE4">
        <w:t xml:space="preserve">. </w:t>
      </w:r>
      <w:r w:rsidR="00135159">
        <w:t xml:space="preserve">PER </w:t>
      </w:r>
      <w:r w:rsidRPr="00272BE4">
        <w:t>2</w:t>
      </w:r>
      <w:r w:rsidR="00135159">
        <w:t xml:space="preserve">2, 48, 50, 52 and </w:t>
      </w:r>
      <w:r w:rsidR="00DD7B0A" w:rsidRPr="00DD7B0A">
        <w:t>56</w:t>
      </w:r>
      <w:r>
        <w:t>; table </w:t>
      </w:r>
      <w:proofErr w:type="spellStart"/>
      <w:r w:rsidRPr="004255E0">
        <w:t>10A.</w:t>
      </w:r>
      <w:r w:rsidR="00B67068">
        <w:t>10</w:t>
      </w:r>
      <w:r w:rsidR="008A4D8A">
        <w:t>8</w:t>
      </w:r>
      <w:proofErr w:type="spellEnd"/>
      <w:r>
        <w:t>.</w:t>
      </w:r>
    </w:p>
    <w:p w:rsidR="00D2410D" w:rsidRDefault="00D2410D" w:rsidP="00D2410D">
      <w:pPr>
        <w:pStyle w:val="Heading4"/>
      </w:pPr>
      <w:r>
        <w:t>Responsiveness,</w:t>
      </w:r>
      <w:r w:rsidRPr="00D91CB3">
        <w:rPr>
          <w:i w:val="0"/>
          <w:kern w:val="28"/>
        </w:rPr>
        <w:t xml:space="preserve"> </w:t>
      </w:r>
      <w:r w:rsidRPr="00C540C4">
        <w:rPr>
          <w:kern w:val="28"/>
        </w:rPr>
        <w:t>continuity</w:t>
      </w:r>
    </w:p>
    <w:p w:rsidR="00D2410D" w:rsidRDefault="00D2410D" w:rsidP="00D2410D">
      <w:pPr>
        <w:pStyle w:val="BodyText"/>
      </w:pPr>
      <w:r>
        <w:t xml:space="preserve">The Steering Committee has identified the responsiveness and continuity of care of maternity services as an area for development in future Reports. </w:t>
      </w:r>
    </w:p>
    <w:p w:rsidR="00D2410D" w:rsidRDefault="00D2410D" w:rsidP="00D2410D">
      <w:pPr>
        <w:pStyle w:val="Heading3"/>
      </w:pPr>
      <w:r>
        <w:t>Efficiency — sustainability</w:t>
      </w:r>
    </w:p>
    <w:p w:rsidR="00D2410D" w:rsidRDefault="00D2410D" w:rsidP="00D2410D">
      <w:pPr>
        <w:pStyle w:val="BodyText"/>
      </w:pPr>
      <w:r>
        <w:t>The Steering Committee has identified the sustainability of maternity services as an area for development in future Reports.</w:t>
      </w:r>
    </w:p>
    <w:p w:rsidR="00D2410D" w:rsidRDefault="00D2410D" w:rsidP="00D2410D">
      <w:pPr>
        <w:pStyle w:val="Heading3"/>
      </w:pPr>
      <w:r>
        <w:t>Efficiency</w:t>
      </w:r>
    </w:p>
    <w:p w:rsidR="00D2410D" w:rsidRDefault="00D2410D" w:rsidP="00D2410D">
      <w:pPr>
        <w:pStyle w:val="Heading4"/>
      </w:pPr>
      <w:r>
        <w:t>Recurrent cost per maternity separation</w:t>
      </w:r>
    </w:p>
    <w:p w:rsidR="00D2410D" w:rsidRDefault="00D2410D" w:rsidP="00D2410D">
      <w:pPr>
        <w:pStyle w:val="BodyText"/>
      </w:pPr>
      <w:r>
        <w:t>‘Recurrent cost per maternity separation’ is an indicator of governments’ objective to deliver cost effective services (box 10.</w:t>
      </w:r>
      <w:r w:rsidR="007D4ECB">
        <w:t>2</w:t>
      </w:r>
      <w:r w:rsidR="003A28CB">
        <w:t>1</w:t>
      </w:r>
      <w:r>
        <w:t xml:space="preserve">).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54" w:name="OLE_LINK32"/>
            <w:r w:rsidR="003A28CB">
              <w:rPr>
                <w:b w:val="0"/>
              </w:rPr>
              <w:t>10.</w:t>
            </w:r>
            <w:r w:rsidR="005B16BF">
              <w:rPr>
                <w:b w:val="0"/>
                <w:noProof/>
              </w:rPr>
              <w:t>21</w:t>
            </w:r>
            <w:bookmarkEnd w:id="54"/>
            <w:r>
              <w:tab/>
              <w:t>Recurrent cost per maternity separation</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‘Recurrent cost per maternity separation’ is presented for the two AR</w:t>
            </w:r>
            <w:r>
              <w:noBreakHyphen/>
            </w:r>
            <w:proofErr w:type="spellStart"/>
            <w:r>
              <w:t>DRGs</w:t>
            </w:r>
            <w:proofErr w:type="spellEnd"/>
            <w:r>
              <w:t xml:space="preserve"> that account for the largest number of maternity patient days: caesarean delivery without catastrophic or severe complications and comorbidities; and vaginal delivery without catastrophic or severe complications and comorbidities.</w:t>
            </w:r>
          </w:p>
          <w:p w:rsidR="00D2410D" w:rsidRDefault="00D2410D" w:rsidP="00531D51">
            <w:pPr>
              <w:pStyle w:val="Box"/>
            </w:pPr>
            <w:r>
              <w:t>Low</w:t>
            </w:r>
            <w:r w:rsidR="00C540C4">
              <w:t xml:space="preserve"> or decreasing </w:t>
            </w:r>
            <w:r>
              <w:t>recurrent costs per maternity s</w:t>
            </w:r>
            <w:r w:rsidR="00C540C4">
              <w:t>eparation</w:t>
            </w:r>
            <w:r>
              <w:t xml:space="preserve"> can reflect high</w:t>
            </w:r>
            <w:r w:rsidR="00C540C4">
              <w:t xml:space="preserve"> or increasing</w:t>
            </w:r>
            <w:r>
              <w:t xml:space="preserve"> efficiency in providing maternity services to admitted patients. However, this is only likely to be the case where the low cost maternity services are provided at equal or superior effectiveness. </w:t>
            </w:r>
          </w:p>
          <w:p w:rsidR="00E6368F" w:rsidRDefault="00E6368F" w:rsidP="00E6368F">
            <w:pPr>
              <w:pStyle w:val="Box"/>
            </w:pPr>
            <w:r>
              <w:t>Data reported for this indicator are:</w:t>
            </w:r>
          </w:p>
          <w:p w:rsidR="00E6368F" w:rsidRDefault="00D33AE1" w:rsidP="00D10431">
            <w:pPr>
              <w:pStyle w:val="BoxListBullet"/>
            </w:pPr>
            <w:r w:rsidRPr="00D33AE1">
              <w:t>comparable (subject to caveats) within some jurisdictions over time but are not comparable across jurisdictions or over time for other jurisdictions (see caveats in attachment tab</w:t>
            </w:r>
            <w:r>
              <w:t>les for specific jurisdictions)</w:t>
            </w:r>
          </w:p>
          <w:p w:rsidR="00E6368F" w:rsidRDefault="00E6368F" w:rsidP="00E6368F">
            <w:pPr>
              <w:pStyle w:val="BoxListBullet"/>
            </w:pPr>
            <w:r>
              <w:t>complete (subject to caveats) for the current reporting period. All required 201</w:t>
            </w:r>
            <w:r w:rsidR="00C40482">
              <w:t>0</w:t>
            </w:r>
            <w:r>
              <w:noBreakHyphen/>
              <w:t>1</w:t>
            </w:r>
            <w:r w:rsidR="00C40482">
              <w:t>1</w:t>
            </w:r>
            <w:r>
              <w:t xml:space="preserve"> data are available for all jurisdictions.</w:t>
            </w:r>
          </w:p>
          <w:p w:rsidR="00D2410D" w:rsidRDefault="00D2410D" w:rsidP="00531D51">
            <w:pPr>
              <w:pStyle w:val="Box"/>
            </w:pPr>
            <w:r w:rsidRPr="007B01AC">
              <w:t>Data quality information for this indicator is under development.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4F7485">
      <w:pPr>
        <w:pStyle w:val="BodyText"/>
      </w:pPr>
      <w:r>
        <w:t>Data are reported for the two most common maternity AR</w:t>
      </w:r>
      <w:r>
        <w:noBreakHyphen/>
      </w:r>
      <w:proofErr w:type="spellStart"/>
      <w:r>
        <w:t>DRGs</w:t>
      </w:r>
      <w:proofErr w:type="spellEnd"/>
      <w:r>
        <w:t>: caesarean delivery without catastrophic or severe complications and comorbidities; and vaginal delivery without catastrophic or severe complications and comorbidities (figure 10.</w:t>
      </w:r>
      <w:r w:rsidR="00AB4CF7">
        <w:t>30</w:t>
      </w:r>
      <w:r>
        <w:t>). Data for a number of other maternity related AR</w:t>
      </w:r>
      <w:r>
        <w:noBreakHyphen/>
      </w:r>
      <w:proofErr w:type="spellStart"/>
      <w:r>
        <w:t>DRGs</w:t>
      </w:r>
      <w:proofErr w:type="spellEnd"/>
      <w:r>
        <w:t xml:space="preserve"> are shown in table </w:t>
      </w:r>
      <w:proofErr w:type="spellStart"/>
      <w:r>
        <w:t>10A.</w:t>
      </w:r>
      <w:r w:rsidR="00B67068">
        <w:t>10</w:t>
      </w:r>
      <w:r w:rsidR="008A4D8A">
        <w:t>9</w:t>
      </w:r>
      <w:proofErr w:type="spellEnd"/>
      <w:r>
        <w:t xml:space="preserve">. Data are sourced from the </w:t>
      </w:r>
      <w:proofErr w:type="spellStart"/>
      <w:r>
        <w:t>NHCDC</w:t>
      </w:r>
      <w:proofErr w:type="spellEnd"/>
      <w:r>
        <w:t xml:space="preserve">. The </w:t>
      </w:r>
      <w:proofErr w:type="spellStart"/>
      <w:r>
        <w:t>NHCDC</w:t>
      </w:r>
      <w:proofErr w:type="spellEnd"/>
      <w:r>
        <w:t xml:space="preserve"> is a voluntary annual collection, the purpose of which is to calculate </w:t>
      </w:r>
      <w:proofErr w:type="spellStart"/>
      <w:r>
        <w:t>DRG</w:t>
      </w:r>
      <w:proofErr w:type="spellEnd"/>
      <w:r>
        <w:t xml:space="preserve"> cost weights. The samples are not necessarily representative of the set of hospitals in each jurisdiction. An estimation process has been carried out to create representative national activity figures from the sample data.</w:t>
      </w:r>
      <w:r w:rsidRPr="00507E93">
        <w:t xml:space="preserve"> </w:t>
      </w:r>
    </w:p>
    <w:p w:rsidR="00D2410D" w:rsidRDefault="00D2410D" w:rsidP="00D10431">
      <w:pPr>
        <w:pStyle w:val="FigureTitle"/>
        <w:ind w:left="1560" w:hanging="1560"/>
      </w:pPr>
      <w:r>
        <w:rPr>
          <w:b w:val="0"/>
        </w:rPr>
        <w:t xml:space="preserve">Figure </w:t>
      </w:r>
      <w:bookmarkStart w:id="55" w:name="OLE_LINK33"/>
      <w:r w:rsidR="00AB4CF7">
        <w:rPr>
          <w:b w:val="0"/>
        </w:rPr>
        <w:t>10.</w:t>
      </w:r>
      <w:r w:rsidR="005B16BF">
        <w:rPr>
          <w:b w:val="0"/>
          <w:noProof/>
        </w:rPr>
        <w:t>30</w:t>
      </w:r>
      <w:bookmarkEnd w:id="55"/>
      <w:r>
        <w:tab/>
        <w:t>Estimated average cost per separation for selected maternity related AR</w:t>
      </w:r>
      <w:r>
        <w:noBreakHyphen/>
      </w:r>
      <w:proofErr w:type="spellStart"/>
      <w:r>
        <w:t>DRGs</w:t>
      </w:r>
      <w:proofErr w:type="spellEnd"/>
      <w:r>
        <w:t xml:space="preserve">, </w:t>
      </w:r>
      <w:r w:rsidRPr="006127D5">
        <w:t>public hospitals</w:t>
      </w:r>
      <w:r w:rsidRPr="00D10431">
        <w:t>, 20</w:t>
      </w:r>
      <w:r w:rsidR="00404152" w:rsidRPr="00D10431">
        <w:t>1</w:t>
      </w:r>
      <w:r w:rsidR="006C647A" w:rsidRPr="00D10431">
        <w:t>0</w:t>
      </w:r>
      <w:r w:rsidRPr="00D10431">
        <w:t>-</w:t>
      </w:r>
      <w:proofErr w:type="spellStart"/>
      <w:r w:rsidR="006C7E28" w:rsidRPr="00D10431">
        <w:t>1</w:t>
      </w:r>
      <w:r w:rsidR="006C647A" w:rsidRPr="00D10431">
        <w:t>1</w:t>
      </w:r>
      <w:r w:rsidRPr="00D10431">
        <w:rPr>
          <w:vertAlign w:val="superscript"/>
        </w:rPr>
        <w:t>a</w:t>
      </w:r>
      <w:proofErr w:type="spellEnd"/>
      <w:r w:rsidRPr="006127D5">
        <w:rPr>
          <w:vertAlign w:val="superscript"/>
        </w:rPr>
        <w:t>, b</w:t>
      </w:r>
      <w:r w:rsidR="00402D82" w:rsidRPr="006127D5">
        <w:rPr>
          <w:vertAlign w:val="superscript"/>
        </w:rPr>
        <w:t>, c</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D10431">
        <w:tc>
          <w:tcPr>
            <w:tcW w:w="8777" w:type="dxa"/>
          </w:tcPr>
          <w:p w:rsidR="00D2410D" w:rsidRDefault="003A1C92" w:rsidP="00531D51">
            <w:pPr>
              <w:pStyle w:val="Figure"/>
            </w:pPr>
            <w:r>
              <w:rPr>
                <w:noProof/>
              </w:rPr>
              <w:drawing>
                <wp:inline distT="0" distB="0" distL="0" distR="0" wp14:anchorId="418E519D" wp14:editId="0BDDDB24">
                  <wp:extent cx="5387975" cy="2698115"/>
                  <wp:effectExtent l="0" t="0" r="3175" b="6985"/>
                  <wp:docPr id="33" name="Picture 33" descr="Figure 10.30 Estimated average cost per separation for selected maternity related AR DRGs, public hospitals, 201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996C53" w:rsidRDefault="00D2410D" w:rsidP="00D2410D">
      <w:pPr>
        <w:pStyle w:val="Note"/>
      </w:pPr>
      <w:proofErr w:type="spellStart"/>
      <w:r>
        <w:rPr>
          <w:rStyle w:val="NoteLabel"/>
        </w:rPr>
        <w:t>a</w:t>
      </w:r>
      <w:proofErr w:type="spellEnd"/>
      <w:r w:rsidRPr="00996C53">
        <w:sym w:font="Symbol" w:char="F020"/>
      </w:r>
      <w:r w:rsidRPr="00996C53">
        <w:t>Includes AR-</w:t>
      </w:r>
      <w:proofErr w:type="spellStart"/>
      <w:r w:rsidRPr="00996C53">
        <w:t>DRG</w:t>
      </w:r>
      <w:proofErr w:type="spellEnd"/>
      <w:r w:rsidRPr="00996C53">
        <w:t xml:space="preserve"> </w:t>
      </w:r>
      <w:proofErr w:type="spellStart"/>
      <w:r w:rsidRPr="00996C53">
        <w:t>O01C</w:t>
      </w:r>
      <w:proofErr w:type="spellEnd"/>
      <w:r w:rsidRPr="00996C53">
        <w:t xml:space="preserve"> caesarean delivery without catastrophic or severe complications and </w:t>
      </w:r>
      <w:r>
        <w:t>comorbidities</w:t>
      </w:r>
      <w:r w:rsidRPr="00996C53">
        <w:t xml:space="preserve"> and AR-</w:t>
      </w:r>
      <w:proofErr w:type="spellStart"/>
      <w:r w:rsidRPr="00996C53">
        <w:t>DRG</w:t>
      </w:r>
      <w:proofErr w:type="spellEnd"/>
      <w:r w:rsidRPr="00996C53">
        <w:t xml:space="preserve"> </w:t>
      </w:r>
      <w:proofErr w:type="spellStart"/>
      <w:r w:rsidRPr="00996C53">
        <w:t>O60B</w:t>
      </w:r>
      <w:proofErr w:type="spellEnd"/>
      <w:r w:rsidRPr="00996C53">
        <w:t xml:space="preserve"> vaginal delivery without catastrophic or severe complications and </w:t>
      </w:r>
      <w:r>
        <w:t>comorbidities</w:t>
      </w:r>
      <w:r w:rsidRPr="00996C53">
        <w:t xml:space="preserve">. </w:t>
      </w:r>
      <w:r>
        <w:rPr>
          <w:rStyle w:val="NoteLabel"/>
        </w:rPr>
        <w:t>b </w:t>
      </w:r>
      <w:r w:rsidRPr="00996C53">
        <w:t xml:space="preserve">Average cost is affected by a number of factors including admission practices, sample size, remoteness and the types of hospital contributing to the collection. </w:t>
      </w:r>
      <w:r>
        <w:t>Caution must be used in making d</w:t>
      </w:r>
      <w:r w:rsidRPr="00996C53">
        <w:t>irect comparisons between jurisdictions</w:t>
      </w:r>
      <w:r>
        <w:t>,</w:t>
      </w:r>
      <w:r w:rsidRPr="00996C53">
        <w:t xml:space="preserve"> because </w:t>
      </w:r>
      <w:r>
        <w:t>of</w:t>
      </w:r>
      <w:r w:rsidRPr="00996C53">
        <w:t xml:space="preserve"> differences in hospital costing systems.</w:t>
      </w:r>
      <w:r w:rsidR="00402D82">
        <w:t xml:space="preserve"> </w:t>
      </w:r>
      <w:r w:rsidR="00402D82" w:rsidRPr="00C87995">
        <w:rPr>
          <w:rStyle w:val="NoteLabel"/>
        </w:rPr>
        <w:t>c</w:t>
      </w:r>
      <w:r w:rsidR="00402D82">
        <w:t xml:space="preserve"> Average cost for Queensland for </w:t>
      </w:r>
      <w:proofErr w:type="spellStart"/>
      <w:r w:rsidR="00402D82">
        <w:t>O01C</w:t>
      </w:r>
      <w:proofErr w:type="spellEnd"/>
      <w:r w:rsidR="00402D82">
        <w:t xml:space="preserve"> </w:t>
      </w:r>
      <w:r w:rsidR="00402D82" w:rsidRPr="00996C53">
        <w:t xml:space="preserve">caesarean </w:t>
      </w:r>
      <w:r w:rsidR="00402D82">
        <w:t>delivery was zero.</w:t>
      </w:r>
    </w:p>
    <w:p w:rsidR="00D2410D" w:rsidRDefault="00D2410D" w:rsidP="00D2410D">
      <w:pPr>
        <w:pStyle w:val="Source"/>
      </w:pPr>
      <w:r w:rsidRPr="0017596D">
        <w:rPr>
          <w:i/>
        </w:rPr>
        <w:t>Source</w:t>
      </w:r>
      <w:r w:rsidRPr="0017596D">
        <w:t xml:space="preserve">: </w:t>
      </w:r>
      <w:proofErr w:type="spellStart"/>
      <w:r w:rsidR="00716876">
        <w:t>IHPA</w:t>
      </w:r>
      <w:proofErr w:type="spellEnd"/>
      <w:r w:rsidR="00716876">
        <w:t xml:space="preserve"> (unpublished)</w:t>
      </w:r>
      <w:r w:rsidR="00716876" w:rsidRPr="0017596D">
        <w:t xml:space="preserve">, </w:t>
      </w:r>
      <w:r w:rsidR="00716876" w:rsidRPr="0017596D">
        <w:rPr>
          <w:i/>
        </w:rPr>
        <w:t>Nationa</w:t>
      </w:r>
      <w:r w:rsidR="00716876">
        <w:rPr>
          <w:i/>
        </w:rPr>
        <w:t>l Hospital Cost Data Collection</w:t>
      </w:r>
      <w:r w:rsidRPr="0017596D">
        <w:t>; table </w:t>
      </w:r>
      <w:proofErr w:type="spellStart"/>
      <w:r w:rsidRPr="0017596D">
        <w:t>10A.</w:t>
      </w:r>
      <w:r w:rsidR="00B67068">
        <w:t>10</w:t>
      </w:r>
      <w:r w:rsidR="008A4D8A">
        <w:t>9</w:t>
      </w:r>
      <w:proofErr w:type="spellEnd"/>
      <w:r w:rsidRPr="0017596D">
        <w:t>.</w:t>
      </w:r>
    </w:p>
    <w:p w:rsidR="00D2410D" w:rsidRDefault="00D2410D" w:rsidP="00D2410D">
      <w:pPr>
        <w:pStyle w:val="Heading4"/>
      </w:pPr>
      <w:r>
        <w:t>Mother’s average length of stay</w:t>
      </w:r>
    </w:p>
    <w:p w:rsidR="00D2410D" w:rsidRDefault="00D2410D" w:rsidP="00D2410D">
      <w:pPr>
        <w:pStyle w:val="BodyText"/>
      </w:pPr>
      <w:r>
        <w:t>‘Mother’s average length of stay’ is an indicator of governments’ objective to deliver services efficiently (box 10.2</w:t>
      </w:r>
      <w:r w:rsidR="003A28CB">
        <w:t>2</w:t>
      </w:r>
      <w:r>
        <w:t xml:space="preserve">). </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40475B">
        <w:tc>
          <w:tcPr>
            <w:tcW w:w="8771" w:type="dxa"/>
            <w:tcBorders>
              <w:top w:val="single" w:sz="6" w:space="0" w:color="auto"/>
              <w:bottom w:val="nil"/>
            </w:tcBorders>
          </w:tcPr>
          <w:p w:rsidR="00D2410D" w:rsidRDefault="00D2410D" w:rsidP="00531D51">
            <w:pPr>
              <w:pStyle w:val="BoxTitle"/>
            </w:pPr>
            <w:r>
              <w:rPr>
                <w:b w:val="0"/>
              </w:rPr>
              <w:t xml:space="preserve">Box </w:t>
            </w:r>
            <w:bookmarkStart w:id="56" w:name="OLE_LINK35"/>
            <w:r w:rsidR="003A28CB">
              <w:rPr>
                <w:b w:val="0"/>
              </w:rPr>
              <w:t>10.</w:t>
            </w:r>
            <w:r w:rsidR="005B16BF">
              <w:rPr>
                <w:b w:val="0"/>
                <w:noProof/>
              </w:rPr>
              <w:t>22</w:t>
            </w:r>
            <w:bookmarkEnd w:id="56"/>
            <w:r>
              <w:tab/>
              <w:t xml:space="preserve">Mother’s average length of stay </w:t>
            </w:r>
          </w:p>
        </w:tc>
      </w:tr>
      <w:tr w:rsidR="00D2410D" w:rsidRPr="006127D5" w:rsidTr="0040475B">
        <w:trPr>
          <w:cantSplit/>
        </w:trPr>
        <w:tc>
          <w:tcPr>
            <w:tcW w:w="8771" w:type="dxa"/>
            <w:tcBorders>
              <w:top w:val="nil"/>
              <w:left w:val="single" w:sz="4" w:space="0" w:color="auto"/>
              <w:bottom w:val="nil"/>
              <w:right w:val="single" w:sz="6" w:space="0" w:color="auto"/>
            </w:tcBorders>
          </w:tcPr>
          <w:p w:rsidR="00D2410D" w:rsidRPr="006127D5" w:rsidRDefault="00D2410D" w:rsidP="00531D51">
            <w:pPr>
              <w:pStyle w:val="Box"/>
            </w:pPr>
            <w:r w:rsidRPr="006127D5">
              <w:t>‘Mother’s average length of stay’ is defined as the total number of patient days for the selected maternity AR-</w:t>
            </w:r>
            <w:proofErr w:type="spellStart"/>
            <w:r w:rsidRPr="006127D5">
              <w:t>DRG</w:t>
            </w:r>
            <w:proofErr w:type="spellEnd"/>
            <w:r w:rsidRPr="006127D5">
              <w:t>, divided by the number of separations for that AR</w:t>
            </w:r>
            <w:r w:rsidR="0040475B" w:rsidRPr="006127D5">
              <w:noBreakHyphen/>
            </w:r>
            <w:proofErr w:type="spellStart"/>
            <w:r w:rsidRPr="006127D5">
              <w:t>DRG</w:t>
            </w:r>
            <w:proofErr w:type="spellEnd"/>
            <w:r w:rsidRPr="006127D5">
              <w:t xml:space="preserve">. </w:t>
            </w:r>
          </w:p>
          <w:p w:rsidR="00D2410D" w:rsidRPr="006127D5" w:rsidRDefault="00D2410D" w:rsidP="00531D51">
            <w:pPr>
              <w:pStyle w:val="Box"/>
            </w:pPr>
            <w:r w:rsidRPr="006127D5">
              <w:t>Shorter stays for mothers reduce hospital costs but whether they represent genuine efficiency improvements depends on a number of factors. Shorter stays can, for example, have an adverse effect on the health of some mothers and result in additional costs for in-home care</w:t>
            </w:r>
            <w:r w:rsidR="001B59BD" w:rsidRPr="006127D5">
              <w:t xml:space="preserve"> and potential readmissions</w:t>
            </w:r>
            <w:r w:rsidRPr="006127D5">
              <w:t>. The indicator is not adjusted for multiple births born vaginally and without complications but requiring a longer stay to manage breastfeeding.</w:t>
            </w:r>
          </w:p>
          <w:p w:rsidR="00E6368F" w:rsidRPr="006127D5" w:rsidRDefault="00E6368F" w:rsidP="00E6368F">
            <w:pPr>
              <w:pStyle w:val="Box"/>
            </w:pPr>
            <w:r w:rsidRPr="006127D5">
              <w:t>Data reported for this indicator are:</w:t>
            </w:r>
          </w:p>
          <w:p w:rsidR="00E6368F" w:rsidRPr="006127D5" w:rsidRDefault="00EC6B53" w:rsidP="00D10431">
            <w:pPr>
              <w:pStyle w:val="BoxListBullet"/>
            </w:pPr>
            <w:r w:rsidRPr="006127D5">
              <w:t>comparable (subject to caveats) across jurisdictions and over time</w:t>
            </w:r>
          </w:p>
          <w:p w:rsidR="00E6368F" w:rsidRPr="006127D5" w:rsidRDefault="00E6368F" w:rsidP="00E6368F">
            <w:pPr>
              <w:pStyle w:val="BoxListBullet"/>
            </w:pPr>
            <w:r w:rsidRPr="006127D5">
              <w:t>complete (subject to caveats) for the current reporting period. All required 201</w:t>
            </w:r>
            <w:r w:rsidR="00054574" w:rsidRPr="006127D5">
              <w:t>1</w:t>
            </w:r>
            <w:r w:rsidRPr="006127D5">
              <w:noBreakHyphen/>
              <w:t>1</w:t>
            </w:r>
            <w:r w:rsidR="00054574" w:rsidRPr="006127D5">
              <w:t>2</w:t>
            </w:r>
            <w:r w:rsidRPr="006127D5">
              <w:t xml:space="preserve"> data are available for all jurisdictions.</w:t>
            </w:r>
          </w:p>
          <w:p w:rsidR="00D2410D" w:rsidRPr="006127D5" w:rsidRDefault="00D2410D" w:rsidP="00531D51">
            <w:pPr>
              <w:pStyle w:val="Box"/>
            </w:pPr>
            <w:r w:rsidRPr="006127D5">
              <w:t>Data quality information for this indicator is under development.</w:t>
            </w:r>
          </w:p>
        </w:tc>
      </w:tr>
      <w:tr w:rsidR="00D2410D" w:rsidRPr="006127D5" w:rsidTr="00531D51">
        <w:trPr>
          <w:cantSplit/>
        </w:trPr>
        <w:tc>
          <w:tcPr>
            <w:tcW w:w="8771" w:type="dxa"/>
            <w:tcBorders>
              <w:top w:val="nil"/>
              <w:left w:val="single" w:sz="6" w:space="0" w:color="auto"/>
              <w:bottom w:val="single" w:sz="6" w:space="0" w:color="auto"/>
              <w:right w:val="single" w:sz="6" w:space="0" w:color="auto"/>
            </w:tcBorders>
          </w:tcPr>
          <w:p w:rsidR="00D2410D" w:rsidRPr="006127D5" w:rsidRDefault="00D2410D" w:rsidP="00531D51">
            <w:pPr>
              <w:pStyle w:val="Box"/>
              <w:spacing w:before="0" w:line="120" w:lineRule="exact"/>
            </w:pPr>
          </w:p>
        </w:tc>
      </w:tr>
      <w:tr w:rsidR="00D2410D" w:rsidRPr="006127D5" w:rsidTr="00531D51">
        <w:tc>
          <w:tcPr>
            <w:tcW w:w="8771" w:type="dxa"/>
            <w:tcBorders>
              <w:top w:val="nil"/>
              <w:left w:val="nil"/>
              <w:bottom w:val="nil"/>
              <w:right w:val="nil"/>
            </w:tcBorders>
          </w:tcPr>
          <w:p w:rsidR="00D2410D" w:rsidRPr="006127D5" w:rsidRDefault="00D2410D" w:rsidP="00531D51">
            <w:pPr>
              <w:pStyle w:val="Box"/>
              <w:keepNext w:val="0"/>
              <w:spacing w:before="60" w:after="60" w:line="80" w:lineRule="exact"/>
              <w:rPr>
                <w:b/>
                <w:color w:val="FF00FF"/>
                <w:sz w:val="14"/>
              </w:rPr>
            </w:pPr>
          </w:p>
        </w:tc>
      </w:tr>
    </w:tbl>
    <w:p w:rsidR="00D2410D" w:rsidRDefault="00D2410D" w:rsidP="00D10431">
      <w:pPr>
        <w:pStyle w:val="BodyText"/>
      </w:pPr>
      <w:r w:rsidRPr="006127D5">
        <w:t xml:space="preserve">Data are reported for two </w:t>
      </w:r>
      <w:r w:rsidR="00EE0183" w:rsidRPr="006127D5">
        <w:t>selected</w:t>
      </w:r>
      <w:r w:rsidRPr="006127D5">
        <w:t xml:space="preserve"> maternity AR</w:t>
      </w:r>
      <w:r w:rsidRPr="006127D5">
        <w:noBreakHyphen/>
      </w:r>
      <w:proofErr w:type="spellStart"/>
      <w:r w:rsidRPr="006127D5">
        <w:t>DRGs</w:t>
      </w:r>
      <w:proofErr w:type="spellEnd"/>
      <w:r w:rsidRPr="006127D5">
        <w:t xml:space="preserve">: caesarean delivery without catastrophic or severe complications and comorbidities; and vaginal delivery </w:t>
      </w:r>
      <w:r w:rsidR="00597003" w:rsidRPr="006127D5">
        <w:t>single uncomplicated</w:t>
      </w:r>
      <w:r w:rsidR="00A21228" w:rsidRPr="006127D5">
        <w:t xml:space="preserve">. Data are sourced from the </w:t>
      </w:r>
      <w:proofErr w:type="spellStart"/>
      <w:r w:rsidR="00A21228" w:rsidRPr="006127D5">
        <w:t>AIHW</w:t>
      </w:r>
      <w:proofErr w:type="spellEnd"/>
      <w:r w:rsidR="00A21228" w:rsidRPr="006127D5">
        <w:t xml:space="preserve"> Admitted patient collection </w:t>
      </w:r>
      <w:r w:rsidR="00A45D6A" w:rsidRPr="006127D5">
        <w:t xml:space="preserve">for the first time this year </w:t>
      </w:r>
      <w:r w:rsidR="00A21228" w:rsidRPr="006127D5">
        <w:t>for this indicator. In previous reports</w:t>
      </w:r>
      <w:r w:rsidR="00DC1B13">
        <w:t>,</w:t>
      </w:r>
      <w:r w:rsidR="00A21228" w:rsidRPr="006127D5">
        <w:t xml:space="preserve"> data for this indicator were sourced from the </w:t>
      </w:r>
      <w:proofErr w:type="spellStart"/>
      <w:r w:rsidR="00A21228" w:rsidRPr="006127D5">
        <w:t>NHCDC</w:t>
      </w:r>
      <w:proofErr w:type="spellEnd"/>
      <w:r w:rsidR="00A45D6A" w:rsidRPr="006127D5">
        <w:t>,</w:t>
      </w:r>
      <w:r w:rsidR="00A21228" w:rsidRPr="006127D5">
        <w:t xml:space="preserve"> </w:t>
      </w:r>
      <w:r w:rsidR="00A45D6A" w:rsidRPr="006127D5">
        <w:t>hence data</w:t>
      </w:r>
      <w:r w:rsidR="00A21228" w:rsidRPr="006127D5">
        <w:t xml:space="preserve"> this year are not comparable with previous reports</w:t>
      </w:r>
      <w:r w:rsidR="00597003" w:rsidRPr="006127D5">
        <w:t xml:space="preserve"> </w:t>
      </w:r>
      <w:r w:rsidRPr="006127D5">
        <w:t>(figure 10.3</w:t>
      </w:r>
      <w:r w:rsidR="00AB4CF7" w:rsidRPr="006127D5">
        <w:t>1</w:t>
      </w:r>
      <w:r w:rsidRPr="006127D5">
        <w:t>).</w:t>
      </w:r>
    </w:p>
    <w:p w:rsidR="00D2410D" w:rsidRDefault="00D2410D" w:rsidP="00FB6C55">
      <w:pPr>
        <w:pStyle w:val="FigureTitle"/>
        <w:ind w:left="1560" w:hanging="1560"/>
      </w:pPr>
      <w:r>
        <w:rPr>
          <w:b w:val="0"/>
        </w:rPr>
        <w:t xml:space="preserve">Figure </w:t>
      </w:r>
      <w:bookmarkStart w:id="57" w:name="OLE_LINK36"/>
      <w:r w:rsidR="00AB4CF7">
        <w:rPr>
          <w:b w:val="0"/>
        </w:rPr>
        <w:t>10.</w:t>
      </w:r>
      <w:r w:rsidR="005B16BF">
        <w:rPr>
          <w:b w:val="0"/>
          <w:noProof/>
        </w:rPr>
        <w:t>31</w:t>
      </w:r>
      <w:bookmarkEnd w:id="57"/>
      <w:r>
        <w:tab/>
        <w:t>Average length of stay for selected maternity-related AR</w:t>
      </w:r>
      <w:r>
        <w:noBreakHyphen/>
      </w:r>
      <w:proofErr w:type="spellStart"/>
      <w:r>
        <w:t>DRGs</w:t>
      </w:r>
      <w:proofErr w:type="spellEnd"/>
      <w:r>
        <w:t>, public hospitals, 20</w:t>
      </w:r>
      <w:r w:rsidR="00404152">
        <w:t>1</w:t>
      </w:r>
      <w:r w:rsidR="000C16E0">
        <w:t>1</w:t>
      </w:r>
      <w:r w:rsidR="006C7E28">
        <w:t>-</w:t>
      </w:r>
      <w:proofErr w:type="spellStart"/>
      <w:r w:rsidR="006C7E28">
        <w:t>1</w:t>
      </w:r>
      <w:r w:rsidR="000C16E0">
        <w:t>2</w:t>
      </w:r>
      <w:r w:rsidRPr="003101F4">
        <w:rPr>
          <w:vertAlign w:val="superscript"/>
        </w:rPr>
        <w:t>a</w:t>
      </w:r>
      <w:proofErr w:type="spellEnd"/>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D2410D" w:rsidTr="00671F9E">
        <w:tc>
          <w:tcPr>
            <w:tcW w:w="8777" w:type="dxa"/>
          </w:tcPr>
          <w:p w:rsidR="00D2410D" w:rsidRDefault="003A1C92" w:rsidP="00531D51">
            <w:pPr>
              <w:pStyle w:val="Figure"/>
            </w:pPr>
            <w:r>
              <w:rPr>
                <w:noProof/>
              </w:rPr>
              <w:drawing>
                <wp:inline distT="0" distB="0" distL="0" distR="0" wp14:anchorId="592CA528" wp14:editId="20C8C866">
                  <wp:extent cx="5387975" cy="2698115"/>
                  <wp:effectExtent l="0" t="0" r="3175" b="6985"/>
                  <wp:docPr id="34" name="Picture 34" descr="Figure 10.31 Average length of stay for selected maternity-related AR DRGs, public hospital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6127D5" w:rsidRDefault="00D2410D" w:rsidP="00FB6C55">
      <w:pPr>
        <w:pStyle w:val="Note"/>
        <w:keepNext/>
      </w:pPr>
      <w:proofErr w:type="spellStart"/>
      <w:r w:rsidRPr="006127D5">
        <w:rPr>
          <w:rStyle w:val="NoteLabel"/>
        </w:rPr>
        <w:t>a</w:t>
      </w:r>
      <w:proofErr w:type="spellEnd"/>
      <w:r w:rsidRPr="006127D5">
        <w:sym w:font="Symbol" w:char="F020"/>
      </w:r>
      <w:r w:rsidRPr="006127D5">
        <w:t>Includes AR-</w:t>
      </w:r>
      <w:proofErr w:type="spellStart"/>
      <w:r w:rsidRPr="006127D5">
        <w:t>DRG</w:t>
      </w:r>
      <w:proofErr w:type="spellEnd"/>
      <w:r w:rsidRPr="006127D5">
        <w:t xml:space="preserve"> </w:t>
      </w:r>
      <w:proofErr w:type="spellStart"/>
      <w:r w:rsidRPr="006127D5">
        <w:t>O01C</w:t>
      </w:r>
      <w:proofErr w:type="spellEnd"/>
      <w:r w:rsidRPr="006127D5">
        <w:t xml:space="preserve"> caesarean delivery without catastrophic or severe complications and comorbidities and AR-</w:t>
      </w:r>
      <w:proofErr w:type="spellStart"/>
      <w:r w:rsidRPr="006127D5">
        <w:t>DRG</w:t>
      </w:r>
      <w:proofErr w:type="spellEnd"/>
      <w:r w:rsidRPr="006127D5">
        <w:t xml:space="preserve"> </w:t>
      </w:r>
      <w:proofErr w:type="spellStart"/>
      <w:r w:rsidRPr="006127D5">
        <w:t>O60</w:t>
      </w:r>
      <w:r w:rsidR="00597003" w:rsidRPr="006127D5">
        <w:t>C</w:t>
      </w:r>
      <w:proofErr w:type="spellEnd"/>
      <w:r w:rsidRPr="006127D5">
        <w:t xml:space="preserve"> vaginal delivery </w:t>
      </w:r>
      <w:r w:rsidR="00597003" w:rsidRPr="006127D5">
        <w:t>single uncomplicated</w:t>
      </w:r>
      <w:r w:rsidRPr="006127D5">
        <w:t>.</w:t>
      </w:r>
      <w:r w:rsidR="00404152" w:rsidRPr="006127D5">
        <w:t xml:space="preserve"> </w:t>
      </w:r>
    </w:p>
    <w:p w:rsidR="00D2410D" w:rsidRPr="00ED6C13" w:rsidRDefault="00D2410D" w:rsidP="00FB6C55">
      <w:pPr>
        <w:pStyle w:val="Source"/>
      </w:pPr>
      <w:r w:rsidRPr="006127D5">
        <w:rPr>
          <w:i/>
        </w:rPr>
        <w:t>Source</w:t>
      </w:r>
      <w:r w:rsidR="0037688E" w:rsidRPr="006127D5">
        <w:rPr>
          <w:i/>
        </w:rPr>
        <w:t>:</w:t>
      </w:r>
      <w:r w:rsidR="0037688E" w:rsidRPr="006127D5">
        <w:t xml:space="preserve"> </w:t>
      </w:r>
      <w:proofErr w:type="spellStart"/>
      <w:r w:rsidR="0037688E" w:rsidRPr="006127D5">
        <w:t>AIHW</w:t>
      </w:r>
      <w:proofErr w:type="spellEnd"/>
      <w:r w:rsidR="0037688E" w:rsidRPr="006127D5">
        <w:t xml:space="preserve"> (2013), </w:t>
      </w:r>
      <w:r w:rsidR="0037688E" w:rsidRPr="006127D5">
        <w:rPr>
          <w:i/>
        </w:rPr>
        <w:t>Australian Hospital Statistics 2011-12</w:t>
      </w:r>
      <w:r w:rsidR="0037688E" w:rsidRPr="006127D5">
        <w:t xml:space="preserve">, Health Services Series No. 50, Cat no. </w:t>
      </w:r>
      <w:proofErr w:type="spellStart"/>
      <w:r w:rsidR="0037688E" w:rsidRPr="006127D5">
        <w:t>HSE</w:t>
      </w:r>
      <w:proofErr w:type="spellEnd"/>
      <w:r w:rsidR="0037688E" w:rsidRPr="006127D5">
        <w:t xml:space="preserve"> 134</w:t>
      </w:r>
      <w:r w:rsidRPr="006127D5">
        <w:t>; table </w:t>
      </w:r>
      <w:proofErr w:type="spellStart"/>
      <w:r w:rsidRPr="006127D5">
        <w:t>10A.</w:t>
      </w:r>
      <w:r w:rsidR="00B67068" w:rsidRPr="006127D5">
        <w:t>1</w:t>
      </w:r>
      <w:r w:rsidR="00F2711F" w:rsidRPr="006127D5">
        <w:t>10</w:t>
      </w:r>
      <w:proofErr w:type="spellEnd"/>
      <w:r w:rsidRPr="006127D5">
        <w:t>.</w:t>
      </w:r>
    </w:p>
    <w:p w:rsidR="00D2410D" w:rsidRDefault="00D2410D" w:rsidP="00D2410D">
      <w:pPr>
        <w:pStyle w:val="Heading3"/>
      </w:pPr>
      <w:r>
        <w:t>Outcomes</w:t>
      </w:r>
    </w:p>
    <w:p w:rsidR="00D2410D" w:rsidRPr="004F672D" w:rsidRDefault="00D2410D" w:rsidP="00D2410D">
      <w:pPr>
        <w:pStyle w:val="BodyText"/>
      </w:pPr>
      <w:r w:rsidRPr="004F672D">
        <w:t>Outcomes are the impact of services on the status of an individual or group (while outputs are the services delivered) (see chapter 1, section 1.5).</w:t>
      </w:r>
      <w:r w:rsidRPr="00506E04">
        <w:t xml:space="preserve"> </w:t>
      </w:r>
    </w:p>
    <w:p w:rsidR="00D2410D" w:rsidRDefault="001B59BD" w:rsidP="00D2410D">
      <w:pPr>
        <w:pStyle w:val="Heading4"/>
      </w:pPr>
      <w:r>
        <w:t xml:space="preserve">Baby’s </w:t>
      </w:r>
      <w:r w:rsidR="00D2410D">
        <w:t>Apgar score</w:t>
      </w:r>
    </w:p>
    <w:p w:rsidR="00D2410D" w:rsidRDefault="00D2410D" w:rsidP="00D2410D">
      <w:pPr>
        <w:pStyle w:val="BodyText"/>
      </w:pPr>
      <w:r>
        <w:t>‘</w:t>
      </w:r>
      <w:r w:rsidR="001B59BD">
        <w:t xml:space="preserve">Baby’s </w:t>
      </w:r>
      <w:r>
        <w:t>Apgar score at five minutes’ is an indicator of governments’ objective to deliver maternity services that are safe and of high quality (box 10.2</w:t>
      </w:r>
      <w:r w:rsidR="003A28CB">
        <w:t>3</w:t>
      </w:r>
      <w:r>
        <w:t>). The future health of babies with lower Apgar scores is often poorer than those with higher scores.</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58" w:name="OLE_LINK37"/>
            <w:r w:rsidR="003A28CB">
              <w:rPr>
                <w:b w:val="0"/>
              </w:rPr>
              <w:t>10.</w:t>
            </w:r>
            <w:r w:rsidR="005B16BF">
              <w:rPr>
                <w:b w:val="0"/>
                <w:noProof/>
              </w:rPr>
              <w:t>23</w:t>
            </w:r>
            <w:bookmarkEnd w:id="58"/>
            <w:r>
              <w:tab/>
            </w:r>
            <w:r w:rsidR="001B59BD">
              <w:t xml:space="preserve">Baby’s </w:t>
            </w:r>
            <w:r>
              <w:t>Apgar score at five minutes</w:t>
            </w:r>
          </w:p>
        </w:tc>
      </w:tr>
      <w:tr w:rsidR="00D2410D" w:rsidTr="00531D51">
        <w:trPr>
          <w:cantSplit/>
        </w:trPr>
        <w:tc>
          <w:tcPr>
            <w:tcW w:w="8771" w:type="dxa"/>
            <w:tcBorders>
              <w:top w:val="nil"/>
              <w:left w:val="single" w:sz="6" w:space="0" w:color="auto"/>
              <w:bottom w:val="nil"/>
              <w:right w:val="single" w:sz="6" w:space="0" w:color="auto"/>
            </w:tcBorders>
          </w:tcPr>
          <w:p w:rsidR="00D2410D" w:rsidRDefault="007240DC" w:rsidP="00531D51">
            <w:pPr>
              <w:pStyle w:val="Box"/>
            </w:pPr>
            <w:r w:rsidRPr="007240DC">
              <w:t xml:space="preserve">Baby’s Apgar score at five minutes </w:t>
            </w:r>
            <w:r>
              <w:t xml:space="preserve">is defined as the number of live births with an Apgar score of </w:t>
            </w:r>
            <w:r w:rsidR="009560C5">
              <w:t>less than 4</w:t>
            </w:r>
            <w:r>
              <w:t xml:space="preserve">, at </w:t>
            </w:r>
            <w:r w:rsidR="00C26A57">
              <w:t>5</w:t>
            </w:r>
            <w:r>
              <w:t xml:space="preserve"> minutes post-delivery, as a proportion of the total number of live births by specified </w:t>
            </w:r>
            <w:proofErr w:type="spellStart"/>
            <w:r>
              <w:t>birthweight</w:t>
            </w:r>
            <w:proofErr w:type="spellEnd"/>
            <w:r>
              <w:t xml:space="preserve"> categories.</w:t>
            </w:r>
            <w:r w:rsidR="00C26A57">
              <w:t xml:space="preserve"> </w:t>
            </w:r>
            <w:r w:rsidR="00D2410D">
              <w:t xml:space="preserve">The Apgar score is a numerical score that indicates a baby’s condition shortly after birth. Apgar scores are based on an assessment of the baby’s heart rate, breathing, colour, muscle tone and reflex irritability. Between 0 and 2 points are given for each of these five characteristics and the total score is between 0 and 10. The Apgar score is routinely assessed at </w:t>
            </w:r>
            <w:r>
              <w:t>1</w:t>
            </w:r>
            <w:r w:rsidR="00D2410D">
              <w:t xml:space="preserve"> and </w:t>
            </w:r>
            <w:r>
              <w:t>5</w:t>
            </w:r>
            <w:r w:rsidR="00D2410D">
              <w:t xml:space="preserve"> minutes after birth, and subsequently at </w:t>
            </w:r>
            <w:r>
              <w:t>5</w:t>
            </w:r>
            <w:r w:rsidR="00D2410D">
              <w:t xml:space="preserve"> minute intervals if it is still low at </w:t>
            </w:r>
            <w:r w:rsidR="00F31639">
              <w:t>5</w:t>
            </w:r>
            <w:r w:rsidR="00D2410D">
              <w:t xml:space="preserve"> minutes (Day </w:t>
            </w:r>
            <w:r w:rsidR="00D2410D" w:rsidRPr="009560C5">
              <w:rPr>
                <w:i/>
              </w:rPr>
              <w:t>et al</w:t>
            </w:r>
            <w:r w:rsidR="00D2410D">
              <w:t xml:space="preserve">. 1999). </w:t>
            </w:r>
          </w:p>
          <w:p w:rsidR="00D2410D" w:rsidRDefault="00D2410D" w:rsidP="00531D51">
            <w:pPr>
              <w:pStyle w:val="Box"/>
            </w:pPr>
            <w:r>
              <w:t xml:space="preserve">A high or increasing Apgar score is desirable. </w:t>
            </w:r>
          </w:p>
          <w:p w:rsidR="00D2410D" w:rsidRDefault="00D2410D" w:rsidP="00531D51">
            <w:pPr>
              <w:pStyle w:val="Box"/>
            </w:pPr>
            <w:r>
              <w:t xml:space="preserve">Low Apgar scores (defined as less than 4) are strongly associated with babies’ </w:t>
            </w:r>
            <w:proofErr w:type="spellStart"/>
            <w:r>
              <w:t>birthweights</w:t>
            </w:r>
            <w:proofErr w:type="spellEnd"/>
            <w:r>
              <w:t xml:space="preserve"> being low. The management of labour in hospitals does not usually affect </w:t>
            </w:r>
            <w:proofErr w:type="spellStart"/>
            <w:r>
              <w:t>birthweights</w:t>
            </w:r>
            <w:proofErr w:type="spellEnd"/>
            <w:r>
              <w:t xml:space="preserve">, but can affect the prevalence of low Apgar scores for babies with similar </w:t>
            </w:r>
            <w:proofErr w:type="spellStart"/>
            <w:r>
              <w:t>birthweights</w:t>
            </w:r>
            <w:proofErr w:type="spellEnd"/>
            <w:r>
              <w:t xml:space="preserve">. Apgar scores can therefore indicate relative performance within </w:t>
            </w:r>
            <w:proofErr w:type="spellStart"/>
            <w:r>
              <w:t>birthweight</w:t>
            </w:r>
            <w:proofErr w:type="spellEnd"/>
            <w:r>
              <w:t xml:space="preserve"> categories, although factors other than hospital maternity services can influence Apgar scores within </w:t>
            </w:r>
            <w:proofErr w:type="spellStart"/>
            <w:r>
              <w:t>birthweight</w:t>
            </w:r>
            <w:proofErr w:type="spellEnd"/>
            <w:r>
              <w:t xml:space="preserve"> categories — for example antenatal care, multiple births and socioeconomic factors.</w:t>
            </w:r>
          </w:p>
          <w:p w:rsidR="00E6368F" w:rsidRDefault="00E6368F" w:rsidP="00E6368F">
            <w:pPr>
              <w:pStyle w:val="Box"/>
            </w:pPr>
            <w:r>
              <w:t>Data reported for this indicator are:</w:t>
            </w:r>
          </w:p>
          <w:p w:rsidR="00E6368F" w:rsidRDefault="00E6368F" w:rsidP="00E6368F">
            <w:pPr>
              <w:pStyle w:val="BoxListBullet"/>
            </w:pPr>
            <w:r>
              <w:t xml:space="preserve">comparable (subject to caveats) </w:t>
            </w:r>
            <w:r w:rsidRPr="009442FD">
              <w:t xml:space="preserve">within jurisdictions over time but are not </w:t>
            </w:r>
            <w:r>
              <w:t>comparable across jurisdictions</w:t>
            </w:r>
          </w:p>
          <w:p w:rsidR="00E6368F" w:rsidRDefault="00E6368F" w:rsidP="00E6368F">
            <w:pPr>
              <w:pStyle w:val="BoxListBullet"/>
            </w:pPr>
            <w:r w:rsidRPr="009442FD">
              <w:t>incomplete for the current reporting period. All required data were not available for</w:t>
            </w:r>
            <w:r>
              <w:t xml:space="preserve"> Tasmania.</w:t>
            </w:r>
          </w:p>
          <w:p w:rsidR="00D2410D" w:rsidRDefault="00000FA5" w:rsidP="000C16E0">
            <w:pPr>
              <w:pStyle w:val="Box"/>
            </w:pPr>
            <w:r w:rsidRPr="002460EF">
              <w:t xml:space="preserve">Information about data quality for this indicator is at </w:t>
            </w:r>
            <w:proofErr w:type="spellStart"/>
            <w:r w:rsidRPr="002460EF">
              <w:t>www.pc.gov.au</w:t>
            </w:r>
            <w:proofErr w:type="spellEnd"/>
            <w:r w:rsidRPr="002460EF">
              <w:t>/</w:t>
            </w:r>
            <w:proofErr w:type="spellStart"/>
            <w:r w:rsidRPr="002460EF">
              <w:t>gsp</w:t>
            </w:r>
            <w:proofErr w:type="spellEnd"/>
            <w:r w:rsidRPr="002460EF">
              <w:t>/reports/</w:t>
            </w:r>
            <w:proofErr w:type="spellStart"/>
            <w:r w:rsidRPr="002460EF">
              <w:t>rogs</w:t>
            </w:r>
            <w:proofErr w:type="spellEnd"/>
            <w:r w:rsidRPr="002460EF">
              <w:t>/201</w:t>
            </w:r>
            <w:r w:rsidR="000C16E0">
              <w:t>4</w:t>
            </w:r>
            <w:r w:rsidRPr="002460EF">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BodyText"/>
      </w:pPr>
      <w:r>
        <w:t xml:space="preserve">‘Low’ </w:t>
      </w:r>
      <w:r w:rsidR="00E62433">
        <w:t xml:space="preserve">(less than 4) </w:t>
      </w:r>
      <w:r>
        <w:t xml:space="preserve">Apgar scores for babies by </w:t>
      </w:r>
      <w:proofErr w:type="spellStart"/>
      <w:r>
        <w:t>birthweight</w:t>
      </w:r>
      <w:proofErr w:type="spellEnd"/>
      <w:r>
        <w:t xml:space="preserve"> </w:t>
      </w:r>
      <w:r w:rsidR="00214975">
        <w:t>category are contained in table </w:t>
      </w:r>
      <w:r>
        <w:t>10.1</w:t>
      </w:r>
      <w:r w:rsidR="006C4E8A">
        <w:t>1</w:t>
      </w:r>
      <w:r>
        <w:t xml:space="preserve">. The </w:t>
      </w:r>
      <w:r w:rsidR="00E62433">
        <w:t xml:space="preserve">full </w:t>
      </w:r>
      <w:r>
        <w:t>range of Apgar scores for 200</w:t>
      </w:r>
      <w:r w:rsidR="000A6C9A">
        <w:t>3</w:t>
      </w:r>
      <w:r>
        <w:t xml:space="preserve"> to 201</w:t>
      </w:r>
      <w:r w:rsidR="000A6C9A">
        <w:t>2</w:t>
      </w:r>
      <w:r>
        <w:t xml:space="preserve"> are reported in table </w:t>
      </w:r>
      <w:proofErr w:type="spellStart"/>
      <w:r>
        <w:t>10A.</w:t>
      </w:r>
      <w:r w:rsidR="00B67068">
        <w:t>1</w:t>
      </w:r>
      <w:r w:rsidR="008A4D8A">
        <w:t>1</w:t>
      </w:r>
      <w:r w:rsidR="00F2711F">
        <w:t>1</w:t>
      </w:r>
      <w:proofErr w:type="spellEnd"/>
      <w:r>
        <w:t>.</w:t>
      </w:r>
    </w:p>
    <w:p w:rsidR="00D2410D" w:rsidRDefault="00D2410D" w:rsidP="00D2410D">
      <w:pPr>
        <w:pStyle w:val="TableTitle"/>
      </w:pPr>
      <w:r>
        <w:rPr>
          <w:b w:val="0"/>
        </w:rPr>
        <w:t xml:space="preserve">Table </w:t>
      </w:r>
      <w:bookmarkStart w:id="59" w:name="OLE_LINK13"/>
      <w:r w:rsidR="006C4E8A">
        <w:rPr>
          <w:b w:val="0"/>
        </w:rPr>
        <w:t>10.</w:t>
      </w:r>
      <w:r w:rsidR="005B16BF">
        <w:rPr>
          <w:b w:val="0"/>
          <w:noProof/>
        </w:rPr>
        <w:t>11</w:t>
      </w:r>
      <w:bookmarkEnd w:id="59"/>
      <w:r>
        <w:tab/>
        <w:t xml:space="preserve">Live births with an Apgar score of </w:t>
      </w:r>
      <w:r w:rsidR="003135D6">
        <w:t>less than 4</w:t>
      </w:r>
      <w:r>
        <w:t>, 5 minutes post</w:t>
      </w:r>
      <w:r>
        <w:noBreakHyphen/>
        <w:t>delivery, public hospitals, 201</w:t>
      </w:r>
      <w:r w:rsidR="000C16E0">
        <w:t>2</w:t>
      </w:r>
    </w:p>
    <w:tbl>
      <w:tblPr>
        <w:tblW w:w="8789" w:type="dxa"/>
        <w:tblLayout w:type="fixed"/>
        <w:tblCellMar>
          <w:left w:w="0" w:type="dxa"/>
          <w:right w:w="0" w:type="dxa"/>
        </w:tblCellMar>
        <w:tblLook w:val="0000" w:firstRow="0" w:lastRow="0" w:firstColumn="0" w:lastColumn="0" w:noHBand="0" w:noVBand="0"/>
      </w:tblPr>
      <w:tblGrid>
        <w:gridCol w:w="1418"/>
        <w:gridCol w:w="567"/>
        <w:gridCol w:w="850"/>
        <w:gridCol w:w="993"/>
        <w:gridCol w:w="850"/>
        <w:gridCol w:w="851"/>
        <w:gridCol w:w="850"/>
        <w:gridCol w:w="709"/>
        <w:gridCol w:w="992"/>
        <w:gridCol w:w="709"/>
      </w:tblGrid>
      <w:tr w:rsidR="00D2410D" w:rsidTr="00E9421C">
        <w:tc>
          <w:tcPr>
            <w:tcW w:w="1418" w:type="dxa"/>
            <w:tcBorders>
              <w:top w:val="single" w:sz="4" w:space="0" w:color="auto"/>
              <w:bottom w:val="single" w:sz="4" w:space="0" w:color="auto"/>
            </w:tcBorders>
            <w:shd w:val="clear" w:color="auto" w:fill="auto"/>
          </w:tcPr>
          <w:p w:rsidR="00D2410D" w:rsidRDefault="00D2410D" w:rsidP="00531D51">
            <w:pPr>
              <w:pStyle w:val="TableColumnHeading"/>
              <w:jc w:val="left"/>
            </w:pPr>
            <w:proofErr w:type="spellStart"/>
            <w:r>
              <w:t>Birthweight</w:t>
            </w:r>
            <w:proofErr w:type="spellEnd"/>
            <w:r>
              <w:t xml:space="preserve"> (grams)</w:t>
            </w:r>
          </w:p>
        </w:tc>
        <w:tc>
          <w:tcPr>
            <w:tcW w:w="567" w:type="dxa"/>
            <w:tcBorders>
              <w:top w:val="single" w:sz="4" w:space="0" w:color="auto"/>
              <w:bottom w:val="single" w:sz="4" w:space="0" w:color="auto"/>
            </w:tcBorders>
            <w:shd w:val="clear" w:color="auto" w:fill="auto"/>
            <w:vAlign w:val="bottom"/>
          </w:tcPr>
          <w:p w:rsidR="00D2410D" w:rsidRDefault="00D2410D" w:rsidP="00531D51">
            <w:pPr>
              <w:pStyle w:val="TableColumnHeading"/>
            </w:pPr>
            <w:r>
              <w:t>Unit</w:t>
            </w:r>
          </w:p>
        </w:tc>
        <w:tc>
          <w:tcPr>
            <w:tcW w:w="850" w:type="dxa"/>
            <w:tcBorders>
              <w:top w:val="single" w:sz="4" w:space="0" w:color="auto"/>
              <w:bottom w:val="single" w:sz="4" w:space="0" w:color="auto"/>
            </w:tcBorders>
            <w:shd w:val="clear" w:color="auto" w:fill="auto"/>
            <w:vAlign w:val="bottom"/>
          </w:tcPr>
          <w:p w:rsidR="00D2410D" w:rsidRDefault="00D2410D" w:rsidP="00E9421C">
            <w:pPr>
              <w:pStyle w:val="TableColumnHeading"/>
              <w:ind w:right="57"/>
            </w:pPr>
            <w:r>
              <w:t>NSW</w:t>
            </w:r>
          </w:p>
        </w:tc>
        <w:tc>
          <w:tcPr>
            <w:tcW w:w="993" w:type="dxa"/>
            <w:tcBorders>
              <w:top w:val="single" w:sz="4" w:space="0" w:color="auto"/>
              <w:bottom w:val="single" w:sz="4" w:space="0" w:color="auto"/>
            </w:tcBorders>
            <w:shd w:val="clear" w:color="auto" w:fill="auto"/>
            <w:vAlign w:val="bottom"/>
          </w:tcPr>
          <w:p w:rsidR="00D2410D" w:rsidRDefault="00D2410D" w:rsidP="00E9421C">
            <w:pPr>
              <w:pStyle w:val="TableColumnHeading"/>
              <w:ind w:right="57"/>
            </w:pPr>
            <w:r>
              <w:t>Vic</w:t>
            </w:r>
            <w:r w:rsidRPr="00D27891">
              <w:rPr>
                <w:rStyle w:val="NoteLabel"/>
                <w:i w:val="0"/>
              </w:rPr>
              <w:t>a</w:t>
            </w:r>
          </w:p>
        </w:tc>
        <w:tc>
          <w:tcPr>
            <w:tcW w:w="850" w:type="dxa"/>
            <w:tcBorders>
              <w:top w:val="single" w:sz="4" w:space="0" w:color="auto"/>
              <w:bottom w:val="single" w:sz="4" w:space="0" w:color="auto"/>
            </w:tcBorders>
            <w:shd w:val="clear" w:color="auto" w:fill="auto"/>
            <w:vAlign w:val="bottom"/>
          </w:tcPr>
          <w:p w:rsidR="00D2410D" w:rsidRDefault="00D2410D" w:rsidP="00E9421C">
            <w:pPr>
              <w:pStyle w:val="TableColumnHeading"/>
              <w:ind w:right="57"/>
            </w:pPr>
            <w:r>
              <w:t>Qld</w:t>
            </w:r>
          </w:p>
        </w:tc>
        <w:tc>
          <w:tcPr>
            <w:tcW w:w="851" w:type="dxa"/>
            <w:tcBorders>
              <w:top w:val="single" w:sz="4" w:space="0" w:color="auto"/>
              <w:bottom w:val="single" w:sz="4" w:space="0" w:color="auto"/>
            </w:tcBorders>
            <w:shd w:val="clear" w:color="auto" w:fill="auto"/>
            <w:vAlign w:val="bottom"/>
          </w:tcPr>
          <w:p w:rsidR="00D2410D" w:rsidRDefault="00D2410D" w:rsidP="00E9421C">
            <w:pPr>
              <w:pStyle w:val="TableColumnHeading"/>
              <w:ind w:right="57"/>
            </w:pPr>
            <w:r>
              <w:t>WA</w:t>
            </w:r>
            <w:r w:rsidR="003F536E">
              <w:rPr>
                <w:rStyle w:val="NoteLabel"/>
                <w:i w:val="0"/>
              </w:rPr>
              <w:t>b</w:t>
            </w:r>
          </w:p>
        </w:tc>
        <w:tc>
          <w:tcPr>
            <w:tcW w:w="850" w:type="dxa"/>
            <w:tcBorders>
              <w:top w:val="single" w:sz="4" w:space="0" w:color="auto"/>
              <w:bottom w:val="single" w:sz="4" w:space="0" w:color="auto"/>
            </w:tcBorders>
            <w:shd w:val="clear" w:color="auto" w:fill="auto"/>
            <w:vAlign w:val="bottom"/>
          </w:tcPr>
          <w:p w:rsidR="00D2410D" w:rsidRDefault="00D2410D" w:rsidP="003F536E">
            <w:pPr>
              <w:pStyle w:val="TableColumnHeading"/>
              <w:ind w:right="57"/>
            </w:pPr>
            <w:r>
              <w:t>SA</w:t>
            </w:r>
            <w:r w:rsidR="003F536E" w:rsidRPr="00AA24D3">
              <w:rPr>
                <w:rStyle w:val="NoteLabel"/>
                <w:i w:val="0"/>
              </w:rPr>
              <w:t>c</w:t>
            </w:r>
          </w:p>
        </w:tc>
        <w:tc>
          <w:tcPr>
            <w:tcW w:w="709" w:type="dxa"/>
            <w:tcBorders>
              <w:top w:val="single" w:sz="4" w:space="0" w:color="auto"/>
              <w:bottom w:val="single" w:sz="4" w:space="0" w:color="auto"/>
            </w:tcBorders>
            <w:shd w:val="clear" w:color="auto" w:fill="auto"/>
            <w:vAlign w:val="bottom"/>
          </w:tcPr>
          <w:p w:rsidR="00D2410D" w:rsidRDefault="00D2410D" w:rsidP="00FE4465">
            <w:pPr>
              <w:pStyle w:val="TableColumnHeading"/>
              <w:ind w:right="57"/>
            </w:pPr>
            <w:proofErr w:type="spellStart"/>
            <w:r>
              <w:t>Tas</w:t>
            </w:r>
            <w:proofErr w:type="spellEnd"/>
          </w:p>
        </w:tc>
        <w:tc>
          <w:tcPr>
            <w:tcW w:w="992" w:type="dxa"/>
            <w:tcBorders>
              <w:top w:val="single" w:sz="4" w:space="0" w:color="auto"/>
              <w:bottom w:val="single" w:sz="4" w:space="0" w:color="auto"/>
            </w:tcBorders>
            <w:shd w:val="clear" w:color="auto" w:fill="auto"/>
            <w:vAlign w:val="bottom"/>
          </w:tcPr>
          <w:p w:rsidR="00D2410D" w:rsidRDefault="00D2410D" w:rsidP="003F536E">
            <w:pPr>
              <w:pStyle w:val="TableColumnHeading"/>
              <w:ind w:right="57"/>
            </w:pPr>
            <w:r>
              <w:t>ACT</w:t>
            </w:r>
            <w:r w:rsidR="003F536E">
              <w:rPr>
                <w:rStyle w:val="NoteLabel"/>
                <w:i w:val="0"/>
              </w:rPr>
              <w:t>d</w:t>
            </w:r>
          </w:p>
        </w:tc>
        <w:tc>
          <w:tcPr>
            <w:tcW w:w="709" w:type="dxa"/>
            <w:tcBorders>
              <w:top w:val="single" w:sz="4" w:space="0" w:color="auto"/>
              <w:bottom w:val="single" w:sz="4" w:space="0" w:color="auto"/>
            </w:tcBorders>
            <w:shd w:val="clear" w:color="auto" w:fill="auto"/>
            <w:vAlign w:val="bottom"/>
          </w:tcPr>
          <w:p w:rsidR="00D2410D" w:rsidRDefault="00D2410D" w:rsidP="00531D51">
            <w:pPr>
              <w:pStyle w:val="TableColumnHeading"/>
              <w:ind w:right="28"/>
            </w:pPr>
            <w:r>
              <w:t>NT</w:t>
            </w:r>
          </w:p>
        </w:tc>
      </w:tr>
      <w:tr w:rsidR="00B00584" w:rsidTr="00065659">
        <w:tc>
          <w:tcPr>
            <w:tcW w:w="1418" w:type="dxa"/>
            <w:tcBorders>
              <w:top w:val="single" w:sz="4" w:space="0" w:color="auto"/>
            </w:tcBorders>
          </w:tcPr>
          <w:p w:rsidR="00B00584" w:rsidRDefault="00B00584" w:rsidP="00531D51">
            <w:pPr>
              <w:pStyle w:val="TableBodyText"/>
              <w:jc w:val="left"/>
            </w:pPr>
            <w:r>
              <w:t>Less than 1500</w:t>
            </w:r>
          </w:p>
        </w:tc>
        <w:tc>
          <w:tcPr>
            <w:tcW w:w="567" w:type="dxa"/>
            <w:tcBorders>
              <w:top w:val="single" w:sz="4" w:space="0" w:color="auto"/>
            </w:tcBorders>
            <w:vAlign w:val="bottom"/>
          </w:tcPr>
          <w:p w:rsidR="00B00584" w:rsidRDefault="00B00584" w:rsidP="00531D51">
            <w:pPr>
              <w:pStyle w:val="TableBodyText"/>
            </w:pPr>
            <w:r>
              <w:t>no.</w:t>
            </w:r>
          </w:p>
        </w:tc>
        <w:tc>
          <w:tcPr>
            <w:tcW w:w="850" w:type="dxa"/>
            <w:tcBorders>
              <w:top w:val="single" w:sz="4" w:space="0" w:color="auto"/>
            </w:tcBorders>
            <w:vAlign w:val="bottom"/>
          </w:tcPr>
          <w:p w:rsidR="00B00584" w:rsidRPr="00B00584" w:rsidRDefault="00B00584" w:rsidP="00B00584">
            <w:pPr>
              <w:pStyle w:val="TableBodyText"/>
              <w:ind w:left="346" w:hanging="340"/>
            </w:pPr>
            <w:r w:rsidRPr="00B00584">
              <w:t xml:space="preserve">  913</w:t>
            </w:r>
          </w:p>
        </w:tc>
        <w:tc>
          <w:tcPr>
            <w:tcW w:w="993" w:type="dxa"/>
            <w:tcBorders>
              <w:top w:val="single" w:sz="4" w:space="0" w:color="auto"/>
            </w:tcBorders>
            <w:vAlign w:val="bottom"/>
          </w:tcPr>
          <w:p w:rsidR="00B00584" w:rsidRPr="00B00584" w:rsidRDefault="00B00584" w:rsidP="00B00584">
            <w:pPr>
              <w:pStyle w:val="TableBodyText"/>
              <w:ind w:left="346" w:hanging="340"/>
            </w:pPr>
            <w:r w:rsidRPr="00B00584">
              <w:t xml:space="preserve">  658</w:t>
            </w:r>
          </w:p>
        </w:tc>
        <w:tc>
          <w:tcPr>
            <w:tcW w:w="850" w:type="dxa"/>
            <w:tcBorders>
              <w:top w:val="single" w:sz="4" w:space="0" w:color="auto"/>
            </w:tcBorders>
            <w:vAlign w:val="bottom"/>
          </w:tcPr>
          <w:p w:rsidR="00B00584" w:rsidRPr="00B00584" w:rsidRDefault="00B00584" w:rsidP="00B00584">
            <w:pPr>
              <w:pStyle w:val="TableBodyText"/>
              <w:ind w:left="346" w:hanging="340"/>
            </w:pPr>
            <w:r w:rsidRPr="00B00584">
              <w:t xml:space="preserve">  588</w:t>
            </w:r>
          </w:p>
        </w:tc>
        <w:tc>
          <w:tcPr>
            <w:tcW w:w="851" w:type="dxa"/>
            <w:tcBorders>
              <w:top w:val="single" w:sz="4" w:space="0" w:color="auto"/>
            </w:tcBorders>
            <w:vAlign w:val="bottom"/>
          </w:tcPr>
          <w:p w:rsidR="00B00584" w:rsidRPr="00B00584" w:rsidRDefault="00B00584" w:rsidP="00B00584">
            <w:pPr>
              <w:pStyle w:val="TableBodyText"/>
              <w:ind w:left="346" w:hanging="340"/>
            </w:pPr>
            <w:r w:rsidRPr="00B00584">
              <w:t xml:space="preserve">  295</w:t>
            </w:r>
          </w:p>
        </w:tc>
        <w:tc>
          <w:tcPr>
            <w:tcW w:w="850" w:type="dxa"/>
            <w:tcBorders>
              <w:top w:val="single" w:sz="4" w:space="0" w:color="auto"/>
            </w:tcBorders>
            <w:vAlign w:val="bottom"/>
          </w:tcPr>
          <w:p w:rsidR="00B00584" w:rsidRPr="00B00584" w:rsidRDefault="00B00584" w:rsidP="00B00584">
            <w:pPr>
              <w:pStyle w:val="TableBodyText"/>
              <w:ind w:left="346" w:hanging="340"/>
            </w:pPr>
            <w:r w:rsidRPr="00B00584">
              <w:t xml:space="preserve">  227</w:t>
            </w:r>
          </w:p>
        </w:tc>
        <w:tc>
          <w:tcPr>
            <w:tcW w:w="709" w:type="dxa"/>
            <w:tcBorders>
              <w:top w:val="single" w:sz="4" w:space="0" w:color="auto"/>
            </w:tcBorders>
            <w:vAlign w:val="bottom"/>
          </w:tcPr>
          <w:p w:rsidR="00B00584" w:rsidRPr="00B00584" w:rsidRDefault="00B00584" w:rsidP="00B00584">
            <w:pPr>
              <w:pStyle w:val="TableBodyText"/>
              <w:ind w:left="346" w:hanging="340"/>
            </w:pPr>
            <w:proofErr w:type="spellStart"/>
            <w:r w:rsidRPr="00B00584">
              <w:t>na</w:t>
            </w:r>
            <w:proofErr w:type="spellEnd"/>
          </w:p>
        </w:tc>
        <w:tc>
          <w:tcPr>
            <w:tcW w:w="992" w:type="dxa"/>
            <w:tcBorders>
              <w:top w:val="single" w:sz="4" w:space="0" w:color="auto"/>
            </w:tcBorders>
            <w:vAlign w:val="bottom"/>
          </w:tcPr>
          <w:p w:rsidR="00B00584" w:rsidRPr="00B00584" w:rsidRDefault="00B00584" w:rsidP="00B00584">
            <w:pPr>
              <w:pStyle w:val="TableBodyText"/>
              <w:ind w:left="346" w:hanging="340"/>
            </w:pPr>
            <w:r w:rsidRPr="00B00584">
              <w:t xml:space="preserve">  81</w:t>
            </w:r>
          </w:p>
        </w:tc>
        <w:tc>
          <w:tcPr>
            <w:tcW w:w="709" w:type="dxa"/>
            <w:tcBorders>
              <w:top w:val="single" w:sz="4" w:space="0" w:color="auto"/>
            </w:tcBorders>
            <w:vAlign w:val="bottom"/>
          </w:tcPr>
          <w:p w:rsidR="00B00584" w:rsidRPr="00B00584" w:rsidRDefault="00B00584" w:rsidP="00B00584">
            <w:pPr>
              <w:pStyle w:val="TableBodyText"/>
              <w:ind w:left="346" w:hanging="340"/>
            </w:pPr>
            <w:r w:rsidRPr="00B00584">
              <w:t xml:space="preserve">  44</w:t>
            </w:r>
          </w:p>
        </w:tc>
      </w:tr>
      <w:tr w:rsidR="00B00584" w:rsidTr="00065659">
        <w:tc>
          <w:tcPr>
            <w:tcW w:w="1418" w:type="dxa"/>
          </w:tcPr>
          <w:p w:rsidR="00B00584" w:rsidRDefault="00B00584" w:rsidP="00531D51">
            <w:pPr>
              <w:pStyle w:val="TableBodyText"/>
              <w:ind w:left="136"/>
              <w:jc w:val="left"/>
            </w:pPr>
            <w:r>
              <w:t>Low Apgar</w:t>
            </w:r>
          </w:p>
        </w:tc>
        <w:tc>
          <w:tcPr>
            <w:tcW w:w="567" w:type="dxa"/>
          </w:tcPr>
          <w:p w:rsidR="00B00584" w:rsidRDefault="00B00584" w:rsidP="00531D51">
            <w:pPr>
              <w:pStyle w:val="TableBodyText"/>
            </w:pPr>
            <w:r>
              <w:t>%</w:t>
            </w:r>
          </w:p>
        </w:tc>
        <w:tc>
          <w:tcPr>
            <w:tcW w:w="850" w:type="dxa"/>
            <w:vAlign w:val="bottom"/>
          </w:tcPr>
          <w:p w:rsidR="00B00584" w:rsidRPr="00B00584" w:rsidRDefault="00B00584" w:rsidP="00B00584">
            <w:pPr>
              <w:pStyle w:val="TableBodyText"/>
              <w:ind w:left="346" w:hanging="340"/>
            </w:pPr>
            <w:r w:rsidRPr="00B00584">
              <w:t xml:space="preserve">  17.7</w:t>
            </w:r>
          </w:p>
        </w:tc>
        <w:tc>
          <w:tcPr>
            <w:tcW w:w="993" w:type="dxa"/>
            <w:vAlign w:val="bottom"/>
          </w:tcPr>
          <w:p w:rsidR="00B00584" w:rsidRPr="00B00584" w:rsidRDefault="00B00584" w:rsidP="00B00584">
            <w:pPr>
              <w:pStyle w:val="TableBodyText"/>
              <w:ind w:left="346" w:hanging="340"/>
            </w:pPr>
            <w:r w:rsidRPr="00B00584">
              <w:t xml:space="preserve">  17.5</w:t>
            </w:r>
          </w:p>
        </w:tc>
        <w:tc>
          <w:tcPr>
            <w:tcW w:w="850" w:type="dxa"/>
            <w:vAlign w:val="bottom"/>
          </w:tcPr>
          <w:p w:rsidR="00B00584" w:rsidRPr="00B00584" w:rsidRDefault="00B00584" w:rsidP="00B00584">
            <w:pPr>
              <w:pStyle w:val="TableBodyText"/>
              <w:ind w:left="346" w:hanging="340"/>
            </w:pPr>
            <w:r w:rsidRPr="00B00584">
              <w:t xml:space="preserve">  17.0</w:t>
            </w:r>
          </w:p>
        </w:tc>
        <w:tc>
          <w:tcPr>
            <w:tcW w:w="851" w:type="dxa"/>
            <w:vAlign w:val="bottom"/>
          </w:tcPr>
          <w:p w:rsidR="00B00584" w:rsidRPr="00B00584" w:rsidRDefault="00B00584" w:rsidP="00B00584">
            <w:pPr>
              <w:pStyle w:val="TableBodyText"/>
              <w:ind w:left="346" w:hanging="340"/>
            </w:pPr>
            <w:r w:rsidRPr="00B00584">
              <w:t xml:space="preserve">  4.1</w:t>
            </w:r>
          </w:p>
        </w:tc>
        <w:tc>
          <w:tcPr>
            <w:tcW w:w="850" w:type="dxa"/>
            <w:vAlign w:val="bottom"/>
          </w:tcPr>
          <w:p w:rsidR="00B00584" w:rsidRPr="00B00584" w:rsidRDefault="00B00584" w:rsidP="00B00584">
            <w:pPr>
              <w:pStyle w:val="TableBodyText"/>
              <w:ind w:left="346" w:hanging="340"/>
            </w:pPr>
            <w:r w:rsidRPr="00B00584">
              <w:t xml:space="preserve">  12.7</w:t>
            </w:r>
          </w:p>
        </w:tc>
        <w:tc>
          <w:tcPr>
            <w:tcW w:w="709" w:type="dxa"/>
            <w:vAlign w:val="bottom"/>
          </w:tcPr>
          <w:p w:rsidR="00B00584" w:rsidRPr="00B00584" w:rsidRDefault="00B43A1C" w:rsidP="00B00584">
            <w:pPr>
              <w:pStyle w:val="TableBodyText"/>
              <w:ind w:left="346" w:hanging="340"/>
            </w:pPr>
            <w:proofErr w:type="spellStart"/>
            <w:r>
              <w:t>na</w:t>
            </w:r>
            <w:proofErr w:type="spellEnd"/>
          </w:p>
        </w:tc>
        <w:tc>
          <w:tcPr>
            <w:tcW w:w="992" w:type="dxa"/>
            <w:vAlign w:val="bottom"/>
          </w:tcPr>
          <w:p w:rsidR="00B00584" w:rsidRPr="00B00584" w:rsidRDefault="00B00584" w:rsidP="00B00584">
            <w:pPr>
              <w:pStyle w:val="TableBodyText"/>
              <w:ind w:left="346" w:hanging="340"/>
            </w:pPr>
            <w:r w:rsidRPr="00B00584">
              <w:t xml:space="preserve">  12.4</w:t>
            </w:r>
          </w:p>
        </w:tc>
        <w:tc>
          <w:tcPr>
            <w:tcW w:w="709" w:type="dxa"/>
            <w:vAlign w:val="bottom"/>
          </w:tcPr>
          <w:p w:rsidR="00B00584" w:rsidRPr="00B00584" w:rsidRDefault="00B43A1C" w:rsidP="00B00584">
            <w:pPr>
              <w:pStyle w:val="TableBodyText"/>
              <w:ind w:left="346" w:hanging="340"/>
            </w:pPr>
            <w:proofErr w:type="spellStart"/>
            <w:r>
              <w:t>np</w:t>
            </w:r>
            <w:proofErr w:type="spellEnd"/>
          </w:p>
        </w:tc>
      </w:tr>
      <w:tr w:rsidR="00B00584" w:rsidTr="00065659">
        <w:tc>
          <w:tcPr>
            <w:tcW w:w="1418" w:type="dxa"/>
          </w:tcPr>
          <w:p w:rsidR="00B00584" w:rsidRDefault="00B00584" w:rsidP="00531D51">
            <w:pPr>
              <w:pStyle w:val="TableBodyText"/>
              <w:jc w:val="left"/>
            </w:pPr>
            <w:r>
              <w:t>1500-1999</w:t>
            </w:r>
          </w:p>
        </w:tc>
        <w:tc>
          <w:tcPr>
            <w:tcW w:w="567" w:type="dxa"/>
          </w:tcPr>
          <w:p w:rsidR="00B00584" w:rsidRDefault="00B00584" w:rsidP="00531D51">
            <w:pPr>
              <w:pStyle w:val="TableBodyText"/>
            </w:pPr>
            <w:r>
              <w:t>no.</w:t>
            </w:r>
          </w:p>
        </w:tc>
        <w:tc>
          <w:tcPr>
            <w:tcW w:w="850" w:type="dxa"/>
            <w:vAlign w:val="bottom"/>
          </w:tcPr>
          <w:p w:rsidR="00B00584" w:rsidRPr="00B00584" w:rsidRDefault="00B00584" w:rsidP="00B00584">
            <w:pPr>
              <w:pStyle w:val="TableBodyText"/>
              <w:ind w:left="346" w:hanging="340"/>
            </w:pPr>
            <w:r w:rsidRPr="00B00584">
              <w:t xml:space="preserve"> 1 364</w:t>
            </w:r>
          </w:p>
        </w:tc>
        <w:tc>
          <w:tcPr>
            <w:tcW w:w="993" w:type="dxa"/>
            <w:vAlign w:val="bottom"/>
          </w:tcPr>
          <w:p w:rsidR="00B00584" w:rsidRPr="00B00584" w:rsidRDefault="00B00584" w:rsidP="00B00584">
            <w:pPr>
              <w:pStyle w:val="TableBodyText"/>
              <w:ind w:left="346" w:hanging="340"/>
            </w:pPr>
            <w:r w:rsidRPr="00B00584">
              <w:t xml:space="preserve">  754</w:t>
            </w:r>
          </w:p>
        </w:tc>
        <w:tc>
          <w:tcPr>
            <w:tcW w:w="850" w:type="dxa"/>
            <w:vAlign w:val="bottom"/>
          </w:tcPr>
          <w:p w:rsidR="00B00584" w:rsidRPr="00B00584" w:rsidRDefault="00B00584" w:rsidP="00B00584">
            <w:pPr>
              <w:pStyle w:val="TableBodyText"/>
              <w:ind w:left="346" w:hanging="340"/>
            </w:pPr>
            <w:r w:rsidRPr="00B00584">
              <w:t xml:space="preserve">  638</w:t>
            </w:r>
          </w:p>
        </w:tc>
        <w:tc>
          <w:tcPr>
            <w:tcW w:w="851" w:type="dxa"/>
            <w:vAlign w:val="bottom"/>
          </w:tcPr>
          <w:p w:rsidR="00B00584" w:rsidRPr="00B00584" w:rsidRDefault="00B00584" w:rsidP="00B00584">
            <w:pPr>
              <w:pStyle w:val="TableBodyText"/>
              <w:ind w:left="346" w:hanging="340"/>
            </w:pPr>
            <w:r w:rsidRPr="00B00584">
              <w:t xml:space="preserve">  311</w:t>
            </w:r>
          </w:p>
        </w:tc>
        <w:tc>
          <w:tcPr>
            <w:tcW w:w="850" w:type="dxa"/>
            <w:vAlign w:val="bottom"/>
          </w:tcPr>
          <w:p w:rsidR="00B00584" w:rsidRPr="00B00584" w:rsidRDefault="00B00584" w:rsidP="00B00584">
            <w:pPr>
              <w:pStyle w:val="TableBodyText"/>
              <w:ind w:left="346" w:hanging="340"/>
            </w:pPr>
            <w:r w:rsidRPr="00B00584">
              <w:t xml:space="preserve">  281</w:t>
            </w:r>
          </w:p>
        </w:tc>
        <w:tc>
          <w:tcPr>
            <w:tcW w:w="709" w:type="dxa"/>
            <w:vAlign w:val="bottom"/>
          </w:tcPr>
          <w:p w:rsidR="00B00584" w:rsidRPr="00B00584" w:rsidRDefault="00B00584" w:rsidP="00B00584">
            <w:pPr>
              <w:pStyle w:val="TableBodyText"/>
              <w:ind w:left="346" w:hanging="340"/>
            </w:pPr>
            <w:proofErr w:type="spellStart"/>
            <w:r w:rsidRPr="00B00584">
              <w:t>na</w:t>
            </w:r>
            <w:proofErr w:type="spellEnd"/>
          </w:p>
        </w:tc>
        <w:tc>
          <w:tcPr>
            <w:tcW w:w="992" w:type="dxa"/>
            <w:vAlign w:val="bottom"/>
          </w:tcPr>
          <w:p w:rsidR="00B00584" w:rsidRPr="00B00584" w:rsidRDefault="00B00584" w:rsidP="00B00584">
            <w:pPr>
              <w:pStyle w:val="TableBodyText"/>
              <w:ind w:left="346" w:hanging="340"/>
            </w:pPr>
            <w:r w:rsidRPr="00B00584">
              <w:t xml:space="preserve">  80</w:t>
            </w:r>
          </w:p>
        </w:tc>
        <w:tc>
          <w:tcPr>
            <w:tcW w:w="709" w:type="dxa"/>
            <w:vAlign w:val="bottom"/>
          </w:tcPr>
          <w:p w:rsidR="00B00584" w:rsidRPr="00B00584" w:rsidRDefault="00B00584" w:rsidP="00B00584">
            <w:pPr>
              <w:pStyle w:val="TableBodyText"/>
              <w:ind w:left="346" w:hanging="340"/>
            </w:pPr>
            <w:r w:rsidRPr="00B00584">
              <w:t xml:space="preserve">  47</w:t>
            </w:r>
          </w:p>
        </w:tc>
      </w:tr>
      <w:tr w:rsidR="00B00584" w:rsidTr="00065659">
        <w:tc>
          <w:tcPr>
            <w:tcW w:w="1418" w:type="dxa"/>
          </w:tcPr>
          <w:p w:rsidR="00B00584" w:rsidRDefault="00B00584" w:rsidP="00531D51">
            <w:pPr>
              <w:pStyle w:val="TableBodyText"/>
              <w:ind w:left="136"/>
              <w:jc w:val="left"/>
            </w:pPr>
            <w:r>
              <w:t>Low Apgar</w:t>
            </w:r>
          </w:p>
        </w:tc>
        <w:tc>
          <w:tcPr>
            <w:tcW w:w="567" w:type="dxa"/>
          </w:tcPr>
          <w:p w:rsidR="00B00584" w:rsidRDefault="00B00584" w:rsidP="00531D51">
            <w:pPr>
              <w:pStyle w:val="TableBodyText"/>
            </w:pPr>
            <w:r>
              <w:t>%</w:t>
            </w:r>
          </w:p>
        </w:tc>
        <w:tc>
          <w:tcPr>
            <w:tcW w:w="850" w:type="dxa"/>
            <w:vAlign w:val="bottom"/>
          </w:tcPr>
          <w:p w:rsidR="00B00584" w:rsidRPr="00B00584" w:rsidRDefault="00B00584" w:rsidP="00B00584">
            <w:pPr>
              <w:pStyle w:val="TableBodyText"/>
              <w:ind w:left="346" w:hanging="340"/>
            </w:pPr>
            <w:r w:rsidRPr="00B00584">
              <w:t xml:space="preserve">  1.3</w:t>
            </w:r>
          </w:p>
        </w:tc>
        <w:tc>
          <w:tcPr>
            <w:tcW w:w="993" w:type="dxa"/>
            <w:vAlign w:val="bottom"/>
          </w:tcPr>
          <w:p w:rsidR="00B00584" w:rsidRPr="00B00584" w:rsidRDefault="00B00584" w:rsidP="00B00584">
            <w:pPr>
              <w:pStyle w:val="TableBodyText"/>
              <w:ind w:left="346" w:hanging="340"/>
            </w:pPr>
            <w:r w:rsidRPr="00B00584">
              <w:t xml:space="preserve">  1.1</w:t>
            </w:r>
          </w:p>
        </w:tc>
        <w:tc>
          <w:tcPr>
            <w:tcW w:w="850" w:type="dxa"/>
            <w:vAlign w:val="bottom"/>
          </w:tcPr>
          <w:p w:rsidR="00B00584" w:rsidRPr="00B00584" w:rsidRDefault="00B00584" w:rsidP="00B00584">
            <w:pPr>
              <w:pStyle w:val="TableBodyText"/>
              <w:ind w:left="346" w:hanging="340"/>
            </w:pPr>
            <w:r w:rsidRPr="00B00584">
              <w:t xml:space="preserve">  2.2</w:t>
            </w:r>
          </w:p>
        </w:tc>
        <w:tc>
          <w:tcPr>
            <w:tcW w:w="851" w:type="dxa"/>
            <w:vAlign w:val="bottom"/>
          </w:tcPr>
          <w:p w:rsidR="00B00584" w:rsidRPr="00B00584" w:rsidRDefault="00B00584" w:rsidP="00B00584">
            <w:pPr>
              <w:pStyle w:val="TableBodyText"/>
              <w:ind w:left="346" w:hanging="340"/>
            </w:pPr>
            <w:r w:rsidRPr="00B00584">
              <w:t xml:space="preserve">  1.3</w:t>
            </w:r>
          </w:p>
        </w:tc>
        <w:tc>
          <w:tcPr>
            <w:tcW w:w="850" w:type="dxa"/>
            <w:vAlign w:val="bottom"/>
          </w:tcPr>
          <w:p w:rsidR="00B00584" w:rsidRPr="00B00584" w:rsidRDefault="00B00584" w:rsidP="00B00584">
            <w:pPr>
              <w:pStyle w:val="TableBodyText"/>
              <w:ind w:left="346" w:hanging="340"/>
            </w:pPr>
            <w:r w:rsidRPr="00B00584">
              <w:t xml:space="preserve">  0.8</w:t>
            </w:r>
          </w:p>
        </w:tc>
        <w:tc>
          <w:tcPr>
            <w:tcW w:w="709" w:type="dxa"/>
            <w:vAlign w:val="bottom"/>
          </w:tcPr>
          <w:p w:rsidR="00B00584" w:rsidRPr="00B00584" w:rsidRDefault="00B43A1C" w:rsidP="00B00584">
            <w:pPr>
              <w:pStyle w:val="TableBodyText"/>
              <w:ind w:left="346" w:hanging="340"/>
            </w:pPr>
            <w:proofErr w:type="spellStart"/>
            <w:r>
              <w:t>na</w:t>
            </w:r>
            <w:proofErr w:type="spellEnd"/>
          </w:p>
        </w:tc>
        <w:tc>
          <w:tcPr>
            <w:tcW w:w="992" w:type="dxa"/>
            <w:vAlign w:val="bottom"/>
          </w:tcPr>
          <w:p w:rsidR="00B00584" w:rsidRPr="00B00584" w:rsidRDefault="00B00584" w:rsidP="00B00584">
            <w:pPr>
              <w:pStyle w:val="TableBodyText"/>
              <w:ind w:left="346" w:hanging="340"/>
            </w:pPr>
            <w:r w:rsidRPr="00B00584">
              <w:t>–</w:t>
            </w:r>
          </w:p>
        </w:tc>
        <w:tc>
          <w:tcPr>
            <w:tcW w:w="709" w:type="dxa"/>
            <w:vAlign w:val="bottom"/>
          </w:tcPr>
          <w:p w:rsidR="00B00584" w:rsidRPr="00B00584" w:rsidRDefault="00B43A1C" w:rsidP="00B00584">
            <w:pPr>
              <w:pStyle w:val="TableBodyText"/>
              <w:ind w:left="346" w:hanging="340"/>
            </w:pPr>
            <w:proofErr w:type="spellStart"/>
            <w:r>
              <w:t>np</w:t>
            </w:r>
            <w:proofErr w:type="spellEnd"/>
          </w:p>
        </w:tc>
      </w:tr>
      <w:tr w:rsidR="00B00584" w:rsidTr="00065659">
        <w:tc>
          <w:tcPr>
            <w:tcW w:w="1418" w:type="dxa"/>
          </w:tcPr>
          <w:p w:rsidR="00B00584" w:rsidRDefault="00B00584" w:rsidP="00531D51">
            <w:pPr>
              <w:pStyle w:val="TableBodyText"/>
              <w:jc w:val="left"/>
            </w:pPr>
            <w:r>
              <w:t>2000-2499</w:t>
            </w:r>
          </w:p>
        </w:tc>
        <w:tc>
          <w:tcPr>
            <w:tcW w:w="567" w:type="dxa"/>
          </w:tcPr>
          <w:p w:rsidR="00B00584" w:rsidRDefault="00B00584" w:rsidP="00531D51">
            <w:pPr>
              <w:pStyle w:val="TableBodyText"/>
            </w:pPr>
            <w:r>
              <w:t>no.</w:t>
            </w:r>
          </w:p>
        </w:tc>
        <w:tc>
          <w:tcPr>
            <w:tcW w:w="850" w:type="dxa"/>
            <w:vAlign w:val="bottom"/>
          </w:tcPr>
          <w:p w:rsidR="00B00584" w:rsidRPr="00B00584" w:rsidRDefault="00B00584" w:rsidP="00B00584">
            <w:pPr>
              <w:pStyle w:val="TableBodyText"/>
              <w:ind w:left="346" w:hanging="340"/>
            </w:pPr>
            <w:r w:rsidRPr="00B00584">
              <w:t xml:space="preserve"> 3 630</w:t>
            </w:r>
          </w:p>
        </w:tc>
        <w:tc>
          <w:tcPr>
            <w:tcW w:w="993" w:type="dxa"/>
            <w:vAlign w:val="bottom"/>
          </w:tcPr>
          <w:p w:rsidR="00B00584" w:rsidRPr="00B00584" w:rsidRDefault="00B00584" w:rsidP="00B00584">
            <w:pPr>
              <w:pStyle w:val="TableBodyText"/>
              <w:ind w:left="346" w:hanging="340"/>
            </w:pPr>
            <w:r w:rsidRPr="00B00584">
              <w:t xml:space="preserve"> 2 253</w:t>
            </w:r>
          </w:p>
        </w:tc>
        <w:tc>
          <w:tcPr>
            <w:tcW w:w="850" w:type="dxa"/>
            <w:vAlign w:val="bottom"/>
          </w:tcPr>
          <w:p w:rsidR="00B00584" w:rsidRPr="00B00584" w:rsidRDefault="00B00584" w:rsidP="00B00584">
            <w:pPr>
              <w:pStyle w:val="TableBodyText"/>
              <w:ind w:left="346" w:hanging="340"/>
            </w:pPr>
            <w:r w:rsidRPr="00B00584">
              <w:t xml:space="preserve"> 1 884</w:t>
            </w:r>
          </w:p>
        </w:tc>
        <w:tc>
          <w:tcPr>
            <w:tcW w:w="851" w:type="dxa"/>
            <w:vAlign w:val="bottom"/>
          </w:tcPr>
          <w:p w:rsidR="00B00584" w:rsidRPr="00B00584" w:rsidRDefault="00B00584" w:rsidP="00B00584">
            <w:pPr>
              <w:pStyle w:val="TableBodyText"/>
              <w:ind w:left="346" w:hanging="340"/>
            </w:pPr>
            <w:r w:rsidRPr="00B00584">
              <w:t xml:space="preserve">  873</w:t>
            </w:r>
          </w:p>
        </w:tc>
        <w:tc>
          <w:tcPr>
            <w:tcW w:w="850" w:type="dxa"/>
            <w:vAlign w:val="bottom"/>
          </w:tcPr>
          <w:p w:rsidR="00B00584" w:rsidRPr="00B00584" w:rsidRDefault="00B00584" w:rsidP="00B00584">
            <w:pPr>
              <w:pStyle w:val="TableBodyText"/>
              <w:ind w:left="346" w:hanging="340"/>
            </w:pPr>
            <w:r w:rsidRPr="00B00584">
              <w:t xml:space="preserve">  742</w:t>
            </w:r>
          </w:p>
        </w:tc>
        <w:tc>
          <w:tcPr>
            <w:tcW w:w="709" w:type="dxa"/>
            <w:vAlign w:val="bottom"/>
          </w:tcPr>
          <w:p w:rsidR="00B00584" w:rsidRPr="00B00584" w:rsidRDefault="00B00584" w:rsidP="00B00584">
            <w:pPr>
              <w:pStyle w:val="TableBodyText"/>
              <w:ind w:left="346" w:hanging="340"/>
            </w:pPr>
            <w:proofErr w:type="spellStart"/>
            <w:r w:rsidRPr="00B00584">
              <w:t>na</w:t>
            </w:r>
            <w:proofErr w:type="spellEnd"/>
          </w:p>
        </w:tc>
        <w:tc>
          <w:tcPr>
            <w:tcW w:w="992" w:type="dxa"/>
            <w:vAlign w:val="bottom"/>
          </w:tcPr>
          <w:p w:rsidR="00B00584" w:rsidRPr="00B00584" w:rsidRDefault="00B00584" w:rsidP="00B00584">
            <w:pPr>
              <w:pStyle w:val="TableBodyText"/>
              <w:ind w:left="346" w:hanging="340"/>
            </w:pPr>
            <w:r w:rsidRPr="00B00584">
              <w:t xml:space="preserve">  212</w:t>
            </w:r>
          </w:p>
        </w:tc>
        <w:tc>
          <w:tcPr>
            <w:tcW w:w="709" w:type="dxa"/>
            <w:vAlign w:val="bottom"/>
          </w:tcPr>
          <w:p w:rsidR="00B00584" w:rsidRPr="00B00584" w:rsidRDefault="00B00584" w:rsidP="00B00584">
            <w:pPr>
              <w:pStyle w:val="TableBodyText"/>
              <w:ind w:left="346" w:hanging="340"/>
            </w:pPr>
            <w:r w:rsidRPr="00B00584">
              <w:t xml:space="preserve">  188</w:t>
            </w:r>
          </w:p>
        </w:tc>
      </w:tr>
      <w:tr w:rsidR="00B00584" w:rsidTr="00065659">
        <w:tc>
          <w:tcPr>
            <w:tcW w:w="1418" w:type="dxa"/>
          </w:tcPr>
          <w:p w:rsidR="00B00584" w:rsidRDefault="00B00584" w:rsidP="00531D51">
            <w:pPr>
              <w:pStyle w:val="TableBodyText"/>
              <w:ind w:left="136"/>
              <w:jc w:val="left"/>
            </w:pPr>
            <w:r>
              <w:t>Low Apgar</w:t>
            </w:r>
          </w:p>
        </w:tc>
        <w:tc>
          <w:tcPr>
            <w:tcW w:w="567" w:type="dxa"/>
          </w:tcPr>
          <w:p w:rsidR="00B00584" w:rsidRDefault="00B00584" w:rsidP="00531D51">
            <w:pPr>
              <w:pStyle w:val="TableBodyText"/>
            </w:pPr>
            <w:r>
              <w:t>%</w:t>
            </w:r>
          </w:p>
        </w:tc>
        <w:tc>
          <w:tcPr>
            <w:tcW w:w="850" w:type="dxa"/>
            <w:vAlign w:val="bottom"/>
          </w:tcPr>
          <w:p w:rsidR="00B00584" w:rsidRPr="00B00584" w:rsidRDefault="00B00584" w:rsidP="00B00584">
            <w:pPr>
              <w:pStyle w:val="TableBodyText"/>
              <w:ind w:left="346" w:hanging="340"/>
            </w:pPr>
            <w:r w:rsidRPr="00B00584">
              <w:t>0.7</w:t>
            </w:r>
          </w:p>
        </w:tc>
        <w:tc>
          <w:tcPr>
            <w:tcW w:w="993" w:type="dxa"/>
            <w:vAlign w:val="bottom"/>
          </w:tcPr>
          <w:p w:rsidR="00B00584" w:rsidRPr="00B00584" w:rsidRDefault="00B00584" w:rsidP="00B00584">
            <w:pPr>
              <w:pStyle w:val="TableBodyText"/>
              <w:ind w:left="346" w:hanging="340"/>
            </w:pPr>
            <w:r w:rsidRPr="00B00584">
              <w:t>0.6</w:t>
            </w:r>
          </w:p>
        </w:tc>
        <w:tc>
          <w:tcPr>
            <w:tcW w:w="850" w:type="dxa"/>
            <w:vAlign w:val="bottom"/>
          </w:tcPr>
          <w:p w:rsidR="00B00584" w:rsidRPr="00B00584" w:rsidRDefault="00B00584" w:rsidP="00B00584">
            <w:pPr>
              <w:pStyle w:val="TableBodyText"/>
              <w:ind w:left="346" w:hanging="340"/>
            </w:pPr>
            <w:r w:rsidRPr="00B00584">
              <w:t>0.6</w:t>
            </w:r>
          </w:p>
        </w:tc>
        <w:tc>
          <w:tcPr>
            <w:tcW w:w="851" w:type="dxa"/>
            <w:vAlign w:val="bottom"/>
          </w:tcPr>
          <w:p w:rsidR="00B00584" w:rsidRPr="00B00584" w:rsidRDefault="00B00584" w:rsidP="00B00584">
            <w:pPr>
              <w:pStyle w:val="TableBodyText"/>
              <w:ind w:left="346" w:hanging="340"/>
            </w:pPr>
            <w:r w:rsidRPr="00B00584">
              <w:t>0.5</w:t>
            </w:r>
          </w:p>
        </w:tc>
        <w:tc>
          <w:tcPr>
            <w:tcW w:w="850" w:type="dxa"/>
            <w:vAlign w:val="bottom"/>
          </w:tcPr>
          <w:p w:rsidR="00B00584" w:rsidRPr="00B00584" w:rsidRDefault="00B00584" w:rsidP="00B00584">
            <w:pPr>
              <w:pStyle w:val="TableBodyText"/>
              <w:ind w:left="346" w:hanging="340"/>
            </w:pPr>
            <w:r w:rsidRPr="00B00584">
              <w:t>0.1</w:t>
            </w:r>
          </w:p>
        </w:tc>
        <w:tc>
          <w:tcPr>
            <w:tcW w:w="709" w:type="dxa"/>
            <w:vAlign w:val="bottom"/>
          </w:tcPr>
          <w:p w:rsidR="00B00584" w:rsidRPr="00B00584" w:rsidRDefault="00B43A1C" w:rsidP="00B00584">
            <w:pPr>
              <w:pStyle w:val="TableBodyText"/>
              <w:ind w:left="346" w:hanging="340"/>
            </w:pPr>
            <w:proofErr w:type="spellStart"/>
            <w:r>
              <w:t>na</w:t>
            </w:r>
            <w:proofErr w:type="spellEnd"/>
          </w:p>
        </w:tc>
        <w:tc>
          <w:tcPr>
            <w:tcW w:w="992" w:type="dxa"/>
            <w:vAlign w:val="bottom"/>
          </w:tcPr>
          <w:p w:rsidR="00B00584" w:rsidRPr="00B00584" w:rsidRDefault="00B00584" w:rsidP="00B00584">
            <w:pPr>
              <w:pStyle w:val="TableBodyText"/>
              <w:ind w:left="346" w:hanging="340"/>
            </w:pPr>
            <w:r w:rsidRPr="00B00584">
              <w:t xml:space="preserve">  0.5</w:t>
            </w:r>
          </w:p>
        </w:tc>
        <w:tc>
          <w:tcPr>
            <w:tcW w:w="709" w:type="dxa"/>
            <w:vAlign w:val="bottom"/>
          </w:tcPr>
          <w:p w:rsidR="00B00584" w:rsidRPr="00B00584" w:rsidRDefault="00B43A1C" w:rsidP="00B00584">
            <w:pPr>
              <w:pStyle w:val="TableBodyText"/>
              <w:ind w:left="346" w:hanging="340"/>
            </w:pPr>
            <w:proofErr w:type="spellStart"/>
            <w:r>
              <w:t>np</w:t>
            </w:r>
            <w:proofErr w:type="spellEnd"/>
          </w:p>
        </w:tc>
      </w:tr>
      <w:tr w:rsidR="00B00584" w:rsidTr="00065659">
        <w:tc>
          <w:tcPr>
            <w:tcW w:w="1418" w:type="dxa"/>
          </w:tcPr>
          <w:p w:rsidR="00B00584" w:rsidRDefault="00B00584" w:rsidP="00531D51">
            <w:pPr>
              <w:pStyle w:val="TableBodyText"/>
              <w:jc w:val="left"/>
            </w:pPr>
            <w:r>
              <w:t>2500 and over</w:t>
            </w:r>
          </w:p>
        </w:tc>
        <w:tc>
          <w:tcPr>
            <w:tcW w:w="567" w:type="dxa"/>
          </w:tcPr>
          <w:p w:rsidR="00B00584" w:rsidRDefault="00B00584" w:rsidP="00531D51">
            <w:pPr>
              <w:pStyle w:val="TableBodyText"/>
            </w:pPr>
            <w:r>
              <w:t>no.</w:t>
            </w:r>
          </w:p>
        </w:tc>
        <w:tc>
          <w:tcPr>
            <w:tcW w:w="850" w:type="dxa"/>
            <w:vAlign w:val="bottom"/>
          </w:tcPr>
          <w:p w:rsidR="00B00584" w:rsidRPr="00B00584" w:rsidRDefault="00B00584" w:rsidP="00B00584">
            <w:pPr>
              <w:pStyle w:val="TableBodyText"/>
              <w:ind w:left="346" w:hanging="340"/>
            </w:pPr>
            <w:r w:rsidRPr="00B00584">
              <w:t xml:space="preserve"> 73 524</w:t>
            </w:r>
          </w:p>
        </w:tc>
        <w:tc>
          <w:tcPr>
            <w:tcW w:w="993" w:type="dxa"/>
            <w:vAlign w:val="bottom"/>
          </w:tcPr>
          <w:p w:rsidR="00B00584" w:rsidRPr="00B00584" w:rsidRDefault="00B00584" w:rsidP="00B00584">
            <w:pPr>
              <w:pStyle w:val="TableBodyText"/>
              <w:ind w:left="346" w:hanging="340"/>
            </w:pPr>
            <w:r w:rsidRPr="00B00584">
              <w:t xml:space="preserve"> 52 201</w:t>
            </w:r>
          </w:p>
        </w:tc>
        <w:tc>
          <w:tcPr>
            <w:tcW w:w="850" w:type="dxa"/>
            <w:vAlign w:val="bottom"/>
          </w:tcPr>
          <w:p w:rsidR="00B00584" w:rsidRPr="00B00584" w:rsidRDefault="00B00584" w:rsidP="00B00584">
            <w:pPr>
              <w:pStyle w:val="TableBodyText"/>
              <w:ind w:left="346" w:hanging="340"/>
            </w:pPr>
            <w:r w:rsidRPr="00B00584">
              <w:t xml:space="preserve"> 41 475</w:t>
            </w:r>
          </w:p>
        </w:tc>
        <w:tc>
          <w:tcPr>
            <w:tcW w:w="851" w:type="dxa"/>
            <w:vAlign w:val="bottom"/>
          </w:tcPr>
          <w:p w:rsidR="00B00584" w:rsidRPr="00B00584" w:rsidRDefault="00B00584" w:rsidP="00B00584">
            <w:pPr>
              <w:pStyle w:val="TableBodyText"/>
              <w:ind w:left="346" w:hanging="340"/>
            </w:pPr>
            <w:r w:rsidRPr="00B00584">
              <w:t xml:space="preserve"> 18 090</w:t>
            </w:r>
          </w:p>
        </w:tc>
        <w:tc>
          <w:tcPr>
            <w:tcW w:w="850" w:type="dxa"/>
            <w:vAlign w:val="bottom"/>
          </w:tcPr>
          <w:p w:rsidR="00B00584" w:rsidRPr="00B00584" w:rsidRDefault="00B00584" w:rsidP="00B00584">
            <w:pPr>
              <w:pStyle w:val="TableBodyText"/>
              <w:ind w:left="346" w:hanging="340"/>
            </w:pPr>
            <w:r w:rsidRPr="00B00584">
              <w:t xml:space="preserve"> 14 239</w:t>
            </w:r>
          </w:p>
        </w:tc>
        <w:tc>
          <w:tcPr>
            <w:tcW w:w="709" w:type="dxa"/>
            <w:vAlign w:val="bottom"/>
          </w:tcPr>
          <w:p w:rsidR="00B00584" w:rsidRPr="00B00584" w:rsidRDefault="00B00584" w:rsidP="00B00584">
            <w:pPr>
              <w:pStyle w:val="TableBodyText"/>
              <w:ind w:left="346" w:hanging="340"/>
            </w:pPr>
            <w:proofErr w:type="spellStart"/>
            <w:r w:rsidRPr="00B00584">
              <w:t>na</w:t>
            </w:r>
            <w:proofErr w:type="spellEnd"/>
          </w:p>
        </w:tc>
        <w:tc>
          <w:tcPr>
            <w:tcW w:w="992" w:type="dxa"/>
            <w:vAlign w:val="bottom"/>
          </w:tcPr>
          <w:p w:rsidR="00B00584" w:rsidRPr="00B00584" w:rsidRDefault="00B00584" w:rsidP="00B00584">
            <w:pPr>
              <w:pStyle w:val="TableBodyText"/>
              <w:ind w:left="346" w:hanging="340"/>
            </w:pPr>
            <w:r w:rsidRPr="00B00584">
              <w:t xml:space="preserve"> 4 206</w:t>
            </w:r>
          </w:p>
        </w:tc>
        <w:tc>
          <w:tcPr>
            <w:tcW w:w="709" w:type="dxa"/>
            <w:vAlign w:val="bottom"/>
          </w:tcPr>
          <w:p w:rsidR="00B00584" w:rsidRPr="00B00584" w:rsidRDefault="00B00584" w:rsidP="00B00584">
            <w:pPr>
              <w:pStyle w:val="TableBodyText"/>
              <w:ind w:left="346" w:hanging="340"/>
            </w:pPr>
            <w:r w:rsidRPr="00B00584">
              <w:t xml:space="preserve"> 2 896</w:t>
            </w:r>
          </w:p>
        </w:tc>
      </w:tr>
      <w:tr w:rsidR="00B00584" w:rsidTr="00065659">
        <w:tc>
          <w:tcPr>
            <w:tcW w:w="1418" w:type="dxa"/>
            <w:tcBorders>
              <w:bottom w:val="single" w:sz="4" w:space="0" w:color="auto"/>
            </w:tcBorders>
            <w:shd w:val="clear" w:color="auto" w:fill="auto"/>
          </w:tcPr>
          <w:p w:rsidR="00B00584" w:rsidRDefault="00B00584" w:rsidP="00531D51">
            <w:pPr>
              <w:pStyle w:val="TableBodyText"/>
              <w:ind w:left="136"/>
              <w:jc w:val="left"/>
            </w:pPr>
            <w:r>
              <w:t>Low Apgar</w:t>
            </w:r>
          </w:p>
        </w:tc>
        <w:tc>
          <w:tcPr>
            <w:tcW w:w="567" w:type="dxa"/>
            <w:tcBorders>
              <w:bottom w:val="single" w:sz="4" w:space="0" w:color="auto"/>
            </w:tcBorders>
            <w:shd w:val="clear" w:color="auto" w:fill="auto"/>
          </w:tcPr>
          <w:p w:rsidR="00B00584" w:rsidRDefault="00B00584" w:rsidP="00531D51">
            <w:pPr>
              <w:pStyle w:val="TableBodyText"/>
            </w:pPr>
            <w:r>
              <w:t>%</w:t>
            </w:r>
          </w:p>
        </w:tc>
        <w:tc>
          <w:tcPr>
            <w:tcW w:w="850"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0.2</w:t>
            </w:r>
          </w:p>
        </w:tc>
        <w:tc>
          <w:tcPr>
            <w:tcW w:w="993"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0.2</w:t>
            </w:r>
          </w:p>
        </w:tc>
        <w:tc>
          <w:tcPr>
            <w:tcW w:w="850"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0.2</w:t>
            </w:r>
          </w:p>
        </w:tc>
        <w:tc>
          <w:tcPr>
            <w:tcW w:w="851"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0.2</w:t>
            </w:r>
          </w:p>
        </w:tc>
        <w:tc>
          <w:tcPr>
            <w:tcW w:w="850"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0.1</w:t>
            </w:r>
          </w:p>
        </w:tc>
        <w:tc>
          <w:tcPr>
            <w:tcW w:w="709" w:type="dxa"/>
            <w:tcBorders>
              <w:bottom w:val="single" w:sz="4" w:space="0" w:color="auto"/>
            </w:tcBorders>
            <w:shd w:val="clear" w:color="auto" w:fill="auto"/>
            <w:vAlign w:val="bottom"/>
          </w:tcPr>
          <w:p w:rsidR="00B00584" w:rsidRPr="00B00584" w:rsidRDefault="00B43A1C" w:rsidP="00B00584">
            <w:pPr>
              <w:pStyle w:val="TableBodyText"/>
              <w:ind w:left="346" w:hanging="340"/>
            </w:pPr>
            <w:proofErr w:type="spellStart"/>
            <w:r>
              <w:t>na</w:t>
            </w:r>
            <w:proofErr w:type="spellEnd"/>
          </w:p>
        </w:tc>
        <w:tc>
          <w:tcPr>
            <w:tcW w:w="992"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 xml:space="preserve">  0.2</w:t>
            </w:r>
          </w:p>
        </w:tc>
        <w:tc>
          <w:tcPr>
            <w:tcW w:w="709" w:type="dxa"/>
            <w:tcBorders>
              <w:bottom w:val="single" w:sz="4" w:space="0" w:color="auto"/>
            </w:tcBorders>
            <w:shd w:val="clear" w:color="auto" w:fill="auto"/>
            <w:vAlign w:val="bottom"/>
          </w:tcPr>
          <w:p w:rsidR="00B00584" w:rsidRPr="00B00584" w:rsidRDefault="00B00584" w:rsidP="00B00584">
            <w:pPr>
              <w:pStyle w:val="TableBodyText"/>
              <w:ind w:left="346" w:hanging="340"/>
            </w:pPr>
            <w:r w:rsidRPr="00B00584">
              <w:t xml:space="preserve">  0.3</w:t>
            </w:r>
          </w:p>
        </w:tc>
      </w:tr>
    </w:tbl>
    <w:p w:rsidR="00D2410D" w:rsidRDefault="00D2410D" w:rsidP="00671F9E">
      <w:pPr>
        <w:pStyle w:val="Note"/>
      </w:pPr>
      <w:r w:rsidRPr="003101F4">
        <w:rPr>
          <w:rStyle w:val="NoteLabel"/>
        </w:rPr>
        <w:t>a</w:t>
      </w:r>
      <w:r>
        <w:rPr>
          <w:rStyle w:val="NoteLabel"/>
        </w:rPr>
        <w:t xml:space="preserve"> </w:t>
      </w:r>
      <w:r>
        <w:t>Data for Victoria</w:t>
      </w:r>
      <w:r w:rsidRPr="006A38BD">
        <w:t xml:space="preserve"> are preliminary.</w:t>
      </w:r>
      <w:r w:rsidR="00CB0D00">
        <w:t xml:space="preserve"> </w:t>
      </w:r>
      <w:r w:rsidR="00CB0D00" w:rsidRPr="00671F9E">
        <w:rPr>
          <w:rStyle w:val="NoteLabel"/>
        </w:rPr>
        <w:t>b</w:t>
      </w:r>
      <w:r w:rsidR="003F536E" w:rsidRPr="00671F9E">
        <w:t xml:space="preserve"> Data for WA are preliminary.</w:t>
      </w:r>
      <w:r w:rsidR="003F536E" w:rsidRPr="003F536E">
        <w:t xml:space="preserve"> </w:t>
      </w:r>
      <w:r w:rsidR="003F536E" w:rsidRPr="00AA24D3">
        <w:rPr>
          <w:rStyle w:val="NoteLabel"/>
        </w:rPr>
        <w:t>c</w:t>
      </w:r>
      <w:r w:rsidR="003F536E" w:rsidRPr="003F536E">
        <w:t xml:space="preserve"> </w:t>
      </w:r>
      <w:r w:rsidR="003F536E">
        <w:t>D</w:t>
      </w:r>
      <w:r w:rsidR="00CB0D00" w:rsidRPr="002460EF">
        <w:t>ata for SA are preliminary.</w:t>
      </w:r>
      <w:r w:rsidR="00CB0D00">
        <w:t xml:space="preserve"> </w:t>
      </w:r>
      <w:r>
        <w:rPr>
          <w:rStyle w:val="NoteLabel"/>
        </w:rPr>
        <w:t xml:space="preserve"> </w:t>
      </w:r>
      <w:r w:rsidR="003F536E">
        <w:rPr>
          <w:rStyle w:val="NoteLabel"/>
        </w:rPr>
        <w:t>d</w:t>
      </w:r>
      <w:r>
        <w:rPr>
          <w:rStyle w:val="NoteLabel"/>
        </w:rPr>
        <w:t xml:space="preserve"> </w:t>
      </w:r>
      <w:r>
        <w:rPr>
          <w:rFonts w:cs="Arial"/>
        </w:rPr>
        <w:t xml:space="preserve"> </w:t>
      </w:r>
      <w:r w:rsidRPr="00135B93">
        <w:t>ACT data are preliminary. Care must be taken when interpreting percentages as these data include both ACT and non-ACT residents where the birth occurred in the ACT</w:t>
      </w:r>
      <w:r>
        <w:t>.</w:t>
      </w:r>
      <w:r w:rsidRPr="00135B93">
        <w:t xml:space="preserve"> </w:t>
      </w:r>
      <w:proofErr w:type="spellStart"/>
      <w:r w:rsidRPr="00135B93">
        <w:rPr>
          <w:b/>
        </w:rPr>
        <w:t>na</w:t>
      </w:r>
      <w:proofErr w:type="spellEnd"/>
      <w:r>
        <w:t> </w:t>
      </w:r>
      <w:r w:rsidRPr="00135B93">
        <w:t>Not available.</w:t>
      </w:r>
      <w:r>
        <w:t xml:space="preserve"> </w:t>
      </w:r>
      <w:r w:rsidRPr="00135B93">
        <w:t>– Nil or rounded to zero.</w:t>
      </w:r>
      <w:r w:rsidR="00202281">
        <w:t xml:space="preserve"> </w:t>
      </w:r>
      <w:proofErr w:type="spellStart"/>
      <w:r w:rsidR="00202281" w:rsidRPr="00202281">
        <w:rPr>
          <w:b/>
        </w:rPr>
        <w:t>np</w:t>
      </w:r>
      <w:proofErr w:type="spellEnd"/>
      <w:r w:rsidR="00202281">
        <w:t xml:space="preserve"> Not published.</w:t>
      </w:r>
    </w:p>
    <w:p w:rsidR="00D2410D" w:rsidRPr="003101F4" w:rsidRDefault="00D2410D" w:rsidP="00D2410D">
      <w:pPr>
        <w:pStyle w:val="Source"/>
      </w:pPr>
      <w:r>
        <w:rPr>
          <w:i/>
        </w:rPr>
        <w:t>Source</w:t>
      </w:r>
      <w:r>
        <w:t xml:space="preserve">: State and Territory governments (unpublished); table </w:t>
      </w:r>
      <w:proofErr w:type="spellStart"/>
      <w:r>
        <w:t>10A.</w:t>
      </w:r>
      <w:r w:rsidR="00B67068">
        <w:t>1</w:t>
      </w:r>
      <w:r w:rsidR="008A4D8A">
        <w:t>1</w:t>
      </w:r>
      <w:r w:rsidR="00F2711F">
        <w:t>1</w:t>
      </w:r>
      <w:proofErr w:type="spellEnd"/>
      <w:r>
        <w:t>.</w:t>
      </w:r>
    </w:p>
    <w:p w:rsidR="00D2410D" w:rsidRDefault="00D2410D" w:rsidP="00D2410D">
      <w:pPr>
        <w:pStyle w:val="Heading4"/>
      </w:pPr>
      <w:r>
        <w:t>Perinatal death rate</w:t>
      </w:r>
    </w:p>
    <w:p w:rsidR="00D2410D" w:rsidRDefault="00D2410D" w:rsidP="00D2410D">
      <w:pPr>
        <w:pStyle w:val="BodyText"/>
      </w:pPr>
      <w:r>
        <w:t>‘Perinatal death rate’ is an indicator of governments’ objective to deliver maternity services that are safe and of high quality (box 10.2</w:t>
      </w:r>
      <w:r w:rsidR="003A28CB">
        <w:t>4</w:t>
      </w:r>
      <w:r>
        <w:t>).</w:t>
      </w:r>
    </w:p>
    <w:p w:rsidR="00D2410D" w:rsidRDefault="00D2410D" w:rsidP="00D241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410D" w:rsidTr="00531D51">
        <w:tc>
          <w:tcPr>
            <w:tcW w:w="8771" w:type="dxa"/>
            <w:tcBorders>
              <w:top w:val="single" w:sz="6" w:space="0" w:color="auto"/>
              <w:bottom w:val="nil"/>
            </w:tcBorders>
          </w:tcPr>
          <w:p w:rsidR="00D2410D" w:rsidRDefault="00D2410D" w:rsidP="00531D51">
            <w:pPr>
              <w:pStyle w:val="BoxTitle"/>
            </w:pPr>
            <w:r>
              <w:rPr>
                <w:b w:val="0"/>
              </w:rPr>
              <w:t xml:space="preserve">Box </w:t>
            </w:r>
            <w:bookmarkStart w:id="60" w:name="OLE_LINK85"/>
            <w:r w:rsidR="003A28CB">
              <w:rPr>
                <w:b w:val="0"/>
              </w:rPr>
              <w:t>10.</w:t>
            </w:r>
            <w:r w:rsidR="005B16BF">
              <w:rPr>
                <w:b w:val="0"/>
                <w:noProof/>
              </w:rPr>
              <w:t>24</w:t>
            </w:r>
            <w:bookmarkEnd w:id="60"/>
            <w:r>
              <w:tab/>
              <w:t>Perinatal death rate</w:t>
            </w:r>
          </w:p>
        </w:tc>
      </w:tr>
      <w:tr w:rsidR="00D2410D" w:rsidTr="00531D51">
        <w:trPr>
          <w:cantSplit/>
        </w:trPr>
        <w:tc>
          <w:tcPr>
            <w:tcW w:w="8771" w:type="dxa"/>
            <w:tcBorders>
              <w:top w:val="nil"/>
              <w:left w:val="single" w:sz="6" w:space="0" w:color="auto"/>
              <w:bottom w:val="nil"/>
              <w:right w:val="single" w:sz="6" w:space="0" w:color="auto"/>
            </w:tcBorders>
          </w:tcPr>
          <w:p w:rsidR="00D2410D" w:rsidRDefault="00D2410D" w:rsidP="00531D51">
            <w:pPr>
              <w:pStyle w:val="Box"/>
            </w:pPr>
            <w:r>
              <w:t>‘Perinatal death rate’ is defined by the following three measures:</w:t>
            </w:r>
          </w:p>
          <w:p w:rsidR="00D2410D" w:rsidRDefault="00D2410D" w:rsidP="00D2410D">
            <w:pPr>
              <w:pStyle w:val="BoxListBullet"/>
              <w:numPr>
                <w:ilvl w:val="0"/>
                <w:numId w:val="3"/>
              </w:numPr>
              <w:tabs>
                <w:tab w:val="clear" w:pos="340"/>
                <w:tab w:val="num" w:pos="284"/>
              </w:tabs>
              <w:ind w:left="284" w:hanging="284"/>
            </w:pPr>
            <w:proofErr w:type="spellStart"/>
            <w:r>
              <w:t>Fetal</w:t>
            </w:r>
            <w:proofErr w:type="spellEnd"/>
            <w:r>
              <w:t xml:space="preserve"> death (stillbirth) is the birth of a child who did not at any time after delivery breathe or show any other evidence of life, such as a heartbeat. </w:t>
            </w:r>
            <w:proofErr w:type="spellStart"/>
            <w:r>
              <w:t>Fetal</w:t>
            </w:r>
            <w:proofErr w:type="spellEnd"/>
            <w:r>
              <w:t xml:space="preserve"> deaths by definition include only infants weighing at least 400 grams or of a gestational </w:t>
            </w:r>
            <w:r w:rsidR="001B59BD">
              <w:t xml:space="preserve">age of at least 20 weeks. The </w:t>
            </w:r>
            <w:proofErr w:type="spellStart"/>
            <w:r w:rsidR="001B59BD">
              <w:t>fetal</w:t>
            </w:r>
            <w:proofErr w:type="spellEnd"/>
            <w:r w:rsidR="001B59BD">
              <w:t xml:space="preserve"> death rate</w:t>
            </w:r>
            <w:r>
              <w:t xml:space="preserve"> is calculated as the number of </w:t>
            </w:r>
            <w:proofErr w:type="spellStart"/>
            <w:r>
              <w:t>fetal</w:t>
            </w:r>
            <w:proofErr w:type="spellEnd"/>
            <w:r>
              <w:t xml:space="preserve"> deaths divided by the total number of births (live births and </w:t>
            </w:r>
            <w:proofErr w:type="spellStart"/>
            <w:r>
              <w:t>fetal</w:t>
            </w:r>
            <w:proofErr w:type="spellEnd"/>
            <w:r>
              <w:t xml:space="preserve"> deaths combined). The rate of </w:t>
            </w:r>
            <w:proofErr w:type="spellStart"/>
            <w:r>
              <w:t>fetal</w:t>
            </w:r>
            <w:proofErr w:type="spellEnd"/>
            <w:r>
              <w:t xml:space="preserve"> deaths is expressed per 1000 total births</w:t>
            </w:r>
            <w:r w:rsidR="007267F4">
              <w:t>,</w:t>
            </w:r>
            <w:r>
              <w:t xml:space="preserve"> </w:t>
            </w:r>
            <w:r w:rsidR="007267F4">
              <w:t>by State or Territory of usual residence of the mother</w:t>
            </w:r>
          </w:p>
          <w:p w:rsidR="00D2410D" w:rsidRDefault="00D2410D" w:rsidP="00D2410D">
            <w:pPr>
              <w:pStyle w:val="BoxListBullet"/>
              <w:numPr>
                <w:ilvl w:val="0"/>
                <w:numId w:val="3"/>
              </w:numPr>
              <w:tabs>
                <w:tab w:val="clear" w:pos="340"/>
                <w:tab w:val="num" w:pos="284"/>
              </w:tabs>
              <w:ind w:left="284" w:hanging="284"/>
            </w:pPr>
            <w:r>
              <w:t>Neonatal death is the death of a live born infant within 28 days of birth (see section 10.8 for a de</w:t>
            </w:r>
            <w:r w:rsidR="001B59BD">
              <w:t>finition of a live birth). The neonatal death rate</w:t>
            </w:r>
            <w:r>
              <w:t xml:space="preserve"> is calculated as the number of neonatal deaths divided by the number of live births registered. The rate of neonatal deaths is expressed per 1000 live births, by </w:t>
            </w:r>
            <w:r w:rsidR="001B59BD">
              <w:t xml:space="preserve">State </w:t>
            </w:r>
            <w:r>
              <w:t xml:space="preserve">or </w:t>
            </w:r>
            <w:r w:rsidR="001B59BD">
              <w:t xml:space="preserve">Territory </w:t>
            </w:r>
            <w:r>
              <w:t xml:space="preserve">of usual residence of the mother. </w:t>
            </w:r>
          </w:p>
          <w:p w:rsidR="00D2410D" w:rsidRDefault="00D2410D" w:rsidP="00D2410D">
            <w:pPr>
              <w:pStyle w:val="BoxListBullet"/>
              <w:numPr>
                <w:ilvl w:val="0"/>
                <w:numId w:val="3"/>
              </w:numPr>
              <w:tabs>
                <w:tab w:val="clear" w:pos="340"/>
                <w:tab w:val="num" w:pos="284"/>
              </w:tabs>
              <w:ind w:left="284" w:hanging="284"/>
            </w:pPr>
            <w:r>
              <w:t xml:space="preserve">A perinatal death is </w:t>
            </w:r>
            <w:r w:rsidR="001B59BD">
              <w:t xml:space="preserve">a </w:t>
            </w:r>
            <w:proofErr w:type="spellStart"/>
            <w:r w:rsidR="001B59BD">
              <w:t>fetal</w:t>
            </w:r>
            <w:proofErr w:type="spellEnd"/>
            <w:r w:rsidR="001B59BD">
              <w:t xml:space="preserve"> or neonatal death. The perinatal death rate</w:t>
            </w:r>
            <w:r>
              <w:t xml:space="preserve"> is calculated as the number of perinatal deaths divided by the total number of births (live births registered and </w:t>
            </w:r>
            <w:proofErr w:type="spellStart"/>
            <w:r>
              <w:t>fetal</w:t>
            </w:r>
            <w:proofErr w:type="spellEnd"/>
            <w:r>
              <w:t xml:space="preserve"> deaths combined). It is expressed per 1000 total births</w:t>
            </w:r>
            <w:r w:rsidR="007267F4">
              <w:t xml:space="preserve">, by </w:t>
            </w:r>
            <w:r w:rsidR="00011DFE">
              <w:t xml:space="preserve">State </w:t>
            </w:r>
            <w:r w:rsidR="007267F4">
              <w:t xml:space="preserve">or </w:t>
            </w:r>
            <w:r w:rsidR="00011DFE">
              <w:t xml:space="preserve">Territory </w:t>
            </w:r>
            <w:r w:rsidR="007267F4">
              <w:t>of usual residence of the mother</w:t>
            </w:r>
            <w:r>
              <w:t xml:space="preserve">. </w:t>
            </w:r>
          </w:p>
          <w:p w:rsidR="00D2410D" w:rsidRDefault="00D2410D" w:rsidP="00531D51">
            <w:pPr>
              <w:pStyle w:val="Box"/>
            </w:pPr>
            <w:r>
              <w:t>Low or decreasing death rates are desirable and can indicate high quality maternity services. The neonatal death rate tends to be higher among premature babies, so a lower neonatal death rate can also indicate a lower percentage of pre-term births.</w:t>
            </w:r>
          </w:p>
          <w:p w:rsidR="00D2410D" w:rsidRDefault="001B59BD" w:rsidP="00531D51">
            <w:pPr>
              <w:pStyle w:val="Box"/>
            </w:pPr>
            <w:r>
              <w:t xml:space="preserve">Differences in the </w:t>
            </w:r>
            <w:proofErr w:type="spellStart"/>
            <w:r>
              <w:t>fetal</w:t>
            </w:r>
            <w:proofErr w:type="spellEnd"/>
            <w:r>
              <w:t xml:space="preserve"> death rate</w:t>
            </w:r>
            <w:r w:rsidR="00D2410D">
              <w:t xml:space="preserve"> between jurisdictions are likely to be due to factors outside the control of admitted patient </w:t>
            </w:r>
            <w:r w:rsidR="007267F4">
              <w:t xml:space="preserve">maternity services </w:t>
            </w:r>
            <w:r w:rsidR="00D2410D">
              <w:t xml:space="preserve">(such as the health of mothers and the progress of pregnancy before hospital admission). To the extent that the health system influences </w:t>
            </w:r>
            <w:proofErr w:type="spellStart"/>
            <w:r w:rsidR="00D2410D">
              <w:t>fetal</w:t>
            </w:r>
            <w:proofErr w:type="spellEnd"/>
            <w:r w:rsidR="00D2410D">
              <w:t xml:space="preserve"> death rates, the health services that can have an influence include outpatient services, general practice services and maternity services. In jurisdictions where the number of </w:t>
            </w:r>
            <w:proofErr w:type="spellStart"/>
            <w:r w:rsidR="00D2410D">
              <w:t>fetal</w:t>
            </w:r>
            <w:proofErr w:type="spellEnd"/>
            <w:r w:rsidR="00D2410D">
              <w:t xml:space="preserve"> deaths is low, small annual fluctuations in the number affect the annual rate of </w:t>
            </w:r>
            <w:proofErr w:type="spellStart"/>
            <w:r w:rsidR="00D2410D">
              <w:t>fetal</w:t>
            </w:r>
            <w:proofErr w:type="spellEnd"/>
            <w:r w:rsidR="00D2410D">
              <w:t xml:space="preserve"> deaths. </w:t>
            </w:r>
          </w:p>
          <w:p w:rsidR="00D2410D" w:rsidRDefault="00D2410D" w:rsidP="00531D51">
            <w:pPr>
              <w:pStyle w:val="Box"/>
            </w:pPr>
            <w:r>
              <w:t xml:space="preserve">As for </w:t>
            </w:r>
            <w:proofErr w:type="spellStart"/>
            <w:r>
              <w:t>fetal</w:t>
            </w:r>
            <w:proofErr w:type="spellEnd"/>
            <w:r>
              <w:t xml:space="preserve"> deaths, a range of factors contribute to neonatal deaths. However, the influence of maternity services for admitted patients is greater for neonatal deaths than for </w:t>
            </w:r>
            <w:proofErr w:type="spellStart"/>
            <w:r>
              <w:t>fetal</w:t>
            </w:r>
            <w:proofErr w:type="spellEnd"/>
            <w:r>
              <w:t xml:space="preserve"> deaths</w:t>
            </w:r>
            <w:r w:rsidR="007267F4">
              <w:t>,</w:t>
            </w:r>
            <w:r>
              <w:t xml:space="preserve"> through the management of labour and the care of sick and premature babies.</w:t>
            </w:r>
          </w:p>
          <w:p w:rsidR="00E6368F" w:rsidRDefault="00E6368F" w:rsidP="00E6368F">
            <w:pPr>
              <w:pStyle w:val="Box"/>
            </w:pPr>
            <w:r>
              <w:t>Data reported for this indicator are:</w:t>
            </w:r>
          </w:p>
          <w:p w:rsidR="00E6368F" w:rsidRDefault="00E6368F" w:rsidP="00E6368F">
            <w:pPr>
              <w:pStyle w:val="BoxListBullet"/>
            </w:pPr>
            <w:r>
              <w:t xml:space="preserve">comparable (subject to caveats) </w:t>
            </w:r>
            <w:r w:rsidR="00484F0E">
              <w:t>across</w:t>
            </w:r>
            <w:r w:rsidRPr="009442FD">
              <w:t xml:space="preserve"> jurisdictions </w:t>
            </w:r>
            <w:r w:rsidR="00484F0E">
              <w:t xml:space="preserve">and </w:t>
            </w:r>
            <w:r w:rsidRPr="009442FD">
              <w:t xml:space="preserve">over time </w:t>
            </w:r>
          </w:p>
          <w:p w:rsidR="00E6368F" w:rsidRDefault="00E6368F" w:rsidP="00E6368F">
            <w:pPr>
              <w:pStyle w:val="BoxListBullet"/>
            </w:pPr>
            <w:r w:rsidRPr="009442FD">
              <w:t xml:space="preserve">incomplete for the current reporting period. All required </w:t>
            </w:r>
            <w:r>
              <w:t>Indigenous data</w:t>
            </w:r>
            <w:r w:rsidRPr="009442FD">
              <w:t xml:space="preserve"> were not available for</w:t>
            </w:r>
            <w:r>
              <w:t xml:space="preserve"> Victoria, Tasmania and the ACT.</w:t>
            </w:r>
          </w:p>
          <w:p w:rsidR="00D2410D" w:rsidRDefault="00000FA5" w:rsidP="000C16E0">
            <w:pPr>
              <w:pStyle w:val="Box"/>
            </w:pPr>
            <w:r w:rsidRPr="002460EF">
              <w:rPr>
                <w:rFonts w:cs="Arial"/>
                <w:szCs w:val="22"/>
              </w:rPr>
              <w:t xml:space="preserve">Information about data quality for this indicator is at </w:t>
            </w:r>
            <w:proofErr w:type="spellStart"/>
            <w:r w:rsidRPr="002460EF">
              <w:rPr>
                <w:rFonts w:cs="Arial"/>
                <w:szCs w:val="22"/>
              </w:rPr>
              <w:t>www.pc.gov.au</w:t>
            </w:r>
            <w:proofErr w:type="spellEnd"/>
            <w:r w:rsidRPr="002460EF">
              <w:rPr>
                <w:rFonts w:cs="Arial"/>
                <w:szCs w:val="22"/>
              </w:rPr>
              <w:t>/</w:t>
            </w:r>
            <w:proofErr w:type="spellStart"/>
            <w:r w:rsidRPr="002460EF">
              <w:rPr>
                <w:rFonts w:cs="Arial"/>
                <w:szCs w:val="22"/>
              </w:rPr>
              <w:t>gsp</w:t>
            </w:r>
            <w:proofErr w:type="spellEnd"/>
            <w:r w:rsidRPr="002460EF">
              <w:rPr>
                <w:rFonts w:cs="Arial"/>
                <w:szCs w:val="22"/>
              </w:rPr>
              <w:t>/reports/</w:t>
            </w:r>
            <w:proofErr w:type="spellStart"/>
            <w:r w:rsidRPr="002460EF">
              <w:rPr>
                <w:rFonts w:cs="Arial"/>
                <w:szCs w:val="22"/>
              </w:rPr>
              <w:t>rogs</w:t>
            </w:r>
            <w:proofErr w:type="spellEnd"/>
            <w:r w:rsidRPr="002460EF">
              <w:rPr>
                <w:rFonts w:cs="Arial"/>
                <w:szCs w:val="22"/>
              </w:rPr>
              <w:t>/201</w:t>
            </w:r>
            <w:r w:rsidR="000C16E0">
              <w:rPr>
                <w:rFonts w:cs="Arial"/>
                <w:szCs w:val="22"/>
              </w:rPr>
              <w:t>4</w:t>
            </w:r>
            <w:r w:rsidRPr="002460EF">
              <w:rPr>
                <w:rFonts w:cs="Arial"/>
                <w:szCs w:val="22"/>
              </w:rPr>
              <w:t>.</w:t>
            </w:r>
          </w:p>
        </w:tc>
      </w:tr>
      <w:tr w:rsidR="00D2410D" w:rsidTr="00531D51">
        <w:trPr>
          <w:cantSplit/>
        </w:trPr>
        <w:tc>
          <w:tcPr>
            <w:tcW w:w="8771" w:type="dxa"/>
            <w:tcBorders>
              <w:top w:val="nil"/>
              <w:left w:val="single" w:sz="6" w:space="0" w:color="auto"/>
              <w:bottom w:val="single" w:sz="6" w:space="0" w:color="auto"/>
              <w:right w:val="single" w:sz="6" w:space="0" w:color="auto"/>
            </w:tcBorders>
          </w:tcPr>
          <w:p w:rsidR="00D2410D" w:rsidRDefault="00D2410D" w:rsidP="00531D51">
            <w:pPr>
              <w:pStyle w:val="Box"/>
              <w:spacing w:before="0" w:line="120" w:lineRule="exact"/>
            </w:pPr>
          </w:p>
        </w:tc>
      </w:tr>
      <w:tr w:rsidR="00D2410D" w:rsidTr="00531D51">
        <w:tc>
          <w:tcPr>
            <w:tcW w:w="8771" w:type="dxa"/>
            <w:tcBorders>
              <w:top w:val="nil"/>
              <w:left w:val="nil"/>
              <w:bottom w:val="nil"/>
              <w:right w:val="nil"/>
            </w:tcBorders>
          </w:tcPr>
          <w:p w:rsidR="00D2410D" w:rsidRDefault="00D2410D" w:rsidP="00531D51">
            <w:pPr>
              <w:pStyle w:val="Box"/>
              <w:keepNext w:val="0"/>
              <w:spacing w:before="60" w:after="60" w:line="80" w:lineRule="exact"/>
              <w:rPr>
                <w:b/>
                <w:color w:val="FF00FF"/>
                <w:sz w:val="14"/>
              </w:rPr>
            </w:pPr>
          </w:p>
        </w:tc>
      </w:tr>
    </w:tbl>
    <w:p w:rsidR="00D2410D" w:rsidRDefault="00D2410D" w:rsidP="00D2410D">
      <w:pPr>
        <w:pStyle w:val="Heading5"/>
      </w:pPr>
      <w:proofErr w:type="spellStart"/>
      <w:r>
        <w:t>Fetal</w:t>
      </w:r>
      <w:proofErr w:type="spellEnd"/>
      <w:r>
        <w:t xml:space="preserve"> death rate</w:t>
      </w:r>
    </w:p>
    <w:p w:rsidR="00D2410D" w:rsidRDefault="00D2410D" w:rsidP="004F7485">
      <w:pPr>
        <w:pStyle w:val="BodyText"/>
      </w:pPr>
      <w:proofErr w:type="spellStart"/>
      <w:r>
        <w:t>Fetal</w:t>
      </w:r>
      <w:proofErr w:type="spellEnd"/>
      <w:r>
        <w:t xml:space="preserve"> death rates are reported in figure 10.3</w:t>
      </w:r>
      <w:r w:rsidR="00AB4CF7">
        <w:t>2</w:t>
      </w:r>
      <w:r>
        <w:t xml:space="preserve">. Nationally, </w:t>
      </w:r>
      <w:proofErr w:type="spellStart"/>
      <w:r>
        <w:t>fetal</w:t>
      </w:r>
      <w:proofErr w:type="spellEnd"/>
      <w:r>
        <w:t xml:space="preserve"> death rates have </w:t>
      </w:r>
      <w:r w:rsidR="00721CB2">
        <w:t>generally been steady</w:t>
      </w:r>
      <w:r>
        <w:t xml:space="preserve"> over the period 200</w:t>
      </w:r>
      <w:r w:rsidR="008A0533">
        <w:t>7</w:t>
      </w:r>
      <w:r>
        <w:t>–20</w:t>
      </w:r>
      <w:r w:rsidR="00721CB2">
        <w:t>1</w:t>
      </w:r>
      <w:r w:rsidR="008A0533">
        <w:t>1</w:t>
      </w:r>
      <w:r>
        <w:t xml:space="preserve">. National time series for </w:t>
      </w:r>
      <w:proofErr w:type="spellStart"/>
      <w:r>
        <w:t>fetal</w:t>
      </w:r>
      <w:proofErr w:type="spellEnd"/>
      <w:r>
        <w:t xml:space="preserve"> death rates for the period 199</w:t>
      </w:r>
      <w:r w:rsidR="000A6C9A">
        <w:t>9</w:t>
      </w:r>
      <w:r>
        <w:t xml:space="preserve"> to 20</w:t>
      </w:r>
      <w:r w:rsidR="007267F4">
        <w:t>1</w:t>
      </w:r>
      <w:r w:rsidR="000A6C9A">
        <w:t>1</w:t>
      </w:r>
      <w:r>
        <w:t xml:space="preserve"> are included in table </w:t>
      </w:r>
      <w:proofErr w:type="spellStart"/>
      <w:r>
        <w:t>10A.</w:t>
      </w:r>
      <w:r w:rsidR="00B67068">
        <w:t>1</w:t>
      </w:r>
      <w:r w:rsidR="00742D1B">
        <w:t>1</w:t>
      </w:r>
      <w:r w:rsidR="00F2711F">
        <w:t>4</w:t>
      </w:r>
      <w:proofErr w:type="spellEnd"/>
      <w:r>
        <w:t xml:space="preserve">. </w:t>
      </w:r>
    </w:p>
    <w:p w:rsidR="00D2410D" w:rsidRDefault="00D2410D" w:rsidP="00D2410D">
      <w:pPr>
        <w:pStyle w:val="FigureTitle"/>
        <w:ind w:left="1560" w:hanging="1560"/>
      </w:pPr>
      <w:r>
        <w:rPr>
          <w:b w:val="0"/>
        </w:rPr>
        <w:t xml:space="preserve">Figure </w:t>
      </w:r>
      <w:bookmarkStart w:id="61" w:name="OLE_LINK39"/>
      <w:r w:rsidR="00AB4CF7">
        <w:rPr>
          <w:b w:val="0"/>
        </w:rPr>
        <w:t>10.</w:t>
      </w:r>
      <w:r w:rsidR="005B16BF">
        <w:rPr>
          <w:b w:val="0"/>
          <w:noProof/>
        </w:rPr>
        <w:t>32</w:t>
      </w:r>
      <w:bookmarkEnd w:id="61"/>
      <w:r>
        <w:tab/>
      </w:r>
      <w:proofErr w:type="spellStart"/>
      <w:r>
        <w:t>Fetal</w:t>
      </w:r>
      <w:proofErr w:type="spellEnd"/>
      <w:r>
        <w:t xml:space="preserve"> death </w:t>
      </w:r>
      <w:proofErr w:type="spellStart"/>
      <w:r>
        <w:t>rate</w:t>
      </w:r>
      <w:r>
        <w:rPr>
          <w:vertAlign w:val="superscript"/>
        </w:rPr>
        <w:t>a</w:t>
      </w:r>
      <w:proofErr w:type="spellEnd"/>
      <w:r>
        <w:rPr>
          <w:vertAlign w:val="superscript"/>
        </w:rPr>
        <w:t>, b</w:t>
      </w:r>
      <w:r w:rsidR="00723E9B">
        <w:rPr>
          <w:vertAlign w:val="superscript"/>
        </w:rPr>
        <w:t>,</w:t>
      </w:r>
      <w:r w:rsidR="004C4677">
        <w:rPr>
          <w:vertAlign w:val="superscript"/>
        </w:rPr>
        <w:t xml:space="preserve"> </w:t>
      </w:r>
      <w:r w:rsidR="00723E9B">
        <w:rPr>
          <w:vertAlign w:val="superscript"/>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51BCB4DD" wp14:editId="4F736AE2">
                  <wp:extent cx="5387975" cy="2698115"/>
                  <wp:effectExtent l="0" t="0" r="3175" b="6985"/>
                  <wp:docPr id="35" name="Picture 35" descr="Figure 10.32 Fetal death ra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Pr="00C04CB8" w:rsidRDefault="00D2410D" w:rsidP="00671F9E">
      <w:pPr>
        <w:pStyle w:val="Note"/>
      </w:pPr>
      <w:proofErr w:type="spellStart"/>
      <w:r>
        <w:rPr>
          <w:rStyle w:val="NoteLabel"/>
        </w:rPr>
        <w:t>a</w:t>
      </w:r>
      <w:proofErr w:type="spellEnd"/>
      <w:r w:rsidRPr="0058182F">
        <w:t xml:space="preserve"> </w:t>
      </w:r>
      <w:r>
        <w:t xml:space="preserve">Annual rates fluctuate (in particular, for smaller jurisdictions) as a result of a low incidence of </w:t>
      </w:r>
      <w:proofErr w:type="spellStart"/>
      <w:r>
        <w:t>fetal</w:t>
      </w:r>
      <w:proofErr w:type="spellEnd"/>
      <w:r>
        <w:t xml:space="preserve"> deaths and small populations</w:t>
      </w:r>
      <w:r w:rsidRPr="00671F9E">
        <w:t xml:space="preserve">. </w:t>
      </w:r>
      <w:r w:rsidRPr="00671F9E">
        <w:rPr>
          <w:rStyle w:val="NoteLabel"/>
        </w:rPr>
        <w:t>b</w:t>
      </w:r>
      <w:r w:rsidRPr="00671F9E">
        <w:t xml:space="preserve"> </w:t>
      </w:r>
      <w:r w:rsidR="00723E9B" w:rsidRPr="00671F9E">
        <w:t xml:space="preserve">Some </w:t>
      </w:r>
      <w:proofErr w:type="spellStart"/>
      <w:r w:rsidR="00723E9B" w:rsidRPr="00671F9E">
        <w:t>fetal</w:t>
      </w:r>
      <w:proofErr w:type="spellEnd"/>
      <w:r w:rsidR="00723E9B" w:rsidRPr="00671F9E">
        <w:t xml:space="preserve"> deaths occurring in WA could be the result of termination of pregnancy at 20 weeks gestation or more. </w:t>
      </w:r>
      <w:r w:rsidR="00723E9B" w:rsidRPr="00671F9E">
        <w:rPr>
          <w:rStyle w:val="NoteLabel"/>
        </w:rPr>
        <w:t>c</w:t>
      </w:r>
      <w:r w:rsidR="00723E9B" w:rsidRPr="00671F9E">
        <w:t xml:space="preserve"> </w:t>
      </w:r>
      <w:r w:rsidRPr="00671F9E">
        <w:t xml:space="preserve">The ACT and Australian total exclude stillbirth data which were not received or processed by the ABS in time for the finalisation of the 2008 reference year. According to scope rules, these 2008 data </w:t>
      </w:r>
      <w:r w:rsidR="00A24F51" w:rsidRPr="00671F9E">
        <w:t>were</w:t>
      </w:r>
      <w:r w:rsidRPr="00671F9E">
        <w:t xml:space="preserve"> included in the 2010 reference year.</w:t>
      </w:r>
      <w:r w:rsidR="00BC2CE8" w:rsidRPr="00671F9E">
        <w:t xml:space="preserve"> The data therefore shows a decline in 2008 and an increase in 2010 which is not related to any actual significant change in </w:t>
      </w:r>
      <w:proofErr w:type="spellStart"/>
      <w:r w:rsidR="00BC2CE8" w:rsidRPr="00671F9E">
        <w:t>fetal</w:t>
      </w:r>
      <w:proofErr w:type="spellEnd"/>
      <w:r w:rsidR="00BC2CE8" w:rsidRPr="00671F9E">
        <w:t xml:space="preserve"> death rates. </w:t>
      </w:r>
    </w:p>
    <w:p w:rsidR="00D2410D" w:rsidRDefault="00D2410D" w:rsidP="00D2410D">
      <w:pPr>
        <w:pStyle w:val="Source"/>
      </w:pPr>
      <w:r w:rsidRPr="000D196F">
        <w:rPr>
          <w:i/>
        </w:rPr>
        <w:t>Source</w:t>
      </w:r>
      <w:r w:rsidRPr="000D196F">
        <w:t>: ABS (unpublished</w:t>
      </w:r>
      <w:r w:rsidRPr="000824E9">
        <w:t>)</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rsidR="00742D1B">
        <w:t>1</w:t>
      </w:r>
      <w:r w:rsidR="00F2711F">
        <w:t>2</w:t>
      </w:r>
      <w:proofErr w:type="spellEnd"/>
      <w:r w:rsidRPr="000D196F">
        <w:t>.</w:t>
      </w:r>
    </w:p>
    <w:p w:rsidR="00AA0422" w:rsidRPr="00AA0422" w:rsidRDefault="00AA0422" w:rsidP="00671F9E">
      <w:pPr>
        <w:pStyle w:val="BodyText"/>
      </w:pPr>
      <w:proofErr w:type="spellStart"/>
      <w:r>
        <w:t>Fetal</w:t>
      </w:r>
      <w:proofErr w:type="spellEnd"/>
      <w:r>
        <w:t xml:space="preserve"> </w:t>
      </w:r>
      <w:r w:rsidRPr="00AA0422">
        <w:t xml:space="preserve">deaths data by the Indigenous status of the mother are available for NSW, Queensland, WA, SA and the NT only. </w:t>
      </w:r>
      <w:r w:rsidR="000F26D9" w:rsidRPr="00671F9E">
        <w:t>These five states and territories are considered to have adequate levels of Indigenous identification in mortality data</w:t>
      </w:r>
      <w:r w:rsidR="00D93AD2">
        <w:t xml:space="preserve"> </w:t>
      </w:r>
      <w:r w:rsidRPr="00AA0422">
        <w:t xml:space="preserve">(ABS 2004). </w:t>
      </w:r>
      <w:r w:rsidR="00847106">
        <w:t>For three</w:t>
      </w:r>
      <w:r w:rsidRPr="00AA0422">
        <w:t xml:space="preserve"> of the </w:t>
      </w:r>
      <w:r w:rsidR="00EB3E5C">
        <w:t xml:space="preserve">five </w:t>
      </w:r>
      <w:r w:rsidRPr="00AA0422">
        <w:t>jurisdictions for which</w:t>
      </w:r>
      <w:r w:rsidR="00847106">
        <w:t xml:space="preserve"> data are available, the </w:t>
      </w:r>
      <w:proofErr w:type="spellStart"/>
      <w:r w:rsidR="00847106">
        <w:t>fetal</w:t>
      </w:r>
      <w:proofErr w:type="spellEnd"/>
      <w:r w:rsidR="00847106">
        <w:t xml:space="preserve"> </w:t>
      </w:r>
      <w:r w:rsidRPr="00AA0422">
        <w:t>death rates for Indigenous Australians are higher than those for non</w:t>
      </w:r>
      <w:r w:rsidR="007267F4">
        <w:noBreakHyphen/>
      </w:r>
      <w:r w:rsidRPr="00AA0422">
        <w:t>Indigenous Australians (figure 10.3</w:t>
      </w:r>
      <w:r w:rsidR="00AB4CF7">
        <w:t>3</w:t>
      </w:r>
      <w:r w:rsidRPr="00AA0422">
        <w:t>).</w:t>
      </w:r>
    </w:p>
    <w:p w:rsidR="003D0F71" w:rsidRDefault="003D0F71">
      <w:pPr>
        <w:pStyle w:val="FigureTitle"/>
      </w:pPr>
      <w:r>
        <w:rPr>
          <w:b w:val="0"/>
        </w:rPr>
        <w:t xml:space="preserve">Figure </w:t>
      </w:r>
      <w:r w:rsidR="00AB4CF7">
        <w:rPr>
          <w:b w:val="0"/>
        </w:rPr>
        <w:t>10.</w:t>
      </w:r>
      <w:r w:rsidR="005B16BF">
        <w:rPr>
          <w:b w:val="0"/>
          <w:noProof/>
        </w:rPr>
        <w:t>33</w:t>
      </w:r>
      <w:r>
        <w:tab/>
      </w:r>
      <w:proofErr w:type="spellStart"/>
      <w:r>
        <w:t>Fetal</w:t>
      </w:r>
      <w:proofErr w:type="spellEnd"/>
      <w:r>
        <w:t xml:space="preserve"> death</w:t>
      </w:r>
      <w:r w:rsidR="00286649">
        <w:t xml:space="preserve"> rate</w:t>
      </w:r>
      <w:r w:rsidRPr="003D0F71">
        <w:t xml:space="preserve"> by Indigenous status of mother 200</w:t>
      </w:r>
      <w:r w:rsidR="000C16E0">
        <w:t>7</w:t>
      </w:r>
      <w:r w:rsidRPr="003D0F71">
        <w:t>–</w:t>
      </w:r>
      <w:proofErr w:type="spellStart"/>
      <w:r w:rsidRPr="003D0F71">
        <w:t>201</w:t>
      </w:r>
      <w:r w:rsidR="000C16E0">
        <w:t>1</w:t>
      </w:r>
      <w:r w:rsidRPr="00C54243">
        <w:rPr>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D0F71">
        <w:tc>
          <w:tcPr>
            <w:tcW w:w="8777" w:type="dxa"/>
          </w:tcPr>
          <w:p w:rsidR="003D0F71" w:rsidRDefault="003A1C92">
            <w:pPr>
              <w:pStyle w:val="Figure"/>
            </w:pPr>
            <w:r>
              <w:rPr>
                <w:noProof/>
              </w:rPr>
              <w:drawing>
                <wp:inline distT="0" distB="0" distL="0" distR="0" wp14:anchorId="19D84FD3" wp14:editId="1A7AFE76">
                  <wp:extent cx="5387975" cy="2698115"/>
                  <wp:effectExtent l="0" t="0" r="3175" b="6985"/>
                  <wp:docPr id="36" name="Picture 36" descr="Figure 10.33 Fetal death rate by Indigenous status of mother 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3D0F71" w:rsidRDefault="003D0F71">
      <w:pPr>
        <w:pStyle w:val="Note"/>
      </w:pPr>
      <w:r>
        <w:rPr>
          <w:rStyle w:val="NoteLabel"/>
        </w:rPr>
        <w:t>a</w:t>
      </w:r>
      <w:r>
        <w:t xml:space="preserve"> </w:t>
      </w:r>
      <w:r w:rsidRPr="003D0F71">
        <w:t xml:space="preserve">Data are reported individually by jurisdiction of residence for NSW, Queensland, WA, SA and the NT only. These </w:t>
      </w:r>
      <w:r w:rsidR="00886C60">
        <w:t>jurisdictions</w:t>
      </w:r>
      <w:r w:rsidRPr="003D0F71">
        <w:t xml:space="preserve"> have evidence of sufficient levels of identification and sufficient numbers of deaths. The total relates to those jurisdictions for which data are published. Data are not available for other jurisdictions.</w:t>
      </w:r>
    </w:p>
    <w:p w:rsidR="003D0F71" w:rsidRDefault="009D31D9">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t>1</w:t>
      </w:r>
      <w:r w:rsidR="00F2711F">
        <w:t>6</w:t>
      </w:r>
      <w:proofErr w:type="spellEnd"/>
      <w:r w:rsidRPr="000D196F">
        <w:t>.</w:t>
      </w:r>
    </w:p>
    <w:p w:rsidR="00D2410D" w:rsidRDefault="00D2410D" w:rsidP="00D2410D">
      <w:pPr>
        <w:pStyle w:val="Heading5"/>
      </w:pPr>
      <w:r>
        <w:t>Neonatal death rate</w:t>
      </w:r>
    </w:p>
    <w:p w:rsidR="00D2410D" w:rsidRDefault="00D2410D" w:rsidP="004F7485">
      <w:pPr>
        <w:pStyle w:val="BodyText"/>
      </w:pPr>
      <w:r>
        <w:t>Neonatal death rates are reported in figure 10.3</w:t>
      </w:r>
      <w:r w:rsidR="00AB4CF7">
        <w:t>4</w:t>
      </w:r>
      <w:r>
        <w:t>. Nationally, neonatal death rates have declined slightly over the period 200</w:t>
      </w:r>
      <w:r w:rsidR="008A0533">
        <w:t>7</w:t>
      </w:r>
      <w:r>
        <w:t>–20</w:t>
      </w:r>
      <w:r w:rsidR="00721CB2">
        <w:t>1</w:t>
      </w:r>
      <w:r w:rsidR="008A0533">
        <w:t>1</w:t>
      </w:r>
      <w:r>
        <w:t>. National time series for neonatal death rates for the period 199</w:t>
      </w:r>
      <w:r w:rsidR="002B2B89">
        <w:t>9</w:t>
      </w:r>
      <w:r>
        <w:t xml:space="preserve"> to 20</w:t>
      </w:r>
      <w:r w:rsidR="007267F4">
        <w:t>1</w:t>
      </w:r>
      <w:r w:rsidR="002B2B89">
        <w:t>1</w:t>
      </w:r>
      <w:r>
        <w:t xml:space="preserve"> are included in table </w:t>
      </w:r>
      <w:proofErr w:type="spellStart"/>
      <w:r>
        <w:t>10A.1</w:t>
      </w:r>
      <w:r w:rsidR="00742D1B">
        <w:t>1</w:t>
      </w:r>
      <w:r w:rsidR="00F2711F">
        <w:t>4</w:t>
      </w:r>
      <w:proofErr w:type="spellEnd"/>
      <w:r>
        <w:t xml:space="preserve">. </w:t>
      </w:r>
    </w:p>
    <w:p w:rsidR="007856E1" w:rsidRDefault="007856E1" w:rsidP="00671F9E">
      <w:pPr>
        <w:pStyle w:val="BodyText"/>
      </w:pPr>
      <w:r w:rsidRPr="007856E1">
        <w:t xml:space="preserve">Neonatal deaths data by the Indigenous status of the mother are available for NSW, Queensland, WA, SA and the NT only. </w:t>
      </w:r>
      <w:r w:rsidR="000F26D9" w:rsidRPr="00671F9E">
        <w:t>These five states and territories are considered to have adequate levels of Indigenous identification in mortality data</w:t>
      </w:r>
      <w:r w:rsidR="00D93AD2">
        <w:t xml:space="preserve"> </w:t>
      </w:r>
      <w:r w:rsidRPr="007856E1">
        <w:t>(ABS 2004). In the jurisdictions for which data are available, the neonatal death rates for Indigenous Australian</w:t>
      </w:r>
      <w:r w:rsidR="00431410">
        <w:t>s are higher than those for non-</w:t>
      </w:r>
      <w:r w:rsidRPr="007856E1">
        <w:t>Indigenous Australians (figure 10.3</w:t>
      </w:r>
      <w:r w:rsidR="00AB4CF7">
        <w:t>5</w:t>
      </w:r>
      <w:r w:rsidRPr="007856E1">
        <w:t>).</w:t>
      </w:r>
    </w:p>
    <w:p w:rsidR="00D2410D" w:rsidRDefault="00D2410D" w:rsidP="00D2410D">
      <w:pPr>
        <w:pStyle w:val="FigureTitle"/>
        <w:ind w:left="1560" w:hanging="1560"/>
      </w:pPr>
      <w:r>
        <w:rPr>
          <w:b w:val="0"/>
        </w:rPr>
        <w:t xml:space="preserve">Figure </w:t>
      </w:r>
      <w:bookmarkStart w:id="62" w:name="OLE_LINK42"/>
      <w:r w:rsidR="00AB4CF7">
        <w:rPr>
          <w:b w:val="0"/>
        </w:rPr>
        <w:t>10.</w:t>
      </w:r>
      <w:r w:rsidR="005B16BF">
        <w:rPr>
          <w:b w:val="0"/>
          <w:noProof/>
        </w:rPr>
        <w:t>34</w:t>
      </w:r>
      <w:bookmarkEnd w:id="62"/>
      <w:r>
        <w:tab/>
        <w:t xml:space="preserve">Neonatal death </w:t>
      </w:r>
      <w:proofErr w:type="spellStart"/>
      <w:r>
        <w:t>rate</w:t>
      </w:r>
      <w:r>
        <w:rPr>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7B80C02B" wp14:editId="15592085">
                  <wp:extent cx="5387975" cy="2698115"/>
                  <wp:effectExtent l="0" t="0" r="3175" b="6985"/>
                  <wp:docPr id="37" name="Picture 37" descr="Figure 10.34 Neonatal death ra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58182F">
        <w:t xml:space="preserve"> </w:t>
      </w:r>
      <w:r>
        <w:t>Annual rates fluctuate (in particular, for smaller jurisdictions) as a result of a low incidence of neonatal deaths and small populations.</w:t>
      </w:r>
    </w:p>
    <w:p w:rsidR="00D2410D" w:rsidRDefault="00D2410D" w:rsidP="00D2410D">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rsidR="00742D1B">
        <w:t>1</w:t>
      </w:r>
      <w:r w:rsidR="00F2711F">
        <w:t>3</w:t>
      </w:r>
      <w:proofErr w:type="spellEnd"/>
      <w:r w:rsidRPr="000D196F">
        <w:t>.</w:t>
      </w:r>
    </w:p>
    <w:p w:rsidR="003D0F71" w:rsidRDefault="003D0F71">
      <w:pPr>
        <w:pStyle w:val="FigureTitle"/>
      </w:pPr>
      <w:r>
        <w:rPr>
          <w:b w:val="0"/>
        </w:rPr>
        <w:t xml:space="preserve">Figure </w:t>
      </w:r>
      <w:r w:rsidR="00AB4CF7">
        <w:rPr>
          <w:b w:val="0"/>
        </w:rPr>
        <w:t>10.</w:t>
      </w:r>
      <w:r w:rsidR="005B16BF">
        <w:rPr>
          <w:b w:val="0"/>
          <w:noProof/>
        </w:rPr>
        <w:t>35</w:t>
      </w:r>
      <w:r>
        <w:tab/>
        <w:t>N</w:t>
      </w:r>
      <w:r w:rsidRPr="003D0F71">
        <w:t xml:space="preserve">eonatal </w:t>
      </w:r>
      <w:r>
        <w:t>death</w:t>
      </w:r>
      <w:r w:rsidR="00286649">
        <w:t xml:space="preserve"> rate</w:t>
      </w:r>
      <w:r w:rsidRPr="003D0F71">
        <w:t xml:space="preserve"> by Indigenous status of mother </w:t>
      </w:r>
      <w:r w:rsidR="00286649">
        <w:br/>
      </w:r>
      <w:r w:rsidRPr="003D0F71">
        <w:t>200</w:t>
      </w:r>
      <w:r w:rsidR="000C16E0">
        <w:t>7</w:t>
      </w:r>
      <w:r w:rsidRPr="003D0F71">
        <w:t>–</w:t>
      </w:r>
      <w:proofErr w:type="spellStart"/>
      <w:r w:rsidRPr="003D0F71">
        <w:t>201</w:t>
      </w:r>
      <w:r w:rsidR="000C16E0">
        <w:t>1</w:t>
      </w:r>
      <w:r w:rsidRPr="00C54243">
        <w:rPr>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D0F71">
        <w:tc>
          <w:tcPr>
            <w:tcW w:w="8777" w:type="dxa"/>
          </w:tcPr>
          <w:p w:rsidR="003D0F71" w:rsidRDefault="003A1C92">
            <w:pPr>
              <w:pStyle w:val="Figure"/>
            </w:pPr>
            <w:r>
              <w:rPr>
                <w:noProof/>
              </w:rPr>
              <w:drawing>
                <wp:inline distT="0" distB="0" distL="0" distR="0" wp14:anchorId="17413B34" wp14:editId="3C88E5CD">
                  <wp:extent cx="5387975" cy="2698115"/>
                  <wp:effectExtent l="0" t="0" r="3175" b="6985"/>
                  <wp:docPr id="38" name="Picture 38" descr="Figure 10.35 Neonatal death rate by Indigenous status of mother 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3D0F71" w:rsidRDefault="003D0F71">
      <w:pPr>
        <w:pStyle w:val="Note"/>
      </w:pPr>
      <w:r>
        <w:rPr>
          <w:rStyle w:val="NoteLabel"/>
        </w:rPr>
        <w:t>a</w:t>
      </w:r>
      <w:r>
        <w:t xml:space="preserve"> </w:t>
      </w:r>
      <w:r w:rsidRPr="003D0F71">
        <w:t xml:space="preserve">Data are reported individually by jurisdiction of residence for NSW, Queensland, WA, SA and the NT only. These </w:t>
      </w:r>
      <w:r w:rsidR="00886C60" w:rsidRPr="00886C60">
        <w:t xml:space="preserve">jurisdictions </w:t>
      </w:r>
      <w:r w:rsidRPr="003D0F71">
        <w:t>have evidence of sufficient levels of identification and sufficient numbers of deaths. The total relates to those jurisdictions for which data are published. Data are not available for other jurisdictions.</w:t>
      </w:r>
    </w:p>
    <w:p w:rsidR="003D0F71" w:rsidRDefault="009D31D9">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t>1</w:t>
      </w:r>
      <w:r w:rsidR="00F2711F">
        <w:t>6</w:t>
      </w:r>
      <w:proofErr w:type="spellEnd"/>
      <w:r w:rsidRPr="000D196F">
        <w:t>.</w:t>
      </w:r>
    </w:p>
    <w:p w:rsidR="00D2410D" w:rsidRDefault="00D2410D" w:rsidP="00D2410D">
      <w:pPr>
        <w:pStyle w:val="Heading5"/>
      </w:pPr>
      <w:r>
        <w:t>Perinatal death rate</w:t>
      </w:r>
    </w:p>
    <w:p w:rsidR="00D2410D" w:rsidRDefault="00D2410D" w:rsidP="00D2410D">
      <w:pPr>
        <w:pStyle w:val="BodyText"/>
      </w:pPr>
      <w:r>
        <w:t>Perinatal death rates are shown in figure 10.3</w:t>
      </w:r>
      <w:r w:rsidR="00AB4CF7">
        <w:t>6</w:t>
      </w:r>
      <w:r>
        <w:t>. National time series for perinatal death rates for the period 199</w:t>
      </w:r>
      <w:r w:rsidR="002B2B89">
        <w:t>9</w:t>
      </w:r>
      <w:r>
        <w:t xml:space="preserve"> to 20</w:t>
      </w:r>
      <w:r w:rsidR="00721CB2">
        <w:t>1</w:t>
      </w:r>
      <w:r w:rsidR="002B2B89">
        <w:t>1</w:t>
      </w:r>
      <w:r>
        <w:t xml:space="preserve"> are included in table </w:t>
      </w:r>
      <w:proofErr w:type="spellStart"/>
      <w:r>
        <w:t>10A.1</w:t>
      </w:r>
      <w:r w:rsidR="00742D1B">
        <w:t>1</w:t>
      </w:r>
      <w:r w:rsidR="00F2711F">
        <w:t>4</w:t>
      </w:r>
      <w:proofErr w:type="spellEnd"/>
      <w:r>
        <w:t>.</w:t>
      </w:r>
    </w:p>
    <w:p w:rsidR="00D2410D" w:rsidRDefault="00D2410D" w:rsidP="00D2410D">
      <w:pPr>
        <w:pStyle w:val="FigureTitle"/>
        <w:ind w:left="1560" w:hanging="1560"/>
      </w:pPr>
      <w:r>
        <w:rPr>
          <w:b w:val="0"/>
        </w:rPr>
        <w:t xml:space="preserve">Figure </w:t>
      </w:r>
      <w:bookmarkStart w:id="63" w:name="OLE_LINK43"/>
      <w:r w:rsidR="00AB4CF7">
        <w:rPr>
          <w:b w:val="0"/>
        </w:rPr>
        <w:t>10.</w:t>
      </w:r>
      <w:r w:rsidR="005B16BF">
        <w:rPr>
          <w:b w:val="0"/>
          <w:noProof/>
        </w:rPr>
        <w:t>36</w:t>
      </w:r>
      <w:bookmarkEnd w:id="63"/>
      <w:r>
        <w:tab/>
        <w:t xml:space="preserve">Perinatal death </w:t>
      </w:r>
      <w:proofErr w:type="spellStart"/>
      <w:r>
        <w:t>rate</w:t>
      </w:r>
      <w:r>
        <w:rPr>
          <w:vertAlign w:val="superscript"/>
        </w:rPr>
        <w:t>a</w:t>
      </w:r>
      <w:proofErr w:type="spellEnd"/>
      <w:r>
        <w:rPr>
          <w:vertAlign w:val="superscript"/>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2410D" w:rsidTr="00531D51">
        <w:tc>
          <w:tcPr>
            <w:tcW w:w="8777" w:type="dxa"/>
          </w:tcPr>
          <w:p w:rsidR="00D2410D" w:rsidRDefault="003A1C92" w:rsidP="00531D51">
            <w:pPr>
              <w:pStyle w:val="Figure"/>
            </w:pPr>
            <w:r>
              <w:rPr>
                <w:noProof/>
              </w:rPr>
              <w:drawing>
                <wp:inline distT="0" distB="0" distL="0" distR="0" wp14:anchorId="6AE4ADE1" wp14:editId="61EF8AB8">
                  <wp:extent cx="5387975" cy="2698115"/>
                  <wp:effectExtent l="0" t="0" r="3175" b="6985"/>
                  <wp:docPr id="39" name="Picture 39" descr="Figure 10.36 Perinatal death rat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D2410D" w:rsidRDefault="00D2410D" w:rsidP="00D2410D">
      <w:pPr>
        <w:pStyle w:val="Note"/>
      </w:pPr>
      <w:proofErr w:type="spellStart"/>
      <w:r>
        <w:rPr>
          <w:rStyle w:val="NoteLabel"/>
        </w:rPr>
        <w:t>a</w:t>
      </w:r>
      <w:proofErr w:type="spellEnd"/>
      <w:r>
        <w:sym w:font="Symbol" w:char="F020"/>
      </w:r>
      <w:r w:rsidRPr="00FF2C0B">
        <w:t xml:space="preserve"> </w:t>
      </w:r>
      <w:r>
        <w:t xml:space="preserve">Annual rates fluctuate (in particular, for smaller jurisdictions) as a result of a low incidence of perinatal deaths. </w:t>
      </w:r>
      <w:r w:rsidRPr="00C933A4">
        <w:rPr>
          <w:rStyle w:val="NoteLabel"/>
        </w:rPr>
        <w:t>b</w:t>
      </w:r>
      <w:r>
        <w:t xml:space="preserve"> T</w:t>
      </w:r>
      <w:r w:rsidRPr="00C04CB8">
        <w:t xml:space="preserve">he ACT and Australian total may exclude stillbirth data which </w:t>
      </w:r>
      <w:r>
        <w:t>were</w:t>
      </w:r>
      <w:r w:rsidRPr="00C04CB8">
        <w:t xml:space="preserve"> not received or processed by </w:t>
      </w:r>
      <w:r>
        <w:t xml:space="preserve">the </w:t>
      </w:r>
      <w:r w:rsidRPr="00C04CB8">
        <w:t xml:space="preserve">ABS in time for the finalisation of </w:t>
      </w:r>
      <w:r w:rsidRPr="00841EEA">
        <w:t xml:space="preserve">the 2008 reference year. According to scope rules, these 2008 data </w:t>
      </w:r>
      <w:r w:rsidR="00A24F51" w:rsidRPr="00841EEA">
        <w:t>were</w:t>
      </w:r>
      <w:r w:rsidRPr="00841EEA">
        <w:t xml:space="preserve"> included in the 2010 reference year.</w:t>
      </w:r>
      <w:r w:rsidR="000116DB" w:rsidRPr="00841EEA">
        <w:t xml:space="preserve"> The data therefore shows a decline in 2008 and an increase in 2010 which is not related to any actual significant change in </w:t>
      </w:r>
      <w:proofErr w:type="spellStart"/>
      <w:r w:rsidR="000116DB" w:rsidRPr="00841EEA">
        <w:t>fetal</w:t>
      </w:r>
      <w:proofErr w:type="spellEnd"/>
      <w:r w:rsidR="000116DB" w:rsidRPr="00841EEA">
        <w:t xml:space="preserve"> death rates.</w:t>
      </w:r>
    </w:p>
    <w:p w:rsidR="00D2410D" w:rsidRDefault="00D2410D" w:rsidP="00D2410D">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rsidR="00E155BE">
        <w:t>1</w:t>
      </w:r>
      <w:r w:rsidR="00F2711F">
        <w:t>5</w:t>
      </w:r>
      <w:proofErr w:type="spellEnd"/>
      <w:r w:rsidRPr="000D196F">
        <w:t>.</w:t>
      </w:r>
    </w:p>
    <w:p w:rsidR="00AA0422" w:rsidRDefault="00F90327" w:rsidP="00AA0422">
      <w:pPr>
        <w:pStyle w:val="BodyText"/>
      </w:pPr>
      <w:r>
        <w:t>P</w:t>
      </w:r>
      <w:r w:rsidR="00AA0422">
        <w:t xml:space="preserve">erinatal deaths data by the Indigenous status of the mother are available for NSW, Queensland, WA, SA and the NT only. </w:t>
      </w:r>
      <w:r w:rsidR="000F26D9" w:rsidRPr="00671F9E">
        <w:t>These five states and territories are considered to have adequate levels of Indigenous identification in mortality data</w:t>
      </w:r>
      <w:r w:rsidR="00AA0422">
        <w:t xml:space="preserve"> (ABS </w:t>
      </w:r>
      <w:r w:rsidR="00AA0422" w:rsidRPr="000B364A">
        <w:t>2004</w:t>
      </w:r>
      <w:r w:rsidR="00AA0422">
        <w:t xml:space="preserve">). In </w:t>
      </w:r>
      <w:r w:rsidR="007B5702">
        <w:t xml:space="preserve">three of the </w:t>
      </w:r>
      <w:r w:rsidR="00AA0422">
        <w:t>jurisdictions for which data are available, perinatal death rates for Indigenous Australians are higher than those for non</w:t>
      </w:r>
      <w:r w:rsidR="00AA0422">
        <w:noBreakHyphen/>
        <w:t>Indigenous Australians</w:t>
      </w:r>
      <w:r w:rsidR="00C66DA9">
        <w:t xml:space="preserve"> </w:t>
      </w:r>
      <w:r w:rsidR="00AA0422">
        <w:t>(figure 10.3</w:t>
      </w:r>
      <w:r w:rsidR="00AB4CF7">
        <w:t>7</w:t>
      </w:r>
      <w:r w:rsidR="00AA0422">
        <w:t>).</w:t>
      </w:r>
    </w:p>
    <w:p w:rsidR="003D0F71" w:rsidRDefault="003D0F71">
      <w:pPr>
        <w:pStyle w:val="FigureTitle"/>
      </w:pPr>
      <w:r>
        <w:rPr>
          <w:b w:val="0"/>
        </w:rPr>
        <w:t xml:space="preserve">Figure </w:t>
      </w:r>
      <w:r w:rsidR="00AB4CF7">
        <w:rPr>
          <w:b w:val="0"/>
        </w:rPr>
        <w:t>10.</w:t>
      </w:r>
      <w:r w:rsidR="005B16BF">
        <w:rPr>
          <w:b w:val="0"/>
          <w:noProof/>
        </w:rPr>
        <w:t>37</w:t>
      </w:r>
      <w:r>
        <w:tab/>
        <w:t>P</w:t>
      </w:r>
      <w:r w:rsidRPr="003D0F71">
        <w:t>erinatal death</w:t>
      </w:r>
      <w:r w:rsidR="00286649">
        <w:t xml:space="preserve"> rate</w:t>
      </w:r>
      <w:r w:rsidRPr="003D0F71">
        <w:t xml:space="preserve"> by Indigenous status of mother </w:t>
      </w:r>
      <w:r w:rsidR="00286649">
        <w:br/>
      </w:r>
      <w:r w:rsidRPr="003D0F71">
        <w:t>200</w:t>
      </w:r>
      <w:r w:rsidR="000C16E0">
        <w:t>7</w:t>
      </w:r>
      <w:r w:rsidRPr="003D0F71">
        <w:t>–</w:t>
      </w:r>
      <w:proofErr w:type="spellStart"/>
      <w:r w:rsidRPr="003D0F71">
        <w:t>201</w:t>
      </w:r>
      <w:r w:rsidR="000C16E0">
        <w:t>1</w:t>
      </w:r>
      <w:r w:rsidRPr="00C54243">
        <w:rPr>
          <w:vertAlign w:val="superscript"/>
        </w:rPr>
        <w:t>a</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D0F71">
        <w:tc>
          <w:tcPr>
            <w:tcW w:w="8777" w:type="dxa"/>
          </w:tcPr>
          <w:p w:rsidR="003D0F71" w:rsidRDefault="003A1C92">
            <w:pPr>
              <w:pStyle w:val="Figure"/>
            </w:pPr>
            <w:r>
              <w:rPr>
                <w:noProof/>
              </w:rPr>
              <w:drawing>
                <wp:inline distT="0" distB="0" distL="0" distR="0" wp14:anchorId="3DA9A9F5" wp14:editId="30E9F22C">
                  <wp:extent cx="5387975" cy="2698115"/>
                  <wp:effectExtent l="0" t="0" r="3175" b="6985"/>
                  <wp:docPr id="40" name="Picture 40" descr="Figure 10.37 Perinatal death rate by Indigenous status of mother &#10;2007–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387975" cy="2698115"/>
                          </a:xfrm>
                          <a:prstGeom prst="rect">
                            <a:avLst/>
                          </a:prstGeom>
                          <a:noFill/>
                          <a:ln>
                            <a:noFill/>
                          </a:ln>
                        </pic:spPr>
                      </pic:pic>
                    </a:graphicData>
                  </a:graphic>
                </wp:inline>
              </w:drawing>
            </w:r>
          </w:p>
        </w:tc>
      </w:tr>
    </w:tbl>
    <w:p w:rsidR="003D0F71" w:rsidRDefault="003D0F71">
      <w:pPr>
        <w:pStyle w:val="Note"/>
      </w:pPr>
      <w:r>
        <w:rPr>
          <w:rStyle w:val="NoteLabel"/>
        </w:rPr>
        <w:t>a</w:t>
      </w:r>
      <w:r>
        <w:t xml:space="preserve"> </w:t>
      </w:r>
      <w:r w:rsidRPr="003D0F71">
        <w:t xml:space="preserve">Data are reported individually by jurisdiction of residence for NSW, Queensland, WA, SA and the NT only. These </w:t>
      </w:r>
      <w:r w:rsidR="00886C60" w:rsidRPr="00886C60">
        <w:t xml:space="preserve">jurisdictions </w:t>
      </w:r>
      <w:r w:rsidRPr="003D0F71">
        <w:t>have evidence of sufficient levels of identification and sufficient numbers of deaths. The total relates to those jurisdictions for which data are published. Data are not available for other jurisdictions.</w:t>
      </w:r>
    </w:p>
    <w:p w:rsidR="003D0F71" w:rsidRDefault="009D31D9">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 xml:space="preserve">.0; table </w:t>
      </w:r>
      <w:proofErr w:type="spellStart"/>
      <w:r w:rsidRPr="000D196F">
        <w:t>10A.1</w:t>
      </w:r>
      <w:r>
        <w:t>1</w:t>
      </w:r>
      <w:r w:rsidR="00F2711F">
        <w:t>6</w:t>
      </w:r>
      <w:proofErr w:type="spellEnd"/>
      <w:r w:rsidRPr="000D196F">
        <w:t>.</w:t>
      </w:r>
    </w:p>
    <w:p w:rsidR="00D2410D" w:rsidRDefault="00D2410D" w:rsidP="008470C7">
      <w:pPr>
        <w:pStyle w:val="Heading2"/>
        <w:numPr>
          <w:ilvl w:val="1"/>
          <w:numId w:val="16"/>
        </w:numPr>
      </w:pPr>
      <w:bookmarkStart w:id="64" w:name="_Toc208032423"/>
      <w:bookmarkStart w:id="65" w:name="_Toc274729467"/>
      <w:r>
        <w:t>Future directions in performance reporting</w:t>
      </w:r>
      <w:bookmarkEnd w:id="64"/>
      <w:bookmarkEnd w:id="65"/>
    </w:p>
    <w:p w:rsidR="00D2410D" w:rsidRDefault="00D2410D" w:rsidP="00D2410D">
      <w:pPr>
        <w:pStyle w:val="BodyText"/>
      </w:pPr>
      <w:r>
        <w:t>Priorities for future reporting on public hospitals and maternity services include the following:</w:t>
      </w:r>
    </w:p>
    <w:p w:rsidR="00D2410D" w:rsidRDefault="00D2410D" w:rsidP="00D2410D">
      <w:pPr>
        <w:pStyle w:val="ListBullet"/>
      </w:pPr>
      <w:r>
        <w:t xml:space="preserve">Improving the comprehensiveness of reporting by filling in gaps in the performance indicator frameworks. Important gaps in reporting for public hospitals include indicators of equity of access to services for special needs groups, and indicators of continuity of care. Gaps in the maternity services framework include equity of access, effectiveness of access, two aspects of quality — responsiveness and continuity — and the efficiency </w:t>
      </w:r>
      <w:proofErr w:type="spellStart"/>
      <w:r>
        <w:t>subdimension</w:t>
      </w:r>
      <w:proofErr w:type="spellEnd"/>
      <w:r>
        <w:t xml:space="preserve"> of sustainability.</w:t>
      </w:r>
    </w:p>
    <w:p w:rsidR="00D2410D" w:rsidRDefault="00D2410D" w:rsidP="00D2410D">
      <w:pPr>
        <w:pStyle w:val="ListBullet"/>
      </w:pPr>
      <w:r>
        <w:t>Improving currently reported indicators for public hospitals and maternity services where data are not complete or not directly comparable. There is scope to improve reporting of the quality and access dimensions of the public hospitals framework, and the output indicators for maternity services.</w:t>
      </w:r>
    </w:p>
    <w:p w:rsidR="00D2410D" w:rsidRPr="00DC3FD7" w:rsidRDefault="00D2410D" w:rsidP="00D2410D">
      <w:pPr>
        <w:pStyle w:val="ListBullet"/>
      </w:pPr>
      <w:r>
        <w:t>Improving</w:t>
      </w:r>
      <w:r w:rsidRPr="00DC3FD7">
        <w:t xml:space="preserve"> the reporting of elective surgery waiting times by urgency category to achieve greater comparability across jurisdictions</w:t>
      </w:r>
      <w:r>
        <w:t xml:space="preserve"> and improving timeliness of the data</w:t>
      </w:r>
      <w:r w:rsidRPr="00DC3FD7">
        <w:t>.</w:t>
      </w:r>
    </w:p>
    <w:p w:rsidR="00D2410D" w:rsidRDefault="00D2410D" w:rsidP="00D2410D">
      <w:pPr>
        <w:pStyle w:val="ListBullet"/>
      </w:pPr>
      <w:r>
        <w:t>Improving</w:t>
      </w:r>
      <w:r w:rsidRPr="00DC3FD7">
        <w:t xml:space="preserve"> the reporting of </w:t>
      </w:r>
      <w:r>
        <w:t>quality and safety indicators in both the public hospitals</w:t>
      </w:r>
      <w:r w:rsidR="006169C4">
        <w:t>’</w:t>
      </w:r>
      <w:r>
        <w:t xml:space="preserve"> and maternity services</w:t>
      </w:r>
      <w:r w:rsidR="006169C4">
        <w:t>’</w:t>
      </w:r>
      <w:r>
        <w:t xml:space="preserve"> frameworks.</w:t>
      </w:r>
    </w:p>
    <w:p w:rsidR="00D2410D" w:rsidRDefault="00D2410D" w:rsidP="00D2410D">
      <w:pPr>
        <w:pStyle w:val="ListBullet"/>
      </w:pPr>
      <w:r>
        <w:t xml:space="preserve">Improving the quality of </w:t>
      </w:r>
      <w:r w:rsidR="001D1CA6">
        <w:t xml:space="preserve">data on </w:t>
      </w:r>
      <w:r>
        <w:t>Indigenous</w:t>
      </w:r>
      <w:r w:rsidR="001D1CA6">
        <w:t xml:space="preserve"> Australians</w:t>
      </w:r>
      <w:r>
        <w:t xml:space="preserve">. </w:t>
      </w:r>
      <w:r>
        <w:rPr>
          <w:szCs w:val="26"/>
        </w:rPr>
        <w:t>Work on improving Indigenous identification in hospital admitted patient data across states and territories is ongoing.</w:t>
      </w:r>
    </w:p>
    <w:p w:rsidR="00D2410D" w:rsidRDefault="00D2410D" w:rsidP="00D2410D">
      <w:pPr>
        <w:pStyle w:val="Heading2"/>
      </w:pPr>
      <w:r>
        <w:br w:type="page"/>
      </w:r>
      <w:bookmarkStart w:id="66" w:name="_Toc208032424"/>
      <w:bookmarkStart w:id="67" w:name="_Toc274729468"/>
      <w:r>
        <w:t>10.8</w:t>
      </w:r>
      <w:r>
        <w:tab/>
        <w:t>Definitions of key terms</w:t>
      </w:r>
      <w:bookmarkEnd w:id="66"/>
      <w:bookmarkEnd w:id="67"/>
      <w:r>
        <w:t xml:space="preserve"> </w:t>
      </w:r>
    </w:p>
    <w:tbl>
      <w:tblPr>
        <w:tblW w:w="0" w:type="auto"/>
        <w:tblLook w:val="01E0" w:firstRow="1" w:lastRow="1" w:firstColumn="1" w:lastColumn="1" w:noHBand="0" w:noVBand="0"/>
      </w:tblPr>
      <w:tblGrid>
        <w:gridCol w:w="2410"/>
        <w:gridCol w:w="6379"/>
      </w:tblGrid>
      <w:tr w:rsidR="00D2410D" w:rsidRPr="004C557B" w:rsidTr="00531D51">
        <w:tc>
          <w:tcPr>
            <w:tcW w:w="2410" w:type="dxa"/>
            <w:shd w:val="clear" w:color="auto" w:fill="auto"/>
          </w:tcPr>
          <w:p w:rsidR="00D2410D" w:rsidRPr="00407F56" w:rsidRDefault="00D2410D" w:rsidP="00531D51">
            <w:pPr>
              <w:pStyle w:val="TableBodyText"/>
              <w:spacing w:before="60" w:after="60"/>
              <w:jc w:val="left"/>
              <w:rPr>
                <w:b/>
              </w:rPr>
            </w:pPr>
            <w:r w:rsidRPr="00407F56">
              <w:rPr>
                <w:b/>
              </w:rPr>
              <w:t>Accreditation</w:t>
            </w:r>
          </w:p>
        </w:tc>
        <w:tc>
          <w:tcPr>
            <w:tcW w:w="6379" w:type="dxa"/>
            <w:shd w:val="clear" w:color="auto" w:fill="auto"/>
          </w:tcPr>
          <w:p w:rsidR="00D2410D" w:rsidRPr="004C557B" w:rsidRDefault="00D2410D" w:rsidP="00531D51">
            <w:pPr>
              <w:pStyle w:val="TableBodyText"/>
              <w:spacing w:before="60" w:after="60"/>
              <w:jc w:val="left"/>
            </w:pPr>
            <w:r w:rsidRPr="004C557B">
              <w:t xml:space="preserve">Professional recognition awarded to hospitals and other healthcare facilities that meet defined industry standards. Public hospitals </w:t>
            </w:r>
            <w:r>
              <w:t>can</w:t>
            </w:r>
            <w:r w:rsidRPr="004C557B">
              <w:t xml:space="preserve"> seek accreditation through the </w:t>
            </w:r>
            <w:proofErr w:type="spellStart"/>
            <w:r w:rsidRPr="004C557B">
              <w:t>ACHS</w:t>
            </w:r>
            <w:proofErr w:type="spellEnd"/>
            <w:r w:rsidRPr="004C557B">
              <w:t xml:space="preserve"> Evaluation and Quality Improvement Program, the Australian Quality Council (now known as Business Excellence Australia), the Quality Improvement Council, the International Organisation for Standardization 9000 Quality Management System or other equivalent programs.</w:t>
            </w:r>
          </w:p>
        </w:tc>
      </w:tr>
      <w:tr w:rsidR="002D4C1A" w:rsidRPr="004C557B" w:rsidTr="00531D51">
        <w:tc>
          <w:tcPr>
            <w:tcW w:w="2410" w:type="dxa"/>
            <w:shd w:val="clear" w:color="auto" w:fill="auto"/>
          </w:tcPr>
          <w:p w:rsidR="002D4C1A" w:rsidRPr="00407F56" w:rsidRDefault="002D4C1A" w:rsidP="00BD629A">
            <w:pPr>
              <w:pStyle w:val="TableBodyText"/>
              <w:spacing w:before="60" w:after="60"/>
              <w:jc w:val="left"/>
              <w:rPr>
                <w:b/>
              </w:rPr>
            </w:pPr>
            <w:r w:rsidRPr="00407F56">
              <w:rPr>
                <w:b/>
              </w:rPr>
              <w:t>Acute care</w:t>
            </w:r>
          </w:p>
        </w:tc>
        <w:tc>
          <w:tcPr>
            <w:tcW w:w="6379" w:type="dxa"/>
            <w:shd w:val="clear" w:color="auto" w:fill="auto"/>
          </w:tcPr>
          <w:p w:rsidR="002D4C1A" w:rsidRPr="004C557B" w:rsidRDefault="002D4C1A" w:rsidP="00BD629A">
            <w:pPr>
              <w:pStyle w:val="TableBodyText"/>
              <w:spacing w:before="60" w:after="60"/>
              <w:jc w:val="left"/>
            </w:pPr>
            <w:r w:rsidRPr="004C557B">
              <w:t>Clinical services provided to admitted or non</w:t>
            </w:r>
            <w:r>
              <w:t>-</w:t>
            </w:r>
            <w:r w:rsidRPr="004C557B">
              <w:t>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Admitted patient</w:t>
            </w:r>
          </w:p>
        </w:tc>
        <w:tc>
          <w:tcPr>
            <w:tcW w:w="6379" w:type="dxa"/>
            <w:shd w:val="clear" w:color="auto" w:fill="auto"/>
          </w:tcPr>
          <w:p w:rsidR="002D4C1A" w:rsidRPr="004C557B" w:rsidRDefault="002D4C1A" w:rsidP="00531D51">
            <w:pPr>
              <w:pStyle w:val="TableBodyText"/>
              <w:spacing w:before="60" w:after="60"/>
              <w:jc w:val="left"/>
            </w:pPr>
            <w:r w:rsidRPr="004C557B">
              <w:t xml:space="preserve">A patient who has undergone a formal admission process in a public hospital to begin an episode of care. Admitted patients </w:t>
            </w:r>
            <w:r>
              <w:t xml:space="preserve">can </w:t>
            </w:r>
            <w:r w:rsidRPr="004C557B">
              <w:t xml:space="preserve">receive acute, </w:t>
            </w:r>
            <w:r>
              <w:t>subacute</w:t>
            </w:r>
            <w:r w:rsidRPr="004C557B">
              <w:t xml:space="preserve"> or non</w:t>
            </w:r>
            <w:r>
              <w:noBreakHyphen/>
            </w:r>
            <w:r w:rsidRPr="004C557B">
              <w:t>acute care services.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Admitted patient cost proportion</w:t>
            </w:r>
          </w:p>
        </w:tc>
        <w:tc>
          <w:tcPr>
            <w:tcW w:w="6379" w:type="dxa"/>
            <w:shd w:val="clear" w:color="auto" w:fill="auto"/>
          </w:tcPr>
          <w:p w:rsidR="002D4C1A" w:rsidRPr="004C557B" w:rsidRDefault="002D4C1A" w:rsidP="00531D51">
            <w:pPr>
              <w:pStyle w:val="TableBodyText"/>
              <w:spacing w:before="60" w:after="60"/>
              <w:jc w:val="left"/>
            </w:pPr>
            <w:r>
              <w:t>The ratio of admitted patient costs to total hospital costs, also known as the inpatient fraction.</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Allied health (non</w:t>
            </w:r>
            <w:r w:rsidRPr="00407F56">
              <w:rPr>
                <w:b/>
              </w:rPr>
              <w:noBreakHyphen/>
              <w:t>admitted)</w:t>
            </w:r>
          </w:p>
        </w:tc>
        <w:tc>
          <w:tcPr>
            <w:tcW w:w="6379" w:type="dxa"/>
            <w:shd w:val="clear" w:color="auto" w:fill="auto"/>
          </w:tcPr>
          <w:p w:rsidR="002D4C1A" w:rsidRPr="004C557B" w:rsidRDefault="002D4C1A" w:rsidP="00531D51">
            <w:pPr>
              <w:pStyle w:val="TableBodyText"/>
              <w:spacing w:before="60" w:after="60"/>
              <w:jc w:val="left"/>
            </w:pPr>
            <w:r>
              <w:t>Occasions of service to non-admitted patients at units/clinics providing treatment/counselling to patients. These include units providing physiotherapy, speech therapy, family planning, dietary advice, optometry and occupational therapy.</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Apgar score</w:t>
            </w:r>
          </w:p>
        </w:tc>
        <w:tc>
          <w:tcPr>
            <w:tcW w:w="6379" w:type="dxa"/>
            <w:shd w:val="clear" w:color="auto" w:fill="auto"/>
          </w:tcPr>
          <w:p w:rsidR="002D4C1A" w:rsidRPr="005471F1" w:rsidRDefault="002D4C1A" w:rsidP="00531D51">
            <w:pPr>
              <w:pStyle w:val="TableBodyText"/>
              <w:spacing w:before="60" w:after="60"/>
              <w:jc w:val="left"/>
            </w:pPr>
            <w:r w:rsidRPr="005471F1">
              <w:t xml:space="preserve">Numerical score used to evaluate a baby’s condition after birth. The definition of the reported indicator is the number of babies born with an Apgar score of 3 or lower at 5 minutes </w:t>
            </w:r>
            <w:proofErr w:type="spellStart"/>
            <w:r w:rsidRPr="005471F1">
              <w:t>post delivery</w:t>
            </w:r>
            <w:proofErr w:type="spellEnd"/>
            <w:r w:rsidRPr="005471F1">
              <w:t xml:space="preserve">, as a proportion of the total number of babies born. Excludes </w:t>
            </w:r>
            <w:proofErr w:type="spellStart"/>
            <w:r w:rsidRPr="005471F1">
              <w:t>fetal</w:t>
            </w:r>
            <w:proofErr w:type="spellEnd"/>
            <w:r w:rsidRPr="005471F1">
              <w:t xml:space="preserve"> deaths in utero before commencement of labour.</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AR-</w:t>
            </w:r>
            <w:proofErr w:type="spellStart"/>
            <w:r w:rsidRPr="00407F56">
              <w:rPr>
                <w:b/>
              </w:rPr>
              <w:t>DRG</w:t>
            </w:r>
            <w:proofErr w:type="spellEnd"/>
          </w:p>
        </w:tc>
        <w:tc>
          <w:tcPr>
            <w:tcW w:w="6379" w:type="dxa"/>
            <w:shd w:val="clear" w:color="auto" w:fill="auto"/>
          </w:tcPr>
          <w:p w:rsidR="002D4C1A" w:rsidRDefault="002D4C1A" w:rsidP="00AB1DE2">
            <w:pPr>
              <w:pStyle w:val="TableBodyText"/>
              <w:spacing w:before="60" w:after="60"/>
              <w:jc w:val="left"/>
            </w:pPr>
            <w:r>
              <w:t>Australian Refined Diagnosis Related Group - a patient classification system that hospitals use to match their patient services (hospital procedures and diagnoses) with their resource needs. AR-</w:t>
            </w:r>
            <w:proofErr w:type="spellStart"/>
            <w:r>
              <w:t>DRG</w:t>
            </w:r>
            <w:proofErr w:type="spellEnd"/>
            <w:r>
              <w:t xml:space="preserve"> version </w:t>
            </w:r>
            <w:proofErr w:type="spellStart"/>
            <w:r w:rsidRPr="00671F9E">
              <w:t>6.0x</w:t>
            </w:r>
            <w:proofErr w:type="spellEnd"/>
            <w:r>
              <w:t xml:space="preserve"> is based on the </w:t>
            </w:r>
            <w:proofErr w:type="spellStart"/>
            <w:r>
              <w:t>ICD</w:t>
            </w:r>
            <w:proofErr w:type="spellEnd"/>
            <w:r>
              <w:t>-10-AM classification.</w:t>
            </w:r>
          </w:p>
        </w:tc>
      </w:tr>
      <w:tr w:rsidR="002D4C1A" w:rsidRPr="004C557B" w:rsidTr="00671F9E">
        <w:tc>
          <w:tcPr>
            <w:tcW w:w="2410" w:type="dxa"/>
            <w:shd w:val="clear" w:color="auto" w:fill="auto"/>
          </w:tcPr>
          <w:p w:rsidR="002D4C1A" w:rsidRPr="00407F56" w:rsidRDefault="002D4C1A" w:rsidP="00BD629A">
            <w:pPr>
              <w:pStyle w:val="TableBodyText"/>
              <w:spacing w:before="60" w:after="60"/>
              <w:jc w:val="left"/>
              <w:rPr>
                <w:b/>
              </w:rPr>
            </w:pPr>
            <w:r>
              <w:rPr>
                <w:b/>
              </w:rPr>
              <w:t>Australian Classification of Health Interventions (</w:t>
            </w:r>
            <w:proofErr w:type="spellStart"/>
            <w:r>
              <w:rPr>
                <w:b/>
              </w:rPr>
              <w:t>ACHI</w:t>
            </w:r>
            <w:proofErr w:type="spellEnd"/>
            <w:r>
              <w:rPr>
                <w:b/>
              </w:rPr>
              <w:t>)</w:t>
            </w:r>
          </w:p>
        </w:tc>
        <w:tc>
          <w:tcPr>
            <w:tcW w:w="6379" w:type="dxa"/>
            <w:shd w:val="clear" w:color="auto" w:fill="auto"/>
          </w:tcPr>
          <w:p w:rsidR="002D4C1A" w:rsidRPr="004C557B" w:rsidRDefault="002D4C1A" w:rsidP="00BD629A">
            <w:pPr>
              <w:pStyle w:val="TableBodyText"/>
              <w:spacing w:before="60" w:after="60"/>
              <w:jc w:val="left"/>
            </w:pPr>
            <w:proofErr w:type="spellStart"/>
            <w:r w:rsidRPr="002D4C1A">
              <w:t>ACHI</w:t>
            </w:r>
            <w:proofErr w:type="spellEnd"/>
            <w:r>
              <w:t xml:space="preserve"> is the Australian classification of health interventions.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Average length of stay</w:t>
            </w:r>
          </w:p>
        </w:tc>
        <w:tc>
          <w:tcPr>
            <w:tcW w:w="6379" w:type="dxa"/>
            <w:shd w:val="clear" w:color="auto" w:fill="auto"/>
          </w:tcPr>
          <w:p w:rsidR="002D4C1A" w:rsidRPr="00543206" w:rsidRDefault="002D4C1A" w:rsidP="00531D51">
            <w:pPr>
              <w:pStyle w:val="TableBodyText"/>
              <w:spacing w:before="60" w:after="60"/>
              <w:jc w:val="left"/>
            </w:pPr>
            <w:r w:rsidRPr="00543206">
              <w:t>The mean length of stay for all patient episodes, calculated by dividing total occupied bed days by total episodes of care.</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r w:rsidRPr="00407F56">
              <w:rPr>
                <w:b/>
              </w:rPr>
              <w:t>Caesarean section</w:t>
            </w:r>
          </w:p>
        </w:tc>
        <w:tc>
          <w:tcPr>
            <w:tcW w:w="6379" w:type="dxa"/>
            <w:shd w:val="clear" w:color="auto" w:fill="auto"/>
          </w:tcPr>
          <w:p w:rsidR="002D4C1A" w:rsidRPr="00543206" w:rsidRDefault="006D348C" w:rsidP="00531D51">
            <w:pPr>
              <w:pStyle w:val="TableBodyText"/>
              <w:spacing w:before="60" w:after="60"/>
              <w:jc w:val="left"/>
            </w:pPr>
            <w:r w:rsidRPr="006D348C">
              <w:t>Operative birth through an incision into abdomen and uterus</w:t>
            </w:r>
            <w:r w:rsidR="002D4C1A" w:rsidRPr="00543206">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Casemix</w:t>
            </w:r>
            <w:proofErr w:type="spellEnd"/>
            <w:r w:rsidRPr="00407F56">
              <w:rPr>
                <w:b/>
              </w:rPr>
              <w:t xml:space="preserve"> adjusted</w:t>
            </w:r>
          </w:p>
        </w:tc>
        <w:tc>
          <w:tcPr>
            <w:tcW w:w="6379" w:type="dxa"/>
            <w:shd w:val="clear" w:color="auto" w:fill="auto"/>
          </w:tcPr>
          <w:p w:rsidR="002D4C1A" w:rsidRPr="004F0A5A" w:rsidRDefault="002D4C1A" w:rsidP="00531D51">
            <w:pPr>
              <w:pStyle w:val="TableBodyText"/>
              <w:spacing w:before="60" w:after="60"/>
              <w:jc w:val="left"/>
            </w:pPr>
            <w:r w:rsidRPr="004F0A5A">
              <w:t>Adjustment of data on cases treated to account for the number and type of cases. Cases are sorted by AR</w:t>
            </w:r>
            <w:r>
              <w:noBreakHyphen/>
            </w:r>
            <w:proofErr w:type="spellStart"/>
            <w:r w:rsidRPr="004F0A5A">
              <w:t>DRG</w:t>
            </w:r>
            <w:proofErr w:type="spellEnd"/>
            <w:r w:rsidRPr="004F0A5A">
              <w:t xml:space="preserve"> into categories of patients with similar clinical conditions and requiring similar hospital services. </w:t>
            </w:r>
            <w:proofErr w:type="spellStart"/>
            <w:r w:rsidRPr="004F0A5A">
              <w:t>Casemix</w:t>
            </w:r>
            <w:proofErr w:type="spellEnd"/>
            <w:r w:rsidRPr="004F0A5A">
              <w:t xml:space="preserve"> adjustment is an important step to achieving comparable measures of efficiency across hospitals and jurisdictions.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Casemix</w:t>
            </w:r>
            <w:proofErr w:type="spellEnd"/>
            <w:r w:rsidRPr="00407F56">
              <w:rPr>
                <w:b/>
              </w:rPr>
              <w:t xml:space="preserve"> adjusted separations</w:t>
            </w:r>
          </w:p>
        </w:tc>
        <w:tc>
          <w:tcPr>
            <w:tcW w:w="6379" w:type="dxa"/>
            <w:shd w:val="clear" w:color="auto" w:fill="auto"/>
          </w:tcPr>
          <w:p w:rsidR="002D4C1A" w:rsidRPr="00AF2819" w:rsidRDefault="002D4C1A" w:rsidP="00531D51">
            <w:pPr>
              <w:pStyle w:val="TableBodyText"/>
              <w:spacing w:before="60" w:after="60"/>
              <w:jc w:val="left"/>
            </w:pPr>
            <w:r w:rsidRPr="00AF2819">
              <w:t>The number of separations adjusted to account for differences across hospitals in the complexity of episodes of care.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Catastrophic</w:t>
            </w:r>
          </w:p>
        </w:tc>
        <w:tc>
          <w:tcPr>
            <w:tcW w:w="6379" w:type="dxa"/>
            <w:shd w:val="clear" w:color="auto" w:fill="auto"/>
          </w:tcPr>
          <w:p w:rsidR="002D4C1A" w:rsidRDefault="002D4C1A" w:rsidP="00531D51">
            <w:pPr>
              <w:pStyle w:val="TableBodyText"/>
              <w:spacing w:before="60" w:after="60"/>
              <w:jc w:val="left"/>
            </w:pPr>
            <w:r w:rsidRPr="007A5A97">
              <w:t xml:space="preserve">An acute or prolonged illness usually considered to be life threatening or with the threat of serious residual disability. Treatment </w:t>
            </w:r>
            <w:r>
              <w:t>can</w:t>
            </w:r>
            <w:r w:rsidRPr="007A5A97">
              <w:t xml:space="preserve"> be radical and is frequently costly.</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Community health services</w:t>
            </w:r>
          </w:p>
        </w:tc>
        <w:tc>
          <w:tcPr>
            <w:tcW w:w="6379" w:type="dxa"/>
            <w:shd w:val="clear" w:color="auto" w:fill="auto"/>
          </w:tcPr>
          <w:p w:rsidR="002D4C1A" w:rsidRPr="00040114" w:rsidRDefault="002D4C1A" w:rsidP="00531D51">
            <w:pPr>
              <w:pStyle w:val="TableBodyText"/>
              <w:spacing w:before="60" w:after="60"/>
              <w:jc w:val="left"/>
            </w:pPr>
            <w:r w:rsidRPr="00040114">
              <w:t>Health services for individuals and groups delivered in a community setting, rather than via hospitals or private facilities.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Cost of capital</w:t>
            </w:r>
          </w:p>
        </w:tc>
        <w:tc>
          <w:tcPr>
            <w:tcW w:w="6379" w:type="dxa"/>
            <w:shd w:val="clear" w:color="auto" w:fill="auto"/>
          </w:tcPr>
          <w:p w:rsidR="002D4C1A" w:rsidRPr="002E4310" w:rsidRDefault="002D4C1A" w:rsidP="00531D51">
            <w:pPr>
              <w:pStyle w:val="TableBodyText"/>
              <w:spacing w:before="60" w:after="60"/>
              <w:jc w:val="left"/>
            </w:pPr>
            <w:r w:rsidRPr="002E4310">
              <w:t>The return foregone on the next best investment, estimated at a rate of 8</w:t>
            </w:r>
            <w:r>
              <w:t> </w:t>
            </w:r>
            <w:r w:rsidRPr="002E4310">
              <w:t>per</w:t>
            </w:r>
            <w:r>
              <w:t> </w:t>
            </w:r>
            <w:r w:rsidRPr="002E4310">
              <w:t>cent of the depreciated replacement value of buildings, equipment and land. Also called the ‘opportunity cost’ of capital.</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 xml:space="preserve">Cost per </w:t>
            </w:r>
            <w:proofErr w:type="spellStart"/>
            <w:r w:rsidRPr="00407F56">
              <w:rPr>
                <w:b/>
              </w:rPr>
              <w:t>casemix</w:t>
            </w:r>
            <w:proofErr w:type="spellEnd"/>
            <w:r w:rsidRPr="00407F56">
              <w:rPr>
                <w:b/>
              </w:rPr>
              <w:t xml:space="preserve"> adjusted separation</w:t>
            </w:r>
          </w:p>
        </w:tc>
        <w:tc>
          <w:tcPr>
            <w:tcW w:w="6379" w:type="dxa"/>
            <w:shd w:val="clear" w:color="auto" w:fill="auto"/>
          </w:tcPr>
          <w:p w:rsidR="002D4C1A" w:rsidRPr="0077440D" w:rsidRDefault="002D4C1A" w:rsidP="00531D51">
            <w:pPr>
              <w:pStyle w:val="TableBodyText"/>
              <w:spacing w:before="60" w:after="60"/>
              <w:jc w:val="left"/>
            </w:pPr>
            <w:r w:rsidRPr="0077440D">
              <w:t xml:space="preserve">Recurrent expenditure multiplied by the inpatient fraction and divided by the total number of </w:t>
            </w:r>
            <w:proofErr w:type="spellStart"/>
            <w:r w:rsidRPr="0077440D">
              <w:t>casemix</w:t>
            </w:r>
            <w:proofErr w:type="spellEnd"/>
            <w:r>
              <w:t>-adjusted separations plus estimated private patient medical costs.</w:t>
            </w:r>
          </w:p>
        </w:tc>
      </w:tr>
      <w:tr w:rsidR="002D4C1A" w:rsidRPr="004C557B" w:rsidTr="0075539F">
        <w:tc>
          <w:tcPr>
            <w:tcW w:w="2410" w:type="dxa"/>
            <w:shd w:val="clear" w:color="auto" w:fill="auto"/>
          </w:tcPr>
          <w:p w:rsidR="002D4C1A" w:rsidRPr="00407F56" w:rsidRDefault="002D4C1A" w:rsidP="00531D51">
            <w:pPr>
              <w:pStyle w:val="TableBodyText"/>
              <w:spacing w:before="60" w:after="60"/>
              <w:jc w:val="left"/>
              <w:rPr>
                <w:b/>
              </w:rPr>
            </w:pPr>
            <w:r w:rsidRPr="00407F56">
              <w:rPr>
                <w:b/>
              </w:rPr>
              <w:t>Cost per non</w:t>
            </w:r>
            <w:r w:rsidRPr="00407F56">
              <w:rPr>
                <w:b/>
              </w:rPr>
              <w:noBreakHyphen/>
              <w:t>admitted occasion of service</w:t>
            </w:r>
          </w:p>
        </w:tc>
        <w:tc>
          <w:tcPr>
            <w:tcW w:w="6379" w:type="dxa"/>
            <w:shd w:val="clear" w:color="auto" w:fill="auto"/>
          </w:tcPr>
          <w:p w:rsidR="002D4C1A" w:rsidRPr="00401707" w:rsidRDefault="002D4C1A" w:rsidP="00531D51">
            <w:pPr>
              <w:pStyle w:val="TableBodyText"/>
              <w:spacing w:before="60" w:after="60"/>
              <w:jc w:val="left"/>
            </w:pPr>
            <w:r w:rsidRPr="00401707">
              <w:t>Recurrent expenditure divided by the inpatient fraction and divided by the total number of non</w:t>
            </w:r>
            <w:r>
              <w:noBreakHyphen/>
              <w:t>admitted occasions of service.</w:t>
            </w:r>
          </w:p>
        </w:tc>
      </w:tr>
      <w:tr w:rsidR="002D4C1A" w:rsidRPr="004C557B" w:rsidTr="0075539F">
        <w:tc>
          <w:tcPr>
            <w:tcW w:w="2410" w:type="dxa"/>
            <w:shd w:val="clear" w:color="auto" w:fill="auto"/>
          </w:tcPr>
          <w:p w:rsidR="002D4C1A" w:rsidRPr="00407F56" w:rsidRDefault="002D4C1A" w:rsidP="00531D51">
            <w:pPr>
              <w:pStyle w:val="TableBodyText"/>
              <w:spacing w:before="60" w:after="60"/>
              <w:jc w:val="left"/>
              <w:rPr>
                <w:b/>
              </w:rPr>
            </w:pPr>
            <w:r w:rsidRPr="00407F56">
              <w:rPr>
                <w:b/>
              </w:rPr>
              <w:t>Elective surgery waiting times</w:t>
            </w:r>
          </w:p>
        </w:tc>
        <w:tc>
          <w:tcPr>
            <w:tcW w:w="6379" w:type="dxa"/>
            <w:shd w:val="clear" w:color="auto" w:fill="auto"/>
          </w:tcPr>
          <w:p w:rsidR="002D4C1A" w:rsidRPr="00EA0600" w:rsidRDefault="002D4C1A" w:rsidP="002C4278">
            <w:pPr>
              <w:pStyle w:val="TableBodyText"/>
              <w:spacing w:before="60" w:after="60"/>
              <w:jc w:val="left"/>
            </w:pPr>
            <w:r w:rsidRPr="002C4278">
              <w:t xml:space="preserve">Elective </w:t>
            </w:r>
            <w:r>
              <w:t>surgery waiting times</w:t>
            </w:r>
            <w:r w:rsidRPr="002C4278">
              <w:t xml:space="preserve"> are calculated by comparing the date on which </w:t>
            </w:r>
            <w:r w:rsidRPr="00671F9E">
              <w:t>patients are added to a waiting list with the date on which they are admitted for the awaited procedure.</w:t>
            </w:r>
            <w:r w:rsidRPr="002C4278">
              <w:t xml:space="preserve"> Days on which the patient was no</w:t>
            </w:r>
            <w:r>
              <w:t xml:space="preserve">t ready for care are excluded. </w:t>
            </w:r>
          </w:p>
        </w:tc>
      </w:tr>
      <w:tr w:rsidR="002D4C1A" w:rsidRPr="004C557B" w:rsidTr="00841EEA">
        <w:tc>
          <w:tcPr>
            <w:tcW w:w="2410" w:type="dxa"/>
            <w:shd w:val="clear" w:color="auto" w:fill="auto"/>
          </w:tcPr>
          <w:p w:rsidR="002D4C1A" w:rsidRPr="00407F56" w:rsidRDefault="002D4C1A" w:rsidP="00BD48ED">
            <w:pPr>
              <w:pStyle w:val="TableBodyText"/>
              <w:spacing w:before="60" w:after="60"/>
              <w:jc w:val="left"/>
              <w:rPr>
                <w:b/>
              </w:rPr>
            </w:pPr>
            <w:r w:rsidRPr="00407F56">
              <w:rPr>
                <w:b/>
              </w:rPr>
              <w:t xml:space="preserve">Emergency department waiting time to </w:t>
            </w:r>
            <w:r w:rsidR="00BD48ED">
              <w:rPr>
                <w:b/>
              </w:rPr>
              <w:t>commencement of clinical care</w:t>
            </w:r>
          </w:p>
        </w:tc>
        <w:tc>
          <w:tcPr>
            <w:tcW w:w="6379" w:type="dxa"/>
            <w:shd w:val="clear" w:color="auto" w:fill="auto"/>
          </w:tcPr>
          <w:p w:rsidR="002D4C1A" w:rsidRPr="00C26327" w:rsidRDefault="002D4C1A" w:rsidP="00531D51">
            <w:pPr>
              <w:pStyle w:val="TableBodyText"/>
              <w:spacing w:before="60" w:after="60"/>
              <w:jc w:val="left"/>
            </w:pPr>
            <w:r w:rsidRPr="00C26327">
              <w:t>The time elapsed for each patient from presentation to the emergency department (that is, the time at which the patient is clerically registered or triaged, whichever occurs earlier) to the commencement of service by a treating medical officer or nurse.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Emergency department waiting times to admission</w:t>
            </w:r>
          </w:p>
        </w:tc>
        <w:tc>
          <w:tcPr>
            <w:tcW w:w="6379" w:type="dxa"/>
            <w:shd w:val="clear" w:color="auto" w:fill="auto"/>
          </w:tcPr>
          <w:p w:rsidR="002D4C1A" w:rsidRPr="00583AD5" w:rsidRDefault="002D4C1A" w:rsidP="00531D51">
            <w:pPr>
              <w:pStyle w:val="TableBodyText"/>
              <w:spacing w:before="60" w:after="60"/>
              <w:jc w:val="left"/>
            </w:pPr>
            <w:r w:rsidRPr="00583AD5">
              <w:t>The time elapsed for each patient from presentation to the emergency department to admission to hospital.</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r w:rsidRPr="00407F56">
              <w:rPr>
                <w:b/>
              </w:rPr>
              <w:t>Episiotomy</w:t>
            </w:r>
          </w:p>
        </w:tc>
        <w:tc>
          <w:tcPr>
            <w:tcW w:w="6379" w:type="dxa"/>
            <w:shd w:val="clear" w:color="auto" w:fill="auto"/>
          </w:tcPr>
          <w:p w:rsidR="002D4C1A" w:rsidRPr="00493E5D" w:rsidRDefault="006D348C" w:rsidP="00531D51">
            <w:pPr>
              <w:pStyle w:val="TableBodyText"/>
              <w:spacing w:before="60" w:after="60"/>
              <w:jc w:val="left"/>
            </w:pPr>
            <w:r w:rsidRPr="006D348C">
              <w:t xml:space="preserve">A surgical incision into the perineum and vagina that attempts to control trauma while widening the vaginal opening to expedite birth of the infant or provide better access for application of forceps or vacuum cup to the </w:t>
            </w:r>
            <w:proofErr w:type="spellStart"/>
            <w:r w:rsidRPr="006D348C">
              <w:t>fetus</w:t>
            </w:r>
            <w:proofErr w:type="spellEnd"/>
            <w:r w:rsidRPr="006D348C">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Fetal</w:t>
            </w:r>
            <w:proofErr w:type="spellEnd"/>
            <w:r w:rsidRPr="00407F56">
              <w:rPr>
                <w:b/>
              </w:rPr>
              <w:t xml:space="preserve"> death</w:t>
            </w:r>
          </w:p>
        </w:tc>
        <w:tc>
          <w:tcPr>
            <w:tcW w:w="6379" w:type="dxa"/>
            <w:shd w:val="clear" w:color="auto" w:fill="auto"/>
          </w:tcPr>
          <w:p w:rsidR="002D4C1A" w:rsidRPr="00B94F95" w:rsidRDefault="002D4C1A" w:rsidP="00531D51">
            <w:pPr>
              <w:pStyle w:val="TableBodyText"/>
              <w:spacing w:before="60" w:after="60"/>
              <w:jc w:val="left"/>
            </w:pPr>
            <w:r w:rsidRPr="00B94F95">
              <w:t>Delivery of a child who did not at any time after delivery breathe or show any other evidence of life, such as a heartbeat. Excludes infants that weigh less than 400 grams or that are of a gestational age of less than 20 weeks.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Fetal</w:t>
            </w:r>
            <w:proofErr w:type="spellEnd"/>
            <w:r w:rsidRPr="00407F56">
              <w:rPr>
                <w:b/>
              </w:rPr>
              <w:t xml:space="preserve"> death rate</w:t>
            </w:r>
          </w:p>
        </w:tc>
        <w:tc>
          <w:tcPr>
            <w:tcW w:w="6379" w:type="dxa"/>
            <w:shd w:val="clear" w:color="auto" w:fill="auto"/>
          </w:tcPr>
          <w:p w:rsidR="002D4C1A" w:rsidRPr="00166FFC" w:rsidRDefault="002D4C1A" w:rsidP="00531D51">
            <w:pPr>
              <w:pStyle w:val="TableBodyText"/>
              <w:spacing w:before="60" w:after="60"/>
              <w:jc w:val="left"/>
            </w:pPr>
            <w:r w:rsidRPr="00166FFC">
              <w:t xml:space="preserve">The number of </w:t>
            </w:r>
            <w:proofErr w:type="spellStart"/>
            <w:r w:rsidRPr="00166FFC">
              <w:t>fetal</w:t>
            </w:r>
            <w:proofErr w:type="spellEnd"/>
            <w:r w:rsidRPr="00166FFC">
              <w:t xml:space="preserve"> deaths divided by the total number of births (that is, by live births registered and </w:t>
            </w:r>
            <w:proofErr w:type="spellStart"/>
            <w:r w:rsidRPr="00166FFC">
              <w:t>fetal</w:t>
            </w:r>
            <w:proofErr w:type="spellEnd"/>
            <w:r w:rsidRPr="00166FFC">
              <w:t xml:space="preserve"> deaths combined).</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 xml:space="preserve">General practice </w:t>
            </w:r>
          </w:p>
        </w:tc>
        <w:tc>
          <w:tcPr>
            <w:tcW w:w="6379" w:type="dxa"/>
            <w:shd w:val="clear" w:color="auto" w:fill="auto"/>
          </w:tcPr>
          <w:p w:rsidR="002D4C1A" w:rsidRPr="00081C1E" w:rsidRDefault="002D4C1A" w:rsidP="00531D51">
            <w:pPr>
              <w:pStyle w:val="TableBodyText"/>
              <w:spacing w:before="60" w:after="60"/>
              <w:jc w:val="left"/>
            </w:pPr>
            <w:r w:rsidRPr="00081C1E">
              <w:t xml:space="preserve">The organisational structure with one or more GPs and other staff such as practice nurses. A general practice provides and supervises healthcare for a ‘population' of patients and </w:t>
            </w:r>
            <w:r>
              <w:t>can</w:t>
            </w:r>
            <w:r w:rsidRPr="00081C1E">
              <w:t xml:space="preserve"> include services for specific populations, such as women’s health or Indigenous health.</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ICD</w:t>
            </w:r>
            <w:proofErr w:type="spellEnd"/>
            <w:r w:rsidRPr="00407F56">
              <w:rPr>
                <w:b/>
              </w:rPr>
              <w:t>-10-AM</w:t>
            </w:r>
          </w:p>
        </w:tc>
        <w:tc>
          <w:tcPr>
            <w:tcW w:w="6379" w:type="dxa"/>
            <w:shd w:val="clear" w:color="auto" w:fill="auto"/>
          </w:tcPr>
          <w:p w:rsidR="002D4C1A" w:rsidRDefault="002D4C1A" w:rsidP="0075539F">
            <w:pPr>
              <w:pStyle w:val="TableBodyText"/>
              <w:spacing w:before="60" w:after="60"/>
              <w:jc w:val="left"/>
            </w:pPr>
            <w:r w:rsidRPr="000B2ED3">
              <w:t xml:space="preserve">The Australian modification of the International Standard Classification of Diseases and Related </w:t>
            </w:r>
            <w:r w:rsidRPr="00671F9E">
              <w:t>Health Conditions</w:t>
            </w:r>
            <w:r w:rsidRPr="000B2ED3">
              <w:t>. This is the current classification of diagnoses in Australia.</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Pr>
                <w:b/>
              </w:rPr>
              <w:t>Hospital boarder</w:t>
            </w:r>
          </w:p>
        </w:tc>
        <w:tc>
          <w:tcPr>
            <w:tcW w:w="6379" w:type="dxa"/>
            <w:shd w:val="clear" w:color="auto" w:fill="auto"/>
          </w:tcPr>
          <w:p w:rsidR="002D4C1A" w:rsidRPr="00C05C33" w:rsidRDefault="002D4C1A" w:rsidP="00531D51">
            <w:pPr>
              <w:pStyle w:val="TableBodyText"/>
              <w:spacing w:before="60" w:after="60"/>
              <w:jc w:val="left"/>
            </w:pPr>
            <w:r w:rsidRPr="00C05C33">
              <w:t>A person who is receiving food and/or accommodation but for whom the hospital does not accept responsibility for treatment and/or care.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Inpatient fraction</w:t>
            </w:r>
          </w:p>
        </w:tc>
        <w:tc>
          <w:tcPr>
            <w:tcW w:w="6379" w:type="dxa"/>
            <w:shd w:val="clear" w:color="auto" w:fill="auto"/>
          </w:tcPr>
          <w:p w:rsidR="002D4C1A" w:rsidRPr="00C5196A" w:rsidRDefault="002D4C1A" w:rsidP="00531D51">
            <w:pPr>
              <w:pStyle w:val="TableBodyText"/>
              <w:spacing w:before="60" w:after="60"/>
              <w:jc w:val="left"/>
            </w:pPr>
            <w:r w:rsidRPr="00C5196A">
              <w:t>The ratio of admitted patient costs to total hospital costs, also known as the admitted patient cost proportion.</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 xml:space="preserve">Labour cost per </w:t>
            </w:r>
            <w:proofErr w:type="spellStart"/>
            <w:r w:rsidRPr="00407F56">
              <w:rPr>
                <w:b/>
              </w:rPr>
              <w:t>casemix</w:t>
            </w:r>
            <w:proofErr w:type="spellEnd"/>
            <w:r w:rsidRPr="00407F56">
              <w:rPr>
                <w:b/>
              </w:rPr>
              <w:t>-adjusted separation</w:t>
            </w:r>
          </w:p>
        </w:tc>
        <w:tc>
          <w:tcPr>
            <w:tcW w:w="6379" w:type="dxa"/>
            <w:shd w:val="clear" w:color="auto" w:fill="auto"/>
          </w:tcPr>
          <w:p w:rsidR="002D4C1A" w:rsidRDefault="002D4C1A" w:rsidP="00531D51">
            <w:pPr>
              <w:pStyle w:val="TableBodyText"/>
              <w:spacing w:before="60" w:after="60"/>
              <w:jc w:val="left"/>
            </w:pPr>
            <w:r w:rsidRPr="000B2ED3">
              <w:t xml:space="preserve">Salary and wages plus visiting medical officer payments, multiplied by the inpatient fraction, divided by the number of </w:t>
            </w:r>
            <w:proofErr w:type="spellStart"/>
            <w:r w:rsidRPr="000B2ED3">
              <w:t>casemix</w:t>
            </w:r>
            <w:proofErr w:type="spellEnd"/>
            <w:r w:rsidRPr="000B2ED3">
              <w:t>-adjusted separations.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Length of stay</w:t>
            </w:r>
          </w:p>
        </w:tc>
        <w:tc>
          <w:tcPr>
            <w:tcW w:w="6379" w:type="dxa"/>
            <w:shd w:val="clear" w:color="auto" w:fill="auto"/>
          </w:tcPr>
          <w:p w:rsidR="002D4C1A" w:rsidRDefault="002D4C1A" w:rsidP="00531D51">
            <w:pPr>
              <w:pStyle w:val="TableBodyText"/>
              <w:spacing w:before="60" w:after="60"/>
              <w:jc w:val="left"/>
            </w:pPr>
            <w:r w:rsidRPr="000B2ED3">
              <w:t>The period from admission to separation less any days spent away from the hospital (leave days).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Live birth</w:t>
            </w:r>
          </w:p>
        </w:tc>
        <w:tc>
          <w:tcPr>
            <w:tcW w:w="6379" w:type="dxa"/>
            <w:shd w:val="clear" w:color="auto" w:fill="auto"/>
          </w:tcPr>
          <w:p w:rsidR="002D4C1A" w:rsidRDefault="002D4C1A" w:rsidP="00531D51">
            <w:pPr>
              <w:pStyle w:val="TableBodyText"/>
              <w:spacing w:before="60" w:after="60"/>
              <w:jc w:val="left"/>
            </w:pPr>
            <w:r w:rsidRPr="000B2ED3">
              <w:t xml:space="preserve">Birth of a child who, after delivery, breathes or shows any other evidence of life, such as a heartbeat. Includes all registered live births regardless of </w:t>
            </w:r>
            <w:proofErr w:type="spellStart"/>
            <w:r w:rsidRPr="000B2ED3">
              <w:t>birthweight</w:t>
            </w:r>
            <w:proofErr w:type="spellEnd"/>
            <w:r w:rsidRPr="000B2ED3">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Medicare</w:t>
            </w:r>
          </w:p>
        </w:tc>
        <w:tc>
          <w:tcPr>
            <w:tcW w:w="6379" w:type="dxa"/>
            <w:shd w:val="clear" w:color="auto" w:fill="auto"/>
          </w:tcPr>
          <w:p w:rsidR="002D4C1A" w:rsidRDefault="002D4C1A" w:rsidP="00531D51">
            <w:pPr>
              <w:pStyle w:val="TableBodyText"/>
              <w:spacing w:before="60" w:after="60"/>
              <w:jc w:val="left"/>
            </w:pPr>
            <w:r w:rsidRPr="000B2ED3">
              <w:t xml:space="preserve">Australian Government funding of private medical and </w:t>
            </w:r>
            <w:proofErr w:type="spellStart"/>
            <w:r w:rsidRPr="000B2ED3">
              <w:t>optometrical</w:t>
            </w:r>
            <w:proofErr w:type="spellEnd"/>
            <w:r w:rsidRPr="000B2ED3">
              <w:t xml:space="preserve"> services (under the Medicare Benefits Schedule). Sometimes defined to include other forms of Australian Government funding such as subsidisation of selected pharmaceuticals (under the Pharmaceutical Benefits Scheme) and public hospital funding (under the Australian Health Care Agreements), which provides public hospital services free of charge to public patients.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Mortality rate</w:t>
            </w:r>
          </w:p>
        </w:tc>
        <w:tc>
          <w:tcPr>
            <w:tcW w:w="6379" w:type="dxa"/>
            <w:shd w:val="clear" w:color="auto" w:fill="auto"/>
          </w:tcPr>
          <w:p w:rsidR="002D4C1A" w:rsidRDefault="002D4C1A" w:rsidP="00531D51">
            <w:pPr>
              <w:pStyle w:val="TableBodyText"/>
              <w:spacing w:before="60" w:after="60"/>
              <w:jc w:val="left"/>
            </w:pPr>
            <w:r w:rsidRPr="000B2ED3">
              <w:t>The number of deaths per 100 000 people.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Neonatal death</w:t>
            </w:r>
          </w:p>
        </w:tc>
        <w:tc>
          <w:tcPr>
            <w:tcW w:w="6379" w:type="dxa"/>
            <w:shd w:val="clear" w:color="auto" w:fill="auto"/>
          </w:tcPr>
          <w:p w:rsidR="002D4C1A" w:rsidRDefault="002D4C1A" w:rsidP="00531D51">
            <w:pPr>
              <w:pStyle w:val="TableBodyText"/>
              <w:spacing w:before="60" w:after="60"/>
              <w:jc w:val="left"/>
            </w:pPr>
            <w:r w:rsidRPr="000B2ED3">
              <w:t>Death of a live born infant within 28 days of birth. Defined in Australia as the death of an infant that weighs at least 400 grams or that is of a gestational age of at least 20 weeks.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Neonatal death rate</w:t>
            </w:r>
          </w:p>
        </w:tc>
        <w:tc>
          <w:tcPr>
            <w:tcW w:w="6379" w:type="dxa"/>
            <w:shd w:val="clear" w:color="auto" w:fill="auto"/>
          </w:tcPr>
          <w:p w:rsidR="002D4C1A" w:rsidRDefault="002D4C1A" w:rsidP="00531D51">
            <w:pPr>
              <w:pStyle w:val="TableBodyText"/>
              <w:spacing w:before="60" w:after="60"/>
              <w:jc w:val="left"/>
            </w:pPr>
            <w:r w:rsidRPr="000B2ED3">
              <w:t>Neonatal deaths divided by the number of live births registered.</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FB644E">
              <w:rPr>
                <w:b/>
              </w:rPr>
              <w:t>Newborn qualification status</w:t>
            </w:r>
          </w:p>
        </w:tc>
        <w:tc>
          <w:tcPr>
            <w:tcW w:w="6379" w:type="dxa"/>
            <w:shd w:val="clear" w:color="auto" w:fill="auto"/>
          </w:tcPr>
          <w:p w:rsidR="002D4C1A" w:rsidRDefault="002D4C1A" w:rsidP="00FB644E">
            <w:pPr>
              <w:pStyle w:val="TableBodyText"/>
              <w:spacing w:before="60" w:after="60"/>
              <w:jc w:val="left"/>
            </w:pPr>
            <w:r>
              <w:t>A newborn qualification status is assigned to each patient day within a newborn episode of care.</w:t>
            </w:r>
          </w:p>
          <w:p w:rsidR="002D4C1A" w:rsidRDefault="002D4C1A" w:rsidP="00FB644E">
            <w:pPr>
              <w:pStyle w:val="TableBodyText"/>
              <w:spacing w:before="60" w:after="60"/>
              <w:jc w:val="left"/>
            </w:pPr>
            <w:r>
              <w:t>A newborn patient day is qualified if the infant meets at least one of the following criteria:</w:t>
            </w:r>
          </w:p>
          <w:p w:rsidR="002D4C1A" w:rsidRDefault="002D4C1A" w:rsidP="00FB644E">
            <w:pPr>
              <w:pStyle w:val="TableBullet"/>
            </w:pPr>
            <w:r>
              <w:t xml:space="preserve">is the second or subsequent live born infant of a multiple birth, whose mother is currently an admitted patient, </w:t>
            </w:r>
          </w:p>
          <w:p w:rsidR="002D4C1A" w:rsidRDefault="002D4C1A" w:rsidP="00FB644E">
            <w:pPr>
              <w:pStyle w:val="TableBullet"/>
            </w:pPr>
            <w:r>
              <w:t xml:space="preserve">is admitted to an intensive care facility in a hospital, being a facility approved by the Commonwealth Minister for the purpose of the provision of special care, </w:t>
            </w:r>
          </w:p>
          <w:p w:rsidR="002D4C1A" w:rsidRDefault="002D4C1A" w:rsidP="00FB644E">
            <w:pPr>
              <w:pStyle w:val="TableBullet"/>
            </w:pPr>
            <w:r>
              <w:t>is admitted to, or remains in hospital without its mother.</w:t>
            </w:r>
          </w:p>
          <w:p w:rsidR="002D4C1A" w:rsidRDefault="002D4C1A" w:rsidP="00FB644E">
            <w:pPr>
              <w:pStyle w:val="TableBodyText"/>
              <w:spacing w:before="60" w:after="60"/>
              <w:jc w:val="left"/>
            </w:pPr>
            <w:r>
              <w:t>A newborn patient day is unqualified if the infant does not meet any of the above criteria.</w:t>
            </w:r>
          </w:p>
          <w:p w:rsidR="002D4C1A" w:rsidRDefault="002D4C1A" w:rsidP="00FB644E">
            <w:pPr>
              <w:pStyle w:val="TableBodyText"/>
              <w:spacing w:before="60" w:after="60"/>
              <w:jc w:val="left"/>
            </w:pPr>
            <w:r>
              <w:t>The day on which a change in qualification status occurs is counted as a day of the new qualification status.</w:t>
            </w:r>
          </w:p>
          <w:p w:rsidR="002D4C1A" w:rsidRPr="000B2ED3" w:rsidRDefault="002D4C1A" w:rsidP="00FB644E">
            <w:pPr>
              <w:pStyle w:val="TableBodyText"/>
              <w:spacing w:before="60" w:after="60"/>
              <w:jc w:val="left"/>
            </w:pPr>
            <w:r>
              <w:t>If there is more than one qualification status in a single day, the day is counted as a day of the final qualification status for that day.</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Nursing workforce</w:t>
            </w:r>
          </w:p>
        </w:tc>
        <w:tc>
          <w:tcPr>
            <w:tcW w:w="6379" w:type="dxa"/>
            <w:shd w:val="clear" w:color="auto" w:fill="auto"/>
          </w:tcPr>
          <w:p w:rsidR="002D4C1A" w:rsidRPr="000B2ED3" w:rsidRDefault="002D4C1A" w:rsidP="00531D51">
            <w:pPr>
              <w:pStyle w:val="TableBodyText"/>
              <w:spacing w:before="60" w:after="60"/>
              <w:jc w:val="left"/>
            </w:pPr>
            <w:r w:rsidRPr="000B2ED3">
              <w:t>Registered and enrolled nurses who are employed in nursing, on extended leave or looking for work in nursing.</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Medical practitioner workforce</w:t>
            </w:r>
          </w:p>
        </w:tc>
        <w:tc>
          <w:tcPr>
            <w:tcW w:w="6379" w:type="dxa"/>
            <w:shd w:val="clear" w:color="auto" w:fill="auto"/>
          </w:tcPr>
          <w:p w:rsidR="002D4C1A" w:rsidRPr="000B2ED3" w:rsidRDefault="002D4C1A" w:rsidP="00531D51">
            <w:pPr>
              <w:pStyle w:val="TableBodyText"/>
              <w:spacing w:before="60" w:after="60"/>
              <w:jc w:val="left"/>
            </w:pPr>
            <w:r w:rsidRPr="000B2ED3">
              <w:t>Registered medical practitioners who are employed as medical practitioners, on extended leave or looking for work as a medical practitioner.</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r w:rsidRPr="00407F56">
              <w:rPr>
                <w:b/>
              </w:rPr>
              <w:t>Multiparous</w:t>
            </w:r>
          </w:p>
        </w:tc>
        <w:tc>
          <w:tcPr>
            <w:tcW w:w="6379" w:type="dxa"/>
            <w:shd w:val="clear" w:color="auto" w:fill="auto"/>
          </w:tcPr>
          <w:p w:rsidR="00335D09" w:rsidRPr="000B24D7" w:rsidRDefault="00335D09" w:rsidP="00335D09">
            <w:pPr>
              <w:pStyle w:val="TableBodyText"/>
              <w:spacing w:before="60" w:after="60"/>
              <w:jc w:val="left"/>
            </w:pPr>
            <w:r>
              <w:t>A</w:t>
            </w:r>
            <w:r w:rsidRPr="00335D09">
              <w:t xml:space="preserve"> woman who has given birth from at least two pregnancies that each resulted in a live birth or stillbirth.</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Non-acute care</w:t>
            </w:r>
          </w:p>
        </w:tc>
        <w:tc>
          <w:tcPr>
            <w:tcW w:w="6379" w:type="dxa"/>
            <w:shd w:val="clear" w:color="auto" w:fill="auto"/>
          </w:tcPr>
          <w:p w:rsidR="002D4C1A" w:rsidRPr="00A96D3B" w:rsidRDefault="002D4C1A" w:rsidP="00531D51">
            <w:pPr>
              <w:pStyle w:val="TableBodyText"/>
              <w:spacing w:before="60" w:after="60"/>
              <w:jc w:val="left"/>
            </w:pPr>
            <w:r w:rsidRPr="00A96D3B">
              <w:t>Includes maintenance care and newborn care</w:t>
            </w:r>
            <w:r w:rsidR="00C522CA">
              <w:t xml:space="preserve"> </w:t>
            </w:r>
            <w:r w:rsidR="00C522CA" w:rsidRPr="00671F9E">
              <w:t>(where the newborn does not require acute care)</w:t>
            </w:r>
            <w:r w:rsidRPr="00671F9E">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Non-admitted occasions of service</w:t>
            </w:r>
          </w:p>
        </w:tc>
        <w:tc>
          <w:tcPr>
            <w:tcW w:w="6379" w:type="dxa"/>
            <w:shd w:val="clear" w:color="auto" w:fill="auto"/>
          </w:tcPr>
          <w:p w:rsidR="002D4C1A" w:rsidRPr="000B2ED3" w:rsidRDefault="002D4C1A" w:rsidP="00531D51">
            <w:pPr>
              <w:pStyle w:val="TableBodyText"/>
              <w:spacing w:before="60" w:after="60"/>
              <w:jc w:val="left"/>
            </w:pPr>
            <w:r w:rsidRPr="000B2ED3">
              <w:t xml:space="preserve">Occasion of examination, consultation, treatment or other service provided to a non-admitted patient in a functional unit of a health service establishment. Services </w:t>
            </w:r>
            <w:r>
              <w:t>can</w:t>
            </w:r>
            <w:r w:rsidRPr="000B2ED3">
              <w:t xml:space="preserve"> include emergency department visits, outpatient services (such as pathology, radiology and imaging, and allied health services, including speech therapy and family planning) and other services to non-admitted patients. Hospital non-admitted occasions of service are not yet recorded consistently across states and territories, and relative differences in the complexity of services provided are not yet documented.</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Non-admitted patient</w:t>
            </w:r>
          </w:p>
        </w:tc>
        <w:tc>
          <w:tcPr>
            <w:tcW w:w="6379" w:type="dxa"/>
            <w:shd w:val="clear" w:color="auto" w:fill="auto"/>
          </w:tcPr>
          <w:p w:rsidR="002D4C1A" w:rsidRPr="000B2ED3" w:rsidRDefault="002D4C1A" w:rsidP="00531D51">
            <w:pPr>
              <w:pStyle w:val="TableBodyText"/>
              <w:spacing w:before="60" w:after="60"/>
              <w:jc w:val="left"/>
            </w:pPr>
            <w:r w:rsidRPr="000B2ED3">
              <w:t>A patient who has not undergone a formal admission process, but who may receive care through an emergency department, outpatient or other non-admitted service.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Perinatal death</w:t>
            </w:r>
          </w:p>
        </w:tc>
        <w:tc>
          <w:tcPr>
            <w:tcW w:w="6379" w:type="dxa"/>
            <w:shd w:val="clear" w:color="auto" w:fill="auto"/>
          </w:tcPr>
          <w:p w:rsidR="002D4C1A" w:rsidRPr="000B2ED3" w:rsidRDefault="002D4C1A" w:rsidP="00531D51">
            <w:pPr>
              <w:pStyle w:val="TableBodyText"/>
              <w:spacing w:before="60" w:after="60"/>
              <w:jc w:val="left"/>
            </w:pPr>
            <w:proofErr w:type="spellStart"/>
            <w:r w:rsidRPr="000B2ED3">
              <w:t>Fetal</w:t>
            </w:r>
            <w:proofErr w:type="spellEnd"/>
            <w:r w:rsidRPr="000B2ED3">
              <w:t xml:space="preserve"> death or neonatal death of an infant that weighs at least 400 grams or that is of a gestational age of at least 20 weeks.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Perinatal death rate</w:t>
            </w:r>
          </w:p>
        </w:tc>
        <w:tc>
          <w:tcPr>
            <w:tcW w:w="6379" w:type="dxa"/>
            <w:shd w:val="clear" w:color="auto" w:fill="auto"/>
          </w:tcPr>
          <w:p w:rsidR="002D4C1A" w:rsidRPr="000B2ED3" w:rsidRDefault="002D4C1A" w:rsidP="00531D51">
            <w:pPr>
              <w:pStyle w:val="TableBodyText"/>
              <w:spacing w:before="60" w:after="60"/>
              <w:jc w:val="left"/>
            </w:pPr>
            <w:r w:rsidRPr="000B2ED3">
              <w:t xml:space="preserve">Perinatal deaths divided by the total number of births (that is, live births registered and </w:t>
            </w:r>
            <w:proofErr w:type="spellStart"/>
            <w:r w:rsidRPr="000B2ED3">
              <w:t>fetal</w:t>
            </w:r>
            <w:proofErr w:type="spellEnd"/>
            <w:r w:rsidRPr="000B2ED3">
              <w:t xml:space="preserve"> deaths combined).</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Perineal</w:t>
            </w:r>
            <w:proofErr w:type="spellEnd"/>
            <w:r w:rsidRPr="00407F56">
              <w:rPr>
                <w:b/>
              </w:rPr>
              <w:t xml:space="preserve"> laceration (third or fourth degree)</w:t>
            </w:r>
          </w:p>
        </w:tc>
        <w:tc>
          <w:tcPr>
            <w:tcW w:w="6379" w:type="dxa"/>
            <w:shd w:val="clear" w:color="auto" w:fill="auto"/>
          </w:tcPr>
          <w:p w:rsidR="002D4C1A" w:rsidRPr="000B2ED3" w:rsidRDefault="002D4C1A" w:rsidP="00531D51">
            <w:pPr>
              <w:pStyle w:val="TableBodyText"/>
              <w:spacing w:before="60" w:after="60"/>
              <w:jc w:val="left"/>
            </w:pPr>
            <w:r w:rsidRPr="000B2ED3">
              <w:t xml:space="preserve">A ‘third degree’ laceration or rupture during birth (or a tear following episiotomy) involves the anal sphincter, </w:t>
            </w:r>
            <w:proofErr w:type="spellStart"/>
            <w:r w:rsidRPr="000B2ED3">
              <w:t>rectovaginal</w:t>
            </w:r>
            <w:proofErr w:type="spellEnd"/>
            <w:r w:rsidRPr="000B2ED3">
              <w:t xml:space="preserve"> septum and sphincter NOS. A ‘fourth degree’ laceration, rupture or tear also involves the anal mucosa and rectal mucosa (</w:t>
            </w:r>
            <w:proofErr w:type="spellStart"/>
            <w:r w:rsidRPr="000B2ED3">
              <w:t>NCCH</w:t>
            </w:r>
            <w:proofErr w:type="spellEnd"/>
            <w:r w:rsidRPr="000B2ED3">
              <w:t xml:space="preserve"> </w:t>
            </w:r>
            <w:r>
              <w:t>2008</w:t>
            </w:r>
            <w:r w:rsidRPr="000B2ED3">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Perineal</w:t>
            </w:r>
            <w:proofErr w:type="spellEnd"/>
            <w:r w:rsidRPr="00407F56">
              <w:rPr>
                <w:b/>
              </w:rPr>
              <w:t xml:space="preserve"> status</w:t>
            </w:r>
          </w:p>
        </w:tc>
        <w:tc>
          <w:tcPr>
            <w:tcW w:w="6379" w:type="dxa"/>
            <w:shd w:val="clear" w:color="auto" w:fill="auto"/>
          </w:tcPr>
          <w:p w:rsidR="002D4C1A" w:rsidRPr="000B2ED3" w:rsidRDefault="002D4C1A" w:rsidP="00531D51">
            <w:pPr>
              <w:pStyle w:val="TableBodyText"/>
              <w:spacing w:before="60" w:after="60"/>
              <w:jc w:val="left"/>
            </w:pPr>
            <w:r w:rsidRPr="000B2ED3">
              <w:t>The state of the perineum following a birth.</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Primary care</w:t>
            </w:r>
          </w:p>
        </w:tc>
        <w:tc>
          <w:tcPr>
            <w:tcW w:w="6379" w:type="dxa"/>
            <w:shd w:val="clear" w:color="auto" w:fill="auto"/>
          </w:tcPr>
          <w:p w:rsidR="002D4C1A" w:rsidRDefault="002D4C1A" w:rsidP="00531D51">
            <w:pPr>
              <w:pStyle w:val="TableBodyText"/>
              <w:spacing w:before="60" w:after="60"/>
              <w:jc w:val="left"/>
            </w:pPr>
            <w:r>
              <w:t>Essential healthcare based on practical, scientifically sound and socially acceptable methods made universally accessible to individuals and families in the community.</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Primipara</w:t>
            </w:r>
            <w:proofErr w:type="spellEnd"/>
          </w:p>
        </w:tc>
        <w:tc>
          <w:tcPr>
            <w:tcW w:w="6379" w:type="dxa"/>
            <w:shd w:val="clear" w:color="auto" w:fill="auto"/>
          </w:tcPr>
          <w:p w:rsidR="00BF6C02" w:rsidRDefault="00BF6C02" w:rsidP="00BF6C02">
            <w:pPr>
              <w:pStyle w:val="TableBodyText"/>
              <w:spacing w:before="60" w:after="60"/>
              <w:jc w:val="left"/>
            </w:pPr>
            <w:r>
              <w:t>A</w:t>
            </w:r>
            <w:r w:rsidRPr="00BF6C02">
              <w:t xml:space="preserve"> woman who has given birth to a </w:t>
            </w:r>
            <w:proofErr w:type="spellStart"/>
            <w:r w:rsidRPr="00BF6C02">
              <w:t>liveborn</w:t>
            </w:r>
            <w:proofErr w:type="spellEnd"/>
            <w:r w:rsidRPr="00BF6C02">
              <w:t xml:space="preserve"> or stillborn infant for the first time.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Public hospital</w:t>
            </w:r>
          </w:p>
        </w:tc>
        <w:tc>
          <w:tcPr>
            <w:tcW w:w="6379" w:type="dxa"/>
            <w:shd w:val="clear" w:color="auto" w:fill="auto"/>
          </w:tcPr>
          <w:p w:rsidR="002D4C1A" w:rsidRDefault="002D4C1A" w:rsidP="00531D51">
            <w:pPr>
              <w:pStyle w:val="TableBodyText"/>
              <w:spacing w:before="60" w:after="60"/>
              <w:jc w:val="left"/>
            </w:pPr>
            <w:r>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proofErr w:type="spellStart"/>
            <w:r w:rsidRPr="00407F56">
              <w:rPr>
                <w:b/>
              </w:rPr>
              <w:t>Puerperium</w:t>
            </w:r>
            <w:proofErr w:type="spellEnd"/>
          </w:p>
        </w:tc>
        <w:tc>
          <w:tcPr>
            <w:tcW w:w="6379" w:type="dxa"/>
            <w:shd w:val="clear" w:color="auto" w:fill="auto"/>
          </w:tcPr>
          <w:p w:rsidR="005814CC" w:rsidRDefault="005814CC" w:rsidP="005814CC">
            <w:pPr>
              <w:pStyle w:val="TableBodyText"/>
              <w:spacing w:before="60" w:after="60"/>
              <w:jc w:val="left"/>
            </w:pPr>
            <w:r>
              <w:t>T</w:t>
            </w:r>
            <w:r w:rsidRPr="005814CC">
              <w:t>he time in the woman's perinatal period between the birth and up to 42 days after the birth.</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Real expenditure</w:t>
            </w:r>
          </w:p>
        </w:tc>
        <w:tc>
          <w:tcPr>
            <w:tcW w:w="6379" w:type="dxa"/>
            <w:shd w:val="clear" w:color="auto" w:fill="auto"/>
          </w:tcPr>
          <w:p w:rsidR="002D4C1A" w:rsidRDefault="002D4C1A" w:rsidP="00531D51">
            <w:pPr>
              <w:pStyle w:val="TableBodyText"/>
              <w:spacing w:before="60" w:after="60"/>
              <w:jc w:val="left"/>
            </w:pPr>
            <w:r>
              <w:t>Actual expenditure adjusted for changes in prices.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Relative stay index</w:t>
            </w:r>
          </w:p>
        </w:tc>
        <w:tc>
          <w:tcPr>
            <w:tcW w:w="6379" w:type="dxa"/>
            <w:shd w:val="clear" w:color="auto" w:fill="auto"/>
          </w:tcPr>
          <w:p w:rsidR="002D4C1A" w:rsidRDefault="002D4C1A" w:rsidP="00531D51">
            <w:pPr>
              <w:pStyle w:val="TableBodyText"/>
              <w:spacing w:before="60" w:after="60"/>
              <w:jc w:val="left"/>
            </w:pPr>
            <w:r>
              <w:t>The actual number of patient days for acute care separations in selected AR–</w:t>
            </w:r>
            <w:proofErr w:type="spellStart"/>
            <w:r>
              <w:t>DRGs</w:t>
            </w:r>
            <w:proofErr w:type="spellEnd"/>
            <w:r>
              <w:t xml:space="preserve"> divided by the expected number of patient days adjusted for </w:t>
            </w:r>
            <w:proofErr w:type="spellStart"/>
            <w:r>
              <w:t>casemix</w:t>
            </w:r>
            <w:proofErr w:type="spellEnd"/>
            <w:r>
              <w:t>. Includes acute care separations only. Excludes: patients who died or were transferred within 2 days of admission, or separations with length of stay greater than 120 days, AR-</w:t>
            </w:r>
            <w:proofErr w:type="spellStart"/>
            <w:r>
              <w:t>DRGs</w:t>
            </w:r>
            <w:proofErr w:type="spellEnd"/>
            <w:r>
              <w:t xml:space="preserve"> which are for ‘rehabilitation’, AR-</w:t>
            </w:r>
            <w:proofErr w:type="spellStart"/>
            <w:r>
              <w:t>DRGs</w:t>
            </w:r>
            <w:proofErr w:type="spellEnd"/>
            <w:r>
              <w:t xml:space="preserve"> which are predominantly same day (such as </w:t>
            </w:r>
            <w:proofErr w:type="spellStart"/>
            <w:r>
              <w:t>R63Z</w:t>
            </w:r>
            <w:proofErr w:type="spellEnd"/>
            <w:r>
              <w:t xml:space="preserve"> chemotherapy and </w:t>
            </w:r>
            <w:proofErr w:type="spellStart"/>
            <w:r>
              <w:t>L61Z</w:t>
            </w:r>
            <w:proofErr w:type="spellEnd"/>
            <w:r>
              <w:t xml:space="preserve"> admit for renal dialysis), AR </w:t>
            </w:r>
            <w:proofErr w:type="spellStart"/>
            <w:r>
              <w:t>DRGs</w:t>
            </w:r>
            <w:proofErr w:type="spellEnd"/>
            <w:r>
              <w:t xml:space="preserve"> which have a length of stay component in the definition, and error AR-</w:t>
            </w:r>
            <w:proofErr w:type="spellStart"/>
            <w:r>
              <w:t>DRGs</w:t>
            </w:r>
            <w:proofErr w:type="spellEnd"/>
            <w:r>
              <w:t>.</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Same day patients</w:t>
            </w:r>
          </w:p>
        </w:tc>
        <w:tc>
          <w:tcPr>
            <w:tcW w:w="6379" w:type="dxa"/>
            <w:shd w:val="clear" w:color="auto" w:fill="auto"/>
          </w:tcPr>
          <w:p w:rsidR="002D4C1A" w:rsidRDefault="002D4C1A" w:rsidP="00531D51">
            <w:pPr>
              <w:pStyle w:val="TableBodyText"/>
              <w:spacing w:before="60" w:after="60"/>
              <w:jc w:val="left"/>
            </w:pPr>
            <w:r>
              <w:t>A patient whose admission date is the same as the separation date.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Sentinel events</w:t>
            </w:r>
          </w:p>
        </w:tc>
        <w:tc>
          <w:tcPr>
            <w:tcW w:w="6379" w:type="dxa"/>
            <w:shd w:val="clear" w:color="auto" w:fill="auto"/>
          </w:tcPr>
          <w:p w:rsidR="002D4C1A" w:rsidRDefault="002D4C1A" w:rsidP="00531D51">
            <w:pPr>
              <w:pStyle w:val="TableBodyText"/>
              <w:spacing w:before="60" w:after="60"/>
              <w:jc w:val="left"/>
            </w:pPr>
            <w:r>
              <w:t>Adverse events that cause serious harm to patients and that have the potential to undermine public confidence in the healthcare system.</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Separation</w:t>
            </w:r>
          </w:p>
        </w:tc>
        <w:tc>
          <w:tcPr>
            <w:tcW w:w="6379" w:type="dxa"/>
            <w:shd w:val="clear" w:color="auto" w:fill="auto"/>
          </w:tcPr>
          <w:p w:rsidR="002D4C1A" w:rsidRDefault="002D4C1A" w:rsidP="00531D51">
            <w:pPr>
              <w:pStyle w:val="TableBodyText"/>
              <w:spacing w:before="60" w:after="60"/>
              <w:jc w:val="left"/>
            </w:pPr>
            <w:r>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Separation rate</w:t>
            </w:r>
          </w:p>
        </w:tc>
        <w:tc>
          <w:tcPr>
            <w:tcW w:w="6379" w:type="dxa"/>
            <w:shd w:val="clear" w:color="auto" w:fill="auto"/>
          </w:tcPr>
          <w:p w:rsidR="002D4C1A" w:rsidRDefault="002D4C1A" w:rsidP="00531D51">
            <w:pPr>
              <w:pStyle w:val="TableBodyText"/>
              <w:spacing w:before="60" w:after="60"/>
              <w:jc w:val="left"/>
            </w:pPr>
            <w:r>
              <w:t>Hospital separations per 1000 people or 100 000 people.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 xml:space="preserve">Selected </w:t>
            </w:r>
            <w:proofErr w:type="spellStart"/>
            <w:r w:rsidRPr="00407F56">
              <w:rPr>
                <w:b/>
              </w:rPr>
              <w:t>primiparae</w:t>
            </w:r>
            <w:proofErr w:type="spellEnd"/>
          </w:p>
        </w:tc>
        <w:tc>
          <w:tcPr>
            <w:tcW w:w="6379" w:type="dxa"/>
            <w:shd w:val="clear" w:color="auto" w:fill="auto"/>
          </w:tcPr>
          <w:p w:rsidR="002D4C1A" w:rsidRDefault="002D4C1A" w:rsidP="00531D51">
            <w:pPr>
              <w:pStyle w:val="TableBodyText"/>
              <w:spacing w:before="60" w:after="60"/>
              <w:jc w:val="left"/>
            </w:pPr>
            <w:proofErr w:type="spellStart"/>
            <w:r>
              <w:t>Primiparae</w:t>
            </w:r>
            <w:proofErr w:type="spellEnd"/>
            <w:r>
              <w:t xml:space="preserve"> with no previous deliveries, aged 25–29 years, singleton, vertex presentation and gestation of 37–41 weeks (inclusive).</w:t>
            </w:r>
          </w:p>
        </w:tc>
      </w:tr>
      <w:tr w:rsidR="002D4C1A" w:rsidRPr="004C557B" w:rsidTr="00671F9E">
        <w:tc>
          <w:tcPr>
            <w:tcW w:w="2410" w:type="dxa"/>
            <w:shd w:val="clear" w:color="auto" w:fill="auto"/>
          </w:tcPr>
          <w:p w:rsidR="002D4C1A" w:rsidRPr="00407F56" w:rsidRDefault="002D4C1A" w:rsidP="00531D51">
            <w:pPr>
              <w:pStyle w:val="TableBodyText"/>
              <w:spacing w:before="60" w:after="60"/>
              <w:jc w:val="left"/>
              <w:rPr>
                <w:b/>
              </w:rPr>
            </w:pPr>
            <w:r w:rsidRPr="00407F56">
              <w:rPr>
                <w:b/>
              </w:rPr>
              <w:t>Subacute care</w:t>
            </w:r>
          </w:p>
        </w:tc>
        <w:tc>
          <w:tcPr>
            <w:tcW w:w="6379" w:type="dxa"/>
            <w:shd w:val="clear" w:color="auto" w:fill="auto"/>
          </w:tcPr>
          <w:p w:rsidR="00D12D0F" w:rsidRDefault="00D12D0F" w:rsidP="00D12D0F">
            <w:pPr>
              <w:pStyle w:val="TableBodyText"/>
              <w:spacing w:before="60" w:after="60"/>
              <w:jc w:val="left"/>
            </w:pPr>
            <w:r>
              <w:t>Specialised multidisciplinary care in which the primary need for care is optimisation of the patient’s functioning and quality of life. A person’s functioning may relate to their whole body or a body part, the whole person, or the whole person in a social context, and to impairment of a body function or structure, activity limitation and/or participation restriction.</w:t>
            </w:r>
          </w:p>
          <w:p w:rsidR="002D4C1A" w:rsidRPr="008A64B8" w:rsidRDefault="00D12D0F" w:rsidP="00D12D0F">
            <w:pPr>
              <w:pStyle w:val="TableBodyText"/>
              <w:spacing w:before="60" w:after="60"/>
              <w:jc w:val="left"/>
            </w:pPr>
            <w:r>
              <w:t>Subacute care comprises the defined care types of rehabilitation, palliative care, geriatric evaluation and management and psychogeriatric care.</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Triage category</w:t>
            </w:r>
          </w:p>
        </w:tc>
        <w:tc>
          <w:tcPr>
            <w:tcW w:w="6379" w:type="dxa"/>
            <w:shd w:val="clear" w:color="auto" w:fill="auto"/>
          </w:tcPr>
          <w:p w:rsidR="002D4C1A" w:rsidRDefault="002D4C1A" w:rsidP="00531D51">
            <w:pPr>
              <w:pStyle w:val="TableBodyText"/>
              <w:spacing w:before="60" w:after="60"/>
              <w:jc w:val="left"/>
            </w:pPr>
            <w:r>
              <w:t>The urgency of the patient’s need for medical and nursing care:</w:t>
            </w:r>
          </w:p>
          <w:p w:rsidR="002D4C1A" w:rsidRDefault="002D4C1A" w:rsidP="00531D51">
            <w:pPr>
              <w:pStyle w:val="TableBodyText"/>
              <w:spacing w:before="60" w:after="60"/>
              <w:jc w:val="left"/>
            </w:pPr>
            <w:r>
              <w:t>category 1 — resuscitation (immediate within seconds)</w:t>
            </w:r>
          </w:p>
          <w:p w:rsidR="002D4C1A" w:rsidRDefault="002D4C1A" w:rsidP="00531D51">
            <w:pPr>
              <w:pStyle w:val="TableBodyText"/>
              <w:spacing w:before="60" w:after="60"/>
              <w:jc w:val="left"/>
            </w:pPr>
            <w:r>
              <w:t>category 2 — emergency (within 10 minutes)</w:t>
            </w:r>
          </w:p>
          <w:p w:rsidR="002D4C1A" w:rsidRDefault="002D4C1A" w:rsidP="00531D51">
            <w:pPr>
              <w:pStyle w:val="TableBodyText"/>
              <w:spacing w:before="60" w:after="60"/>
              <w:jc w:val="left"/>
            </w:pPr>
            <w:r>
              <w:t>category 3 — urgent (within 30 minutes)</w:t>
            </w:r>
          </w:p>
          <w:p w:rsidR="002D4C1A" w:rsidRDefault="002D4C1A" w:rsidP="00531D51">
            <w:pPr>
              <w:pStyle w:val="TableBodyText"/>
              <w:spacing w:before="60" w:after="60"/>
              <w:jc w:val="left"/>
            </w:pPr>
            <w:r>
              <w:t>category 4 — semi-urgent (within 60 minutes)</w:t>
            </w:r>
          </w:p>
          <w:p w:rsidR="002D4C1A" w:rsidRDefault="002D4C1A" w:rsidP="00531D51">
            <w:pPr>
              <w:pStyle w:val="TableBodyText"/>
              <w:spacing w:before="60" w:after="60"/>
              <w:jc w:val="left"/>
            </w:pPr>
            <w:r>
              <w:t>category 5 — non-urgent (within 120 minutes).</w:t>
            </w:r>
          </w:p>
        </w:tc>
      </w:tr>
      <w:tr w:rsidR="002D4C1A" w:rsidRPr="004C557B" w:rsidTr="00531D51">
        <w:tc>
          <w:tcPr>
            <w:tcW w:w="2410" w:type="dxa"/>
            <w:shd w:val="clear" w:color="auto" w:fill="auto"/>
          </w:tcPr>
          <w:p w:rsidR="002D4C1A" w:rsidRPr="00407F56" w:rsidRDefault="002D4C1A" w:rsidP="00531D51">
            <w:pPr>
              <w:pStyle w:val="TableBodyText"/>
              <w:spacing w:before="60" w:after="60"/>
              <w:jc w:val="left"/>
              <w:rPr>
                <w:b/>
              </w:rPr>
            </w:pPr>
            <w:r w:rsidRPr="00407F56">
              <w:rPr>
                <w:b/>
              </w:rPr>
              <w:t>Urgency category for elective surgery</w:t>
            </w:r>
          </w:p>
        </w:tc>
        <w:tc>
          <w:tcPr>
            <w:tcW w:w="6379" w:type="dxa"/>
            <w:shd w:val="clear" w:color="auto" w:fill="auto"/>
          </w:tcPr>
          <w:p w:rsidR="002D4C1A" w:rsidRPr="00B372D7" w:rsidRDefault="002D4C1A" w:rsidP="00531D51">
            <w:pPr>
              <w:pStyle w:val="TableBodyText"/>
              <w:spacing w:before="60" w:after="60"/>
              <w:jc w:val="left"/>
            </w:pPr>
            <w:r w:rsidRPr="00B372D7">
              <w:t xml:space="preserve">Category 1 patients — admission within 30 days </w:t>
            </w:r>
            <w:r w:rsidR="00686EB1" w:rsidRPr="00B372D7">
              <w:t xml:space="preserve">is desirable </w:t>
            </w:r>
            <w:r w:rsidRPr="00B372D7">
              <w:t xml:space="preserve">for a condition that has the potential to deteriorate quickly to the point that it </w:t>
            </w:r>
            <w:r>
              <w:t>can</w:t>
            </w:r>
            <w:r w:rsidRPr="00B372D7">
              <w:t xml:space="preserve"> become an emergency. </w:t>
            </w:r>
          </w:p>
          <w:p w:rsidR="002D4C1A" w:rsidRPr="00B372D7" w:rsidRDefault="002D4C1A" w:rsidP="00531D51">
            <w:pPr>
              <w:pStyle w:val="TableBodyText"/>
              <w:spacing w:before="60" w:after="60"/>
              <w:jc w:val="left"/>
            </w:pPr>
            <w:r w:rsidRPr="00B372D7">
              <w:t xml:space="preserve">Category 2 patients — admission within 90 days </w:t>
            </w:r>
            <w:r w:rsidR="00686EB1" w:rsidRPr="00B372D7">
              <w:t xml:space="preserve">is desirable </w:t>
            </w:r>
            <w:r w:rsidRPr="00B372D7">
              <w:t>for a condition that is causing some pain, dysfunction or disability, but that is not likely to deteriorate quickly or become an emergency.</w:t>
            </w:r>
          </w:p>
          <w:p w:rsidR="002D4C1A" w:rsidRDefault="002D4C1A" w:rsidP="00531D51">
            <w:pPr>
              <w:pStyle w:val="TableBodyText"/>
              <w:spacing w:before="60" w:after="60"/>
              <w:jc w:val="left"/>
            </w:pPr>
            <w:r w:rsidRPr="00B372D7">
              <w:t>Category 3 patients — admission at some time in the future is acceptable for a condition causing minimal or no pain, dysfunction or disability, that is unlikely to deteriorate quickly and that does not have the potential to become an emergency.</w:t>
            </w:r>
          </w:p>
        </w:tc>
      </w:tr>
    </w:tbl>
    <w:p w:rsidR="00D2410D" w:rsidRDefault="00D2410D" w:rsidP="00D2410D">
      <w:pPr>
        <w:pStyle w:val="Heading2"/>
      </w:pPr>
      <w:r>
        <w:br w:type="page"/>
      </w:r>
      <w:bookmarkStart w:id="68" w:name="_Toc208032425"/>
      <w:bookmarkStart w:id="69" w:name="_Toc274729469"/>
      <w:r>
        <w:t>10.9</w:t>
      </w:r>
      <w:r>
        <w:tab/>
        <w:t>List of attachment tables</w:t>
      </w:r>
      <w:bookmarkEnd w:id="68"/>
      <w:bookmarkEnd w:id="69"/>
    </w:p>
    <w:p w:rsidR="00E95139" w:rsidRDefault="00AE55E5" w:rsidP="00F1749A">
      <w:pPr>
        <w:pStyle w:val="BodyText"/>
      </w:pPr>
      <w:r w:rsidRPr="00AE55E5">
        <w:t>Attachment tables are identified in references throughout this chapter by a ‘</w:t>
      </w:r>
      <w:proofErr w:type="spellStart"/>
      <w:r>
        <w:t>10</w:t>
      </w:r>
      <w:r w:rsidRPr="00AE55E5">
        <w:t>A</w:t>
      </w:r>
      <w:proofErr w:type="spellEnd"/>
      <w:r w:rsidRPr="00AE55E5">
        <w:t xml:space="preserve">’ prefix (for example, table </w:t>
      </w:r>
      <w:proofErr w:type="spellStart"/>
      <w:r>
        <w:t>10</w:t>
      </w:r>
      <w:r w:rsidRPr="00AE55E5">
        <w:t>A.1</w:t>
      </w:r>
      <w:proofErr w:type="spellEnd"/>
      <w:r w:rsidRPr="00AE55E5">
        <w:t>). Attachment tables are available from the Review website (</w:t>
      </w:r>
      <w:proofErr w:type="spellStart"/>
      <w:r w:rsidRPr="005F2FF9">
        <w:t>www.pc.gov.au</w:t>
      </w:r>
      <w:proofErr w:type="spellEnd"/>
      <w:r w:rsidRPr="005F2FF9">
        <w:t>/</w:t>
      </w:r>
      <w:proofErr w:type="spellStart"/>
      <w:r w:rsidRPr="005F2FF9">
        <w:t>gsp</w:t>
      </w:r>
      <w:proofErr w:type="spellEnd"/>
      <w:r w:rsidRPr="00AE55E5">
        <w:t>).</w:t>
      </w:r>
    </w:p>
    <w:p w:rsidR="000942DF" w:rsidRDefault="000942DF" w:rsidP="00F1749A">
      <w:pPr>
        <w:pStyle w:val="BodyText"/>
      </w:pPr>
    </w:p>
    <w:tbl>
      <w:tblPr>
        <w:tblW w:w="8860" w:type="dxa"/>
        <w:tblInd w:w="93" w:type="dxa"/>
        <w:tblLook w:val="04A0" w:firstRow="1" w:lastRow="0" w:firstColumn="1" w:lastColumn="0" w:noHBand="0" w:noVBand="1"/>
      </w:tblPr>
      <w:tblGrid>
        <w:gridCol w:w="1716"/>
        <w:gridCol w:w="7144"/>
      </w:tblGrid>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Recurrent expenditure, public hospitals (including psychiatric hospitals), (2011-12 dollars, million)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Recurrent expenditure, public hospital services, by source of funding, (2011-12 dollars)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Recurrent expenditure per person, public hospitals (including psychiatric) (2011-12 dollars)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Public hospitals  (including psychiatric hospitals) by hospital size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Available beds per 1000 people, by region, public hospitals (including psychiatric)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Summary of separations,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public (non-psychiatric)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public (non-psychiatric)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in public hospitals, by age group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by hospital sector and Indigenous status of patient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per 1000 people, by Indigenous status of patient (number)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Average full time equivalent (FTE) staff per 1000 persons, public hospitals (including psychiatric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by type of episode of care, public hospitals (including psychiatric),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Australian refined diagnosis related groups (AR-</w:t>
            </w:r>
            <w:proofErr w:type="spellStart"/>
            <w:r w:rsidRPr="000942DF">
              <w:rPr>
                <w:rFonts w:ascii="Arial" w:hAnsi="Arial" w:cs="Arial"/>
                <w:sz w:val="20"/>
                <w:szCs w:val="20"/>
              </w:rPr>
              <w:t>DRGs</w:t>
            </w:r>
            <w:proofErr w:type="spellEnd"/>
            <w:r w:rsidRPr="000942DF">
              <w:rPr>
                <w:rFonts w:ascii="Arial" w:hAnsi="Arial" w:cs="Arial"/>
                <w:sz w:val="20"/>
                <w:szCs w:val="20"/>
              </w:rPr>
              <w:t xml:space="preserve">) version </w:t>
            </w:r>
            <w:proofErr w:type="spellStart"/>
            <w:r w:rsidRPr="000942DF">
              <w:rPr>
                <w:rFonts w:ascii="Arial" w:hAnsi="Arial" w:cs="Arial"/>
                <w:sz w:val="20"/>
                <w:szCs w:val="20"/>
              </w:rPr>
              <w:t>6.0x</w:t>
            </w:r>
            <w:proofErr w:type="spellEnd"/>
            <w:r w:rsidRPr="000942DF">
              <w:rPr>
                <w:rFonts w:ascii="Arial" w:hAnsi="Arial" w:cs="Arial"/>
                <w:sz w:val="20"/>
                <w:szCs w:val="20"/>
              </w:rPr>
              <w:t xml:space="preserve"> with the highest number of overnight acute separations, public hospitals,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Top 10 AR-</w:t>
            </w:r>
            <w:proofErr w:type="spellStart"/>
            <w:r w:rsidRPr="000942DF">
              <w:rPr>
                <w:rFonts w:ascii="Arial" w:hAnsi="Arial" w:cs="Arial"/>
                <w:sz w:val="20"/>
                <w:szCs w:val="20"/>
              </w:rPr>
              <w:t>DRGs</w:t>
            </w:r>
            <w:proofErr w:type="spellEnd"/>
            <w:r w:rsidRPr="000942DF">
              <w:rPr>
                <w:rFonts w:ascii="Arial" w:hAnsi="Arial" w:cs="Arial"/>
                <w:sz w:val="20"/>
                <w:szCs w:val="20"/>
              </w:rPr>
              <w:t xml:space="preserve"> (version </w:t>
            </w:r>
            <w:proofErr w:type="spellStart"/>
            <w:r w:rsidRPr="000942DF">
              <w:rPr>
                <w:rFonts w:ascii="Arial" w:hAnsi="Arial" w:cs="Arial"/>
                <w:sz w:val="20"/>
                <w:szCs w:val="20"/>
              </w:rPr>
              <w:t>6.0x</w:t>
            </w:r>
            <w:proofErr w:type="spellEnd"/>
            <w:r w:rsidRPr="000942DF">
              <w:rPr>
                <w:rFonts w:ascii="Arial" w:hAnsi="Arial" w:cs="Arial"/>
                <w:sz w:val="20"/>
                <w:szCs w:val="20"/>
              </w:rPr>
              <w:t xml:space="preserve">) with the most patient days, excluding same day separations, public hospitals,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Non-admitted patient occasions of service, by type of non-admitted patient care, public hospitals,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Emergency department waiting times, by triage category,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Patients treated within national benchmarks for emergency department waiting time, by hospital peer group, by State and Territory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10A.19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Patients treated within national benchmarks for emergency department waiting time, by Indigenous status, by State and Territory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Patients treated within national benchmarks for emergency department waiting time, by remoteness, by State and Territory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Patients treated within national benchmarks for emergency department waiting time, by State and Territory, by </w:t>
            </w:r>
            <w:proofErr w:type="spellStart"/>
            <w:r w:rsidRPr="000942DF">
              <w:rPr>
                <w:rFonts w:ascii="Arial" w:hAnsi="Arial" w:cs="Arial"/>
                <w:sz w:val="20"/>
                <w:szCs w:val="20"/>
              </w:rPr>
              <w:t>SEIFA</w:t>
            </w:r>
            <w:proofErr w:type="spellEnd"/>
            <w:r w:rsidRPr="000942DF">
              <w:rPr>
                <w:rFonts w:ascii="Arial" w:hAnsi="Arial" w:cs="Arial"/>
                <w:sz w:val="20"/>
                <w:szCs w:val="20"/>
              </w:rPr>
              <w:t xml:space="preserve"> </w:t>
            </w:r>
            <w:proofErr w:type="spellStart"/>
            <w:r w:rsidRPr="000942DF">
              <w:rPr>
                <w:rFonts w:ascii="Arial" w:hAnsi="Arial" w:cs="Arial"/>
                <w:sz w:val="20"/>
                <w:szCs w:val="20"/>
              </w:rPr>
              <w:t>IRSD</w:t>
            </w:r>
            <w:proofErr w:type="spellEnd"/>
            <w:r w:rsidRPr="000942DF">
              <w:rPr>
                <w:rFonts w:ascii="Arial" w:hAnsi="Arial" w:cs="Arial"/>
                <w:sz w:val="20"/>
                <w:szCs w:val="20"/>
              </w:rPr>
              <w:t xml:space="preserve"> quintiles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Elective surgery waiting times for patients admitted from waiting lists, by hospital peer group,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Elective surgery waiting times, by specialty of surgeon</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Waiting times for elective surgery in public hospitals, by Indigenous status and procedure, by State and Territory (days)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Waiting times for elective surgery in public hospitals, by State and Territory, by remoteness area (days)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Waiting times for elective surgery in public hospitals, by State and Territory, by </w:t>
            </w:r>
            <w:proofErr w:type="spellStart"/>
            <w:r w:rsidRPr="000942DF">
              <w:rPr>
                <w:rFonts w:ascii="Arial" w:hAnsi="Arial" w:cs="Arial"/>
                <w:sz w:val="20"/>
                <w:szCs w:val="20"/>
              </w:rPr>
              <w:t>SEIFA</w:t>
            </w:r>
            <w:proofErr w:type="spellEnd"/>
            <w:r w:rsidRPr="000942DF">
              <w:rPr>
                <w:rFonts w:ascii="Arial" w:hAnsi="Arial" w:cs="Arial"/>
                <w:sz w:val="20"/>
                <w:szCs w:val="20"/>
              </w:rPr>
              <w:t xml:space="preserve"> </w:t>
            </w:r>
            <w:proofErr w:type="spellStart"/>
            <w:r w:rsidRPr="000942DF">
              <w:rPr>
                <w:rFonts w:ascii="Arial" w:hAnsi="Arial" w:cs="Arial"/>
                <w:sz w:val="20"/>
                <w:szCs w:val="20"/>
              </w:rPr>
              <w:t>IRSD</w:t>
            </w:r>
            <w:proofErr w:type="spellEnd"/>
            <w:r w:rsidRPr="000942DF">
              <w:rPr>
                <w:rFonts w:ascii="Arial" w:hAnsi="Arial" w:cs="Arial"/>
                <w:sz w:val="20"/>
                <w:szCs w:val="20"/>
              </w:rPr>
              <w:t xml:space="preserve"> quintiles (days)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Elective surgery waiting times, by indicator procedure</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NSW elective surgery waiting times by clinical urgency category, public hospitals (per cent)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10A.29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NSW elective surgery waiting times, public hospitals, by clinical urgency category and surgical specialty,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Victorian elective surgery waiting times by clinical urgency category, public hospitals (per cent)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Victorian elective surgery waiting times, public hospitals, by clinical urgency category and surgical specialty,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Queensland elective surgery waiting times, by clinical urgency category, public hospitals (per cent)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Queensland elective surgery waiting times, public hospitals, by clinical urgency category and surgical specialty,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 elective surgery waiting times, by clinical urgency category, public hospitals (per cent)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WA elective surgery waiting times, public hospitals, by clinical urgency category and surgical specialty, 2011-12</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SA elective surgery waiting times, by clinical urgency category,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SA elective surgery waiting times, public hospitals, by clinical urgency category and surgical specialty,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Tasmanian elective surgery waiting times, by clinical urgency category,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10A.39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Tasmania elective surgery waiting times, public hospitals, by clinical urgency category and surgical specialty, 2011-12</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ACT elective surgery waiting times, by clinical urgency category,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ACT elective surgery waiting times, public hospitals, by clinical urgency category and surgical specialty, 2011-12</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NT elective surgery waiting times, by clinical urgency category,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NT elective surgery waiting times, public hospitals, by clinical urgency category and surgical specialty,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presentations to emergency departments with a length of stay of 4 hours or less ending in admission,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 statistics for selected hospital procedures per 1000 people, all hospitals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Separation statistics for selected hospital procedures, all hospitals, 2011-12</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Unplanned hospital readmissions rates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Unplanned hospital readmission rates, by Indigenous status, hospital peer group, remoteness and </w:t>
            </w:r>
            <w:proofErr w:type="spellStart"/>
            <w:r w:rsidRPr="000942DF">
              <w:rPr>
                <w:rFonts w:ascii="Arial" w:hAnsi="Arial" w:cs="Arial"/>
                <w:sz w:val="20"/>
                <w:szCs w:val="20"/>
              </w:rPr>
              <w:t>SEIFA</w:t>
            </w:r>
            <w:proofErr w:type="spellEnd"/>
            <w:r w:rsidRPr="000942DF">
              <w:rPr>
                <w:rFonts w:ascii="Arial" w:hAnsi="Arial" w:cs="Arial"/>
                <w:sz w:val="20"/>
                <w:szCs w:val="20"/>
              </w:rPr>
              <w:t xml:space="preserve"> </w:t>
            </w:r>
            <w:proofErr w:type="spellStart"/>
            <w:r w:rsidRPr="000942DF">
              <w:rPr>
                <w:rFonts w:ascii="Arial" w:hAnsi="Arial" w:cs="Arial"/>
                <w:sz w:val="20"/>
                <w:szCs w:val="20"/>
              </w:rPr>
              <w:t>IRSD</w:t>
            </w:r>
            <w:proofErr w:type="spellEnd"/>
            <w:r w:rsidRPr="000942DF">
              <w:rPr>
                <w:rFonts w:ascii="Arial" w:hAnsi="Arial" w:cs="Arial"/>
                <w:sz w:val="20"/>
                <w:szCs w:val="20"/>
              </w:rPr>
              <w:t xml:space="preserve"> quintiles,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10A.49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accredited beds in public hospitals (per cent)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Episodes of Staphylococcus </w:t>
            </w:r>
            <w:proofErr w:type="spellStart"/>
            <w:r w:rsidRPr="000942DF">
              <w:rPr>
                <w:rFonts w:ascii="Arial" w:hAnsi="Arial" w:cs="Arial"/>
                <w:sz w:val="20"/>
                <w:szCs w:val="20"/>
              </w:rPr>
              <w:t>aureus</w:t>
            </w:r>
            <w:proofErr w:type="spellEnd"/>
            <w:r w:rsidRPr="000942DF">
              <w:rPr>
                <w:rFonts w:ascii="Arial" w:hAnsi="Arial" w:cs="Arial"/>
                <w:sz w:val="20"/>
                <w:szCs w:val="20"/>
              </w:rPr>
              <w:t xml:space="preserve"> (including </w:t>
            </w:r>
            <w:proofErr w:type="spellStart"/>
            <w:r w:rsidRPr="000942DF">
              <w:rPr>
                <w:rFonts w:ascii="Arial" w:hAnsi="Arial" w:cs="Arial"/>
                <w:sz w:val="20"/>
                <w:szCs w:val="20"/>
              </w:rPr>
              <w:t>MRSA</w:t>
            </w:r>
            <w:proofErr w:type="spellEnd"/>
            <w:r w:rsidRPr="000942DF">
              <w:rPr>
                <w:rFonts w:ascii="Arial" w:hAnsi="Arial" w:cs="Arial"/>
                <w:sz w:val="20"/>
                <w:szCs w:val="20"/>
              </w:rPr>
              <w:t xml:space="preserve">) bacteraemia (SAB) in acute care hospitals, by </w:t>
            </w:r>
            <w:proofErr w:type="spellStart"/>
            <w:r w:rsidRPr="000942DF">
              <w:rPr>
                <w:rFonts w:ascii="Arial" w:hAnsi="Arial" w:cs="Arial"/>
                <w:sz w:val="20"/>
                <w:szCs w:val="20"/>
              </w:rPr>
              <w:t>MRSA</w:t>
            </w:r>
            <w:proofErr w:type="spellEnd"/>
            <w:r w:rsidRPr="000942DF">
              <w:rPr>
                <w:rFonts w:ascii="Arial" w:hAnsi="Arial" w:cs="Arial"/>
                <w:sz w:val="20"/>
                <w:szCs w:val="20"/>
              </w:rPr>
              <w:t xml:space="preserve"> and </w:t>
            </w:r>
            <w:proofErr w:type="spellStart"/>
            <w:r w:rsidRPr="000942DF">
              <w:rPr>
                <w:rFonts w:ascii="Arial" w:hAnsi="Arial" w:cs="Arial"/>
                <w:sz w:val="20"/>
                <w:szCs w:val="20"/>
              </w:rPr>
              <w:t>MSSA</w:t>
            </w:r>
            <w:proofErr w:type="spellEnd"/>
            <w:r w:rsidRPr="000942DF">
              <w:rPr>
                <w:rFonts w:ascii="Arial" w:hAnsi="Arial" w:cs="Arial"/>
                <w:sz w:val="20"/>
                <w:szCs w:val="20"/>
              </w:rPr>
              <w:t xml:space="preserve">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with an adverse event,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Nursing workforce (includes midwives), by age group and remoteness area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Nursing workforce (includes midwives), by age group  .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Medical practitioner workforce, by age group and remoteness area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Medical practitioner workforce, by age group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Recurrent cost per </w:t>
            </w:r>
            <w:proofErr w:type="spellStart"/>
            <w:r w:rsidRPr="000942DF">
              <w:rPr>
                <w:rFonts w:ascii="Arial" w:hAnsi="Arial" w:cs="Arial"/>
                <w:sz w:val="20"/>
                <w:szCs w:val="20"/>
              </w:rPr>
              <w:t>casemix</w:t>
            </w:r>
            <w:proofErr w:type="spellEnd"/>
            <w:r w:rsidRPr="000942DF">
              <w:rPr>
                <w:rFonts w:ascii="Arial" w:hAnsi="Arial" w:cs="Arial"/>
                <w:sz w:val="20"/>
                <w:szCs w:val="20"/>
              </w:rPr>
              <w:t xml:space="preserve">-adjusted separation, selected public acute hospitals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Costs and utilisation by hospital peer group, public hospitals,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Capital cost per </w:t>
            </w:r>
            <w:proofErr w:type="spellStart"/>
            <w:r w:rsidRPr="000942DF">
              <w:rPr>
                <w:rFonts w:ascii="Arial" w:hAnsi="Arial" w:cs="Arial"/>
                <w:sz w:val="20"/>
                <w:szCs w:val="20"/>
              </w:rPr>
              <w:t>casemix</w:t>
            </w:r>
            <w:proofErr w:type="spellEnd"/>
            <w:r w:rsidRPr="000942DF">
              <w:rPr>
                <w:rFonts w:ascii="Arial" w:hAnsi="Arial" w:cs="Arial"/>
                <w:sz w:val="20"/>
                <w:szCs w:val="20"/>
              </w:rPr>
              <w:t xml:space="preserve">-adjusted separation — indicative estimates for inpatient services at major public acute hospitals,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10A.59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Relative stay index for patients in public hospitals, by funding source,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Relative stay index, indirectly standardised, patients in public hospitals, by medical, surgical and other type of diagnosis related group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NSW recurrent cost per non-admitted patient occasion of service,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 recurrent cost per non-admitted patient occasion of service,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SA recurrent cost per non-admitted patient occasion of service,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Tasmania recurrent cost per non-admitted patient occasion of service,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ACT recurrent cost per non-admitted patient occasion of service, public hospitals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Emergency department number of presentations and actual average cost per presentation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Emergency department presentation by Urgency Related Groupings (</w:t>
            </w:r>
            <w:proofErr w:type="spellStart"/>
            <w:r w:rsidRPr="000942DF">
              <w:rPr>
                <w:rFonts w:ascii="Arial" w:hAnsi="Arial" w:cs="Arial"/>
                <w:sz w:val="20"/>
                <w:szCs w:val="20"/>
              </w:rPr>
              <w:t>URG</w:t>
            </w:r>
            <w:proofErr w:type="spellEnd"/>
            <w:r w:rsidRPr="000942DF">
              <w:rPr>
                <w:rFonts w:ascii="Arial" w:hAnsi="Arial" w:cs="Arial"/>
                <w:sz w:val="20"/>
                <w:szCs w:val="20"/>
              </w:rPr>
              <w:t xml:space="preserve">) codes - presentations and average cost per presentation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Non-admitted clinic number of </w:t>
            </w:r>
            <w:proofErr w:type="spellStart"/>
            <w:r w:rsidRPr="000942DF">
              <w:rPr>
                <w:rFonts w:ascii="Arial" w:hAnsi="Arial" w:cs="Arial"/>
                <w:sz w:val="20"/>
                <w:szCs w:val="20"/>
              </w:rPr>
              <w:t>occassions</w:t>
            </w:r>
            <w:proofErr w:type="spellEnd"/>
            <w:r w:rsidRPr="000942DF">
              <w:rPr>
                <w:rFonts w:ascii="Arial" w:hAnsi="Arial" w:cs="Arial"/>
                <w:sz w:val="20"/>
                <w:szCs w:val="20"/>
              </w:rPr>
              <w:t xml:space="preserve"> of service and actual average cost per occasion of service   </w:t>
            </w:r>
          </w:p>
        </w:tc>
      </w:tr>
      <w:tr w:rsidR="000942DF" w:rsidRPr="000942DF" w:rsidTr="000942DF">
        <w:trPr>
          <w:trHeight w:val="112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10A.69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State and Territory, by remoteness,  2012-13  </w:t>
            </w:r>
          </w:p>
        </w:tc>
      </w:tr>
      <w:tr w:rsidR="000942DF" w:rsidRPr="000942DF" w:rsidTr="000942DF">
        <w:trPr>
          <w:trHeight w:val="86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went to an emergency department in the last 12 months reporting the ED doctors or specialists always or often: listened carefully, showed respect, and spent enough time with them, by remoteness, 2012-13  </w:t>
            </w:r>
          </w:p>
        </w:tc>
      </w:tr>
      <w:tr w:rsidR="000942DF" w:rsidRPr="000942DF" w:rsidTr="000942DF">
        <w:trPr>
          <w:trHeight w:val="112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by State and Territory, 2012-13  </w:t>
            </w:r>
          </w:p>
        </w:tc>
      </w:tr>
      <w:tr w:rsidR="000942DF" w:rsidRPr="000942DF" w:rsidTr="000942DF">
        <w:trPr>
          <w:trHeight w:val="86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went to an emergency department in the last 12 months reporting the ED nurses always or often: listened carefully, showed respect, and spent enough time with them, by remoteness, 2012-13  </w:t>
            </w:r>
          </w:p>
        </w:tc>
      </w:tr>
      <w:tr w:rsidR="000942DF" w:rsidRPr="000942DF" w:rsidTr="000942DF">
        <w:trPr>
          <w:trHeight w:val="112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by State and Territory, 2012-13  </w:t>
            </w:r>
          </w:p>
        </w:tc>
      </w:tr>
      <w:tr w:rsidR="000942DF" w:rsidRPr="000942DF" w:rsidTr="000942DF">
        <w:trPr>
          <w:trHeight w:val="86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were admitted to hospital in the last 12 months reporting the hospital doctors or specialists always or often: listened carefully, showed respect, and spent enough time with them, by remoteness, 2012-13  </w:t>
            </w:r>
          </w:p>
        </w:tc>
      </w:tr>
      <w:tr w:rsidR="000942DF" w:rsidRPr="000942DF" w:rsidTr="000942DF">
        <w:trPr>
          <w:trHeight w:val="86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State and Territory, by remoteness, 2012-13  </w:t>
            </w:r>
          </w:p>
        </w:tc>
      </w:tr>
      <w:tr w:rsidR="000942DF" w:rsidRPr="000942DF" w:rsidTr="000942DF">
        <w:trPr>
          <w:trHeight w:val="86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Proportion of persons who were admitted to hospital in the last 12 months reporting the hospital nurses always or often: listened carefully, showed respect, and spent enough time with them, by remoteness, 2012-13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NSW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Victorian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10A.79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Queensland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WA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SA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Tasmanian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ACT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NT patient evaluation of hospital services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NSW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Victoria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Queensland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WA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10A.89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SA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10A.90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Tasmania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ACT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NT selected sentinel events (number)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Australia selected sentinel events (number)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Separations, same day separations, patient days, average length of stay and costs for MDC 14 and MDC 15, public hospitals, Australia, 2011-12</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Separations by major diagnostic category (AR-</w:t>
            </w:r>
            <w:proofErr w:type="spellStart"/>
            <w:r w:rsidRPr="000942DF">
              <w:rPr>
                <w:rFonts w:ascii="Arial" w:hAnsi="Arial" w:cs="Arial"/>
                <w:sz w:val="20"/>
                <w:szCs w:val="20"/>
              </w:rPr>
              <w:t>DRGs</w:t>
            </w:r>
            <w:proofErr w:type="spellEnd"/>
            <w:r w:rsidRPr="000942DF">
              <w:rPr>
                <w:rFonts w:ascii="Arial" w:hAnsi="Arial" w:cs="Arial"/>
                <w:sz w:val="20"/>
                <w:szCs w:val="20"/>
              </w:rPr>
              <w:t xml:space="preserve">) version 6.0, public hospitals, 2011-12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10 Diagnosis related groups with highest cost, by volume, public hospitals, Australia,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2012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NSW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10A.99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Victoria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Queensland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WA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SA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Tasmania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ACT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Intervention rates for selected </w:t>
            </w:r>
            <w:proofErr w:type="spellStart"/>
            <w:r w:rsidRPr="000942DF">
              <w:rPr>
                <w:rFonts w:ascii="Arial" w:hAnsi="Arial" w:cs="Arial"/>
                <w:sz w:val="20"/>
                <w:szCs w:val="20"/>
              </w:rPr>
              <w:t>primiparae</w:t>
            </w:r>
            <w:proofErr w:type="spellEnd"/>
            <w:r w:rsidRPr="000942DF">
              <w:rPr>
                <w:rFonts w:ascii="Arial" w:hAnsi="Arial" w:cs="Arial"/>
                <w:sz w:val="20"/>
                <w:szCs w:val="20"/>
              </w:rPr>
              <w:t xml:space="preserve">, NT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Method of birth for selected women giving birth for the first time, 2011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10A.107</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Multiparous mothers who have had a previous caesarean section by current method of birth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sidRPr="000942DF">
              <w:rPr>
                <w:rFonts w:ascii="Arial" w:hAnsi="Arial" w:cs="Arial"/>
                <w:b/>
                <w:sz w:val="20"/>
                <w:szCs w:val="20"/>
              </w:rPr>
              <w:t xml:space="preserve">Table </w:t>
            </w:r>
            <w:proofErr w:type="spellStart"/>
            <w:r w:rsidRPr="000942DF">
              <w:rPr>
                <w:rFonts w:ascii="Arial" w:hAnsi="Arial" w:cs="Arial"/>
                <w:b/>
                <w:sz w:val="20"/>
                <w:szCs w:val="20"/>
              </w:rPr>
              <w:t>10A.</w:t>
            </w:r>
            <w:r>
              <w:rPr>
                <w:rFonts w:ascii="Arial" w:hAnsi="Arial" w:cs="Arial"/>
                <w:b/>
                <w:sz w:val="20"/>
                <w:szCs w:val="20"/>
              </w:rPr>
              <w:t>108</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proofErr w:type="spellStart"/>
            <w:r w:rsidRPr="000942DF">
              <w:rPr>
                <w:rFonts w:ascii="Arial" w:hAnsi="Arial" w:cs="Arial"/>
                <w:sz w:val="20"/>
                <w:szCs w:val="20"/>
              </w:rPr>
              <w:t>Perineal</w:t>
            </w:r>
            <w:proofErr w:type="spellEnd"/>
            <w:r w:rsidRPr="000942DF">
              <w:rPr>
                <w:rFonts w:ascii="Arial" w:hAnsi="Arial" w:cs="Arial"/>
                <w:sz w:val="20"/>
                <w:szCs w:val="20"/>
              </w:rPr>
              <w:t xml:space="preserve"> status after vaginal births   </w:t>
            </w:r>
          </w:p>
        </w:tc>
      </w:tr>
      <w:tr w:rsidR="000942DF" w:rsidRPr="000942DF" w:rsidTr="000942DF">
        <w:trPr>
          <w:trHeight w:val="612"/>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10A.109</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Separations, patient days, </w:t>
            </w:r>
            <w:proofErr w:type="spellStart"/>
            <w:r w:rsidRPr="000942DF">
              <w:rPr>
                <w:rFonts w:ascii="Arial" w:hAnsi="Arial" w:cs="Arial"/>
                <w:sz w:val="20"/>
                <w:szCs w:val="20"/>
              </w:rPr>
              <w:t>ALOS</w:t>
            </w:r>
            <w:proofErr w:type="spellEnd"/>
            <w:r w:rsidRPr="000942DF">
              <w:rPr>
                <w:rFonts w:ascii="Arial" w:hAnsi="Arial" w:cs="Arial"/>
                <w:sz w:val="20"/>
                <w:szCs w:val="20"/>
              </w:rPr>
              <w:t xml:space="preserve"> and estimated cost per separation for selected maternity AR-</w:t>
            </w:r>
            <w:proofErr w:type="spellStart"/>
            <w:r w:rsidRPr="000942DF">
              <w:rPr>
                <w:rFonts w:ascii="Arial" w:hAnsi="Arial" w:cs="Arial"/>
                <w:sz w:val="20"/>
                <w:szCs w:val="20"/>
              </w:rPr>
              <w:t>DRG</w:t>
            </w:r>
            <w:proofErr w:type="spellEnd"/>
            <w:r w:rsidRPr="000942DF">
              <w:rPr>
                <w:rFonts w:ascii="Arial" w:hAnsi="Arial" w:cs="Arial"/>
                <w:sz w:val="20"/>
                <w:szCs w:val="20"/>
              </w:rPr>
              <w:t xml:space="preserve"> (version </w:t>
            </w:r>
            <w:proofErr w:type="spellStart"/>
            <w:r w:rsidRPr="000942DF">
              <w:rPr>
                <w:rFonts w:ascii="Arial" w:hAnsi="Arial" w:cs="Arial"/>
                <w:sz w:val="20"/>
                <w:szCs w:val="20"/>
              </w:rPr>
              <w:t>6.0x</w:t>
            </w:r>
            <w:proofErr w:type="spellEnd"/>
            <w:r w:rsidRPr="000942DF">
              <w:rPr>
                <w:rFonts w:ascii="Arial" w:hAnsi="Arial" w:cs="Arial"/>
                <w:sz w:val="20"/>
                <w:szCs w:val="20"/>
              </w:rPr>
              <w:t xml:space="preserve">) in selected public hospitals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10A.110</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Average length of stay for selected maternity AR-</w:t>
            </w:r>
            <w:proofErr w:type="spellStart"/>
            <w:r w:rsidRPr="000942DF">
              <w:rPr>
                <w:rFonts w:ascii="Arial" w:hAnsi="Arial" w:cs="Arial"/>
                <w:sz w:val="20"/>
                <w:szCs w:val="20"/>
              </w:rPr>
              <w:t>DRG</w:t>
            </w:r>
            <w:proofErr w:type="spellEnd"/>
            <w:r w:rsidRPr="000942DF">
              <w:rPr>
                <w:rFonts w:ascii="Arial" w:hAnsi="Arial" w:cs="Arial"/>
                <w:sz w:val="20"/>
                <w:szCs w:val="20"/>
              </w:rPr>
              <w:t xml:space="preserve"> (version </w:t>
            </w:r>
            <w:proofErr w:type="spellStart"/>
            <w:r w:rsidRPr="000942DF">
              <w:rPr>
                <w:rFonts w:ascii="Arial" w:hAnsi="Arial" w:cs="Arial"/>
                <w:sz w:val="20"/>
                <w:szCs w:val="20"/>
              </w:rPr>
              <w:t>6.0x</w:t>
            </w:r>
            <w:proofErr w:type="spellEnd"/>
            <w:r w:rsidRPr="000942DF">
              <w:rPr>
                <w:rFonts w:ascii="Arial" w:hAnsi="Arial" w:cs="Arial"/>
                <w:sz w:val="20"/>
                <w:szCs w:val="20"/>
              </w:rPr>
              <w:t xml:space="preserve">) 2011-12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10A.111</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Baby's Apgar scores at five minutes, by </w:t>
            </w:r>
            <w:proofErr w:type="spellStart"/>
            <w:r w:rsidRPr="000942DF">
              <w:rPr>
                <w:rFonts w:ascii="Arial" w:hAnsi="Arial" w:cs="Arial"/>
                <w:sz w:val="20"/>
                <w:szCs w:val="20"/>
              </w:rPr>
              <w:t>birthweight</w:t>
            </w:r>
            <w:proofErr w:type="spellEnd"/>
            <w:r w:rsidRPr="000942DF">
              <w:rPr>
                <w:rFonts w:ascii="Arial" w:hAnsi="Arial" w:cs="Arial"/>
                <w:sz w:val="20"/>
                <w:szCs w:val="20"/>
              </w:rPr>
              <w:t>, public hospitals</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10A.112</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proofErr w:type="spellStart"/>
            <w:r w:rsidRPr="000942DF">
              <w:rPr>
                <w:rFonts w:ascii="Arial" w:hAnsi="Arial" w:cs="Arial"/>
                <w:sz w:val="20"/>
                <w:szCs w:val="20"/>
              </w:rPr>
              <w:t>Fetal</w:t>
            </w:r>
            <w:proofErr w:type="spellEnd"/>
            <w:r w:rsidRPr="000942DF">
              <w:rPr>
                <w:rFonts w:ascii="Arial" w:hAnsi="Arial" w:cs="Arial"/>
                <w:sz w:val="20"/>
                <w:szCs w:val="20"/>
              </w:rPr>
              <w:t xml:space="preserve"> deaths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10A.113</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Neonatal deaths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10A.114</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Neonatal, </w:t>
            </w:r>
            <w:proofErr w:type="spellStart"/>
            <w:r w:rsidRPr="000942DF">
              <w:rPr>
                <w:rFonts w:ascii="Arial" w:hAnsi="Arial" w:cs="Arial"/>
                <w:sz w:val="20"/>
                <w:szCs w:val="20"/>
              </w:rPr>
              <w:t>fetal</w:t>
            </w:r>
            <w:proofErr w:type="spellEnd"/>
            <w:r w:rsidRPr="000942DF">
              <w:rPr>
                <w:rFonts w:ascii="Arial" w:hAnsi="Arial" w:cs="Arial"/>
                <w:sz w:val="20"/>
                <w:szCs w:val="20"/>
              </w:rPr>
              <w:t xml:space="preserve"> and perinatal death rates, Australia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10A.115</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Perinatal deaths </w:t>
            </w:r>
          </w:p>
        </w:tc>
      </w:tr>
      <w:tr w:rsidR="000942DF" w:rsidRPr="000942DF" w:rsidTr="000942DF">
        <w:trPr>
          <w:trHeight w:val="357"/>
        </w:trPr>
        <w:tc>
          <w:tcPr>
            <w:tcW w:w="1716" w:type="dxa"/>
            <w:tcBorders>
              <w:top w:val="nil"/>
              <w:left w:val="nil"/>
              <w:bottom w:val="nil"/>
              <w:right w:val="nil"/>
            </w:tcBorders>
            <w:shd w:val="clear" w:color="auto" w:fill="auto"/>
            <w:noWrap/>
            <w:hideMark/>
          </w:tcPr>
          <w:p w:rsidR="000942DF" w:rsidRPr="000942DF" w:rsidRDefault="000942DF" w:rsidP="000942DF">
            <w:pPr>
              <w:jc w:val="both"/>
              <w:rPr>
                <w:rFonts w:ascii="Arial" w:hAnsi="Arial" w:cs="Arial"/>
                <w:b/>
                <w:sz w:val="20"/>
                <w:szCs w:val="20"/>
              </w:rPr>
            </w:pPr>
            <w:r>
              <w:rPr>
                <w:rFonts w:ascii="Arial" w:hAnsi="Arial" w:cs="Arial"/>
                <w:b/>
                <w:sz w:val="20"/>
                <w:szCs w:val="20"/>
              </w:rPr>
              <w:t xml:space="preserve">Table </w:t>
            </w:r>
            <w:proofErr w:type="spellStart"/>
            <w:r>
              <w:rPr>
                <w:rFonts w:ascii="Arial" w:hAnsi="Arial" w:cs="Arial"/>
                <w:b/>
                <w:sz w:val="20"/>
                <w:szCs w:val="20"/>
              </w:rPr>
              <w:t>10A.116</w:t>
            </w:r>
            <w:proofErr w:type="spellEnd"/>
          </w:p>
        </w:tc>
        <w:tc>
          <w:tcPr>
            <w:tcW w:w="7144" w:type="dxa"/>
            <w:tcBorders>
              <w:top w:val="nil"/>
              <w:left w:val="nil"/>
              <w:bottom w:val="nil"/>
              <w:right w:val="nil"/>
            </w:tcBorders>
            <w:shd w:val="clear" w:color="auto" w:fill="auto"/>
            <w:hideMark/>
          </w:tcPr>
          <w:p w:rsidR="000942DF" w:rsidRPr="000942DF" w:rsidRDefault="000942DF" w:rsidP="000942DF">
            <w:pPr>
              <w:jc w:val="both"/>
              <w:rPr>
                <w:rFonts w:ascii="Arial" w:hAnsi="Arial" w:cs="Arial"/>
                <w:sz w:val="20"/>
                <w:szCs w:val="20"/>
              </w:rPr>
            </w:pPr>
            <w:r w:rsidRPr="000942DF">
              <w:rPr>
                <w:rFonts w:ascii="Arial" w:hAnsi="Arial" w:cs="Arial"/>
                <w:sz w:val="20"/>
                <w:szCs w:val="20"/>
              </w:rPr>
              <w:t xml:space="preserve">Perinatal, neonatal and </w:t>
            </w:r>
            <w:proofErr w:type="spellStart"/>
            <w:r w:rsidRPr="000942DF">
              <w:rPr>
                <w:rFonts w:ascii="Arial" w:hAnsi="Arial" w:cs="Arial"/>
                <w:sz w:val="20"/>
                <w:szCs w:val="20"/>
              </w:rPr>
              <w:t>fetal</w:t>
            </w:r>
            <w:proofErr w:type="spellEnd"/>
            <w:r w:rsidRPr="000942DF">
              <w:rPr>
                <w:rFonts w:ascii="Arial" w:hAnsi="Arial" w:cs="Arial"/>
                <w:sz w:val="20"/>
                <w:szCs w:val="20"/>
              </w:rPr>
              <w:t xml:space="preserve"> deaths    </w:t>
            </w:r>
          </w:p>
        </w:tc>
      </w:tr>
    </w:tbl>
    <w:p w:rsidR="00D2410D" w:rsidRDefault="00D2410D" w:rsidP="00D2410D">
      <w:pPr>
        <w:pStyle w:val="Heading2"/>
      </w:pPr>
      <w:r>
        <w:br w:type="page"/>
      </w:r>
      <w:bookmarkStart w:id="70" w:name="_Toc208032426"/>
      <w:bookmarkStart w:id="71" w:name="_Toc274729470"/>
      <w:r>
        <w:t>10.10</w:t>
      </w:r>
      <w:r>
        <w:tab/>
        <w:t>References</w:t>
      </w:r>
      <w:bookmarkEnd w:id="70"/>
      <w:bookmarkEnd w:id="71"/>
      <w:r>
        <w:t xml:space="preserve"> </w:t>
      </w:r>
    </w:p>
    <w:p w:rsidR="00D2410D" w:rsidRDefault="00D2410D" w:rsidP="00D2410D">
      <w:pPr>
        <w:pStyle w:val="Reference"/>
      </w:pPr>
      <w:r>
        <w:t xml:space="preserve">ABS (Australian Bureau of Statistics) 2004, </w:t>
      </w:r>
      <w:r w:rsidRPr="00354423">
        <w:rPr>
          <w:i/>
        </w:rPr>
        <w:t>Deaths, Australia 2003</w:t>
      </w:r>
      <w:r>
        <w:t>, Cat. no. 3302.0, Canberra.</w:t>
      </w:r>
    </w:p>
    <w:p w:rsidR="00D2410D" w:rsidRPr="00CB6ACD" w:rsidRDefault="00D2410D" w:rsidP="002460EF">
      <w:pPr>
        <w:pStyle w:val="Reference"/>
      </w:pPr>
      <w:proofErr w:type="spellStart"/>
      <w:r>
        <w:t>AHMAC</w:t>
      </w:r>
      <w:proofErr w:type="spellEnd"/>
      <w:r>
        <w:t xml:space="preserve"> (</w:t>
      </w:r>
      <w:r w:rsidRPr="00CB6ACD">
        <w:t>Australian Health Ministers’ Advisory Council</w:t>
      </w:r>
      <w:r>
        <w:t>)</w:t>
      </w:r>
      <w:r w:rsidRPr="00CB6ACD">
        <w:t xml:space="preserve"> 201</w:t>
      </w:r>
      <w:r w:rsidR="00BB65C3">
        <w:t>2</w:t>
      </w:r>
      <w:r w:rsidRPr="00CB6ACD">
        <w:t xml:space="preserve">, </w:t>
      </w:r>
      <w:r w:rsidRPr="00CB6ACD">
        <w:rPr>
          <w:i/>
        </w:rPr>
        <w:t>The Aboriginal and Torres Strait Islander Health Performance Framework 201</w:t>
      </w:r>
      <w:r w:rsidR="0091535F">
        <w:rPr>
          <w:i/>
        </w:rPr>
        <w:t>2</w:t>
      </w:r>
      <w:r w:rsidRPr="00CB6ACD">
        <w:rPr>
          <w:i/>
        </w:rPr>
        <w:t xml:space="preserve"> Report</w:t>
      </w:r>
      <w:r w:rsidRPr="00CB6ACD">
        <w:t xml:space="preserve">, </w:t>
      </w:r>
      <w:proofErr w:type="spellStart"/>
      <w:r w:rsidRPr="00CB6ACD">
        <w:t>AHMAC</w:t>
      </w:r>
      <w:proofErr w:type="spellEnd"/>
      <w:r w:rsidRPr="00CB6ACD">
        <w:t>, Canberra</w:t>
      </w:r>
      <w:r>
        <w:t>.</w:t>
      </w:r>
    </w:p>
    <w:p w:rsidR="00D2410D" w:rsidRDefault="00D2410D" w:rsidP="00D2410D">
      <w:pPr>
        <w:pStyle w:val="Reference"/>
      </w:pPr>
      <w:proofErr w:type="spellStart"/>
      <w:r>
        <w:t>AIHW</w:t>
      </w:r>
      <w:proofErr w:type="spellEnd"/>
      <w:r>
        <w:t xml:space="preserve"> (Australian Institute of Health and Welfare) 2000, 2001, 2006, 2009, 2010, 2011</w:t>
      </w:r>
      <w:r w:rsidR="00421300">
        <w:t>, 2012</w:t>
      </w:r>
      <w:r w:rsidR="00C90FC4">
        <w:t xml:space="preserve">, </w:t>
      </w:r>
      <w:proofErr w:type="spellStart"/>
      <w:r w:rsidR="00C90FC4">
        <w:t>2013a</w:t>
      </w:r>
      <w:proofErr w:type="spellEnd"/>
      <w:r>
        <w:t xml:space="preserve"> </w:t>
      </w:r>
      <w:r w:rsidRPr="00354423">
        <w:rPr>
          <w:i/>
        </w:rPr>
        <w:t>Australian Hospital Statistics</w:t>
      </w:r>
      <w:r>
        <w:t xml:space="preserve">, </w:t>
      </w:r>
      <w:r w:rsidRPr="00205F9C">
        <w:t xml:space="preserve">Cat. nos </w:t>
      </w:r>
      <w:proofErr w:type="spellStart"/>
      <w:r w:rsidRPr="00205F9C">
        <w:t>HSE</w:t>
      </w:r>
      <w:proofErr w:type="spellEnd"/>
      <w:r w:rsidRPr="00205F9C">
        <w:t xml:space="preserve"> </w:t>
      </w:r>
      <w:r>
        <w:t>11</w:t>
      </w:r>
      <w:r w:rsidRPr="00205F9C">
        <w:t xml:space="preserve">, </w:t>
      </w:r>
      <w:r>
        <w:t>14</w:t>
      </w:r>
      <w:r w:rsidRPr="00205F9C">
        <w:t xml:space="preserve">, </w:t>
      </w:r>
      <w:r>
        <w:t>41,</w:t>
      </w:r>
      <w:r w:rsidRPr="00205F9C">
        <w:t xml:space="preserve"> </w:t>
      </w:r>
      <w:r>
        <w:t>71, 84</w:t>
      </w:r>
      <w:r w:rsidR="00421300">
        <w:t>,</w:t>
      </w:r>
      <w:r>
        <w:t xml:space="preserve"> 107</w:t>
      </w:r>
      <w:r w:rsidR="00C90FC4">
        <w:t>,</w:t>
      </w:r>
      <w:r>
        <w:t xml:space="preserve"> </w:t>
      </w:r>
      <w:r w:rsidR="00421300">
        <w:t>117</w:t>
      </w:r>
      <w:r w:rsidR="00C90FC4" w:rsidRPr="00C90FC4">
        <w:t xml:space="preserve"> </w:t>
      </w:r>
      <w:r w:rsidR="00C90FC4" w:rsidRPr="00205F9C">
        <w:t>and</w:t>
      </w:r>
      <w:r w:rsidR="00C90FC4">
        <w:t xml:space="preserve"> 134</w:t>
      </w:r>
      <w:r w:rsidR="00421300">
        <w:t xml:space="preserve">, </w:t>
      </w:r>
      <w:proofErr w:type="spellStart"/>
      <w:r>
        <w:t>AIHW</w:t>
      </w:r>
      <w:proofErr w:type="spellEnd"/>
      <w:r>
        <w:t>, Canberra.</w:t>
      </w:r>
    </w:p>
    <w:p w:rsidR="00C90FC4" w:rsidRDefault="00C90FC4" w:rsidP="00015915">
      <w:pPr>
        <w:pStyle w:val="Reference"/>
      </w:pPr>
      <w:r w:rsidRPr="00C90FC4">
        <w:t xml:space="preserve">—— </w:t>
      </w:r>
      <w:proofErr w:type="spellStart"/>
      <w:r w:rsidRPr="00C90FC4">
        <w:t>201</w:t>
      </w:r>
      <w:r>
        <w:t>3</w:t>
      </w:r>
      <w:r w:rsidRPr="00C90FC4">
        <w:t>b</w:t>
      </w:r>
      <w:proofErr w:type="spellEnd"/>
      <w:r w:rsidRPr="00C90FC4">
        <w:t xml:space="preserve">, </w:t>
      </w:r>
      <w:r w:rsidRPr="00C90FC4">
        <w:rPr>
          <w:i/>
        </w:rPr>
        <w:t>Health expenditure Australia 201</w:t>
      </w:r>
      <w:r>
        <w:rPr>
          <w:i/>
        </w:rPr>
        <w:t>1</w:t>
      </w:r>
      <w:r w:rsidRPr="00C90FC4">
        <w:rPr>
          <w:i/>
        </w:rPr>
        <w:t>–1</w:t>
      </w:r>
      <w:r>
        <w:rPr>
          <w:i/>
        </w:rPr>
        <w:t>2</w:t>
      </w:r>
      <w:r w:rsidRPr="00C90FC4">
        <w:t xml:space="preserve">, Health and Welfare Expenditure Series No. </w:t>
      </w:r>
      <w:r>
        <w:t>50</w:t>
      </w:r>
      <w:r w:rsidRPr="00C90FC4">
        <w:t xml:space="preserve">, Cat. no. </w:t>
      </w:r>
      <w:proofErr w:type="spellStart"/>
      <w:r w:rsidRPr="00C90FC4">
        <w:t>HWE</w:t>
      </w:r>
      <w:proofErr w:type="spellEnd"/>
      <w:r w:rsidRPr="00C90FC4">
        <w:t xml:space="preserve"> 5</w:t>
      </w:r>
      <w:r>
        <w:t>9</w:t>
      </w:r>
      <w:r w:rsidRPr="00C90FC4">
        <w:t xml:space="preserve">. Canberra, </w:t>
      </w:r>
      <w:proofErr w:type="spellStart"/>
      <w:r w:rsidRPr="00C90FC4">
        <w:t>AIHW</w:t>
      </w:r>
      <w:proofErr w:type="spellEnd"/>
      <w:r w:rsidRPr="00C90FC4">
        <w:t>.</w:t>
      </w:r>
    </w:p>
    <w:p w:rsidR="00C90FC4" w:rsidRDefault="00C90FC4" w:rsidP="002460EF">
      <w:pPr>
        <w:pStyle w:val="Reference"/>
      </w:pPr>
      <w:r w:rsidRPr="00C90FC4">
        <w:t xml:space="preserve">—— </w:t>
      </w:r>
      <w:proofErr w:type="spellStart"/>
      <w:r w:rsidRPr="00C90FC4">
        <w:t>201</w:t>
      </w:r>
      <w:r>
        <w:t>3</w:t>
      </w:r>
      <w:r w:rsidRPr="00C90FC4">
        <w:t>c</w:t>
      </w:r>
      <w:proofErr w:type="spellEnd"/>
      <w:r w:rsidRPr="00C90FC4">
        <w:t xml:space="preserve">, </w:t>
      </w:r>
      <w:r w:rsidRPr="00C90FC4">
        <w:rPr>
          <w:i/>
        </w:rPr>
        <w:t>Australian hospital statistics 201</w:t>
      </w:r>
      <w:r>
        <w:rPr>
          <w:i/>
        </w:rPr>
        <w:t>2</w:t>
      </w:r>
      <w:r w:rsidRPr="00C90FC4">
        <w:rPr>
          <w:i/>
        </w:rPr>
        <w:t>–1</w:t>
      </w:r>
      <w:r>
        <w:rPr>
          <w:i/>
        </w:rPr>
        <w:t>3</w:t>
      </w:r>
      <w:r w:rsidRPr="00C90FC4">
        <w:t xml:space="preserve">: elective surgery waiting times. Health services series no. </w:t>
      </w:r>
      <w:r>
        <w:t>51</w:t>
      </w:r>
      <w:r w:rsidRPr="00C90FC4">
        <w:t xml:space="preserve">. Cat. no. </w:t>
      </w:r>
      <w:proofErr w:type="spellStart"/>
      <w:r w:rsidRPr="00C90FC4">
        <w:t>HSE</w:t>
      </w:r>
      <w:proofErr w:type="spellEnd"/>
      <w:r w:rsidRPr="00C90FC4">
        <w:t xml:space="preserve"> 1</w:t>
      </w:r>
      <w:r>
        <w:t>40</w:t>
      </w:r>
      <w:r w:rsidRPr="00C90FC4">
        <w:t xml:space="preserve">. Canberra: </w:t>
      </w:r>
      <w:proofErr w:type="spellStart"/>
      <w:r w:rsidRPr="00C90FC4">
        <w:t>AIHW</w:t>
      </w:r>
      <w:proofErr w:type="spellEnd"/>
      <w:r w:rsidRPr="00C90FC4">
        <w:t>.</w:t>
      </w:r>
    </w:p>
    <w:p w:rsidR="00D2410D" w:rsidRDefault="00D2410D" w:rsidP="005468A8">
      <w:pPr>
        <w:pStyle w:val="Reference"/>
      </w:pPr>
      <w:proofErr w:type="spellStart"/>
      <w:r>
        <w:t>AIHW</w:t>
      </w:r>
      <w:proofErr w:type="spellEnd"/>
      <w:r>
        <w:t xml:space="preserve"> (Australian Institute of Health and Welfare) and </w:t>
      </w:r>
      <w:proofErr w:type="spellStart"/>
      <w:r>
        <w:t>ACSQHC</w:t>
      </w:r>
      <w:proofErr w:type="spellEnd"/>
      <w:r>
        <w:t xml:space="preserve"> (Australian Commission on Safety and Quality in Health Care) 2007, </w:t>
      </w:r>
      <w:r w:rsidRPr="00354423">
        <w:rPr>
          <w:i/>
        </w:rPr>
        <w:t>Sentinel events in Australian public hospitals 2004–05</w:t>
      </w:r>
      <w:r>
        <w:t xml:space="preserve">, Cat. no. </w:t>
      </w:r>
      <w:proofErr w:type="spellStart"/>
      <w:r>
        <w:t>HSE</w:t>
      </w:r>
      <w:proofErr w:type="spellEnd"/>
      <w:r>
        <w:t xml:space="preserve">. 51 Canberra: </w:t>
      </w:r>
      <w:proofErr w:type="spellStart"/>
      <w:r>
        <w:t>AIHW</w:t>
      </w:r>
      <w:proofErr w:type="spellEnd"/>
      <w:r>
        <w:t>.</w:t>
      </w:r>
    </w:p>
    <w:p w:rsidR="00D2410D" w:rsidRDefault="00D2410D" w:rsidP="00D2410D">
      <w:pPr>
        <w:pStyle w:val="Reference"/>
      </w:pPr>
      <w:r>
        <w:t xml:space="preserve">Day, P., Sullivan, </w:t>
      </w:r>
      <w:proofErr w:type="spellStart"/>
      <w:r>
        <w:t>E.A</w:t>
      </w:r>
      <w:proofErr w:type="spellEnd"/>
      <w:r>
        <w:t xml:space="preserve">., Ford, J. and Lancaster, P. 1999, </w:t>
      </w:r>
      <w:r w:rsidRPr="00354423">
        <w:rPr>
          <w:i/>
        </w:rPr>
        <w:t>Australia’s Mothers and Babies 1997</w:t>
      </w:r>
      <w:r>
        <w:t xml:space="preserve">, </w:t>
      </w:r>
      <w:proofErr w:type="spellStart"/>
      <w:r>
        <w:t>AIHW</w:t>
      </w:r>
      <w:proofErr w:type="spellEnd"/>
      <w:r>
        <w:t xml:space="preserve"> Cat. no. PER 12, </w:t>
      </w:r>
      <w:proofErr w:type="spellStart"/>
      <w:r>
        <w:t>AIHW</w:t>
      </w:r>
      <w:proofErr w:type="spellEnd"/>
      <w:r>
        <w:t xml:space="preserve"> </w:t>
      </w:r>
      <w:proofErr w:type="spellStart"/>
      <w:r>
        <w:t>NPSU</w:t>
      </w:r>
      <w:proofErr w:type="spellEnd"/>
      <w:r>
        <w:t>, Sydney.</w:t>
      </w:r>
    </w:p>
    <w:p w:rsidR="00D2410D" w:rsidRDefault="00D2410D" w:rsidP="00D2410D">
      <w:pPr>
        <w:pStyle w:val="Reference"/>
      </w:pPr>
      <w:proofErr w:type="spellStart"/>
      <w:r w:rsidRPr="0010346A">
        <w:t>Eshani</w:t>
      </w:r>
      <w:proofErr w:type="spellEnd"/>
      <w:r>
        <w:t xml:space="preserve">, J., </w:t>
      </w:r>
      <w:r w:rsidRPr="005611CE">
        <w:t xml:space="preserve">Jackson, T., </w:t>
      </w:r>
      <w:proofErr w:type="spellStart"/>
      <w:r w:rsidRPr="005611CE">
        <w:t>Duckett</w:t>
      </w:r>
      <w:proofErr w:type="spellEnd"/>
      <w:r w:rsidRPr="005611CE">
        <w:t>, J.</w:t>
      </w:r>
      <w:r>
        <w:t>,</w:t>
      </w:r>
      <w:r w:rsidRPr="0010346A">
        <w:t xml:space="preserve"> 2006, ‘</w:t>
      </w:r>
      <w:r w:rsidRPr="005611CE">
        <w:rPr>
          <w:i/>
        </w:rPr>
        <w:t>The incidence and cost of adverse events in Victorian hospitals 2003-04</w:t>
      </w:r>
      <w:r w:rsidRPr="0010346A">
        <w:t>’,</w:t>
      </w:r>
      <w:r>
        <w:t xml:space="preserve"> </w:t>
      </w:r>
      <w:r w:rsidRPr="0010346A">
        <w:t xml:space="preserve">The Medical Journal of Australia, </w:t>
      </w:r>
      <w:proofErr w:type="spellStart"/>
      <w:r w:rsidRPr="0010346A">
        <w:t>Vol</w:t>
      </w:r>
      <w:proofErr w:type="spellEnd"/>
      <w:r w:rsidRPr="0010346A">
        <w:t xml:space="preserve"> 184,</w:t>
      </w:r>
      <w:r>
        <w:t xml:space="preserve"> </w:t>
      </w:r>
      <w:proofErr w:type="spellStart"/>
      <w:r w:rsidRPr="0010346A">
        <w:t>No.11</w:t>
      </w:r>
      <w:proofErr w:type="spellEnd"/>
      <w:r w:rsidRPr="0010346A">
        <w:t xml:space="preserve">, </w:t>
      </w:r>
      <w:proofErr w:type="spellStart"/>
      <w:r w:rsidRPr="0010346A">
        <w:t>pp</w:t>
      </w:r>
      <w:proofErr w:type="spellEnd"/>
      <w:r w:rsidRPr="0010346A">
        <w:t xml:space="preserve"> 551-555.</w:t>
      </w:r>
    </w:p>
    <w:p w:rsidR="00D2410D" w:rsidRDefault="00D2410D" w:rsidP="00D2410D">
      <w:pPr>
        <w:pStyle w:val="Reference"/>
      </w:pPr>
      <w:proofErr w:type="spellStart"/>
      <w:r>
        <w:t>HDSC</w:t>
      </w:r>
      <w:proofErr w:type="spellEnd"/>
      <w:r>
        <w:t xml:space="preserve"> (Health Data Standards Committee) 20</w:t>
      </w:r>
      <w:r w:rsidR="0011002C">
        <w:t>12</w:t>
      </w:r>
      <w:r>
        <w:t xml:space="preserve">, </w:t>
      </w:r>
      <w:r w:rsidRPr="002D2760">
        <w:rPr>
          <w:i/>
        </w:rPr>
        <w:t>National health data dictionary. Version 1</w:t>
      </w:r>
      <w:r w:rsidR="0011002C">
        <w:rPr>
          <w:i/>
        </w:rPr>
        <w:t>6</w:t>
      </w:r>
      <w:r w:rsidRPr="002D2760">
        <w:rPr>
          <w:i/>
        </w:rPr>
        <w:t>.</w:t>
      </w:r>
      <w:r>
        <w:t xml:space="preserve"> Cat. no. </w:t>
      </w:r>
      <w:proofErr w:type="spellStart"/>
      <w:r>
        <w:t>HWI</w:t>
      </w:r>
      <w:proofErr w:type="spellEnd"/>
      <w:r>
        <w:t xml:space="preserve"> 1</w:t>
      </w:r>
      <w:r w:rsidR="00F35EE8">
        <w:t>19</w:t>
      </w:r>
      <w:r>
        <w:t xml:space="preserve">. </w:t>
      </w:r>
      <w:proofErr w:type="spellStart"/>
      <w:r>
        <w:t>AIHW</w:t>
      </w:r>
      <w:proofErr w:type="spellEnd"/>
      <w:r>
        <w:t>, Canberra.</w:t>
      </w:r>
    </w:p>
    <w:p w:rsidR="00D2410D" w:rsidRDefault="00D2410D" w:rsidP="00D2410D">
      <w:pPr>
        <w:pStyle w:val="Reference"/>
      </w:pPr>
      <w:r w:rsidRPr="00272BE4">
        <w:t>Li</w:t>
      </w:r>
      <w:r>
        <w:t>,</w:t>
      </w:r>
      <w:r w:rsidRPr="00272BE4">
        <w:t xml:space="preserve"> Z</w:t>
      </w:r>
      <w:r>
        <w:t>.</w:t>
      </w:r>
      <w:r w:rsidRPr="00272BE4">
        <w:t>, McNally</w:t>
      </w:r>
      <w:r>
        <w:t>,</w:t>
      </w:r>
      <w:r w:rsidRPr="00272BE4">
        <w:t xml:space="preserve"> L</w:t>
      </w:r>
      <w:r>
        <w:t>.</w:t>
      </w:r>
      <w:r w:rsidRPr="00272BE4">
        <w:t xml:space="preserve">, </w:t>
      </w:r>
      <w:proofErr w:type="spellStart"/>
      <w:r w:rsidRPr="00272BE4">
        <w:t>Hilder</w:t>
      </w:r>
      <w:proofErr w:type="spellEnd"/>
      <w:r>
        <w:t>,</w:t>
      </w:r>
      <w:r w:rsidRPr="00272BE4">
        <w:t xml:space="preserve"> L</w:t>
      </w:r>
      <w:r>
        <w:t>.</w:t>
      </w:r>
      <w:r w:rsidRPr="00272BE4">
        <w:t xml:space="preserve"> </w:t>
      </w:r>
      <w:r>
        <w:t>and</w:t>
      </w:r>
      <w:r w:rsidRPr="00272BE4">
        <w:t xml:space="preserve"> Sullivan</w:t>
      </w:r>
      <w:r>
        <w:t>,</w:t>
      </w:r>
      <w:r w:rsidRPr="00272BE4">
        <w:t xml:space="preserve"> EA</w:t>
      </w:r>
      <w:r>
        <w:t>.,</w:t>
      </w:r>
      <w:r w:rsidRPr="00272BE4">
        <w:t xml:space="preserve"> </w:t>
      </w:r>
      <w:r w:rsidR="00C669BE">
        <w:t>200</w:t>
      </w:r>
      <w:r w:rsidR="00E74395">
        <w:t>8</w:t>
      </w:r>
      <w:r w:rsidR="00C669BE">
        <w:t>, 200</w:t>
      </w:r>
      <w:r w:rsidR="00E74395">
        <w:t>9</w:t>
      </w:r>
      <w:r w:rsidR="00C669BE">
        <w:t>, 20</w:t>
      </w:r>
      <w:r w:rsidR="00E74395">
        <w:t>10</w:t>
      </w:r>
      <w:r w:rsidR="00C669BE">
        <w:t>, 201</w:t>
      </w:r>
      <w:r w:rsidR="00E74395">
        <w:t>1</w:t>
      </w:r>
      <w:r w:rsidR="00C669BE">
        <w:t xml:space="preserve"> and 201</w:t>
      </w:r>
      <w:r w:rsidR="00E74395">
        <w:t>2</w:t>
      </w:r>
      <w:r>
        <w:t>,</w:t>
      </w:r>
      <w:r w:rsidRPr="00272BE4">
        <w:t xml:space="preserve"> </w:t>
      </w:r>
      <w:r w:rsidRPr="00272BE4">
        <w:rPr>
          <w:i/>
        </w:rPr>
        <w:t>Australia’s mothers and babies</w:t>
      </w:r>
      <w:r w:rsidR="00C669BE">
        <w:rPr>
          <w:i/>
        </w:rPr>
        <w:t>,</w:t>
      </w:r>
      <w:r w:rsidRPr="00272BE4">
        <w:t xml:space="preserve"> Cat. no. </w:t>
      </w:r>
      <w:r w:rsidR="00DF5336" w:rsidRPr="00DF5336">
        <w:t xml:space="preserve">PER 22, 48, 50, 52 and </w:t>
      </w:r>
      <w:r w:rsidR="00DD7B0A" w:rsidRPr="00DD7B0A">
        <w:t>56</w:t>
      </w:r>
      <w:r w:rsidR="00DF5336" w:rsidRPr="00DF5336">
        <w:t>;</w:t>
      </w:r>
      <w:r w:rsidRPr="00272BE4">
        <w:t xml:space="preserve"> Sydney</w:t>
      </w:r>
      <w:r>
        <w:t>,</w:t>
      </w:r>
      <w:r w:rsidRPr="00272BE4">
        <w:t xml:space="preserve"> </w:t>
      </w:r>
      <w:proofErr w:type="spellStart"/>
      <w:r w:rsidRPr="00272BE4">
        <w:t>AIHW</w:t>
      </w:r>
      <w:proofErr w:type="spellEnd"/>
      <w:r w:rsidRPr="00272BE4">
        <w:t xml:space="preserve"> National Perinatal Epidemiology and Statistics Unit</w:t>
      </w:r>
      <w:r w:rsidRPr="00EE278B">
        <w:t>.</w:t>
      </w:r>
    </w:p>
    <w:p w:rsidR="00D2410D" w:rsidRDefault="00D2410D" w:rsidP="00D2410D">
      <w:pPr>
        <w:pStyle w:val="Reference"/>
      </w:pPr>
      <w:proofErr w:type="spellStart"/>
      <w:r>
        <w:t>NCCH</w:t>
      </w:r>
      <w:proofErr w:type="spellEnd"/>
      <w:r>
        <w:t xml:space="preserve"> (National Centre for Classification in Health) 2008, </w:t>
      </w:r>
      <w:r w:rsidRPr="00354423">
        <w:rPr>
          <w:i/>
        </w:rPr>
        <w:t>The International Statistical Classification of Diseases and Related Health Problems, 10th Revision</w:t>
      </w:r>
      <w:r>
        <w:t>, Australian Modification, 6</w:t>
      </w:r>
      <w:r w:rsidRPr="00204E40">
        <w:rPr>
          <w:vertAlign w:val="superscript"/>
        </w:rPr>
        <w:t>th</w:t>
      </w:r>
      <w:r>
        <w:t xml:space="preserve"> edition (</w:t>
      </w:r>
      <w:proofErr w:type="spellStart"/>
      <w:r>
        <w:t>ICD</w:t>
      </w:r>
      <w:proofErr w:type="spellEnd"/>
      <w:r>
        <w:t>-10-AM), Sydney.</w:t>
      </w:r>
    </w:p>
    <w:p w:rsidR="00D2410D" w:rsidRDefault="00D2410D" w:rsidP="00D2410D">
      <w:pPr>
        <w:pStyle w:val="Reference"/>
      </w:pPr>
      <w:r>
        <w:t xml:space="preserve">Runciman W. 2006, </w:t>
      </w:r>
      <w:r w:rsidRPr="00727E4E">
        <w:t>The Safety and Quality of Health Care: Where Are We Now?</w:t>
      </w:r>
      <w:r>
        <w:t xml:space="preserve">, </w:t>
      </w:r>
      <w:r w:rsidRPr="00727E4E">
        <w:rPr>
          <w:i/>
        </w:rPr>
        <w:t>Medical Journal of Australia</w:t>
      </w:r>
      <w:r>
        <w:t xml:space="preserve">; vol. 184, no. 10: </w:t>
      </w:r>
      <w:proofErr w:type="spellStart"/>
      <w:r>
        <w:t>S41-S43</w:t>
      </w:r>
      <w:proofErr w:type="spellEnd"/>
      <w:r>
        <w:t>.</w:t>
      </w:r>
    </w:p>
    <w:p w:rsidR="00F056FC" w:rsidRDefault="00D2410D" w:rsidP="006A30AA">
      <w:pPr>
        <w:pStyle w:val="Reference"/>
      </w:pPr>
      <w:proofErr w:type="spellStart"/>
      <w:r>
        <w:t>SCRCSSP</w:t>
      </w:r>
      <w:proofErr w:type="spellEnd"/>
      <w:r>
        <w:t xml:space="preserve"> (Steering Committee for the Review of Commonwealth/State Service Provision) 2001, </w:t>
      </w:r>
      <w:r w:rsidRPr="00727E4E">
        <w:rPr>
          <w:i/>
        </w:rPr>
        <w:t>Asset Measurement in the Costing of Government Services</w:t>
      </w:r>
      <w:r>
        <w:t>, Productivity Commission, Canberra.</w:t>
      </w:r>
    </w:p>
    <w:p w:rsidR="0009550F" w:rsidRPr="0009550F" w:rsidRDefault="0009550F" w:rsidP="002460EF">
      <w:pPr>
        <w:pStyle w:val="Reference"/>
        <w:shd w:val="clear" w:color="auto" w:fill="FFFFFF" w:themeFill="background1"/>
      </w:pPr>
      <w:r w:rsidRPr="0009550F">
        <w:t xml:space="preserve">Van Den </w:t>
      </w:r>
      <w:proofErr w:type="spellStart"/>
      <w:r w:rsidRPr="0009550F">
        <w:t>Bos</w:t>
      </w:r>
      <w:proofErr w:type="spellEnd"/>
      <w:r w:rsidRPr="0009550F">
        <w:t xml:space="preserve">, </w:t>
      </w:r>
      <w:r>
        <w:t xml:space="preserve">J., </w:t>
      </w:r>
      <w:proofErr w:type="spellStart"/>
      <w:r w:rsidRPr="0009550F">
        <w:t>Rustagi</w:t>
      </w:r>
      <w:proofErr w:type="spellEnd"/>
      <w:r w:rsidRPr="0009550F">
        <w:t>, K</w:t>
      </w:r>
      <w:r>
        <w:t xml:space="preserve">., </w:t>
      </w:r>
      <w:proofErr w:type="spellStart"/>
      <w:r w:rsidRPr="0009550F">
        <w:t>Gray</w:t>
      </w:r>
      <w:proofErr w:type="spellEnd"/>
      <w:r w:rsidRPr="0009550F">
        <w:t xml:space="preserve">, </w:t>
      </w:r>
      <w:r>
        <w:t xml:space="preserve">T., </w:t>
      </w:r>
      <w:proofErr w:type="spellStart"/>
      <w:r w:rsidRPr="0009550F">
        <w:t>Halford</w:t>
      </w:r>
      <w:proofErr w:type="spellEnd"/>
      <w:r w:rsidRPr="0009550F">
        <w:t xml:space="preserve">, </w:t>
      </w:r>
      <w:r>
        <w:t xml:space="preserve">M,. </w:t>
      </w:r>
      <w:proofErr w:type="spellStart"/>
      <w:r w:rsidRPr="0009550F">
        <w:t>Ziemkiewicz</w:t>
      </w:r>
      <w:proofErr w:type="spellEnd"/>
      <w:r>
        <w:t xml:space="preserve">,. E. and Shreve, J., 2011, </w:t>
      </w:r>
      <w:r w:rsidRPr="0009550F">
        <w:rPr>
          <w:i/>
        </w:rPr>
        <w:t>The $17.1 Billion Problem: The Annual Cost Of Measurable Medical Errors</w:t>
      </w:r>
      <w:r>
        <w:rPr>
          <w:i/>
        </w:rPr>
        <w:t xml:space="preserve">, </w:t>
      </w:r>
      <w:r w:rsidRPr="0009550F">
        <w:t xml:space="preserve">Health Affairs, 30, </w:t>
      </w:r>
      <w:proofErr w:type="spellStart"/>
      <w:r w:rsidRPr="0009550F">
        <w:t>n</w:t>
      </w:r>
      <w:r>
        <w:t>o.4</w:t>
      </w:r>
      <w:proofErr w:type="spellEnd"/>
      <w:r w:rsidRPr="0009550F">
        <w:t>:</w:t>
      </w:r>
      <w:r>
        <w:t xml:space="preserve"> </w:t>
      </w:r>
      <w:r w:rsidRPr="0009550F">
        <w:t>596-603</w:t>
      </w:r>
      <w:r>
        <w:t>.</w:t>
      </w:r>
    </w:p>
    <w:sectPr w:rsidR="0009550F" w:rsidRPr="0009550F" w:rsidSect="002C4764">
      <w:headerReference w:type="even" r:id="rId48"/>
      <w:headerReference w:type="default" r:id="rId49"/>
      <w:footerReference w:type="even" r:id="rId50"/>
      <w:footerReference w:type="default" r:id="rId51"/>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024" w:rsidRDefault="00605024">
      <w:r>
        <w:separator/>
      </w:r>
    </w:p>
  </w:endnote>
  <w:endnote w:type="continuationSeparator" w:id="0">
    <w:p w:rsidR="00605024" w:rsidRDefault="00605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05024">
      <w:trPr>
        <w:trHeight w:hRule="exact" w:val="740"/>
      </w:trPr>
      <w:tc>
        <w:tcPr>
          <w:tcW w:w="510" w:type="dxa"/>
          <w:tcBorders>
            <w:top w:val="single" w:sz="6" w:space="0" w:color="auto"/>
          </w:tcBorders>
        </w:tcPr>
        <w:p w:rsidR="00605024" w:rsidRDefault="00605024" w:rsidP="0019293B">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C479B">
            <w:rPr>
              <w:rStyle w:val="PageNumber"/>
              <w:noProof/>
            </w:rPr>
            <w:t>2</w:t>
          </w:r>
          <w:r>
            <w:rPr>
              <w:rStyle w:val="PageNumber"/>
            </w:rPr>
            <w:fldChar w:fldCharType="end"/>
          </w:r>
        </w:p>
      </w:tc>
      <w:tc>
        <w:tcPr>
          <w:tcW w:w="1644" w:type="dxa"/>
          <w:tcBorders>
            <w:top w:val="single" w:sz="6" w:space="0" w:color="auto"/>
          </w:tcBorders>
        </w:tcPr>
        <w:p w:rsidR="00605024" w:rsidRDefault="007C479B" w:rsidP="0019293B">
          <w:pPr>
            <w:pStyle w:val="Footer"/>
          </w:pPr>
          <w:r>
            <w:fldChar w:fldCharType="begin"/>
          </w:r>
          <w:r>
            <w:instrText xml:space="preserve"> SUBJECT  \* MERGEFORMAT </w:instrText>
          </w:r>
          <w:r>
            <w:fldChar w:fldCharType="separate"/>
          </w:r>
          <w:r w:rsidR="00605024">
            <w:t>Report on Government Services 2014</w:t>
          </w:r>
          <w:r>
            <w:fldChar w:fldCharType="end"/>
          </w:r>
        </w:p>
      </w:tc>
      <w:tc>
        <w:tcPr>
          <w:tcW w:w="6634" w:type="dxa"/>
        </w:tcPr>
        <w:p w:rsidR="00605024" w:rsidRDefault="00605024" w:rsidP="0019293B">
          <w:pPr>
            <w:pStyle w:val="Footer"/>
          </w:pPr>
        </w:p>
      </w:tc>
    </w:tr>
  </w:tbl>
  <w:p w:rsidR="00605024" w:rsidRDefault="0060502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05024">
      <w:trPr>
        <w:trHeight w:hRule="exact" w:val="740"/>
      </w:trPr>
      <w:tc>
        <w:tcPr>
          <w:tcW w:w="6634" w:type="dxa"/>
        </w:tcPr>
        <w:p w:rsidR="00605024" w:rsidRDefault="00605024">
          <w:pPr>
            <w:pStyle w:val="Footer"/>
            <w:ind w:right="360" w:firstLine="360"/>
          </w:pPr>
          <w:bookmarkStart w:id="72" w:name="_Chapter"/>
          <w:bookmarkEnd w:id="72"/>
        </w:p>
      </w:tc>
      <w:tc>
        <w:tcPr>
          <w:tcW w:w="1644" w:type="dxa"/>
          <w:tcBorders>
            <w:top w:val="single" w:sz="6" w:space="0" w:color="auto"/>
          </w:tcBorders>
        </w:tcPr>
        <w:p w:rsidR="00605024" w:rsidRDefault="007C479B">
          <w:pPr>
            <w:pStyle w:val="Footer"/>
          </w:pPr>
          <w:r>
            <w:fldChar w:fldCharType="begin"/>
          </w:r>
          <w:r>
            <w:instrText xml:space="preserve"> TITLE  \* MERGEFORMAT </w:instrText>
          </w:r>
          <w:r>
            <w:fldChar w:fldCharType="separate"/>
          </w:r>
          <w:r w:rsidR="00605024">
            <w:t>Public hospitals</w:t>
          </w:r>
          <w:r>
            <w:fldChar w:fldCharType="end"/>
          </w:r>
        </w:p>
      </w:tc>
      <w:tc>
        <w:tcPr>
          <w:tcW w:w="510" w:type="dxa"/>
          <w:tcBorders>
            <w:top w:val="single" w:sz="6" w:space="0" w:color="auto"/>
          </w:tcBorders>
        </w:tcPr>
        <w:p w:rsidR="00605024" w:rsidRDefault="00605024">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10.</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C479B">
            <w:rPr>
              <w:rStyle w:val="PageNumber"/>
              <w:noProof/>
            </w:rPr>
            <w:t>1</w:t>
          </w:r>
          <w:r>
            <w:rPr>
              <w:rStyle w:val="PageNumber"/>
            </w:rPr>
            <w:fldChar w:fldCharType="end"/>
          </w:r>
        </w:p>
      </w:tc>
    </w:tr>
  </w:tbl>
  <w:p w:rsidR="00605024" w:rsidRDefault="0060502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024" w:rsidRDefault="00605024">
      <w:r>
        <w:separator/>
      </w:r>
    </w:p>
  </w:footnote>
  <w:footnote w:type="continuationSeparator" w:id="0">
    <w:p w:rsidR="00605024" w:rsidRDefault="00605024">
      <w:r>
        <w:continuationSeparator/>
      </w:r>
    </w:p>
  </w:footnote>
  <w:footnote w:id="1">
    <w:p w:rsidR="00605024" w:rsidRDefault="00605024" w:rsidP="00D10431">
      <w:pPr>
        <w:pStyle w:val="FootnoteText"/>
      </w:pPr>
      <w:r>
        <w:rPr>
          <w:rStyle w:val="FootnoteReference"/>
        </w:rPr>
        <w:footnoteRef/>
      </w:r>
      <w:r>
        <w:t xml:space="preserve"> </w:t>
      </w:r>
      <w:r w:rsidRPr="00C92AA3">
        <w:t>In the category of maternal death or serious morbidity associa</w:t>
      </w:r>
      <w:r>
        <w:t>ted with labour or delivery, 14 </w:t>
      </w:r>
      <w:r w:rsidRPr="00C92AA3">
        <w:t>related to post-partum haemorrhage &gt;</w:t>
      </w:r>
      <w:proofErr w:type="spellStart"/>
      <w:r w:rsidRPr="00C92AA3">
        <w:t>1500mls</w:t>
      </w:r>
      <w:proofErr w:type="spellEnd"/>
      <w:r w:rsidRPr="00C92AA3">
        <w:t>, three to fourth degree tear’s and three to other classifications of serious morbidity.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5024">
      <w:tc>
        <w:tcPr>
          <w:tcW w:w="2155" w:type="dxa"/>
          <w:tcBorders>
            <w:top w:val="single" w:sz="24" w:space="0" w:color="auto"/>
          </w:tcBorders>
        </w:tcPr>
        <w:p w:rsidR="00605024" w:rsidRDefault="00605024" w:rsidP="0019293B">
          <w:pPr>
            <w:pStyle w:val="HeaderEven"/>
          </w:pPr>
        </w:p>
      </w:tc>
      <w:tc>
        <w:tcPr>
          <w:tcW w:w="6634" w:type="dxa"/>
          <w:tcBorders>
            <w:top w:val="single" w:sz="6" w:space="0" w:color="auto"/>
          </w:tcBorders>
        </w:tcPr>
        <w:p w:rsidR="00605024" w:rsidRDefault="00605024" w:rsidP="00595EB7">
          <w:pPr>
            <w:pStyle w:val="HeaderEven"/>
            <w:jc w:val="right"/>
          </w:pPr>
        </w:p>
      </w:tc>
    </w:tr>
  </w:tbl>
  <w:p w:rsidR="00605024" w:rsidRDefault="0060502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5024">
      <w:tc>
        <w:tcPr>
          <w:tcW w:w="6634" w:type="dxa"/>
          <w:tcBorders>
            <w:top w:val="single" w:sz="6" w:space="0" w:color="auto"/>
          </w:tcBorders>
        </w:tcPr>
        <w:p w:rsidR="00605024" w:rsidRDefault="00605024" w:rsidP="008E29F8">
          <w:pPr>
            <w:pStyle w:val="HeaderOdd"/>
          </w:pPr>
        </w:p>
      </w:tc>
      <w:tc>
        <w:tcPr>
          <w:tcW w:w="2155" w:type="dxa"/>
          <w:tcBorders>
            <w:top w:val="single" w:sz="24" w:space="0" w:color="auto"/>
          </w:tcBorders>
        </w:tcPr>
        <w:p w:rsidR="00605024" w:rsidRDefault="00605024" w:rsidP="00E669E2">
          <w:pPr>
            <w:pStyle w:val="HeaderOdd"/>
          </w:pPr>
        </w:p>
      </w:tc>
    </w:tr>
  </w:tbl>
  <w:p w:rsidR="00605024" w:rsidRDefault="0060502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657193"/>
    <w:multiLevelType w:val="multilevel"/>
    <w:tmpl w:val="D16CBAB4"/>
    <w:lvl w:ilvl="0">
      <w:start w:val="10"/>
      <w:numFmt w:val="decimal"/>
      <w:lvlText w:val="%1"/>
      <w:lvlJc w:val="left"/>
      <w:pPr>
        <w:tabs>
          <w:tab w:val="num" w:pos="900"/>
        </w:tabs>
        <w:ind w:left="900" w:hanging="900"/>
      </w:pPr>
      <w:rPr>
        <w:rFonts w:hint="default"/>
      </w:rPr>
    </w:lvl>
    <w:lvl w:ilvl="1">
      <w:start w:val="7"/>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19446AAC"/>
    <w:multiLevelType w:val="singleLevel"/>
    <w:tmpl w:val="453C8F82"/>
    <w:lvl w:ilvl="0">
      <w:start w:val="1"/>
      <w:numFmt w:val="decimal"/>
      <w:lvlText w:val="%1."/>
      <w:legacy w:legacy="1" w:legacySpace="0" w:legacyIndent="284"/>
      <w:lvlJc w:val="left"/>
      <w:pPr>
        <w:ind w:left="284" w:hanging="284"/>
      </w:pPr>
    </w:lvl>
  </w:abstractNum>
  <w:abstractNum w:abstractNumId="1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0">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4"/>
  </w:num>
  <w:num w:numId="4">
    <w:abstractNumId w:val="7"/>
  </w:num>
  <w:num w:numId="5">
    <w:abstractNumId w:val="27"/>
  </w:num>
  <w:num w:numId="6">
    <w:abstractNumId w:val="9"/>
  </w:num>
  <w:num w:numId="7">
    <w:abstractNumId w:val="39"/>
  </w:num>
  <w:num w:numId="8">
    <w:abstractNumId w:val="30"/>
  </w:num>
  <w:num w:numId="9">
    <w:abstractNumId w:val="45"/>
  </w:num>
  <w:num w:numId="10">
    <w:abstractNumId w:val="19"/>
  </w:num>
  <w:num w:numId="11">
    <w:abstractNumId w:val="17"/>
  </w:num>
  <w:num w:numId="12">
    <w:abstractNumId w:val="28"/>
  </w:num>
  <w:num w:numId="13">
    <w:abstractNumId w:val="16"/>
  </w:num>
  <w:num w:numId="14">
    <w:abstractNumId w:val="14"/>
  </w:num>
  <w:num w:numId="15">
    <w:abstractNumId w:val="18"/>
  </w:num>
  <w:num w:numId="16">
    <w:abstractNumId w:val="15"/>
  </w:num>
  <w:num w:numId="17">
    <w:abstractNumId w:val="21"/>
  </w:num>
  <w:num w:numId="18">
    <w:abstractNumId w:val="24"/>
  </w:num>
  <w:num w:numId="19">
    <w:abstractNumId w:val="32"/>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6"/>
  </w:num>
  <w:num w:numId="28">
    <w:abstractNumId w:val="38"/>
  </w:num>
  <w:num w:numId="29">
    <w:abstractNumId w:val="26"/>
  </w:num>
  <w:num w:numId="30">
    <w:abstractNumId w:val="29"/>
  </w:num>
  <w:num w:numId="31">
    <w:abstractNumId w:val="31"/>
  </w:num>
  <w:num w:numId="32">
    <w:abstractNumId w:val="43"/>
  </w:num>
  <w:num w:numId="33">
    <w:abstractNumId w:val="35"/>
  </w:num>
  <w:num w:numId="34">
    <w:abstractNumId w:val="40"/>
  </w:num>
  <w:num w:numId="35">
    <w:abstractNumId w:val="41"/>
  </w:num>
  <w:num w:numId="36">
    <w:abstractNumId w:val="33"/>
  </w:num>
  <w:num w:numId="37">
    <w:abstractNumId w:val="23"/>
  </w:num>
  <w:num w:numId="38">
    <w:abstractNumId w:val="46"/>
  </w:num>
  <w:num w:numId="39">
    <w:abstractNumId w:val="8"/>
  </w:num>
  <w:num w:numId="40">
    <w:abstractNumId w:val="20"/>
  </w:num>
  <w:num w:numId="41">
    <w:abstractNumId w:val="42"/>
  </w:num>
  <w:num w:numId="42">
    <w:abstractNumId w:val="34"/>
  </w:num>
  <w:num w:numId="43">
    <w:abstractNumId w:val="13"/>
  </w:num>
  <w:num w:numId="44">
    <w:abstractNumId w:val="37"/>
  </w:num>
  <w:num w:numId="45">
    <w:abstractNumId w:val="25"/>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isplayBackgroundShape/>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32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ublic hospitals"/>
    <w:docVar w:name="ShortReportTitle" w:val="Report on Government Services 2014"/>
  </w:docVars>
  <w:rsids>
    <w:rsidRoot w:val="00D2410D"/>
    <w:rsid w:val="00000FA5"/>
    <w:rsid w:val="000066B4"/>
    <w:rsid w:val="00007351"/>
    <w:rsid w:val="000075E1"/>
    <w:rsid w:val="000116DB"/>
    <w:rsid w:val="00011DFE"/>
    <w:rsid w:val="00015915"/>
    <w:rsid w:val="00015A0F"/>
    <w:rsid w:val="00021DED"/>
    <w:rsid w:val="000245AA"/>
    <w:rsid w:val="00025F63"/>
    <w:rsid w:val="00030A48"/>
    <w:rsid w:val="0003204B"/>
    <w:rsid w:val="000339C5"/>
    <w:rsid w:val="00035697"/>
    <w:rsid w:val="00035D82"/>
    <w:rsid w:val="000362B7"/>
    <w:rsid w:val="000364F9"/>
    <w:rsid w:val="0003664B"/>
    <w:rsid w:val="0004074A"/>
    <w:rsid w:val="0004111F"/>
    <w:rsid w:val="00043736"/>
    <w:rsid w:val="00046C74"/>
    <w:rsid w:val="00047CDA"/>
    <w:rsid w:val="0005226E"/>
    <w:rsid w:val="00054574"/>
    <w:rsid w:val="00056339"/>
    <w:rsid w:val="000565B3"/>
    <w:rsid w:val="00062372"/>
    <w:rsid w:val="00062C8F"/>
    <w:rsid w:val="00065659"/>
    <w:rsid w:val="000705EC"/>
    <w:rsid w:val="0007150B"/>
    <w:rsid w:val="00072354"/>
    <w:rsid w:val="0007434C"/>
    <w:rsid w:val="00074B0A"/>
    <w:rsid w:val="00075A0E"/>
    <w:rsid w:val="00081AB1"/>
    <w:rsid w:val="000824E9"/>
    <w:rsid w:val="00085A9F"/>
    <w:rsid w:val="000911BD"/>
    <w:rsid w:val="00092B9E"/>
    <w:rsid w:val="00092DCE"/>
    <w:rsid w:val="000938F5"/>
    <w:rsid w:val="000942DF"/>
    <w:rsid w:val="00094979"/>
    <w:rsid w:val="0009550F"/>
    <w:rsid w:val="00095812"/>
    <w:rsid w:val="0009587A"/>
    <w:rsid w:val="00096F5A"/>
    <w:rsid w:val="000A1033"/>
    <w:rsid w:val="000A54BF"/>
    <w:rsid w:val="000A6C9A"/>
    <w:rsid w:val="000A758B"/>
    <w:rsid w:val="000B15A7"/>
    <w:rsid w:val="000B211B"/>
    <w:rsid w:val="000B31BA"/>
    <w:rsid w:val="000B4415"/>
    <w:rsid w:val="000B5AEB"/>
    <w:rsid w:val="000B601B"/>
    <w:rsid w:val="000C1671"/>
    <w:rsid w:val="000C16E0"/>
    <w:rsid w:val="000C1F66"/>
    <w:rsid w:val="000C207E"/>
    <w:rsid w:val="000C20BE"/>
    <w:rsid w:val="000C4BFB"/>
    <w:rsid w:val="000C5CA7"/>
    <w:rsid w:val="000D3DBE"/>
    <w:rsid w:val="000D44EC"/>
    <w:rsid w:val="000D50A1"/>
    <w:rsid w:val="000D50CC"/>
    <w:rsid w:val="000D7315"/>
    <w:rsid w:val="000E1397"/>
    <w:rsid w:val="000E21F6"/>
    <w:rsid w:val="000E2FD7"/>
    <w:rsid w:val="000E575C"/>
    <w:rsid w:val="000E7FF8"/>
    <w:rsid w:val="000F1A28"/>
    <w:rsid w:val="000F26D9"/>
    <w:rsid w:val="000F3EA6"/>
    <w:rsid w:val="000F46F4"/>
    <w:rsid w:val="000F6218"/>
    <w:rsid w:val="000F6993"/>
    <w:rsid w:val="0010549E"/>
    <w:rsid w:val="0011002C"/>
    <w:rsid w:val="00110116"/>
    <w:rsid w:val="00110BE3"/>
    <w:rsid w:val="00113A49"/>
    <w:rsid w:val="00113EC6"/>
    <w:rsid w:val="001140B9"/>
    <w:rsid w:val="001157A1"/>
    <w:rsid w:val="00121BAC"/>
    <w:rsid w:val="00121D41"/>
    <w:rsid w:val="00123D22"/>
    <w:rsid w:val="0012421D"/>
    <w:rsid w:val="00125C95"/>
    <w:rsid w:val="00126C4A"/>
    <w:rsid w:val="00126EB8"/>
    <w:rsid w:val="00126F66"/>
    <w:rsid w:val="001274D4"/>
    <w:rsid w:val="00131DC0"/>
    <w:rsid w:val="00132804"/>
    <w:rsid w:val="001349E8"/>
    <w:rsid w:val="00134ACD"/>
    <w:rsid w:val="00135159"/>
    <w:rsid w:val="00135A1E"/>
    <w:rsid w:val="00135A6B"/>
    <w:rsid w:val="00135DD4"/>
    <w:rsid w:val="0013602F"/>
    <w:rsid w:val="001363AA"/>
    <w:rsid w:val="00136631"/>
    <w:rsid w:val="00137376"/>
    <w:rsid w:val="00141DA2"/>
    <w:rsid w:val="0014386E"/>
    <w:rsid w:val="00143F29"/>
    <w:rsid w:val="00144C25"/>
    <w:rsid w:val="00147B7F"/>
    <w:rsid w:val="00151868"/>
    <w:rsid w:val="00151A27"/>
    <w:rsid w:val="00154E18"/>
    <w:rsid w:val="00154E61"/>
    <w:rsid w:val="00155D4E"/>
    <w:rsid w:val="00156F5D"/>
    <w:rsid w:val="00160528"/>
    <w:rsid w:val="00160C6E"/>
    <w:rsid w:val="00161929"/>
    <w:rsid w:val="00163EBA"/>
    <w:rsid w:val="0016588A"/>
    <w:rsid w:val="00166458"/>
    <w:rsid w:val="00167B6D"/>
    <w:rsid w:val="00173C5A"/>
    <w:rsid w:val="00177FBF"/>
    <w:rsid w:val="001808FA"/>
    <w:rsid w:val="001809D6"/>
    <w:rsid w:val="00181293"/>
    <w:rsid w:val="001820D9"/>
    <w:rsid w:val="001821AC"/>
    <w:rsid w:val="00183E82"/>
    <w:rsid w:val="00184093"/>
    <w:rsid w:val="00191593"/>
    <w:rsid w:val="00191AE0"/>
    <w:rsid w:val="0019293B"/>
    <w:rsid w:val="00193664"/>
    <w:rsid w:val="00193817"/>
    <w:rsid w:val="001957E8"/>
    <w:rsid w:val="001976A2"/>
    <w:rsid w:val="001A0C17"/>
    <w:rsid w:val="001A216D"/>
    <w:rsid w:val="001A3F44"/>
    <w:rsid w:val="001A4773"/>
    <w:rsid w:val="001A71DF"/>
    <w:rsid w:val="001B09EC"/>
    <w:rsid w:val="001B0B3D"/>
    <w:rsid w:val="001B1994"/>
    <w:rsid w:val="001B3371"/>
    <w:rsid w:val="001B42F1"/>
    <w:rsid w:val="001B59BD"/>
    <w:rsid w:val="001B6AAE"/>
    <w:rsid w:val="001C0056"/>
    <w:rsid w:val="001C0865"/>
    <w:rsid w:val="001C0AE2"/>
    <w:rsid w:val="001C0C60"/>
    <w:rsid w:val="001C0D04"/>
    <w:rsid w:val="001C30F2"/>
    <w:rsid w:val="001C3ABA"/>
    <w:rsid w:val="001C50E8"/>
    <w:rsid w:val="001C686E"/>
    <w:rsid w:val="001C6BDE"/>
    <w:rsid w:val="001D1CA6"/>
    <w:rsid w:val="001D1D91"/>
    <w:rsid w:val="001D3775"/>
    <w:rsid w:val="001D3925"/>
    <w:rsid w:val="001D662B"/>
    <w:rsid w:val="001D6A9A"/>
    <w:rsid w:val="001D6DC9"/>
    <w:rsid w:val="001D7300"/>
    <w:rsid w:val="001E238D"/>
    <w:rsid w:val="001E5D8B"/>
    <w:rsid w:val="001E6CAA"/>
    <w:rsid w:val="001E7BE8"/>
    <w:rsid w:val="001F0248"/>
    <w:rsid w:val="001F1D26"/>
    <w:rsid w:val="001F2563"/>
    <w:rsid w:val="001F340D"/>
    <w:rsid w:val="001F3E9C"/>
    <w:rsid w:val="001F3EB3"/>
    <w:rsid w:val="001F459B"/>
    <w:rsid w:val="001F758B"/>
    <w:rsid w:val="001F7D16"/>
    <w:rsid w:val="00200437"/>
    <w:rsid w:val="00202281"/>
    <w:rsid w:val="00202C2C"/>
    <w:rsid w:val="002057F9"/>
    <w:rsid w:val="00206659"/>
    <w:rsid w:val="002072F0"/>
    <w:rsid w:val="002123A0"/>
    <w:rsid w:val="00212E30"/>
    <w:rsid w:val="00213BA5"/>
    <w:rsid w:val="00213DBE"/>
    <w:rsid w:val="00214975"/>
    <w:rsid w:val="00217F0F"/>
    <w:rsid w:val="00220209"/>
    <w:rsid w:val="00220F0F"/>
    <w:rsid w:val="00223988"/>
    <w:rsid w:val="00223AF2"/>
    <w:rsid w:val="0022682A"/>
    <w:rsid w:val="0023083F"/>
    <w:rsid w:val="00233370"/>
    <w:rsid w:val="0023529A"/>
    <w:rsid w:val="002355B4"/>
    <w:rsid w:val="00236EFE"/>
    <w:rsid w:val="002376B2"/>
    <w:rsid w:val="002408BE"/>
    <w:rsid w:val="00241C6E"/>
    <w:rsid w:val="00242279"/>
    <w:rsid w:val="00242B30"/>
    <w:rsid w:val="00244E18"/>
    <w:rsid w:val="0024521F"/>
    <w:rsid w:val="00245C82"/>
    <w:rsid w:val="00246056"/>
    <w:rsid w:val="002460EF"/>
    <w:rsid w:val="00251841"/>
    <w:rsid w:val="00253602"/>
    <w:rsid w:val="00253AD9"/>
    <w:rsid w:val="00254D6D"/>
    <w:rsid w:val="00256B99"/>
    <w:rsid w:val="00257457"/>
    <w:rsid w:val="00260DC5"/>
    <w:rsid w:val="00261480"/>
    <w:rsid w:val="00267E30"/>
    <w:rsid w:val="00271B31"/>
    <w:rsid w:val="002731CE"/>
    <w:rsid w:val="00276641"/>
    <w:rsid w:val="0027667C"/>
    <w:rsid w:val="0028039F"/>
    <w:rsid w:val="00280E78"/>
    <w:rsid w:val="0028415C"/>
    <w:rsid w:val="00286649"/>
    <w:rsid w:val="0028688C"/>
    <w:rsid w:val="00287834"/>
    <w:rsid w:val="00290B6D"/>
    <w:rsid w:val="00290EFC"/>
    <w:rsid w:val="00291B40"/>
    <w:rsid w:val="0029217B"/>
    <w:rsid w:val="00293013"/>
    <w:rsid w:val="002931F7"/>
    <w:rsid w:val="00293B0C"/>
    <w:rsid w:val="00295DDF"/>
    <w:rsid w:val="002A3660"/>
    <w:rsid w:val="002A5E59"/>
    <w:rsid w:val="002A623E"/>
    <w:rsid w:val="002B243A"/>
    <w:rsid w:val="002B2B89"/>
    <w:rsid w:val="002B2F02"/>
    <w:rsid w:val="002B4008"/>
    <w:rsid w:val="002B52D8"/>
    <w:rsid w:val="002B6607"/>
    <w:rsid w:val="002B7AC9"/>
    <w:rsid w:val="002C162F"/>
    <w:rsid w:val="002C2959"/>
    <w:rsid w:val="002C3363"/>
    <w:rsid w:val="002C4072"/>
    <w:rsid w:val="002C4184"/>
    <w:rsid w:val="002C4278"/>
    <w:rsid w:val="002C4764"/>
    <w:rsid w:val="002C5937"/>
    <w:rsid w:val="002D0E8E"/>
    <w:rsid w:val="002D10E5"/>
    <w:rsid w:val="002D3545"/>
    <w:rsid w:val="002D4C1A"/>
    <w:rsid w:val="002D5DF5"/>
    <w:rsid w:val="002D65AA"/>
    <w:rsid w:val="002D6D2B"/>
    <w:rsid w:val="002D7A30"/>
    <w:rsid w:val="002E05D8"/>
    <w:rsid w:val="002E39DE"/>
    <w:rsid w:val="002F3FFF"/>
    <w:rsid w:val="002F432D"/>
    <w:rsid w:val="002F7607"/>
    <w:rsid w:val="00301189"/>
    <w:rsid w:val="00301782"/>
    <w:rsid w:val="00302766"/>
    <w:rsid w:val="003038FF"/>
    <w:rsid w:val="00305D4A"/>
    <w:rsid w:val="00307F5C"/>
    <w:rsid w:val="00311364"/>
    <w:rsid w:val="00311FFA"/>
    <w:rsid w:val="003135D6"/>
    <w:rsid w:val="00314ABE"/>
    <w:rsid w:val="00317280"/>
    <w:rsid w:val="003217B0"/>
    <w:rsid w:val="003235FD"/>
    <w:rsid w:val="00323E09"/>
    <w:rsid w:val="00327FB9"/>
    <w:rsid w:val="00333932"/>
    <w:rsid w:val="00334F3E"/>
    <w:rsid w:val="00335AB2"/>
    <w:rsid w:val="00335D09"/>
    <w:rsid w:val="00340DFB"/>
    <w:rsid w:val="003418A0"/>
    <w:rsid w:val="003424FC"/>
    <w:rsid w:val="00343233"/>
    <w:rsid w:val="00343ABE"/>
    <w:rsid w:val="00344770"/>
    <w:rsid w:val="003452E7"/>
    <w:rsid w:val="0034658F"/>
    <w:rsid w:val="003470C1"/>
    <w:rsid w:val="003471F1"/>
    <w:rsid w:val="003518AA"/>
    <w:rsid w:val="00351E5E"/>
    <w:rsid w:val="00352165"/>
    <w:rsid w:val="00352A09"/>
    <w:rsid w:val="00353182"/>
    <w:rsid w:val="0035514C"/>
    <w:rsid w:val="00356072"/>
    <w:rsid w:val="003565D9"/>
    <w:rsid w:val="003602E1"/>
    <w:rsid w:val="00361245"/>
    <w:rsid w:val="0036527C"/>
    <w:rsid w:val="00366785"/>
    <w:rsid w:val="0037026F"/>
    <w:rsid w:val="00371240"/>
    <w:rsid w:val="00374731"/>
    <w:rsid w:val="003750D2"/>
    <w:rsid w:val="0037688E"/>
    <w:rsid w:val="00377738"/>
    <w:rsid w:val="003810AE"/>
    <w:rsid w:val="003810DA"/>
    <w:rsid w:val="00381A19"/>
    <w:rsid w:val="003828B7"/>
    <w:rsid w:val="00383C48"/>
    <w:rsid w:val="00385BB8"/>
    <w:rsid w:val="00386FD3"/>
    <w:rsid w:val="003901A6"/>
    <w:rsid w:val="003919F9"/>
    <w:rsid w:val="003941EC"/>
    <w:rsid w:val="00394E12"/>
    <w:rsid w:val="00397257"/>
    <w:rsid w:val="00397E79"/>
    <w:rsid w:val="003A084B"/>
    <w:rsid w:val="003A1C92"/>
    <w:rsid w:val="003A28CB"/>
    <w:rsid w:val="003A29B0"/>
    <w:rsid w:val="003A2E9B"/>
    <w:rsid w:val="003A56F4"/>
    <w:rsid w:val="003A6801"/>
    <w:rsid w:val="003B1885"/>
    <w:rsid w:val="003B2D51"/>
    <w:rsid w:val="003B3D3B"/>
    <w:rsid w:val="003B3D82"/>
    <w:rsid w:val="003B5DAA"/>
    <w:rsid w:val="003B7DBC"/>
    <w:rsid w:val="003B7E92"/>
    <w:rsid w:val="003C2C9D"/>
    <w:rsid w:val="003C38B5"/>
    <w:rsid w:val="003C3E82"/>
    <w:rsid w:val="003C5D99"/>
    <w:rsid w:val="003C7F75"/>
    <w:rsid w:val="003D0F71"/>
    <w:rsid w:val="003D5308"/>
    <w:rsid w:val="003E1747"/>
    <w:rsid w:val="003E2989"/>
    <w:rsid w:val="003E2F59"/>
    <w:rsid w:val="003E779D"/>
    <w:rsid w:val="003F0789"/>
    <w:rsid w:val="003F536E"/>
    <w:rsid w:val="003F5644"/>
    <w:rsid w:val="003F678A"/>
    <w:rsid w:val="00400A53"/>
    <w:rsid w:val="00400F5B"/>
    <w:rsid w:val="00401882"/>
    <w:rsid w:val="00402B21"/>
    <w:rsid w:val="00402D82"/>
    <w:rsid w:val="00402DBF"/>
    <w:rsid w:val="00404152"/>
    <w:rsid w:val="0040475B"/>
    <w:rsid w:val="00405169"/>
    <w:rsid w:val="004100C8"/>
    <w:rsid w:val="00410309"/>
    <w:rsid w:val="00411DBD"/>
    <w:rsid w:val="00412ACE"/>
    <w:rsid w:val="0041354D"/>
    <w:rsid w:val="00417389"/>
    <w:rsid w:val="00421300"/>
    <w:rsid w:val="0042195A"/>
    <w:rsid w:val="004267BB"/>
    <w:rsid w:val="0042760C"/>
    <w:rsid w:val="00427FC3"/>
    <w:rsid w:val="00431249"/>
    <w:rsid w:val="00431410"/>
    <w:rsid w:val="00431869"/>
    <w:rsid w:val="00431CA7"/>
    <w:rsid w:val="0043260E"/>
    <w:rsid w:val="0043309E"/>
    <w:rsid w:val="004342C8"/>
    <w:rsid w:val="00434C19"/>
    <w:rsid w:val="00437AE6"/>
    <w:rsid w:val="00441575"/>
    <w:rsid w:val="00442474"/>
    <w:rsid w:val="0044285E"/>
    <w:rsid w:val="00447CD7"/>
    <w:rsid w:val="00450810"/>
    <w:rsid w:val="0045095C"/>
    <w:rsid w:val="00452365"/>
    <w:rsid w:val="00452B72"/>
    <w:rsid w:val="00453EDE"/>
    <w:rsid w:val="0045708B"/>
    <w:rsid w:val="00462CD9"/>
    <w:rsid w:val="00465A26"/>
    <w:rsid w:val="00466253"/>
    <w:rsid w:val="00466ED5"/>
    <w:rsid w:val="004745EE"/>
    <w:rsid w:val="00477144"/>
    <w:rsid w:val="00477902"/>
    <w:rsid w:val="00480471"/>
    <w:rsid w:val="00482C3F"/>
    <w:rsid w:val="004838E5"/>
    <w:rsid w:val="00484E48"/>
    <w:rsid w:val="00484F0E"/>
    <w:rsid w:val="00486743"/>
    <w:rsid w:val="004901D7"/>
    <w:rsid w:val="00490DDE"/>
    <w:rsid w:val="00490E54"/>
    <w:rsid w:val="004915D2"/>
    <w:rsid w:val="00492311"/>
    <w:rsid w:val="00492BEA"/>
    <w:rsid w:val="00492C9A"/>
    <w:rsid w:val="0049459F"/>
    <w:rsid w:val="004946F9"/>
    <w:rsid w:val="00494E3C"/>
    <w:rsid w:val="004960BA"/>
    <w:rsid w:val="004A17E4"/>
    <w:rsid w:val="004A2D31"/>
    <w:rsid w:val="004A3194"/>
    <w:rsid w:val="004A38DD"/>
    <w:rsid w:val="004A4F54"/>
    <w:rsid w:val="004A7CDB"/>
    <w:rsid w:val="004B0E26"/>
    <w:rsid w:val="004B2458"/>
    <w:rsid w:val="004B3D27"/>
    <w:rsid w:val="004B43AE"/>
    <w:rsid w:val="004B4817"/>
    <w:rsid w:val="004C06C2"/>
    <w:rsid w:val="004C08DB"/>
    <w:rsid w:val="004C1D84"/>
    <w:rsid w:val="004C2A5A"/>
    <w:rsid w:val="004C30ED"/>
    <w:rsid w:val="004C4677"/>
    <w:rsid w:val="004C546A"/>
    <w:rsid w:val="004C5794"/>
    <w:rsid w:val="004C5BC0"/>
    <w:rsid w:val="004C794E"/>
    <w:rsid w:val="004D0004"/>
    <w:rsid w:val="004D3559"/>
    <w:rsid w:val="004D3CE7"/>
    <w:rsid w:val="004D5675"/>
    <w:rsid w:val="004E0D3B"/>
    <w:rsid w:val="004E22A2"/>
    <w:rsid w:val="004E2BE9"/>
    <w:rsid w:val="004E6A4E"/>
    <w:rsid w:val="004E6AA2"/>
    <w:rsid w:val="004E71D2"/>
    <w:rsid w:val="004F103D"/>
    <w:rsid w:val="004F37AF"/>
    <w:rsid w:val="004F7485"/>
    <w:rsid w:val="004F7866"/>
    <w:rsid w:val="0050427D"/>
    <w:rsid w:val="005044B1"/>
    <w:rsid w:val="00515012"/>
    <w:rsid w:val="0051732F"/>
    <w:rsid w:val="00520F6A"/>
    <w:rsid w:val="00523639"/>
    <w:rsid w:val="00524561"/>
    <w:rsid w:val="0052456B"/>
    <w:rsid w:val="00524B9A"/>
    <w:rsid w:val="00527875"/>
    <w:rsid w:val="00531D51"/>
    <w:rsid w:val="00535B89"/>
    <w:rsid w:val="0053767E"/>
    <w:rsid w:val="0054106A"/>
    <w:rsid w:val="00546599"/>
    <w:rsid w:val="005468A8"/>
    <w:rsid w:val="00547490"/>
    <w:rsid w:val="00547616"/>
    <w:rsid w:val="00547A07"/>
    <w:rsid w:val="0055410D"/>
    <w:rsid w:val="00555AE0"/>
    <w:rsid w:val="005567AB"/>
    <w:rsid w:val="005573EF"/>
    <w:rsid w:val="00557D0F"/>
    <w:rsid w:val="0056096D"/>
    <w:rsid w:val="005615A3"/>
    <w:rsid w:val="0056481A"/>
    <w:rsid w:val="005657D8"/>
    <w:rsid w:val="00567775"/>
    <w:rsid w:val="00571941"/>
    <w:rsid w:val="00571BD6"/>
    <w:rsid w:val="00573AB6"/>
    <w:rsid w:val="005746B9"/>
    <w:rsid w:val="0057498A"/>
    <w:rsid w:val="0057695B"/>
    <w:rsid w:val="005775A5"/>
    <w:rsid w:val="005800B7"/>
    <w:rsid w:val="00580D2B"/>
    <w:rsid w:val="005814CC"/>
    <w:rsid w:val="00581678"/>
    <w:rsid w:val="005831EC"/>
    <w:rsid w:val="00583C39"/>
    <w:rsid w:val="0058782F"/>
    <w:rsid w:val="00587C8D"/>
    <w:rsid w:val="005909CF"/>
    <w:rsid w:val="00591E71"/>
    <w:rsid w:val="00593347"/>
    <w:rsid w:val="0059446F"/>
    <w:rsid w:val="00595852"/>
    <w:rsid w:val="00595EB7"/>
    <w:rsid w:val="00596D6F"/>
    <w:rsid w:val="00597003"/>
    <w:rsid w:val="005A0568"/>
    <w:rsid w:val="005A0D41"/>
    <w:rsid w:val="005A3606"/>
    <w:rsid w:val="005A4C6C"/>
    <w:rsid w:val="005A5AF2"/>
    <w:rsid w:val="005B16BF"/>
    <w:rsid w:val="005B1A79"/>
    <w:rsid w:val="005B61C9"/>
    <w:rsid w:val="005C1F5E"/>
    <w:rsid w:val="005C28C8"/>
    <w:rsid w:val="005C64C9"/>
    <w:rsid w:val="005D2849"/>
    <w:rsid w:val="005D3D94"/>
    <w:rsid w:val="005D3EA2"/>
    <w:rsid w:val="005D4F34"/>
    <w:rsid w:val="005D5D0D"/>
    <w:rsid w:val="005D77FD"/>
    <w:rsid w:val="005D7BF0"/>
    <w:rsid w:val="005D7CFE"/>
    <w:rsid w:val="005E0630"/>
    <w:rsid w:val="005E105A"/>
    <w:rsid w:val="005E4482"/>
    <w:rsid w:val="005E4A88"/>
    <w:rsid w:val="005E6FB9"/>
    <w:rsid w:val="005E700F"/>
    <w:rsid w:val="005F032A"/>
    <w:rsid w:val="005F2FF9"/>
    <w:rsid w:val="005F7574"/>
    <w:rsid w:val="005F75BF"/>
    <w:rsid w:val="005F7B85"/>
    <w:rsid w:val="00600212"/>
    <w:rsid w:val="00603245"/>
    <w:rsid w:val="006048FA"/>
    <w:rsid w:val="00605024"/>
    <w:rsid w:val="00607B73"/>
    <w:rsid w:val="00607BF1"/>
    <w:rsid w:val="00610169"/>
    <w:rsid w:val="006116E9"/>
    <w:rsid w:val="0061185B"/>
    <w:rsid w:val="006125A3"/>
    <w:rsid w:val="006127D5"/>
    <w:rsid w:val="00612E9B"/>
    <w:rsid w:val="006131B8"/>
    <w:rsid w:val="00613E8A"/>
    <w:rsid w:val="00615CE3"/>
    <w:rsid w:val="006169C4"/>
    <w:rsid w:val="006203F3"/>
    <w:rsid w:val="006236C1"/>
    <w:rsid w:val="00624594"/>
    <w:rsid w:val="00626D59"/>
    <w:rsid w:val="0062773D"/>
    <w:rsid w:val="00627CD1"/>
    <w:rsid w:val="00630D4D"/>
    <w:rsid w:val="00631606"/>
    <w:rsid w:val="006328FD"/>
    <w:rsid w:val="00632A74"/>
    <w:rsid w:val="006346A1"/>
    <w:rsid w:val="00634826"/>
    <w:rsid w:val="006350AE"/>
    <w:rsid w:val="0063669A"/>
    <w:rsid w:val="00641B06"/>
    <w:rsid w:val="00642064"/>
    <w:rsid w:val="00643BDA"/>
    <w:rsid w:val="00644315"/>
    <w:rsid w:val="00647843"/>
    <w:rsid w:val="00651382"/>
    <w:rsid w:val="00651F4C"/>
    <w:rsid w:val="00655781"/>
    <w:rsid w:val="00660D59"/>
    <w:rsid w:val="00660FBA"/>
    <w:rsid w:val="00661CCF"/>
    <w:rsid w:val="0066375A"/>
    <w:rsid w:val="00663E47"/>
    <w:rsid w:val="006640A7"/>
    <w:rsid w:val="00666DE7"/>
    <w:rsid w:val="00667565"/>
    <w:rsid w:val="00671CCC"/>
    <w:rsid w:val="00671F9E"/>
    <w:rsid w:val="00672740"/>
    <w:rsid w:val="0067569A"/>
    <w:rsid w:val="0067657D"/>
    <w:rsid w:val="006765F9"/>
    <w:rsid w:val="0068133B"/>
    <w:rsid w:val="006844B9"/>
    <w:rsid w:val="00684E82"/>
    <w:rsid w:val="00686EB1"/>
    <w:rsid w:val="00686ED6"/>
    <w:rsid w:val="00687E32"/>
    <w:rsid w:val="00691160"/>
    <w:rsid w:val="00693288"/>
    <w:rsid w:val="00693323"/>
    <w:rsid w:val="00695759"/>
    <w:rsid w:val="00695823"/>
    <w:rsid w:val="00695F80"/>
    <w:rsid w:val="00696BD8"/>
    <w:rsid w:val="006A1163"/>
    <w:rsid w:val="006A139C"/>
    <w:rsid w:val="006A1BFC"/>
    <w:rsid w:val="006A30AA"/>
    <w:rsid w:val="006A4655"/>
    <w:rsid w:val="006A6363"/>
    <w:rsid w:val="006A6446"/>
    <w:rsid w:val="006A7AB7"/>
    <w:rsid w:val="006B1147"/>
    <w:rsid w:val="006B13D3"/>
    <w:rsid w:val="006B2B3C"/>
    <w:rsid w:val="006B455F"/>
    <w:rsid w:val="006B5150"/>
    <w:rsid w:val="006B68CB"/>
    <w:rsid w:val="006C1258"/>
    <w:rsid w:val="006C1D81"/>
    <w:rsid w:val="006C4E8A"/>
    <w:rsid w:val="006C5E74"/>
    <w:rsid w:val="006C647A"/>
    <w:rsid w:val="006C7038"/>
    <w:rsid w:val="006C7E28"/>
    <w:rsid w:val="006D1482"/>
    <w:rsid w:val="006D33A4"/>
    <w:rsid w:val="006D348C"/>
    <w:rsid w:val="006D352D"/>
    <w:rsid w:val="006D3B96"/>
    <w:rsid w:val="006D3D37"/>
    <w:rsid w:val="006D529E"/>
    <w:rsid w:val="006D5695"/>
    <w:rsid w:val="006D5D48"/>
    <w:rsid w:val="006D619A"/>
    <w:rsid w:val="006D7FB7"/>
    <w:rsid w:val="006E0BD1"/>
    <w:rsid w:val="006E4B3D"/>
    <w:rsid w:val="006E64EB"/>
    <w:rsid w:val="006E73EF"/>
    <w:rsid w:val="006F4F36"/>
    <w:rsid w:val="006F622D"/>
    <w:rsid w:val="006F630B"/>
    <w:rsid w:val="006F68C2"/>
    <w:rsid w:val="006F7455"/>
    <w:rsid w:val="007007CD"/>
    <w:rsid w:val="00700876"/>
    <w:rsid w:val="00701D11"/>
    <w:rsid w:val="0070474C"/>
    <w:rsid w:val="00706B1A"/>
    <w:rsid w:val="00707EEB"/>
    <w:rsid w:val="00711619"/>
    <w:rsid w:val="0071487A"/>
    <w:rsid w:val="00714D4D"/>
    <w:rsid w:val="00716876"/>
    <w:rsid w:val="00716B72"/>
    <w:rsid w:val="00721CB2"/>
    <w:rsid w:val="00722653"/>
    <w:rsid w:val="0072350A"/>
    <w:rsid w:val="00723E9B"/>
    <w:rsid w:val="007240DC"/>
    <w:rsid w:val="00724968"/>
    <w:rsid w:val="00724AA2"/>
    <w:rsid w:val="007267F4"/>
    <w:rsid w:val="00727381"/>
    <w:rsid w:val="007276BC"/>
    <w:rsid w:val="00731668"/>
    <w:rsid w:val="00732734"/>
    <w:rsid w:val="0073379A"/>
    <w:rsid w:val="00735C4D"/>
    <w:rsid w:val="00736DF2"/>
    <w:rsid w:val="007374A2"/>
    <w:rsid w:val="0074001F"/>
    <w:rsid w:val="00742D1B"/>
    <w:rsid w:val="00744249"/>
    <w:rsid w:val="007445FF"/>
    <w:rsid w:val="0074520A"/>
    <w:rsid w:val="00745319"/>
    <w:rsid w:val="007479E3"/>
    <w:rsid w:val="00750ED7"/>
    <w:rsid w:val="00750EF0"/>
    <w:rsid w:val="0075203F"/>
    <w:rsid w:val="00754805"/>
    <w:rsid w:val="0075539F"/>
    <w:rsid w:val="00757395"/>
    <w:rsid w:val="007604BB"/>
    <w:rsid w:val="00761EFC"/>
    <w:rsid w:val="00763A4A"/>
    <w:rsid w:val="00764540"/>
    <w:rsid w:val="007657B8"/>
    <w:rsid w:val="00765D45"/>
    <w:rsid w:val="0076643B"/>
    <w:rsid w:val="00770938"/>
    <w:rsid w:val="00772673"/>
    <w:rsid w:val="00773C8F"/>
    <w:rsid w:val="00774365"/>
    <w:rsid w:val="007757AC"/>
    <w:rsid w:val="00780DA0"/>
    <w:rsid w:val="007815AB"/>
    <w:rsid w:val="00781B6F"/>
    <w:rsid w:val="00785232"/>
    <w:rsid w:val="007856E1"/>
    <w:rsid w:val="00790092"/>
    <w:rsid w:val="00794757"/>
    <w:rsid w:val="007A21EB"/>
    <w:rsid w:val="007A2C3D"/>
    <w:rsid w:val="007A3317"/>
    <w:rsid w:val="007A73E1"/>
    <w:rsid w:val="007B47C8"/>
    <w:rsid w:val="007B5702"/>
    <w:rsid w:val="007B5DF6"/>
    <w:rsid w:val="007B7111"/>
    <w:rsid w:val="007C1A52"/>
    <w:rsid w:val="007C29E5"/>
    <w:rsid w:val="007C3191"/>
    <w:rsid w:val="007C36C9"/>
    <w:rsid w:val="007C3D06"/>
    <w:rsid w:val="007C4195"/>
    <w:rsid w:val="007C479B"/>
    <w:rsid w:val="007C7944"/>
    <w:rsid w:val="007D3BCD"/>
    <w:rsid w:val="007D4ECB"/>
    <w:rsid w:val="007D6401"/>
    <w:rsid w:val="007D7B7A"/>
    <w:rsid w:val="007E01E4"/>
    <w:rsid w:val="007E0BA6"/>
    <w:rsid w:val="007E13ED"/>
    <w:rsid w:val="007E24A9"/>
    <w:rsid w:val="007E4B07"/>
    <w:rsid w:val="007E4DAE"/>
    <w:rsid w:val="007E6A28"/>
    <w:rsid w:val="007E6A55"/>
    <w:rsid w:val="007E7303"/>
    <w:rsid w:val="007E7810"/>
    <w:rsid w:val="007F48A6"/>
    <w:rsid w:val="007F4D0E"/>
    <w:rsid w:val="007F5734"/>
    <w:rsid w:val="007F7107"/>
    <w:rsid w:val="007F7E11"/>
    <w:rsid w:val="007F7E4C"/>
    <w:rsid w:val="00801643"/>
    <w:rsid w:val="008056CA"/>
    <w:rsid w:val="00805762"/>
    <w:rsid w:val="00805FE4"/>
    <w:rsid w:val="0081030F"/>
    <w:rsid w:val="00812122"/>
    <w:rsid w:val="00817303"/>
    <w:rsid w:val="0082087D"/>
    <w:rsid w:val="008219E5"/>
    <w:rsid w:val="00821BE6"/>
    <w:rsid w:val="00822A5A"/>
    <w:rsid w:val="00822AF3"/>
    <w:rsid w:val="00831BC9"/>
    <w:rsid w:val="00833706"/>
    <w:rsid w:val="00834C74"/>
    <w:rsid w:val="00834EF3"/>
    <w:rsid w:val="00837EFE"/>
    <w:rsid w:val="00841EEA"/>
    <w:rsid w:val="00842933"/>
    <w:rsid w:val="00843C62"/>
    <w:rsid w:val="008443D8"/>
    <w:rsid w:val="0084558E"/>
    <w:rsid w:val="00846E31"/>
    <w:rsid w:val="008470C7"/>
    <w:rsid w:val="00847106"/>
    <w:rsid w:val="00853EA8"/>
    <w:rsid w:val="0085428A"/>
    <w:rsid w:val="00855953"/>
    <w:rsid w:val="00855AE0"/>
    <w:rsid w:val="008562AD"/>
    <w:rsid w:val="008573D9"/>
    <w:rsid w:val="0086075F"/>
    <w:rsid w:val="0086082C"/>
    <w:rsid w:val="008640E6"/>
    <w:rsid w:val="00864512"/>
    <w:rsid w:val="0086465A"/>
    <w:rsid w:val="00864ADC"/>
    <w:rsid w:val="00864FE5"/>
    <w:rsid w:val="00866A1A"/>
    <w:rsid w:val="00866D80"/>
    <w:rsid w:val="0087545D"/>
    <w:rsid w:val="00876F70"/>
    <w:rsid w:val="00877392"/>
    <w:rsid w:val="00880153"/>
    <w:rsid w:val="00880F97"/>
    <w:rsid w:val="0088133A"/>
    <w:rsid w:val="0088200A"/>
    <w:rsid w:val="00886C60"/>
    <w:rsid w:val="00890138"/>
    <w:rsid w:val="00890A97"/>
    <w:rsid w:val="00891095"/>
    <w:rsid w:val="00891965"/>
    <w:rsid w:val="0089285E"/>
    <w:rsid w:val="00892C23"/>
    <w:rsid w:val="00893038"/>
    <w:rsid w:val="0089436C"/>
    <w:rsid w:val="008947B6"/>
    <w:rsid w:val="00897560"/>
    <w:rsid w:val="008A0533"/>
    <w:rsid w:val="008A37FF"/>
    <w:rsid w:val="008A4A7A"/>
    <w:rsid w:val="008A4D8A"/>
    <w:rsid w:val="008A5B6D"/>
    <w:rsid w:val="008A7470"/>
    <w:rsid w:val="008A7B1B"/>
    <w:rsid w:val="008B061A"/>
    <w:rsid w:val="008B1FFD"/>
    <w:rsid w:val="008B3388"/>
    <w:rsid w:val="008B6CF9"/>
    <w:rsid w:val="008B7372"/>
    <w:rsid w:val="008C075B"/>
    <w:rsid w:val="008C252F"/>
    <w:rsid w:val="008C2C37"/>
    <w:rsid w:val="008C42BF"/>
    <w:rsid w:val="008C4BA5"/>
    <w:rsid w:val="008C5749"/>
    <w:rsid w:val="008C621D"/>
    <w:rsid w:val="008C62B6"/>
    <w:rsid w:val="008D1165"/>
    <w:rsid w:val="008D280D"/>
    <w:rsid w:val="008D2E8C"/>
    <w:rsid w:val="008D365C"/>
    <w:rsid w:val="008D77C4"/>
    <w:rsid w:val="008E02D4"/>
    <w:rsid w:val="008E039F"/>
    <w:rsid w:val="008E29F8"/>
    <w:rsid w:val="008E2BA8"/>
    <w:rsid w:val="008E383E"/>
    <w:rsid w:val="008E4908"/>
    <w:rsid w:val="008F19C4"/>
    <w:rsid w:val="008F1B96"/>
    <w:rsid w:val="008F2A90"/>
    <w:rsid w:val="008F35D1"/>
    <w:rsid w:val="008F6408"/>
    <w:rsid w:val="00900530"/>
    <w:rsid w:val="009019A6"/>
    <w:rsid w:val="0090227C"/>
    <w:rsid w:val="00902A39"/>
    <w:rsid w:val="009030BF"/>
    <w:rsid w:val="00906307"/>
    <w:rsid w:val="009070F6"/>
    <w:rsid w:val="00910228"/>
    <w:rsid w:val="00912AE3"/>
    <w:rsid w:val="00914368"/>
    <w:rsid w:val="0091535F"/>
    <w:rsid w:val="00922B5D"/>
    <w:rsid w:val="00923AE8"/>
    <w:rsid w:val="00925DCE"/>
    <w:rsid w:val="009277F0"/>
    <w:rsid w:val="00931076"/>
    <w:rsid w:val="009315A0"/>
    <w:rsid w:val="00932E1D"/>
    <w:rsid w:val="00933714"/>
    <w:rsid w:val="00933C9B"/>
    <w:rsid w:val="00934141"/>
    <w:rsid w:val="009345D9"/>
    <w:rsid w:val="00934B15"/>
    <w:rsid w:val="009368E6"/>
    <w:rsid w:val="00937688"/>
    <w:rsid w:val="00940048"/>
    <w:rsid w:val="00942B62"/>
    <w:rsid w:val="00943174"/>
    <w:rsid w:val="00943872"/>
    <w:rsid w:val="009453F0"/>
    <w:rsid w:val="00945413"/>
    <w:rsid w:val="00945419"/>
    <w:rsid w:val="00945CD1"/>
    <w:rsid w:val="009465D5"/>
    <w:rsid w:val="00946B7E"/>
    <w:rsid w:val="00951DB7"/>
    <w:rsid w:val="009560C5"/>
    <w:rsid w:val="00956A0C"/>
    <w:rsid w:val="00956BD9"/>
    <w:rsid w:val="00956E35"/>
    <w:rsid w:val="009611C0"/>
    <w:rsid w:val="009617ED"/>
    <w:rsid w:val="00962489"/>
    <w:rsid w:val="00962C60"/>
    <w:rsid w:val="0096356C"/>
    <w:rsid w:val="00965CBB"/>
    <w:rsid w:val="00970B17"/>
    <w:rsid w:val="0097556B"/>
    <w:rsid w:val="0097646B"/>
    <w:rsid w:val="00983E6A"/>
    <w:rsid w:val="00987DB1"/>
    <w:rsid w:val="00990C2C"/>
    <w:rsid w:val="00991286"/>
    <w:rsid w:val="009918E0"/>
    <w:rsid w:val="00991B76"/>
    <w:rsid w:val="00991FB9"/>
    <w:rsid w:val="00993A20"/>
    <w:rsid w:val="00993B72"/>
    <w:rsid w:val="009947DE"/>
    <w:rsid w:val="00997A04"/>
    <w:rsid w:val="00997C6A"/>
    <w:rsid w:val="009A0B6A"/>
    <w:rsid w:val="009A18FF"/>
    <w:rsid w:val="009A3120"/>
    <w:rsid w:val="009A5C5F"/>
    <w:rsid w:val="009A5D48"/>
    <w:rsid w:val="009A65A0"/>
    <w:rsid w:val="009A6AED"/>
    <w:rsid w:val="009A6F55"/>
    <w:rsid w:val="009A7CC1"/>
    <w:rsid w:val="009B0CB1"/>
    <w:rsid w:val="009B0DDF"/>
    <w:rsid w:val="009C07EB"/>
    <w:rsid w:val="009C31E2"/>
    <w:rsid w:val="009C3283"/>
    <w:rsid w:val="009C60EF"/>
    <w:rsid w:val="009C7AC6"/>
    <w:rsid w:val="009D01B6"/>
    <w:rsid w:val="009D06CA"/>
    <w:rsid w:val="009D31D9"/>
    <w:rsid w:val="009E1BC4"/>
    <w:rsid w:val="009E2C21"/>
    <w:rsid w:val="009E33DA"/>
    <w:rsid w:val="009E5009"/>
    <w:rsid w:val="009E6206"/>
    <w:rsid w:val="009E6D36"/>
    <w:rsid w:val="009E734D"/>
    <w:rsid w:val="009F0722"/>
    <w:rsid w:val="009F29E0"/>
    <w:rsid w:val="009F4959"/>
    <w:rsid w:val="009F5078"/>
    <w:rsid w:val="009F696D"/>
    <w:rsid w:val="009F6BC6"/>
    <w:rsid w:val="009F7B81"/>
    <w:rsid w:val="00A0273E"/>
    <w:rsid w:val="00A03FD4"/>
    <w:rsid w:val="00A103F8"/>
    <w:rsid w:val="00A1346D"/>
    <w:rsid w:val="00A134FD"/>
    <w:rsid w:val="00A14D14"/>
    <w:rsid w:val="00A1592C"/>
    <w:rsid w:val="00A16746"/>
    <w:rsid w:val="00A171FC"/>
    <w:rsid w:val="00A17328"/>
    <w:rsid w:val="00A21228"/>
    <w:rsid w:val="00A224E4"/>
    <w:rsid w:val="00A23A20"/>
    <w:rsid w:val="00A24E34"/>
    <w:rsid w:val="00A24F51"/>
    <w:rsid w:val="00A268B9"/>
    <w:rsid w:val="00A2703A"/>
    <w:rsid w:val="00A276F4"/>
    <w:rsid w:val="00A27948"/>
    <w:rsid w:val="00A27B49"/>
    <w:rsid w:val="00A3053D"/>
    <w:rsid w:val="00A33DFF"/>
    <w:rsid w:val="00A34431"/>
    <w:rsid w:val="00A35115"/>
    <w:rsid w:val="00A36917"/>
    <w:rsid w:val="00A36B7B"/>
    <w:rsid w:val="00A37C16"/>
    <w:rsid w:val="00A45D6A"/>
    <w:rsid w:val="00A4745C"/>
    <w:rsid w:val="00A518A5"/>
    <w:rsid w:val="00A554AB"/>
    <w:rsid w:val="00A55D86"/>
    <w:rsid w:val="00A60837"/>
    <w:rsid w:val="00A61575"/>
    <w:rsid w:val="00A617EC"/>
    <w:rsid w:val="00A626F7"/>
    <w:rsid w:val="00A6287C"/>
    <w:rsid w:val="00A6446C"/>
    <w:rsid w:val="00A64B02"/>
    <w:rsid w:val="00A7002D"/>
    <w:rsid w:val="00A70749"/>
    <w:rsid w:val="00A73338"/>
    <w:rsid w:val="00A739BC"/>
    <w:rsid w:val="00A776F4"/>
    <w:rsid w:val="00A77CFE"/>
    <w:rsid w:val="00A8036C"/>
    <w:rsid w:val="00A8086F"/>
    <w:rsid w:val="00A865C9"/>
    <w:rsid w:val="00A92B53"/>
    <w:rsid w:val="00A92C1E"/>
    <w:rsid w:val="00A9360D"/>
    <w:rsid w:val="00A94271"/>
    <w:rsid w:val="00A94A14"/>
    <w:rsid w:val="00A94FA6"/>
    <w:rsid w:val="00A97576"/>
    <w:rsid w:val="00A97F68"/>
    <w:rsid w:val="00AA0422"/>
    <w:rsid w:val="00AA05E3"/>
    <w:rsid w:val="00AA24D3"/>
    <w:rsid w:val="00AA2671"/>
    <w:rsid w:val="00AA49A0"/>
    <w:rsid w:val="00AA6710"/>
    <w:rsid w:val="00AB0681"/>
    <w:rsid w:val="00AB1101"/>
    <w:rsid w:val="00AB1DE2"/>
    <w:rsid w:val="00AB2C7D"/>
    <w:rsid w:val="00AB4CF7"/>
    <w:rsid w:val="00AB7CB5"/>
    <w:rsid w:val="00AC2A71"/>
    <w:rsid w:val="00AC4B27"/>
    <w:rsid w:val="00AC57DD"/>
    <w:rsid w:val="00AD0B0A"/>
    <w:rsid w:val="00AD1240"/>
    <w:rsid w:val="00AD262D"/>
    <w:rsid w:val="00AD2652"/>
    <w:rsid w:val="00AD4891"/>
    <w:rsid w:val="00AD520B"/>
    <w:rsid w:val="00AD56B7"/>
    <w:rsid w:val="00AD74A3"/>
    <w:rsid w:val="00AE19A0"/>
    <w:rsid w:val="00AE2F17"/>
    <w:rsid w:val="00AE382D"/>
    <w:rsid w:val="00AE55E5"/>
    <w:rsid w:val="00AF0AEF"/>
    <w:rsid w:val="00AF4296"/>
    <w:rsid w:val="00AF5E6F"/>
    <w:rsid w:val="00AF6553"/>
    <w:rsid w:val="00B00584"/>
    <w:rsid w:val="00B039CA"/>
    <w:rsid w:val="00B04E47"/>
    <w:rsid w:val="00B10D85"/>
    <w:rsid w:val="00B122A9"/>
    <w:rsid w:val="00B134B7"/>
    <w:rsid w:val="00B14C99"/>
    <w:rsid w:val="00B1708B"/>
    <w:rsid w:val="00B17252"/>
    <w:rsid w:val="00B17AF1"/>
    <w:rsid w:val="00B2034A"/>
    <w:rsid w:val="00B2119B"/>
    <w:rsid w:val="00B221CE"/>
    <w:rsid w:val="00B229F0"/>
    <w:rsid w:val="00B243A5"/>
    <w:rsid w:val="00B265DF"/>
    <w:rsid w:val="00B33AED"/>
    <w:rsid w:val="00B36AF9"/>
    <w:rsid w:val="00B36FC6"/>
    <w:rsid w:val="00B3718C"/>
    <w:rsid w:val="00B40072"/>
    <w:rsid w:val="00B42BC7"/>
    <w:rsid w:val="00B4345C"/>
    <w:rsid w:val="00B4390C"/>
    <w:rsid w:val="00B43A1C"/>
    <w:rsid w:val="00B440AD"/>
    <w:rsid w:val="00B4446D"/>
    <w:rsid w:val="00B467FD"/>
    <w:rsid w:val="00B47878"/>
    <w:rsid w:val="00B51CDB"/>
    <w:rsid w:val="00B53E7E"/>
    <w:rsid w:val="00B5448E"/>
    <w:rsid w:val="00B5475C"/>
    <w:rsid w:val="00B554B6"/>
    <w:rsid w:val="00B6087F"/>
    <w:rsid w:val="00B6243F"/>
    <w:rsid w:val="00B6342E"/>
    <w:rsid w:val="00B65CFC"/>
    <w:rsid w:val="00B65D1E"/>
    <w:rsid w:val="00B67068"/>
    <w:rsid w:val="00B7070D"/>
    <w:rsid w:val="00B7113F"/>
    <w:rsid w:val="00B72B1E"/>
    <w:rsid w:val="00B77B3B"/>
    <w:rsid w:val="00B80E72"/>
    <w:rsid w:val="00B82D62"/>
    <w:rsid w:val="00B85A38"/>
    <w:rsid w:val="00B85B13"/>
    <w:rsid w:val="00B8650C"/>
    <w:rsid w:val="00B867C1"/>
    <w:rsid w:val="00B87FB5"/>
    <w:rsid w:val="00B94B39"/>
    <w:rsid w:val="00B9522C"/>
    <w:rsid w:val="00B95CAE"/>
    <w:rsid w:val="00BA69C6"/>
    <w:rsid w:val="00BA73B6"/>
    <w:rsid w:val="00BA7400"/>
    <w:rsid w:val="00BB0F32"/>
    <w:rsid w:val="00BB1AEA"/>
    <w:rsid w:val="00BB2603"/>
    <w:rsid w:val="00BB2A2E"/>
    <w:rsid w:val="00BB4FCD"/>
    <w:rsid w:val="00BB5907"/>
    <w:rsid w:val="00BB5BEC"/>
    <w:rsid w:val="00BB5BF2"/>
    <w:rsid w:val="00BB622B"/>
    <w:rsid w:val="00BB65C3"/>
    <w:rsid w:val="00BB6890"/>
    <w:rsid w:val="00BB7BA5"/>
    <w:rsid w:val="00BB7D6C"/>
    <w:rsid w:val="00BC22B1"/>
    <w:rsid w:val="00BC2CE8"/>
    <w:rsid w:val="00BC3515"/>
    <w:rsid w:val="00BC464A"/>
    <w:rsid w:val="00BC48A8"/>
    <w:rsid w:val="00BC5A96"/>
    <w:rsid w:val="00BC61DD"/>
    <w:rsid w:val="00BC7596"/>
    <w:rsid w:val="00BD13EA"/>
    <w:rsid w:val="00BD2B83"/>
    <w:rsid w:val="00BD48ED"/>
    <w:rsid w:val="00BD4B6B"/>
    <w:rsid w:val="00BD5207"/>
    <w:rsid w:val="00BD629A"/>
    <w:rsid w:val="00BE0FBD"/>
    <w:rsid w:val="00BE2118"/>
    <w:rsid w:val="00BE3808"/>
    <w:rsid w:val="00BF05F6"/>
    <w:rsid w:val="00BF0E38"/>
    <w:rsid w:val="00BF12CD"/>
    <w:rsid w:val="00BF6A7D"/>
    <w:rsid w:val="00BF6C02"/>
    <w:rsid w:val="00C005A0"/>
    <w:rsid w:val="00C01DCB"/>
    <w:rsid w:val="00C05C33"/>
    <w:rsid w:val="00C062E9"/>
    <w:rsid w:val="00C07B64"/>
    <w:rsid w:val="00C1052E"/>
    <w:rsid w:val="00C108D6"/>
    <w:rsid w:val="00C1316D"/>
    <w:rsid w:val="00C13721"/>
    <w:rsid w:val="00C14C42"/>
    <w:rsid w:val="00C15A22"/>
    <w:rsid w:val="00C222FF"/>
    <w:rsid w:val="00C2502F"/>
    <w:rsid w:val="00C25A89"/>
    <w:rsid w:val="00C26A57"/>
    <w:rsid w:val="00C2725C"/>
    <w:rsid w:val="00C3066D"/>
    <w:rsid w:val="00C31DFB"/>
    <w:rsid w:val="00C348D5"/>
    <w:rsid w:val="00C3538C"/>
    <w:rsid w:val="00C35CE9"/>
    <w:rsid w:val="00C36BFD"/>
    <w:rsid w:val="00C40482"/>
    <w:rsid w:val="00C407D8"/>
    <w:rsid w:val="00C42845"/>
    <w:rsid w:val="00C4405E"/>
    <w:rsid w:val="00C478DD"/>
    <w:rsid w:val="00C514A8"/>
    <w:rsid w:val="00C522CA"/>
    <w:rsid w:val="00C52B04"/>
    <w:rsid w:val="00C540C4"/>
    <w:rsid w:val="00C54243"/>
    <w:rsid w:val="00C543F4"/>
    <w:rsid w:val="00C546C7"/>
    <w:rsid w:val="00C54EAC"/>
    <w:rsid w:val="00C6291C"/>
    <w:rsid w:val="00C633CB"/>
    <w:rsid w:val="00C64090"/>
    <w:rsid w:val="00C65A48"/>
    <w:rsid w:val="00C66968"/>
    <w:rsid w:val="00C669BE"/>
    <w:rsid w:val="00C66DA9"/>
    <w:rsid w:val="00C6708A"/>
    <w:rsid w:val="00C67C5F"/>
    <w:rsid w:val="00C75AB4"/>
    <w:rsid w:val="00C76D11"/>
    <w:rsid w:val="00C8593E"/>
    <w:rsid w:val="00C870A9"/>
    <w:rsid w:val="00C8762C"/>
    <w:rsid w:val="00C90C6F"/>
    <w:rsid w:val="00C90FC4"/>
    <w:rsid w:val="00C92AA3"/>
    <w:rsid w:val="00C9596B"/>
    <w:rsid w:val="00C95F16"/>
    <w:rsid w:val="00C96F56"/>
    <w:rsid w:val="00CA00F9"/>
    <w:rsid w:val="00CA2961"/>
    <w:rsid w:val="00CA2A9F"/>
    <w:rsid w:val="00CB031D"/>
    <w:rsid w:val="00CB0D00"/>
    <w:rsid w:val="00CB1FDF"/>
    <w:rsid w:val="00CB2EB6"/>
    <w:rsid w:val="00CB50D7"/>
    <w:rsid w:val="00CB5CA9"/>
    <w:rsid w:val="00CB7177"/>
    <w:rsid w:val="00CB7762"/>
    <w:rsid w:val="00CB7A81"/>
    <w:rsid w:val="00CC1998"/>
    <w:rsid w:val="00CC44C8"/>
    <w:rsid w:val="00CC460E"/>
    <w:rsid w:val="00CC4770"/>
    <w:rsid w:val="00CC4946"/>
    <w:rsid w:val="00CC62BE"/>
    <w:rsid w:val="00CD1A11"/>
    <w:rsid w:val="00CD309C"/>
    <w:rsid w:val="00CD56DF"/>
    <w:rsid w:val="00CD62EE"/>
    <w:rsid w:val="00CD7248"/>
    <w:rsid w:val="00CD76D4"/>
    <w:rsid w:val="00CE6633"/>
    <w:rsid w:val="00CE6DFE"/>
    <w:rsid w:val="00CE75FB"/>
    <w:rsid w:val="00CF06A9"/>
    <w:rsid w:val="00CF13E8"/>
    <w:rsid w:val="00CF32E2"/>
    <w:rsid w:val="00CF4C98"/>
    <w:rsid w:val="00CF5B55"/>
    <w:rsid w:val="00CF5E3D"/>
    <w:rsid w:val="00D0024B"/>
    <w:rsid w:val="00D0317D"/>
    <w:rsid w:val="00D045BA"/>
    <w:rsid w:val="00D0656C"/>
    <w:rsid w:val="00D06D19"/>
    <w:rsid w:val="00D07CF2"/>
    <w:rsid w:val="00D10431"/>
    <w:rsid w:val="00D1043D"/>
    <w:rsid w:val="00D113A2"/>
    <w:rsid w:val="00D12A23"/>
    <w:rsid w:val="00D12D0F"/>
    <w:rsid w:val="00D13F82"/>
    <w:rsid w:val="00D15D63"/>
    <w:rsid w:val="00D17044"/>
    <w:rsid w:val="00D21B54"/>
    <w:rsid w:val="00D2410D"/>
    <w:rsid w:val="00D25E83"/>
    <w:rsid w:val="00D26A9D"/>
    <w:rsid w:val="00D270A4"/>
    <w:rsid w:val="00D30752"/>
    <w:rsid w:val="00D31FE9"/>
    <w:rsid w:val="00D33599"/>
    <w:rsid w:val="00D33AE1"/>
    <w:rsid w:val="00D34E1B"/>
    <w:rsid w:val="00D35907"/>
    <w:rsid w:val="00D376BA"/>
    <w:rsid w:val="00D42444"/>
    <w:rsid w:val="00D42856"/>
    <w:rsid w:val="00D428DD"/>
    <w:rsid w:val="00D43DE1"/>
    <w:rsid w:val="00D51266"/>
    <w:rsid w:val="00D51617"/>
    <w:rsid w:val="00D54C42"/>
    <w:rsid w:val="00D5568A"/>
    <w:rsid w:val="00D55AF8"/>
    <w:rsid w:val="00D57691"/>
    <w:rsid w:val="00D60A5A"/>
    <w:rsid w:val="00D63D73"/>
    <w:rsid w:val="00D644CB"/>
    <w:rsid w:val="00D6592A"/>
    <w:rsid w:val="00D66B44"/>
    <w:rsid w:val="00D66E1E"/>
    <w:rsid w:val="00D71C0F"/>
    <w:rsid w:val="00D72053"/>
    <w:rsid w:val="00D7314F"/>
    <w:rsid w:val="00D734DA"/>
    <w:rsid w:val="00D73A7D"/>
    <w:rsid w:val="00D75722"/>
    <w:rsid w:val="00D80EB4"/>
    <w:rsid w:val="00D819EE"/>
    <w:rsid w:val="00D82E33"/>
    <w:rsid w:val="00D8409F"/>
    <w:rsid w:val="00D909BA"/>
    <w:rsid w:val="00D92D42"/>
    <w:rsid w:val="00D93AD2"/>
    <w:rsid w:val="00D93B4E"/>
    <w:rsid w:val="00D94DFA"/>
    <w:rsid w:val="00D95623"/>
    <w:rsid w:val="00D95F41"/>
    <w:rsid w:val="00D96133"/>
    <w:rsid w:val="00DA274B"/>
    <w:rsid w:val="00DA3116"/>
    <w:rsid w:val="00DA5BBA"/>
    <w:rsid w:val="00DA64FB"/>
    <w:rsid w:val="00DA6AB3"/>
    <w:rsid w:val="00DA6B4B"/>
    <w:rsid w:val="00DA6DB7"/>
    <w:rsid w:val="00DB0FA9"/>
    <w:rsid w:val="00DB1BC3"/>
    <w:rsid w:val="00DB223B"/>
    <w:rsid w:val="00DB364B"/>
    <w:rsid w:val="00DB67C9"/>
    <w:rsid w:val="00DB69BB"/>
    <w:rsid w:val="00DB6E6E"/>
    <w:rsid w:val="00DC04D3"/>
    <w:rsid w:val="00DC0C95"/>
    <w:rsid w:val="00DC0CD3"/>
    <w:rsid w:val="00DC1B13"/>
    <w:rsid w:val="00DC4C22"/>
    <w:rsid w:val="00DC5C93"/>
    <w:rsid w:val="00DC7BAC"/>
    <w:rsid w:val="00DD016E"/>
    <w:rsid w:val="00DD1F28"/>
    <w:rsid w:val="00DD3FCE"/>
    <w:rsid w:val="00DD4880"/>
    <w:rsid w:val="00DD6580"/>
    <w:rsid w:val="00DD7B0A"/>
    <w:rsid w:val="00DE59BE"/>
    <w:rsid w:val="00DE72E3"/>
    <w:rsid w:val="00DF1959"/>
    <w:rsid w:val="00DF33E1"/>
    <w:rsid w:val="00DF5336"/>
    <w:rsid w:val="00DF61C5"/>
    <w:rsid w:val="00DF6705"/>
    <w:rsid w:val="00E00401"/>
    <w:rsid w:val="00E01007"/>
    <w:rsid w:val="00E0748F"/>
    <w:rsid w:val="00E13C9B"/>
    <w:rsid w:val="00E14727"/>
    <w:rsid w:val="00E155BE"/>
    <w:rsid w:val="00E17C72"/>
    <w:rsid w:val="00E21FC6"/>
    <w:rsid w:val="00E24737"/>
    <w:rsid w:val="00E25BFA"/>
    <w:rsid w:val="00E3562B"/>
    <w:rsid w:val="00E3663C"/>
    <w:rsid w:val="00E40CB0"/>
    <w:rsid w:val="00E431A9"/>
    <w:rsid w:val="00E43832"/>
    <w:rsid w:val="00E43FB3"/>
    <w:rsid w:val="00E458A8"/>
    <w:rsid w:val="00E46A14"/>
    <w:rsid w:val="00E50312"/>
    <w:rsid w:val="00E52B86"/>
    <w:rsid w:val="00E53B44"/>
    <w:rsid w:val="00E53CEF"/>
    <w:rsid w:val="00E5552D"/>
    <w:rsid w:val="00E55743"/>
    <w:rsid w:val="00E56A9B"/>
    <w:rsid w:val="00E573B6"/>
    <w:rsid w:val="00E57437"/>
    <w:rsid w:val="00E57FC4"/>
    <w:rsid w:val="00E60143"/>
    <w:rsid w:val="00E60C86"/>
    <w:rsid w:val="00E62433"/>
    <w:rsid w:val="00E6368F"/>
    <w:rsid w:val="00E64FD3"/>
    <w:rsid w:val="00E65B17"/>
    <w:rsid w:val="00E669E2"/>
    <w:rsid w:val="00E679F6"/>
    <w:rsid w:val="00E67F4B"/>
    <w:rsid w:val="00E70057"/>
    <w:rsid w:val="00E7068D"/>
    <w:rsid w:val="00E74395"/>
    <w:rsid w:val="00E76135"/>
    <w:rsid w:val="00E76F95"/>
    <w:rsid w:val="00E80BBA"/>
    <w:rsid w:val="00E84BDE"/>
    <w:rsid w:val="00E86209"/>
    <w:rsid w:val="00E9062C"/>
    <w:rsid w:val="00E907B9"/>
    <w:rsid w:val="00E90A32"/>
    <w:rsid w:val="00E92066"/>
    <w:rsid w:val="00E92836"/>
    <w:rsid w:val="00E9421C"/>
    <w:rsid w:val="00E94B99"/>
    <w:rsid w:val="00E95139"/>
    <w:rsid w:val="00E9607A"/>
    <w:rsid w:val="00E96176"/>
    <w:rsid w:val="00EA171F"/>
    <w:rsid w:val="00EA30EB"/>
    <w:rsid w:val="00EA7BB8"/>
    <w:rsid w:val="00EB089B"/>
    <w:rsid w:val="00EB2A2B"/>
    <w:rsid w:val="00EB3E3B"/>
    <w:rsid w:val="00EB3E5C"/>
    <w:rsid w:val="00EB4786"/>
    <w:rsid w:val="00EB645C"/>
    <w:rsid w:val="00EB6622"/>
    <w:rsid w:val="00EC0EA6"/>
    <w:rsid w:val="00EC0EDF"/>
    <w:rsid w:val="00EC2844"/>
    <w:rsid w:val="00EC340C"/>
    <w:rsid w:val="00EC43C2"/>
    <w:rsid w:val="00EC43F4"/>
    <w:rsid w:val="00EC4C37"/>
    <w:rsid w:val="00EC51C0"/>
    <w:rsid w:val="00EC5E0F"/>
    <w:rsid w:val="00EC6B53"/>
    <w:rsid w:val="00EC6FDE"/>
    <w:rsid w:val="00ED0BE7"/>
    <w:rsid w:val="00ED0E20"/>
    <w:rsid w:val="00ED1D9A"/>
    <w:rsid w:val="00ED1F84"/>
    <w:rsid w:val="00ED29D3"/>
    <w:rsid w:val="00ED2B7A"/>
    <w:rsid w:val="00ED3A96"/>
    <w:rsid w:val="00ED587D"/>
    <w:rsid w:val="00ED6C13"/>
    <w:rsid w:val="00EE0183"/>
    <w:rsid w:val="00EE2B57"/>
    <w:rsid w:val="00EE2B8C"/>
    <w:rsid w:val="00EE6B79"/>
    <w:rsid w:val="00EE6CFD"/>
    <w:rsid w:val="00EE6F14"/>
    <w:rsid w:val="00EF1297"/>
    <w:rsid w:val="00EF2A1B"/>
    <w:rsid w:val="00EF519A"/>
    <w:rsid w:val="00EF5516"/>
    <w:rsid w:val="00EF6B82"/>
    <w:rsid w:val="00EF6C6C"/>
    <w:rsid w:val="00EF6C92"/>
    <w:rsid w:val="00F0550C"/>
    <w:rsid w:val="00F056FC"/>
    <w:rsid w:val="00F070DD"/>
    <w:rsid w:val="00F07A5B"/>
    <w:rsid w:val="00F07B46"/>
    <w:rsid w:val="00F10476"/>
    <w:rsid w:val="00F135D8"/>
    <w:rsid w:val="00F1382E"/>
    <w:rsid w:val="00F13B49"/>
    <w:rsid w:val="00F16057"/>
    <w:rsid w:val="00F1626A"/>
    <w:rsid w:val="00F1749A"/>
    <w:rsid w:val="00F2146F"/>
    <w:rsid w:val="00F26753"/>
    <w:rsid w:val="00F2711F"/>
    <w:rsid w:val="00F27B68"/>
    <w:rsid w:val="00F31299"/>
    <w:rsid w:val="00F31639"/>
    <w:rsid w:val="00F3291A"/>
    <w:rsid w:val="00F34BF1"/>
    <w:rsid w:val="00F3534A"/>
    <w:rsid w:val="00F35EE8"/>
    <w:rsid w:val="00F3636F"/>
    <w:rsid w:val="00F43E24"/>
    <w:rsid w:val="00F44A3E"/>
    <w:rsid w:val="00F53338"/>
    <w:rsid w:val="00F540A0"/>
    <w:rsid w:val="00F54FFF"/>
    <w:rsid w:val="00F554E6"/>
    <w:rsid w:val="00F605F3"/>
    <w:rsid w:val="00F61462"/>
    <w:rsid w:val="00F61A2E"/>
    <w:rsid w:val="00F61CB6"/>
    <w:rsid w:val="00F65D7B"/>
    <w:rsid w:val="00F66F30"/>
    <w:rsid w:val="00F7452E"/>
    <w:rsid w:val="00F75149"/>
    <w:rsid w:val="00F779F9"/>
    <w:rsid w:val="00F80B13"/>
    <w:rsid w:val="00F83E53"/>
    <w:rsid w:val="00F85325"/>
    <w:rsid w:val="00F85956"/>
    <w:rsid w:val="00F85E87"/>
    <w:rsid w:val="00F85FA1"/>
    <w:rsid w:val="00F86ADF"/>
    <w:rsid w:val="00F90327"/>
    <w:rsid w:val="00F935C1"/>
    <w:rsid w:val="00F9427E"/>
    <w:rsid w:val="00F9482A"/>
    <w:rsid w:val="00F97F78"/>
    <w:rsid w:val="00FA3198"/>
    <w:rsid w:val="00FA3515"/>
    <w:rsid w:val="00FA6204"/>
    <w:rsid w:val="00FB0E0E"/>
    <w:rsid w:val="00FB2978"/>
    <w:rsid w:val="00FB469E"/>
    <w:rsid w:val="00FB644E"/>
    <w:rsid w:val="00FB6C55"/>
    <w:rsid w:val="00FB72D9"/>
    <w:rsid w:val="00FC14E7"/>
    <w:rsid w:val="00FC5BA6"/>
    <w:rsid w:val="00FC5D4B"/>
    <w:rsid w:val="00FC6A69"/>
    <w:rsid w:val="00FC6BF1"/>
    <w:rsid w:val="00FC73B3"/>
    <w:rsid w:val="00FC78BA"/>
    <w:rsid w:val="00FD0822"/>
    <w:rsid w:val="00FD0C46"/>
    <w:rsid w:val="00FD1CF6"/>
    <w:rsid w:val="00FD22B1"/>
    <w:rsid w:val="00FD40D4"/>
    <w:rsid w:val="00FD52AC"/>
    <w:rsid w:val="00FE0D94"/>
    <w:rsid w:val="00FE1446"/>
    <w:rsid w:val="00FE3141"/>
    <w:rsid w:val="00FE3600"/>
    <w:rsid w:val="00FE3C2B"/>
    <w:rsid w:val="00FE4465"/>
    <w:rsid w:val="00FE4591"/>
    <w:rsid w:val="00FE5FFA"/>
    <w:rsid w:val="00FE6658"/>
    <w:rsid w:val="00FE69F7"/>
    <w:rsid w:val="00FE7C26"/>
    <w:rsid w:val="00FF0431"/>
    <w:rsid w:val="00FF08B1"/>
    <w:rsid w:val="00FF0CE6"/>
    <w:rsid w:val="00FF2AF6"/>
    <w:rsid w:val="00FF69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2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C479B"/>
    <w:rPr>
      <w:sz w:val="26"/>
      <w:szCs w:val="24"/>
    </w:rPr>
  </w:style>
  <w:style w:type="paragraph" w:styleId="Heading1">
    <w:name w:val="heading 1"/>
    <w:basedOn w:val="BodyText"/>
    <w:next w:val="BodyText"/>
    <w:rsid w:val="007C479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C479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C479B"/>
    <w:pPr>
      <w:spacing w:before="560" w:line="320" w:lineRule="exact"/>
      <w:ind w:left="0" w:firstLine="0"/>
      <w:outlineLvl w:val="2"/>
    </w:pPr>
    <w:rPr>
      <w:sz w:val="26"/>
    </w:rPr>
  </w:style>
  <w:style w:type="paragraph" w:styleId="Heading4">
    <w:name w:val="heading 4"/>
    <w:basedOn w:val="Heading3"/>
    <w:next w:val="BodyText"/>
    <w:link w:val="Heading4Char"/>
    <w:qFormat/>
    <w:rsid w:val="007C479B"/>
    <w:pPr>
      <w:spacing w:before="480"/>
      <w:outlineLvl w:val="3"/>
    </w:pPr>
    <w:rPr>
      <w:b w:val="0"/>
      <w:i/>
      <w:sz w:val="24"/>
    </w:rPr>
  </w:style>
  <w:style w:type="paragraph" w:styleId="Heading5">
    <w:name w:val="heading 5"/>
    <w:basedOn w:val="Heading4"/>
    <w:next w:val="BodyText"/>
    <w:qFormat/>
    <w:rsid w:val="007C479B"/>
    <w:pPr>
      <w:outlineLvl w:val="4"/>
    </w:pPr>
    <w:rPr>
      <w:rFonts w:ascii="Times New Roman" w:hAnsi="Times New Roman"/>
      <w:sz w:val="26"/>
    </w:rPr>
  </w:style>
  <w:style w:type="paragraph" w:styleId="Heading6">
    <w:name w:val="heading 6"/>
    <w:basedOn w:val="BodyText"/>
    <w:next w:val="BodyText"/>
    <w:rsid w:val="007C479B"/>
    <w:pPr>
      <w:spacing w:after="60"/>
      <w:jc w:val="left"/>
      <w:outlineLvl w:val="5"/>
    </w:pPr>
    <w:rPr>
      <w:i/>
      <w:sz w:val="22"/>
    </w:rPr>
  </w:style>
  <w:style w:type="paragraph" w:styleId="Heading7">
    <w:name w:val="heading 7"/>
    <w:basedOn w:val="BodyText"/>
    <w:next w:val="BodyText"/>
    <w:rsid w:val="007C479B"/>
    <w:pPr>
      <w:spacing w:after="60" w:line="240" w:lineRule="auto"/>
      <w:jc w:val="left"/>
      <w:outlineLvl w:val="6"/>
    </w:pPr>
    <w:rPr>
      <w:rFonts w:ascii="Arial" w:hAnsi="Arial"/>
      <w:sz w:val="20"/>
    </w:rPr>
  </w:style>
  <w:style w:type="paragraph" w:styleId="Heading8">
    <w:name w:val="heading 8"/>
    <w:basedOn w:val="BodyText"/>
    <w:next w:val="BodyText"/>
    <w:rsid w:val="007C479B"/>
    <w:pPr>
      <w:spacing w:after="60" w:line="240" w:lineRule="auto"/>
      <w:jc w:val="left"/>
      <w:outlineLvl w:val="7"/>
    </w:pPr>
    <w:rPr>
      <w:rFonts w:ascii="Arial" w:hAnsi="Arial"/>
      <w:i/>
      <w:sz w:val="20"/>
    </w:rPr>
  </w:style>
  <w:style w:type="paragraph" w:styleId="Heading9">
    <w:name w:val="heading 9"/>
    <w:basedOn w:val="BodyText"/>
    <w:next w:val="BodyText"/>
    <w:rsid w:val="007C479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C47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79B"/>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C479B"/>
    <w:pPr>
      <w:spacing w:before="240" w:line="320" w:lineRule="atLeast"/>
      <w:jc w:val="both"/>
    </w:pPr>
    <w:rPr>
      <w:sz w:val="26"/>
    </w:rPr>
  </w:style>
  <w:style w:type="paragraph" w:styleId="Footer">
    <w:name w:val="footer"/>
    <w:basedOn w:val="BodyText"/>
    <w:semiHidden/>
    <w:rsid w:val="007C479B"/>
    <w:pPr>
      <w:spacing w:before="80" w:line="200" w:lineRule="exact"/>
      <w:ind w:right="6"/>
      <w:jc w:val="left"/>
    </w:pPr>
    <w:rPr>
      <w:caps/>
      <w:spacing w:val="-4"/>
      <w:sz w:val="16"/>
    </w:rPr>
  </w:style>
  <w:style w:type="paragraph" w:customStyle="1" w:styleId="FooterEnd">
    <w:name w:val="Footer End"/>
    <w:basedOn w:val="Footer"/>
    <w:rsid w:val="007C479B"/>
    <w:pPr>
      <w:spacing w:before="0" w:line="20" w:lineRule="exact"/>
    </w:pPr>
  </w:style>
  <w:style w:type="paragraph" w:styleId="Header">
    <w:name w:val="header"/>
    <w:basedOn w:val="BodyText"/>
    <w:rsid w:val="007C479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C479B"/>
    <w:pPr>
      <w:spacing w:line="20" w:lineRule="exact"/>
    </w:pPr>
    <w:rPr>
      <w:sz w:val="16"/>
    </w:rPr>
  </w:style>
  <w:style w:type="paragraph" w:customStyle="1" w:styleId="HeaderEven">
    <w:name w:val="Header Even"/>
    <w:basedOn w:val="Header"/>
    <w:semiHidden/>
    <w:rsid w:val="007C479B"/>
  </w:style>
  <w:style w:type="paragraph" w:customStyle="1" w:styleId="HeaderOdd">
    <w:name w:val="Header Odd"/>
    <w:basedOn w:val="Header"/>
    <w:semiHidden/>
    <w:rsid w:val="007C479B"/>
  </w:style>
  <w:style w:type="character" w:styleId="PageNumber">
    <w:name w:val="page number"/>
    <w:basedOn w:val="DefaultParagraphFont"/>
    <w:rsid w:val="007C479B"/>
    <w:rPr>
      <w:rFonts w:ascii="Arial" w:hAnsi="Arial"/>
      <w:b/>
      <w:sz w:val="16"/>
    </w:rPr>
  </w:style>
  <w:style w:type="paragraph" w:customStyle="1" w:styleId="Abbreviation">
    <w:name w:val="Abbreviation"/>
    <w:basedOn w:val="BodyText"/>
    <w:rsid w:val="007C479B"/>
    <w:pPr>
      <w:spacing w:before="120"/>
      <w:ind w:left="2381" w:hanging="2381"/>
      <w:jc w:val="left"/>
    </w:pPr>
  </w:style>
  <w:style w:type="paragraph" w:customStyle="1" w:styleId="Box">
    <w:name w:val="Box"/>
    <w:basedOn w:val="BodyText"/>
    <w:qFormat/>
    <w:rsid w:val="007C479B"/>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7C479B"/>
    <w:pPr>
      <w:spacing w:before="180" w:line="220" w:lineRule="exact"/>
      <w:jc w:val="right"/>
    </w:pPr>
    <w:rPr>
      <w:rFonts w:ascii="Arial" w:hAnsi="Arial"/>
      <w:sz w:val="18"/>
    </w:rPr>
  </w:style>
  <w:style w:type="paragraph" w:customStyle="1" w:styleId="BoxHeading1">
    <w:name w:val="Box Heading 1"/>
    <w:basedOn w:val="BodyText"/>
    <w:next w:val="Box"/>
    <w:rsid w:val="007C479B"/>
    <w:pPr>
      <w:keepNext/>
      <w:spacing w:before="200" w:line="280" w:lineRule="atLeast"/>
    </w:pPr>
    <w:rPr>
      <w:rFonts w:ascii="Arial" w:hAnsi="Arial"/>
      <w:b/>
      <w:sz w:val="22"/>
    </w:rPr>
  </w:style>
  <w:style w:type="paragraph" w:customStyle="1" w:styleId="BoxHeading2">
    <w:name w:val="Box Heading 2"/>
    <w:basedOn w:val="BoxHeading1"/>
    <w:next w:val="Normal"/>
    <w:rsid w:val="007C479B"/>
    <w:rPr>
      <w:b w:val="0"/>
      <w:i/>
    </w:rPr>
  </w:style>
  <w:style w:type="paragraph" w:customStyle="1" w:styleId="BoxListBullet">
    <w:name w:val="Box List Bullet"/>
    <w:basedOn w:val="BodyText"/>
    <w:rsid w:val="007C479B"/>
    <w:pPr>
      <w:keepNext/>
      <w:numPr>
        <w:numId w:val="1"/>
      </w:numPr>
      <w:spacing w:before="60" w:line="280" w:lineRule="atLeast"/>
    </w:pPr>
    <w:rPr>
      <w:rFonts w:ascii="Arial" w:hAnsi="Arial"/>
      <w:sz w:val="22"/>
    </w:rPr>
  </w:style>
  <w:style w:type="paragraph" w:customStyle="1" w:styleId="BoxListBullet2">
    <w:name w:val="Box List Bullet 2"/>
    <w:basedOn w:val="BodyText"/>
    <w:rsid w:val="007C479B"/>
    <w:pPr>
      <w:keepNext/>
      <w:numPr>
        <w:numId w:val="2"/>
      </w:numPr>
      <w:spacing w:before="60" w:line="280" w:lineRule="atLeast"/>
    </w:pPr>
    <w:rPr>
      <w:rFonts w:ascii="Arial" w:hAnsi="Arial"/>
      <w:sz w:val="22"/>
    </w:rPr>
  </w:style>
  <w:style w:type="paragraph" w:customStyle="1" w:styleId="BoxListNumber">
    <w:name w:val="Box List Number"/>
    <w:basedOn w:val="BodyText"/>
    <w:rsid w:val="007C479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C479B"/>
    <w:pPr>
      <w:numPr>
        <w:ilvl w:val="1"/>
      </w:numPr>
    </w:pPr>
  </w:style>
  <w:style w:type="paragraph" w:customStyle="1" w:styleId="BoxQuote">
    <w:name w:val="Box Quote"/>
    <w:basedOn w:val="BodyText"/>
    <w:next w:val="Box"/>
    <w:rsid w:val="007C479B"/>
    <w:pPr>
      <w:keepNext/>
      <w:spacing w:before="60" w:line="260" w:lineRule="exact"/>
      <w:ind w:left="284"/>
    </w:pPr>
    <w:rPr>
      <w:rFonts w:ascii="Arial" w:hAnsi="Arial"/>
      <w:sz w:val="20"/>
    </w:rPr>
  </w:style>
  <w:style w:type="paragraph" w:customStyle="1" w:styleId="Note">
    <w:name w:val="Note"/>
    <w:basedOn w:val="BodyText"/>
    <w:next w:val="BodyText"/>
    <w:link w:val="NoteChar"/>
    <w:rsid w:val="007C479B"/>
    <w:pPr>
      <w:keepLines/>
      <w:spacing w:before="80" w:line="220" w:lineRule="exact"/>
    </w:pPr>
    <w:rPr>
      <w:rFonts w:ascii="Arial" w:hAnsi="Arial"/>
      <w:sz w:val="18"/>
    </w:rPr>
  </w:style>
  <w:style w:type="paragraph" w:customStyle="1" w:styleId="Source">
    <w:name w:val="Source"/>
    <w:basedOn w:val="Note"/>
    <w:next w:val="BodyText"/>
    <w:rsid w:val="007C479B"/>
    <w:pPr>
      <w:spacing w:after="120"/>
    </w:pPr>
  </w:style>
  <w:style w:type="paragraph" w:customStyle="1" w:styleId="BoxSource">
    <w:name w:val="Box Source"/>
    <w:basedOn w:val="Source"/>
    <w:next w:val="BodyText"/>
    <w:rsid w:val="007C479B"/>
    <w:pPr>
      <w:spacing w:before="180" w:after="0"/>
    </w:pPr>
  </w:style>
  <w:style w:type="paragraph" w:customStyle="1" w:styleId="BoxSpace">
    <w:name w:val="Box Space"/>
    <w:basedOn w:val="BodyText"/>
    <w:rsid w:val="004C06C2"/>
    <w:pPr>
      <w:keepNext/>
      <w:spacing w:before="360" w:line="80" w:lineRule="exact"/>
      <w:jc w:val="left"/>
    </w:pPr>
  </w:style>
  <w:style w:type="paragraph" w:styleId="Caption">
    <w:name w:val="caption"/>
    <w:basedOn w:val="Normal"/>
    <w:next w:val="BodyText"/>
    <w:rsid w:val="007C479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C479B"/>
    <w:pPr>
      <w:spacing w:before="120" w:after="0"/>
      <w:ind w:left="1304" w:hanging="1304"/>
    </w:pPr>
    <w:rPr>
      <w:sz w:val="24"/>
    </w:rPr>
  </w:style>
  <w:style w:type="paragraph" w:customStyle="1" w:styleId="BoxSubtitle">
    <w:name w:val="Box Subtitle"/>
    <w:basedOn w:val="BoxTitle"/>
    <w:next w:val="Normal"/>
    <w:rsid w:val="007C479B"/>
    <w:pPr>
      <w:spacing w:after="80" w:line="200" w:lineRule="exact"/>
      <w:ind w:firstLine="0"/>
    </w:pPr>
    <w:rPr>
      <w:b w:val="0"/>
      <w:sz w:val="20"/>
    </w:rPr>
  </w:style>
  <w:style w:type="paragraph" w:customStyle="1" w:styleId="Chapter">
    <w:name w:val="Chapter"/>
    <w:basedOn w:val="Heading1"/>
    <w:next w:val="BodyText"/>
    <w:semiHidden/>
    <w:rsid w:val="007C479B"/>
    <w:pPr>
      <w:ind w:left="0" w:firstLine="0"/>
      <w:outlineLvl w:val="9"/>
    </w:pPr>
  </w:style>
  <w:style w:type="paragraph" w:customStyle="1" w:styleId="ChapterSummary">
    <w:name w:val="Chapter Summary"/>
    <w:basedOn w:val="BodyText"/>
    <w:rsid w:val="007C479B"/>
    <w:pPr>
      <w:ind w:left="907"/>
    </w:pPr>
    <w:rPr>
      <w:rFonts w:ascii="Arial" w:hAnsi="Arial"/>
      <w:b/>
      <w:sz w:val="22"/>
    </w:rPr>
  </w:style>
  <w:style w:type="character" w:styleId="CommentReference">
    <w:name w:val="annotation reference"/>
    <w:basedOn w:val="DefaultParagraphFont"/>
    <w:semiHidden/>
    <w:rsid w:val="007C479B"/>
    <w:rPr>
      <w:b/>
      <w:vanish/>
      <w:color w:val="FF00FF"/>
      <w:sz w:val="20"/>
    </w:rPr>
  </w:style>
  <w:style w:type="paragraph" w:styleId="CommentText">
    <w:name w:val="annotation text"/>
    <w:basedOn w:val="Normal"/>
    <w:link w:val="CommentTextChar"/>
    <w:semiHidden/>
    <w:rsid w:val="007C479B"/>
    <w:pPr>
      <w:spacing w:before="120" w:line="240" w:lineRule="atLeast"/>
      <w:ind w:left="567" w:hanging="567"/>
    </w:pPr>
    <w:rPr>
      <w:sz w:val="20"/>
    </w:rPr>
  </w:style>
  <w:style w:type="paragraph" w:customStyle="1" w:styleId="Continued">
    <w:name w:val="Continued"/>
    <w:basedOn w:val="BoxContinued"/>
    <w:next w:val="BodyText"/>
    <w:link w:val="ContinuedChar"/>
    <w:rsid w:val="007C479B"/>
  </w:style>
  <w:style w:type="character" w:customStyle="1" w:styleId="DocumentInfo">
    <w:name w:val="Document Info"/>
    <w:basedOn w:val="DefaultParagraphFont"/>
    <w:semiHidden/>
    <w:rsid w:val="007C479B"/>
    <w:rPr>
      <w:rFonts w:ascii="Arial" w:hAnsi="Arial"/>
      <w:sz w:val="14"/>
    </w:rPr>
  </w:style>
  <w:style w:type="character" w:customStyle="1" w:styleId="DraftingNote">
    <w:name w:val="Drafting Note"/>
    <w:basedOn w:val="DefaultParagraphFont"/>
    <w:rsid w:val="007C479B"/>
    <w:rPr>
      <w:b/>
      <w:color w:val="FF0000"/>
      <w:sz w:val="24"/>
      <w:u w:val="dotted"/>
    </w:rPr>
  </w:style>
  <w:style w:type="paragraph" w:customStyle="1" w:styleId="Figure">
    <w:name w:val="Figure"/>
    <w:basedOn w:val="BodyText"/>
    <w:rsid w:val="007C479B"/>
    <w:pPr>
      <w:keepNext/>
      <w:spacing w:before="120" w:after="120" w:line="240" w:lineRule="atLeast"/>
      <w:jc w:val="center"/>
    </w:pPr>
  </w:style>
  <w:style w:type="paragraph" w:customStyle="1" w:styleId="FigureTitle">
    <w:name w:val="Figure Title"/>
    <w:basedOn w:val="Caption"/>
    <w:next w:val="Subtitle"/>
    <w:rsid w:val="007C479B"/>
    <w:rPr>
      <w:sz w:val="24"/>
    </w:rPr>
  </w:style>
  <w:style w:type="paragraph" w:styleId="Subtitle">
    <w:name w:val="Subtitle"/>
    <w:basedOn w:val="Caption"/>
    <w:link w:val="SubtitleChar"/>
    <w:rsid w:val="007C479B"/>
    <w:pPr>
      <w:spacing w:before="0" w:line="200" w:lineRule="exact"/>
      <w:ind w:firstLine="0"/>
    </w:pPr>
    <w:rPr>
      <w:b w:val="0"/>
      <w:sz w:val="20"/>
    </w:rPr>
  </w:style>
  <w:style w:type="paragraph" w:customStyle="1" w:styleId="Finding">
    <w:name w:val="Finding"/>
    <w:basedOn w:val="BodyText"/>
    <w:rsid w:val="007C479B"/>
    <w:pPr>
      <w:keepLines/>
      <w:spacing w:before="180"/>
    </w:pPr>
    <w:rPr>
      <w:i/>
    </w:rPr>
  </w:style>
  <w:style w:type="paragraph" w:customStyle="1" w:styleId="FindingBullet">
    <w:name w:val="Finding Bullet"/>
    <w:basedOn w:val="Finding"/>
    <w:rsid w:val="007C479B"/>
    <w:pPr>
      <w:numPr>
        <w:numId w:val="3"/>
      </w:numPr>
      <w:spacing w:before="80"/>
    </w:pPr>
  </w:style>
  <w:style w:type="paragraph" w:customStyle="1" w:styleId="FindingNoTitle">
    <w:name w:val="Finding NoTitle"/>
    <w:basedOn w:val="Finding"/>
    <w:rsid w:val="007C479B"/>
    <w:pPr>
      <w:spacing w:before="240"/>
    </w:pPr>
  </w:style>
  <w:style w:type="paragraph" w:customStyle="1" w:styleId="RecTitle">
    <w:name w:val="Rec Title"/>
    <w:basedOn w:val="BodyText"/>
    <w:next w:val="Normal"/>
    <w:rsid w:val="007C479B"/>
    <w:pPr>
      <w:keepNext/>
      <w:keepLines/>
    </w:pPr>
    <w:rPr>
      <w:caps/>
      <w:sz w:val="20"/>
    </w:rPr>
  </w:style>
  <w:style w:type="paragraph" w:customStyle="1" w:styleId="FindingTitle">
    <w:name w:val="Finding Title"/>
    <w:basedOn w:val="RecTitle"/>
    <w:next w:val="Finding"/>
    <w:rsid w:val="007C479B"/>
    <w:pPr>
      <w:framePr w:wrap="notBeside" w:hAnchor="text"/>
    </w:pPr>
  </w:style>
  <w:style w:type="character" w:styleId="FootnoteReference">
    <w:name w:val="footnote reference"/>
    <w:basedOn w:val="DefaultParagraphFont"/>
    <w:semiHidden/>
    <w:rsid w:val="007C479B"/>
    <w:rPr>
      <w:rFonts w:ascii="Times New Roman" w:hAnsi="Times New Roman"/>
      <w:position w:val="6"/>
      <w:sz w:val="22"/>
      <w:vertAlign w:val="baseline"/>
    </w:rPr>
  </w:style>
  <w:style w:type="paragraph" w:styleId="FootnoteText">
    <w:name w:val="footnote text"/>
    <w:basedOn w:val="BodyText"/>
    <w:rsid w:val="007C479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C479B"/>
    <w:pPr>
      <w:spacing w:before="360" w:after="120"/>
    </w:pPr>
    <w:rPr>
      <w:rFonts w:ascii="Arial" w:hAnsi="Arial"/>
      <w:sz w:val="24"/>
    </w:rPr>
  </w:style>
  <w:style w:type="paragraph" w:customStyle="1" w:styleId="Jurisdictioncommentsbodytext">
    <w:name w:val="Jurisdiction comments body text"/>
    <w:rsid w:val="007C479B"/>
    <w:pPr>
      <w:spacing w:after="140"/>
      <w:jc w:val="both"/>
    </w:pPr>
    <w:rPr>
      <w:rFonts w:ascii="Arial" w:hAnsi="Arial"/>
      <w:sz w:val="24"/>
      <w:lang w:eastAsia="en-US"/>
    </w:rPr>
  </w:style>
  <w:style w:type="paragraph" w:customStyle="1" w:styleId="Jurisdictioncommentsheading">
    <w:name w:val="Jurisdiction comments heading"/>
    <w:rsid w:val="007C479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C479B"/>
    <w:pPr>
      <w:numPr>
        <w:numId w:val="4"/>
      </w:numPr>
      <w:spacing w:after="140"/>
      <w:jc w:val="both"/>
    </w:pPr>
    <w:rPr>
      <w:rFonts w:ascii="Arial" w:hAnsi="Arial"/>
      <w:sz w:val="24"/>
      <w:lang w:eastAsia="en-US"/>
    </w:rPr>
  </w:style>
  <w:style w:type="paragraph" w:styleId="ListBullet">
    <w:name w:val="List Bullet"/>
    <w:basedOn w:val="BodyText"/>
    <w:rsid w:val="007C479B"/>
    <w:pPr>
      <w:numPr>
        <w:numId w:val="5"/>
      </w:numPr>
      <w:spacing w:before="120"/>
    </w:pPr>
  </w:style>
  <w:style w:type="paragraph" w:styleId="ListBullet2">
    <w:name w:val="List Bullet 2"/>
    <w:basedOn w:val="BodyText"/>
    <w:rsid w:val="007C479B"/>
    <w:pPr>
      <w:numPr>
        <w:numId w:val="6"/>
      </w:numPr>
      <w:spacing w:before="120"/>
    </w:pPr>
  </w:style>
  <w:style w:type="paragraph" w:styleId="ListBullet3">
    <w:name w:val="List Bullet 3"/>
    <w:basedOn w:val="BodyText"/>
    <w:rsid w:val="007C479B"/>
    <w:pPr>
      <w:numPr>
        <w:numId w:val="7"/>
      </w:numPr>
      <w:spacing w:before="120"/>
    </w:pPr>
  </w:style>
  <w:style w:type="paragraph" w:styleId="ListNumber">
    <w:name w:val="List Number"/>
    <w:basedOn w:val="BodyText"/>
    <w:rsid w:val="007C479B"/>
    <w:pPr>
      <w:numPr>
        <w:numId w:val="13"/>
      </w:numPr>
      <w:spacing w:before="120"/>
    </w:pPr>
  </w:style>
  <w:style w:type="paragraph" w:styleId="ListNumber2">
    <w:name w:val="List Number 2"/>
    <w:basedOn w:val="ListNumber"/>
    <w:rsid w:val="007C479B"/>
    <w:pPr>
      <w:numPr>
        <w:ilvl w:val="1"/>
      </w:numPr>
    </w:pPr>
  </w:style>
  <w:style w:type="paragraph" w:styleId="ListNumber3">
    <w:name w:val="List Number 3"/>
    <w:basedOn w:val="ListNumber2"/>
    <w:rsid w:val="007C479B"/>
    <w:pPr>
      <w:numPr>
        <w:ilvl w:val="2"/>
      </w:numPr>
    </w:pPr>
  </w:style>
  <w:style w:type="character" w:customStyle="1" w:styleId="NoteLabel">
    <w:name w:val="Note Label"/>
    <w:basedOn w:val="DefaultParagraphFont"/>
    <w:rsid w:val="007C479B"/>
    <w:rPr>
      <w:rFonts w:ascii="Arial" w:hAnsi="Arial"/>
      <w:b/>
      <w:position w:val="6"/>
      <w:sz w:val="18"/>
    </w:rPr>
  </w:style>
  <w:style w:type="paragraph" w:customStyle="1" w:styleId="PartDivider">
    <w:name w:val="Part Divider"/>
    <w:basedOn w:val="BodyText"/>
    <w:next w:val="BodyText"/>
    <w:semiHidden/>
    <w:rsid w:val="007C479B"/>
    <w:pPr>
      <w:spacing w:before="0" w:line="40" w:lineRule="exact"/>
      <w:jc w:val="right"/>
    </w:pPr>
    <w:rPr>
      <w:smallCaps/>
      <w:sz w:val="16"/>
    </w:rPr>
  </w:style>
  <w:style w:type="paragraph" w:customStyle="1" w:styleId="PartNumber">
    <w:name w:val="Part Number"/>
    <w:basedOn w:val="BodyText"/>
    <w:next w:val="BodyText"/>
    <w:semiHidden/>
    <w:rsid w:val="007C479B"/>
    <w:pPr>
      <w:spacing w:before="4000" w:line="320" w:lineRule="exact"/>
      <w:ind w:left="6634"/>
      <w:jc w:val="right"/>
    </w:pPr>
    <w:rPr>
      <w:smallCaps/>
      <w:spacing w:val="60"/>
      <w:sz w:val="32"/>
    </w:rPr>
  </w:style>
  <w:style w:type="paragraph" w:customStyle="1" w:styleId="PartTitle">
    <w:name w:val="Part Title"/>
    <w:basedOn w:val="BodyText"/>
    <w:semiHidden/>
    <w:rsid w:val="007C479B"/>
    <w:pPr>
      <w:spacing w:before="160" w:after="1360" w:line="520" w:lineRule="exact"/>
      <w:ind w:right="2381"/>
      <w:jc w:val="right"/>
    </w:pPr>
    <w:rPr>
      <w:smallCaps/>
      <w:sz w:val="52"/>
    </w:rPr>
  </w:style>
  <w:style w:type="paragraph" w:styleId="Quote">
    <w:name w:val="Quote"/>
    <w:basedOn w:val="BodyText"/>
    <w:next w:val="BodyText"/>
    <w:qFormat/>
    <w:rsid w:val="007C479B"/>
    <w:pPr>
      <w:spacing w:before="120" w:line="280" w:lineRule="exact"/>
      <w:ind w:left="340"/>
    </w:pPr>
    <w:rPr>
      <w:sz w:val="24"/>
    </w:rPr>
  </w:style>
  <w:style w:type="paragraph" w:customStyle="1" w:styleId="QuoteBullet">
    <w:name w:val="Quote Bullet"/>
    <w:basedOn w:val="Quote"/>
    <w:rsid w:val="007C479B"/>
    <w:pPr>
      <w:numPr>
        <w:numId w:val="8"/>
      </w:numPr>
    </w:pPr>
  </w:style>
  <w:style w:type="paragraph" w:customStyle="1" w:styleId="Rec">
    <w:name w:val="Rec"/>
    <w:basedOn w:val="BodyText"/>
    <w:rsid w:val="007C479B"/>
    <w:pPr>
      <w:keepLines/>
      <w:spacing w:before="180"/>
    </w:pPr>
    <w:rPr>
      <w:b/>
      <w:i/>
    </w:rPr>
  </w:style>
  <w:style w:type="paragraph" w:customStyle="1" w:styleId="RecBullet">
    <w:name w:val="Rec Bullet"/>
    <w:basedOn w:val="Rec"/>
    <w:rsid w:val="007C479B"/>
    <w:pPr>
      <w:numPr>
        <w:numId w:val="9"/>
      </w:numPr>
      <w:spacing w:before="80"/>
    </w:pPr>
  </w:style>
  <w:style w:type="paragraph" w:customStyle="1" w:styleId="RecB">
    <w:name w:val="RecB"/>
    <w:basedOn w:val="Normal"/>
    <w:rsid w:val="007C479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C479B"/>
    <w:pPr>
      <w:numPr>
        <w:numId w:val="10"/>
      </w:numPr>
      <w:spacing w:before="80"/>
    </w:pPr>
  </w:style>
  <w:style w:type="paragraph" w:customStyle="1" w:styleId="RecBNoTitle">
    <w:name w:val="RecB NoTitle"/>
    <w:basedOn w:val="RecB"/>
    <w:rsid w:val="007C479B"/>
    <w:pPr>
      <w:spacing w:before="240"/>
    </w:pPr>
  </w:style>
  <w:style w:type="paragraph" w:customStyle="1" w:styleId="Reference">
    <w:name w:val="Reference"/>
    <w:basedOn w:val="BodyText"/>
    <w:rsid w:val="007C479B"/>
    <w:pPr>
      <w:spacing w:before="120"/>
      <w:ind w:left="340" w:hanging="340"/>
    </w:pPr>
  </w:style>
  <w:style w:type="paragraph" w:customStyle="1" w:styleId="SequenceInfo">
    <w:name w:val="Sequence Info"/>
    <w:basedOn w:val="BodyText"/>
    <w:semiHidden/>
    <w:rsid w:val="007C479B"/>
    <w:rPr>
      <w:vanish/>
      <w:sz w:val="16"/>
    </w:rPr>
  </w:style>
  <w:style w:type="paragraph" w:customStyle="1" w:styleId="SideNote">
    <w:name w:val="Side Note"/>
    <w:basedOn w:val="BodyText"/>
    <w:next w:val="BodyText"/>
    <w:semiHidden/>
    <w:rsid w:val="007C479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C479B"/>
    <w:pPr>
      <w:framePr w:wrap="around"/>
      <w:numPr>
        <w:numId w:val="11"/>
      </w:numPr>
      <w:tabs>
        <w:tab w:val="left" w:pos="227"/>
      </w:tabs>
    </w:pPr>
  </w:style>
  <w:style w:type="paragraph" w:customStyle="1" w:styleId="SideNoteGraphic">
    <w:name w:val="Side Note Graphic"/>
    <w:basedOn w:val="SideNote"/>
    <w:next w:val="BodyText"/>
    <w:semiHidden/>
    <w:rsid w:val="007C479B"/>
    <w:pPr>
      <w:framePr w:wrap="around"/>
    </w:pPr>
  </w:style>
  <w:style w:type="paragraph" w:customStyle="1" w:styleId="TableBodyText">
    <w:name w:val="Table Body Text"/>
    <w:basedOn w:val="BodyText"/>
    <w:rsid w:val="007C479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C479B"/>
    <w:pPr>
      <w:numPr>
        <w:numId w:val="12"/>
      </w:numPr>
      <w:jc w:val="left"/>
    </w:pPr>
  </w:style>
  <w:style w:type="paragraph" w:customStyle="1" w:styleId="TableColumnHeading">
    <w:name w:val="Table Column Heading"/>
    <w:basedOn w:val="TableBodyText"/>
    <w:rsid w:val="007C479B"/>
    <w:pPr>
      <w:spacing w:before="80" w:after="80"/>
    </w:pPr>
    <w:rPr>
      <w:i/>
    </w:rPr>
  </w:style>
  <w:style w:type="paragraph" w:styleId="TOC2">
    <w:name w:val="toc 2"/>
    <w:basedOn w:val="BodyText"/>
    <w:semiHidden/>
    <w:rsid w:val="007C479B"/>
    <w:pPr>
      <w:tabs>
        <w:tab w:val="right" w:pos="8789"/>
      </w:tabs>
      <w:ind w:left="510" w:right="851" w:hanging="510"/>
      <w:jc w:val="left"/>
    </w:pPr>
    <w:rPr>
      <w:b/>
    </w:rPr>
  </w:style>
  <w:style w:type="paragraph" w:styleId="TOC3">
    <w:name w:val="toc 3"/>
    <w:basedOn w:val="TOC2"/>
    <w:semiHidden/>
    <w:rsid w:val="007C479B"/>
    <w:pPr>
      <w:spacing w:before="60"/>
      <w:ind w:left="1190" w:hanging="680"/>
    </w:pPr>
    <w:rPr>
      <w:b w:val="0"/>
    </w:rPr>
  </w:style>
  <w:style w:type="paragraph" w:styleId="TableofFigures">
    <w:name w:val="table of figures"/>
    <w:basedOn w:val="TOC3"/>
    <w:next w:val="BodyText"/>
    <w:semiHidden/>
    <w:rsid w:val="007C479B"/>
    <w:pPr>
      <w:ind w:left="737" w:hanging="737"/>
    </w:pPr>
  </w:style>
  <w:style w:type="paragraph" w:customStyle="1" w:styleId="TableTitle">
    <w:name w:val="Table Title"/>
    <w:basedOn w:val="Caption"/>
    <w:next w:val="Subtitle"/>
    <w:rsid w:val="007C479B"/>
    <w:rPr>
      <w:sz w:val="24"/>
    </w:rPr>
  </w:style>
  <w:style w:type="paragraph" w:customStyle="1" w:styleId="TableUnitsRow">
    <w:name w:val="Table Units Row"/>
    <w:basedOn w:val="TableBodyText"/>
    <w:rsid w:val="007C479B"/>
    <w:pPr>
      <w:spacing w:before="80" w:after="80"/>
    </w:pPr>
  </w:style>
  <w:style w:type="paragraph" w:styleId="TOC1">
    <w:name w:val="toc 1"/>
    <w:basedOn w:val="Normal"/>
    <w:next w:val="TOC2"/>
    <w:semiHidden/>
    <w:rsid w:val="007C479B"/>
    <w:pPr>
      <w:tabs>
        <w:tab w:val="right" w:pos="8789"/>
      </w:tabs>
      <w:spacing w:before="480" w:after="60" w:line="320" w:lineRule="exact"/>
      <w:ind w:left="1191" w:right="851" w:hanging="1191"/>
    </w:pPr>
    <w:rPr>
      <w:b/>
      <w:caps/>
    </w:rPr>
  </w:style>
  <w:style w:type="paragraph" w:styleId="TOC4">
    <w:name w:val="toc 4"/>
    <w:basedOn w:val="TOC3"/>
    <w:semiHidden/>
    <w:rsid w:val="007C479B"/>
    <w:pPr>
      <w:ind w:left="1191" w:firstLine="0"/>
    </w:pPr>
  </w:style>
  <w:style w:type="paragraph" w:customStyle="1" w:styleId="RecBBullet2">
    <w:name w:val="RecB Bullet 2"/>
    <w:basedOn w:val="ListBullet2"/>
    <w:rsid w:val="007C479B"/>
    <w:pPr>
      <w:pBdr>
        <w:left w:val="single" w:sz="24" w:space="29" w:color="C0C0C0"/>
      </w:pBdr>
    </w:pPr>
    <w:rPr>
      <w:b/>
      <w:i/>
    </w:rPr>
  </w:style>
  <w:style w:type="paragraph" w:styleId="BalloonText">
    <w:name w:val="Balloon Text"/>
    <w:basedOn w:val="Normal"/>
    <w:link w:val="BalloonTextChar"/>
    <w:rsid w:val="007C479B"/>
    <w:rPr>
      <w:rFonts w:ascii="Tahoma" w:hAnsi="Tahoma" w:cs="Tahoma"/>
      <w:sz w:val="16"/>
      <w:szCs w:val="16"/>
    </w:rPr>
  </w:style>
  <w:style w:type="character" w:customStyle="1" w:styleId="BalloonTextChar">
    <w:name w:val="Balloon Text Char"/>
    <w:basedOn w:val="DefaultParagraphFont"/>
    <w:link w:val="BalloonText"/>
    <w:rsid w:val="007C479B"/>
    <w:rPr>
      <w:rFonts w:ascii="Tahoma" w:hAnsi="Tahoma" w:cs="Tahoma"/>
      <w:sz w:val="16"/>
      <w:szCs w:val="16"/>
    </w:rPr>
  </w:style>
  <w:style w:type="character" w:customStyle="1" w:styleId="SubtitleChar">
    <w:name w:val="Subtitle Char"/>
    <w:basedOn w:val="DefaultParagraphFont"/>
    <w:link w:val="Subtitle"/>
    <w:rsid w:val="007C479B"/>
    <w:rPr>
      <w:rFonts w:ascii="Arial" w:hAnsi="Arial"/>
      <w:szCs w:val="24"/>
    </w:rPr>
  </w:style>
  <w:style w:type="paragraph" w:customStyle="1" w:styleId="BoxListBullet3">
    <w:name w:val="Box List Bullet 3"/>
    <w:basedOn w:val="ListBullet3"/>
    <w:rsid w:val="007C479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C479B"/>
    <w:rPr>
      <w:i/>
      <w:iCs/>
    </w:rPr>
  </w:style>
  <w:style w:type="table" w:styleId="TableGrid">
    <w:name w:val="Table Grid"/>
    <w:basedOn w:val="TableNormal"/>
    <w:rsid w:val="00D24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2410D"/>
    <w:rPr>
      <w:color w:val="0000FF"/>
      <w:u w:val="single"/>
    </w:rPr>
  </w:style>
  <w:style w:type="character" w:styleId="FollowedHyperlink">
    <w:name w:val="FollowedHyperlink"/>
    <w:rsid w:val="00D2410D"/>
    <w:rPr>
      <w:color w:val="800080"/>
      <w:u w:val="single"/>
    </w:rPr>
  </w:style>
  <w:style w:type="paragraph" w:customStyle="1" w:styleId="DocInfo">
    <w:name w:val="Doc Info"/>
    <w:basedOn w:val="Normal"/>
    <w:next w:val="Normal"/>
    <w:rsid w:val="00D2410D"/>
    <w:pPr>
      <w:jc w:val="center"/>
    </w:pPr>
    <w:rPr>
      <w:rFonts w:ascii="Arial" w:hAnsi="Arial"/>
      <w:sz w:val="14"/>
    </w:rPr>
  </w:style>
  <w:style w:type="paragraph" w:customStyle="1" w:styleId="Heading2NotTOC">
    <w:name w:val="Heading 2 Not TOC"/>
    <w:basedOn w:val="Heading2"/>
    <w:next w:val="BodyText"/>
    <w:rsid w:val="00D2410D"/>
    <w:pPr>
      <w:outlineLvl w:val="9"/>
    </w:pPr>
  </w:style>
  <w:style w:type="paragraph" w:customStyle="1" w:styleId="SOC">
    <w:name w:val="SOC"/>
    <w:basedOn w:val="BodyText"/>
    <w:rsid w:val="00D2410D"/>
    <w:pPr>
      <w:spacing w:before="0" w:after="140" w:line="240" w:lineRule="auto"/>
    </w:pPr>
    <w:rPr>
      <w:rFonts w:ascii="Arial" w:hAnsi="Arial"/>
      <w:sz w:val="24"/>
    </w:r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link w:val="BodyText"/>
    <w:rsid w:val="00D2410D"/>
    <w:rPr>
      <w:sz w:val="26"/>
    </w:rPr>
  </w:style>
  <w:style w:type="character" w:customStyle="1" w:styleId="NoteChar">
    <w:name w:val="Note Char"/>
    <w:link w:val="Note"/>
    <w:rsid w:val="00D2410D"/>
    <w:rPr>
      <w:rFonts w:ascii="Arial" w:hAnsi="Arial"/>
      <w:sz w:val="18"/>
    </w:rPr>
  </w:style>
  <w:style w:type="character" w:customStyle="1" w:styleId="BoxContinuedChar">
    <w:name w:val="Box Continued Char"/>
    <w:link w:val="BoxContinued"/>
    <w:semiHidden/>
    <w:rsid w:val="00D2410D"/>
    <w:rPr>
      <w:rFonts w:ascii="Arial" w:hAnsi="Arial"/>
      <w:sz w:val="18"/>
    </w:rPr>
  </w:style>
  <w:style w:type="character" w:customStyle="1" w:styleId="ContinuedChar">
    <w:name w:val="Continued Char"/>
    <w:link w:val="Continued"/>
    <w:rsid w:val="00D2410D"/>
    <w:rPr>
      <w:rFonts w:ascii="Arial" w:hAnsi="Arial"/>
      <w:sz w:val="18"/>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D2410D"/>
    <w:rPr>
      <w:sz w:val="26"/>
      <w:lang w:val="en-AU" w:eastAsia="en-AU" w:bidi="ar-SA"/>
    </w:rPr>
  </w:style>
  <w:style w:type="character" w:customStyle="1" w:styleId="fn">
    <w:name w:val="fn"/>
    <w:rsid w:val="00D2410D"/>
  </w:style>
  <w:style w:type="character" w:customStyle="1" w:styleId="sn">
    <w:name w:val="sn"/>
    <w:rsid w:val="00D2410D"/>
  </w:style>
  <w:style w:type="character" w:customStyle="1" w:styleId="pn3">
    <w:name w:val="pn3"/>
    <w:rsid w:val="00D2410D"/>
    <w:rPr>
      <w:rFonts w:ascii="Arial" w:hAnsi="Arial" w:cs="Arial" w:hint="default"/>
      <w:b w:val="0"/>
      <w:bCs w:val="0"/>
      <w:vanish w:val="0"/>
      <w:webHidden w:val="0"/>
      <w:sz w:val="24"/>
      <w:szCs w:val="24"/>
      <w:specVanish w:val="0"/>
    </w:rPr>
  </w:style>
  <w:style w:type="paragraph" w:styleId="CommentSubject">
    <w:name w:val="annotation subject"/>
    <w:basedOn w:val="CommentText"/>
    <w:next w:val="CommentText"/>
    <w:link w:val="CommentSubjectChar"/>
    <w:rsid w:val="00D2410D"/>
    <w:pPr>
      <w:spacing w:before="0" w:line="240" w:lineRule="auto"/>
      <w:ind w:left="0" w:firstLine="0"/>
    </w:pPr>
    <w:rPr>
      <w:b/>
      <w:bCs/>
      <w:szCs w:val="20"/>
    </w:rPr>
  </w:style>
  <w:style w:type="character" w:customStyle="1" w:styleId="CommentTextChar">
    <w:name w:val="Comment Text Char"/>
    <w:link w:val="CommentText"/>
    <w:semiHidden/>
    <w:rsid w:val="00D2410D"/>
    <w:rPr>
      <w:szCs w:val="24"/>
    </w:rPr>
  </w:style>
  <w:style w:type="character" w:customStyle="1" w:styleId="CommentSubjectChar">
    <w:name w:val="Comment Subject Char"/>
    <w:link w:val="CommentSubject"/>
    <w:rsid w:val="00D2410D"/>
    <w:rPr>
      <w:b/>
      <w:bCs/>
      <w:szCs w:val="24"/>
    </w:rPr>
  </w:style>
  <w:style w:type="paragraph" w:customStyle="1" w:styleId="BoxQuoteBullet">
    <w:name w:val="Box Quote Bullet"/>
    <w:basedOn w:val="BoxQuote"/>
    <w:next w:val="Box"/>
    <w:rsid w:val="007C479B"/>
    <w:pPr>
      <w:numPr>
        <w:numId w:val="17"/>
      </w:numPr>
      <w:ind w:left="568" w:hanging="284"/>
    </w:pPr>
  </w:style>
  <w:style w:type="paragraph" w:customStyle="1" w:styleId="InformationRequestBullet">
    <w:name w:val="Information Request Bullet"/>
    <w:basedOn w:val="ListBullet"/>
    <w:next w:val="BodyText"/>
    <w:rsid w:val="007C479B"/>
    <w:pPr>
      <w:numPr>
        <w:numId w:val="18"/>
      </w:numPr>
      <w:ind w:left="340" w:hanging="340"/>
    </w:pPr>
    <w:rPr>
      <w:rFonts w:ascii="Arial" w:hAnsi="Arial"/>
      <w:i/>
      <w:sz w:val="24"/>
    </w:rPr>
  </w:style>
  <w:style w:type="character" w:customStyle="1" w:styleId="Heading4Char">
    <w:name w:val="Heading 4 Char"/>
    <w:basedOn w:val="DefaultParagraphFont"/>
    <w:link w:val="Heading4"/>
    <w:rsid w:val="000A1033"/>
    <w:rPr>
      <w:rFonts w:ascii="Arial" w:hAnsi="Arial"/>
      <w:i/>
      <w:sz w:val="24"/>
    </w:rPr>
  </w:style>
  <w:style w:type="paragraph" w:customStyle="1" w:styleId="BoxSpaceAbove">
    <w:name w:val="Box Space Above"/>
    <w:basedOn w:val="BodyText"/>
    <w:rsid w:val="007C479B"/>
    <w:pPr>
      <w:keepNext/>
      <w:spacing w:before="360" w:line="80" w:lineRule="exact"/>
      <w:jc w:val="left"/>
    </w:pPr>
  </w:style>
  <w:style w:type="paragraph" w:customStyle="1" w:styleId="BoxSpaceBelow">
    <w:name w:val="Box Space Below"/>
    <w:basedOn w:val="Box"/>
    <w:rsid w:val="007C479B"/>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C479B"/>
    <w:rPr>
      <w:sz w:val="26"/>
      <w:szCs w:val="24"/>
    </w:rPr>
  </w:style>
  <w:style w:type="paragraph" w:styleId="Heading1">
    <w:name w:val="heading 1"/>
    <w:basedOn w:val="BodyText"/>
    <w:next w:val="BodyText"/>
    <w:rsid w:val="007C479B"/>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C479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7C479B"/>
    <w:pPr>
      <w:spacing w:before="560" w:line="320" w:lineRule="exact"/>
      <w:ind w:left="0" w:firstLine="0"/>
      <w:outlineLvl w:val="2"/>
    </w:pPr>
    <w:rPr>
      <w:sz w:val="26"/>
    </w:rPr>
  </w:style>
  <w:style w:type="paragraph" w:styleId="Heading4">
    <w:name w:val="heading 4"/>
    <w:basedOn w:val="Heading3"/>
    <w:next w:val="BodyText"/>
    <w:link w:val="Heading4Char"/>
    <w:qFormat/>
    <w:rsid w:val="007C479B"/>
    <w:pPr>
      <w:spacing w:before="480"/>
      <w:outlineLvl w:val="3"/>
    </w:pPr>
    <w:rPr>
      <w:b w:val="0"/>
      <w:i/>
      <w:sz w:val="24"/>
    </w:rPr>
  </w:style>
  <w:style w:type="paragraph" w:styleId="Heading5">
    <w:name w:val="heading 5"/>
    <w:basedOn w:val="Heading4"/>
    <w:next w:val="BodyText"/>
    <w:qFormat/>
    <w:rsid w:val="007C479B"/>
    <w:pPr>
      <w:outlineLvl w:val="4"/>
    </w:pPr>
    <w:rPr>
      <w:rFonts w:ascii="Times New Roman" w:hAnsi="Times New Roman"/>
      <w:sz w:val="26"/>
    </w:rPr>
  </w:style>
  <w:style w:type="paragraph" w:styleId="Heading6">
    <w:name w:val="heading 6"/>
    <w:basedOn w:val="BodyText"/>
    <w:next w:val="BodyText"/>
    <w:rsid w:val="007C479B"/>
    <w:pPr>
      <w:spacing w:after="60"/>
      <w:jc w:val="left"/>
      <w:outlineLvl w:val="5"/>
    </w:pPr>
    <w:rPr>
      <w:i/>
      <w:sz w:val="22"/>
    </w:rPr>
  </w:style>
  <w:style w:type="paragraph" w:styleId="Heading7">
    <w:name w:val="heading 7"/>
    <w:basedOn w:val="BodyText"/>
    <w:next w:val="BodyText"/>
    <w:rsid w:val="007C479B"/>
    <w:pPr>
      <w:spacing w:after="60" w:line="240" w:lineRule="auto"/>
      <w:jc w:val="left"/>
      <w:outlineLvl w:val="6"/>
    </w:pPr>
    <w:rPr>
      <w:rFonts w:ascii="Arial" w:hAnsi="Arial"/>
      <w:sz w:val="20"/>
    </w:rPr>
  </w:style>
  <w:style w:type="paragraph" w:styleId="Heading8">
    <w:name w:val="heading 8"/>
    <w:basedOn w:val="BodyText"/>
    <w:next w:val="BodyText"/>
    <w:rsid w:val="007C479B"/>
    <w:pPr>
      <w:spacing w:after="60" w:line="240" w:lineRule="auto"/>
      <w:jc w:val="left"/>
      <w:outlineLvl w:val="7"/>
    </w:pPr>
    <w:rPr>
      <w:rFonts w:ascii="Arial" w:hAnsi="Arial"/>
      <w:i/>
      <w:sz w:val="20"/>
    </w:rPr>
  </w:style>
  <w:style w:type="paragraph" w:styleId="Heading9">
    <w:name w:val="heading 9"/>
    <w:basedOn w:val="BodyText"/>
    <w:next w:val="BodyText"/>
    <w:rsid w:val="007C479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C47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479B"/>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7C479B"/>
    <w:pPr>
      <w:spacing w:before="240" w:line="320" w:lineRule="atLeast"/>
      <w:jc w:val="both"/>
    </w:pPr>
    <w:rPr>
      <w:sz w:val="26"/>
    </w:rPr>
  </w:style>
  <w:style w:type="paragraph" w:styleId="Footer">
    <w:name w:val="footer"/>
    <w:basedOn w:val="BodyText"/>
    <w:semiHidden/>
    <w:rsid w:val="007C479B"/>
    <w:pPr>
      <w:spacing w:before="80" w:line="200" w:lineRule="exact"/>
      <w:ind w:right="6"/>
      <w:jc w:val="left"/>
    </w:pPr>
    <w:rPr>
      <w:caps/>
      <w:spacing w:val="-4"/>
      <w:sz w:val="16"/>
    </w:rPr>
  </w:style>
  <w:style w:type="paragraph" w:customStyle="1" w:styleId="FooterEnd">
    <w:name w:val="Footer End"/>
    <w:basedOn w:val="Footer"/>
    <w:rsid w:val="007C479B"/>
    <w:pPr>
      <w:spacing w:before="0" w:line="20" w:lineRule="exact"/>
    </w:pPr>
  </w:style>
  <w:style w:type="paragraph" w:styleId="Header">
    <w:name w:val="header"/>
    <w:basedOn w:val="BodyText"/>
    <w:rsid w:val="007C479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C479B"/>
    <w:pPr>
      <w:spacing w:line="20" w:lineRule="exact"/>
    </w:pPr>
    <w:rPr>
      <w:sz w:val="16"/>
    </w:rPr>
  </w:style>
  <w:style w:type="paragraph" w:customStyle="1" w:styleId="HeaderEven">
    <w:name w:val="Header Even"/>
    <w:basedOn w:val="Header"/>
    <w:semiHidden/>
    <w:rsid w:val="007C479B"/>
  </w:style>
  <w:style w:type="paragraph" w:customStyle="1" w:styleId="HeaderOdd">
    <w:name w:val="Header Odd"/>
    <w:basedOn w:val="Header"/>
    <w:semiHidden/>
    <w:rsid w:val="007C479B"/>
  </w:style>
  <w:style w:type="character" w:styleId="PageNumber">
    <w:name w:val="page number"/>
    <w:basedOn w:val="DefaultParagraphFont"/>
    <w:rsid w:val="007C479B"/>
    <w:rPr>
      <w:rFonts w:ascii="Arial" w:hAnsi="Arial"/>
      <w:b/>
      <w:sz w:val="16"/>
    </w:rPr>
  </w:style>
  <w:style w:type="paragraph" w:customStyle="1" w:styleId="Abbreviation">
    <w:name w:val="Abbreviation"/>
    <w:basedOn w:val="BodyText"/>
    <w:rsid w:val="007C479B"/>
    <w:pPr>
      <w:spacing w:before="120"/>
      <w:ind w:left="2381" w:hanging="2381"/>
      <w:jc w:val="left"/>
    </w:pPr>
  </w:style>
  <w:style w:type="paragraph" w:customStyle="1" w:styleId="Box">
    <w:name w:val="Box"/>
    <w:basedOn w:val="BodyText"/>
    <w:qFormat/>
    <w:rsid w:val="007C479B"/>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7C479B"/>
    <w:pPr>
      <w:spacing w:before="180" w:line="220" w:lineRule="exact"/>
      <w:jc w:val="right"/>
    </w:pPr>
    <w:rPr>
      <w:rFonts w:ascii="Arial" w:hAnsi="Arial"/>
      <w:sz w:val="18"/>
    </w:rPr>
  </w:style>
  <w:style w:type="paragraph" w:customStyle="1" w:styleId="BoxHeading1">
    <w:name w:val="Box Heading 1"/>
    <w:basedOn w:val="BodyText"/>
    <w:next w:val="Box"/>
    <w:rsid w:val="007C479B"/>
    <w:pPr>
      <w:keepNext/>
      <w:spacing w:before="200" w:line="280" w:lineRule="atLeast"/>
    </w:pPr>
    <w:rPr>
      <w:rFonts w:ascii="Arial" w:hAnsi="Arial"/>
      <w:b/>
      <w:sz w:val="22"/>
    </w:rPr>
  </w:style>
  <w:style w:type="paragraph" w:customStyle="1" w:styleId="BoxHeading2">
    <w:name w:val="Box Heading 2"/>
    <w:basedOn w:val="BoxHeading1"/>
    <w:next w:val="Normal"/>
    <w:rsid w:val="007C479B"/>
    <w:rPr>
      <w:b w:val="0"/>
      <w:i/>
    </w:rPr>
  </w:style>
  <w:style w:type="paragraph" w:customStyle="1" w:styleId="BoxListBullet">
    <w:name w:val="Box List Bullet"/>
    <w:basedOn w:val="BodyText"/>
    <w:rsid w:val="007C479B"/>
    <w:pPr>
      <w:keepNext/>
      <w:numPr>
        <w:numId w:val="1"/>
      </w:numPr>
      <w:spacing w:before="60" w:line="280" w:lineRule="atLeast"/>
    </w:pPr>
    <w:rPr>
      <w:rFonts w:ascii="Arial" w:hAnsi="Arial"/>
      <w:sz w:val="22"/>
    </w:rPr>
  </w:style>
  <w:style w:type="paragraph" w:customStyle="1" w:styleId="BoxListBullet2">
    <w:name w:val="Box List Bullet 2"/>
    <w:basedOn w:val="BodyText"/>
    <w:rsid w:val="007C479B"/>
    <w:pPr>
      <w:keepNext/>
      <w:numPr>
        <w:numId w:val="2"/>
      </w:numPr>
      <w:spacing w:before="60" w:line="280" w:lineRule="atLeast"/>
    </w:pPr>
    <w:rPr>
      <w:rFonts w:ascii="Arial" w:hAnsi="Arial"/>
      <w:sz w:val="22"/>
    </w:rPr>
  </w:style>
  <w:style w:type="paragraph" w:customStyle="1" w:styleId="BoxListNumber">
    <w:name w:val="Box List Number"/>
    <w:basedOn w:val="BodyText"/>
    <w:rsid w:val="007C479B"/>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7C479B"/>
    <w:pPr>
      <w:numPr>
        <w:ilvl w:val="1"/>
      </w:numPr>
    </w:pPr>
  </w:style>
  <w:style w:type="paragraph" w:customStyle="1" w:styleId="BoxQuote">
    <w:name w:val="Box Quote"/>
    <w:basedOn w:val="BodyText"/>
    <w:next w:val="Box"/>
    <w:rsid w:val="007C479B"/>
    <w:pPr>
      <w:keepNext/>
      <w:spacing w:before="60" w:line="260" w:lineRule="exact"/>
      <w:ind w:left="284"/>
    </w:pPr>
    <w:rPr>
      <w:rFonts w:ascii="Arial" w:hAnsi="Arial"/>
      <w:sz w:val="20"/>
    </w:rPr>
  </w:style>
  <w:style w:type="paragraph" w:customStyle="1" w:styleId="Note">
    <w:name w:val="Note"/>
    <w:basedOn w:val="BodyText"/>
    <w:next w:val="BodyText"/>
    <w:link w:val="NoteChar"/>
    <w:rsid w:val="007C479B"/>
    <w:pPr>
      <w:keepLines/>
      <w:spacing w:before="80" w:line="220" w:lineRule="exact"/>
    </w:pPr>
    <w:rPr>
      <w:rFonts w:ascii="Arial" w:hAnsi="Arial"/>
      <w:sz w:val="18"/>
    </w:rPr>
  </w:style>
  <w:style w:type="paragraph" w:customStyle="1" w:styleId="Source">
    <w:name w:val="Source"/>
    <w:basedOn w:val="Note"/>
    <w:next w:val="BodyText"/>
    <w:rsid w:val="007C479B"/>
    <w:pPr>
      <w:spacing w:after="120"/>
    </w:pPr>
  </w:style>
  <w:style w:type="paragraph" w:customStyle="1" w:styleId="BoxSource">
    <w:name w:val="Box Source"/>
    <w:basedOn w:val="Source"/>
    <w:next w:val="BodyText"/>
    <w:rsid w:val="007C479B"/>
    <w:pPr>
      <w:spacing w:before="180" w:after="0"/>
    </w:pPr>
  </w:style>
  <w:style w:type="paragraph" w:customStyle="1" w:styleId="BoxSpace">
    <w:name w:val="Box Space"/>
    <w:basedOn w:val="BodyText"/>
    <w:rsid w:val="004C06C2"/>
    <w:pPr>
      <w:keepNext/>
      <w:spacing w:before="360" w:line="80" w:lineRule="exact"/>
      <w:jc w:val="left"/>
    </w:pPr>
  </w:style>
  <w:style w:type="paragraph" w:styleId="Caption">
    <w:name w:val="caption"/>
    <w:basedOn w:val="Normal"/>
    <w:next w:val="BodyText"/>
    <w:rsid w:val="007C479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C479B"/>
    <w:pPr>
      <w:spacing w:before="120" w:after="0"/>
      <w:ind w:left="1304" w:hanging="1304"/>
    </w:pPr>
    <w:rPr>
      <w:sz w:val="24"/>
    </w:rPr>
  </w:style>
  <w:style w:type="paragraph" w:customStyle="1" w:styleId="BoxSubtitle">
    <w:name w:val="Box Subtitle"/>
    <w:basedOn w:val="BoxTitle"/>
    <w:next w:val="Normal"/>
    <w:rsid w:val="007C479B"/>
    <w:pPr>
      <w:spacing w:after="80" w:line="200" w:lineRule="exact"/>
      <w:ind w:firstLine="0"/>
    </w:pPr>
    <w:rPr>
      <w:b w:val="0"/>
      <w:sz w:val="20"/>
    </w:rPr>
  </w:style>
  <w:style w:type="paragraph" w:customStyle="1" w:styleId="Chapter">
    <w:name w:val="Chapter"/>
    <w:basedOn w:val="Heading1"/>
    <w:next w:val="BodyText"/>
    <w:semiHidden/>
    <w:rsid w:val="007C479B"/>
    <w:pPr>
      <w:ind w:left="0" w:firstLine="0"/>
      <w:outlineLvl w:val="9"/>
    </w:pPr>
  </w:style>
  <w:style w:type="paragraph" w:customStyle="1" w:styleId="ChapterSummary">
    <w:name w:val="Chapter Summary"/>
    <w:basedOn w:val="BodyText"/>
    <w:rsid w:val="007C479B"/>
    <w:pPr>
      <w:ind w:left="907"/>
    </w:pPr>
    <w:rPr>
      <w:rFonts w:ascii="Arial" w:hAnsi="Arial"/>
      <w:b/>
      <w:sz w:val="22"/>
    </w:rPr>
  </w:style>
  <w:style w:type="character" w:styleId="CommentReference">
    <w:name w:val="annotation reference"/>
    <w:basedOn w:val="DefaultParagraphFont"/>
    <w:semiHidden/>
    <w:rsid w:val="007C479B"/>
    <w:rPr>
      <w:b/>
      <w:vanish/>
      <w:color w:val="FF00FF"/>
      <w:sz w:val="20"/>
    </w:rPr>
  </w:style>
  <w:style w:type="paragraph" w:styleId="CommentText">
    <w:name w:val="annotation text"/>
    <w:basedOn w:val="Normal"/>
    <w:link w:val="CommentTextChar"/>
    <w:semiHidden/>
    <w:rsid w:val="007C479B"/>
    <w:pPr>
      <w:spacing w:before="120" w:line="240" w:lineRule="atLeast"/>
      <w:ind w:left="567" w:hanging="567"/>
    </w:pPr>
    <w:rPr>
      <w:sz w:val="20"/>
    </w:rPr>
  </w:style>
  <w:style w:type="paragraph" w:customStyle="1" w:styleId="Continued">
    <w:name w:val="Continued"/>
    <w:basedOn w:val="BoxContinued"/>
    <w:next w:val="BodyText"/>
    <w:link w:val="ContinuedChar"/>
    <w:rsid w:val="007C479B"/>
  </w:style>
  <w:style w:type="character" w:customStyle="1" w:styleId="DocumentInfo">
    <w:name w:val="Document Info"/>
    <w:basedOn w:val="DefaultParagraphFont"/>
    <w:semiHidden/>
    <w:rsid w:val="007C479B"/>
    <w:rPr>
      <w:rFonts w:ascii="Arial" w:hAnsi="Arial"/>
      <w:sz w:val="14"/>
    </w:rPr>
  </w:style>
  <w:style w:type="character" w:customStyle="1" w:styleId="DraftingNote">
    <w:name w:val="Drafting Note"/>
    <w:basedOn w:val="DefaultParagraphFont"/>
    <w:rsid w:val="007C479B"/>
    <w:rPr>
      <w:b/>
      <w:color w:val="FF0000"/>
      <w:sz w:val="24"/>
      <w:u w:val="dotted"/>
    </w:rPr>
  </w:style>
  <w:style w:type="paragraph" w:customStyle="1" w:styleId="Figure">
    <w:name w:val="Figure"/>
    <w:basedOn w:val="BodyText"/>
    <w:rsid w:val="007C479B"/>
    <w:pPr>
      <w:keepNext/>
      <w:spacing w:before="120" w:after="120" w:line="240" w:lineRule="atLeast"/>
      <w:jc w:val="center"/>
    </w:pPr>
  </w:style>
  <w:style w:type="paragraph" w:customStyle="1" w:styleId="FigureTitle">
    <w:name w:val="Figure Title"/>
    <w:basedOn w:val="Caption"/>
    <w:next w:val="Subtitle"/>
    <w:rsid w:val="007C479B"/>
    <w:rPr>
      <w:sz w:val="24"/>
    </w:rPr>
  </w:style>
  <w:style w:type="paragraph" w:styleId="Subtitle">
    <w:name w:val="Subtitle"/>
    <w:basedOn w:val="Caption"/>
    <w:link w:val="SubtitleChar"/>
    <w:rsid w:val="007C479B"/>
    <w:pPr>
      <w:spacing w:before="0" w:line="200" w:lineRule="exact"/>
      <w:ind w:firstLine="0"/>
    </w:pPr>
    <w:rPr>
      <w:b w:val="0"/>
      <w:sz w:val="20"/>
    </w:rPr>
  </w:style>
  <w:style w:type="paragraph" w:customStyle="1" w:styleId="Finding">
    <w:name w:val="Finding"/>
    <w:basedOn w:val="BodyText"/>
    <w:rsid w:val="007C479B"/>
    <w:pPr>
      <w:keepLines/>
      <w:spacing w:before="180"/>
    </w:pPr>
    <w:rPr>
      <w:i/>
    </w:rPr>
  </w:style>
  <w:style w:type="paragraph" w:customStyle="1" w:styleId="FindingBullet">
    <w:name w:val="Finding Bullet"/>
    <w:basedOn w:val="Finding"/>
    <w:rsid w:val="007C479B"/>
    <w:pPr>
      <w:numPr>
        <w:numId w:val="3"/>
      </w:numPr>
      <w:spacing w:before="80"/>
    </w:pPr>
  </w:style>
  <w:style w:type="paragraph" w:customStyle="1" w:styleId="FindingNoTitle">
    <w:name w:val="Finding NoTitle"/>
    <w:basedOn w:val="Finding"/>
    <w:rsid w:val="007C479B"/>
    <w:pPr>
      <w:spacing w:before="240"/>
    </w:pPr>
  </w:style>
  <w:style w:type="paragraph" w:customStyle="1" w:styleId="RecTitle">
    <w:name w:val="Rec Title"/>
    <w:basedOn w:val="BodyText"/>
    <w:next w:val="Normal"/>
    <w:rsid w:val="007C479B"/>
    <w:pPr>
      <w:keepNext/>
      <w:keepLines/>
    </w:pPr>
    <w:rPr>
      <w:caps/>
      <w:sz w:val="20"/>
    </w:rPr>
  </w:style>
  <w:style w:type="paragraph" w:customStyle="1" w:styleId="FindingTitle">
    <w:name w:val="Finding Title"/>
    <w:basedOn w:val="RecTitle"/>
    <w:next w:val="Finding"/>
    <w:rsid w:val="007C479B"/>
    <w:pPr>
      <w:framePr w:wrap="notBeside" w:hAnchor="text"/>
    </w:pPr>
  </w:style>
  <w:style w:type="character" w:styleId="FootnoteReference">
    <w:name w:val="footnote reference"/>
    <w:basedOn w:val="DefaultParagraphFont"/>
    <w:semiHidden/>
    <w:rsid w:val="007C479B"/>
    <w:rPr>
      <w:rFonts w:ascii="Times New Roman" w:hAnsi="Times New Roman"/>
      <w:position w:val="6"/>
      <w:sz w:val="22"/>
      <w:vertAlign w:val="baseline"/>
    </w:rPr>
  </w:style>
  <w:style w:type="paragraph" w:styleId="FootnoteText">
    <w:name w:val="footnote text"/>
    <w:basedOn w:val="BodyText"/>
    <w:rsid w:val="007C479B"/>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7C479B"/>
    <w:pPr>
      <w:spacing w:before="360" w:after="120"/>
    </w:pPr>
    <w:rPr>
      <w:rFonts w:ascii="Arial" w:hAnsi="Arial"/>
      <w:sz w:val="24"/>
    </w:rPr>
  </w:style>
  <w:style w:type="paragraph" w:customStyle="1" w:styleId="Jurisdictioncommentsbodytext">
    <w:name w:val="Jurisdiction comments body text"/>
    <w:rsid w:val="007C479B"/>
    <w:pPr>
      <w:spacing w:after="140"/>
      <w:jc w:val="both"/>
    </w:pPr>
    <w:rPr>
      <w:rFonts w:ascii="Arial" w:hAnsi="Arial"/>
      <w:sz w:val="24"/>
      <w:lang w:eastAsia="en-US"/>
    </w:rPr>
  </w:style>
  <w:style w:type="paragraph" w:customStyle="1" w:styleId="Jurisdictioncommentsheading">
    <w:name w:val="Jurisdiction comments heading"/>
    <w:rsid w:val="007C479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C479B"/>
    <w:pPr>
      <w:numPr>
        <w:numId w:val="4"/>
      </w:numPr>
      <w:spacing w:after="140"/>
      <w:jc w:val="both"/>
    </w:pPr>
    <w:rPr>
      <w:rFonts w:ascii="Arial" w:hAnsi="Arial"/>
      <w:sz w:val="24"/>
      <w:lang w:eastAsia="en-US"/>
    </w:rPr>
  </w:style>
  <w:style w:type="paragraph" w:styleId="ListBullet">
    <w:name w:val="List Bullet"/>
    <w:basedOn w:val="BodyText"/>
    <w:rsid w:val="007C479B"/>
    <w:pPr>
      <w:numPr>
        <w:numId w:val="5"/>
      </w:numPr>
      <w:spacing w:before="120"/>
    </w:pPr>
  </w:style>
  <w:style w:type="paragraph" w:styleId="ListBullet2">
    <w:name w:val="List Bullet 2"/>
    <w:basedOn w:val="BodyText"/>
    <w:rsid w:val="007C479B"/>
    <w:pPr>
      <w:numPr>
        <w:numId w:val="6"/>
      </w:numPr>
      <w:spacing w:before="120"/>
    </w:pPr>
  </w:style>
  <w:style w:type="paragraph" w:styleId="ListBullet3">
    <w:name w:val="List Bullet 3"/>
    <w:basedOn w:val="BodyText"/>
    <w:rsid w:val="007C479B"/>
    <w:pPr>
      <w:numPr>
        <w:numId w:val="7"/>
      </w:numPr>
      <w:spacing w:before="120"/>
    </w:pPr>
  </w:style>
  <w:style w:type="paragraph" w:styleId="ListNumber">
    <w:name w:val="List Number"/>
    <w:basedOn w:val="BodyText"/>
    <w:rsid w:val="007C479B"/>
    <w:pPr>
      <w:numPr>
        <w:numId w:val="13"/>
      </w:numPr>
      <w:spacing w:before="120"/>
    </w:pPr>
  </w:style>
  <w:style w:type="paragraph" w:styleId="ListNumber2">
    <w:name w:val="List Number 2"/>
    <w:basedOn w:val="ListNumber"/>
    <w:rsid w:val="007C479B"/>
    <w:pPr>
      <w:numPr>
        <w:ilvl w:val="1"/>
      </w:numPr>
    </w:pPr>
  </w:style>
  <w:style w:type="paragraph" w:styleId="ListNumber3">
    <w:name w:val="List Number 3"/>
    <w:basedOn w:val="ListNumber2"/>
    <w:rsid w:val="007C479B"/>
    <w:pPr>
      <w:numPr>
        <w:ilvl w:val="2"/>
      </w:numPr>
    </w:pPr>
  </w:style>
  <w:style w:type="character" w:customStyle="1" w:styleId="NoteLabel">
    <w:name w:val="Note Label"/>
    <w:basedOn w:val="DefaultParagraphFont"/>
    <w:rsid w:val="007C479B"/>
    <w:rPr>
      <w:rFonts w:ascii="Arial" w:hAnsi="Arial"/>
      <w:b/>
      <w:position w:val="6"/>
      <w:sz w:val="18"/>
    </w:rPr>
  </w:style>
  <w:style w:type="paragraph" w:customStyle="1" w:styleId="PartDivider">
    <w:name w:val="Part Divider"/>
    <w:basedOn w:val="BodyText"/>
    <w:next w:val="BodyText"/>
    <w:semiHidden/>
    <w:rsid w:val="007C479B"/>
    <w:pPr>
      <w:spacing w:before="0" w:line="40" w:lineRule="exact"/>
      <w:jc w:val="right"/>
    </w:pPr>
    <w:rPr>
      <w:smallCaps/>
      <w:sz w:val="16"/>
    </w:rPr>
  </w:style>
  <w:style w:type="paragraph" w:customStyle="1" w:styleId="PartNumber">
    <w:name w:val="Part Number"/>
    <w:basedOn w:val="BodyText"/>
    <w:next w:val="BodyText"/>
    <w:semiHidden/>
    <w:rsid w:val="007C479B"/>
    <w:pPr>
      <w:spacing w:before="4000" w:line="320" w:lineRule="exact"/>
      <w:ind w:left="6634"/>
      <w:jc w:val="right"/>
    </w:pPr>
    <w:rPr>
      <w:smallCaps/>
      <w:spacing w:val="60"/>
      <w:sz w:val="32"/>
    </w:rPr>
  </w:style>
  <w:style w:type="paragraph" w:customStyle="1" w:styleId="PartTitle">
    <w:name w:val="Part Title"/>
    <w:basedOn w:val="BodyText"/>
    <w:semiHidden/>
    <w:rsid w:val="007C479B"/>
    <w:pPr>
      <w:spacing w:before="160" w:after="1360" w:line="520" w:lineRule="exact"/>
      <w:ind w:right="2381"/>
      <w:jc w:val="right"/>
    </w:pPr>
    <w:rPr>
      <w:smallCaps/>
      <w:sz w:val="52"/>
    </w:rPr>
  </w:style>
  <w:style w:type="paragraph" w:styleId="Quote">
    <w:name w:val="Quote"/>
    <w:basedOn w:val="BodyText"/>
    <w:next w:val="BodyText"/>
    <w:qFormat/>
    <w:rsid w:val="007C479B"/>
    <w:pPr>
      <w:spacing w:before="120" w:line="280" w:lineRule="exact"/>
      <w:ind w:left="340"/>
    </w:pPr>
    <w:rPr>
      <w:sz w:val="24"/>
    </w:rPr>
  </w:style>
  <w:style w:type="paragraph" w:customStyle="1" w:styleId="QuoteBullet">
    <w:name w:val="Quote Bullet"/>
    <w:basedOn w:val="Quote"/>
    <w:rsid w:val="007C479B"/>
    <w:pPr>
      <w:numPr>
        <w:numId w:val="8"/>
      </w:numPr>
    </w:pPr>
  </w:style>
  <w:style w:type="paragraph" w:customStyle="1" w:styleId="Rec">
    <w:name w:val="Rec"/>
    <w:basedOn w:val="BodyText"/>
    <w:rsid w:val="007C479B"/>
    <w:pPr>
      <w:keepLines/>
      <w:spacing w:before="180"/>
    </w:pPr>
    <w:rPr>
      <w:b/>
      <w:i/>
    </w:rPr>
  </w:style>
  <w:style w:type="paragraph" w:customStyle="1" w:styleId="RecBullet">
    <w:name w:val="Rec Bullet"/>
    <w:basedOn w:val="Rec"/>
    <w:rsid w:val="007C479B"/>
    <w:pPr>
      <w:numPr>
        <w:numId w:val="9"/>
      </w:numPr>
      <w:spacing w:before="80"/>
    </w:pPr>
  </w:style>
  <w:style w:type="paragraph" w:customStyle="1" w:styleId="RecB">
    <w:name w:val="RecB"/>
    <w:basedOn w:val="Normal"/>
    <w:rsid w:val="007C479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C479B"/>
    <w:pPr>
      <w:numPr>
        <w:numId w:val="10"/>
      </w:numPr>
      <w:spacing w:before="80"/>
    </w:pPr>
  </w:style>
  <w:style w:type="paragraph" w:customStyle="1" w:styleId="RecBNoTitle">
    <w:name w:val="RecB NoTitle"/>
    <w:basedOn w:val="RecB"/>
    <w:rsid w:val="007C479B"/>
    <w:pPr>
      <w:spacing w:before="240"/>
    </w:pPr>
  </w:style>
  <w:style w:type="paragraph" w:customStyle="1" w:styleId="Reference">
    <w:name w:val="Reference"/>
    <w:basedOn w:val="BodyText"/>
    <w:rsid w:val="007C479B"/>
    <w:pPr>
      <w:spacing w:before="120"/>
      <w:ind w:left="340" w:hanging="340"/>
    </w:pPr>
  </w:style>
  <w:style w:type="paragraph" w:customStyle="1" w:styleId="SequenceInfo">
    <w:name w:val="Sequence Info"/>
    <w:basedOn w:val="BodyText"/>
    <w:semiHidden/>
    <w:rsid w:val="007C479B"/>
    <w:rPr>
      <w:vanish/>
      <w:sz w:val="16"/>
    </w:rPr>
  </w:style>
  <w:style w:type="paragraph" w:customStyle="1" w:styleId="SideNote">
    <w:name w:val="Side Note"/>
    <w:basedOn w:val="BodyText"/>
    <w:next w:val="BodyText"/>
    <w:semiHidden/>
    <w:rsid w:val="007C479B"/>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7C479B"/>
    <w:pPr>
      <w:framePr w:wrap="around"/>
      <w:numPr>
        <w:numId w:val="11"/>
      </w:numPr>
      <w:tabs>
        <w:tab w:val="left" w:pos="227"/>
      </w:tabs>
    </w:pPr>
  </w:style>
  <w:style w:type="paragraph" w:customStyle="1" w:styleId="SideNoteGraphic">
    <w:name w:val="Side Note Graphic"/>
    <w:basedOn w:val="SideNote"/>
    <w:next w:val="BodyText"/>
    <w:semiHidden/>
    <w:rsid w:val="007C479B"/>
    <w:pPr>
      <w:framePr w:wrap="around"/>
    </w:pPr>
  </w:style>
  <w:style w:type="paragraph" w:customStyle="1" w:styleId="TableBodyText">
    <w:name w:val="Table Body Text"/>
    <w:basedOn w:val="BodyText"/>
    <w:rsid w:val="007C479B"/>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7C479B"/>
    <w:pPr>
      <w:numPr>
        <w:numId w:val="12"/>
      </w:numPr>
      <w:jc w:val="left"/>
    </w:pPr>
  </w:style>
  <w:style w:type="paragraph" w:customStyle="1" w:styleId="TableColumnHeading">
    <w:name w:val="Table Column Heading"/>
    <w:basedOn w:val="TableBodyText"/>
    <w:rsid w:val="007C479B"/>
    <w:pPr>
      <w:spacing w:before="80" w:after="80"/>
    </w:pPr>
    <w:rPr>
      <w:i/>
    </w:rPr>
  </w:style>
  <w:style w:type="paragraph" w:styleId="TOC2">
    <w:name w:val="toc 2"/>
    <w:basedOn w:val="BodyText"/>
    <w:semiHidden/>
    <w:rsid w:val="007C479B"/>
    <w:pPr>
      <w:tabs>
        <w:tab w:val="right" w:pos="8789"/>
      </w:tabs>
      <w:ind w:left="510" w:right="851" w:hanging="510"/>
      <w:jc w:val="left"/>
    </w:pPr>
    <w:rPr>
      <w:b/>
    </w:rPr>
  </w:style>
  <w:style w:type="paragraph" w:styleId="TOC3">
    <w:name w:val="toc 3"/>
    <w:basedOn w:val="TOC2"/>
    <w:semiHidden/>
    <w:rsid w:val="007C479B"/>
    <w:pPr>
      <w:spacing w:before="60"/>
      <w:ind w:left="1190" w:hanging="680"/>
    </w:pPr>
    <w:rPr>
      <w:b w:val="0"/>
    </w:rPr>
  </w:style>
  <w:style w:type="paragraph" w:styleId="TableofFigures">
    <w:name w:val="table of figures"/>
    <w:basedOn w:val="TOC3"/>
    <w:next w:val="BodyText"/>
    <w:semiHidden/>
    <w:rsid w:val="007C479B"/>
    <w:pPr>
      <w:ind w:left="737" w:hanging="737"/>
    </w:pPr>
  </w:style>
  <w:style w:type="paragraph" w:customStyle="1" w:styleId="TableTitle">
    <w:name w:val="Table Title"/>
    <w:basedOn w:val="Caption"/>
    <w:next w:val="Subtitle"/>
    <w:rsid w:val="007C479B"/>
    <w:rPr>
      <w:sz w:val="24"/>
    </w:rPr>
  </w:style>
  <w:style w:type="paragraph" w:customStyle="1" w:styleId="TableUnitsRow">
    <w:name w:val="Table Units Row"/>
    <w:basedOn w:val="TableBodyText"/>
    <w:rsid w:val="007C479B"/>
    <w:pPr>
      <w:spacing w:before="80" w:after="80"/>
    </w:pPr>
  </w:style>
  <w:style w:type="paragraph" w:styleId="TOC1">
    <w:name w:val="toc 1"/>
    <w:basedOn w:val="Normal"/>
    <w:next w:val="TOC2"/>
    <w:semiHidden/>
    <w:rsid w:val="007C479B"/>
    <w:pPr>
      <w:tabs>
        <w:tab w:val="right" w:pos="8789"/>
      </w:tabs>
      <w:spacing w:before="480" w:after="60" w:line="320" w:lineRule="exact"/>
      <w:ind w:left="1191" w:right="851" w:hanging="1191"/>
    </w:pPr>
    <w:rPr>
      <w:b/>
      <w:caps/>
    </w:rPr>
  </w:style>
  <w:style w:type="paragraph" w:styleId="TOC4">
    <w:name w:val="toc 4"/>
    <w:basedOn w:val="TOC3"/>
    <w:semiHidden/>
    <w:rsid w:val="007C479B"/>
    <w:pPr>
      <w:ind w:left="1191" w:firstLine="0"/>
    </w:pPr>
  </w:style>
  <w:style w:type="paragraph" w:customStyle="1" w:styleId="RecBBullet2">
    <w:name w:val="RecB Bullet 2"/>
    <w:basedOn w:val="ListBullet2"/>
    <w:rsid w:val="007C479B"/>
    <w:pPr>
      <w:pBdr>
        <w:left w:val="single" w:sz="24" w:space="29" w:color="C0C0C0"/>
      </w:pBdr>
    </w:pPr>
    <w:rPr>
      <w:b/>
      <w:i/>
    </w:rPr>
  </w:style>
  <w:style w:type="paragraph" w:styleId="BalloonText">
    <w:name w:val="Balloon Text"/>
    <w:basedOn w:val="Normal"/>
    <w:link w:val="BalloonTextChar"/>
    <w:rsid w:val="007C479B"/>
    <w:rPr>
      <w:rFonts w:ascii="Tahoma" w:hAnsi="Tahoma" w:cs="Tahoma"/>
      <w:sz w:val="16"/>
      <w:szCs w:val="16"/>
    </w:rPr>
  </w:style>
  <w:style w:type="character" w:customStyle="1" w:styleId="BalloonTextChar">
    <w:name w:val="Balloon Text Char"/>
    <w:basedOn w:val="DefaultParagraphFont"/>
    <w:link w:val="BalloonText"/>
    <w:rsid w:val="007C479B"/>
    <w:rPr>
      <w:rFonts w:ascii="Tahoma" w:hAnsi="Tahoma" w:cs="Tahoma"/>
      <w:sz w:val="16"/>
      <w:szCs w:val="16"/>
    </w:rPr>
  </w:style>
  <w:style w:type="character" w:customStyle="1" w:styleId="SubtitleChar">
    <w:name w:val="Subtitle Char"/>
    <w:basedOn w:val="DefaultParagraphFont"/>
    <w:link w:val="Subtitle"/>
    <w:rsid w:val="007C479B"/>
    <w:rPr>
      <w:rFonts w:ascii="Arial" w:hAnsi="Arial"/>
      <w:szCs w:val="24"/>
    </w:rPr>
  </w:style>
  <w:style w:type="paragraph" w:customStyle="1" w:styleId="BoxListBullet3">
    <w:name w:val="Box List Bullet 3"/>
    <w:basedOn w:val="ListBullet3"/>
    <w:rsid w:val="007C479B"/>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7C479B"/>
    <w:rPr>
      <w:i/>
      <w:iCs/>
    </w:rPr>
  </w:style>
  <w:style w:type="table" w:styleId="TableGrid">
    <w:name w:val="Table Grid"/>
    <w:basedOn w:val="TableNormal"/>
    <w:rsid w:val="00D24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2410D"/>
    <w:rPr>
      <w:color w:val="0000FF"/>
      <w:u w:val="single"/>
    </w:rPr>
  </w:style>
  <w:style w:type="character" w:styleId="FollowedHyperlink">
    <w:name w:val="FollowedHyperlink"/>
    <w:rsid w:val="00D2410D"/>
    <w:rPr>
      <w:color w:val="800080"/>
      <w:u w:val="single"/>
    </w:rPr>
  </w:style>
  <w:style w:type="paragraph" w:customStyle="1" w:styleId="DocInfo">
    <w:name w:val="Doc Info"/>
    <w:basedOn w:val="Normal"/>
    <w:next w:val="Normal"/>
    <w:rsid w:val="00D2410D"/>
    <w:pPr>
      <w:jc w:val="center"/>
    </w:pPr>
    <w:rPr>
      <w:rFonts w:ascii="Arial" w:hAnsi="Arial"/>
      <w:sz w:val="14"/>
    </w:rPr>
  </w:style>
  <w:style w:type="paragraph" w:customStyle="1" w:styleId="Heading2NotTOC">
    <w:name w:val="Heading 2 Not TOC"/>
    <w:basedOn w:val="Heading2"/>
    <w:next w:val="BodyText"/>
    <w:rsid w:val="00D2410D"/>
    <w:pPr>
      <w:outlineLvl w:val="9"/>
    </w:pPr>
  </w:style>
  <w:style w:type="paragraph" w:customStyle="1" w:styleId="SOC">
    <w:name w:val="SOC"/>
    <w:basedOn w:val="BodyText"/>
    <w:rsid w:val="00D2410D"/>
    <w:pPr>
      <w:spacing w:before="0" w:after="140" w:line="240" w:lineRule="auto"/>
    </w:pPr>
    <w:rPr>
      <w:rFonts w:ascii="Arial" w:hAnsi="Arial"/>
      <w:sz w:val="24"/>
    </w:rPr>
  </w:style>
  <w:style w:type="character" w:customStyle="1" w:styleId="BodyTextChar">
    <w:name w:val="Body Text Char"/>
    <w:aliases w:val="new legislation style Char1,Body Text Char1 Char Char1,Body Text Char Char Char Char1,Body Text Char1 Char Char Char Char1,Body Text Char Char Char Char Char1 Char1,Body Text Char2 Char1 Char Char Char Char Char Char1"/>
    <w:link w:val="BodyText"/>
    <w:rsid w:val="00D2410D"/>
    <w:rPr>
      <w:sz w:val="26"/>
    </w:rPr>
  </w:style>
  <w:style w:type="character" w:customStyle="1" w:styleId="NoteChar">
    <w:name w:val="Note Char"/>
    <w:link w:val="Note"/>
    <w:rsid w:val="00D2410D"/>
    <w:rPr>
      <w:rFonts w:ascii="Arial" w:hAnsi="Arial"/>
      <w:sz w:val="18"/>
    </w:rPr>
  </w:style>
  <w:style w:type="character" w:customStyle="1" w:styleId="BoxContinuedChar">
    <w:name w:val="Box Continued Char"/>
    <w:link w:val="BoxContinued"/>
    <w:semiHidden/>
    <w:rsid w:val="00D2410D"/>
    <w:rPr>
      <w:rFonts w:ascii="Arial" w:hAnsi="Arial"/>
      <w:sz w:val="18"/>
    </w:rPr>
  </w:style>
  <w:style w:type="character" w:customStyle="1" w:styleId="ContinuedChar">
    <w:name w:val="Continued Char"/>
    <w:link w:val="Continued"/>
    <w:rsid w:val="00D2410D"/>
    <w:rPr>
      <w:rFonts w:ascii="Arial" w:hAnsi="Arial"/>
      <w:sz w:val="18"/>
    </w:rPr>
  </w:style>
  <w:style w:type="character" w:customStyle="1" w:styleId="newlegislationstyleChar">
    <w:name w:val="new legislation style Char"/>
    <w:aliases w:val="Body Text Char1 Char Char,Body Text Char Char Char Char,Body Text Char1 Char Char Char Char,Body Text Char Char Char Char Char1 Char,Body Text Char2 Char1 Char Char Char Char Char Char,Body Text Char2 Char Char"/>
    <w:rsid w:val="00D2410D"/>
    <w:rPr>
      <w:sz w:val="26"/>
      <w:lang w:val="en-AU" w:eastAsia="en-AU" w:bidi="ar-SA"/>
    </w:rPr>
  </w:style>
  <w:style w:type="character" w:customStyle="1" w:styleId="fn">
    <w:name w:val="fn"/>
    <w:rsid w:val="00D2410D"/>
  </w:style>
  <w:style w:type="character" w:customStyle="1" w:styleId="sn">
    <w:name w:val="sn"/>
    <w:rsid w:val="00D2410D"/>
  </w:style>
  <w:style w:type="character" w:customStyle="1" w:styleId="pn3">
    <w:name w:val="pn3"/>
    <w:rsid w:val="00D2410D"/>
    <w:rPr>
      <w:rFonts w:ascii="Arial" w:hAnsi="Arial" w:cs="Arial" w:hint="default"/>
      <w:b w:val="0"/>
      <w:bCs w:val="0"/>
      <w:vanish w:val="0"/>
      <w:webHidden w:val="0"/>
      <w:sz w:val="24"/>
      <w:szCs w:val="24"/>
      <w:specVanish w:val="0"/>
    </w:rPr>
  </w:style>
  <w:style w:type="paragraph" w:styleId="CommentSubject">
    <w:name w:val="annotation subject"/>
    <w:basedOn w:val="CommentText"/>
    <w:next w:val="CommentText"/>
    <w:link w:val="CommentSubjectChar"/>
    <w:rsid w:val="00D2410D"/>
    <w:pPr>
      <w:spacing w:before="0" w:line="240" w:lineRule="auto"/>
      <w:ind w:left="0" w:firstLine="0"/>
    </w:pPr>
    <w:rPr>
      <w:b/>
      <w:bCs/>
      <w:szCs w:val="20"/>
    </w:rPr>
  </w:style>
  <w:style w:type="character" w:customStyle="1" w:styleId="CommentTextChar">
    <w:name w:val="Comment Text Char"/>
    <w:link w:val="CommentText"/>
    <w:semiHidden/>
    <w:rsid w:val="00D2410D"/>
    <w:rPr>
      <w:szCs w:val="24"/>
    </w:rPr>
  </w:style>
  <w:style w:type="character" w:customStyle="1" w:styleId="CommentSubjectChar">
    <w:name w:val="Comment Subject Char"/>
    <w:link w:val="CommentSubject"/>
    <w:rsid w:val="00D2410D"/>
    <w:rPr>
      <w:b/>
      <w:bCs/>
      <w:szCs w:val="24"/>
    </w:rPr>
  </w:style>
  <w:style w:type="paragraph" w:customStyle="1" w:styleId="BoxQuoteBullet">
    <w:name w:val="Box Quote Bullet"/>
    <w:basedOn w:val="BoxQuote"/>
    <w:next w:val="Box"/>
    <w:rsid w:val="007C479B"/>
    <w:pPr>
      <w:numPr>
        <w:numId w:val="17"/>
      </w:numPr>
      <w:ind w:left="568" w:hanging="284"/>
    </w:pPr>
  </w:style>
  <w:style w:type="paragraph" w:customStyle="1" w:styleId="InformationRequestBullet">
    <w:name w:val="Information Request Bullet"/>
    <w:basedOn w:val="ListBullet"/>
    <w:next w:val="BodyText"/>
    <w:rsid w:val="007C479B"/>
    <w:pPr>
      <w:numPr>
        <w:numId w:val="18"/>
      </w:numPr>
      <w:ind w:left="340" w:hanging="340"/>
    </w:pPr>
    <w:rPr>
      <w:rFonts w:ascii="Arial" w:hAnsi="Arial"/>
      <w:i/>
      <w:sz w:val="24"/>
    </w:rPr>
  </w:style>
  <w:style w:type="character" w:customStyle="1" w:styleId="Heading4Char">
    <w:name w:val="Heading 4 Char"/>
    <w:basedOn w:val="DefaultParagraphFont"/>
    <w:link w:val="Heading4"/>
    <w:rsid w:val="000A1033"/>
    <w:rPr>
      <w:rFonts w:ascii="Arial" w:hAnsi="Arial"/>
      <w:i/>
      <w:sz w:val="24"/>
    </w:rPr>
  </w:style>
  <w:style w:type="paragraph" w:customStyle="1" w:styleId="BoxSpaceAbove">
    <w:name w:val="Box Space Above"/>
    <w:basedOn w:val="BodyText"/>
    <w:rsid w:val="007C479B"/>
    <w:pPr>
      <w:keepNext/>
      <w:spacing w:before="360" w:line="80" w:lineRule="exact"/>
      <w:jc w:val="left"/>
    </w:pPr>
  </w:style>
  <w:style w:type="paragraph" w:customStyle="1" w:styleId="BoxSpaceBelow">
    <w:name w:val="Box Space Below"/>
    <w:basedOn w:val="Box"/>
    <w:rsid w:val="007C479B"/>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91171">
      <w:bodyDiv w:val="1"/>
      <w:marLeft w:val="0"/>
      <w:marRight w:val="0"/>
      <w:marTop w:val="0"/>
      <w:marBottom w:val="0"/>
      <w:divBdr>
        <w:top w:val="none" w:sz="0" w:space="0" w:color="auto"/>
        <w:left w:val="none" w:sz="0" w:space="0" w:color="auto"/>
        <w:bottom w:val="none" w:sz="0" w:space="0" w:color="auto"/>
        <w:right w:val="none" w:sz="0" w:space="0" w:color="auto"/>
      </w:divBdr>
    </w:div>
    <w:div w:id="584386794">
      <w:bodyDiv w:val="1"/>
      <w:marLeft w:val="0"/>
      <w:marRight w:val="0"/>
      <w:marTop w:val="0"/>
      <w:marBottom w:val="0"/>
      <w:divBdr>
        <w:top w:val="none" w:sz="0" w:space="0" w:color="auto"/>
        <w:left w:val="none" w:sz="0" w:space="0" w:color="auto"/>
        <w:bottom w:val="none" w:sz="0" w:space="0" w:color="auto"/>
        <w:right w:val="none" w:sz="0" w:space="0" w:color="auto"/>
      </w:divBdr>
    </w:div>
    <w:div w:id="594703740">
      <w:bodyDiv w:val="1"/>
      <w:marLeft w:val="0"/>
      <w:marRight w:val="0"/>
      <w:marTop w:val="0"/>
      <w:marBottom w:val="0"/>
      <w:divBdr>
        <w:top w:val="none" w:sz="0" w:space="0" w:color="auto"/>
        <w:left w:val="none" w:sz="0" w:space="0" w:color="auto"/>
        <w:bottom w:val="none" w:sz="0" w:space="0" w:color="auto"/>
        <w:right w:val="none" w:sz="0" w:space="0" w:color="auto"/>
      </w:divBdr>
    </w:div>
    <w:div w:id="626009080">
      <w:bodyDiv w:val="1"/>
      <w:marLeft w:val="0"/>
      <w:marRight w:val="0"/>
      <w:marTop w:val="0"/>
      <w:marBottom w:val="0"/>
      <w:divBdr>
        <w:top w:val="none" w:sz="0" w:space="0" w:color="auto"/>
        <w:left w:val="none" w:sz="0" w:space="0" w:color="auto"/>
        <w:bottom w:val="none" w:sz="0" w:space="0" w:color="auto"/>
        <w:right w:val="none" w:sz="0" w:space="0" w:color="auto"/>
      </w:divBdr>
    </w:div>
    <w:div w:id="720863227">
      <w:bodyDiv w:val="1"/>
      <w:marLeft w:val="0"/>
      <w:marRight w:val="0"/>
      <w:marTop w:val="0"/>
      <w:marBottom w:val="0"/>
      <w:divBdr>
        <w:top w:val="none" w:sz="0" w:space="0" w:color="auto"/>
        <w:left w:val="none" w:sz="0" w:space="0" w:color="auto"/>
        <w:bottom w:val="none" w:sz="0" w:space="0" w:color="auto"/>
        <w:right w:val="none" w:sz="0" w:space="0" w:color="auto"/>
      </w:divBdr>
    </w:div>
    <w:div w:id="772549973">
      <w:bodyDiv w:val="1"/>
      <w:marLeft w:val="0"/>
      <w:marRight w:val="0"/>
      <w:marTop w:val="0"/>
      <w:marBottom w:val="0"/>
      <w:divBdr>
        <w:top w:val="none" w:sz="0" w:space="0" w:color="auto"/>
        <w:left w:val="none" w:sz="0" w:space="0" w:color="auto"/>
        <w:bottom w:val="none" w:sz="0" w:space="0" w:color="auto"/>
        <w:right w:val="none" w:sz="0" w:space="0" w:color="auto"/>
      </w:divBdr>
    </w:div>
    <w:div w:id="859274218">
      <w:bodyDiv w:val="1"/>
      <w:marLeft w:val="0"/>
      <w:marRight w:val="0"/>
      <w:marTop w:val="0"/>
      <w:marBottom w:val="0"/>
      <w:divBdr>
        <w:top w:val="none" w:sz="0" w:space="0" w:color="auto"/>
        <w:left w:val="none" w:sz="0" w:space="0" w:color="auto"/>
        <w:bottom w:val="none" w:sz="0" w:space="0" w:color="auto"/>
        <w:right w:val="none" w:sz="0" w:space="0" w:color="auto"/>
      </w:divBdr>
    </w:div>
    <w:div w:id="876967837">
      <w:bodyDiv w:val="1"/>
      <w:marLeft w:val="0"/>
      <w:marRight w:val="0"/>
      <w:marTop w:val="0"/>
      <w:marBottom w:val="0"/>
      <w:divBdr>
        <w:top w:val="none" w:sz="0" w:space="0" w:color="auto"/>
        <w:left w:val="none" w:sz="0" w:space="0" w:color="auto"/>
        <w:bottom w:val="none" w:sz="0" w:space="0" w:color="auto"/>
        <w:right w:val="none" w:sz="0" w:space="0" w:color="auto"/>
      </w:divBdr>
    </w:div>
    <w:div w:id="1062486656">
      <w:bodyDiv w:val="1"/>
      <w:marLeft w:val="0"/>
      <w:marRight w:val="0"/>
      <w:marTop w:val="0"/>
      <w:marBottom w:val="0"/>
      <w:divBdr>
        <w:top w:val="none" w:sz="0" w:space="0" w:color="auto"/>
        <w:left w:val="none" w:sz="0" w:space="0" w:color="auto"/>
        <w:bottom w:val="none" w:sz="0" w:space="0" w:color="auto"/>
        <w:right w:val="none" w:sz="0" w:space="0" w:color="auto"/>
      </w:divBdr>
    </w:div>
    <w:div w:id="1124159599">
      <w:bodyDiv w:val="1"/>
      <w:marLeft w:val="0"/>
      <w:marRight w:val="0"/>
      <w:marTop w:val="0"/>
      <w:marBottom w:val="0"/>
      <w:divBdr>
        <w:top w:val="none" w:sz="0" w:space="0" w:color="auto"/>
        <w:left w:val="none" w:sz="0" w:space="0" w:color="auto"/>
        <w:bottom w:val="none" w:sz="0" w:space="0" w:color="auto"/>
        <w:right w:val="none" w:sz="0" w:space="0" w:color="auto"/>
      </w:divBdr>
    </w:div>
    <w:div w:id="1195996946">
      <w:bodyDiv w:val="1"/>
      <w:marLeft w:val="0"/>
      <w:marRight w:val="0"/>
      <w:marTop w:val="0"/>
      <w:marBottom w:val="0"/>
      <w:divBdr>
        <w:top w:val="none" w:sz="0" w:space="0" w:color="auto"/>
        <w:left w:val="none" w:sz="0" w:space="0" w:color="auto"/>
        <w:bottom w:val="none" w:sz="0" w:space="0" w:color="auto"/>
        <w:right w:val="none" w:sz="0" w:space="0" w:color="auto"/>
      </w:divBdr>
    </w:div>
    <w:div w:id="1208563737">
      <w:bodyDiv w:val="1"/>
      <w:marLeft w:val="0"/>
      <w:marRight w:val="0"/>
      <w:marTop w:val="0"/>
      <w:marBottom w:val="0"/>
      <w:divBdr>
        <w:top w:val="none" w:sz="0" w:space="0" w:color="auto"/>
        <w:left w:val="none" w:sz="0" w:space="0" w:color="auto"/>
        <w:bottom w:val="none" w:sz="0" w:space="0" w:color="auto"/>
        <w:right w:val="none" w:sz="0" w:space="0" w:color="auto"/>
      </w:divBdr>
    </w:div>
    <w:div w:id="1211696162">
      <w:bodyDiv w:val="1"/>
      <w:marLeft w:val="0"/>
      <w:marRight w:val="0"/>
      <w:marTop w:val="0"/>
      <w:marBottom w:val="0"/>
      <w:divBdr>
        <w:top w:val="none" w:sz="0" w:space="0" w:color="auto"/>
        <w:left w:val="none" w:sz="0" w:space="0" w:color="auto"/>
        <w:bottom w:val="none" w:sz="0" w:space="0" w:color="auto"/>
        <w:right w:val="none" w:sz="0" w:space="0" w:color="auto"/>
      </w:divBdr>
    </w:div>
    <w:div w:id="1218250179">
      <w:bodyDiv w:val="1"/>
      <w:marLeft w:val="0"/>
      <w:marRight w:val="0"/>
      <w:marTop w:val="0"/>
      <w:marBottom w:val="0"/>
      <w:divBdr>
        <w:top w:val="none" w:sz="0" w:space="0" w:color="auto"/>
        <w:left w:val="none" w:sz="0" w:space="0" w:color="auto"/>
        <w:bottom w:val="none" w:sz="0" w:space="0" w:color="auto"/>
        <w:right w:val="none" w:sz="0" w:space="0" w:color="auto"/>
      </w:divBdr>
    </w:div>
    <w:div w:id="1256747508">
      <w:bodyDiv w:val="1"/>
      <w:marLeft w:val="0"/>
      <w:marRight w:val="0"/>
      <w:marTop w:val="0"/>
      <w:marBottom w:val="0"/>
      <w:divBdr>
        <w:top w:val="none" w:sz="0" w:space="0" w:color="auto"/>
        <w:left w:val="none" w:sz="0" w:space="0" w:color="auto"/>
        <w:bottom w:val="none" w:sz="0" w:space="0" w:color="auto"/>
        <w:right w:val="none" w:sz="0" w:space="0" w:color="auto"/>
      </w:divBdr>
    </w:div>
    <w:div w:id="1286933613">
      <w:bodyDiv w:val="1"/>
      <w:marLeft w:val="0"/>
      <w:marRight w:val="0"/>
      <w:marTop w:val="0"/>
      <w:marBottom w:val="0"/>
      <w:divBdr>
        <w:top w:val="none" w:sz="0" w:space="0" w:color="auto"/>
        <w:left w:val="none" w:sz="0" w:space="0" w:color="auto"/>
        <w:bottom w:val="none" w:sz="0" w:space="0" w:color="auto"/>
        <w:right w:val="none" w:sz="0" w:space="0" w:color="auto"/>
      </w:divBdr>
    </w:div>
    <w:div w:id="1468359888">
      <w:bodyDiv w:val="1"/>
      <w:marLeft w:val="0"/>
      <w:marRight w:val="0"/>
      <w:marTop w:val="0"/>
      <w:marBottom w:val="0"/>
      <w:divBdr>
        <w:top w:val="none" w:sz="0" w:space="0" w:color="auto"/>
        <w:left w:val="none" w:sz="0" w:space="0" w:color="auto"/>
        <w:bottom w:val="none" w:sz="0" w:space="0" w:color="auto"/>
        <w:right w:val="none" w:sz="0" w:space="0" w:color="auto"/>
      </w:divBdr>
    </w:div>
    <w:div w:id="1752116322">
      <w:bodyDiv w:val="1"/>
      <w:marLeft w:val="0"/>
      <w:marRight w:val="0"/>
      <w:marTop w:val="0"/>
      <w:marBottom w:val="0"/>
      <w:divBdr>
        <w:top w:val="none" w:sz="0" w:space="0" w:color="auto"/>
        <w:left w:val="none" w:sz="0" w:space="0" w:color="auto"/>
        <w:bottom w:val="none" w:sz="0" w:space="0" w:color="auto"/>
        <w:right w:val="none" w:sz="0" w:space="0" w:color="auto"/>
      </w:divBdr>
    </w:div>
    <w:div w:id="1818262929">
      <w:bodyDiv w:val="1"/>
      <w:marLeft w:val="0"/>
      <w:marRight w:val="0"/>
      <w:marTop w:val="0"/>
      <w:marBottom w:val="0"/>
      <w:divBdr>
        <w:top w:val="none" w:sz="0" w:space="0" w:color="auto"/>
        <w:left w:val="none" w:sz="0" w:space="0" w:color="auto"/>
        <w:bottom w:val="none" w:sz="0" w:space="0" w:color="auto"/>
        <w:right w:val="none" w:sz="0" w:space="0" w:color="auto"/>
      </w:divBdr>
    </w:div>
    <w:div w:id="192344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C2D67-BE8D-4E3C-9AF6-2DB9099DE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TotalTime>
  <Pages>96</Pages>
  <Words>27073</Words>
  <Characters>153850</Characters>
  <Application>Microsoft Office Word</Application>
  <DocSecurity>0</DocSecurity>
  <Lines>1282</Lines>
  <Paragraphs>361</Paragraphs>
  <ScaleCrop>false</ScaleCrop>
  <HeadingPairs>
    <vt:vector size="2" baseType="variant">
      <vt:variant>
        <vt:lpstr>Title</vt:lpstr>
      </vt:variant>
      <vt:variant>
        <vt:i4>1</vt:i4>
      </vt:variant>
    </vt:vector>
  </HeadingPairs>
  <TitlesOfParts>
    <vt:vector size="1" baseType="lpstr">
      <vt:lpstr>Public hospitals</vt:lpstr>
    </vt:vector>
  </TitlesOfParts>
  <Company>Productivity Commission</Company>
  <LinksUpToDate>false</LinksUpToDate>
  <CharactersWithSpaces>180562</CharactersWithSpaces>
  <SharedDoc>false</SharedDoc>
  <HLinks>
    <vt:vector size="120" baseType="variant">
      <vt:variant>
        <vt:i4>2883626</vt:i4>
      </vt:variant>
      <vt:variant>
        <vt:i4>615</vt:i4>
      </vt:variant>
      <vt:variant>
        <vt:i4>0</vt:i4>
      </vt:variant>
      <vt:variant>
        <vt:i4>5</vt:i4>
      </vt:variant>
      <vt:variant>
        <vt:lpwstr>http://meteor.aihw.gov.au/content/index.phtml/itemId/181162</vt:lpwstr>
      </vt:variant>
      <vt:variant>
        <vt:lpwstr/>
      </vt:variant>
      <vt:variant>
        <vt:i4>2818095</vt:i4>
      </vt:variant>
      <vt:variant>
        <vt:i4>612</vt:i4>
      </vt:variant>
      <vt:variant>
        <vt:i4>0</vt:i4>
      </vt:variant>
      <vt:variant>
        <vt:i4>5</vt:i4>
      </vt:variant>
      <vt:variant>
        <vt:lpwstr>http://meteor.aihw.gov.au/content/index.phtml/itemId/181414</vt:lpwstr>
      </vt:variant>
      <vt:variant>
        <vt:lpwstr/>
      </vt:variant>
      <vt:variant>
        <vt:i4>1507348</vt:i4>
      </vt:variant>
      <vt:variant>
        <vt:i4>567</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354</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309</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267</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237</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222</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192</vt:i4>
      </vt:variant>
      <vt:variant>
        <vt:i4>0</vt:i4>
      </vt:variant>
      <vt:variant>
        <vt:i4>5</vt:i4>
      </vt:variant>
      <vt:variant>
        <vt:lpwstr>../AppData/Local/Microsoft/Windows/Temporary Internet Files/Content.Outlook/V8F3XKAT/www.pc.gov.au/gsp/reports/rogs/2011</vt:lpwstr>
      </vt:variant>
      <vt:variant>
        <vt:lpwstr/>
      </vt:variant>
      <vt:variant>
        <vt:i4>1507348</vt:i4>
      </vt:variant>
      <vt:variant>
        <vt:i4>177</vt:i4>
      </vt:variant>
      <vt:variant>
        <vt:i4>0</vt:i4>
      </vt:variant>
      <vt:variant>
        <vt:i4>5</vt:i4>
      </vt:variant>
      <vt:variant>
        <vt:lpwstr>../AppData/Local/Microsoft/Windows/Temporary Internet Files/Content.Outlook/V8F3XKAT/www.pc.gov.au/gsp/reports/rogs/2011</vt:lpwstr>
      </vt:variant>
      <vt:variant>
        <vt:lpwstr/>
      </vt:variant>
      <vt:variant>
        <vt:i4>1638448</vt:i4>
      </vt:variant>
      <vt:variant>
        <vt:i4>56</vt:i4>
      </vt:variant>
      <vt:variant>
        <vt:i4>0</vt:i4>
      </vt:variant>
      <vt:variant>
        <vt:i4>5</vt:i4>
      </vt:variant>
      <vt:variant>
        <vt:lpwstr/>
      </vt:variant>
      <vt:variant>
        <vt:lpwstr>_Toc274729470</vt:lpwstr>
      </vt:variant>
      <vt:variant>
        <vt:i4>1572912</vt:i4>
      </vt:variant>
      <vt:variant>
        <vt:i4>50</vt:i4>
      </vt:variant>
      <vt:variant>
        <vt:i4>0</vt:i4>
      </vt:variant>
      <vt:variant>
        <vt:i4>5</vt:i4>
      </vt:variant>
      <vt:variant>
        <vt:lpwstr/>
      </vt:variant>
      <vt:variant>
        <vt:lpwstr>_Toc274729469</vt:lpwstr>
      </vt:variant>
      <vt:variant>
        <vt:i4>1572912</vt:i4>
      </vt:variant>
      <vt:variant>
        <vt:i4>44</vt:i4>
      </vt:variant>
      <vt:variant>
        <vt:i4>0</vt:i4>
      </vt:variant>
      <vt:variant>
        <vt:i4>5</vt:i4>
      </vt:variant>
      <vt:variant>
        <vt:lpwstr/>
      </vt:variant>
      <vt:variant>
        <vt:lpwstr>_Toc274729468</vt:lpwstr>
      </vt:variant>
      <vt:variant>
        <vt:i4>1572912</vt:i4>
      </vt:variant>
      <vt:variant>
        <vt:i4>38</vt:i4>
      </vt:variant>
      <vt:variant>
        <vt:i4>0</vt:i4>
      </vt:variant>
      <vt:variant>
        <vt:i4>5</vt:i4>
      </vt:variant>
      <vt:variant>
        <vt:lpwstr/>
      </vt:variant>
      <vt:variant>
        <vt:lpwstr>_Toc274729467</vt:lpwstr>
      </vt:variant>
      <vt:variant>
        <vt:i4>1572912</vt:i4>
      </vt:variant>
      <vt:variant>
        <vt:i4>32</vt:i4>
      </vt:variant>
      <vt:variant>
        <vt:i4>0</vt:i4>
      </vt:variant>
      <vt:variant>
        <vt:i4>5</vt:i4>
      </vt:variant>
      <vt:variant>
        <vt:lpwstr/>
      </vt:variant>
      <vt:variant>
        <vt:lpwstr>_Toc274729466</vt:lpwstr>
      </vt:variant>
      <vt:variant>
        <vt:i4>1572912</vt:i4>
      </vt:variant>
      <vt:variant>
        <vt:i4>26</vt:i4>
      </vt:variant>
      <vt:variant>
        <vt:i4>0</vt:i4>
      </vt:variant>
      <vt:variant>
        <vt:i4>5</vt:i4>
      </vt:variant>
      <vt:variant>
        <vt:lpwstr/>
      </vt:variant>
      <vt:variant>
        <vt:lpwstr>_Toc274729465</vt:lpwstr>
      </vt:variant>
      <vt:variant>
        <vt:i4>1572912</vt:i4>
      </vt:variant>
      <vt:variant>
        <vt:i4>20</vt:i4>
      </vt:variant>
      <vt:variant>
        <vt:i4>0</vt:i4>
      </vt:variant>
      <vt:variant>
        <vt:i4>5</vt:i4>
      </vt:variant>
      <vt:variant>
        <vt:lpwstr/>
      </vt:variant>
      <vt:variant>
        <vt:lpwstr>_Toc274729464</vt:lpwstr>
      </vt:variant>
      <vt:variant>
        <vt:i4>1572912</vt:i4>
      </vt:variant>
      <vt:variant>
        <vt:i4>14</vt:i4>
      </vt:variant>
      <vt:variant>
        <vt:i4>0</vt:i4>
      </vt:variant>
      <vt:variant>
        <vt:i4>5</vt:i4>
      </vt:variant>
      <vt:variant>
        <vt:lpwstr/>
      </vt:variant>
      <vt:variant>
        <vt:lpwstr>_Toc274729463</vt:lpwstr>
      </vt:variant>
      <vt:variant>
        <vt:i4>1572912</vt:i4>
      </vt:variant>
      <vt:variant>
        <vt:i4>8</vt:i4>
      </vt:variant>
      <vt:variant>
        <vt:i4>0</vt:i4>
      </vt:variant>
      <vt:variant>
        <vt:i4>5</vt:i4>
      </vt:variant>
      <vt:variant>
        <vt:lpwstr/>
      </vt:variant>
      <vt:variant>
        <vt:lpwstr>_Toc274729462</vt:lpwstr>
      </vt:variant>
      <vt:variant>
        <vt:i4>1572912</vt:i4>
      </vt:variant>
      <vt:variant>
        <vt:i4>2</vt:i4>
      </vt:variant>
      <vt:variant>
        <vt:i4>0</vt:i4>
      </vt:variant>
      <vt:variant>
        <vt:i4>5</vt:i4>
      </vt:variant>
      <vt:variant>
        <vt:lpwstr/>
      </vt:variant>
      <vt:variant>
        <vt:lpwstr>_Toc274729461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hospitals</dc:title>
  <dc:subject>Report on Government Services 2014</dc:subject>
  <dc:creator>Beaven, Guy</dc:creator>
  <dc:description>10.</dc:description>
  <cp:lastModifiedBy>Frech, Tanya</cp:lastModifiedBy>
  <cp:revision>5</cp:revision>
  <cp:lastPrinted>2013-12-20T06:29:00Z</cp:lastPrinted>
  <dcterms:created xsi:type="dcterms:W3CDTF">2014-01-16T19:43:00Z</dcterms:created>
  <dcterms:modified xsi:type="dcterms:W3CDTF">2014-01-31T02:40:00Z</dcterms:modified>
</cp:coreProperties>
</file>