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drawings/drawing1.xml" ContentType="application/vnd.openxmlformats-officedocument.drawingml.chartshapes+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1E1" w:rsidRPr="003B541A" w:rsidRDefault="003B541A" w:rsidP="003B541A">
      <w:pPr>
        <w:pStyle w:val="Heading1"/>
        <w:spacing w:before="0"/>
        <w:rPr>
          <w:noProof/>
        </w:rPr>
      </w:pPr>
      <w:bookmarkStart w:id="0" w:name="ChapterNumber"/>
      <w:bookmarkStart w:id="1" w:name="_Toc396742949"/>
      <w:bookmarkStart w:id="2" w:name="_Toc396743479"/>
      <w:r w:rsidRPr="003B541A">
        <w:t>2</w:t>
      </w:r>
      <w:bookmarkEnd w:id="0"/>
      <w:r w:rsidRPr="003B541A">
        <w:tab/>
      </w:r>
      <w:bookmarkStart w:id="3" w:name="ChapterTitle"/>
      <w:r w:rsidRPr="003B541A">
        <w:t>Statistical context</w:t>
      </w:r>
      <w:bookmarkEnd w:id="3"/>
      <w:bookmarkEnd w:id="1"/>
      <w:bookmarkEnd w:id="2"/>
    </w:p>
    <w:sdt>
      <w:sdtPr>
        <w:rPr>
          <w:rFonts w:ascii="Arial" w:hAnsi="Arial"/>
          <w:b/>
          <w:noProof/>
          <w:kern w:val="28"/>
          <w:sz w:val="52"/>
          <w:szCs w:val="26"/>
          <w:lang w:eastAsia="en-US"/>
        </w:rPr>
        <w:id w:val="-1376462766"/>
        <w:docPartObj>
          <w:docPartGallery w:val="Table of Contents"/>
          <w:docPartUnique/>
        </w:docPartObj>
      </w:sdtPr>
      <w:sdtEndPr>
        <w:rPr>
          <w:b w:val="0"/>
          <w:kern w:val="0"/>
          <w:sz w:val="26"/>
        </w:rPr>
      </w:sdtEndPr>
      <w:sdtContent>
        <w:p w:rsidR="00E93A65" w:rsidRPr="003434B1" w:rsidRDefault="003434B1" w:rsidP="003434B1">
          <w:pPr>
            <w:tabs>
              <w:tab w:val="right" w:pos="8789"/>
            </w:tabs>
            <w:spacing w:before="120" w:line="320" w:lineRule="exact"/>
            <w:ind w:left="510" w:right="851" w:hanging="510"/>
            <w:rPr>
              <w:rFonts w:ascii="Arial" w:hAnsi="Arial"/>
              <w:b/>
              <w:noProof/>
              <w:szCs w:val="26"/>
              <w:lang w:eastAsia="en-US"/>
            </w:rPr>
          </w:pPr>
          <w:r w:rsidRPr="00E72494">
            <w:rPr>
              <w:rFonts w:ascii="Arial" w:hAnsi="Arial"/>
              <w:b/>
              <w:noProof/>
              <w:szCs w:val="26"/>
              <w:lang w:eastAsia="en-US"/>
            </w:rPr>
            <w:t>CONTENTS</w:t>
          </w:r>
        </w:p>
        <w:p w:rsidR="00E93A65" w:rsidRDefault="00E93A65">
          <w:pPr>
            <w:pStyle w:val="TOC2"/>
            <w:tabs>
              <w:tab w:val="left" w:pos="1134"/>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Introduction</w:t>
          </w:r>
          <w:r>
            <w:rPr>
              <w:noProof/>
            </w:rPr>
            <w:tab/>
            <w:t>2.</w:t>
          </w:r>
          <w:r w:rsidR="00C87DBB">
            <w:rPr>
              <w:noProof/>
            </w:rPr>
            <w:t>1</w:t>
          </w:r>
        </w:p>
        <w:p w:rsidR="00E93A65" w:rsidRDefault="00E93A65">
          <w:pPr>
            <w:pStyle w:val="TOC2"/>
            <w:tabs>
              <w:tab w:val="left" w:pos="1134"/>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Population</w:t>
          </w:r>
          <w:r>
            <w:rPr>
              <w:noProof/>
            </w:rPr>
            <w:tab/>
            <w:t>2.</w:t>
          </w:r>
          <w:r w:rsidR="00C87DBB">
            <w:rPr>
              <w:noProof/>
            </w:rPr>
            <w:t>2</w:t>
          </w:r>
        </w:p>
        <w:p w:rsidR="00E93A65" w:rsidRDefault="00E93A65">
          <w:pPr>
            <w:pStyle w:val="TOC2"/>
            <w:tabs>
              <w:tab w:val="left" w:pos="1134"/>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Family and household</w:t>
          </w:r>
          <w:r>
            <w:rPr>
              <w:noProof/>
            </w:rPr>
            <w:tab/>
            <w:t>2.</w:t>
          </w:r>
          <w:r w:rsidR="00C87DBB">
            <w:rPr>
              <w:noProof/>
            </w:rPr>
            <w:t>7</w:t>
          </w:r>
        </w:p>
        <w:p w:rsidR="00E93A65" w:rsidRDefault="00E93A65">
          <w:pPr>
            <w:pStyle w:val="TOC2"/>
            <w:tabs>
              <w:tab w:val="left" w:pos="1134"/>
            </w:tabs>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Pr>
              <w:noProof/>
            </w:rPr>
            <w:t>Income, education and employment</w:t>
          </w:r>
          <w:r>
            <w:rPr>
              <w:noProof/>
            </w:rPr>
            <w:tab/>
            <w:t>2.</w:t>
          </w:r>
          <w:r w:rsidR="00C87DBB">
            <w:rPr>
              <w:noProof/>
            </w:rPr>
            <w:t>10</w:t>
          </w:r>
        </w:p>
        <w:p w:rsidR="00E93A65" w:rsidRDefault="00E93A65">
          <w:pPr>
            <w:pStyle w:val="TOC2"/>
            <w:tabs>
              <w:tab w:val="left" w:pos="1134"/>
            </w:tabs>
            <w:rPr>
              <w:rFonts w:asciiTheme="minorHAnsi" w:eastAsiaTheme="minorEastAsia" w:hAnsiTheme="minorHAnsi" w:cstheme="minorBidi"/>
              <w:noProof/>
              <w:sz w:val="22"/>
              <w:szCs w:val="22"/>
              <w:lang w:eastAsia="en-AU"/>
            </w:rPr>
          </w:pPr>
          <w:r>
            <w:rPr>
              <w:noProof/>
            </w:rPr>
            <w:t>2.5</w:t>
          </w:r>
          <w:r>
            <w:rPr>
              <w:rFonts w:asciiTheme="minorHAnsi" w:eastAsiaTheme="minorEastAsia" w:hAnsiTheme="minorHAnsi" w:cstheme="minorBidi"/>
              <w:noProof/>
              <w:sz w:val="22"/>
              <w:szCs w:val="22"/>
              <w:lang w:eastAsia="en-AU"/>
            </w:rPr>
            <w:tab/>
          </w:r>
          <w:r>
            <w:rPr>
              <w:noProof/>
            </w:rPr>
            <w:t>General economic indicators</w:t>
          </w:r>
          <w:r>
            <w:rPr>
              <w:noProof/>
            </w:rPr>
            <w:tab/>
            <w:t>2.</w:t>
          </w:r>
          <w:r w:rsidR="00C87DBB">
            <w:rPr>
              <w:noProof/>
            </w:rPr>
            <w:t>13</w:t>
          </w:r>
        </w:p>
        <w:p w:rsidR="00E93A65" w:rsidRDefault="00E93A65">
          <w:pPr>
            <w:pStyle w:val="TOC2"/>
            <w:tabs>
              <w:tab w:val="left" w:pos="1134"/>
            </w:tabs>
            <w:rPr>
              <w:rFonts w:asciiTheme="minorHAnsi" w:eastAsiaTheme="minorEastAsia" w:hAnsiTheme="minorHAnsi" w:cstheme="minorBidi"/>
              <w:noProof/>
              <w:sz w:val="22"/>
              <w:szCs w:val="22"/>
              <w:lang w:eastAsia="en-AU"/>
            </w:rPr>
          </w:pPr>
          <w:r>
            <w:rPr>
              <w:noProof/>
            </w:rPr>
            <w:t>2.6</w:t>
          </w:r>
          <w:r>
            <w:rPr>
              <w:rFonts w:asciiTheme="minorHAnsi" w:eastAsiaTheme="minorEastAsia" w:hAnsiTheme="minorHAnsi" w:cstheme="minorBidi"/>
              <w:noProof/>
              <w:sz w:val="22"/>
              <w:szCs w:val="22"/>
              <w:lang w:eastAsia="en-AU"/>
            </w:rPr>
            <w:tab/>
          </w:r>
          <w:r>
            <w:rPr>
              <w:noProof/>
            </w:rPr>
            <w:t>Statistical concepts used in the Report</w:t>
          </w:r>
          <w:r>
            <w:rPr>
              <w:noProof/>
            </w:rPr>
            <w:tab/>
            <w:t>2.</w:t>
          </w:r>
          <w:r w:rsidR="00C87DBB">
            <w:rPr>
              <w:noProof/>
            </w:rPr>
            <w:t>14</w:t>
          </w:r>
        </w:p>
        <w:p w:rsidR="00E93A65" w:rsidRDefault="00E93A65">
          <w:pPr>
            <w:pStyle w:val="TOC2"/>
            <w:tabs>
              <w:tab w:val="left" w:pos="1134"/>
            </w:tabs>
            <w:rPr>
              <w:rFonts w:asciiTheme="minorHAnsi" w:eastAsiaTheme="minorEastAsia" w:hAnsiTheme="minorHAnsi" w:cstheme="minorBidi"/>
              <w:noProof/>
              <w:sz w:val="22"/>
              <w:szCs w:val="22"/>
              <w:lang w:eastAsia="en-AU"/>
            </w:rPr>
          </w:pPr>
          <w:r>
            <w:rPr>
              <w:noProof/>
            </w:rPr>
            <w:t>2.7</w:t>
          </w:r>
          <w:r>
            <w:rPr>
              <w:rFonts w:asciiTheme="minorHAnsi" w:eastAsiaTheme="minorEastAsia" w:hAnsiTheme="minorHAnsi" w:cstheme="minorBidi"/>
              <w:noProof/>
              <w:sz w:val="22"/>
              <w:szCs w:val="22"/>
              <w:lang w:eastAsia="en-AU"/>
            </w:rPr>
            <w:tab/>
          </w:r>
          <w:r>
            <w:rPr>
              <w:noProof/>
            </w:rPr>
            <w:t>List of attachment tables</w:t>
          </w:r>
          <w:r>
            <w:rPr>
              <w:noProof/>
            </w:rPr>
            <w:tab/>
            <w:t>2.</w:t>
          </w:r>
          <w:r w:rsidR="00C87DBB">
            <w:rPr>
              <w:noProof/>
            </w:rPr>
            <w:t>32</w:t>
          </w:r>
        </w:p>
        <w:p w:rsidR="001E414C" w:rsidRPr="005604C0" w:rsidRDefault="00E93A65" w:rsidP="001E414C">
          <w:pPr>
            <w:pStyle w:val="TOC2"/>
            <w:tabs>
              <w:tab w:val="left" w:pos="1134"/>
            </w:tabs>
            <w:rPr>
              <w:noProof/>
            </w:rPr>
          </w:pPr>
          <w:r>
            <w:rPr>
              <w:noProof/>
            </w:rPr>
            <w:t>2.8</w:t>
          </w:r>
          <w:r>
            <w:rPr>
              <w:rFonts w:asciiTheme="minorHAnsi" w:eastAsiaTheme="minorEastAsia" w:hAnsiTheme="minorHAnsi" w:cstheme="minorBidi"/>
              <w:noProof/>
              <w:sz w:val="22"/>
              <w:szCs w:val="22"/>
              <w:lang w:eastAsia="en-AU"/>
            </w:rPr>
            <w:tab/>
          </w:r>
          <w:r>
            <w:rPr>
              <w:noProof/>
            </w:rPr>
            <w:t>References</w:t>
          </w:r>
          <w:r>
            <w:rPr>
              <w:noProof/>
            </w:rPr>
            <w:tab/>
            <w:t>2.</w:t>
          </w:r>
          <w:r w:rsidR="00C87DBB">
            <w:rPr>
              <w:noProof/>
            </w:rPr>
            <w:t>34</w:t>
          </w:r>
        </w:p>
      </w:sdtContent>
    </w:sdt>
    <w:p w:rsidR="001E414C" w:rsidRDefault="001E414C">
      <w:pPr>
        <w:pStyle w:val="BoxSpaceAbove"/>
      </w:pPr>
      <w:bookmarkStart w:id="4" w:name="_Toc274759648"/>
      <w:bookmarkStart w:id="5" w:name="_Ref327870199"/>
      <w:bookmarkStart w:id="6" w:name="_Ref327870218"/>
      <w:bookmarkStart w:id="7" w:name="_Toc327870756"/>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E414C" w:rsidTr="001E414C">
        <w:tc>
          <w:tcPr>
            <w:tcW w:w="8771" w:type="dxa"/>
            <w:tcBorders>
              <w:top w:val="single" w:sz="6" w:space="0" w:color="78A22F"/>
              <w:left w:val="nil"/>
              <w:bottom w:val="nil"/>
              <w:right w:val="nil"/>
            </w:tcBorders>
            <w:shd w:val="clear" w:color="auto" w:fill="F2F2F2" w:themeFill="background1" w:themeFillShade="F2"/>
          </w:tcPr>
          <w:p w:rsidR="001E414C" w:rsidRDefault="001E414C" w:rsidP="001E414C">
            <w:pPr>
              <w:pStyle w:val="BoxTitle"/>
            </w:pPr>
            <w:r w:rsidRPr="005604C0">
              <w:t>Attachment tables</w:t>
            </w:r>
          </w:p>
        </w:tc>
      </w:tr>
      <w:tr w:rsidR="001E414C" w:rsidTr="001E414C">
        <w:trPr>
          <w:cantSplit/>
        </w:trPr>
        <w:tc>
          <w:tcPr>
            <w:tcW w:w="8771" w:type="dxa"/>
            <w:tcBorders>
              <w:top w:val="nil"/>
              <w:left w:val="nil"/>
              <w:bottom w:val="nil"/>
              <w:right w:val="nil"/>
            </w:tcBorders>
            <w:shd w:val="clear" w:color="auto" w:fill="F2F2F2" w:themeFill="background1" w:themeFillShade="F2"/>
          </w:tcPr>
          <w:p w:rsidR="001E414C" w:rsidRDefault="001E414C" w:rsidP="001E414C">
            <w:pPr>
              <w:pStyle w:val="Box"/>
            </w:pPr>
            <w:r w:rsidRPr="001E414C">
              <w:t>Attachment tables are identified in references throughout this chapter by an ‘</w:t>
            </w:r>
            <w:proofErr w:type="spellStart"/>
            <w:r w:rsidRPr="001E414C">
              <w:t>2A</w:t>
            </w:r>
            <w:proofErr w:type="spellEnd"/>
            <w:r w:rsidRPr="001E414C">
              <w:t xml:space="preserve">’ prefix (for example, table </w:t>
            </w:r>
            <w:proofErr w:type="spellStart"/>
            <w:r w:rsidRPr="001E414C">
              <w:t>2A.1</w:t>
            </w:r>
            <w:proofErr w:type="spellEnd"/>
            <w:r w:rsidRPr="001E414C">
              <w:t xml:space="preserve">). A full list of attachment tables is provided at the end of this chapter, and the attachment tables are available from the Review website at </w:t>
            </w:r>
            <w:proofErr w:type="spellStart"/>
            <w:r w:rsidRPr="001E414C">
              <w:t>www.pc.gov.au</w:t>
            </w:r>
            <w:proofErr w:type="spellEnd"/>
            <w:r w:rsidRPr="001E414C">
              <w:t>/</w:t>
            </w:r>
            <w:proofErr w:type="spellStart"/>
            <w:r w:rsidRPr="001E414C">
              <w:t>gsp</w:t>
            </w:r>
            <w:proofErr w:type="spellEnd"/>
            <w:r w:rsidRPr="001E414C">
              <w:t>.</w:t>
            </w:r>
          </w:p>
        </w:tc>
      </w:tr>
      <w:tr w:rsidR="001E414C" w:rsidTr="001E414C">
        <w:trPr>
          <w:cantSplit/>
        </w:trPr>
        <w:tc>
          <w:tcPr>
            <w:tcW w:w="8771" w:type="dxa"/>
            <w:tcBorders>
              <w:top w:val="nil"/>
              <w:left w:val="nil"/>
              <w:bottom w:val="single" w:sz="6" w:space="0" w:color="78A22F"/>
              <w:right w:val="nil"/>
            </w:tcBorders>
            <w:shd w:val="clear" w:color="auto" w:fill="F2F2F2" w:themeFill="background1" w:themeFillShade="F2"/>
          </w:tcPr>
          <w:p w:rsidR="001E414C" w:rsidRDefault="001E414C">
            <w:pPr>
              <w:pStyle w:val="Box"/>
              <w:spacing w:before="0" w:line="120" w:lineRule="exact"/>
            </w:pPr>
          </w:p>
        </w:tc>
      </w:tr>
      <w:tr w:rsidR="001E414C" w:rsidRPr="000863A5" w:rsidTr="001E414C">
        <w:tc>
          <w:tcPr>
            <w:tcW w:w="8771" w:type="dxa"/>
            <w:tcBorders>
              <w:top w:val="single" w:sz="6" w:space="0" w:color="78A22F"/>
              <w:left w:val="nil"/>
              <w:bottom w:val="nil"/>
              <w:right w:val="nil"/>
            </w:tcBorders>
          </w:tcPr>
          <w:p w:rsidR="001E414C" w:rsidRPr="00626D32" w:rsidRDefault="001E414C" w:rsidP="001E414C">
            <w:pPr>
              <w:pStyle w:val="BoxSpaceBelow"/>
            </w:pPr>
          </w:p>
        </w:tc>
      </w:tr>
    </w:tbl>
    <w:p w:rsidR="00FF51E1" w:rsidRPr="001E414C" w:rsidRDefault="00FF51E1" w:rsidP="001E414C">
      <w:pPr>
        <w:pStyle w:val="Heading2"/>
      </w:pPr>
      <w:bookmarkStart w:id="8" w:name="_Toc368581981"/>
      <w:bookmarkStart w:id="9" w:name="_Toc368582227"/>
      <w:bookmarkStart w:id="10" w:name="_Toc370136008"/>
      <w:bookmarkStart w:id="11" w:name="_Toc396743480"/>
      <w:r w:rsidRPr="005604C0">
        <w:t>2.1</w:t>
      </w:r>
      <w:r w:rsidRPr="005604C0">
        <w:tab/>
        <w:t>Introduction</w:t>
      </w:r>
      <w:bookmarkEnd w:id="4"/>
      <w:bookmarkEnd w:id="5"/>
      <w:bookmarkEnd w:id="6"/>
      <w:bookmarkEnd w:id="7"/>
      <w:bookmarkEnd w:id="8"/>
      <w:bookmarkEnd w:id="9"/>
      <w:bookmarkEnd w:id="10"/>
      <w:bookmarkEnd w:id="11"/>
    </w:p>
    <w:p w:rsidR="002021B5" w:rsidRPr="005604C0" w:rsidRDefault="00F87264" w:rsidP="002021B5">
      <w:pPr>
        <w:spacing w:before="240" w:line="320" w:lineRule="atLeast"/>
        <w:jc w:val="both"/>
        <w:rPr>
          <w:szCs w:val="20"/>
        </w:rPr>
      </w:pPr>
      <w:r w:rsidRPr="005604C0">
        <w:rPr>
          <w:szCs w:val="20"/>
        </w:rPr>
        <w:t>This chapter contains contextual information to assist the interpretation of the performance indicators presented in this Report. The following key factors in interpreting the performance data are addressed:</w:t>
      </w:r>
    </w:p>
    <w:p w:rsidR="00F053C1" w:rsidRPr="005604C0" w:rsidRDefault="00F053C1" w:rsidP="00E03FEB">
      <w:pPr>
        <w:numPr>
          <w:ilvl w:val="0"/>
          <w:numId w:val="15"/>
        </w:numPr>
        <w:spacing w:before="120" w:line="320" w:lineRule="atLeast"/>
        <w:jc w:val="both"/>
        <w:rPr>
          <w:szCs w:val="20"/>
        </w:rPr>
      </w:pPr>
      <w:r w:rsidRPr="005604C0">
        <w:t>Australia’s population</w:t>
      </w:r>
    </w:p>
    <w:p w:rsidR="00F053C1" w:rsidRPr="005604C0" w:rsidRDefault="00F053C1" w:rsidP="00E03FEB">
      <w:pPr>
        <w:numPr>
          <w:ilvl w:val="0"/>
          <w:numId w:val="15"/>
        </w:numPr>
        <w:spacing w:before="120" w:line="320" w:lineRule="atLeast"/>
        <w:jc w:val="both"/>
        <w:rPr>
          <w:szCs w:val="20"/>
        </w:rPr>
      </w:pPr>
      <w:r w:rsidRPr="005604C0">
        <w:t>family and household</w:t>
      </w:r>
    </w:p>
    <w:p w:rsidR="00F053C1" w:rsidRDefault="00F053C1" w:rsidP="008A1584">
      <w:pPr>
        <w:numPr>
          <w:ilvl w:val="0"/>
          <w:numId w:val="15"/>
        </w:numPr>
        <w:spacing w:before="120" w:line="320" w:lineRule="atLeast"/>
        <w:jc w:val="both"/>
        <w:rPr>
          <w:szCs w:val="20"/>
        </w:rPr>
      </w:pPr>
      <w:r w:rsidRPr="005604C0">
        <w:rPr>
          <w:szCs w:val="20"/>
        </w:rPr>
        <w:t>income, education and employment</w:t>
      </w:r>
    </w:p>
    <w:p w:rsidR="006F70D2" w:rsidRPr="005604C0" w:rsidRDefault="006F70D2" w:rsidP="008A1584">
      <w:pPr>
        <w:numPr>
          <w:ilvl w:val="0"/>
          <w:numId w:val="15"/>
        </w:numPr>
        <w:spacing w:before="120" w:line="320" w:lineRule="atLeast"/>
        <w:jc w:val="both"/>
        <w:rPr>
          <w:szCs w:val="20"/>
        </w:rPr>
      </w:pPr>
      <w:r>
        <w:rPr>
          <w:szCs w:val="20"/>
        </w:rPr>
        <w:t>general economic indicators</w:t>
      </w:r>
    </w:p>
    <w:p w:rsidR="00F053C1" w:rsidRPr="005604C0" w:rsidRDefault="00F053C1" w:rsidP="008A1584">
      <w:pPr>
        <w:numPr>
          <w:ilvl w:val="0"/>
          <w:numId w:val="15"/>
        </w:numPr>
        <w:spacing w:before="120" w:line="320" w:lineRule="atLeast"/>
        <w:jc w:val="both"/>
        <w:rPr>
          <w:szCs w:val="20"/>
        </w:rPr>
      </w:pPr>
      <w:r w:rsidRPr="005604C0">
        <w:rPr>
          <w:szCs w:val="20"/>
        </w:rPr>
        <w:t>statistical concepts.</w:t>
      </w:r>
    </w:p>
    <w:p w:rsidR="00924DBD" w:rsidRPr="001E414C" w:rsidRDefault="00924DBD" w:rsidP="001E414C">
      <w:pPr>
        <w:pStyle w:val="Heading2"/>
      </w:pPr>
      <w:bookmarkStart w:id="12" w:name="_Toc274759649"/>
      <w:bookmarkStart w:id="13" w:name="_Toc327870757"/>
      <w:bookmarkStart w:id="14" w:name="_Toc368581982"/>
      <w:bookmarkStart w:id="15" w:name="_Toc368582228"/>
      <w:bookmarkStart w:id="16" w:name="_Toc370136009"/>
      <w:bookmarkStart w:id="17" w:name="_Toc396743481"/>
      <w:r w:rsidRPr="005604C0">
        <w:lastRenderedPageBreak/>
        <w:t>2.2</w:t>
      </w:r>
      <w:r w:rsidRPr="005604C0">
        <w:tab/>
        <w:t>Population</w:t>
      </w:r>
      <w:bookmarkEnd w:id="12"/>
      <w:bookmarkEnd w:id="13"/>
      <w:bookmarkEnd w:id="14"/>
      <w:bookmarkEnd w:id="15"/>
      <w:bookmarkEnd w:id="16"/>
      <w:bookmarkEnd w:id="17"/>
    </w:p>
    <w:p w:rsidR="00FF51E1" w:rsidRPr="008A1584" w:rsidRDefault="00FF51E1" w:rsidP="008A1584">
      <w:pPr>
        <w:spacing w:before="240" w:line="320" w:lineRule="atLeast"/>
        <w:jc w:val="both"/>
        <w:rPr>
          <w:szCs w:val="20"/>
        </w:rPr>
      </w:pPr>
      <w:r w:rsidRPr="008A1584">
        <w:rPr>
          <w:szCs w:val="20"/>
        </w:rPr>
        <w:t xml:space="preserve">The Australian people are the principal recipients of the government services covered by this Report. The size, trends and characteristics of the population can have significant influences on the demand for government services and the cost of </w:t>
      </w:r>
      <w:r w:rsidR="006F70D2" w:rsidRPr="008A1584">
        <w:rPr>
          <w:szCs w:val="20"/>
        </w:rPr>
        <w:t xml:space="preserve">service </w:t>
      </w:r>
      <w:r w:rsidRPr="008A1584">
        <w:rPr>
          <w:szCs w:val="20"/>
        </w:rPr>
        <w:t xml:space="preserve">delivery. This section provides a description of the Australian population, to support the interpretation of performance data provided in the Report. More detail is provided in the Australian Bureau of Statistics (ABS) quarterly publication </w:t>
      </w:r>
      <w:r w:rsidRPr="008A1584">
        <w:rPr>
          <w:i/>
          <w:szCs w:val="20"/>
        </w:rPr>
        <w:t>Australian Social Trends</w:t>
      </w:r>
      <w:r w:rsidRPr="008A1584">
        <w:rPr>
          <w:szCs w:val="20"/>
        </w:rPr>
        <w:t xml:space="preserve"> (ABS </w:t>
      </w:r>
      <w:proofErr w:type="spellStart"/>
      <w:r w:rsidRPr="008A1584">
        <w:rPr>
          <w:szCs w:val="20"/>
        </w:rPr>
        <w:t>201</w:t>
      </w:r>
      <w:r w:rsidR="00372961" w:rsidRPr="008A1584">
        <w:rPr>
          <w:szCs w:val="20"/>
        </w:rPr>
        <w:t>4</w:t>
      </w:r>
      <w:r w:rsidR="00A1754C" w:rsidRPr="008A1584">
        <w:rPr>
          <w:szCs w:val="20"/>
        </w:rPr>
        <w:t>a</w:t>
      </w:r>
      <w:proofErr w:type="spellEnd"/>
      <w:r w:rsidRPr="008A1584">
        <w:rPr>
          <w:szCs w:val="20"/>
        </w:rPr>
        <w:t xml:space="preserve"> and previous issues).</w:t>
      </w:r>
    </w:p>
    <w:p w:rsidR="00FF51E1" w:rsidRPr="008A1584" w:rsidRDefault="00FF51E1" w:rsidP="008A1584">
      <w:pPr>
        <w:spacing w:before="240" w:line="320" w:lineRule="atLeast"/>
        <w:jc w:val="both"/>
        <w:rPr>
          <w:szCs w:val="20"/>
        </w:rPr>
      </w:pPr>
      <w:r w:rsidRPr="008A1584">
        <w:rPr>
          <w:szCs w:val="20"/>
        </w:rPr>
        <w:t xml:space="preserve">In this chapter and associated attachment tables, </w:t>
      </w:r>
      <w:bookmarkStart w:id="18" w:name="OLE_LINK46"/>
      <w:r w:rsidRPr="008A1584">
        <w:rPr>
          <w:szCs w:val="20"/>
        </w:rPr>
        <w:t xml:space="preserve">population totals for the same year can vary, because they are drawn from different ABS’ sources depending on the information required. For example, some data are from the </w:t>
      </w:r>
      <w:r w:rsidRPr="008A1584">
        <w:rPr>
          <w:i/>
          <w:szCs w:val="20"/>
        </w:rPr>
        <w:t>Census of Population and Housing</w:t>
      </w:r>
      <w:r w:rsidRPr="008A1584">
        <w:rPr>
          <w:szCs w:val="20"/>
        </w:rPr>
        <w:t xml:space="preserve"> </w:t>
      </w:r>
      <w:r w:rsidR="00497141" w:rsidRPr="008A1584">
        <w:rPr>
          <w:szCs w:val="20"/>
        </w:rPr>
        <w:br/>
      </w:r>
      <w:r w:rsidRPr="008A1584">
        <w:rPr>
          <w:szCs w:val="20"/>
        </w:rPr>
        <w:t xml:space="preserve">(ABS 2012) and others are from </w:t>
      </w:r>
      <w:r w:rsidRPr="008A1584">
        <w:rPr>
          <w:i/>
          <w:szCs w:val="20"/>
        </w:rPr>
        <w:t>Australian Demographic Statistics</w:t>
      </w:r>
      <w:r w:rsidRPr="008A1584">
        <w:rPr>
          <w:szCs w:val="20"/>
        </w:rPr>
        <w:t xml:space="preserve"> (ABS </w:t>
      </w:r>
      <w:proofErr w:type="spellStart"/>
      <w:r w:rsidRPr="008A1584">
        <w:rPr>
          <w:szCs w:val="20"/>
        </w:rPr>
        <w:t>201</w:t>
      </w:r>
      <w:r w:rsidR="00372961" w:rsidRPr="008A1584">
        <w:rPr>
          <w:szCs w:val="20"/>
        </w:rPr>
        <w:t>4</w:t>
      </w:r>
      <w:r w:rsidR="00A1754C" w:rsidRPr="008A1584">
        <w:rPr>
          <w:szCs w:val="20"/>
        </w:rPr>
        <w:t>b</w:t>
      </w:r>
      <w:proofErr w:type="spellEnd"/>
      <w:r w:rsidRPr="008A1584">
        <w:rPr>
          <w:szCs w:val="20"/>
        </w:rPr>
        <w:t>).</w:t>
      </w:r>
    </w:p>
    <w:bookmarkEnd w:id="18"/>
    <w:p w:rsidR="00FF51E1" w:rsidRPr="0098048E" w:rsidRDefault="00FF51E1" w:rsidP="008A1584">
      <w:pPr>
        <w:spacing w:before="240" w:line="320" w:lineRule="atLeast"/>
        <w:jc w:val="both"/>
        <w:rPr>
          <w:szCs w:val="20"/>
        </w:rPr>
      </w:pPr>
      <w:r w:rsidRPr="008A1584">
        <w:rPr>
          <w:szCs w:val="20"/>
        </w:rPr>
        <w:t>Most of the service areas covered by the Report use estimated resident population (</w:t>
      </w:r>
      <w:proofErr w:type="spellStart"/>
      <w:r w:rsidRPr="008A1584">
        <w:rPr>
          <w:szCs w:val="20"/>
        </w:rPr>
        <w:t>ERP</w:t>
      </w:r>
      <w:proofErr w:type="spellEnd"/>
      <w:r w:rsidRPr="008A1584">
        <w:rPr>
          <w:szCs w:val="20"/>
        </w:rPr>
        <w:t xml:space="preserve">) data </w:t>
      </w:r>
      <w:r w:rsidRPr="009907C3">
        <w:rPr>
          <w:szCs w:val="20"/>
        </w:rPr>
        <w:t xml:space="preserve">from tables </w:t>
      </w:r>
      <w:proofErr w:type="spellStart"/>
      <w:r w:rsidRPr="009907C3">
        <w:rPr>
          <w:szCs w:val="20"/>
        </w:rPr>
        <w:t>2A.1</w:t>
      </w:r>
      <w:proofErr w:type="spellEnd"/>
      <w:r w:rsidR="001B6232" w:rsidRPr="009907C3">
        <w:rPr>
          <w:szCs w:val="20"/>
        </w:rPr>
        <w:t>–</w:t>
      </w:r>
      <w:r w:rsidRPr="009907C3">
        <w:rPr>
          <w:szCs w:val="20"/>
        </w:rPr>
        <w:t>2 for descriptive</w:t>
      </w:r>
      <w:r w:rsidRPr="008A1584">
        <w:rPr>
          <w:szCs w:val="20"/>
        </w:rPr>
        <w:t xml:space="preserve"> information (such as expenditure per person in the population) and </w:t>
      </w:r>
      <w:r w:rsidR="00742CEE" w:rsidRPr="008A1584">
        <w:rPr>
          <w:szCs w:val="20"/>
        </w:rPr>
        <w:t xml:space="preserve">as denominators for </w:t>
      </w:r>
      <w:r w:rsidRPr="008A1584">
        <w:rPr>
          <w:szCs w:val="20"/>
        </w:rPr>
        <w:t xml:space="preserve">performance indicators (such as </w:t>
      </w:r>
      <w:r w:rsidR="00742CEE" w:rsidRPr="008A1584">
        <w:rPr>
          <w:szCs w:val="20"/>
        </w:rPr>
        <w:t xml:space="preserve">calculating </w:t>
      </w:r>
      <w:r w:rsidRPr="008A1584">
        <w:rPr>
          <w:szCs w:val="20"/>
        </w:rPr>
        <w:t>participation rates for school education).</w:t>
      </w:r>
    </w:p>
    <w:p w:rsidR="00FF51E1" w:rsidRPr="005604C0" w:rsidRDefault="00FF51E1" w:rsidP="00AD6FCA">
      <w:pPr>
        <w:pStyle w:val="Heading3"/>
      </w:pPr>
      <w:bookmarkStart w:id="19" w:name="_Toc333919856"/>
      <w:bookmarkStart w:id="20" w:name="_Toc368582229"/>
      <w:bookmarkStart w:id="21" w:name="_Toc370136010"/>
      <w:r w:rsidRPr="005604C0">
        <w:t>Population size and trends</w:t>
      </w:r>
      <w:bookmarkEnd w:id="19"/>
      <w:bookmarkEnd w:id="20"/>
      <w:bookmarkEnd w:id="21"/>
    </w:p>
    <w:p w:rsidR="00FF51E1" w:rsidRPr="003924CE" w:rsidRDefault="00FF51E1" w:rsidP="008A1584">
      <w:pPr>
        <w:spacing w:before="240" w:line="320" w:lineRule="atLeast"/>
        <w:jc w:val="both"/>
        <w:rPr>
          <w:szCs w:val="20"/>
        </w:rPr>
      </w:pPr>
      <w:r w:rsidRPr="003924CE">
        <w:rPr>
          <w:szCs w:val="20"/>
        </w:rPr>
        <w:t>More than three quarters of Australia’s 2</w:t>
      </w:r>
      <w:r w:rsidR="003924CE" w:rsidRPr="003924CE">
        <w:rPr>
          <w:szCs w:val="20"/>
        </w:rPr>
        <w:t>3.1</w:t>
      </w:r>
      <w:r w:rsidRPr="003924CE">
        <w:rPr>
          <w:szCs w:val="20"/>
        </w:rPr>
        <w:t xml:space="preserve"> million people lived in the eastern mainland states as at 30 June 201</w:t>
      </w:r>
      <w:r w:rsidR="004F6BE7" w:rsidRPr="003924CE">
        <w:rPr>
          <w:szCs w:val="20"/>
        </w:rPr>
        <w:t>3</w:t>
      </w:r>
      <w:r w:rsidRPr="003924CE">
        <w:rPr>
          <w:szCs w:val="20"/>
        </w:rPr>
        <w:t xml:space="preserve">, with NSW, Victoria and Queensland accounting for </w:t>
      </w:r>
      <w:r w:rsidR="00694FB0">
        <w:rPr>
          <w:szCs w:val="20"/>
        </w:rPr>
        <w:br/>
      </w:r>
      <w:r w:rsidRPr="003924CE">
        <w:rPr>
          <w:szCs w:val="20"/>
        </w:rPr>
        <w:t>32.</w:t>
      </w:r>
      <w:r w:rsidR="003924CE" w:rsidRPr="003924CE">
        <w:rPr>
          <w:szCs w:val="20"/>
        </w:rPr>
        <w:t>0</w:t>
      </w:r>
      <w:r w:rsidRPr="003924CE">
        <w:rPr>
          <w:szCs w:val="20"/>
        </w:rPr>
        <w:t xml:space="preserve"> per cent, 24.8 per cent and 20.1 per cent, respectively, of t</w:t>
      </w:r>
      <w:r w:rsidR="00932307">
        <w:rPr>
          <w:szCs w:val="20"/>
        </w:rPr>
        <w:t>he nation’s population. WA</w:t>
      </w:r>
      <w:r w:rsidRPr="003924CE">
        <w:rPr>
          <w:szCs w:val="20"/>
        </w:rPr>
        <w:t xml:space="preserve"> and SA accounted for a further 10.</w:t>
      </w:r>
      <w:r w:rsidR="003924CE" w:rsidRPr="003924CE">
        <w:rPr>
          <w:szCs w:val="20"/>
        </w:rPr>
        <w:t>9</w:t>
      </w:r>
      <w:r w:rsidR="00497141">
        <w:rPr>
          <w:szCs w:val="20"/>
        </w:rPr>
        <w:t xml:space="preserve"> per cent and </w:t>
      </w:r>
      <w:r w:rsidRPr="003924CE">
        <w:rPr>
          <w:szCs w:val="20"/>
        </w:rPr>
        <w:t>7.</w:t>
      </w:r>
      <w:r w:rsidR="003924CE" w:rsidRPr="003924CE">
        <w:rPr>
          <w:szCs w:val="20"/>
        </w:rPr>
        <w:t>2</w:t>
      </w:r>
      <w:r w:rsidRPr="003924CE">
        <w:rPr>
          <w:szCs w:val="20"/>
        </w:rPr>
        <w:t xml:space="preserve"> per cent, respectively, while Tasmania, the ACT and the NT accounted for the remaining 2.</w:t>
      </w:r>
      <w:r w:rsidR="003924CE" w:rsidRPr="003924CE">
        <w:rPr>
          <w:szCs w:val="20"/>
        </w:rPr>
        <w:t>2</w:t>
      </w:r>
      <w:r w:rsidRPr="003924CE">
        <w:rPr>
          <w:szCs w:val="20"/>
        </w:rPr>
        <w:t xml:space="preserve"> per cent, 1.7 per cent and 1.0 per cent, respectively (table </w:t>
      </w:r>
      <w:proofErr w:type="spellStart"/>
      <w:r w:rsidRPr="003924CE">
        <w:rPr>
          <w:szCs w:val="20"/>
        </w:rPr>
        <w:t>2A.1</w:t>
      </w:r>
      <w:proofErr w:type="spellEnd"/>
      <w:r w:rsidRPr="003924CE">
        <w:rPr>
          <w:szCs w:val="20"/>
        </w:rPr>
        <w:t xml:space="preserve">). As the majority of Australia’s population lives in the eastern mainland states, </w:t>
      </w:r>
      <w:r w:rsidR="00742CEE" w:rsidRPr="008A1584">
        <w:rPr>
          <w:szCs w:val="20"/>
        </w:rPr>
        <w:t xml:space="preserve">data for </w:t>
      </w:r>
      <w:r w:rsidRPr="003924CE">
        <w:rPr>
          <w:szCs w:val="20"/>
        </w:rPr>
        <w:t>these jurisdictions generally have a large influence on national averages.</w:t>
      </w:r>
    </w:p>
    <w:p w:rsidR="00FF51E1" w:rsidRPr="003924CE" w:rsidRDefault="00FF51E1" w:rsidP="008A1584">
      <w:pPr>
        <w:spacing w:before="240" w:line="320" w:lineRule="atLeast"/>
        <w:jc w:val="both"/>
        <w:rPr>
          <w:szCs w:val="20"/>
        </w:rPr>
      </w:pPr>
      <w:r w:rsidRPr="003924CE">
        <w:rPr>
          <w:szCs w:val="20"/>
        </w:rPr>
        <w:t>Nationally, the average annual growth rate of the population between 200</w:t>
      </w:r>
      <w:r w:rsidR="00612B6E" w:rsidRPr="003924CE">
        <w:rPr>
          <w:szCs w:val="20"/>
        </w:rPr>
        <w:t>9</w:t>
      </w:r>
      <w:r w:rsidRPr="003924CE">
        <w:rPr>
          <w:szCs w:val="20"/>
        </w:rPr>
        <w:t xml:space="preserve"> and 201</w:t>
      </w:r>
      <w:r w:rsidR="00612B6E" w:rsidRPr="003924CE">
        <w:rPr>
          <w:szCs w:val="20"/>
        </w:rPr>
        <w:t>3</w:t>
      </w:r>
      <w:r w:rsidRPr="003924CE">
        <w:rPr>
          <w:szCs w:val="20"/>
        </w:rPr>
        <w:t xml:space="preserve"> was approximately 1.</w:t>
      </w:r>
      <w:r w:rsidR="00C859B0" w:rsidRPr="003924CE">
        <w:rPr>
          <w:szCs w:val="20"/>
        </w:rPr>
        <w:t>6</w:t>
      </w:r>
      <w:r w:rsidRPr="003924CE">
        <w:rPr>
          <w:szCs w:val="20"/>
        </w:rPr>
        <w:t xml:space="preserve"> per cent. The growth ac</w:t>
      </w:r>
      <w:r w:rsidR="00497141">
        <w:rPr>
          <w:szCs w:val="20"/>
        </w:rPr>
        <w:t xml:space="preserve">ross jurisdictions ranged from </w:t>
      </w:r>
      <w:r w:rsidR="00C859B0" w:rsidRPr="003924CE">
        <w:rPr>
          <w:szCs w:val="20"/>
        </w:rPr>
        <w:t>3.0</w:t>
      </w:r>
      <w:r w:rsidRPr="003924CE">
        <w:rPr>
          <w:szCs w:val="20"/>
        </w:rPr>
        <w:t xml:space="preserve"> per cent in WA to 0.</w:t>
      </w:r>
      <w:r w:rsidR="00612B6E" w:rsidRPr="003924CE">
        <w:rPr>
          <w:szCs w:val="20"/>
        </w:rPr>
        <w:t>4</w:t>
      </w:r>
      <w:r w:rsidRPr="003924CE">
        <w:rPr>
          <w:szCs w:val="20"/>
        </w:rPr>
        <w:t xml:space="preserve"> per cent </w:t>
      </w:r>
      <w:r w:rsidRPr="008A1584">
        <w:rPr>
          <w:szCs w:val="20"/>
        </w:rPr>
        <w:t xml:space="preserve">in Tasmania (table </w:t>
      </w:r>
      <w:proofErr w:type="spellStart"/>
      <w:r w:rsidRPr="008A1584">
        <w:rPr>
          <w:szCs w:val="20"/>
        </w:rPr>
        <w:t>2A.</w:t>
      </w:r>
      <w:r w:rsidR="00742CEE" w:rsidRPr="008A1584">
        <w:rPr>
          <w:szCs w:val="20"/>
        </w:rPr>
        <w:t>1</w:t>
      </w:r>
      <w:proofErr w:type="spellEnd"/>
      <w:r w:rsidRPr="008A1584">
        <w:rPr>
          <w:szCs w:val="20"/>
        </w:rPr>
        <w:t>).</w:t>
      </w:r>
      <w:r w:rsidR="00742CEE" w:rsidRPr="008A1584">
        <w:rPr>
          <w:szCs w:val="20"/>
        </w:rPr>
        <w:t xml:space="preserve"> Population data for December 2013 and earlier years are in table </w:t>
      </w:r>
      <w:proofErr w:type="spellStart"/>
      <w:r w:rsidR="00742CEE" w:rsidRPr="008A1584">
        <w:rPr>
          <w:szCs w:val="20"/>
        </w:rPr>
        <w:t>2A.2</w:t>
      </w:r>
      <w:proofErr w:type="spellEnd"/>
      <w:r w:rsidR="00742CEE" w:rsidRPr="008A1584">
        <w:rPr>
          <w:szCs w:val="20"/>
        </w:rPr>
        <w:t>.</w:t>
      </w:r>
    </w:p>
    <w:p w:rsidR="00FF51E1" w:rsidRPr="003924CE" w:rsidRDefault="00FF51E1" w:rsidP="00AD6FCA">
      <w:pPr>
        <w:pStyle w:val="Heading3"/>
      </w:pPr>
      <w:bookmarkStart w:id="22" w:name="_Toc333919857"/>
      <w:bookmarkStart w:id="23" w:name="_Toc368582230"/>
      <w:bookmarkStart w:id="24" w:name="_Toc370136011"/>
      <w:r w:rsidRPr="003924CE">
        <w:t>Population, by age and sex</w:t>
      </w:r>
      <w:bookmarkEnd w:id="22"/>
      <w:bookmarkEnd w:id="23"/>
      <w:bookmarkEnd w:id="24"/>
    </w:p>
    <w:p w:rsidR="00FF51E1" w:rsidRPr="0022188E" w:rsidRDefault="00FF51E1" w:rsidP="008A1584">
      <w:pPr>
        <w:spacing w:before="240" w:line="320" w:lineRule="atLeast"/>
        <w:jc w:val="both"/>
        <w:rPr>
          <w:szCs w:val="20"/>
        </w:rPr>
      </w:pPr>
      <w:r w:rsidRPr="0022188E">
        <w:rPr>
          <w:szCs w:val="20"/>
        </w:rPr>
        <w:t xml:space="preserve">As in most other developed economies, greater life expectancy and declining fertility have contributed to an ‘ageing’ of Australia’s population. However, the age distribution </w:t>
      </w:r>
      <w:r w:rsidR="002534DC" w:rsidRPr="0022188E">
        <w:rPr>
          <w:szCs w:val="20"/>
        </w:rPr>
        <w:t xml:space="preserve">of </w:t>
      </w:r>
      <w:r w:rsidR="00100AE9" w:rsidRPr="0022188E">
        <w:t>Aboriginal and Torres Strait Islander</w:t>
      </w:r>
      <w:r w:rsidR="002534DC" w:rsidRPr="0022188E">
        <w:rPr>
          <w:szCs w:val="20"/>
        </w:rPr>
        <w:t xml:space="preserve"> </w:t>
      </w:r>
      <w:r w:rsidR="009B3A39" w:rsidRPr="0022188E">
        <w:rPr>
          <w:szCs w:val="20"/>
        </w:rPr>
        <w:t>people</w:t>
      </w:r>
      <w:r w:rsidRPr="0022188E">
        <w:rPr>
          <w:szCs w:val="20"/>
        </w:rPr>
        <w:t xml:space="preserve"> is markedly different to that of all Australians </w:t>
      </w:r>
      <w:r w:rsidR="00932296" w:rsidRPr="0022188E">
        <w:rPr>
          <w:szCs w:val="20"/>
        </w:rPr>
        <w:t xml:space="preserve">(figure 2.1). At 30 June </w:t>
      </w:r>
      <w:r w:rsidRPr="0022188E">
        <w:rPr>
          <w:szCs w:val="20"/>
        </w:rPr>
        <w:t>201</w:t>
      </w:r>
      <w:r w:rsidR="00D56978" w:rsidRPr="0022188E">
        <w:rPr>
          <w:szCs w:val="20"/>
        </w:rPr>
        <w:t>3</w:t>
      </w:r>
      <w:r w:rsidR="00F2288A" w:rsidRPr="0022188E">
        <w:rPr>
          <w:szCs w:val="20"/>
        </w:rPr>
        <w:t>,</w:t>
      </w:r>
      <w:r w:rsidRPr="0022188E">
        <w:rPr>
          <w:szCs w:val="20"/>
        </w:rPr>
        <w:t xml:space="preserve"> 9.</w:t>
      </w:r>
      <w:r w:rsidR="003924CE" w:rsidRPr="0022188E">
        <w:rPr>
          <w:szCs w:val="20"/>
        </w:rPr>
        <w:t>8</w:t>
      </w:r>
      <w:r w:rsidRPr="0022188E">
        <w:rPr>
          <w:szCs w:val="20"/>
        </w:rPr>
        <w:t xml:space="preserve"> per cent of A</w:t>
      </w:r>
      <w:r w:rsidR="000D3AB2" w:rsidRPr="0022188E">
        <w:rPr>
          <w:szCs w:val="20"/>
        </w:rPr>
        <w:t xml:space="preserve">ustralia’s population was aged </w:t>
      </w:r>
      <w:r w:rsidRPr="0022188E">
        <w:rPr>
          <w:szCs w:val="20"/>
        </w:rPr>
        <w:t xml:space="preserve">70 years or </w:t>
      </w:r>
      <w:r w:rsidRPr="0022188E">
        <w:rPr>
          <w:szCs w:val="20"/>
        </w:rPr>
        <w:lastRenderedPageBreak/>
        <w:t xml:space="preserve">over, compared with just </w:t>
      </w:r>
      <w:r w:rsidR="00D56978" w:rsidRPr="0022188E">
        <w:rPr>
          <w:szCs w:val="20"/>
        </w:rPr>
        <w:t>1.9</w:t>
      </w:r>
      <w:r w:rsidRPr="0022188E">
        <w:rPr>
          <w:szCs w:val="20"/>
        </w:rPr>
        <w:t xml:space="preserve"> per cent of Australia’s </w:t>
      </w:r>
      <w:r w:rsidR="00856E61" w:rsidRPr="0022188E">
        <w:t>Aboriginal and Torres Strait Islander</w:t>
      </w:r>
      <w:r w:rsidR="00A37DB1" w:rsidRPr="0022188E">
        <w:t xml:space="preserve"> </w:t>
      </w:r>
      <w:r w:rsidRPr="0022188E">
        <w:rPr>
          <w:szCs w:val="20"/>
        </w:rPr>
        <w:t xml:space="preserve">population, as at 30 June 2011 (tables </w:t>
      </w:r>
      <w:proofErr w:type="spellStart"/>
      <w:r w:rsidRPr="0022188E">
        <w:rPr>
          <w:szCs w:val="20"/>
        </w:rPr>
        <w:t>2A.1</w:t>
      </w:r>
      <w:proofErr w:type="spellEnd"/>
      <w:r w:rsidRPr="0022188E">
        <w:rPr>
          <w:szCs w:val="20"/>
        </w:rPr>
        <w:t xml:space="preserve"> and </w:t>
      </w:r>
      <w:proofErr w:type="spellStart"/>
      <w:r w:rsidRPr="0022188E">
        <w:rPr>
          <w:szCs w:val="20"/>
        </w:rPr>
        <w:t>2A.1</w:t>
      </w:r>
      <w:r w:rsidR="00121091" w:rsidRPr="0022188E">
        <w:rPr>
          <w:szCs w:val="20"/>
        </w:rPr>
        <w:t>3</w:t>
      </w:r>
      <w:proofErr w:type="spellEnd"/>
      <w:r w:rsidRPr="0022188E">
        <w:rPr>
          <w:szCs w:val="20"/>
        </w:rPr>
        <w:t>). Across jurisdictions, the proportion of all people aged 70 years or over ranged from 11.</w:t>
      </w:r>
      <w:r w:rsidR="003924CE" w:rsidRPr="0022188E">
        <w:rPr>
          <w:szCs w:val="20"/>
        </w:rPr>
        <w:t>5</w:t>
      </w:r>
      <w:r w:rsidRPr="0022188E">
        <w:rPr>
          <w:szCs w:val="20"/>
        </w:rPr>
        <w:t xml:space="preserve"> per cent in SA</w:t>
      </w:r>
      <w:r w:rsidR="003924CE" w:rsidRPr="0022188E">
        <w:rPr>
          <w:szCs w:val="20"/>
        </w:rPr>
        <w:t xml:space="preserve"> and Tasmania</w:t>
      </w:r>
      <w:r w:rsidRPr="0022188E">
        <w:rPr>
          <w:szCs w:val="20"/>
        </w:rPr>
        <w:t xml:space="preserve"> to 3.</w:t>
      </w:r>
      <w:r w:rsidR="003924CE" w:rsidRPr="0022188E">
        <w:rPr>
          <w:szCs w:val="20"/>
        </w:rPr>
        <w:t>4</w:t>
      </w:r>
      <w:r w:rsidRPr="0022188E">
        <w:rPr>
          <w:szCs w:val="20"/>
        </w:rPr>
        <w:t xml:space="preserve"> per cent in the NT (table </w:t>
      </w:r>
      <w:proofErr w:type="spellStart"/>
      <w:r w:rsidRPr="0022188E">
        <w:rPr>
          <w:szCs w:val="20"/>
        </w:rPr>
        <w:t>2A.1</w:t>
      </w:r>
      <w:proofErr w:type="spellEnd"/>
      <w:r w:rsidRPr="0022188E">
        <w:rPr>
          <w:szCs w:val="20"/>
        </w:rPr>
        <w:t>).</w:t>
      </w:r>
    </w:p>
    <w:p w:rsidR="00F57186" w:rsidRPr="00B00B62" w:rsidRDefault="00FF51E1" w:rsidP="00FF51E1">
      <w:pPr>
        <w:spacing w:before="240" w:line="320" w:lineRule="atLeast"/>
        <w:jc w:val="both"/>
        <w:rPr>
          <w:szCs w:val="20"/>
        </w:rPr>
      </w:pPr>
      <w:r w:rsidRPr="00B00B62">
        <w:rPr>
          <w:szCs w:val="20"/>
        </w:rPr>
        <w:t>Half of the population at June 201</w:t>
      </w:r>
      <w:r w:rsidR="00D56978" w:rsidRPr="00B00B62">
        <w:rPr>
          <w:szCs w:val="20"/>
        </w:rPr>
        <w:t>3</w:t>
      </w:r>
      <w:r w:rsidRPr="00B00B62">
        <w:rPr>
          <w:szCs w:val="20"/>
        </w:rPr>
        <w:t xml:space="preserve"> was female (50.</w:t>
      </w:r>
      <w:r w:rsidR="003924CE" w:rsidRPr="00B00B62">
        <w:rPr>
          <w:szCs w:val="20"/>
        </w:rPr>
        <w:t>2</w:t>
      </w:r>
      <w:r w:rsidRPr="00B00B62">
        <w:rPr>
          <w:szCs w:val="20"/>
        </w:rPr>
        <w:t xml:space="preserve"> per cent). This distribution was similar across all jurisdictions except </w:t>
      </w:r>
      <w:r w:rsidR="00D56978" w:rsidRPr="00B00B62">
        <w:rPr>
          <w:szCs w:val="20"/>
        </w:rPr>
        <w:t>WA</w:t>
      </w:r>
      <w:r w:rsidRPr="00B00B62">
        <w:rPr>
          <w:szCs w:val="20"/>
        </w:rPr>
        <w:t>, which had a slightly lower representation of women in its population (4</w:t>
      </w:r>
      <w:r w:rsidR="003924CE" w:rsidRPr="00B00B62">
        <w:rPr>
          <w:szCs w:val="20"/>
        </w:rPr>
        <w:t>7.</w:t>
      </w:r>
      <w:r w:rsidR="00E51F94" w:rsidRPr="00B00B62">
        <w:rPr>
          <w:szCs w:val="20"/>
        </w:rPr>
        <w:t>4</w:t>
      </w:r>
      <w:r w:rsidRPr="00B00B62">
        <w:rPr>
          <w:szCs w:val="20"/>
        </w:rPr>
        <w:t xml:space="preserve"> per cent) (table </w:t>
      </w:r>
      <w:proofErr w:type="spellStart"/>
      <w:r w:rsidRPr="00B00B62">
        <w:rPr>
          <w:szCs w:val="20"/>
        </w:rPr>
        <w:t>2A.1</w:t>
      </w:r>
      <w:proofErr w:type="spellEnd"/>
      <w:r w:rsidRPr="00B00B62">
        <w:rPr>
          <w:szCs w:val="20"/>
        </w:rPr>
        <w:t>). The proportion of women in the population varies noticeably by age. Nationally, approximately 55.</w:t>
      </w:r>
      <w:r w:rsidR="00E51F94" w:rsidRPr="00B00B62">
        <w:rPr>
          <w:szCs w:val="20"/>
        </w:rPr>
        <w:t>2</w:t>
      </w:r>
      <w:r w:rsidRPr="00B00B62">
        <w:rPr>
          <w:szCs w:val="20"/>
        </w:rPr>
        <w:t xml:space="preserve"> per cent of people aged 70 years or over were female, compared with 48.7 per cent of people aged 14 years or under (table </w:t>
      </w:r>
      <w:proofErr w:type="spellStart"/>
      <w:r w:rsidRPr="00B00B62">
        <w:rPr>
          <w:szCs w:val="20"/>
        </w:rPr>
        <w:t>2A.1</w:t>
      </w:r>
      <w:proofErr w:type="spellEnd"/>
      <w:r w:rsidRPr="00B00B62">
        <w:rPr>
          <w:szCs w:val="20"/>
        </w:rPr>
        <w:t>).</w:t>
      </w:r>
    </w:p>
    <w:p w:rsidR="00F57186" w:rsidRPr="00B00B62" w:rsidRDefault="00F57186" w:rsidP="00F5718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909"/>
      </w:tblGrid>
      <w:tr w:rsidR="00F57186" w:rsidRPr="00B00B62" w:rsidTr="00C53138">
        <w:tc>
          <w:tcPr>
            <w:tcW w:w="8909" w:type="dxa"/>
            <w:tcBorders>
              <w:top w:val="single" w:sz="6" w:space="0" w:color="78A22F"/>
              <w:left w:val="nil"/>
              <w:bottom w:val="nil"/>
              <w:right w:val="nil"/>
            </w:tcBorders>
            <w:shd w:val="clear" w:color="auto" w:fill="auto"/>
          </w:tcPr>
          <w:p w:rsidR="00F57186" w:rsidRPr="00B00B62" w:rsidRDefault="00F57186" w:rsidP="00F57186">
            <w:pPr>
              <w:pStyle w:val="FigureTitle"/>
            </w:pPr>
            <w:r w:rsidRPr="00B00B62">
              <w:rPr>
                <w:b w:val="0"/>
              </w:rPr>
              <w:t>Figure 2.</w:t>
            </w:r>
            <w:r w:rsidR="00C87DBB">
              <w:rPr>
                <w:b w:val="0"/>
                <w:noProof/>
              </w:rPr>
              <w:t>1</w:t>
            </w:r>
            <w:r w:rsidRPr="00B00B62">
              <w:tab/>
              <w:t xml:space="preserve">Population distribution, Australia, by age and sex, </w:t>
            </w:r>
            <w:r w:rsidR="00F8438F" w:rsidRPr="00B00B62">
              <w:br/>
            </w:r>
            <w:r w:rsidRPr="00B00B62">
              <w:t>30 June</w:t>
            </w:r>
            <w:r w:rsidRPr="00B00B62">
              <w:rPr>
                <w:rStyle w:val="NoteLabel"/>
                <w:b/>
              </w:rPr>
              <w:t>a, b, c</w:t>
            </w:r>
          </w:p>
        </w:tc>
      </w:tr>
      <w:tr w:rsidR="00F57186" w:rsidRPr="00B00B62" w:rsidTr="008A1584">
        <w:tblPrEx>
          <w:tblCellMar>
            <w:left w:w="108" w:type="dxa"/>
            <w:right w:w="108" w:type="dxa"/>
          </w:tblCellMar>
        </w:tblPrEx>
        <w:tc>
          <w:tcPr>
            <w:tcW w:w="8909" w:type="dxa"/>
            <w:tcBorders>
              <w:top w:val="nil"/>
              <w:left w:val="nil"/>
              <w:bottom w:val="nil"/>
              <w:right w:val="nil"/>
            </w:tcBorders>
            <w:shd w:val="clear" w:color="auto" w:fill="auto"/>
          </w:tcPr>
          <w:p w:rsidR="00F57186" w:rsidRPr="00B00B62" w:rsidRDefault="00C53138">
            <w:r w:rsidRPr="00B00B62">
              <w:rPr>
                <w:noProof/>
              </w:rPr>
              <w:drawing>
                <wp:inline distT="0" distB="0" distL="0" distR="0" wp14:anchorId="24E2D670" wp14:editId="2D494674">
                  <wp:extent cx="5400000" cy="360000"/>
                  <wp:effectExtent l="0" t="0" r="0" b="2540"/>
                  <wp:docPr id="2" name="Chart 2" descr="Figure 2.1 Population distribution, Australia, by age and sex, 30 June &#10;&#10;Legend to Figure   &#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693"/>
            </w:tblGrid>
            <w:tr w:rsidR="00F57186" w:rsidRPr="00B00B62" w:rsidTr="005418AD">
              <w:tc>
                <w:tcPr>
                  <w:tcW w:w="5000" w:type="pct"/>
                  <w:tcBorders>
                    <w:top w:val="nil"/>
                    <w:bottom w:val="nil"/>
                  </w:tcBorders>
                </w:tcPr>
                <w:tbl>
                  <w:tblPr>
                    <w:tblW w:w="5000" w:type="pct"/>
                    <w:tblBorders>
                      <w:top w:val="single" w:sz="6" w:space="0" w:color="auto"/>
                      <w:bottom w:val="single" w:sz="6" w:space="0" w:color="auto"/>
                    </w:tblBorders>
                    <w:tblCellMar>
                      <w:left w:w="0" w:type="dxa"/>
                      <w:right w:w="0" w:type="dxa"/>
                    </w:tblCellMar>
                    <w:tblLook w:val="0000" w:firstRow="0" w:lastRow="0" w:firstColumn="0" w:lastColumn="0" w:noHBand="0" w:noVBand="0"/>
                  </w:tblPr>
                  <w:tblGrid>
                    <w:gridCol w:w="4243"/>
                    <w:gridCol w:w="4450"/>
                  </w:tblGrid>
                  <w:tr w:rsidR="00F57186" w:rsidRPr="00B00B62" w:rsidTr="0022188E">
                    <w:trPr>
                      <w:cantSplit/>
                    </w:trPr>
                    <w:tc>
                      <w:tcPr>
                        <w:tcW w:w="2446" w:type="pct"/>
                        <w:tcBorders>
                          <w:top w:val="nil"/>
                          <w:bottom w:val="nil"/>
                        </w:tcBorders>
                      </w:tcPr>
                      <w:p w:rsidR="00F57186" w:rsidRPr="00B00B62" w:rsidRDefault="00F57186" w:rsidP="00F57186">
                        <w:pPr>
                          <w:pStyle w:val="TableBodyText"/>
                          <w:tabs>
                            <w:tab w:val="center" w:pos="2399"/>
                          </w:tabs>
                          <w:spacing w:before="40"/>
                          <w:ind w:left="-11"/>
                          <w:jc w:val="center"/>
                          <w:rPr>
                            <w:b/>
                          </w:rPr>
                        </w:pPr>
                        <w:r w:rsidRPr="00B00B62">
                          <w:rPr>
                            <w:b/>
                          </w:rPr>
                          <w:t>All people (2013)</w:t>
                        </w:r>
                      </w:p>
                    </w:tc>
                    <w:tc>
                      <w:tcPr>
                        <w:tcW w:w="2554" w:type="pct"/>
                        <w:tcBorders>
                          <w:top w:val="nil"/>
                          <w:bottom w:val="nil"/>
                        </w:tcBorders>
                      </w:tcPr>
                      <w:p w:rsidR="00F57186" w:rsidRPr="00B00B62" w:rsidRDefault="00F57186" w:rsidP="00F57186">
                        <w:pPr>
                          <w:pStyle w:val="TableBodyText"/>
                          <w:tabs>
                            <w:tab w:val="center" w:pos="2405"/>
                          </w:tabs>
                          <w:spacing w:before="40"/>
                          <w:ind w:left="-4"/>
                          <w:jc w:val="center"/>
                          <w:rPr>
                            <w:b/>
                          </w:rPr>
                        </w:pPr>
                        <w:r w:rsidRPr="00B00B62">
                          <w:rPr>
                            <w:b/>
                          </w:rPr>
                          <w:t xml:space="preserve">Aboriginal and Torres Strait Islander </w:t>
                        </w:r>
                        <w:r w:rsidRPr="00B00B62">
                          <w:rPr>
                            <w:b/>
                          </w:rPr>
                          <w:br/>
                          <w:t>Australians (2011)</w:t>
                        </w:r>
                      </w:p>
                    </w:tc>
                  </w:tr>
                  <w:tr w:rsidR="00F57186" w:rsidRPr="00B00B62" w:rsidTr="0022188E">
                    <w:tblPrEx>
                      <w:tblCellMar>
                        <w:left w:w="108" w:type="dxa"/>
                        <w:right w:w="108" w:type="dxa"/>
                      </w:tblCellMar>
                    </w:tblPrEx>
                    <w:trPr>
                      <w:cantSplit/>
                      <w:trHeight w:val="3732"/>
                    </w:trPr>
                    <w:tc>
                      <w:tcPr>
                        <w:tcW w:w="2446" w:type="pct"/>
                        <w:tcBorders>
                          <w:top w:val="nil"/>
                          <w:bottom w:val="nil"/>
                        </w:tcBorders>
                      </w:tcPr>
                      <w:p w:rsidR="00F57186" w:rsidRPr="00B00B62" w:rsidRDefault="0022188E" w:rsidP="00F57186">
                        <w:pPr>
                          <w:pStyle w:val="Figure"/>
                          <w:spacing w:before="0" w:after="0"/>
                          <w:rPr>
                            <w:sz w:val="20"/>
                          </w:rPr>
                        </w:pPr>
                        <w:r w:rsidRPr="00B00B62">
                          <w:rPr>
                            <w:noProof/>
                          </w:rPr>
                          <w:drawing>
                            <wp:inline distT="0" distB="0" distL="0" distR="0" wp14:anchorId="6F2099B8" wp14:editId="50B60FEB">
                              <wp:extent cx="2636874" cy="2445488"/>
                              <wp:effectExtent l="0" t="0" r="0" b="0"/>
                              <wp:docPr id="3" name="Chart 3" descr="Figure 2.1 Population distribution, Australia, by age and sex, 30 June&#10;&#10;All people (2013)&#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c>
                      <w:tcPr>
                        <w:tcW w:w="2554" w:type="pct"/>
                        <w:tcBorders>
                          <w:top w:val="nil"/>
                          <w:bottom w:val="nil"/>
                        </w:tcBorders>
                      </w:tcPr>
                      <w:p w:rsidR="00F57186" w:rsidRPr="00B00B62" w:rsidRDefault="007164D6" w:rsidP="00F57186">
                        <w:pPr>
                          <w:pStyle w:val="Figure"/>
                          <w:spacing w:before="0" w:after="0"/>
                          <w:rPr>
                            <w:sz w:val="20"/>
                          </w:rPr>
                        </w:pPr>
                        <w:r w:rsidRPr="00B00B62">
                          <w:rPr>
                            <w:noProof/>
                          </w:rPr>
                          <w:drawing>
                            <wp:inline distT="0" distB="0" distL="0" distR="0" wp14:anchorId="738D8FBF" wp14:editId="18D08960">
                              <wp:extent cx="2772000" cy="2448000"/>
                              <wp:effectExtent l="0" t="0" r="0" b="0"/>
                              <wp:docPr id="5" name="Chart 5" descr="Figure 2.1 Population distribution, Australia, by age and sex, 30 June&#10;&#10;Aboriginal and Torres Strait Islander Australians&#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rsidR="00F57186" w:rsidRPr="00B00B62" w:rsidRDefault="00F57186" w:rsidP="00F57186">
                  <w:pPr>
                    <w:pStyle w:val="Figure"/>
                    <w:spacing w:before="60" w:after="60"/>
                  </w:pPr>
                </w:p>
              </w:tc>
            </w:tr>
          </w:tbl>
          <w:p w:rsidR="00F57186" w:rsidRPr="00B00B62" w:rsidRDefault="00F57186" w:rsidP="00F57186">
            <w:pPr>
              <w:pStyle w:val="Figure"/>
            </w:pPr>
          </w:p>
        </w:tc>
      </w:tr>
      <w:tr w:rsidR="00F57186" w:rsidRPr="00B00B62" w:rsidTr="008A1584">
        <w:tc>
          <w:tcPr>
            <w:tcW w:w="8909" w:type="dxa"/>
            <w:tcBorders>
              <w:top w:val="nil"/>
              <w:left w:val="nil"/>
              <w:bottom w:val="nil"/>
              <w:right w:val="nil"/>
            </w:tcBorders>
            <w:shd w:val="clear" w:color="auto" w:fill="auto"/>
          </w:tcPr>
          <w:p w:rsidR="00F57186" w:rsidRPr="00B00B62" w:rsidRDefault="004D3BE7" w:rsidP="009B3A39">
            <w:pPr>
              <w:pStyle w:val="Note"/>
            </w:pPr>
            <w:proofErr w:type="spellStart"/>
            <w:r w:rsidRPr="00B00B62">
              <w:rPr>
                <w:rStyle w:val="NoteLabel"/>
              </w:rPr>
              <w:t>a</w:t>
            </w:r>
            <w:proofErr w:type="spellEnd"/>
            <w:r w:rsidR="00EA4198" w:rsidRPr="00B00B62">
              <w:t xml:space="preserve"> Includes other territories</w:t>
            </w:r>
            <w:r w:rsidRPr="00B00B62">
              <w:t xml:space="preserve">. </w:t>
            </w:r>
            <w:r w:rsidRPr="00B00B62">
              <w:rPr>
                <w:rStyle w:val="NoteLabel"/>
              </w:rPr>
              <w:t>b</w:t>
            </w:r>
            <w:r w:rsidRPr="00B00B62">
              <w:t xml:space="preserve"> </w:t>
            </w:r>
            <w:r w:rsidR="00305411" w:rsidRPr="00B00B62">
              <w:t>Estimated Resident Population (</w:t>
            </w:r>
            <w:proofErr w:type="spellStart"/>
            <w:r w:rsidR="00305411" w:rsidRPr="00B00B62">
              <w:t>ERP</w:t>
            </w:r>
            <w:proofErr w:type="spellEnd"/>
            <w:r w:rsidR="00305411" w:rsidRPr="00B00B62">
              <w:t>) data for 20</w:t>
            </w:r>
            <w:r w:rsidR="009B3A39" w:rsidRPr="00B00B62">
              <w:t xml:space="preserve">13 </w:t>
            </w:r>
            <w:r w:rsidR="00305411" w:rsidRPr="00B00B62">
              <w:t xml:space="preserve">are </w:t>
            </w:r>
            <w:r w:rsidR="009B3A39" w:rsidRPr="00B00B62">
              <w:t>preliminary</w:t>
            </w:r>
            <w:r w:rsidR="00305411" w:rsidRPr="00B00B62">
              <w:t xml:space="preserve">, based on the </w:t>
            </w:r>
            <w:r w:rsidR="00305411" w:rsidRPr="00B00B62">
              <w:rPr>
                <w:i/>
              </w:rPr>
              <w:t>2011 Census of Population and Housing</w:t>
            </w:r>
            <w:r w:rsidR="00305411" w:rsidRPr="00B00B62">
              <w:t xml:space="preserve">. </w:t>
            </w:r>
            <w:r w:rsidR="009B3A39" w:rsidRPr="00B00B62">
              <w:t xml:space="preserve">Estimates of the Aboriginal and Torres Strait Islander </w:t>
            </w:r>
            <w:r w:rsidR="00897718" w:rsidRPr="00B00B62">
              <w:t xml:space="preserve">populations </w:t>
            </w:r>
            <w:r w:rsidR="009B3A39" w:rsidRPr="00B00B62">
              <w:t xml:space="preserve">at 30 June 2011 are final based on the </w:t>
            </w:r>
            <w:r w:rsidR="009B3A39" w:rsidRPr="00B00B62">
              <w:rPr>
                <w:i/>
              </w:rPr>
              <w:t>2011 Census of Population and Housing</w:t>
            </w:r>
            <w:r w:rsidR="009B3A39" w:rsidRPr="00B00B62">
              <w:t xml:space="preserve">. </w:t>
            </w:r>
            <w:r w:rsidR="009B3A39" w:rsidRPr="00B00B62">
              <w:rPr>
                <w:rStyle w:val="NoteLabel"/>
              </w:rPr>
              <w:t>c</w:t>
            </w:r>
            <w:r w:rsidR="009B3A39" w:rsidRPr="00B00B62">
              <w:t xml:space="preserve"> Estimates of the Aboriginal and Torres Strait Islander populations</w:t>
            </w:r>
            <w:r w:rsidR="00897718" w:rsidRPr="00B00B62">
              <w:t xml:space="preserve"> were not available for this Report.</w:t>
            </w:r>
          </w:p>
        </w:tc>
      </w:tr>
      <w:tr w:rsidR="00F57186" w:rsidRPr="00B00B62" w:rsidTr="00C53138">
        <w:tc>
          <w:tcPr>
            <w:tcW w:w="8909" w:type="dxa"/>
            <w:tcBorders>
              <w:top w:val="nil"/>
              <w:left w:val="nil"/>
              <w:bottom w:val="nil"/>
              <w:right w:val="nil"/>
            </w:tcBorders>
            <w:shd w:val="clear" w:color="auto" w:fill="auto"/>
          </w:tcPr>
          <w:p w:rsidR="00F57186" w:rsidRPr="00B00B62" w:rsidRDefault="00620A6E" w:rsidP="00F57186">
            <w:pPr>
              <w:pStyle w:val="Source"/>
            </w:pPr>
            <w:r w:rsidRPr="00B00B62">
              <w:rPr>
                <w:i/>
              </w:rPr>
              <w:t>S</w:t>
            </w:r>
            <w:r w:rsidR="004D3BE7" w:rsidRPr="00B00B62">
              <w:rPr>
                <w:i/>
              </w:rPr>
              <w:t>ource</w:t>
            </w:r>
            <w:r w:rsidR="00DE14BC">
              <w:t xml:space="preserve">: </w:t>
            </w:r>
            <w:r w:rsidR="00DE14BC" w:rsidRPr="00DE14BC">
              <w:t>ABS (Australian Bureau of Statistics)</w:t>
            </w:r>
            <w:r w:rsidR="004D3BE7" w:rsidRPr="00B00B62">
              <w:t xml:space="preserve"> (2013) </w:t>
            </w:r>
            <w:r w:rsidR="004D3BE7" w:rsidRPr="00B00B62">
              <w:rPr>
                <w:i/>
              </w:rPr>
              <w:t>Australian Demographic Statistics, June 2013</w:t>
            </w:r>
            <w:r w:rsidR="004D3BE7" w:rsidRPr="00B00B62">
              <w:t xml:space="preserve">, Cat. no. 3101.0; ABS (2013) </w:t>
            </w:r>
            <w:r w:rsidR="004D3BE7" w:rsidRPr="00B00B62">
              <w:rPr>
                <w:i/>
              </w:rPr>
              <w:t>Estimates and Projections, Aboriginal and Torres Strait I</w:t>
            </w:r>
            <w:r w:rsidR="001F3B16" w:rsidRPr="00B00B62">
              <w:rPr>
                <w:i/>
              </w:rPr>
              <w:t>slander Australians, 2001 to 20</w:t>
            </w:r>
            <w:r w:rsidR="004D3BE7" w:rsidRPr="00B00B62">
              <w:rPr>
                <w:i/>
              </w:rPr>
              <w:t>26</w:t>
            </w:r>
            <w:r w:rsidR="004D3BE7" w:rsidRPr="00B00B62">
              <w:t xml:space="preserve">, Cat. no. 3238.0; tables </w:t>
            </w:r>
            <w:proofErr w:type="spellStart"/>
            <w:r w:rsidR="004D3BE7" w:rsidRPr="00B00B62">
              <w:t>2A.1</w:t>
            </w:r>
            <w:proofErr w:type="spellEnd"/>
            <w:r w:rsidR="004D3BE7" w:rsidRPr="00B00B62">
              <w:t xml:space="preserve"> and </w:t>
            </w:r>
            <w:proofErr w:type="spellStart"/>
            <w:r w:rsidR="004D3BE7" w:rsidRPr="00B00B62">
              <w:t>2A.13</w:t>
            </w:r>
            <w:proofErr w:type="spellEnd"/>
            <w:r w:rsidR="004D3BE7" w:rsidRPr="00B00B62">
              <w:t>.</w:t>
            </w:r>
          </w:p>
        </w:tc>
      </w:tr>
      <w:tr w:rsidR="00F57186" w:rsidRPr="00B00B62" w:rsidTr="00C53138">
        <w:tc>
          <w:tcPr>
            <w:tcW w:w="8909" w:type="dxa"/>
            <w:tcBorders>
              <w:top w:val="nil"/>
              <w:left w:val="nil"/>
              <w:bottom w:val="single" w:sz="6" w:space="0" w:color="78A22F"/>
              <w:right w:val="nil"/>
            </w:tcBorders>
            <w:shd w:val="clear" w:color="auto" w:fill="auto"/>
          </w:tcPr>
          <w:p w:rsidR="00F57186" w:rsidRPr="00B00B62" w:rsidRDefault="00F57186" w:rsidP="00F57186">
            <w:pPr>
              <w:pStyle w:val="Figurespace"/>
            </w:pPr>
          </w:p>
        </w:tc>
      </w:tr>
      <w:tr w:rsidR="00F57186" w:rsidRPr="00B00B62" w:rsidTr="00C53138">
        <w:tc>
          <w:tcPr>
            <w:tcW w:w="8909" w:type="dxa"/>
            <w:tcBorders>
              <w:top w:val="single" w:sz="6" w:space="0" w:color="78A22F"/>
              <w:left w:val="nil"/>
              <w:bottom w:val="nil"/>
              <w:right w:val="nil"/>
            </w:tcBorders>
          </w:tcPr>
          <w:p w:rsidR="00F57186" w:rsidRPr="00B00B62" w:rsidRDefault="00F57186" w:rsidP="00F57186">
            <w:pPr>
              <w:pStyle w:val="BoxSpaceBelow"/>
            </w:pPr>
          </w:p>
        </w:tc>
      </w:tr>
    </w:tbl>
    <w:p w:rsidR="00FF51E1" w:rsidRPr="005604C0" w:rsidRDefault="00FF51E1" w:rsidP="00AD6FCA">
      <w:pPr>
        <w:pStyle w:val="Heading3"/>
      </w:pPr>
      <w:bookmarkStart w:id="25" w:name="_Toc333919858"/>
      <w:bookmarkStart w:id="26" w:name="_Toc368582231"/>
      <w:bookmarkStart w:id="27" w:name="_Toc370136012"/>
      <w:r w:rsidRPr="00B00B62">
        <w:t>Population, by ethnicity and proficiency</w:t>
      </w:r>
      <w:r w:rsidRPr="005604C0">
        <w:t xml:space="preserve"> in English</w:t>
      </w:r>
      <w:bookmarkEnd w:id="25"/>
      <w:bookmarkEnd w:id="26"/>
      <w:bookmarkEnd w:id="27"/>
    </w:p>
    <w:p w:rsidR="00FF51E1" w:rsidRDefault="00FF51E1" w:rsidP="00FF51E1">
      <w:pPr>
        <w:spacing w:before="240" w:line="320" w:lineRule="atLeast"/>
        <w:jc w:val="both"/>
        <w:rPr>
          <w:szCs w:val="20"/>
        </w:rPr>
      </w:pPr>
      <w:r w:rsidRPr="00180C06">
        <w:rPr>
          <w:szCs w:val="20"/>
        </w:rPr>
        <w:t xml:space="preserve">New Australians face specific </w:t>
      </w:r>
      <w:r w:rsidRPr="002534DC">
        <w:rPr>
          <w:szCs w:val="20"/>
        </w:rPr>
        <w:t>problems when accessing government services. Language and cultural differences can be f</w:t>
      </w:r>
      <w:r w:rsidRPr="00180C06">
        <w:rPr>
          <w:szCs w:val="20"/>
        </w:rPr>
        <w:t xml:space="preserve">ormidable barriers for otherwise capable people. Cultural </w:t>
      </w:r>
      <w:r w:rsidRPr="00180C06">
        <w:rPr>
          <w:szCs w:val="20"/>
        </w:rPr>
        <w:lastRenderedPageBreak/>
        <w:t xml:space="preserve">backgrounds can also have a significant influence on the support networks offered by extended families. People born outside Australia accounted for 24.6 per cent of the population in August 2011 (8.9 per cent from the main English speaking countries and </w:t>
      </w:r>
      <w:r w:rsidR="00694FB0">
        <w:rPr>
          <w:szCs w:val="20"/>
        </w:rPr>
        <w:br/>
      </w:r>
      <w:r w:rsidRPr="00180C06">
        <w:rPr>
          <w:szCs w:val="20"/>
        </w:rPr>
        <w:t xml:space="preserve">15.7 per cent from other countries). Across jurisdictions, the proportion of people born outside Australia ranged from 30.7 per cent in WA to 11.6 per cent in Tasmania. The proportion from countries other than the main English speaking countries ranged from </w:t>
      </w:r>
      <w:r w:rsidR="00694FB0">
        <w:rPr>
          <w:szCs w:val="20"/>
        </w:rPr>
        <w:br/>
      </w:r>
      <w:r w:rsidRPr="00180C06">
        <w:rPr>
          <w:szCs w:val="20"/>
        </w:rPr>
        <w:t>19.6 per cent in Victoria to 5.1 per cent in Tasmania (figure 2.2).</w:t>
      </w:r>
    </w:p>
    <w:p w:rsidR="0072132D" w:rsidRPr="00B00B62" w:rsidRDefault="0072132D" w:rsidP="0072132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74"/>
      </w:tblGrid>
      <w:tr w:rsidR="005418AD" w:rsidTr="005418AD">
        <w:tc>
          <w:tcPr>
            <w:tcW w:w="8771" w:type="dxa"/>
            <w:tcBorders>
              <w:top w:val="single" w:sz="6" w:space="0" w:color="78A22F"/>
              <w:left w:val="nil"/>
              <w:bottom w:val="nil"/>
              <w:right w:val="nil"/>
            </w:tcBorders>
            <w:shd w:val="clear" w:color="auto" w:fill="auto"/>
          </w:tcPr>
          <w:p w:rsidR="005418AD" w:rsidRPr="00176D3F" w:rsidRDefault="005418AD" w:rsidP="005418AD">
            <w:pPr>
              <w:pStyle w:val="FigureTitle"/>
            </w:pPr>
            <w:r w:rsidRPr="001E414C">
              <w:rPr>
                <w:b w:val="0"/>
              </w:rPr>
              <w:t>Figure 2.</w:t>
            </w:r>
            <w:r w:rsidR="00C87DBB">
              <w:rPr>
                <w:b w:val="0"/>
                <w:noProof/>
              </w:rPr>
              <w:t>2</w:t>
            </w:r>
            <w:r w:rsidRPr="001E414C">
              <w:tab/>
              <w:t>People</w:t>
            </w:r>
            <w:r w:rsidRPr="000B7811">
              <w:t xml:space="preserve"> born outside Australia, by country of birth, 2011</w:t>
            </w:r>
            <w:r w:rsidRPr="000B7811">
              <w:rPr>
                <w:rStyle w:val="NoteLabel"/>
                <w:b/>
              </w:rPr>
              <w:t>a, b</w:t>
            </w:r>
          </w:p>
        </w:tc>
      </w:tr>
      <w:tr w:rsidR="005418AD" w:rsidTr="005418AD">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490"/>
            </w:tblGrid>
            <w:tr w:rsidR="005418AD" w:rsidTr="005418AD">
              <w:tc>
                <w:tcPr>
                  <w:tcW w:w="5000" w:type="pct"/>
                  <w:tcBorders>
                    <w:top w:val="nil"/>
                    <w:bottom w:val="nil"/>
                  </w:tcBorders>
                </w:tcPr>
                <w:p w:rsidR="005418AD" w:rsidRDefault="00A66130" w:rsidP="0017519E">
                  <w:pPr>
                    <w:pStyle w:val="Figure"/>
                    <w:spacing w:before="60" w:after="60"/>
                  </w:pPr>
                  <w:r>
                    <w:rPr>
                      <w:noProof/>
                    </w:rPr>
                    <w:drawing>
                      <wp:inline distT="0" distB="0" distL="0" distR="0" wp14:anchorId="2FF08C8C" wp14:editId="3A4C9B58">
                        <wp:extent cx="5390515" cy="2700655"/>
                        <wp:effectExtent l="0" t="0" r="635" b="4445"/>
                        <wp:docPr id="8" name="Picture 8" descr="Figure 2.2 People born outside Australia, by country of birth,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0515" cy="2700655"/>
                                </a:xfrm>
                                <a:prstGeom prst="rect">
                                  <a:avLst/>
                                </a:prstGeom>
                                <a:noFill/>
                                <a:ln>
                                  <a:noFill/>
                                </a:ln>
                              </pic:spPr>
                            </pic:pic>
                          </a:graphicData>
                        </a:graphic>
                      </wp:inline>
                    </w:drawing>
                  </w:r>
                </w:p>
              </w:tc>
            </w:tr>
          </w:tbl>
          <w:p w:rsidR="005418AD" w:rsidRDefault="005418AD" w:rsidP="0017519E">
            <w:pPr>
              <w:pStyle w:val="Figure"/>
            </w:pPr>
          </w:p>
        </w:tc>
      </w:tr>
      <w:tr w:rsidR="005418AD" w:rsidRPr="00176D3F" w:rsidTr="005418AD">
        <w:tc>
          <w:tcPr>
            <w:tcW w:w="8771" w:type="dxa"/>
            <w:tcBorders>
              <w:top w:val="nil"/>
              <w:left w:val="nil"/>
              <w:bottom w:val="nil"/>
              <w:right w:val="nil"/>
            </w:tcBorders>
            <w:shd w:val="clear" w:color="auto" w:fill="auto"/>
          </w:tcPr>
          <w:p w:rsidR="005418AD" w:rsidRPr="00176D3F" w:rsidRDefault="005418AD" w:rsidP="0017519E">
            <w:pPr>
              <w:pStyle w:val="Note"/>
            </w:pPr>
            <w:r>
              <w:rPr>
                <w:rStyle w:val="NoteLabel"/>
              </w:rPr>
              <w:t>a</w:t>
            </w:r>
            <w:r>
              <w:t xml:space="preserve"> </w:t>
            </w:r>
            <w:r w:rsidRPr="00180C06">
              <w:t xml:space="preserve">‘Australia’ includes other territories. </w:t>
            </w:r>
            <w:r>
              <w:rPr>
                <w:rStyle w:val="NoteLabel"/>
              </w:rPr>
              <w:t>b</w:t>
            </w:r>
            <w:r>
              <w:t xml:space="preserve"> </w:t>
            </w:r>
            <w:r w:rsidRPr="00180C06">
              <w:t>The ABS defines the other main English speaking countries as Canada, Ireland, New Zealand, South Africa, United Kingdom, Channel Islands, the Isle of Man and the United States of America.</w:t>
            </w:r>
          </w:p>
        </w:tc>
      </w:tr>
      <w:tr w:rsidR="005418AD" w:rsidRPr="00176D3F" w:rsidTr="005418AD">
        <w:tc>
          <w:tcPr>
            <w:tcW w:w="8771" w:type="dxa"/>
            <w:tcBorders>
              <w:top w:val="nil"/>
              <w:left w:val="nil"/>
              <w:bottom w:val="nil"/>
              <w:right w:val="nil"/>
            </w:tcBorders>
            <w:shd w:val="clear" w:color="auto" w:fill="auto"/>
          </w:tcPr>
          <w:p w:rsidR="005418AD" w:rsidRPr="00176D3F" w:rsidRDefault="005418AD" w:rsidP="0017519E">
            <w:pPr>
              <w:pStyle w:val="Source"/>
            </w:pPr>
            <w:r>
              <w:rPr>
                <w:i/>
              </w:rPr>
              <w:t>S</w:t>
            </w:r>
            <w:r w:rsidRPr="00784A05">
              <w:rPr>
                <w:i/>
              </w:rPr>
              <w:t>ource</w:t>
            </w:r>
            <w:r w:rsidRPr="00176D3F">
              <w:t xml:space="preserve">: </w:t>
            </w:r>
            <w:r w:rsidRPr="00180C06">
              <w:t xml:space="preserve">ABS (2012) </w:t>
            </w:r>
            <w:r w:rsidRPr="00180C06">
              <w:rPr>
                <w:i/>
              </w:rPr>
              <w:t xml:space="preserve">2011 Census of Population and Housing, Australia, States and Territories, Basic Community Profile, Table </w:t>
            </w:r>
            <w:proofErr w:type="spellStart"/>
            <w:r w:rsidRPr="00180C06">
              <w:rPr>
                <w:i/>
              </w:rPr>
              <w:t>B09</w:t>
            </w:r>
            <w:proofErr w:type="spellEnd"/>
            <w:r w:rsidRPr="00180C06">
              <w:rPr>
                <w:i/>
              </w:rPr>
              <w:t xml:space="preserve"> — Country of birth of person by sex</w:t>
            </w:r>
            <w:r w:rsidRPr="00180C06">
              <w:t xml:space="preserve">, Cat. no. 2001.0, Canberra; table </w:t>
            </w:r>
            <w:proofErr w:type="spellStart"/>
            <w:r w:rsidRPr="00180C06">
              <w:t>2A.8</w:t>
            </w:r>
            <w:proofErr w:type="spellEnd"/>
            <w:r w:rsidRPr="00180C06">
              <w:t>.</w:t>
            </w:r>
          </w:p>
        </w:tc>
      </w:tr>
      <w:tr w:rsidR="005418AD" w:rsidTr="005418AD">
        <w:tc>
          <w:tcPr>
            <w:tcW w:w="8771" w:type="dxa"/>
            <w:tcBorders>
              <w:top w:val="nil"/>
              <w:left w:val="nil"/>
              <w:bottom w:val="single" w:sz="6" w:space="0" w:color="78A22F"/>
              <w:right w:val="nil"/>
            </w:tcBorders>
            <w:shd w:val="clear" w:color="auto" w:fill="auto"/>
          </w:tcPr>
          <w:p w:rsidR="005418AD" w:rsidRDefault="005418AD" w:rsidP="0017519E">
            <w:pPr>
              <w:pStyle w:val="Figurespace"/>
            </w:pPr>
          </w:p>
        </w:tc>
      </w:tr>
      <w:tr w:rsidR="005418AD" w:rsidRPr="000863A5" w:rsidTr="005418AD">
        <w:tc>
          <w:tcPr>
            <w:tcW w:w="8771" w:type="dxa"/>
            <w:tcBorders>
              <w:top w:val="single" w:sz="6" w:space="0" w:color="78A22F"/>
              <w:left w:val="nil"/>
              <w:bottom w:val="nil"/>
              <w:right w:val="nil"/>
            </w:tcBorders>
          </w:tcPr>
          <w:p w:rsidR="005418AD" w:rsidRPr="00626D32" w:rsidRDefault="005418AD" w:rsidP="0017519E">
            <w:pPr>
              <w:pStyle w:val="BoxSpaceBelow"/>
            </w:pPr>
          </w:p>
        </w:tc>
      </w:tr>
    </w:tbl>
    <w:p w:rsidR="00FF51E1" w:rsidRPr="00180C06" w:rsidRDefault="00FF51E1" w:rsidP="00FF51E1">
      <w:pPr>
        <w:spacing w:before="240" w:line="320" w:lineRule="atLeast"/>
        <w:jc w:val="both"/>
        <w:rPr>
          <w:szCs w:val="20"/>
        </w:rPr>
      </w:pPr>
      <w:r w:rsidRPr="00180C06">
        <w:rPr>
          <w:szCs w:val="20"/>
        </w:rPr>
        <w:t xml:space="preserve">Of the population born outside Australia, in August 2011, 89.3 per cent spoke only English, or spoke another language as well as speaking English very well or well. </w:t>
      </w:r>
      <w:r w:rsidR="00C13C82">
        <w:rPr>
          <w:szCs w:val="20"/>
        </w:rPr>
        <w:br/>
      </w:r>
      <w:r w:rsidRPr="00180C06">
        <w:rPr>
          <w:szCs w:val="20"/>
        </w:rPr>
        <w:t xml:space="preserve">Figure 2.3 shows proficiency in English of people born overseas who speak a language other than English at home. Of those people born overseas who spoke another language, 80.6 per cent also spoke English very well or well. The proportion of people born overseas who spoke another language and who did not speak English well or at all ranged from </w:t>
      </w:r>
      <w:r w:rsidR="00C13C82">
        <w:rPr>
          <w:szCs w:val="20"/>
        </w:rPr>
        <w:br/>
      </w:r>
      <w:r w:rsidRPr="00180C06">
        <w:rPr>
          <w:szCs w:val="20"/>
        </w:rPr>
        <w:t xml:space="preserve">19.8 per cent in NSW to 12.1 per cent in the ACT (table </w:t>
      </w:r>
      <w:proofErr w:type="spellStart"/>
      <w:r w:rsidRPr="00180C06">
        <w:rPr>
          <w:szCs w:val="20"/>
        </w:rPr>
        <w:t>2A.5</w:t>
      </w:r>
      <w:proofErr w:type="spellEnd"/>
      <w:r w:rsidRPr="00180C06">
        <w:rPr>
          <w:szCs w:val="20"/>
        </w:rPr>
        <w:t>).</w:t>
      </w:r>
    </w:p>
    <w:p w:rsidR="00FF51E1" w:rsidRDefault="00FF51E1" w:rsidP="00FF51E1">
      <w:pPr>
        <w:spacing w:before="240" w:line="320" w:lineRule="atLeast"/>
        <w:jc w:val="both"/>
        <w:rPr>
          <w:szCs w:val="20"/>
        </w:rPr>
      </w:pPr>
      <w:r w:rsidRPr="00180C06">
        <w:rPr>
          <w:szCs w:val="20"/>
        </w:rPr>
        <w:t xml:space="preserve">Nationally, the proportion of all people born overseas who did not speak English well or at all was 9.7 per cent, and ranged from 12.3 per cent in NSW to 4.1 per cent in Tasmania (table </w:t>
      </w:r>
      <w:proofErr w:type="spellStart"/>
      <w:r w:rsidRPr="00180C06">
        <w:rPr>
          <w:szCs w:val="20"/>
        </w:rPr>
        <w:t>2A.5</w:t>
      </w:r>
      <w:proofErr w:type="spellEnd"/>
      <w:r w:rsidRPr="00180C06">
        <w:rPr>
          <w:szCs w:val="20"/>
        </w:rPr>
        <w:t>).</w:t>
      </w:r>
    </w:p>
    <w:p w:rsidR="001A411F" w:rsidRDefault="001A411F" w:rsidP="0017519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74"/>
      </w:tblGrid>
      <w:tr w:rsidR="001A411F" w:rsidTr="001A411F">
        <w:tc>
          <w:tcPr>
            <w:tcW w:w="8771" w:type="dxa"/>
            <w:tcBorders>
              <w:top w:val="single" w:sz="6" w:space="0" w:color="78A22F"/>
              <w:left w:val="nil"/>
              <w:bottom w:val="nil"/>
              <w:right w:val="nil"/>
            </w:tcBorders>
            <w:shd w:val="clear" w:color="auto" w:fill="auto"/>
          </w:tcPr>
          <w:p w:rsidR="001A411F" w:rsidRPr="00176D3F" w:rsidRDefault="001A411F" w:rsidP="001A411F">
            <w:pPr>
              <w:pStyle w:val="FigureTitle"/>
            </w:pPr>
            <w:r w:rsidRPr="001E414C">
              <w:rPr>
                <w:b w:val="0"/>
              </w:rPr>
              <w:t>Figure 2.</w:t>
            </w:r>
            <w:r w:rsidR="00C87DBB">
              <w:rPr>
                <w:b w:val="0"/>
                <w:noProof/>
              </w:rPr>
              <w:t>3</w:t>
            </w:r>
            <w:r w:rsidRPr="000B7811">
              <w:tab/>
              <w:t>People born overseas who spoke a language other than English at home, by proficiency in English, 2011</w:t>
            </w:r>
            <w:r w:rsidRPr="000B7811">
              <w:rPr>
                <w:rStyle w:val="NoteLabel"/>
                <w:b/>
              </w:rPr>
              <w:t>a</w:t>
            </w:r>
          </w:p>
        </w:tc>
      </w:tr>
      <w:tr w:rsidR="001A411F" w:rsidTr="001A411F">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490"/>
            </w:tblGrid>
            <w:tr w:rsidR="001A411F" w:rsidTr="001A411F">
              <w:tc>
                <w:tcPr>
                  <w:tcW w:w="5000" w:type="pct"/>
                  <w:tcBorders>
                    <w:top w:val="nil"/>
                    <w:bottom w:val="nil"/>
                  </w:tcBorders>
                </w:tcPr>
                <w:p w:rsidR="001A411F" w:rsidRDefault="000D0257" w:rsidP="0017519E">
                  <w:pPr>
                    <w:pStyle w:val="Figure"/>
                    <w:spacing w:before="60" w:after="60"/>
                  </w:pPr>
                  <w:r>
                    <w:rPr>
                      <w:noProof/>
                    </w:rPr>
                    <w:drawing>
                      <wp:inline distT="0" distB="0" distL="0" distR="0" wp14:anchorId="0C160504" wp14:editId="43CB1A08">
                        <wp:extent cx="5390515" cy="2700655"/>
                        <wp:effectExtent l="0" t="0" r="635" b="4445"/>
                        <wp:docPr id="9" name="Picture 9" descr="Figure 2.3 People born overseas who spoke a language other than English at home, by proficiency in English,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0515" cy="2700655"/>
                                </a:xfrm>
                                <a:prstGeom prst="rect">
                                  <a:avLst/>
                                </a:prstGeom>
                                <a:noFill/>
                                <a:ln>
                                  <a:noFill/>
                                </a:ln>
                              </pic:spPr>
                            </pic:pic>
                          </a:graphicData>
                        </a:graphic>
                      </wp:inline>
                    </w:drawing>
                  </w:r>
                </w:p>
              </w:tc>
            </w:tr>
          </w:tbl>
          <w:p w:rsidR="001A411F" w:rsidRDefault="001A411F" w:rsidP="0017519E">
            <w:pPr>
              <w:pStyle w:val="Figure"/>
            </w:pPr>
          </w:p>
        </w:tc>
      </w:tr>
      <w:tr w:rsidR="001A411F" w:rsidRPr="00176D3F" w:rsidTr="001A411F">
        <w:tc>
          <w:tcPr>
            <w:tcW w:w="8771" w:type="dxa"/>
            <w:tcBorders>
              <w:top w:val="nil"/>
              <w:left w:val="nil"/>
              <w:bottom w:val="nil"/>
              <w:right w:val="nil"/>
            </w:tcBorders>
            <w:shd w:val="clear" w:color="auto" w:fill="auto"/>
          </w:tcPr>
          <w:p w:rsidR="001A411F" w:rsidRPr="00176D3F" w:rsidRDefault="001A411F" w:rsidP="0017519E">
            <w:pPr>
              <w:pStyle w:val="Note"/>
            </w:pPr>
            <w:proofErr w:type="spellStart"/>
            <w:r>
              <w:rPr>
                <w:rStyle w:val="NoteLabel"/>
              </w:rPr>
              <w:t>a</w:t>
            </w:r>
            <w:proofErr w:type="spellEnd"/>
            <w:r>
              <w:t xml:space="preserve"> </w:t>
            </w:r>
            <w:r w:rsidRPr="00180C06">
              <w:t>Excludes people born in Australia and people who did not state their country of birth.</w:t>
            </w:r>
          </w:p>
        </w:tc>
      </w:tr>
      <w:tr w:rsidR="001A411F" w:rsidRPr="00176D3F" w:rsidTr="001A411F">
        <w:tc>
          <w:tcPr>
            <w:tcW w:w="8771" w:type="dxa"/>
            <w:tcBorders>
              <w:top w:val="nil"/>
              <w:left w:val="nil"/>
              <w:bottom w:val="nil"/>
              <w:right w:val="nil"/>
            </w:tcBorders>
            <w:shd w:val="clear" w:color="auto" w:fill="auto"/>
          </w:tcPr>
          <w:p w:rsidR="001A411F" w:rsidRPr="00176D3F" w:rsidRDefault="001A411F" w:rsidP="0017519E">
            <w:pPr>
              <w:pStyle w:val="Source"/>
            </w:pPr>
            <w:r>
              <w:rPr>
                <w:i/>
              </w:rPr>
              <w:t>S</w:t>
            </w:r>
            <w:r w:rsidRPr="00784A05">
              <w:rPr>
                <w:i/>
              </w:rPr>
              <w:t>ource</w:t>
            </w:r>
            <w:r w:rsidRPr="00176D3F">
              <w:t xml:space="preserve">: </w:t>
            </w:r>
            <w:r w:rsidRPr="00180C06">
              <w:t xml:space="preserve">ABS (2012) </w:t>
            </w:r>
            <w:r w:rsidRPr="00180C06">
              <w:rPr>
                <w:i/>
              </w:rPr>
              <w:t xml:space="preserve">2011 Census of Population and Housing, Australia, States and Territories, Expanded Community Profile, Table </w:t>
            </w:r>
            <w:proofErr w:type="spellStart"/>
            <w:r w:rsidRPr="00180C06">
              <w:rPr>
                <w:i/>
              </w:rPr>
              <w:t>X04c</w:t>
            </w:r>
            <w:proofErr w:type="spellEnd"/>
            <w:r w:rsidRPr="00180C06">
              <w:rPr>
                <w:i/>
              </w:rPr>
              <w:t xml:space="preserve"> — Proficiency in spoken English/language by year of arrival in Australia by age</w:t>
            </w:r>
            <w:r w:rsidRPr="00180C06">
              <w:t xml:space="preserve">, Cat. no. 2005.0, Canberra; table </w:t>
            </w:r>
            <w:proofErr w:type="spellStart"/>
            <w:r w:rsidRPr="00180C06">
              <w:t>2A.5</w:t>
            </w:r>
            <w:proofErr w:type="spellEnd"/>
            <w:r w:rsidRPr="00180C06">
              <w:t>.</w:t>
            </w:r>
          </w:p>
        </w:tc>
      </w:tr>
      <w:tr w:rsidR="001A411F" w:rsidTr="001A411F">
        <w:tc>
          <w:tcPr>
            <w:tcW w:w="8771" w:type="dxa"/>
            <w:tcBorders>
              <w:top w:val="nil"/>
              <w:left w:val="nil"/>
              <w:bottom w:val="single" w:sz="6" w:space="0" w:color="78A22F"/>
              <w:right w:val="nil"/>
            </w:tcBorders>
            <w:shd w:val="clear" w:color="auto" w:fill="auto"/>
          </w:tcPr>
          <w:p w:rsidR="001A411F" w:rsidRDefault="001A411F" w:rsidP="0017519E">
            <w:pPr>
              <w:pStyle w:val="Figurespace"/>
            </w:pPr>
          </w:p>
        </w:tc>
      </w:tr>
      <w:tr w:rsidR="001A411F" w:rsidRPr="000863A5" w:rsidTr="001A411F">
        <w:tc>
          <w:tcPr>
            <w:tcW w:w="8771" w:type="dxa"/>
            <w:tcBorders>
              <w:top w:val="single" w:sz="6" w:space="0" w:color="78A22F"/>
              <w:left w:val="nil"/>
              <w:bottom w:val="nil"/>
              <w:right w:val="nil"/>
            </w:tcBorders>
          </w:tcPr>
          <w:p w:rsidR="001A411F" w:rsidRPr="00626D32" w:rsidRDefault="001A411F" w:rsidP="0017519E">
            <w:pPr>
              <w:pStyle w:val="BoxSpaceBelow"/>
            </w:pPr>
          </w:p>
        </w:tc>
      </w:tr>
    </w:tbl>
    <w:p w:rsidR="00FF51E1" w:rsidRPr="00180C06" w:rsidRDefault="00FF51E1" w:rsidP="00FF51E1">
      <w:pPr>
        <w:spacing w:before="240" w:line="320" w:lineRule="atLeast"/>
        <w:jc w:val="both"/>
        <w:rPr>
          <w:szCs w:val="20"/>
        </w:rPr>
      </w:pPr>
      <w:r w:rsidRPr="00180C06">
        <w:rPr>
          <w:szCs w:val="20"/>
        </w:rPr>
        <w:t>Approximately 18.2 per cent of Australians spoke a language other than English at home in August 2011. Across jurisdiction</w:t>
      </w:r>
      <w:r w:rsidR="00497141">
        <w:rPr>
          <w:szCs w:val="20"/>
        </w:rPr>
        <w:t xml:space="preserve">s, this proportion ranged from </w:t>
      </w:r>
      <w:r w:rsidRPr="00180C06">
        <w:rPr>
          <w:szCs w:val="20"/>
        </w:rPr>
        <w:t xml:space="preserve">26.7 per cent in the NT to 4.5 per cent in Tasmania (table </w:t>
      </w:r>
      <w:proofErr w:type="spellStart"/>
      <w:r w:rsidRPr="00180C06">
        <w:rPr>
          <w:szCs w:val="20"/>
        </w:rPr>
        <w:t>2A.11</w:t>
      </w:r>
      <w:proofErr w:type="spellEnd"/>
      <w:r w:rsidRPr="00180C06">
        <w:rPr>
          <w:szCs w:val="20"/>
        </w:rPr>
        <w:t>). Apart from English, the most common languages spoken were Chinese languages, Arabic and Indo</w:t>
      </w:r>
      <w:r w:rsidR="00F84209" w:rsidRPr="00180C06">
        <w:rPr>
          <w:szCs w:val="20"/>
        </w:rPr>
        <w:noBreakHyphen/>
      </w:r>
      <w:r w:rsidRPr="00180C06">
        <w:rPr>
          <w:szCs w:val="20"/>
        </w:rPr>
        <w:t>Aryan languages.</w:t>
      </w:r>
    </w:p>
    <w:p w:rsidR="00FF51E1" w:rsidRPr="00742CEE" w:rsidRDefault="00FF51E1" w:rsidP="008A1584">
      <w:pPr>
        <w:spacing w:before="240" w:line="320" w:lineRule="atLeast"/>
        <w:jc w:val="both"/>
        <w:rPr>
          <w:szCs w:val="20"/>
        </w:rPr>
      </w:pPr>
      <w:r w:rsidRPr="00742CEE">
        <w:rPr>
          <w:szCs w:val="20"/>
        </w:rPr>
        <w:t xml:space="preserve">In the NT, 16.3 per cent of people spoke an </w:t>
      </w:r>
      <w:r w:rsidR="00100AE9" w:rsidRPr="008A1584">
        <w:t>Aboriginal and Torres Strait Islander</w:t>
      </w:r>
      <w:r w:rsidR="00100AE9" w:rsidRPr="00B26CFA">
        <w:rPr>
          <w:szCs w:val="20"/>
        </w:rPr>
        <w:t xml:space="preserve"> </w:t>
      </w:r>
      <w:r w:rsidRPr="00B26CFA">
        <w:rPr>
          <w:szCs w:val="20"/>
        </w:rPr>
        <w:t>language</w:t>
      </w:r>
      <w:r w:rsidRPr="00742CEE">
        <w:rPr>
          <w:szCs w:val="20"/>
        </w:rPr>
        <w:t xml:space="preserve"> at home (table </w:t>
      </w:r>
      <w:proofErr w:type="spellStart"/>
      <w:r w:rsidRPr="00742CEE">
        <w:rPr>
          <w:szCs w:val="20"/>
        </w:rPr>
        <w:t>2A.11</w:t>
      </w:r>
      <w:proofErr w:type="spellEnd"/>
      <w:r w:rsidRPr="00742CEE">
        <w:rPr>
          <w:szCs w:val="20"/>
        </w:rPr>
        <w:t>).</w:t>
      </w:r>
    </w:p>
    <w:p w:rsidR="00FF51E1" w:rsidRPr="00742CEE" w:rsidRDefault="00FF51E1" w:rsidP="00AD6FCA">
      <w:pPr>
        <w:pStyle w:val="Heading3"/>
      </w:pPr>
      <w:bookmarkStart w:id="28" w:name="_Toc333919859"/>
      <w:bookmarkStart w:id="29" w:name="_Toc368582232"/>
      <w:bookmarkStart w:id="30" w:name="_Toc370136013"/>
      <w:r w:rsidRPr="00742CEE">
        <w:t>Population, by geographic location</w:t>
      </w:r>
      <w:bookmarkEnd w:id="28"/>
      <w:bookmarkEnd w:id="29"/>
      <w:bookmarkEnd w:id="30"/>
    </w:p>
    <w:p w:rsidR="00FF51E1" w:rsidRDefault="00FF51E1" w:rsidP="00FF51E1">
      <w:pPr>
        <w:spacing w:before="240" w:line="320" w:lineRule="atLeast"/>
        <w:jc w:val="both"/>
        <w:rPr>
          <w:szCs w:val="20"/>
        </w:rPr>
      </w:pPr>
      <w:r w:rsidRPr="00742CEE">
        <w:rPr>
          <w:szCs w:val="20"/>
        </w:rPr>
        <w:t>The Australian population</w:t>
      </w:r>
      <w:r w:rsidRPr="0060474D">
        <w:rPr>
          <w:szCs w:val="20"/>
        </w:rPr>
        <w:t xml:space="preserve"> is highly urbanised, with 70.</w:t>
      </w:r>
      <w:r w:rsidR="0060474D" w:rsidRPr="0060474D">
        <w:rPr>
          <w:szCs w:val="20"/>
        </w:rPr>
        <w:t>5</w:t>
      </w:r>
      <w:r w:rsidRPr="0060474D">
        <w:rPr>
          <w:szCs w:val="20"/>
        </w:rPr>
        <w:t xml:space="preserve"> per cent of the population located in major cities </w:t>
      </w:r>
      <w:r w:rsidRPr="00E70F0A">
        <w:rPr>
          <w:szCs w:val="20"/>
        </w:rPr>
        <w:t>as at 30 June 201</w:t>
      </w:r>
      <w:r w:rsidR="00274820" w:rsidRPr="00E70F0A">
        <w:rPr>
          <w:szCs w:val="20"/>
        </w:rPr>
        <w:t>3</w:t>
      </w:r>
      <w:r w:rsidRPr="00E70F0A">
        <w:rPr>
          <w:szCs w:val="20"/>
        </w:rPr>
        <w:t xml:space="preserve"> (figure 2.4). Across jurisdictions, this proportion ranged from 99.8 per cent in the ACT to 6</w:t>
      </w:r>
      <w:r w:rsidR="00274820" w:rsidRPr="00E70F0A">
        <w:rPr>
          <w:szCs w:val="20"/>
        </w:rPr>
        <w:t>2.0</w:t>
      </w:r>
      <w:r w:rsidRPr="00E70F0A">
        <w:rPr>
          <w:szCs w:val="20"/>
        </w:rPr>
        <w:t xml:space="preserve"> per cent in Queensland (table </w:t>
      </w:r>
      <w:proofErr w:type="spellStart"/>
      <w:r w:rsidRPr="00E70F0A">
        <w:rPr>
          <w:szCs w:val="20"/>
        </w:rPr>
        <w:t>2A.12</w:t>
      </w:r>
      <w:proofErr w:type="spellEnd"/>
      <w:r w:rsidRPr="00E70F0A">
        <w:rPr>
          <w:szCs w:val="20"/>
        </w:rPr>
        <w:t xml:space="preserve">). Tasmania and the NT, by the ABS </w:t>
      </w:r>
      <w:r w:rsidRPr="00E70F0A">
        <w:rPr>
          <w:i/>
          <w:szCs w:val="20"/>
        </w:rPr>
        <w:t>Australian Statistical Geography Standard 2011</w:t>
      </w:r>
      <w:r w:rsidRPr="00E70F0A">
        <w:rPr>
          <w:szCs w:val="20"/>
        </w:rPr>
        <w:t xml:space="preserve"> (</w:t>
      </w:r>
      <w:r w:rsidRPr="00E70F0A">
        <w:rPr>
          <w:szCs w:val="20"/>
          <w:shd w:val="clear" w:color="auto" w:fill="FFFFFF" w:themeFill="background1"/>
        </w:rPr>
        <w:t xml:space="preserve">ABS </w:t>
      </w:r>
      <w:proofErr w:type="spellStart"/>
      <w:r w:rsidRPr="00E70F0A">
        <w:rPr>
          <w:szCs w:val="20"/>
          <w:shd w:val="clear" w:color="auto" w:fill="FFFFFF" w:themeFill="background1"/>
        </w:rPr>
        <w:t>201</w:t>
      </w:r>
      <w:r w:rsidR="00E70F0A" w:rsidRPr="00E70F0A">
        <w:rPr>
          <w:szCs w:val="20"/>
          <w:shd w:val="clear" w:color="auto" w:fill="FFFFFF" w:themeFill="background1"/>
        </w:rPr>
        <w:t>4</w:t>
      </w:r>
      <w:r w:rsidR="00A1754C">
        <w:rPr>
          <w:szCs w:val="20"/>
          <w:shd w:val="clear" w:color="auto" w:fill="FFFFFF" w:themeFill="background1"/>
        </w:rPr>
        <w:t>c</w:t>
      </w:r>
      <w:proofErr w:type="spellEnd"/>
      <w:r w:rsidRPr="00E70F0A">
        <w:rPr>
          <w:szCs w:val="20"/>
        </w:rPr>
        <w:t>) definitions, have</w:t>
      </w:r>
      <w:r w:rsidR="00497141" w:rsidRPr="00E70F0A">
        <w:rPr>
          <w:szCs w:val="20"/>
        </w:rPr>
        <w:t xml:space="preserve"> no major cities. In Tasmania, </w:t>
      </w:r>
      <w:r w:rsidRPr="00E70F0A">
        <w:rPr>
          <w:szCs w:val="20"/>
        </w:rPr>
        <w:t>97.9 per cent of the population</w:t>
      </w:r>
      <w:r w:rsidRPr="0060474D">
        <w:rPr>
          <w:szCs w:val="20"/>
        </w:rPr>
        <w:t xml:space="preserve"> lived in regional areas. Nationally, 2.3 per cent of people lived in remote or very remote areas. The NT was markedly above this average, with 43.</w:t>
      </w:r>
      <w:r w:rsidR="00274820" w:rsidRPr="0060474D">
        <w:rPr>
          <w:szCs w:val="20"/>
        </w:rPr>
        <w:t>4</w:t>
      </w:r>
      <w:r w:rsidRPr="0060474D">
        <w:rPr>
          <w:szCs w:val="20"/>
        </w:rPr>
        <w:t xml:space="preserve"> per cent of people living in remote or very remote areas.</w:t>
      </w:r>
    </w:p>
    <w:p w:rsidR="00D637B9" w:rsidRDefault="00D637B9" w:rsidP="0017519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74"/>
      </w:tblGrid>
      <w:tr w:rsidR="00D637B9" w:rsidTr="00D637B9">
        <w:tc>
          <w:tcPr>
            <w:tcW w:w="8771" w:type="dxa"/>
            <w:tcBorders>
              <w:top w:val="single" w:sz="6" w:space="0" w:color="78A22F"/>
              <w:left w:val="nil"/>
              <w:bottom w:val="nil"/>
              <w:right w:val="nil"/>
            </w:tcBorders>
            <w:shd w:val="clear" w:color="auto" w:fill="auto"/>
          </w:tcPr>
          <w:p w:rsidR="00D637B9" w:rsidRPr="00176D3F" w:rsidRDefault="00D637B9" w:rsidP="00D637B9">
            <w:pPr>
              <w:pStyle w:val="FigureTitle"/>
            </w:pPr>
            <w:r w:rsidRPr="001E414C">
              <w:rPr>
                <w:b w:val="0"/>
              </w:rPr>
              <w:t>Figure 2.</w:t>
            </w:r>
            <w:r w:rsidR="00C87DBB">
              <w:rPr>
                <w:b w:val="0"/>
                <w:noProof/>
              </w:rPr>
              <w:t>4</w:t>
            </w:r>
            <w:r w:rsidRPr="000B7811">
              <w:tab/>
              <w:t>Population, by remoteness area, June 2013</w:t>
            </w:r>
            <w:r w:rsidRPr="000B7811">
              <w:rPr>
                <w:position w:val="6"/>
                <w:sz w:val="18"/>
              </w:rPr>
              <w:t>a, b, c</w:t>
            </w:r>
          </w:p>
        </w:tc>
      </w:tr>
      <w:tr w:rsidR="00D637B9" w:rsidTr="00D637B9">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490"/>
            </w:tblGrid>
            <w:tr w:rsidR="00D637B9" w:rsidTr="00D637B9">
              <w:tc>
                <w:tcPr>
                  <w:tcW w:w="5000" w:type="pct"/>
                  <w:tcBorders>
                    <w:top w:val="nil"/>
                    <w:bottom w:val="nil"/>
                  </w:tcBorders>
                </w:tcPr>
                <w:p w:rsidR="00D637B9" w:rsidRDefault="000D0257" w:rsidP="0017519E">
                  <w:pPr>
                    <w:pStyle w:val="Figure"/>
                    <w:spacing w:before="60" w:after="60"/>
                  </w:pPr>
                  <w:r>
                    <w:rPr>
                      <w:noProof/>
                    </w:rPr>
                    <w:drawing>
                      <wp:inline distT="0" distB="0" distL="0" distR="0" wp14:anchorId="75F7F8FF" wp14:editId="451841CD">
                        <wp:extent cx="5390515" cy="2700655"/>
                        <wp:effectExtent l="0" t="0" r="635" b="4445"/>
                        <wp:docPr id="10" name="Picture 10" descr="Figure 2.4 Population, by remoteness area, June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0515" cy="2700655"/>
                                </a:xfrm>
                                <a:prstGeom prst="rect">
                                  <a:avLst/>
                                </a:prstGeom>
                                <a:noFill/>
                                <a:ln>
                                  <a:noFill/>
                                </a:ln>
                              </pic:spPr>
                            </pic:pic>
                          </a:graphicData>
                        </a:graphic>
                      </wp:inline>
                    </w:drawing>
                  </w:r>
                </w:p>
              </w:tc>
            </w:tr>
          </w:tbl>
          <w:p w:rsidR="00D637B9" w:rsidRDefault="00D637B9" w:rsidP="0017519E">
            <w:pPr>
              <w:pStyle w:val="Figure"/>
            </w:pPr>
          </w:p>
        </w:tc>
      </w:tr>
      <w:tr w:rsidR="00D637B9" w:rsidRPr="00176D3F" w:rsidTr="00D637B9">
        <w:tc>
          <w:tcPr>
            <w:tcW w:w="8771" w:type="dxa"/>
            <w:tcBorders>
              <w:top w:val="nil"/>
              <w:left w:val="nil"/>
              <w:bottom w:val="nil"/>
              <w:right w:val="nil"/>
            </w:tcBorders>
            <w:shd w:val="clear" w:color="auto" w:fill="auto"/>
          </w:tcPr>
          <w:p w:rsidR="00D637B9" w:rsidRPr="00176D3F" w:rsidRDefault="00D637B9" w:rsidP="00AE5ED5">
            <w:pPr>
              <w:pStyle w:val="Note"/>
            </w:pPr>
            <w:r>
              <w:rPr>
                <w:rStyle w:val="NoteLabel"/>
              </w:rPr>
              <w:t>a</w:t>
            </w:r>
            <w:r>
              <w:t xml:space="preserve"> </w:t>
            </w:r>
            <w:proofErr w:type="spellStart"/>
            <w:r w:rsidR="00AE5ED5">
              <w:t>ERP</w:t>
            </w:r>
            <w:proofErr w:type="spellEnd"/>
            <w:r w:rsidR="00305411" w:rsidRPr="00305411">
              <w:t xml:space="preserve"> data of Remoteness Areas of Australia for 30 June of each year from 2004 to 2013 are based to the 2011 edition of the Australian Statistical Geography Standard (</w:t>
            </w:r>
            <w:proofErr w:type="spellStart"/>
            <w:r w:rsidR="00305411" w:rsidRPr="00305411">
              <w:t>ASGS</w:t>
            </w:r>
            <w:proofErr w:type="spellEnd"/>
            <w:r w:rsidR="00305411" w:rsidRPr="00305411">
              <w:t>).</w:t>
            </w:r>
            <w:r w:rsidR="00305411">
              <w:t xml:space="preserve"> </w:t>
            </w:r>
            <w:r>
              <w:rPr>
                <w:rStyle w:val="NoteLabel"/>
              </w:rPr>
              <w:t>b</w:t>
            </w:r>
            <w:r>
              <w:t xml:space="preserve"> </w:t>
            </w:r>
            <w:r w:rsidR="00305411" w:rsidRPr="00305411">
              <w:t>There are no very remote areas in Victoria; no major cities in Tasmania; no outer regional or remote areas in the ACT; and no inner regional or major cities in the NT (Australian Statistical Geography Standard 2011 [</w:t>
            </w:r>
            <w:proofErr w:type="spellStart"/>
            <w:r w:rsidR="00305411" w:rsidRPr="00305411">
              <w:t>ASGS</w:t>
            </w:r>
            <w:proofErr w:type="spellEnd"/>
            <w:r w:rsidR="00305411" w:rsidRPr="00305411">
              <w:t xml:space="preserve"> 2011]). </w:t>
            </w:r>
            <w:r>
              <w:rPr>
                <w:rStyle w:val="NoteLabel"/>
              </w:rPr>
              <w:t>c</w:t>
            </w:r>
            <w:r>
              <w:t xml:space="preserve"> </w:t>
            </w:r>
            <w:r w:rsidRPr="0060474D">
              <w:t>Australia’ includes other territories.</w:t>
            </w:r>
          </w:p>
        </w:tc>
      </w:tr>
      <w:tr w:rsidR="00D637B9" w:rsidRPr="00176D3F" w:rsidTr="00D637B9">
        <w:tc>
          <w:tcPr>
            <w:tcW w:w="8771" w:type="dxa"/>
            <w:tcBorders>
              <w:top w:val="nil"/>
              <w:left w:val="nil"/>
              <w:bottom w:val="nil"/>
              <w:right w:val="nil"/>
            </w:tcBorders>
            <w:shd w:val="clear" w:color="auto" w:fill="auto"/>
          </w:tcPr>
          <w:p w:rsidR="00D637B9" w:rsidRPr="00176D3F" w:rsidRDefault="00D637B9" w:rsidP="00442AC8">
            <w:pPr>
              <w:pStyle w:val="Source"/>
            </w:pPr>
            <w:r>
              <w:rPr>
                <w:i/>
              </w:rPr>
              <w:t>S</w:t>
            </w:r>
            <w:r w:rsidRPr="00784A05">
              <w:rPr>
                <w:i/>
              </w:rPr>
              <w:t>ource</w:t>
            </w:r>
            <w:r w:rsidRPr="00176D3F">
              <w:t xml:space="preserve">: </w:t>
            </w:r>
            <w:r w:rsidRPr="0060474D">
              <w:t xml:space="preserve">ABS (2014) </w:t>
            </w:r>
            <w:r w:rsidRPr="0060474D">
              <w:rPr>
                <w:i/>
              </w:rPr>
              <w:t>Regional Population Growth, Australia, 201</w:t>
            </w:r>
            <w:r w:rsidR="00442AC8">
              <w:rPr>
                <w:i/>
              </w:rPr>
              <w:t>3</w:t>
            </w:r>
            <w:r w:rsidRPr="0060474D">
              <w:t xml:space="preserve">, Cat. no. 3218.0, Canberra </w:t>
            </w:r>
            <w:r>
              <w:br/>
            </w:r>
            <w:r w:rsidRPr="0060474D">
              <w:t xml:space="preserve">(April release); table </w:t>
            </w:r>
            <w:proofErr w:type="spellStart"/>
            <w:r w:rsidRPr="0060474D">
              <w:t>2A.12</w:t>
            </w:r>
            <w:proofErr w:type="spellEnd"/>
            <w:r w:rsidRPr="0060474D">
              <w:t>.</w:t>
            </w:r>
          </w:p>
        </w:tc>
      </w:tr>
      <w:tr w:rsidR="00D637B9" w:rsidTr="00D637B9">
        <w:tc>
          <w:tcPr>
            <w:tcW w:w="8771" w:type="dxa"/>
            <w:tcBorders>
              <w:top w:val="nil"/>
              <w:left w:val="nil"/>
              <w:bottom w:val="single" w:sz="6" w:space="0" w:color="78A22F"/>
              <w:right w:val="nil"/>
            </w:tcBorders>
            <w:shd w:val="clear" w:color="auto" w:fill="auto"/>
          </w:tcPr>
          <w:p w:rsidR="00D637B9" w:rsidRDefault="00D637B9" w:rsidP="0017519E">
            <w:pPr>
              <w:pStyle w:val="Figurespace"/>
            </w:pPr>
          </w:p>
        </w:tc>
      </w:tr>
      <w:tr w:rsidR="00D637B9" w:rsidRPr="000863A5" w:rsidTr="00D637B9">
        <w:tc>
          <w:tcPr>
            <w:tcW w:w="8771" w:type="dxa"/>
            <w:tcBorders>
              <w:top w:val="single" w:sz="6" w:space="0" w:color="78A22F"/>
              <w:left w:val="nil"/>
              <w:bottom w:val="nil"/>
              <w:right w:val="nil"/>
            </w:tcBorders>
          </w:tcPr>
          <w:p w:rsidR="00D637B9" w:rsidRPr="00626D32" w:rsidRDefault="00D637B9" w:rsidP="0017519E">
            <w:pPr>
              <w:pStyle w:val="BoxSpaceBelow"/>
            </w:pPr>
          </w:p>
        </w:tc>
      </w:tr>
    </w:tbl>
    <w:p w:rsidR="00FF51E1" w:rsidRPr="00742CEE" w:rsidRDefault="00100AE9" w:rsidP="00AD6FCA">
      <w:pPr>
        <w:pStyle w:val="Heading3"/>
      </w:pPr>
      <w:bookmarkStart w:id="31" w:name="_Toc333919860"/>
      <w:bookmarkStart w:id="32" w:name="_Toc368582233"/>
      <w:bookmarkStart w:id="33" w:name="_Toc370136014"/>
      <w:r w:rsidRPr="00742CEE">
        <w:t xml:space="preserve">Aboriginal and Torres </w:t>
      </w:r>
      <w:r w:rsidRPr="00B26CFA">
        <w:t xml:space="preserve">Strait Islander </w:t>
      </w:r>
      <w:r w:rsidR="00FF51E1" w:rsidRPr="00B26CFA">
        <w:t>population</w:t>
      </w:r>
      <w:r w:rsidR="00FF51E1" w:rsidRPr="00742CEE">
        <w:t xml:space="preserve"> profile</w:t>
      </w:r>
      <w:bookmarkEnd w:id="31"/>
      <w:bookmarkEnd w:id="32"/>
      <w:bookmarkEnd w:id="33"/>
    </w:p>
    <w:p w:rsidR="00FF51E1" w:rsidRPr="00742CEE" w:rsidRDefault="00FF51E1" w:rsidP="008A1584">
      <w:pPr>
        <w:spacing w:before="240" w:line="320" w:lineRule="atLeast"/>
        <w:jc w:val="both"/>
        <w:rPr>
          <w:szCs w:val="20"/>
        </w:rPr>
      </w:pPr>
      <w:r w:rsidRPr="00742CEE">
        <w:rPr>
          <w:szCs w:val="20"/>
        </w:rPr>
        <w:t xml:space="preserve">There were an estimated 669 881 </w:t>
      </w:r>
      <w:r w:rsidR="00092C45" w:rsidRPr="00742CEE">
        <w:t xml:space="preserve">Aboriginal and Torres </w:t>
      </w:r>
      <w:r w:rsidR="00092C45" w:rsidRPr="00B26CFA">
        <w:t>Strait Islander</w:t>
      </w:r>
      <w:r w:rsidR="00092C45" w:rsidRPr="00B26CFA">
        <w:rPr>
          <w:szCs w:val="20"/>
        </w:rPr>
        <w:t xml:space="preserve"> </w:t>
      </w:r>
      <w:r w:rsidR="00B26CFA" w:rsidRPr="008A1584">
        <w:rPr>
          <w:szCs w:val="20"/>
        </w:rPr>
        <w:t>people</w:t>
      </w:r>
      <w:r w:rsidR="00092C45" w:rsidRPr="008A1584">
        <w:rPr>
          <w:szCs w:val="20"/>
        </w:rPr>
        <w:t xml:space="preserve"> </w:t>
      </w:r>
      <w:r w:rsidR="00497141" w:rsidRPr="00742CEE">
        <w:rPr>
          <w:szCs w:val="20"/>
        </w:rPr>
        <w:br/>
      </w:r>
      <w:r w:rsidR="00092C45" w:rsidRPr="00742CEE">
        <w:rPr>
          <w:szCs w:val="20"/>
        </w:rPr>
        <w:t xml:space="preserve">(336 198 females and </w:t>
      </w:r>
      <w:r w:rsidRPr="00742CEE">
        <w:rPr>
          <w:szCs w:val="20"/>
        </w:rPr>
        <w:t xml:space="preserve">333 683 males) in Australia at 30 June 2011, accounting for approximately 3.0 per cent of the total Australian population in 2011 (tables </w:t>
      </w:r>
      <w:proofErr w:type="spellStart"/>
      <w:r w:rsidRPr="00742CEE">
        <w:rPr>
          <w:szCs w:val="20"/>
        </w:rPr>
        <w:t>2A.1</w:t>
      </w:r>
      <w:proofErr w:type="spellEnd"/>
      <w:r w:rsidRPr="00742CEE">
        <w:rPr>
          <w:szCs w:val="20"/>
        </w:rPr>
        <w:t xml:space="preserve"> and </w:t>
      </w:r>
      <w:proofErr w:type="spellStart"/>
      <w:r w:rsidRPr="00B26CFA">
        <w:rPr>
          <w:szCs w:val="20"/>
        </w:rPr>
        <w:t>2A.1</w:t>
      </w:r>
      <w:r w:rsidR="00121091" w:rsidRPr="00B26CFA">
        <w:rPr>
          <w:szCs w:val="20"/>
        </w:rPr>
        <w:t>3</w:t>
      </w:r>
      <w:proofErr w:type="spellEnd"/>
      <w:r w:rsidRPr="00B26CFA">
        <w:rPr>
          <w:szCs w:val="20"/>
        </w:rPr>
        <w:t xml:space="preserve">). </w:t>
      </w:r>
      <w:r w:rsidRPr="008A1584">
        <w:rPr>
          <w:szCs w:val="20"/>
        </w:rPr>
        <w:t xml:space="preserve">The proportion of people who identified as </w:t>
      </w:r>
      <w:r w:rsidR="00100AE9" w:rsidRPr="008A1584">
        <w:t>Aboriginal and Torres Strait Islander</w:t>
      </w:r>
      <w:r w:rsidR="00100AE9" w:rsidRPr="008A1584">
        <w:rPr>
          <w:szCs w:val="20"/>
        </w:rPr>
        <w:t xml:space="preserve"> Australians</w:t>
      </w:r>
      <w:r w:rsidRPr="008A1584">
        <w:rPr>
          <w:szCs w:val="20"/>
        </w:rPr>
        <w:t xml:space="preserve"> was significantly higher in the NT (</w:t>
      </w:r>
      <w:r w:rsidR="00AB22E4" w:rsidRPr="008A1584">
        <w:rPr>
          <w:szCs w:val="20"/>
        </w:rPr>
        <w:t>2</w:t>
      </w:r>
      <w:r w:rsidR="007164D6" w:rsidRPr="008A1584">
        <w:rPr>
          <w:szCs w:val="20"/>
        </w:rPr>
        <w:t>9.8</w:t>
      </w:r>
      <w:r w:rsidRPr="008A1584">
        <w:rPr>
          <w:szCs w:val="20"/>
        </w:rPr>
        <w:t xml:space="preserve"> per cent) than in any other jurisdiction.</w:t>
      </w:r>
      <w:r w:rsidRPr="00AB22E4">
        <w:rPr>
          <w:szCs w:val="20"/>
          <w:shd w:val="clear" w:color="auto" w:fill="FCFCFC" w:themeFill="accent4" w:themeFillTint="33"/>
        </w:rPr>
        <w:t xml:space="preserve"> </w:t>
      </w:r>
      <w:r w:rsidRPr="00742CEE">
        <w:rPr>
          <w:szCs w:val="20"/>
        </w:rPr>
        <w:t xml:space="preserve">Across the other jurisdictions, the proportion ranged from 4.7 per cent in </w:t>
      </w:r>
      <w:r w:rsidRPr="00B26CFA">
        <w:rPr>
          <w:szCs w:val="20"/>
        </w:rPr>
        <w:t xml:space="preserve">Tasmania to </w:t>
      </w:r>
      <w:r w:rsidRPr="007164D6">
        <w:rPr>
          <w:szCs w:val="20"/>
          <w:shd w:val="clear" w:color="auto" w:fill="FCFCFC" w:themeFill="accent4" w:themeFillTint="33"/>
        </w:rPr>
        <w:t>0.</w:t>
      </w:r>
      <w:r w:rsidR="007164D6" w:rsidRPr="007164D6">
        <w:rPr>
          <w:szCs w:val="20"/>
          <w:shd w:val="clear" w:color="auto" w:fill="FCFCFC" w:themeFill="accent4" w:themeFillTint="33"/>
        </w:rPr>
        <w:t>9</w:t>
      </w:r>
      <w:r w:rsidR="00100AE9" w:rsidRPr="00B26CFA">
        <w:rPr>
          <w:szCs w:val="20"/>
        </w:rPr>
        <w:t xml:space="preserve"> per cent in Victoria </w:t>
      </w:r>
      <w:r w:rsidRPr="00B26CFA">
        <w:rPr>
          <w:szCs w:val="20"/>
        </w:rPr>
        <w:t xml:space="preserve">(figure 2.5). Nationally, the </w:t>
      </w:r>
      <w:r w:rsidR="00100AE9" w:rsidRPr="008A1584">
        <w:t>Aboriginal and Torres Strait Islander</w:t>
      </w:r>
      <w:r w:rsidR="00100AE9" w:rsidRPr="008A1584">
        <w:rPr>
          <w:szCs w:val="20"/>
        </w:rPr>
        <w:t xml:space="preserve"> </w:t>
      </w:r>
      <w:r w:rsidRPr="008A1584">
        <w:rPr>
          <w:szCs w:val="20"/>
        </w:rPr>
        <w:t>popu</w:t>
      </w:r>
      <w:r w:rsidR="00100AE9" w:rsidRPr="008A1584">
        <w:rPr>
          <w:szCs w:val="20"/>
        </w:rPr>
        <w:t xml:space="preserve">lation </w:t>
      </w:r>
      <w:r w:rsidR="00100AE9" w:rsidRPr="00742CEE">
        <w:rPr>
          <w:szCs w:val="20"/>
        </w:rPr>
        <w:t xml:space="preserve">is projected to grow to </w:t>
      </w:r>
      <w:r w:rsidR="00873B9D">
        <w:rPr>
          <w:szCs w:val="20"/>
        </w:rPr>
        <w:t>924 953</w:t>
      </w:r>
      <w:r w:rsidRPr="00742CEE">
        <w:rPr>
          <w:szCs w:val="20"/>
        </w:rPr>
        <w:t xml:space="preserve"> people in 202</w:t>
      </w:r>
      <w:r w:rsidR="00873B9D">
        <w:rPr>
          <w:szCs w:val="20"/>
        </w:rPr>
        <w:t>6</w:t>
      </w:r>
      <w:r w:rsidRPr="00742CEE">
        <w:rPr>
          <w:szCs w:val="20"/>
        </w:rPr>
        <w:t xml:space="preserve"> (table </w:t>
      </w:r>
      <w:proofErr w:type="spellStart"/>
      <w:r w:rsidRPr="00742CEE">
        <w:rPr>
          <w:szCs w:val="20"/>
        </w:rPr>
        <w:t>2A.1</w:t>
      </w:r>
      <w:r w:rsidR="00121091" w:rsidRPr="00742CEE">
        <w:rPr>
          <w:szCs w:val="20"/>
        </w:rPr>
        <w:t>4</w:t>
      </w:r>
      <w:proofErr w:type="spellEnd"/>
      <w:r w:rsidRPr="00742CEE">
        <w:rPr>
          <w:szCs w:val="20"/>
        </w:rPr>
        <w:t>).</w:t>
      </w:r>
    </w:p>
    <w:p w:rsidR="00FF51E1" w:rsidRPr="00742CEE" w:rsidRDefault="00FF51E1" w:rsidP="008A1584">
      <w:pPr>
        <w:spacing w:before="240" w:line="320" w:lineRule="atLeast"/>
        <w:jc w:val="both"/>
        <w:rPr>
          <w:szCs w:val="20"/>
        </w:rPr>
      </w:pPr>
      <w:r w:rsidRPr="00742CEE">
        <w:rPr>
          <w:szCs w:val="20"/>
        </w:rPr>
        <w:t xml:space="preserve">The majority of </w:t>
      </w:r>
      <w:r w:rsidR="00100AE9" w:rsidRPr="008A1584">
        <w:t>Aboriginal and Torres Strait Islander</w:t>
      </w:r>
      <w:r w:rsidR="00100AE9" w:rsidRPr="008A1584">
        <w:rPr>
          <w:szCs w:val="20"/>
        </w:rPr>
        <w:t xml:space="preserve"> </w:t>
      </w:r>
      <w:r w:rsidR="007164D6" w:rsidRPr="008A1584">
        <w:rPr>
          <w:szCs w:val="20"/>
        </w:rPr>
        <w:t>people</w:t>
      </w:r>
      <w:r w:rsidR="00100AE9" w:rsidRPr="00742CEE">
        <w:rPr>
          <w:szCs w:val="20"/>
        </w:rPr>
        <w:t xml:space="preserve"> </w:t>
      </w:r>
      <w:r w:rsidRPr="00742CEE">
        <w:rPr>
          <w:szCs w:val="20"/>
        </w:rPr>
        <w:t xml:space="preserve">(82.8 per cent) at August 2011 spoke only English at home, while a further 9.0 per cent spoke an </w:t>
      </w:r>
      <w:r w:rsidR="00100AE9" w:rsidRPr="00742CEE">
        <w:t>Aboriginal and Torres Strait Islander</w:t>
      </w:r>
      <w:r w:rsidR="00100AE9" w:rsidRPr="00742CEE">
        <w:rPr>
          <w:szCs w:val="20"/>
        </w:rPr>
        <w:t xml:space="preserve"> </w:t>
      </w:r>
      <w:r w:rsidRPr="00742CEE">
        <w:rPr>
          <w:szCs w:val="20"/>
        </w:rPr>
        <w:t>language and also spoke English</w:t>
      </w:r>
      <w:r w:rsidRPr="0098048E">
        <w:rPr>
          <w:szCs w:val="20"/>
        </w:rPr>
        <w:t xml:space="preserve"> very well or well. However, </w:t>
      </w:r>
      <w:r w:rsidR="00497141">
        <w:rPr>
          <w:szCs w:val="20"/>
        </w:rPr>
        <w:br/>
      </w:r>
      <w:r w:rsidRPr="00742CEE">
        <w:rPr>
          <w:szCs w:val="20"/>
        </w:rPr>
        <w:t xml:space="preserve">1.8 per cent did not speak English well or at all (up to 12.1 per cent in the NT) </w:t>
      </w:r>
      <w:r w:rsidR="00497141" w:rsidRPr="00742CEE">
        <w:rPr>
          <w:szCs w:val="20"/>
        </w:rPr>
        <w:br/>
      </w:r>
      <w:r w:rsidRPr="00742CEE">
        <w:rPr>
          <w:szCs w:val="20"/>
        </w:rPr>
        <w:t xml:space="preserve">(table </w:t>
      </w:r>
      <w:proofErr w:type="spellStart"/>
      <w:r w:rsidRPr="00742CEE">
        <w:rPr>
          <w:szCs w:val="20"/>
        </w:rPr>
        <w:t>2A.1</w:t>
      </w:r>
      <w:r w:rsidR="008F4FDC">
        <w:rPr>
          <w:szCs w:val="20"/>
        </w:rPr>
        <w:t>7</w:t>
      </w:r>
      <w:proofErr w:type="spellEnd"/>
      <w:r w:rsidRPr="00742CEE">
        <w:rPr>
          <w:szCs w:val="20"/>
        </w:rPr>
        <w:t>).</w:t>
      </w:r>
    </w:p>
    <w:p w:rsidR="00182DD4" w:rsidRDefault="00182DD4" w:rsidP="00182DD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74"/>
      </w:tblGrid>
      <w:tr w:rsidR="00182DD4" w:rsidTr="00182DD4">
        <w:tc>
          <w:tcPr>
            <w:tcW w:w="8774" w:type="dxa"/>
            <w:tcBorders>
              <w:top w:val="single" w:sz="6" w:space="0" w:color="78A22F"/>
              <w:left w:val="nil"/>
              <w:bottom w:val="nil"/>
              <w:right w:val="nil"/>
            </w:tcBorders>
            <w:shd w:val="clear" w:color="auto" w:fill="auto"/>
          </w:tcPr>
          <w:p w:rsidR="00182DD4" w:rsidRPr="00176D3F" w:rsidRDefault="00182DD4" w:rsidP="00790681">
            <w:pPr>
              <w:pStyle w:val="FigureTitle"/>
            </w:pPr>
            <w:r w:rsidRPr="00742CEE">
              <w:rPr>
                <w:b w:val="0"/>
              </w:rPr>
              <w:t>Figure 2.</w:t>
            </w:r>
            <w:r w:rsidR="00C87DBB">
              <w:rPr>
                <w:b w:val="0"/>
                <w:noProof/>
              </w:rPr>
              <w:t>5</w:t>
            </w:r>
            <w:r w:rsidRPr="00742CEE">
              <w:tab/>
            </w:r>
            <w:r w:rsidRPr="008A1584">
              <w:t>Aboriginal and Torres Strait Islander people as a proportion of the population, 30 June 2011</w:t>
            </w:r>
            <w:r w:rsidRPr="008A1584">
              <w:rPr>
                <w:rStyle w:val="NoteLabel"/>
                <w:b/>
              </w:rPr>
              <w:t>a, b</w:t>
            </w:r>
          </w:p>
        </w:tc>
      </w:tr>
      <w:tr w:rsidR="00DB3FCB" w:rsidRPr="00742CEE" w:rsidTr="00182DD4">
        <w:tc>
          <w:tcPr>
            <w:tcW w:w="8774"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490"/>
            </w:tblGrid>
            <w:tr w:rsidR="00DB3FCB" w:rsidRPr="00742CEE" w:rsidTr="00644C69">
              <w:tc>
                <w:tcPr>
                  <w:tcW w:w="5000" w:type="pct"/>
                  <w:tcBorders>
                    <w:top w:val="nil"/>
                    <w:bottom w:val="nil"/>
                  </w:tcBorders>
                  <w:shd w:val="clear" w:color="auto" w:fill="FCFCFC" w:themeFill="accent4" w:themeFillTint="33"/>
                </w:tcPr>
                <w:p w:rsidR="00DB3FCB" w:rsidRPr="00742CEE" w:rsidRDefault="000D0257" w:rsidP="0017519E">
                  <w:pPr>
                    <w:pStyle w:val="Figure"/>
                    <w:spacing w:before="60" w:after="60"/>
                  </w:pPr>
                  <w:r>
                    <w:rPr>
                      <w:noProof/>
                    </w:rPr>
                    <w:drawing>
                      <wp:inline distT="0" distB="0" distL="0" distR="0" wp14:anchorId="685DCF61" wp14:editId="71E999BF">
                        <wp:extent cx="5390515" cy="2700655"/>
                        <wp:effectExtent l="0" t="0" r="635" b="4445"/>
                        <wp:docPr id="11" name="Picture 11" descr="Figure 2.5 Aboriginal and Torres Strait Islander people as a proportion of the population, 30 June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90515" cy="2700655"/>
                                </a:xfrm>
                                <a:prstGeom prst="rect">
                                  <a:avLst/>
                                </a:prstGeom>
                                <a:noFill/>
                                <a:ln>
                                  <a:noFill/>
                                </a:ln>
                              </pic:spPr>
                            </pic:pic>
                          </a:graphicData>
                        </a:graphic>
                      </wp:inline>
                    </w:drawing>
                  </w:r>
                </w:p>
              </w:tc>
            </w:tr>
          </w:tbl>
          <w:p w:rsidR="00DB3FCB" w:rsidRPr="00742CEE" w:rsidRDefault="00DB3FCB" w:rsidP="0017519E">
            <w:pPr>
              <w:pStyle w:val="Figure"/>
            </w:pPr>
          </w:p>
        </w:tc>
      </w:tr>
      <w:tr w:rsidR="00DB3FCB" w:rsidRPr="00742CEE" w:rsidTr="00182DD4">
        <w:tc>
          <w:tcPr>
            <w:tcW w:w="8774" w:type="dxa"/>
            <w:tcBorders>
              <w:top w:val="nil"/>
              <w:left w:val="nil"/>
              <w:bottom w:val="nil"/>
              <w:right w:val="nil"/>
            </w:tcBorders>
            <w:shd w:val="clear" w:color="auto" w:fill="auto"/>
          </w:tcPr>
          <w:p w:rsidR="00DB3FCB" w:rsidRPr="00742CEE" w:rsidRDefault="00644C69" w:rsidP="00AE5ED5">
            <w:pPr>
              <w:pStyle w:val="Note"/>
            </w:pPr>
            <w:proofErr w:type="spellStart"/>
            <w:r w:rsidRPr="00742CEE">
              <w:rPr>
                <w:rStyle w:val="NoteLabel"/>
              </w:rPr>
              <w:t>a</w:t>
            </w:r>
            <w:proofErr w:type="spellEnd"/>
            <w:r>
              <w:t xml:space="preserve"> </w:t>
            </w:r>
            <w:r w:rsidRPr="00644C69">
              <w:rPr>
                <w:shd w:val="clear" w:color="auto" w:fill="FCFCFC" w:themeFill="accent4" w:themeFillTint="33"/>
              </w:rPr>
              <w:t>Includes other territories.</w:t>
            </w:r>
            <w:r w:rsidRPr="00742CEE">
              <w:t xml:space="preserve"> </w:t>
            </w:r>
            <w:r w:rsidRPr="00742CEE">
              <w:rPr>
                <w:rStyle w:val="NoteLabel"/>
              </w:rPr>
              <w:t>b</w:t>
            </w:r>
            <w:r w:rsidRPr="00742CEE">
              <w:t xml:space="preserve"> </w:t>
            </w:r>
            <w:proofErr w:type="spellStart"/>
            <w:r w:rsidR="00AE5ED5">
              <w:rPr>
                <w:shd w:val="clear" w:color="auto" w:fill="FCFCFC" w:themeFill="accent4" w:themeFillTint="33"/>
              </w:rPr>
              <w:t>ERP</w:t>
            </w:r>
            <w:proofErr w:type="spellEnd"/>
            <w:r w:rsidRPr="00897718">
              <w:rPr>
                <w:shd w:val="clear" w:color="auto" w:fill="FCFCFC" w:themeFill="accent4" w:themeFillTint="33"/>
              </w:rPr>
              <w:t xml:space="preserve"> data for 201</w:t>
            </w:r>
            <w:r>
              <w:rPr>
                <w:shd w:val="clear" w:color="auto" w:fill="FCFCFC" w:themeFill="accent4" w:themeFillTint="33"/>
              </w:rPr>
              <w:t>1</w:t>
            </w:r>
            <w:r w:rsidRPr="00897718">
              <w:rPr>
                <w:shd w:val="clear" w:color="auto" w:fill="FCFCFC" w:themeFill="accent4" w:themeFillTint="33"/>
              </w:rPr>
              <w:t xml:space="preserve"> are </w:t>
            </w:r>
            <w:r>
              <w:rPr>
                <w:shd w:val="clear" w:color="auto" w:fill="FCFCFC" w:themeFill="accent4" w:themeFillTint="33"/>
              </w:rPr>
              <w:t>final</w:t>
            </w:r>
            <w:r w:rsidRPr="00897718">
              <w:rPr>
                <w:shd w:val="clear" w:color="auto" w:fill="FCFCFC" w:themeFill="accent4" w:themeFillTint="33"/>
              </w:rPr>
              <w:t xml:space="preserve">, based on the </w:t>
            </w:r>
            <w:r w:rsidRPr="00897718">
              <w:rPr>
                <w:i/>
                <w:shd w:val="clear" w:color="auto" w:fill="FCFCFC" w:themeFill="accent4" w:themeFillTint="33"/>
              </w:rPr>
              <w:t>2011 Census of Population and Housing</w:t>
            </w:r>
            <w:r w:rsidRPr="00897718">
              <w:rPr>
                <w:shd w:val="clear" w:color="auto" w:fill="FCFCFC" w:themeFill="accent4" w:themeFillTint="33"/>
              </w:rPr>
              <w:t xml:space="preserve">. Estimates of the </w:t>
            </w:r>
            <w:r w:rsidRPr="008A1584">
              <w:t>Aboriginal and Torres Strait Islander populations</w:t>
            </w:r>
            <w:r w:rsidRPr="00897718">
              <w:rPr>
                <w:shd w:val="clear" w:color="auto" w:fill="FCFCFC" w:themeFill="accent4" w:themeFillTint="33"/>
              </w:rPr>
              <w:t xml:space="preserve"> at 30 June 2011 are final based on the </w:t>
            </w:r>
            <w:r w:rsidRPr="00897718">
              <w:rPr>
                <w:i/>
                <w:shd w:val="clear" w:color="auto" w:fill="FCFCFC" w:themeFill="accent4" w:themeFillTint="33"/>
              </w:rPr>
              <w:t>2011 Census of Population and Housing</w:t>
            </w:r>
            <w:r w:rsidRPr="00897718">
              <w:rPr>
                <w:shd w:val="clear" w:color="auto" w:fill="FCFCFC" w:themeFill="accent4" w:themeFillTint="33"/>
              </w:rPr>
              <w:t>.</w:t>
            </w:r>
          </w:p>
        </w:tc>
      </w:tr>
      <w:tr w:rsidR="00DB3FCB" w:rsidRPr="00742CEE" w:rsidTr="00182DD4">
        <w:tc>
          <w:tcPr>
            <w:tcW w:w="8774" w:type="dxa"/>
            <w:tcBorders>
              <w:top w:val="nil"/>
              <w:left w:val="nil"/>
              <w:bottom w:val="nil"/>
              <w:right w:val="nil"/>
            </w:tcBorders>
            <w:shd w:val="clear" w:color="auto" w:fill="auto"/>
          </w:tcPr>
          <w:p w:rsidR="00DB3FCB" w:rsidRPr="00742CEE" w:rsidRDefault="00B011C0" w:rsidP="00C41B88">
            <w:pPr>
              <w:pStyle w:val="Source"/>
            </w:pPr>
            <w:r w:rsidRPr="00742CEE">
              <w:rPr>
                <w:i/>
              </w:rPr>
              <w:t>S</w:t>
            </w:r>
            <w:r w:rsidR="00DB3FCB" w:rsidRPr="00742CEE">
              <w:rPr>
                <w:i/>
              </w:rPr>
              <w:t>ource</w:t>
            </w:r>
            <w:r w:rsidR="00DB3FCB" w:rsidRPr="00742CEE">
              <w:t xml:space="preserve">: </w:t>
            </w:r>
            <w:r w:rsidR="00FC4A0D" w:rsidRPr="00742CEE">
              <w:t>ABS (201</w:t>
            </w:r>
            <w:r w:rsidR="00305411">
              <w:t>3</w:t>
            </w:r>
            <w:r w:rsidR="00FC4A0D" w:rsidRPr="00742CEE">
              <w:t xml:space="preserve">) </w:t>
            </w:r>
            <w:r w:rsidR="00FC4A0D" w:rsidRPr="00742CEE">
              <w:rPr>
                <w:i/>
              </w:rPr>
              <w:t>Australian Demographic Statistics, June 201</w:t>
            </w:r>
            <w:r w:rsidR="00305411">
              <w:rPr>
                <w:i/>
              </w:rPr>
              <w:t>3</w:t>
            </w:r>
            <w:r w:rsidR="00FC4A0D" w:rsidRPr="00742CEE">
              <w:t xml:space="preserve">, Cat. no. 3101.0; ABS (2013) </w:t>
            </w:r>
            <w:r w:rsidR="00C41B88" w:rsidRPr="00C41B88">
              <w:rPr>
                <w:i/>
              </w:rPr>
              <w:t>Estimates and Projections, Aboriginal and Torres Strait Islander Australians, 2001 to 2026</w:t>
            </w:r>
            <w:r w:rsidR="00C41B88">
              <w:t>, Cat. no. 3238.0</w:t>
            </w:r>
            <w:r w:rsidR="00FC4A0D" w:rsidRPr="00742CEE">
              <w:t xml:space="preserve">; </w:t>
            </w:r>
            <w:r w:rsidR="00C41B88">
              <w:br/>
            </w:r>
            <w:r w:rsidR="00FC4A0D" w:rsidRPr="00742CEE">
              <w:t xml:space="preserve">tables </w:t>
            </w:r>
            <w:proofErr w:type="spellStart"/>
            <w:r w:rsidR="00FC4A0D" w:rsidRPr="00742CEE">
              <w:t>2A.1</w:t>
            </w:r>
            <w:proofErr w:type="spellEnd"/>
            <w:r w:rsidR="00FC4A0D" w:rsidRPr="00742CEE">
              <w:t xml:space="preserve"> and </w:t>
            </w:r>
            <w:proofErr w:type="spellStart"/>
            <w:r w:rsidR="00FC4A0D" w:rsidRPr="00742CEE">
              <w:t>2A.13</w:t>
            </w:r>
            <w:proofErr w:type="spellEnd"/>
            <w:r w:rsidR="00FC4A0D" w:rsidRPr="00742CEE">
              <w:t>.</w:t>
            </w:r>
          </w:p>
        </w:tc>
      </w:tr>
      <w:tr w:rsidR="00DB3FCB" w:rsidRPr="00742CEE" w:rsidTr="00182DD4">
        <w:tc>
          <w:tcPr>
            <w:tcW w:w="8774" w:type="dxa"/>
            <w:tcBorders>
              <w:top w:val="nil"/>
              <w:left w:val="nil"/>
              <w:bottom w:val="single" w:sz="6" w:space="0" w:color="78A22F"/>
              <w:right w:val="nil"/>
            </w:tcBorders>
            <w:shd w:val="clear" w:color="auto" w:fill="auto"/>
          </w:tcPr>
          <w:p w:rsidR="00DB3FCB" w:rsidRPr="00742CEE" w:rsidRDefault="00DB3FCB" w:rsidP="0017519E">
            <w:pPr>
              <w:pStyle w:val="Figurespace"/>
            </w:pPr>
          </w:p>
        </w:tc>
      </w:tr>
      <w:tr w:rsidR="00DB3FCB" w:rsidRPr="00742CEE" w:rsidTr="00182DD4">
        <w:tc>
          <w:tcPr>
            <w:tcW w:w="8774" w:type="dxa"/>
            <w:tcBorders>
              <w:top w:val="single" w:sz="6" w:space="0" w:color="78A22F"/>
              <w:left w:val="nil"/>
              <w:bottom w:val="nil"/>
              <w:right w:val="nil"/>
            </w:tcBorders>
          </w:tcPr>
          <w:p w:rsidR="00DB3FCB" w:rsidRPr="00742CEE" w:rsidRDefault="00DB3FCB" w:rsidP="0017519E">
            <w:pPr>
              <w:pStyle w:val="BoxSpaceBelow"/>
            </w:pPr>
          </w:p>
        </w:tc>
      </w:tr>
    </w:tbl>
    <w:p w:rsidR="00FF51E1" w:rsidRPr="009907C3" w:rsidRDefault="00FF51E1" w:rsidP="001E414C">
      <w:pPr>
        <w:pStyle w:val="Heading2"/>
      </w:pPr>
      <w:bookmarkStart w:id="34" w:name="_Toc274759650"/>
      <w:bookmarkStart w:id="35" w:name="_Toc327870758"/>
      <w:bookmarkStart w:id="36" w:name="_Toc368581983"/>
      <w:bookmarkStart w:id="37" w:name="_Toc368582234"/>
      <w:bookmarkStart w:id="38" w:name="_Toc370136015"/>
      <w:bookmarkStart w:id="39" w:name="_Toc396743482"/>
      <w:r w:rsidRPr="009907C3">
        <w:t>2.3</w:t>
      </w:r>
      <w:r w:rsidRPr="009907C3">
        <w:tab/>
        <w:t>Family and household</w:t>
      </w:r>
      <w:bookmarkEnd w:id="34"/>
      <w:bookmarkEnd w:id="35"/>
      <w:bookmarkEnd w:id="36"/>
      <w:bookmarkEnd w:id="37"/>
      <w:bookmarkEnd w:id="38"/>
      <w:bookmarkEnd w:id="39"/>
    </w:p>
    <w:p w:rsidR="00FF51E1" w:rsidRPr="009907C3" w:rsidRDefault="00FF51E1" w:rsidP="00AD6FCA">
      <w:pPr>
        <w:pStyle w:val="Heading3"/>
      </w:pPr>
      <w:bookmarkStart w:id="40" w:name="_Toc333919862"/>
      <w:bookmarkStart w:id="41" w:name="_Toc368582235"/>
      <w:bookmarkStart w:id="42" w:name="_Toc370136016"/>
      <w:r w:rsidRPr="009907C3">
        <w:t>Family structure</w:t>
      </w:r>
      <w:bookmarkEnd w:id="40"/>
      <w:bookmarkEnd w:id="41"/>
      <w:bookmarkEnd w:id="42"/>
    </w:p>
    <w:p w:rsidR="00FF51E1" w:rsidRPr="009907C3" w:rsidRDefault="00FF51E1" w:rsidP="009907C3">
      <w:pPr>
        <w:spacing w:before="240" w:line="320" w:lineRule="atLeast"/>
        <w:jc w:val="both"/>
        <w:rPr>
          <w:szCs w:val="20"/>
        </w:rPr>
      </w:pPr>
      <w:r w:rsidRPr="009907C3">
        <w:rPr>
          <w:szCs w:val="20"/>
        </w:rPr>
        <w:t>There were 6.4 million families in Australia in 2012.</w:t>
      </w:r>
      <w:r w:rsidRPr="009907C3">
        <w:rPr>
          <w:szCs w:val="20"/>
        </w:rPr>
        <w:footnoteReference w:id="1"/>
      </w:r>
      <w:r w:rsidRPr="009907C3">
        <w:rPr>
          <w:szCs w:val="20"/>
        </w:rPr>
        <w:t xml:space="preserve"> Across jurisdictions, the number of families range</w:t>
      </w:r>
      <w:r w:rsidR="00E520B7" w:rsidRPr="009907C3">
        <w:rPr>
          <w:szCs w:val="20"/>
        </w:rPr>
        <w:t xml:space="preserve">d from 2.1 million in NSW to 63 </w:t>
      </w:r>
      <w:r w:rsidRPr="009907C3">
        <w:rPr>
          <w:szCs w:val="20"/>
        </w:rPr>
        <w:t>000 in the NT. The average family size across Australia was 3.0 people. Across jurisdictions, the average family size ranged from 3.1 people in the NT to 2.9 people in SA and Tasmania. Nationally, 37.2 per cent of families had</w:t>
      </w:r>
      <w:r w:rsidR="00497141" w:rsidRPr="009907C3">
        <w:rPr>
          <w:szCs w:val="20"/>
        </w:rPr>
        <w:t xml:space="preserve"> at least one child aged under </w:t>
      </w:r>
      <w:r w:rsidRPr="009907C3">
        <w:rPr>
          <w:szCs w:val="20"/>
        </w:rPr>
        <w:t xml:space="preserve">15 years, and 17.5 per cent of families had at least one child aged under 5 years (table </w:t>
      </w:r>
      <w:proofErr w:type="spellStart"/>
      <w:r w:rsidRPr="009907C3">
        <w:rPr>
          <w:szCs w:val="20"/>
        </w:rPr>
        <w:t>2A.</w:t>
      </w:r>
      <w:r w:rsidR="00121091" w:rsidRPr="009907C3">
        <w:rPr>
          <w:szCs w:val="20"/>
        </w:rPr>
        <w:t>18</w:t>
      </w:r>
      <w:proofErr w:type="spellEnd"/>
      <w:r w:rsidRPr="009907C3">
        <w:rPr>
          <w:szCs w:val="20"/>
        </w:rPr>
        <w:t>).</w:t>
      </w:r>
      <w:r w:rsidR="00585BB7" w:rsidRPr="009907C3">
        <w:rPr>
          <w:szCs w:val="20"/>
        </w:rPr>
        <w:t xml:space="preserve"> There w</w:t>
      </w:r>
      <w:r w:rsidR="00043CAB" w:rsidRPr="009907C3">
        <w:rPr>
          <w:szCs w:val="20"/>
        </w:rPr>
        <w:t xml:space="preserve">ere </w:t>
      </w:r>
      <w:r w:rsidR="00585BB7" w:rsidRPr="009907C3">
        <w:rPr>
          <w:szCs w:val="20"/>
        </w:rPr>
        <w:t>no new data available for the 2015 Report.</w:t>
      </w:r>
    </w:p>
    <w:p w:rsidR="00FF51E1" w:rsidRPr="009907C3" w:rsidRDefault="00FF51E1" w:rsidP="00FF51E1">
      <w:pPr>
        <w:spacing w:before="240" w:line="320" w:lineRule="atLeast"/>
        <w:jc w:val="both"/>
        <w:rPr>
          <w:szCs w:val="20"/>
        </w:rPr>
      </w:pPr>
      <w:r w:rsidRPr="009907C3">
        <w:rPr>
          <w:szCs w:val="20"/>
        </w:rPr>
        <w:lastRenderedPageBreak/>
        <w:t xml:space="preserve">Lone parent families might have a greater need for government support and particular types of government services (such as child care for respite reasons). Nationally, </w:t>
      </w:r>
      <w:r w:rsidR="00497141" w:rsidRPr="009907C3">
        <w:rPr>
          <w:szCs w:val="20"/>
        </w:rPr>
        <w:br/>
      </w:r>
      <w:r w:rsidRPr="009907C3">
        <w:rPr>
          <w:szCs w:val="20"/>
        </w:rPr>
        <w:t>18.6 per cent of all children aged under 15 years lived in one parent families in 2012. Lone mother families made up 17.4 per cent of families with children aged under 15 years. Lone father families made up 3.0 per cent of families with children aged under 15 years. Across jurisdictions, the proportion of all children aged under 15 years living in lo</w:t>
      </w:r>
      <w:r w:rsidR="00497141" w:rsidRPr="009907C3">
        <w:rPr>
          <w:szCs w:val="20"/>
        </w:rPr>
        <w:t xml:space="preserve">ne parent families ranged from </w:t>
      </w:r>
      <w:r w:rsidRPr="009907C3">
        <w:rPr>
          <w:szCs w:val="20"/>
        </w:rPr>
        <w:t xml:space="preserve">25.7 per cent in the NT to 16.5 per cent in Victoria (table </w:t>
      </w:r>
      <w:proofErr w:type="spellStart"/>
      <w:r w:rsidRPr="009907C3">
        <w:rPr>
          <w:szCs w:val="20"/>
        </w:rPr>
        <w:t>2A.</w:t>
      </w:r>
      <w:r w:rsidR="00121091" w:rsidRPr="009907C3">
        <w:rPr>
          <w:szCs w:val="20"/>
        </w:rPr>
        <w:t>19</w:t>
      </w:r>
      <w:proofErr w:type="spellEnd"/>
      <w:r w:rsidRPr="009907C3">
        <w:rPr>
          <w:szCs w:val="20"/>
        </w:rPr>
        <w:t>).</w:t>
      </w:r>
      <w:r w:rsidR="007F5A73" w:rsidRPr="009907C3">
        <w:rPr>
          <w:szCs w:val="20"/>
        </w:rPr>
        <w:t xml:space="preserve"> </w:t>
      </w:r>
      <w:r w:rsidR="00585BB7" w:rsidRPr="009907C3">
        <w:rPr>
          <w:szCs w:val="20"/>
        </w:rPr>
        <w:t>There w</w:t>
      </w:r>
      <w:r w:rsidR="00043CAB" w:rsidRPr="009907C3">
        <w:rPr>
          <w:szCs w:val="20"/>
        </w:rPr>
        <w:t>ere</w:t>
      </w:r>
      <w:r w:rsidR="00585BB7" w:rsidRPr="009907C3">
        <w:rPr>
          <w:szCs w:val="20"/>
        </w:rPr>
        <w:t xml:space="preserve"> no new data available for the 2015 Report.</w:t>
      </w:r>
    </w:p>
    <w:p w:rsidR="00FF51E1" w:rsidRPr="009907C3" w:rsidRDefault="00FF51E1" w:rsidP="00FF51E1">
      <w:pPr>
        <w:spacing w:before="240" w:line="320" w:lineRule="atLeast"/>
        <w:jc w:val="both"/>
        <w:rPr>
          <w:szCs w:val="20"/>
        </w:rPr>
      </w:pPr>
      <w:r w:rsidRPr="009907C3">
        <w:rPr>
          <w:szCs w:val="20"/>
        </w:rPr>
        <w:t>Employment status also has implications for the financial independence of families. Nationally, 13.9 per cent of all children aged under 15 years lived in families where no resident parent was employed in 2011</w:t>
      </w:r>
      <w:r w:rsidR="00F84209" w:rsidRPr="009907C3">
        <w:rPr>
          <w:szCs w:val="20"/>
        </w:rPr>
        <w:noBreakHyphen/>
      </w:r>
      <w:r w:rsidRPr="009907C3">
        <w:rPr>
          <w:szCs w:val="20"/>
        </w:rPr>
        <w:t xml:space="preserve">12 (table </w:t>
      </w:r>
      <w:proofErr w:type="spellStart"/>
      <w:r w:rsidRPr="009907C3">
        <w:rPr>
          <w:szCs w:val="20"/>
        </w:rPr>
        <w:t>2A.2</w:t>
      </w:r>
      <w:r w:rsidR="00121091" w:rsidRPr="009907C3">
        <w:rPr>
          <w:szCs w:val="20"/>
        </w:rPr>
        <w:t>0</w:t>
      </w:r>
      <w:proofErr w:type="spellEnd"/>
      <w:r w:rsidRPr="009907C3">
        <w:rPr>
          <w:szCs w:val="20"/>
        </w:rPr>
        <w:t>).</w:t>
      </w:r>
      <w:r w:rsidR="007F5A73" w:rsidRPr="009907C3">
        <w:rPr>
          <w:szCs w:val="20"/>
        </w:rPr>
        <w:t xml:space="preserve"> </w:t>
      </w:r>
      <w:r w:rsidR="00585BB7" w:rsidRPr="009907C3">
        <w:rPr>
          <w:szCs w:val="20"/>
        </w:rPr>
        <w:t>There w</w:t>
      </w:r>
      <w:r w:rsidR="00043CAB" w:rsidRPr="009907C3">
        <w:rPr>
          <w:szCs w:val="20"/>
        </w:rPr>
        <w:t xml:space="preserve">ere </w:t>
      </w:r>
      <w:r w:rsidR="00585BB7" w:rsidRPr="009907C3">
        <w:rPr>
          <w:szCs w:val="20"/>
        </w:rPr>
        <w:t>no new data available for the 2015 Report.</w:t>
      </w:r>
    </w:p>
    <w:p w:rsidR="00FF51E1" w:rsidRPr="008B00EB" w:rsidRDefault="00FF51E1" w:rsidP="00AD6FCA">
      <w:pPr>
        <w:pStyle w:val="Heading3"/>
      </w:pPr>
      <w:bookmarkStart w:id="43" w:name="_Toc333919863"/>
      <w:bookmarkStart w:id="44" w:name="_Toc368582236"/>
      <w:bookmarkStart w:id="45" w:name="_Toc370136017"/>
      <w:r w:rsidRPr="008B00EB">
        <w:t>Household profile</w:t>
      </w:r>
      <w:bookmarkEnd w:id="43"/>
      <w:bookmarkEnd w:id="44"/>
      <w:bookmarkEnd w:id="45"/>
    </w:p>
    <w:p w:rsidR="00FF51E1" w:rsidRPr="0041324E" w:rsidRDefault="00FF51E1" w:rsidP="00FF51E1">
      <w:pPr>
        <w:spacing w:before="240" w:line="320" w:lineRule="atLeast"/>
        <w:jc w:val="both"/>
        <w:rPr>
          <w:szCs w:val="20"/>
        </w:rPr>
      </w:pPr>
      <w:r w:rsidRPr="0041324E">
        <w:rPr>
          <w:szCs w:val="20"/>
        </w:rPr>
        <w:t>There were 8.</w:t>
      </w:r>
      <w:r w:rsidR="0041324E" w:rsidRPr="0041324E">
        <w:rPr>
          <w:szCs w:val="20"/>
        </w:rPr>
        <w:t>9</w:t>
      </w:r>
      <w:r w:rsidRPr="0041324E">
        <w:rPr>
          <w:szCs w:val="20"/>
        </w:rPr>
        <w:t xml:space="preserve"> million households in Australia in 201</w:t>
      </w:r>
      <w:r w:rsidR="0041324E" w:rsidRPr="0041324E">
        <w:rPr>
          <w:szCs w:val="20"/>
        </w:rPr>
        <w:t>3</w:t>
      </w:r>
      <w:r w:rsidRPr="0041324E">
        <w:rPr>
          <w:szCs w:val="20"/>
        </w:rPr>
        <w:t xml:space="preserve"> (some households may contain more than one family) (table </w:t>
      </w:r>
      <w:proofErr w:type="spellStart"/>
      <w:r w:rsidRPr="0041324E">
        <w:rPr>
          <w:szCs w:val="20"/>
        </w:rPr>
        <w:t>2A.2</w:t>
      </w:r>
      <w:r w:rsidR="00121091" w:rsidRPr="0041324E">
        <w:rPr>
          <w:szCs w:val="20"/>
        </w:rPr>
        <w:t>5</w:t>
      </w:r>
      <w:proofErr w:type="spellEnd"/>
      <w:r w:rsidRPr="0041324E">
        <w:rPr>
          <w:szCs w:val="20"/>
        </w:rPr>
        <w:t>). Of these, 25.</w:t>
      </w:r>
      <w:r w:rsidR="0041324E" w:rsidRPr="0041324E">
        <w:rPr>
          <w:szCs w:val="20"/>
        </w:rPr>
        <w:t>6</w:t>
      </w:r>
      <w:r w:rsidRPr="0041324E">
        <w:rPr>
          <w:szCs w:val="20"/>
        </w:rPr>
        <w:t xml:space="preserve"> per cent were lone person households. Across jurisdictions, the proportion of lone person households ranged from 29.</w:t>
      </w:r>
      <w:r w:rsidR="0041324E" w:rsidRPr="0041324E">
        <w:rPr>
          <w:szCs w:val="20"/>
        </w:rPr>
        <w:t>3</w:t>
      </w:r>
      <w:r w:rsidRPr="0041324E">
        <w:rPr>
          <w:szCs w:val="20"/>
        </w:rPr>
        <w:t xml:space="preserve"> per cent in SA to 22.</w:t>
      </w:r>
      <w:r w:rsidR="0041324E" w:rsidRPr="0041324E">
        <w:rPr>
          <w:szCs w:val="20"/>
        </w:rPr>
        <w:t>7</w:t>
      </w:r>
      <w:r w:rsidRPr="0041324E">
        <w:rPr>
          <w:szCs w:val="20"/>
        </w:rPr>
        <w:t xml:space="preserve"> per cent in the NT.</w:t>
      </w:r>
    </w:p>
    <w:p w:rsidR="00FF51E1" w:rsidRPr="0041324E" w:rsidRDefault="00FF51E1" w:rsidP="00FF51E1">
      <w:pPr>
        <w:spacing w:before="240" w:line="320" w:lineRule="atLeast"/>
        <w:jc w:val="both"/>
        <w:rPr>
          <w:szCs w:val="20"/>
        </w:rPr>
      </w:pPr>
      <w:r w:rsidRPr="0041324E">
        <w:rPr>
          <w:szCs w:val="20"/>
        </w:rPr>
        <w:t>In June 201</w:t>
      </w:r>
      <w:r w:rsidR="0041324E" w:rsidRPr="0041324E">
        <w:rPr>
          <w:szCs w:val="20"/>
        </w:rPr>
        <w:t>3</w:t>
      </w:r>
      <w:r w:rsidRPr="0041324E">
        <w:rPr>
          <w:szCs w:val="20"/>
        </w:rPr>
        <w:t>, the proportion of people aged 65</w:t>
      </w:r>
      <w:r w:rsidR="00497141" w:rsidRPr="0041324E">
        <w:rPr>
          <w:szCs w:val="20"/>
        </w:rPr>
        <w:t xml:space="preserve"> years or over who lived alone </w:t>
      </w:r>
      <w:r w:rsidR="00497141" w:rsidRPr="0041324E">
        <w:rPr>
          <w:szCs w:val="20"/>
        </w:rPr>
        <w:br/>
      </w:r>
      <w:r w:rsidRPr="0041324E">
        <w:rPr>
          <w:szCs w:val="20"/>
        </w:rPr>
        <w:t>(24.</w:t>
      </w:r>
      <w:r w:rsidR="0041324E" w:rsidRPr="0041324E">
        <w:rPr>
          <w:szCs w:val="20"/>
        </w:rPr>
        <w:t>7</w:t>
      </w:r>
      <w:r w:rsidRPr="0041324E">
        <w:rPr>
          <w:szCs w:val="20"/>
        </w:rPr>
        <w:t xml:space="preserve"> per cent) was around three times higher than that for people aged 15–64 years </w:t>
      </w:r>
      <w:r w:rsidR="00497141" w:rsidRPr="0041324E">
        <w:rPr>
          <w:szCs w:val="20"/>
        </w:rPr>
        <w:br/>
      </w:r>
      <w:r w:rsidRPr="0041324E">
        <w:rPr>
          <w:szCs w:val="20"/>
        </w:rPr>
        <w:t>(</w:t>
      </w:r>
      <w:r w:rsidR="00AA0BC8" w:rsidRPr="0041324E">
        <w:rPr>
          <w:szCs w:val="20"/>
        </w:rPr>
        <w:t>9.</w:t>
      </w:r>
      <w:r w:rsidR="0041324E" w:rsidRPr="0041324E">
        <w:rPr>
          <w:szCs w:val="20"/>
        </w:rPr>
        <w:t>4</w:t>
      </w:r>
      <w:r w:rsidRPr="0041324E">
        <w:rPr>
          <w:szCs w:val="20"/>
        </w:rPr>
        <w:t xml:space="preserve"> per cent). Across jurisdictions, the proportion of people aged 65 years or over who lived alone ranged from 28.</w:t>
      </w:r>
      <w:r w:rsidR="0041324E" w:rsidRPr="0041324E">
        <w:rPr>
          <w:szCs w:val="20"/>
        </w:rPr>
        <w:t>1</w:t>
      </w:r>
      <w:r w:rsidRPr="0041324E">
        <w:rPr>
          <w:szCs w:val="20"/>
        </w:rPr>
        <w:t xml:space="preserve"> per cent in Tasmania to 21.</w:t>
      </w:r>
      <w:r w:rsidR="0041324E" w:rsidRPr="0041324E">
        <w:rPr>
          <w:szCs w:val="20"/>
        </w:rPr>
        <w:t>1</w:t>
      </w:r>
      <w:r w:rsidRPr="0041324E">
        <w:rPr>
          <w:szCs w:val="20"/>
        </w:rPr>
        <w:t xml:space="preserve"> per cent in the NT (figure 2.6). Times series data for household structure for earlier years are available in table </w:t>
      </w:r>
      <w:proofErr w:type="spellStart"/>
      <w:r w:rsidRPr="0041324E">
        <w:rPr>
          <w:szCs w:val="20"/>
        </w:rPr>
        <w:t>2A.2</w:t>
      </w:r>
      <w:r w:rsidR="00121091" w:rsidRPr="0041324E">
        <w:rPr>
          <w:szCs w:val="20"/>
        </w:rPr>
        <w:t>5</w:t>
      </w:r>
      <w:proofErr w:type="spellEnd"/>
      <w:r w:rsidRPr="0041324E">
        <w:rPr>
          <w:szCs w:val="20"/>
        </w:rPr>
        <w:t>.</w:t>
      </w:r>
    </w:p>
    <w:p w:rsidR="00FF51E1" w:rsidRDefault="00FF51E1" w:rsidP="00FF51E1">
      <w:pPr>
        <w:spacing w:before="240" w:line="320" w:lineRule="atLeast"/>
        <w:jc w:val="both"/>
        <w:rPr>
          <w:szCs w:val="20"/>
        </w:rPr>
      </w:pPr>
      <w:r w:rsidRPr="0098048E">
        <w:rPr>
          <w:szCs w:val="20"/>
        </w:rPr>
        <w:t>Approximately 16.6 million people in families</w:t>
      </w:r>
      <w:r w:rsidR="00497141">
        <w:rPr>
          <w:szCs w:val="20"/>
        </w:rPr>
        <w:t xml:space="preserve"> lived in private dwellings in </w:t>
      </w:r>
      <w:r w:rsidRPr="0098048E">
        <w:rPr>
          <w:szCs w:val="20"/>
        </w:rPr>
        <w:t xml:space="preserve">August 2011 (table </w:t>
      </w:r>
      <w:proofErr w:type="spellStart"/>
      <w:r w:rsidRPr="0098048E">
        <w:rPr>
          <w:szCs w:val="20"/>
        </w:rPr>
        <w:t>2A.2</w:t>
      </w:r>
      <w:r w:rsidR="00121091">
        <w:rPr>
          <w:szCs w:val="20"/>
        </w:rPr>
        <w:t>3</w:t>
      </w:r>
      <w:proofErr w:type="spellEnd"/>
      <w:r w:rsidRPr="0098048E">
        <w:rPr>
          <w:szCs w:val="20"/>
        </w:rPr>
        <w:t>).</w:t>
      </w:r>
      <w:r w:rsidRPr="0098048E">
        <w:rPr>
          <w:position w:val="6"/>
          <w:sz w:val="22"/>
          <w:szCs w:val="20"/>
        </w:rPr>
        <w:footnoteReference w:id="2"/>
      </w:r>
      <w:r w:rsidRPr="0098048E">
        <w:rPr>
          <w:szCs w:val="20"/>
        </w:rPr>
        <w:t xml:space="preserve"> Home ownership can reflect a family’s wealth and savings, and is often positively related to employment and income.</w:t>
      </w:r>
    </w:p>
    <w:p w:rsidR="00F41499" w:rsidRDefault="00F41499" w:rsidP="0017519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74"/>
      </w:tblGrid>
      <w:tr w:rsidR="00F41499" w:rsidTr="005418AD">
        <w:tc>
          <w:tcPr>
            <w:tcW w:w="8771" w:type="dxa"/>
            <w:tcBorders>
              <w:top w:val="single" w:sz="6" w:space="0" w:color="78A22F"/>
              <w:left w:val="nil"/>
              <w:bottom w:val="nil"/>
              <w:right w:val="nil"/>
            </w:tcBorders>
            <w:shd w:val="clear" w:color="auto" w:fill="auto"/>
          </w:tcPr>
          <w:p w:rsidR="00F41499" w:rsidRPr="00176D3F" w:rsidRDefault="00F41499" w:rsidP="008E3D21">
            <w:pPr>
              <w:pStyle w:val="FigureTitle"/>
            </w:pPr>
            <w:r w:rsidRPr="008E3D21">
              <w:rPr>
                <w:b w:val="0"/>
              </w:rPr>
              <w:t>Figure 2.</w:t>
            </w:r>
            <w:r w:rsidR="00C87DBB">
              <w:rPr>
                <w:b w:val="0"/>
                <w:noProof/>
              </w:rPr>
              <w:t>6</w:t>
            </w:r>
            <w:r w:rsidRPr="008E3D21">
              <w:tab/>
              <w:t>Proportion</w:t>
            </w:r>
            <w:r w:rsidRPr="000B7811">
              <w:t xml:space="preserve"> of population who live alone, by age group,</w:t>
            </w:r>
            <w:r w:rsidRPr="000B7811">
              <w:br/>
              <w:t>June 201</w:t>
            </w:r>
            <w:r w:rsidR="008E3D21">
              <w:t>3</w:t>
            </w:r>
            <w:r w:rsidRPr="000B7811">
              <w:rPr>
                <w:rStyle w:val="NoteLabel"/>
                <w:b/>
              </w:rPr>
              <w:t>a</w:t>
            </w:r>
          </w:p>
        </w:tc>
      </w:tr>
      <w:tr w:rsidR="00F41499" w:rsidTr="005418AD">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490"/>
            </w:tblGrid>
            <w:tr w:rsidR="00F41499" w:rsidRPr="008E3D21" w:rsidTr="005418AD">
              <w:tc>
                <w:tcPr>
                  <w:tcW w:w="5000" w:type="pct"/>
                  <w:tcBorders>
                    <w:top w:val="nil"/>
                    <w:bottom w:val="nil"/>
                  </w:tcBorders>
                </w:tcPr>
                <w:p w:rsidR="00F41499" w:rsidRPr="008E3D21" w:rsidRDefault="000D0257" w:rsidP="0017519E">
                  <w:pPr>
                    <w:pStyle w:val="Figure"/>
                    <w:spacing w:before="60" w:after="60"/>
                  </w:pPr>
                  <w:r>
                    <w:rPr>
                      <w:noProof/>
                    </w:rPr>
                    <w:drawing>
                      <wp:inline distT="0" distB="0" distL="0" distR="0" wp14:anchorId="6CB31490" wp14:editId="2D28C423">
                        <wp:extent cx="5390515" cy="2700655"/>
                        <wp:effectExtent l="0" t="0" r="635" b="4445"/>
                        <wp:docPr id="12" name="Picture 12" descr="Figure 2.6 Proportion of population who live alone, by age group, June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0515" cy="2700655"/>
                                </a:xfrm>
                                <a:prstGeom prst="rect">
                                  <a:avLst/>
                                </a:prstGeom>
                                <a:noFill/>
                                <a:ln>
                                  <a:noFill/>
                                </a:ln>
                              </pic:spPr>
                            </pic:pic>
                          </a:graphicData>
                        </a:graphic>
                      </wp:inline>
                    </w:drawing>
                  </w:r>
                </w:p>
              </w:tc>
            </w:tr>
          </w:tbl>
          <w:p w:rsidR="00F41499" w:rsidRPr="008E3D21" w:rsidRDefault="00F41499" w:rsidP="0017519E">
            <w:pPr>
              <w:pStyle w:val="Figure"/>
            </w:pPr>
          </w:p>
        </w:tc>
      </w:tr>
      <w:tr w:rsidR="00F41499" w:rsidRPr="00176D3F" w:rsidTr="005418AD">
        <w:tc>
          <w:tcPr>
            <w:tcW w:w="8771" w:type="dxa"/>
            <w:tcBorders>
              <w:top w:val="nil"/>
              <w:left w:val="nil"/>
              <w:bottom w:val="nil"/>
              <w:right w:val="nil"/>
            </w:tcBorders>
            <w:shd w:val="clear" w:color="auto" w:fill="auto"/>
          </w:tcPr>
          <w:p w:rsidR="00F41499" w:rsidRPr="008E3D21" w:rsidRDefault="00F41499" w:rsidP="0017519E">
            <w:pPr>
              <w:pStyle w:val="Note"/>
            </w:pPr>
            <w:r w:rsidRPr="008E3D21">
              <w:rPr>
                <w:rStyle w:val="NoteLabel"/>
              </w:rPr>
              <w:t>a</w:t>
            </w:r>
            <w:r w:rsidRPr="008E3D21">
              <w:t xml:space="preserve"> Household projections (Series II), as at 30 June.</w:t>
            </w:r>
          </w:p>
        </w:tc>
      </w:tr>
      <w:tr w:rsidR="00F41499" w:rsidRPr="00176D3F" w:rsidTr="005418AD">
        <w:tc>
          <w:tcPr>
            <w:tcW w:w="8771" w:type="dxa"/>
            <w:tcBorders>
              <w:top w:val="nil"/>
              <w:left w:val="nil"/>
              <w:bottom w:val="nil"/>
              <w:right w:val="nil"/>
            </w:tcBorders>
            <w:shd w:val="clear" w:color="auto" w:fill="auto"/>
          </w:tcPr>
          <w:p w:rsidR="00F41499" w:rsidRPr="008E3D21" w:rsidRDefault="00F41499" w:rsidP="0017519E">
            <w:pPr>
              <w:pStyle w:val="Source"/>
            </w:pPr>
            <w:r w:rsidRPr="008E3D21">
              <w:rPr>
                <w:i/>
              </w:rPr>
              <w:t>Source</w:t>
            </w:r>
            <w:r w:rsidRPr="008E3D21">
              <w:t>: ABS (2010)</w:t>
            </w:r>
            <w:r w:rsidRPr="008E3D21">
              <w:rPr>
                <w:i/>
              </w:rPr>
              <w:t xml:space="preserve"> Household and Family Projections, 2006 to 2031</w:t>
            </w:r>
            <w:r w:rsidRPr="008E3D21">
              <w:t xml:space="preserve">, Cat. no. 3236.0, Canberra; </w:t>
            </w:r>
            <w:r w:rsidRPr="008E3D21">
              <w:br/>
              <w:t xml:space="preserve">table </w:t>
            </w:r>
            <w:proofErr w:type="spellStart"/>
            <w:r w:rsidRPr="008E3D21">
              <w:t>2A.25</w:t>
            </w:r>
            <w:proofErr w:type="spellEnd"/>
            <w:r w:rsidRPr="008E3D21">
              <w:t>.</w:t>
            </w:r>
          </w:p>
        </w:tc>
      </w:tr>
      <w:tr w:rsidR="00F41499" w:rsidTr="005418AD">
        <w:tc>
          <w:tcPr>
            <w:tcW w:w="8771" w:type="dxa"/>
            <w:tcBorders>
              <w:top w:val="nil"/>
              <w:left w:val="nil"/>
              <w:bottom w:val="single" w:sz="6" w:space="0" w:color="78A22F"/>
              <w:right w:val="nil"/>
            </w:tcBorders>
            <w:shd w:val="clear" w:color="auto" w:fill="auto"/>
          </w:tcPr>
          <w:p w:rsidR="00F41499" w:rsidRDefault="00F41499" w:rsidP="0017519E">
            <w:pPr>
              <w:pStyle w:val="Figurespace"/>
            </w:pPr>
          </w:p>
        </w:tc>
      </w:tr>
      <w:tr w:rsidR="00F41499" w:rsidRPr="000863A5" w:rsidTr="005418AD">
        <w:tc>
          <w:tcPr>
            <w:tcW w:w="8771" w:type="dxa"/>
            <w:tcBorders>
              <w:top w:val="single" w:sz="6" w:space="0" w:color="78A22F"/>
              <w:left w:val="nil"/>
              <w:bottom w:val="nil"/>
              <w:right w:val="nil"/>
            </w:tcBorders>
          </w:tcPr>
          <w:p w:rsidR="00F41499" w:rsidRPr="00626D32" w:rsidRDefault="00F41499" w:rsidP="0017519E">
            <w:pPr>
              <w:pStyle w:val="BoxSpaceBelow"/>
            </w:pPr>
          </w:p>
        </w:tc>
      </w:tr>
    </w:tbl>
    <w:p w:rsidR="00FF51E1" w:rsidRDefault="00FF51E1" w:rsidP="00FF51E1">
      <w:pPr>
        <w:spacing w:before="240" w:line="320" w:lineRule="atLeast"/>
        <w:jc w:val="both"/>
        <w:rPr>
          <w:szCs w:val="20"/>
        </w:rPr>
      </w:pPr>
      <w:r w:rsidRPr="00180C06">
        <w:rPr>
          <w:szCs w:val="20"/>
        </w:rPr>
        <w:t>Nationally, the majority of occupied pr</w:t>
      </w:r>
      <w:r w:rsidR="00497141">
        <w:rPr>
          <w:szCs w:val="20"/>
        </w:rPr>
        <w:t xml:space="preserve">ivate dwellings in August 2011 </w:t>
      </w:r>
      <w:r w:rsidRPr="00180C06">
        <w:rPr>
          <w:szCs w:val="20"/>
        </w:rPr>
        <w:t xml:space="preserve">(67.0 per cent, or 5.2 million dwellings) were owned or were being purchased. Home ownership was highest in Tasmania (70.4 per cent) and lowest in the NT (46.2 per cent). Australians rented </w:t>
      </w:r>
      <w:r w:rsidR="00497141">
        <w:rPr>
          <w:szCs w:val="20"/>
        </w:rPr>
        <w:br/>
      </w:r>
      <w:r w:rsidRPr="00180C06">
        <w:rPr>
          <w:szCs w:val="20"/>
        </w:rPr>
        <w:t xml:space="preserve">2.3 million dwellings, or 29.6 per cent of dwellings (of these, 54.3 per cent were from real estate agents and 13.7 per cent from State or Territory housing authorities) (table </w:t>
      </w:r>
      <w:proofErr w:type="spellStart"/>
      <w:r w:rsidRPr="00180C06">
        <w:rPr>
          <w:szCs w:val="20"/>
        </w:rPr>
        <w:t>2A.</w:t>
      </w:r>
      <w:r w:rsidR="00121091">
        <w:rPr>
          <w:szCs w:val="20"/>
        </w:rPr>
        <w:t>28</w:t>
      </w:r>
      <w:proofErr w:type="spellEnd"/>
      <w:r w:rsidRPr="00180C06">
        <w:rPr>
          <w:szCs w:val="20"/>
        </w:rPr>
        <w:t>). Across jurisdictions, the proportion of dwellings that were rented was highest in the NT (49.1 per cent) and lowest in Tasmania (26.4 per cent) (figure 2.7).</w:t>
      </w:r>
    </w:p>
    <w:p w:rsidR="00F41499" w:rsidRDefault="00F41499" w:rsidP="0017519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74"/>
      </w:tblGrid>
      <w:tr w:rsidR="00F41499" w:rsidTr="005418AD">
        <w:tc>
          <w:tcPr>
            <w:tcW w:w="8771" w:type="dxa"/>
            <w:tcBorders>
              <w:top w:val="single" w:sz="6" w:space="0" w:color="78A22F"/>
              <w:left w:val="nil"/>
              <w:bottom w:val="nil"/>
              <w:right w:val="nil"/>
            </w:tcBorders>
            <w:shd w:val="clear" w:color="auto" w:fill="auto"/>
          </w:tcPr>
          <w:p w:rsidR="00F41499" w:rsidRPr="00176D3F" w:rsidRDefault="00F41499" w:rsidP="00F41499">
            <w:pPr>
              <w:pStyle w:val="FigureTitle"/>
            </w:pPr>
            <w:r w:rsidRPr="001E414C">
              <w:rPr>
                <w:b w:val="0"/>
              </w:rPr>
              <w:t>Figure 2.</w:t>
            </w:r>
            <w:r w:rsidR="00C87DBB">
              <w:rPr>
                <w:b w:val="0"/>
                <w:noProof/>
              </w:rPr>
              <w:t>7</w:t>
            </w:r>
            <w:r w:rsidRPr="000B7811">
              <w:tab/>
              <w:t>Occupied private dwellings, by tenure type, 2011</w:t>
            </w:r>
            <w:r w:rsidRPr="000B7811">
              <w:rPr>
                <w:position w:val="6"/>
                <w:sz w:val="18"/>
              </w:rPr>
              <w:t>a, b, c</w:t>
            </w:r>
          </w:p>
        </w:tc>
      </w:tr>
      <w:tr w:rsidR="00F41499" w:rsidTr="005418AD">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490"/>
            </w:tblGrid>
            <w:tr w:rsidR="00F41499" w:rsidTr="005418AD">
              <w:tc>
                <w:tcPr>
                  <w:tcW w:w="5000" w:type="pct"/>
                  <w:tcBorders>
                    <w:top w:val="nil"/>
                    <w:bottom w:val="nil"/>
                  </w:tcBorders>
                </w:tcPr>
                <w:p w:rsidR="00F41499" w:rsidRDefault="000D0257" w:rsidP="0017519E">
                  <w:pPr>
                    <w:pStyle w:val="Figure"/>
                    <w:spacing w:before="60" w:after="60"/>
                  </w:pPr>
                  <w:r>
                    <w:rPr>
                      <w:noProof/>
                    </w:rPr>
                    <w:drawing>
                      <wp:inline distT="0" distB="0" distL="0" distR="0" wp14:anchorId="669011FD" wp14:editId="400F0D13">
                        <wp:extent cx="5390515" cy="2700655"/>
                        <wp:effectExtent l="0" t="0" r="635" b="4445"/>
                        <wp:docPr id="13" name="Picture 13" descr="Figure 2.7 Occupied private dwellings, by tenure type,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90515" cy="2700655"/>
                                </a:xfrm>
                                <a:prstGeom prst="rect">
                                  <a:avLst/>
                                </a:prstGeom>
                                <a:noFill/>
                                <a:ln>
                                  <a:noFill/>
                                </a:ln>
                              </pic:spPr>
                            </pic:pic>
                          </a:graphicData>
                        </a:graphic>
                      </wp:inline>
                    </w:drawing>
                  </w:r>
                </w:p>
              </w:tc>
            </w:tr>
          </w:tbl>
          <w:p w:rsidR="00F41499" w:rsidRDefault="00F41499" w:rsidP="0017519E">
            <w:pPr>
              <w:pStyle w:val="Figure"/>
            </w:pPr>
          </w:p>
        </w:tc>
      </w:tr>
      <w:tr w:rsidR="00F41499" w:rsidRPr="00742CEE" w:rsidTr="005418AD">
        <w:tc>
          <w:tcPr>
            <w:tcW w:w="8771" w:type="dxa"/>
            <w:tcBorders>
              <w:top w:val="nil"/>
              <w:left w:val="nil"/>
              <w:bottom w:val="nil"/>
              <w:right w:val="nil"/>
            </w:tcBorders>
            <w:shd w:val="clear" w:color="auto" w:fill="auto"/>
          </w:tcPr>
          <w:p w:rsidR="00F41499" w:rsidRPr="00742CEE" w:rsidRDefault="00F41499" w:rsidP="0017519E">
            <w:pPr>
              <w:pStyle w:val="Note"/>
            </w:pPr>
            <w:r w:rsidRPr="00742CEE">
              <w:rPr>
                <w:rStyle w:val="NoteLabel"/>
              </w:rPr>
              <w:t>a</w:t>
            </w:r>
            <w:r w:rsidRPr="00742CEE">
              <w:t xml:space="preserve"> </w:t>
            </w:r>
            <w:r w:rsidR="00F67E43" w:rsidRPr="00742CEE">
              <w:t>‘Australia’ includes other territories</w:t>
            </w:r>
            <w:r w:rsidRPr="00742CEE">
              <w:t xml:space="preserve">. </w:t>
            </w:r>
            <w:r w:rsidRPr="00742CEE">
              <w:rPr>
                <w:rStyle w:val="NoteLabel"/>
              </w:rPr>
              <w:t>b</w:t>
            </w:r>
            <w:r w:rsidRPr="00742CEE">
              <w:t xml:space="preserve"> </w:t>
            </w:r>
            <w:r w:rsidR="00F67E43" w:rsidRPr="00742CEE">
              <w:t xml:space="preserve">‘Owned or being purchased’ includes dwellings being purchased under a rent/buy scheme. </w:t>
            </w:r>
            <w:r w:rsidR="00F67E43" w:rsidRPr="00742CEE">
              <w:rPr>
                <w:rStyle w:val="NoteLabel"/>
              </w:rPr>
              <w:t>c</w:t>
            </w:r>
            <w:r w:rsidR="00882459">
              <w:t xml:space="preserve"> </w:t>
            </w:r>
            <w:r w:rsidR="00F67E43" w:rsidRPr="00742CEE">
              <w:t>Other tenure type’ includes dwellings being occupied under a life tenure scheme.</w:t>
            </w:r>
          </w:p>
        </w:tc>
      </w:tr>
      <w:tr w:rsidR="00F41499" w:rsidRPr="00742CEE" w:rsidTr="005418AD">
        <w:tc>
          <w:tcPr>
            <w:tcW w:w="8771" w:type="dxa"/>
            <w:tcBorders>
              <w:top w:val="nil"/>
              <w:left w:val="nil"/>
              <w:bottom w:val="nil"/>
              <w:right w:val="nil"/>
            </w:tcBorders>
            <w:shd w:val="clear" w:color="auto" w:fill="auto"/>
          </w:tcPr>
          <w:p w:rsidR="00F41499" w:rsidRPr="00742CEE" w:rsidRDefault="00F67E43" w:rsidP="0017519E">
            <w:pPr>
              <w:pStyle w:val="Source"/>
            </w:pPr>
            <w:r w:rsidRPr="00742CEE">
              <w:rPr>
                <w:i/>
              </w:rPr>
              <w:t>S</w:t>
            </w:r>
            <w:r w:rsidR="00F41499" w:rsidRPr="00742CEE">
              <w:rPr>
                <w:i/>
              </w:rPr>
              <w:t>ource</w:t>
            </w:r>
            <w:r w:rsidR="00F41499" w:rsidRPr="00742CEE">
              <w:t xml:space="preserve">: </w:t>
            </w:r>
            <w:r w:rsidRPr="00742CEE">
              <w:t xml:space="preserve">ABS (2012) </w:t>
            </w:r>
            <w:r w:rsidRPr="00742CEE">
              <w:rPr>
                <w:i/>
              </w:rPr>
              <w:t xml:space="preserve">2011 Census of Population and Housing, Australia, States and Territories, Aboriginal and Torres Strait Islander (Indigenous) Profile, Table </w:t>
            </w:r>
            <w:proofErr w:type="spellStart"/>
            <w:r w:rsidRPr="00742CEE">
              <w:rPr>
                <w:i/>
              </w:rPr>
              <w:t>I10c</w:t>
            </w:r>
            <w:proofErr w:type="spellEnd"/>
            <w:r w:rsidRPr="00742CEE">
              <w:rPr>
                <w:i/>
              </w:rPr>
              <w:t xml:space="preserve"> — Tenure and landlord type by dwelling structure by Indigenous status of household</w:t>
            </w:r>
            <w:r w:rsidRPr="00742CEE">
              <w:t xml:space="preserve">, Canberra; table </w:t>
            </w:r>
            <w:proofErr w:type="spellStart"/>
            <w:r w:rsidRPr="00742CEE">
              <w:t>2A.28</w:t>
            </w:r>
            <w:proofErr w:type="spellEnd"/>
            <w:r w:rsidRPr="00742CEE">
              <w:t>.</w:t>
            </w:r>
          </w:p>
        </w:tc>
      </w:tr>
      <w:tr w:rsidR="00F41499" w:rsidRPr="00742CEE" w:rsidTr="005418AD">
        <w:tc>
          <w:tcPr>
            <w:tcW w:w="8771" w:type="dxa"/>
            <w:tcBorders>
              <w:top w:val="nil"/>
              <w:left w:val="nil"/>
              <w:bottom w:val="single" w:sz="6" w:space="0" w:color="78A22F"/>
              <w:right w:val="nil"/>
            </w:tcBorders>
            <w:shd w:val="clear" w:color="auto" w:fill="auto"/>
          </w:tcPr>
          <w:p w:rsidR="00F41499" w:rsidRPr="00742CEE" w:rsidRDefault="00F41499" w:rsidP="0017519E">
            <w:pPr>
              <w:pStyle w:val="Figurespace"/>
            </w:pPr>
          </w:p>
        </w:tc>
      </w:tr>
      <w:tr w:rsidR="00F41499" w:rsidRPr="00742CEE" w:rsidTr="005418AD">
        <w:tc>
          <w:tcPr>
            <w:tcW w:w="8771" w:type="dxa"/>
            <w:tcBorders>
              <w:top w:val="single" w:sz="6" w:space="0" w:color="78A22F"/>
              <w:left w:val="nil"/>
              <w:bottom w:val="nil"/>
              <w:right w:val="nil"/>
            </w:tcBorders>
          </w:tcPr>
          <w:p w:rsidR="00F41499" w:rsidRPr="00742CEE" w:rsidRDefault="00F41499" w:rsidP="0017519E">
            <w:pPr>
              <w:pStyle w:val="BoxSpaceBelow"/>
            </w:pPr>
          </w:p>
        </w:tc>
      </w:tr>
    </w:tbl>
    <w:p w:rsidR="00FF51E1" w:rsidRPr="00742CEE" w:rsidRDefault="00FF51E1" w:rsidP="001E414C">
      <w:pPr>
        <w:pStyle w:val="Heading2"/>
      </w:pPr>
      <w:bookmarkStart w:id="46" w:name="_Toc274759651"/>
      <w:bookmarkStart w:id="47" w:name="_Toc327870759"/>
      <w:bookmarkStart w:id="48" w:name="_Toc368581984"/>
      <w:bookmarkStart w:id="49" w:name="_Toc368582237"/>
      <w:bookmarkStart w:id="50" w:name="_Toc370136018"/>
      <w:bookmarkStart w:id="51" w:name="_Toc396743483"/>
      <w:r w:rsidRPr="00742CEE">
        <w:t>2.4</w:t>
      </w:r>
      <w:r w:rsidRPr="00742CEE">
        <w:tab/>
        <w:t>Income, education and employment</w:t>
      </w:r>
      <w:bookmarkEnd w:id="46"/>
      <w:bookmarkEnd w:id="47"/>
      <w:bookmarkEnd w:id="48"/>
      <w:bookmarkEnd w:id="49"/>
      <w:bookmarkEnd w:id="50"/>
      <w:bookmarkEnd w:id="51"/>
    </w:p>
    <w:p w:rsidR="00FF51E1" w:rsidRPr="00742CEE" w:rsidRDefault="00FF51E1" w:rsidP="00AD6FCA">
      <w:pPr>
        <w:pStyle w:val="Heading3"/>
      </w:pPr>
      <w:bookmarkStart w:id="52" w:name="_Toc333919865"/>
      <w:bookmarkStart w:id="53" w:name="_Toc368582238"/>
      <w:bookmarkStart w:id="54" w:name="_Toc370136019"/>
      <w:r w:rsidRPr="00742CEE">
        <w:t>Income</w:t>
      </w:r>
      <w:bookmarkEnd w:id="52"/>
      <w:bookmarkEnd w:id="53"/>
      <w:bookmarkEnd w:id="54"/>
    </w:p>
    <w:p w:rsidR="00FF51E1" w:rsidRDefault="00FF51E1" w:rsidP="00FF51E1">
      <w:pPr>
        <w:spacing w:before="240" w:line="320" w:lineRule="atLeast"/>
        <w:jc w:val="both"/>
        <w:rPr>
          <w:szCs w:val="20"/>
        </w:rPr>
      </w:pPr>
      <w:r w:rsidRPr="00742CEE">
        <w:rPr>
          <w:szCs w:val="20"/>
        </w:rPr>
        <w:t xml:space="preserve">Nationally in August 2011, 25.9 per cent of people aged 15 years or over had a relatively low weekly individual income of $299 or less (table </w:t>
      </w:r>
      <w:proofErr w:type="spellStart"/>
      <w:r w:rsidRPr="00742CEE">
        <w:rPr>
          <w:szCs w:val="20"/>
        </w:rPr>
        <w:t>2A.3</w:t>
      </w:r>
      <w:r w:rsidR="00121091" w:rsidRPr="00742CEE">
        <w:rPr>
          <w:szCs w:val="20"/>
        </w:rPr>
        <w:t>1</w:t>
      </w:r>
      <w:proofErr w:type="spellEnd"/>
      <w:r w:rsidRPr="00742CEE">
        <w:rPr>
          <w:szCs w:val="20"/>
        </w:rPr>
        <w:t xml:space="preserve">). The proportion was around three times higher for </w:t>
      </w:r>
      <w:r w:rsidRPr="004A166D">
        <w:rPr>
          <w:szCs w:val="20"/>
        </w:rPr>
        <w:t xml:space="preserve">younger people (74.8 per cent for people aged 15–19 years) and </w:t>
      </w:r>
      <w:r w:rsidR="002B414C" w:rsidRPr="004A166D">
        <w:t>Aboriginal and Torres Strait Islander</w:t>
      </w:r>
      <w:r w:rsidR="002B414C" w:rsidRPr="004A166D">
        <w:rPr>
          <w:szCs w:val="20"/>
        </w:rPr>
        <w:t xml:space="preserve"> Australians</w:t>
      </w:r>
      <w:r w:rsidRPr="004A166D">
        <w:rPr>
          <w:szCs w:val="20"/>
        </w:rPr>
        <w:t xml:space="preserve"> (37.2 per cent), similar for females </w:t>
      </w:r>
      <w:r w:rsidR="00497141" w:rsidRPr="004A166D">
        <w:rPr>
          <w:szCs w:val="20"/>
        </w:rPr>
        <w:br/>
      </w:r>
      <w:r w:rsidRPr="004A166D">
        <w:rPr>
          <w:szCs w:val="20"/>
        </w:rPr>
        <w:t xml:space="preserve">(30.4 per cent) and lower for older people </w:t>
      </w:r>
      <w:r w:rsidR="002B414C" w:rsidRPr="004A166D">
        <w:rPr>
          <w:szCs w:val="20"/>
        </w:rPr>
        <w:t>(20.7</w:t>
      </w:r>
      <w:r w:rsidR="002B414C" w:rsidRPr="00742CEE">
        <w:rPr>
          <w:szCs w:val="20"/>
        </w:rPr>
        <w:t xml:space="preserve"> per cent for people aged </w:t>
      </w:r>
      <w:r w:rsidRPr="00742CEE">
        <w:rPr>
          <w:szCs w:val="20"/>
        </w:rPr>
        <w:t>85 years or over) (figure 2.8).</w:t>
      </w:r>
    </w:p>
    <w:p w:rsidR="00F67E43" w:rsidRDefault="00F67E43" w:rsidP="0017519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74"/>
      </w:tblGrid>
      <w:tr w:rsidR="00F67E43" w:rsidTr="00D637B9">
        <w:tc>
          <w:tcPr>
            <w:tcW w:w="8771" w:type="dxa"/>
            <w:tcBorders>
              <w:top w:val="single" w:sz="6" w:space="0" w:color="78A22F"/>
              <w:left w:val="nil"/>
              <w:bottom w:val="nil"/>
              <w:right w:val="nil"/>
            </w:tcBorders>
            <w:shd w:val="clear" w:color="auto" w:fill="auto"/>
          </w:tcPr>
          <w:p w:rsidR="00F67E43" w:rsidRPr="00742CEE" w:rsidRDefault="00F67E43" w:rsidP="00E477E8">
            <w:pPr>
              <w:pStyle w:val="FigureTitle"/>
            </w:pPr>
            <w:r w:rsidRPr="00742CEE">
              <w:rPr>
                <w:b w:val="0"/>
              </w:rPr>
              <w:t>Figure 2.</w:t>
            </w:r>
            <w:r w:rsidR="00C87DBB">
              <w:rPr>
                <w:b w:val="0"/>
                <w:noProof/>
              </w:rPr>
              <w:t>8</w:t>
            </w:r>
            <w:r w:rsidRPr="00742CEE">
              <w:tab/>
            </w:r>
            <w:r w:rsidR="00E477E8" w:rsidRPr="00742CEE">
              <w:t>Weekly individual income of $299 or less, by sex, Indigenous status and age, 2011</w:t>
            </w:r>
            <w:r w:rsidR="00E477E8" w:rsidRPr="00742CEE">
              <w:rPr>
                <w:position w:val="6"/>
                <w:sz w:val="18"/>
              </w:rPr>
              <w:t>a</w:t>
            </w:r>
          </w:p>
        </w:tc>
      </w:tr>
      <w:tr w:rsidR="00F67E43" w:rsidTr="00D637B9">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490"/>
            </w:tblGrid>
            <w:tr w:rsidR="00F67E43" w:rsidRPr="00742CEE" w:rsidTr="00D637B9">
              <w:tc>
                <w:tcPr>
                  <w:tcW w:w="5000" w:type="pct"/>
                  <w:tcBorders>
                    <w:top w:val="nil"/>
                    <w:bottom w:val="nil"/>
                  </w:tcBorders>
                </w:tcPr>
                <w:p w:rsidR="00F67E43" w:rsidRPr="00742CEE" w:rsidRDefault="000D0257" w:rsidP="0017519E">
                  <w:pPr>
                    <w:pStyle w:val="Figure"/>
                    <w:spacing w:before="60" w:after="60"/>
                  </w:pPr>
                  <w:r>
                    <w:rPr>
                      <w:noProof/>
                    </w:rPr>
                    <w:drawing>
                      <wp:inline distT="0" distB="0" distL="0" distR="0" wp14:anchorId="50BA0073" wp14:editId="0AB01313">
                        <wp:extent cx="5390515" cy="2700655"/>
                        <wp:effectExtent l="0" t="0" r="635" b="4445"/>
                        <wp:docPr id="14" name="Picture 14" descr="Figure 2.8 Weekly individual income of $299 or less, by sex, Indigneous status and age,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90515" cy="2700655"/>
                                </a:xfrm>
                                <a:prstGeom prst="rect">
                                  <a:avLst/>
                                </a:prstGeom>
                                <a:noFill/>
                                <a:ln>
                                  <a:noFill/>
                                </a:ln>
                              </pic:spPr>
                            </pic:pic>
                          </a:graphicData>
                        </a:graphic>
                      </wp:inline>
                    </w:drawing>
                  </w:r>
                </w:p>
              </w:tc>
            </w:tr>
          </w:tbl>
          <w:p w:rsidR="00F67E43" w:rsidRPr="00742CEE" w:rsidRDefault="00F67E43" w:rsidP="0017519E">
            <w:pPr>
              <w:pStyle w:val="Figure"/>
            </w:pPr>
          </w:p>
        </w:tc>
      </w:tr>
      <w:tr w:rsidR="00F67E43" w:rsidRPr="00176D3F" w:rsidTr="00D637B9">
        <w:tc>
          <w:tcPr>
            <w:tcW w:w="8771" w:type="dxa"/>
            <w:tcBorders>
              <w:top w:val="nil"/>
              <w:left w:val="nil"/>
              <w:bottom w:val="nil"/>
              <w:right w:val="nil"/>
            </w:tcBorders>
            <w:shd w:val="clear" w:color="auto" w:fill="auto"/>
          </w:tcPr>
          <w:p w:rsidR="00F67E43" w:rsidRPr="00742CEE" w:rsidRDefault="00F67E43" w:rsidP="0017519E">
            <w:pPr>
              <w:pStyle w:val="Note"/>
            </w:pPr>
            <w:r w:rsidRPr="00742CEE">
              <w:rPr>
                <w:rStyle w:val="NoteLabel"/>
              </w:rPr>
              <w:t>a</w:t>
            </w:r>
            <w:r w:rsidRPr="00742CEE">
              <w:t xml:space="preserve"> </w:t>
            </w:r>
            <w:r w:rsidR="00E477E8" w:rsidRPr="00742CEE">
              <w:t>‘Australia’ includes other territories.</w:t>
            </w:r>
          </w:p>
        </w:tc>
      </w:tr>
      <w:tr w:rsidR="00F67E43" w:rsidRPr="00176D3F" w:rsidTr="00D637B9">
        <w:tc>
          <w:tcPr>
            <w:tcW w:w="8771" w:type="dxa"/>
            <w:tcBorders>
              <w:top w:val="nil"/>
              <w:left w:val="nil"/>
              <w:bottom w:val="nil"/>
              <w:right w:val="nil"/>
            </w:tcBorders>
            <w:shd w:val="clear" w:color="auto" w:fill="auto"/>
          </w:tcPr>
          <w:p w:rsidR="00F67E43" w:rsidRPr="00742CEE" w:rsidRDefault="005A4B2A" w:rsidP="0017519E">
            <w:pPr>
              <w:pStyle w:val="Source"/>
            </w:pPr>
            <w:r w:rsidRPr="00742CEE">
              <w:rPr>
                <w:i/>
              </w:rPr>
              <w:t>S</w:t>
            </w:r>
            <w:r w:rsidR="00F67E43" w:rsidRPr="00742CEE">
              <w:rPr>
                <w:i/>
              </w:rPr>
              <w:t>ource</w:t>
            </w:r>
            <w:r w:rsidR="00F67E43" w:rsidRPr="00742CEE">
              <w:t xml:space="preserve">: </w:t>
            </w:r>
            <w:r w:rsidRPr="00742CEE">
              <w:t xml:space="preserve">ABS (2012) </w:t>
            </w:r>
            <w:r w:rsidRPr="00742CEE">
              <w:rPr>
                <w:i/>
              </w:rPr>
              <w:t>2011 Census of Population and Housing</w:t>
            </w:r>
            <w:r w:rsidRPr="00742CEE">
              <w:t>,</w:t>
            </w:r>
            <w:r w:rsidRPr="00742CEE">
              <w:rPr>
                <w:i/>
              </w:rPr>
              <w:t xml:space="preserve"> Australia, States and Territories, Basic Community Profile, Table </w:t>
            </w:r>
            <w:proofErr w:type="spellStart"/>
            <w:r w:rsidRPr="00742CEE">
              <w:rPr>
                <w:i/>
              </w:rPr>
              <w:t>B17</w:t>
            </w:r>
            <w:proofErr w:type="spellEnd"/>
            <w:r w:rsidRPr="00742CEE">
              <w:rPr>
                <w:i/>
              </w:rPr>
              <w:t xml:space="preserve"> — Total personal income (weekly) by age by sex</w:t>
            </w:r>
            <w:r w:rsidRPr="00742CEE">
              <w:t xml:space="preserve">, Cat. no. 2001.0, Canberra; ABS (unpublished) </w:t>
            </w:r>
            <w:r w:rsidRPr="00742CEE">
              <w:rPr>
                <w:i/>
              </w:rPr>
              <w:t>2011 Census of Population and Housing</w:t>
            </w:r>
            <w:r w:rsidRPr="00742CEE">
              <w:t>,</w:t>
            </w:r>
            <w:r w:rsidRPr="00742CEE">
              <w:rPr>
                <w:i/>
              </w:rPr>
              <w:t xml:space="preserve"> Australia</w:t>
            </w:r>
            <w:r w:rsidRPr="00742CEE">
              <w:t xml:space="preserve">, Table generated on 3/10/2012 using ABS </w:t>
            </w:r>
            <w:proofErr w:type="spellStart"/>
            <w:r w:rsidRPr="00742CEE">
              <w:t>TableBulider</w:t>
            </w:r>
            <w:proofErr w:type="spellEnd"/>
            <w:r w:rsidRPr="00742CEE">
              <w:t xml:space="preserve">; tables </w:t>
            </w:r>
            <w:proofErr w:type="spellStart"/>
            <w:r w:rsidRPr="00742CEE">
              <w:t>2A.31</w:t>
            </w:r>
            <w:proofErr w:type="spellEnd"/>
            <w:r w:rsidRPr="00742CEE">
              <w:t xml:space="preserve">, </w:t>
            </w:r>
            <w:proofErr w:type="spellStart"/>
            <w:r w:rsidRPr="00742CEE">
              <w:t>2A.34</w:t>
            </w:r>
            <w:proofErr w:type="spellEnd"/>
            <w:r w:rsidRPr="00742CEE">
              <w:t xml:space="preserve"> and </w:t>
            </w:r>
            <w:proofErr w:type="spellStart"/>
            <w:r w:rsidRPr="00742CEE">
              <w:t>2A.37</w:t>
            </w:r>
            <w:proofErr w:type="spellEnd"/>
            <w:r w:rsidRPr="00742CEE">
              <w:t>.</w:t>
            </w:r>
          </w:p>
        </w:tc>
      </w:tr>
      <w:tr w:rsidR="00F67E43" w:rsidTr="00D637B9">
        <w:tc>
          <w:tcPr>
            <w:tcW w:w="8771" w:type="dxa"/>
            <w:tcBorders>
              <w:top w:val="nil"/>
              <w:left w:val="nil"/>
              <w:bottom w:val="single" w:sz="6" w:space="0" w:color="78A22F"/>
              <w:right w:val="nil"/>
            </w:tcBorders>
            <w:shd w:val="clear" w:color="auto" w:fill="auto"/>
          </w:tcPr>
          <w:p w:rsidR="00F67E43" w:rsidRDefault="00F67E43" w:rsidP="0017519E">
            <w:pPr>
              <w:pStyle w:val="Figurespace"/>
            </w:pPr>
          </w:p>
        </w:tc>
      </w:tr>
      <w:tr w:rsidR="00F67E43" w:rsidRPr="000863A5" w:rsidTr="00D637B9">
        <w:tc>
          <w:tcPr>
            <w:tcW w:w="8771" w:type="dxa"/>
            <w:tcBorders>
              <w:top w:val="single" w:sz="6" w:space="0" w:color="78A22F"/>
              <w:left w:val="nil"/>
              <w:bottom w:val="nil"/>
              <w:right w:val="nil"/>
            </w:tcBorders>
          </w:tcPr>
          <w:p w:rsidR="00F67E43" w:rsidRPr="00626D32" w:rsidRDefault="00F67E43" w:rsidP="0017519E">
            <w:pPr>
              <w:pStyle w:val="BoxSpaceBelow"/>
            </w:pPr>
          </w:p>
        </w:tc>
      </w:tr>
    </w:tbl>
    <w:p w:rsidR="00FF51E1" w:rsidRPr="002974CB" w:rsidRDefault="00675B32" w:rsidP="009907C3">
      <w:pPr>
        <w:spacing w:before="240" w:line="320" w:lineRule="atLeast"/>
        <w:jc w:val="both"/>
        <w:rPr>
          <w:szCs w:val="20"/>
        </w:rPr>
      </w:pPr>
      <w:r w:rsidRPr="002974CB">
        <w:rPr>
          <w:szCs w:val="20"/>
        </w:rPr>
        <w:t>Nationally, 18.2</w:t>
      </w:r>
      <w:r w:rsidR="00FF51E1" w:rsidRPr="002974CB">
        <w:rPr>
          <w:szCs w:val="20"/>
        </w:rPr>
        <w:t xml:space="preserve"> per cent of the total populatio</w:t>
      </w:r>
      <w:r w:rsidR="00497141" w:rsidRPr="002974CB">
        <w:rPr>
          <w:szCs w:val="20"/>
        </w:rPr>
        <w:t xml:space="preserve">n was receiving income support </w:t>
      </w:r>
      <w:r w:rsidR="00FF51E1" w:rsidRPr="002974CB">
        <w:rPr>
          <w:szCs w:val="20"/>
        </w:rPr>
        <w:t>in 201</w:t>
      </w:r>
      <w:r w:rsidRPr="002974CB">
        <w:rPr>
          <w:szCs w:val="20"/>
        </w:rPr>
        <w:t>3</w:t>
      </w:r>
      <w:r w:rsidR="00FF51E1" w:rsidRPr="002974CB">
        <w:rPr>
          <w:szCs w:val="20"/>
        </w:rPr>
        <w:t>. The age pension was received by 10.</w:t>
      </w:r>
      <w:r w:rsidRPr="002974CB">
        <w:rPr>
          <w:szCs w:val="20"/>
        </w:rPr>
        <w:t>2</w:t>
      </w:r>
      <w:r w:rsidR="00FF51E1" w:rsidRPr="002974CB">
        <w:rPr>
          <w:szCs w:val="20"/>
        </w:rPr>
        <w:t xml:space="preserve"> per</w:t>
      </w:r>
      <w:r w:rsidR="00497141" w:rsidRPr="002974CB">
        <w:rPr>
          <w:szCs w:val="20"/>
        </w:rPr>
        <w:t xml:space="preserve"> cent of the population, while </w:t>
      </w:r>
      <w:r w:rsidR="00FF51E1" w:rsidRPr="002974CB">
        <w:rPr>
          <w:szCs w:val="20"/>
        </w:rPr>
        <w:t>3.6 per cent received a disability support pension and 1.</w:t>
      </w:r>
      <w:r w:rsidRPr="002974CB">
        <w:rPr>
          <w:szCs w:val="20"/>
        </w:rPr>
        <w:t>1</w:t>
      </w:r>
      <w:r w:rsidR="00FF51E1" w:rsidRPr="002974CB">
        <w:rPr>
          <w:szCs w:val="20"/>
        </w:rPr>
        <w:t xml:space="preserve"> per cent received a single parent payment. A further </w:t>
      </w:r>
      <w:r w:rsidR="00497141" w:rsidRPr="002974CB">
        <w:rPr>
          <w:szCs w:val="20"/>
        </w:rPr>
        <w:br/>
      </w:r>
      <w:r w:rsidRPr="002974CB">
        <w:rPr>
          <w:szCs w:val="20"/>
        </w:rPr>
        <w:t>3.3</w:t>
      </w:r>
      <w:r w:rsidR="00FF51E1" w:rsidRPr="002974CB">
        <w:rPr>
          <w:szCs w:val="20"/>
        </w:rPr>
        <w:t xml:space="preserve"> per cent of the population received some form of labour market allowance in 201</w:t>
      </w:r>
      <w:r w:rsidRPr="002974CB">
        <w:rPr>
          <w:szCs w:val="20"/>
        </w:rPr>
        <w:t>3</w:t>
      </w:r>
      <w:r w:rsidR="00FF51E1" w:rsidRPr="002974CB">
        <w:rPr>
          <w:szCs w:val="20"/>
        </w:rPr>
        <w:t xml:space="preserve"> (figure 2.9).</w:t>
      </w:r>
    </w:p>
    <w:p w:rsidR="00FF51E1" w:rsidRPr="002974CB" w:rsidRDefault="00FF51E1" w:rsidP="009907C3">
      <w:pPr>
        <w:pStyle w:val="BodyText"/>
      </w:pPr>
      <w:bookmarkStart w:id="55" w:name="_Toc333919866"/>
      <w:bookmarkStart w:id="56" w:name="_Toc368582239"/>
      <w:bookmarkStart w:id="57" w:name="_Toc370136020"/>
      <w:r w:rsidRPr="002974CB">
        <w:t>The proportion of the population in 201</w:t>
      </w:r>
      <w:r w:rsidR="00675B32" w:rsidRPr="002974CB">
        <w:t>3</w:t>
      </w:r>
      <w:r w:rsidRPr="002974CB">
        <w:t xml:space="preserve"> receiving:</w:t>
      </w:r>
    </w:p>
    <w:p w:rsidR="003859AA" w:rsidRPr="002974CB" w:rsidRDefault="003859AA" w:rsidP="009907C3">
      <w:pPr>
        <w:numPr>
          <w:ilvl w:val="0"/>
          <w:numId w:val="15"/>
        </w:numPr>
        <w:spacing w:before="120" w:line="320" w:lineRule="atLeast"/>
        <w:jc w:val="both"/>
        <w:rPr>
          <w:szCs w:val="20"/>
        </w:rPr>
      </w:pPr>
      <w:r w:rsidRPr="002974CB">
        <w:t>the age pension ranged from 12.</w:t>
      </w:r>
      <w:r w:rsidR="00675B32" w:rsidRPr="002974CB">
        <w:t>7</w:t>
      </w:r>
      <w:r w:rsidRPr="002974CB">
        <w:t xml:space="preserve"> per cent in Tasmania to 3.</w:t>
      </w:r>
      <w:r w:rsidR="00675B32" w:rsidRPr="002974CB">
        <w:t>5</w:t>
      </w:r>
      <w:r w:rsidRPr="002974CB">
        <w:t xml:space="preserve"> per cent in the NT</w:t>
      </w:r>
    </w:p>
    <w:p w:rsidR="003859AA" w:rsidRPr="002974CB" w:rsidRDefault="003859AA" w:rsidP="009907C3">
      <w:pPr>
        <w:numPr>
          <w:ilvl w:val="0"/>
          <w:numId w:val="15"/>
        </w:numPr>
        <w:spacing w:before="120" w:line="320" w:lineRule="atLeast"/>
        <w:jc w:val="both"/>
        <w:rPr>
          <w:szCs w:val="20"/>
        </w:rPr>
      </w:pPr>
      <w:r w:rsidRPr="002974CB">
        <w:t>a disability support pension ranged from 5.</w:t>
      </w:r>
      <w:r w:rsidR="00675B32" w:rsidRPr="002974CB">
        <w:t>4</w:t>
      </w:r>
      <w:r w:rsidRPr="002974CB">
        <w:t xml:space="preserve"> per cent in Tasmania to 2.2 per cent in the ACT</w:t>
      </w:r>
    </w:p>
    <w:p w:rsidR="003859AA" w:rsidRPr="002974CB" w:rsidRDefault="003859AA" w:rsidP="009907C3">
      <w:pPr>
        <w:numPr>
          <w:ilvl w:val="0"/>
          <w:numId w:val="15"/>
        </w:numPr>
        <w:spacing w:before="120" w:line="320" w:lineRule="atLeast"/>
        <w:jc w:val="both"/>
        <w:rPr>
          <w:szCs w:val="20"/>
        </w:rPr>
      </w:pPr>
      <w:r w:rsidRPr="002974CB">
        <w:t>a single parent payment ranged from 1.</w:t>
      </w:r>
      <w:r w:rsidR="00675B32" w:rsidRPr="002974CB">
        <w:t>5</w:t>
      </w:r>
      <w:r w:rsidRPr="002974CB">
        <w:t xml:space="preserve"> per cent in Tasmania</w:t>
      </w:r>
      <w:r w:rsidR="00675B32" w:rsidRPr="002974CB">
        <w:t xml:space="preserve"> and NT</w:t>
      </w:r>
      <w:r w:rsidRPr="002974CB">
        <w:t xml:space="preserve"> to 0.</w:t>
      </w:r>
      <w:r w:rsidR="00675B32" w:rsidRPr="002974CB">
        <w:t>7</w:t>
      </w:r>
      <w:r w:rsidRPr="002974CB">
        <w:t xml:space="preserve"> per cent in the ACT</w:t>
      </w:r>
    </w:p>
    <w:p w:rsidR="003859AA" w:rsidRPr="002974CB" w:rsidRDefault="003859AA" w:rsidP="009907C3">
      <w:pPr>
        <w:numPr>
          <w:ilvl w:val="0"/>
          <w:numId w:val="15"/>
        </w:numPr>
        <w:spacing w:before="120" w:line="320" w:lineRule="atLeast"/>
        <w:jc w:val="both"/>
        <w:rPr>
          <w:szCs w:val="20"/>
        </w:rPr>
      </w:pPr>
      <w:r w:rsidRPr="002974CB">
        <w:t xml:space="preserve">a labour market allowance ranged from </w:t>
      </w:r>
      <w:r w:rsidR="00675B32" w:rsidRPr="002974CB">
        <w:t>5.6</w:t>
      </w:r>
      <w:r w:rsidRPr="002974CB">
        <w:t xml:space="preserve"> per cent in the NT to 1.</w:t>
      </w:r>
      <w:r w:rsidR="00675B32" w:rsidRPr="002974CB">
        <w:t>6</w:t>
      </w:r>
      <w:r w:rsidRPr="002974CB">
        <w:t xml:space="preserve"> per cent in the ACT (figure 2.9).</w:t>
      </w:r>
    </w:p>
    <w:p w:rsidR="005A4B2A" w:rsidRPr="002974CB" w:rsidRDefault="005A4B2A" w:rsidP="009907C3">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5A4B2A" w:rsidRPr="002974CB" w:rsidTr="005418AD">
        <w:tc>
          <w:tcPr>
            <w:tcW w:w="5000" w:type="pct"/>
            <w:tcBorders>
              <w:top w:val="single" w:sz="6" w:space="0" w:color="78A22F"/>
              <w:left w:val="nil"/>
              <w:bottom w:val="nil"/>
              <w:right w:val="nil"/>
            </w:tcBorders>
            <w:shd w:val="clear" w:color="auto" w:fill="auto"/>
          </w:tcPr>
          <w:p w:rsidR="005A4B2A" w:rsidRPr="002974CB" w:rsidRDefault="005A4B2A" w:rsidP="009907C3">
            <w:pPr>
              <w:pStyle w:val="FigureTitle"/>
            </w:pPr>
            <w:r w:rsidRPr="002974CB">
              <w:rPr>
                <w:b w:val="0"/>
              </w:rPr>
              <w:t>Figure 2.</w:t>
            </w:r>
            <w:r w:rsidR="00C87DBB">
              <w:rPr>
                <w:b w:val="0"/>
                <w:noProof/>
              </w:rPr>
              <w:t>9</w:t>
            </w:r>
            <w:r w:rsidRPr="002974CB">
              <w:tab/>
              <w:t>Proportion of total population on income support, June 201</w:t>
            </w:r>
            <w:r w:rsidR="00155D7C" w:rsidRPr="002974CB">
              <w:t>3</w:t>
            </w:r>
            <w:r w:rsidRPr="002974CB">
              <w:rPr>
                <w:position w:val="6"/>
                <w:sz w:val="18"/>
              </w:rPr>
              <w:t>a, b</w:t>
            </w:r>
          </w:p>
        </w:tc>
      </w:tr>
      <w:tr w:rsidR="005A4B2A" w:rsidRPr="002974CB" w:rsidTr="005418AD">
        <w:tc>
          <w:tcPr>
            <w:tcW w:w="5000" w:type="pct"/>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789"/>
            </w:tblGrid>
            <w:tr w:rsidR="005A4B2A" w:rsidRPr="002974CB" w:rsidTr="005418AD">
              <w:tc>
                <w:tcPr>
                  <w:tcW w:w="5000" w:type="pct"/>
                  <w:tcBorders>
                    <w:top w:val="nil"/>
                    <w:bottom w:val="nil"/>
                  </w:tcBorders>
                </w:tcPr>
                <w:p w:rsidR="005A4B2A" w:rsidRPr="002974CB" w:rsidRDefault="000D0257" w:rsidP="009907C3">
                  <w:pPr>
                    <w:pStyle w:val="Figure"/>
                    <w:spacing w:before="60" w:after="60"/>
                  </w:pPr>
                  <w:r>
                    <w:rPr>
                      <w:noProof/>
                    </w:rPr>
                    <w:drawing>
                      <wp:inline distT="0" distB="0" distL="0" distR="0" wp14:anchorId="7079B56B" wp14:editId="0831C788">
                        <wp:extent cx="5390515" cy="2700655"/>
                        <wp:effectExtent l="0" t="0" r="635" b="4445"/>
                        <wp:docPr id="15" name="Picture 15" descr="Figure 2.9 Proportion of total population on income support, June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90515" cy="2700655"/>
                                </a:xfrm>
                                <a:prstGeom prst="rect">
                                  <a:avLst/>
                                </a:prstGeom>
                                <a:noFill/>
                                <a:ln>
                                  <a:noFill/>
                                </a:ln>
                              </pic:spPr>
                            </pic:pic>
                          </a:graphicData>
                        </a:graphic>
                      </wp:inline>
                    </w:drawing>
                  </w:r>
                </w:p>
              </w:tc>
            </w:tr>
          </w:tbl>
          <w:p w:rsidR="005A4B2A" w:rsidRPr="002974CB" w:rsidRDefault="005A4B2A" w:rsidP="009907C3">
            <w:pPr>
              <w:pStyle w:val="Figure"/>
            </w:pPr>
          </w:p>
        </w:tc>
      </w:tr>
      <w:tr w:rsidR="005A4B2A" w:rsidRPr="002974CB" w:rsidTr="005418AD">
        <w:tc>
          <w:tcPr>
            <w:tcW w:w="5000" w:type="pct"/>
            <w:tcBorders>
              <w:top w:val="nil"/>
              <w:left w:val="nil"/>
              <w:bottom w:val="nil"/>
              <w:right w:val="nil"/>
            </w:tcBorders>
            <w:shd w:val="clear" w:color="auto" w:fill="auto"/>
          </w:tcPr>
          <w:p w:rsidR="005A4B2A" w:rsidRPr="002974CB" w:rsidRDefault="00882459" w:rsidP="009907C3">
            <w:pPr>
              <w:pStyle w:val="Note"/>
            </w:pPr>
            <w:r w:rsidRPr="002974CB">
              <w:rPr>
                <w:rStyle w:val="NoteLabel"/>
              </w:rPr>
              <w:t>a</w:t>
            </w:r>
            <w:r w:rsidRPr="002974CB">
              <w:t xml:space="preserve"> </w:t>
            </w:r>
            <w:r w:rsidR="005A4B2A" w:rsidRPr="002974CB">
              <w:t xml:space="preserve">Data for ‘Australia’ include recipients living overseas and recipients whose residential location was not known. </w:t>
            </w:r>
            <w:r w:rsidR="005A4B2A" w:rsidRPr="002974CB">
              <w:rPr>
                <w:rStyle w:val="NoteLabel"/>
              </w:rPr>
              <w:t>b</w:t>
            </w:r>
            <w:r w:rsidR="005A4B2A" w:rsidRPr="002974CB">
              <w:t xml:space="preserve"> Labour market program allowance data comprises recipients of </w:t>
            </w:r>
            <w:proofErr w:type="spellStart"/>
            <w:r w:rsidR="005A4B2A" w:rsidRPr="002974CB">
              <w:t>Newstart</w:t>
            </w:r>
            <w:proofErr w:type="spellEnd"/>
            <w:r w:rsidR="005A4B2A" w:rsidRPr="002974CB">
              <w:t xml:space="preserve"> Allowance (excluding Community Development Employment Projects [</w:t>
            </w:r>
            <w:proofErr w:type="spellStart"/>
            <w:r w:rsidR="005A4B2A" w:rsidRPr="002974CB">
              <w:t>CDEP</w:t>
            </w:r>
            <w:proofErr w:type="spellEnd"/>
            <w:r w:rsidR="005A4B2A" w:rsidRPr="002974CB">
              <w:t>] participants and those who did not receive a payment) and recipients of Youth Allowance for jobseekers.</w:t>
            </w:r>
          </w:p>
        </w:tc>
      </w:tr>
      <w:tr w:rsidR="005A4B2A" w:rsidRPr="002974CB" w:rsidTr="005418AD">
        <w:tc>
          <w:tcPr>
            <w:tcW w:w="5000" w:type="pct"/>
            <w:tcBorders>
              <w:top w:val="nil"/>
              <w:left w:val="nil"/>
              <w:bottom w:val="nil"/>
              <w:right w:val="nil"/>
            </w:tcBorders>
            <w:shd w:val="clear" w:color="auto" w:fill="auto"/>
          </w:tcPr>
          <w:p w:rsidR="005A4B2A" w:rsidRPr="002974CB" w:rsidRDefault="005A4B2A" w:rsidP="000B2981">
            <w:pPr>
              <w:pStyle w:val="Source"/>
            </w:pPr>
            <w:r w:rsidRPr="002974CB">
              <w:rPr>
                <w:i/>
              </w:rPr>
              <w:t>Source</w:t>
            </w:r>
            <w:r w:rsidRPr="002974CB">
              <w:t xml:space="preserve">: </w:t>
            </w:r>
            <w:proofErr w:type="spellStart"/>
            <w:r w:rsidR="00155D7C" w:rsidRPr="002974CB">
              <w:t>FaHCSIA</w:t>
            </w:r>
            <w:proofErr w:type="spellEnd"/>
            <w:r w:rsidR="00155D7C" w:rsidRPr="002974CB">
              <w:t xml:space="preserve"> (2014) </w:t>
            </w:r>
            <w:r w:rsidR="00155D7C" w:rsidRPr="002974CB">
              <w:rPr>
                <w:i/>
              </w:rPr>
              <w:t xml:space="preserve">Payment Type by State and Territory </w:t>
            </w:r>
            <w:r w:rsidR="000B2981">
              <w:rPr>
                <w:i/>
              </w:rPr>
              <w:t>—</w:t>
            </w:r>
            <w:r w:rsidR="00155D7C" w:rsidRPr="002974CB">
              <w:rPr>
                <w:i/>
              </w:rPr>
              <w:t xml:space="preserve"> June 2013 Quarter </w:t>
            </w:r>
            <w:r w:rsidR="000B2981">
              <w:rPr>
                <w:i/>
              </w:rPr>
              <w:t>—</w:t>
            </w:r>
            <w:r w:rsidR="00155D7C" w:rsidRPr="002974CB">
              <w:rPr>
                <w:i/>
              </w:rPr>
              <w:t xml:space="preserve"> </w:t>
            </w:r>
            <w:proofErr w:type="spellStart"/>
            <w:r w:rsidR="00155D7C" w:rsidRPr="002974CB">
              <w:rPr>
                <w:i/>
              </w:rPr>
              <w:t>DSS</w:t>
            </w:r>
            <w:proofErr w:type="spellEnd"/>
            <w:r w:rsidR="00155D7C" w:rsidRPr="002974CB">
              <w:rPr>
                <w:i/>
              </w:rPr>
              <w:t xml:space="preserve"> Basic Dataset and </w:t>
            </w:r>
            <w:proofErr w:type="spellStart"/>
            <w:r w:rsidR="00155D7C" w:rsidRPr="002974CB">
              <w:rPr>
                <w:i/>
              </w:rPr>
              <w:t>DEEWR</w:t>
            </w:r>
            <w:proofErr w:type="spellEnd"/>
            <w:r w:rsidR="00155D7C" w:rsidRPr="002974CB">
              <w:rPr>
                <w:i/>
              </w:rPr>
              <w:t xml:space="preserve"> Blue Book Dataset</w:t>
            </w:r>
            <w:r w:rsidRPr="002974CB">
              <w:t xml:space="preserve">; table </w:t>
            </w:r>
            <w:proofErr w:type="spellStart"/>
            <w:r w:rsidRPr="002974CB">
              <w:t>2A.38</w:t>
            </w:r>
            <w:proofErr w:type="spellEnd"/>
            <w:r w:rsidRPr="002974CB">
              <w:t>.</w:t>
            </w:r>
          </w:p>
        </w:tc>
      </w:tr>
      <w:tr w:rsidR="005A4B2A" w:rsidRPr="002974CB" w:rsidTr="005418AD">
        <w:tc>
          <w:tcPr>
            <w:tcW w:w="5000" w:type="pct"/>
            <w:tcBorders>
              <w:top w:val="nil"/>
              <w:left w:val="nil"/>
              <w:bottom w:val="single" w:sz="6" w:space="0" w:color="78A22F"/>
              <w:right w:val="nil"/>
            </w:tcBorders>
            <w:shd w:val="clear" w:color="auto" w:fill="auto"/>
          </w:tcPr>
          <w:p w:rsidR="005A4B2A" w:rsidRPr="002974CB" w:rsidRDefault="005A4B2A" w:rsidP="009907C3">
            <w:pPr>
              <w:pStyle w:val="Figurespace"/>
            </w:pPr>
          </w:p>
        </w:tc>
      </w:tr>
      <w:tr w:rsidR="005A4B2A" w:rsidRPr="000863A5" w:rsidTr="005418AD">
        <w:tc>
          <w:tcPr>
            <w:tcW w:w="5000" w:type="pct"/>
            <w:tcBorders>
              <w:top w:val="single" w:sz="6" w:space="0" w:color="78A22F"/>
              <w:left w:val="nil"/>
              <w:bottom w:val="nil"/>
              <w:right w:val="nil"/>
            </w:tcBorders>
          </w:tcPr>
          <w:p w:rsidR="005A4B2A" w:rsidRPr="00626D32" w:rsidRDefault="005A4B2A" w:rsidP="009907C3">
            <w:pPr>
              <w:pStyle w:val="BoxSpaceBelow"/>
            </w:pPr>
          </w:p>
        </w:tc>
      </w:tr>
    </w:tbl>
    <w:p w:rsidR="00FF51E1" w:rsidRPr="00DB2EB3" w:rsidRDefault="00FF51E1" w:rsidP="00AD6FCA">
      <w:pPr>
        <w:pStyle w:val="Heading3"/>
      </w:pPr>
      <w:r w:rsidRPr="00DB2EB3">
        <w:t>Educational attainment</w:t>
      </w:r>
      <w:bookmarkEnd w:id="55"/>
      <w:bookmarkEnd w:id="56"/>
      <w:bookmarkEnd w:id="57"/>
    </w:p>
    <w:p w:rsidR="00FF51E1" w:rsidRPr="00492E82" w:rsidRDefault="00FF51E1" w:rsidP="00FF51E1">
      <w:pPr>
        <w:spacing w:before="240" w:line="320" w:lineRule="atLeast"/>
        <w:jc w:val="both"/>
        <w:rPr>
          <w:szCs w:val="20"/>
        </w:rPr>
      </w:pPr>
      <w:r w:rsidRPr="00492E82">
        <w:rPr>
          <w:szCs w:val="20"/>
        </w:rPr>
        <w:t xml:space="preserve">Employment outcomes and income are closely linked to the education and skill levels of individuals. Tables </w:t>
      </w:r>
      <w:proofErr w:type="spellStart"/>
      <w:r w:rsidRPr="00492E82">
        <w:rPr>
          <w:szCs w:val="20"/>
        </w:rPr>
        <w:t>2A.</w:t>
      </w:r>
      <w:r w:rsidR="00121091" w:rsidRPr="00492E82">
        <w:rPr>
          <w:szCs w:val="20"/>
        </w:rPr>
        <w:t>39</w:t>
      </w:r>
      <w:proofErr w:type="spellEnd"/>
      <w:r w:rsidRPr="00492E82">
        <w:rPr>
          <w:szCs w:val="20"/>
        </w:rPr>
        <w:t>–4</w:t>
      </w:r>
      <w:r w:rsidR="00492E82" w:rsidRPr="00492E82">
        <w:rPr>
          <w:szCs w:val="20"/>
        </w:rPr>
        <w:t>6</w:t>
      </w:r>
      <w:r w:rsidRPr="00492E82">
        <w:rPr>
          <w:szCs w:val="20"/>
        </w:rPr>
        <w:t xml:space="preserve"> and sector overview B Child care, education and training contain reporting on education and skill levels including highest level of school completed and tertiary education attendance and attainment.</w:t>
      </w:r>
    </w:p>
    <w:p w:rsidR="00FF51E1" w:rsidRPr="004E622C" w:rsidRDefault="00FF51E1" w:rsidP="00AD6FCA">
      <w:pPr>
        <w:pStyle w:val="Heading3"/>
      </w:pPr>
      <w:bookmarkStart w:id="58" w:name="_Toc333919867"/>
      <w:bookmarkStart w:id="59" w:name="_Toc368582240"/>
      <w:bookmarkStart w:id="60" w:name="_Toc370136021"/>
      <w:r w:rsidRPr="004E622C">
        <w:t>Employment and workfor</w:t>
      </w:r>
      <w:r w:rsidRPr="006E2E8A">
        <w:rPr>
          <w:sz w:val="28"/>
        </w:rPr>
        <w:t>ce</w:t>
      </w:r>
      <w:r w:rsidRPr="004E622C">
        <w:t xml:space="preserve"> participation</w:t>
      </w:r>
      <w:bookmarkEnd w:id="58"/>
      <w:bookmarkEnd w:id="59"/>
      <w:bookmarkEnd w:id="60"/>
    </w:p>
    <w:p w:rsidR="00FF51E1" w:rsidRPr="004E622C" w:rsidRDefault="00FF51E1" w:rsidP="008A1584">
      <w:pPr>
        <w:spacing w:before="240" w:line="320" w:lineRule="atLeast"/>
        <w:jc w:val="both"/>
        <w:rPr>
          <w:szCs w:val="20"/>
        </w:rPr>
      </w:pPr>
      <w:r w:rsidRPr="004E622C">
        <w:rPr>
          <w:szCs w:val="20"/>
        </w:rPr>
        <w:t>There were 12.</w:t>
      </w:r>
      <w:r w:rsidR="004E622C" w:rsidRPr="004E622C">
        <w:rPr>
          <w:szCs w:val="20"/>
        </w:rPr>
        <w:t>3</w:t>
      </w:r>
      <w:r w:rsidRPr="004E622C">
        <w:rPr>
          <w:szCs w:val="20"/>
        </w:rPr>
        <w:t xml:space="preserve"> million people aged 15 years or over in the labour force in Australia in June 201</w:t>
      </w:r>
      <w:r w:rsidR="004E622C" w:rsidRPr="004E622C">
        <w:rPr>
          <w:szCs w:val="20"/>
        </w:rPr>
        <w:t>4</w:t>
      </w:r>
      <w:r w:rsidRPr="004E622C">
        <w:rPr>
          <w:szCs w:val="20"/>
        </w:rPr>
        <w:t>. Of these, 94.</w:t>
      </w:r>
      <w:r w:rsidR="004E622C" w:rsidRPr="004E622C">
        <w:rPr>
          <w:szCs w:val="20"/>
        </w:rPr>
        <w:t>1</w:t>
      </w:r>
      <w:r w:rsidRPr="004E622C">
        <w:rPr>
          <w:szCs w:val="20"/>
        </w:rPr>
        <w:t xml:space="preserve"> per cent were employed and 5.</w:t>
      </w:r>
      <w:r w:rsidR="004E622C" w:rsidRPr="004E622C">
        <w:rPr>
          <w:szCs w:val="20"/>
        </w:rPr>
        <w:t>9</w:t>
      </w:r>
      <w:r w:rsidRPr="004E622C">
        <w:rPr>
          <w:szCs w:val="20"/>
        </w:rPr>
        <w:t xml:space="preserve"> per cent were unemployed at June 201</w:t>
      </w:r>
      <w:r w:rsidR="004E622C" w:rsidRPr="004E622C">
        <w:rPr>
          <w:szCs w:val="20"/>
        </w:rPr>
        <w:t>4</w:t>
      </w:r>
      <w:r w:rsidRPr="004E622C">
        <w:rPr>
          <w:szCs w:val="20"/>
        </w:rPr>
        <w:t>. The majority of employed people (69.</w:t>
      </w:r>
      <w:r w:rsidR="004E622C" w:rsidRPr="004E622C">
        <w:rPr>
          <w:szCs w:val="20"/>
        </w:rPr>
        <w:t>1</w:t>
      </w:r>
      <w:r w:rsidRPr="004E622C">
        <w:rPr>
          <w:szCs w:val="20"/>
        </w:rPr>
        <w:t xml:space="preserve"> per cent) were in full time emplo</w:t>
      </w:r>
      <w:r w:rsidR="00405282" w:rsidRPr="004E622C">
        <w:rPr>
          <w:szCs w:val="20"/>
        </w:rPr>
        <w:t xml:space="preserve">yment. Of the </w:t>
      </w:r>
      <w:r w:rsidR="004E622C" w:rsidRPr="004E622C">
        <w:rPr>
          <w:szCs w:val="20"/>
        </w:rPr>
        <w:t>723</w:t>
      </w:r>
      <w:r w:rsidR="00405282" w:rsidRPr="004E622C">
        <w:rPr>
          <w:szCs w:val="20"/>
        </w:rPr>
        <w:t xml:space="preserve"> </w:t>
      </w:r>
      <w:r w:rsidR="004E622C" w:rsidRPr="004E622C">
        <w:rPr>
          <w:szCs w:val="20"/>
        </w:rPr>
        <w:t>7</w:t>
      </w:r>
      <w:r w:rsidRPr="004E622C">
        <w:rPr>
          <w:szCs w:val="20"/>
        </w:rPr>
        <w:t xml:space="preserve">00 </w:t>
      </w:r>
      <w:r w:rsidR="00B43358" w:rsidRPr="008A1584">
        <w:rPr>
          <w:szCs w:val="20"/>
        </w:rPr>
        <w:t>unemployed</w:t>
      </w:r>
      <w:r w:rsidR="00B43358" w:rsidRPr="003C7476">
        <w:rPr>
          <w:szCs w:val="20"/>
        </w:rPr>
        <w:t xml:space="preserve"> </w:t>
      </w:r>
      <w:r w:rsidRPr="004E622C">
        <w:rPr>
          <w:szCs w:val="20"/>
        </w:rPr>
        <w:t>people looking for work, 7</w:t>
      </w:r>
      <w:r w:rsidR="004E622C" w:rsidRPr="004E622C">
        <w:rPr>
          <w:szCs w:val="20"/>
        </w:rPr>
        <w:t>4</w:t>
      </w:r>
      <w:r w:rsidRPr="004E622C">
        <w:rPr>
          <w:szCs w:val="20"/>
        </w:rPr>
        <w:t>.0 per cent were seeking full time work and 2</w:t>
      </w:r>
      <w:r w:rsidR="004E622C" w:rsidRPr="004E622C">
        <w:rPr>
          <w:szCs w:val="20"/>
        </w:rPr>
        <w:t>6</w:t>
      </w:r>
      <w:r w:rsidRPr="004E622C">
        <w:rPr>
          <w:szCs w:val="20"/>
        </w:rPr>
        <w:t>.0 per ce</w:t>
      </w:r>
      <w:r w:rsidR="00497141">
        <w:rPr>
          <w:szCs w:val="20"/>
        </w:rPr>
        <w:t xml:space="preserve">nt were seeking part time work </w:t>
      </w:r>
      <w:r w:rsidRPr="004E622C">
        <w:rPr>
          <w:szCs w:val="20"/>
        </w:rPr>
        <w:t xml:space="preserve">(tables </w:t>
      </w:r>
      <w:proofErr w:type="spellStart"/>
      <w:r w:rsidRPr="004E622C">
        <w:rPr>
          <w:szCs w:val="20"/>
        </w:rPr>
        <w:t>2A.4</w:t>
      </w:r>
      <w:r w:rsidR="00121091" w:rsidRPr="004E622C">
        <w:rPr>
          <w:szCs w:val="20"/>
        </w:rPr>
        <w:t>7</w:t>
      </w:r>
      <w:proofErr w:type="spellEnd"/>
      <w:r w:rsidRPr="004E622C">
        <w:rPr>
          <w:szCs w:val="20"/>
        </w:rPr>
        <w:t xml:space="preserve"> and </w:t>
      </w:r>
      <w:proofErr w:type="spellStart"/>
      <w:r w:rsidRPr="004E622C">
        <w:rPr>
          <w:szCs w:val="20"/>
        </w:rPr>
        <w:t>2A.</w:t>
      </w:r>
      <w:r w:rsidR="00121091" w:rsidRPr="004E622C">
        <w:rPr>
          <w:szCs w:val="20"/>
        </w:rPr>
        <w:t>49</w:t>
      </w:r>
      <w:proofErr w:type="spellEnd"/>
      <w:r w:rsidRPr="004E622C">
        <w:rPr>
          <w:szCs w:val="20"/>
        </w:rPr>
        <w:t>).</w:t>
      </w:r>
    </w:p>
    <w:p w:rsidR="00FF51E1" w:rsidRPr="004E622C" w:rsidRDefault="00FF51E1" w:rsidP="00BF5AEF">
      <w:pPr>
        <w:spacing w:before="240" w:line="320" w:lineRule="atLeast"/>
        <w:jc w:val="both"/>
        <w:rPr>
          <w:szCs w:val="20"/>
        </w:rPr>
      </w:pPr>
      <w:r w:rsidRPr="004E622C">
        <w:rPr>
          <w:szCs w:val="20"/>
        </w:rPr>
        <w:t xml:space="preserve">Across jurisdictions, the proportion of employed people in full time employment in </w:t>
      </w:r>
      <w:r w:rsidR="00A327E2">
        <w:rPr>
          <w:szCs w:val="20"/>
        </w:rPr>
        <w:br/>
      </w:r>
      <w:r w:rsidRPr="004E622C">
        <w:rPr>
          <w:szCs w:val="20"/>
        </w:rPr>
        <w:t>June 201</w:t>
      </w:r>
      <w:r w:rsidR="004E622C" w:rsidRPr="004E622C">
        <w:rPr>
          <w:szCs w:val="20"/>
        </w:rPr>
        <w:t>4</w:t>
      </w:r>
      <w:r w:rsidRPr="004E622C">
        <w:rPr>
          <w:szCs w:val="20"/>
        </w:rPr>
        <w:t xml:space="preserve"> ranged from </w:t>
      </w:r>
      <w:r w:rsidR="004E622C" w:rsidRPr="004E622C">
        <w:rPr>
          <w:szCs w:val="20"/>
        </w:rPr>
        <w:t>81.7</w:t>
      </w:r>
      <w:r w:rsidR="00E248D1" w:rsidRPr="004E622C">
        <w:rPr>
          <w:szCs w:val="20"/>
        </w:rPr>
        <w:t xml:space="preserve"> per cent in the NT to 6</w:t>
      </w:r>
      <w:r w:rsidR="004E622C" w:rsidRPr="004E622C">
        <w:rPr>
          <w:szCs w:val="20"/>
        </w:rPr>
        <w:t>3</w:t>
      </w:r>
      <w:r w:rsidR="00E248D1" w:rsidRPr="004E622C">
        <w:rPr>
          <w:szCs w:val="20"/>
        </w:rPr>
        <w:t>.6 per cent in Tasmania</w:t>
      </w:r>
      <w:r w:rsidRPr="004E622C">
        <w:rPr>
          <w:szCs w:val="20"/>
        </w:rPr>
        <w:t>. The unemployment rate ranged from 3.</w:t>
      </w:r>
      <w:r w:rsidR="004E622C" w:rsidRPr="004E622C">
        <w:rPr>
          <w:szCs w:val="20"/>
        </w:rPr>
        <w:t>3</w:t>
      </w:r>
      <w:r w:rsidRPr="004E622C">
        <w:rPr>
          <w:szCs w:val="20"/>
        </w:rPr>
        <w:t xml:space="preserve"> per cent in the ACT to </w:t>
      </w:r>
      <w:r w:rsidR="004E622C" w:rsidRPr="004E622C">
        <w:rPr>
          <w:szCs w:val="20"/>
        </w:rPr>
        <w:t>7.3</w:t>
      </w:r>
      <w:r w:rsidRPr="004E622C">
        <w:rPr>
          <w:szCs w:val="20"/>
        </w:rPr>
        <w:t xml:space="preserve"> per cent in Tasmania. The </w:t>
      </w:r>
      <w:r w:rsidRPr="004E622C">
        <w:rPr>
          <w:szCs w:val="20"/>
        </w:rPr>
        <w:lastRenderedPageBreak/>
        <w:t xml:space="preserve">proportion of unemployed people looking for full time work ranged from </w:t>
      </w:r>
      <w:r w:rsidR="004E622C" w:rsidRPr="004E622C">
        <w:rPr>
          <w:szCs w:val="20"/>
        </w:rPr>
        <w:t>55.7</w:t>
      </w:r>
      <w:r w:rsidRPr="004E622C">
        <w:rPr>
          <w:szCs w:val="20"/>
        </w:rPr>
        <w:t xml:space="preserve"> per cent in the ACT to </w:t>
      </w:r>
      <w:r w:rsidR="004E622C" w:rsidRPr="004E622C">
        <w:rPr>
          <w:szCs w:val="20"/>
        </w:rPr>
        <w:t>86.5</w:t>
      </w:r>
      <w:r w:rsidRPr="004E622C">
        <w:rPr>
          <w:szCs w:val="20"/>
        </w:rPr>
        <w:t xml:space="preserve"> per cent in </w:t>
      </w:r>
      <w:r w:rsidR="004E622C" w:rsidRPr="004E622C">
        <w:rPr>
          <w:szCs w:val="20"/>
        </w:rPr>
        <w:t>the NT</w:t>
      </w:r>
      <w:r w:rsidRPr="004E622C">
        <w:rPr>
          <w:szCs w:val="20"/>
        </w:rPr>
        <w:t xml:space="preserve"> (tables </w:t>
      </w:r>
      <w:proofErr w:type="spellStart"/>
      <w:r w:rsidRPr="004E622C">
        <w:rPr>
          <w:szCs w:val="20"/>
        </w:rPr>
        <w:t>2A.4</w:t>
      </w:r>
      <w:r w:rsidR="00121091" w:rsidRPr="004E622C">
        <w:rPr>
          <w:szCs w:val="20"/>
        </w:rPr>
        <w:t>7</w:t>
      </w:r>
      <w:proofErr w:type="spellEnd"/>
      <w:r w:rsidRPr="004E622C">
        <w:rPr>
          <w:szCs w:val="20"/>
        </w:rPr>
        <w:t xml:space="preserve"> and </w:t>
      </w:r>
      <w:proofErr w:type="spellStart"/>
      <w:r w:rsidRPr="004E622C">
        <w:rPr>
          <w:szCs w:val="20"/>
        </w:rPr>
        <w:t>2A.</w:t>
      </w:r>
      <w:r w:rsidR="00121091" w:rsidRPr="004E622C">
        <w:rPr>
          <w:szCs w:val="20"/>
        </w:rPr>
        <w:t>49</w:t>
      </w:r>
      <w:proofErr w:type="spellEnd"/>
      <w:r w:rsidRPr="004E622C">
        <w:rPr>
          <w:szCs w:val="20"/>
        </w:rPr>
        <w:t>).</w:t>
      </w:r>
    </w:p>
    <w:p w:rsidR="00FF51E1" w:rsidRPr="0063416B" w:rsidRDefault="00FF51E1" w:rsidP="00BF5AEF">
      <w:pPr>
        <w:spacing w:before="240" w:line="320" w:lineRule="atLeast"/>
        <w:jc w:val="both"/>
        <w:rPr>
          <w:szCs w:val="20"/>
        </w:rPr>
      </w:pPr>
      <w:r w:rsidRPr="0063416B">
        <w:rPr>
          <w:szCs w:val="20"/>
        </w:rPr>
        <w:t>The unemployment rate needs to be interpreted within the context of labour force participation rates (the proportion of the working age population either in employment or actively looking for work). Nationally in June 201</w:t>
      </w:r>
      <w:r w:rsidR="00432A31" w:rsidRPr="0063416B">
        <w:rPr>
          <w:szCs w:val="20"/>
        </w:rPr>
        <w:t>4</w:t>
      </w:r>
      <w:r w:rsidRPr="0063416B">
        <w:rPr>
          <w:szCs w:val="20"/>
        </w:rPr>
        <w:t>, the labour force participation rate was 6</w:t>
      </w:r>
      <w:r w:rsidR="0063416B" w:rsidRPr="0063416B">
        <w:rPr>
          <w:szCs w:val="20"/>
        </w:rPr>
        <w:t>4.7</w:t>
      </w:r>
      <w:r w:rsidRPr="0063416B">
        <w:rPr>
          <w:szCs w:val="20"/>
        </w:rPr>
        <w:t xml:space="preserve"> per cent. </w:t>
      </w:r>
      <w:r w:rsidR="00E248D1" w:rsidRPr="0063416B">
        <w:rPr>
          <w:szCs w:val="20"/>
        </w:rPr>
        <w:t>Labour force participation rates ranged from 7</w:t>
      </w:r>
      <w:r w:rsidR="0063416B" w:rsidRPr="0063416B">
        <w:rPr>
          <w:szCs w:val="20"/>
        </w:rPr>
        <w:t>4.6</w:t>
      </w:r>
      <w:r w:rsidR="00E248D1" w:rsidRPr="0063416B">
        <w:rPr>
          <w:szCs w:val="20"/>
        </w:rPr>
        <w:t xml:space="preserve"> per cent in the NT to </w:t>
      </w:r>
      <w:r w:rsidR="00497141">
        <w:rPr>
          <w:szCs w:val="20"/>
        </w:rPr>
        <w:br/>
      </w:r>
      <w:r w:rsidR="00E248D1" w:rsidRPr="0063416B">
        <w:rPr>
          <w:szCs w:val="20"/>
        </w:rPr>
        <w:t>60.</w:t>
      </w:r>
      <w:r w:rsidR="0063416B" w:rsidRPr="0063416B">
        <w:rPr>
          <w:szCs w:val="20"/>
        </w:rPr>
        <w:t>7</w:t>
      </w:r>
      <w:r w:rsidR="00E248D1" w:rsidRPr="0063416B">
        <w:rPr>
          <w:szCs w:val="20"/>
        </w:rPr>
        <w:t xml:space="preserve"> per cent in Tasmania</w:t>
      </w:r>
      <w:r w:rsidRPr="0063416B">
        <w:rPr>
          <w:szCs w:val="20"/>
        </w:rPr>
        <w:t xml:space="preserve"> (figure 2.10, table</w:t>
      </w:r>
      <w:r w:rsidR="0036188A" w:rsidRPr="0063416B">
        <w:rPr>
          <w:szCs w:val="20"/>
        </w:rPr>
        <w:t>s</w:t>
      </w:r>
      <w:r w:rsidRPr="0063416B">
        <w:rPr>
          <w:szCs w:val="20"/>
        </w:rPr>
        <w:t xml:space="preserve"> </w:t>
      </w:r>
      <w:proofErr w:type="spellStart"/>
      <w:r w:rsidR="00DB2EB3" w:rsidRPr="0063416B">
        <w:rPr>
          <w:szCs w:val="20"/>
        </w:rPr>
        <w:t>2A.4</w:t>
      </w:r>
      <w:r w:rsidR="00121091" w:rsidRPr="0063416B">
        <w:rPr>
          <w:szCs w:val="20"/>
        </w:rPr>
        <w:t>7</w:t>
      </w:r>
      <w:proofErr w:type="spellEnd"/>
      <w:r w:rsidR="00DB2EB3" w:rsidRPr="0063416B">
        <w:rPr>
          <w:szCs w:val="20"/>
        </w:rPr>
        <w:t>–</w:t>
      </w:r>
      <w:r w:rsidR="0063416B">
        <w:rPr>
          <w:szCs w:val="20"/>
        </w:rPr>
        <w:t>49</w:t>
      </w:r>
      <w:r w:rsidR="00DB2EB3" w:rsidRPr="0063416B">
        <w:rPr>
          <w:szCs w:val="20"/>
        </w:rPr>
        <w:t>).</w:t>
      </w:r>
    </w:p>
    <w:p w:rsidR="0036188A" w:rsidRDefault="0036188A" w:rsidP="00BF5AEF">
      <w:pPr>
        <w:spacing w:before="240" w:line="320" w:lineRule="atLeast"/>
        <w:jc w:val="both"/>
        <w:rPr>
          <w:szCs w:val="26"/>
        </w:rPr>
      </w:pPr>
      <w:r w:rsidRPr="00D33F42">
        <w:rPr>
          <w:szCs w:val="26"/>
        </w:rPr>
        <w:t xml:space="preserve">Data on </w:t>
      </w:r>
      <w:r w:rsidRPr="00D33F42">
        <w:rPr>
          <w:szCs w:val="20"/>
        </w:rPr>
        <w:t>labour force participation rates</w:t>
      </w:r>
      <w:r w:rsidRPr="00D33F42">
        <w:rPr>
          <w:szCs w:val="26"/>
        </w:rPr>
        <w:t xml:space="preserve"> and unemployment rates for all people of working age, disaggregated by sex, are available in tables </w:t>
      </w:r>
      <w:proofErr w:type="spellStart"/>
      <w:r w:rsidRPr="00D33F42">
        <w:rPr>
          <w:szCs w:val="26"/>
        </w:rPr>
        <w:t>2A.4</w:t>
      </w:r>
      <w:r w:rsidR="00121091">
        <w:rPr>
          <w:szCs w:val="26"/>
        </w:rPr>
        <w:t>7</w:t>
      </w:r>
      <w:proofErr w:type="spellEnd"/>
      <w:r w:rsidRPr="00D33F42">
        <w:t>–</w:t>
      </w:r>
      <w:r w:rsidR="0063416B">
        <w:t>49</w:t>
      </w:r>
      <w:r w:rsidRPr="00D33F42">
        <w:rPr>
          <w:szCs w:val="26"/>
        </w:rPr>
        <w:t>.</w:t>
      </w:r>
    </w:p>
    <w:p w:rsidR="005A4B2A" w:rsidRDefault="005A4B2A" w:rsidP="0017519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A4B2A" w:rsidTr="0017519E">
        <w:tc>
          <w:tcPr>
            <w:tcW w:w="8771" w:type="dxa"/>
            <w:tcBorders>
              <w:top w:val="single" w:sz="6" w:space="0" w:color="78A22F"/>
              <w:left w:val="nil"/>
              <w:bottom w:val="nil"/>
              <w:right w:val="nil"/>
            </w:tcBorders>
            <w:shd w:val="clear" w:color="auto" w:fill="auto"/>
          </w:tcPr>
          <w:p w:rsidR="005A4B2A" w:rsidRPr="00176D3F" w:rsidRDefault="005A4B2A" w:rsidP="005A4B2A">
            <w:pPr>
              <w:pStyle w:val="FigureTitle"/>
            </w:pPr>
            <w:r w:rsidRPr="001E414C">
              <w:rPr>
                <w:b w:val="0"/>
              </w:rPr>
              <w:t>Figure 2.</w:t>
            </w:r>
            <w:r w:rsidR="00C87DBB">
              <w:rPr>
                <w:b w:val="0"/>
                <w:noProof/>
              </w:rPr>
              <w:t>10</w:t>
            </w:r>
            <w:r w:rsidRPr="000B7811">
              <w:tab/>
              <w:t>Labour force outcomes for people aged 15 years or over, by sex, 30 June 2014</w:t>
            </w:r>
          </w:p>
        </w:tc>
      </w:tr>
      <w:tr w:rsidR="005A4B2A" w:rsidTr="0017519E">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5A4B2A" w:rsidTr="00F526BC">
              <w:tc>
                <w:tcPr>
                  <w:tcW w:w="8487" w:type="dxa"/>
                  <w:tcBorders>
                    <w:top w:val="nil"/>
                    <w:bottom w:val="nil"/>
                  </w:tcBorders>
                </w:tcPr>
                <w:p w:rsidR="005A4B2A" w:rsidRDefault="00F526BC" w:rsidP="0017519E">
                  <w:pPr>
                    <w:pStyle w:val="Figure"/>
                    <w:spacing w:before="60" w:after="60"/>
                  </w:pPr>
                  <w:r>
                    <w:rPr>
                      <w:noProof/>
                    </w:rPr>
                    <w:drawing>
                      <wp:inline distT="0" distB="0" distL="0" distR="0" wp14:anchorId="5B26E754" wp14:editId="7E8566BE">
                        <wp:extent cx="5400000" cy="2700000"/>
                        <wp:effectExtent l="0" t="0" r="0" b="5715"/>
                        <wp:docPr id="4" name="Chart 4" descr="Figure 2.10 Labour force outcomes for people aged 15 years or over, by sex, 30 June 2014&#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bl>
          <w:p w:rsidR="005A4B2A" w:rsidRDefault="005A4B2A" w:rsidP="0017519E">
            <w:pPr>
              <w:pStyle w:val="Figure"/>
            </w:pPr>
          </w:p>
        </w:tc>
      </w:tr>
      <w:tr w:rsidR="005A4B2A" w:rsidRPr="00176D3F" w:rsidTr="0017519E">
        <w:tc>
          <w:tcPr>
            <w:tcW w:w="8771" w:type="dxa"/>
            <w:tcBorders>
              <w:top w:val="nil"/>
              <w:left w:val="nil"/>
              <w:bottom w:val="nil"/>
              <w:right w:val="nil"/>
            </w:tcBorders>
            <w:shd w:val="clear" w:color="auto" w:fill="auto"/>
          </w:tcPr>
          <w:p w:rsidR="005A4B2A" w:rsidRPr="00176D3F" w:rsidRDefault="005A4B2A" w:rsidP="0017519E">
            <w:pPr>
              <w:pStyle w:val="Source"/>
            </w:pPr>
            <w:r>
              <w:rPr>
                <w:i/>
              </w:rPr>
              <w:t>S</w:t>
            </w:r>
            <w:r w:rsidRPr="00784A05">
              <w:rPr>
                <w:i/>
              </w:rPr>
              <w:t>ource</w:t>
            </w:r>
            <w:r w:rsidRPr="00176D3F">
              <w:t xml:space="preserve">: </w:t>
            </w:r>
            <w:r w:rsidRPr="0063416B">
              <w:t xml:space="preserve">ABS (2014) </w:t>
            </w:r>
            <w:r w:rsidRPr="0063416B">
              <w:rPr>
                <w:i/>
              </w:rPr>
              <w:t>Labour Force, Australia, Detailed — Electronic Delivery, June 2014</w:t>
            </w:r>
            <w:r w:rsidRPr="0063416B">
              <w:t xml:space="preserve">, </w:t>
            </w:r>
            <w:r w:rsidRPr="0063416B">
              <w:br/>
              <w:t xml:space="preserve">Cat. no. 6291.0.55.001, Canberra; tables </w:t>
            </w:r>
            <w:proofErr w:type="spellStart"/>
            <w:r w:rsidRPr="0063416B">
              <w:t>2A.47</w:t>
            </w:r>
            <w:proofErr w:type="spellEnd"/>
            <w:r w:rsidRPr="0063416B">
              <w:t>–49.</w:t>
            </w:r>
          </w:p>
        </w:tc>
      </w:tr>
      <w:tr w:rsidR="005A4B2A" w:rsidTr="0017519E">
        <w:tc>
          <w:tcPr>
            <w:tcW w:w="8771" w:type="dxa"/>
            <w:tcBorders>
              <w:top w:val="nil"/>
              <w:left w:val="nil"/>
              <w:bottom w:val="single" w:sz="6" w:space="0" w:color="78A22F"/>
              <w:right w:val="nil"/>
            </w:tcBorders>
            <w:shd w:val="clear" w:color="auto" w:fill="auto"/>
          </w:tcPr>
          <w:p w:rsidR="005A4B2A" w:rsidRDefault="005A4B2A" w:rsidP="0017519E">
            <w:pPr>
              <w:pStyle w:val="Figurespace"/>
            </w:pPr>
          </w:p>
        </w:tc>
      </w:tr>
      <w:tr w:rsidR="005A4B2A" w:rsidRPr="000863A5" w:rsidTr="0017519E">
        <w:tc>
          <w:tcPr>
            <w:tcW w:w="8771" w:type="dxa"/>
            <w:tcBorders>
              <w:top w:val="single" w:sz="6" w:space="0" w:color="78A22F"/>
              <w:left w:val="nil"/>
              <w:bottom w:val="nil"/>
              <w:right w:val="nil"/>
            </w:tcBorders>
          </w:tcPr>
          <w:p w:rsidR="005A4B2A" w:rsidRPr="00626D32" w:rsidRDefault="005A4B2A" w:rsidP="0017519E">
            <w:pPr>
              <w:pStyle w:val="BoxSpaceBelow"/>
            </w:pPr>
          </w:p>
        </w:tc>
      </w:tr>
    </w:tbl>
    <w:p w:rsidR="00FF51E1" w:rsidRPr="001E414C" w:rsidRDefault="00FF51E1" w:rsidP="001E414C">
      <w:pPr>
        <w:pStyle w:val="Heading2"/>
      </w:pPr>
      <w:bookmarkStart w:id="61" w:name="_Toc333919868"/>
      <w:bookmarkStart w:id="62" w:name="_Toc368581985"/>
      <w:bookmarkStart w:id="63" w:name="_Toc368582241"/>
      <w:bookmarkStart w:id="64" w:name="_Toc370136022"/>
      <w:bookmarkStart w:id="65" w:name="_Toc396743484"/>
      <w:bookmarkStart w:id="66" w:name="_Toc274759652"/>
      <w:r w:rsidRPr="0063416B">
        <w:t>2.5</w:t>
      </w:r>
      <w:r w:rsidRPr="0063416B">
        <w:tab/>
        <w:t>General economic indicators</w:t>
      </w:r>
      <w:bookmarkEnd w:id="61"/>
      <w:bookmarkEnd w:id="62"/>
      <w:bookmarkEnd w:id="63"/>
      <w:bookmarkEnd w:id="64"/>
      <w:bookmarkEnd w:id="65"/>
    </w:p>
    <w:p w:rsidR="00FF51E1" w:rsidRPr="00805C31" w:rsidRDefault="00FF51E1" w:rsidP="008A1584">
      <w:pPr>
        <w:spacing w:before="240" w:line="320" w:lineRule="atLeast"/>
        <w:jc w:val="both"/>
        <w:rPr>
          <w:szCs w:val="20"/>
        </w:rPr>
      </w:pPr>
      <w:r w:rsidRPr="0063416B">
        <w:rPr>
          <w:szCs w:val="20"/>
        </w:rPr>
        <w:t>General Government Final Consumption</w:t>
      </w:r>
      <w:r w:rsidRPr="001B5B4C">
        <w:rPr>
          <w:szCs w:val="20"/>
        </w:rPr>
        <w:t xml:space="preserve"> Expenditure (</w:t>
      </w:r>
      <w:proofErr w:type="spellStart"/>
      <w:r w:rsidRPr="001B5B4C">
        <w:rPr>
          <w:szCs w:val="20"/>
        </w:rPr>
        <w:t>GGFCE</w:t>
      </w:r>
      <w:proofErr w:type="spellEnd"/>
      <w:r w:rsidRPr="001B5B4C">
        <w:rPr>
          <w:szCs w:val="20"/>
        </w:rPr>
        <w:t xml:space="preserve">) is current expenditure by general government bodies on services to the community such as defence, education, and public order and safety. Because these services are provided free of charge or at charges which cover only a small proportion of costs, the government is considered to be the consumer </w:t>
      </w:r>
      <w:r w:rsidRPr="00E70F0A">
        <w:rPr>
          <w:szCs w:val="20"/>
        </w:rPr>
        <w:t xml:space="preserve">of its own output. This output has no directly observable market value and so it is valued in the national accounts at its cost of production </w:t>
      </w:r>
      <w:r w:rsidR="00E70F0A" w:rsidRPr="00E70F0A">
        <w:rPr>
          <w:szCs w:val="20"/>
        </w:rPr>
        <w:t>(</w:t>
      </w:r>
      <w:r w:rsidR="00E70F0A" w:rsidRPr="008A1584">
        <w:rPr>
          <w:szCs w:val="20"/>
        </w:rPr>
        <w:t xml:space="preserve">ABS </w:t>
      </w:r>
      <w:proofErr w:type="spellStart"/>
      <w:r w:rsidR="00E70F0A" w:rsidRPr="008A1584">
        <w:rPr>
          <w:szCs w:val="20"/>
        </w:rPr>
        <w:t>2013</w:t>
      </w:r>
      <w:r w:rsidR="00FB75C5" w:rsidRPr="008A1584">
        <w:rPr>
          <w:szCs w:val="20"/>
        </w:rPr>
        <w:t>a</w:t>
      </w:r>
      <w:proofErr w:type="spellEnd"/>
      <w:r w:rsidRPr="00E70F0A">
        <w:rPr>
          <w:szCs w:val="20"/>
        </w:rPr>
        <w:t>).</w:t>
      </w:r>
    </w:p>
    <w:p w:rsidR="00FF51E1" w:rsidRPr="00024F19" w:rsidRDefault="00FF51E1" w:rsidP="00024F19">
      <w:pPr>
        <w:spacing w:before="240" w:line="320" w:lineRule="atLeast"/>
        <w:jc w:val="both"/>
        <w:rPr>
          <w:szCs w:val="20"/>
        </w:rPr>
      </w:pPr>
      <w:r w:rsidRPr="00024F19">
        <w:rPr>
          <w:szCs w:val="20"/>
        </w:rPr>
        <w:lastRenderedPageBreak/>
        <w:t xml:space="preserve">Nationally, </w:t>
      </w:r>
      <w:r w:rsidR="00684EDD" w:rsidRPr="00024F19">
        <w:rPr>
          <w:szCs w:val="20"/>
        </w:rPr>
        <w:t xml:space="preserve">the </w:t>
      </w:r>
      <w:proofErr w:type="spellStart"/>
      <w:r w:rsidRPr="00024F19">
        <w:rPr>
          <w:szCs w:val="20"/>
        </w:rPr>
        <w:t>GGFCE</w:t>
      </w:r>
      <w:proofErr w:type="spellEnd"/>
      <w:r w:rsidRPr="00024F19">
        <w:rPr>
          <w:szCs w:val="20"/>
        </w:rPr>
        <w:t xml:space="preserve"> was $2</w:t>
      </w:r>
      <w:r w:rsidR="00AD5101" w:rsidRPr="00024F19">
        <w:rPr>
          <w:szCs w:val="20"/>
        </w:rPr>
        <w:t>6</w:t>
      </w:r>
      <w:r w:rsidRPr="00024F19">
        <w:rPr>
          <w:szCs w:val="20"/>
        </w:rPr>
        <w:t>8</w:t>
      </w:r>
      <w:r w:rsidR="00AD5101" w:rsidRPr="00024F19">
        <w:rPr>
          <w:szCs w:val="20"/>
        </w:rPr>
        <w:t>.2</w:t>
      </w:r>
      <w:r w:rsidRPr="00024F19">
        <w:rPr>
          <w:szCs w:val="20"/>
        </w:rPr>
        <w:t xml:space="preserve"> </w:t>
      </w:r>
      <w:r w:rsidR="00AD5101" w:rsidRPr="00024F19">
        <w:rPr>
          <w:szCs w:val="20"/>
        </w:rPr>
        <w:t>billion</w:t>
      </w:r>
      <w:r w:rsidRPr="00024F19">
        <w:rPr>
          <w:szCs w:val="20"/>
        </w:rPr>
        <w:t xml:space="preserve"> in 201</w:t>
      </w:r>
      <w:r w:rsidR="003A0BAE" w:rsidRPr="00024F19">
        <w:rPr>
          <w:szCs w:val="20"/>
        </w:rPr>
        <w:t>2</w:t>
      </w:r>
      <w:r w:rsidR="0015350C" w:rsidRPr="00024F19">
        <w:rPr>
          <w:szCs w:val="20"/>
        </w:rPr>
        <w:noBreakHyphen/>
      </w:r>
      <w:r w:rsidR="003A0BAE" w:rsidRPr="00024F19">
        <w:rPr>
          <w:szCs w:val="20"/>
        </w:rPr>
        <w:t>13</w:t>
      </w:r>
      <w:r w:rsidRPr="00024F19">
        <w:rPr>
          <w:szCs w:val="20"/>
        </w:rPr>
        <w:t xml:space="preserve">. The </w:t>
      </w:r>
      <w:proofErr w:type="spellStart"/>
      <w:r w:rsidRPr="00024F19">
        <w:rPr>
          <w:szCs w:val="20"/>
        </w:rPr>
        <w:t>GGFCE</w:t>
      </w:r>
      <w:proofErr w:type="spellEnd"/>
      <w:r w:rsidRPr="00024F19">
        <w:rPr>
          <w:szCs w:val="20"/>
        </w:rPr>
        <w:t xml:space="preserve"> for NSW accounted for 27.</w:t>
      </w:r>
      <w:r w:rsidR="003A0BAE" w:rsidRPr="00024F19">
        <w:rPr>
          <w:szCs w:val="20"/>
        </w:rPr>
        <w:t>6</w:t>
      </w:r>
      <w:r w:rsidRPr="00024F19">
        <w:rPr>
          <w:szCs w:val="20"/>
        </w:rPr>
        <w:t xml:space="preserve"> per cent of national </w:t>
      </w:r>
      <w:proofErr w:type="spellStart"/>
      <w:r w:rsidRPr="00024F19">
        <w:rPr>
          <w:szCs w:val="20"/>
        </w:rPr>
        <w:t>GGFCE</w:t>
      </w:r>
      <w:proofErr w:type="spellEnd"/>
      <w:r w:rsidRPr="00024F19">
        <w:rPr>
          <w:szCs w:val="20"/>
        </w:rPr>
        <w:t xml:space="preserve">, compared with 2.3 per cent for the NT. Growth from the previous year’s </w:t>
      </w:r>
      <w:proofErr w:type="spellStart"/>
      <w:r w:rsidRPr="00024F19">
        <w:rPr>
          <w:szCs w:val="20"/>
        </w:rPr>
        <w:t>GGFCE</w:t>
      </w:r>
      <w:proofErr w:type="spellEnd"/>
      <w:r w:rsidRPr="00024F19">
        <w:rPr>
          <w:szCs w:val="20"/>
        </w:rPr>
        <w:t xml:space="preserve"> (in 201</w:t>
      </w:r>
      <w:r w:rsidR="003A0BAE" w:rsidRPr="00024F19">
        <w:rPr>
          <w:szCs w:val="20"/>
        </w:rPr>
        <w:t>2</w:t>
      </w:r>
      <w:r w:rsidR="00BE1BA8" w:rsidRPr="00024F19">
        <w:rPr>
          <w:szCs w:val="20"/>
        </w:rPr>
        <w:noBreakHyphen/>
      </w:r>
      <w:r w:rsidR="003A0BAE" w:rsidRPr="00024F19">
        <w:rPr>
          <w:szCs w:val="20"/>
        </w:rPr>
        <w:t>13</w:t>
      </w:r>
      <w:r w:rsidR="00AD5101" w:rsidRPr="00024F19">
        <w:rPr>
          <w:szCs w:val="20"/>
        </w:rPr>
        <w:t xml:space="preserve"> dollars) was </w:t>
      </w:r>
      <w:r w:rsidR="003A0BAE" w:rsidRPr="00024F19">
        <w:rPr>
          <w:szCs w:val="20"/>
        </w:rPr>
        <w:t xml:space="preserve">equal </w:t>
      </w:r>
      <w:r w:rsidR="00AD5101" w:rsidRPr="00024F19">
        <w:rPr>
          <w:szCs w:val="20"/>
        </w:rPr>
        <w:t>highest for WA</w:t>
      </w:r>
      <w:r w:rsidR="003A0BAE" w:rsidRPr="00024F19">
        <w:rPr>
          <w:szCs w:val="20"/>
        </w:rPr>
        <w:t xml:space="preserve"> and SA</w:t>
      </w:r>
      <w:r w:rsidR="00AD5101" w:rsidRPr="00024F19">
        <w:rPr>
          <w:szCs w:val="20"/>
        </w:rPr>
        <w:t xml:space="preserve"> </w:t>
      </w:r>
      <w:r w:rsidR="003A0BAE" w:rsidRPr="00024F19">
        <w:rPr>
          <w:szCs w:val="20"/>
        </w:rPr>
        <w:br/>
      </w:r>
      <w:r w:rsidRPr="00024F19">
        <w:rPr>
          <w:szCs w:val="20"/>
        </w:rPr>
        <w:t>(</w:t>
      </w:r>
      <w:r w:rsidR="003A0BAE" w:rsidRPr="00024F19">
        <w:rPr>
          <w:szCs w:val="20"/>
        </w:rPr>
        <w:t>0.6</w:t>
      </w:r>
      <w:r w:rsidRPr="00024F19">
        <w:rPr>
          <w:szCs w:val="20"/>
        </w:rPr>
        <w:t xml:space="preserve"> per cent) and lowest for the NT (-</w:t>
      </w:r>
      <w:r w:rsidR="003A0BAE" w:rsidRPr="00024F19">
        <w:rPr>
          <w:szCs w:val="20"/>
        </w:rPr>
        <w:t>2</w:t>
      </w:r>
      <w:r w:rsidRPr="00024F19">
        <w:rPr>
          <w:szCs w:val="20"/>
        </w:rPr>
        <w:t xml:space="preserve">.3 per cent). Across Australia, the </w:t>
      </w:r>
      <w:proofErr w:type="spellStart"/>
      <w:r w:rsidRPr="00024F19">
        <w:rPr>
          <w:szCs w:val="20"/>
        </w:rPr>
        <w:t>GGFCE</w:t>
      </w:r>
      <w:proofErr w:type="spellEnd"/>
      <w:r w:rsidRPr="00024F19">
        <w:rPr>
          <w:szCs w:val="20"/>
        </w:rPr>
        <w:t xml:space="preserve"> </w:t>
      </w:r>
      <w:r w:rsidR="00A333F2" w:rsidRPr="00024F19">
        <w:rPr>
          <w:szCs w:val="20"/>
        </w:rPr>
        <w:br/>
      </w:r>
      <w:r w:rsidRPr="00024F19">
        <w:rPr>
          <w:szCs w:val="20"/>
        </w:rPr>
        <w:t xml:space="preserve">per person was $11 </w:t>
      </w:r>
      <w:r w:rsidR="003A0BAE" w:rsidRPr="00024F19">
        <w:rPr>
          <w:szCs w:val="20"/>
        </w:rPr>
        <w:t>707</w:t>
      </w:r>
      <w:r w:rsidR="0018555D" w:rsidRPr="00024F19">
        <w:rPr>
          <w:szCs w:val="20"/>
        </w:rPr>
        <w:t xml:space="preserve"> </w:t>
      </w:r>
      <w:r w:rsidRPr="00024F19">
        <w:rPr>
          <w:szCs w:val="20"/>
        </w:rPr>
        <w:t>in 201</w:t>
      </w:r>
      <w:r w:rsidR="003A0BAE" w:rsidRPr="00024F19">
        <w:rPr>
          <w:szCs w:val="20"/>
        </w:rPr>
        <w:t>2</w:t>
      </w:r>
      <w:r w:rsidR="0015350C" w:rsidRPr="00024F19">
        <w:rPr>
          <w:szCs w:val="20"/>
        </w:rPr>
        <w:noBreakHyphen/>
      </w:r>
      <w:r w:rsidR="003A0BAE" w:rsidRPr="00024F19">
        <w:rPr>
          <w:szCs w:val="20"/>
        </w:rPr>
        <w:t>13</w:t>
      </w:r>
      <w:r w:rsidRPr="00024F19">
        <w:rPr>
          <w:szCs w:val="20"/>
        </w:rPr>
        <w:t xml:space="preserve"> (table </w:t>
      </w:r>
      <w:proofErr w:type="spellStart"/>
      <w:r w:rsidRPr="00024F19">
        <w:rPr>
          <w:szCs w:val="20"/>
        </w:rPr>
        <w:t>2A.5</w:t>
      </w:r>
      <w:r w:rsidR="00121091" w:rsidRPr="00024F19">
        <w:rPr>
          <w:szCs w:val="20"/>
        </w:rPr>
        <w:t>0</w:t>
      </w:r>
      <w:proofErr w:type="spellEnd"/>
      <w:r w:rsidRPr="00024F19">
        <w:rPr>
          <w:szCs w:val="20"/>
        </w:rPr>
        <w:t>).</w:t>
      </w:r>
    </w:p>
    <w:p w:rsidR="00FF51E1" w:rsidRPr="00E93A65" w:rsidRDefault="00FF51E1" w:rsidP="00E93A65">
      <w:pPr>
        <w:pStyle w:val="Heading2"/>
      </w:pPr>
      <w:bookmarkStart w:id="67" w:name="_Toc327870760"/>
      <w:bookmarkStart w:id="68" w:name="_Toc368581986"/>
      <w:bookmarkStart w:id="69" w:name="_Toc368582242"/>
      <w:bookmarkStart w:id="70" w:name="_Toc370136024"/>
      <w:bookmarkStart w:id="71" w:name="_Toc396743485"/>
      <w:r w:rsidRPr="00024F19">
        <w:t>2.6</w:t>
      </w:r>
      <w:r w:rsidRPr="00024F19">
        <w:tab/>
        <w:t>Statistical concepts used in the</w:t>
      </w:r>
      <w:r w:rsidRPr="00E93A65">
        <w:t xml:space="preserve"> Report</w:t>
      </w:r>
      <w:bookmarkEnd w:id="66"/>
      <w:bookmarkEnd w:id="67"/>
      <w:bookmarkEnd w:id="68"/>
      <w:bookmarkEnd w:id="69"/>
      <w:bookmarkEnd w:id="70"/>
      <w:bookmarkEnd w:id="71"/>
    </w:p>
    <w:p w:rsidR="00FF51E1" w:rsidRPr="008B00EB" w:rsidRDefault="00FF51E1" w:rsidP="00AD6FCA">
      <w:pPr>
        <w:pStyle w:val="Heading3"/>
      </w:pPr>
      <w:bookmarkStart w:id="72" w:name="_Toc368582246"/>
      <w:bookmarkStart w:id="73" w:name="_Toc370136023"/>
      <w:bookmarkStart w:id="74" w:name="_Toc333919870"/>
      <w:bookmarkStart w:id="75" w:name="_Toc368582243"/>
      <w:bookmarkStart w:id="76" w:name="_Toc370136025"/>
      <w:r w:rsidRPr="008B00EB">
        <w:t>General Government Final Consumption Expenditure</w:t>
      </w:r>
      <w:bookmarkEnd w:id="72"/>
      <w:bookmarkEnd w:id="73"/>
    </w:p>
    <w:p w:rsidR="00FF51E1" w:rsidRPr="001B5B4C" w:rsidRDefault="00684EDD" w:rsidP="00FF51E1">
      <w:pPr>
        <w:spacing w:before="240" w:line="320" w:lineRule="atLeast"/>
        <w:jc w:val="both"/>
        <w:rPr>
          <w:szCs w:val="20"/>
        </w:rPr>
      </w:pPr>
      <w:r w:rsidRPr="001B5B4C">
        <w:rPr>
          <w:szCs w:val="20"/>
        </w:rPr>
        <w:t xml:space="preserve">The </w:t>
      </w:r>
      <w:proofErr w:type="spellStart"/>
      <w:r w:rsidRPr="001B5B4C">
        <w:rPr>
          <w:szCs w:val="20"/>
        </w:rPr>
        <w:t>GGFCE</w:t>
      </w:r>
      <w:proofErr w:type="spellEnd"/>
      <w:r w:rsidR="00FF51E1" w:rsidRPr="001B5B4C">
        <w:rPr>
          <w:szCs w:val="20"/>
        </w:rPr>
        <w:t xml:space="preserve"> deflator is applied to deflate nominal dollar values to real dollar values in most chapters of this Report (box 2.1). (Not all financial data in the Report are deflated using the </w:t>
      </w:r>
      <w:proofErr w:type="spellStart"/>
      <w:r w:rsidR="00FF51E1" w:rsidRPr="001B5B4C">
        <w:rPr>
          <w:szCs w:val="20"/>
        </w:rPr>
        <w:t>GGFCE</w:t>
      </w:r>
      <w:proofErr w:type="spellEnd"/>
      <w:r w:rsidR="00FF51E1" w:rsidRPr="001B5B4C">
        <w:rPr>
          <w:szCs w:val="20"/>
        </w:rPr>
        <w:t xml:space="preserve"> deflator. The exceptions include some health chapters and the </w:t>
      </w:r>
      <w:r w:rsidR="00C04F3D">
        <w:rPr>
          <w:szCs w:val="20"/>
        </w:rPr>
        <w:t>V</w:t>
      </w:r>
      <w:r w:rsidR="0060463A" w:rsidRPr="001B5B4C">
        <w:rPr>
          <w:szCs w:val="20"/>
        </w:rPr>
        <w:t>ocational education and training</w:t>
      </w:r>
      <w:r w:rsidR="00FF51E1" w:rsidRPr="001B5B4C">
        <w:rPr>
          <w:szCs w:val="20"/>
        </w:rPr>
        <w:t xml:space="preserve"> chapter, which use service</w:t>
      </w:r>
      <w:r w:rsidR="0060463A" w:rsidRPr="001B5B4C">
        <w:rPr>
          <w:szCs w:val="20"/>
        </w:rPr>
        <w:noBreakHyphen/>
      </w:r>
      <w:r w:rsidR="00FF51E1" w:rsidRPr="001B5B4C">
        <w:rPr>
          <w:szCs w:val="20"/>
        </w:rPr>
        <w:t>specific deflators to calculate real dollars.)</w:t>
      </w:r>
    </w:p>
    <w:p w:rsidR="00FF51E1" w:rsidRPr="001B5B4C" w:rsidRDefault="00FF51E1" w:rsidP="00FF51E1">
      <w:pPr>
        <w:spacing w:before="240" w:line="320" w:lineRule="atLeast"/>
        <w:jc w:val="both"/>
        <w:rPr>
          <w:szCs w:val="20"/>
        </w:rPr>
      </w:pPr>
      <w:r w:rsidRPr="001B5B4C">
        <w:rPr>
          <w:szCs w:val="20"/>
        </w:rPr>
        <w:t xml:space="preserve">The </w:t>
      </w:r>
      <w:proofErr w:type="spellStart"/>
      <w:r w:rsidRPr="001B5B4C">
        <w:rPr>
          <w:szCs w:val="20"/>
        </w:rPr>
        <w:t>GGFCE</w:t>
      </w:r>
      <w:proofErr w:type="spellEnd"/>
      <w:r w:rsidRPr="001B5B4C">
        <w:rPr>
          <w:szCs w:val="20"/>
        </w:rPr>
        <w:t xml:space="preserve"> deflator is used to convert raw financial data into constant (real) dollars </w:t>
      </w:r>
      <w:r w:rsidR="00497141">
        <w:rPr>
          <w:szCs w:val="20"/>
        </w:rPr>
        <w:br/>
      </w:r>
      <w:r w:rsidRPr="001B5B4C">
        <w:rPr>
          <w:szCs w:val="20"/>
        </w:rPr>
        <w:t>(box 2.1). Raw or ‘nominal’ financial data are converted to ‘real’ dollars so that comparisons over time are not affected by inflation.</w:t>
      </w:r>
    </w:p>
    <w:p w:rsidR="00FF51E1" w:rsidRDefault="00FF51E1" w:rsidP="00FF51E1">
      <w:pPr>
        <w:spacing w:before="240" w:line="320" w:lineRule="atLeast"/>
        <w:jc w:val="both"/>
        <w:rPr>
          <w:szCs w:val="20"/>
        </w:rPr>
      </w:pPr>
      <w:r w:rsidRPr="001B5B4C">
        <w:rPr>
          <w:szCs w:val="20"/>
        </w:rPr>
        <w:t>Government final consumption expenditure covers net outlays by general government on goods and services for current purposes (</w:t>
      </w:r>
      <w:r w:rsidR="00362BC3" w:rsidRPr="001B5B4C">
        <w:rPr>
          <w:szCs w:val="20"/>
        </w:rPr>
        <w:t xml:space="preserve">that is, </w:t>
      </w:r>
      <w:r w:rsidRPr="001B5B4C">
        <w:rPr>
          <w:szCs w:val="20"/>
        </w:rPr>
        <w:t>outlays which do not result in the creation of capital assets, or in the acquisition of land and existing buildings or second</w:t>
      </w:r>
      <w:r w:rsidR="0060463A" w:rsidRPr="001B5B4C">
        <w:rPr>
          <w:szCs w:val="20"/>
        </w:rPr>
        <w:noBreakHyphen/>
      </w:r>
      <w:r w:rsidRPr="001B5B4C">
        <w:rPr>
          <w:szCs w:val="20"/>
        </w:rPr>
        <w:t>hand capital goods). Transfer payments (</w:t>
      </w:r>
      <w:r w:rsidR="00362BC3" w:rsidRPr="001B5B4C">
        <w:rPr>
          <w:szCs w:val="20"/>
        </w:rPr>
        <w:t>for example,</w:t>
      </w:r>
      <w:r w:rsidRPr="001B5B4C">
        <w:rPr>
          <w:szCs w:val="20"/>
        </w:rPr>
        <w:t xml:space="preserve"> interest payments on government debt securities and social assistance benefits) are not included.</w:t>
      </w:r>
    </w:p>
    <w:p w:rsidR="0072132D" w:rsidRDefault="0072132D" w:rsidP="0072132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711B4" w:rsidTr="0017519E">
        <w:tc>
          <w:tcPr>
            <w:tcW w:w="8771" w:type="dxa"/>
            <w:tcBorders>
              <w:top w:val="single" w:sz="6" w:space="0" w:color="78A22F"/>
              <w:left w:val="nil"/>
              <w:bottom w:val="nil"/>
              <w:right w:val="nil"/>
            </w:tcBorders>
            <w:shd w:val="clear" w:color="auto" w:fill="F2F2F2" w:themeFill="background1" w:themeFillShade="F2"/>
          </w:tcPr>
          <w:p w:rsidR="00A711B4" w:rsidRDefault="00A711B4">
            <w:pPr>
              <w:pStyle w:val="BoxTitle"/>
            </w:pPr>
            <w:r>
              <w:rPr>
                <w:b w:val="0"/>
              </w:rPr>
              <w:t>Box 2.</w:t>
            </w:r>
            <w:r w:rsidR="00C87DBB">
              <w:rPr>
                <w:b w:val="0"/>
                <w:noProof/>
              </w:rPr>
              <w:t>1</w:t>
            </w:r>
            <w:r>
              <w:tab/>
            </w:r>
            <w:r w:rsidRPr="00A711B4">
              <w:t xml:space="preserve">Technical concepts and formulas — </w:t>
            </w:r>
            <w:proofErr w:type="spellStart"/>
            <w:r w:rsidRPr="00A711B4">
              <w:t>GGFCE</w:t>
            </w:r>
            <w:proofErr w:type="spellEnd"/>
            <w:r w:rsidRPr="00A711B4">
              <w:t xml:space="preserve"> deflator formulas</w:t>
            </w:r>
          </w:p>
        </w:tc>
      </w:tr>
      <w:tr w:rsidR="00A711B4" w:rsidTr="0017519E">
        <w:trPr>
          <w:cantSplit/>
        </w:trPr>
        <w:tc>
          <w:tcPr>
            <w:tcW w:w="8771" w:type="dxa"/>
            <w:tcBorders>
              <w:top w:val="nil"/>
              <w:left w:val="nil"/>
              <w:bottom w:val="nil"/>
              <w:right w:val="nil"/>
            </w:tcBorders>
            <w:shd w:val="clear" w:color="auto" w:fill="F2F2F2" w:themeFill="background1" w:themeFillShade="F2"/>
          </w:tcPr>
          <w:p w:rsidR="000E14F8" w:rsidRPr="00586FD8" w:rsidRDefault="000E14F8" w:rsidP="000E14F8">
            <w:pPr>
              <w:keepNext/>
              <w:spacing w:before="200" w:line="280" w:lineRule="atLeast"/>
              <w:jc w:val="both"/>
              <w:rPr>
                <w:rFonts w:ascii="Arial" w:hAnsi="Arial"/>
                <w:b/>
                <w:sz w:val="20"/>
                <w:szCs w:val="20"/>
              </w:rPr>
            </w:pPr>
            <w:proofErr w:type="spellStart"/>
            <w:r w:rsidRPr="00586FD8">
              <w:rPr>
                <w:rFonts w:ascii="Arial" w:hAnsi="Arial"/>
                <w:b/>
                <w:sz w:val="20"/>
                <w:szCs w:val="20"/>
              </w:rPr>
              <w:t>GGFCE</w:t>
            </w:r>
            <w:proofErr w:type="spellEnd"/>
            <w:r w:rsidRPr="00586FD8">
              <w:rPr>
                <w:rFonts w:ascii="Arial" w:hAnsi="Arial"/>
                <w:b/>
                <w:sz w:val="20"/>
                <w:szCs w:val="20"/>
              </w:rPr>
              <w:t xml:space="preserve"> deflator re</w:t>
            </w:r>
            <w:r w:rsidRPr="00586FD8">
              <w:rPr>
                <w:rFonts w:ascii="Arial" w:hAnsi="Arial"/>
                <w:b/>
                <w:sz w:val="20"/>
                <w:szCs w:val="20"/>
              </w:rPr>
              <w:noBreakHyphen/>
              <w:t>base</w:t>
            </w:r>
          </w:p>
          <w:p w:rsidR="000E14F8" w:rsidRPr="00586FD8" w:rsidRDefault="000E14F8" w:rsidP="000E14F8">
            <w:pPr>
              <w:keepNext/>
              <w:spacing w:before="120" w:line="280" w:lineRule="atLeast"/>
              <w:jc w:val="both"/>
              <w:rPr>
                <w:rFonts w:ascii="Arial" w:hAnsi="Arial"/>
                <w:sz w:val="20"/>
                <w:szCs w:val="20"/>
              </w:rPr>
            </w:pPr>
            <w:r w:rsidRPr="00586FD8">
              <w:rPr>
                <w:rFonts w:ascii="Arial" w:hAnsi="Arial"/>
                <w:sz w:val="20"/>
                <w:szCs w:val="20"/>
              </w:rPr>
              <w:t>The general formula used to re</w:t>
            </w:r>
            <w:r w:rsidRPr="00586FD8">
              <w:rPr>
                <w:rFonts w:ascii="Arial" w:hAnsi="Arial"/>
                <w:sz w:val="20"/>
                <w:szCs w:val="20"/>
              </w:rPr>
              <w:noBreakHyphen/>
              <w:t xml:space="preserve">base </w:t>
            </w:r>
            <w:proofErr w:type="spellStart"/>
            <w:r w:rsidRPr="00586FD8">
              <w:rPr>
                <w:rFonts w:ascii="Arial" w:hAnsi="Arial"/>
                <w:sz w:val="20"/>
                <w:szCs w:val="20"/>
              </w:rPr>
              <w:t>GGFCE</w:t>
            </w:r>
            <w:proofErr w:type="spellEnd"/>
            <w:r w:rsidRPr="00586FD8">
              <w:rPr>
                <w:rFonts w:ascii="Arial" w:hAnsi="Arial"/>
                <w:sz w:val="20"/>
                <w:szCs w:val="20"/>
              </w:rPr>
              <w:t xml:space="preserve"> deflators is:</w:t>
            </w:r>
          </w:p>
          <w:p w:rsidR="000E14F8" w:rsidRPr="00586FD8" w:rsidRDefault="000D0257" w:rsidP="000E14F8">
            <w:pPr>
              <w:keepNext/>
              <w:tabs>
                <w:tab w:val="left" w:pos="2104"/>
              </w:tabs>
              <w:spacing w:before="120" w:line="280" w:lineRule="atLeast"/>
              <w:jc w:val="both"/>
              <w:rPr>
                <w:rFonts w:ascii="Arial" w:hAnsi="Arial"/>
                <w:sz w:val="20"/>
                <w:szCs w:val="20"/>
              </w:rPr>
            </w:pPr>
            <w:r>
              <w:rPr>
                <w:rFonts w:ascii="Arial" w:hAnsi="Arial"/>
                <w:noProof/>
                <w:sz w:val="20"/>
                <w:szCs w:val="20"/>
              </w:rPr>
              <w:drawing>
                <wp:inline distT="0" distB="0" distL="0" distR="0" wp14:anchorId="7CDAD856" wp14:editId="72AA4ACF">
                  <wp:extent cx="893445" cy="414655"/>
                  <wp:effectExtent l="0" t="0" r="1905" b="4445"/>
                  <wp:docPr id="17" name="Picture 17" descr="Box 2.1 Technical concepts and formulas - GGFCE deflator formula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93445" cy="414655"/>
                          </a:xfrm>
                          <a:prstGeom prst="rect">
                            <a:avLst/>
                          </a:prstGeom>
                          <a:noFill/>
                          <a:ln>
                            <a:noFill/>
                          </a:ln>
                        </pic:spPr>
                      </pic:pic>
                    </a:graphicData>
                  </a:graphic>
                </wp:inline>
              </w:drawing>
            </w:r>
            <w:r w:rsidR="000E14F8" w:rsidRPr="00586FD8">
              <w:rPr>
                <w:rFonts w:ascii="Arial" w:hAnsi="Arial"/>
                <w:sz w:val="20"/>
                <w:szCs w:val="20"/>
              </w:rPr>
              <w:tab/>
              <w:t>(equation 2.1)</w:t>
            </w:r>
          </w:p>
          <w:p w:rsidR="000E14F8" w:rsidRPr="00586FD8" w:rsidRDefault="000E14F8" w:rsidP="000E14F8">
            <w:pPr>
              <w:keepNext/>
              <w:spacing w:before="120" w:line="280" w:lineRule="atLeast"/>
              <w:jc w:val="both"/>
              <w:rPr>
                <w:rFonts w:ascii="Arial" w:hAnsi="Arial"/>
                <w:sz w:val="20"/>
                <w:szCs w:val="20"/>
              </w:rPr>
            </w:pPr>
            <w:r w:rsidRPr="00586FD8">
              <w:rPr>
                <w:rFonts w:ascii="Arial" w:hAnsi="Arial"/>
                <w:sz w:val="20"/>
                <w:szCs w:val="20"/>
              </w:rPr>
              <w:t>Where:</w:t>
            </w:r>
          </w:p>
          <w:p w:rsidR="000E14F8" w:rsidRPr="00586FD8" w:rsidRDefault="00BC33BB" w:rsidP="000E14F8">
            <w:pPr>
              <w:keepNext/>
              <w:spacing w:before="120" w:line="280" w:lineRule="atLeast"/>
              <w:ind w:left="120"/>
              <w:rPr>
                <w:rFonts w:ascii="Arial" w:hAnsi="Arial"/>
                <w:sz w:val="20"/>
                <w:szCs w:val="20"/>
              </w:rPr>
            </w:pPr>
            <w:r>
              <w:rPr>
                <w:rFonts w:ascii="Arial" w:hAnsi="Arial"/>
                <w:noProof/>
                <w:sz w:val="20"/>
                <w:szCs w:val="20"/>
              </w:rPr>
              <w:drawing>
                <wp:inline distT="0" distB="0" distL="0" distR="0" wp14:anchorId="0A04D2E0" wp14:editId="761A8F99">
                  <wp:extent cx="201930" cy="233680"/>
                  <wp:effectExtent l="0" t="0" r="7620" b="0"/>
                  <wp:docPr id="18" name="Picture 18" descr="Box 2.1 Technical concepts and formulas - GGFCE deflator formula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01930" cy="233680"/>
                          </a:xfrm>
                          <a:prstGeom prst="rect">
                            <a:avLst/>
                          </a:prstGeom>
                          <a:noFill/>
                          <a:ln>
                            <a:noFill/>
                          </a:ln>
                        </pic:spPr>
                      </pic:pic>
                    </a:graphicData>
                  </a:graphic>
                </wp:inline>
              </w:drawing>
            </w:r>
            <w:r w:rsidR="000E14F8" w:rsidRPr="00586FD8">
              <w:rPr>
                <w:rFonts w:ascii="Arial" w:hAnsi="Arial"/>
                <w:sz w:val="20"/>
                <w:szCs w:val="20"/>
              </w:rPr>
              <w:t xml:space="preserve"> is the new index based in year </w:t>
            </w:r>
            <w:r w:rsidR="000E14F8" w:rsidRPr="00586FD8">
              <w:rPr>
                <w:rFonts w:ascii="Arial" w:hAnsi="Arial"/>
                <w:i/>
                <w:sz w:val="20"/>
                <w:szCs w:val="20"/>
              </w:rPr>
              <w:t>t</w:t>
            </w:r>
            <w:r w:rsidR="000E14F8" w:rsidRPr="00586FD8">
              <w:rPr>
                <w:rFonts w:ascii="Arial" w:hAnsi="Arial"/>
                <w:i/>
                <w:sz w:val="20"/>
                <w:szCs w:val="20"/>
              </w:rPr>
              <w:br/>
            </w:r>
            <w:r>
              <w:rPr>
                <w:rFonts w:ascii="Arial" w:hAnsi="Arial"/>
                <w:i/>
                <w:noProof/>
                <w:sz w:val="20"/>
                <w:szCs w:val="20"/>
              </w:rPr>
              <w:drawing>
                <wp:inline distT="0" distB="0" distL="0" distR="0" wp14:anchorId="7403D192" wp14:editId="518BCAF2">
                  <wp:extent cx="180975" cy="233680"/>
                  <wp:effectExtent l="0" t="0" r="9525" b="0"/>
                  <wp:docPr id="19" name="Picture 19" descr="Box 2.1 Technical concepts and formulas - GGFCE deflator formula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80975" cy="233680"/>
                          </a:xfrm>
                          <a:prstGeom prst="rect">
                            <a:avLst/>
                          </a:prstGeom>
                          <a:noFill/>
                          <a:ln>
                            <a:noFill/>
                          </a:ln>
                        </pic:spPr>
                      </pic:pic>
                    </a:graphicData>
                  </a:graphic>
                </wp:inline>
              </w:drawing>
            </w:r>
            <w:r w:rsidR="000E14F8" w:rsidRPr="00586FD8">
              <w:rPr>
                <w:rFonts w:ascii="Arial" w:hAnsi="Arial"/>
                <w:sz w:val="20"/>
                <w:szCs w:val="20"/>
              </w:rPr>
              <w:t xml:space="preserve"> is the current index for year </w:t>
            </w:r>
            <w:r w:rsidR="000E14F8" w:rsidRPr="00586FD8">
              <w:rPr>
                <w:rFonts w:ascii="Arial" w:hAnsi="Arial"/>
                <w:i/>
                <w:sz w:val="20"/>
                <w:szCs w:val="20"/>
              </w:rPr>
              <w:t>t</w:t>
            </w:r>
            <w:r w:rsidR="000E14F8" w:rsidRPr="00586FD8">
              <w:rPr>
                <w:rFonts w:ascii="Arial" w:hAnsi="Arial"/>
                <w:i/>
                <w:sz w:val="20"/>
                <w:szCs w:val="20"/>
              </w:rPr>
              <w:br/>
            </w:r>
            <w:r>
              <w:rPr>
                <w:rFonts w:ascii="Arial" w:hAnsi="Arial"/>
                <w:i/>
                <w:noProof/>
                <w:sz w:val="20"/>
                <w:szCs w:val="20"/>
              </w:rPr>
              <w:drawing>
                <wp:inline distT="0" distB="0" distL="0" distR="0" wp14:anchorId="7AF577F5" wp14:editId="3607EE3C">
                  <wp:extent cx="148590" cy="159385"/>
                  <wp:effectExtent l="0" t="0" r="0" b="0"/>
                  <wp:docPr id="20" name="Picture 20" descr="Box 2.1 Technical concepts and formulas - GGFCE deflator formula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8590" cy="159385"/>
                          </a:xfrm>
                          <a:prstGeom prst="rect">
                            <a:avLst/>
                          </a:prstGeom>
                          <a:noFill/>
                          <a:ln>
                            <a:noFill/>
                          </a:ln>
                        </pic:spPr>
                      </pic:pic>
                    </a:graphicData>
                  </a:graphic>
                </wp:inline>
              </w:drawing>
            </w:r>
            <w:r w:rsidR="000E14F8" w:rsidRPr="00586FD8">
              <w:rPr>
                <w:rFonts w:ascii="Arial" w:hAnsi="Arial"/>
                <w:sz w:val="20"/>
                <w:szCs w:val="20"/>
              </w:rPr>
              <w:t xml:space="preserve"> is the current index for the year that will be the new base.</w:t>
            </w:r>
          </w:p>
          <w:p w:rsidR="000E14F8" w:rsidRPr="00586FD8" w:rsidRDefault="000E14F8" w:rsidP="000E14F8">
            <w:pPr>
              <w:keepNext/>
              <w:spacing w:before="200" w:line="280" w:lineRule="atLeast"/>
              <w:jc w:val="both"/>
              <w:rPr>
                <w:rFonts w:ascii="Arial" w:hAnsi="Arial"/>
                <w:b/>
                <w:sz w:val="20"/>
                <w:szCs w:val="20"/>
              </w:rPr>
            </w:pPr>
            <w:proofErr w:type="spellStart"/>
            <w:r w:rsidRPr="00586FD8">
              <w:rPr>
                <w:rFonts w:ascii="Arial" w:hAnsi="Arial"/>
                <w:b/>
                <w:sz w:val="20"/>
                <w:szCs w:val="20"/>
              </w:rPr>
              <w:t>GGFCE</w:t>
            </w:r>
            <w:proofErr w:type="spellEnd"/>
            <w:r w:rsidRPr="00586FD8">
              <w:rPr>
                <w:rFonts w:ascii="Arial" w:hAnsi="Arial"/>
                <w:b/>
                <w:sz w:val="20"/>
                <w:szCs w:val="20"/>
              </w:rPr>
              <w:t xml:space="preserve"> deflator application</w:t>
            </w:r>
          </w:p>
          <w:p w:rsidR="000E14F8" w:rsidRPr="00586FD8" w:rsidRDefault="000E14F8" w:rsidP="000E14F8">
            <w:pPr>
              <w:keepNext/>
              <w:spacing w:before="120" w:line="280" w:lineRule="atLeast"/>
              <w:jc w:val="both"/>
              <w:rPr>
                <w:rFonts w:ascii="Arial" w:hAnsi="Arial"/>
                <w:sz w:val="20"/>
                <w:szCs w:val="20"/>
              </w:rPr>
            </w:pPr>
            <w:r w:rsidRPr="00586FD8">
              <w:rPr>
                <w:rFonts w:ascii="Arial" w:hAnsi="Arial"/>
                <w:sz w:val="20"/>
                <w:szCs w:val="20"/>
              </w:rPr>
              <w:t>The general formula for applying the deflator to convert nominal dollars to real dollars is:</w:t>
            </w:r>
          </w:p>
          <w:p w:rsidR="000E14F8" w:rsidRPr="00586FD8" w:rsidRDefault="00BC33BB" w:rsidP="000E14F8">
            <w:pPr>
              <w:keepNext/>
              <w:tabs>
                <w:tab w:val="left" w:pos="2104"/>
              </w:tabs>
              <w:spacing w:before="120" w:line="280" w:lineRule="atLeast"/>
              <w:jc w:val="both"/>
              <w:rPr>
                <w:rFonts w:ascii="Arial" w:hAnsi="Arial"/>
                <w:sz w:val="20"/>
                <w:szCs w:val="20"/>
              </w:rPr>
            </w:pPr>
            <w:r>
              <w:rPr>
                <w:rFonts w:ascii="Arial" w:hAnsi="Arial"/>
                <w:noProof/>
                <w:sz w:val="20"/>
                <w:szCs w:val="20"/>
              </w:rPr>
              <w:drawing>
                <wp:inline distT="0" distB="0" distL="0" distR="0" wp14:anchorId="694B53C7" wp14:editId="09D9ED49">
                  <wp:extent cx="903605" cy="446405"/>
                  <wp:effectExtent l="0" t="0" r="0" b="0"/>
                  <wp:docPr id="21" name="Picture 21" descr="Box 2.1 Technical concepts and formulas - GGFCE deflator formula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903605" cy="446405"/>
                          </a:xfrm>
                          <a:prstGeom prst="rect">
                            <a:avLst/>
                          </a:prstGeom>
                          <a:noFill/>
                          <a:ln>
                            <a:noFill/>
                          </a:ln>
                        </pic:spPr>
                      </pic:pic>
                    </a:graphicData>
                  </a:graphic>
                </wp:inline>
              </w:drawing>
            </w:r>
            <w:r w:rsidR="000E14F8" w:rsidRPr="00586FD8">
              <w:rPr>
                <w:rFonts w:ascii="Arial" w:hAnsi="Arial"/>
                <w:sz w:val="20"/>
                <w:szCs w:val="20"/>
              </w:rPr>
              <w:tab/>
              <w:t>(equation 2.2)</w:t>
            </w:r>
          </w:p>
          <w:p w:rsidR="000E14F8" w:rsidRPr="00586FD8" w:rsidRDefault="000E14F8" w:rsidP="000E14F8">
            <w:pPr>
              <w:keepNext/>
              <w:spacing w:before="120" w:line="280" w:lineRule="atLeast"/>
              <w:jc w:val="both"/>
              <w:rPr>
                <w:rFonts w:ascii="Arial" w:hAnsi="Arial"/>
                <w:sz w:val="20"/>
                <w:szCs w:val="20"/>
              </w:rPr>
            </w:pPr>
            <w:r w:rsidRPr="00586FD8">
              <w:rPr>
                <w:rFonts w:ascii="Arial" w:hAnsi="Arial"/>
                <w:sz w:val="20"/>
                <w:szCs w:val="20"/>
              </w:rPr>
              <w:t>Where:</w:t>
            </w:r>
          </w:p>
          <w:p w:rsidR="00A711B4" w:rsidRDefault="00BC33BB" w:rsidP="000E14F8">
            <w:pPr>
              <w:pStyle w:val="Box"/>
              <w:jc w:val="left"/>
            </w:pPr>
            <w:r>
              <w:rPr>
                <w:noProof/>
              </w:rPr>
              <w:drawing>
                <wp:inline distT="0" distB="0" distL="0" distR="0" wp14:anchorId="0870C3E4" wp14:editId="6917C869">
                  <wp:extent cx="180975" cy="233680"/>
                  <wp:effectExtent l="0" t="0" r="9525" b="0"/>
                  <wp:docPr id="22" name="Picture 22" descr="Box 2.1 Technical concepts and formulas - GGFCE deflator formula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80975" cy="233680"/>
                          </a:xfrm>
                          <a:prstGeom prst="rect">
                            <a:avLst/>
                          </a:prstGeom>
                          <a:noFill/>
                          <a:ln>
                            <a:noFill/>
                          </a:ln>
                        </pic:spPr>
                      </pic:pic>
                    </a:graphicData>
                  </a:graphic>
                </wp:inline>
              </w:drawing>
            </w:r>
            <w:r w:rsidR="000E14F8" w:rsidRPr="00586FD8">
              <w:t xml:space="preserve"> is real dollars in year </w:t>
            </w:r>
            <w:r w:rsidR="000E14F8" w:rsidRPr="00586FD8">
              <w:rPr>
                <w:i/>
              </w:rPr>
              <w:t>t</w:t>
            </w:r>
            <w:r w:rsidR="000E14F8" w:rsidRPr="00586FD8">
              <w:rPr>
                <w:i/>
              </w:rPr>
              <w:br/>
            </w:r>
            <w:r>
              <w:rPr>
                <w:i/>
                <w:noProof/>
              </w:rPr>
              <w:drawing>
                <wp:inline distT="0" distB="0" distL="0" distR="0" wp14:anchorId="50704207" wp14:editId="7DA1F73B">
                  <wp:extent cx="191135" cy="233680"/>
                  <wp:effectExtent l="0" t="0" r="0" b="0"/>
                  <wp:docPr id="23" name="Picture 23" descr="Box 2.1 Technical concepts and formulas - GGFCE deflator formula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1135" cy="233680"/>
                          </a:xfrm>
                          <a:prstGeom prst="rect">
                            <a:avLst/>
                          </a:prstGeom>
                          <a:noFill/>
                          <a:ln>
                            <a:noFill/>
                          </a:ln>
                        </pic:spPr>
                      </pic:pic>
                    </a:graphicData>
                  </a:graphic>
                </wp:inline>
              </w:drawing>
            </w:r>
            <w:r w:rsidR="000E14F8" w:rsidRPr="00586FD8">
              <w:t xml:space="preserve"> is nominal dollars in year </w:t>
            </w:r>
            <w:r w:rsidR="000E14F8" w:rsidRPr="00586FD8">
              <w:rPr>
                <w:i/>
              </w:rPr>
              <w:t>t</w:t>
            </w:r>
            <w:r w:rsidR="000E14F8" w:rsidRPr="00586FD8">
              <w:rPr>
                <w:i/>
              </w:rPr>
              <w:br/>
            </w:r>
            <w:r>
              <w:rPr>
                <w:i/>
                <w:noProof/>
              </w:rPr>
              <w:drawing>
                <wp:inline distT="0" distB="0" distL="0" distR="0" wp14:anchorId="499699D4" wp14:editId="31983C8C">
                  <wp:extent cx="201930" cy="233680"/>
                  <wp:effectExtent l="0" t="0" r="7620" b="0"/>
                  <wp:docPr id="24" name="Picture 24" descr="Box 2.1 Technical concepts and formulas - GGFCE deflator formula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01930" cy="233680"/>
                          </a:xfrm>
                          <a:prstGeom prst="rect">
                            <a:avLst/>
                          </a:prstGeom>
                          <a:noFill/>
                          <a:ln>
                            <a:noFill/>
                          </a:ln>
                        </pic:spPr>
                      </pic:pic>
                    </a:graphicData>
                  </a:graphic>
                </wp:inline>
              </w:drawing>
            </w:r>
            <w:r w:rsidR="000E14F8" w:rsidRPr="00586FD8">
              <w:t xml:space="preserve"> is the new index based in year </w:t>
            </w:r>
            <w:r w:rsidR="000E14F8" w:rsidRPr="00586FD8">
              <w:rPr>
                <w:i/>
              </w:rPr>
              <w:t>t.</w:t>
            </w:r>
          </w:p>
        </w:tc>
      </w:tr>
      <w:tr w:rsidR="00A711B4" w:rsidTr="0017519E">
        <w:trPr>
          <w:cantSplit/>
        </w:trPr>
        <w:tc>
          <w:tcPr>
            <w:tcW w:w="8771" w:type="dxa"/>
            <w:tcBorders>
              <w:top w:val="nil"/>
              <w:left w:val="nil"/>
              <w:bottom w:val="single" w:sz="6" w:space="0" w:color="78A22F"/>
              <w:right w:val="nil"/>
            </w:tcBorders>
            <w:shd w:val="clear" w:color="auto" w:fill="F2F2F2" w:themeFill="background1" w:themeFillShade="F2"/>
          </w:tcPr>
          <w:p w:rsidR="00A711B4" w:rsidRDefault="00A711B4">
            <w:pPr>
              <w:pStyle w:val="Box"/>
              <w:spacing w:before="0" w:line="120" w:lineRule="exact"/>
            </w:pPr>
          </w:p>
        </w:tc>
      </w:tr>
      <w:tr w:rsidR="00A711B4" w:rsidRPr="000863A5" w:rsidTr="0017519E">
        <w:tc>
          <w:tcPr>
            <w:tcW w:w="8771" w:type="dxa"/>
            <w:tcBorders>
              <w:top w:val="single" w:sz="6" w:space="0" w:color="78A22F"/>
              <w:left w:val="nil"/>
              <w:bottom w:val="nil"/>
              <w:right w:val="nil"/>
            </w:tcBorders>
          </w:tcPr>
          <w:p w:rsidR="00A711B4" w:rsidRPr="00626D32" w:rsidRDefault="00A711B4" w:rsidP="0017519E">
            <w:pPr>
              <w:pStyle w:val="BoxSpaceBelow"/>
            </w:pPr>
          </w:p>
        </w:tc>
      </w:tr>
    </w:tbl>
    <w:p w:rsidR="00FF51E1" w:rsidRPr="001B5B4C" w:rsidRDefault="00FF51E1" w:rsidP="00FF51E1">
      <w:pPr>
        <w:spacing w:before="240" w:line="320" w:lineRule="atLeast"/>
        <w:jc w:val="both"/>
        <w:rPr>
          <w:szCs w:val="20"/>
        </w:rPr>
      </w:pPr>
      <w:r w:rsidRPr="001B5B4C">
        <w:rPr>
          <w:szCs w:val="20"/>
        </w:rPr>
        <w:t>The calculations to achieve constant (real) dollars are in two steps:</w:t>
      </w:r>
    </w:p>
    <w:p w:rsidR="00FF51E1" w:rsidRPr="001B5B4C" w:rsidRDefault="00FF51E1" w:rsidP="0047368E">
      <w:pPr>
        <w:spacing w:before="240" w:line="320" w:lineRule="atLeast"/>
        <w:jc w:val="both"/>
        <w:rPr>
          <w:szCs w:val="20"/>
        </w:rPr>
      </w:pPr>
      <w:r w:rsidRPr="001B5B4C">
        <w:rPr>
          <w:szCs w:val="20"/>
        </w:rPr>
        <w:t>Step 1. Re</w:t>
      </w:r>
      <w:r w:rsidR="0060463A" w:rsidRPr="001B5B4C">
        <w:rPr>
          <w:szCs w:val="20"/>
        </w:rPr>
        <w:noBreakHyphen/>
      </w:r>
      <w:r w:rsidRPr="001B5B4C">
        <w:rPr>
          <w:szCs w:val="20"/>
        </w:rPr>
        <w:t xml:space="preserve">referencing of </w:t>
      </w:r>
      <w:r w:rsidR="00153A43" w:rsidRPr="001B5B4C">
        <w:rPr>
          <w:szCs w:val="20"/>
        </w:rPr>
        <w:t xml:space="preserve">the </w:t>
      </w:r>
      <w:proofErr w:type="spellStart"/>
      <w:r w:rsidRPr="001B5B4C">
        <w:rPr>
          <w:szCs w:val="20"/>
        </w:rPr>
        <w:t>GGFCE</w:t>
      </w:r>
      <w:proofErr w:type="spellEnd"/>
      <w:r w:rsidR="0047368E" w:rsidRPr="001B5B4C">
        <w:rPr>
          <w:szCs w:val="20"/>
        </w:rPr>
        <w:t xml:space="preserve"> deflator</w:t>
      </w:r>
      <w:r w:rsidRPr="001B5B4C">
        <w:rPr>
          <w:szCs w:val="20"/>
        </w:rPr>
        <w:t>.</w:t>
      </w:r>
    </w:p>
    <w:p w:rsidR="00FF51E1" w:rsidRDefault="00FF51E1" w:rsidP="00FF51E1">
      <w:pPr>
        <w:spacing w:before="240" w:line="320" w:lineRule="atLeast"/>
        <w:jc w:val="both"/>
        <w:rPr>
          <w:szCs w:val="20"/>
        </w:rPr>
      </w:pPr>
      <w:r w:rsidRPr="00492E82">
        <w:rPr>
          <w:szCs w:val="20"/>
        </w:rPr>
        <w:t>The Report re</w:t>
      </w:r>
      <w:r w:rsidR="0060463A" w:rsidRPr="00492E82">
        <w:rPr>
          <w:szCs w:val="20"/>
        </w:rPr>
        <w:noBreakHyphen/>
      </w:r>
      <w:r w:rsidRPr="00492E82">
        <w:rPr>
          <w:szCs w:val="20"/>
        </w:rPr>
        <w:t xml:space="preserve">references the period where the </w:t>
      </w:r>
      <w:proofErr w:type="spellStart"/>
      <w:r w:rsidRPr="00492E82">
        <w:rPr>
          <w:szCs w:val="20"/>
        </w:rPr>
        <w:t>GGFCE</w:t>
      </w:r>
      <w:proofErr w:type="spellEnd"/>
      <w:r w:rsidRPr="00492E82">
        <w:rPr>
          <w:szCs w:val="20"/>
        </w:rPr>
        <w:t xml:space="preserve"> (published by the ABS) is at 100, as this Report requires a current year deflator (201</w:t>
      </w:r>
      <w:r w:rsidR="00492E82" w:rsidRPr="00492E82">
        <w:rPr>
          <w:szCs w:val="20"/>
        </w:rPr>
        <w:t>3</w:t>
      </w:r>
      <w:r w:rsidR="0060463A" w:rsidRPr="00492E82">
        <w:rPr>
          <w:szCs w:val="20"/>
        </w:rPr>
        <w:noBreakHyphen/>
      </w:r>
      <w:r w:rsidR="00492E82" w:rsidRPr="00492E82">
        <w:rPr>
          <w:szCs w:val="20"/>
        </w:rPr>
        <w:t>14</w:t>
      </w:r>
      <w:r w:rsidRPr="00492E82">
        <w:rPr>
          <w:szCs w:val="20"/>
        </w:rPr>
        <w:t xml:space="preserve"> = 100). The ABS publishes the </w:t>
      </w:r>
      <w:proofErr w:type="spellStart"/>
      <w:r w:rsidRPr="00492E82">
        <w:rPr>
          <w:szCs w:val="20"/>
        </w:rPr>
        <w:t>GGFCE</w:t>
      </w:r>
      <w:proofErr w:type="spellEnd"/>
      <w:r w:rsidRPr="00492E82">
        <w:rPr>
          <w:szCs w:val="20"/>
        </w:rPr>
        <w:t xml:space="preserve"> to the third most current year only (for example, if the current year is 201</w:t>
      </w:r>
      <w:r w:rsidR="00492E82" w:rsidRPr="00492E82">
        <w:rPr>
          <w:szCs w:val="20"/>
        </w:rPr>
        <w:t>3</w:t>
      </w:r>
      <w:r w:rsidR="003E7BDD" w:rsidRPr="00492E82">
        <w:rPr>
          <w:szCs w:val="20"/>
        </w:rPr>
        <w:noBreakHyphen/>
      </w:r>
      <w:r w:rsidR="00492E82" w:rsidRPr="00492E82">
        <w:rPr>
          <w:szCs w:val="20"/>
        </w:rPr>
        <w:t>14, the available deflator is 2011</w:t>
      </w:r>
      <w:r w:rsidR="0060463A" w:rsidRPr="00492E82">
        <w:rPr>
          <w:szCs w:val="20"/>
        </w:rPr>
        <w:noBreakHyphen/>
      </w:r>
      <w:r w:rsidR="00492E82" w:rsidRPr="00492E82">
        <w:rPr>
          <w:szCs w:val="20"/>
        </w:rPr>
        <w:t>12</w:t>
      </w:r>
      <w:r w:rsidRPr="00492E82">
        <w:rPr>
          <w:szCs w:val="20"/>
        </w:rPr>
        <w:t xml:space="preserve"> = 100). Table 2.1 shows how the </w:t>
      </w:r>
      <w:proofErr w:type="spellStart"/>
      <w:r w:rsidRPr="00492E82">
        <w:rPr>
          <w:szCs w:val="20"/>
        </w:rPr>
        <w:t>GGFCE</w:t>
      </w:r>
      <w:proofErr w:type="spellEnd"/>
      <w:r w:rsidRPr="00492E82">
        <w:rPr>
          <w:szCs w:val="20"/>
        </w:rPr>
        <w:t xml:space="preserve"> deflator is re</w:t>
      </w:r>
      <w:r w:rsidR="0060463A" w:rsidRPr="00492E82">
        <w:rPr>
          <w:szCs w:val="20"/>
        </w:rPr>
        <w:noBreakHyphen/>
      </w:r>
      <w:r w:rsidRPr="00492E82">
        <w:rPr>
          <w:szCs w:val="20"/>
        </w:rPr>
        <w:t>based.</w:t>
      </w:r>
    </w:p>
    <w:p w:rsidR="00F01A99" w:rsidRDefault="00F01A99" w:rsidP="0017519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F01A99" w:rsidRPr="003F0CF3" w:rsidTr="008A1584">
        <w:tc>
          <w:tcPr>
            <w:tcW w:w="8771" w:type="dxa"/>
            <w:tcBorders>
              <w:top w:val="single" w:sz="6" w:space="0" w:color="78A22F" w:themeColor="accent1"/>
              <w:left w:val="nil"/>
              <w:bottom w:val="nil"/>
              <w:right w:val="nil"/>
            </w:tcBorders>
            <w:shd w:val="clear" w:color="auto" w:fill="auto"/>
          </w:tcPr>
          <w:p w:rsidR="00F01A99" w:rsidRPr="003F0CF3" w:rsidRDefault="00F01A99" w:rsidP="00F01A99">
            <w:pPr>
              <w:pStyle w:val="TableTitle"/>
            </w:pPr>
            <w:r w:rsidRPr="003F0CF3">
              <w:rPr>
                <w:b w:val="0"/>
              </w:rPr>
              <w:t>Table 2.</w:t>
            </w:r>
            <w:r w:rsidR="00C87DBB">
              <w:rPr>
                <w:b w:val="0"/>
                <w:noProof/>
              </w:rPr>
              <w:t>1</w:t>
            </w:r>
            <w:r w:rsidRPr="003F0CF3">
              <w:tab/>
              <w:t>Re</w:t>
            </w:r>
            <w:r w:rsidRPr="003F0CF3">
              <w:noBreakHyphen/>
              <w:t xml:space="preserve">basing the </w:t>
            </w:r>
            <w:proofErr w:type="spellStart"/>
            <w:r w:rsidRPr="003F0CF3">
              <w:t>GGFCE</w:t>
            </w:r>
            <w:proofErr w:type="spellEnd"/>
            <w:r w:rsidRPr="003F0CF3">
              <w:t xml:space="preserve"> deflator</w:t>
            </w:r>
            <w:r w:rsidRPr="003F0CF3">
              <w:rPr>
                <w:position w:val="6"/>
                <w:sz w:val="18"/>
              </w:rPr>
              <w:t>a</w:t>
            </w:r>
          </w:p>
        </w:tc>
      </w:tr>
      <w:tr w:rsidR="00F01A99" w:rsidRPr="003F0CF3" w:rsidTr="008A1584">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122"/>
              <w:gridCol w:w="2123"/>
              <w:gridCol w:w="2122"/>
              <w:gridCol w:w="2120"/>
            </w:tblGrid>
            <w:tr w:rsidR="00F01A99" w:rsidRPr="003F0CF3" w:rsidTr="00167E2F">
              <w:tc>
                <w:tcPr>
                  <w:tcW w:w="1250" w:type="pct"/>
                  <w:tcBorders>
                    <w:top w:val="single" w:sz="6" w:space="0" w:color="BFBFBF"/>
                    <w:bottom w:val="single" w:sz="6" w:space="0" w:color="BFBFBF"/>
                  </w:tcBorders>
                  <w:shd w:val="clear" w:color="auto" w:fill="auto"/>
                  <w:tcMar>
                    <w:top w:w="28" w:type="dxa"/>
                  </w:tcMar>
                </w:tcPr>
                <w:p w:rsidR="00F01A99" w:rsidRPr="003F0CF3" w:rsidRDefault="00F01A99" w:rsidP="0017519E">
                  <w:pPr>
                    <w:pStyle w:val="TableColumnHeading"/>
                    <w:jc w:val="left"/>
                  </w:pPr>
                  <w:r w:rsidRPr="003F0CF3">
                    <w:br/>
                  </w:r>
                  <w:r w:rsidRPr="003F0CF3">
                    <w:br/>
                    <w:t>Financial year</w:t>
                  </w:r>
                </w:p>
              </w:tc>
              <w:tc>
                <w:tcPr>
                  <w:tcW w:w="1251" w:type="pct"/>
                  <w:tcBorders>
                    <w:top w:val="single" w:sz="6" w:space="0" w:color="BFBFBF"/>
                    <w:bottom w:val="single" w:sz="6" w:space="0" w:color="BFBFBF"/>
                  </w:tcBorders>
                  <w:shd w:val="clear" w:color="auto" w:fill="auto"/>
                  <w:tcMar>
                    <w:top w:w="28" w:type="dxa"/>
                  </w:tcMar>
                </w:tcPr>
                <w:p w:rsidR="00F01A99" w:rsidRPr="003F0CF3" w:rsidRDefault="00F01A99" w:rsidP="0017519E">
                  <w:pPr>
                    <w:pStyle w:val="TableColumnHeading"/>
                  </w:pPr>
                  <w:r w:rsidRPr="003F0CF3">
                    <w:br/>
                    <w:t>ABS index value</w:t>
                  </w:r>
                  <w:r w:rsidRPr="003F0CF3">
                    <w:br/>
                    <w:t>(2011</w:t>
                  </w:r>
                  <w:r w:rsidRPr="003F0CF3">
                    <w:noBreakHyphen/>
                    <w:t>12 = 100)</w:t>
                  </w:r>
                  <w:r w:rsidRPr="003F0CF3">
                    <w:rPr>
                      <w:b/>
                      <w:i w:val="0"/>
                      <w:position w:val="6"/>
                    </w:rPr>
                    <w:t>a</w:t>
                  </w:r>
                </w:p>
              </w:tc>
              <w:tc>
                <w:tcPr>
                  <w:tcW w:w="1250" w:type="pct"/>
                  <w:tcBorders>
                    <w:top w:val="single" w:sz="6" w:space="0" w:color="BFBFBF"/>
                    <w:bottom w:val="single" w:sz="6" w:space="0" w:color="BFBFBF"/>
                  </w:tcBorders>
                </w:tcPr>
                <w:p w:rsidR="00F01A99" w:rsidRPr="003F0CF3" w:rsidRDefault="00F01A99" w:rsidP="0017519E">
                  <w:pPr>
                    <w:pStyle w:val="TableColumnHeading"/>
                  </w:pPr>
                  <w:r w:rsidRPr="003F0CF3">
                    <w:br/>
                  </w:r>
                  <w:r w:rsidRPr="003F0CF3">
                    <w:br/>
                    <w:t>Calculation</w:t>
                  </w:r>
                </w:p>
              </w:tc>
              <w:tc>
                <w:tcPr>
                  <w:tcW w:w="1249" w:type="pct"/>
                  <w:tcBorders>
                    <w:top w:val="single" w:sz="6" w:space="0" w:color="BFBFBF"/>
                    <w:bottom w:val="single" w:sz="6" w:space="0" w:color="BFBFBF"/>
                  </w:tcBorders>
                  <w:shd w:val="clear" w:color="auto" w:fill="auto"/>
                  <w:tcMar>
                    <w:top w:w="28" w:type="dxa"/>
                  </w:tcMar>
                </w:tcPr>
                <w:p w:rsidR="00F01A99" w:rsidRPr="003F0CF3" w:rsidRDefault="00F01A99" w:rsidP="0017519E">
                  <w:pPr>
                    <w:pStyle w:val="TableColumnHeading"/>
                    <w:ind w:right="28"/>
                  </w:pPr>
                  <w:r w:rsidRPr="003F0CF3">
                    <w:t>Re</w:t>
                  </w:r>
                  <w:r w:rsidRPr="003F0CF3">
                    <w:noBreakHyphen/>
                    <w:t xml:space="preserve">based </w:t>
                  </w:r>
                  <w:proofErr w:type="spellStart"/>
                  <w:r w:rsidRPr="003F0CF3">
                    <w:t>GGFCE</w:t>
                  </w:r>
                  <w:proofErr w:type="spellEnd"/>
                  <w:r w:rsidRPr="003F0CF3">
                    <w:t xml:space="preserve"> deflator</w:t>
                  </w:r>
                  <w:r w:rsidRPr="003F0CF3">
                    <w:br/>
                    <w:t>(2013</w:t>
                  </w:r>
                  <w:r w:rsidRPr="003F0CF3">
                    <w:noBreakHyphen/>
                    <w:t>14=100)</w:t>
                  </w:r>
                </w:p>
              </w:tc>
            </w:tr>
            <w:tr w:rsidR="00F01A99" w:rsidRPr="003F0CF3" w:rsidTr="00CB032D">
              <w:tc>
                <w:tcPr>
                  <w:tcW w:w="1250" w:type="pct"/>
                  <w:tcBorders>
                    <w:top w:val="single" w:sz="6" w:space="0" w:color="BFBFBF"/>
                  </w:tcBorders>
                  <w:shd w:val="clear" w:color="auto" w:fill="auto"/>
                </w:tcPr>
                <w:p w:rsidR="00F01A99" w:rsidRPr="003F0CF3" w:rsidRDefault="00F01A99" w:rsidP="0017519E">
                  <w:pPr>
                    <w:pStyle w:val="TableBodyText"/>
                    <w:jc w:val="left"/>
                  </w:pPr>
                  <w:r w:rsidRPr="003F0CF3">
                    <w:t>2009</w:t>
                  </w:r>
                  <w:r w:rsidRPr="003F0CF3">
                    <w:noBreakHyphen/>
                    <w:t>10</w:t>
                  </w:r>
                </w:p>
              </w:tc>
              <w:tc>
                <w:tcPr>
                  <w:tcW w:w="1251" w:type="pct"/>
                  <w:tcBorders>
                    <w:top w:val="single" w:sz="6" w:space="0" w:color="BFBFBF"/>
                  </w:tcBorders>
                </w:tcPr>
                <w:p w:rsidR="00F01A99" w:rsidRPr="003F0CF3" w:rsidRDefault="00F01A99" w:rsidP="0017519E">
                  <w:pPr>
                    <w:pStyle w:val="TableBodyText"/>
                  </w:pPr>
                  <w:r w:rsidRPr="003F0CF3">
                    <w:t>93.</w:t>
                  </w:r>
                  <w:r w:rsidR="003F0CF3" w:rsidRPr="003F0CF3">
                    <w:t>7</w:t>
                  </w:r>
                </w:p>
              </w:tc>
              <w:tc>
                <w:tcPr>
                  <w:tcW w:w="1250" w:type="pct"/>
                  <w:tcBorders>
                    <w:top w:val="single" w:sz="6" w:space="0" w:color="BFBFBF"/>
                  </w:tcBorders>
                </w:tcPr>
                <w:p w:rsidR="00F01A99" w:rsidRPr="003F0CF3" w:rsidRDefault="003F0CF3" w:rsidP="0017519E">
                  <w:pPr>
                    <w:pStyle w:val="TableBodyText"/>
                  </w:pPr>
                  <w:r w:rsidRPr="003F0CF3">
                    <w:t>93.7/102.4</w:t>
                  </w:r>
                  <w:r w:rsidR="00F01A99" w:rsidRPr="003F0CF3">
                    <w:t>*100</w:t>
                  </w:r>
                  <w:r w:rsidRPr="003F0CF3">
                    <w:t>.0</w:t>
                  </w:r>
                </w:p>
              </w:tc>
              <w:tc>
                <w:tcPr>
                  <w:tcW w:w="1249" w:type="pct"/>
                  <w:tcBorders>
                    <w:top w:val="single" w:sz="6" w:space="0" w:color="BFBFBF"/>
                  </w:tcBorders>
                  <w:vAlign w:val="center"/>
                </w:tcPr>
                <w:p w:rsidR="00F01A99" w:rsidRPr="003F0CF3" w:rsidRDefault="003F0CF3" w:rsidP="0017519E">
                  <w:pPr>
                    <w:pStyle w:val="TableBodyText"/>
                    <w:ind w:right="28"/>
                  </w:pPr>
                  <w:r w:rsidRPr="003F0CF3">
                    <w:rPr>
                      <w:rFonts w:cs="Arial"/>
                    </w:rPr>
                    <w:t>91.5</w:t>
                  </w:r>
                </w:p>
              </w:tc>
            </w:tr>
            <w:tr w:rsidR="00F01A99" w:rsidRPr="003F0CF3" w:rsidTr="00CB032D">
              <w:tc>
                <w:tcPr>
                  <w:tcW w:w="1250" w:type="pct"/>
                  <w:shd w:val="clear" w:color="auto" w:fill="auto"/>
                </w:tcPr>
                <w:p w:rsidR="00F01A99" w:rsidRPr="003F0CF3" w:rsidRDefault="00F01A99" w:rsidP="0017519E">
                  <w:pPr>
                    <w:pStyle w:val="TableBodyText"/>
                    <w:jc w:val="left"/>
                  </w:pPr>
                  <w:r w:rsidRPr="003F0CF3">
                    <w:t>2010</w:t>
                  </w:r>
                  <w:r w:rsidRPr="003F0CF3">
                    <w:noBreakHyphen/>
                    <w:t>11</w:t>
                  </w:r>
                </w:p>
              </w:tc>
              <w:tc>
                <w:tcPr>
                  <w:tcW w:w="1251" w:type="pct"/>
                </w:tcPr>
                <w:p w:rsidR="00F01A99" w:rsidRPr="003F0CF3" w:rsidRDefault="003F0CF3" w:rsidP="0017519E">
                  <w:pPr>
                    <w:pStyle w:val="TableBodyText"/>
                  </w:pPr>
                  <w:r w:rsidRPr="003F0CF3">
                    <w:t>98.4</w:t>
                  </w:r>
                </w:p>
              </w:tc>
              <w:tc>
                <w:tcPr>
                  <w:tcW w:w="1250" w:type="pct"/>
                </w:tcPr>
                <w:p w:rsidR="00F01A99" w:rsidRPr="003F0CF3" w:rsidRDefault="003F0CF3" w:rsidP="0017519E">
                  <w:pPr>
                    <w:pStyle w:val="TableBodyText"/>
                  </w:pPr>
                  <w:r w:rsidRPr="003F0CF3">
                    <w:t>9</w:t>
                  </w:r>
                  <w:r w:rsidR="00F01A99" w:rsidRPr="003F0CF3">
                    <w:t>8</w:t>
                  </w:r>
                  <w:r w:rsidRPr="003F0CF3">
                    <w:t>.4/102.4</w:t>
                  </w:r>
                  <w:r w:rsidR="00F01A99" w:rsidRPr="003F0CF3">
                    <w:t>*100</w:t>
                  </w:r>
                  <w:r w:rsidRPr="003F0CF3">
                    <w:t>.0</w:t>
                  </w:r>
                </w:p>
              </w:tc>
              <w:tc>
                <w:tcPr>
                  <w:tcW w:w="1249" w:type="pct"/>
                  <w:vAlign w:val="center"/>
                </w:tcPr>
                <w:p w:rsidR="00F01A99" w:rsidRPr="003F0CF3" w:rsidRDefault="003F0CF3" w:rsidP="0017519E">
                  <w:pPr>
                    <w:pStyle w:val="TableBodyText"/>
                    <w:ind w:right="28"/>
                  </w:pPr>
                  <w:r w:rsidRPr="003F0CF3">
                    <w:rPr>
                      <w:rFonts w:cs="Arial"/>
                    </w:rPr>
                    <w:t>96.1</w:t>
                  </w:r>
                </w:p>
              </w:tc>
            </w:tr>
            <w:tr w:rsidR="00F01A99" w:rsidRPr="003F0CF3" w:rsidTr="00CB032D">
              <w:tc>
                <w:tcPr>
                  <w:tcW w:w="1250" w:type="pct"/>
                  <w:shd w:val="clear" w:color="auto" w:fill="auto"/>
                </w:tcPr>
                <w:p w:rsidR="00F01A99" w:rsidRPr="003F0CF3" w:rsidRDefault="00F01A99" w:rsidP="0017519E">
                  <w:pPr>
                    <w:pStyle w:val="TableBodyText"/>
                    <w:jc w:val="left"/>
                  </w:pPr>
                  <w:r w:rsidRPr="003F0CF3">
                    <w:t>2011</w:t>
                  </w:r>
                  <w:r w:rsidRPr="003F0CF3">
                    <w:noBreakHyphen/>
                    <w:t>12</w:t>
                  </w:r>
                </w:p>
              </w:tc>
              <w:tc>
                <w:tcPr>
                  <w:tcW w:w="1251" w:type="pct"/>
                </w:tcPr>
                <w:p w:rsidR="00F01A99" w:rsidRPr="003F0CF3" w:rsidRDefault="00F01A99" w:rsidP="0017519E">
                  <w:pPr>
                    <w:pStyle w:val="TableBodyText"/>
                  </w:pPr>
                  <w:r w:rsidRPr="003F0CF3">
                    <w:t>100.0</w:t>
                  </w:r>
                </w:p>
              </w:tc>
              <w:tc>
                <w:tcPr>
                  <w:tcW w:w="1250" w:type="pct"/>
                </w:tcPr>
                <w:p w:rsidR="00F01A99" w:rsidRPr="003F0CF3" w:rsidRDefault="003F0CF3" w:rsidP="0017519E">
                  <w:pPr>
                    <w:pStyle w:val="TableBodyText"/>
                  </w:pPr>
                  <w:r w:rsidRPr="003F0CF3">
                    <w:t>100.0/102.4</w:t>
                  </w:r>
                  <w:r w:rsidR="00F01A99" w:rsidRPr="003F0CF3">
                    <w:t>*100</w:t>
                  </w:r>
                  <w:r w:rsidRPr="003F0CF3">
                    <w:t>.0</w:t>
                  </w:r>
                </w:p>
              </w:tc>
              <w:tc>
                <w:tcPr>
                  <w:tcW w:w="1249" w:type="pct"/>
                  <w:vAlign w:val="center"/>
                </w:tcPr>
                <w:p w:rsidR="00F01A99" w:rsidRPr="003F0CF3" w:rsidRDefault="003F0CF3" w:rsidP="0017519E">
                  <w:pPr>
                    <w:pStyle w:val="TableBodyText"/>
                    <w:ind w:right="28"/>
                  </w:pPr>
                  <w:r w:rsidRPr="003F0CF3">
                    <w:rPr>
                      <w:rFonts w:cs="Arial"/>
                    </w:rPr>
                    <w:t>97.7</w:t>
                  </w:r>
                </w:p>
              </w:tc>
            </w:tr>
            <w:tr w:rsidR="00F01A99" w:rsidRPr="003F0CF3" w:rsidTr="00CB032D">
              <w:tc>
                <w:tcPr>
                  <w:tcW w:w="1250" w:type="pct"/>
                  <w:shd w:val="clear" w:color="auto" w:fill="auto"/>
                </w:tcPr>
                <w:p w:rsidR="00F01A99" w:rsidRPr="003F0CF3" w:rsidRDefault="00F01A99" w:rsidP="0017519E">
                  <w:pPr>
                    <w:pStyle w:val="TableBodyText"/>
                    <w:jc w:val="left"/>
                  </w:pPr>
                  <w:r w:rsidRPr="003F0CF3">
                    <w:t>2012</w:t>
                  </w:r>
                  <w:r w:rsidRPr="003F0CF3">
                    <w:noBreakHyphen/>
                    <w:t>13</w:t>
                  </w:r>
                </w:p>
              </w:tc>
              <w:tc>
                <w:tcPr>
                  <w:tcW w:w="1251" w:type="pct"/>
                </w:tcPr>
                <w:p w:rsidR="00F01A99" w:rsidRPr="003F0CF3" w:rsidRDefault="003F0CF3" w:rsidP="0017519E">
                  <w:pPr>
                    <w:pStyle w:val="TableBodyText"/>
                  </w:pPr>
                  <w:r w:rsidRPr="003F0CF3">
                    <w:t>101.6</w:t>
                  </w:r>
                </w:p>
              </w:tc>
              <w:tc>
                <w:tcPr>
                  <w:tcW w:w="1250" w:type="pct"/>
                </w:tcPr>
                <w:p w:rsidR="00F01A99" w:rsidRPr="003F0CF3" w:rsidRDefault="003F0CF3" w:rsidP="0017519E">
                  <w:pPr>
                    <w:pStyle w:val="TableBodyText"/>
                  </w:pPr>
                  <w:r w:rsidRPr="003F0CF3">
                    <w:t>101.6/102.4</w:t>
                  </w:r>
                  <w:r w:rsidR="00F01A99" w:rsidRPr="003F0CF3">
                    <w:t>*100</w:t>
                  </w:r>
                  <w:r w:rsidRPr="003F0CF3">
                    <w:t>.0</w:t>
                  </w:r>
                </w:p>
              </w:tc>
              <w:tc>
                <w:tcPr>
                  <w:tcW w:w="1249" w:type="pct"/>
                  <w:vAlign w:val="center"/>
                </w:tcPr>
                <w:p w:rsidR="00F01A99" w:rsidRPr="003F0CF3" w:rsidRDefault="003F0CF3" w:rsidP="0017519E">
                  <w:pPr>
                    <w:pStyle w:val="TableBodyText"/>
                    <w:ind w:right="28"/>
                  </w:pPr>
                  <w:r w:rsidRPr="003F0CF3">
                    <w:rPr>
                      <w:rFonts w:cs="Arial"/>
                    </w:rPr>
                    <w:t>99.2</w:t>
                  </w:r>
                </w:p>
              </w:tc>
            </w:tr>
            <w:tr w:rsidR="00F01A99" w:rsidRPr="003F0CF3" w:rsidTr="005D62DA">
              <w:tc>
                <w:tcPr>
                  <w:tcW w:w="1250" w:type="pct"/>
                  <w:tcBorders>
                    <w:bottom w:val="single" w:sz="6" w:space="0" w:color="BFBFBF"/>
                  </w:tcBorders>
                  <w:shd w:val="clear" w:color="auto" w:fill="auto"/>
                </w:tcPr>
                <w:p w:rsidR="00F01A99" w:rsidRPr="003F0CF3" w:rsidRDefault="00F01A99" w:rsidP="0017519E">
                  <w:pPr>
                    <w:pStyle w:val="TableBodyText"/>
                    <w:jc w:val="left"/>
                  </w:pPr>
                  <w:r w:rsidRPr="003F0CF3">
                    <w:t>2013</w:t>
                  </w:r>
                  <w:r w:rsidRPr="003F0CF3">
                    <w:noBreakHyphen/>
                    <w:t>14</w:t>
                  </w:r>
                </w:p>
              </w:tc>
              <w:tc>
                <w:tcPr>
                  <w:tcW w:w="1251" w:type="pct"/>
                  <w:tcBorders>
                    <w:bottom w:val="single" w:sz="6" w:space="0" w:color="BFBFBF"/>
                  </w:tcBorders>
                  <w:shd w:val="clear" w:color="auto" w:fill="auto"/>
                </w:tcPr>
                <w:p w:rsidR="00F01A99" w:rsidRPr="003F0CF3" w:rsidRDefault="003F0CF3" w:rsidP="0017519E">
                  <w:pPr>
                    <w:pStyle w:val="TableBodyText"/>
                  </w:pPr>
                  <w:r w:rsidRPr="003F0CF3">
                    <w:t>102.4</w:t>
                  </w:r>
                </w:p>
              </w:tc>
              <w:tc>
                <w:tcPr>
                  <w:tcW w:w="1250" w:type="pct"/>
                  <w:tcBorders>
                    <w:bottom w:val="single" w:sz="6" w:space="0" w:color="BFBFBF"/>
                  </w:tcBorders>
                </w:tcPr>
                <w:p w:rsidR="00F01A99" w:rsidRPr="003F0CF3" w:rsidRDefault="003F0CF3" w:rsidP="0017519E">
                  <w:pPr>
                    <w:pStyle w:val="TableBodyText"/>
                  </w:pPr>
                  <w:r w:rsidRPr="003F0CF3">
                    <w:t>102.4/102.4</w:t>
                  </w:r>
                  <w:r w:rsidR="00F01A99" w:rsidRPr="003F0CF3">
                    <w:t>*100</w:t>
                  </w:r>
                  <w:r w:rsidRPr="003F0CF3">
                    <w:t>.0</w:t>
                  </w:r>
                </w:p>
              </w:tc>
              <w:tc>
                <w:tcPr>
                  <w:tcW w:w="1249" w:type="pct"/>
                  <w:tcBorders>
                    <w:bottom w:val="single" w:sz="6" w:space="0" w:color="BFBFBF"/>
                  </w:tcBorders>
                  <w:shd w:val="clear" w:color="auto" w:fill="auto"/>
                </w:tcPr>
                <w:p w:rsidR="00F01A99" w:rsidRPr="003F0CF3" w:rsidRDefault="00F01A99" w:rsidP="0017519E">
                  <w:pPr>
                    <w:pStyle w:val="TableBodyText"/>
                    <w:ind w:right="28"/>
                  </w:pPr>
                  <w:r w:rsidRPr="003F0CF3">
                    <w:t>100.0</w:t>
                  </w:r>
                </w:p>
              </w:tc>
            </w:tr>
          </w:tbl>
          <w:p w:rsidR="00F01A99" w:rsidRPr="003F0CF3" w:rsidRDefault="00F01A99" w:rsidP="0017519E">
            <w:pPr>
              <w:pStyle w:val="Box"/>
            </w:pPr>
          </w:p>
        </w:tc>
      </w:tr>
      <w:tr w:rsidR="00F01A99" w:rsidRPr="003F0CF3" w:rsidTr="008A1584">
        <w:trPr>
          <w:cantSplit/>
        </w:trPr>
        <w:tc>
          <w:tcPr>
            <w:tcW w:w="8771" w:type="dxa"/>
            <w:tcBorders>
              <w:top w:val="nil"/>
              <w:left w:val="nil"/>
              <w:bottom w:val="nil"/>
              <w:right w:val="nil"/>
            </w:tcBorders>
            <w:shd w:val="clear" w:color="auto" w:fill="auto"/>
          </w:tcPr>
          <w:p w:rsidR="00F01A99" w:rsidRPr="003F0CF3" w:rsidRDefault="00F01A99" w:rsidP="00C04F3D">
            <w:pPr>
              <w:pStyle w:val="Note"/>
              <w:rPr>
                <w:i/>
              </w:rPr>
            </w:pPr>
            <w:proofErr w:type="spellStart"/>
            <w:r w:rsidRPr="003F0CF3">
              <w:rPr>
                <w:rStyle w:val="NoteLabel"/>
              </w:rPr>
              <w:t>a</w:t>
            </w:r>
            <w:proofErr w:type="spellEnd"/>
            <w:r w:rsidRPr="003F0CF3">
              <w:t xml:space="preserve"> Index values from ABS (201</w:t>
            </w:r>
            <w:r w:rsidR="003F0CF3" w:rsidRPr="003F0CF3">
              <w:t>4</w:t>
            </w:r>
            <w:r w:rsidRPr="003F0CF3">
              <w:t xml:space="preserve">) </w:t>
            </w:r>
            <w:r w:rsidRPr="003F0CF3">
              <w:rPr>
                <w:i/>
              </w:rPr>
              <w:t>Australian National Accounts: National Income, Expenditure and Product, June 201</w:t>
            </w:r>
            <w:r w:rsidR="003F0CF3" w:rsidRPr="003F0CF3">
              <w:rPr>
                <w:i/>
              </w:rPr>
              <w:t>4</w:t>
            </w:r>
            <w:r w:rsidRPr="003F0CF3">
              <w:t xml:space="preserve">, Cat. no. 5206.0, table 32, Expenditure on Gross Domestic Product (GDP), Chain volume measures and </w:t>
            </w:r>
            <w:r w:rsidR="00C04F3D">
              <w:t>c</w:t>
            </w:r>
            <w:r w:rsidR="00C04F3D" w:rsidRPr="003F0CF3">
              <w:t xml:space="preserve">urrent </w:t>
            </w:r>
            <w:r w:rsidRPr="003F0CF3">
              <w:t xml:space="preserve">prices, Annual (Series ID. </w:t>
            </w:r>
            <w:proofErr w:type="spellStart"/>
            <w:r w:rsidRPr="003F0CF3">
              <w:t>A2304687R</w:t>
            </w:r>
            <w:proofErr w:type="spellEnd"/>
            <w:r w:rsidRPr="003F0CF3">
              <w:t>).</w:t>
            </w:r>
          </w:p>
        </w:tc>
      </w:tr>
      <w:tr w:rsidR="00F01A99" w:rsidRPr="003F0CF3" w:rsidTr="008A1584">
        <w:trPr>
          <w:cantSplit/>
        </w:trPr>
        <w:tc>
          <w:tcPr>
            <w:tcW w:w="8771" w:type="dxa"/>
            <w:tcBorders>
              <w:top w:val="nil"/>
              <w:left w:val="nil"/>
              <w:bottom w:val="nil"/>
              <w:right w:val="nil"/>
            </w:tcBorders>
            <w:shd w:val="clear" w:color="auto" w:fill="auto"/>
          </w:tcPr>
          <w:p w:rsidR="00F01A99" w:rsidRPr="003F0CF3" w:rsidRDefault="00F01A99" w:rsidP="003F0CF3">
            <w:pPr>
              <w:pStyle w:val="Source"/>
            </w:pPr>
            <w:r w:rsidRPr="003F0CF3">
              <w:rPr>
                <w:i/>
              </w:rPr>
              <w:t>Source</w:t>
            </w:r>
            <w:r w:rsidRPr="003F0CF3">
              <w:t>: ABS (201</w:t>
            </w:r>
            <w:r w:rsidR="003F0CF3" w:rsidRPr="003F0CF3">
              <w:t>4</w:t>
            </w:r>
            <w:r w:rsidRPr="003F0CF3">
              <w:t xml:space="preserve">) </w:t>
            </w:r>
            <w:r w:rsidRPr="003F0CF3">
              <w:rPr>
                <w:i/>
              </w:rPr>
              <w:t>Australian National Accounts: National Income, Expenditure and Product, June 201</w:t>
            </w:r>
            <w:r w:rsidR="003F0CF3" w:rsidRPr="003F0CF3">
              <w:rPr>
                <w:i/>
              </w:rPr>
              <w:t>4</w:t>
            </w:r>
            <w:r w:rsidRPr="003F0CF3">
              <w:t xml:space="preserve">, Cat. no. 5206.0, Canberra; table </w:t>
            </w:r>
            <w:proofErr w:type="spellStart"/>
            <w:r w:rsidRPr="003F0CF3">
              <w:t>2A.51</w:t>
            </w:r>
            <w:proofErr w:type="spellEnd"/>
            <w:r w:rsidRPr="003F0CF3">
              <w:t>.</w:t>
            </w:r>
          </w:p>
        </w:tc>
      </w:tr>
      <w:tr w:rsidR="00F01A99" w:rsidRPr="003F0CF3" w:rsidTr="0017519E">
        <w:trPr>
          <w:cantSplit/>
        </w:trPr>
        <w:tc>
          <w:tcPr>
            <w:tcW w:w="8771" w:type="dxa"/>
            <w:tcBorders>
              <w:top w:val="nil"/>
              <w:left w:val="nil"/>
              <w:bottom w:val="single" w:sz="6" w:space="0" w:color="78A22F" w:themeColor="accent1"/>
              <w:right w:val="nil"/>
            </w:tcBorders>
            <w:shd w:val="clear" w:color="auto" w:fill="auto"/>
          </w:tcPr>
          <w:p w:rsidR="00F01A99" w:rsidRPr="003F0CF3" w:rsidRDefault="00F01A99" w:rsidP="0017519E">
            <w:pPr>
              <w:pStyle w:val="Box"/>
              <w:spacing w:before="0" w:line="120" w:lineRule="exact"/>
            </w:pPr>
          </w:p>
        </w:tc>
      </w:tr>
      <w:tr w:rsidR="00F01A99" w:rsidRPr="003F0CF3" w:rsidTr="0017519E">
        <w:tc>
          <w:tcPr>
            <w:tcW w:w="8771" w:type="dxa"/>
            <w:tcBorders>
              <w:top w:val="single" w:sz="6" w:space="0" w:color="78A22F" w:themeColor="accent1"/>
              <w:left w:val="nil"/>
              <w:bottom w:val="nil"/>
              <w:right w:val="nil"/>
            </w:tcBorders>
          </w:tcPr>
          <w:p w:rsidR="00F01A99" w:rsidRPr="003F0CF3" w:rsidRDefault="00F01A99" w:rsidP="0017519E">
            <w:pPr>
              <w:pStyle w:val="BoxSpaceBelow"/>
            </w:pPr>
          </w:p>
        </w:tc>
      </w:tr>
    </w:tbl>
    <w:p w:rsidR="00FF51E1" w:rsidRPr="005D5116" w:rsidRDefault="00FF51E1" w:rsidP="00FF51E1">
      <w:pPr>
        <w:spacing w:before="240" w:line="320" w:lineRule="atLeast"/>
        <w:jc w:val="both"/>
        <w:rPr>
          <w:szCs w:val="20"/>
        </w:rPr>
      </w:pPr>
      <w:r w:rsidRPr="003F0CF3">
        <w:rPr>
          <w:szCs w:val="20"/>
        </w:rPr>
        <w:t xml:space="preserve">Table </w:t>
      </w:r>
      <w:proofErr w:type="spellStart"/>
      <w:r w:rsidRPr="003F0CF3">
        <w:rPr>
          <w:szCs w:val="20"/>
        </w:rPr>
        <w:t>2A.5</w:t>
      </w:r>
      <w:r w:rsidR="00121091" w:rsidRPr="003F0CF3">
        <w:rPr>
          <w:szCs w:val="20"/>
        </w:rPr>
        <w:t>1</w:t>
      </w:r>
      <w:proofErr w:type="spellEnd"/>
      <w:r w:rsidRPr="003F0CF3">
        <w:rPr>
          <w:szCs w:val="20"/>
        </w:rPr>
        <w:t xml:space="preserve"> in the attachment</w:t>
      </w:r>
      <w:r w:rsidRPr="005D5116">
        <w:rPr>
          <w:szCs w:val="20"/>
        </w:rPr>
        <w:t xml:space="preserve"> contains </w:t>
      </w:r>
      <w:proofErr w:type="spellStart"/>
      <w:r w:rsidRPr="005D5116">
        <w:rPr>
          <w:szCs w:val="20"/>
        </w:rPr>
        <w:t>GGFCE</w:t>
      </w:r>
      <w:proofErr w:type="spellEnd"/>
      <w:r w:rsidRPr="005D5116">
        <w:rPr>
          <w:szCs w:val="20"/>
        </w:rPr>
        <w:t xml:space="preserve"> deflators for </w:t>
      </w:r>
      <w:r w:rsidR="005D5116" w:rsidRPr="005D5116">
        <w:rPr>
          <w:szCs w:val="20"/>
        </w:rPr>
        <w:t>2000</w:t>
      </w:r>
      <w:r w:rsidR="00424FD8" w:rsidRPr="005D5116">
        <w:rPr>
          <w:szCs w:val="20"/>
        </w:rPr>
        <w:noBreakHyphen/>
      </w:r>
      <w:r w:rsidR="005D5116" w:rsidRPr="005D5116">
        <w:rPr>
          <w:szCs w:val="20"/>
        </w:rPr>
        <w:t>01</w:t>
      </w:r>
      <w:r w:rsidR="00E03FEB">
        <w:rPr>
          <w:szCs w:val="20"/>
        </w:rPr>
        <w:t xml:space="preserve"> to </w:t>
      </w:r>
      <w:r w:rsidRPr="005D5116">
        <w:rPr>
          <w:szCs w:val="20"/>
        </w:rPr>
        <w:t>201</w:t>
      </w:r>
      <w:r w:rsidR="005D5116" w:rsidRPr="005D5116">
        <w:rPr>
          <w:szCs w:val="20"/>
        </w:rPr>
        <w:t>3</w:t>
      </w:r>
      <w:r w:rsidR="0060463A" w:rsidRPr="005D5116">
        <w:rPr>
          <w:szCs w:val="20"/>
        </w:rPr>
        <w:noBreakHyphen/>
      </w:r>
      <w:r w:rsidR="005D5116" w:rsidRPr="005D5116">
        <w:rPr>
          <w:szCs w:val="20"/>
        </w:rPr>
        <w:t>14</w:t>
      </w:r>
      <w:r w:rsidRPr="005D5116">
        <w:rPr>
          <w:szCs w:val="20"/>
        </w:rPr>
        <w:t xml:space="preserve">. Five </w:t>
      </w:r>
      <w:proofErr w:type="spellStart"/>
      <w:r w:rsidRPr="005D5116">
        <w:rPr>
          <w:szCs w:val="20"/>
        </w:rPr>
        <w:t>GGFCE</w:t>
      </w:r>
      <w:proofErr w:type="spellEnd"/>
      <w:r w:rsidRPr="005D5116">
        <w:rPr>
          <w:szCs w:val="20"/>
        </w:rPr>
        <w:t xml:space="preserve"> deflator series are published, from 200</w:t>
      </w:r>
      <w:r w:rsidR="005D5116" w:rsidRPr="005D5116">
        <w:rPr>
          <w:szCs w:val="20"/>
        </w:rPr>
        <w:t>9</w:t>
      </w:r>
      <w:r w:rsidR="0060463A" w:rsidRPr="005D5116">
        <w:rPr>
          <w:szCs w:val="20"/>
        </w:rPr>
        <w:noBreakHyphen/>
      </w:r>
      <w:r w:rsidR="005D5116" w:rsidRPr="005D5116">
        <w:rPr>
          <w:szCs w:val="20"/>
        </w:rPr>
        <w:t>10</w:t>
      </w:r>
      <w:r w:rsidRPr="005D5116">
        <w:rPr>
          <w:szCs w:val="20"/>
        </w:rPr>
        <w:t xml:space="preserve"> = 100 through to the latest year, where 201</w:t>
      </w:r>
      <w:r w:rsidR="005D5116" w:rsidRPr="005D5116">
        <w:rPr>
          <w:szCs w:val="20"/>
        </w:rPr>
        <w:t>3</w:t>
      </w:r>
      <w:r w:rsidR="00FC4CE3" w:rsidRPr="00D72A50">
        <w:rPr>
          <w:szCs w:val="20"/>
        </w:rPr>
        <w:noBreakHyphen/>
      </w:r>
      <w:r w:rsidR="005D5116" w:rsidRPr="005D5116">
        <w:rPr>
          <w:szCs w:val="20"/>
        </w:rPr>
        <w:t>14</w:t>
      </w:r>
      <w:r w:rsidRPr="005D5116">
        <w:rPr>
          <w:szCs w:val="20"/>
        </w:rPr>
        <w:t xml:space="preserve"> = 100.</w:t>
      </w:r>
    </w:p>
    <w:p w:rsidR="00FF51E1" w:rsidRPr="001B5B4C" w:rsidRDefault="00FF51E1" w:rsidP="00FF51E1">
      <w:pPr>
        <w:spacing w:before="240" w:line="320" w:lineRule="atLeast"/>
        <w:jc w:val="both"/>
        <w:rPr>
          <w:szCs w:val="20"/>
        </w:rPr>
      </w:pPr>
      <w:r w:rsidRPr="001B5B4C">
        <w:rPr>
          <w:szCs w:val="20"/>
        </w:rPr>
        <w:t>Step 2. Transforming nominal dollars into constant dollars.</w:t>
      </w:r>
    </w:p>
    <w:p w:rsidR="00A327E2" w:rsidRDefault="00FF51E1" w:rsidP="00FF51E1">
      <w:pPr>
        <w:spacing w:before="240" w:line="320" w:lineRule="atLeast"/>
        <w:jc w:val="both"/>
        <w:rPr>
          <w:szCs w:val="20"/>
        </w:rPr>
      </w:pPr>
      <w:r w:rsidRPr="00916921">
        <w:rPr>
          <w:szCs w:val="20"/>
        </w:rPr>
        <w:t xml:space="preserve">Nominal dollars are transformed into constant (or real) dollars by dividing the nominal dollars with the </w:t>
      </w:r>
      <w:proofErr w:type="spellStart"/>
      <w:r w:rsidRPr="00916921">
        <w:rPr>
          <w:szCs w:val="20"/>
        </w:rPr>
        <w:t>GGFCE</w:t>
      </w:r>
      <w:proofErr w:type="spellEnd"/>
      <w:r w:rsidRPr="00916921">
        <w:rPr>
          <w:szCs w:val="20"/>
        </w:rPr>
        <w:t xml:space="preserve"> deflator for the applicable financial year and </w:t>
      </w:r>
      <w:r w:rsidRPr="00D72A50">
        <w:rPr>
          <w:szCs w:val="20"/>
        </w:rPr>
        <w:t>multiplying by 100. The deflator used may vary according to the most current year for which the particular financial data are available. For example, if the most current year for the data is 201</w:t>
      </w:r>
      <w:r w:rsidR="00D72A50" w:rsidRPr="00D72A50">
        <w:rPr>
          <w:szCs w:val="20"/>
        </w:rPr>
        <w:t>2</w:t>
      </w:r>
      <w:r w:rsidR="00CD60DA" w:rsidRPr="00D72A50">
        <w:rPr>
          <w:szCs w:val="20"/>
        </w:rPr>
        <w:noBreakHyphen/>
      </w:r>
      <w:r w:rsidR="00D72A50" w:rsidRPr="00D72A50">
        <w:rPr>
          <w:szCs w:val="20"/>
        </w:rPr>
        <w:t>13</w:t>
      </w:r>
      <w:r w:rsidRPr="00D72A50">
        <w:rPr>
          <w:szCs w:val="20"/>
        </w:rPr>
        <w:t xml:space="preserve"> then the data are deflated using the deflator series for 201</w:t>
      </w:r>
      <w:r w:rsidR="00D72A50" w:rsidRPr="00D72A50">
        <w:rPr>
          <w:szCs w:val="20"/>
        </w:rPr>
        <w:t>2</w:t>
      </w:r>
      <w:r w:rsidR="0060463A" w:rsidRPr="00D72A50">
        <w:rPr>
          <w:szCs w:val="20"/>
        </w:rPr>
        <w:noBreakHyphen/>
      </w:r>
      <w:r w:rsidR="00D72A50" w:rsidRPr="00D72A50">
        <w:rPr>
          <w:szCs w:val="20"/>
        </w:rPr>
        <w:t>13</w:t>
      </w:r>
      <w:r w:rsidRPr="00D72A50">
        <w:rPr>
          <w:szCs w:val="20"/>
        </w:rPr>
        <w:t xml:space="preserve"> = 100. </w:t>
      </w:r>
      <w:r w:rsidR="00D72A50" w:rsidRPr="00D72A50">
        <w:rPr>
          <w:szCs w:val="20"/>
        </w:rPr>
        <w:t>If the most current year is 2013</w:t>
      </w:r>
      <w:r w:rsidR="0060463A" w:rsidRPr="00D72A50">
        <w:rPr>
          <w:szCs w:val="20"/>
        </w:rPr>
        <w:noBreakHyphen/>
      </w:r>
      <w:r w:rsidR="00D72A50" w:rsidRPr="00D72A50">
        <w:rPr>
          <w:szCs w:val="20"/>
        </w:rPr>
        <w:t>14</w:t>
      </w:r>
      <w:r w:rsidRPr="00D72A50">
        <w:rPr>
          <w:szCs w:val="20"/>
        </w:rPr>
        <w:t xml:space="preserve"> then the data are deflated us</w:t>
      </w:r>
      <w:r w:rsidR="00D72A50" w:rsidRPr="00D72A50">
        <w:rPr>
          <w:szCs w:val="20"/>
        </w:rPr>
        <w:t>ing the deflator series for 2013</w:t>
      </w:r>
      <w:r w:rsidR="0060463A" w:rsidRPr="00D72A50">
        <w:rPr>
          <w:szCs w:val="20"/>
        </w:rPr>
        <w:noBreakHyphen/>
      </w:r>
      <w:r w:rsidR="00D72A50" w:rsidRPr="00D72A50">
        <w:rPr>
          <w:szCs w:val="20"/>
        </w:rPr>
        <w:t>14</w:t>
      </w:r>
      <w:r w:rsidRPr="00D72A50">
        <w:rPr>
          <w:szCs w:val="20"/>
        </w:rPr>
        <w:t xml:space="preserve"> = 100. Table 2.2 shows how the </w:t>
      </w:r>
      <w:proofErr w:type="spellStart"/>
      <w:r w:rsidRPr="00D72A50">
        <w:rPr>
          <w:szCs w:val="20"/>
        </w:rPr>
        <w:t>GGFCE</w:t>
      </w:r>
      <w:proofErr w:type="spellEnd"/>
      <w:r w:rsidRPr="00D72A50">
        <w:rPr>
          <w:szCs w:val="20"/>
        </w:rPr>
        <w:t xml:space="preserve"> deflator for 201</w:t>
      </w:r>
      <w:r w:rsidR="00D72A50" w:rsidRPr="00D72A50">
        <w:rPr>
          <w:szCs w:val="20"/>
        </w:rPr>
        <w:t>3</w:t>
      </w:r>
      <w:r w:rsidR="0060463A" w:rsidRPr="00D72A50">
        <w:rPr>
          <w:szCs w:val="20"/>
        </w:rPr>
        <w:noBreakHyphen/>
      </w:r>
      <w:r w:rsidR="00D72A50" w:rsidRPr="00D72A50">
        <w:rPr>
          <w:szCs w:val="20"/>
        </w:rPr>
        <w:t>14</w:t>
      </w:r>
      <w:r w:rsidRPr="00D72A50">
        <w:rPr>
          <w:szCs w:val="20"/>
        </w:rPr>
        <w:t xml:space="preserve"> = 100 is applied.</w:t>
      </w:r>
    </w:p>
    <w:p w:rsidR="00A327E2" w:rsidRDefault="00A327E2" w:rsidP="00A327E2">
      <w:pPr>
        <w:pStyle w:val="BodyText"/>
      </w:pPr>
      <w:r>
        <w:br w:type="page"/>
      </w:r>
    </w:p>
    <w:p w:rsidR="00F81826" w:rsidRDefault="00F81826" w:rsidP="0017519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F81826" w:rsidTr="008A1584">
        <w:tc>
          <w:tcPr>
            <w:tcW w:w="8771" w:type="dxa"/>
            <w:tcBorders>
              <w:top w:val="single" w:sz="6" w:space="0" w:color="78A22F" w:themeColor="accent1"/>
              <w:left w:val="nil"/>
              <w:bottom w:val="nil"/>
              <w:right w:val="nil"/>
            </w:tcBorders>
            <w:shd w:val="clear" w:color="auto" w:fill="auto"/>
          </w:tcPr>
          <w:p w:rsidR="00F81826" w:rsidRPr="00784A05" w:rsidRDefault="00F81826" w:rsidP="00F81826">
            <w:pPr>
              <w:pStyle w:val="TableTitle"/>
            </w:pPr>
            <w:r w:rsidRPr="000B7811">
              <w:rPr>
                <w:b w:val="0"/>
              </w:rPr>
              <w:t>Table 2.</w:t>
            </w:r>
            <w:r w:rsidR="00C87DBB">
              <w:rPr>
                <w:b w:val="0"/>
                <w:noProof/>
              </w:rPr>
              <w:t>2</w:t>
            </w:r>
            <w:r w:rsidRPr="000B7811">
              <w:tab/>
              <w:t xml:space="preserve">Applying the </w:t>
            </w:r>
            <w:proofErr w:type="spellStart"/>
            <w:r w:rsidRPr="000B7811">
              <w:t>GGFCE</w:t>
            </w:r>
            <w:proofErr w:type="spellEnd"/>
            <w:r w:rsidRPr="000B7811">
              <w:t xml:space="preserve"> deflator to derive constant (real) dollars</w:t>
            </w:r>
            <w:r w:rsidRPr="000B7811">
              <w:rPr>
                <w:position w:val="6"/>
                <w:sz w:val="18"/>
              </w:rPr>
              <w:t>a</w:t>
            </w:r>
          </w:p>
        </w:tc>
      </w:tr>
      <w:tr w:rsidR="00F81826" w:rsidTr="008A1584">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697"/>
              <w:gridCol w:w="1701"/>
              <w:gridCol w:w="1697"/>
              <w:gridCol w:w="1696"/>
              <w:gridCol w:w="1696"/>
            </w:tblGrid>
            <w:tr w:rsidR="00F01A99" w:rsidTr="00167E2F">
              <w:tc>
                <w:tcPr>
                  <w:tcW w:w="1000" w:type="pct"/>
                  <w:tcBorders>
                    <w:top w:val="single" w:sz="6" w:space="0" w:color="BFBFBF"/>
                    <w:bottom w:val="single" w:sz="6" w:space="0" w:color="BFBFBF"/>
                  </w:tcBorders>
                  <w:shd w:val="clear" w:color="auto" w:fill="auto"/>
                  <w:tcMar>
                    <w:top w:w="28" w:type="dxa"/>
                  </w:tcMar>
                </w:tcPr>
                <w:p w:rsidR="00F01A99" w:rsidRPr="003B541A" w:rsidRDefault="00F01A99" w:rsidP="0017519E">
                  <w:pPr>
                    <w:pStyle w:val="TableColumnHeading"/>
                    <w:jc w:val="left"/>
                    <w:rPr>
                      <w:highlight w:val="yellow"/>
                    </w:rPr>
                  </w:pPr>
                  <w:r w:rsidRPr="00805C31">
                    <w:br/>
                  </w:r>
                  <w:r w:rsidRPr="00D72A50">
                    <w:t>Financial year</w:t>
                  </w:r>
                </w:p>
              </w:tc>
              <w:tc>
                <w:tcPr>
                  <w:tcW w:w="1002" w:type="pct"/>
                  <w:tcBorders>
                    <w:top w:val="single" w:sz="6" w:space="0" w:color="BFBFBF"/>
                    <w:bottom w:val="single" w:sz="6" w:space="0" w:color="BFBFBF"/>
                  </w:tcBorders>
                  <w:shd w:val="clear" w:color="auto" w:fill="auto"/>
                  <w:tcMar>
                    <w:top w:w="28" w:type="dxa"/>
                  </w:tcMar>
                </w:tcPr>
                <w:p w:rsidR="00F01A99" w:rsidRPr="00D72A50" w:rsidRDefault="00F01A99" w:rsidP="0017519E">
                  <w:pPr>
                    <w:pStyle w:val="TableColumnHeading"/>
                  </w:pPr>
                  <w:r w:rsidRPr="00D72A50">
                    <w:br/>
                    <w:t>Nominal data</w:t>
                  </w:r>
                </w:p>
              </w:tc>
              <w:tc>
                <w:tcPr>
                  <w:tcW w:w="1000" w:type="pct"/>
                  <w:tcBorders>
                    <w:top w:val="single" w:sz="6" w:space="0" w:color="BFBFBF"/>
                    <w:bottom w:val="single" w:sz="6" w:space="0" w:color="BFBFBF"/>
                  </w:tcBorders>
                </w:tcPr>
                <w:p w:rsidR="00F01A99" w:rsidRPr="00D72A50" w:rsidRDefault="00F01A99" w:rsidP="0017519E">
                  <w:pPr>
                    <w:pStyle w:val="TableColumnHeading"/>
                  </w:pPr>
                  <w:proofErr w:type="spellStart"/>
                  <w:r w:rsidRPr="00D72A50">
                    <w:t>GGFCE</w:t>
                  </w:r>
                  <w:proofErr w:type="spellEnd"/>
                  <w:r w:rsidRPr="00D72A50">
                    <w:t xml:space="preserve"> deflator (201</w:t>
                  </w:r>
                  <w:r>
                    <w:t>3</w:t>
                  </w:r>
                  <w:r>
                    <w:noBreakHyphen/>
                    <w:t>14</w:t>
                  </w:r>
                  <w:r w:rsidRPr="00D72A50">
                    <w:t xml:space="preserve"> = 100)</w:t>
                  </w:r>
                </w:p>
              </w:tc>
              <w:tc>
                <w:tcPr>
                  <w:tcW w:w="999" w:type="pct"/>
                  <w:tcBorders>
                    <w:top w:val="single" w:sz="6" w:space="0" w:color="BFBFBF"/>
                    <w:bottom w:val="single" w:sz="6" w:space="0" w:color="BFBFBF"/>
                  </w:tcBorders>
                  <w:shd w:val="clear" w:color="auto" w:fill="auto"/>
                  <w:tcMar>
                    <w:top w:w="28" w:type="dxa"/>
                  </w:tcMar>
                </w:tcPr>
                <w:p w:rsidR="00F01A99" w:rsidRPr="00D72A50" w:rsidRDefault="00F01A99" w:rsidP="0017519E">
                  <w:pPr>
                    <w:pStyle w:val="TableColumnHeading"/>
                  </w:pPr>
                  <w:r w:rsidRPr="00D72A50">
                    <w:br/>
                    <w:t>Calculation</w:t>
                  </w:r>
                </w:p>
              </w:tc>
              <w:tc>
                <w:tcPr>
                  <w:tcW w:w="999" w:type="pct"/>
                  <w:tcBorders>
                    <w:top w:val="single" w:sz="6" w:space="0" w:color="BFBFBF"/>
                    <w:bottom w:val="single" w:sz="6" w:space="0" w:color="BFBFBF"/>
                  </w:tcBorders>
                </w:tcPr>
                <w:p w:rsidR="00F01A99" w:rsidRPr="00D72A50" w:rsidRDefault="00F01A99" w:rsidP="0017519E">
                  <w:pPr>
                    <w:pStyle w:val="TableColumnHeading"/>
                    <w:ind w:right="28"/>
                  </w:pPr>
                  <w:r w:rsidRPr="00D72A50">
                    <w:br/>
                    <w:t>Real data</w:t>
                  </w:r>
                </w:p>
              </w:tc>
            </w:tr>
            <w:tr w:rsidR="00F01A99" w:rsidTr="008A1584">
              <w:tc>
                <w:tcPr>
                  <w:tcW w:w="1000" w:type="pct"/>
                  <w:tcBorders>
                    <w:top w:val="single" w:sz="6" w:space="0" w:color="BFBFBF"/>
                  </w:tcBorders>
                </w:tcPr>
                <w:p w:rsidR="00F01A99" w:rsidRPr="00D72A50" w:rsidRDefault="00F01A99" w:rsidP="0017519E">
                  <w:pPr>
                    <w:pStyle w:val="TableBodyText"/>
                    <w:jc w:val="left"/>
                  </w:pPr>
                  <w:r w:rsidRPr="00D72A50">
                    <w:t>2009</w:t>
                  </w:r>
                  <w:r w:rsidRPr="00D72A50">
                    <w:noBreakHyphen/>
                    <w:t>10</w:t>
                  </w:r>
                </w:p>
              </w:tc>
              <w:tc>
                <w:tcPr>
                  <w:tcW w:w="1002" w:type="pct"/>
                  <w:tcBorders>
                    <w:top w:val="single" w:sz="6" w:space="0" w:color="BFBFBF"/>
                  </w:tcBorders>
                  <w:shd w:val="clear" w:color="auto" w:fill="auto"/>
                </w:tcPr>
                <w:p w:rsidR="00F01A99" w:rsidRPr="00EA1862" w:rsidRDefault="00F01A99" w:rsidP="0017519E">
                  <w:pPr>
                    <w:pStyle w:val="TableBodyText"/>
                  </w:pPr>
                  <w:r w:rsidRPr="00EA1862">
                    <w:t>6 200</w:t>
                  </w:r>
                </w:p>
              </w:tc>
              <w:tc>
                <w:tcPr>
                  <w:tcW w:w="1000" w:type="pct"/>
                  <w:tcBorders>
                    <w:top w:val="single" w:sz="6" w:space="0" w:color="BFBFBF"/>
                  </w:tcBorders>
                  <w:shd w:val="clear" w:color="auto" w:fill="auto"/>
                  <w:vAlign w:val="center"/>
                </w:tcPr>
                <w:p w:rsidR="00F01A99" w:rsidRPr="00EA1862" w:rsidRDefault="00F01A99" w:rsidP="00EA1862">
                  <w:pPr>
                    <w:pStyle w:val="TableBodyText"/>
                  </w:pPr>
                  <w:r w:rsidRPr="00EA1862">
                    <w:t>9</w:t>
                  </w:r>
                  <w:r w:rsidR="00EA1862" w:rsidRPr="00EA1862">
                    <w:t>1.5</w:t>
                  </w:r>
                </w:p>
              </w:tc>
              <w:tc>
                <w:tcPr>
                  <w:tcW w:w="999" w:type="pct"/>
                  <w:tcBorders>
                    <w:top w:val="single" w:sz="6" w:space="0" w:color="BFBFBF"/>
                  </w:tcBorders>
                  <w:shd w:val="clear" w:color="auto" w:fill="auto"/>
                </w:tcPr>
                <w:p w:rsidR="00F01A99" w:rsidRPr="00EA1862" w:rsidRDefault="00EA1862" w:rsidP="0017519E">
                  <w:pPr>
                    <w:pStyle w:val="TableBodyText"/>
                  </w:pPr>
                  <w:r w:rsidRPr="00EA1862">
                    <w:t>(6 200/91.5</w:t>
                  </w:r>
                  <w:r w:rsidR="00F01A99" w:rsidRPr="00EA1862">
                    <w:t>)*100</w:t>
                  </w:r>
                </w:p>
              </w:tc>
              <w:tc>
                <w:tcPr>
                  <w:tcW w:w="999" w:type="pct"/>
                  <w:tcBorders>
                    <w:top w:val="single" w:sz="6" w:space="0" w:color="BFBFBF"/>
                  </w:tcBorders>
                  <w:shd w:val="clear" w:color="auto" w:fill="auto"/>
                </w:tcPr>
                <w:p w:rsidR="00F01A99" w:rsidRPr="00EA1862" w:rsidRDefault="00EA1862" w:rsidP="0017519E">
                  <w:pPr>
                    <w:pStyle w:val="TableBodyText"/>
                    <w:ind w:right="28"/>
                  </w:pPr>
                  <w:r w:rsidRPr="00EA1862">
                    <w:t>6 776</w:t>
                  </w:r>
                </w:p>
              </w:tc>
            </w:tr>
            <w:tr w:rsidR="00F01A99" w:rsidTr="008A1584">
              <w:tc>
                <w:tcPr>
                  <w:tcW w:w="1000" w:type="pct"/>
                </w:tcPr>
                <w:p w:rsidR="00F01A99" w:rsidRPr="00D72A50" w:rsidRDefault="00F01A99" w:rsidP="0017519E">
                  <w:pPr>
                    <w:pStyle w:val="TableBodyText"/>
                    <w:jc w:val="left"/>
                  </w:pPr>
                  <w:r w:rsidRPr="00D72A50">
                    <w:t>2010</w:t>
                  </w:r>
                  <w:r w:rsidRPr="00D72A50">
                    <w:noBreakHyphen/>
                    <w:t>11</w:t>
                  </w:r>
                </w:p>
              </w:tc>
              <w:tc>
                <w:tcPr>
                  <w:tcW w:w="1002" w:type="pct"/>
                  <w:shd w:val="clear" w:color="auto" w:fill="auto"/>
                </w:tcPr>
                <w:p w:rsidR="00F01A99" w:rsidRPr="00EA1862" w:rsidRDefault="00F01A99" w:rsidP="0017519E">
                  <w:pPr>
                    <w:pStyle w:val="TableBodyText"/>
                  </w:pPr>
                  <w:r w:rsidRPr="00EA1862">
                    <w:t>6 300</w:t>
                  </w:r>
                </w:p>
              </w:tc>
              <w:tc>
                <w:tcPr>
                  <w:tcW w:w="1000" w:type="pct"/>
                  <w:shd w:val="clear" w:color="auto" w:fill="auto"/>
                  <w:vAlign w:val="center"/>
                </w:tcPr>
                <w:p w:rsidR="00F01A99" w:rsidRPr="00EA1862" w:rsidRDefault="00EA1862" w:rsidP="0017519E">
                  <w:pPr>
                    <w:pStyle w:val="TableBodyText"/>
                  </w:pPr>
                  <w:r w:rsidRPr="00EA1862">
                    <w:t>96.1</w:t>
                  </w:r>
                </w:p>
              </w:tc>
              <w:tc>
                <w:tcPr>
                  <w:tcW w:w="999" w:type="pct"/>
                  <w:shd w:val="clear" w:color="auto" w:fill="auto"/>
                </w:tcPr>
                <w:p w:rsidR="00F01A99" w:rsidRPr="00EA1862" w:rsidRDefault="00EA1862" w:rsidP="0017519E">
                  <w:pPr>
                    <w:pStyle w:val="TableBodyText"/>
                  </w:pPr>
                  <w:r w:rsidRPr="00EA1862">
                    <w:t>(6 300/96.1</w:t>
                  </w:r>
                  <w:r w:rsidR="00F01A99" w:rsidRPr="00EA1862">
                    <w:t>)*100</w:t>
                  </w:r>
                </w:p>
              </w:tc>
              <w:tc>
                <w:tcPr>
                  <w:tcW w:w="999" w:type="pct"/>
                  <w:shd w:val="clear" w:color="auto" w:fill="auto"/>
                </w:tcPr>
                <w:p w:rsidR="00F01A99" w:rsidRPr="00EA1862" w:rsidRDefault="00EA1862" w:rsidP="0017519E">
                  <w:pPr>
                    <w:pStyle w:val="TableBodyText"/>
                    <w:ind w:right="28"/>
                  </w:pPr>
                  <w:r w:rsidRPr="00EA1862">
                    <w:t>6 556</w:t>
                  </w:r>
                </w:p>
              </w:tc>
            </w:tr>
            <w:tr w:rsidR="00F01A99" w:rsidTr="008A1584">
              <w:tc>
                <w:tcPr>
                  <w:tcW w:w="1000" w:type="pct"/>
                </w:tcPr>
                <w:p w:rsidR="00F01A99" w:rsidRPr="00D72A50" w:rsidRDefault="00F01A99" w:rsidP="0017519E">
                  <w:pPr>
                    <w:pStyle w:val="TableBodyText"/>
                    <w:jc w:val="left"/>
                  </w:pPr>
                  <w:r w:rsidRPr="00D72A50">
                    <w:t>2011</w:t>
                  </w:r>
                  <w:r w:rsidRPr="00D72A50">
                    <w:noBreakHyphen/>
                    <w:t>12</w:t>
                  </w:r>
                </w:p>
              </w:tc>
              <w:tc>
                <w:tcPr>
                  <w:tcW w:w="1002" w:type="pct"/>
                  <w:shd w:val="clear" w:color="auto" w:fill="auto"/>
                </w:tcPr>
                <w:p w:rsidR="00F01A99" w:rsidRPr="00EA1862" w:rsidRDefault="00F01A99" w:rsidP="0017519E">
                  <w:pPr>
                    <w:pStyle w:val="TableBodyText"/>
                  </w:pPr>
                  <w:r w:rsidRPr="00EA1862">
                    <w:t>6 350</w:t>
                  </w:r>
                </w:p>
              </w:tc>
              <w:tc>
                <w:tcPr>
                  <w:tcW w:w="1000" w:type="pct"/>
                  <w:shd w:val="clear" w:color="auto" w:fill="auto"/>
                  <w:vAlign w:val="center"/>
                </w:tcPr>
                <w:p w:rsidR="00F01A99" w:rsidRPr="00EA1862" w:rsidRDefault="00F01A99" w:rsidP="00EA1862">
                  <w:pPr>
                    <w:pStyle w:val="TableBodyText"/>
                  </w:pPr>
                  <w:r w:rsidRPr="00EA1862">
                    <w:t>9</w:t>
                  </w:r>
                  <w:r w:rsidR="00EA1862" w:rsidRPr="00EA1862">
                    <w:t>7.7</w:t>
                  </w:r>
                </w:p>
              </w:tc>
              <w:tc>
                <w:tcPr>
                  <w:tcW w:w="999" w:type="pct"/>
                  <w:shd w:val="clear" w:color="auto" w:fill="auto"/>
                </w:tcPr>
                <w:p w:rsidR="00F01A99" w:rsidRPr="00EA1862" w:rsidRDefault="00EA1862" w:rsidP="0017519E">
                  <w:pPr>
                    <w:pStyle w:val="TableBodyText"/>
                  </w:pPr>
                  <w:r w:rsidRPr="00EA1862">
                    <w:t>(6 350/97.7</w:t>
                  </w:r>
                  <w:r w:rsidR="00F01A99" w:rsidRPr="00EA1862">
                    <w:t>)*100</w:t>
                  </w:r>
                </w:p>
              </w:tc>
              <w:tc>
                <w:tcPr>
                  <w:tcW w:w="999" w:type="pct"/>
                  <w:shd w:val="clear" w:color="auto" w:fill="auto"/>
                </w:tcPr>
                <w:p w:rsidR="00F01A99" w:rsidRPr="003B541A" w:rsidRDefault="00EA1862" w:rsidP="0017519E">
                  <w:pPr>
                    <w:pStyle w:val="TableBodyText"/>
                    <w:ind w:right="28"/>
                    <w:rPr>
                      <w:highlight w:val="yellow"/>
                    </w:rPr>
                  </w:pPr>
                  <w:r w:rsidRPr="00EA1862">
                    <w:t>6 499</w:t>
                  </w:r>
                </w:p>
              </w:tc>
            </w:tr>
            <w:tr w:rsidR="00F01A99" w:rsidTr="008A1584">
              <w:tc>
                <w:tcPr>
                  <w:tcW w:w="1000" w:type="pct"/>
                </w:tcPr>
                <w:p w:rsidR="00F01A99" w:rsidRPr="00D72A50" w:rsidRDefault="00F01A99" w:rsidP="0017519E">
                  <w:pPr>
                    <w:pStyle w:val="TableBodyText"/>
                    <w:jc w:val="left"/>
                  </w:pPr>
                  <w:r w:rsidRPr="00D72A50">
                    <w:t>2012</w:t>
                  </w:r>
                  <w:r w:rsidRPr="00D72A50">
                    <w:noBreakHyphen/>
                    <w:t>13</w:t>
                  </w:r>
                </w:p>
              </w:tc>
              <w:tc>
                <w:tcPr>
                  <w:tcW w:w="1002" w:type="pct"/>
                  <w:shd w:val="clear" w:color="auto" w:fill="auto"/>
                </w:tcPr>
                <w:p w:rsidR="00F01A99" w:rsidRPr="00EA1862" w:rsidRDefault="00F01A99" w:rsidP="0017519E">
                  <w:pPr>
                    <w:pStyle w:val="TableBodyText"/>
                  </w:pPr>
                  <w:r w:rsidRPr="00EA1862">
                    <w:t>6 485</w:t>
                  </w:r>
                </w:p>
              </w:tc>
              <w:tc>
                <w:tcPr>
                  <w:tcW w:w="1000" w:type="pct"/>
                  <w:shd w:val="clear" w:color="auto" w:fill="auto"/>
                  <w:vAlign w:val="center"/>
                </w:tcPr>
                <w:p w:rsidR="00F01A99" w:rsidRPr="00EA1862" w:rsidRDefault="00EA1862" w:rsidP="0017519E">
                  <w:pPr>
                    <w:pStyle w:val="TableBodyText"/>
                  </w:pPr>
                  <w:r w:rsidRPr="00EA1862">
                    <w:t>99.2</w:t>
                  </w:r>
                </w:p>
              </w:tc>
              <w:tc>
                <w:tcPr>
                  <w:tcW w:w="999" w:type="pct"/>
                  <w:shd w:val="clear" w:color="auto" w:fill="auto"/>
                </w:tcPr>
                <w:p w:rsidR="00F01A99" w:rsidRPr="00EA1862" w:rsidRDefault="00EA1862" w:rsidP="0017519E">
                  <w:pPr>
                    <w:pStyle w:val="TableBodyText"/>
                  </w:pPr>
                  <w:r w:rsidRPr="00EA1862">
                    <w:t>(6 485/99.2</w:t>
                  </w:r>
                  <w:r w:rsidR="00F01A99" w:rsidRPr="00EA1862">
                    <w:t>)*100</w:t>
                  </w:r>
                </w:p>
              </w:tc>
              <w:tc>
                <w:tcPr>
                  <w:tcW w:w="999" w:type="pct"/>
                  <w:shd w:val="clear" w:color="auto" w:fill="auto"/>
                </w:tcPr>
                <w:p w:rsidR="00F01A99" w:rsidRPr="003B541A" w:rsidRDefault="00EA1862" w:rsidP="0017519E">
                  <w:pPr>
                    <w:pStyle w:val="TableBodyText"/>
                    <w:ind w:right="28"/>
                    <w:rPr>
                      <w:highlight w:val="yellow"/>
                    </w:rPr>
                  </w:pPr>
                  <w:r w:rsidRPr="00EA1862">
                    <w:t>6 537</w:t>
                  </w:r>
                </w:p>
              </w:tc>
            </w:tr>
            <w:tr w:rsidR="00F01A99" w:rsidTr="00EA1862">
              <w:tc>
                <w:tcPr>
                  <w:tcW w:w="1000" w:type="pct"/>
                  <w:tcBorders>
                    <w:bottom w:val="single" w:sz="6" w:space="0" w:color="BFBFBF"/>
                  </w:tcBorders>
                  <w:shd w:val="clear" w:color="auto" w:fill="auto"/>
                </w:tcPr>
                <w:p w:rsidR="00F01A99" w:rsidRPr="00D72A50" w:rsidRDefault="00F01A99" w:rsidP="0017519E">
                  <w:pPr>
                    <w:pStyle w:val="TableBodyText"/>
                    <w:jc w:val="left"/>
                  </w:pPr>
                  <w:r w:rsidRPr="00D72A50">
                    <w:t>2013</w:t>
                  </w:r>
                  <w:r w:rsidRPr="00D72A50">
                    <w:noBreakHyphen/>
                    <w:t>14</w:t>
                  </w:r>
                </w:p>
              </w:tc>
              <w:tc>
                <w:tcPr>
                  <w:tcW w:w="1002" w:type="pct"/>
                  <w:tcBorders>
                    <w:bottom w:val="single" w:sz="6" w:space="0" w:color="BFBFBF"/>
                  </w:tcBorders>
                  <w:shd w:val="clear" w:color="auto" w:fill="auto"/>
                </w:tcPr>
                <w:p w:rsidR="00F01A99" w:rsidRPr="00EA1862" w:rsidRDefault="00F01A99" w:rsidP="0017519E">
                  <w:pPr>
                    <w:pStyle w:val="TableBodyText"/>
                  </w:pPr>
                  <w:r w:rsidRPr="00EA1862">
                    <w:t>7 020</w:t>
                  </w:r>
                </w:p>
              </w:tc>
              <w:tc>
                <w:tcPr>
                  <w:tcW w:w="1000" w:type="pct"/>
                  <w:tcBorders>
                    <w:bottom w:val="single" w:sz="6" w:space="0" w:color="BFBFBF"/>
                  </w:tcBorders>
                  <w:shd w:val="clear" w:color="auto" w:fill="auto"/>
                  <w:vAlign w:val="center"/>
                </w:tcPr>
                <w:p w:rsidR="00F01A99" w:rsidRPr="00EA1862" w:rsidRDefault="00F01A99" w:rsidP="0017519E">
                  <w:pPr>
                    <w:pStyle w:val="TableBodyText"/>
                  </w:pPr>
                  <w:r w:rsidRPr="00EA1862">
                    <w:t>100.0</w:t>
                  </w:r>
                </w:p>
              </w:tc>
              <w:tc>
                <w:tcPr>
                  <w:tcW w:w="999" w:type="pct"/>
                  <w:tcBorders>
                    <w:bottom w:val="single" w:sz="6" w:space="0" w:color="BFBFBF"/>
                  </w:tcBorders>
                  <w:shd w:val="clear" w:color="auto" w:fill="auto"/>
                </w:tcPr>
                <w:p w:rsidR="00F01A99" w:rsidRPr="00EA1862" w:rsidRDefault="00F01A99" w:rsidP="0017519E">
                  <w:pPr>
                    <w:pStyle w:val="TableBodyText"/>
                  </w:pPr>
                  <w:r w:rsidRPr="00EA1862">
                    <w:t>(7 020/100.0)*100</w:t>
                  </w:r>
                </w:p>
              </w:tc>
              <w:tc>
                <w:tcPr>
                  <w:tcW w:w="999" w:type="pct"/>
                  <w:tcBorders>
                    <w:bottom w:val="single" w:sz="6" w:space="0" w:color="BFBFBF"/>
                  </w:tcBorders>
                  <w:shd w:val="clear" w:color="auto" w:fill="auto"/>
                </w:tcPr>
                <w:p w:rsidR="00F01A99" w:rsidRPr="00EA1862" w:rsidRDefault="00F01A99" w:rsidP="0017519E">
                  <w:pPr>
                    <w:pStyle w:val="TableBodyText"/>
                    <w:ind w:right="28"/>
                  </w:pPr>
                  <w:r w:rsidRPr="00EA1862">
                    <w:t>7 020</w:t>
                  </w:r>
                </w:p>
              </w:tc>
            </w:tr>
          </w:tbl>
          <w:p w:rsidR="00F81826" w:rsidRDefault="00F81826" w:rsidP="0017519E">
            <w:pPr>
              <w:pStyle w:val="Box"/>
            </w:pPr>
          </w:p>
        </w:tc>
      </w:tr>
      <w:tr w:rsidR="00F81826" w:rsidTr="008A1584">
        <w:trPr>
          <w:cantSplit/>
        </w:trPr>
        <w:tc>
          <w:tcPr>
            <w:tcW w:w="8771" w:type="dxa"/>
            <w:tcBorders>
              <w:top w:val="nil"/>
              <w:left w:val="nil"/>
              <w:bottom w:val="nil"/>
              <w:right w:val="nil"/>
            </w:tcBorders>
            <w:shd w:val="clear" w:color="auto" w:fill="auto"/>
          </w:tcPr>
          <w:p w:rsidR="00F81826" w:rsidRPr="00CB032D" w:rsidRDefault="00F81826" w:rsidP="004339C4">
            <w:pPr>
              <w:pStyle w:val="Note"/>
              <w:rPr>
                <w:i/>
              </w:rPr>
            </w:pPr>
            <w:proofErr w:type="spellStart"/>
            <w:r w:rsidRPr="00CB032D">
              <w:rPr>
                <w:rStyle w:val="NoteLabel"/>
              </w:rPr>
              <w:t>a</w:t>
            </w:r>
            <w:proofErr w:type="spellEnd"/>
            <w:r w:rsidRPr="00CB032D">
              <w:t xml:space="preserve"> </w:t>
            </w:r>
            <w:r w:rsidR="00F01A99" w:rsidRPr="008A1584">
              <w:t>Index values from ABS (201</w:t>
            </w:r>
            <w:r w:rsidR="00CB032D" w:rsidRPr="008A1584">
              <w:t>4</w:t>
            </w:r>
            <w:r w:rsidR="00F01A99" w:rsidRPr="008A1584">
              <w:t xml:space="preserve">) </w:t>
            </w:r>
            <w:r w:rsidR="00F01A99" w:rsidRPr="008A1584">
              <w:rPr>
                <w:i/>
              </w:rPr>
              <w:t>Australian National Accounts: National Income, Expenditure and Product, June 201</w:t>
            </w:r>
            <w:r w:rsidR="00CB032D" w:rsidRPr="008A1584">
              <w:rPr>
                <w:i/>
              </w:rPr>
              <w:t>4</w:t>
            </w:r>
            <w:r w:rsidR="00F01A99" w:rsidRPr="008A1584">
              <w:t xml:space="preserve">, Cat. no. 5206.0, table 32, Expenditure on Gross Domestic Product (GDP), Chain volume measures and </w:t>
            </w:r>
            <w:r w:rsidR="004339C4" w:rsidRPr="008A1584">
              <w:t xml:space="preserve">current </w:t>
            </w:r>
            <w:r w:rsidR="00F01A99" w:rsidRPr="008A1584">
              <w:t xml:space="preserve">prices, Annual (Series ID. </w:t>
            </w:r>
            <w:proofErr w:type="spellStart"/>
            <w:r w:rsidR="00F01A99" w:rsidRPr="008A1584">
              <w:t>A2304687R</w:t>
            </w:r>
            <w:proofErr w:type="spellEnd"/>
            <w:r w:rsidR="00F01A99" w:rsidRPr="008A1584">
              <w:t>).</w:t>
            </w:r>
          </w:p>
        </w:tc>
      </w:tr>
      <w:tr w:rsidR="00F81826" w:rsidTr="008A1584">
        <w:trPr>
          <w:cantSplit/>
        </w:trPr>
        <w:tc>
          <w:tcPr>
            <w:tcW w:w="8771" w:type="dxa"/>
            <w:tcBorders>
              <w:top w:val="nil"/>
              <w:left w:val="nil"/>
              <w:bottom w:val="nil"/>
              <w:right w:val="nil"/>
            </w:tcBorders>
            <w:shd w:val="clear" w:color="auto" w:fill="auto"/>
          </w:tcPr>
          <w:p w:rsidR="00F81826" w:rsidRPr="00CB032D" w:rsidRDefault="00F01A99" w:rsidP="00CB032D">
            <w:pPr>
              <w:pStyle w:val="Source"/>
            </w:pPr>
            <w:r w:rsidRPr="00CB032D">
              <w:rPr>
                <w:i/>
              </w:rPr>
              <w:t>Source</w:t>
            </w:r>
            <w:r w:rsidR="00F81826" w:rsidRPr="00CB032D">
              <w:t xml:space="preserve">: </w:t>
            </w:r>
            <w:r w:rsidRPr="00CB032D">
              <w:t>ABS (201</w:t>
            </w:r>
            <w:r w:rsidR="00CB032D" w:rsidRPr="00CB032D">
              <w:t>4</w:t>
            </w:r>
            <w:r w:rsidRPr="00CB032D">
              <w:t xml:space="preserve">) </w:t>
            </w:r>
            <w:r w:rsidRPr="00CB032D">
              <w:rPr>
                <w:i/>
              </w:rPr>
              <w:t>Australian National Accounts: National Income, Expenditure and Product, June 201</w:t>
            </w:r>
            <w:r w:rsidR="00CB032D" w:rsidRPr="00CB032D">
              <w:rPr>
                <w:i/>
              </w:rPr>
              <w:t>4</w:t>
            </w:r>
            <w:r w:rsidRPr="00CB032D">
              <w:t xml:space="preserve">, Cat. no. 5206.0, Canberra; table </w:t>
            </w:r>
            <w:proofErr w:type="spellStart"/>
            <w:r w:rsidRPr="00CB032D">
              <w:t>2A.51</w:t>
            </w:r>
            <w:proofErr w:type="spellEnd"/>
            <w:r w:rsidRPr="00CB032D">
              <w:t>.</w:t>
            </w:r>
          </w:p>
        </w:tc>
      </w:tr>
      <w:tr w:rsidR="00F81826" w:rsidTr="0017519E">
        <w:trPr>
          <w:cantSplit/>
        </w:trPr>
        <w:tc>
          <w:tcPr>
            <w:tcW w:w="8771" w:type="dxa"/>
            <w:tcBorders>
              <w:top w:val="nil"/>
              <w:left w:val="nil"/>
              <w:bottom w:val="single" w:sz="6" w:space="0" w:color="78A22F" w:themeColor="accent1"/>
              <w:right w:val="nil"/>
            </w:tcBorders>
            <w:shd w:val="clear" w:color="auto" w:fill="auto"/>
          </w:tcPr>
          <w:p w:rsidR="00F81826" w:rsidRDefault="00F81826" w:rsidP="0017519E">
            <w:pPr>
              <w:pStyle w:val="Box"/>
              <w:spacing w:before="0" w:line="120" w:lineRule="exact"/>
            </w:pPr>
          </w:p>
        </w:tc>
      </w:tr>
      <w:tr w:rsidR="00F81826" w:rsidRPr="000863A5" w:rsidTr="0017519E">
        <w:tc>
          <w:tcPr>
            <w:tcW w:w="8771" w:type="dxa"/>
            <w:tcBorders>
              <w:top w:val="single" w:sz="6" w:space="0" w:color="78A22F" w:themeColor="accent1"/>
              <w:left w:val="nil"/>
              <w:bottom w:val="nil"/>
              <w:right w:val="nil"/>
            </w:tcBorders>
          </w:tcPr>
          <w:p w:rsidR="00F81826" w:rsidRPr="00626D32" w:rsidRDefault="00F81826" w:rsidP="0017519E">
            <w:pPr>
              <w:pStyle w:val="BoxSpaceBelow"/>
            </w:pPr>
          </w:p>
        </w:tc>
      </w:tr>
    </w:tbl>
    <w:p w:rsidR="00100B08" w:rsidRPr="00993337" w:rsidRDefault="00100B08" w:rsidP="00100B08">
      <w:pPr>
        <w:spacing w:before="240" w:line="320" w:lineRule="atLeast"/>
        <w:jc w:val="both"/>
      </w:pPr>
      <w:r w:rsidRPr="00993337">
        <w:t xml:space="preserve">A comparison of the </w:t>
      </w:r>
      <w:proofErr w:type="spellStart"/>
      <w:r w:rsidRPr="00993337">
        <w:t>GGFCE</w:t>
      </w:r>
      <w:proofErr w:type="spellEnd"/>
      <w:r w:rsidRPr="00993337">
        <w:t xml:space="preserve"> with alternative def</w:t>
      </w:r>
      <w:r w:rsidR="00E03FEB" w:rsidRPr="00993337">
        <w:t xml:space="preserve">lators can be found in the </w:t>
      </w:r>
      <w:r w:rsidR="00D72A50" w:rsidRPr="00993337">
        <w:t xml:space="preserve">2014 </w:t>
      </w:r>
      <w:r w:rsidRPr="00993337">
        <w:t>Report (</w:t>
      </w:r>
      <w:proofErr w:type="spellStart"/>
      <w:r w:rsidRPr="00993337">
        <w:t>SCRGSP</w:t>
      </w:r>
      <w:proofErr w:type="spellEnd"/>
      <w:r w:rsidRPr="00993337">
        <w:t xml:space="preserve"> 2014, p. 2.18).</w:t>
      </w:r>
    </w:p>
    <w:p w:rsidR="00FF51E1" w:rsidRPr="00993337" w:rsidRDefault="00FF51E1" w:rsidP="00AD6FCA">
      <w:pPr>
        <w:pStyle w:val="Heading3"/>
      </w:pPr>
      <w:r w:rsidRPr="00993337">
        <w:t>Reliability of estimates</w:t>
      </w:r>
      <w:bookmarkEnd w:id="74"/>
      <w:bookmarkEnd w:id="75"/>
      <w:bookmarkEnd w:id="76"/>
    </w:p>
    <w:p w:rsidR="00FF51E1" w:rsidRPr="001B5B4C" w:rsidRDefault="00FF51E1" w:rsidP="00FF51E1">
      <w:pPr>
        <w:spacing w:before="240" w:line="320" w:lineRule="atLeast"/>
        <w:jc w:val="both"/>
        <w:rPr>
          <w:szCs w:val="20"/>
        </w:rPr>
      </w:pPr>
      <w:r w:rsidRPr="00993337">
        <w:rPr>
          <w:szCs w:val="20"/>
        </w:rPr>
        <w:t xml:space="preserve">Data for some outcome and </w:t>
      </w:r>
      <w:r w:rsidRPr="001B5B4C">
        <w:rPr>
          <w:szCs w:val="20"/>
        </w:rPr>
        <w:t>quality indicators in this Report are based on samples, either from surveys or from a selection of observations from, for example, administrative data sets. The potential for sampling error — that is, the error that occurs by chance because the data are obtained from a sample and not the entire population — means that the reported estimates might not accurately reflect the true value.</w:t>
      </w:r>
    </w:p>
    <w:p w:rsidR="00FF51E1" w:rsidRPr="00805C31" w:rsidRDefault="00FF51E1" w:rsidP="00FF51E1">
      <w:pPr>
        <w:spacing w:before="240" w:line="320" w:lineRule="atLeast"/>
        <w:jc w:val="both"/>
        <w:rPr>
          <w:szCs w:val="20"/>
        </w:rPr>
      </w:pPr>
      <w:r w:rsidRPr="001B5B4C">
        <w:rPr>
          <w:szCs w:val="20"/>
        </w:rPr>
        <w:t>This Report indicates the reliability of estimates based on samples, generally by reporting either relative standard errors (</w:t>
      </w:r>
      <w:proofErr w:type="spellStart"/>
      <w:r w:rsidRPr="001B5B4C">
        <w:rPr>
          <w:szCs w:val="20"/>
        </w:rPr>
        <w:t>RSEs</w:t>
      </w:r>
      <w:proofErr w:type="spellEnd"/>
      <w:r w:rsidRPr="001B5B4C">
        <w:rPr>
          <w:szCs w:val="20"/>
        </w:rPr>
        <w:t>) or confidence intervals (</w:t>
      </w:r>
      <w:proofErr w:type="spellStart"/>
      <w:r w:rsidRPr="001B5B4C">
        <w:rPr>
          <w:szCs w:val="20"/>
        </w:rPr>
        <w:t>CIs</w:t>
      </w:r>
      <w:proofErr w:type="spellEnd"/>
      <w:r w:rsidRPr="001B5B4C">
        <w:rPr>
          <w:szCs w:val="20"/>
        </w:rPr>
        <w:t xml:space="preserve">). </w:t>
      </w:r>
      <w:proofErr w:type="spellStart"/>
      <w:r w:rsidRPr="001B5B4C">
        <w:rPr>
          <w:szCs w:val="20"/>
        </w:rPr>
        <w:t>RSEs</w:t>
      </w:r>
      <w:proofErr w:type="spellEnd"/>
      <w:r w:rsidRPr="001B5B4C">
        <w:rPr>
          <w:szCs w:val="20"/>
        </w:rPr>
        <w:t xml:space="preserve"> and </w:t>
      </w:r>
      <w:proofErr w:type="spellStart"/>
      <w:r w:rsidRPr="001B5B4C">
        <w:rPr>
          <w:szCs w:val="20"/>
        </w:rPr>
        <w:t>CIs</w:t>
      </w:r>
      <w:proofErr w:type="spellEnd"/>
      <w:r w:rsidRPr="001B5B4C">
        <w:rPr>
          <w:szCs w:val="20"/>
        </w:rPr>
        <w:t xml:space="preserve"> are calculated based on the standard error (SE</w:t>
      </w:r>
      <w:r w:rsidRPr="00372961">
        <w:rPr>
          <w:szCs w:val="20"/>
        </w:rPr>
        <w:t xml:space="preserve">). The larger the SE, </w:t>
      </w:r>
      <w:proofErr w:type="spellStart"/>
      <w:r w:rsidRPr="00372961">
        <w:rPr>
          <w:szCs w:val="20"/>
        </w:rPr>
        <w:t>RSE</w:t>
      </w:r>
      <w:proofErr w:type="spellEnd"/>
      <w:r w:rsidRPr="00372961">
        <w:rPr>
          <w:szCs w:val="20"/>
        </w:rPr>
        <w:t xml:space="preserve"> or CI, the less reliable is the estimate as an indicator for the whole population (</w:t>
      </w:r>
      <w:r w:rsidRPr="008A1584">
        <w:rPr>
          <w:szCs w:val="20"/>
        </w:rPr>
        <w:t xml:space="preserve">ABS </w:t>
      </w:r>
      <w:proofErr w:type="spellStart"/>
      <w:r w:rsidRPr="008A1584">
        <w:rPr>
          <w:szCs w:val="20"/>
        </w:rPr>
        <w:t>2013</w:t>
      </w:r>
      <w:r w:rsidR="00FB75C5" w:rsidRPr="008A1584">
        <w:rPr>
          <w:szCs w:val="20"/>
        </w:rPr>
        <w:t>b</w:t>
      </w:r>
      <w:proofErr w:type="spellEnd"/>
      <w:r w:rsidRPr="00372961">
        <w:rPr>
          <w:szCs w:val="20"/>
        </w:rPr>
        <w:t>).</w:t>
      </w:r>
    </w:p>
    <w:p w:rsidR="00FF51E1" w:rsidRPr="001B5B4C" w:rsidRDefault="00FF51E1" w:rsidP="00AD6FCA">
      <w:pPr>
        <w:pStyle w:val="Heading4"/>
      </w:pPr>
      <w:r w:rsidRPr="001B5B4C">
        <w:t>Standard error</w:t>
      </w:r>
    </w:p>
    <w:p w:rsidR="00FF51E1" w:rsidRDefault="00FF51E1" w:rsidP="00FF51E1">
      <w:pPr>
        <w:spacing w:before="240" w:line="320" w:lineRule="atLeast"/>
        <w:jc w:val="both"/>
        <w:rPr>
          <w:szCs w:val="20"/>
        </w:rPr>
      </w:pPr>
      <w:r w:rsidRPr="001B5B4C">
        <w:rPr>
          <w:szCs w:val="20"/>
        </w:rPr>
        <w:t>The SE measures the sampling error of an estimate (box 2.2). (There can also be non</w:t>
      </w:r>
      <w:r w:rsidR="0060463A" w:rsidRPr="001B5B4C">
        <w:rPr>
          <w:szCs w:val="20"/>
        </w:rPr>
        <w:noBreakHyphen/>
      </w:r>
      <w:r w:rsidRPr="001B5B4C">
        <w:rPr>
          <w:szCs w:val="20"/>
        </w:rPr>
        <w:t>sampling error, or systematic biases, in data.) There are several types of SE. A commonly used type of SE in this Report is the SE of the mean (average). Sampling error results from using a sample of the population to derive an estimate of the whole population mean — the SE measures how much the estimated mean value might differ from the true population mean value.</w:t>
      </w:r>
    </w:p>
    <w:p w:rsidR="000E14F8" w:rsidRPr="000B7811" w:rsidRDefault="000E14F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E14F8" w:rsidRPr="000B7811" w:rsidTr="0017519E">
        <w:tc>
          <w:tcPr>
            <w:tcW w:w="8771" w:type="dxa"/>
            <w:tcBorders>
              <w:top w:val="single" w:sz="6" w:space="0" w:color="78A22F"/>
              <w:left w:val="nil"/>
              <w:bottom w:val="nil"/>
              <w:right w:val="nil"/>
            </w:tcBorders>
            <w:shd w:val="clear" w:color="auto" w:fill="F2F2F2" w:themeFill="background1" w:themeFillShade="F2"/>
          </w:tcPr>
          <w:p w:rsidR="000E14F8" w:rsidRPr="000B7811" w:rsidRDefault="000E14F8">
            <w:pPr>
              <w:pStyle w:val="BoxTitle"/>
            </w:pPr>
            <w:r w:rsidRPr="000B7811">
              <w:rPr>
                <w:b w:val="0"/>
              </w:rPr>
              <w:t>Box 2.</w:t>
            </w:r>
            <w:r w:rsidR="00C87DBB">
              <w:rPr>
                <w:b w:val="0"/>
                <w:noProof/>
              </w:rPr>
              <w:t>2</w:t>
            </w:r>
            <w:r w:rsidRPr="000B7811">
              <w:tab/>
              <w:t>Technical concepts and formulas — standard error</w:t>
            </w:r>
          </w:p>
        </w:tc>
      </w:tr>
      <w:tr w:rsidR="000E14F8" w:rsidTr="0017519E">
        <w:trPr>
          <w:cantSplit/>
        </w:trPr>
        <w:tc>
          <w:tcPr>
            <w:tcW w:w="8771" w:type="dxa"/>
            <w:tcBorders>
              <w:top w:val="nil"/>
              <w:left w:val="nil"/>
              <w:bottom w:val="nil"/>
              <w:right w:val="nil"/>
            </w:tcBorders>
            <w:shd w:val="clear" w:color="auto" w:fill="F2F2F2" w:themeFill="background1" w:themeFillShade="F2"/>
          </w:tcPr>
          <w:p w:rsidR="000E14F8" w:rsidRPr="00586FD8" w:rsidRDefault="000E14F8" w:rsidP="000E14F8">
            <w:pPr>
              <w:keepNext/>
              <w:spacing w:before="120" w:line="280" w:lineRule="atLeast"/>
              <w:jc w:val="both"/>
              <w:rPr>
                <w:rFonts w:ascii="Arial" w:hAnsi="Arial"/>
                <w:sz w:val="20"/>
                <w:szCs w:val="20"/>
              </w:rPr>
            </w:pPr>
            <w:r w:rsidRPr="00586FD8">
              <w:rPr>
                <w:rFonts w:ascii="Arial" w:hAnsi="Arial"/>
                <w:sz w:val="20"/>
                <w:szCs w:val="20"/>
              </w:rPr>
              <w:t>The SE of a method of measurement or estimation is the estimated standard deviation of the error in that method. Specifically, it estimates the standard deviation of the difference between the measured or estimated values and the true values. Standard deviation is a measure of how spread out the data are, that is, a measure of variability.</w:t>
            </w:r>
          </w:p>
          <w:p w:rsidR="000E14F8" w:rsidRPr="00586FD8" w:rsidRDefault="000E14F8" w:rsidP="000E14F8">
            <w:pPr>
              <w:keepNext/>
              <w:spacing w:before="120" w:line="280" w:lineRule="atLeast"/>
              <w:jc w:val="both"/>
              <w:rPr>
                <w:rFonts w:ascii="Arial" w:hAnsi="Arial"/>
                <w:sz w:val="20"/>
                <w:szCs w:val="20"/>
              </w:rPr>
            </w:pPr>
            <w:r w:rsidRPr="00586FD8">
              <w:rPr>
                <w:rFonts w:ascii="Arial" w:hAnsi="Arial"/>
                <w:sz w:val="20"/>
                <w:szCs w:val="20"/>
              </w:rPr>
              <w:t>The SE of the mean (</w:t>
            </w:r>
            <w:proofErr w:type="spellStart"/>
            <w:r w:rsidRPr="00586FD8">
              <w:rPr>
                <w:rFonts w:ascii="Arial" w:hAnsi="Arial"/>
                <w:sz w:val="20"/>
                <w:szCs w:val="20"/>
              </w:rPr>
              <w:t>SEM</w:t>
            </w:r>
            <w:proofErr w:type="spellEnd"/>
            <w:r w:rsidRPr="00586FD8">
              <w:rPr>
                <w:rFonts w:ascii="Arial" w:hAnsi="Arial"/>
                <w:sz w:val="20"/>
                <w:szCs w:val="20"/>
              </w:rPr>
              <w:t>), an unbiased estimate of expected error in the sample estimate of a population mean, is the sample estimate of the population standard deviation (sample standard deviation) divided by the square root of the sample size (assuming statistical independence of the values in the sample):</w:t>
            </w:r>
          </w:p>
          <w:p w:rsidR="000E14F8" w:rsidRPr="00586FD8" w:rsidRDefault="00BC33BB" w:rsidP="000E14F8">
            <w:pPr>
              <w:keepNext/>
              <w:spacing w:before="120" w:line="280" w:lineRule="atLeast"/>
              <w:jc w:val="both"/>
              <w:rPr>
                <w:rFonts w:ascii="Arial" w:hAnsi="Arial"/>
                <w:sz w:val="20"/>
                <w:szCs w:val="20"/>
              </w:rPr>
            </w:pPr>
            <w:r>
              <w:rPr>
                <w:rFonts w:ascii="Arial" w:hAnsi="Arial"/>
                <w:noProof/>
                <w:sz w:val="20"/>
                <w:szCs w:val="20"/>
              </w:rPr>
              <w:drawing>
                <wp:inline distT="0" distB="0" distL="0" distR="0" wp14:anchorId="4E1CE0CF" wp14:editId="44E94FF9">
                  <wp:extent cx="680720" cy="414655"/>
                  <wp:effectExtent l="0" t="0" r="0" b="4445"/>
                  <wp:docPr id="25" name="Picture 25" descr="Box 2.2 Technical concepts and formulas - standard error&#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680720" cy="414655"/>
                          </a:xfrm>
                          <a:prstGeom prst="rect">
                            <a:avLst/>
                          </a:prstGeom>
                          <a:noFill/>
                          <a:ln>
                            <a:noFill/>
                          </a:ln>
                        </pic:spPr>
                      </pic:pic>
                    </a:graphicData>
                  </a:graphic>
                </wp:inline>
              </w:drawing>
            </w:r>
            <w:r w:rsidR="000E14F8" w:rsidRPr="00586FD8">
              <w:rPr>
                <w:rFonts w:ascii="Arial" w:hAnsi="Arial"/>
                <w:sz w:val="20"/>
                <w:szCs w:val="20"/>
              </w:rPr>
              <w:tab/>
              <w:t>(equation 2.3)</w:t>
            </w:r>
          </w:p>
          <w:p w:rsidR="000E14F8" w:rsidRPr="00586FD8" w:rsidRDefault="000E14F8" w:rsidP="000E14F8">
            <w:pPr>
              <w:keepNext/>
              <w:spacing w:before="120" w:line="280" w:lineRule="atLeast"/>
              <w:jc w:val="both"/>
              <w:rPr>
                <w:rFonts w:ascii="Arial" w:hAnsi="Arial"/>
                <w:sz w:val="20"/>
                <w:szCs w:val="20"/>
              </w:rPr>
            </w:pPr>
            <w:r w:rsidRPr="00586FD8">
              <w:rPr>
                <w:rFonts w:ascii="Arial" w:hAnsi="Arial"/>
                <w:sz w:val="20"/>
                <w:szCs w:val="20"/>
              </w:rPr>
              <w:t>Where:</w:t>
            </w:r>
          </w:p>
          <w:p w:rsidR="000E14F8" w:rsidRPr="00586FD8" w:rsidRDefault="00BC33BB" w:rsidP="000E14F8">
            <w:pPr>
              <w:keepNext/>
              <w:spacing w:before="120" w:line="280" w:lineRule="atLeast"/>
              <w:jc w:val="both"/>
              <w:rPr>
                <w:rFonts w:ascii="Arial" w:hAnsi="Arial"/>
                <w:sz w:val="20"/>
                <w:szCs w:val="20"/>
              </w:rPr>
            </w:pPr>
            <w:r>
              <w:rPr>
                <w:rFonts w:ascii="Arial" w:hAnsi="Arial"/>
                <w:noProof/>
                <w:color w:val="FF99CC"/>
                <w:sz w:val="20"/>
                <w:szCs w:val="20"/>
              </w:rPr>
              <w:drawing>
                <wp:inline distT="0" distB="0" distL="0" distR="0" wp14:anchorId="45ADD714" wp14:editId="3920E904">
                  <wp:extent cx="276225" cy="233680"/>
                  <wp:effectExtent l="0" t="0" r="9525" b="0"/>
                  <wp:docPr id="26" name="Picture 26" descr="Box 2.2 Technical concepts and formulas - standard error&#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76225" cy="233680"/>
                          </a:xfrm>
                          <a:prstGeom prst="rect">
                            <a:avLst/>
                          </a:prstGeom>
                          <a:noFill/>
                          <a:ln>
                            <a:noFill/>
                          </a:ln>
                        </pic:spPr>
                      </pic:pic>
                    </a:graphicData>
                  </a:graphic>
                </wp:inline>
              </w:drawing>
            </w:r>
            <w:r w:rsidR="000E14F8" w:rsidRPr="00586FD8">
              <w:rPr>
                <w:rFonts w:ascii="Arial" w:hAnsi="Arial"/>
                <w:color w:val="FF99CC"/>
                <w:sz w:val="20"/>
                <w:szCs w:val="20"/>
              </w:rPr>
              <w:t xml:space="preserve"> </w:t>
            </w:r>
            <w:r w:rsidR="000E14F8" w:rsidRPr="00586FD8">
              <w:rPr>
                <w:rFonts w:ascii="Arial" w:hAnsi="Arial"/>
                <w:sz w:val="20"/>
                <w:szCs w:val="20"/>
              </w:rPr>
              <w:t xml:space="preserve">is the SE of the sample estimate of a population mean, </w:t>
            </w:r>
            <w:r>
              <w:rPr>
                <w:rFonts w:ascii="Arial" w:hAnsi="Arial"/>
                <w:noProof/>
                <w:sz w:val="20"/>
                <w:szCs w:val="20"/>
              </w:rPr>
              <w:drawing>
                <wp:inline distT="0" distB="0" distL="0" distR="0" wp14:anchorId="3E98149F" wp14:editId="6B5BED41">
                  <wp:extent cx="116840" cy="138430"/>
                  <wp:effectExtent l="0" t="0" r="0" b="0"/>
                  <wp:docPr id="27" name="Picture 27" descr="Box 2.2 Technical concepts and formulas - standard error&#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16840" cy="138430"/>
                          </a:xfrm>
                          <a:prstGeom prst="rect">
                            <a:avLst/>
                          </a:prstGeom>
                          <a:noFill/>
                          <a:ln>
                            <a:noFill/>
                          </a:ln>
                        </pic:spPr>
                      </pic:pic>
                    </a:graphicData>
                  </a:graphic>
                </wp:inline>
              </w:drawing>
            </w:r>
            <w:r w:rsidR="000E14F8" w:rsidRPr="00586FD8">
              <w:rPr>
                <w:rFonts w:ascii="Arial" w:hAnsi="Arial"/>
                <w:color w:val="FF99CC"/>
                <w:sz w:val="20"/>
                <w:szCs w:val="20"/>
              </w:rPr>
              <w:t xml:space="preserve"> </w:t>
            </w:r>
            <w:r w:rsidR="000E14F8" w:rsidRPr="00586FD8">
              <w:rPr>
                <w:rFonts w:ascii="Arial" w:hAnsi="Arial"/>
                <w:sz w:val="20"/>
                <w:szCs w:val="20"/>
              </w:rPr>
              <w:t xml:space="preserve">is the sample’s standard deviation (the sample based estimate of the standard deviation of the population), and </w:t>
            </w:r>
            <w:r>
              <w:rPr>
                <w:rFonts w:ascii="Arial" w:hAnsi="Arial"/>
                <w:noProof/>
                <w:sz w:val="20"/>
                <w:szCs w:val="20"/>
              </w:rPr>
              <w:drawing>
                <wp:inline distT="0" distB="0" distL="0" distR="0" wp14:anchorId="40A9BA1E" wp14:editId="4A55F321">
                  <wp:extent cx="127635" cy="138430"/>
                  <wp:effectExtent l="0" t="0" r="5715" b="0"/>
                  <wp:docPr id="28" name="Picture 28" descr="Box 2.1 Technical concepts and formulas - GGFCE deflator formula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27635" cy="138430"/>
                          </a:xfrm>
                          <a:prstGeom prst="rect">
                            <a:avLst/>
                          </a:prstGeom>
                          <a:noFill/>
                          <a:ln>
                            <a:noFill/>
                          </a:ln>
                        </pic:spPr>
                      </pic:pic>
                    </a:graphicData>
                  </a:graphic>
                </wp:inline>
              </w:drawing>
            </w:r>
            <w:r w:rsidR="000E14F8" w:rsidRPr="00586FD8">
              <w:rPr>
                <w:rFonts w:ascii="Arial" w:hAnsi="Arial"/>
                <w:color w:val="FF99CC"/>
                <w:sz w:val="20"/>
                <w:szCs w:val="20"/>
              </w:rPr>
              <w:t xml:space="preserve"> </w:t>
            </w:r>
            <w:r w:rsidR="000E14F8" w:rsidRPr="00586FD8">
              <w:rPr>
                <w:rFonts w:ascii="Arial" w:hAnsi="Arial"/>
                <w:sz w:val="20"/>
                <w:szCs w:val="20"/>
              </w:rPr>
              <w:t>is the size (number of items) of the sample.</w:t>
            </w:r>
          </w:p>
          <w:p w:rsidR="000E14F8" w:rsidRPr="000B7811" w:rsidRDefault="000E14F8" w:rsidP="004060CA">
            <w:pPr>
              <w:keepNext/>
              <w:spacing w:before="120" w:line="280" w:lineRule="atLeast"/>
              <w:jc w:val="both"/>
            </w:pPr>
            <w:r w:rsidRPr="004060CA">
              <w:rPr>
                <w:rFonts w:ascii="Arial" w:hAnsi="Arial"/>
                <w:sz w:val="20"/>
                <w:szCs w:val="20"/>
              </w:rPr>
              <w:t xml:space="preserve">Decreasing the uncertainty of a mean value estimate by a factor of two requires the sample size to increase fourfold. Decreasing </w:t>
            </w:r>
            <w:r w:rsidR="002902D1" w:rsidRPr="004060CA">
              <w:rPr>
                <w:rFonts w:ascii="Arial" w:hAnsi="Arial"/>
                <w:sz w:val="20"/>
                <w:szCs w:val="20"/>
              </w:rPr>
              <w:t>standard error (SE)</w:t>
            </w:r>
            <w:r w:rsidRPr="004060CA">
              <w:rPr>
                <w:rFonts w:ascii="Arial" w:hAnsi="Arial"/>
                <w:sz w:val="20"/>
                <w:szCs w:val="20"/>
              </w:rPr>
              <w:t xml:space="preserve"> by a factor of ten requires the sample size to increase hundredfold.</w:t>
            </w:r>
          </w:p>
        </w:tc>
      </w:tr>
      <w:tr w:rsidR="000E14F8" w:rsidTr="0017519E">
        <w:trPr>
          <w:cantSplit/>
        </w:trPr>
        <w:tc>
          <w:tcPr>
            <w:tcW w:w="8771" w:type="dxa"/>
            <w:tcBorders>
              <w:top w:val="nil"/>
              <w:left w:val="nil"/>
              <w:bottom w:val="single" w:sz="6" w:space="0" w:color="78A22F"/>
              <w:right w:val="nil"/>
            </w:tcBorders>
            <w:shd w:val="clear" w:color="auto" w:fill="F2F2F2" w:themeFill="background1" w:themeFillShade="F2"/>
          </w:tcPr>
          <w:p w:rsidR="000E14F8" w:rsidRDefault="000E14F8">
            <w:pPr>
              <w:pStyle w:val="Box"/>
              <w:spacing w:before="0" w:line="120" w:lineRule="exact"/>
            </w:pPr>
          </w:p>
        </w:tc>
      </w:tr>
      <w:tr w:rsidR="000E14F8" w:rsidRPr="000863A5" w:rsidTr="0017519E">
        <w:tc>
          <w:tcPr>
            <w:tcW w:w="8771" w:type="dxa"/>
            <w:tcBorders>
              <w:top w:val="single" w:sz="6" w:space="0" w:color="78A22F"/>
              <w:left w:val="nil"/>
              <w:bottom w:val="nil"/>
              <w:right w:val="nil"/>
            </w:tcBorders>
          </w:tcPr>
          <w:p w:rsidR="000E14F8" w:rsidRPr="00626D32" w:rsidRDefault="000E14F8" w:rsidP="0017519E">
            <w:pPr>
              <w:pStyle w:val="BoxSpaceBelow"/>
            </w:pPr>
          </w:p>
        </w:tc>
      </w:tr>
    </w:tbl>
    <w:p w:rsidR="00FF51E1" w:rsidRPr="001B5B4C" w:rsidRDefault="00FF51E1" w:rsidP="00AD6FCA">
      <w:pPr>
        <w:pStyle w:val="Heading5"/>
      </w:pPr>
      <w:r w:rsidRPr="001B5B4C">
        <w:t>Relative standard error</w:t>
      </w:r>
    </w:p>
    <w:p w:rsidR="00FF51E1" w:rsidRDefault="00FF51E1" w:rsidP="00FF51E1">
      <w:pPr>
        <w:spacing w:before="240" w:line="320" w:lineRule="atLeast"/>
        <w:jc w:val="both"/>
        <w:rPr>
          <w:szCs w:val="20"/>
        </w:rPr>
      </w:pPr>
      <w:r w:rsidRPr="001B5B4C">
        <w:rPr>
          <w:szCs w:val="20"/>
        </w:rPr>
        <w:t xml:space="preserve">The </w:t>
      </w:r>
      <w:proofErr w:type="spellStart"/>
      <w:r w:rsidRPr="001B5B4C">
        <w:rPr>
          <w:szCs w:val="20"/>
        </w:rPr>
        <w:t>RSE</w:t>
      </w:r>
      <w:proofErr w:type="spellEnd"/>
      <w:r w:rsidRPr="001B5B4C">
        <w:rPr>
          <w:szCs w:val="20"/>
        </w:rPr>
        <w:t xml:space="preserve"> is used to indicate the reliability of an estimate (box 2.3). The </w:t>
      </w:r>
      <w:proofErr w:type="spellStart"/>
      <w:r w:rsidRPr="001B5B4C">
        <w:rPr>
          <w:szCs w:val="20"/>
        </w:rPr>
        <w:t>RSE</w:t>
      </w:r>
      <w:proofErr w:type="spellEnd"/>
      <w:r w:rsidRPr="001B5B4C">
        <w:rPr>
          <w:szCs w:val="20"/>
        </w:rPr>
        <w:t xml:space="preserve"> shows the size of the error relative to the estimate, and is derived by dividing the SE of the estimate by the estimate. The </w:t>
      </w:r>
      <w:proofErr w:type="spellStart"/>
      <w:r w:rsidRPr="001B5B4C">
        <w:rPr>
          <w:szCs w:val="20"/>
        </w:rPr>
        <w:t>RSE</w:t>
      </w:r>
      <w:proofErr w:type="spellEnd"/>
      <w:r w:rsidRPr="001B5B4C">
        <w:rPr>
          <w:szCs w:val="20"/>
        </w:rPr>
        <w:t xml:space="preserve"> is useful for comparing the size of the SE across different sample estimates. As with the SE, the higher the </w:t>
      </w:r>
      <w:proofErr w:type="spellStart"/>
      <w:r w:rsidRPr="001B5B4C">
        <w:rPr>
          <w:szCs w:val="20"/>
        </w:rPr>
        <w:t>RSE</w:t>
      </w:r>
      <w:proofErr w:type="spellEnd"/>
      <w:r w:rsidRPr="001B5B4C">
        <w:rPr>
          <w:szCs w:val="20"/>
        </w:rPr>
        <w:t>, the less confidence there is that the estimate from the sample is close to the true value of the population mean. A rule of thumb adopted in this Report is that</w:t>
      </w:r>
      <w:r w:rsidR="00E03FEB">
        <w:rPr>
          <w:szCs w:val="20"/>
        </w:rPr>
        <w:t xml:space="preserve"> estimates with an </w:t>
      </w:r>
      <w:proofErr w:type="spellStart"/>
      <w:r w:rsidR="00E03FEB">
        <w:rPr>
          <w:szCs w:val="20"/>
        </w:rPr>
        <w:t>RSE</w:t>
      </w:r>
      <w:proofErr w:type="spellEnd"/>
      <w:r w:rsidR="00E03FEB">
        <w:rPr>
          <w:szCs w:val="20"/>
        </w:rPr>
        <w:t xml:space="preserve"> between </w:t>
      </w:r>
      <w:r w:rsidRPr="001B5B4C">
        <w:rPr>
          <w:szCs w:val="20"/>
        </w:rPr>
        <w:t xml:space="preserve">25 and 50 per cent are to be used with caution and estimates with an </w:t>
      </w:r>
      <w:proofErr w:type="spellStart"/>
      <w:r w:rsidRPr="001B5B4C">
        <w:rPr>
          <w:szCs w:val="20"/>
        </w:rPr>
        <w:t>RSE</w:t>
      </w:r>
      <w:proofErr w:type="spellEnd"/>
      <w:r w:rsidRPr="001B5B4C">
        <w:rPr>
          <w:szCs w:val="20"/>
        </w:rPr>
        <w:t xml:space="preserve"> greater </w:t>
      </w:r>
      <w:r w:rsidRPr="00217669">
        <w:rPr>
          <w:szCs w:val="20"/>
        </w:rPr>
        <w:t>than 50 per cent are unreliable for general use.</w:t>
      </w:r>
    </w:p>
    <w:p w:rsidR="00B62365" w:rsidRDefault="00B6236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62365" w:rsidTr="0017519E">
        <w:tc>
          <w:tcPr>
            <w:tcW w:w="8771" w:type="dxa"/>
            <w:tcBorders>
              <w:top w:val="single" w:sz="6" w:space="0" w:color="78A22F"/>
              <w:left w:val="nil"/>
              <w:bottom w:val="nil"/>
              <w:right w:val="nil"/>
            </w:tcBorders>
            <w:shd w:val="clear" w:color="auto" w:fill="F2F2F2" w:themeFill="background1" w:themeFillShade="F2"/>
          </w:tcPr>
          <w:p w:rsidR="00B62365" w:rsidRDefault="00B62365">
            <w:pPr>
              <w:pStyle w:val="BoxTitle"/>
            </w:pPr>
            <w:r>
              <w:rPr>
                <w:b w:val="0"/>
              </w:rPr>
              <w:t>Box 2.</w:t>
            </w:r>
            <w:r w:rsidR="00C87DBB">
              <w:rPr>
                <w:b w:val="0"/>
                <w:noProof/>
              </w:rPr>
              <w:t>3</w:t>
            </w:r>
            <w:r>
              <w:tab/>
            </w:r>
            <w:r w:rsidRPr="00B62365">
              <w:t>Technical concepts and formulas — reliability of estimates</w:t>
            </w:r>
          </w:p>
        </w:tc>
      </w:tr>
      <w:tr w:rsidR="00B62365" w:rsidTr="0017519E">
        <w:trPr>
          <w:cantSplit/>
        </w:trPr>
        <w:tc>
          <w:tcPr>
            <w:tcW w:w="8771" w:type="dxa"/>
            <w:tcBorders>
              <w:top w:val="nil"/>
              <w:left w:val="nil"/>
              <w:bottom w:val="nil"/>
              <w:right w:val="nil"/>
            </w:tcBorders>
            <w:shd w:val="clear" w:color="auto" w:fill="F2F2F2" w:themeFill="background1" w:themeFillShade="F2"/>
          </w:tcPr>
          <w:p w:rsidR="000065E2" w:rsidRPr="00586FD8" w:rsidRDefault="000065E2" w:rsidP="000065E2">
            <w:pPr>
              <w:keepNext/>
              <w:spacing w:before="200" w:line="280" w:lineRule="atLeast"/>
              <w:jc w:val="both"/>
              <w:rPr>
                <w:rFonts w:ascii="Arial" w:hAnsi="Arial"/>
                <w:b/>
                <w:sz w:val="20"/>
                <w:szCs w:val="20"/>
              </w:rPr>
            </w:pPr>
            <w:r w:rsidRPr="00586FD8">
              <w:rPr>
                <w:rFonts w:ascii="Arial" w:hAnsi="Arial"/>
                <w:b/>
                <w:sz w:val="20"/>
                <w:szCs w:val="20"/>
              </w:rPr>
              <w:t>Relative standard error</w:t>
            </w:r>
          </w:p>
          <w:p w:rsidR="000065E2" w:rsidRPr="00586FD8" w:rsidRDefault="000065E2" w:rsidP="000065E2">
            <w:pPr>
              <w:keepNext/>
              <w:spacing w:before="120" w:line="280" w:lineRule="atLeast"/>
              <w:jc w:val="both"/>
              <w:rPr>
                <w:rFonts w:ascii="Arial" w:hAnsi="Arial"/>
                <w:sz w:val="20"/>
                <w:szCs w:val="20"/>
              </w:rPr>
            </w:pPr>
            <w:r w:rsidRPr="00586FD8">
              <w:rPr>
                <w:rFonts w:ascii="Arial" w:hAnsi="Arial"/>
                <w:sz w:val="20"/>
                <w:szCs w:val="20"/>
              </w:rPr>
              <w:t xml:space="preserve">The SE can be expressed as a proportion of the estimate — known as the </w:t>
            </w:r>
            <w:proofErr w:type="spellStart"/>
            <w:r w:rsidRPr="00586FD8">
              <w:rPr>
                <w:rFonts w:ascii="Arial" w:hAnsi="Arial"/>
                <w:sz w:val="20"/>
                <w:szCs w:val="20"/>
              </w:rPr>
              <w:t>RSE</w:t>
            </w:r>
            <w:proofErr w:type="spellEnd"/>
            <w:r w:rsidRPr="00586FD8">
              <w:rPr>
                <w:rFonts w:ascii="Arial" w:hAnsi="Arial"/>
                <w:sz w:val="20"/>
                <w:szCs w:val="20"/>
              </w:rPr>
              <w:t xml:space="preserve">. The formula for the </w:t>
            </w:r>
            <w:proofErr w:type="spellStart"/>
            <w:r w:rsidRPr="00586FD8">
              <w:rPr>
                <w:rFonts w:ascii="Arial" w:hAnsi="Arial"/>
                <w:sz w:val="20"/>
                <w:szCs w:val="20"/>
              </w:rPr>
              <w:t>RSE</w:t>
            </w:r>
            <w:proofErr w:type="spellEnd"/>
            <w:r w:rsidRPr="00586FD8">
              <w:rPr>
                <w:rFonts w:ascii="Arial" w:hAnsi="Arial"/>
                <w:sz w:val="20"/>
                <w:szCs w:val="20"/>
              </w:rPr>
              <w:t xml:space="preserve"> of an estimate is:</w:t>
            </w:r>
          </w:p>
          <w:p w:rsidR="000065E2" w:rsidRPr="00586FD8" w:rsidRDefault="00BC33BB" w:rsidP="000065E2">
            <w:pPr>
              <w:keepNext/>
              <w:tabs>
                <w:tab w:val="left" w:pos="2246"/>
              </w:tabs>
              <w:spacing w:before="120" w:line="280" w:lineRule="atLeast"/>
              <w:jc w:val="both"/>
              <w:rPr>
                <w:rFonts w:ascii="Arial" w:hAnsi="Arial"/>
                <w:sz w:val="20"/>
                <w:szCs w:val="20"/>
              </w:rPr>
            </w:pPr>
            <w:r>
              <w:rPr>
                <w:rFonts w:ascii="Arial" w:hAnsi="Arial"/>
                <w:noProof/>
                <w:sz w:val="20"/>
                <w:szCs w:val="20"/>
              </w:rPr>
              <w:drawing>
                <wp:inline distT="0" distB="0" distL="0" distR="0" wp14:anchorId="5F451AD5" wp14:editId="7923363E">
                  <wp:extent cx="967740" cy="393700"/>
                  <wp:effectExtent l="0" t="0" r="3810" b="6350"/>
                  <wp:docPr id="29" name="Picture 29" descr="Box 2.3 Technical concepts and formulas - reliability of estimat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967740" cy="393700"/>
                          </a:xfrm>
                          <a:prstGeom prst="rect">
                            <a:avLst/>
                          </a:prstGeom>
                          <a:noFill/>
                          <a:ln>
                            <a:noFill/>
                          </a:ln>
                        </pic:spPr>
                      </pic:pic>
                    </a:graphicData>
                  </a:graphic>
                </wp:inline>
              </w:drawing>
            </w:r>
            <w:r w:rsidR="000065E2" w:rsidRPr="00586FD8">
              <w:rPr>
                <w:rFonts w:ascii="Arial" w:hAnsi="Arial"/>
                <w:sz w:val="20"/>
                <w:szCs w:val="20"/>
              </w:rPr>
              <w:tab/>
              <w:t>(equation 2.4)</w:t>
            </w:r>
          </w:p>
          <w:p w:rsidR="000065E2" w:rsidRPr="00586FD8" w:rsidRDefault="000065E2" w:rsidP="000065E2">
            <w:pPr>
              <w:keepNext/>
              <w:spacing w:before="120" w:line="280" w:lineRule="atLeast"/>
              <w:jc w:val="both"/>
              <w:rPr>
                <w:rFonts w:ascii="Arial" w:hAnsi="Arial"/>
                <w:sz w:val="20"/>
                <w:szCs w:val="20"/>
              </w:rPr>
            </w:pPr>
            <w:r w:rsidRPr="00586FD8">
              <w:rPr>
                <w:rFonts w:ascii="Arial" w:hAnsi="Arial"/>
                <w:sz w:val="20"/>
                <w:szCs w:val="20"/>
              </w:rPr>
              <w:t>Where:</w:t>
            </w:r>
          </w:p>
          <w:p w:rsidR="000065E2" w:rsidRPr="00586FD8" w:rsidRDefault="00BC33BB" w:rsidP="000065E2">
            <w:pPr>
              <w:keepNext/>
              <w:spacing w:before="120" w:line="280" w:lineRule="atLeast"/>
              <w:ind w:left="120"/>
              <w:rPr>
                <w:rFonts w:ascii="Arial" w:hAnsi="Arial"/>
                <w:sz w:val="20"/>
                <w:szCs w:val="20"/>
              </w:rPr>
            </w:pPr>
            <w:r>
              <w:rPr>
                <w:rFonts w:ascii="Arial" w:hAnsi="Arial"/>
                <w:noProof/>
                <w:sz w:val="20"/>
                <w:szCs w:val="20"/>
              </w:rPr>
              <w:drawing>
                <wp:inline distT="0" distB="0" distL="0" distR="0" wp14:anchorId="56E4E9B3" wp14:editId="26E65790">
                  <wp:extent cx="127635" cy="138430"/>
                  <wp:effectExtent l="0" t="0" r="5715" b="0"/>
                  <wp:docPr id="30" name="Picture 30" descr="Box 2.3 Technical concepts and formulas - reliability of estimat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27635" cy="138430"/>
                          </a:xfrm>
                          <a:prstGeom prst="rect">
                            <a:avLst/>
                          </a:prstGeom>
                          <a:noFill/>
                          <a:ln>
                            <a:noFill/>
                          </a:ln>
                        </pic:spPr>
                      </pic:pic>
                    </a:graphicData>
                  </a:graphic>
                </wp:inline>
              </w:drawing>
            </w:r>
            <w:r w:rsidR="000065E2" w:rsidRPr="00586FD8">
              <w:rPr>
                <w:rFonts w:ascii="Arial" w:hAnsi="Arial"/>
                <w:sz w:val="20"/>
                <w:szCs w:val="20"/>
              </w:rPr>
              <w:t xml:space="preserve"> is the estimate and </w:t>
            </w:r>
            <w:r>
              <w:rPr>
                <w:rFonts w:ascii="Arial" w:hAnsi="Arial"/>
                <w:noProof/>
                <w:sz w:val="20"/>
                <w:szCs w:val="20"/>
              </w:rPr>
              <w:drawing>
                <wp:inline distT="0" distB="0" distL="0" distR="0" wp14:anchorId="6DB9F97D" wp14:editId="12A529DF">
                  <wp:extent cx="414655" cy="201930"/>
                  <wp:effectExtent l="0" t="0" r="4445" b="7620"/>
                  <wp:docPr id="31" name="Picture 31" descr="Box 2.3 Technical concepts and formulas - reliability of estimat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14655" cy="201930"/>
                          </a:xfrm>
                          <a:prstGeom prst="rect">
                            <a:avLst/>
                          </a:prstGeom>
                          <a:noFill/>
                          <a:ln>
                            <a:noFill/>
                          </a:ln>
                        </pic:spPr>
                      </pic:pic>
                    </a:graphicData>
                  </a:graphic>
                </wp:inline>
              </w:drawing>
            </w:r>
            <w:r w:rsidR="000065E2" w:rsidRPr="00586FD8">
              <w:rPr>
                <w:rFonts w:ascii="Arial" w:hAnsi="Arial"/>
                <w:sz w:val="20"/>
                <w:szCs w:val="20"/>
              </w:rPr>
              <w:t xml:space="preserve"> is the SE of the estimate.</w:t>
            </w:r>
          </w:p>
          <w:p w:rsidR="000065E2" w:rsidRPr="00586FD8" w:rsidRDefault="000065E2" w:rsidP="000065E2">
            <w:pPr>
              <w:keepNext/>
              <w:spacing w:before="120" w:line="280" w:lineRule="atLeast"/>
              <w:jc w:val="both"/>
              <w:rPr>
                <w:rFonts w:ascii="Arial" w:hAnsi="Arial"/>
                <w:sz w:val="20"/>
                <w:szCs w:val="20"/>
              </w:rPr>
            </w:pPr>
            <w:r w:rsidRPr="00586FD8">
              <w:rPr>
                <w:rFonts w:ascii="Arial" w:hAnsi="Arial"/>
                <w:sz w:val="20"/>
                <w:szCs w:val="20"/>
              </w:rPr>
              <w:t xml:space="preserve">The resultant </w:t>
            </w:r>
            <w:proofErr w:type="spellStart"/>
            <w:r w:rsidRPr="00586FD8">
              <w:rPr>
                <w:rFonts w:ascii="Arial" w:hAnsi="Arial"/>
                <w:sz w:val="20"/>
                <w:szCs w:val="20"/>
              </w:rPr>
              <w:t>RSEs</w:t>
            </w:r>
            <w:proofErr w:type="spellEnd"/>
            <w:r w:rsidRPr="00586FD8">
              <w:rPr>
                <w:rFonts w:ascii="Arial" w:hAnsi="Arial"/>
                <w:sz w:val="20"/>
                <w:szCs w:val="20"/>
              </w:rPr>
              <w:t xml:space="preserve"> are generally multiplied by 100 and expressed as a percentage.</w:t>
            </w:r>
          </w:p>
          <w:p w:rsidR="000065E2" w:rsidRPr="00586FD8" w:rsidRDefault="000065E2" w:rsidP="000065E2">
            <w:pPr>
              <w:keepNext/>
              <w:spacing w:before="120" w:line="280" w:lineRule="atLeast"/>
              <w:jc w:val="both"/>
              <w:rPr>
                <w:rFonts w:ascii="Arial" w:hAnsi="Arial"/>
                <w:sz w:val="20"/>
                <w:szCs w:val="20"/>
              </w:rPr>
            </w:pPr>
            <w:r w:rsidRPr="00586FD8">
              <w:rPr>
                <w:rFonts w:ascii="Arial" w:hAnsi="Arial"/>
                <w:sz w:val="20"/>
                <w:szCs w:val="20"/>
              </w:rPr>
              <w:t xml:space="preserve">Proportions and percentages formed from the ratio of two estimates are also subject to sampling error. The size of the error depends on the accuracy of both the numerator and the denominator. One method for calculating the </w:t>
            </w:r>
            <w:proofErr w:type="spellStart"/>
            <w:r w:rsidRPr="00586FD8">
              <w:rPr>
                <w:rFonts w:ascii="Arial" w:hAnsi="Arial"/>
                <w:sz w:val="20"/>
                <w:szCs w:val="20"/>
              </w:rPr>
              <w:t>RSE</w:t>
            </w:r>
            <w:proofErr w:type="spellEnd"/>
            <w:r w:rsidRPr="00586FD8">
              <w:rPr>
                <w:rFonts w:ascii="Arial" w:hAnsi="Arial"/>
                <w:sz w:val="20"/>
                <w:szCs w:val="20"/>
              </w:rPr>
              <w:t xml:space="preserve"> of a proportion is expressed through the following formula:</w:t>
            </w:r>
          </w:p>
          <w:p w:rsidR="000065E2" w:rsidRPr="00586FD8" w:rsidRDefault="00BC33BB" w:rsidP="000065E2">
            <w:pPr>
              <w:keepNext/>
              <w:tabs>
                <w:tab w:val="left" w:pos="4514"/>
              </w:tabs>
              <w:spacing w:before="120" w:line="280" w:lineRule="atLeast"/>
              <w:jc w:val="both"/>
              <w:rPr>
                <w:rFonts w:ascii="Arial" w:hAnsi="Arial"/>
                <w:sz w:val="20"/>
                <w:szCs w:val="20"/>
              </w:rPr>
            </w:pPr>
            <w:r>
              <w:rPr>
                <w:rFonts w:ascii="Arial" w:hAnsi="Arial"/>
                <w:noProof/>
                <w:color w:val="FF99CC"/>
                <w:position w:val="-30"/>
                <w:sz w:val="20"/>
                <w:szCs w:val="20"/>
              </w:rPr>
              <w:drawing>
                <wp:inline distT="0" distB="0" distL="0" distR="0" wp14:anchorId="6544146B" wp14:editId="7FD046DA">
                  <wp:extent cx="2243455" cy="457200"/>
                  <wp:effectExtent l="0" t="0" r="0" b="0"/>
                  <wp:docPr id="32" name="Picture 32" descr="Box 2.3 Technical concepts and formulas - reliability of estimat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243455" cy="457200"/>
                          </a:xfrm>
                          <a:prstGeom prst="rect">
                            <a:avLst/>
                          </a:prstGeom>
                          <a:noFill/>
                          <a:ln>
                            <a:noFill/>
                          </a:ln>
                        </pic:spPr>
                      </pic:pic>
                    </a:graphicData>
                  </a:graphic>
                </wp:inline>
              </w:drawing>
            </w:r>
            <w:r w:rsidR="000065E2" w:rsidRPr="00586FD8">
              <w:rPr>
                <w:rFonts w:ascii="Arial" w:hAnsi="Arial"/>
                <w:color w:val="FF99CC"/>
                <w:position w:val="-30"/>
                <w:sz w:val="20"/>
                <w:szCs w:val="20"/>
              </w:rPr>
              <w:t xml:space="preserve"> </w:t>
            </w:r>
            <w:r w:rsidR="000065E2" w:rsidRPr="00586FD8">
              <w:rPr>
                <w:rFonts w:ascii="Arial" w:hAnsi="Arial"/>
                <w:sz w:val="20"/>
                <w:szCs w:val="20"/>
              </w:rPr>
              <w:tab/>
              <w:t>(equation 2.5)</w:t>
            </w:r>
          </w:p>
          <w:p w:rsidR="000065E2" w:rsidRPr="00586FD8" w:rsidRDefault="000065E2" w:rsidP="000065E2">
            <w:pPr>
              <w:keepNext/>
              <w:spacing w:before="120" w:line="280" w:lineRule="atLeast"/>
              <w:jc w:val="both"/>
              <w:rPr>
                <w:rFonts w:ascii="Arial" w:hAnsi="Arial"/>
                <w:sz w:val="20"/>
                <w:szCs w:val="20"/>
              </w:rPr>
            </w:pPr>
            <w:r w:rsidRPr="00586FD8">
              <w:rPr>
                <w:rFonts w:ascii="Arial" w:hAnsi="Arial"/>
                <w:sz w:val="20"/>
                <w:szCs w:val="20"/>
              </w:rPr>
              <w:t>Where:</w:t>
            </w:r>
          </w:p>
          <w:p w:rsidR="000065E2" w:rsidRPr="00586FD8" w:rsidRDefault="00BC33BB" w:rsidP="000065E2">
            <w:pPr>
              <w:keepNext/>
              <w:spacing w:before="120" w:line="280" w:lineRule="atLeast"/>
              <w:ind w:left="120"/>
              <w:rPr>
                <w:rFonts w:ascii="Arial" w:hAnsi="Arial"/>
                <w:sz w:val="20"/>
                <w:szCs w:val="20"/>
              </w:rPr>
            </w:pPr>
            <w:r>
              <w:rPr>
                <w:rFonts w:ascii="Arial" w:hAnsi="Arial"/>
                <w:noProof/>
                <w:sz w:val="20"/>
                <w:szCs w:val="20"/>
              </w:rPr>
              <w:drawing>
                <wp:inline distT="0" distB="0" distL="0" distR="0" wp14:anchorId="743B0E4E" wp14:editId="18A0C2F2">
                  <wp:extent cx="127635" cy="138430"/>
                  <wp:effectExtent l="0" t="0" r="5715" b="0"/>
                  <wp:docPr id="33" name="Picture 33" descr="Box 2.3 Technical concepts and formulas - reliability of estimat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27635" cy="138430"/>
                          </a:xfrm>
                          <a:prstGeom prst="rect">
                            <a:avLst/>
                          </a:prstGeom>
                          <a:noFill/>
                          <a:ln>
                            <a:noFill/>
                          </a:ln>
                        </pic:spPr>
                      </pic:pic>
                    </a:graphicData>
                  </a:graphic>
                </wp:inline>
              </w:drawing>
            </w:r>
            <w:r w:rsidR="000065E2" w:rsidRPr="00586FD8">
              <w:rPr>
                <w:rFonts w:ascii="Arial" w:hAnsi="Arial"/>
                <w:sz w:val="20"/>
                <w:szCs w:val="20"/>
              </w:rPr>
              <w:t xml:space="preserve"> is the numerator, and </w:t>
            </w:r>
            <w:r>
              <w:rPr>
                <w:rFonts w:ascii="Arial" w:hAnsi="Arial"/>
                <w:noProof/>
                <w:sz w:val="20"/>
                <w:szCs w:val="20"/>
              </w:rPr>
              <w:drawing>
                <wp:inline distT="0" distB="0" distL="0" distR="0" wp14:anchorId="6A637416" wp14:editId="04695659">
                  <wp:extent cx="138430" cy="159385"/>
                  <wp:effectExtent l="0" t="0" r="0" b="0"/>
                  <wp:docPr id="34" name="Picture 34" descr="Box 2.3 Technical concepts and formulas - reliability of estimat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8430" cy="159385"/>
                          </a:xfrm>
                          <a:prstGeom prst="rect">
                            <a:avLst/>
                          </a:prstGeom>
                          <a:noFill/>
                          <a:ln>
                            <a:noFill/>
                          </a:ln>
                        </pic:spPr>
                      </pic:pic>
                    </a:graphicData>
                  </a:graphic>
                </wp:inline>
              </w:drawing>
            </w:r>
            <w:r w:rsidR="000065E2" w:rsidRPr="00586FD8">
              <w:rPr>
                <w:rFonts w:ascii="Arial" w:hAnsi="Arial"/>
                <w:sz w:val="20"/>
                <w:szCs w:val="20"/>
              </w:rPr>
              <w:t xml:space="preserve"> is the denominator, of the estimated proportion.</w:t>
            </w:r>
          </w:p>
          <w:p w:rsidR="000065E2" w:rsidRPr="00586FD8" w:rsidRDefault="000065E2" w:rsidP="000065E2">
            <w:pPr>
              <w:keepNext/>
              <w:spacing w:before="200" w:line="280" w:lineRule="atLeast"/>
              <w:jc w:val="both"/>
              <w:rPr>
                <w:rFonts w:ascii="Arial" w:hAnsi="Arial"/>
                <w:b/>
                <w:sz w:val="20"/>
                <w:szCs w:val="20"/>
              </w:rPr>
            </w:pPr>
            <w:r w:rsidRPr="00586FD8">
              <w:rPr>
                <w:rFonts w:ascii="Arial" w:hAnsi="Arial"/>
                <w:b/>
                <w:sz w:val="20"/>
                <w:szCs w:val="20"/>
              </w:rPr>
              <w:t>Confidence intervals</w:t>
            </w:r>
          </w:p>
          <w:p w:rsidR="000065E2" w:rsidRPr="00586FD8" w:rsidRDefault="000065E2" w:rsidP="000065E2">
            <w:pPr>
              <w:keepNext/>
              <w:spacing w:before="120" w:line="280" w:lineRule="atLeast"/>
              <w:jc w:val="both"/>
              <w:rPr>
                <w:rFonts w:ascii="Arial" w:hAnsi="Arial"/>
                <w:sz w:val="20"/>
                <w:szCs w:val="20"/>
              </w:rPr>
            </w:pPr>
            <w:r w:rsidRPr="00586FD8">
              <w:rPr>
                <w:rFonts w:ascii="Arial" w:hAnsi="Arial"/>
                <w:sz w:val="20"/>
                <w:szCs w:val="20"/>
              </w:rPr>
              <w:t xml:space="preserve">The formula for calculating </w:t>
            </w:r>
            <w:r w:rsidR="00DE14BC">
              <w:rPr>
                <w:rFonts w:ascii="Arial" w:hAnsi="Arial"/>
                <w:sz w:val="20"/>
                <w:szCs w:val="20"/>
              </w:rPr>
              <w:t>confidence intervals (</w:t>
            </w:r>
            <w:proofErr w:type="spellStart"/>
            <w:r w:rsidRPr="00586FD8">
              <w:rPr>
                <w:rFonts w:ascii="Arial" w:hAnsi="Arial"/>
                <w:sz w:val="20"/>
                <w:szCs w:val="20"/>
              </w:rPr>
              <w:t>CIs</w:t>
            </w:r>
            <w:proofErr w:type="spellEnd"/>
            <w:r w:rsidR="00DE14BC">
              <w:rPr>
                <w:rFonts w:ascii="Arial" w:hAnsi="Arial"/>
                <w:sz w:val="20"/>
                <w:szCs w:val="20"/>
              </w:rPr>
              <w:t>)</w:t>
            </w:r>
            <w:r w:rsidRPr="00586FD8">
              <w:rPr>
                <w:rFonts w:ascii="Arial" w:hAnsi="Arial"/>
                <w:sz w:val="20"/>
                <w:szCs w:val="20"/>
              </w:rPr>
              <w:t xml:space="preserve"> is:</w:t>
            </w:r>
          </w:p>
          <w:p w:rsidR="000065E2" w:rsidRPr="00586FD8" w:rsidRDefault="00BC33BB" w:rsidP="000065E2">
            <w:pPr>
              <w:keepNext/>
              <w:tabs>
                <w:tab w:val="left" w:pos="2246"/>
              </w:tabs>
              <w:spacing w:before="120" w:line="280" w:lineRule="atLeast"/>
              <w:jc w:val="both"/>
              <w:rPr>
                <w:rFonts w:ascii="Arial" w:hAnsi="Arial"/>
                <w:sz w:val="20"/>
                <w:szCs w:val="20"/>
              </w:rPr>
            </w:pPr>
            <w:r>
              <w:rPr>
                <w:rFonts w:ascii="Arial" w:hAnsi="Arial"/>
                <w:noProof/>
                <w:sz w:val="20"/>
                <w:szCs w:val="20"/>
              </w:rPr>
              <w:drawing>
                <wp:inline distT="0" distB="0" distL="0" distR="0" wp14:anchorId="58224C74" wp14:editId="36DBD9DB">
                  <wp:extent cx="1233170" cy="467995"/>
                  <wp:effectExtent l="0" t="0" r="0" b="8255"/>
                  <wp:docPr id="35" name="Picture 35" descr="Box 2.3 Technical concepts and formulas - reliability of estimat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233170" cy="467995"/>
                          </a:xfrm>
                          <a:prstGeom prst="rect">
                            <a:avLst/>
                          </a:prstGeom>
                          <a:noFill/>
                          <a:ln>
                            <a:noFill/>
                          </a:ln>
                        </pic:spPr>
                      </pic:pic>
                    </a:graphicData>
                  </a:graphic>
                </wp:inline>
              </w:drawing>
            </w:r>
            <w:r w:rsidR="000065E2" w:rsidRPr="00586FD8">
              <w:rPr>
                <w:rFonts w:ascii="Arial" w:hAnsi="Arial"/>
                <w:sz w:val="20"/>
                <w:szCs w:val="20"/>
              </w:rPr>
              <w:tab/>
              <w:t>(equation 2.6)</w:t>
            </w:r>
          </w:p>
          <w:p w:rsidR="000065E2" w:rsidRPr="00586FD8" w:rsidRDefault="000065E2" w:rsidP="000065E2">
            <w:pPr>
              <w:keepNext/>
              <w:spacing w:before="120" w:line="280" w:lineRule="atLeast"/>
              <w:jc w:val="both"/>
              <w:rPr>
                <w:rFonts w:ascii="Arial" w:hAnsi="Arial"/>
                <w:sz w:val="20"/>
                <w:szCs w:val="20"/>
              </w:rPr>
            </w:pPr>
            <w:r w:rsidRPr="00586FD8">
              <w:rPr>
                <w:rFonts w:ascii="Arial" w:hAnsi="Arial"/>
                <w:sz w:val="20"/>
                <w:szCs w:val="20"/>
              </w:rPr>
              <w:t>Where:</w:t>
            </w:r>
          </w:p>
          <w:p w:rsidR="000065E2" w:rsidRPr="00586FD8" w:rsidRDefault="00BC33BB" w:rsidP="000065E2">
            <w:pPr>
              <w:keepNext/>
              <w:spacing w:before="120" w:line="280" w:lineRule="atLeast"/>
              <w:ind w:left="120"/>
              <w:rPr>
                <w:rFonts w:ascii="Arial" w:hAnsi="Arial"/>
                <w:sz w:val="20"/>
                <w:szCs w:val="20"/>
              </w:rPr>
            </w:pPr>
            <w:r>
              <w:rPr>
                <w:rFonts w:ascii="Arial" w:hAnsi="Arial"/>
                <w:noProof/>
                <w:sz w:val="20"/>
                <w:szCs w:val="20"/>
              </w:rPr>
              <w:drawing>
                <wp:inline distT="0" distB="0" distL="0" distR="0" wp14:anchorId="2B4166A0" wp14:editId="070AC738">
                  <wp:extent cx="329565" cy="180975"/>
                  <wp:effectExtent l="0" t="0" r="0" b="9525"/>
                  <wp:docPr id="36" name="Picture 36" descr="Box 2.3 Technical concepts and formulas - reliability of estimat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29565" cy="180975"/>
                          </a:xfrm>
                          <a:prstGeom prst="rect">
                            <a:avLst/>
                          </a:prstGeom>
                          <a:noFill/>
                          <a:ln>
                            <a:noFill/>
                          </a:ln>
                        </pic:spPr>
                      </pic:pic>
                    </a:graphicData>
                  </a:graphic>
                </wp:inline>
              </w:drawing>
            </w:r>
            <w:r w:rsidR="000065E2" w:rsidRPr="00586FD8">
              <w:rPr>
                <w:rFonts w:ascii="Arial" w:hAnsi="Arial"/>
                <w:sz w:val="20"/>
                <w:szCs w:val="20"/>
              </w:rPr>
              <w:t xml:space="preserve"> is the lower confidence limit</w:t>
            </w:r>
            <w:r w:rsidR="000065E2" w:rsidRPr="00586FD8">
              <w:rPr>
                <w:rFonts w:ascii="Arial" w:hAnsi="Arial"/>
                <w:sz w:val="20"/>
                <w:szCs w:val="20"/>
              </w:rPr>
              <w:br/>
            </w:r>
            <w:r>
              <w:rPr>
                <w:rFonts w:ascii="Arial" w:hAnsi="Arial"/>
                <w:noProof/>
                <w:sz w:val="20"/>
                <w:szCs w:val="20"/>
              </w:rPr>
              <w:drawing>
                <wp:inline distT="0" distB="0" distL="0" distR="0" wp14:anchorId="43896092" wp14:editId="084AA7D8">
                  <wp:extent cx="329565" cy="180975"/>
                  <wp:effectExtent l="0" t="0" r="0" b="9525"/>
                  <wp:docPr id="37" name="Picture 37" descr="Box 2.3 Technical concepts and formulas - reliability of estimat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29565" cy="180975"/>
                          </a:xfrm>
                          <a:prstGeom prst="rect">
                            <a:avLst/>
                          </a:prstGeom>
                          <a:noFill/>
                          <a:ln>
                            <a:noFill/>
                          </a:ln>
                        </pic:spPr>
                      </pic:pic>
                    </a:graphicData>
                  </a:graphic>
                </wp:inline>
              </w:drawing>
            </w:r>
            <w:r w:rsidR="000065E2" w:rsidRPr="00586FD8">
              <w:rPr>
                <w:rFonts w:ascii="Arial" w:hAnsi="Arial"/>
                <w:sz w:val="20"/>
                <w:szCs w:val="20"/>
              </w:rPr>
              <w:t xml:space="preserve"> is the upper confidence limit</w:t>
            </w:r>
            <w:r w:rsidR="000065E2" w:rsidRPr="00586FD8">
              <w:rPr>
                <w:rFonts w:ascii="Arial" w:hAnsi="Arial"/>
                <w:sz w:val="20"/>
                <w:szCs w:val="20"/>
              </w:rPr>
              <w:br/>
            </w:r>
            <w:r>
              <w:rPr>
                <w:rFonts w:ascii="Arial" w:hAnsi="Arial"/>
                <w:noProof/>
                <w:sz w:val="20"/>
                <w:szCs w:val="20"/>
              </w:rPr>
              <w:drawing>
                <wp:inline distT="0" distB="0" distL="0" distR="0" wp14:anchorId="3315C50A" wp14:editId="6534D39E">
                  <wp:extent cx="127635" cy="138430"/>
                  <wp:effectExtent l="0" t="0" r="5715" b="0"/>
                  <wp:docPr id="38" name="Picture 38" descr="Box 2.3 Technical concepts and formulas - reliability of estimat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27635" cy="138430"/>
                          </a:xfrm>
                          <a:prstGeom prst="rect">
                            <a:avLst/>
                          </a:prstGeom>
                          <a:noFill/>
                          <a:ln>
                            <a:noFill/>
                          </a:ln>
                        </pic:spPr>
                      </pic:pic>
                    </a:graphicData>
                  </a:graphic>
                </wp:inline>
              </w:drawing>
            </w:r>
            <w:r w:rsidR="000065E2" w:rsidRPr="00586FD8">
              <w:rPr>
                <w:rFonts w:ascii="Arial" w:hAnsi="Arial"/>
                <w:sz w:val="20"/>
                <w:szCs w:val="20"/>
              </w:rPr>
              <w:t xml:space="preserve"> is the estimate</w:t>
            </w:r>
            <w:r w:rsidR="000065E2" w:rsidRPr="00586FD8">
              <w:rPr>
                <w:rFonts w:ascii="Arial" w:hAnsi="Arial"/>
                <w:sz w:val="20"/>
                <w:szCs w:val="20"/>
              </w:rPr>
              <w:br/>
            </w:r>
            <w:r>
              <w:rPr>
                <w:rFonts w:ascii="Arial" w:hAnsi="Arial"/>
                <w:noProof/>
                <w:sz w:val="20"/>
                <w:szCs w:val="20"/>
              </w:rPr>
              <w:drawing>
                <wp:inline distT="0" distB="0" distL="0" distR="0" wp14:anchorId="36A73D13" wp14:editId="48DED23A">
                  <wp:extent cx="414655" cy="201930"/>
                  <wp:effectExtent l="0" t="0" r="4445" b="7620"/>
                  <wp:docPr id="39" name="Picture 39" descr="Box 2.3 Technical concepts and formulas - reliability of estimat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414655" cy="201930"/>
                          </a:xfrm>
                          <a:prstGeom prst="rect">
                            <a:avLst/>
                          </a:prstGeom>
                          <a:noFill/>
                          <a:ln>
                            <a:noFill/>
                          </a:ln>
                        </pic:spPr>
                      </pic:pic>
                    </a:graphicData>
                  </a:graphic>
                </wp:inline>
              </w:drawing>
            </w:r>
            <w:r w:rsidR="000065E2" w:rsidRPr="00586FD8">
              <w:rPr>
                <w:rFonts w:ascii="Arial" w:hAnsi="Arial"/>
                <w:color w:val="FF99CC"/>
                <w:position w:val="-24"/>
                <w:sz w:val="20"/>
                <w:szCs w:val="20"/>
              </w:rPr>
              <w:t xml:space="preserve"> </w:t>
            </w:r>
            <w:r w:rsidR="000065E2" w:rsidRPr="00586FD8">
              <w:rPr>
                <w:rFonts w:ascii="Arial" w:hAnsi="Arial"/>
                <w:sz w:val="20"/>
                <w:szCs w:val="20"/>
              </w:rPr>
              <w:t>is the SE of the estimate</w:t>
            </w:r>
            <w:r w:rsidR="000065E2" w:rsidRPr="00586FD8">
              <w:rPr>
                <w:rFonts w:ascii="Arial" w:hAnsi="Arial"/>
                <w:sz w:val="20"/>
                <w:szCs w:val="20"/>
              </w:rPr>
              <w:br/>
            </w:r>
            <w:r>
              <w:rPr>
                <w:rFonts w:ascii="Arial" w:hAnsi="Arial"/>
                <w:noProof/>
                <w:sz w:val="20"/>
                <w:szCs w:val="20"/>
              </w:rPr>
              <w:drawing>
                <wp:inline distT="0" distB="0" distL="0" distR="0" wp14:anchorId="2733CA1F" wp14:editId="08DDD2F1">
                  <wp:extent cx="159385" cy="233680"/>
                  <wp:effectExtent l="0" t="0" r="0" b="0"/>
                  <wp:docPr id="40" name="Picture 40" descr="Box 2.3 Technical concepts and formulas - reliability of estimat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59385" cy="233680"/>
                          </a:xfrm>
                          <a:prstGeom prst="rect">
                            <a:avLst/>
                          </a:prstGeom>
                          <a:noFill/>
                          <a:ln>
                            <a:noFill/>
                          </a:ln>
                        </pic:spPr>
                      </pic:pic>
                    </a:graphicData>
                  </a:graphic>
                </wp:inline>
              </w:drawing>
            </w:r>
            <w:r w:rsidR="000065E2" w:rsidRPr="00586FD8">
              <w:rPr>
                <w:rFonts w:ascii="Arial" w:hAnsi="Arial"/>
                <w:color w:val="FF99CC"/>
                <w:sz w:val="20"/>
                <w:szCs w:val="20"/>
              </w:rPr>
              <w:t xml:space="preserve"> </w:t>
            </w:r>
            <w:r w:rsidR="000065E2" w:rsidRPr="00586FD8">
              <w:rPr>
                <w:rFonts w:ascii="Arial" w:hAnsi="Arial"/>
                <w:sz w:val="20"/>
                <w:szCs w:val="20"/>
              </w:rPr>
              <w:t>is the factor used to determine the CI (the factor varies according the level of confidence required).</w:t>
            </w:r>
          </w:p>
          <w:p w:rsidR="00B62365" w:rsidRPr="00586FD8" w:rsidRDefault="000065E2" w:rsidP="000065E2">
            <w:pPr>
              <w:pStyle w:val="Box"/>
            </w:pPr>
            <w:r w:rsidRPr="00586FD8">
              <w:t xml:space="preserve">The most commonly used </w:t>
            </w:r>
            <w:proofErr w:type="spellStart"/>
            <w:r w:rsidRPr="00586FD8">
              <w:t>CIs</w:t>
            </w:r>
            <w:proofErr w:type="spellEnd"/>
            <w:r w:rsidRPr="00586FD8">
              <w:t xml:space="preserve"> are calculated for the 95 per cent (p = 0.05; z = 1.96) level of probability. That is, there is a 95 per cent likelihood that the true value lies within the estimate confidence interval.</w:t>
            </w:r>
          </w:p>
        </w:tc>
      </w:tr>
      <w:tr w:rsidR="00B62365" w:rsidTr="0017519E">
        <w:trPr>
          <w:cantSplit/>
        </w:trPr>
        <w:tc>
          <w:tcPr>
            <w:tcW w:w="8771" w:type="dxa"/>
            <w:tcBorders>
              <w:top w:val="nil"/>
              <w:left w:val="nil"/>
              <w:bottom w:val="single" w:sz="6" w:space="0" w:color="78A22F"/>
              <w:right w:val="nil"/>
            </w:tcBorders>
            <w:shd w:val="clear" w:color="auto" w:fill="F2F2F2" w:themeFill="background1" w:themeFillShade="F2"/>
          </w:tcPr>
          <w:p w:rsidR="00B62365" w:rsidRDefault="00B62365">
            <w:pPr>
              <w:pStyle w:val="Box"/>
              <w:spacing w:before="0" w:line="120" w:lineRule="exact"/>
            </w:pPr>
          </w:p>
        </w:tc>
      </w:tr>
      <w:tr w:rsidR="00B62365" w:rsidRPr="000863A5" w:rsidTr="0017519E">
        <w:tc>
          <w:tcPr>
            <w:tcW w:w="8771" w:type="dxa"/>
            <w:tcBorders>
              <w:top w:val="single" w:sz="6" w:space="0" w:color="78A22F"/>
              <w:left w:val="nil"/>
              <w:bottom w:val="nil"/>
              <w:right w:val="nil"/>
            </w:tcBorders>
          </w:tcPr>
          <w:p w:rsidR="00B62365" w:rsidRPr="00626D32" w:rsidRDefault="00B62365" w:rsidP="0017519E">
            <w:pPr>
              <w:pStyle w:val="BoxSpaceBelow"/>
            </w:pPr>
          </w:p>
        </w:tc>
      </w:tr>
    </w:tbl>
    <w:p w:rsidR="00FF51E1" w:rsidRPr="00217669" w:rsidRDefault="00FF51E1" w:rsidP="00AD6FCA">
      <w:pPr>
        <w:pStyle w:val="Heading5"/>
      </w:pPr>
      <w:r w:rsidRPr="00217669">
        <w:lastRenderedPageBreak/>
        <w:t>Confidence intervals</w:t>
      </w:r>
    </w:p>
    <w:p w:rsidR="00FF51E1" w:rsidRPr="00F869DC" w:rsidRDefault="00FF51E1" w:rsidP="00FF51E1">
      <w:pPr>
        <w:spacing w:before="240" w:line="320" w:lineRule="atLeast"/>
        <w:jc w:val="both"/>
        <w:rPr>
          <w:szCs w:val="20"/>
        </w:rPr>
      </w:pPr>
      <w:r w:rsidRPr="00217669">
        <w:rPr>
          <w:szCs w:val="20"/>
        </w:rPr>
        <w:t xml:space="preserve">Confidence intervals are used to indicate the reliability of an estimate. A CI is a specified interval, with the sample statistic at the centre, within which the corresponding population </w:t>
      </w:r>
      <w:r w:rsidRPr="00F869DC">
        <w:rPr>
          <w:szCs w:val="20"/>
        </w:rPr>
        <w:t xml:space="preserve">value can be said to lie with a given level of confidence (ABS </w:t>
      </w:r>
      <w:proofErr w:type="spellStart"/>
      <w:r w:rsidRPr="00F869DC">
        <w:rPr>
          <w:szCs w:val="20"/>
        </w:rPr>
        <w:t>2013</w:t>
      </w:r>
      <w:r w:rsidR="00FB75C5">
        <w:rPr>
          <w:szCs w:val="20"/>
        </w:rPr>
        <w:t>b</w:t>
      </w:r>
      <w:proofErr w:type="spellEnd"/>
      <w:r w:rsidRPr="00F869DC">
        <w:rPr>
          <w:szCs w:val="20"/>
        </w:rPr>
        <w:t>). Increasing the desired confi</w:t>
      </w:r>
      <w:r w:rsidR="00E03FEB" w:rsidRPr="00F869DC">
        <w:rPr>
          <w:szCs w:val="20"/>
        </w:rPr>
        <w:t xml:space="preserve">dence level will widen the </w:t>
      </w:r>
      <w:proofErr w:type="spellStart"/>
      <w:r w:rsidR="00E03FEB" w:rsidRPr="00F869DC">
        <w:rPr>
          <w:szCs w:val="20"/>
        </w:rPr>
        <w:t>CIs</w:t>
      </w:r>
      <w:proofErr w:type="spellEnd"/>
      <w:r w:rsidR="00E03FEB" w:rsidRPr="00F869DC">
        <w:rPr>
          <w:szCs w:val="20"/>
        </w:rPr>
        <w:t xml:space="preserve"> </w:t>
      </w:r>
      <w:r w:rsidRPr="00F869DC">
        <w:rPr>
          <w:szCs w:val="20"/>
        </w:rPr>
        <w:t xml:space="preserve">(figure 2.11). </w:t>
      </w:r>
      <w:proofErr w:type="spellStart"/>
      <w:r w:rsidRPr="00F869DC">
        <w:rPr>
          <w:szCs w:val="20"/>
        </w:rPr>
        <w:t>CIs</w:t>
      </w:r>
      <w:proofErr w:type="spellEnd"/>
      <w:r w:rsidRPr="00F869DC">
        <w:rPr>
          <w:szCs w:val="20"/>
        </w:rPr>
        <w:t xml:space="preserve"> are useful because a range, rather than a single estimate, is more likely to encompass the real figure for the population value being estimated.</w:t>
      </w:r>
    </w:p>
    <w:p w:rsidR="0072132D" w:rsidRDefault="0072132D" w:rsidP="0072132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B4978" w:rsidRPr="00F869DC" w:rsidTr="0017519E">
        <w:tc>
          <w:tcPr>
            <w:tcW w:w="8771" w:type="dxa"/>
            <w:tcBorders>
              <w:top w:val="single" w:sz="6" w:space="0" w:color="78A22F"/>
              <w:left w:val="nil"/>
              <w:bottom w:val="nil"/>
              <w:right w:val="nil"/>
            </w:tcBorders>
            <w:shd w:val="clear" w:color="auto" w:fill="auto"/>
          </w:tcPr>
          <w:p w:rsidR="00AB4978" w:rsidRPr="00F869DC" w:rsidRDefault="00AB4978" w:rsidP="00AB4978">
            <w:pPr>
              <w:pStyle w:val="FigureTitle"/>
            </w:pPr>
            <w:r w:rsidRPr="00F869DC">
              <w:rPr>
                <w:b w:val="0"/>
              </w:rPr>
              <w:t>Figure 2.</w:t>
            </w:r>
            <w:r w:rsidR="00C87DBB">
              <w:rPr>
                <w:b w:val="0"/>
                <w:noProof/>
              </w:rPr>
              <w:t>11</w:t>
            </w:r>
            <w:r w:rsidRPr="00F869DC">
              <w:tab/>
              <w:t>Normal distribution with 95 per cent confidence intervals</w:t>
            </w:r>
          </w:p>
        </w:tc>
      </w:tr>
      <w:tr w:rsidR="00AB4978" w:rsidRPr="00F869DC" w:rsidTr="0017519E">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AB4978" w:rsidRPr="00F869DC" w:rsidTr="000278A8">
              <w:tc>
                <w:tcPr>
                  <w:tcW w:w="8487" w:type="dxa"/>
                  <w:tcBorders>
                    <w:top w:val="nil"/>
                    <w:bottom w:val="nil"/>
                  </w:tcBorders>
                </w:tcPr>
                <w:p w:rsidR="00AB4978" w:rsidRPr="00F869DC" w:rsidRDefault="000278A8" w:rsidP="0017519E">
                  <w:pPr>
                    <w:pStyle w:val="Figure"/>
                    <w:spacing w:before="60" w:after="60"/>
                  </w:pPr>
                  <w:r>
                    <w:rPr>
                      <w:noProof/>
                    </w:rPr>
                    <w:drawing>
                      <wp:inline distT="0" distB="0" distL="0" distR="0" wp14:anchorId="110A0BA2" wp14:editId="496D0FF5">
                        <wp:extent cx="5400000" cy="3240000"/>
                        <wp:effectExtent l="0" t="0" r="0" b="0"/>
                        <wp:docPr id="1" name="Chart 1" descr="Figure 2.11 Normal distribution with 95 per cent confidence intervals&#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tc>
            </w:tr>
          </w:tbl>
          <w:p w:rsidR="00AB4978" w:rsidRPr="00F869DC" w:rsidRDefault="00AB4978" w:rsidP="0017519E">
            <w:pPr>
              <w:pStyle w:val="Figure"/>
            </w:pPr>
          </w:p>
        </w:tc>
      </w:tr>
      <w:tr w:rsidR="00AB4978" w:rsidRPr="00F869DC" w:rsidTr="0017519E">
        <w:tc>
          <w:tcPr>
            <w:tcW w:w="8771" w:type="dxa"/>
            <w:tcBorders>
              <w:top w:val="nil"/>
              <w:left w:val="nil"/>
              <w:bottom w:val="single" w:sz="6" w:space="0" w:color="78A22F"/>
              <w:right w:val="nil"/>
            </w:tcBorders>
            <w:shd w:val="clear" w:color="auto" w:fill="auto"/>
          </w:tcPr>
          <w:p w:rsidR="00AB4978" w:rsidRPr="00F869DC" w:rsidRDefault="00AB4978" w:rsidP="0017519E">
            <w:pPr>
              <w:pStyle w:val="Figurespace"/>
            </w:pPr>
          </w:p>
        </w:tc>
      </w:tr>
      <w:tr w:rsidR="00AB4978" w:rsidRPr="00F869DC" w:rsidTr="0017519E">
        <w:tc>
          <w:tcPr>
            <w:tcW w:w="8771" w:type="dxa"/>
            <w:tcBorders>
              <w:top w:val="single" w:sz="6" w:space="0" w:color="78A22F"/>
              <w:left w:val="nil"/>
              <w:bottom w:val="nil"/>
              <w:right w:val="nil"/>
            </w:tcBorders>
          </w:tcPr>
          <w:p w:rsidR="00AB4978" w:rsidRPr="00F869DC" w:rsidRDefault="00AB4978" w:rsidP="0017519E">
            <w:pPr>
              <w:pStyle w:val="BoxSpaceBelow"/>
            </w:pPr>
          </w:p>
        </w:tc>
      </w:tr>
    </w:tbl>
    <w:p w:rsidR="00A21850" w:rsidRPr="005F2132" w:rsidRDefault="00FF51E1" w:rsidP="00A21850">
      <w:pPr>
        <w:spacing w:before="240" w:line="320" w:lineRule="atLeast"/>
        <w:jc w:val="both"/>
        <w:rPr>
          <w:szCs w:val="20"/>
        </w:rPr>
      </w:pPr>
      <w:r w:rsidRPr="00F869DC">
        <w:rPr>
          <w:szCs w:val="20"/>
        </w:rPr>
        <w:t>Confidence intervals are calculated from the population estimate and its associated SE. The most commonly used CI is calculated for 95 per cent</w:t>
      </w:r>
      <w:r w:rsidRPr="005F2132">
        <w:rPr>
          <w:szCs w:val="20"/>
        </w:rPr>
        <w:t xml:space="preserve"> levels of probability. For example, if the estimate from a survey was that 628 300 people report having their needs fully met by a government service, and the associated SE of the estimate was 10 600 people, then the </w:t>
      </w:r>
      <w:r w:rsidR="0087717D">
        <w:rPr>
          <w:szCs w:val="20"/>
        </w:rPr>
        <w:br/>
      </w:r>
      <w:r w:rsidRPr="005F2132">
        <w:rPr>
          <w:szCs w:val="20"/>
        </w:rPr>
        <w:t xml:space="preserve">95 per </w:t>
      </w:r>
      <w:r w:rsidR="00A21850" w:rsidRPr="005F2132">
        <w:rPr>
          <w:szCs w:val="20"/>
        </w:rPr>
        <w:t>cent CI would be calculated by:</w:t>
      </w:r>
    </w:p>
    <w:p w:rsidR="00482F36" w:rsidRPr="005F2132" w:rsidRDefault="00482F36" w:rsidP="00E03FEB">
      <w:pPr>
        <w:numPr>
          <w:ilvl w:val="0"/>
          <w:numId w:val="15"/>
        </w:numPr>
        <w:spacing w:before="120" w:line="320" w:lineRule="atLeast"/>
        <w:jc w:val="both"/>
        <w:rPr>
          <w:szCs w:val="20"/>
        </w:rPr>
      </w:pPr>
      <w:r w:rsidRPr="005F2132">
        <w:t xml:space="preserve">lower confidence limit = 628 300 </w:t>
      </w:r>
      <w:r w:rsidR="00782CC9" w:rsidRPr="005F2132">
        <w:t>–</w:t>
      </w:r>
      <w:r w:rsidRPr="005F2132">
        <w:t xml:space="preserve"> (2 x 10 600) = 628 300 – 21 200 = 607 100</w:t>
      </w:r>
    </w:p>
    <w:p w:rsidR="00482F36" w:rsidRPr="005F2132" w:rsidRDefault="00482F36" w:rsidP="00E03FEB">
      <w:pPr>
        <w:numPr>
          <w:ilvl w:val="0"/>
          <w:numId w:val="15"/>
        </w:numPr>
        <w:spacing w:before="120" w:line="320" w:lineRule="atLeast"/>
        <w:jc w:val="both"/>
        <w:rPr>
          <w:szCs w:val="20"/>
        </w:rPr>
      </w:pPr>
      <w:r w:rsidRPr="005F2132">
        <w:t>upper confidence limit = 628 300 + (2 x 10 600) = 628 300 + 21 200 = 649 500.</w:t>
      </w:r>
    </w:p>
    <w:p w:rsidR="00FF51E1" w:rsidRPr="005F2132" w:rsidRDefault="00FF51E1" w:rsidP="00FF51E1">
      <w:pPr>
        <w:spacing w:before="240" w:line="320" w:lineRule="atLeast"/>
        <w:jc w:val="both"/>
        <w:rPr>
          <w:szCs w:val="20"/>
        </w:rPr>
      </w:pPr>
      <w:r w:rsidRPr="005F2132">
        <w:rPr>
          <w:szCs w:val="20"/>
        </w:rPr>
        <w:t>This indicates that, at the 95 per cent confidence level, the true number of people who perceive that their needs are met by a government service is between 607 100 and 649 500.</w:t>
      </w:r>
    </w:p>
    <w:p w:rsidR="00FF51E1" w:rsidRPr="005F2132" w:rsidRDefault="00FF51E1" w:rsidP="00FF51E1">
      <w:pPr>
        <w:spacing w:before="240" w:line="320" w:lineRule="atLeast"/>
        <w:jc w:val="both"/>
        <w:rPr>
          <w:szCs w:val="20"/>
        </w:rPr>
      </w:pPr>
      <w:r w:rsidRPr="005F2132">
        <w:rPr>
          <w:szCs w:val="20"/>
        </w:rPr>
        <w:t xml:space="preserve">The smaller the SE of the estimate, the narrower the </w:t>
      </w:r>
      <w:proofErr w:type="spellStart"/>
      <w:r w:rsidRPr="005F2132">
        <w:rPr>
          <w:szCs w:val="20"/>
        </w:rPr>
        <w:t>CIs</w:t>
      </w:r>
      <w:proofErr w:type="spellEnd"/>
      <w:r w:rsidRPr="005F2132">
        <w:rPr>
          <w:szCs w:val="20"/>
        </w:rPr>
        <w:t xml:space="preserve"> and the closer the estimate can be expected to be to the true value.</w:t>
      </w:r>
    </w:p>
    <w:p w:rsidR="00FF51E1" w:rsidRPr="000B7811" w:rsidRDefault="00FF51E1" w:rsidP="00FF51E1">
      <w:pPr>
        <w:spacing w:before="240" w:line="320" w:lineRule="atLeast"/>
        <w:jc w:val="both"/>
        <w:rPr>
          <w:szCs w:val="20"/>
        </w:rPr>
      </w:pPr>
      <w:r w:rsidRPr="00AA1294">
        <w:rPr>
          <w:szCs w:val="20"/>
        </w:rPr>
        <w:lastRenderedPageBreak/>
        <w:t>Confidence intervals also test for statistical diff</w:t>
      </w:r>
      <w:r w:rsidR="00E03FEB">
        <w:rPr>
          <w:szCs w:val="20"/>
        </w:rPr>
        <w:t xml:space="preserve">erences between sample results </w:t>
      </w:r>
      <w:r w:rsidRPr="00AA1294">
        <w:rPr>
          <w:szCs w:val="20"/>
        </w:rPr>
        <w:t xml:space="preserve">(box 2.4). For example, assume survey data estimated that 50 per cent of people for jurisdiction A perceived that their needs were met by government services, with a 95 per cent CI of </w:t>
      </w:r>
      <w:r w:rsidR="0087717D">
        <w:rPr>
          <w:szCs w:val="20"/>
        </w:rPr>
        <w:br/>
      </w:r>
      <w:r w:rsidRPr="00AA1294">
        <w:rPr>
          <w:szCs w:val="20"/>
        </w:rPr>
        <w:t>± 5 per cent, and 25 per cent of peo</w:t>
      </w:r>
      <w:r w:rsidR="00E03FEB">
        <w:rPr>
          <w:szCs w:val="20"/>
        </w:rPr>
        <w:t xml:space="preserve">ple for jurisdiction B, with a </w:t>
      </w:r>
      <w:r w:rsidRPr="00AA1294">
        <w:rPr>
          <w:szCs w:val="20"/>
        </w:rPr>
        <w:t xml:space="preserve">95 per cent CI of </w:t>
      </w:r>
      <w:r w:rsidR="00EF0AC2">
        <w:rPr>
          <w:szCs w:val="20"/>
        </w:rPr>
        <w:br/>
      </w:r>
      <w:r w:rsidRPr="00AA1294">
        <w:rPr>
          <w:szCs w:val="20"/>
        </w:rPr>
        <w:t>± 10 per cent (figure 2.12). Thes</w:t>
      </w:r>
      <w:r w:rsidR="00E03FEB">
        <w:rPr>
          <w:szCs w:val="20"/>
        </w:rPr>
        <w:t xml:space="preserve">e results imply that we can be </w:t>
      </w:r>
      <w:r w:rsidRPr="00AA1294">
        <w:rPr>
          <w:szCs w:val="20"/>
        </w:rPr>
        <w:t xml:space="preserve">95 per cent sure the true result for jurisdiction A lies between 55 and 45 per cent, and the true result for jurisdiction B lies between 15 and 35 per cent. As these two ranges do not overlap, it can be said that the results for </w:t>
      </w:r>
      <w:r w:rsidRPr="000B7811">
        <w:rPr>
          <w:szCs w:val="20"/>
        </w:rPr>
        <w:t>jurisdiction A and jurisdiction B are statistically significantly different.</w:t>
      </w:r>
    </w:p>
    <w:p w:rsidR="000D6F89" w:rsidRPr="000B7811" w:rsidRDefault="000D6F8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D6F89" w:rsidRPr="000B7811" w:rsidTr="0017519E">
        <w:tc>
          <w:tcPr>
            <w:tcW w:w="8771" w:type="dxa"/>
            <w:tcBorders>
              <w:top w:val="single" w:sz="6" w:space="0" w:color="78A22F"/>
              <w:left w:val="nil"/>
              <w:bottom w:val="nil"/>
              <w:right w:val="nil"/>
            </w:tcBorders>
            <w:shd w:val="clear" w:color="auto" w:fill="F2F2F2" w:themeFill="background1" w:themeFillShade="F2"/>
          </w:tcPr>
          <w:p w:rsidR="000D6F89" w:rsidRPr="000B7811" w:rsidRDefault="000D6F89">
            <w:pPr>
              <w:pStyle w:val="BoxTitle"/>
            </w:pPr>
            <w:r w:rsidRPr="000B7811">
              <w:rPr>
                <w:b w:val="0"/>
              </w:rPr>
              <w:t>Box 2.</w:t>
            </w:r>
            <w:r w:rsidR="00C87DBB">
              <w:rPr>
                <w:b w:val="0"/>
                <w:noProof/>
              </w:rPr>
              <w:t>4</w:t>
            </w:r>
            <w:r w:rsidRPr="000B7811">
              <w:tab/>
              <w:t>Technical concepts and formulas — statistical significance</w:t>
            </w:r>
          </w:p>
        </w:tc>
      </w:tr>
      <w:tr w:rsidR="000D6F89" w:rsidTr="0017519E">
        <w:trPr>
          <w:cantSplit/>
        </w:trPr>
        <w:tc>
          <w:tcPr>
            <w:tcW w:w="8771" w:type="dxa"/>
            <w:tcBorders>
              <w:top w:val="nil"/>
              <w:left w:val="nil"/>
              <w:bottom w:val="nil"/>
              <w:right w:val="nil"/>
            </w:tcBorders>
            <w:shd w:val="clear" w:color="auto" w:fill="F2F2F2" w:themeFill="background1" w:themeFillShade="F2"/>
          </w:tcPr>
          <w:p w:rsidR="000D6F89" w:rsidRPr="00586FD8" w:rsidRDefault="000D6F89" w:rsidP="000D6F89">
            <w:pPr>
              <w:keepNext/>
              <w:spacing w:before="200" w:line="280" w:lineRule="atLeast"/>
              <w:jc w:val="both"/>
              <w:rPr>
                <w:rFonts w:ascii="Arial" w:hAnsi="Arial"/>
                <w:b/>
                <w:sz w:val="20"/>
                <w:szCs w:val="20"/>
              </w:rPr>
            </w:pPr>
            <w:r w:rsidRPr="00586FD8">
              <w:rPr>
                <w:rFonts w:ascii="Arial" w:hAnsi="Arial"/>
                <w:b/>
                <w:sz w:val="20"/>
                <w:szCs w:val="20"/>
              </w:rPr>
              <w:t>Using confidence intervals to test for statistical significance</w:t>
            </w:r>
          </w:p>
          <w:p w:rsidR="000D6F89" w:rsidRPr="00586FD8" w:rsidRDefault="000D6F89" w:rsidP="000D6F89">
            <w:pPr>
              <w:keepNext/>
              <w:spacing w:before="120" w:line="280" w:lineRule="atLeast"/>
              <w:jc w:val="both"/>
              <w:rPr>
                <w:rFonts w:ascii="Arial" w:hAnsi="Arial"/>
                <w:sz w:val="20"/>
                <w:szCs w:val="20"/>
              </w:rPr>
            </w:pPr>
            <w:r w:rsidRPr="00586FD8">
              <w:rPr>
                <w:rFonts w:ascii="Arial" w:hAnsi="Arial"/>
                <w:sz w:val="20"/>
                <w:szCs w:val="20"/>
              </w:rPr>
              <w:t xml:space="preserve">The </w:t>
            </w:r>
            <w:proofErr w:type="spellStart"/>
            <w:r w:rsidRPr="00586FD8">
              <w:rPr>
                <w:rFonts w:ascii="Arial" w:hAnsi="Arial"/>
                <w:sz w:val="20"/>
                <w:szCs w:val="20"/>
              </w:rPr>
              <w:t>CIs</w:t>
            </w:r>
            <w:proofErr w:type="spellEnd"/>
            <w:r w:rsidRPr="00586FD8">
              <w:rPr>
                <w:rFonts w:ascii="Arial" w:hAnsi="Arial"/>
                <w:sz w:val="20"/>
                <w:szCs w:val="20"/>
              </w:rPr>
              <w:t xml:space="preserve"> — the value ranges within which estimates are likely to fall — can be used to test whether the results reported for two estimated proportions are statistically different. If the </w:t>
            </w:r>
            <w:proofErr w:type="spellStart"/>
            <w:r w:rsidRPr="00586FD8">
              <w:rPr>
                <w:rFonts w:ascii="Arial" w:hAnsi="Arial"/>
                <w:sz w:val="20"/>
                <w:szCs w:val="20"/>
              </w:rPr>
              <w:t>CIs</w:t>
            </w:r>
            <w:proofErr w:type="spellEnd"/>
            <w:r w:rsidRPr="00586FD8">
              <w:rPr>
                <w:rFonts w:ascii="Arial" w:hAnsi="Arial"/>
                <w:sz w:val="20"/>
                <w:szCs w:val="20"/>
              </w:rPr>
              <w:t xml:space="preserve"> for the results do not overlap, then there can be confidence that the estimated proportions differ from each other. To test whether the 95 per cent </w:t>
            </w:r>
            <w:proofErr w:type="spellStart"/>
            <w:r w:rsidRPr="00586FD8">
              <w:rPr>
                <w:rFonts w:ascii="Arial" w:hAnsi="Arial"/>
                <w:sz w:val="20"/>
                <w:szCs w:val="20"/>
              </w:rPr>
              <w:t>CIs</w:t>
            </w:r>
            <w:proofErr w:type="spellEnd"/>
            <w:r w:rsidRPr="00586FD8">
              <w:rPr>
                <w:rFonts w:ascii="Arial" w:hAnsi="Arial"/>
                <w:sz w:val="20"/>
                <w:szCs w:val="20"/>
              </w:rPr>
              <w:t xml:space="preserve"> of two estimates overlap, a range is derived using the following formulas.</w:t>
            </w:r>
          </w:p>
          <w:p w:rsidR="000D6F89" w:rsidRPr="00586FD8" w:rsidRDefault="00BC33BB" w:rsidP="000D6F89">
            <w:pPr>
              <w:keepNext/>
              <w:spacing w:before="120" w:line="280" w:lineRule="atLeast"/>
              <w:jc w:val="both"/>
              <w:rPr>
                <w:rFonts w:ascii="Arial" w:hAnsi="Arial"/>
                <w:sz w:val="20"/>
                <w:szCs w:val="20"/>
              </w:rPr>
            </w:pPr>
            <w:r>
              <w:rPr>
                <w:rFonts w:ascii="Arial" w:hAnsi="Arial"/>
                <w:noProof/>
                <w:sz w:val="20"/>
                <w:szCs w:val="20"/>
              </w:rPr>
              <w:drawing>
                <wp:inline distT="0" distB="0" distL="0" distR="0" wp14:anchorId="79EA6DCA" wp14:editId="3182E062">
                  <wp:extent cx="4018915" cy="510540"/>
                  <wp:effectExtent l="0" t="0" r="635" b="3810"/>
                  <wp:docPr id="41" name="Picture 41" descr="Box 2.4 Technical concepts and formulas - statistical significanc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4018915" cy="510540"/>
                          </a:xfrm>
                          <a:prstGeom prst="rect">
                            <a:avLst/>
                          </a:prstGeom>
                          <a:noFill/>
                          <a:ln>
                            <a:noFill/>
                          </a:ln>
                        </pic:spPr>
                      </pic:pic>
                    </a:graphicData>
                  </a:graphic>
                </wp:inline>
              </w:drawing>
            </w:r>
            <w:r w:rsidR="000D6F89" w:rsidRPr="00586FD8">
              <w:rPr>
                <w:rFonts w:ascii="Arial" w:hAnsi="Arial"/>
                <w:sz w:val="20"/>
                <w:szCs w:val="20"/>
              </w:rPr>
              <w:tab/>
              <w:t xml:space="preserve"> (equation 2.7)</w:t>
            </w:r>
          </w:p>
          <w:p w:rsidR="000D6F89" w:rsidRPr="00586FD8" w:rsidRDefault="000D6F89" w:rsidP="000D6F89">
            <w:pPr>
              <w:keepNext/>
              <w:spacing w:before="120" w:line="280" w:lineRule="atLeast"/>
              <w:jc w:val="both"/>
              <w:rPr>
                <w:rFonts w:ascii="Arial" w:hAnsi="Arial"/>
                <w:sz w:val="20"/>
                <w:szCs w:val="20"/>
              </w:rPr>
            </w:pPr>
            <w:r w:rsidRPr="00586FD8">
              <w:rPr>
                <w:rFonts w:ascii="Arial" w:hAnsi="Arial"/>
                <w:sz w:val="20"/>
                <w:szCs w:val="20"/>
              </w:rPr>
              <w:t>and</w:t>
            </w:r>
          </w:p>
          <w:p w:rsidR="000D6F89" w:rsidRPr="00586FD8" w:rsidRDefault="00BC33BB" w:rsidP="000D6F89">
            <w:pPr>
              <w:keepNext/>
              <w:spacing w:before="120" w:line="280" w:lineRule="atLeast"/>
              <w:jc w:val="both"/>
              <w:rPr>
                <w:rFonts w:ascii="Arial" w:hAnsi="Arial"/>
                <w:sz w:val="20"/>
                <w:szCs w:val="20"/>
              </w:rPr>
            </w:pPr>
            <w:r>
              <w:rPr>
                <w:rFonts w:ascii="Arial" w:hAnsi="Arial"/>
                <w:noProof/>
                <w:color w:val="FF99CC"/>
                <w:position w:val="-28"/>
                <w:sz w:val="20"/>
                <w:szCs w:val="20"/>
              </w:rPr>
              <w:drawing>
                <wp:inline distT="0" distB="0" distL="0" distR="0" wp14:anchorId="04E6EF24" wp14:editId="2A70DBE5">
                  <wp:extent cx="4008755" cy="510540"/>
                  <wp:effectExtent l="0" t="0" r="0" b="3810"/>
                  <wp:docPr id="42" name="Picture 42" descr="Box 2.4 Technical concepts and formulas - statistical significanc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4008755" cy="510540"/>
                          </a:xfrm>
                          <a:prstGeom prst="rect">
                            <a:avLst/>
                          </a:prstGeom>
                          <a:noFill/>
                          <a:ln>
                            <a:noFill/>
                          </a:ln>
                        </pic:spPr>
                      </pic:pic>
                    </a:graphicData>
                  </a:graphic>
                </wp:inline>
              </w:drawing>
            </w:r>
            <w:r w:rsidR="000D6F89" w:rsidRPr="00586FD8">
              <w:rPr>
                <w:rFonts w:ascii="Arial" w:hAnsi="Arial"/>
                <w:color w:val="FF99CC"/>
                <w:position w:val="-28"/>
                <w:sz w:val="20"/>
                <w:szCs w:val="20"/>
              </w:rPr>
              <w:t xml:space="preserve"> </w:t>
            </w:r>
            <w:r w:rsidR="000D6F89" w:rsidRPr="00586FD8">
              <w:rPr>
                <w:rFonts w:ascii="Arial" w:hAnsi="Arial"/>
                <w:sz w:val="20"/>
                <w:szCs w:val="20"/>
              </w:rPr>
              <w:tab/>
              <w:t xml:space="preserve"> (equation 2.8)</w:t>
            </w:r>
          </w:p>
          <w:p w:rsidR="000D6F89" w:rsidRPr="00586FD8" w:rsidRDefault="000D6F89" w:rsidP="000D6F89">
            <w:pPr>
              <w:pStyle w:val="Box"/>
            </w:pPr>
            <w:r w:rsidRPr="00586FD8">
              <w:t>If none of the values in this range is zero, then the difference between the two estimated proportions is statistically significant.</w:t>
            </w:r>
          </w:p>
        </w:tc>
      </w:tr>
      <w:tr w:rsidR="000D6F89" w:rsidTr="0017519E">
        <w:trPr>
          <w:cantSplit/>
        </w:trPr>
        <w:tc>
          <w:tcPr>
            <w:tcW w:w="8771" w:type="dxa"/>
            <w:tcBorders>
              <w:top w:val="nil"/>
              <w:left w:val="nil"/>
              <w:bottom w:val="single" w:sz="6" w:space="0" w:color="78A22F"/>
              <w:right w:val="nil"/>
            </w:tcBorders>
            <w:shd w:val="clear" w:color="auto" w:fill="F2F2F2" w:themeFill="background1" w:themeFillShade="F2"/>
          </w:tcPr>
          <w:p w:rsidR="000D6F89" w:rsidRDefault="000D6F89">
            <w:pPr>
              <w:pStyle w:val="Box"/>
              <w:spacing w:before="0" w:line="120" w:lineRule="exact"/>
            </w:pPr>
          </w:p>
        </w:tc>
      </w:tr>
      <w:tr w:rsidR="000D6F89" w:rsidRPr="000863A5" w:rsidTr="0017519E">
        <w:tc>
          <w:tcPr>
            <w:tcW w:w="8771" w:type="dxa"/>
            <w:tcBorders>
              <w:top w:val="single" w:sz="6" w:space="0" w:color="78A22F"/>
              <w:left w:val="nil"/>
              <w:bottom w:val="nil"/>
              <w:right w:val="nil"/>
            </w:tcBorders>
          </w:tcPr>
          <w:p w:rsidR="000D6F89" w:rsidRPr="00626D32" w:rsidRDefault="000D6F89" w:rsidP="0017519E">
            <w:pPr>
              <w:pStyle w:val="BoxSpaceBelow"/>
            </w:pPr>
          </w:p>
        </w:tc>
      </w:tr>
    </w:tbl>
    <w:p w:rsidR="00BC381B" w:rsidRDefault="00BC381B" w:rsidP="00BC381B">
      <w:pPr>
        <w:pStyle w:val="BodyText"/>
      </w:pPr>
      <w:r>
        <w:br w:type="page"/>
      </w:r>
    </w:p>
    <w:p w:rsidR="000D6F89" w:rsidRPr="000D6F89" w:rsidRDefault="000D6F89" w:rsidP="0017519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74"/>
      </w:tblGrid>
      <w:tr w:rsidR="000D6F89" w:rsidRPr="000D6F89" w:rsidTr="000D6F89">
        <w:tc>
          <w:tcPr>
            <w:tcW w:w="8774" w:type="dxa"/>
            <w:tcBorders>
              <w:top w:val="single" w:sz="6" w:space="0" w:color="78A22F"/>
              <w:left w:val="nil"/>
              <w:bottom w:val="nil"/>
              <w:right w:val="nil"/>
            </w:tcBorders>
            <w:shd w:val="clear" w:color="auto" w:fill="auto"/>
          </w:tcPr>
          <w:p w:rsidR="000D6F89" w:rsidRPr="000D6F89" w:rsidRDefault="000D6F89" w:rsidP="000D6F89">
            <w:pPr>
              <w:pStyle w:val="FigureTitle"/>
            </w:pPr>
            <w:r w:rsidRPr="003A1E3D">
              <w:rPr>
                <w:b w:val="0"/>
              </w:rPr>
              <w:t>Figure 2.</w:t>
            </w:r>
            <w:r w:rsidR="00C87DBB">
              <w:rPr>
                <w:b w:val="0"/>
                <w:noProof/>
              </w:rPr>
              <w:t>12</w:t>
            </w:r>
            <w:r w:rsidRPr="000D6F89">
              <w:tab/>
              <w:t>Using confidence intervals to test for statistical significance</w:t>
            </w:r>
          </w:p>
        </w:tc>
      </w:tr>
      <w:tr w:rsidR="000D6F89" w:rsidRPr="000D6F89" w:rsidTr="000D6F89">
        <w:tc>
          <w:tcPr>
            <w:tcW w:w="8774"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490"/>
            </w:tblGrid>
            <w:tr w:rsidR="000D6F89" w:rsidRPr="000D6F89" w:rsidTr="000D6F89">
              <w:tc>
                <w:tcPr>
                  <w:tcW w:w="5000" w:type="pct"/>
                  <w:tcBorders>
                    <w:top w:val="nil"/>
                    <w:bottom w:val="nil"/>
                  </w:tcBorders>
                </w:tcPr>
                <w:p w:rsidR="000D6F89" w:rsidRPr="000D6F89" w:rsidRDefault="00BC33BB" w:rsidP="0017519E">
                  <w:pPr>
                    <w:pStyle w:val="Figure"/>
                    <w:spacing w:before="60" w:after="60"/>
                  </w:pPr>
                  <w:r>
                    <w:rPr>
                      <w:noProof/>
                    </w:rPr>
                    <w:drawing>
                      <wp:inline distT="0" distB="0" distL="0" distR="0" wp14:anchorId="520BB553" wp14:editId="263804A0">
                        <wp:extent cx="5390515" cy="2700655"/>
                        <wp:effectExtent l="0" t="0" r="635" b="4445"/>
                        <wp:docPr id="43" name="Picture 43" descr="Figure 2.12 Using confidence intervals to test for statistical significanc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390515" cy="2700655"/>
                                </a:xfrm>
                                <a:prstGeom prst="rect">
                                  <a:avLst/>
                                </a:prstGeom>
                                <a:noFill/>
                                <a:ln>
                                  <a:noFill/>
                                </a:ln>
                              </pic:spPr>
                            </pic:pic>
                          </a:graphicData>
                        </a:graphic>
                      </wp:inline>
                    </w:drawing>
                  </w:r>
                </w:p>
              </w:tc>
            </w:tr>
          </w:tbl>
          <w:p w:rsidR="000D6F89" w:rsidRPr="000D6F89" w:rsidRDefault="000D6F89" w:rsidP="0017519E">
            <w:pPr>
              <w:pStyle w:val="Figure"/>
            </w:pPr>
          </w:p>
        </w:tc>
      </w:tr>
      <w:tr w:rsidR="000D6F89" w:rsidRPr="000D6F89" w:rsidTr="000D6F89">
        <w:tc>
          <w:tcPr>
            <w:tcW w:w="8774" w:type="dxa"/>
            <w:tcBorders>
              <w:top w:val="nil"/>
              <w:left w:val="nil"/>
              <w:bottom w:val="nil"/>
              <w:right w:val="nil"/>
            </w:tcBorders>
            <w:shd w:val="clear" w:color="auto" w:fill="auto"/>
          </w:tcPr>
          <w:p w:rsidR="000D6F89" w:rsidRPr="000D6F89" w:rsidRDefault="000D6F89" w:rsidP="0017519E">
            <w:pPr>
              <w:pStyle w:val="Note"/>
            </w:pPr>
            <w:r w:rsidRPr="000D6F89">
              <w:t>Confidence intervals do not overlap so the difference is statistically significant.</w:t>
            </w:r>
          </w:p>
        </w:tc>
      </w:tr>
      <w:tr w:rsidR="000D6F89" w:rsidRPr="000D6F89" w:rsidTr="000D6F89">
        <w:tc>
          <w:tcPr>
            <w:tcW w:w="8774" w:type="dxa"/>
            <w:tcBorders>
              <w:top w:val="nil"/>
              <w:left w:val="nil"/>
              <w:bottom w:val="single" w:sz="6" w:space="0" w:color="78A22F"/>
              <w:right w:val="nil"/>
            </w:tcBorders>
            <w:shd w:val="clear" w:color="auto" w:fill="auto"/>
          </w:tcPr>
          <w:p w:rsidR="000D6F89" w:rsidRPr="000D6F89" w:rsidRDefault="000D6F89" w:rsidP="0017519E">
            <w:pPr>
              <w:pStyle w:val="Figurespace"/>
            </w:pPr>
          </w:p>
        </w:tc>
      </w:tr>
      <w:tr w:rsidR="000D6F89" w:rsidRPr="000863A5" w:rsidTr="000D6F89">
        <w:tc>
          <w:tcPr>
            <w:tcW w:w="8774" w:type="dxa"/>
            <w:tcBorders>
              <w:top w:val="single" w:sz="6" w:space="0" w:color="78A22F"/>
              <w:left w:val="nil"/>
              <w:bottom w:val="nil"/>
              <w:right w:val="nil"/>
            </w:tcBorders>
          </w:tcPr>
          <w:p w:rsidR="000D6F89" w:rsidRPr="00626D32" w:rsidRDefault="000D6F89" w:rsidP="0017519E">
            <w:pPr>
              <w:pStyle w:val="BoxSpaceBelow"/>
            </w:pPr>
          </w:p>
        </w:tc>
      </w:tr>
    </w:tbl>
    <w:p w:rsidR="00AA1294" w:rsidRPr="00742CEE" w:rsidRDefault="00AA1294" w:rsidP="00AD6FCA">
      <w:pPr>
        <w:pStyle w:val="Heading4"/>
      </w:pPr>
      <w:bookmarkStart w:id="77" w:name="_Toc333919871"/>
      <w:r w:rsidRPr="00742CEE">
        <w:t>Variability bands</w:t>
      </w:r>
    </w:p>
    <w:p w:rsidR="00AA1294" w:rsidRPr="004C1916" w:rsidRDefault="00AA1294" w:rsidP="00AA1294">
      <w:pPr>
        <w:spacing w:before="240" w:line="320" w:lineRule="atLeast"/>
        <w:jc w:val="both"/>
        <w:rPr>
          <w:szCs w:val="20"/>
        </w:rPr>
      </w:pPr>
      <w:r w:rsidRPr="00742CEE">
        <w:rPr>
          <w:szCs w:val="20"/>
        </w:rPr>
        <w:t>Variability bands accompanying mortality data should be used for the purpose of within jurisdiction analysis at a point in time and over time (box 2.5). They should not be used for comparing mortality rates at a single point in time or over time between jurisdictions as the variability bands and mortality rates do not take into account differences in under</w:t>
      </w:r>
      <w:r w:rsidRPr="00742CEE">
        <w:rPr>
          <w:szCs w:val="20"/>
        </w:rPr>
        <w:noBreakHyphen/>
        <w:t xml:space="preserve">identification of </w:t>
      </w:r>
      <w:r w:rsidR="00E24249" w:rsidRPr="00742CEE">
        <w:t xml:space="preserve">Aboriginal and Torres Strait </w:t>
      </w:r>
      <w:r w:rsidR="00E24249" w:rsidRPr="004C1916">
        <w:t>Islander</w:t>
      </w:r>
      <w:r w:rsidR="00E24249" w:rsidRPr="004C1916">
        <w:rPr>
          <w:szCs w:val="20"/>
        </w:rPr>
        <w:t xml:space="preserve"> </w:t>
      </w:r>
      <w:r w:rsidR="004C1916" w:rsidRPr="004C1916">
        <w:rPr>
          <w:szCs w:val="20"/>
          <w:shd w:val="clear" w:color="auto" w:fill="FCFCFC" w:themeFill="accent4" w:themeFillTint="33"/>
        </w:rPr>
        <w:t>people</w:t>
      </w:r>
      <w:r w:rsidR="00FD342E">
        <w:rPr>
          <w:szCs w:val="20"/>
          <w:shd w:val="clear" w:color="auto" w:fill="FCFCFC" w:themeFill="accent4" w:themeFillTint="33"/>
        </w:rPr>
        <w:t>’</w:t>
      </w:r>
      <w:r w:rsidR="004C1916" w:rsidRPr="004C1916">
        <w:rPr>
          <w:szCs w:val="20"/>
          <w:shd w:val="clear" w:color="auto" w:fill="FCFCFC" w:themeFill="accent4" w:themeFillTint="33"/>
        </w:rPr>
        <w:t>s</w:t>
      </w:r>
      <w:r w:rsidR="00E24249" w:rsidRPr="004C1916">
        <w:rPr>
          <w:szCs w:val="20"/>
        </w:rPr>
        <w:t xml:space="preserve"> </w:t>
      </w:r>
      <w:r w:rsidRPr="004C1916">
        <w:rPr>
          <w:szCs w:val="20"/>
        </w:rPr>
        <w:t>deaths between jurisdictions.</w:t>
      </w:r>
    </w:p>
    <w:p w:rsidR="00FF51E1" w:rsidRPr="00742CEE" w:rsidRDefault="00FF51E1" w:rsidP="00FF51E1">
      <w:pPr>
        <w:spacing w:before="240" w:line="320" w:lineRule="atLeast"/>
        <w:jc w:val="both"/>
        <w:rPr>
          <w:szCs w:val="20"/>
        </w:rPr>
      </w:pPr>
      <w:r w:rsidRPr="004C1916">
        <w:rPr>
          <w:szCs w:val="20"/>
        </w:rPr>
        <w:t>Rates derived from administrative data counts are not subject to</w:t>
      </w:r>
      <w:r w:rsidRPr="00742CEE">
        <w:rPr>
          <w:szCs w:val="20"/>
        </w:rPr>
        <w:t xml:space="preserve"> sampling error but might be subject to natural random variation, especially for small counts.</w:t>
      </w:r>
    </w:p>
    <w:p w:rsidR="00B82BCB" w:rsidRDefault="00B82BCB" w:rsidP="008A1584">
      <w:pPr>
        <w:spacing w:before="240" w:line="320" w:lineRule="atLeast"/>
        <w:jc w:val="both"/>
        <w:rPr>
          <w:szCs w:val="20"/>
        </w:rPr>
      </w:pPr>
      <w:r w:rsidRPr="00742CEE">
        <w:rPr>
          <w:szCs w:val="20"/>
        </w:rPr>
        <w:t xml:space="preserve">Typically in this standard method, the observed rate is assumed to have natural variability in the numerator count (for example, deaths, hospital visits) but not in the population denominator count. Variations in </w:t>
      </w:r>
      <w:r w:rsidR="00E24249" w:rsidRPr="008A1584">
        <w:t>Aboriginal and Torres Strait Islander</w:t>
      </w:r>
      <w:r w:rsidR="00E24249" w:rsidRPr="008A1584">
        <w:rPr>
          <w:szCs w:val="20"/>
        </w:rPr>
        <w:t xml:space="preserve"> </w:t>
      </w:r>
      <w:r w:rsidR="004C1916" w:rsidRPr="008A1584">
        <w:rPr>
          <w:szCs w:val="20"/>
        </w:rPr>
        <w:t>people</w:t>
      </w:r>
      <w:r w:rsidR="00FD342E" w:rsidRPr="008A1584">
        <w:rPr>
          <w:szCs w:val="20"/>
        </w:rPr>
        <w:t>’</w:t>
      </w:r>
      <w:r w:rsidR="004C1916" w:rsidRPr="008A1584">
        <w:rPr>
          <w:szCs w:val="20"/>
        </w:rPr>
        <w:t>s</w:t>
      </w:r>
      <w:r w:rsidRPr="008A1584">
        <w:rPr>
          <w:szCs w:val="20"/>
        </w:rPr>
        <w:t xml:space="preserve"> death rates may arise from uncertainty in the recording of Indigenous status on the death registration forms (in particular, under</w:t>
      </w:r>
      <w:r w:rsidRPr="008A1584">
        <w:rPr>
          <w:szCs w:val="20"/>
        </w:rPr>
        <w:noBreakHyphen/>
        <w:t xml:space="preserve">identification of </w:t>
      </w:r>
      <w:r w:rsidR="00E24249" w:rsidRPr="008A1584">
        <w:t>Aboriginal and Torres Strait Islander</w:t>
      </w:r>
      <w:r w:rsidR="00E24249" w:rsidRPr="008A1584">
        <w:rPr>
          <w:szCs w:val="20"/>
        </w:rPr>
        <w:t xml:space="preserve"> </w:t>
      </w:r>
      <w:r w:rsidR="004C1916" w:rsidRPr="008A1584">
        <w:rPr>
          <w:szCs w:val="20"/>
        </w:rPr>
        <w:t>people</w:t>
      </w:r>
      <w:r w:rsidR="00FD342E" w:rsidRPr="008A1584">
        <w:rPr>
          <w:szCs w:val="20"/>
        </w:rPr>
        <w:t>’</w:t>
      </w:r>
      <w:r w:rsidR="004C1916" w:rsidRPr="008A1584">
        <w:rPr>
          <w:szCs w:val="20"/>
        </w:rPr>
        <w:t>s</w:t>
      </w:r>
      <w:r w:rsidRPr="008A1584">
        <w:rPr>
          <w:szCs w:val="20"/>
        </w:rPr>
        <w:t xml:space="preserve"> deaths) and in the </w:t>
      </w:r>
      <w:r w:rsidRPr="008A1584">
        <w:rPr>
          <w:i/>
          <w:szCs w:val="20"/>
        </w:rPr>
        <w:t>Census of Population and Housing</w:t>
      </w:r>
      <w:r w:rsidRPr="008A1584">
        <w:rPr>
          <w:szCs w:val="20"/>
        </w:rPr>
        <w:t>, from which</w:t>
      </w:r>
      <w:r w:rsidRPr="00742CEE">
        <w:rPr>
          <w:szCs w:val="20"/>
        </w:rPr>
        <w:t xml:space="preserve"> population estimates are derived. These variations are not considered in this method. Also, the rate is assumed to have been generated from a normal distribution (figure 2.11). Random variation in the numerator count is assumed to be centred around the true value — that is, there is no systematic bias</w:t>
      </w:r>
      <w:r w:rsidRPr="00194D3B">
        <w:rPr>
          <w:szCs w:val="20"/>
        </w:rPr>
        <w:t>.</w:t>
      </w:r>
    </w:p>
    <w:p w:rsidR="00E361CF" w:rsidRDefault="00E361C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361CF" w:rsidTr="0017519E">
        <w:tc>
          <w:tcPr>
            <w:tcW w:w="8771" w:type="dxa"/>
            <w:tcBorders>
              <w:top w:val="single" w:sz="6" w:space="0" w:color="78A22F"/>
              <w:left w:val="nil"/>
              <w:bottom w:val="nil"/>
              <w:right w:val="nil"/>
            </w:tcBorders>
            <w:shd w:val="clear" w:color="auto" w:fill="F2F2F2" w:themeFill="background1" w:themeFillShade="F2"/>
          </w:tcPr>
          <w:p w:rsidR="00E361CF" w:rsidRPr="000B7811" w:rsidRDefault="00E361CF">
            <w:pPr>
              <w:pStyle w:val="BoxTitle"/>
            </w:pPr>
            <w:r w:rsidRPr="000B7811">
              <w:rPr>
                <w:b w:val="0"/>
              </w:rPr>
              <w:t>Box 2.</w:t>
            </w:r>
            <w:r w:rsidR="00C87DBB">
              <w:rPr>
                <w:b w:val="0"/>
                <w:noProof/>
              </w:rPr>
              <w:t>5</w:t>
            </w:r>
            <w:r w:rsidRPr="000B7811">
              <w:tab/>
              <w:t>Technical concepts and formulas — variability bands</w:t>
            </w:r>
          </w:p>
        </w:tc>
      </w:tr>
      <w:tr w:rsidR="00E361CF" w:rsidTr="0017519E">
        <w:trPr>
          <w:cantSplit/>
        </w:trPr>
        <w:tc>
          <w:tcPr>
            <w:tcW w:w="8771" w:type="dxa"/>
            <w:tcBorders>
              <w:top w:val="nil"/>
              <w:left w:val="nil"/>
              <w:bottom w:val="nil"/>
              <w:right w:val="nil"/>
            </w:tcBorders>
            <w:shd w:val="clear" w:color="auto" w:fill="F2F2F2" w:themeFill="background1" w:themeFillShade="F2"/>
          </w:tcPr>
          <w:p w:rsidR="00E361CF" w:rsidRPr="00586FD8" w:rsidRDefault="00E361CF" w:rsidP="0017519E">
            <w:pPr>
              <w:keepNext/>
              <w:spacing w:before="200" w:line="280" w:lineRule="atLeast"/>
              <w:jc w:val="both"/>
              <w:rPr>
                <w:rFonts w:ascii="Arial" w:hAnsi="Arial"/>
                <w:b/>
                <w:sz w:val="20"/>
                <w:szCs w:val="20"/>
              </w:rPr>
            </w:pPr>
            <w:r w:rsidRPr="00586FD8">
              <w:rPr>
                <w:rFonts w:ascii="Arial" w:hAnsi="Arial"/>
                <w:b/>
                <w:sz w:val="20"/>
                <w:szCs w:val="20"/>
              </w:rPr>
              <w:t>Variability bands</w:t>
            </w:r>
          </w:p>
          <w:p w:rsidR="00E361CF" w:rsidRPr="00586FD8" w:rsidRDefault="00E361CF" w:rsidP="0017519E">
            <w:pPr>
              <w:keepNext/>
              <w:spacing w:before="120" w:line="280" w:lineRule="atLeast"/>
              <w:jc w:val="both"/>
              <w:rPr>
                <w:rFonts w:ascii="Arial" w:hAnsi="Arial"/>
                <w:sz w:val="20"/>
                <w:szCs w:val="20"/>
              </w:rPr>
            </w:pPr>
            <w:r w:rsidRPr="00586FD8">
              <w:rPr>
                <w:rFonts w:ascii="Arial" w:hAnsi="Arial"/>
                <w:sz w:val="20"/>
                <w:szCs w:val="20"/>
              </w:rPr>
              <w:t xml:space="preserve">The variability bands to be calculated using the standard method for estimating </w:t>
            </w:r>
            <w:r w:rsidRPr="00586FD8">
              <w:rPr>
                <w:rFonts w:ascii="Arial" w:hAnsi="Arial"/>
                <w:sz w:val="20"/>
                <w:szCs w:val="20"/>
              </w:rPr>
              <w:br/>
              <w:t>95 per cent confidence intervals are:</w:t>
            </w:r>
          </w:p>
          <w:p w:rsidR="00E361CF" w:rsidRPr="00586FD8" w:rsidRDefault="00E361CF" w:rsidP="0017519E">
            <w:pPr>
              <w:keepNext/>
              <w:spacing w:before="200" w:line="280" w:lineRule="atLeast"/>
              <w:jc w:val="both"/>
              <w:rPr>
                <w:rFonts w:ascii="Arial" w:hAnsi="Arial"/>
                <w:i/>
                <w:sz w:val="20"/>
                <w:szCs w:val="20"/>
              </w:rPr>
            </w:pPr>
            <w:r w:rsidRPr="00586FD8">
              <w:rPr>
                <w:rFonts w:ascii="Arial" w:hAnsi="Arial"/>
                <w:i/>
                <w:sz w:val="20"/>
                <w:szCs w:val="20"/>
              </w:rPr>
              <w:t>Crude rate (CR)</w:t>
            </w:r>
          </w:p>
          <w:p w:rsidR="00E361CF" w:rsidRPr="00586FD8" w:rsidRDefault="00BC33BB" w:rsidP="0017519E">
            <w:pPr>
              <w:keepNext/>
              <w:tabs>
                <w:tab w:val="left" w:pos="2246"/>
              </w:tabs>
              <w:spacing w:before="120" w:line="280" w:lineRule="atLeast"/>
              <w:jc w:val="both"/>
              <w:rPr>
                <w:rFonts w:ascii="Arial" w:hAnsi="Arial"/>
                <w:sz w:val="20"/>
                <w:szCs w:val="20"/>
              </w:rPr>
            </w:pPr>
            <w:r>
              <w:rPr>
                <w:rFonts w:ascii="Arial" w:hAnsi="Arial"/>
                <w:noProof/>
                <w:sz w:val="20"/>
                <w:szCs w:val="20"/>
              </w:rPr>
              <w:drawing>
                <wp:inline distT="0" distB="0" distL="0" distR="0" wp14:anchorId="0BA9A6B5" wp14:editId="066D2CB3">
                  <wp:extent cx="1892300" cy="669925"/>
                  <wp:effectExtent l="0" t="0" r="0" b="0"/>
                  <wp:docPr id="44" name="Picture 44" descr="Box 2.5 Technical concepts and formulas - variability band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892300" cy="669925"/>
                          </a:xfrm>
                          <a:prstGeom prst="rect">
                            <a:avLst/>
                          </a:prstGeom>
                          <a:noFill/>
                          <a:ln>
                            <a:noFill/>
                          </a:ln>
                        </pic:spPr>
                      </pic:pic>
                    </a:graphicData>
                  </a:graphic>
                </wp:inline>
              </w:drawing>
            </w:r>
            <w:r w:rsidR="00E361CF" w:rsidRPr="00586FD8">
              <w:rPr>
                <w:rFonts w:ascii="Arial" w:hAnsi="Arial"/>
                <w:sz w:val="20"/>
                <w:szCs w:val="20"/>
              </w:rPr>
              <w:tab/>
              <w:t>(equation 2.9)</w:t>
            </w:r>
          </w:p>
          <w:p w:rsidR="00E361CF" w:rsidRPr="00586FD8" w:rsidRDefault="00E361CF" w:rsidP="0017519E">
            <w:pPr>
              <w:keepNext/>
              <w:spacing w:before="120" w:line="280" w:lineRule="atLeast"/>
              <w:jc w:val="both"/>
              <w:rPr>
                <w:rFonts w:ascii="Arial" w:hAnsi="Arial"/>
                <w:sz w:val="20"/>
                <w:szCs w:val="20"/>
              </w:rPr>
            </w:pPr>
            <w:r w:rsidRPr="00586FD8">
              <w:rPr>
                <w:rFonts w:ascii="Arial" w:hAnsi="Arial"/>
                <w:sz w:val="20"/>
                <w:szCs w:val="20"/>
              </w:rPr>
              <w:t>Where:</w:t>
            </w:r>
          </w:p>
          <w:p w:rsidR="00E361CF" w:rsidRPr="00586FD8" w:rsidRDefault="00BC33BB" w:rsidP="0017519E">
            <w:pPr>
              <w:keepNext/>
              <w:spacing w:before="120" w:line="280" w:lineRule="atLeast"/>
              <w:jc w:val="both"/>
              <w:rPr>
                <w:rFonts w:ascii="Arial" w:hAnsi="Arial"/>
                <w:sz w:val="20"/>
                <w:szCs w:val="20"/>
              </w:rPr>
            </w:pPr>
            <w:r>
              <w:rPr>
                <w:rFonts w:ascii="Arial" w:hAnsi="Arial"/>
                <w:i/>
                <w:noProof/>
                <w:color w:val="FF99CC"/>
                <w:sz w:val="20"/>
                <w:szCs w:val="20"/>
              </w:rPr>
              <w:drawing>
                <wp:inline distT="0" distB="0" distL="0" distR="0" wp14:anchorId="25587252" wp14:editId="4D267C78">
                  <wp:extent cx="138430" cy="180975"/>
                  <wp:effectExtent l="0" t="0" r="0" b="9525"/>
                  <wp:docPr id="45" name="Picture 45" descr="Box 2.5 Technical concepts and formulas - variability band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38430" cy="180975"/>
                          </a:xfrm>
                          <a:prstGeom prst="rect">
                            <a:avLst/>
                          </a:prstGeom>
                          <a:noFill/>
                          <a:ln>
                            <a:noFill/>
                          </a:ln>
                        </pic:spPr>
                      </pic:pic>
                    </a:graphicData>
                  </a:graphic>
                </wp:inline>
              </w:drawing>
            </w:r>
            <w:r w:rsidR="00E361CF" w:rsidRPr="00586FD8">
              <w:rPr>
                <w:rFonts w:ascii="Arial" w:hAnsi="Arial"/>
                <w:i/>
                <w:color w:val="FF99CC"/>
                <w:sz w:val="20"/>
                <w:szCs w:val="20"/>
              </w:rPr>
              <w:t xml:space="preserve"> </w:t>
            </w:r>
            <w:r w:rsidR="00E361CF" w:rsidRPr="00586FD8">
              <w:rPr>
                <w:rFonts w:ascii="Arial" w:hAnsi="Arial"/>
                <w:sz w:val="20"/>
                <w:szCs w:val="20"/>
              </w:rPr>
              <w:t>is the numerator of the estimated proportion</w:t>
            </w:r>
          </w:p>
          <w:p w:rsidR="00E361CF" w:rsidRPr="00586FD8" w:rsidRDefault="00E361CF" w:rsidP="0017519E">
            <w:pPr>
              <w:keepNext/>
              <w:spacing w:before="200" w:line="280" w:lineRule="atLeast"/>
              <w:jc w:val="both"/>
              <w:rPr>
                <w:rFonts w:ascii="Arial" w:hAnsi="Arial"/>
                <w:i/>
                <w:sz w:val="20"/>
                <w:szCs w:val="20"/>
              </w:rPr>
            </w:pPr>
            <w:r w:rsidRPr="00586FD8">
              <w:rPr>
                <w:rFonts w:ascii="Arial" w:hAnsi="Arial"/>
                <w:i/>
                <w:sz w:val="20"/>
                <w:szCs w:val="20"/>
              </w:rPr>
              <w:t>Age-standardised rate (ASR)</w:t>
            </w:r>
          </w:p>
          <w:p w:rsidR="00E361CF" w:rsidRPr="00586FD8" w:rsidRDefault="00BC33BB" w:rsidP="0017519E">
            <w:pPr>
              <w:keepNext/>
              <w:tabs>
                <w:tab w:val="left" w:pos="2246"/>
              </w:tabs>
              <w:spacing w:before="120" w:line="280" w:lineRule="atLeast"/>
              <w:jc w:val="both"/>
              <w:rPr>
                <w:rFonts w:ascii="Arial" w:hAnsi="Arial"/>
                <w:sz w:val="20"/>
                <w:szCs w:val="20"/>
              </w:rPr>
            </w:pPr>
            <w:r>
              <w:rPr>
                <w:rFonts w:ascii="Arial" w:hAnsi="Arial"/>
                <w:noProof/>
                <w:sz w:val="20"/>
                <w:szCs w:val="20"/>
              </w:rPr>
              <w:drawing>
                <wp:inline distT="0" distB="0" distL="0" distR="0" wp14:anchorId="5881E8C6" wp14:editId="0ACBE453">
                  <wp:extent cx="2286000" cy="499745"/>
                  <wp:effectExtent l="0" t="0" r="0" b="0"/>
                  <wp:docPr id="46" name="Picture 46" descr="Box 2.5 Technical concepts and formulas - variability band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286000" cy="499745"/>
                          </a:xfrm>
                          <a:prstGeom prst="rect">
                            <a:avLst/>
                          </a:prstGeom>
                          <a:noFill/>
                          <a:ln>
                            <a:noFill/>
                          </a:ln>
                        </pic:spPr>
                      </pic:pic>
                    </a:graphicData>
                  </a:graphic>
                </wp:inline>
              </w:drawing>
            </w:r>
            <w:r w:rsidR="00E361CF" w:rsidRPr="00586FD8">
              <w:rPr>
                <w:rFonts w:ascii="Arial" w:hAnsi="Arial"/>
                <w:sz w:val="20"/>
                <w:szCs w:val="20"/>
              </w:rPr>
              <w:tab/>
              <w:t>(equation 2.10)</w:t>
            </w:r>
          </w:p>
          <w:p w:rsidR="00E361CF" w:rsidRPr="00586FD8" w:rsidRDefault="00E361CF" w:rsidP="0017519E">
            <w:pPr>
              <w:keepNext/>
              <w:spacing w:before="120" w:line="280" w:lineRule="atLeast"/>
              <w:jc w:val="both"/>
              <w:rPr>
                <w:rFonts w:ascii="Arial" w:hAnsi="Arial"/>
                <w:sz w:val="20"/>
                <w:szCs w:val="20"/>
              </w:rPr>
            </w:pPr>
            <w:r w:rsidRPr="00586FD8">
              <w:rPr>
                <w:rFonts w:ascii="Arial" w:hAnsi="Arial"/>
                <w:sz w:val="20"/>
                <w:szCs w:val="20"/>
              </w:rPr>
              <w:t>Where:</w:t>
            </w:r>
          </w:p>
          <w:p w:rsidR="00E361CF" w:rsidRPr="00586FD8" w:rsidRDefault="00BC33BB" w:rsidP="0017519E">
            <w:pPr>
              <w:keepNext/>
              <w:spacing w:before="120" w:line="280" w:lineRule="atLeast"/>
              <w:ind w:left="120"/>
              <w:rPr>
                <w:rFonts w:ascii="Arial" w:hAnsi="Arial"/>
                <w:sz w:val="20"/>
                <w:szCs w:val="20"/>
              </w:rPr>
            </w:pPr>
            <w:r>
              <w:rPr>
                <w:rFonts w:ascii="Arial" w:hAnsi="Arial"/>
                <w:i/>
                <w:noProof/>
                <w:color w:val="FF99CC"/>
                <w:sz w:val="20"/>
                <w:szCs w:val="20"/>
              </w:rPr>
              <w:drawing>
                <wp:inline distT="0" distB="0" distL="0" distR="0" wp14:anchorId="4B030950" wp14:editId="4E890EA3">
                  <wp:extent cx="170180" cy="233680"/>
                  <wp:effectExtent l="0" t="0" r="1270" b="0"/>
                  <wp:docPr id="47" name="Picture 47" descr="Box 2.5 Technical concepts and formulas - variability band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70180" cy="233680"/>
                          </a:xfrm>
                          <a:prstGeom prst="rect">
                            <a:avLst/>
                          </a:prstGeom>
                          <a:noFill/>
                          <a:ln>
                            <a:noFill/>
                          </a:ln>
                        </pic:spPr>
                      </pic:pic>
                    </a:graphicData>
                  </a:graphic>
                </wp:inline>
              </w:drawing>
            </w:r>
            <w:r w:rsidR="00E361CF" w:rsidRPr="00586FD8">
              <w:rPr>
                <w:rFonts w:ascii="Arial" w:hAnsi="Arial"/>
                <w:i/>
                <w:color w:val="FF99CC"/>
                <w:sz w:val="20"/>
                <w:szCs w:val="20"/>
              </w:rPr>
              <w:t xml:space="preserve"> </w:t>
            </w:r>
            <w:r w:rsidR="00E361CF" w:rsidRPr="00586FD8">
              <w:rPr>
                <w:rFonts w:ascii="Arial" w:hAnsi="Arial"/>
                <w:sz w:val="20"/>
                <w:szCs w:val="20"/>
              </w:rPr>
              <w:t xml:space="preserve">is the proportion of the standard population in age group </w:t>
            </w:r>
            <w:r>
              <w:rPr>
                <w:rFonts w:ascii="Arial" w:hAnsi="Arial"/>
                <w:noProof/>
                <w:sz w:val="20"/>
                <w:szCs w:val="20"/>
              </w:rPr>
              <w:drawing>
                <wp:inline distT="0" distB="0" distL="0" distR="0" wp14:anchorId="7B03757A" wp14:editId="4EBEC999">
                  <wp:extent cx="85090" cy="170180"/>
                  <wp:effectExtent l="0" t="0" r="0" b="1270"/>
                  <wp:docPr id="48" name="Picture 48" descr="Box 2.5 Technical concepts and formulas - variability band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85090" cy="170180"/>
                          </a:xfrm>
                          <a:prstGeom prst="rect">
                            <a:avLst/>
                          </a:prstGeom>
                          <a:noFill/>
                          <a:ln>
                            <a:noFill/>
                          </a:ln>
                        </pic:spPr>
                      </pic:pic>
                    </a:graphicData>
                  </a:graphic>
                </wp:inline>
              </w:drawing>
            </w:r>
            <w:r w:rsidR="00E361CF" w:rsidRPr="00586FD8">
              <w:rPr>
                <w:rFonts w:ascii="Arial" w:hAnsi="Arial"/>
                <w:sz w:val="20"/>
                <w:szCs w:val="20"/>
              </w:rPr>
              <w:br/>
            </w:r>
            <w:r>
              <w:rPr>
                <w:rFonts w:ascii="Arial" w:hAnsi="Arial"/>
                <w:noProof/>
                <w:sz w:val="20"/>
                <w:szCs w:val="20"/>
              </w:rPr>
              <w:drawing>
                <wp:inline distT="0" distB="0" distL="0" distR="0" wp14:anchorId="0848CB3A" wp14:editId="6BA91EF9">
                  <wp:extent cx="159385" cy="233680"/>
                  <wp:effectExtent l="0" t="0" r="0" b="0"/>
                  <wp:docPr id="49" name="Picture 49" descr="Box 2.5 Technical concepts and formulas - variability band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59385" cy="233680"/>
                          </a:xfrm>
                          <a:prstGeom prst="rect">
                            <a:avLst/>
                          </a:prstGeom>
                          <a:noFill/>
                          <a:ln>
                            <a:noFill/>
                          </a:ln>
                        </pic:spPr>
                      </pic:pic>
                    </a:graphicData>
                  </a:graphic>
                </wp:inline>
              </w:drawing>
            </w:r>
            <w:r w:rsidR="00E361CF" w:rsidRPr="00586FD8">
              <w:rPr>
                <w:rFonts w:ascii="Arial" w:hAnsi="Arial"/>
                <w:i/>
                <w:color w:val="FF99CC"/>
                <w:sz w:val="20"/>
                <w:szCs w:val="20"/>
              </w:rPr>
              <w:t xml:space="preserve"> </w:t>
            </w:r>
            <w:r w:rsidR="00E361CF" w:rsidRPr="00586FD8">
              <w:rPr>
                <w:rFonts w:ascii="Arial" w:hAnsi="Arial"/>
                <w:sz w:val="20"/>
                <w:szCs w:val="20"/>
              </w:rPr>
              <w:t xml:space="preserve">is the number of deaths in age group </w:t>
            </w:r>
            <w:r>
              <w:rPr>
                <w:rFonts w:ascii="Arial" w:hAnsi="Arial"/>
                <w:noProof/>
                <w:sz w:val="20"/>
                <w:szCs w:val="20"/>
              </w:rPr>
              <w:drawing>
                <wp:inline distT="0" distB="0" distL="0" distR="0" wp14:anchorId="52162B6B" wp14:editId="378C968B">
                  <wp:extent cx="85090" cy="170180"/>
                  <wp:effectExtent l="0" t="0" r="0" b="1270"/>
                  <wp:docPr id="50" name="Picture 50" descr="Box 2.5 Technical concepts and formulas - variability band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85090" cy="170180"/>
                          </a:xfrm>
                          <a:prstGeom prst="rect">
                            <a:avLst/>
                          </a:prstGeom>
                          <a:noFill/>
                          <a:ln>
                            <a:noFill/>
                          </a:ln>
                        </pic:spPr>
                      </pic:pic>
                    </a:graphicData>
                  </a:graphic>
                </wp:inline>
              </w:drawing>
            </w:r>
            <w:r w:rsidR="00E361CF" w:rsidRPr="00586FD8">
              <w:rPr>
                <w:rFonts w:ascii="Arial" w:hAnsi="Arial"/>
                <w:sz w:val="20"/>
                <w:szCs w:val="20"/>
              </w:rPr>
              <w:br/>
            </w:r>
            <w:r w:rsidR="004501CE">
              <w:rPr>
                <w:rFonts w:ascii="Arial" w:hAnsi="Arial"/>
                <w:noProof/>
                <w:sz w:val="20"/>
                <w:szCs w:val="20"/>
              </w:rPr>
              <w:drawing>
                <wp:inline distT="0" distB="0" distL="0" distR="0" wp14:anchorId="277810D7" wp14:editId="442AC060">
                  <wp:extent cx="159385" cy="233680"/>
                  <wp:effectExtent l="0" t="0" r="0" b="0"/>
                  <wp:docPr id="51" name="Picture 51" descr="Box 2.5 Technical concepts and formulas - variability band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59385" cy="233680"/>
                          </a:xfrm>
                          <a:prstGeom prst="rect">
                            <a:avLst/>
                          </a:prstGeom>
                          <a:noFill/>
                          <a:ln>
                            <a:noFill/>
                          </a:ln>
                        </pic:spPr>
                      </pic:pic>
                    </a:graphicData>
                  </a:graphic>
                </wp:inline>
              </w:drawing>
            </w:r>
            <w:r w:rsidR="00E361CF" w:rsidRPr="00586FD8">
              <w:rPr>
                <w:rFonts w:ascii="Arial" w:hAnsi="Arial"/>
                <w:i/>
                <w:color w:val="FF99CC"/>
                <w:sz w:val="20"/>
                <w:szCs w:val="20"/>
              </w:rPr>
              <w:t xml:space="preserve"> </w:t>
            </w:r>
            <w:r w:rsidR="00E361CF" w:rsidRPr="00586FD8">
              <w:rPr>
                <w:rFonts w:ascii="Arial" w:hAnsi="Arial"/>
                <w:sz w:val="20"/>
                <w:szCs w:val="20"/>
              </w:rPr>
              <w:t xml:space="preserve">is the number of people in the population in age group </w:t>
            </w:r>
            <w:r w:rsidR="004501CE">
              <w:rPr>
                <w:rFonts w:ascii="Arial" w:hAnsi="Arial"/>
                <w:noProof/>
                <w:sz w:val="20"/>
                <w:szCs w:val="20"/>
              </w:rPr>
              <w:drawing>
                <wp:inline distT="0" distB="0" distL="0" distR="0" wp14:anchorId="37230C86" wp14:editId="56A44EDD">
                  <wp:extent cx="85090" cy="170180"/>
                  <wp:effectExtent l="0" t="0" r="0" b="1270"/>
                  <wp:docPr id="52" name="Picture 52" descr="Box 2.5 Technical concepts and formulas - variability band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85090" cy="170180"/>
                          </a:xfrm>
                          <a:prstGeom prst="rect">
                            <a:avLst/>
                          </a:prstGeom>
                          <a:noFill/>
                          <a:ln>
                            <a:noFill/>
                          </a:ln>
                        </pic:spPr>
                      </pic:pic>
                    </a:graphicData>
                  </a:graphic>
                </wp:inline>
              </w:drawing>
            </w:r>
            <w:r w:rsidR="00E361CF" w:rsidRPr="00586FD8">
              <w:rPr>
                <w:rFonts w:ascii="Arial" w:hAnsi="Arial"/>
                <w:sz w:val="20"/>
                <w:szCs w:val="20"/>
              </w:rPr>
              <w:t>.</w:t>
            </w:r>
          </w:p>
          <w:p w:rsidR="00E361CF" w:rsidRPr="00586FD8" w:rsidRDefault="00E361CF" w:rsidP="0017519E">
            <w:pPr>
              <w:keepNext/>
              <w:spacing w:before="200" w:line="280" w:lineRule="atLeast"/>
              <w:jc w:val="both"/>
              <w:rPr>
                <w:rFonts w:ascii="Arial" w:hAnsi="Arial"/>
                <w:i/>
                <w:sz w:val="20"/>
                <w:szCs w:val="20"/>
              </w:rPr>
            </w:pPr>
            <w:r w:rsidRPr="00586FD8">
              <w:rPr>
                <w:rFonts w:ascii="Arial" w:hAnsi="Arial"/>
                <w:i/>
                <w:sz w:val="20"/>
                <w:szCs w:val="20"/>
              </w:rPr>
              <w:t>Infant mortality rate (</w:t>
            </w:r>
            <w:proofErr w:type="spellStart"/>
            <w:r w:rsidRPr="00586FD8">
              <w:rPr>
                <w:rFonts w:ascii="Arial" w:hAnsi="Arial"/>
                <w:i/>
                <w:sz w:val="20"/>
                <w:szCs w:val="20"/>
              </w:rPr>
              <w:t>IMR</w:t>
            </w:r>
            <w:proofErr w:type="spellEnd"/>
            <w:r w:rsidRPr="00586FD8">
              <w:rPr>
                <w:rFonts w:ascii="Arial" w:hAnsi="Arial"/>
                <w:i/>
                <w:sz w:val="20"/>
                <w:szCs w:val="20"/>
              </w:rPr>
              <w:t>)</w:t>
            </w:r>
          </w:p>
          <w:p w:rsidR="00E361CF" w:rsidRPr="00586FD8" w:rsidRDefault="004501CE" w:rsidP="0017519E">
            <w:pPr>
              <w:keepNext/>
              <w:tabs>
                <w:tab w:val="left" w:pos="2246"/>
              </w:tabs>
              <w:spacing w:before="120" w:line="280" w:lineRule="atLeast"/>
              <w:jc w:val="both"/>
              <w:rPr>
                <w:rFonts w:ascii="Arial" w:hAnsi="Arial"/>
                <w:sz w:val="20"/>
                <w:szCs w:val="20"/>
              </w:rPr>
            </w:pPr>
            <w:r>
              <w:rPr>
                <w:rFonts w:ascii="Arial" w:hAnsi="Arial"/>
                <w:noProof/>
                <w:sz w:val="20"/>
                <w:szCs w:val="20"/>
              </w:rPr>
              <w:drawing>
                <wp:inline distT="0" distB="0" distL="0" distR="0" wp14:anchorId="78725A7C" wp14:editId="56063DF5">
                  <wp:extent cx="1956435" cy="467995"/>
                  <wp:effectExtent l="0" t="0" r="5715" b="8255"/>
                  <wp:docPr id="53" name="Picture 53" descr="Box 2.5 Technical concepts and formulas - variability band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956435" cy="467995"/>
                          </a:xfrm>
                          <a:prstGeom prst="rect">
                            <a:avLst/>
                          </a:prstGeom>
                          <a:noFill/>
                          <a:ln>
                            <a:noFill/>
                          </a:ln>
                        </pic:spPr>
                      </pic:pic>
                    </a:graphicData>
                  </a:graphic>
                </wp:inline>
              </w:drawing>
            </w:r>
            <w:r w:rsidR="00E361CF" w:rsidRPr="00586FD8">
              <w:rPr>
                <w:rFonts w:ascii="Arial" w:hAnsi="Arial"/>
                <w:sz w:val="20"/>
                <w:szCs w:val="20"/>
              </w:rPr>
              <w:tab/>
              <w:t>(equation 2.11)</w:t>
            </w:r>
          </w:p>
          <w:p w:rsidR="00E361CF" w:rsidRPr="00586FD8" w:rsidRDefault="00E361CF" w:rsidP="0017519E">
            <w:pPr>
              <w:keepNext/>
              <w:spacing w:before="120" w:line="280" w:lineRule="atLeast"/>
              <w:jc w:val="both"/>
              <w:rPr>
                <w:rFonts w:ascii="Arial" w:hAnsi="Arial"/>
                <w:sz w:val="20"/>
                <w:szCs w:val="20"/>
              </w:rPr>
            </w:pPr>
            <w:r w:rsidRPr="00586FD8">
              <w:rPr>
                <w:rFonts w:ascii="Arial" w:hAnsi="Arial"/>
                <w:sz w:val="20"/>
                <w:szCs w:val="20"/>
              </w:rPr>
              <w:t>Where:</w:t>
            </w:r>
          </w:p>
          <w:p w:rsidR="00E361CF" w:rsidRPr="000B7811" w:rsidRDefault="004501CE" w:rsidP="0017519E">
            <w:pPr>
              <w:keepNext/>
              <w:spacing w:before="120" w:line="280" w:lineRule="atLeast"/>
              <w:ind w:left="120"/>
              <w:rPr>
                <w:rFonts w:ascii="Arial" w:hAnsi="Arial"/>
                <w:sz w:val="22"/>
                <w:szCs w:val="20"/>
              </w:rPr>
            </w:pPr>
            <w:r>
              <w:rPr>
                <w:rFonts w:ascii="Arial" w:hAnsi="Arial"/>
                <w:i/>
                <w:noProof/>
                <w:color w:val="FF99CC"/>
                <w:sz w:val="20"/>
                <w:szCs w:val="20"/>
              </w:rPr>
              <w:drawing>
                <wp:inline distT="0" distB="0" distL="0" distR="0" wp14:anchorId="4883C408" wp14:editId="0204538E">
                  <wp:extent cx="170180" cy="233680"/>
                  <wp:effectExtent l="0" t="0" r="1270" b="0"/>
                  <wp:docPr id="54" name="Picture 54" descr="Box 2.5 Technical concepts and formulas - variability band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70180" cy="233680"/>
                          </a:xfrm>
                          <a:prstGeom prst="rect">
                            <a:avLst/>
                          </a:prstGeom>
                          <a:noFill/>
                          <a:ln>
                            <a:noFill/>
                          </a:ln>
                        </pic:spPr>
                      </pic:pic>
                    </a:graphicData>
                  </a:graphic>
                </wp:inline>
              </w:drawing>
            </w:r>
            <w:r w:rsidR="00E361CF" w:rsidRPr="00586FD8">
              <w:rPr>
                <w:rFonts w:ascii="Arial" w:hAnsi="Arial"/>
                <w:i/>
                <w:color w:val="FF99CC"/>
                <w:sz w:val="20"/>
                <w:szCs w:val="20"/>
              </w:rPr>
              <w:t xml:space="preserve"> </w:t>
            </w:r>
            <w:r w:rsidR="00E361CF" w:rsidRPr="00586FD8">
              <w:rPr>
                <w:rFonts w:ascii="Arial" w:hAnsi="Arial"/>
                <w:sz w:val="20"/>
                <w:szCs w:val="20"/>
              </w:rPr>
              <w:t>is the number of deaths in infants aged less than 1 year.</w:t>
            </w:r>
          </w:p>
        </w:tc>
      </w:tr>
      <w:tr w:rsidR="00E361CF" w:rsidTr="0017519E">
        <w:trPr>
          <w:cantSplit/>
        </w:trPr>
        <w:tc>
          <w:tcPr>
            <w:tcW w:w="8771" w:type="dxa"/>
            <w:tcBorders>
              <w:top w:val="nil"/>
              <w:left w:val="nil"/>
              <w:bottom w:val="single" w:sz="6" w:space="0" w:color="78A22F"/>
              <w:right w:val="nil"/>
            </w:tcBorders>
            <w:shd w:val="clear" w:color="auto" w:fill="F2F2F2" w:themeFill="background1" w:themeFillShade="F2"/>
          </w:tcPr>
          <w:p w:rsidR="00E361CF" w:rsidRDefault="00E361CF">
            <w:pPr>
              <w:pStyle w:val="Box"/>
              <w:spacing w:before="0" w:line="120" w:lineRule="exact"/>
            </w:pPr>
          </w:p>
        </w:tc>
      </w:tr>
      <w:tr w:rsidR="00E361CF" w:rsidRPr="000863A5" w:rsidTr="0017519E">
        <w:tc>
          <w:tcPr>
            <w:tcW w:w="8771" w:type="dxa"/>
            <w:tcBorders>
              <w:top w:val="single" w:sz="6" w:space="0" w:color="78A22F"/>
              <w:left w:val="nil"/>
              <w:bottom w:val="nil"/>
              <w:right w:val="nil"/>
            </w:tcBorders>
          </w:tcPr>
          <w:p w:rsidR="00E361CF" w:rsidRPr="00626D32" w:rsidRDefault="00E361CF" w:rsidP="0017519E">
            <w:pPr>
              <w:pStyle w:val="BoxSpaceBelow"/>
            </w:pPr>
          </w:p>
        </w:tc>
      </w:tr>
    </w:tbl>
    <w:p w:rsidR="00FF51E1" w:rsidRPr="00194D3B" w:rsidRDefault="00FF51E1" w:rsidP="00AD6FCA">
      <w:pPr>
        <w:pStyle w:val="Heading3"/>
      </w:pPr>
      <w:bookmarkStart w:id="78" w:name="_Toc368582244"/>
      <w:bookmarkStart w:id="79" w:name="_Toc370136026"/>
      <w:r w:rsidRPr="00194D3B">
        <w:t>Population measures</w:t>
      </w:r>
      <w:bookmarkEnd w:id="77"/>
      <w:bookmarkEnd w:id="78"/>
      <w:bookmarkEnd w:id="79"/>
    </w:p>
    <w:p w:rsidR="00FF51E1" w:rsidRPr="00194D3B" w:rsidRDefault="00FF51E1" w:rsidP="00FF51E1">
      <w:pPr>
        <w:spacing w:before="240" w:line="320" w:lineRule="atLeast"/>
        <w:jc w:val="both"/>
        <w:rPr>
          <w:szCs w:val="20"/>
        </w:rPr>
      </w:pPr>
      <w:r w:rsidRPr="00194D3B">
        <w:rPr>
          <w:szCs w:val="20"/>
        </w:rPr>
        <w:t>Data are frequently expressed relative to population in this Report. For example, expenditure per person, or proportion of people who utilise a service or who benefit from a service. This enables comparison of data across populations of different sizes using relative numbers — standardised by population size — as distinct from absolute numbers.</w:t>
      </w:r>
    </w:p>
    <w:p w:rsidR="00FF51E1" w:rsidRPr="00355323" w:rsidRDefault="00AE5ED5" w:rsidP="00FF51E1">
      <w:pPr>
        <w:spacing w:before="240" w:line="320" w:lineRule="atLeast"/>
        <w:jc w:val="both"/>
        <w:rPr>
          <w:szCs w:val="20"/>
        </w:rPr>
      </w:pPr>
      <w:proofErr w:type="spellStart"/>
      <w:r>
        <w:rPr>
          <w:szCs w:val="20"/>
        </w:rPr>
        <w:t>ERP</w:t>
      </w:r>
      <w:proofErr w:type="spellEnd"/>
      <w:r w:rsidR="00FF51E1" w:rsidRPr="009F20AC">
        <w:rPr>
          <w:szCs w:val="20"/>
        </w:rPr>
        <w:t xml:space="preserve"> data are available quarterly — that is, at end March, June, September and December of each year. The </w:t>
      </w:r>
      <w:proofErr w:type="spellStart"/>
      <w:r w:rsidR="00FF51E1" w:rsidRPr="009F20AC">
        <w:rPr>
          <w:szCs w:val="20"/>
        </w:rPr>
        <w:t>mid</w:t>
      </w:r>
      <w:r w:rsidR="00A75016" w:rsidRPr="009F20AC">
        <w:rPr>
          <w:szCs w:val="20"/>
        </w:rPr>
        <w:noBreakHyphen/>
      </w:r>
      <w:r w:rsidR="00FF51E1" w:rsidRPr="009F20AC">
        <w:rPr>
          <w:szCs w:val="20"/>
        </w:rPr>
        <w:t>point</w:t>
      </w:r>
      <w:proofErr w:type="spellEnd"/>
      <w:r w:rsidR="00FF51E1" w:rsidRPr="009F20AC">
        <w:rPr>
          <w:szCs w:val="20"/>
        </w:rPr>
        <w:t xml:space="preserve"> </w:t>
      </w:r>
      <w:proofErr w:type="spellStart"/>
      <w:r w:rsidR="00FF51E1" w:rsidRPr="009F20AC">
        <w:rPr>
          <w:szCs w:val="20"/>
        </w:rPr>
        <w:t>ERP</w:t>
      </w:r>
      <w:proofErr w:type="spellEnd"/>
      <w:r w:rsidR="00FF51E1" w:rsidRPr="009F20AC">
        <w:rPr>
          <w:szCs w:val="20"/>
        </w:rPr>
        <w:t xml:space="preserve"> is </w:t>
      </w:r>
      <w:r w:rsidR="00FF51E1" w:rsidRPr="00355323">
        <w:rPr>
          <w:szCs w:val="20"/>
        </w:rPr>
        <w:t xml:space="preserve">typically used for the calculation of population rates in </w:t>
      </w:r>
      <w:r w:rsidR="00FF51E1" w:rsidRPr="00355323">
        <w:rPr>
          <w:szCs w:val="20"/>
        </w:rPr>
        <w:lastRenderedPageBreak/>
        <w:t xml:space="preserve">this Report — for example, the 30 June </w:t>
      </w:r>
      <w:proofErr w:type="spellStart"/>
      <w:r w:rsidR="00FF51E1" w:rsidRPr="00355323">
        <w:rPr>
          <w:szCs w:val="20"/>
        </w:rPr>
        <w:t>ERP</w:t>
      </w:r>
      <w:proofErr w:type="spellEnd"/>
      <w:r w:rsidR="00FF51E1" w:rsidRPr="00355323">
        <w:rPr>
          <w:szCs w:val="20"/>
        </w:rPr>
        <w:t xml:space="preserve"> for calendar year data and the 31 </w:t>
      </w:r>
      <w:r w:rsidR="00FF51E1" w:rsidRPr="0091639C">
        <w:rPr>
          <w:szCs w:val="20"/>
        </w:rPr>
        <w:t xml:space="preserve">December </w:t>
      </w:r>
      <w:proofErr w:type="spellStart"/>
      <w:r w:rsidR="00FF51E1" w:rsidRPr="0091639C">
        <w:rPr>
          <w:szCs w:val="20"/>
        </w:rPr>
        <w:t>ERP</w:t>
      </w:r>
      <w:proofErr w:type="spellEnd"/>
      <w:r w:rsidR="00FF51E1" w:rsidRPr="0091639C">
        <w:rPr>
          <w:szCs w:val="20"/>
        </w:rPr>
        <w:t xml:space="preserve"> for </w:t>
      </w:r>
      <w:r w:rsidR="00FF51E1" w:rsidRPr="00C74987">
        <w:rPr>
          <w:szCs w:val="20"/>
        </w:rPr>
        <w:t xml:space="preserve">financial year data. As this Report presents annual data </w:t>
      </w:r>
      <w:proofErr w:type="spellStart"/>
      <w:r w:rsidR="00FF51E1" w:rsidRPr="00C74987">
        <w:rPr>
          <w:szCs w:val="20"/>
        </w:rPr>
        <w:t>where</w:t>
      </w:r>
      <w:proofErr w:type="spellEnd"/>
      <w:r w:rsidR="00FF51E1" w:rsidRPr="00C74987">
        <w:rPr>
          <w:szCs w:val="20"/>
        </w:rPr>
        <w:t xml:space="preserve"> available and appropriate, the </w:t>
      </w:r>
      <w:proofErr w:type="spellStart"/>
      <w:r w:rsidR="00FF51E1" w:rsidRPr="00C74987">
        <w:rPr>
          <w:szCs w:val="20"/>
        </w:rPr>
        <w:t>mid</w:t>
      </w:r>
      <w:r w:rsidR="008A1584">
        <w:rPr>
          <w:szCs w:val="20"/>
        </w:rPr>
        <w:noBreakHyphen/>
      </w:r>
      <w:r w:rsidR="00FF51E1" w:rsidRPr="00C74987">
        <w:rPr>
          <w:szCs w:val="20"/>
        </w:rPr>
        <w:t>point</w:t>
      </w:r>
      <w:proofErr w:type="spellEnd"/>
      <w:r w:rsidR="00FF51E1" w:rsidRPr="00C74987">
        <w:rPr>
          <w:szCs w:val="20"/>
        </w:rPr>
        <w:t xml:space="preserve"> </w:t>
      </w:r>
      <w:proofErr w:type="spellStart"/>
      <w:r w:rsidR="00FF51E1" w:rsidRPr="00C74987">
        <w:rPr>
          <w:szCs w:val="20"/>
        </w:rPr>
        <w:t>ERP</w:t>
      </w:r>
      <w:proofErr w:type="spellEnd"/>
      <w:r w:rsidR="00FF51E1" w:rsidRPr="00C74987">
        <w:rPr>
          <w:szCs w:val="20"/>
        </w:rPr>
        <w:t xml:space="preserve"> was</w:t>
      </w:r>
      <w:r w:rsidR="00FF51E1" w:rsidRPr="00355323">
        <w:rPr>
          <w:szCs w:val="20"/>
        </w:rPr>
        <w:t xml:space="preserve"> adopted following the consideration of four options:</w:t>
      </w:r>
    </w:p>
    <w:p w:rsidR="00FF51E1" w:rsidRPr="00355323" w:rsidRDefault="00FF51E1" w:rsidP="00E03FEB">
      <w:pPr>
        <w:numPr>
          <w:ilvl w:val="0"/>
          <w:numId w:val="11"/>
        </w:numPr>
        <w:spacing w:before="120" w:line="320" w:lineRule="atLeast"/>
        <w:ind w:left="340" w:hanging="340"/>
        <w:jc w:val="both"/>
        <w:rPr>
          <w:szCs w:val="20"/>
        </w:rPr>
      </w:pPr>
      <w:r w:rsidRPr="00355323">
        <w:rPr>
          <w:i/>
          <w:szCs w:val="20"/>
        </w:rPr>
        <w:t>Average population data</w:t>
      </w:r>
      <w:r w:rsidRPr="00355323">
        <w:rPr>
          <w:szCs w:val="20"/>
        </w:rPr>
        <w:t xml:space="preserve"> — the average population over the reference period — is the most statistically robust option. However, the </w:t>
      </w:r>
      <w:proofErr w:type="spellStart"/>
      <w:r w:rsidRPr="00355323">
        <w:rPr>
          <w:szCs w:val="20"/>
        </w:rPr>
        <w:t>ERP</w:t>
      </w:r>
      <w:proofErr w:type="spellEnd"/>
      <w:r w:rsidRPr="00355323">
        <w:rPr>
          <w:szCs w:val="20"/>
        </w:rPr>
        <w:t xml:space="preserve"> for the fourth quarter of the most recent financial year is not available in time for this Report.</w:t>
      </w:r>
    </w:p>
    <w:p w:rsidR="00FF51E1" w:rsidRPr="00355323" w:rsidRDefault="00FF51E1" w:rsidP="00E03FEB">
      <w:pPr>
        <w:numPr>
          <w:ilvl w:val="0"/>
          <w:numId w:val="11"/>
        </w:numPr>
        <w:spacing w:before="120" w:line="320" w:lineRule="atLeast"/>
        <w:ind w:left="340" w:hanging="340"/>
        <w:jc w:val="both"/>
        <w:rPr>
          <w:szCs w:val="20"/>
        </w:rPr>
      </w:pPr>
      <w:r w:rsidRPr="00355323">
        <w:rPr>
          <w:i/>
          <w:szCs w:val="20"/>
        </w:rPr>
        <w:t xml:space="preserve">End point population data </w:t>
      </w:r>
      <w:r w:rsidRPr="00355323">
        <w:rPr>
          <w:szCs w:val="20"/>
        </w:rPr>
        <w:t xml:space="preserve">— the </w:t>
      </w:r>
      <w:proofErr w:type="spellStart"/>
      <w:r w:rsidRPr="00355323">
        <w:rPr>
          <w:szCs w:val="20"/>
        </w:rPr>
        <w:t>ERP</w:t>
      </w:r>
      <w:proofErr w:type="spellEnd"/>
      <w:r w:rsidRPr="00355323">
        <w:rPr>
          <w:szCs w:val="20"/>
        </w:rPr>
        <w:t xml:space="preserve"> at the end of the reference period. Where the reference period is the most recent financial year, the end point </w:t>
      </w:r>
      <w:proofErr w:type="spellStart"/>
      <w:r w:rsidRPr="00355323">
        <w:rPr>
          <w:szCs w:val="20"/>
        </w:rPr>
        <w:t>ERP</w:t>
      </w:r>
      <w:proofErr w:type="spellEnd"/>
      <w:r w:rsidRPr="00355323">
        <w:rPr>
          <w:szCs w:val="20"/>
        </w:rPr>
        <w:t xml:space="preserve"> is not available in time for this Report.</w:t>
      </w:r>
    </w:p>
    <w:p w:rsidR="00FF51E1" w:rsidRPr="00355323" w:rsidRDefault="00FF51E1" w:rsidP="00E03FEB">
      <w:pPr>
        <w:numPr>
          <w:ilvl w:val="0"/>
          <w:numId w:val="11"/>
        </w:numPr>
        <w:spacing w:before="120" w:line="320" w:lineRule="atLeast"/>
        <w:ind w:left="340" w:hanging="340"/>
        <w:jc w:val="both"/>
        <w:rPr>
          <w:szCs w:val="20"/>
        </w:rPr>
      </w:pPr>
      <w:r w:rsidRPr="00355323">
        <w:rPr>
          <w:i/>
          <w:szCs w:val="20"/>
        </w:rPr>
        <w:t xml:space="preserve">Projected population data </w:t>
      </w:r>
      <w:r w:rsidRPr="00355323">
        <w:rPr>
          <w:szCs w:val="20"/>
        </w:rPr>
        <w:t>— population projections, as distinct from estimates, could be used for the fourth quarter of the most recent financial year. However, population projections are less accurate than population estimates.</w:t>
      </w:r>
    </w:p>
    <w:p w:rsidR="00FF51E1" w:rsidRPr="00355323" w:rsidRDefault="00FF51E1" w:rsidP="00E03FEB">
      <w:pPr>
        <w:numPr>
          <w:ilvl w:val="0"/>
          <w:numId w:val="11"/>
        </w:numPr>
        <w:spacing w:before="120" w:line="320" w:lineRule="atLeast"/>
        <w:ind w:left="340" w:hanging="340"/>
        <w:jc w:val="both"/>
        <w:rPr>
          <w:szCs w:val="20"/>
        </w:rPr>
      </w:pPr>
      <w:r w:rsidRPr="00355323">
        <w:rPr>
          <w:i/>
          <w:szCs w:val="20"/>
        </w:rPr>
        <w:t>Mid</w:t>
      </w:r>
      <w:r w:rsidR="00962156" w:rsidRPr="00355323">
        <w:rPr>
          <w:i/>
          <w:szCs w:val="20"/>
        </w:rPr>
        <w:noBreakHyphen/>
      </w:r>
      <w:r w:rsidRPr="00355323">
        <w:rPr>
          <w:i/>
          <w:szCs w:val="20"/>
        </w:rPr>
        <w:t xml:space="preserve">point population data </w:t>
      </w:r>
      <w:r w:rsidRPr="00355323">
        <w:rPr>
          <w:szCs w:val="20"/>
        </w:rPr>
        <w:t xml:space="preserve">— the </w:t>
      </w:r>
      <w:proofErr w:type="spellStart"/>
      <w:r w:rsidRPr="00355323">
        <w:rPr>
          <w:szCs w:val="20"/>
        </w:rPr>
        <w:t>mid</w:t>
      </w:r>
      <w:r w:rsidR="00A75016" w:rsidRPr="00355323">
        <w:rPr>
          <w:szCs w:val="20"/>
        </w:rPr>
        <w:noBreakHyphen/>
      </w:r>
      <w:r w:rsidRPr="00355323">
        <w:rPr>
          <w:szCs w:val="20"/>
        </w:rPr>
        <w:t>point</w:t>
      </w:r>
      <w:proofErr w:type="spellEnd"/>
      <w:r w:rsidRPr="00355323">
        <w:rPr>
          <w:szCs w:val="20"/>
        </w:rPr>
        <w:t xml:space="preserve"> </w:t>
      </w:r>
      <w:proofErr w:type="spellStart"/>
      <w:r w:rsidRPr="00355323">
        <w:rPr>
          <w:szCs w:val="20"/>
        </w:rPr>
        <w:t>ERP</w:t>
      </w:r>
      <w:proofErr w:type="spellEnd"/>
      <w:r w:rsidRPr="00355323">
        <w:rPr>
          <w:szCs w:val="20"/>
        </w:rPr>
        <w:t xml:space="preserve"> is available for the reported reference periods, including calendar and financial years, in time for this Report. The </w:t>
      </w:r>
      <w:proofErr w:type="spellStart"/>
      <w:r w:rsidRPr="00355323">
        <w:rPr>
          <w:szCs w:val="20"/>
        </w:rPr>
        <w:t>mid</w:t>
      </w:r>
      <w:r w:rsidR="00A75016" w:rsidRPr="00355323">
        <w:rPr>
          <w:szCs w:val="20"/>
        </w:rPr>
        <w:noBreakHyphen/>
      </w:r>
      <w:r w:rsidRPr="00355323">
        <w:rPr>
          <w:szCs w:val="20"/>
        </w:rPr>
        <w:t>point</w:t>
      </w:r>
      <w:proofErr w:type="spellEnd"/>
      <w:r w:rsidRPr="00355323">
        <w:rPr>
          <w:szCs w:val="20"/>
        </w:rPr>
        <w:t xml:space="preserve"> </w:t>
      </w:r>
      <w:proofErr w:type="spellStart"/>
      <w:r w:rsidRPr="00355323">
        <w:rPr>
          <w:szCs w:val="20"/>
        </w:rPr>
        <w:t>ERP</w:t>
      </w:r>
      <w:proofErr w:type="spellEnd"/>
      <w:r w:rsidRPr="00355323">
        <w:rPr>
          <w:szCs w:val="20"/>
        </w:rPr>
        <w:t xml:space="preserve"> was therefore adopted as a proxy for the average population over the reference period. Data sourced from other publications do not necessarily use the </w:t>
      </w:r>
      <w:proofErr w:type="spellStart"/>
      <w:r w:rsidRPr="00355323">
        <w:rPr>
          <w:szCs w:val="20"/>
        </w:rPr>
        <w:t>mid</w:t>
      </w:r>
      <w:r w:rsidR="00A75016" w:rsidRPr="00355323">
        <w:rPr>
          <w:szCs w:val="20"/>
        </w:rPr>
        <w:noBreakHyphen/>
      </w:r>
      <w:r w:rsidRPr="00355323">
        <w:rPr>
          <w:szCs w:val="20"/>
        </w:rPr>
        <w:t>point</w:t>
      </w:r>
      <w:proofErr w:type="spellEnd"/>
      <w:r w:rsidRPr="00355323">
        <w:rPr>
          <w:szCs w:val="20"/>
        </w:rPr>
        <w:t xml:space="preserve"> </w:t>
      </w:r>
      <w:proofErr w:type="spellStart"/>
      <w:r w:rsidRPr="00355323">
        <w:rPr>
          <w:szCs w:val="20"/>
        </w:rPr>
        <w:t>ERP</w:t>
      </w:r>
      <w:proofErr w:type="spellEnd"/>
      <w:r w:rsidRPr="00355323">
        <w:rPr>
          <w:szCs w:val="20"/>
        </w:rPr>
        <w:t>.</w:t>
      </w:r>
    </w:p>
    <w:p w:rsidR="00FF51E1" w:rsidRPr="00355323" w:rsidRDefault="00FF51E1" w:rsidP="00FF51E1">
      <w:pPr>
        <w:spacing w:before="240" w:line="320" w:lineRule="atLeast"/>
        <w:jc w:val="both"/>
        <w:rPr>
          <w:szCs w:val="20"/>
        </w:rPr>
      </w:pPr>
      <w:bookmarkStart w:id="80" w:name="_Toc333919872"/>
      <w:bookmarkStart w:id="81" w:name="_Toc368582245"/>
      <w:bookmarkStart w:id="82" w:name="_Toc370136027"/>
      <w:r w:rsidRPr="00355323">
        <w:rPr>
          <w:szCs w:val="20"/>
        </w:rPr>
        <w:t>This Report uses first preliminary</w:t>
      </w:r>
      <w:r w:rsidR="00FD342E">
        <w:rPr>
          <w:szCs w:val="20"/>
        </w:rPr>
        <w:t xml:space="preserve"> </w:t>
      </w:r>
      <w:proofErr w:type="spellStart"/>
      <w:r w:rsidR="00FD342E" w:rsidRPr="00FD342E">
        <w:rPr>
          <w:szCs w:val="20"/>
          <w:shd w:val="clear" w:color="auto" w:fill="FCFCFC" w:themeFill="accent4" w:themeFillTint="33"/>
        </w:rPr>
        <w:t>ERP</w:t>
      </w:r>
      <w:proofErr w:type="spellEnd"/>
      <w:r w:rsidRPr="00355323">
        <w:rPr>
          <w:szCs w:val="20"/>
        </w:rPr>
        <w:t xml:space="preserve"> data wherever possible and replaces these with final rebased data when available.</w:t>
      </w:r>
    </w:p>
    <w:p w:rsidR="00FF51E1" w:rsidRPr="00731518" w:rsidRDefault="00FF51E1" w:rsidP="00AD6FCA">
      <w:pPr>
        <w:pStyle w:val="Heading4"/>
      </w:pPr>
      <w:r w:rsidRPr="00355323">
        <w:t>Estimated resident population rebasing and recasting</w:t>
      </w:r>
    </w:p>
    <w:p w:rsidR="00F87264" w:rsidRPr="00731518" w:rsidRDefault="00FF51E1" w:rsidP="008A1584">
      <w:pPr>
        <w:spacing w:before="240" w:line="320" w:lineRule="atLeast"/>
        <w:jc w:val="both"/>
        <w:rPr>
          <w:szCs w:val="20"/>
        </w:rPr>
      </w:pPr>
      <w:r w:rsidRPr="00731518">
        <w:rPr>
          <w:szCs w:val="20"/>
        </w:rPr>
        <w:t xml:space="preserve">Where </w:t>
      </w:r>
      <w:proofErr w:type="spellStart"/>
      <w:r w:rsidRPr="00731518">
        <w:rPr>
          <w:szCs w:val="20"/>
        </w:rPr>
        <w:t>ERP</w:t>
      </w:r>
      <w:proofErr w:type="spellEnd"/>
      <w:r w:rsidRPr="00731518">
        <w:rPr>
          <w:szCs w:val="20"/>
        </w:rPr>
        <w:t xml:space="preserve"> data are reported they are based on the 2011 Census</w:t>
      </w:r>
      <w:r w:rsidR="00731518">
        <w:rPr>
          <w:szCs w:val="20"/>
        </w:rPr>
        <w:t xml:space="preserve">, </w:t>
      </w:r>
      <w:proofErr w:type="spellStart"/>
      <w:r w:rsidR="00731518">
        <w:rPr>
          <w:szCs w:val="20"/>
        </w:rPr>
        <w:t>backcast</w:t>
      </w:r>
      <w:proofErr w:type="spellEnd"/>
      <w:r w:rsidR="00731518">
        <w:rPr>
          <w:szCs w:val="20"/>
        </w:rPr>
        <w:t xml:space="preserve"> over the reported time series. </w:t>
      </w:r>
      <w:r w:rsidR="00731518" w:rsidRPr="00731518">
        <w:rPr>
          <w:szCs w:val="20"/>
        </w:rPr>
        <w:t>Details of c</w:t>
      </w:r>
      <w:r w:rsidR="00F87264" w:rsidRPr="00731518">
        <w:rPr>
          <w:szCs w:val="20"/>
        </w:rPr>
        <w:t xml:space="preserve">hanges to </w:t>
      </w:r>
      <w:proofErr w:type="spellStart"/>
      <w:r w:rsidR="00F87264" w:rsidRPr="00731518">
        <w:rPr>
          <w:szCs w:val="20"/>
        </w:rPr>
        <w:t>ERP</w:t>
      </w:r>
      <w:proofErr w:type="spellEnd"/>
      <w:r w:rsidR="00F87264" w:rsidRPr="00731518">
        <w:rPr>
          <w:szCs w:val="20"/>
        </w:rPr>
        <w:t xml:space="preserve"> </w:t>
      </w:r>
      <w:r w:rsidR="00731518" w:rsidRPr="00731518">
        <w:rPr>
          <w:szCs w:val="20"/>
        </w:rPr>
        <w:t>data are explained in the 2014 R</w:t>
      </w:r>
      <w:r w:rsidR="00731518">
        <w:rPr>
          <w:szCs w:val="20"/>
        </w:rPr>
        <w:t>eport (</w:t>
      </w:r>
      <w:proofErr w:type="spellStart"/>
      <w:r w:rsidR="00731518">
        <w:rPr>
          <w:szCs w:val="20"/>
        </w:rPr>
        <w:t>SCRGSP</w:t>
      </w:r>
      <w:proofErr w:type="spellEnd"/>
      <w:r w:rsidR="00B87333">
        <w:rPr>
          <w:szCs w:val="20"/>
        </w:rPr>
        <w:t xml:space="preserve"> 2014</w:t>
      </w:r>
      <w:r w:rsidR="00731518">
        <w:rPr>
          <w:szCs w:val="20"/>
        </w:rPr>
        <w:t>, pp</w:t>
      </w:r>
      <w:r w:rsidR="00731518" w:rsidRPr="00FD342E">
        <w:rPr>
          <w:szCs w:val="20"/>
        </w:rPr>
        <w:t>. 2.</w:t>
      </w:r>
      <w:r w:rsidR="00FD342E" w:rsidRPr="00FD342E">
        <w:rPr>
          <w:szCs w:val="20"/>
        </w:rPr>
        <w:t>26</w:t>
      </w:r>
      <w:r w:rsidR="00E359F8">
        <w:rPr>
          <w:szCs w:val="20"/>
        </w:rPr>
        <w:t>–</w:t>
      </w:r>
      <w:r w:rsidR="00FD342E" w:rsidRPr="00FD342E">
        <w:rPr>
          <w:szCs w:val="20"/>
        </w:rPr>
        <w:t>27</w:t>
      </w:r>
      <w:r w:rsidR="00731518" w:rsidRPr="00FD342E">
        <w:rPr>
          <w:szCs w:val="20"/>
        </w:rPr>
        <w:t xml:space="preserve">) where 2011 Census rebased and recast </w:t>
      </w:r>
      <w:proofErr w:type="spellStart"/>
      <w:r w:rsidR="00731518" w:rsidRPr="00FD342E">
        <w:rPr>
          <w:szCs w:val="20"/>
        </w:rPr>
        <w:t>ERP</w:t>
      </w:r>
      <w:proofErr w:type="spellEnd"/>
      <w:r w:rsidR="00731518" w:rsidRPr="00FD342E">
        <w:rPr>
          <w:szCs w:val="20"/>
        </w:rPr>
        <w:t xml:space="preserve"> data were first included. 2011 Census </w:t>
      </w:r>
      <w:proofErr w:type="spellStart"/>
      <w:r w:rsidR="00731518" w:rsidRPr="00FD342E">
        <w:rPr>
          <w:szCs w:val="20"/>
        </w:rPr>
        <w:t>ERP</w:t>
      </w:r>
      <w:proofErr w:type="spellEnd"/>
      <w:r w:rsidR="00731518">
        <w:rPr>
          <w:szCs w:val="20"/>
        </w:rPr>
        <w:t xml:space="preserve"> data by Indigenous status are available for t</w:t>
      </w:r>
      <w:r w:rsidR="00664657">
        <w:rPr>
          <w:szCs w:val="20"/>
        </w:rPr>
        <w:t>he first time for this Report. (I</w:t>
      </w:r>
      <w:r w:rsidR="00731518">
        <w:rPr>
          <w:szCs w:val="20"/>
        </w:rPr>
        <w:t xml:space="preserve">n the 2014 Report data by Indigenous </w:t>
      </w:r>
      <w:r w:rsidR="00664657">
        <w:rPr>
          <w:szCs w:val="20"/>
        </w:rPr>
        <w:t>status were available based on t</w:t>
      </w:r>
      <w:r w:rsidR="00731518">
        <w:rPr>
          <w:szCs w:val="20"/>
        </w:rPr>
        <w:t>h</w:t>
      </w:r>
      <w:r w:rsidR="00664657">
        <w:rPr>
          <w:szCs w:val="20"/>
        </w:rPr>
        <w:t>e</w:t>
      </w:r>
      <w:r w:rsidR="00731518">
        <w:rPr>
          <w:szCs w:val="20"/>
        </w:rPr>
        <w:t xml:space="preserve"> 2006 Censu</w:t>
      </w:r>
      <w:r w:rsidR="00664657">
        <w:rPr>
          <w:szCs w:val="20"/>
        </w:rPr>
        <w:t>s only). T</w:t>
      </w:r>
      <w:r w:rsidR="00731518">
        <w:rPr>
          <w:szCs w:val="20"/>
        </w:rPr>
        <w:t>herefore</w:t>
      </w:r>
      <w:r w:rsidR="00664657">
        <w:rPr>
          <w:szCs w:val="20"/>
        </w:rPr>
        <w:t>,</w:t>
      </w:r>
      <w:r w:rsidR="00731518">
        <w:rPr>
          <w:szCs w:val="20"/>
        </w:rPr>
        <w:t xml:space="preserve"> in this Report data by Indigenous and non-Indigenous status are internally consistent</w:t>
      </w:r>
      <w:r w:rsidR="005212AE">
        <w:rPr>
          <w:szCs w:val="20"/>
        </w:rPr>
        <w:t xml:space="preserve"> up to and including data for 2011</w:t>
      </w:r>
      <w:r w:rsidR="00731518">
        <w:rPr>
          <w:szCs w:val="20"/>
        </w:rPr>
        <w:t>.</w:t>
      </w:r>
    </w:p>
    <w:p w:rsidR="00EB56BA" w:rsidRDefault="00EB56BA" w:rsidP="008A1584">
      <w:pPr>
        <w:spacing w:before="240" w:line="320" w:lineRule="atLeast"/>
        <w:jc w:val="both"/>
        <w:rPr>
          <w:szCs w:val="20"/>
        </w:rPr>
      </w:pPr>
      <w:r w:rsidRPr="00943178">
        <w:rPr>
          <w:szCs w:val="20"/>
        </w:rPr>
        <w:t xml:space="preserve">Some tables contain population data estimates and projections (tables </w:t>
      </w:r>
      <w:proofErr w:type="spellStart"/>
      <w:r w:rsidRPr="00943178">
        <w:rPr>
          <w:szCs w:val="20"/>
        </w:rPr>
        <w:t>2A.13</w:t>
      </w:r>
      <w:proofErr w:type="spellEnd"/>
      <w:r w:rsidR="00A759D5">
        <w:rPr>
          <w:szCs w:val="20"/>
        </w:rPr>
        <w:t>–</w:t>
      </w:r>
      <w:r w:rsidRPr="00943178">
        <w:rPr>
          <w:szCs w:val="20"/>
        </w:rPr>
        <w:t xml:space="preserve">14). </w:t>
      </w:r>
      <w:r w:rsidR="005212AE" w:rsidRPr="00943178">
        <w:rPr>
          <w:szCs w:val="20"/>
        </w:rPr>
        <w:t>Aboriginal and Torres Strait Islander p</w:t>
      </w:r>
      <w:r w:rsidRPr="00943178">
        <w:rPr>
          <w:szCs w:val="20"/>
        </w:rPr>
        <w:t xml:space="preserve">opulation data up to 2011 are estimates and from 2012 are projections. </w:t>
      </w:r>
      <w:r w:rsidR="005212AE">
        <w:rPr>
          <w:szCs w:val="20"/>
        </w:rPr>
        <w:t xml:space="preserve">Population data for </w:t>
      </w:r>
      <w:r w:rsidR="000A5121">
        <w:rPr>
          <w:szCs w:val="20"/>
        </w:rPr>
        <w:t>a</w:t>
      </w:r>
      <w:r w:rsidR="005212AE">
        <w:rPr>
          <w:szCs w:val="20"/>
        </w:rPr>
        <w:t>ll Australians for all years are estimates.</w:t>
      </w:r>
    </w:p>
    <w:p w:rsidR="00FF51E1" w:rsidRPr="00731518" w:rsidRDefault="00FF51E1" w:rsidP="00BE4663">
      <w:pPr>
        <w:spacing w:before="240" w:line="320" w:lineRule="atLeast"/>
        <w:jc w:val="both"/>
        <w:rPr>
          <w:szCs w:val="20"/>
        </w:rPr>
      </w:pPr>
      <w:r w:rsidRPr="00916921">
        <w:rPr>
          <w:szCs w:val="20"/>
        </w:rPr>
        <w:t>The Labour Force Survey (</w:t>
      </w:r>
      <w:proofErr w:type="spellStart"/>
      <w:r w:rsidRPr="00916921">
        <w:rPr>
          <w:szCs w:val="20"/>
        </w:rPr>
        <w:t>LFS</w:t>
      </w:r>
      <w:proofErr w:type="spellEnd"/>
      <w:r w:rsidRPr="00916921">
        <w:rPr>
          <w:szCs w:val="20"/>
        </w:rPr>
        <w:t>) is the only ABS’ population and social survey (at this stage) which is being re</w:t>
      </w:r>
      <w:r w:rsidR="00A75016" w:rsidRPr="00916921">
        <w:rPr>
          <w:szCs w:val="20"/>
        </w:rPr>
        <w:noBreakHyphen/>
      </w:r>
      <w:r w:rsidRPr="00916921">
        <w:rPr>
          <w:szCs w:val="20"/>
        </w:rPr>
        <w:t xml:space="preserve">benchmarked to be consistent with the revised </w:t>
      </w:r>
      <w:proofErr w:type="spellStart"/>
      <w:r w:rsidRPr="00916921">
        <w:rPr>
          <w:szCs w:val="20"/>
        </w:rPr>
        <w:t>ERP</w:t>
      </w:r>
      <w:proofErr w:type="spellEnd"/>
      <w:r w:rsidRPr="00916921">
        <w:rPr>
          <w:szCs w:val="20"/>
        </w:rPr>
        <w:t xml:space="preserve">. Therefore, the revised </w:t>
      </w:r>
      <w:proofErr w:type="spellStart"/>
      <w:r w:rsidRPr="00916921">
        <w:rPr>
          <w:szCs w:val="20"/>
        </w:rPr>
        <w:t>ERP</w:t>
      </w:r>
      <w:proofErr w:type="spellEnd"/>
      <w:r w:rsidRPr="00916921">
        <w:rPr>
          <w:szCs w:val="20"/>
        </w:rPr>
        <w:t xml:space="preserve"> do not affect ABS’ survey data used in this Report.</w:t>
      </w:r>
    </w:p>
    <w:p w:rsidR="00FF51E1" w:rsidRPr="00355323" w:rsidRDefault="00FF51E1" w:rsidP="00AD6FCA">
      <w:pPr>
        <w:pStyle w:val="Heading3"/>
      </w:pPr>
      <w:r w:rsidRPr="00355323">
        <w:lastRenderedPageBreak/>
        <w:t>Growth rates</w:t>
      </w:r>
      <w:bookmarkEnd w:id="80"/>
      <w:bookmarkEnd w:id="81"/>
      <w:bookmarkEnd w:id="82"/>
    </w:p>
    <w:p w:rsidR="00FF51E1" w:rsidRPr="00355323" w:rsidRDefault="00FF51E1" w:rsidP="00FF51E1">
      <w:pPr>
        <w:spacing w:before="240" w:line="320" w:lineRule="atLeast"/>
        <w:jc w:val="both"/>
        <w:rPr>
          <w:szCs w:val="20"/>
        </w:rPr>
      </w:pPr>
      <w:r w:rsidRPr="00355323">
        <w:rPr>
          <w:szCs w:val="20"/>
        </w:rPr>
        <w:t>This Report presents growth rates to facilitate meaningful comparisons of data movements over time (box 2.6). Two methods are generally used:</w:t>
      </w:r>
    </w:p>
    <w:p w:rsidR="00FF51E1" w:rsidRPr="00355323" w:rsidRDefault="00FF51E1" w:rsidP="00E03FEB">
      <w:pPr>
        <w:numPr>
          <w:ilvl w:val="0"/>
          <w:numId w:val="19"/>
        </w:numPr>
        <w:spacing w:before="120" w:line="320" w:lineRule="atLeast"/>
        <w:jc w:val="both"/>
        <w:rPr>
          <w:szCs w:val="20"/>
        </w:rPr>
      </w:pPr>
      <w:r w:rsidRPr="00355323">
        <w:rPr>
          <w:i/>
          <w:szCs w:val="20"/>
        </w:rPr>
        <w:t>Average annual growth rate</w:t>
      </w:r>
      <w:r w:rsidRPr="00355323">
        <w:rPr>
          <w:szCs w:val="20"/>
        </w:rPr>
        <w:t xml:space="preserve"> (</w:t>
      </w:r>
      <w:proofErr w:type="spellStart"/>
      <w:r w:rsidRPr="00355323">
        <w:rPr>
          <w:szCs w:val="20"/>
        </w:rPr>
        <w:t>AAGR</w:t>
      </w:r>
      <w:proofErr w:type="spellEnd"/>
      <w:r w:rsidRPr="00355323">
        <w:rPr>
          <w:szCs w:val="20"/>
        </w:rPr>
        <w:t xml:space="preserve">). The </w:t>
      </w:r>
      <w:proofErr w:type="spellStart"/>
      <w:r w:rsidRPr="00355323">
        <w:rPr>
          <w:szCs w:val="20"/>
        </w:rPr>
        <w:t>AAGR</w:t>
      </w:r>
      <w:proofErr w:type="spellEnd"/>
      <w:r w:rsidRPr="00355323">
        <w:rPr>
          <w:szCs w:val="20"/>
        </w:rPr>
        <w:t xml:space="preserve"> is the uniform growth rate that would need to have applied each year for the value in the first year to grow to the value in the final year of the period of analysis. This method is also called a compound annual growth rate, as it allows for the ‘cumulative’ effect of growth in later periods ‘compounding’ growth in earlier periods.</w:t>
      </w:r>
    </w:p>
    <w:p w:rsidR="00FF51E1" w:rsidRPr="00355323" w:rsidRDefault="00FF51E1" w:rsidP="00E03FEB">
      <w:pPr>
        <w:numPr>
          <w:ilvl w:val="0"/>
          <w:numId w:val="19"/>
        </w:numPr>
        <w:spacing w:before="120" w:line="320" w:lineRule="atLeast"/>
        <w:jc w:val="both"/>
        <w:rPr>
          <w:szCs w:val="20"/>
        </w:rPr>
      </w:pPr>
      <w:r w:rsidRPr="00355323">
        <w:rPr>
          <w:i/>
          <w:szCs w:val="20"/>
        </w:rPr>
        <w:t>Total growth rate</w:t>
      </w:r>
      <w:r w:rsidRPr="00355323">
        <w:rPr>
          <w:szCs w:val="20"/>
        </w:rPr>
        <w:t xml:space="preserve"> (</w:t>
      </w:r>
      <w:proofErr w:type="spellStart"/>
      <w:r w:rsidRPr="00355323">
        <w:rPr>
          <w:szCs w:val="20"/>
        </w:rPr>
        <w:t>TGR</w:t>
      </w:r>
      <w:proofErr w:type="spellEnd"/>
      <w:r w:rsidRPr="00355323">
        <w:rPr>
          <w:szCs w:val="20"/>
        </w:rPr>
        <w:t xml:space="preserve">). The </w:t>
      </w:r>
      <w:proofErr w:type="spellStart"/>
      <w:r w:rsidRPr="00355323">
        <w:rPr>
          <w:szCs w:val="20"/>
        </w:rPr>
        <w:t>TGR</w:t>
      </w:r>
      <w:proofErr w:type="spellEnd"/>
      <w:r w:rsidRPr="00355323">
        <w:rPr>
          <w:szCs w:val="20"/>
        </w:rPr>
        <w:t xml:space="preserve"> is the growth rate between two periods/years. Two methods can be used to calculate </w:t>
      </w:r>
      <w:proofErr w:type="spellStart"/>
      <w:r w:rsidRPr="00355323">
        <w:rPr>
          <w:szCs w:val="20"/>
        </w:rPr>
        <w:t>TGR</w:t>
      </w:r>
      <w:proofErr w:type="spellEnd"/>
      <w:r w:rsidRPr="00355323">
        <w:rPr>
          <w:szCs w:val="20"/>
        </w:rPr>
        <w:t>.</w:t>
      </w:r>
    </w:p>
    <w:p w:rsidR="00FF51E1" w:rsidRPr="00355323" w:rsidRDefault="00FF51E1" w:rsidP="00FF51E1">
      <w:pPr>
        <w:spacing w:before="120" w:line="320" w:lineRule="atLeast"/>
        <w:ind w:left="340"/>
        <w:jc w:val="both"/>
        <w:rPr>
          <w:szCs w:val="20"/>
        </w:rPr>
      </w:pPr>
      <w:r w:rsidRPr="00355323">
        <w:rPr>
          <w:szCs w:val="20"/>
        </w:rPr>
        <w:t xml:space="preserve">The first and most commonly used method calculates </w:t>
      </w:r>
      <w:proofErr w:type="spellStart"/>
      <w:r w:rsidRPr="00355323">
        <w:rPr>
          <w:szCs w:val="20"/>
        </w:rPr>
        <w:t>TGR</w:t>
      </w:r>
      <w:proofErr w:type="spellEnd"/>
      <w:r w:rsidRPr="00355323">
        <w:rPr>
          <w:szCs w:val="20"/>
        </w:rPr>
        <w:t xml:space="preserve"> by subtracting the value in the first period from the value in the last period then dividing the result by the value in the first period. This is generally multiplied by 100 to express the growth rate as a percentage (equation 2.13).</w:t>
      </w:r>
    </w:p>
    <w:p w:rsidR="00FF51E1" w:rsidRDefault="00FF51E1" w:rsidP="00FF51E1">
      <w:pPr>
        <w:spacing w:before="120" w:line="320" w:lineRule="atLeast"/>
        <w:ind w:left="340"/>
        <w:jc w:val="both"/>
        <w:rPr>
          <w:szCs w:val="20"/>
        </w:rPr>
      </w:pPr>
      <w:r w:rsidRPr="00355323">
        <w:rPr>
          <w:szCs w:val="20"/>
        </w:rPr>
        <w:t>The second method uses a composite of the growth rates between each of the sub</w:t>
      </w:r>
      <w:r w:rsidR="00A75016" w:rsidRPr="00355323">
        <w:rPr>
          <w:szCs w:val="20"/>
        </w:rPr>
        <w:noBreakHyphen/>
      </w:r>
      <w:r w:rsidRPr="00355323">
        <w:rPr>
          <w:szCs w:val="20"/>
        </w:rPr>
        <w:t xml:space="preserve">periods within the overall period of analysis. For example, for the period </w:t>
      </w:r>
      <w:r w:rsidRPr="00240C58">
        <w:rPr>
          <w:szCs w:val="20"/>
        </w:rPr>
        <w:t>200</w:t>
      </w:r>
      <w:r w:rsidR="00240C58" w:rsidRPr="00240C58">
        <w:rPr>
          <w:szCs w:val="20"/>
        </w:rPr>
        <w:t>9</w:t>
      </w:r>
      <w:r w:rsidR="00A75016" w:rsidRPr="00240C58">
        <w:rPr>
          <w:szCs w:val="20"/>
        </w:rPr>
        <w:noBreakHyphen/>
      </w:r>
      <w:r w:rsidR="00240C58" w:rsidRPr="00240C58">
        <w:rPr>
          <w:szCs w:val="20"/>
        </w:rPr>
        <w:t>10 to 2012</w:t>
      </w:r>
      <w:r w:rsidR="00A75016" w:rsidRPr="00240C58">
        <w:rPr>
          <w:szCs w:val="20"/>
        </w:rPr>
        <w:noBreakHyphen/>
      </w:r>
      <w:r w:rsidR="00240C58" w:rsidRPr="00240C58">
        <w:rPr>
          <w:szCs w:val="20"/>
        </w:rPr>
        <w:t>13</w:t>
      </w:r>
      <w:r w:rsidRPr="00240C58">
        <w:rPr>
          <w:szCs w:val="20"/>
        </w:rPr>
        <w:t>, a composite of the growth rates between 200</w:t>
      </w:r>
      <w:r w:rsidR="00240C58" w:rsidRPr="00240C58">
        <w:rPr>
          <w:szCs w:val="20"/>
        </w:rPr>
        <w:t>9</w:t>
      </w:r>
      <w:r w:rsidR="00A75016" w:rsidRPr="00240C58">
        <w:rPr>
          <w:szCs w:val="20"/>
        </w:rPr>
        <w:noBreakHyphen/>
      </w:r>
      <w:r w:rsidR="00240C58" w:rsidRPr="00240C58">
        <w:rPr>
          <w:szCs w:val="20"/>
        </w:rPr>
        <w:t>10 to 2010</w:t>
      </w:r>
      <w:r w:rsidR="00071F24" w:rsidRPr="00240C58">
        <w:rPr>
          <w:szCs w:val="20"/>
        </w:rPr>
        <w:noBreakHyphen/>
      </w:r>
      <w:r w:rsidR="00240C58" w:rsidRPr="00240C58">
        <w:rPr>
          <w:szCs w:val="20"/>
        </w:rPr>
        <w:t>11, 2010</w:t>
      </w:r>
      <w:r w:rsidR="00071F24" w:rsidRPr="00240C58">
        <w:rPr>
          <w:szCs w:val="20"/>
        </w:rPr>
        <w:noBreakHyphen/>
      </w:r>
      <w:r w:rsidR="00240C58" w:rsidRPr="00240C58">
        <w:rPr>
          <w:szCs w:val="20"/>
        </w:rPr>
        <w:t>11 to 2011</w:t>
      </w:r>
      <w:r w:rsidR="00A75016" w:rsidRPr="00240C58">
        <w:rPr>
          <w:szCs w:val="20"/>
        </w:rPr>
        <w:noBreakHyphen/>
      </w:r>
      <w:r w:rsidR="00240C58" w:rsidRPr="00240C58">
        <w:rPr>
          <w:szCs w:val="20"/>
        </w:rPr>
        <w:t>12 and 2011</w:t>
      </w:r>
      <w:r w:rsidR="00A75016" w:rsidRPr="00240C58">
        <w:rPr>
          <w:szCs w:val="20"/>
        </w:rPr>
        <w:noBreakHyphen/>
      </w:r>
      <w:r w:rsidR="00240C58" w:rsidRPr="00240C58">
        <w:rPr>
          <w:szCs w:val="20"/>
        </w:rPr>
        <w:t>12 to 2012</w:t>
      </w:r>
      <w:r w:rsidR="00A75016" w:rsidRPr="00240C58">
        <w:rPr>
          <w:szCs w:val="20"/>
        </w:rPr>
        <w:noBreakHyphen/>
      </w:r>
      <w:r w:rsidR="00240C58" w:rsidRPr="00240C58">
        <w:rPr>
          <w:szCs w:val="20"/>
        </w:rPr>
        <w:t>13</w:t>
      </w:r>
      <w:r w:rsidRPr="00240C58">
        <w:rPr>
          <w:szCs w:val="20"/>
        </w:rPr>
        <w:t xml:space="preserve"> would be used. Box 2.6 includes an example of how sub</w:t>
      </w:r>
      <w:r w:rsidR="00A75016" w:rsidRPr="00240C58">
        <w:rPr>
          <w:szCs w:val="20"/>
        </w:rPr>
        <w:noBreakHyphen/>
      </w:r>
      <w:r w:rsidRPr="00240C58">
        <w:rPr>
          <w:szCs w:val="20"/>
        </w:rPr>
        <w:t xml:space="preserve">period growth rates can be used to derive the </w:t>
      </w:r>
      <w:proofErr w:type="spellStart"/>
      <w:r w:rsidRPr="00240C58">
        <w:rPr>
          <w:szCs w:val="20"/>
        </w:rPr>
        <w:t>TGR</w:t>
      </w:r>
      <w:proofErr w:type="spellEnd"/>
      <w:r w:rsidRPr="00240C58">
        <w:rPr>
          <w:szCs w:val="20"/>
        </w:rPr>
        <w:t>.</w:t>
      </w:r>
    </w:p>
    <w:p w:rsidR="00BA7166" w:rsidRDefault="00BA716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A7166" w:rsidTr="0017519E">
        <w:tc>
          <w:tcPr>
            <w:tcW w:w="8771" w:type="dxa"/>
            <w:tcBorders>
              <w:top w:val="single" w:sz="6" w:space="0" w:color="78A22F"/>
              <w:left w:val="nil"/>
              <w:bottom w:val="nil"/>
              <w:right w:val="nil"/>
            </w:tcBorders>
            <w:shd w:val="clear" w:color="auto" w:fill="F2F2F2" w:themeFill="background1" w:themeFillShade="F2"/>
          </w:tcPr>
          <w:p w:rsidR="00BA7166" w:rsidRDefault="00BA7166">
            <w:pPr>
              <w:pStyle w:val="BoxTitle"/>
            </w:pPr>
            <w:r>
              <w:rPr>
                <w:b w:val="0"/>
              </w:rPr>
              <w:t>Box 2.</w:t>
            </w:r>
            <w:r w:rsidR="00C87DBB">
              <w:rPr>
                <w:b w:val="0"/>
                <w:noProof/>
              </w:rPr>
              <w:t>6</w:t>
            </w:r>
            <w:r>
              <w:tab/>
            </w:r>
            <w:r w:rsidR="00A27C17" w:rsidRPr="00A27C17">
              <w:t>Technical concepts and formulas — growth rates</w:t>
            </w:r>
          </w:p>
        </w:tc>
      </w:tr>
      <w:tr w:rsidR="00BA7166" w:rsidTr="0017519E">
        <w:trPr>
          <w:cantSplit/>
        </w:trPr>
        <w:tc>
          <w:tcPr>
            <w:tcW w:w="8771" w:type="dxa"/>
            <w:tcBorders>
              <w:top w:val="nil"/>
              <w:left w:val="nil"/>
              <w:bottom w:val="nil"/>
              <w:right w:val="nil"/>
            </w:tcBorders>
            <w:shd w:val="clear" w:color="auto" w:fill="F2F2F2" w:themeFill="background1" w:themeFillShade="F2"/>
          </w:tcPr>
          <w:p w:rsidR="00A27C17" w:rsidRPr="00586FD8" w:rsidRDefault="00A27C17" w:rsidP="00A27C17">
            <w:pPr>
              <w:keepNext/>
              <w:spacing w:before="200" w:line="280" w:lineRule="atLeast"/>
              <w:jc w:val="both"/>
              <w:rPr>
                <w:rFonts w:ascii="Arial" w:hAnsi="Arial"/>
                <w:b/>
                <w:sz w:val="20"/>
                <w:szCs w:val="20"/>
              </w:rPr>
            </w:pPr>
            <w:r w:rsidRPr="00586FD8">
              <w:rPr>
                <w:rFonts w:ascii="Arial" w:hAnsi="Arial"/>
                <w:b/>
                <w:sz w:val="20"/>
                <w:szCs w:val="20"/>
              </w:rPr>
              <w:t>Growth rate formulas</w:t>
            </w:r>
          </w:p>
          <w:p w:rsidR="00A27C17" w:rsidRPr="00586FD8" w:rsidRDefault="00A27C17" w:rsidP="00A27C17">
            <w:pPr>
              <w:keepNext/>
              <w:spacing w:before="200" w:line="280" w:lineRule="atLeast"/>
              <w:jc w:val="both"/>
              <w:rPr>
                <w:rFonts w:ascii="Arial" w:hAnsi="Arial"/>
                <w:i/>
                <w:sz w:val="20"/>
                <w:szCs w:val="20"/>
              </w:rPr>
            </w:pPr>
            <w:r w:rsidRPr="00586FD8">
              <w:rPr>
                <w:rFonts w:ascii="Arial" w:hAnsi="Arial"/>
                <w:i/>
                <w:sz w:val="20"/>
                <w:szCs w:val="20"/>
              </w:rPr>
              <w:t>Average annual growth rate</w:t>
            </w:r>
          </w:p>
          <w:p w:rsidR="00A27C17" w:rsidRPr="00586FD8" w:rsidRDefault="00A27C17" w:rsidP="00A27C17">
            <w:pPr>
              <w:keepNext/>
              <w:spacing w:before="120" w:line="280" w:lineRule="atLeast"/>
              <w:jc w:val="both"/>
              <w:rPr>
                <w:rFonts w:ascii="Arial" w:hAnsi="Arial"/>
                <w:sz w:val="20"/>
                <w:szCs w:val="20"/>
              </w:rPr>
            </w:pPr>
            <w:r w:rsidRPr="00586FD8">
              <w:rPr>
                <w:rFonts w:ascii="Arial" w:hAnsi="Arial"/>
                <w:sz w:val="20"/>
                <w:szCs w:val="20"/>
              </w:rPr>
              <w:t xml:space="preserve">The formula for calculating a compound </w:t>
            </w:r>
            <w:proofErr w:type="spellStart"/>
            <w:r w:rsidRPr="00586FD8">
              <w:rPr>
                <w:rFonts w:ascii="Arial" w:hAnsi="Arial"/>
                <w:sz w:val="20"/>
                <w:szCs w:val="20"/>
              </w:rPr>
              <w:t>AAGR</w:t>
            </w:r>
            <w:proofErr w:type="spellEnd"/>
            <w:r w:rsidRPr="00586FD8">
              <w:rPr>
                <w:rFonts w:ascii="Arial" w:hAnsi="Arial"/>
                <w:sz w:val="20"/>
                <w:szCs w:val="20"/>
              </w:rPr>
              <w:t xml:space="preserve"> is:</w:t>
            </w:r>
          </w:p>
          <w:p w:rsidR="00A27C17" w:rsidRPr="00586FD8" w:rsidRDefault="004501CE" w:rsidP="00A27C17">
            <w:pPr>
              <w:keepNext/>
              <w:spacing w:before="120" w:line="280" w:lineRule="atLeast"/>
              <w:jc w:val="both"/>
              <w:rPr>
                <w:rFonts w:ascii="Arial" w:hAnsi="Arial"/>
                <w:sz w:val="20"/>
                <w:szCs w:val="20"/>
              </w:rPr>
            </w:pPr>
            <w:r>
              <w:rPr>
                <w:rFonts w:ascii="Arial" w:hAnsi="Arial"/>
                <w:noProof/>
                <w:sz w:val="20"/>
                <w:szCs w:val="20"/>
              </w:rPr>
              <w:drawing>
                <wp:inline distT="0" distB="0" distL="0" distR="0" wp14:anchorId="0E1CC97A" wp14:editId="0169FE8D">
                  <wp:extent cx="2286000" cy="765810"/>
                  <wp:effectExtent l="0" t="0" r="0" b="0"/>
                  <wp:docPr id="55" name="Picture 55" descr="Box 2.6 Technical concepts and formulas - growth rat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2286000" cy="765810"/>
                          </a:xfrm>
                          <a:prstGeom prst="rect">
                            <a:avLst/>
                          </a:prstGeom>
                          <a:noFill/>
                          <a:ln>
                            <a:noFill/>
                          </a:ln>
                        </pic:spPr>
                      </pic:pic>
                    </a:graphicData>
                  </a:graphic>
                </wp:inline>
              </w:drawing>
            </w:r>
            <w:r w:rsidR="00A27C17" w:rsidRPr="00586FD8">
              <w:rPr>
                <w:rFonts w:ascii="Arial" w:hAnsi="Arial"/>
                <w:sz w:val="20"/>
                <w:szCs w:val="20"/>
              </w:rPr>
              <w:tab/>
              <w:t>(equation 2.12)</w:t>
            </w:r>
          </w:p>
          <w:p w:rsidR="00A27C17" w:rsidRPr="00586FD8" w:rsidRDefault="00A27C17" w:rsidP="00A27C17">
            <w:pPr>
              <w:keepNext/>
              <w:spacing w:before="120" w:line="280" w:lineRule="atLeast"/>
              <w:jc w:val="both"/>
              <w:rPr>
                <w:rFonts w:ascii="Arial" w:hAnsi="Arial"/>
                <w:sz w:val="20"/>
                <w:szCs w:val="20"/>
              </w:rPr>
            </w:pPr>
            <w:r w:rsidRPr="00586FD8">
              <w:rPr>
                <w:rFonts w:ascii="Arial" w:hAnsi="Arial"/>
                <w:sz w:val="20"/>
                <w:szCs w:val="20"/>
              </w:rPr>
              <w:t>Where:</w:t>
            </w:r>
          </w:p>
          <w:p w:rsidR="00A27C17" w:rsidRPr="00586FD8" w:rsidRDefault="004501CE" w:rsidP="00A27C17">
            <w:pPr>
              <w:keepNext/>
              <w:spacing w:before="120" w:line="280" w:lineRule="atLeast"/>
              <w:ind w:left="120"/>
              <w:rPr>
                <w:rFonts w:ascii="Arial" w:hAnsi="Arial"/>
                <w:sz w:val="20"/>
                <w:szCs w:val="20"/>
              </w:rPr>
            </w:pPr>
            <w:r>
              <w:rPr>
                <w:rFonts w:ascii="Arial" w:hAnsi="Arial"/>
                <w:noProof/>
                <w:sz w:val="20"/>
                <w:szCs w:val="20"/>
              </w:rPr>
              <w:drawing>
                <wp:inline distT="0" distB="0" distL="0" distR="0" wp14:anchorId="5A5727A9" wp14:editId="5C996053">
                  <wp:extent cx="266065" cy="233680"/>
                  <wp:effectExtent l="0" t="0" r="635" b="0"/>
                  <wp:docPr id="56" name="Picture 56" descr="Box 2.6 Technical concepts and formulas - growth rat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66065" cy="233680"/>
                          </a:xfrm>
                          <a:prstGeom prst="rect">
                            <a:avLst/>
                          </a:prstGeom>
                          <a:noFill/>
                          <a:ln>
                            <a:noFill/>
                          </a:ln>
                        </pic:spPr>
                      </pic:pic>
                    </a:graphicData>
                  </a:graphic>
                </wp:inline>
              </w:drawing>
            </w:r>
            <w:r w:rsidR="00A27C17" w:rsidRPr="00586FD8">
              <w:rPr>
                <w:rFonts w:ascii="Arial" w:hAnsi="Arial"/>
                <w:sz w:val="20"/>
                <w:szCs w:val="20"/>
              </w:rPr>
              <w:t xml:space="preserve"> is the value in the initial period</w:t>
            </w:r>
            <w:r w:rsidR="00A27C17" w:rsidRPr="00586FD8">
              <w:rPr>
                <w:rFonts w:ascii="Arial" w:hAnsi="Arial"/>
                <w:sz w:val="20"/>
                <w:szCs w:val="20"/>
              </w:rPr>
              <w:br/>
            </w:r>
            <w:r>
              <w:rPr>
                <w:rFonts w:ascii="Arial" w:hAnsi="Arial"/>
                <w:noProof/>
                <w:sz w:val="20"/>
                <w:szCs w:val="20"/>
              </w:rPr>
              <w:drawing>
                <wp:inline distT="0" distB="0" distL="0" distR="0" wp14:anchorId="031144F8" wp14:editId="488F9863">
                  <wp:extent cx="266065" cy="233680"/>
                  <wp:effectExtent l="0" t="0" r="635" b="0"/>
                  <wp:docPr id="57" name="Picture 57" descr="Box 2.6 Technical concepts and formulas - growth rat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66065" cy="233680"/>
                          </a:xfrm>
                          <a:prstGeom prst="rect">
                            <a:avLst/>
                          </a:prstGeom>
                          <a:noFill/>
                          <a:ln>
                            <a:noFill/>
                          </a:ln>
                        </pic:spPr>
                      </pic:pic>
                    </a:graphicData>
                  </a:graphic>
                </wp:inline>
              </w:drawing>
            </w:r>
            <w:r w:rsidR="00A27C17" w:rsidRPr="00586FD8">
              <w:rPr>
                <w:rFonts w:ascii="Arial" w:hAnsi="Arial"/>
                <w:sz w:val="20"/>
                <w:szCs w:val="20"/>
              </w:rPr>
              <w:t xml:space="preserve"> is the value in the last period</w:t>
            </w:r>
            <w:r w:rsidR="00A27C17" w:rsidRPr="00586FD8">
              <w:rPr>
                <w:rFonts w:ascii="Arial" w:hAnsi="Arial"/>
                <w:sz w:val="20"/>
                <w:szCs w:val="20"/>
              </w:rPr>
              <w:br/>
            </w:r>
            <w:r>
              <w:rPr>
                <w:rFonts w:ascii="Arial" w:hAnsi="Arial"/>
                <w:noProof/>
                <w:sz w:val="20"/>
                <w:szCs w:val="20"/>
              </w:rPr>
              <w:drawing>
                <wp:inline distT="0" distB="0" distL="0" distR="0" wp14:anchorId="47D5F3F2" wp14:editId="75FC5D8F">
                  <wp:extent cx="244475" cy="180975"/>
                  <wp:effectExtent l="0" t="0" r="3175" b="9525"/>
                  <wp:docPr id="58" name="Picture 58" descr="Box 2.6 Technical concepts and formulas - growth rat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44475" cy="180975"/>
                          </a:xfrm>
                          <a:prstGeom prst="rect">
                            <a:avLst/>
                          </a:prstGeom>
                          <a:noFill/>
                          <a:ln>
                            <a:noFill/>
                          </a:ln>
                        </pic:spPr>
                      </pic:pic>
                    </a:graphicData>
                  </a:graphic>
                </wp:inline>
              </w:drawing>
            </w:r>
            <w:r w:rsidR="00A27C17" w:rsidRPr="00586FD8">
              <w:rPr>
                <w:rFonts w:ascii="Arial" w:hAnsi="Arial"/>
                <w:sz w:val="20"/>
                <w:szCs w:val="20"/>
              </w:rPr>
              <w:t xml:space="preserve"> is the number of periods.</w:t>
            </w:r>
          </w:p>
          <w:p w:rsidR="00A27C17" w:rsidRPr="00586FD8" w:rsidRDefault="00A27C17" w:rsidP="00A27C17">
            <w:pPr>
              <w:keepNext/>
              <w:spacing w:before="200" w:line="280" w:lineRule="atLeast"/>
              <w:jc w:val="both"/>
              <w:rPr>
                <w:rFonts w:ascii="Arial" w:hAnsi="Arial"/>
                <w:i/>
                <w:sz w:val="20"/>
                <w:szCs w:val="20"/>
              </w:rPr>
            </w:pPr>
            <w:r w:rsidRPr="00586FD8">
              <w:rPr>
                <w:rFonts w:ascii="Arial" w:hAnsi="Arial"/>
                <w:i/>
                <w:sz w:val="20"/>
                <w:szCs w:val="20"/>
              </w:rPr>
              <w:t>Total growth rate</w:t>
            </w:r>
          </w:p>
          <w:p w:rsidR="00A27C17" w:rsidRPr="00586FD8" w:rsidRDefault="00A27C17" w:rsidP="00A27C17">
            <w:pPr>
              <w:keepNext/>
              <w:spacing w:before="120" w:line="280" w:lineRule="atLeast"/>
              <w:jc w:val="both"/>
              <w:rPr>
                <w:rFonts w:ascii="Arial" w:hAnsi="Arial"/>
                <w:sz w:val="20"/>
                <w:szCs w:val="20"/>
              </w:rPr>
            </w:pPr>
            <w:r w:rsidRPr="00586FD8">
              <w:rPr>
                <w:rFonts w:ascii="Arial" w:hAnsi="Arial"/>
                <w:sz w:val="20"/>
                <w:szCs w:val="20"/>
              </w:rPr>
              <w:t xml:space="preserve">The formula for calculating the </w:t>
            </w:r>
            <w:proofErr w:type="spellStart"/>
            <w:r w:rsidRPr="00586FD8">
              <w:rPr>
                <w:rFonts w:ascii="Arial" w:hAnsi="Arial"/>
                <w:sz w:val="20"/>
                <w:szCs w:val="20"/>
              </w:rPr>
              <w:t>TGR</w:t>
            </w:r>
            <w:proofErr w:type="spellEnd"/>
            <w:r w:rsidRPr="00586FD8">
              <w:rPr>
                <w:rFonts w:ascii="Arial" w:hAnsi="Arial"/>
                <w:sz w:val="20"/>
                <w:szCs w:val="20"/>
              </w:rPr>
              <w:t xml:space="preserve"> is:</w:t>
            </w:r>
          </w:p>
          <w:p w:rsidR="00A27C17" w:rsidRPr="00586FD8" w:rsidRDefault="004501CE" w:rsidP="00A27C17">
            <w:pPr>
              <w:keepNext/>
              <w:tabs>
                <w:tab w:val="left" w:pos="3097"/>
              </w:tabs>
              <w:spacing w:before="120" w:line="280" w:lineRule="atLeast"/>
              <w:jc w:val="both"/>
              <w:rPr>
                <w:rFonts w:ascii="Arial" w:hAnsi="Arial"/>
                <w:sz w:val="20"/>
                <w:szCs w:val="20"/>
              </w:rPr>
            </w:pPr>
            <w:r>
              <w:rPr>
                <w:rFonts w:ascii="Arial" w:hAnsi="Arial"/>
                <w:noProof/>
                <w:sz w:val="20"/>
                <w:szCs w:val="20"/>
              </w:rPr>
              <w:drawing>
                <wp:inline distT="0" distB="0" distL="0" distR="0" wp14:anchorId="6D9E1E33" wp14:editId="65F96FE7">
                  <wp:extent cx="1488440" cy="488950"/>
                  <wp:effectExtent l="0" t="0" r="0" b="6350"/>
                  <wp:docPr id="59" name="Picture 59" descr="Box 2.6 Technical concepts and formulas - growth rat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88440" cy="488950"/>
                          </a:xfrm>
                          <a:prstGeom prst="rect">
                            <a:avLst/>
                          </a:prstGeom>
                          <a:noFill/>
                          <a:ln>
                            <a:noFill/>
                          </a:ln>
                        </pic:spPr>
                      </pic:pic>
                    </a:graphicData>
                  </a:graphic>
                </wp:inline>
              </w:drawing>
            </w:r>
            <w:r w:rsidR="00A27C17" w:rsidRPr="00586FD8">
              <w:rPr>
                <w:rFonts w:ascii="Arial" w:hAnsi="Arial"/>
                <w:sz w:val="20"/>
                <w:szCs w:val="20"/>
              </w:rPr>
              <w:tab/>
              <w:t>(equation 2.13)</w:t>
            </w:r>
          </w:p>
          <w:p w:rsidR="00A27C17" w:rsidRPr="00586FD8" w:rsidRDefault="00A27C17" w:rsidP="00A27C17">
            <w:pPr>
              <w:keepNext/>
              <w:spacing w:before="120" w:line="280" w:lineRule="atLeast"/>
              <w:jc w:val="both"/>
              <w:rPr>
                <w:rFonts w:ascii="Arial" w:hAnsi="Arial"/>
                <w:sz w:val="20"/>
                <w:szCs w:val="20"/>
              </w:rPr>
            </w:pPr>
            <w:r w:rsidRPr="00586FD8">
              <w:rPr>
                <w:rFonts w:ascii="Arial" w:hAnsi="Arial"/>
                <w:sz w:val="20"/>
                <w:szCs w:val="20"/>
              </w:rPr>
              <w:t>Where:</w:t>
            </w:r>
          </w:p>
          <w:p w:rsidR="00A27C17" w:rsidRPr="00586FD8" w:rsidRDefault="004501CE" w:rsidP="00A27C17">
            <w:pPr>
              <w:keepNext/>
              <w:spacing w:before="120" w:line="280" w:lineRule="atLeast"/>
              <w:ind w:left="120"/>
              <w:rPr>
                <w:rFonts w:ascii="Arial" w:hAnsi="Arial"/>
                <w:sz w:val="20"/>
                <w:szCs w:val="20"/>
              </w:rPr>
            </w:pPr>
            <w:r>
              <w:rPr>
                <w:rFonts w:ascii="Arial" w:hAnsi="Arial"/>
                <w:noProof/>
                <w:sz w:val="20"/>
                <w:szCs w:val="20"/>
              </w:rPr>
              <w:drawing>
                <wp:inline distT="0" distB="0" distL="0" distR="0" wp14:anchorId="2D46E7FB" wp14:editId="143E53B7">
                  <wp:extent cx="266065" cy="233680"/>
                  <wp:effectExtent l="0" t="0" r="635" b="0"/>
                  <wp:docPr id="60" name="Picture 60" descr="Box 2.6 Technical concepts and formulas - growth rat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66065" cy="233680"/>
                          </a:xfrm>
                          <a:prstGeom prst="rect">
                            <a:avLst/>
                          </a:prstGeom>
                          <a:noFill/>
                          <a:ln>
                            <a:noFill/>
                          </a:ln>
                        </pic:spPr>
                      </pic:pic>
                    </a:graphicData>
                  </a:graphic>
                </wp:inline>
              </w:drawing>
            </w:r>
            <w:r w:rsidR="00A27C17" w:rsidRPr="00586FD8">
              <w:rPr>
                <w:rFonts w:ascii="Arial" w:hAnsi="Arial"/>
                <w:sz w:val="20"/>
                <w:szCs w:val="20"/>
              </w:rPr>
              <w:t xml:space="preserve"> is the value in the initial period</w:t>
            </w:r>
            <w:r w:rsidR="00A27C17" w:rsidRPr="00586FD8">
              <w:rPr>
                <w:rFonts w:ascii="Arial" w:hAnsi="Arial"/>
                <w:sz w:val="20"/>
                <w:szCs w:val="20"/>
              </w:rPr>
              <w:br/>
            </w:r>
            <w:r>
              <w:rPr>
                <w:rFonts w:ascii="Arial" w:hAnsi="Arial"/>
                <w:noProof/>
                <w:sz w:val="20"/>
                <w:szCs w:val="20"/>
              </w:rPr>
              <w:drawing>
                <wp:inline distT="0" distB="0" distL="0" distR="0" wp14:anchorId="361E4A8E" wp14:editId="431EF078">
                  <wp:extent cx="266065" cy="233680"/>
                  <wp:effectExtent l="0" t="0" r="635" b="0"/>
                  <wp:docPr id="61" name="Picture 61" descr="Box 2.6 Technical concepts and formulas - growth rat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66065" cy="233680"/>
                          </a:xfrm>
                          <a:prstGeom prst="rect">
                            <a:avLst/>
                          </a:prstGeom>
                          <a:noFill/>
                          <a:ln>
                            <a:noFill/>
                          </a:ln>
                        </pic:spPr>
                      </pic:pic>
                    </a:graphicData>
                  </a:graphic>
                </wp:inline>
              </w:drawing>
            </w:r>
            <w:r w:rsidR="00A27C17" w:rsidRPr="00586FD8">
              <w:rPr>
                <w:rFonts w:ascii="Arial" w:hAnsi="Arial"/>
                <w:sz w:val="20"/>
                <w:szCs w:val="20"/>
              </w:rPr>
              <w:t xml:space="preserve"> is the value in the last period.</w:t>
            </w:r>
          </w:p>
          <w:p w:rsidR="00A27C17" w:rsidRPr="00586FD8" w:rsidRDefault="00A27C17" w:rsidP="00A27C17">
            <w:pPr>
              <w:keepNext/>
              <w:spacing w:before="120" w:line="280" w:lineRule="atLeast"/>
              <w:jc w:val="both"/>
              <w:rPr>
                <w:rFonts w:ascii="Arial" w:hAnsi="Arial"/>
                <w:sz w:val="20"/>
                <w:szCs w:val="20"/>
              </w:rPr>
            </w:pPr>
            <w:r w:rsidRPr="00586FD8">
              <w:rPr>
                <w:rFonts w:ascii="Arial" w:hAnsi="Arial"/>
                <w:sz w:val="20"/>
                <w:szCs w:val="20"/>
              </w:rPr>
              <w:t xml:space="preserve">The formula for calculating the </w:t>
            </w:r>
            <w:proofErr w:type="spellStart"/>
            <w:r w:rsidRPr="00586FD8">
              <w:rPr>
                <w:rFonts w:ascii="Arial" w:hAnsi="Arial"/>
                <w:sz w:val="20"/>
                <w:szCs w:val="20"/>
              </w:rPr>
              <w:t>TGR</w:t>
            </w:r>
            <w:proofErr w:type="spellEnd"/>
            <w:r w:rsidRPr="00586FD8">
              <w:rPr>
                <w:rFonts w:ascii="Arial" w:hAnsi="Arial"/>
                <w:sz w:val="20"/>
                <w:szCs w:val="20"/>
              </w:rPr>
              <w:t xml:space="preserve"> using a composite of growth rates between sub</w:t>
            </w:r>
            <w:r w:rsidRPr="00586FD8">
              <w:rPr>
                <w:rFonts w:ascii="Arial" w:hAnsi="Arial"/>
                <w:sz w:val="20"/>
                <w:szCs w:val="20"/>
              </w:rPr>
              <w:noBreakHyphen/>
              <w:t>periods within the overall period of analysis is:</w:t>
            </w:r>
          </w:p>
          <w:p w:rsidR="00A27C17" w:rsidRPr="00586FD8" w:rsidRDefault="004501CE" w:rsidP="00A27C17">
            <w:pPr>
              <w:keepNext/>
              <w:tabs>
                <w:tab w:val="left" w:pos="3097"/>
              </w:tabs>
              <w:spacing w:before="120" w:line="280" w:lineRule="atLeast"/>
              <w:jc w:val="both"/>
              <w:rPr>
                <w:rFonts w:ascii="Arial" w:hAnsi="Arial"/>
                <w:sz w:val="20"/>
                <w:szCs w:val="20"/>
              </w:rPr>
            </w:pPr>
            <w:r>
              <w:rPr>
                <w:rFonts w:ascii="Arial" w:hAnsi="Arial"/>
                <w:noProof/>
                <w:sz w:val="20"/>
                <w:szCs w:val="20"/>
              </w:rPr>
              <w:drawing>
                <wp:inline distT="0" distB="0" distL="0" distR="0" wp14:anchorId="14FBFEFE" wp14:editId="2272101F">
                  <wp:extent cx="1775460" cy="266065"/>
                  <wp:effectExtent l="0" t="0" r="0" b="635"/>
                  <wp:docPr id="62" name="Picture 62" descr="Box 2.6 Technical concepts and formulas - growth rat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775460" cy="266065"/>
                          </a:xfrm>
                          <a:prstGeom prst="rect">
                            <a:avLst/>
                          </a:prstGeom>
                          <a:noFill/>
                          <a:ln>
                            <a:noFill/>
                          </a:ln>
                        </pic:spPr>
                      </pic:pic>
                    </a:graphicData>
                  </a:graphic>
                </wp:inline>
              </w:drawing>
            </w:r>
            <w:r w:rsidR="00A27C17" w:rsidRPr="00586FD8">
              <w:rPr>
                <w:rFonts w:ascii="Arial" w:hAnsi="Arial"/>
                <w:sz w:val="20"/>
                <w:szCs w:val="20"/>
              </w:rPr>
              <w:t xml:space="preserve"> </w:t>
            </w:r>
            <w:r w:rsidR="00A27C17" w:rsidRPr="00586FD8">
              <w:rPr>
                <w:rFonts w:ascii="Arial" w:hAnsi="Arial"/>
                <w:sz w:val="20"/>
                <w:szCs w:val="20"/>
              </w:rPr>
              <w:tab/>
              <w:t>(equation 2.14)</w:t>
            </w:r>
          </w:p>
          <w:p w:rsidR="00A27C17" w:rsidRPr="00586FD8" w:rsidRDefault="00A27C17" w:rsidP="00A27C17">
            <w:pPr>
              <w:keepNext/>
              <w:spacing w:before="120" w:line="280" w:lineRule="atLeast"/>
              <w:jc w:val="both"/>
              <w:rPr>
                <w:rFonts w:ascii="Arial" w:hAnsi="Arial"/>
                <w:sz w:val="20"/>
                <w:szCs w:val="20"/>
              </w:rPr>
            </w:pPr>
            <w:r w:rsidRPr="00586FD8">
              <w:rPr>
                <w:rFonts w:ascii="Arial" w:hAnsi="Arial"/>
                <w:sz w:val="20"/>
                <w:szCs w:val="20"/>
              </w:rPr>
              <w:t xml:space="preserve">That is, the </w:t>
            </w:r>
            <w:proofErr w:type="spellStart"/>
            <w:r w:rsidRPr="00586FD8">
              <w:rPr>
                <w:rFonts w:ascii="Arial" w:hAnsi="Arial"/>
                <w:sz w:val="20"/>
                <w:szCs w:val="20"/>
              </w:rPr>
              <w:t>TGR</w:t>
            </w:r>
            <w:proofErr w:type="spellEnd"/>
            <w:r w:rsidRPr="00586FD8">
              <w:rPr>
                <w:rFonts w:ascii="Arial" w:hAnsi="Arial"/>
                <w:sz w:val="20"/>
                <w:szCs w:val="20"/>
              </w:rPr>
              <w:t xml:space="preserve"> over the period is found by taking the product (</w:t>
            </w:r>
            <w:r w:rsidR="004501CE">
              <w:rPr>
                <w:rFonts w:ascii="Arial" w:hAnsi="Arial"/>
                <w:noProof/>
                <w:sz w:val="20"/>
                <w:szCs w:val="20"/>
              </w:rPr>
              <w:drawing>
                <wp:inline distT="0" distB="0" distL="0" distR="0" wp14:anchorId="0CE1316F" wp14:editId="36321D55">
                  <wp:extent cx="287020" cy="266065"/>
                  <wp:effectExtent l="0" t="0" r="0" b="635"/>
                  <wp:docPr id="63" name="Picture 63" descr="Box 2.6 Technical concepts and formulas - growth rat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287020" cy="266065"/>
                          </a:xfrm>
                          <a:prstGeom prst="rect">
                            <a:avLst/>
                          </a:prstGeom>
                          <a:noFill/>
                          <a:ln>
                            <a:noFill/>
                          </a:ln>
                        </pic:spPr>
                      </pic:pic>
                    </a:graphicData>
                  </a:graphic>
                </wp:inline>
              </w:drawing>
            </w:r>
            <w:r w:rsidRPr="00586FD8">
              <w:rPr>
                <w:rFonts w:ascii="Arial" w:hAnsi="Arial"/>
                <w:sz w:val="20"/>
                <w:szCs w:val="20"/>
              </w:rPr>
              <w:t xml:space="preserve">) of each </w:t>
            </w:r>
            <w:r w:rsidR="004501CE">
              <w:rPr>
                <w:rFonts w:ascii="Arial" w:hAnsi="Arial"/>
                <w:noProof/>
                <w:sz w:val="20"/>
                <w:szCs w:val="20"/>
              </w:rPr>
              <w:drawing>
                <wp:inline distT="0" distB="0" distL="0" distR="0" wp14:anchorId="3B9C0D96" wp14:editId="6CC206CF">
                  <wp:extent cx="446405" cy="233680"/>
                  <wp:effectExtent l="0" t="0" r="0" b="0"/>
                  <wp:docPr id="64" name="Picture 64" descr="Box 2.6 Technical concepts and formulas - growth rat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446405" cy="233680"/>
                          </a:xfrm>
                          <a:prstGeom prst="rect">
                            <a:avLst/>
                          </a:prstGeom>
                          <a:noFill/>
                          <a:ln>
                            <a:noFill/>
                          </a:ln>
                        </pic:spPr>
                      </pic:pic>
                    </a:graphicData>
                  </a:graphic>
                </wp:inline>
              </w:drawing>
            </w:r>
            <w:r w:rsidRPr="00586FD8">
              <w:rPr>
                <w:rFonts w:ascii="Arial" w:hAnsi="Arial"/>
                <w:sz w:val="20"/>
                <w:szCs w:val="20"/>
              </w:rPr>
              <w:t xml:space="preserve"> and deducting 1. This is multiplied by 100 so the growth rate is expressed as a percentage. If, for example, the sample ranges of growth rates are:</w:t>
            </w:r>
          </w:p>
          <w:p w:rsidR="00A27C17" w:rsidRPr="00586FD8" w:rsidRDefault="00A27C17" w:rsidP="00A27C17">
            <w:pPr>
              <w:keepNext/>
              <w:spacing w:before="120" w:line="280" w:lineRule="atLeast"/>
              <w:rPr>
                <w:rFonts w:ascii="Arial" w:hAnsi="Arial"/>
                <w:sz w:val="20"/>
                <w:szCs w:val="20"/>
              </w:rPr>
            </w:pPr>
            <w:r w:rsidRPr="00586FD8">
              <w:rPr>
                <w:rFonts w:ascii="Arial" w:hAnsi="Arial"/>
                <w:sz w:val="20"/>
                <w:szCs w:val="20"/>
              </w:rPr>
              <w:t>6 per cent in 2009</w:t>
            </w:r>
            <w:r w:rsidRPr="00586FD8">
              <w:rPr>
                <w:rFonts w:ascii="Arial" w:hAnsi="Arial"/>
                <w:sz w:val="20"/>
                <w:szCs w:val="20"/>
              </w:rPr>
              <w:noBreakHyphen/>
              <w:t>10 to 2010</w:t>
            </w:r>
            <w:r w:rsidRPr="00586FD8">
              <w:rPr>
                <w:rFonts w:ascii="Arial" w:hAnsi="Arial"/>
                <w:sz w:val="20"/>
                <w:szCs w:val="20"/>
              </w:rPr>
              <w:noBreakHyphen/>
              <w:t>11</w:t>
            </w:r>
            <w:r w:rsidRPr="00586FD8">
              <w:rPr>
                <w:rFonts w:ascii="Arial" w:hAnsi="Arial"/>
                <w:sz w:val="20"/>
                <w:szCs w:val="20"/>
              </w:rPr>
              <w:br/>
              <w:t>6 per cent in 2010</w:t>
            </w:r>
            <w:r w:rsidRPr="00586FD8">
              <w:rPr>
                <w:rFonts w:ascii="Arial" w:hAnsi="Arial"/>
                <w:sz w:val="20"/>
                <w:szCs w:val="20"/>
              </w:rPr>
              <w:noBreakHyphen/>
              <w:t>11 to 2011</w:t>
            </w:r>
            <w:r w:rsidRPr="00586FD8">
              <w:rPr>
                <w:rFonts w:ascii="Arial" w:hAnsi="Arial"/>
                <w:sz w:val="20"/>
                <w:szCs w:val="20"/>
              </w:rPr>
              <w:noBreakHyphen/>
              <w:t>12</w:t>
            </w:r>
            <w:r w:rsidRPr="00586FD8">
              <w:rPr>
                <w:rFonts w:ascii="Arial" w:hAnsi="Arial"/>
                <w:sz w:val="20"/>
                <w:szCs w:val="20"/>
              </w:rPr>
              <w:br/>
              <w:t>8 per cent in 2011</w:t>
            </w:r>
            <w:r w:rsidRPr="00586FD8">
              <w:rPr>
                <w:rFonts w:ascii="Arial" w:hAnsi="Arial"/>
                <w:sz w:val="20"/>
                <w:szCs w:val="20"/>
              </w:rPr>
              <w:noBreakHyphen/>
              <w:t>12 to 2012</w:t>
            </w:r>
            <w:r w:rsidRPr="00586FD8">
              <w:rPr>
                <w:rFonts w:ascii="Arial" w:hAnsi="Arial"/>
                <w:sz w:val="20"/>
                <w:szCs w:val="20"/>
              </w:rPr>
              <w:noBreakHyphen/>
              <w:t>13</w:t>
            </w:r>
          </w:p>
          <w:p w:rsidR="00A27C17" w:rsidRPr="00586FD8" w:rsidRDefault="00A27C17" w:rsidP="00A27C17">
            <w:pPr>
              <w:keepNext/>
              <w:spacing w:before="120" w:line="280" w:lineRule="atLeast"/>
              <w:jc w:val="both"/>
              <w:rPr>
                <w:rFonts w:ascii="Arial" w:hAnsi="Arial"/>
                <w:sz w:val="20"/>
                <w:szCs w:val="20"/>
              </w:rPr>
            </w:pPr>
            <w:r w:rsidRPr="00586FD8">
              <w:rPr>
                <w:rFonts w:ascii="Arial" w:hAnsi="Arial"/>
                <w:sz w:val="20"/>
                <w:szCs w:val="20"/>
              </w:rPr>
              <w:t>then the total growth over the period 2009</w:t>
            </w:r>
            <w:r w:rsidRPr="00586FD8">
              <w:rPr>
                <w:rFonts w:ascii="Arial" w:hAnsi="Arial"/>
                <w:sz w:val="20"/>
                <w:szCs w:val="20"/>
              </w:rPr>
              <w:noBreakHyphen/>
              <w:t>10 to 2012</w:t>
            </w:r>
            <w:r w:rsidRPr="00586FD8">
              <w:rPr>
                <w:rFonts w:ascii="Arial" w:hAnsi="Arial"/>
                <w:sz w:val="20"/>
                <w:szCs w:val="20"/>
              </w:rPr>
              <w:noBreakHyphen/>
              <w:t>13 can be calculated as:</w:t>
            </w:r>
          </w:p>
          <w:p w:rsidR="00BA7166" w:rsidRPr="00586FD8" w:rsidRDefault="004501CE" w:rsidP="00A27C17">
            <w:pPr>
              <w:pStyle w:val="Box"/>
            </w:pPr>
            <w:r>
              <w:rPr>
                <w:noProof/>
              </w:rPr>
              <w:drawing>
                <wp:inline distT="0" distB="0" distL="0" distR="0" wp14:anchorId="6A8C32CD" wp14:editId="1F85C934">
                  <wp:extent cx="2328545" cy="680720"/>
                  <wp:effectExtent l="0" t="0" r="0" b="5080"/>
                  <wp:docPr id="65" name="Picture 65" descr="Box 2.6 Technical concepts and formulas - growth rat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328545" cy="680720"/>
                          </a:xfrm>
                          <a:prstGeom prst="rect">
                            <a:avLst/>
                          </a:prstGeom>
                          <a:noFill/>
                          <a:ln>
                            <a:noFill/>
                          </a:ln>
                        </pic:spPr>
                      </pic:pic>
                    </a:graphicData>
                  </a:graphic>
                </wp:inline>
              </w:drawing>
            </w:r>
          </w:p>
        </w:tc>
      </w:tr>
      <w:tr w:rsidR="00BA7166" w:rsidTr="0017519E">
        <w:trPr>
          <w:cantSplit/>
        </w:trPr>
        <w:tc>
          <w:tcPr>
            <w:tcW w:w="8771" w:type="dxa"/>
            <w:tcBorders>
              <w:top w:val="nil"/>
              <w:left w:val="nil"/>
              <w:bottom w:val="single" w:sz="6" w:space="0" w:color="78A22F"/>
              <w:right w:val="nil"/>
            </w:tcBorders>
            <w:shd w:val="clear" w:color="auto" w:fill="F2F2F2" w:themeFill="background1" w:themeFillShade="F2"/>
          </w:tcPr>
          <w:p w:rsidR="00BA7166" w:rsidRDefault="00BA7166">
            <w:pPr>
              <w:pStyle w:val="Box"/>
              <w:spacing w:before="0" w:line="120" w:lineRule="exact"/>
            </w:pPr>
          </w:p>
        </w:tc>
      </w:tr>
      <w:tr w:rsidR="00BA7166" w:rsidRPr="000863A5" w:rsidTr="0017519E">
        <w:tc>
          <w:tcPr>
            <w:tcW w:w="8771" w:type="dxa"/>
            <w:tcBorders>
              <w:top w:val="single" w:sz="6" w:space="0" w:color="78A22F"/>
              <w:left w:val="nil"/>
              <w:bottom w:val="nil"/>
              <w:right w:val="nil"/>
            </w:tcBorders>
          </w:tcPr>
          <w:p w:rsidR="00BA7166" w:rsidRPr="00626D32" w:rsidRDefault="00BA7166" w:rsidP="0017519E">
            <w:pPr>
              <w:pStyle w:val="BoxSpaceBelow"/>
            </w:pPr>
          </w:p>
        </w:tc>
      </w:tr>
    </w:tbl>
    <w:p w:rsidR="00FF51E1" w:rsidRPr="00742CEE" w:rsidRDefault="00FF51E1" w:rsidP="00AD6FCA">
      <w:pPr>
        <w:pStyle w:val="Heading3"/>
      </w:pPr>
      <w:bookmarkStart w:id="83" w:name="_Toc333919874"/>
      <w:bookmarkStart w:id="84" w:name="_Toc368582247"/>
      <w:bookmarkStart w:id="85" w:name="_Toc370136028"/>
      <w:r w:rsidRPr="00742CEE">
        <w:lastRenderedPageBreak/>
        <w:t>Age standardisation of data</w:t>
      </w:r>
      <w:bookmarkEnd w:id="83"/>
      <w:bookmarkEnd w:id="84"/>
      <w:bookmarkEnd w:id="85"/>
    </w:p>
    <w:p w:rsidR="00FF51E1" w:rsidRPr="00742CEE" w:rsidRDefault="00FF51E1" w:rsidP="00AD6FCA">
      <w:pPr>
        <w:pStyle w:val="Heading4"/>
      </w:pPr>
      <w:r w:rsidRPr="00742CEE">
        <w:t>Rationale for age standardisation of data</w:t>
      </w:r>
    </w:p>
    <w:p w:rsidR="00FF51E1" w:rsidRPr="00742CEE" w:rsidRDefault="00FF51E1" w:rsidP="008A1584">
      <w:pPr>
        <w:spacing w:before="240" w:line="320" w:lineRule="atLeast"/>
        <w:jc w:val="both"/>
        <w:rPr>
          <w:szCs w:val="20"/>
        </w:rPr>
      </w:pPr>
      <w:r w:rsidRPr="00742CEE">
        <w:rPr>
          <w:szCs w:val="20"/>
        </w:rPr>
        <w:t>The age profile of Australians varies across jurisdictions, periods of time, geographic areas and/or population sub</w:t>
      </w:r>
      <w:r w:rsidR="007908DF" w:rsidRPr="00742CEE">
        <w:rPr>
          <w:szCs w:val="20"/>
        </w:rPr>
        <w:noBreakHyphen/>
      </w:r>
      <w:r w:rsidRPr="00742CEE">
        <w:rPr>
          <w:szCs w:val="20"/>
        </w:rPr>
        <w:t xml:space="preserve">groups (for example, between </w:t>
      </w:r>
      <w:r w:rsidR="00E24249" w:rsidRPr="008A1584">
        <w:t>Aboriginal and Torres Strait Islander</w:t>
      </w:r>
      <w:r w:rsidR="00E24249" w:rsidRPr="00805C31">
        <w:rPr>
          <w:szCs w:val="20"/>
        </w:rPr>
        <w:t xml:space="preserve"> </w:t>
      </w:r>
      <w:r w:rsidRPr="00742CEE">
        <w:rPr>
          <w:szCs w:val="20"/>
        </w:rPr>
        <w:t>and non</w:t>
      </w:r>
      <w:r w:rsidR="007908DF" w:rsidRPr="00742CEE">
        <w:rPr>
          <w:szCs w:val="20"/>
        </w:rPr>
        <w:noBreakHyphen/>
      </w:r>
      <w:r w:rsidRPr="00742CEE">
        <w:rPr>
          <w:szCs w:val="20"/>
        </w:rPr>
        <w:t>Indigenous populations). Variations in age profiles are important because they can affect the likelihood of using a particular service (such as a public hospital) or particular ‘events’ occurring (such as death, incidence of disease or incarceration). Age standardisation adjusts for the effect of variations in age profiles when comparing service usage, or rates, of particular events across different populations.</w:t>
      </w:r>
    </w:p>
    <w:p w:rsidR="00FF51E1" w:rsidRPr="00742CEE" w:rsidRDefault="00FF51E1" w:rsidP="00AD6FCA">
      <w:pPr>
        <w:pStyle w:val="Heading4"/>
      </w:pPr>
      <w:r w:rsidRPr="00742CEE">
        <w:t>Calculating age standardised rates</w:t>
      </w:r>
    </w:p>
    <w:p w:rsidR="00FF51E1" w:rsidRPr="00A148E5" w:rsidRDefault="00FF51E1" w:rsidP="008A1584">
      <w:pPr>
        <w:spacing w:before="240" w:line="320" w:lineRule="atLeast"/>
        <w:jc w:val="both"/>
        <w:rPr>
          <w:szCs w:val="20"/>
        </w:rPr>
      </w:pPr>
      <w:r w:rsidRPr="00742CEE">
        <w:rPr>
          <w:szCs w:val="20"/>
        </w:rPr>
        <w:t xml:space="preserve">Age standardisation adjusts each of the comparison/study populations (for example, </w:t>
      </w:r>
      <w:r w:rsidR="00E24249" w:rsidRPr="008A1584">
        <w:t>Aboriginal and Torres Strait Islander</w:t>
      </w:r>
      <w:r w:rsidRPr="008A1584">
        <w:rPr>
          <w:szCs w:val="20"/>
        </w:rPr>
        <w:t xml:space="preserve"> </w:t>
      </w:r>
      <w:r w:rsidRPr="00742CEE">
        <w:rPr>
          <w:szCs w:val="20"/>
        </w:rPr>
        <w:t>and non</w:t>
      </w:r>
      <w:r w:rsidR="007908DF" w:rsidRPr="00742CEE">
        <w:rPr>
          <w:szCs w:val="20"/>
        </w:rPr>
        <w:noBreakHyphen/>
      </w:r>
      <w:r w:rsidRPr="00742CEE">
        <w:rPr>
          <w:szCs w:val="20"/>
        </w:rPr>
        <w:t>Indigenous</w:t>
      </w:r>
      <w:r w:rsidR="00CE592B" w:rsidRPr="00742CEE">
        <w:rPr>
          <w:szCs w:val="20"/>
        </w:rPr>
        <w:t xml:space="preserve"> populations</w:t>
      </w:r>
      <w:r w:rsidRPr="00742CEE">
        <w:rPr>
          <w:szCs w:val="20"/>
        </w:rPr>
        <w:t>) against a standard population (box 2.7).</w:t>
      </w:r>
    </w:p>
    <w:p w:rsidR="00FF51E1" w:rsidRPr="00220B0B" w:rsidRDefault="00FF51E1" w:rsidP="00FF51E1">
      <w:pPr>
        <w:spacing w:before="240" w:line="320" w:lineRule="atLeast"/>
        <w:jc w:val="both"/>
        <w:rPr>
          <w:szCs w:val="20"/>
        </w:rPr>
      </w:pPr>
      <w:r w:rsidRPr="00220B0B">
        <w:rPr>
          <w:szCs w:val="20"/>
        </w:rPr>
        <w:t xml:space="preserve">Prior to the 2011 </w:t>
      </w:r>
      <w:proofErr w:type="spellStart"/>
      <w:r w:rsidRPr="00220B0B">
        <w:rPr>
          <w:szCs w:val="20"/>
        </w:rPr>
        <w:t>ERP</w:t>
      </w:r>
      <w:proofErr w:type="spellEnd"/>
      <w:r w:rsidRPr="00220B0B">
        <w:rPr>
          <w:szCs w:val="20"/>
        </w:rPr>
        <w:t xml:space="preserve"> rebasing cycle, it was generally accepted that the ABS produces a new </w:t>
      </w:r>
      <w:r w:rsidR="007908DF" w:rsidRPr="00220B0B">
        <w:rPr>
          <w:szCs w:val="20"/>
        </w:rPr>
        <w:t xml:space="preserve">‘standard population’ </w:t>
      </w:r>
      <w:r w:rsidRPr="00220B0B">
        <w:rPr>
          <w:szCs w:val="20"/>
        </w:rPr>
        <w:t xml:space="preserve">every ten years, with the last standard population being 30 June 2001 and the </w:t>
      </w:r>
      <w:r w:rsidR="00E03FEB" w:rsidRPr="00220B0B">
        <w:rPr>
          <w:szCs w:val="20"/>
        </w:rPr>
        <w:t xml:space="preserve">next population </w:t>
      </w:r>
      <w:r w:rsidR="007126B5">
        <w:rPr>
          <w:szCs w:val="20"/>
        </w:rPr>
        <w:t xml:space="preserve">was </w:t>
      </w:r>
      <w:r w:rsidR="00E03FEB" w:rsidRPr="00220B0B">
        <w:rPr>
          <w:szCs w:val="20"/>
        </w:rPr>
        <w:t xml:space="preserve">expected to be </w:t>
      </w:r>
      <w:r w:rsidRPr="00220B0B">
        <w:rPr>
          <w:szCs w:val="20"/>
        </w:rPr>
        <w:t xml:space="preserve">30 June 2011. While following this advice has been accepted practice in Australia in recent years, it is important to note that </w:t>
      </w:r>
      <w:r w:rsidRPr="009907C3">
        <w:rPr>
          <w:szCs w:val="20"/>
        </w:rPr>
        <w:t>neither demographic nor epidemiological methodology require the standard population to be updated this frequently. In fact, analysis recently undertaken by a joint ABS</w:t>
      </w:r>
      <w:r w:rsidR="007908DF" w:rsidRPr="009907C3">
        <w:rPr>
          <w:szCs w:val="20"/>
        </w:rPr>
        <w:noBreakHyphen/>
      </w:r>
      <w:r w:rsidR="00087DEB" w:rsidRPr="009907C3">
        <w:rPr>
          <w:szCs w:val="20"/>
        </w:rPr>
        <w:t>Australian Institute of Health and Welfare (</w:t>
      </w:r>
      <w:proofErr w:type="spellStart"/>
      <w:r w:rsidRPr="009907C3">
        <w:rPr>
          <w:szCs w:val="20"/>
        </w:rPr>
        <w:t>AIHW</w:t>
      </w:r>
      <w:proofErr w:type="spellEnd"/>
      <w:r w:rsidR="00087DEB" w:rsidRPr="009907C3">
        <w:rPr>
          <w:szCs w:val="20"/>
        </w:rPr>
        <w:t>)</w:t>
      </w:r>
      <w:r w:rsidRPr="009907C3">
        <w:rPr>
          <w:szCs w:val="20"/>
        </w:rPr>
        <w:t xml:space="preserve"> working group demonstrated that the frequency of the change in the standard population resulted in negligible difference in the comparison of key indicators over time. The use of age</w:t>
      </w:r>
      <w:r w:rsidR="007908DF" w:rsidRPr="009907C3">
        <w:rPr>
          <w:szCs w:val="20"/>
        </w:rPr>
        <w:noBreakHyphen/>
      </w:r>
      <w:r w:rsidRPr="009907C3">
        <w:rPr>
          <w:szCs w:val="20"/>
        </w:rPr>
        <w:t>standardisation in statistical analysis in Australia, particularly involving health and demographic data, has increased substantially. As more age</w:t>
      </w:r>
      <w:r w:rsidR="007908DF" w:rsidRPr="009907C3">
        <w:rPr>
          <w:szCs w:val="20"/>
        </w:rPr>
        <w:noBreakHyphen/>
      </w:r>
      <w:r w:rsidRPr="009907C3">
        <w:rPr>
          <w:szCs w:val="20"/>
        </w:rPr>
        <w:t>standardised data are used, and as age</w:t>
      </w:r>
      <w:r w:rsidR="007908DF" w:rsidRPr="009907C3">
        <w:rPr>
          <w:szCs w:val="20"/>
        </w:rPr>
        <w:noBreakHyphen/>
      </w:r>
      <w:r w:rsidRPr="009907C3">
        <w:rPr>
          <w:szCs w:val="20"/>
        </w:rPr>
        <w:t>standardised time series become longer, a regular revision to the standard process</w:t>
      </w:r>
      <w:r w:rsidRPr="00220B0B">
        <w:rPr>
          <w:szCs w:val="20"/>
        </w:rPr>
        <w:t xml:space="preserve"> becomes increasingly more resource</w:t>
      </w:r>
      <w:r w:rsidR="007908DF" w:rsidRPr="00220B0B">
        <w:rPr>
          <w:szCs w:val="20"/>
        </w:rPr>
        <w:noBreakHyphen/>
      </w:r>
      <w:r w:rsidRPr="00220B0B">
        <w:rPr>
          <w:szCs w:val="20"/>
        </w:rPr>
        <w:t>intensive and onerous.</w:t>
      </w:r>
    </w:p>
    <w:p w:rsidR="00FF51E1" w:rsidRPr="00805C31" w:rsidRDefault="00FF51E1" w:rsidP="00FF51E1">
      <w:pPr>
        <w:spacing w:before="240" w:line="320" w:lineRule="atLeast"/>
        <w:jc w:val="both"/>
        <w:rPr>
          <w:szCs w:val="20"/>
        </w:rPr>
      </w:pPr>
      <w:r w:rsidRPr="00220B0B">
        <w:rPr>
          <w:szCs w:val="20"/>
        </w:rPr>
        <w:t xml:space="preserve">Therefore, ABS and </w:t>
      </w:r>
      <w:proofErr w:type="spellStart"/>
      <w:r w:rsidRPr="00220B0B">
        <w:rPr>
          <w:szCs w:val="20"/>
        </w:rPr>
        <w:t>AIHW</w:t>
      </w:r>
      <w:proofErr w:type="spellEnd"/>
      <w:r w:rsidRPr="00220B0B">
        <w:rPr>
          <w:szCs w:val="20"/>
        </w:rPr>
        <w:t xml:space="preserve"> are recommending that the standard population be revised every 25 years (</w:t>
      </w:r>
      <w:r w:rsidR="0035472D" w:rsidRPr="00220B0B">
        <w:rPr>
          <w:szCs w:val="20"/>
        </w:rPr>
        <w:t>that is,</w:t>
      </w:r>
      <w:r w:rsidRPr="00220B0B">
        <w:rPr>
          <w:szCs w:val="20"/>
        </w:rPr>
        <w:t xml:space="preserve"> 2001, 2026, 2051 etc.) instead of every 10 years, which would reduce the frequency of revisions without</w:t>
      </w:r>
      <w:r w:rsidR="0035472D" w:rsidRPr="00220B0B">
        <w:rPr>
          <w:szCs w:val="20"/>
        </w:rPr>
        <w:t xml:space="preserve"> reducing the effectiveness of </w:t>
      </w:r>
      <w:r w:rsidRPr="00220B0B">
        <w:rPr>
          <w:szCs w:val="20"/>
        </w:rPr>
        <w:t>age</w:t>
      </w:r>
      <w:r w:rsidR="007834F2" w:rsidRPr="00220B0B">
        <w:rPr>
          <w:szCs w:val="20"/>
        </w:rPr>
        <w:noBreakHyphen/>
      </w:r>
      <w:r w:rsidRPr="00220B0B">
        <w:rPr>
          <w:szCs w:val="20"/>
        </w:rPr>
        <w:t xml:space="preserve">standardised comparisons. This would also align the revision cycle with what demographers generally consider to be the timespan of a generation. The latest standard population used is the final 30 June </w:t>
      </w:r>
      <w:proofErr w:type="spellStart"/>
      <w:r w:rsidRPr="00220B0B">
        <w:rPr>
          <w:szCs w:val="20"/>
        </w:rPr>
        <w:t>ERP</w:t>
      </w:r>
      <w:proofErr w:type="spellEnd"/>
      <w:r w:rsidRPr="00220B0B">
        <w:rPr>
          <w:szCs w:val="20"/>
        </w:rPr>
        <w:t xml:space="preserve"> for the 2001 (</w:t>
      </w:r>
      <w:proofErr w:type="spellStart"/>
      <w:r w:rsidRPr="00220B0B">
        <w:rPr>
          <w:szCs w:val="20"/>
        </w:rPr>
        <w:t>AIHW</w:t>
      </w:r>
      <w:proofErr w:type="spellEnd"/>
      <w:r w:rsidRPr="00220B0B">
        <w:rPr>
          <w:szCs w:val="20"/>
        </w:rPr>
        <w:t xml:space="preserve"> 2013). The result is a standardised estimate for each of the comparison/study populations.</w:t>
      </w:r>
    </w:p>
    <w:p w:rsidR="00FF51E1" w:rsidRPr="00A148E5" w:rsidRDefault="00FF51E1" w:rsidP="00FF51E1">
      <w:pPr>
        <w:spacing w:before="240" w:line="320" w:lineRule="atLeast"/>
        <w:jc w:val="both"/>
        <w:rPr>
          <w:szCs w:val="20"/>
        </w:rPr>
      </w:pPr>
      <w:r w:rsidRPr="00A148E5">
        <w:rPr>
          <w:szCs w:val="20"/>
        </w:rPr>
        <w:t>The Review generally reports age</w:t>
      </w:r>
      <w:r w:rsidR="007908DF" w:rsidRPr="00A148E5">
        <w:rPr>
          <w:szCs w:val="20"/>
        </w:rPr>
        <w:noBreakHyphen/>
      </w:r>
      <w:r w:rsidRPr="00A148E5">
        <w:rPr>
          <w:szCs w:val="20"/>
        </w:rPr>
        <w:t xml:space="preserve">standardised rates that have been calculated using either one of two methods, as appropriate. The direct method is generally used for comparisons </w:t>
      </w:r>
      <w:r w:rsidRPr="00A148E5">
        <w:rPr>
          <w:szCs w:val="20"/>
        </w:rPr>
        <w:lastRenderedPageBreak/>
        <w:t>between study groups. The indirect method is recommended when the age</w:t>
      </w:r>
      <w:r w:rsidR="007908DF" w:rsidRPr="00A148E5">
        <w:rPr>
          <w:szCs w:val="20"/>
        </w:rPr>
        <w:noBreakHyphen/>
      </w:r>
      <w:r w:rsidRPr="00A148E5">
        <w:rPr>
          <w:szCs w:val="20"/>
        </w:rPr>
        <w:t>specific rates for the population being studied are not known (or are unreliable), but the total number of events is known (</w:t>
      </w:r>
      <w:proofErr w:type="spellStart"/>
      <w:r w:rsidRPr="00A148E5">
        <w:rPr>
          <w:szCs w:val="20"/>
        </w:rPr>
        <w:t>AIHW</w:t>
      </w:r>
      <w:proofErr w:type="spellEnd"/>
      <w:r w:rsidRPr="00A148E5">
        <w:rPr>
          <w:szCs w:val="20"/>
        </w:rPr>
        <w:t xml:space="preserve"> 2013).</w:t>
      </w:r>
    </w:p>
    <w:p w:rsidR="00FF51E1" w:rsidRPr="00A148E5" w:rsidRDefault="00FF51E1" w:rsidP="00FF51E1">
      <w:pPr>
        <w:tabs>
          <w:tab w:val="num" w:pos="360"/>
        </w:tabs>
        <w:spacing w:before="120" w:line="320" w:lineRule="atLeast"/>
        <w:ind w:left="340" w:hanging="340"/>
        <w:jc w:val="both"/>
        <w:rPr>
          <w:szCs w:val="20"/>
        </w:rPr>
      </w:pPr>
      <w:r w:rsidRPr="00A148E5">
        <w:rPr>
          <w:szCs w:val="20"/>
        </w:rPr>
        <w:t xml:space="preserve">The </w:t>
      </w:r>
      <w:r w:rsidRPr="00A148E5">
        <w:rPr>
          <w:i/>
          <w:szCs w:val="20"/>
        </w:rPr>
        <w:t>direct</w:t>
      </w:r>
      <w:r w:rsidRPr="00A148E5">
        <w:rPr>
          <w:szCs w:val="20"/>
        </w:rPr>
        <w:t xml:space="preserve"> </w:t>
      </w:r>
      <w:r w:rsidRPr="00A148E5">
        <w:rPr>
          <w:i/>
          <w:szCs w:val="20"/>
        </w:rPr>
        <w:t>method</w:t>
      </w:r>
      <w:r w:rsidRPr="00A148E5">
        <w:rPr>
          <w:szCs w:val="20"/>
        </w:rPr>
        <w:t xml:space="preserve"> has three steps:</w:t>
      </w:r>
    </w:p>
    <w:p w:rsidR="00FF51E1" w:rsidRPr="00A148E5" w:rsidRDefault="00FF51E1" w:rsidP="00FF51E1">
      <w:pPr>
        <w:spacing w:before="120" w:line="320" w:lineRule="atLeast"/>
        <w:ind w:left="340"/>
        <w:jc w:val="both"/>
        <w:rPr>
          <w:szCs w:val="20"/>
        </w:rPr>
      </w:pPr>
      <w:r w:rsidRPr="00A148E5">
        <w:rPr>
          <w:szCs w:val="20"/>
        </w:rPr>
        <w:t>Step 1: Calculate the age</w:t>
      </w:r>
      <w:r w:rsidR="007908DF" w:rsidRPr="00A148E5">
        <w:rPr>
          <w:szCs w:val="20"/>
        </w:rPr>
        <w:noBreakHyphen/>
      </w:r>
      <w:r w:rsidRPr="00A148E5">
        <w:rPr>
          <w:szCs w:val="20"/>
        </w:rPr>
        <w:t>specific rate for each age group for the study/comparison group.</w:t>
      </w:r>
    </w:p>
    <w:p w:rsidR="00FF51E1" w:rsidRPr="00A148E5" w:rsidRDefault="00FF51E1" w:rsidP="00FF51E1">
      <w:pPr>
        <w:spacing w:before="120" w:line="320" w:lineRule="atLeast"/>
        <w:ind w:left="340"/>
        <w:jc w:val="both"/>
        <w:rPr>
          <w:szCs w:val="20"/>
        </w:rPr>
      </w:pPr>
      <w:r w:rsidRPr="00A148E5">
        <w:rPr>
          <w:szCs w:val="20"/>
        </w:rPr>
        <w:t>Step 2: Calculate the expected number of ‘events’ in each age group by multiplying the age</w:t>
      </w:r>
      <w:r w:rsidR="007908DF" w:rsidRPr="00A148E5">
        <w:rPr>
          <w:szCs w:val="20"/>
        </w:rPr>
        <w:noBreakHyphen/>
      </w:r>
      <w:r w:rsidRPr="00A148E5">
        <w:rPr>
          <w:szCs w:val="20"/>
        </w:rPr>
        <w:t>specific rates by the corresponding standard population.</w:t>
      </w:r>
    </w:p>
    <w:p w:rsidR="00FF51E1" w:rsidRPr="00A148E5" w:rsidRDefault="00FF51E1" w:rsidP="00FF51E1">
      <w:pPr>
        <w:spacing w:before="120" w:line="320" w:lineRule="atLeast"/>
        <w:ind w:left="340"/>
        <w:jc w:val="both"/>
        <w:rPr>
          <w:szCs w:val="20"/>
        </w:rPr>
      </w:pPr>
      <w:r w:rsidRPr="00A148E5">
        <w:rPr>
          <w:szCs w:val="20"/>
        </w:rPr>
        <w:t>Step 3: Sum the expected number of cases in each age group and divide by the total of the standard population (box 2.7, equation 2.15).</w:t>
      </w:r>
    </w:p>
    <w:p w:rsidR="00FF51E1" w:rsidRPr="00A148E5" w:rsidRDefault="00FF51E1" w:rsidP="00FF51E1">
      <w:pPr>
        <w:tabs>
          <w:tab w:val="num" w:pos="360"/>
        </w:tabs>
        <w:spacing w:before="120" w:line="320" w:lineRule="atLeast"/>
        <w:ind w:left="340" w:hanging="340"/>
        <w:jc w:val="both"/>
        <w:rPr>
          <w:szCs w:val="20"/>
        </w:rPr>
      </w:pPr>
      <w:r w:rsidRPr="00A148E5">
        <w:rPr>
          <w:szCs w:val="20"/>
        </w:rPr>
        <w:t xml:space="preserve">The </w:t>
      </w:r>
      <w:r w:rsidRPr="00A148E5">
        <w:rPr>
          <w:i/>
          <w:szCs w:val="20"/>
        </w:rPr>
        <w:t>indirect method</w:t>
      </w:r>
      <w:r w:rsidRPr="00A148E5">
        <w:rPr>
          <w:szCs w:val="20"/>
        </w:rPr>
        <w:t xml:space="preserve"> has four steps:</w:t>
      </w:r>
    </w:p>
    <w:p w:rsidR="00FF51E1" w:rsidRPr="00A148E5" w:rsidRDefault="00FF51E1" w:rsidP="00FF51E1">
      <w:pPr>
        <w:spacing w:before="120" w:line="320" w:lineRule="atLeast"/>
        <w:ind w:left="340"/>
        <w:jc w:val="both"/>
        <w:rPr>
          <w:szCs w:val="20"/>
        </w:rPr>
      </w:pPr>
      <w:r w:rsidRPr="00A148E5">
        <w:rPr>
          <w:szCs w:val="20"/>
        </w:rPr>
        <w:t>Step 1: Calculate the age</w:t>
      </w:r>
      <w:r w:rsidR="007908DF" w:rsidRPr="00A148E5">
        <w:rPr>
          <w:szCs w:val="20"/>
        </w:rPr>
        <w:noBreakHyphen/>
      </w:r>
      <w:r w:rsidRPr="00A148E5">
        <w:rPr>
          <w:szCs w:val="20"/>
        </w:rPr>
        <w:t>specific rates for each age group in the standard population.</w:t>
      </w:r>
    </w:p>
    <w:p w:rsidR="00FF51E1" w:rsidRPr="00A148E5" w:rsidRDefault="00FF51E1" w:rsidP="00FF51E1">
      <w:pPr>
        <w:spacing w:before="120" w:line="320" w:lineRule="atLeast"/>
        <w:ind w:left="340"/>
        <w:jc w:val="both"/>
        <w:rPr>
          <w:szCs w:val="20"/>
        </w:rPr>
      </w:pPr>
      <w:r w:rsidRPr="00A148E5">
        <w:rPr>
          <w:szCs w:val="20"/>
        </w:rPr>
        <w:t>Step 2: Apply the age</w:t>
      </w:r>
      <w:r w:rsidR="007908DF" w:rsidRPr="00A148E5">
        <w:rPr>
          <w:szCs w:val="20"/>
        </w:rPr>
        <w:noBreakHyphen/>
      </w:r>
      <w:r w:rsidRPr="00A148E5">
        <w:rPr>
          <w:szCs w:val="20"/>
        </w:rPr>
        <w:t>specific rates resulting from step 1 to the number in each age group of the study population and sum to derive the total ‘expected’ number of cases for the study population.</w:t>
      </w:r>
    </w:p>
    <w:p w:rsidR="00FF51E1" w:rsidRPr="00A148E5" w:rsidRDefault="00FF51E1" w:rsidP="00FF51E1">
      <w:pPr>
        <w:spacing w:before="120" w:line="320" w:lineRule="atLeast"/>
        <w:ind w:left="340"/>
        <w:jc w:val="both"/>
        <w:rPr>
          <w:szCs w:val="20"/>
        </w:rPr>
      </w:pPr>
      <w:r w:rsidRPr="00A148E5">
        <w:rPr>
          <w:szCs w:val="20"/>
        </w:rPr>
        <w:t>Step 3: Divide the observed number of events in the study population by the ‘expected’ number of cases for the study population derived in step 2.</w:t>
      </w:r>
    </w:p>
    <w:p w:rsidR="00FF51E1" w:rsidRDefault="00FF51E1" w:rsidP="00FF51E1">
      <w:pPr>
        <w:spacing w:before="120" w:line="320" w:lineRule="atLeast"/>
        <w:ind w:left="340"/>
        <w:jc w:val="both"/>
        <w:rPr>
          <w:szCs w:val="20"/>
        </w:rPr>
      </w:pPr>
      <w:r w:rsidRPr="00A148E5">
        <w:rPr>
          <w:szCs w:val="20"/>
        </w:rPr>
        <w:t xml:space="preserve">Step 4: Multiply the result of step 3 by the crude rate in the standard population </w:t>
      </w:r>
      <w:r w:rsidR="00E03FEB">
        <w:rPr>
          <w:szCs w:val="20"/>
        </w:rPr>
        <w:br/>
      </w:r>
      <w:r w:rsidRPr="00A148E5">
        <w:rPr>
          <w:szCs w:val="20"/>
        </w:rPr>
        <w:t>(</w:t>
      </w:r>
      <w:r w:rsidRPr="00A148E5">
        <w:t>box 2.7</w:t>
      </w:r>
      <w:r w:rsidRPr="00A148E5">
        <w:rPr>
          <w:szCs w:val="20"/>
        </w:rPr>
        <w:t>, equation 2.16).</w:t>
      </w:r>
    </w:p>
    <w:p w:rsidR="002043FE" w:rsidRDefault="002043F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043FE" w:rsidTr="0017519E">
        <w:tc>
          <w:tcPr>
            <w:tcW w:w="8771" w:type="dxa"/>
            <w:tcBorders>
              <w:top w:val="single" w:sz="6" w:space="0" w:color="78A22F"/>
              <w:left w:val="nil"/>
              <w:bottom w:val="nil"/>
              <w:right w:val="nil"/>
            </w:tcBorders>
            <w:shd w:val="clear" w:color="auto" w:fill="F2F2F2" w:themeFill="background1" w:themeFillShade="F2"/>
          </w:tcPr>
          <w:p w:rsidR="002043FE" w:rsidRPr="002043FE" w:rsidRDefault="002043FE">
            <w:pPr>
              <w:pStyle w:val="BoxTitle"/>
            </w:pPr>
            <w:r w:rsidRPr="002043FE">
              <w:rPr>
                <w:b w:val="0"/>
              </w:rPr>
              <w:t>Box 2.</w:t>
            </w:r>
            <w:r w:rsidR="00C87DBB">
              <w:rPr>
                <w:b w:val="0"/>
                <w:noProof/>
              </w:rPr>
              <w:t>7</w:t>
            </w:r>
            <w:r w:rsidRPr="002043FE">
              <w:tab/>
              <w:t>Technical concepts and formulas — direct and indirect age standardisation</w:t>
            </w:r>
          </w:p>
        </w:tc>
      </w:tr>
      <w:tr w:rsidR="002043FE" w:rsidTr="0017519E">
        <w:trPr>
          <w:cantSplit/>
        </w:trPr>
        <w:tc>
          <w:tcPr>
            <w:tcW w:w="8771" w:type="dxa"/>
            <w:tcBorders>
              <w:top w:val="nil"/>
              <w:left w:val="nil"/>
              <w:bottom w:val="nil"/>
              <w:right w:val="nil"/>
            </w:tcBorders>
            <w:shd w:val="clear" w:color="auto" w:fill="F2F2F2" w:themeFill="background1" w:themeFillShade="F2"/>
          </w:tcPr>
          <w:p w:rsidR="002043FE" w:rsidRPr="00586FD8" w:rsidRDefault="002043FE" w:rsidP="0017519E">
            <w:pPr>
              <w:keepNext/>
              <w:spacing w:before="120" w:line="280" w:lineRule="atLeast"/>
              <w:jc w:val="both"/>
              <w:rPr>
                <w:rFonts w:ascii="Arial" w:hAnsi="Arial"/>
                <w:sz w:val="20"/>
                <w:szCs w:val="20"/>
              </w:rPr>
            </w:pPr>
            <w:r w:rsidRPr="00586FD8">
              <w:rPr>
                <w:rFonts w:ascii="Arial" w:hAnsi="Arial"/>
                <w:sz w:val="20"/>
                <w:szCs w:val="20"/>
              </w:rPr>
              <w:t>The formula for deriving the age standardised rate using the direct method is:</w:t>
            </w:r>
          </w:p>
          <w:p w:rsidR="002043FE" w:rsidRPr="00586FD8" w:rsidRDefault="004501CE" w:rsidP="0017519E">
            <w:pPr>
              <w:keepNext/>
              <w:tabs>
                <w:tab w:val="left" w:pos="2104"/>
              </w:tabs>
              <w:spacing w:before="120" w:line="280" w:lineRule="atLeast"/>
              <w:jc w:val="both"/>
              <w:rPr>
                <w:rFonts w:ascii="Arial" w:hAnsi="Arial"/>
                <w:sz w:val="20"/>
                <w:szCs w:val="20"/>
              </w:rPr>
            </w:pPr>
            <w:r>
              <w:rPr>
                <w:rFonts w:ascii="Arial" w:hAnsi="Arial"/>
                <w:noProof/>
                <w:color w:val="FF99CC"/>
                <w:position w:val="-32"/>
                <w:sz w:val="20"/>
                <w:szCs w:val="20"/>
              </w:rPr>
              <w:drawing>
                <wp:inline distT="0" distB="0" distL="0" distR="0" wp14:anchorId="755BF69E" wp14:editId="6410FBCA">
                  <wp:extent cx="903605" cy="488950"/>
                  <wp:effectExtent l="0" t="0" r="0" b="6350"/>
                  <wp:docPr id="66" name="Picture 66" descr="Box 2.7 Technical concepts and formulas - direct and indirect age standardis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903605" cy="488950"/>
                          </a:xfrm>
                          <a:prstGeom prst="rect">
                            <a:avLst/>
                          </a:prstGeom>
                          <a:noFill/>
                          <a:ln>
                            <a:noFill/>
                          </a:ln>
                        </pic:spPr>
                      </pic:pic>
                    </a:graphicData>
                  </a:graphic>
                </wp:inline>
              </w:drawing>
            </w:r>
            <w:r w:rsidR="002043FE" w:rsidRPr="00586FD8">
              <w:rPr>
                <w:rFonts w:ascii="Arial" w:hAnsi="Arial"/>
                <w:color w:val="FF99CC"/>
                <w:position w:val="-32"/>
                <w:sz w:val="20"/>
                <w:szCs w:val="20"/>
              </w:rPr>
              <w:t xml:space="preserve"> </w:t>
            </w:r>
            <w:r w:rsidR="002043FE" w:rsidRPr="00586FD8">
              <w:rPr>
                <w:rFonts w:ascii="Arial" w:hAnsi="Arial"/>
                <w:sz w:val="20"/>
                <w:szCs w:val="20"/>
              </w:rPr>
              <w:tab/>
              <w:t>(equation 2.15)</w:t>
            </w:r>
          </w:p>
          <w:p w:rsidR="002043FE" w:rsidRPr="00586FD8" w:rsidRDefault="002043FE" w:rsidP="0017519E">
            <w:pPr>
              <w:keepNext/>
              <w:spacing w:before="120" w:line="280" w:lineRule="atLeast"/>
              <w:jc w:val="both"/>
              <w:rPr>
                <w:rFonts w:ascii="Arial" w:hAnsi="Arial"/>
                <w:sz w:val="20"/>
                <w:szCs w:val="20"/>
              </w:rPr>
            </w:pPr>
            <w:r w:rsidRPr="00586FD8">
              <w:rPr>
                <w:rFonts w:ascii="Arial" w:hAnsi="Arial"/>
                <w:sz w:val="20"/>
                <w:szCs w:val="20"/>
              </w:rPr>
              <w:t>The formula for deriving the age standardised rate using the indirect method is:</w:t>
            </w:r>
          </w:p>
          <w:p w:rsidR="002043FE" w:rsidRPr="00586FD8" w:rsidRDefault="004501CE" w:rsidP="0017519E">
            <w:pPr>
              <w:keepNext/>
              <w:tabs>
                <w:tab w:val="left" w:pos="2104"/>
              </w:tabs>
              <w:spacing w:before="120" w:line="280" w:lineRule="atLeast"/>
              <w:jc w:val="both"/>
              <w:rPr>
                <w:rFonts w:ascii="Arial" w:hAnsi="Arial"/>
                <w:sz w:val="20"/>
                <w:szCs w:val="20"/>
              </w:rPr>
            </w:pPr>
            <w:r>
              <w:rPr>
                <w:rFonts w:ascii="Arial" w:hAnsi="Arial"/>
                <w:noProof/>
                <w:sz w:val="20"/>
                <w:szCs w:val="20"/>
              </w:rPr>
              <w:drawing>
                <wp:inline distT="0" distB="0" distL="0" distR="0" wp14:anchorId="7A985FE7" wp14:editId="42A413DC">
                  <wp:extent cx="1190625" cy="446405"/>
                  <wp:effectExtent l="0" t="0" r="9525" b="0"/>
                  <wp:docPr id="67" name="Picture 67" descr="Box 2.7 Technical concepts and formulas - direct and indirect age standardis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190625" cy="446405"/>
                          </a:xfrm>
                          <a:prstGeom prst="rect">
                            <a:avLst/>
                          </a:prstGeom>
                          <a:noFill/>
                          <a:ln>
                            <a:noFill/>
                          </a:ln>
                        </pic:spPr>
                      </pic:pic>
                    </a:graphicData>
                  </a:graphic>
                </wp:inline>
              </w:drawing>
            </w:r>
            <w:r w:rsidR="002043FE" w:rsidRPr="00586FD8">
              <w:rPr>
                <w:rFonts w:ascii="Arial" w:hAnsi="Arial"/>
                <w:sz w:val="20"/>
                <w:szCs w:val="20"/>
              </w:rPr>
              <w:tab/>
              <w:t>(equation 2.16)</w:t>
            </w:r>
          </w:p>
          <w:p w:rsidR="002043FE" w:rsidRPr="00586FD8" w:rsidRDefault="002043FE" w:rsidP="0017519E">
            <w:pPr>
              <w:keepNext/>
              <w:spacing w:before="120" w:line="280" w:lineRule="atLeast"/>
              <w:jc w:val="both"/>
              <w:rPr>
                <w:rFonts w:ascii="Arial" w:hAnsi="Arial"/>
                <w:sz w:val="20"/>
                <w:szCs w:val="20"/>
              </w:rPr>
            </w:pPr>
            <w:r w:rsidRPr="00586FD8">
              <w:rPr>
                <w:rFonts w:ascii="Arial" w:hAnsi="Arial"/>
                <w:sz w:val="20"/>
                <w:szCs w:val="20"/>
              </w:rPr>
              <w:t>The formula for deriving the age standardised ratio using the indirect method is:</w:t>
            </w:r>
          </w:p>
          <w:p w:rsidR="002043FE" w:rsidRPr="00586FD8" w:rsidRDefault="004501CE" w:rsidP="0017519E">
            <w:pPr>
              <w:keepNext/>
              <w:tabs>
                <w:tab w:val="left" w:pos="2104"/>
              </w:tabs>
              <w:spacing w:before="120" w:line="280" w:lineRule="atLeast"/>
              <w:jc w:val="both"/>
              <w:rPr>
                <w:rFonts w:ascii="Arial" w:hAnsi="Arial"/>
                <w:sz w:val="20"/>
                <w:szCs w:val="20"/>
              </w:rPr>
            </w:pPr>
            <w:r>
              <w:rPr>
                <w:rFonts w:ascii="Arial" w:hAnsi="Arial"/>
                <w:noProof/>
                <w:sz w:val="20"/>
                <w:szCs w:val="20"/>
              </w:rPr>
              <w:drawing>
                <wp:inline distT="0" distB="0" distL="0" distR="0" wp14:anchorId="2B9AAAD3" wp14:editId="67983A90">
                  <wp:extent cx="1042035" cy="446405"/>
                  <wp:effectExtent l="0" t="0" r="5715" b="0"/>
                  <wp:docPr id="68" name="Picture 68" descr="Box 2.7 Technical concepts and formulas - direct and indirect age standardis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042035" cy="446405"/>
                          </a:xfrm>
                          <a:prstGeom prst="rect">
                            <a:avLst/>
                          </a:prstGeom>
                          <a:noFill/>
                          <a:ln>
                            <a:noFill/>
                          </a:ln>
                        </pic:spPr>
                      </pic:pic>
                    </a:graphicData>
                  </a:graphic>
                </wp:inline>
              </w:drawing>
            </w:r>
            <w:r w:rsidR="002043FE" w:rsidRPr="00586FD8">
              <w:rPr>
                <w:rFonts w:ascii="Arial" w:hAnsi="Arial"/>
                <w:sz w:val="20"/>
                <w:szCs w:val="20"/>
              </w:rPr>
              <w:tab/>
              <w:t>(equation 2.17)</w:t>
            </w:r>
          </w:p>
          <w:p w:rsidR="002043FE" w:rsidRPr="00586FD8" w:rsidRDefault="002043FE" w:rsidP="0017519E">
            <w:pPr>
              <w:keepNext/>
              <w:spacing w:before="120" w:line="280" w:lineRule="atLeast"/>
              <w:jc w:val="both"/>
              <w:rPr>
                <w:rFonts w:ascii="Arial" w:hAnsi="Arial"/>
                <w:sz w:val="20"/>
                <w:szCs w:val="20"/>
              </w:rPr>
            </w:pPr>
            <w:r w:rsidRPr="00586FD8">
              <w:rPr>
                <w:rFonts w:ascii="Arial" w:hAnsi="Arial"/>
                <w:sz w:val="20"/>
                <w:szCs w:val="20"/>
              </w:rPr>
              <w:t>Where:</w:t>
            </w:r>
          </w:p>
          <w:p w:rsidR="002043FE" w:rsidRPr="00586FD8" w:rsidRDefault="004501CE" w:rsidP="0017519E">
            <w:pPr>
              <w:keepNext/>
              <w:spacing w:before="120" w:line="280" w:lineRule="atLeast"/>
              <w:rPr>
                <w:rFonts w:ascii="Arial" w:hAnsi="Arial"/>
                <w:sz w:val="20"/>
                <w:szCs w:val="20"/>
              </w:rPr>
            </w:pPr>
            <w:r>
              <w:rPr>
                <w:rFonts w:ascii="Arial" w:hAnsi="Arial"/>
                <w:noProof/>
                <w:sz w:val="20"/>
                <w:szCs w:val="20"/>
              </w:rPr>
              <w:drawing>
                <wp:inline distT="0" distB="0" distL="0" distR="0" wp14:anchorId="560BA551" wp14:editId="17D1E9B2">
                  <wp:extent cx="233680" cy="180975"/>
                  <wp:effectExtent l="0" t="0" r="0" b="9525"/>
                  <wp:docPr id="69" name="Picture 69" descr="Box 2.7 Technical concepts and formulas - direct and indirect age standardis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233680" cy="180975"/>
                          </a:xfrm>
                          <a:prstGeom prst="rect">
                            <a:avLst/>
                          </a:prstGeom>
                          <a:noFill/>
                          <a:ln>
                            <a:noFill/>
                          </a:ln>
                        </pic:spPr>
                      </pic:pic>
                    </a:graphicData>
                  </a:graphic>
                </wp:inline>
              </w:drawing>
            </w:r>
            <w:r w:rsidR="002043FE" w:rsidRPr="00586FD8">
              <w:rPr>
                <w:rFonts w:ascii="Arial" w:hAnsi="Arial"/>
                <w:sz w:val="20"/>
                <w:szCs w:val="20"/>
              </w:rPr>
              <w:t xml:space="preserve"> is the age</w:t>
            </w:r>
            <w:r w:rsidR="002043FE" w:rsidRPr="00586FD8">
              <w:rPr>
                <w:rFonts w:ascii="Arial" w:hAnsi="Arial"/>
                <w:sz w:val="20"/>
                <w:szCs w:val="20"/>
              </w:rPr>
              <w:noBreakHyphen/>
              <w:t>standardised rate for the population being studied</w:t>
            </w:r>
            <w:r w:rsidR="002043FE" w:rsidRPr="00586FD8">
              <w:rPr>
                <w:rFonts w:ascii="Arial" w:hAnsi="Arial"/>
                <w:sz w:val="20"/>
                <w:szCs w:val="20"/>
              </w:rPr>
              <w:br/>
            </w:r>
            <w:r>
              <w:rPr>
                <w:rFonts w:ascii="Arial" w:hAnsi="Arial"/>
                <w:noProof/>
                <w:sz w:val="20"/>
                <w:szCs w:val="20"/>
              </w:rPr>
              <w:drawing>
                <wp:inline distT="0" distB="0" distL="0" distR="0" wp14:anchorId="6AFF2043" wp14:editId="588598EF">
                  <wp:extent cx="266065" cy="233680"/>
                  <wp:effectExtent l="0" t="0" r="635" b="0"/>
                  <wp:docPr id="70" name="Picture 70" descr="Box 2.7 Technical concepts and formulas - direct and indirect age standardis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66065" cy="233680"/>
                          </a:xfrm>
                          <a:prstGeom prst="rect">
                            <a:avLst/>
                          </a:prstGeom>
                          <a:noFill/>
                          <a:ln>
                            <a:noFill/>
                          </a:ln>
                        </pic:spPr>
                      </pic:pic>
                    </a:graphicData>
                  </a:graphic>
                </wp:inline>
              </w:drawing>
            </w:r>
            <w:r w:rsidR="002043FE" w:rsidRPr="00586FD8">
              <w:rPr>
                <w:rFonts w:ascii="Arial" w:hAnsi="Arial"/>
                <w:sz w:val="20"/>
                <w:szCs w:val="20"/>
              </w:rPr>
              <w:t xml:space="preserve"> is the standardised ratio for the population being studied</w:t>
            </w:r>
            <w:r w:rsidR="002043FE" w:rsidRPr="00586FD8">
              <w:rPr>
                <w:rFonts w:ascii="Arial" w:hAnsi="Arial"/>
                <w:sz w:val="20"/>
                <w:szCs w:val="20"/>
              </w:rPr>
              <w:br/>
            </w:r>
            <w:r>
              <w:rPr>
                <w:rFonts w:ascii="Arial" w:hAnsi="Arial"/>
                <w:noProof/>
                <w:sz w:val="20"/>
                <w:szCs w:val="20"/>
              </w:rPr>
              <w:drawing>
                <wp:inline distT="0" distB="0" distL="0" distR="0" wp14:anchorId="1848E690" wp14:editId="3FC1DEB4">
                  <wp:extent cx="127635" cy="233680"/>
                  <wp:effectExtent l="0" t="0" r="5715" b="0"/>
                  <wp:docPr id="71" name="Picture 71" descr="Box 2.7 Technical concepts and formulas - direct and indirect age standardis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127635" cy="233680"/>
                          </a:xfrm>
                          <a:prstGeom prst="rect">
                            <a:avLst/>
                          </a:prstGeom>
                          <a:noFill/>
                          <a:ln>
                            <a:noFill/>
                          </a:ln>
                        </pic:spPr>
                      </pic:pic>
                    </a:graphicData>
                  </a:graphic>
                </wp:inline>
              </w:drawing>
            </w:r>
            <w:r w:rsidR="002043FE" w:rsidRPr="00586FD8">
              <w:rPr>
                <w:rFonts w:ascii="Arial" w:hAnsi="Arial"/>
                <w:sz w:val="20"/>
                <w:szCs w:val="20"/>
              </w:rPr>
              <w:t xml:space="preserve"> is the age</w:t>
            </w:r>
            <w:r w:rsidR="002043FE" w:rsidRPr="00586FD8">
              <w:rPr>
                <w:rFonts w:ascii="Arial" w:hAnsi="Arial"/>
                <w:sz w:val="20"/>
                <w:szCs w:val="20"/>
              </w:rPr>
              <w:noBreakHyphen/>
              <w:t xml:space="preserve">group specific rate for age group </w:t>
            </w:r>
            <w:proofErr w:type="spellStart"/>
            <w:r w:rsidR="002043FE" w:rsidRPr="00586FD8">
              <w:rPr>
                <w:rFonts w:ascii="Arial" w:hAnsi="Arial"/>
                <w:b/>
                <w:i/>
                <w:sz w:val="20"/>
                <w:szCs w:val="20"/>
              </w:rPr>
              <w:t>i</w:t>
            </w:r>
            <w:proofErr w:type="spellEnd"/>
            <w:r w:rsidR="002043FE" w:rsidRPr="00586FD8">
              <w:rPr>
                <w:rFonts w:ascii="Arial" w:hAnsi="Arial"/>
                <w:sz w:val="20"/>
                <w:szCs w:val="20"/>
              </w:rPr>
              <w:t xml:space="preserve"> in the population being studied</w:t>
            </w:r>
            <w:r w:rsidR="002043FE" w:rsidRPr="00586FD8">
              <w:rPr>
                <w:rFonts w:ascii="Arial" w:hAnsi="Arial"/>
                <w:sz w:val="20"/>
                <w:szCs w:val="20"/>
              </w:rPr>
              <w:br/>
            </w:r>
            <w:r>
              <w:rPr>
                <w:rFonts w:ascii="Arial" w:hAnsi="Arial"/>
                <w:noProof/>
                <w:sz w:val="20"/>
                <w:szCs w:val="20"/>
              </w:rPr>
              <w:drawing>
                <wp:inline distT="0" distB="0" distL="0" distR="0" wp14:anchorId="0B8988AB" wp14:editId="364CC377">
                  <wp:extent cx="148590" cy="233680"/>
                  <wp:effectExtent l="0" t="0" r="3810" b="0"/>
                  <wp:docPr id="72" name="Picture 72" descr="Box 2.7 Technical concepts and formulas - direct and indirect age standardis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8590" cy="233680"/>
                          </a:xfrm>
                          <a:prstGeom prst="rect">
                            <a:avLst/>
                          </a:prstGeom>
                          <a:noFill/>
                          <a:ln>
                            <a:noFill/>
                          </a:ln>
                        </pic:spPr>
                      </pic:pic>
                    </a:graphicData>
                  </a:graphic>
                </wp:inline>
              </w:drawing>
            </w:r>
            <w:r w:rsidR="002043FE" w:rsidRPr="00586FD8">
              <w:rPr>
                <w:rFonts w:ascii="Arial" w:hAnsi="Arial"/>
                <w:sz w:val="20"/>
                <w:szCs w:val="20"/>
              </w:rPr>
              <w:t xml:space="preserve"> is the population of age group </w:t>
            </w:r>
            <w:proofErr w:type="spellStart"/>
            <w:r w:rsidR="002043FE" w:rsidRPr="00586FD8">
              <w:rPr>
                <w:rFonts w:ascii="Arial" w:hAnsi="Arial"/>
                <w:b/>
                <w:i/>
                <w:sz w:val="20"/>
                <w:szCs w:val="20"/>
              </w:rPr>
              <w:t>i</w:t>
            </w:r>
            <w:proofErr w:type="spellEnd"/>
            <w:r w:rsidR="002043FE" w:rsidRPr="00586FD8">
              <w:rPr>
                <w:rFonts w:ascii="Arial" w:hAnsi="Arial"/>
                <w:sz w:val="20"/>
                <w:szCs w:val="20"/>
              </w:rPr>
              <w:t xml:space="preserve"> in the standard population</w:t>
            </w:r>
            <w:r w:rsidR="002043FE" w:rsidRPr="00586FD8">
              <w:rPr>
                <w:rFonts w:ascii="Arial" w:hAnsi="Arial"/>
                <w:sz w:val="20"/>
                <w:szCs w:val="20"/>
              </w:rPr>
              <w:br/>
            </w:r>
            <w:r>
              <w:rPr>
                <w:rFonts w:ascii="Arial" w:hAnsi="Arial"/>
                <w:noProof/>
                <w:sz w:val="20"/>
                <w:szCs w:val="20"/>
              </w:rPr>
              <w:drawing>
                <wp:inline distT="0" distB="0" distL="0" distR="0" wp14:anchorId="39F380AD" wp14:editId="4D9C3B86">
                  <wp:extent cx="148590" cy="180975"/>
                  <wp:effectExtent l="0" t="0" r="3810" b="9525"/>
                  <wp:docPr id="73" name="Picture 73" descr="Box 2.7 Technical concepts and formulas - direct and indirect age standardis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48590" cy="180975"/>
                          </a:xfrm>
                          <a:prstGeom prst="rect">
                            <a:avLst/>
                          </a:prstGeom>
                          <a:noFill/>
                          <a:ln>
                            <a:noFill/>
                          </a:ln>
                        </pic:spPr>
                      </pic:pic>
                    </a:graphicData>
                  </a:graphic>
                </wp:inline>
              </w:drawing>
            </w:r>
            <w:r w:rsidR="002043FE" w:rsidRPr="00586FD8">
              <w:rPr>
                <w:rFonts w:ascii="Arial" w:hAnsi="Arial"/>
                <w:sz w:val="20"/>
                <w:szCs w:val="20"/>
              </w:rPr>
              <w:t xml:space="preserve"> is the observed number of events in the population being studied</w:t>
            </w:r>
            <w:r w:rsidR="002043FE" w:rsidRPr="00586FD8">
              <w:rPr>
                <w:rFonts w:ascii="Arial" w:hAnsi="Arial"/>
                <w:sz w:val="20"/>
                <w:szCs w:val="20"/>
              </w:rPr>
              <w:br/>
            </w:r>
            <w:r>
              <w:rPr>
                <w:rFonts w:ascii="Arial" w:hAnsi="Arial"/>
                <w:noProof/>
                <w:sz w:val="20"/>
                <w:szCs w:val="20"/>
              </w:rPr>
              <w:drawing>
                <wp:inline distT="0" distB="0" distL="0" distR="0" wp14:anchorId="7DA452E0" wp14:editId="240C5B5B">
                  <wp:extent cx="605790" cy="255270"/>
                  <wp:effectExtent l="0" t="0" r="3810" b="0"/>
                  <wp:docPr id="74" name="Picture 74" descr="Box 2.7 Technical concepts and formulas - direct and indirect age standardis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605790" cy="255270"/>
                          </a:xfrm>
                          <a:prstGeom prst="rect">
                            <a:avLst/>
                          </a:prstGeom>
                          <a:noFill/>
                          <a:ln>
                            <a:noFill/>
                          </a:ln>
                        </pic:spPr>
                      </pic:pic>
                    </a:graphicData>
                  </a:graphic>
                </wp:inline>
              </w:drawing>
            </w:r>
            <w:r w:rsidR="002043FE" w:rsidRPr="00586FD8">
              <w:rPr>
                <w:rFonts w:ascii="Arial" w:hAnsi="Arial"/>
                <w:sz w:val="20"/>
                <w:szCs w:val="20"/>
              </w:rPr>
              <w:t xml:space="preserve"> is the expected number of events in the population being studied</w:t>
            </w:r>
            <w:r w:rsidR="002043FE" w:rsidRPr="00586FD8">
              <w:rPr>
                <w:rFonts w:ascii="Arial" w:hAnsi="Arial"/>
                <w:sz w:val="20"/>
                <w:szCs w:val="20"/>
              </w:rPr>
              <w:br/>
            </w:r>
            <w:r>
              <w:rPr>
                <w:rFonts w:ascii="Arial" w:hAnsi="Arial"/>
                <w:noProof/>
                <w:sz w:val="20"/>
                <w:szCs w:val="20"/>
              </w:rPr>
              <w:drawing>
                <wp:inline distT="0" distB="0" distL="0" distR="0" wp14:anchorId="09196ED4" wp14:editId="2FBD7A68">
                  <wp:extent cx="191135" cy="233680"/>
                  <wp:effectExtent l="0" t="0" r="0" b="0"/>
                  <wp:docPr id="75" name="Picture 75" descr="Box 2.7 Technical concepts and formulas - direct and indirect age standardis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91135" cy="233680"/>
                          </a:xfrm>
                          <a:prstGeom prst="rect">
                            <a:avLst/>
                          </a:prstGeom>
                          <a:noFill/>
                          <a:ln>
                            <a:noFill/>
                          </a:ln>
                        </pic:spPr>
                      </pic:pic>
                    </a:graphicData>
                  </a:graphic>
                </wp:inline>
              </w:drawing>
            </w:r>
            <w:r w:rsidR="002043FE" w:rsidRPr="00586FD8">
              <w:rPr>
                <w:rFonts w:ascii="Arial" w:hAnsi="Arial"/>
                <w:sz w:val="20"/>
                <w:szCs w:val="20"/>
              </w:rPr>
              <w:t xml:space="preserve"> is the age</w:t>
            </w:r>
            <w:r w:rsidR="002043FE" w:rsidRPr="00586FD8">
              <w:rPr>
                <w:rFonts w:ascii="Arial" w:hAnsi="Arial"/>
                <w:sz w:val="20"/>
                <w:szCs w:val="20"/>
              </w:rPr>
              <w:noBreakHyphen/>
              <w:t xml:space="preserve">group specific rate for age group </w:t>
            </w:r>
            <w:proofErr w:type="spellStart"/>
            <w:r w:rsidR="002043FE" w:rsidRPr="00586FD8">
              <w:rPr>
                <w:rFonts w:ascii="Arial" w:hAnsi="Arial"/>
                <w:b/>
                <w:i/>
                <w:sz w:val="20"/>
                <w:szCs w:val="20"/>
              </w:rPr>
              <w:t>i</w:t>
            </w:r>
            <w:proofErr w:type="spellEnd"/>
            <w:r w:rsidR="002043FE" w:rsidRPr="00586FD8">
              <w:rPr>
                <w:rFonts w:ascii="Arial" w:hAnsi="Arial"/>
                <w:sz w:val="20"/>
                <w:szCs w:val="20"/>
              </w:rPr>
              <w:t xml:space="preserve"> in the standard population</w:t>
            </w:r>
            <w:r w:rsidR="002043FE" w:rsidRPr="00586FD8">
              <w:rPr>
                <w:rFonts w:ascii="Arial" w:hAnsi="Arial"/>
                <w:sz w:val="20"/>
                <w:szCs w:val="20"/>
              </w:rPr>
              <w:br/>
            </w:r>
            <w:r>
              <w:rPr>
                <w:rFonts w:ascii="Arial" w:hAnsi="Arial"/>
                <w:noProof/>
                <w:sz w:val="20"/>
                <w:szCs w:val="20"/>
              </w:rPr>
              <w:drawing>
                <wp:inline distT="0" distB="0" distL="0" distR="0" wp14:anchorId="130DB4E3" wp14:editId="0FE1186C">
                  <wp:extent cx="180975" cy="233680"/>
                  <wp:effectExtent l="0" t="0" r="9525" b="0"/>
                  <wp:docPr id="76" name="Picture 76" descr="Box 2.7 Technical concepts and formulas - direct and indirect age standardis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180975" cy="233680"/>
                          </a:xfrm>
                          <a:prstGeom prst="rect">
                            <a:avLst/>
                          </a:prstGeom>
                          <a:noFill/>
                          <a:ln>
                            <a:noFill/>
                          </a:ln>
                        </pic:spPr>
                      </pic:pic>
                    </a:graphicData>
                  </a:graphic>
                </wp:inline>
              </w:drawing>
            </w:r>
            <w:r w:rsidR="002043FE" w:rsidRPr="00586FD8">
              <w:rPr>
                <w:rFonts w:ascii="Arial" w:hAnsi="Arial"/>
                <w:sz w:val="20"/>
                <w:szCs w:val="20"/>
              </w:rPr>
              <w:t xml:space="preserve"> is the population for age group </w:t>
            </w:r>
            <w:proofErr w:type="spellStart"/>
            <w:r w:rsidR="002043FE" w:rsidRPr="00586FD8">
              <w:rPr>
                <w:rFonts w:ascii="Arial" w:hAnsi="Arial"/>
                <w:b/>
                <w:i/>
                <w:sz w:val="20"/>
                <w:szCs w:val="20"/>
              </w:rPr>
              <w:t>i</w:t>
            </w:r>
            <w:proofErr w:type="spellEnd"/>
            <w:r w:rsidR="002043FE" w:rsidRPr="00586FD8">
              <w:rPr>
                <w:rFonts w:ascii="Arial" w:hAnsi="Arial"/>
                <w:sz w:val="20"/>
                <w:szCs w:val="20"/>
              </w:rPr>
              <w:t xml:space="preserve"> in the population being studied</w:t>
            </w:r>
            <w:r w:rsidR="002043FE" w:rsidRPr="00586FD8">
              <w:rPr>
                <w:rFonts w:ascii="Arial" w:hAnsi="Arial"/>
                <w:sz w:val="20"/>
                <w:szCs w:val="20"/>
              </w:rPr>
              <w:br/>
            </w:r>
            <w:r w:rsidR="002B2127">
              <w:rPr>
                <w:rFonts w:ascii="Arial" w:hAnsi="Arial"/>
                <w:noProof/>
                <w:sz w:val="20"/>
                <w:szCs w:val="20"/>
              </w:rPr>
              <w:drawing>
                <wp:inline distT="0" distB="0" distL="0" distR="0" wp14:anchorId="4972A44D" wp14:editId="4E15F93C">
                  <wp:extent cx="159385" cy="159385"/>
                  <wp:effectExtent l="0" t="0" r="0" b="0"/>
                  <wp:docPr id="77" name="Picture 77" descr="Box 2.7 Technical concepts and formulas - direct and indirect age standardis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59385" cy="159385"/>
                          </a:xfrm>
                          <a:prstGeom prst="rect">
                            <a:avLst/>
                          </a:prstGeom>
                          <a:noFill/>
                          <a:ln>
                            <a:noFill/>
                          </a:ln>
                        </pic:spPr>
                      </pic:pic>
                    </a:graphicData>
                  </a:graphic>
                </wp:inline>
              </w:drawing>
            </w:r>
            <w:r w:rsidR="002043FE" w:rsidRPr="00586FD8">
              <w:rPr>
                <w:rFonts w:ascii="Arial" w:hAnsi="Arial"/>
                <w:sz w:val="20"/>
                <w:szCs w:val="20"/>
              </w:rPr>
              <w:t xml:space="preserve"> is the crude rate in the standard population.</w:t>
            </w:r>
          </w:p>
        </w:tc>
      </w:tr>
      <w:tr w:rsidR="002043FE" w:rsidTr="0017519E">
        <w:trPr>
          <w:cantSplit/>
        </w:trPr>
        <w:tc>
          <w:tcPr>
            <w:tcW w:w="8771" w:type="dxa"/>
            <w:tcBorders>
              <w:top w:val="nil"/>
              <w:left w:val="nil"/>
              <w:bottom w:val="nil"/>
              <w:right w:val="nil"/>
            </w:tcBorders>
            <w:shd w:val="clear" w:color="auto" w:fill="F2F2F2" w:themeFill="background1" w:themeFillShade="F2"/>
          </w:tcPr>
          <w:p w:rsidR="002043FE" w:rsidRPr="002043FE" w:rsidRDefault="002043FE" w:rsidP="008B4EBB">
            <w:pPr>
              <w:pStyle w:val="BoxSource"/>
            </w:pPr>
            <w:r w:rsidRPr="002043FE">
              <w:rPr>
                <w:i/>
              </w:rPr>
              <w:t>Source</w:t>
            </w:r>
            <w:r w:rsidRPr="002043FE">
              <w:t xml:space="preserve">: </w:t>
            </w:r>
            <w:proofErr w:type="spellStart"/>
            <w:r w:rsidRPr="002043FE">
              <w:t>AIHW</w:t>
            </w:r>
            <w:proofErr w:type="spellEnd"/>
            <w:r w:rsidRPr="002043FE">
              <w:t xml:space="preserve"> (2013).</w:t>
            </w:r>
          </w:p>
        </w:tc>
      </w:tr>
      <w:tr w:rsidR="002043FE" w:rsidTr="0017519E">
        <w:trPr>
          <w:cantSplit/>
        </w:trPr>
        <w:tc>
          <w:tcPr>
            <w:tcW w:w="8771" w:type="dxa"/>
            <w:tcBorders>
              <w:top w:val="nil"/>
              <w:left w:val="nil"/>
              <w:bottom w:val="single" w:sz="6" w:space="0" w:color="78A22F"/>
              <w:right w:val="nil"/>
            </w:tcBorders>
            <w:shd w:val="clear" w:color="auto" w:fill="F2F2F2" w:themeFill="background1" w:themeFillShade="F2"/>
          </w:tcPr>
          <w:p w:rsidR="002043FE" w:rsidRDefault="002043FE">
            <w:pPr>
              <w:pStyle w:val="Box"/>
              <w:spacing w:before="0" w:line="120" w:lineRule="exact"/>
            </w:pPr>
          </w:p>
        </w:tc>
      </w:tr>
      <w:tr w:rsidR="002043FE" w:rsidRPr="000863A5" w:rsidTr="0017519E">
        <w:tc>
          <w:tcPr>
            <w:tcW w:w="8771" w:type="dxa"/>
            <w:tcBorders>
              <w:top w:val="single" w:sz="6" w:space="0" w:color="78A22F"/>
              <w:left w:val="nil"/>
              <w:bottom w:val="nil"/>
              <w:right w:val="nil"/>
            </w:tcBorders>
          </w:tcPr>
          <w:p w:rsidR="002043FE" w:rsidRPr="00626D32" w:rsidRDefault="002043FE" w:rsidP="0017519E">
            <w:pPr>
              <w:pStyle w:val="BoxSpaceBelow"/>
            </w:pPr>
          </w:p>
        </w:tc>
      </w:tr>
    </w:tbl>
    <w:p w:rsidR="00FF51E1" w:rsidRPr="00742CEE" w:rsidRDefault="00FF51E1" w:rsidP="00FF51E1">
      <w:pPr>
        <w:spacing w:before="240" w:line="320" w:lineRule="atLeast"/>
        <w:jc w:val="both"/>
        <w:rPr>
          <w:szCs w:val="20"/>
        </w:rPr>
      </w:pPr>
      <w:r w:rsidRPr="00BD6160">
        <w:rPr>
          <w:szCs w:val="20"/>
        </w:rPr>
        <w:t xml:space="preserve">Tables </w:t>
      </w:r>
      <w:proofErr w:type="spellStart"/>
      <w:r w:rsidRPr="00BD6160">
        <w:rPr>
          <w:szCs w:val="20"/>
        </w:rPr>
        <w:t>2A.5</w:t>
      </w:r>
      <w:r w:rsidR="00121091" w:rsidRPr="00BD6160">
        <w:rPr>
          <w:szCs w:val="20"/>
        </w:rPr>
        <w:t>2</w:t>
      </w:r>
      <w:proofErr w:type="spellEnd"/>
      <w:r w:rsidR="008914EC" w:rsidRPr="00BD6160">
        <w:rPr>
          <w:szCs w:val="20"/>
        </w:rPr>
        <w:t>–</w:t>
      </w:r>
      <w:r w:rsidRPr="00BD6160">
        <w:rPr>
          <w:szCs w:val="20"/>
        </w:rPr>
        <w:t>5</w:t>
      </w:r>
      <w:r w:rsidR="00121091" w:rsidRPr="00BD6160">
        <w:rPr>
          <w:szCs w:val="20"/>
        </w:rPr>
        <w:t>3</w:t>
      </w:r>
      <w:r w:rsidR="00A16EB9" w:rsidRPr="00BD6160">
        <w:rPr>
          <w:szCs w:val="20"/>
        </w:rPr>
        <w:t xml:space="preserve"> in</w:t>
      </w:r>
      <w:r w:rsidRPr="00BD6160">
        <w:rPr>
          <w:szCs w:val="20"/>
        </w:rPr>
        <w:t xml:space="preserve"> the</w:t>
      </w:r>
      <w:r w:rsidRPr="00A16EB9">
        <w:rPr>
          <w:szCs w:val="20"/>
        </w:rPr>
        <w:t xml:space="preserve"> attachment</w:t>
      </w:r>
      <w:r w:rsidRPr="00A148E5">
        <w:rPr>
          <w:szCs w:val="20"/>
        </w:rPr>
        <w:t xml:space="preserve"> contain examples of the application of direct and indirect age standardisation, respectively. Standardised rates are generally multiplied by 1000 or 100 000 to avoid small decimal fractions. They are then reported as age </w:t>
      </w:r>
      <w:r w:rsidRPr="00742CEE">
        <w:rPr>
          <w:szCs w:val="20"/>
        </w:rPr>
        <w:t>standardised rates per 1000 or 100 000 population (</w:t>
      </w:r>
      <w:proofErr w:type="spellStart"/>
      <w:r w:rsidRPr="00742CEE">
        <w:rPr>
          <w:szCs w:val="20"/>
        </w:rPr>
        <w:t>AIHW</w:t>
      </w:r>
      <w:proofErr w:type="spellEnd"/>
      <w:r w:rsidRPr="00742CEE">
        <w:rPr>
          <w:szCs w:val="20"/>
        </w:rPr>
        <w:t xml:space="preserve"> 2013).</w:t>
      </w:r>
    </w:p>
    <w:p w:rsidR="00FF51E1" w:rsidRDefault="00FF51E1" w:rsidP="008A1584">
      <w:pPr>
        <w:spacing w:before="240" w:line="320" w:lineRule="atLeast"/>
        <w:jc w:val="both"/>
        <w:rPr>
          <w:szCs w:val="20"/>
        </w:rPr>
      </w:pPr>
      <w:r w:rsidRPr="00742CEE">
        <w:rPr>
          <w:szCs w:val="20"/>
        </w:rPr>
        <w:t xml:space="preserve">Figure 2.13 compares crude imprisonment rates and imprisonment rates standardised against the age profile of the total Australian prisoner population for </w:t>
      </w:r>
      <w:r w:rsidR="00E24249" w:rsidRPr="008A1584">
        <w:t>Aboriginal and Torres Strait Islander</w:t>
      </w:r>
      <w:r w:rsidRPr="008A1584">
        <w:rPr>
          <w:szCs w:val="20"/>
        </w:rPr>
        <w:t xml:space="preserve"> </w:t>
      </w:r>
      <w:r w:rsidRPr="00742CEE">
        <w:rPr>
          <w:szCs w:val="20"/>
        </w:rPr>
        <w:t>and non</w:t>
      </w:r>
      <w:r w:rsidR="007908DF" w:rsidRPr="00742CEE">
        <w:rPr>
          <w:szCs w:val="20"/>
        </w:rPr>
        <w:noBreakHyphen/>
      </w:r>
      <w:r w:rsidRPr="00742CEE">
        <w:rPr>
          <w:szCs w:val="20"/>
        </w:rPr>
        <w:t>Indigenous Australians.</w:t>
      </w:r>
    </w:p>
    <w:p w:rsidR="0072132D" w:rsidRDefault="0072132D" w:rsidP="0072132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4"/>
      </w:tblGrid>
      <w:tr w:rsidR="00182DD4" w:rsidRPr="000D6F89" w:rsidTr="00182DD4">
        <w:tc>
          <w:tcPr>
            <w:tcW w:w="8774" w:type="dxa"/>
            <w:tcBorders>
              <w:top w:val="single" w:sz="6" w:space="0" w:color="78A22F"/>
              <w:left w:val="nil"/>
              <w:bottom w:val="nil"/>
              <w:right w:val="nil"/>
            </w:tcBorders>
            <w:shd w:val="clear" w:color="auto" w:fill="auto"/>
          </w:tcPr>
          <w:p w:rsidR="00182DD4" w:rsidRPr="000D6F89" w:rsidRDefault="00182DD4" w:rsidP="00790681">
            <w:pPr>
              <w:pStyle w:val="FigureTitle"/>
            </w:pPr>
            <w:r w:rsidRPr="00392706">
              <w:rPr>
                <w:b w:val="0"/>
              </w:rPr>
              <w:t>Figure 2.</w:t>
            </w:r>
            <w:r w:rsidR="00C87DBB">
              <w:rPr>
                <w:b w:val="0"/>
                <w:noProof/>
              </w:rPr>
              <w:t>13</w:t>
            </w:r>
            <w:r>
              <w:tab/>
            </w:r>
            <w:r w:rsidRPr="008A1584">
              <w:t>Aboriginal and Torres Strait Islander</w:t>
            </w:r>
            <w:r w:rsidRPr="008A1584">
              <w:rPr>
                <w:szCs w:val="20"/>
              </w:rPr>
              <w:t xml:space="preserve"> </w:t>
            </w:r>
            <w:r w:rsidRPr="008A1584">
              <w:t>and</w:t>
            </w:r>
            <w:r w:rsidRPr="00742CEE">
              <w:t xml:space="preserve"> non</w:t>
            </w:r>
            <w:r w:rsidRPr="00742CEE">
              <w:noBreakHyphen/>
              <w:t>Indigenous Australians crude and age standardised imprisonment rates, 2007</w:t>
            </w:r>
            <w:r w:rsidRPr="00742CEE">
              <w:noBreakHyphen/>
              <w:t>08</w:t>
            </w:r>
            <w:r w:rsidRPr="00742CEE">
              <w:rPr>
                <w:position w:val="6"/>
                <w:sz w:val="18"/>
              </w:rPr>
              <w:t>a, b</w:t>
            </w:r>
          </w:p>
        </w:tc>
      </w:tr>
      <w:tr w:rsidR="00C15C2C" w:rsidTr="00182DD4">
        <w:tc>
          <w:tcPr>
            <w:tcW w:w="8774"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90"/>
            </w:tblGrid>
            <w:tr w:rsidR="00C15C2C" w:rsidTr="00182DD4">
              <w:tc>
                <w:tcPr>
                  <w:tcW w:w="5000" w:type="pct"/>
                  <w:tcBorders>
                    <w:top w:val="nil"/>
                    <w:bottom w:val="nil"/>
                  </w:tcBorders>
                </w:tcPr>
                <w:p w:rsidR="00C15C2C" w:rsidRDefault="0017516A" w:rsidP="0017519E">
                  <w:pPr>
                    <w:pStyle w:val="Figure"/>
                    <w:spacing w:before="60" w:after="60"/>
                  </w:pPr>
                  <w:r>
                    <w:rPr>
                      <w:noProof/>
                    </w:rPr>
                    <w:drawing>
                      <wp:inline distT="0" distB="0" distL="0" distR="0" wp14:anchorId="696B864C" wp14:editId="5D0C0F57">
                        <wp:extent cx="5401310" cy="286385"/>
                        <wp:effectExtent l="0" t="0" r="8890" b="0"/>
                        <wp:docPr id="16" name="Picture 16" descr="Figure 2.13 Aboriginal and Torres Strait Islande and non-Indigenous Australians crude and age standardised imprisonment rates, 2007-08&#10;&#10;Legend to Figur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5401310" cy="286385"/>
                                </a:xfrm>
                                <a:prstGeom prst="rect">
                                  <a:avLst/>
                                </a:prstGeom>
                                <a:noFill/>
                              </pic:spPr>
                            </pic:pic>
                          </a:graphicData>
                        </a:graphic>
                      </wp:inline>
                    </w:drawing>
                  </w:r>
                </w:p>
              </w:tc>
            </w:tr>
            <w:tr w:rsidR="0017516A" w:rsidTr="00A07DA6">
              <w:tblPrEx>
                <w:tblCellMar>
                  <w:left w:w="108" w:type="dxa"/>
                  <w:right w:w="108" w:type="dxa"/>
                </w:tblCellMar>
              </w:tblPrEx>
              <w:tc>
                <w:tcPr>
                  <w:tcW w:w="5000" w:type="pct"/>
                  <w:tcBorders>
                    <w:top w:val="nil"/>
                    <w:bottom w:val="nil"/>
                  </w:tcBorders>
                </w:tcPr>
                <w:p w:rsidR="0017516A" w:rsidRPr="00742CEE" w:rsidRDefault="0017516A" w:rsidP="0017519E">
                  <w:pPr>
                    <w:pStyle w:val="Figure"/>
                    <w:spacing w:before="60" w:after="60"/>
                    <w:rPr>
                      <w:rFonts w:ascii="Arial" w:hAnsi="Arial" w:cs="Arial"/>
                      <w:b/>
                      <w:sz w:val="20"/>
                    </w:rPr>
                  </w:pPr>
                  <w:r w:rsidRPr="00742CEE">
                    <w:rPr>
                      <w:rFonts w:ascii="Arial" w:hAnsi="Arial" w:cs="Arial"/>
                      <w:b/>
                      <w:sz w:val="20"/>
                    </w:rPr>
                    <w:t>Aboriginal and Torres Strait Islander</w:t>
                  </w:r>
                </w:p>
                <w:p w:rsidR="0017516A" w:rsidRDefault="00A07DA6" w:rsidP="0017519E">
                  <w:pPr>
                    <w:pStyle w:val="Figure"/>
                    <w:spacing w:before="60" w:after="60"/>
                    <w:rPr>
                      <w:rFonts w:ascii="Arial" w:hAnsi="Arial" w:cs="Arial"/>
                      <w:b/>
                      <w:sz w:val="20"/>
                    </w:rPr>
                  </w:pPr>
                  <w:r>
                    <w:rPr>
                      <w:noProof/>
                    </w:rPr>
                    <w:drawing>
                      <wp:inline distT="0" distB="0" distL="0" distR="0" wp14:anchorId="32B559F8" wp14:editId="72493F01">
                        <wp:extent cx="5400000" cy="2700000"/>
                        <wp:effectExtent l="0" t="0" r="0" b="5715"/>
                        <wp:docPr id="7" name="Chart 7" descr="Figure 2.13 Aboriginal and Torres Strait Islander and non-Indigenous Australians crude and age standardised imprisonment rates, 2007-08&#10;&#10;Aboriginal and Torres Strait Islander&#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78"/>
                          </a:graphicData>
                        </a:graphic>
                      </wp:inline>
                    </w:drawing>
                  </w:r>
                  <w:r w:rsidR="0017516A" w:rsidRPr="00742CEE">
                    <w:rPr>
                      <w:rFonts w:ascii="Arial" w:hAnsi="Arial" w:cs="Arial"/>
                      <w:b/>
                      <w:sz w:val="20"/>
                    </w:rPr>
                    <w:t>Non</w:t>
                  </w:r>
                  <w:r w:rsidR="0017516A" w:rsidRPr="00742CEE">
                    <w:rPr>
                      <w:rFonts w:ascii="Arial" w:hAnsi="Arial" w:cs="Arial"/>
                      <w:b/>
                      <w:sz w:val="20"/>
                    </w:rPr>
                    <w:noBreakHyphen/>
                    <w:t>Indigenous</w:t>
                  </w:r>
                </w:p>
                <w:p w:rsidR="0017516A" w:rsidRDefault="000278A8" w:rsidP="0017519E">
                  <w:pPr>
                    <w:pStyle w:val="Figure"/>
                    <w:spacing w:before="60" w:after="60"/>
                    <w:rPr>
                      <w:noProof/>
                    </w:rPr>
                  </w:pPr>
                  <w:r>
                    <w:rPr>
                      <w:noProof/>
                    </w:rPr>
                    <w:drawing>
                      <wp:inline distT="0" distB="0" distL="0" distR="0" wp14:anchorId="7F03073D" wp14:editId="3239B55C">
                        <wp:extent cx="5400000" cy="2700000"/>
                        <wp:effectExtent l="0" t="0" r="0" b="5715"/>
                        <wp:docPr id="6" name="Chart 6" descr="Figure 2.13 Aboriginal and Torres Strait Islander and non-Indigenous Australians crude and age standardised imprisonment rates, 2007-08&#10;&#10;Non-Indigenous&#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79"/>
                          </a:graphicData>
                        </a:graphic>
                      </wp:inline>
                    </w:drawing>
                  </w:r>
                </w:p>
              </w:tc>
            </w:tr>
          </w:tbl>
          <w:p w:rsidR="00C15C2C" w:rsidRDefault="00C15C2C" w:rsidP="0017519E">
            <w:pPr>
              <w:pStyle w:val="Figure"/>
            </w:pPr>
          </w:p>
        </w:tc>
      </w:tr>
      <w:tr w:rsidR="00C15C2C" w:rsidRPr="00176D3F" w:rsidTr="00182DD4">
        <w:tc>
          <w:tcPr>
            <w:tcW w:w="8774" w:type="dxa"/>
            <w:tcBorders>
              <w:top w:val="nil"/>
              <w:left w:val="nil"/>
              <w:bottom w:val="nil"/>
              <w:right w:val="nil"/>
            </w:tcBorders>
            <w:shd w:val="clear" w:color="auto" w:fill="auto"/>
          </w:tcPr>
          <w:p w:rsidR="00C15C2C" w:rsidRPr="00176D3F" w:rsidRDefault="00C15C2C" w:rsidP="0064435E">
            <w:pPr>
              <w:pStyle w:val="Note"/>
            </w:pPr>
            <w:proofErr w:type="spellStart"/>
            <w:r>
              <w:rPr>
                <w:rStyle w:val="NoteLabel"/>
              </w:rPr>
              <w:t>a</w:t>
            </w:r>
            <w:proofErr w:type="spellEnd"/>
            <w:r>
              <w:t xml:space="preserve"> </w:t>
            </w:r>
            <w:r w:rsidR="0017516A" w:rsidRPr="00A148E5">
              <w:t xml:space="preserve">For detailed notes relating to these figures, please see the </w:t>
            </w:r>
            <w:r w:rsidR="0017516A" w:rsidRPr="00A148E5">
              <w:rPr>
                <w:i/>
              </w:rPr>
              <w:t>Report on Government Services 2009</w:t>
            </w:r>
            <w:r w:rsidR="0017516A" w:rsidRPr="00A148E5">
              <w:t xml:space="preserve">, </w:t>
            </w:r>
            <w:r w:rsidR="0017516A" w:rsidRPr="00A148E5">
              <w:br/>
              <w:t xml:space="preserve">table </w:t>
            </w:r>
            <w:proofErr w:type="spellStart"/>
            <w:r w:rsidR="0017516A" w:rsidRPr="00A148E5">
              <w:t>8A.4</w:t>
            </w:r>
            <w:proofErr w:type="spellEnd"/>
            <w:r w:rsidR="0017516A" w:rsidRPr="00A148E5">
              <w:t xml:space="preserve">. </w:t>
            </w:r>
            <w:r>
              <w:rPr>
                <w:rStyle w:val="NoteLabel"/>
              </w:rPr>
              <w:t>b</w:t>
            </w:r>
            <w:r>
              <w:t xml:space="preserve"> </w:t>
            </w:r>
            <w:r w:rsidR="0017516A" w:rsidRPr="00A148E5">
              <w:t>Rates are based on the indirect standardisation method, applying ag</w:t>
            </w:r>
            <w:r w:rsidR="0064435E">
              <w:t>e</w:t>
            </w:r>
            <w:r w:rsidR="0017516A" w:rsidRPr="00A148E5">
              <w:noBreakHyphen/>
              <w:t>group imprisonment rates derived from Prison Census data.</w:t>
            </w:r>
          </w:p>
        </w:tc>
      </w:tr>
      <w:tr w:rsidR="00546E22" w:rsidRPr="00176D3F" w:rsidTr="00182DD4">
        <w:tc>
          <w:tcPr>
            <w:tcW w:w="8774" w:type="dxa"/>
            <w:tcBorders>
              <w:top w:val="nil"/>
              <w:left w:val="nil"/>
              <w:bottom w:val="nil"/>
              <w:right w:val="nil"/>
            </w:tcBorders>
            <w:shd w:val="clear" w:color="auto" w:fill="auto"/>
          </w:tcPr>
          <w:p w:rsidR="00546E22" w:rsidRPr="0052457D" w:rsidRDefault="00546E22" w:rsidP="00546E22">
            <w:pPr>
              <w:pStyle w:val="Source"/>
            </w:pPr>
            <w:r w:rsidRPr="0052457D">
              <w:rPr>
                <w:i/>
              </w:rPr>
              <w:t>Source</w:t>
            </w:r>
            <w:r w:rsidRPr="0052457D">
              <w:t xml:space="preserve">: </w:t>
            </w:r>
            <w:bookmarkStart w:id="86" w:name="OLE_LINK34"/>
            <w:bookmarkStart w:id="87" w:name="OLE_LINK35"/>
            <w:r w:rsidRPr="003D4F37">
              <w:t xml:space="preserve">ABS (unpublished) </w:t>
            </w:r>
            <w:r w:rsidRPr="003D4F37">
              <w:rPr>
                <w:i/>
              </w:rPr>
              <w:t>Australian Demographic Statistics, December 2007</w:t>
            </w:r>
            <w:r>
              <w:t xml:space="preserve">, Cat. no. </w:t>
            </w:r>
            <w:r w:rsidRPr="003D4F37">
              <w:t xml:space="preserve">3101.0; </w:t>
            </w:r>
            <w:r w:rsidRPr="003D4F37">
              <w:br/>
              <w:t xml:space="preserve">ABS (unpublished) </w:t>
            </w:r>
            <w:r w:rsidRPr="003D4F37">
              <w:rPr>
                <w:i/>
              </w:rPr>
              <w:t>Experimental Projections Aboriginal and Torres Strait Islander Population</w:t>
            </w:r>
            <w:r w:rsidRPr="003D4F37">
              <w:t xml:space="preserve">, Cat. no. 3231.0; ABS (unpublished) </w:t>
            </w:r>
            <w:r w:rsidRPr="003D4F37">
              <w:rPr>
                <w:i/>
              </w:rPr>
              <w:t>Prisoners in Australia</w:t>
            </w:r>
            <w:r w:rsidRPr="003D4F37">
              <w:t>, Cat. no. 4517.0;</w:t>
            </w:r>
            <w:bookmarkEnd w:id="86"/>
            <w:bookmarkEnd w:id="87"/>
            <w:r w:rsidRPr="003D4F37">
              <w:t xml:space="preserve"> State and Territory governments (unpublished); </w:t>
            </w:r>
            <w:proofErr w:type="spellStart"/>
            <w:r w:rsidRPr="003D4F37">
              <w:t>SCRGSP</w:t>
            </w:r>
            <w:proofErr w:type="spellEnd"/>
            <w:r w:rsidRPr="003D4F37">
              <w:t xml:space="preserve"> (2009) </w:t>
            </w:r>
            <w:r w:rsidRPr="003D4F37">
              <w:rPr>
                <w:i/>
              </w:rPr>
              <w:t>Report on Government Services 2009</w:t>
            </w:r>
            <w:r>
              <w:t xml:space="preserve">, table </w:t>
            </w:r>
            <w:proofErr w:type="spellStart"/>
            <w:r w:rsidRPr="003D4F37">
              <w:t>8A.4</w:t>
            </w:r>
            <w:proofErr w:type="spellEnd"/>
            <w:r w:rsidRPr="003D4F37">
              <w:t xml:space="preserve">; table </w:t>
            </w:r>
            <w:proofErr w:type="spellStart"/>
            <w:r w:rsidRPr="003D4F37">
              <w:t>2A.5</w:t>
            </w:r>
            <w:r>
              <w:t>3</w:t>
            </w:r>
            <w:proofErr w:type="spellEnd"/>
            <w:r w:rsidRPr="003D4F37">
              <w:t>.</w:t>
            </w:r>
          </w:p>
        </w:tc>
      </w:tr>
      <w:tr w:rsidR="00546E22" w:rsidTr="00182DD4">
        <w:tc>
          <w:tcPr>
            <w:tcW w:w="8774" w:type="dxa"/>
            <w:tcBorders>
              <w:top w:val="nil"/>
              <w:left w:val="nil"/>
              <w:bottom w:val="single" w:sz="6" w:space="0" w:color="78A22F"/>
              <w:right w:val="nil"/>
            </w:tcBorders>
            <w:shd w:val="clear" w:color="auto" w:fill="auto"/>
          </w:tcPr>
          <w:p w:rsidR="00546E22" w:rsidRPr="0052457D" w:rsidRDefault="00546E22" w:rsidP="00207767">
            <w:pPr>
              <w:pStyle w:val="Box"/>
              <w:spacing w:before="0" w:line="120" w:lineRule="exact"/>
            </w:pPr>
          </w:p>
        </w:tc>
      </w:tr>
      <w:tr w:rsidR="00546E22" w:rsidRPr="000863A5" w:rsidTr="00182DD4">
        <w:tc>
          <w:tcPr>
            <w:tcW w:w="8774" w:type="dxa"/>
            <w:tcBorders>
              <w:top w:val="single" w:sz="6" w:space="0" w:color="78A22F"/>
              <w:left w:val="nil"/>
              <w:bottom w:val="nil"/>
              <w:right w:val="nil"/>
            </w:tcBorders>
          </w:tcPr>
          <w:p w:rsidR="00546E22" w:rsidRPr="00626D32" w:rsidRDefault="00546E22" w:rsidP="0017519E">
            <w:pPr>
              <w:pStyle w:val="BoxSpaceBelow"/>
            </w:pPr>
          </w:p>
        </w:tc>
      </w:tr>
    </w:tbl>
    <w:p w:rsidR="00FF51E1" w:rsidRPr="00A148E5" w:rsidRDefault="00FF51E1" w:rsidP="00AD6FCA">
      <w:pPr>
        <w:pStyle w:val="Heading4"/>
      </w:pPr>
      <w:r w:rsidRPr="00A148E5">
        <w:lastRenderedPageBreak/>
        <w:t>Calculating age standardised ratios</w:t>
      </w:r>
    </w:p>
    <w:p w:rsidR="00FF51E1" w:rsidRPr="00916921" w:rsidRDefault="00FF51E1" w:rsidP="00FF51E1">
      <w:pPr>
        <w:spacing w:before="240" w:line="320" w:lineRule="atLeast"/>
        <w:jc w:val="both"/>
        <w:rPr>
          <w:szCs w:val="20"/>
        </w:rPr>
      </w:pPr>
      <w:r w:rsidRPr="00A148E5">
        <w:rPr>
          <w:szCs w:val="20"/>
        </w:rPr>
        <w:t xml:space="preserve">A variation of the </w:t>
      </w:r>
      <w:r w:rsidRPr="00A148E5">
        <w:rPr>
          <w:i/>
          <w:szCs w:val="20"/>
        </w:rPr>
        <w:t>indirect method</w:t>
      </w:r>
      <w:r w:rsidRPr="00A148E5">
        <w:rPr>
          <w:szCs w:val="20"/>
        </w:rPr>
        <w:t xml:space="preserve"> is used to cal</w:t>
      </w:r>
      <w:r w:rsidR="00E03FEB">
        <w:rPr>
          <w:szCs w:val="20"/>
        </w:rPr>
        <w:t xml:space="preserve">culate age standardised ratios </w:t>
      </w:r>
      <w:r w:rsidRPr="00A148E5">
        <w:rPr>
          <w:szCs w:val="20"/>
        </w:rPr>
        <w:t xml:space="preserve">(box 2.6). These ratios express the overall experience of a study population in terms of a standard population, </w:t>
      </w:r>
      <w:r w:rsidRPr="00916921">
        <w:rPr>
          <w:szCs w:val="20"/>
        </w:rPr>
        <w:t>where the standard population is the population to which the study population is being compared.</w:t>
      </w:r>
    </w:p>
    <w:p w:rsidR="00FF51E1" w:rsidRPr="00742CEE" w:rsidRDefault="00FF51E1" w:rsidP="00AD6FCA">
      <w:pPr>
        <w:pStyle w:val="Heading5"/>
      </w:pPr>
      <w:r w:rsidRPr="00742CEE">
        <w:t>Application of age standardised ratios</w:t>
      </w:r>
    </w:p>
    <w:p w:rsidR="00FF51E1" w:rsidRPr="00742CEE" w:rsidRDefault="00FF51E1" w:rsidP="008A1584">
      <w:pPr>
        <w:spacing w:before="240" w:line="320" w:lineRule="atLeast"/>
        <w:jc w:val="both"/>
        <w:rPr>
          <w:szCs w:val="20"/>
        </w:rPr>
      </w:pPr>
      <w:r w:rsidRPr="00742CEE">
        <w:rPr>
          <w:szCs w:val="20"/>
        </w:rPr>
        <w:t>Standardised Mortality Ratios (</w:t>
      </w:r>
      <w:proofErr w:type="spellStart"/>
      <w:r w:rsidRPr="00742CEE">
        <w:rPr>
          <w:szCs w:val="20"/>
        </w:rPr>
        <w:t>SM</w:t>
      </w:r>
      <w:r w:rsidRPr="00D01C12">
        <w:rPr>
          <w:szCs w:val="20"/>
        </w:rPr>
        <w:t>Rs</w:t>
      </w:r>
      <w:proofErr w:type="spellEnd"/>
      <w:r w:rsidRPr="00D01C12">
        <w:rPr>
          <w:szCs w:val="20"/>
        </w:rPr>
        <w:t xml:space="preserve">) have been used to compare death rates between the </w:t>
      </w:r>
      <w:r w:rsidR="00E24249" w:rsidRPr="008A1584">
        <w:t>Aboriginal and Torres Strait Islander</w:t>
      </w:r>
      <w:r w:rsidRPr="008A1584">
        <w:rPr>
          <w:szCs w:val="20"/>
        </w:rPr>
        <w:t xml:space="preserve"> and non</w:t>
      </w:r>
      <w:r w:rsidR="00FA026C" w:rsidRPr="008A1584">
        <w:rPr>
          <w:szCs w:val="20"/>
        </w:rPr>
        <w:noBreakHyphen/>
      </w:r>
      <w:r w:rsidRPr="008A1584">
        <w:rPr>
          <w:szCs w:val="20"/>
        </w:rPr>
        <w:t>Indigenous populations (table 2</w:t>
      </w:r>
      <w:r w:rsidR="00395A7F" w:rsidRPr="008A1584">
        <w:rPr>
          <w:szCs w:val="20"/>
        </w:rPr>
        <w:t>.</w:t>
      </w:r>
      <w:r w:rsidR="00056E65" w:rsidRPr="008A1584">
        <w:rPr>
          <w:szCs w:val="20"/>
        </w:rPr>
        <w:t>3</w:t>
      </w:r>
      <w:r w:rsidRPr="008A1584">
        <w:rPr>
          <w:szCs w:val="20"/>
        </w:rPr>
        <w:t xml:space="preserve">). The </w:t>
      </w:r>
      <w:proofErr w:type="spellStart"/>
      <w:r w:rsidRPr="008A1584">
        <w:rPr>
          <w:szCs w:val="20"/>
        </w:rPr>
        <w:t>SMR</w:t>
      </w:r>
      <w:proofErr w:type="spellEnd"/>
      <w:r w:rsidRPr="008A1584">
        <w:rPr>
          <w:szCs w:val="20"/>
        </w:rPr>
        <w:t xml:space="preserve"> is the ratio between the observed number of deaths in the </w:t>
      </w:r>
      <w:r w:rsidR="00E24249" w:rsidRPr="008A1584">
        <w:t>Aboriginal and Torres Strait Islander</w:t>
      </w:r>
      <w:r w:rsidRPr="008A1584">
        <w:rPr>
          <w:szCs w:val="20"/>
        </w:rPr>
        <w:t xml:space="preserve"> population and the expected number of deaths that would have occurred if the </w:t>
      </w:r>
      <w:r w:rsidR="00E24249" w:rsidRPr="008A1584">
        <w:t xml:space="preserve">Aboriginal and </w:t>
      </w:r>
      <w:r w:rsidR="00E24249" w:rsidRPr="00D01C12">
        <w:rPr>
          <w:shd w:val="clear" w:color="auto" w:fill="FCFCFC" w:themeFill="accent4" w:themeFillTint="33"/>
        </w:rPr>
        <w:t>Torres Strait Islander</w:t>
      </w:r>
      <w:r w:rsidRPr="00742CEE">
        <w:rPr>
          <w:szCs w:val="20"/>
        </w:rPr>
        <w:t xml:space="preserve"> population experienced the same age</w:t>
      </w:r>
      <w:r w:rsidR="00FA026C" w:rsidRPr="00742CEE">
        <w:rPr>
          <w:szCs w:val="20"/>
        </w:rPr>
        <w:noBreakHyphen/>
      </w:r>
      <w:r w:rsidRPr="00742CEE">
        <w:rPr>
          <w:szCs w:val="20"/>
        </w:rPr>
        <w:t>specific death rates as the non</w:t>
      </w:r>
      <w:r w:rsidR="00FA026C" w:rsidRPr="00742CEE">
        <w:rPr>
          <w:szCs w:val="20"/>
        </w:rPr>
        <w:noBreakHyphen/>
      </w:r>
      <w:r w:rsidRPr="00742CEE">
        <w:rPr>
          <w:szCs w:val="20"/>
        </w:rPr>
        <w:t xml:space="preserve">Indigenous population. Where the number of observed deaths is higher than the number of expected deaths, the </w:t>
      </w:r>
      <w:proofErr w:type="spellStart"/>
      <w:r w:rsidRPr="00742CEE">
        <w:rPr>
          <w:szCs w:val="20"/>
        </w:rPr>
        <w:t>SMR</w:t>
      </w:r>
      <w:proofErr w:type="spellEnd"/>
      <w:r w:rsidRPr="00742CEE">
        <w:rPr>
          <w:szCs w:val="20"/>
        </w:rPr>
        <w:t xml:space="preserve"> is greater than 1 and the </w:t>
      </w:r>
      <w:r w:rsidRPr="00D01C12">
        <w:rPr>
          <w:szCs w:val="20"/>
        </w:rPr>
        <w:t xml:space="preserve">difference in deaths is the excess number of deaths of </w:t>
      </w:r>
      <w:r w:rsidR="00121DD7" w:rsidRPr="00D01C12">
        <w:t>Aboriginal and Torres Strait Islander</w:t>
      </w:r>
      <w:r w:rsidR="00121DD7" w:rsidRPr="00D01C12">
        <w:rPr>
          <w:szCs w:val="20"/>
        </w:rPr>
        <w:t xml:space="preserve"> Australians </w:t>
      </w:r>
      <w:r w:rsidRPr="00D01C12">
        <w:rPr>
          <w:szCs w:val="20"/>
        </w:rPr>
        <w:t>(</w:t>
      </w:r>
      <w:proofErr w:type="spellStart"/>
      <w:r w:rsidRPr="00D01C12">
        <w:rPr>
          <w:szCs w:val="20"/>
        </w:rPr>
        <w:t>AIHW</w:t>
      </w:r>
      <w:proofErr w:type="spellEnd"/>
      <w:r w:rsidRPr="00742CEE">
        <w:rPr>
          <w:szCs w:val="20"/>
        </w:rPr>
        <w:t xml:space="preserve"> </w:t>
      </w:r>
      <w:proofErr w:type="spellStart"/>
      <w:r w:rsidRPr="00742CEE">
        <w:rPr>
          <w:szCs w:val="20"/>
        </w:rPr>
        <w:t>2011a</w:t>
      </w:r>
      <w:proofErr w:type="spellEnd"/>
      <w:r w:rsidRPr="00742CEE">
        <w:rPr>
          <w:szCs w:val="20"/>
        </w:rPr>
        <w:t>).</w:t>
      </w:r>
    </w:p>
    <w:p w:rsidR="00FF51E1" w:rsidRPr="00742CEE" w:rsidRDefault="00FF51E1" w:rsidP="00AD6FCA">
      <w:pPr>
        <w:pStyle w:val="Heading4"/>
      </w:pPr>
      <w:r w:rsidRPr="00742CEE">
        <w:t>New developments in age standardisation techniques</w:t>
      </w:r>
    </w:p>
    <w:p w:rsidR="00FF51E1" w:rsidRPr="00742CEE" w:rsidRDefault="00FF51E1" w:rsidP="00FF51E1">
      <w:pPr>
        <w:spacing w:before="240" w:line="320" w:lineRule="atLeast"/>
        <w:jc w:val="both"/>
        <w:rPr>
          <w:szCs w:val="20"/>
        </w:rPr>
      </w:pPr>
      <w:r w:rsidRPr="00742CEE">
        <w:rPr>
          <w:szCs w:val="20"/>
        </w:rPr>
        <w:t xml:space="preserve">The ABS and the </w:t>
      </w:r>
      <w:proofErr w:type="spellStart"/>
      <w:r w:rsidRPr="00742CEE">
        <w:rPr>
          <w:szCs w:val="20"/>
        </w:rPr>
        <w:t>AIHW</w:t>
      </w:r>
      <w:proofErr w:type="spellEnd"/>
      <w:r w:rsidRPr="00742CEE">
        <w:rPr>
          <w:szCs w:val="20"/>
        </w:rPr>
        <w:t xml:space="preserve"> have recently worked on improving age</w:t>
      </w:r>
      <w:r w:rsidR="00FA026C" w:rsidRPr="00742CEE">
        <w:rPr>
          <w:szCs w:val="20"/>
        </w:rPr>
        <w:noBreakHyphen/>
      </w:r>
      <w:r w:rsidRPr="00742CEE">
        <w:rPr>
          <w:szCs w:val="20"/>
        </w:rPr>
        <w:t>standardisation techniques.</w:t>
      </w:r>
    </w:p>
    <w:p w:rsidR="00FF51E1" w:rsidRPr="0052457D" w:rsidRDefault="00FF51E1" w:rsidP="008A1584">
      <w:pPr>
        <w:spacing w:before="240" w:line="320" w:lineRule="atLeast"/>
        <w:jc w:val="both"/>
        <w:rPr>
          <w:szCs w:val="20"/>
        </w:rPr>
      </w:pPr>
      <w:r w:rsidRPr="00742CEE">
        <w:rPr>
          <w:i/>
          <w:szCs w:val="20"/>
        </w:rPr>
        <w:t>Principles on the use of direct age</w:t>
      </w:r>
      <w:r w:rsidR="00FA026C" w:rsidRPr="00742CEE">
        <w:rPr>
          <w:i/>
          <w:szCs w:val="20"/>
        </w:rPr>
        <w:noBreakHyphen/>
      </w:r>
      <w:r w:rsidRPr="00742CEE">
        <w:rPr>
          <w:i/>
          <w:szCs w:val="20"/>
        </w:rPr>
        <w:t xml:space="preserve">standardisation in administrative data collections: for measuring the gap between </w:t>
      </w:r>
      <w:r w:rsidR="00121DD7" w:rsidRPr="00742CEE">
        <w:rPr>
          <w:i/>
          <w:szCs w:val="20"/>
        </w:rPr>
        <w:t>Aboriginal</w:t>
      </w:r>
      <w:r w:rsidR="00121DD7" w:rsidRPr="0052457D">
        <w:rPr>
          <w:i/>
          <w:szCs w:val="20"/>
        </w:rPr>
        <w:t xml:space="preserve"> and </w:t>
      </w:r>
      <w:r w:rsidR="00121DD7" w:rsidRPr="00D01C12">
        <w:rPr>
          <w:i/>
          <w:szCs w:val="20"/>
        </w:rPr>
        <w:t>Torres Strait Islander Australians</w:t>
      </w:r>
      <w:r w:rsidRPr="00D01C12">
        <w:rPr>
          <w:i/>
          <w:szCs w:val="20"/>
        </w:rPr>
        <w:t xml:space="preserve"> and non</w:t>
      </w:r>
      <w:r w:rsidR="00FA026C" w:rsidRPr="00D01C12">
        <w:rPr>
          <w:i/>
          <w:szCs w:val="20"/>
        </w:rPr>
        <w:noBreakHyphen/>
      </w:r>
      <w:r w:rsidRPr="00D01C12">
        <w:rPr>
          <w:i/>
          <w:szCs w:val="20"/>
        </w:rPr>
        <w:t>Indigenous Australians</w:t>
      </w:r>
      <w:r w:rsidRPr="00D01C12">
        <w:rPr>
          <w:szCs w:val="20"/>
        </w:rPr>
        <w:t xml:space="preserve"> (</w:t>
      </w:r>
      <w:proofErr w:type="spellStart"/>
      <w:r w:rsidRPr="00D01C12">
        <w:rPr>
          <w:szCs w:val="20"/>
        </w:rPr>
        <w:t>AIHW</w:t>
      </w:r>
      <w:proofErr w:type="spellEnd"/>
      <w:r w:rsidRPr="00D01C12">
        <w:rPr>
          <w:szCs w:val="20"/>
        </w:rPr>
        <w:t xml:space="preserve"> </w:t>
      </w:r>
      <w:proofErr w:type="spellStart"/>
      <w:r w:rsidRPr="00D01C12">
        <w:rPr>
          <w:szCs w:val="20"/>
        </w:rPr>
        <w:t>2011b</w:t>
      </w:r>
      <w:proofErr w:type="spellEnd"/>
      <w:r w:rsidRPr="00D01C12">
        <w:rPr>
          <w:szCs w:val="20"/>
        </w:rPr>
        <w:t>) recommends that the direct method of age</w:t>
      </w:r>
      <w:r w:rsidRPr="00D01C12">
        <w:rPr>
          <w:szCs w:val="20"/>
        </w:rPr>
        <w:noBreakHyphen/>
        <w:t xml:space="preserve">standardisation be used for purposes of comparing health and welfare outcome measures (for example, mortality rates, life expectancy, hospital separation rates and disease incidence rates) of the </w:t>
      </w:r>
      <w:r w:rsidR="00121DD7" w:rsidRPr="008A1584">
        <w:rPr>
          <w:szCs w:val="20"/>
        </w:rPr>
        <w:t xml:space="preserve">Aboriginal and Torres Strait Islander </w:t>
      </w:r>
      <w:r w:rsidRPr="008A1584">
        <w:rPr>
          <w:szCs w:val="20"/>
        </w:rPr>
        <w:t>population</w:t>
      </w:r>
      <w:r w:rsidRPr="00D01C12">
        <w:rPr>
          <w:szCs w:val="20"/>
        </w:rPr>
        <w:t xml:space="preserve"> and non</w:t>
      </w:r>
      <w:r w:rsidR="00FA026C" w:rsidRPr="00D01C12">
        <w:rPr>
          <w:szCs w:val="20"/>
        </w:rPr>
        <w:noBreakHyphen/>
      </w:r>
      <w:r w:rsidRPr="00D01C12">
        <w:rPr>
          <w:szCs w:val="20"/>
        </w:rPr>
        <w:t>Indigenous population. The principles provide consistency and guidance on</w:t>
      </w:r>
      <w:r w:rsidRPr="0052457D">
        <w:rPr>
          <w:szCs w:val="20"/>
        </w:rPr>
        <w:t xml:space="preserve"> when and how to use the direct age</w:t>
      </w:r>
      <w:r w:rsidR="00FA026C" w:rsidRPr="0052457D">
        <w:rPr>
          <w:szCs w:val="20"/>
        </w:rPr>
        <w:noBreakHyphen/>
      </w:r>
      <w:r w:rsidRPr="0052457D">
        <w:rPr>
          <w:szCs w:val="20"/>
        </w:rPr>
        <w:t>standardisation method and under what circumstances it should not be used.</w:t>
      </w:r>
    </w:p>
    <w:p w:rsidR="0072132D" w:rsidRDefault="0072132D" w:rsidP="0072132D">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182DD4" w:rsidTr="00790681">
        <w:tc>
          <w:tcPr>
            <w:tcW w:w="8771" w:type="dxa"/>
            <w:tcBorders>
              <w:top w:val="single" w:sz="6" w:space="0" w:color="78A22F" w:themeColor="accent1"/>
              <w:left w:val="nil"/>
              <w:bottom w:val="nil"/>
              <w:right w:val="nil"/>
            </w:tcBorders>
            <w:shd w:val="clear" w:color="auto" w:fill="auto"/>
          </w:tcPr>
          <w:p w:rsidR="00182DD4" w:rsidRPr="0052457D" w:rsidRDefault="00182DD4" w:rsidP="00790681">
            <w:pPr>
              <w:pStyle w:val="TableTitle"/>
              <w:ind w:left="1304" w:hanging="1304"/>
            </w:pPr>
            <w:r w:rsidRPr="0052457D">
              <w:rPr>
                <w:b w:val="0"/>
              </w:rPr>
              <w:t>Table 2.</w:t>
            </w:r>
            <w:r w:rsidR="00C87DBB">
              <w:rPr>
                <w:b w:val="0"/>
                <w:noProof/>
              </w:rPr>
              <w:t>3</w:t>
            </w:r>
            <w:r w:rsidRPr="0052457D">
              <w:tab/>
            </w:r>
            <w:r w:rsidRPr="008A1584">
              <w:t>Aboriginal and Torres Strait Islander</w:t>
            </w:r>
            <w:r w:rsidRPr="008A1584">
              <w:rPr>
                <w:szCs w:val="20"/>
              </w:rPr>
              <w:t xml:space="preserve"> Australians’</w:t>
            </w:r>
            <w:r w:rsidRPr="0052457D">
              <w:t xml:space="preserve"> deaths, main causes and standardised mortality ratios, 2004–2008</w:t>
            </w:r>
            <w:r w:rsidRPr="0052457D">
              <w:rPr>
                <w:position w:val="6"/>
                <w:sz w:val="18"/>
              </w:rPr>
              <w:t>a, b, c</w:t>
            </w:r>
          </w:p>
        </w:tc>
      </w:tr>
      <w:tr w:rsidR="00182DD4" w:rsidRPr="0052457D" w:rsidTr="0017519E">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937"/>
              <w:gridCol w:w="900"/>
              <w:gridCol w:w="961"/>
              <w:gridCol w:w="711"/>
              <w:gridCol w:w="283"/>
              <w:gridCol w:w="991"/>
              <w:gridCol w:w="991"/>
              <w:gridCol w:w="713"/>
            </w:tblGrid>
            <w:tr w:rsidR="00182DD4" w:rsidRPr="0052457D" w:rsidTr="00167E2F">
              <w:tc>
                <w:tcPr>
                  <w:tcW w:w="1730" w:type="pct"/>
                  <w:tcBorders>
                    <w:top w:val="single" w:sz="6" w:space="0" w:color="BFBFBF"/>
                    <w:bottom w:val="single" w:sz="6" w:space="0" w:color="BFBFBF"/>
                  </w:tcBorders>
                  <w:shd w:val="clear" w:color="auto" w:fill="auto"/>
                  <w:tcMar>
                    <w:top w:w="28" w:type="dxa"/>
                  </w:tcMar>
                </w:tcPr>
                <w:p w:rsidR="00182DD4" w:rsidRPr="0052457D" w:rsidRDefault="00182DD4" w:rsidP="0017519E">
                  <w:pPr>
                    <w:pStyle w:val="TableColumnHeading"/>
                    <w:jc w:val="left"/>
                  </w:pPr>
                </w:p>
              </w:tc>
              <w:tc>
                <w:tcPr>
                  <w:tcW w:w="1515" w:type="pct"/>
                  <w:gridSpan w:val="3"/>
                  <w:tcBorders>
                    <w:top w:val="single" w:sz="6" w:space="0" w:color="BFBFBF"/>
                    <w:bottom w:val="single" w:sz="6" w:space="0" w:color="BFBFBF"/>
                  </w:tcBorders>
                </w:tcPr>
                <w:p w:rsidR="00182DD4" w:rsidRPr="0052457D" w:rsidRDefault="00182DD4" w:rsidP="0017519E">
                  <w:pPr>
                    <w:pStyle w:val="TableColumnHeading"/>
                    <w:jc w:val="center"/>
                  </w:pPr>
                  <w:r w:rsidRPr="0052457D">
                    <w:t>Male</w:t>
                  </w:r>
                </w:p>
              </w:tc>
              <w:tc>
                <w:tcPr>
                  <w:tcW w:w="167" w:type="pct"/>
                  <w:tcBorders>
                    <w:top w:val="single" w:sz="6" w:space="0" w:color="BFBFBF"/>
                    <w:bottom w:val="single" w:sz="6" w:space="0" w:color="BFBFBF"/>
                  </w:tcBorders>
                </w:tcPr>
                <w:p w:rsidR="00182DD4" w:rsidRPr="0052457D" w:rsidRDefault="00182DD4" w:rsidP="0017519E">
                  <w:pPr>
                    <w:pStyle w:val="TableColumnHeading"/>
                  </w:pPr>
                </w:p>
              </w:tc>
              <w:tc>
                <w:tcPr>
                  <w:tcW w:w="1588" w:type="pct"/>
                  <w:gridSpan w:val="3"/>
                  <w:tcBorders>
                    <w:top w:val="single" w:sz="6" w:space="0" w:color="BFBFBF"/>
                    <w:bottom w:val="single" w:sz="6" w:space="0" w:color="BFBFBF"/>
                  </w:tcBorders>
                </w:tcPr>
                <w:p w:rsidR="00182DD4" w:rsidRPr="0052457D" w:rsidRDefault="00182DD4" w:rsidP="0017519E">
                  <w:pPr>
                    <w:pStyle w:val="TableColumnHeading"/>
                    <w:ind w:right="28"/>
                    <w:jc w:val="center"/>
                  </w:pPr>
                  <w:r w:rsidRPr="0052457D">
                    <w:t>Female</w:t>
                  </w:r>
                </w:p>
              </w:tc>
            </w:tr>
            <w:tr w:rsidR="00182DD4" w:rsidRPr="0052457D" w:rsidTr="005D62DA">
              <w:tc>
                <w:tcPr>
                  <w:tcW w:w="1730" w:type="pct"/>
                  <w:tcBorders>
                    <w:top w:val="single" w:sz="6" w:space="0" w:color="BFBFBF"/>
                  </w:tcBorders>
                </w:tcPr>
                <w:p w:rsidR="00182DD4" w:rsidRPr="0052457D" w:rsidRDefault="00182DD4" w:rsidP="0017519E">
                  <w:pPr>
                    <w:pStyle w:val="TableUnitsRow"/>
                    <w:jc w:val="left"/>
                  </w:pPr>
                </w:p>
              </w:tc>
              <w:tc>
                <w:tcPr>
                  <w:tcW w:w="530" w:type="pct"/>
                  <w:tcBorders>
                    <w:top w:val="single" w:sz="6" w:space="0" w:color="BFBFBF"/>
                  </w:tcBorders>
                </w:tcPr>
                <w:p w:rsidR="00182DD4" w:rsidRPr="0052457D" w:rsidRDefault="00182DD4" w:rsidP="001E414C">
                  <w:pPr>
                    <w:pStyle w:val="TableColumnHeading"/>
                  </w:pPr>
                  <w:r w:rsidRPr="0052457D">
                    <w:t>Observed</w:t>
                  </w:r>
                  <w:r w:rsidRPr="0052457D">
                    <w:br/>
                    <w:t>deaths</w:t>
                  </w:r>
                </w:p>
              </w:tc>
              <w:tc>
                <w:tcPr>
                  <w:tcW w:w="566" w:type="pct"/>
                  <w:tcBorders>
                    <w:top w:val="single" w:sz="6" w:space="0" w:color="BFBFBF"/>
                  </w:tcBorders>
                </w:tcPr>
                <w:p w:rsidR="00182DD4" w:rsidRPr="0052457D" w:rsidRDefault="00182DD4" w:rsidP="001E414C">
                  <w:pPr>
                    <w:pStyle w:val="TableColumnHeading"/>
                  </w:pPr>
                  <w:r w:rsidRPr="0052457D">
                    <w:t>Expected</w:t>
                  </w:r>
                  <w:r w:rsidRPr="0052457D">
                    <w:br/>
                    <w:t>deaths</w:t>
                  </w:r>
                </w:p>
              </w:tc>
              <w:tc>
                <w:tcPr>
                  <w:tcW w:w="419" w:type="pct"/>
                  <w:tcBorders>
                    <w:top w:val="single" w:sz="6" w:space="0" w:color="BFBFBF"/>
                  </w:tcBorders>
                </w:tcPr>
                <w:p w:rsidR="00182DD4" w:rsidRPr="0052457D" w:rsidRDefault="00182DD4" w:rsidP="001E414C">
                  <w:pPr>
                    <w:pStyle w:val="TableColumnHeading"/>
                  </w:pPr>
                  <w:r w:rsidRPr="0052457D">
                    <w:br/>
                  </w:r>
                  <w:proofErr w:type="spellStart"/>
                  <w:r w:rsidRPr="0052457D">
                    <w:t>SMR</w:t>
                  </w:r>
                  <w:proofErr w:type="spellEnd"/>
                </w:p>
              </w:tc>
              <w:tc>
                <w:tcPr>
                  <w:tcW w:w="167" w:type="pct"/>
                  <w:tcBorders>
                    <w:top w:val="single" w:sz="6" w:space="0" w:color="BFBFBF"/>
                  </w:tcBorders>
                </w:tcPr>
                <w:p w:rsidR="00182DD4" w:rsidRPr="0052457D" w:rsidRDefault="00182DD4" w:rsidP="0017519E">
                  <w:pPr>
                    <w:pStyle w:val="TableUnitsRow"/>
                  </w:pPr>
                </w:p>
              </w:tc>
              <w:tc>
                <w:tcPr>
                  <w:tcW w:w="584" w:type="pct"/>
                  <w:tcBorders>
                    <w:top w:val="single" w:sz="6" w:space="0" w:color="BFBFBF"/>
                  </w:tcBorders>
                </w:tcPr>
                <w:p w:rsidR="00182DD4" w:rsidRPr="0052457D" w:rsidRDefault="00182DD4" w:rsidP="001E414C">
                  <w:pPr>
                    <w:pStyle w:val="TableColumnHeading"/>
                  </w:pPr>
                  <w:r w:rsidRPr="0052457D">
                    <w:t>Observed</w:t>
                  </w:r>
                  <w:r w:rsidRPr="0052457D">
                    <w:br/>
                    <w:t>deaths</w:t>
                  </w:r>
                </w:p>
              </w:tc>
              <w:tc>
                <w:tcPr>
                  <w:tcW w:w="584" w:type="pct"/>
                  <w:tcBorders>
                    <w:top w:val="single" w:sz="6" w:space="0" w:color="BFBFBF"/>
                  </w:tcBorders>
                </w:tcPr>
                <w:p w:rsidR="00182DD4" w:rsidRPr="0052457D" w:rsidRDefault="00182DD4" w:rsidP="001E414C">
                  <w:pPr>
                    <w:pStyle w:val="TableColumnHeading"/>
                  </w:pPr>
                  <w:r w:rsidRPr="0052457D">
                    <w:t>Expected</w:t>
                  </w:r>
                  <w:r w:rsidRPr="0052457D">
                    <w:br/>
                    <w:t>deaths</w:t>
                  </w:r>
                </w:p>
              </w:tc>
              <w:tc>
                <w:tcPr>
                  <w:tcW w:w="420" w:type="pct"/>
                  <w:tcBorders>
                    <w:top w:val="single" w:sz="6" w:space="0" w:color="BFBFBF"/>
                  </w:tcBorders>
                </w:tcPr>
                <w:p w:rsidR="00182DD4" w:rsidRPr="0052457D" w:rsidRDefault="00182DD4" w:rsidP="001E414C">
                  <w:pPr>
                    <w:pStyle w:val="TableColumnHeading"/>
                  </w:pPr>
                  <w:r w:rsidRPr="0052457D">
                    <w:br/>
                  </w:r>
                  <w:proofErr w:type="spellStart"/>
                  <w:r w:rsidRPr="0052457D">
                    <w:t>SMR</w:t>
                  </w:r>
                  <w:proofErr w:type="spellEnd"/>
                </w:p>
              </w:tc>
            </w:tr>
            <w:tr w:rsidR="00182DD4" w:rsidRPr="0052457D" w:rsidTr="00851036">
              <w:tc>
                <w:tcPr>
                  <w:tcW w:w="1730" w:type="pct"/>
                </w:tcPr>
                <w:p w:rsidR="00182DD4" w:rsidRPr="0052457D" w:rsidRDefault="00182DD4" w:rsidP="001E414C">
                  <w:pPr>
                    <w:pStyle w:val="TableBodyText"/>
                    <w:ind w:left="142" w:hanging="136"/>
                    <w:jc w:val="left"/>
                  </w:pPr>
                  <w:r w:rsidRPr="0052457D">
                    <w:t>Diseases of the circulatory system</w:t>
                  </w:r>
                </w:p>
              </w:tc>
              <w:tc>
                <w:tcPr>
                  <w:tcW w:w="530" w:type="pct"/>
                </w:tcPr>
                <w:p w:rsidR="00182DD4" w:rsidRPr="0052457D" w:rsidRDefault="00182DD4" w:rsidP="001E414C">
                  <w:pPr>
                    <w:pStyle w:val="TableBodyText"/>
                  </w:pPr>
                  <w:r w:rsidRPr="0052457D">
                    <w:t>321</w:t>
                  </w:r>
                </w:p>
              </w:tc>
              <w:tc>
                <w:tcPr>
                  <w:tcW w:w="566" w:type="pct"/>
                </w:tcPr>
                <w:p w:rsidR="00182DD4" w:rsidRPr="0052457D" w:rsidRDefault="00182DD4" w:rsidP="001E414C">
                  <w:pPr>
                    <w:pStyle w:val="TableBodyText"/>
                  </w:pPr>
                  <w:r w:rsidRPr="0052457D">
                    <w:t>107</w:t>
                  </w:r>
                </w:p>
              </w:tc>
              <w:tc>
                <w:tcPr>
                  <w:tcW w:w="419" w:type="pct"/>
                </w:tcPr>
                <w:p w:rsidR="00182DD4" w:rsidRPr="0052457D" w:rsidRDefault="00182DD4" w:rsidP="001E414C">
                  <w:pPr>
                    <w:pStyle w:val="TableBodyText"/>
                  </w:pPr>
                  <w:r w:rsidRPr="0052457D">
                    <w:t>3.0</w:t>
                  </w:r>
                </w:p>
              </w:tc>
              <w:tc>
                <w:tcPr>
                  <w:tcW w:w="167" w:type="pct"/>
                </w:tcPr>
                <w:p w:rsidR="00182DD4" w:rsidRPr="0052457D" w:rsidRDefault="00182DD4" w:rsidP="0017519E">
                  <w:pPr>
                    <w:pStyle w:val="TableBodyText"/>
                  </w:pPr>
                </w:p>
              </w:tc>
              <w:tc>
                <w:tcPr>
                  <w:tcW w:w="584" w:type="pct"/>
                </w:tcPr>
                <w:p w:rsidR="00182DD4" w:rsidRPr="0052457D" w:rsidRDefault="00182DD4" w:rsidP="001E414C">
                  <w:pPr>
                    <w:pStyle w:val="TableBodyText"/>
                  </w:pPr>
                  <w:r w:rsidRPr="0052457D">
                    <w:t>260</w:t>
                  </w:r>
                </w:p>
              </w:tc>
              <w:tc>
                <w:tcPr>
                  <w:tcW w:w="584" w:type="pct"/>
                </w:tcPr>
                <w:p w:rsidR="00182DD4" w:rsidRPr="0052457D" w:rsidRDefault="00182DD4" w:rsidP="001E414C">
                  <w:pPr>
                    <w:pStyle w:val="TableBodyText"/>
                  </w:pPr>
                  <w:r w:rsidRPr="0052457D">
                    <w:t>148</w:t>
                  </w:r>
                </w:p>
              </w:tc>
              <w:tc>
                <w:tcPr>
                  <w:tcW w:w="420" w:type="pct"/>
                </w:tcPr>
                <w:p w:rsidR="00182DD4" w:rsidRPr="0052457D" w:rsidRDefault="00182DD4" w:rsidP="001E414C">
                  <w:pPr>
                    <w:pStyle w:val="TableBodyText"/>
                    <w:ind w:right="28"/>
                  </w:pPr>
                  <w:r w:rsidRPr="0052457D">
                    <w:t>1.8</w:t>
                  </w:r>
                </w:p>
              </w:tc>
            </w:tr>
            <w:tr w:rsidR="00182DD4" w:rsidRPr="0052457D" w:rsidTr="00851036">
              <w:tc>
                <w:tcPr>
                  <w:tcW w:w="1730" w:type="pct"/>
                </w:tcPr>
                <w:p w:rsidR="00182DD4" w:rsidRPr="0052457D" w:rsidRDefault="00182DD4" w:rsidP="001E414C">
                  <w:pPr>
                    <w:pStyle w:val="TableBodyText"/>
                    <w:ind w:left="142" w:hanging="136"/>
                    <w:jc w:val="left"/>
                  </w:pPr>
                  <w:r w:rsidRPr="0052457D">
                    <w:t>Neoplasms</w:t>
                  </w:r>
                </w:p>
              </w:tc>
              <w:tc>
                <w:tcPr>
                  <w:tcW w:w="530" w:type="pct"/>
                </w:tcPr>
                <w:p w:rsidR="00182DD4" w:rsidRPr="0052457D" w:rsidRDefault="00182DD4" w:rsidP="001E414C">
                  <w:pPr>
                    <w:pStyle w:val="TableBodyText"/>
                  </w:pPr>
                  <w:r w:rsidRPr="0052457D">
                    <w:t>200</w:t>
                  </w:r>
                </w:p>
              </w:tc>
              <w:tc>
                <w:tcPr>
                  <w:tcW w:w="566" w:type="pct"/>
                </w:tcPr>
                <w:p w:rsidR="00182DD4" w:rsidRPr="0052457D" w:rsidRDefault="00182DD4" w:rsidP="001E414C">
                  <w:pPr>
                    <w:pStyle w:val="TableBodyText"/>
                  </w:pPr>
                  <w:r w:rsidRPr="0052457D">
                    <w:t>120</w:t>
                  </w:r>
                </w:p>
              </w:tc>
              <w:tc>
                <w:tcPr>
                  <w:tcW w:w="419" w:type="pct"/>
                </w:tcPr>
                <w:p w:rsidR="00182DD4" w:rsidRPr="0052457D" w:rsidRDefault="00182DD4" w:rsidP="001E414C">
                  <w:pPr>
                    <w:pStyle w:val="TableBodyText"/>
                  </w:pPr>
                  <w:r w:rsidRPr="0052457D">
                    <w:t>1.7</w:t>
                  </w:r>
                </w:p>
              </w:tc>
              <w:tc>
                <w:tcPr>
                  <w:tcW w:w="167" w:type="pct"/>
                </w:tcPr>
                <w:p w:rsidR="00182DD4" w:rsidRPr="0052457D" w:rsidRDefault="00182DD4" w:rsidP="0017519E">
                  <w:pPr>
                    <w:pStyle w:val="TableBodyText"/>
                  </w:pPr>
                </w:p>
              </w:tc>
              <w:tc>
                <w:tcPr>
                  <w:tcW w:w="584" w:type="pct"/>
                </w:tcPr>
                <w:p w:rsidR="00182DD4" w:rsidRPr="0052457D" w:rsidRDefault="00182DD4" w:rsidP="001E414C">
                  <w:pPr>
                    <w:pStyle w:val="TableBodyText"/>
                  </w:pPr>
                  <w:r w:rsidRPr="0052457D">
                    <w:t>191</w:t>
                  </w:r>
                </w:p>
              </w:tc>
              <w:tc>
                <w:tcPr>
                  <w:tcW w:w="584" w:type="pct"/>
                </w:tcPr>
                <w:p w:rsidR="00182DD4" w:rsidRPr="0052457D" w:rsidRDefault="00182DD4" w:rsidP="001E414C">
                  <w:pPr>
                    <w:pStyle w:val="TableBodyText"/>
                  </w:pPr>
                  <w:r w:rsidRPr="0052457D">
                    <w:t>150</w:t>
                  </w:r>
                </w:p>
              </w:tc>
              <w:tc>
                <w:tcPr>
                  <w:tcW w:w="420" w:type="pct"/>
                </w:tcPr>
                <w:p w:rsidR="00182DD4" w:rsidRPr="0052457D" w:rsidRDefault="00182DD4" w:rsidP="001E414C">
                  <w:pPr>
                    <w:pStyle w:val="TableBodyText"/>
                    <w:ind w:right="28"/>
                  </w:pPr>
                  <w:r w:rsidRPr="0052457D">
                    <w:t>1.3</w:t>
                  </w:r>
                </w:p>
              </w:tc>
            </w:tr>
            <w:tr w:rsidR="00182DD4" w:rsidRPr="0052457D" w:rsidTr="00851036">
              <w:tc>
                <w:tcPr>
                  <w:tcW w:w="1730" w:type="pct"/>
                </w:tcPr>
                <w:p w:rsidR="00182DD4" w:rsidRPr="0052457D" w:rsidRDefault="00182DD4" w:rsidP="001E414C">
                  <w:pPr>
                    <w:pStyle w:val="TableBodyText"/>
                    <w:ind w:left="142" w:hanging="136"/>
                    <w:jc w:val="left"/>
                  </w:pPr>
                  <w:r w:rsidRPr="0052457D">
                    <w:t>External causes</w:t>
                  </w:r>
                </w:p>
              </w:tc>
              <w:tc>
                <w:tcPr>
                  <w:tcW w:w="530" w:type="pct"/>
                </w:tcPr>
                <w:p w:rsidR="00182DD4" w:rsidRPr="0052457D" w:rsidRDefault="00182DD4" w:rsidP="001E414C">
                  <w:pPr>
                    <w:pStyle w:val="TableBodyText"/>
                  </w:pPr>
                  <w:r w:rsidRPr="0052457D">
                    <w:t>225</w:t>
                  </w:r>
                </w:p>
              </w:tc>
              <w:tc>
                <w:tcPr>
                  <w:tcW w:w="566" w:type="pct"/>
                </w:tcPr>
                <w:p w:rsidR="00182DD4" w:rsidRPr="0052457D" w:rsidRDefault="00182DD4" w:rsidP="001E414C">
                  <w:pPr>
                    <w:pStyle w:val="TableBodyText"/>
                  </w:pPr>
                  <w:r w:rsidRPr="0052457D">
                    <w:t>61</w:t>
                  </w:r>
                </w:p>
              </w:tc>
              <w:tc>
                <w:tcPr>
                  <w:tcW w:w="419" w:type="pct"/>
                </w:tcPr>
                <w:p w:rsidR="00182DD4" w:rsidRPr="0052457D" w:rsidRDefault="00182DD4" w:rsidP="001E414C">
                  <w:pPr>
                    <w:pStyle w:val="TableBodyText"/>
                  </w:pPr>
                  <w:r w:rsidRPr="0052457D">
                    <w:t>3.7</w:t>
                  </w:r>
                </w:p>
              </w:tc>
              <w:tc>
                <w:tcPr>
                  <w:tcW w:w="167" w:type="pct"/>
                </w:tcPr>
                <w:p w:rsidR="00182DD4" w:rsidRPr="0052457D" w:rsidRDefault="00182DD4" w:rsidP="0017519E">
                  <w:pPr>
                    <w:pStyle w:val="TableBodyText"/>
                  </w:pPr>
                </w:p>
              </w:tc>
              <w:tc>
                <w:tcPr>
                  <w:tcW w:w="584" w:type="pct"/>
                </w:tcPr>
                <w:p w:rsidR="00182DD4" w:rsidRPr="0052457D" w:rsidRDefault="00182DD4" w:rsidP="001E414C">
                  <w:pPr>
                    <w:pStyle w:val="TableBodyText"/>
                  </w:pPr>
                  <w:r w:rsidRPr="0052457D">
                    <w:t>98</w:t>
                  </w:r>
                </w:p>
              </w:tc>
              <w:tc>
                <w:tcPr>
                  <w:tcW w:w="584" w:type="pct"/>
                </w:tcPr>
                <w:p w:rsidR="00182DD4" w:rsidRPr="0052457D" w:rsidRDefault="00182DD4" w:rsidP="001E414C">
                  <w:pPr>
                    <w:pStyle w:val="TableBodyText"/>
                  </w:pPr>
                  <w:r w:rsidRPr="0052457D">
                    <w:t>64</w:t>
                  </w:r>
                </w:p>
              </w:tc>
              <w:tc>
                <w:tcPr>
                  <w:tcW w:w="420" w:type="pct"/>
                </w:tcPr>
                <w:p w:rsidR="00182DD4" w:rsidRPr="0052457D" w:rsidRDefault="00182DD4" w:rsidP="001E414C">
                  <w:pPr>
                    <w:pStyle w:val="TableBodyText"/>
                    <w:ind w:right="28"/>
                  </w:pPr>
                  <w:r w:rsidRPr="0052457D">
                    <w:t>1.5</w:t>
                  </w:r>
                </w:p>
              </w:tc>
            </w:tr>
            <w:tr w:rsidR="00182DD4" w:rsidRPr="0052457D" w:rsidTr="00851036">
              <w:tc>
                <w:tcPr>
                  <w:tcW w:w="1730" w:type="pct"/>
                </w:tcPr>
                <w:p w:rsidR="00182DD4" w:rsidRPr="0052457D" w:rsidRDefault="00182DD4" w:rsidP="001E414C">
                  <w:pPr>
                    <w:pStyle w:val="TableBodyText"/>
                    <w:ind w:left="142" w:hanging="136"/>
                    <w:jc w:val="left"/>
                  </w:pPr>
                  <w:r w:rsidRPr="0052457D">
                    <w:t>Endocrine, metabolic and nutritional disorders</w:t>
                  </w:r>
                </w:p>
              </w:tc>
              <w:tc>
                <w:tcPr>
                  <w:tcW w:w="530" w:type="pct"/>
                </w:tcPr>
                <w:p w:rsidR="00182DD4" w:rsidRPr="0052457D" w:rsidRDefault="00182DD4" w:rsidP="001E414C">
                  <w:pPr>
                    <w:pStyle w:val="TableBodyText"/>
                  </w:pPr>
                  <w:r w:rsidRPr="0052457D">
                    <w:t>86</w:t>
                  </w:r>
                </w:p>
              </w:tc>
              <w:tc>
                <w:tcPr>
                  <w:tcW w:w="566" w:type="pct"/>
                </w:tcPr>
                <w:p w:rsidR="00182DD4" w:rsidRPr="0052457D" w:rsidRDefault="00182DD4" w:rsidP="001E414C">
                  <w:pPr>
                    <w:pStyle w:val="TableBodyText"/>
                  </w:pPr>
                  <w:r w:rsidRPr="0052457D">
                    <w:t>12</w:t>
                  </w:r>
                </w:p>
              </w:tc>
              <w:tc>
                <w:tcPr>
                  <w:tcW w:w="419" w:type="pct"/>
                </w:tcPr>
                <w:p w:rsidR="00182DD4" w:rsidRPr="0052457D" w:rsidRDefault="00182DD4" w:rsidP="001E414C">
                  <w:pPr>
                    <w:pStyle w:val="TableBodyText"/>
                  </w:pPr>
                  <w:r w:rsidRPr="0052457D">
                    <w:t>7.2</w:t>
                  </w:r>
                </w:p>
              </w:tc>
              <w:tc>
                <w:tcPr>
                  <w:tcW w:w="167" w:type="pct"/>
                </w:tcPr>
                <w:p w:rsidR="00182DD4" w:rsidRPr="0052457D" w:rsidRDefault="00182DD4" w:rsidP="0017519E">
                  <w:pPr>
                    <w:pStyle w:val="TableBodyText"/>
                  </w:pPr>
                </w:p>
              </w:tc>
              <w:tc>
                <w:tcPr>
                  <w:tcW w:w="584" w:type="pct"/>
                </w:tcPr>
                <w:p w:rsidR="00182DD4" w:rsidRPr="0052457D" w:rsidRDefault="00182DD4" w:rsidP="001E414C">
                  <w:pPr>
                    <w:pStyle w:val="TableBodyText"/>
                  </w:pPr>
                  <w:r w:rsidRPr="0052457D">
                    <w:t>96</w:t>
                  </w:r>
                </w:p>
              </w:tc>
              <w:tc>
                <w:tcPr>
                  <w:tcW w:w="584" w:type="pct"/>
                </w:tcPr>
                <w:p w:rsidR="00182DD4" w:rsidRPr="0052457D" w:rsidRDefault="00182DD4" w:rsidP="001E414C">
                  <w:pPr>
                    <w:pStyle w:val="TableBodyText"/>
                  </w:pPr>
                  <w:r w:rsidRPr="0052457D">
                    <w:t>15</w:t>
                  </w:r>
                </w:p>
              </w:tc>
              <w:tc>
                <w:tcPr>
                  <w:tcW w:w="420" w:type="pct"/>
                </w:tcPr>
                <w:p w:rsidR="00182DD4" w:rsidRPr="0052457D" w:rsidRDefault="00182DD4" w:rsidP="001E414C">
                  <w:pPr>
                    <w:pStyle w:val="TableBodyText"/>
                    <w:ind w:right="28"/>
                  </w:pPr>
                  <w:r w:rsidRPr="0052457D">
                    <w:t>6.4</w:t>
                  </w:r>
                </w:p>
              </w:tc>
            </w:tr>
            <w:tr w:rsidR="00182DD4" w:rsidRPr="0052457D" w:rsidTr="00851036">
              <w:tc>
                <w:tcPr>
                  <w:tcW w:w="1730" w:type="pct"/>
                </w:tcPr>
                <w:p w:rsidR="00182DD4" w:rsidRPr="0052457D" w:rsidRDefault="00182DD4" w:rsidP="001E414C">
                  <w:pPr>
                    <w:pStyle w:val="TableBodyText"/>
                    <w:ind w:left="142" w:hanging="136"/>
                    <w:jc w:val="left"/>
                  </w:pPr>
                  <w:r w:rsidRPr="0052457D">
                    <w:t>Diseases of the respiratory system</w:t>
                  </w:r>
                </w:p>
              </w:tc>
              <w:tc>
                <w:tcPr>
                  <w:tcW w:w="530" w:type="pct"/>
                </w:tcPr>
                <w:p w:rsidR="00182DD4" w:rsidRPr="0052457D" w:rsidRDefault="00182DD4" w:rsidP="001E414C">
                  <w:pPr>
                    <w:pStyle w:val="TableBodyText"/>
                  </w:pPr>
                  <w:r w:rsidRPr="0052457D">
                    <w:t>94</w:t>
                  </w:r>
                </w:p>
              </w:tc>
              <w:tc>
                <w:tcPr>
                  <w:tcW w:w="566" w:type="pct"/>
                </w:tcPr>
                <w:p w:rsidR="00182DD4" w:rsidRPr="0052457D" w:rsidRDefault="00182DD4" w:rsidP="001E414C">
                  <w:pPr>
                    <w:pStyle w:val="TableBodyText"/>
                  </w:pPr>
                  <w:r w:rsidRPr="0052457D">
                    <w:t>24</w:t>
                  </w:r>
                </w:p>
              </w:tc>
              <w:tc>
                <w:tcPr>
                  <w:tcW w:w="419" w:type="pct"/>
                </w:tcPr>
                <w:p w:rsidR="00182DD4" w:rsidRPr="0052457D" w:rsidRDefault="00182DD4" w:rsidP="001E414C">
                  <w:pPr>
                    <w:pStyle w:val="TableBodyText"/>
                  </w:pPr>
                  <w:r w:rsidRPr="0052457D">
                    <w:t>3.9</w:t>
                  </w:r>
                </w:p>
              </w:tc>
              <w:tc>
                <w:tcPr>
                  <w:tcW w:w="167" w:type="pct"/>
                </w:tcPr>
                <w:p w:rsidR="00182DD4" w:rsidRPr="0052457D" w:rsidRDefault="00182DD4" w:rsidP="0017519E">
                  <w:pPr>
                    <w:pStyle w:val="TableBodyText"/>
                  </w:pPr>
                </w:p>
              </w:tc>
              <w:tc>
                <w:tcPr>
                  <w:tcW w:w="584" w:type="pct"/>
                </w:tcPr>
                <w:p w:rsidR="00182DD4" w:rsidRPr="0052457D" w:rsidRDefault="00182DD4" w:rsidP="001E414C">
                  <w:pPr>
                    <w:pStyle w:val="TableBodyText"/>
                  </w:pPr>
                  <w:r w:rsidRPr="0052457D">
                    <w:t>96</w:t>
                  </w:r>
                </w:p>
              </w:tc>
              <w:tc>
                <w:tcPr>
                  <w:tcW w:w="584" w:type="pct"/>
                </w:tcPr>
                <w:p w:rsidR="00182DD4" w:rsidRPr="0052457D" w:rsidRDefault="00182DD4" w:rsidP="001E414C">
                  <w:pPr>
                    <w:pStyle w:val="TableBodyText"/>
                  </w:pPr>
                  <w:r w:rsidRPr="0052457D">
                    <w:t>33</w:t>
                  </w:r>
                </w:p>
              </w:tc>
              <w:tc>
                <w:tcPr>
                  <w:tcW w:w="420" w:type="pct"/>
                </w:tcPr>
                <w:p w:rsidR="00182DD4" w:rsidRPr="0052457D" w:rsidRDefault="00182DD4" w:rsidP="001E414C">
                  <w:pPr>
                    <w:pStyle w:val="TableBodyText"/>
                    <w:ind w:right="28"/>
                  </w:pPr>
                  <w:r w:rsidRPr="0052457D">
                    <w:t>2.3</w:t>
                  </w:r>
                </w:p>
              </w:tc>
            </w:tr>
            <w:tr w:rsidR="00182DD4" w:rsidRPr="0052457D" w:rsidTr="00851036">
              <w:tc>
                <w:tcPr>
                  <w:tcW w:w="1730" w:type="pct"/>
                </w:tcPr>
                <w:p w:rsidR="00182DD4" w:rsidRPr="0052457D" w:rsidRDefault="00182DD4" w:rsidP="001E414C">
                  <w:pPr>
                    <w:pStyle w:val="TableBodyText"/>
                    <w:ind w:left="142" w:hanging="136"/>
                    <w:jc w:val="left"/>
                  </w:pPr>
                  <w:r w:rsidRPr="0052457D">
                    <w:t>Diseases of the digestive system</w:t>
                  </w:r>
                </w:p>
              </w:tc>
              <w:tc>
                <w:tcPr>
                  <w:tcW w:w="530" w:type="pct"/>
                </w:tcPr>
                <w:p w:rsidR="00182DD4" w:rsidRPr="0052457D" w:rsidRDefault="00182DD4" w:rsidP="001E414C">
                  <w:pPr>
                    <w:pStyle w:val="TableBodyText"/>
                  </w:pPr>
                  <w:r w:rsidRPr="0052457D">
                    <w:t>70</w:t>
                  </w:r>
                </w:p>
              </w:tc>
              <w:tc>
                <w:tcPr>
                  <w:tcW w:w="566" w:type="pct"/>
                </w:tcPr>
                <w:p w:rsidR="00182DD4" w:rsidRPr="0052457D" w:rsidRDefault="00182DD4" w:rsidP="001E414C">
                  <w:pPr>
                    <w:pStyle w:val="TableBodyText"/>
                  </w:pPr>
                  <w:r w:rsidRPr="0052457D">
                    <w:t>11</w:t>
                  </w:r>
                </w:p>
              </w:tc>
              <w:tc>
                <w:tcPr>
                  <w:tcW w:w="419" w:type="pct"/>
                </w:tcPr>
                <w:p w:rsidR="00182DD4" w:rsidRPr="0052457D" w:rsidRDefault="00182DD4" w:rsidP="001E414C">
                  <w:pPr>
                    <w:pStyle w:val="TableBodyText"/>
                  </w:pPr>
                  <w:r w:rsidRPr="0052457D">
                    <w:t>6.4</w:t>
                  </w:r>
                </w:p>
              </w:tc>
              <w:tc>
                <w:tcPr>
                  <w:tcW w:w="167" w:type="pct"/>
                </w:tcPr>
                <w:p w:rsidR="00182DD4" w:rsidRPr="0052457D" w:rsidRDefault="00182DD4" w:rsidP="0017519E">
                  <w:pPr>
                    <w:pStyle w:val="TableBodyText"/>
                  </w:pPr>
                </w:p>
              </w:tc>
              <w:tc>
                <w:tcPr>
                  <w:tcW w:w="584" w:type="pct"/>
                </w:tcPr>
                <w:p w:rsidR="00182DD4" w:rsidRPr="0052457D" w:rsidRDefault="00182DD4" w:rsidP="001E414C">
                  <w:pPr>
                    <w:pStyle w:val="TableBodyText"/>
                  </w:pPr>
                  <w:r w:rsidRPr="0052457D">
                    <w:t>76</w:t>
                  </w:r>
                </w:p>
              </w:tc>
              <w:tc>
                <w:tcPr>
                  <w:tcW w:w="584" w:type="pct"/>
                </w:tcPr>
                <w:p w:rsidR="00182DD4" w:rsidRPr="0052457D" w:rsidRDefault="00182DD4" w:rsidP="001E414C">
                  <w:pPr>
                    <w:pStyle w:val="TableBodyText"/>
                  </w:pPr>
                  <w:r w:rsidRPr="0052457D">
                    <w:t>14</w:t>
                  </w:r>
                </w:p>
              </w:tc>
              <w:tc>
                <w:tcPr>
                  <w:tcW w:w="420" w:type="pct"/>
                </w:tcPr>
                <w:p w:rsidR="00182DD4" w:rsidRPr="0052457D" w:rsidRDefault="00182DD4" w:rsidP="001E414C">
                  <w:pPr>
                    <w:pStyle w:val="TableBodyText"/>
                    <w:ind w:right="28"/>
                  </w:pPr>
                  <w:r w:rsidRPr="0052457D">
                    <w:t>4.2</w:t>
                  </w:r>
                </w:p>
              </w:tc>
            </w:tr>
            <w:tr w:rsidR="00182DD4" w:rsidRPr="0052457D" w:rsidTr="00851036">
              <w:tc>
                <w:tcPr>
                  <w:tcW w:w="1730" w:type="pct"/>
                </w:tcPr>
                <w:p w:rsidR="00182DD4" w:rsidRPr="0052457D" w:rsidRDefault="00182DD4" w:rsidP="001E414C">
                  <w:pPr>
                    <w:pStyle w:val="TableBodyText"/>
                    <w:ind w:left="142" w:hanging="136"/>
                    <w:jc w:val="left"/>
                  </w:pPr>
                  <w:r w:rsidRPr="0052457D">
                    <w:t>Diseases of the nervous system</w:t>
                  </w:r>
                </w:p>
              </w:tc>
              <w:tc>
                <w:tcPr>
                  <w:tcW w:w="530" w:type="pct"/>
                </w:tcPr>
                <w:p w:rsidR="00182DD4" w:rsidRPr="0052457D" w:rsidRDefault="00182DD4" w:rsidP="001E414C">
                  <w:pPr>
                    <w:pStyle w:val="TableBodyText"/>
                  </w:pPr>
                  <w:r w:rsidRPr="0052457D">
                    <w:t>33</w:t>
                  </w:r>
                </w:p>
              </w:tc>
              <w:tc>
                <w:tcPr>
                  <w:tcW w:w="566" w:type="pct"/>
                </w:tcPr>
                <w:p w:rsidR="00182DD4" w:rsidRPr="0052457D" w:rsidRDefault="00182DD4" w:rsidP="001E414C">
                  <w:pPr>
                    <w:pStyle w:val="TableBodyText"/>
                  </w:pPr>
                  <w:r w:rsidRPr="0052457D">
                    <w:t>13</w:t>
                  </w:r>
                </w:p>
              </w:tc>
              <w:tc>
                <w:tcPr>
                  <w:tcW w:w="419" w:type="pct"/>
                </w:tcPr>
                <w:p w:rsidR="00182DD4" w:rsidRPr="0052457D" w:rsidRDefault="00182DD4" w:rsidP="001E414C">
                  <w:pPr>
                    <w:pStyle w:val="TableBodyText"/>
                  </w:pPr>
                  <w:r w:rsidRPr="0052457D">
                    <w:t>2.5</w:t>
                  </w:r>
                </w:p>
              </w:tc>
              <w:tc>
                <w:tcPr>
                  <w:tcW w:w="167" w:type="pct"/>
                </w:tcPr>
                <w:p w:rsidR="00182DD4" w:rsidRPr="0052457D" w:rsidRDefault="00182DD4" w:rsidP="0017519E">
                  <w:pPr>
                    <w:pStyle w:val="TableBodyText"/>
                  </w:pPr>
                </w:p>
              </w:tc>
              <w:tc>
                <w:tcPr>
                  <w:tcW w:w="584" w:type="pct"/>
                </w:tcPr>
                <w:p w:rsidR="00182DD4" w:rsidRPr="0052457D" w:rsidRDefault="00182DD4" w:rsidP="001E414C">
                  <w:pPr>
                    <w:pStyle w:val="TableBodyText"/>
                  </w:pPr>
                  <w:r w:rsidRPr="0052457D">
                    <w:t>59</w:t>
                  </w:r>
                </w:p>
              </w:tc>
              <w:tc>
                <w:tcPr>
                  <w:tcW w:w="584" w:type="pct"/>
                </w:tcPr>
                <w:p w:rsidR="00182DD4" w:rsidRPr="0052457D" w:rsidRDefault="00182DD4" w:rsidP="001E414C">
                  <w:pPr>
                    <w:pStyle w:val="TableBodyText"/>
                  </w:pPr>
                  <w:r w:rsidRPr="0052457D">
                    <w:t>16</w:t>
                  </w:r>
                </w:p>
              </w:tc>
              <w:tc>
                <w:tcPr>
                  <w:tcW w:w="420" w:type="pct"/>
                </w:tcPr>
                <w:p w:rsidR="00182DD4" w:rsidRPr="0052457D" w:rsidRDefault="00182DD4" w:rsidP="001E414C">
                  <w:pPr>
                    <w:pStyle w:val="TableBodyText"/>
                    <w:ind w:right="28"/>
                  </w:pPr>
                  <w:r w:rsidRPr="0052457D">
                    <w:t>1.3</w:t>
                  </w:r>
                </w:p>
              </w:tc>
            </w:tr>
            <w:tr w:rsidR="00182DD4" w:rsidRPr="0052457D" w:rsidTr="00851036">
              <w:tc>
                <w:tcPr>
                  <w:tcW w:w="1730" w:type="pct"/>
                </w:tcPr>
                <w:p w:rsidR="00182DD4" w:rsidRPr="0052457D" w:rsidRDefault="00182DD4" w:rsidP="001E414C">
                  <w:pPr>
                    <w:pStyle w:val="TableBodyText"/>
                    <w:ind w:left="142" w:hanging="136"/>
                    <w:jc w:val="left"/>
                  </w:pPr>
                  <w:r w:rsidRPr="0052457D">
                    <w:t>Conditions originating in the perinatal period</w:t>
                  </w:r>
                </w:p>
              </w:tc>
              <w:tc>
                <w:tcPr>
                  <w:tcW w:w="530" w:type="pct"/>
                </w:tcPr>
                <w:p w:rsidR="00182DD4" w:rsidRPr="0052457D" w:rsidRDefault="00182DD4" w:rsidP="001E414C">
                  <w:pPr>
                    <w:pStyle w:val="TableBodyText"/>
                  </w:pPr>
                  <w:r w:rsidRPr="0052457D">
                    <w:t>31</w:t>
                  </w:r>
                </w:p>
              </w:tc>
              <w:tc>
                <w:tcPr>
                  <w:tcW w:w="566" w:type="pct"/>
                </w:tcPr>
                <w:p w:rsidR="00182DD4" w:rsidRPr="0052457D" w:rsidRDefault="00182DD4" w:rsidP="001E414C">
                  <w:pPr>
                    <w:pStyle w:val="TableBodyText"/>
                  </w:pPr>
                  <w:r w:rsidRPr="0052457D">
                    <w:t>14</w:t>
                  </w:r>
                </w:p>
              </w:tc>
              <w:tc>
                <w:tcPr>
                  <w:tcW w:w="419" w:type="pct"/>
                </w:tcPr>
                <w:p w:rsidR="00182DD4" w:rsidRPr="0052457D" w:rsidRDefault="00182DD4" w:rsidP="001E414C">
                  <w:pPr>
                    <w:pStyle w:val="TableBodyText"/>
                  </w:pPr>
                  <w:r w:rsidRPr="0052457D">
                    <w:t>2.2</w:t>
                  </w:r>
                </w:p>
              </w:tc>
              <w:tc>
                <w:tcPr>
                  <w:tcW w:w="167" w:type="pct"/>
                </w:tcPr>
                <w:p w:rsidR="00182DD4" w:rsidRPr="0052457D" w:rsidRDefault="00182DD4" w:rsidP="0017519E">
                  <w:pPr>
                    <w:pStyle w:val="TableBodyText"/>
                  </w:pPr>
                </w:p>
              </w:tc>
              <w:tc>
                <w:tcPr>
                  <w:tcW w:w="584" w:type="pct"/>
                </w:tcPr>
                <w:p w:rsidR="00182DD4" w:rsidRPr="0052457D" w:rsidRDefault="00182DD4" w:rsidP="001E414C">
                  <w:pPr>
                    <w:pStyle w:val="TableBodyText"/>
                  </w:pPr>
                  <w:r w:rsidRPr="0052457D">
                    <w:t>21</w:t>
                  </w:r>
                </w:p>
              </w:tc>
              <w:tc>
                <w:tcPr>
                  <w:tcW w:w="584" w:type="pct"/>
                </w:tcPr>
                <w:p w:rsidR="00182DD4" w:rsidRPr="0052457D" w:rsidRDefault="00182DD4" w:rsidP="001E414C">
                  <w:pPr>
                    <w:pStyle w:val="TableBodyText"/>
                  </w:pPr>
                  <w:r w:rsidRPr="0052457D">
                    <w:t>14</w:t>
                  </w:r>
                </w:p>
              </w:tc>
              <w:tc>
                <w:tcPr>
                  <w:tcW w:w="420" w:type="pct"/>
                </w:tcPr>
                <w:p w:rsidR="00182DD4" w:rsidRPr="0052457D" w:rsidRDefault="00182DD4" w:rsidP="001E414C">
                  <w:pPr>
                    <w:pStyle w:val="TableBodyText"/>
                    <w:ind w:right="28"/>
                  </w:pPr>
                  <w:r w:rsidRPr="0052457D">
                    <w:t>1.6</w:t>
                  </w:r>
                </w:p>
              </w:tc>
            </w:tr>
            <w:tr w:rsidR="00182DD4" w:rsidRPr="0052457D" w:rsidTr="00851036">
              <w:tc>
                <w:tcPr>
                  <w:tcW w:w="1730" w:type="pct"/>
                </w:tcPr>
                <w:p w:rsidR="00182DD4" w:rsidRPr="0052457D" w:rsidRDefault="00182DD4" w:rsidP="001E414C">
                  <w:pPr>
                    <w:pStyle w:val="TableBodyText"/>
                    <w:ind w:left="142" w:hanging="136"/>
                    <w:jc w:val="left"/>
                  </w:pPr>
                  <w:r w:rsidRPr="0052457D">
                    <w:t>Certain infectious and parasitic diseases</w:t>
                  </w:r>
                </w:p>
              </w:tc>
              <w:tc>
                <w:tcPr>
                  <w:tcW w:w="530" w:type="pct"/>
                </w:tcPr>
                <w:p w:rsidR="00182DD4" w:rsidRPr="0052457D" w:rsidRDefault="00182DD4" w:rsidP="001E414C">
                  <w:pPr>
                    <w:pStyle w:val="TableBodyText"/>
                  </w:pPr>
                  <w:r w:rsidRPr="0052457D">
                    <w:t>27</w:t>
                  </w:r>
                </w:p>
              </w:tc>
              <w:tc>
                <w:tcPr>
                  <w:tcW w:w="566" w:type="pct"/>
                </w:tcPr>
                <w:p w:rsidR="00182DD4" w:rsidRPr="0052457D" w:rsidRDefault="00182DD4" w:rsidP="001E414C">
                  <w:pPr>
                    <w:pStyle w:val="TableBodyText"/>
                  </w:pPr>
                  <w:r w:rsidRPr="0052457D">
                    <w:t>6</w:t>
                  </w:r>
                </w:p>
              </w:tc>
              <w:tc>
                <w:tcPr>
                  <w:tcW w:w="419" w:type="pct"/>
                </w:tcPr>
                <w:p w:rsidR="00182DD4" w:rsidRPr="0052457D" w:rsidRDefault="00182DD4" w:rsidP="001E414C">
                  <w:pPr>
                    <w:pStyle w:val="TableBodyText"/>
                  </w:pPr>
                  <w:r w:rsidRPr="0052457D">
                    <w:t>4.5</w:t>
                  </w:r>
                </w:p>
              </w:tc>
              <w:tc>
                <w:tcPr>
                  <w:tcW w:w="167" w:type="pct"/>
                </w:tcPr>
                <w:p w:rsidR="00182DD4" w:rsidRPr="0052457D" w:rsidRDefault="00182DD4" w:rsidP="0017519E">
                  <w:pPr>
                    <w:pStyle w:val="TableBodyText"/>
                  </w:pPr>
                </w:p>
              </w:tc>
              <w:tc>
                <w:tcPr>
                  <w:tcW w:w="584" w:type="pct"/>
                </w:tcPr>
                <w:p w:rsidR="00182DD4" w:rsidRPr="0052457D" w:rsidRDefault="00182DD4" w:rsidP="001E414C">
                  <w:pPr>
                    <w:pStyle w:val="TableBodyText"/>
                  </w:pPr>
                  <w:r w:rsidRPr="0052457D">
                    <w:t>22</w:t>
                  </w:r>
                </w:p>
              </w:tc>
              <w:tc>
                <w:tcPr>
                  <w:tcW w:w="584" w:type="pct"/>
                </w:tcPr>
                <w:p w:rsidR="00182DD4" w:rsidRPr="0052457D" w:rsidRDefault="00182DD4" w:rsidP="001E414C">
                  <w:pPr>
                    <w:pStyle w:val="TableBodyText"/>
                  </w:pPr>
                  <w:r w:rsidRPr="0052457D">
                    <w:t>7</w:t>
                  </w:r>
                </w:p>
              </w:tc>
              <w:tc>
                <w:tcPr>
                  <w:tcW w:w="420" w:type="pct"/>
                </w:tcPr>
                <w:p w:rsidR="00182DD4" w:rsidRPr="0052457D" w:rsidRDefault="00182DD4" w:rsidP="001E414C">
                  <w:pPr>
                    <w:pStyle w:val="TableBodyText"/>
                    <w:ind w:right="28"/>
                  </w:pPr>
                  <w:r w:rsidRPr="0052457D">
                    <w:t>3.1</w:t>
                  </w:r>
                </w:p>
              </w:tc>
            </w:tr>
            <w:tr w:rsidR="00182DD4" w:rsidRPr="0052457D" w:rsidTr="005D62DA">
              <w:tc>
                <w:tcPr>
                  <w:tcW w:w="1730" w:type="pct"/>
                  <w:tcBorders>
                    <w:bottom w:val="single" w:sz="6" w:space="0" w:color="BFBFBF"/>
                  </w:tcBorders>
                  <w:shd w:val="clear" w:color="auto" w:fill="auto"/>
                </w:tcPr>
                <w:p w:rsidR="00182DD4" w:rsidRPr="0052457D" w:rsidRDefault="00182DD4" w:rsidP="001E414C">
                  <w:pPr>
                    <w:pStyle w:val="TableBodyText"/>
                    <w:ind w:left="142" w:hanging="136"/>
                    <w:jc w:val="left"/>
                    <w:rPr>
                      <w:b/>
                    </w:rPr>
                  </w:pPr>
                  <w:r w:rsidRPr="0052457D">
                    <w:rPr>
                      <w:b/>
                    </w:rPr>
                    <w:t>All causes</w:t>
                  </w:r>
                </w:p>
              </w:tc>
              <w:tc>
                <w:tcPr>
                  <w:tcW w:w="530" w:type="pct"/>
                  <w:tcBorders>
                    <w:bottom w:val="single" w:sz="6" w:space="0" w:color="BFBFBF"/>
                  </w:tcBorders>
                </w:tcPr>
                <w:p w:rsidR="00182DD4" w:rsidRPr="0052457D" w:rsidRDefault="00182DD4" w:rsidP="001E414C">
                  <w:pPr>
                    <w:pStyle w:val="TableBodyText"/>
                    <w:rPr>
                      <w:b/>
                    </w:rPr>
                  </w:pPr>
                  <w:r w:rsidRPr="0052457D">
                    <w:rPr>
                      <w:b/>
                    </w:rPr>
                    <w:t>1 211</w:t>
                  </w:r>
                </w:p>
              </w:tc>
              <w:tc>
                <w:tcPr>
                  <w:tcW w:w="566" w:type="pct"/>
                  <w:tcBorders>
                    <w:bottom w:val="single" w:sz="6" w:space="0" w:color="BFBFBF"/>
                  </w:tcBorders>
                </w:tcPr>
                <w:p w:rsidR="00182DD4" w:rsidRPr="0052457D" w:rsidRDefault="00182DD4" w:rsidP="001E414C">
                  <w:pPr>
                    <w:pStyle w:val="TableBodyText"/>
                    <w:rPr>
                      <w:b/>
                    </w:rPr>
                  </w:pPr>
                  <w:r w:rsidRPr="0052457D">
                    <w:rPr>
                      <w:b/>
                    </w:rPr>
                    <w:t>397</w:t>
                  </w:r>
                </w:p>
              </w:tc>
              <w:tc>
                <w:tcPr>
                  <w:tcW w:w="419" w:type="pct"/>
                  <w:tcBorders>
                    <w:bottom w:val="single" w:sz="6" w:space="0" w:color="BFBFBF"/>
                  </w:tcBorders>
                </w:tcPr>
                <w:p w:rsidR="00182DD4" w:rsidRPr="0052457D" w:rsidRDefault="00182DD4" w:rsidP="001E414C">
                  <w:pPr>
                    <w:pStyle w:val="TableBodyText"/>
                    <w:rPr>
                      <w:b/>
                    </w:rPr>
                  </w:pPr>
                  <w:r w:rsidRPr="0052457D">
                    <w:rPr>
                      <w:b/>
                    </w:rPr>
                    <w:t>3.1</w:t>
                  </w:r>
                </w:p>
              </w:tc>
              <w:tc>
                <w:tcPr>
                  <w:tcW w:w="167" w:type="pct"/>
                  <w:tcBorders>
                    <w:bottom w:val="single" w:sz="6" w:space="0" w:color="BFBFBF"/>
                  </w:tcBorders>
                </w:tcPr>
                <w:p w:rsidR="00182DD4" w:rsidRPr="0052457D" w:rsidRDefault="00182DD4" w:rsidP="0017519E">
                  <w:pPr>
                    <w:pStyle w:val="TableBodyText"/>
                  </w:pPr>
                </w:p>
              </w:tc>
              <w:tc>
                <w:tcPr>
                  <w:tcW w:w="584" w:type="pct"/>
                  <w:tcBorders>
                    <w:bottom w:val="single" w:sz="6" w:space="0" w:color="BFBFBF"/>
                  </w:tcBorders>
                </w:tcPr>
                <w:p w:rsidR="00182DD4" w:rsidRPr="0052457D" w:rsidRDefault="00182DD4" w:rsidP="001E414C">
                  <w:pPr>
                    <w:pStyle w:val="TableBodyText"/>
                    <w:rPr>
                      <w:b/>
                    </w:rPr>
                  </w:pPr>
                  <w:r w:rsidRPr="0052457D">
                    <w:rPr>
                      <w:b/>
                    </w:rPr>
                    <w:t>957</w:t>
                  </w:r>
                </w:p>
              </w:tc>
              <w:tc>
                <w:tcPr>
                  <w:tcW w:w="584" w:type="pct"/>
                  <w:tcBorders>
                    <w:bottom w:val="single" w:sz="6" w:space="0" w:color="BFBFBF"/>
                  </w:tcBorders>
                  <w:shd w:val="clear" w:color="auto" w:fill="auto"/>
                </w:tcPr>
                <w:p w:rsidR="00182DD4" w:rsidRPr="0052457D" w:rsidRDefault="00182DD4" w:rsidP="001E414C">
                  <w:pPr>
                    <w:pStyle w:val="TableBodyText"/>
                    <w:rPr>
                      <w:b/>
                    </w:rPr>
                  </w:pPr>
                  <w:r w:rsidRPr="0052457D">
                    <w:rPr>
                      <w:b/>
                    </w:rPr>
                    <w:t>497</w:t>
                  </w:r>
                </w:p>
              </w:tc>
              <w:tc>
                <w:tcPr>
                  <w:tcW w:w="420" w:type="pct"/>
                  <w:tcBorders>
                    <w:bottom w:val="single" w:sz="6" w:space="0" w:color="BFBFBF"/>
                  </w:tcBorders>
                  <w:shd w:val="clear" w:color="auto" w:fill="auto"/>
                </w:tcPr>
                <w:p w:rsidR="00182DD4" w:rsidRPr="0052457D" w:rsidRDefault="00182DD4" w:rsidP="001E414C">
                  <w:pPr>
                    <w:pStyle w:val="TableBodyText"/>
                    <w:ind w:right="28"/>
                    <w:rPr>
                      <w:b/>
                    </w:rPr>
                  </w:pPr>
                  <w:r w:rsidRPr="0052457D">
                    <w:rPr>
                      <w:b/>
                    </w:rPr>
                    <w:t>1.9</w:t>
                  </w:r>
                </w:p>
              </w:tc>
            </w:tr>
          </w:tbl>
          <w:p w:rsidR="00182DD4" w:rsidRPr="0052457D" w:rsidRDefault="00182DD4" w:rsidP="0017519E">
            <w:pPr>
              <w:pStyle w:val="Box"/>
            </w:pPr>
          </w:p>
        </w:tc>
      </w:tr>
      <w:tr w:rsidR="00182DD4" w:rsidRPr="0052457D" w:rsidTr="0017519E">
        <w:trPr>
          <w:cantSplit/>
        </w:trPr>
        <w:tc>
          <w:tcPr>
            <w:tcW w:w="8771" w:type="dxa"/>
            <w:tcBorders>
              <w:top w:val="nil"/>
              <w:left w:val="nil"/>
              <w:bottom w:val="nil"/>
              <w:right w:val="nil"/>
            </w:tcBorders>
            <w:shd w:val="clear" w:color="auto" w:fill="auto"/>
          </w:tcPr>
          <w:p w:rsidR="00182DD4" w:rsidRPr="0052457D" w:rsidRDefault="00182DD4" w:rsidP="00D01C12">
            <w:pPr>
              <w:pStyle w:val="Note"/>
              <w:rPr>
                <w:i/>
              </w:rPr>
            </w:pPr>
            <w:proofErr w:type="spellStart"/>
            <w:r w:rsidRPr="00D01C12">
              <w:t>SMR</w:t>
            </w:r>
            <w:proofErr w:type="spellEnd"/>
            <w:r w:rsidRPr="00D01C12">
              <w:t xml:space="preserve"> = Standardised Mortality Ratio. </w:t>
            </w:r>
            <w:r w:rsidRPr="00D01C12">
              <w:rPr>
                <w:rStyle w:val="NoteLabel"/>
              </w:rPr>
              <w:t>a</w:t>
            </w:r>
            <w:r w:rsidRPr="00D01C12">
              <w:t xml:space="preserve"> Data for Queensland, WA, SA and the NT combined. </w:t>
            </w:r>
            <w:r w:rsidRPr="00D01C12">
              <w:rPr>
                <w:rStyle w:val="NoteLabel"/>
              </w:rPr>
              <w:t>b</w:t>
            </w:r>
            <w:r w:rsidRPr="00D01C12">
              <w:t xml:space="preserve"> Observed and expected deaths are reported as average number of annual deaths from 2004–2008. Excepted deaths are based on non</w:t>
            </w:r>
            <w:r w:rsidRPr="00D01C12">
              <w:noBreakHyphen/>
              <w:t xml:space="preserve">Indigenous death rates. </w:t>
            </w:r>
            <w:r w:rsidRPr="00D01C12">
              <w:rPr>
                <w:rStyle w:val="NoteLabel"/>
              </w:rPr>
              <w:t>c</w:t>
            </w:r>
            <w:r w:rsidRPr="00D01C12">
              <w:t xml:space="preserve"> Standardised mortality ratio is the observed Aboriginal and Torres Strait Islander Australians deaths divided by expected Aboriginal and Torres Strait Islander Australians deaths, based on the age, sex and cause</w:t>
            </w:r>
            <w:r w:rsidRPr="00D01C12">
              <w:noBreakHyphen/>
              <w:t>specific rates for non</w:t>
            </w:r>
            <w:r w:rsidRPr="00D01C12">
              <w:noBreakHyphen/>
              <w:t>Indigenous Australians</w:t>
            </w:r>
            <w:r w:rsidRPr="0052457D">
              <w:t>.</w:t>
            </w:r>
          </w:p>
        </w:tc>
      </w:tr>
      <w:tr w:rsidR="00182DD4" w:rsidRPr="0052457D" w:rsidTr="0017519E">
        <w:trPr>
          <w:cantSplit/>
        </w:trPr>
        <w:tc>
          <w:tcPr>
            <w:tcW w:w="8771" w:type="dxa"/>
            <w:tcBorders>
              <w:top w:val="nil"/>
              <w:left w:val="nil"/>
              <w:bottom w:val="nil"/>
              <w:right w:val="nil"/>
            </w:tcBorders>
            <w:shd w:val="clear" w:color="auto" w:fill="auto"/>
          </w:tcPr>
          <w:p w:rsidR="00182DD4" w:rsidRPr="0052457D" w:rsidRDefault="00182DD4" w:rsidP="0017519E">
            <w:pPr>
              <w:pStyle w:val="Source"/>
            </w:pPr>
            <w:r w:rsidRPr="0052457D">
              <w:rPr>
                <w:i/>
              </w:rPr>
              <w:t>Source</w:t>
            </w:r>
            <w:r w:rsidRPr="0052457D">
              <w:t xml:space="preserve">: </w:t>
            </w:r>
            <w:proofErr w:type="spellStart"/>
            <w:r w:rsidRPr="0052457D">
              <w:t>AIHW</w:t>
            </w:r>
            <w:proofErr w:type="spellEnd"/>
            <w:r w:rsidRPr="0052457D">
              <w:t xml:space="preserve"> (2011) </w:t>
            </w:r>
            <w:r w:rsidRPr="0052457D">
              <w:rPr>
                <w:i/>
              </w:rPr>
              <w:t>Life expectancy and mortality of Aboriginal and Torres Strait Islander people</w:t>
            </w:r>
            <w:r w:rsidRPr="0052457D">
              <w:t xml:space="preserve">, Cat. no. </w:t>
            </w:r>
            <w:proofErr w:type="spellStart"/>
            <w:r w:rsidRPr="0052457D">
              <w:t>IHW</w:t>
            </w:r>
            <w:proofErr w:type="spellEnd"/>
            <w:r w:rsidRPr="0052457D">
              <w:t xml:space="preserve"> 51, Canberra.</w:t>
            </w:r>
          </w:p>
        </w:tc>
      </w:tr>
      <w:tr w:rsidR="00182DD4" w:rsidRPr="0052457D" w:rsidTr="0017519E">
        <w:trPr>
          <w:cantSplit/>
        </w:trPr>
        <w:tc>
          <w:tcPr>
            <w:tcW w:w="8771" w:type="dxa"/>
            <w:tcBorders>
              <w:top w:val="nil"/>
              <w:left w:val="nil"/>
              <w:bottom w:val="single" w:sz="6" w:space="0" w:color="78A22F" w:themeColor="accent1"/>
              <w:right w:val="nil"/>
            </w:tcBorders>
            <w:shd w:val="clear" w:color="auto" w:fill="auto"/>
          </w:tcPr>
          <w:p w:rsidR="00182DD4" w:rsidRPr="0052457D" w:rsidRDefault="00182DD4" w:rsidP="0017519E">
            <w:pPr>
              <w:pStyle w:val="Box"/>
              <w:spacing w:before="0" w:line="120" w:lineRule="exact"/>
            </w:pPr>
          </w:p>
        </w:tc>
      </w:tr>
      <w:tr w:rsidR="00182DD4" w:rsidRPr="000863A5" w:rsidTr="0017519E">
        <w:tc>
          <w:tcPr>
            <w:tcW w:w="8771" w:type="dxa"/>
            <w:tcBorders>
              <w:top w:val="single" w:sz="6" w:space="0" w:color="78A22F" w:themeColor="accent1"/>
              <w:left w:val="nil"/>
              <w:bottom w:val="nil"/>
              <w:right w:val="nil"/>
            </w:tcBorders>
          </w:tcPr>
          <w:p w:rsidR="00182DD4" w:rsidRPr="00626D32" w:rsidRDefault="00182DD4" w:rsidP="0017519E">
            <w:pPr>
              <w:pStyle w:val="BoxSpaceBelow"/>
            </w:pPr>
          </w:p>
        </w:tc>
      </w:tr>
    </w:tbl>
    <w:p w:rsidR="00FF51E1" w:rsidRPr="001E414C" w:rsidRDefault="00FF51E1" w:rsidP="001E414C">
      <w:pPr>
        <w:pStyle w:val="Heading2"/>
      </w:pPr>
      <w:bookmarkStart w:id="88" w:name="_Toc368581987"/>
      <w:bookmarkStart w:id="89" w:name="_Toc368582248"/>
      <w:bookmarkStart w:id="90" w:name="_Toc370136029"/>
      <w:bookmarkStart w:id="91" w:name="_Toc396743486"/>
      <w:bookmarkStart w:id="92" w:name="OLE_LINK29"/>
      <w:bookmarkStart w:id="93" w:name="OLE_LINK30"/>
      <w:r w:rsidRPr="008B00EB">
        <w:t>2.7</w:t>
      </w:r>
      <w:r w:rsidRPr="008B00EB">
        <w:tab/>
        <w:t>List of attachment tables</w:t>
      </w:r>
      <w:bookmarkEnd w:id="88"/>
      <w:bookmarkEnd w:id="89"/>
      <w:bookmarkEnd w:id="90"/>
      <w:bookmarkEnd w:id="91"/>
    </w:p>
    <w:p w:rsidR="00FF51E1" w:rsidRPr="008B00EB" w:rsidRDefault="00FF51E1" w:rsidP="00FF51E1">
      <w:pPr>
        <w:spacing w:before="240" w:line="320" w:lineRule="atLeast"/>
        <w:jc w:val="both"/>
        <w:rPr>
          <w:szCs w:val="20"/>
        </w:rPr>
      </w:pPr>
      <w:r w:rsidRPr="008B00EB">
        <w:rPr>
          <w:szCs w:val="20"/>
        </w:rPr>
        <w:t>Attachment tables are identified in references throughout this chapter by an ‘</w:t>
      </w:r>
      <w:proofErr w:type="spellStart"/>
      <w:r w:rsidRPr="008B00EB">
        <w:rPr>
          <w:szCs w:val="20"/>
        </w:rPr>
        <w:t>2A</w:t>
      </w:r>
      <w:proofErr w:type="spellEnd"/>
      <w:r w:rsidRPr="008B00EB">
        <w:rPr>
          <w:szCs w:val="20"/>
        </w:rPr>
        <w:t xml:space="preserve">’ prefix (for example, table </w:t>
      </w:r>
      <w:proofErr w:type="spellStart"/>
      <w:r w:rsidRPr="008B00EB">
        <w:rPr>
          <w:szCs w:val="20"/>
        </w:rPr>
        <w:t>2A.1</w:t>
      </w:r>
      <w:proofErr w:type="spellEnd"/>
      <w:r w:rsidRPr="008B00EB">
        <w:rPr>
          <w:szCs w:val="20"/>
        </w:rPr>
        <w:t>). Attachment tables are provided on the Review website (</w:t>
      </w:r>
      <w:proofErr w:type="spellStart"/>
      <w:r w:rsidRPr="008B00EB">
        <w:rPr>
          <w:szCs w:val="20"/>
        </w:rPr>
        <w:t>www.pc.gov.au</w:t>
      </w:r>
      <w:proofErr w:type="spellEnd"/>
      <w:r w:rsidRPr="008B00EB">
        <w:rPr>
          <w:szCs w:val="20"/>
        </w:rPr>
        <w:t>/</w:t>
      </w:r>
      <w:proofErr w:type="spellStart"/>
      <w:r w:rsidRPr="008B00EB">
        <w:rPr>
          <w:szCs w:val="20"/>
        </w:rPr>
        <w:t>gsp</w:t>
      </w:r>
      <w:proofErr w:type="spellEnd"/>
      <w:r w:rsidRPr="008B00EB">
        <w:rPr>
          <w:szCs w:val="20"/>
        </w:rPr>
        <w:t>).</w:t>
      </w:r>
    </w:p>
    <w:p w:rsidR="00FF51E1" w:rsidRPr="00805C31" w:rsidRDefault="00FF51E1" w:rsidP="00FF51E1">
      <w:pPr>
        <w:spacing w:before="240" w:line="320" w:lineRule="atLeast"/>
        <w:jc w:val="both"/>
        <w:rPr>
          <w:szCs w:val="20"/>
        </w:rPr>
      </w:pPr>
    </w:p>
    <w:tbl>
      <w:tblPr>
        <w:tblW w:w="8789" w:type="dxa"/>
        <w:tblInd w:w="108" w:type="dxa"/>
        <w:tblLook w:val="04A0" w:firstRow="1" w:lastRow="0" w:firstColumn="1" w:lastColumn="0" w:noHBand="0" w:noVBand="1"/>
      </w:tblPr>
      <w:tblGrid>
        <w:gridCol w:w="1560"/>
        <w:gridCol w:w="7229"/>
      </w:tblGrid>
      <w:tr w:rsidR="001939AB" w:rsidRPr="001939AB" w:rsidTr="007E4C14">
        <w:trPr>
          <w:trHeight w:val="357"/>
        </w:trPr>
        <w:tc>
          <w:tcPr>
            <w:tcW w:w="1560" w:type="dxa"/>
            <w:tcBorders>
              <w:top w:val="nil"/>
              <w:left w:val="nil"/>
              <w:bottom w:val="nil"/>
              <w:right w:val="nil"/>
            </w:tcBorders>
            <w:shd w:val="clear" w:color="auto" w:fill="auto"/>
            <w:noWrap/>
            <w:hideMark/>
          </w:tcPr>
          <w:p w:rsidR="001939AB" w:rsidRPr="001939AB" w:rsidRDefault="001939AB" w:rsidP="001939AB">
            <w:pPr>
              <w:rPr>
                <w:rFonts w:ascii="Arial" w:hAnsi="Arial" w:cs="Arial"/>
                <w:b/>
                <w:bCs/>
                <w:color w:val="0000FF"/>
                <w:sz w:val="20"/>
                <w:szCs w:val="20"/>
              </w:rPr>
            </w:pPr>
            <w:r w:rsidRPr="001939AB">
              <w:rPr>
                <w:rFonts w:ascii="Arial" w:hAnsi="Arial" w:cs="Arial"/>
                <w:b/>
                <w:bCs/>
                <w:color w:val="0000FF"/>
                <w:sz w:val="20"/>
                <w:szCs w:val="20"/>
              </w:rPr>
              <w:t>Population</w:t>
            </w:r>
          </w:p>
        </w:tc>
        <w:tc>
          <w:tcPr>
            <w:tcW w:w="7229" w:type="dxa"/>
            <w:tcBorders>
              <w:top w:val="nil"/>
              <w:left w:val="nil"/>
              <w:bottom w:val="nil"/>
              <w:right w:val="nil"/>
            </w:tcBorders>
            <w:shd w:val="clear" w:color="auto" w:fill="auto"/>
            <w:hideMark/>
          </w:tcPr>
          <w:p w:rsidR="001939AB" w:rsidRPr="001939AB" w:rsidRDefault="001939AB" w:rsidP="001939AB">
            <w:pPr>
              <w:jc w:val="both"/>
              <w:rPr>
                <w:rFonts w:ascii="Arial" w:hAnsi="Arial" w:cs="Arial"/>
                <w:sz w:val="20"/>
                <w:szCs w:val="20"/>
              </w:rPr>
            </w:pPr>
          </w:p>
        </w:tc>
      </w:tr>
      <w:tr w:rsidR="001939AB" w:rsidRPr="001939AB" w:rsidTr="007E4C14">
        <w:trPr>
          <w:trHeight w:val="357"/>
        </w:trPr>
        <w:tc>
          <w:tcPr>
            <w:tcW w:w="1560" w:type="dxa"/>
            <w:tcBorders>
              <w:top w:val="nil"/>
              <w:left w:val="nil"/>
              <w:bottom w:val="nil"/>
              <w:right w:val="nil"/>
            </w:tcBorders>
            <w:shd w:val="clear" w:color="auto" w:fill="auto"/>
            <w:noWrap/>
            <w:hideMark/>
          </w:tcPr>
          <w:p w:rsidR="001939AB" w:rsidRPr="001939AB" w:rsidRDefault="001939AB" w:rsidP="001939AB">
            <w:pPr>
              <w:rPr>
                <w:rFonts w:ascii="Arial" w:hAnsi="Arial" w:cs="Arial"/>
                <w:b/>
                <w:bCs/>
                <w:color w:val="0000FF"/>
                <w:sz w:val="20"/>
                <w:szCs w:val="20"/>
              </w:rPr>
            </w:pPr>
            <w:r w:rsidRPr="001939AB">
              <w:rPr>
                <w:rFonts w:ascii="Arial" w:hAnsi="Arial" w:cs="Arial"/>
                <w:b/>
                <w:bCs/>
                <w:color w:val="0000FF"/>
                <w:sz w:val="20"/>
                <w:szCs w:val="20"/>
              </w:rPr>
              <w:t xml:space="preserve">Table </w:t>
            </w:r>
            <w:proofErr w:type="spellStart"/>
            <w:r w:rsidRPr="001939AB">
              <w:rPr>
                <w:rFonts w:ascii="Arial" w:hAnsi="Arial" w:cs="Arial"/>
                <w:b/>
                <w:bCs/>
                <w:color w:val="0000FF"/>
                <w:sz w:val="20"/>
                <w:szCs w:val="20"/>
              </w:rPr>
              <w:t>2A.1</w:t>
            </w:r>
            <w:proofErr w:type="spellEnd"/>
          </w:p>
        </w:tc>
        <w:tc>
          <w:tcPr>
            <w:tcW w:w="7229" w:type="dxa"/>
            <w:tcBorders>
              <w:top w:val="nil"/>
              <w:left w:val="nil"/>
              <w:bottom w:val="nil"/>
              <w:right w:val="nil"/>
            </w:tcBorders>
            <w:shd w:val="clear" w:color="auto" w:fill="auto"/>
            <w:hideMark/>
          </w:tcPr>
          <w:p w:rsidR="001939AB" w:rsidRPr="001939AB" w:rsidRDefault="001939AB" w:rsidP="001939AB">
            <w:pPr>
              <w:jc w:val="both"/>
              <w:rPr>
                <w:rFonts w:ascii="Arial" w:hAnsi="Arial" w:cs="Arial"/>
                <w:sz w:val="20"/>
                <w:szCs w:val="20"/>
              </w:rPr>
            </w:pPr>
            <w:r w:rsidRPr="001939AB">
              <w:rPr>
                <w:rFonts w:ascii="Arial" w:hAnsi="Arial" w:cs="Arial"/>
                <w:sz w:val="20"/>
                <w:szCs w:val="20"/>
              </w:rPr>
              <w:t>Estimated resident population</w:t>
            </w:r>
            <w:r w:rsidR="00121DD7">
              <w:rPr>
                <w:rFonts w:ascii="Arial" w:hAnsi="Arial" w:cs="Arial"/>
                <w:sz w:val="20"/>
                <w:szCs w:val="20"/>
              </w:rPr>
              <w:t xml:space="preserve"> (</w:t>
            </w:r>
            <w:proofErr w:type="spellStart"/>
            <w:r w:rsidR="00121DD7">
              <w:rPr>
                <w:rFonts w:ascii="Arial" w:hAnsi="Arial" w:cs="Arial"/>
                <w:sz w:val="20"/>
                <w:szCs w:val="20"/>
              </w:rPr>
              <w:t>ERP</w:t>
            </w:r>
            <w:proofErr w:type="spellEnd"/>
            <w:r w:rsidR="00121DD7">
              <w:rPr>
                <w:rFonts w:ascii="Arial" w:hAnsi="Arial" w:cs="Arial"/>
                <w:sz w:val="20"/>
                <w:szCs w:val="20"/>
              </w:rPr>
              <w:t>) by age and sex, 30 June</w:t>
            </w:r>
          </w:p>
        </w:tc>
      </w:tr>
      <w:tr w:rsidR="001939AB" w:rsidRPr="001939AB" w:rsidTr="007E4C14">
        <w:trPr>
          <w:trHeight w:val="357"/>
        </w:trPr>
        <w:tc>
          <w:tcPr>
            <w:tcW w:w="1560" w:type="dxa"/>
            <w:tcBorders>
              <w:top w:val="nil"/>
              <w:left w:val="nil"/>
              <w:bottom w:val="nil"/>
              <w:right w:val="nil"/>
            </w:tcBorders>
            <w:shd w:val="clear" w:color="auto" w:fill="auto"/>
            <w:noWrap/>
            <w:hideMark/>
          </w:tcPr>
          <w:p w:rsidR="001939AB" w:rsidRPr="001939AB" w:rsidRDefault="001939AB" w:rsidP="001939AB">
            <w:pPr>
              <w:rPr>
                <w:rFonts w:ascii="Arial" w:hAnsi="Arial" w:cs="Arial"/>
                <w:b/>
                <w:bCs/>
                <w:color w:val="0000FF"/>
                <w:sz w:val="20"/>
                <w:szCs w:val="20"/>
              </w:rPr>
            </w:pPr>
            <w:r w:rsidRPr="001939AB">
              <w:rPr>
                <w:rFonts w:ascii="Arial" w:hAnsi="Arial" w:cs="Arial"/>
                <w:b/>
                <w:bCs/>
                <w:color w:val="0000FF"/>
                <w:sz w:val="20"/>
                <w:szCs w:val="20"/>
              </w:rPr>
              <w:t xml:space="preserve">Table </w:t>
            </w:r>
            <w:proofErr w:type="spellStart"/>
            <w:r w:rsidRPr="001939AB">
              <w:rPr>
                <w:rFonts w:ascii="Arial" w:hAnsi="Arial" w:cs="Arial"/>
                <w:b/>
                <w:bCs/>
                <w:color w:val="0000FF"/>
                <w:sz w:val="20"/>
                <w:szCs w:val="20"/>
              </w:rPr>
              <w:t>2A.2</w:t>
            </w:r>
            <w:proofErr w:type="spellEnd"/>
          </w:p>
        </w:tc>
        <w:tc>
          <w:tcPr>
            <w:tcW w:w="7229" w:type="dxa"/>
            <w:tcBorders>
              <w:top w:val="nil"/>
              <w:left w:val="nil"/>
              <w:bottom w:val="nil"/>
              <w:right w:val="nil"/>
            </w:tcBorders>
            <w:shd w:val="clear" w:color="auto" w:fill="auto"/>
            <w:hideMark/>
          </w:tcPr>
          <w:p w:rsidR="001939AB" w:rsidRPr="00742CEE" w:rsidRDefault="001939AB" w:rsidP="001939AB">
            <w:pPr>
              <w:jc w:val="both"/>
              <w:rPr>
                <w:rFonts w:ascii="Arial" w:hAnsi="Arial" w:cs="Arial"/>
                <w:sz w:val="20"/>
                <w:szCs w:val="20"/>
              </w:rPr>
            </w:pPr>
            <w:r w:rsidRPr="00742CEE">
              <w:rPr>
                <w:rFonts w:ascii="Arial" w:hAnsi="Arial" w:cs="Arial"/>
                <w:sz w:val="20"/>
                <w:szCs w:val="20"/>
              </w:rPr>
              <w:t>Estimated resident population (</w:t>
            </w:r>
            <w:proofErr w:type="spellStart"/>
            <w:r w:rsidRPr="00742CEE">
              <w:rPr>
                <w:rFonts w:ascii="Arial" w:hAnsi="Arial" w:cs="Arial"/>
                <w:sz w:val="20"/>
                <w:szCs w:val="20"/>
              </w:rPr>
              <w:t>ER</w:t>
            </w:r>
            <w:r w:rsidR="00121DD7" w:rsidRPr="00742CEE">
              <w:rPr>
                <w:rFonts w:ascii="Arial" w:hAnsi="Arial" w:cs="Arial"/>
                <w:sz w:val="20"/>
                <w:szCs w:val="20"/>
              </w:rPr>
              <w:t>P</w:t>
            </w:r>
            <w:proofErr w:type="spellEnd"/>
            <w:r w:rsidR="00121DD7" w:rsidRPr="00742CEE">
              <w:rPr>
                <w:rFonts w:ascii="Arial" w:hAnsi="Arial" w:cs="Arial"/>
                <w:sz w:val="20"/>
                <w:szCs w:val="20"/>
              </w:rPr>
              <w:t>) by age and sex, 31 December</w:t>
            </w:r>
          </w:p>
        </w:tc>
      </w:tr>
      <w:tr w:rsidR="001939AB" w:rsidRPr="001939AB" w:rsidTr="007E4C14">
        <w:trPr>
          <w:trHeight w:val="357"/>
        </w:trPr>
        <w:tc>
          <w:tcPr>
            <w:tcW w:w="1560" w:type="dxa"/>
            <w:tcBorders>
              <w:top w:val="nil"/>
              <w:left w:val="nil"/>
              <w:bottom w:val="nil"/>
              <w:right w:val="nil"/>
            </w:tcBorders>
            <w:shd w:val="clear" w:color="auto" w:fill="auto"/>
            <w:noWrap/>
            <w:hideMark/>
          </w:tcPr>
          <w:p w:rsidR="001939AB" w:rsidRPr="001939AB" w:rsidRDefault="001939AB" w:rsidP="001939AB">
            <w:pPr>
              <w:rPr>
                <w:rFonts w:ascii="Arial" w:hAnsi="Arial" w:cs="Arial"/>
                <w:b/>
                <w:bCs/>
                <w:color w:val="0000FF"/>
                <w:sz w:val="20"/>
                <w:szCs w:val="20"/>
              </w:rPr>
            </w:pPr>
            <w:r w:rsidRPr="001939AB">
              <w:rPr>
                <w:rFonts w:ascii="Arial" w:hAnsi="Arial" w:cs="Arial"/>
                <w:b/>
                <w:bCs/>
                <w:color w:val="0000FF"/>
                <w:sz w:val="20"/>
                <w:szCs w:val="20"/>
              </w:rPr>
              <w:t xml:space="preserve">Table </w:t>
            </w:r>
            <w:proofErr w:type="spellStart"/>
            <w:r w:rsidRPr="001939AB">
              <w:rPr>
                <w:rFonts w:ascii="Arial" w:hAnsi="Arial" w:cs="Arial"/>
                <w:b/>
                <w:bCs/>
                <w:color w:val="0000FF"/>
                <w:sz w:val="20"/>
                <w:szCs w:val="20"/>
              </w:rPr>
              <w:t>2A.3</w:t>
            </w:r>
            <w:proofErr w:type="spellEnd"/>
          </w:p>
        </w:tc>
        <w:tc>
          <w:tcPr>
            <w:tcW w:w="7229" w:type="dxa"/>
            <w:tcBorders>
              <w:top w:val="nil"/>
              <w:left w:val="nil"/>
              <w:bottom w:val="nil"/>
              <w:right w:val="nil"/>
            </w:tcBorders>
            <w:shd w:val="clear" w:color="auto" w:fill="auto"/>
            <w:hideMark/>
          </w:tcPr>
          <w:p w:rsidR="001939AB" w:rsidRPr="00742CEE" w:rsidRDefault="001939AB" w:rsidP="001939AB">
            <w:pPr>
              <w:jc w:val="both"/>
              <w:rPr>
                <w:rFonts w:ascii="Arial" w:hAnsi="Arial" w:cs="Arial"/>
                <w:sz w:val="20"/>
                <w:szCs w:val="20"/>
              </w:rPr>
            </w:pPr>
            <w:r w:rsidRPr="00742CEE">
              <w:rPr>
                <w:rFonts w:ascii="Arial" w:hAnsi="Arial" w:cs="Arial"/>
                <w:sz w:val="20"/>
                <w:szCs w:val="20"/>
              </w:rPr>
              <w:t>Proficiency in spoken English</w:t>
            </w:r>
            <w:r w:rsidR="00121DD7" w:rsidRPr="00742CEE">
              <w:rPr>
                <w:rFonts w:ascii="Arial" w:hAnsi="Arial" w:cs="Arial"/>
                <w:sz w:val="20"/>
                <w:szCs w:val="20"/>
              </w:rPr>
              <w:t xml:space="preserve"> of people born overseas, 2001</w:t>
            </w:r>
          </w:p>
        </w:tc>
      </w:tr>
      <w:tr w:rsidR="001939AB" w:rsidRPr="001939AB" w:rsidTr="007E4C14">
        <w:trPr>
          <w:trHeight w:val="357"/>
        </w:trPr>
        <w:tc>
          <w:tcPr>
            <w:tcW w:w="1560" w:type="dxa"/>
            <w:tcBorders>
              <w:top w:val="nil"/>
              <w:left w:val="nil"/>
              <w:bottom w:val="nil"/>
              <w:right w:val="nil"/>
            </w:tcBorders>
            <w:shd w:val="clear" w:color="auto" w:fill="auto"/>
            <w:noWrap/>
            <w:hideMark/>
          </w:tcPr>
          <w:p w:rsidR="001939AB" w:rsidRPr="001939AB" w:rsidRDefault="001939AB" w:rsidP="001939AB">
            <w:pPr>
              <w:rPr>
                <w:rFonts w:ascii="Arial" w:hAnsi="Arial" w:cs="Arial"/>
                <w:b/>
                <w:bCs/>
                <w:color w:val="0000FF"/>
                <w:sz w:val="20"/>
                <w:szCs w:val="20"/>
              </w:rPr>
            </w:pPr>
            <w:r w:rsidRPr="001939AB">
              <w:rPr>
                <w:rFonts w:ascii="Arial" w:hAnsi="Arial" w:cs="Arial"/>
                <w:b/>
                <w:bCs/>
                <w:color w:val="0000FF"/>
                <w:sz w:val="20"/>
                <w:szCs w:val="20"/>
              </w:rPr>
              <w:t xml:space="preserve">Table </w:t>
            </w:r>
            <w:proofErr w:type="spellStart"/>
            <w:r w:rsidRPr="001939AB">
              <w:rPr>
                <w:rFonts w:ascii="Arial" w:hAnsi="Arial" w:cs="Arial"/>
                <w:b/>
                <w:bCs/>
                <w:color w:val="0000FF"/>
                <w:sz w:val="20"/>
                <w:szCs w:val="20"/>
              </w:rPr>
              <w:t>2A.4</w:t>
            </w:r>
            <w:proofErr w:type="spellEnd"/>
          </w:p>
        </w:tc>
        <w:tc>
          <w:tcPr>
            <w:tcW w:w="7229" w:type="dxa"/>
            <w:tcBorders>
              <w:top w:val="nil"/>
              <w:left w:val="nil"/>
              <w:bottom w:val="nil"/>
              <w:right w:val="nil"/>
            </w:tcBorders>
            <w:shd w:val="clear" w:color="auto" w:fill="auto"/>
            <w:hideMark/>
          </w:tcPr>
          <w:p w:rsidR="001939AB" w:rsidRPr="00742CEE" w:rsidRDefault="001939AB" w:rsidP="001939AB">
            <w:pPr>
              <w:jc w:val="both"/>
              <w:rPr>
                <w:rFonts w:ascii="Arial" w:hAnsi="Arial" w:cs="Arial"/>
                <w:sz w:val="20"/>
                <w:szCs w:val="20"/>
              </w:rPr>
            </w:pPr>
            <w:r w:rsidRPr="00742CEE">
              <w:rPr>
                <w:rFonts w:ascii="Arial" w:hAnsi="Arial" w:cs="Arial"/>
                <w:sz w:val="20"/>
                <w:szCs w:val="20"/>
              </w:rPr>
              <w:t xml:space="preserve">Proficiency in spoken English of </w:t>
            </w:r>
            <w:r w:rsidR="00121DD7" w:rsidRPr="00742CEE">
              <w:rPr>
                <w:rFonts w:ascii="Arial" w:hAnsi="Arial" w:cs="Arial"/>
                <w:sz w:val="20"/>
                <w:szCs w:val="20"/>
              </w:rPr>
              <w:t>people born overseas, 2006</w:t>
            </w:r>
          </w:p>
        </w:tc>
      </w:tr>
      <w:tr w:rsidR="001939AB" w:rsidRPr="001939AB" w:rsidTr="007E4C14">
        <w:trPr>
          <w:trHeight w:val="357"/>
        </w:trPr>
        <w:tc>
          <w:tcPr>
            <w:tcW w:w="1560" w:type="dxa"/>
            <w:tcBorders>
              <w:top w:val="nil"/>
              <w:left w:val="nil"/>
              <w:bottom w:val="nil"/>
              <w:right w:val="nil"/>
            </w:tcBorders>
            <w:shd w:val="clear" w:color="auto" w:fill="auto"/>
            <w:noWrap/>
            <w:hideMark/>
          </w:tcPr>
          <w:p w:rsidR="001939AB" w:rsidRPr="001939AB" w:rsidRDefault="001939AB" w:rsidP="001939AB">
            <w:pPr>
              <w:rPr>
                <w:rFonts w:ascii="Arial" w:hAnsi="Arial" w:cs="Arial"/>
                <w:b/>
                <w:bCs/>
                <w:color w:val="0000FF"/>
                <w:sz w:val="20"/>
                <w:szCs w:val="20"/>
              </w:rPr>
            </w:pPr>
            <w:r w:rsidRPr="001939AB">
              <w:rPr>
                <w:rFonts w:ascii="Arial" w:hAnsi="Arial" w:cs="Arial"/>
                <w:b/>
                <w:bCs/>
                <w:color w:val="0000FF"/>
                <w:sz w:val="20"/>
                <w:szCs w:val="20"/>
              </w:rPr>
              <w:t xml:space="preserve">Table </w:t>
            </w:r>
            <w:proofErr w:type="spellStart"/>
            <w:r w:rsidRPr="001939AB">
              <w:rPr>
                <w:rFonts w:ascii="Arial" w:hAnsi="Arial" w:cs="Arial"/>
                <w:b/>
                <w:bCs/>
                <w:color w:val="0000FF"/>
                <w:sz w:val="20"/>
                <w:szCs w:val="20"/>
              </w:rPr>
              <w:t>2A.5</w:t>
            </w:r>
            <w:proofErr w:type="spellEnd"/>
          </w:p>
        </w:tc>
        <w:tc>
          <w:tcPr>
            <w:tcW w:w="7229" w:type="dxa"/>
            <w:tcBorders>
              <w:top w:val="nil"/>
              <w:left w:val="nil"/>
              <w:bottom w:val="nil"/>
              <w:right w:val="nil"/>
            </w:tcBorders>
            <w:shd w:val="clear" w:color="auto" w:fill="auto"/>
            <w:hideMark/>
          </w:tcPr>
          <w:p w:rsidR="001939AB" w:rsidRPr="00742CEE" w:rsidRDefault="001939AB" w:rsidP="001939AB">
            <w:pPr>
              <w:jc w:val="both"/>
              <w:rPr>
                <w:rFonts w:ascii="Arial" w:hAnsi="Arial" w:cs="Arial"/>
                <w:sz w:val="20"/>
                <w:szCs w:val="20"/>
              </w:rPr>
            </w:pPr>
            <w:r w:rsidRPr="00742CEE">
              <w:rPr>
                <w:rFonts w:ascii="Arial" w:hAnsi="Arial" w:cs="Arial"/>
                <w:sz w:val="20"/>
                <w:szCs w:val="20"/>
              </w:rPr>
              <w:t xml:space="preserve">Proficiency in spoken English </w:t>
            </w:r>
            <w:r w:rsidR="00121DD7" w:rsidRPr="00742CEE">
              <w:rPr>
                <w:rFonts w:ascii="Arial" w:hAnsi="Arial" w:cs="Arial"/>
                <w:sz w:val="20"/>
                <w:szCs w:val="20"/>
              </w:rPr>
              <w:t>of people born overseas, 2011</w:t>
            </w:r>
          </w:p>
        </w:tc>
      </w:tr>
      <w:tr w:rsidR="001939AB" w:rsidRPr="001939AB" w:rsidTr="007E4C14">
        <w:trPr>
          <w:trHeight w:val="357"/>
        </w:trPr>
        <w:tc>
          <w:tcPr>
            <w:tcW w:w="1560" w:type="dxa"/>
            <w:tcBorders>
              <w:top w:val="nil"/>
              <w:left w:val="nil"/>
              <w:bottom w:val="nil"/>
              <w:right w:val="nil"/>
            </w:tcBorders>
            <w:shd w:val="clear" w:color="auto" w:fill="auto"/>
            <w:noWrap/>
            <w:hideMark/>
          </w:tcPr>
          <w:p w:rsidR="001939AB" w:rsidRPr="001939AB" w:rsidRDefault="001939AB" w:rsidP="001939AB">
            <w:pPr>
              <w:rPr>
                <w:rFonts w:ascii="Arial" w:hAnsi="Arial" w:cs="Arial"/>
                <w:b/>
                <w:bCs/>
                <w:color w:val="0000FF"/>
                <w:sz w:val="20"/>
                <w:szCs w:val="20"/>
              </w:rPr>
            </w:pPr>
            <w:r w:rsidRPr="001939AB">
              <w:rPr>
                <w:rFonts w:ascii="Arial" w:hAnsi="Arial" w:cs="Arial"/>
                <w:b/>
                <w:bCs/>
                <w:color w:val="0000FF"/>
                <w:sz w:val="20"/>
                <w:szCs w:val="20"/>
              </w:rPr>
              <w:t xml:space="preserve">Table </w:t>
            </w:r>
            <w:proofErr w:type="spellStart"/>
            <w:r w:rsidRPr="001939AB">
              <w:rPr>
                <w:rFonts w:ascii="Arial" w:hAnsi="Arial" w:cs="Arial"/>
                <w:b/>
                <w:bCs/>
                <w:color w:val="0000FF"/>
                <w:sz w:val="20"/>
                <w:szCs w:val="20"/>
              </w:rPr>
              <w:t>2A.6</w:t>
            </w:r>
            <w:proofErr w:type="spellEnd"/>
          </w:p>
        </w:tc>
        <w:tc>
          <w:tcPr>
            <w:tcW w:w="7229" w:type="dxa"/>
            <w:tcBorders>
              <w:top w:val="nil"/>
              <w:left w:val="nil"/>
              <w:bottom w:val="nil"/>
              <w:right w:val="nil"/>
            </w:tcBorders>
            <w:shd w:val="clear" w:color="auto" w:fill="auto"/>
            <w:hideMark/>
          </w:tcPr>
          <w:p w:rsidR="001939AB" w:rsidRPr="00742CEE" w:rsidRDefault="001939AB" w:rsidP="001939AB">
            <w:pPr>
              <w:jc w:val="both"/>
              <w:rPr>
                <w:rFonts w:ascii="Arial" w:hAnsi="Arial" w:cs="Arial"/>
                <w:sz w:val="20"/>
                <w:szCs w:val="20"/>
              </w:rPr>
            </w:pPr>
            <w:r w:rsidRPr="00742CEE">
              <w:rPr>
                <w:rFonts w:ascii="Arial" w:hAnsi="Arial" w:cs="Arial"/>
                <w:sz w:val="20"/>
                <w:szCs w:val="20"/>
              </w:rPr>
              <w:t>People by country of birth, 2001</w:t>
            </w:r>
          </w:p>
        </w:tc>
      </w:tr>
      <w:tr w:rsidR="001939AB" w:rsidRPr="001939AB" w:rsidTr="007E4C14">
        <w:trPr>
          <w:trHeight w:val="357"/>
        </w:trPr>
        <w:tc>
          <w:tcPr>
            <w:tcW w:w="1560" w:type="dxa"/>
            <w:tcBorders>
              <w:top w:val="nil"/>
              <w:left w:val="nil"/>
              <w:bottom w:val="nil"/>
              <w:right w:val="nil"/>
            </w:tcBorders>
            <w:shd w:val="clear" w:color="auto" w:fill="auto"/>
            <w:noWrap/>
            <w:hideMark/>
          </w:tcPr>
          <w:p w:rsidR="001939AB" w:rsidRPr="001939AB" w:rsidRDefault="001939AB" w:rsidP="001939AB">
            <w:pPr>
              <w:rPr>
                <w:rFonts w:ascii="Arial" w:hAnsi="Arial" w:cs="Arial"/>
                <w:b/>
                <w:bCs/>
                <w:color w:val="0000FF"/>
                <w:sz w:val="20"/>
                <w:szCs w:val="20"/>
              </w:rPr>
            </w:pPr>
            <w:r w:rsidRPr="001939AB">
              <w:rPr>
                <w:rFonts w:ascii="Arial" w:hAnsi="Arial" w:cs="Arial"/>
                <w:b/>
                <w:bCs/>
                <w:color w:val="0000FF"/>
                <w:sz w:val="20"/>
                <w:szCs w:val="20"/>
              </w:rPr>
              <w:t xml:space="preserve">Table </w:t>
            </w:r>
            <w:proofErr w:type="spellStart"/>
            <w:r w:rsidRPr="001939AB">
              <w:rPr>
                <w:rFonts w:ascii="Arial" w:hAnsi="Arial" w:cs="Arial"/>
                <w:b/>
                <w:bCs/>
                <w:color w:val="0000FF"/>
                <w:sz w:val="20"/>
                <w:szCs w:val="20"/>
              </w:rPr>
              <w:t>2A.7</w:t>
            </w:r>
            <w:proofErr w:type="spellEnd"/>
          </w:p>
        </w:tc>
        <w:tc>
          <w:tcPr>
            <w:tcW w:w="7229" w:type="dxa"/>
            <w:tcBorders>
              <w:top w:val="nil"/>
              <w:left w:val="nil"/>
              <w:bottom w:val="nil"/>
              <w:right w:val="nil"/>
            </w:tcBorders>
            <w:shd w:val="clear" w:color="auto" w:fill="auto"/>
            <w:hideMark/>
          </w:tcPr>
          <w:p w:rsidR="001939AB" w:rsidRPr="00742CEE" w:rsidRDefault="001939AB" w:rsidP="001939AB">
            <w:pPr>
              <w:jc w:val="both"/>
              <w:rPr>
                <w:rFonts w:ascii="Arial" w:hAnsi="Arial" w:cs="Arial"/>
                <w:sz w:val="20"/>
                <w:szCs w:val="20"/>
              </w:rPr>
            </w:pPr>
            <w:r w:rsidRPr="00742CEE">
              <w:rPr>
                <w:rFonts w:ascii="Arial" w:hAnsi="Arial" w:cs="Arial"/>
                <w:sz w:val="20"/>
                <w:szCs w:val="20"/>
              </w:rPr>
              <w:t>P</w:t>
            </w:r>
            <w:r w:rsidR="00121DD7" w:rsidRPr="00742CEE">
              <w:rPr>
                <w:rFonts w:ascii="Arial" w:hAnsi="Arial" w:cs="Arial"/>
                <w:sz w:val="20"/>
                <w:szCs w:val="20"/>
              </w:rPr>
              <w:t>eople by country of birth, 2006</w:t>
            </w:r>
          </w:p>
        </w:tc>
      </w:tr>
      <w:tr w:rsidR="001939AB" w:rsidRPr="001939AB" w:rsidTr="007E4C14">
        <w:trPr>
          <w:trHeight w:val="357"/>
        </w:trPr>
        <w:tc>
          <w:tcPr>
            <w:tcW w:w="1560" w:type="dxa"/>
            <w:tcBorders>
              <w:top w:val="nil"/>
              <w:left w:val="nil"/>
              <w:bottom w:val="nil"/>
              <w:right w:val="nil"/>
            </w:tcBorders>
            <w:shd w:val="clear" w:color="auto" w:fill="auto"/>
            <w:noWrap/>
            <w:hideMark/>
          </w:tcPr>
          <w:p w:rsidR="001939AB" w:rsidRPr="001939AB" w:rsidRDefault="001939AB" w:rsidP="001939AB">
            <w:pPr>
              <w:rPr>
                <w:rFonts w:ascii="Arial" w:hAnsi="Arial" w:cs="Arial"/>
                <w:b/>
                <w:bCs/>
                <w:color w:val="0000FF"/>
                <w:sz w:val="20"/>
                <w:szCs w:val="20"/>
              </w:rPr>
            </w:pPr>
            <w:r w:rsidRPr="001939AB">
              <w:rPr>
                <w:rFonts w:ascii="Arial" w:hAnsi="Arial" w:cs="Arial"/>
                <w:b/>
                <w:bCs/>
                <w:color w:val="0000FF"/>
                <w:sz w:val="20"/>
                <w:szCs w:val="20"/>
              </w:rPr>
              <w:t xml:space="preserve">Table </w:t>
            </w:r>
            <w:proofErr w:type="spellStart"/>
            <w:r w:rsidRPr="001939AB">
              <w:rPr>
                <w:rFonts w:ascii="Arial" w:hAnsi="Arial" w:cs="Arial"/>
                <w:b/>
                <w:bCs/>
                <w:color w:val="0000FF"/>
                <w:sz w:val="20"/>
                <w:szCs w:val="20"/>
              </w:rPr>
              <w:t>2A.8</w:t>
            </w:r>
            <w:proofErr w:type="spellEnd"/>
          </w:p>
        </w:tc>
        <w:tc>
          <w:tcPr>
            <w:tcW w:w="7229" w:type="dxa"/>
            <w:tcBorders>
              <w:top w:val="nil"/>
              <w:left w:val="nil"/>
              <w:bottom w:val="nil"/>
              <w:right w:val="nil"/>
            </w:tcBorders>
            <w:shd w:val="clear" w:color="auto" w:fill="auto"/>
            <w:hideMark/>
          </w:tcPr>
          <w:p w:rsidR="001939AB" w:rsidRPr="00742CEE" w:rsidRDefault="001939AB" w:rsidP="001939AB">
            <w:pPr>
              <w:jc w:val="both"/>
              <w:rPr>
                <w:rFonts w:ascii="Arial" w:hAnsi="Arial" w:cs="Arial"/>
                <w:sz w:val="20"/>
                <w:szCs w:val="20"/>
              </w:rPr>
            </w:pPr>
            <w:r w:rsidRPr="00742CEE">
              <w:rPr>
                <w:rFonts w:ascii="Arial" w:hAnsi="Arial" w:cs="Arial"/>
                <w:sz w:val="20"/>
                <w:szCs w:val="20"/>
              </w:rPr>
              <w:t>P</w:t>
            </w:r>
            <w:r w:rsidR="00121DD7" w:rsidRPr="00742CEE">
              <w:rPr>
                <w:rFonts w:ascii="Arial" w:hAnsi="Arial" w:cs="Arial"/>
                <w:sz w:val="20"/>
                <w:szCs w:val="20"/>
              </w:rPr>
              <w:t>eople by country of birth, 2011</w:t>
            </w:r>
          </w:p>
        </w:tc>
      </w:tr>
      <w:tr w:rsidR="001939AB" w:rsidRPr="001939AB" w:rsidTr="007E4C14">
        <w:trPr>
          <w:trHeight w:val="357"/>
        </w:trPr>
        <w:tc>
          <w:tcPr>
            <w:tcW w:w="1560" w:type="dxa"/>
            <w:tcBorders>
              <w:top w:val="nil"/>
              <w:left w:val="nil"/>
              <w:bottom w:val="nil"/>
              <w:right w:val="nil"/>
            </w:tcBorders>
            <w:shd w:val="clear" w:color="auto" w:fill="auto"/>
            <w:noWrap/>
            <w:hideMark/>
          </w:tcPr>
          <w:p w:rsidR="001939AB" w:rsidRPr="001939AB" w:rsidRDefault="001939AB" w:rsidP="001939AB">
            <w:pPr>
              <w:rPr>
                <w:rFonts w:ascii="Arial" w:hAnsi="Arial" w:cs="Arial"/>
                <w:b/>
                <w:bCs/>
                <w:color w:val="0000FF"/>
                <w:sz w:val="20"/>
                <w:szCs w:val="20"/>
              </w:rPr>
            </w:pPr>
            <w:r w:rsidRPr="001939AB">
              <w:rPr>
                <w:rFonts w:ascii="Arial" w:hAnsi="Arial" w:cs="Arial"/>
                <w:b/>
                <w:bCs/>
                <w:color w:val="0000FF"/>
                <w:sz w:val="20"/>
                <w:szCs w:val="20"/>
              </w:rPr>
              <w:lastRenderedPageBreak/>
              <w:t xml:space="preserve">Table </w:t>
            </w:r>
            <w:proofErr w:type="spellStart"/>
            <w:r w:rsidRPr="001939AB">
              <w:rPr>
                <w:rFonts w:ascii="Arial" w:hAnsi="Arial" w:cs="Arial"/>
                <w:b/>
                <w:bCs/>
                <w:color w:val="0000FF"/>
                <w:sz w:val="20"/>
                <w:szCs w:val="20"/>
              </w:rPr>
              <w:t>2A.9</w:t>
            </w:r>
            <w:proofErr w:type="spellEnd"/>
          </w:p>
        </w:tc>
        <w:tc>
          <w:tcPr>
            <w:tcW w:w="7229" w:type="dxa"/>
            <w:tcBorders>
              <w:top w:val="nil"/>
              <w:left w:val="nil"/>
              <w:bottom w:val="nil"/>
              <w:right w:val="nil"/>
            </w:tcBorders>
            <w:shd w:val="clear" w:color="auto" w:fill="auto"/>
            <w:hideMark/>
          </w:tcPr>
          <w:p w:rsidR="001939AB" w:rsidRPr="00742CEE" w:rsidRDefault="001939AB" w:rsidP="001939AB">
            <w:pPr>
              <w:jc w:val="both"/>
              <w:rPr>
                <w:rFonts w:ascii="Arial" w:hAnsi="Arial" w:cs="Arial"/>
                <w:sz w:val="20"/>
                <w:szCs w:val="20"/>
              </w:rPr>
            </w:pPr>
            <w:r w:rsidRPr="00742CEE">
              <w:rPr>
                <w:rFonts w:ascii="Arial" w:hAnsi="Arial" w:cs="Arial"/>
                <w:sz w:val="20"/>
                <w:szCs w:val="20"/>
              </w:rPr>
              <w:t>People by langua</w:t>
            </w:r>
            <w:r w:rsidR="00121DD7" w:rsidRPr="00742CEE">
              <w:rPr>
                <w:rFonts w:ascii="Arial" w:hAnsi="Arial" w:cs="Arial"/>
                <w:sz w:val="20"/>
                <w:szCs w:val="20"/>
              </w:rPr>
              <w:t>ge spoken at home, 2001 ('000)</w:t>
            </w:r>
          </w:p>
        </w:tc>
      </w:tr>
      <w:tr w:rsidR="001939AB" w:rsidRPr="001939AB" w:rsidTr="007E4C14">
        <w:trPr>
          <w:trHeight w:val="357"/>
        </w:trPr>
        <w:tc>
          <w:tcPr>
            <w:tcW w:w="1560" w:type="dxa"/>
            <w:tcBorders>
              <w:top w:val="nil"/>
              <w:left w:val="nil"/>
              <w:bottom w:val="nil"/>
              <w:right w:val="nil"/>
            </w:tcBorders>
            <w:shd w:val="clear" w:color="auto" w:fill="auto"/>
            <w:noWrap/>
            <w:hideMark/>
          </w:tcPr>
          <w:p w:rsidR="001939AB" w:rsidRPr="001939AB" w:rsidRDefault="001939AB" w:rsidP="001939AB">
            <w:pPr>
              <w:rPr>
                <w:rFonts w:ascii="Arial" w:hAnsi="Arial" w:cs="Arial"/>
                <w:b/>
                <w:bCs/>
                <w:color w:val="0000FF"/>
                <w:sz w:val="20"/>
                <w:szCs w:val="20"/>
              </w:rPr>
            </w:pPr>
            <w:r w:rsidRPr="001939AB">
              <w:rPr>
                <w:rFonts w:ascii="Arial" w:hAnsi="Arial" w:cs="Arial"/>
                <w:b/>
                <w:bCs/>
                <w:color w:val="0000FF"/>
                <w:sz w:val="20"/>
                <w:szCs w:val="20"/>
              </w:rPr>
              <w:t xml:space="preserve">Table </w:t>
            </w:r>
            <w:proofErr w:type="spellStart"/>
            <w:r w:rsidRPr="001939AB">
              <w:rPr>
                <w:rFonts w:ascii="Arial" w:hAnsi="Arial" w:cs="Arial"/>
                <w:b/>
                <w:bCs/>
                <w:color w:val="0000FF"/>
                <w:sz w:val="20"/>
                <w:szCs w:val="20"/>
              </w:rPr>
              <w:t>2A.10</w:t>
            </w:r>
            <w:proofErr w:type="spellEnd"/>
          </w:p>
        </w:tc>
        <w:tc>
          <w:tcPr>
            <w:tcW w:w="7229" w:type="dxa"/>
            <w:tcBorders>
              <w:top w:val="nil"/>
              <w:left w:val="nil"/>
              <w:bottom w:val="nil"/>
              <w:right w:val="nil"/>
            </w:tcBorders>
            <w:shd w:val="clear" w:color="auto" w:fill="auto"/>
            <w:hideMark/>
          </w:tcPr>
          <w:p w:rsidR="001939AB" w:rsidRPr="00742CEE" w:rsidRDefault="001939AB" w:rsidP="001939AB">
            <w:pPr>
              <w:jc w:val="both"/>
              <w:rPr>
                <w:rFonts w:ascii="Arial" w:hAnsi="Arial" w:cs="Arial"/>
                <w:sz w:val="20"/>
                <w:szCs w:val="20"/>
              </w:rPr>
            </w:pPr>
            <w:r w:rsidRPr="00742CEE">
              <w:rPr>
                <w:rFonts w:ascii="Arial" w:hAnsi="Arial" w:cs="Arial"/>
                <w:sz w:val="20"/>
                <w:szCs w:val="20"/>
              </w:rPr>
              <w:t>People by langua</w:t>
            </w:r>
            <w:r w:rsidR="00121DD7" w:rsidRPr="00742CEE">
              <w:rPr>
                <w:rFonts w:ascii="Arial" w:hAnsi="Arial" w:cs="Arial"/>
                <w:sz w:val="20"/>
                <w:szCs w:val="20"/>
              </w:rPr>
              <w:t>ge spoken at home, 2006 ('000)</w:t>
            </w:r>
          </w:p>
        </w:tc>
      </w:tr>
      <w:tr w:rsidR="001939AB" w:rsidRPr="001939AB" w:rsidTr="007E4C14">
        <w:trPr>
          <w:trHeight w:val="357"/>
        </w:trPr>
        <w:tc>
          <w:tcPr>
            <w:tcW w:w="1560" w:type="dxa"/>
            <w:tcBorders>
              <w:top w:val="nil"/>
              <w:left w:val="nil"/>
              <w:bottom w:val="nil"/>
              <w:right w:val="nil"/>
            </w:tcBorders>
            <w:shd w:val="clear" w:color="auto" w:fill="auto"/>
            <w:noWrap/>
            <w:hideMark/>
          </w:tcPr>
          <w:p w:rsidR="001939AB" w:rsidRPr="001939AB" w:rsidRDefault="001939AB" w:rsidP="001939AB">
            <w:pPr>
              <w:rPr>
                <w:rFonts w:ascii="Arial" w:hAnsi="Arial" w:cs="Arial"/>
                <w:b/>
                <w:bCs/>
                <w:color w:val="0000FF"/>
                <w:sz w:val="20"/>
                <w:szCs w:val="20"/>
              </w:rPr>
            </w:pPr>
            <w:r w:rsidRPr="001939AB">
              <w:rPr>
                <w:rFonts w:ascii="Arial" w:hAnsi="Arial" w:cs="Arial"/>
                <w:b/>
                <w:bCs/>
                <w:color w:val="0000FF"/>
                <w:sz w:val="20"/>
                <w:szCs w:val="20"/>
              </w:rPr>
              <w:t xml:space="preserve">Table </w:t>
            </w:r>
            <w:proofErr w:type="spellStart"/>
            <w:r w:rsidRPr="001939AB">
              <w:rPr>
                <w:rFonts w:ascii="Arial" w:hAnsi="Arial" w:cs="Arial"/>
                <w:b/>
                <w:bCs/>
                <w:color w:val="0000FF"/>
                <w:sz w:val="20"/>
                <w:szCs w:val="20"/>
              </w:rPr>
              <w:t>2A.11</w:t>
            </w:r>
            <w:proofErr w:type="spellEnd"/>
          </w:p>
        </w:tc>
        <w:tc>
          <w:tcPr>
            <w:tcW w:w="7229" w:type="dxa"/>
            <w:tcBorders>
              <w:top w:val="nil"/>
              <w:left w:val="nil"/>
              <w:bottom w:val="nil"/>
              <w:right w:val="nil"/>
            </w:tcBorders>
            <w:shd w:val="clear" w:color="auto" w:fill="auto"/>
            <w:hideMark/>
          </w:tcPr>
          <w:p w:rsidR="001939AB" w:rsidRPr="00D01C12" w:rsidRDefault="001939AB" w:rsidP="001939AB">
            <w:pPr>
              <w:jc w:val="both"/>
              <w:rPr>
                <w:rFonts w:ascii="Arial" w:hAnsi="Arial" w:cs="Arial"/>
                <w:sz w:val="20"/>
                <w:szCs w:val="20"/>
              </w:rPr>
            </w:pPr>
            <w:r w:rsidRPr="00D01C12">
              <w:rPr>
                <w:rFonts w:ascii="Arial" w:hAnsi="Arial" w:cs="Arial"/>
                <w:sz w:val="20"/>
                <w:szCs w:val="20"/>
              </w:rPr>
              <w:t>People by langua</w:t>
            </w:r>
            <w:r w:rsidR="00121DD7" w:rsidRPr="00D01C12">
              <w:rPr>
                <w:rFonts w:ascii="Arial" w:hAnsi="Arial" w:cs="Arial"/>
                <w:sz w:val="20"/>
                <w:szCs w:val="20"/>
              </w:rPr>
              <w:t>ge spoken at home, 2011 ('000)</w:t>
            </w:r>
          </w:p>
        </w:tc>
      </w:tr>
      <w:tr w:rsidR="001939AB" w:rsidRPr="001939AB" w:rsidTr="00742CEE">
        <w:trPr>
          <w:trHeight w:val="357"/>
        </w:trPr>
        <w:tc>
          <w:tcPr>
            <w:tcW w:w="1560" w:type="dxa"/>
            <w:tcBorders>
              <w:top w:val="nil"/>
              <w:left w:val="nil"/>
              <w:bottom w:val="nil"/>
              <w:right w:val="nil"/>
            </w:tcBorders>
            <w:shd w:val="clear" w:color="auto" w:fill="auto"/>
            <w:noWrap/>
            <w:hideMark/>
          </w:tcPr>
          <w:p w:rsidR="001939AB" w:rsidRPr="001939AB" w:rsidRDefault="001939AB" w:rsidP="001939AB">
            <w:pPr>
              <w:rPr>
                <w:rFonts w:ascii="Arial" w:hAnsi="Arial" w:cs="Arial"/>
                <w:b/>
                <w:bCs/>
                <w:color w:val="0000FF"/>
                <w:sz w:val="20"/>
                <w:szCs w:val="20"/>
              </w:rPr>
            </w:pPr>
            <w:r w:rsidRPr="001939AB">
              <w:rPr>
                <w:rFonts w:ascii="Arial" w:hAnsi="Arial" w:cs="Arial"/>
                <w:b/>
                <w:bCs/>
                <w:color w:val="0000FF"/>
                <w:sz w:val="20"/>
                <w:szCs w:val="20"/>
              </w:rPr>
              <w:t xml:space="preserve">Table </w:t>
            </w:r>
            <w:proofErr w:type="spellStart"/>
            <w:r w:rsidRPr="001939AB">
              <w:rPr>
                <w:rFonts w:ascii="Arial" w:hAnsi="Arial" w:cs="Arial"/>
                <w:b/>
                <w:bCs/>
                <w:color w:val="0000FF"/>
                <w:sz w:val="20"/>
                <w:szCs w:val="20"/>
              </w:rPr>
              <w:t>2A.12</w:t>
            </w:r>
            <w:proofErr w:type="spellEnd"/>
          </w:p>
        </w:tc>
        <w:tc>
          <w:tcPr>
            <w:tcW w:w="7229" w:type="dxa"/>
            <w:tcBorders>
              <w:top w:val="nil"/>
              <w:left w:val="nil"/>
              <w:right w:val="nil"/>
            </w:tcBorders>
            <w:shd w:val="clear" w:color="auto" w:fill="auto"/>
            <w:hideMark/>
          </w:tcPr>
          <w:p w:rsidR="001939AB" w:rsidRPr="00D01C12" w:rsidRDefault="001939AB" w:rsidP="001939AB">
            <w:pPr>
              <w:jc w:val="both"/>
              <w:rPr>
                <w:rFonts w:ascii="Arial" w:hAnsi="Arial" w:cs="Arial"/>
                <w:sz w:val="20"/>
                <w:szCs w:val="20"/>
              </w:rPr>
            </w:pPr>
            <w:r w:rsidRPr="00D01C12">
              <w:rPr>
                <w:rFonts w:ascii="Arial" w:hAnsi="Arial" w:cs="Arial"/>
                <w:sz w:val="20"/>
                <w:szCs w:val="20"/>
              </w:rPr>
              <w:t>Estimated resident popula</w:t>
            </w:r>
            <w:r w:rsidR="00121DD7" w:rsidRPr="00D01C12">
              <w:rPr>
                <w:rFonts w:ascii="Arial" w:hAnsi="Arial" w:cs="Arial"/>
                <w:sz w:val="20"/>
                <w:szCs w:val="20"/>
              </w:rPr>
              <w:t>tion (</w:t>
            </w:r>
            <w:proofErr w:type="spellStart"/>
            <w:r w:rsidR="00121DD7" w:rsidRPr="00D01C12">
              <w:rPr>
                <w:rFonts w:ascii="Arial" w:hAnsi="Arial" w:cs="Arial"/>
                <w:sz w:val="20"/>
                <w:szCs w:val="20"/>
              </w:rPr>
              <w:t>ERP</w:t>
            </w:r>
            <w:proofErr w:type="spellEnd"/>
            <w:r w:rsidR="00121DD7" w:rsidRPr="00D01C12">
              <w:rPr>
                <w:rFonts w:ascii="Arial" w:hAnsi="Arial" w:cs="Arial"/>
                <w:sz w:val="20"/>
                <w:szCs w:val="20"/>
              </w:rPr>
              <w:t>) by remoteness area</w:t>
            </w:r>
          </w:p>
        </w:tc>
      </w:tr>
      <w:tr w:rsidR="00FD6CE4" w:rsidRPr="001939AB" w:rsidTr="008A1584">
        <w:trPr>
          <w:trHeight w:val="612"/>
        </w:trPr>
        <w:tc>
          <w:tcPr>
            <w:tcW w:w="1560" w:type="dxa"/>
            <w:tcBorders>
              <w:top w:val="nil"/>
              <w:left w:val="nil"/>
              <w:bottom w:val="nil"/>
              <w:right w:val="nil"/>
            </w:tcBorders>
            <w:shd w:val="clear" w:color="auto" w:fill="auto"/>
            <w:noWrap/>
            <w:hideMark/>
          </w:tcPr>
          <w:p w:rsidR="00FD6CE4" w:rsidRPr="001939AB" w:rsidRDefault="00FD6CE4" w:rsidP="001939AB">
            <w:pPr>
              <w:rPr>
                <w:rFonts w:ascii="Arial" w:hAnsi="Arial" w:cs="Arial"/>
                <w:b/>
                <w:bCs/>
                <w:color w:val="0000FF"/>
                <w:sz w:val="20"/>
                <w:szCs w:val="20"/>
              </w:rPr>
            </w:pPr>
            <w:r w:rsidRPr="001939AB">
              <w:rPr>
                <w:rFonts w:ascii="Arial" w:hAnsi="Arial" w:cs="Arial"/>
                <w:b/>
                <w:bCs/>
                <w:color w:val="0000FF"/>
                <w:sz w:val="20"/>
                <w:szCs w:val="20"/>
              </w:rPr>
              <w:t xml:space="preserve">Table </w:t>
            </w:r>
            <w:proofErr w:type="spellStart"/>
            <w:r w:rsidRPr="001939AB">
              <w:rPr>
                <w:rFonts w:ascii="Arial" w:hAnsi="Arial" w:cs="Arial"/>
                <w:b/>
                <w:bCs/>
                <w:color w:val="0000FF"/>
                <w:sz w:val="20"/>
                <w:szCs w:val="20"/>
              </w:rPr>
              <w:t>2A.13</w:t>
            </w:r>
            <w:proofErr w:type="spellEnd"/>
          </w:p>
        </w:tc>
        <w:tc>
          <w:tcPr>
            <w:tcW w:w="7229" w:type="dxa"/>
            <w:tcBorders>
              <w:top w:val="nil"/>
              <w:left w:val="nil"/>
              <w:bottom w:val="nil"/>
              <w:right w:val="nil"/>
            </w:tcBorders>
            <w:shd w:val="clear" w:color="auto" w:fill="auto"/>
            <w:hideMark/>
          </w:tcPr>
          <w:p w:rsidR="00FD6CE4" w:rsidRPr="00FD6CE4" w:rsidRDefault="00FD6CE4" w:rsidP="00FD6CE4">
            <w:pPr>
              <w:jc w:val="both"/>
              <w:rPr>
                <w:rFonts w:ascii="Arial" w:hAnsi="Arial" w:cs="Arial"/>
                <w:sz w:val="20"/>
                <w:szCs w:val="20"/>
              </w:rPr>
            </w:pPr>
            <w:r w:rsidRPr="00FD6CE4">
              <w:rPr>
                <w:rFonts w:ascii="Arial" w:hAnsi="Arial" w:cs="Arial"/>
                <w:sz w:val="20"/>
                <w:szCs w:val="20"/>
              </w:rPr>
              <w:t xml:space="preserve">Aboriginal and Torres Strait Islander population </w:t>
            </w:r>
            <w:r w:rsidR="00F636EA">
              <w:rPr>
                <w:rFonts w:ascii="Arial" w:hAnsi="Arial" w:cs="Arial"/>
                <w:sz w:val="20"/>
                <w:szCs w:val="20"/>
              </w:rPr>
              <w:t xml:space="preserve">projections, by age and sex, </w:t>
            </w:r>
            <w:r w:rsidR="00F636EA">
              <w:rPr>
                <w:rFonts w:ascii="Arial" w:hAnsi="Arial" w:cs="Arial"/>
                <w:sz w:val="20"/>
                <w:szCs w:val="20"/>
              </w:rPr>
              <w:br/>
              <w:t xml:space="preserve">30 </w:t>
            </w:r>
            <w:r w:rsidRPr="00FD6CE4">
              <w:rPr>
                <w:rFonts w:ascii="Arial" w:hAnsi="Arial" w:cs="Arial"/>
                <w:sz w:val="20"/>
                <w:szCs w:val="20"/>
              </w:rPr>
              <w:t>June</w:t>
            </w:r>
          </w:p>
        </w:tc>
      </w:tr>
      <w:tr w:rsidR="00FD6CE4" w:rsidRPr="001939AB" w:rsidTr="008D6D4B">
        <w:trPr>
          <w:trHeight w:val="612"/>
        </w:trPr>
        <w:tc>
          <w:tcPr>
            <w:tcW w:w="1560" w:type="dxa"/>
            <w:tcBorders>
              <w:top w:val="nil"/>
              <w:left w:val="nil"/>
              <w:bottom w:val="nil"/>
              <w:right w:val="nil"/>
            </w:tcBorders>
            <w:shd w:val="clear" w:color="auto" w:fill="auto"/>
            <w:noWrap/>
            <w:hideMark/>
          </w:tcPr>
          <w:p w:rsidR="00FD6CE4" w:rsidRPr="001939AB" w:rsidRDefault="00FD6CE4" w:rsidP="001939AB">
            <w:pPr>
              <w:rPr>
                <w:rFonts w:ascii="Arial" w:hAnsi="Arial" w:cs="Arial"/>
                <w:b/>
                <w:bCs/>
                <w:color w:val="0000FF"/>
                <w:sz w:val="20"/>
                <w:szCs w:val="20"/>
              </w:rPr>
            </w:pPr>
            <w:r w:rsidRPr="001939AB">
              <w:rPr>
                <w:rFonts w:ascii="Arial" w:hAnsi="Arial" w:cs="Arial"/>
                <w:b/>
                <w:bCs/>
                <w:color w:val="0000FF"/>
                <w:sz w:val="20"/>
                <w:szCs w:val="20"/>
              </w:rPr>
              <w:t xml:space="preserve">Table </w:t>
            </w:r>
            <w:proofErr w:type="spellStart"/>
            <w:r w:rsidRPr="001939AB">
              <w:rPr>
                <w:rFonts w:ascii="Arial" w:hAnsi="Arial" w:cs="Arial"/>
                <w:b/>
                <w:bCs/>
                <w:color w:val="0000FF"/>
                <w:sz w:val="20"/>
                <w:szCs w:val="20"/>
              </w:rPr>
              <w:t>2A.14</w:t>
            </w:r>
            <w:proofErr w:type="spellEnd"/>
          </w:p>
        </w:tc>
        <w:tc>
          <w:tcPr>
            <w:tcW w:w="7229" w:type="dxa"/>
            <w:tcBorders>
              <w:top w:val="nil"/>
              <w:left w:val="nil"/>
              <w:bottom w:val="nil"/>
              <w:right w:val="nil"/>
            </w:tcBorders>
            <w:shd w:val="clear" w:color="auto" w:fill="auto"/>
            <w:hideMark/>
          </w:tcPr>
          <w:p w:rsidR="00FD6CE4" w:rsidRPr="00FD6CE4" w:rsidRDefault="00FD6CE4" w:rsidP="00FD6CE4">
            <w:pPr>
              <w:jc w:val="both"/>
              <w:rPr>
                <w:rFonts w:ascii="Arial" w:hAnsi="Arial" w:cs="Arial"/>
                <w:sz w:val="20"/>
                <w:szCs w:val="20"/>
              </w:rPr>
            </w:pPr>
            <w:r w:rsidRPr="00FD6CE4">
              <w:rPr>
                <w:rFonts w:ascii="Arial" w:hAnsi="Arial" w:cs="Arial"/>
                <w:sz w:val="20"/>
                <w:szCs w:val="20"/>
              </w:rPr>
              <w:t xml:space="preserve">Aboriginal and Torres Strait Islander population </w:t>
            </w:r>
            <w:r w:rsidR="00F636EA">
              <w:rPr>
                <w:rFonts w:ascii="Arial" w:hAnsi="Arial" w:cs="Arial"/>
                <w:sz w:val="20"/>
                <w:szCs w:val="20"/>
              </w:rPr>
              <w:t xml:space="preserve">projections, by age and sex, </w:t>
            </w:r>
            <w:r w:rsidR="00F636EA">
              <w:rPr>
                <w:rFonts w:ascii="Arial" w:hAnsi="Arial" w:cs="Arial"/>
                <w:sz w:val="20"/>
                <w:szCs w:val="20"/>
              </w:rPr>
              <w:br/>
              <w:t xml:space="preserve">30 </w:t>
            </w:r>
            <w:r w:rsidRPr="00FD6CE4">
              <w:rPr>
                <w:rFonts w:ascii="Arial" w:hAnsi="Arial" w:cs="Arial"/>
                <w:sz w:val="20"/>
                <w:szCs w:val="20"/>
              </w:rPr>
              <w:t>June</w:t>
            </w:r>
          </w:p>
        </w:tc>
      </w:tr>
      <w:tr w:rsidR="00121DD7" w:rsidRPr="001939AB" w:rsidTr="00742CEE">
        <w:trPr>
          <w:trHeight w:val="612"/>
        </w:trPr>
        <w:tc>
          <w:tcPr>
            <w:tcW w:w="1560" w:type="dxa"/>
            <w:tcBorders>
              <w:top w:val="nil"/>
              <w:left w:val="nil"/>
              <w:bottom w:val="nil"/>
              <w:right w:val="nil"/>
            </w:tcBorders>
            <w:shd w:val="clear" w:color="auto" w:fill="auto"/>
            <w:noWrap/>
            <w:hideMark/>
          </w:tcPr>
          <w:p w:rsidR="00121DD7" w:rsidRPr="001939AB" w:rsidRDefault="00121DD7" w:rsidP="001939AB">
            <w:pPr>
              <w:rPr>
                <w:rFonts w:ascii="Arial" w:hAnsi="Arial" w:cs="Arial"/>
                <w:b/>
                <w:bCs/>
                <w:color w:val="0000FF"/>
                <w:sz w:val="20"/>
                <w:szCs w:val="20"/>
              </w:rPr>
            </w:pPr>
            <w:r w:rsidRPr="001939AB">
              <w:rPr>
                <w:rFonts w:ascii="Arial" w:hAnsi="Arial" w:cs="Arial"/>
                <w:b/>
                <w:bCs/>
                <w:color w:val="0000FF"/>
                <w:sz w:val="20"/>
                <w:szCs w:val="20"/>
              </w:rPr>
              <w:t xml:space="preserve">Table </w:t>
            </w:r>
            <w:proofErr w:type="spellStart"/>
            <w:r w:rsidRPr="001939AB">
              <w:rPr>
                <w:rFonts w:ascii="Arial" w:hAnsi="Arial" w:cs="Arial"/>
                <w:b/>
                <w:bCs/>
                <w:color w:val="0000FF"/>
                <w:sz w:val="20"/>
                <w:szCs w:val="20"/>
              </w:rPr>
              <w:t>2A.15</w:t>
            </w:r>
            <w:proofErr w:type="spellEnd"/>
          </w:p>
        </w:tc>
        <w:tc>
          <w:tcPr>
            <w:tcW w:w="7229" w:type="dxa"/>
            <w:tcBorders>
              <w:top w:val="nil"/>
              <w:left w:val="nil"/>
              <w:bottom w:val="nil"/>
              <w:right w:val="nil"/>
            </w:tcBorders>
            <w:shd w:val="clear" w:color="auto" w:fill="auto"/>
            <w:hideMark/>
          </w:tcPr>
          <w:p w:rsidR="00121DD7" w:rsidRPr="00D01C12" w:rsidRDefault="00121DD7" w:rsidP="00121DD7">
            <w:pPr>
              <w:jc w:val="both"/>
              <w:rPr>
                <w:rFonts w:ascii="Arial" w:hAnsi="Arial" w:cs="Arial"/>
                <w:sz w:val="20"/>
                <w:szCs w:val="20"/>
              </w:rPr>
            </w:pPr>
            <w:r w:rsidRPr="00D01C12">
              <w:rPr>
                <w:rFonts w:ascii="Arial" w:hAnsi="Arial" w:cs="Arial"/>
                <w:sz w:val="20"/>
                <w:szCs w:val="20"/>
              </w:rPr>
              <w:t>Language spoken at home by Aboriginal and Torres Strait Islander Australians and proficiency in spoken</w:t>
            </w:r>
            <w:r w:rsidR="00CD0705" w:rsidRPr="00D01C12">
              <w:rPr>
                <w:rFonts w:ascii="Arial" w:hAnsi="Arial" w:cs="Arial"/>
                <w:sz w:val="20"/>
                <w:szCs w:val="20"/>
              </w:rPr>
              <w:t xml:space="preserve"> English, by sex, 2001 (number)</w:t>
            </w:r>
          </w:p>
        </w:tc>
      </w:tr>
      <w:tr w:rsidR="00121DD7" w:rsidRPr="001939AB" w:rsidTr="00742CEE">
        <w:trPr>
          <w:trHeight w:val="612"/>
        </w:trPr>
        <w:tc>
          <w:tcPr>
            <w:tcW w:w="1560" w:type="dxa"/>
            <w:tcBorders>
              <w:top w:val="nil"/>
              <w:left w:val="nil"/>
              <w:bottom w:val="nil"/>
              <w:right w:val="nil"/>
            </w:tcBorders>
            <w:shd w:val="clear" w:color="auto" w:fill="auto"/>
            <w:noWrap/>
            <w:hideMark/>
          </w:tcPr>
          <w:p w:rsidR="00121DD7" w:rsidRPr="001939AB" w:rsidRDefault="00121DD7" w:rsidP="001939AB">
            <w:pPr>
              <w:rPr>
                <w:rFonts w:ascii="Arial" w:hAnsi="Arial" w:cs="Arial"/>
                <w:b/>
                <w:bCs/>
                <w:color w:val="0000FF"/>
                <w:sz w:val="20"/>
                <w:szCs w:val="20"/>
              </w:rPr>
            </w:pPr>
            <w:r w:rsidRPr="001939AB">
              <w:rPr>
                <w:rFonts w:ascii="Arial" w:hAnsi="Arial" w:cs="Arial"/>
                <w:b/>
                <w:bCs/>
                <w:color w:val="0000FF"/>
                <w:sz w:val="20"/>
                <w:szCs w:val="20"/>
              </w:rPr>
              <w:t xml:space="preserve">Table </w:t>
            </w:r>
            <w:proofErr w:type="spellStart"/>
            <w:r w:rsidRPr="001939AB">
              <w:rPr>
                <w:rFonts w:ascii="Arial" w:hAnsi="Arial" w:cs="Arial"/>
                <w:b/>
                <w:bCs/>
                <w:color w:val="0000FF"/>
                <w:sz w:val="20"/>
                <w:szCs w:val="20"/>
              </w:rPr>
              <w:t>2A.16</w:t>
            </w:r>
            <w:proofErr w:type="spellEnd"/>
          </w:p>
        </w:tc>
        <w:tc>
          <w:tcPr>
            <w:tcW w:w="7229" w:type="dxa"/>
            <w:tcBorders>
              <w:top w:val="nil"/>
              <w:left w:val="nil"/>
              <w:bottom w:val="nil"/>
              <w:right w:val="nil"/>
            </w:tcBorders>
            <w:shd w:val="clear" w:color="auto" w:fill="auto"/>
            <w:hideMark/>
          </w:tcPr>
          <w:p w:rsidR="00121DD7" w:rsidRPr="00D01C12" w:rsidRDefault="00121DD7" w:rsidP="00121DD7">
            <w:pPr>
              <w:jc w:val="both"/>
              <w:rPr>
                <w:rFonts w:ascii="Arial" w:hAnsi="Arial" w:cs="Arial"/>
                <w:sz w:val="20"/>
                <w:szCs w:val="20"/>
              </w:rPr>
            </w:pPr>
            <w:r w:rsidRPr="00D01C12">
              <w:rPr>
                <w:rFonts w:ascii="Arial" w:hAnsi="Arial" w:cs="Arial"/>
                <w:sz w:val="20"/>
                <w:szCs w:val="20"/>
              </w:rPr>
              <w:t>Language spoken at home by Aboriginal and Torres Strait Islander Australians and proficiency in spoken</w:t>
            </w:r>
            <w:r w:rsidR="00CD0705" w:rsidRPr="00D01C12">
              <w:rPr>
                <w:rFonts w:ascii="Arial" w:hAnsi="Arial" w:cs="Arial"/>
                <w:sz w:val="20"/>
                <w:szCs w:val="20"/>
              </w:rPr>
              <w:t xml:space="preserve"> English, by sex, 2006 (number)</w:t>
            </w:r>
          </w:p>
        </w:tc>
      </w:tr>
      <w:tr w:rsidR="00121DD7" w:rsidRPr="001939AB" w:rsidTr="00742CEE">
        <w:trPr>
          <w:trHeight w:val="612"/>
        </w:trPr>
        <w:tc>
          <w:tcPr>
            <w:tcW w:w="1560" w:type="dxa"/>
            <w:tcBorders>
              <w:top w:val="nil"/>
              <w:left w:val="nil"/>
              <w:bottom w:val="nil"/>
              <w:right w:val="nil"/>
            </w:tcBorders>
            <w:shd w:val="clear" w:color="auto" w:fill="auto"/>
            <w:noWrap/>
            <w:hideMark/>
          </w:tcPr>
          <w:p w:rsidR="00121DD7" w:rsidRPr="001939AB" w:rsidRDefault="00121DD7" w:rsidP="001939AB">
            <w:pPr>
              <w:rPr>
                <w:rFonts w:ascii="Arial" w:hAnsi="Arial" w:cs="Arial"/>
                <w:b/>
                <w:bCs/>
                <w:color w:val="0000FF"/>
                <w:sz w:val="20"/>
                <w:szCs w:val="20"/>
              </w:rPr>
            </w:pPr>
            <w:r w:rsidRPr="001939AB">
              <w:rPr>
                <w:rFonts w:ascii="Arial" w:hAnsi="Arial" w:cs="Arial"/>
                <w:b/>
                <w:bCs/>
                <w:color w:val="0000FF"/>
                <w:sz w:val="20"/>
                <w:szCs w:val="20"/>
              </w:rPr>
              <w:t xml:space="preserve">Table </w:t>
            </w:r>
            <w:proofErr w:type="spellStart"/>
            <w:r w:rsidRPr="001939AB">
              <w:rPr>
                <w:rFonts w:ascii="Arial" w:hAnsi="Arial" w:cs="Arial"/>
                <w:b/>
                <w:bCs/>
                <w:color w:val="0000FF"/>
                <w:sz w:val="20"/>
                <w:szCs w:val="20"/>
              </w:rPr>
              <w:t>2A.17</w:t>
            </w:r>
            <w:proofErr w:type="spellEnd"/>
          </w:p>
        </w:tc>
        <w:tc>
          <w:tcPr>
            <w:tcW w:w="7229" w:type="dxa"/>
            <w:tcBorders>
              <w:top w:val="nil"/>
              <w:left w:val="nil"/>
              <w:bottom w:val="nil"/>
              <w:right w:val="nil"/>
            </w:tcBorders>
            <w:shd w:val="clear" w:color="auto" w:fill="auto"/>
            <w:hideMark/>
          </w:tcPr>
          <w:p w:rsidR="00121DD7" w:rsidRPr="00D01C12" w:rsidRDefault="00121DD7" w:rsidP="00121DD7">
            <w:pPr>
              <w:jc w:val="both"/>
              <w:rPr>
                <w:rFonts w:ascii="Arial" w:hAnsi="Arial" w:cs="Arial"/>
                <w:sz w:val="20"/>
                <w:szCs w:val="20"/>
              </w:rPr>
            </w:pPr>
            <w:r w:rsidRPr="00D01C12">
              <w:rPr>
                <w:rFonts w:ascii="Arial" w:hAnsi="Arial" w:cs="Arial"/>
                <w:sz w:val="20"/>
                <w:szCs w:val="20"/>
              </w:rPr>
              <w:t>Language spoken at home by Aboriginal and Torres Strait Islander Australians and proficiency in spoken Engli</w:t>
            </w:r>
            <w:r w:rsidR="00CD0705" w:rsidRPr="00D01C12">
              <w:rPr>
                <w:rFonts w:ascii="Arial" w:hAnsi="Arial" w:cs="Arial"/>
                <w:sz w:val="20"/>
                <w:szCs w:val="20"/>
              </w:rPr>
              <w:t>sh, by sex, 2011 (number)</w:t>
            </w:r>
          </w:p>
        </w:tc>
      </w:tr>
      <w:tr w:rsidR="001939AB" w:rsidRPr="001939AB" w:rsidTr="007E4C14">
        <w:trPr>
          <w:trHeight w:val="357"/>
        </w:trPr>
        <w:tc>
          <w:tcPr>
            <w:tcW w:w="8789" w:type="dxa"/>
            <w:gridSpan w:val="2"/>
            <w:tcBorders>
              <w:top w:val="nil"/>
              <w:left w:val="nil"/>
              <w:bottom w:val="nil"/>
              <w:right w:val="nil"/>
            </w:tcBorders>
            <w:shd w:val="clear" w:color="auto" w:fill="auto"/>
            <w:noWrap/>
            <w:hideMark/>
          </w:tcPr>
          <w:p w:rsidR="001939AB" w:rsidRPr="00742CEE" w:rsidRDefault="001939AB" w:rsidP="001939AB">
            <w:pPr>
              <w:rPr>
                <w:rFonts w:ascii="Arial" w:hAnsi="Arial" w:cs="Arial"/>
                <w:b/>
                <w:bCs/>
                <w:color w:val="0000FF"/>
                <w:sz w:val="20"/>
                <w:szCs w:val="20"/>
              </w:rPr>
            </w:pPr>
            <w:r w:rsidRPr="00742CEE">
              <w:rPr>
                <w:rFonts w:ascii="Arial" w:hAnsi="Arial" w:cs="Arial"/>
                <w:b/>
                <w:bCs/>
                <w:color w:val="0000FF"/>
                <w:sz w:val="20"/>
                <w:szCs w:val="20"/>
              </w:rPr>
              <w:t>Family and household</w:t>
            </w:r>
          </w:p>
        </w:tc>
      </w:tr>
      <w:tr w:rsidR="001939AB" w:rsidRPr="001939AB" w:rsidTr="009907C3">
        <w:trPr>
          <w:trHeight w:val="357"/>
        </w:trPr>
        <w:tc>
          <w:tcPr>
            <w:tcW w:w="1560" w:type="dxa"/>
            <w:tcBorders>
              <w:top w:val="nil"/>
              <w:left w:val="nil"/>
              <w:bottom w:val="nil"/>
              <w:right w:val="nil"/>
            </w:tcBorders>
            <w:shd w:val="clear" w:color="auto" w:fill="auto"/>
            <w:noWrap/>
            <w:hideMark/>
          </w:tcPr>
          <w:p w:rsidR="001939AB" w:rsidRPr="001939AB" w:rsidRDefault="001939AB" w:rsidP="001939AB">
            <w:pPr>
              <w:rPr>
                <w:rFonts w:ascii="Arial" w:hAnsi="Arial" w:cs="Arial"/>
                <w:b/>
                <w:bCs/>
                <w:color w:val="0000FF"/>
                <w:sz w:val="20"/>
                <w:szCs w:val="20"/>
              </w:rPr>
            </w:pPr>
            <w:r w:rsidRPr="001939AB">
              <w:rPr>
                <w:rFonts w:ascii="Arial" w:hAnsi="Arial" w:cs="Arial"/>
                <w:b/>
                <w:bCs/>
                <w:color w:val="0000FF"/>
                <w:sz w:val="20"/>
                <w:szCs w:val="20"/>
              </w:rPr>
              <w:t xml:space="preserve">Table </w:t>
            </w:r>
            <w:proofErr w:type="spellStart"/>
            <w:r w:rsidRPr="001939AB">
              <w:rPr>
                <w:rFonts w:ascii="Arial" w:hAnsi="Arial" w:cs="Arial"/>
                <w:b/>
                <w:bCs/>
                <w:color w:val="0000FF"/>
                <w:sz w:val="20"/>
                <w:szCs w:val="20"/>
              </w:rPr>
              <w:t>2A.18</w:t>
            </w:r>
            <w:proofErr w:type="spellEnd"/>
          </w:p>
        </w:tc>
        <w:tc>
          <w:tcPr>
            <w:tcW w:w="7229" w:type="dxa"/>
            <w:tcBorders>
              <w:top w:val="nil"/>
              <w:left w:val="nil"/>
              <w:right w:val="nil"/>
            </w:tcBorders>
            <w:shd w:val="clear" w:color="auto" w:fill="auto"/>
            <w:hideMark/>
          </w:tcPr>
          <w:p w:rsidR="001939AB" w:rsidRPr="00742CEE" w:rsidRDefault="00121DD7" w:rsidP="00787241">
            <w:pPr>
              <w:jc w:val="both"/>
              <w:rPr>
                <w:rFonts w:ascii="Arial" w:hAnsi="Arial" w:cs="Arial"/>
                <w:sz w:val="20"/>
                <w:szCs w:val="20"/>
              </w:rPr>
            </w:pPr>
            <w:r w:rsidRPr="00742CEE">
              <w:rPr>
                <w:rFonts w:ascii="Arial" w:hAnsi="Arial" w:cs="Arial"/>
                <w:sz w:val="20"/>
                <w:szCs w:val="20"/>
              </w:rPr>
              <w:t>Family structure, 200</w:t>
            </w:r>
            <w:r w:rsidR="00787241">
              <w:rPr>
                <w:rFonts w:ascii="Arial" w:hAnsi="Arial" w:cs="Arial"/>
                <w:sz w:val="20"/>
                <w:szCs w:val="20"/>
              </w:rPr>
              <w:t>3–2012</w:t>
            </w:r>
          </w:p>
        </w:tc>
      </w:tr>
      <w:tr w:rsidR="001939AB" w:rsidRPr="001939AB" w:rsidTr="009907C3">
        <w:trPr>
          <w:trHeight w:val="357"/>
        </w:trPr>
        <w:tc>
          <w:tcPr>
            <w:tcW w:w="1560" w:type="dxa"/>
            <w:tcBorders>
              <w:top w:val="nil"/>
              <w:left w:val="nil"/>
              <w:bottom w:val="nil"/>
              <w:right w:val="nil"/>
            </w:tcBorders>
            <w:shd w:val="clear" w:color="auto" w:fill="auto"/>
            <w:noWrap/>
            <w:hideMark/>
          </w:tcPr>
          <w:p w:rsidR="001939AB" w:rsidRPr="001939AB" w:rsidRDefault="001939AB" w:rsidP="001939AB">
            <w:pPr>
              <w:rPr>
                <w:rFonts w:ascii="Arial" w:hAnsi="Arial" w:cs="Arial"/>
                <w:b/>
                <w:bCs/>
                <w:color w:val="0000FF"/>
                <w:sz w:val="20"/>
                <w:szCs w:val="20"/>
              </w:rPr>
            </w:pPr>
            <w:r w:rsidRPr="001939AB">
              <w:rPr>
                <w:rFonts w:ascii="Arial" w:hAnsi="Arial" w:cs="Arial"/>
                <w:b/>
                <w:bCs/>
                <w:color w:val="0000FF"/>
                <w:sz w:val="20"/>
                <w:szCs w:val="20"/>
              </w:rPr>
              <w:t xml:space="preserve">Table </w:t>
            </w:r>
            <w:proofErr w:type="spellStart"/>
            <w:r w:rsidRPr="001939AB">
              <w:rPr>
                <w:rFonts w:ascii="Arial" w:hAnsi="Arial" w:cs="Arial"/>
                <w:b/>
                <w:bCs/>
                <w:color w:val="0000FF"/>
                <w:sz w:val="20"/>
                <w:szCs w:val="20"/>
              </w:rPr>
              <w:t>2A.19</w:t>
            </w:r>
            <w:proofErr w:type="spellEnd"/>
          </w:p>
        </w:tc>
        <w:tc>
          <w:tcPr>
            <w:tcW w:w="7229" w:type="dxa"/>
            <w:tcBorders>
              <w:top w:val="nil"/>
              <w:left w:val="nil"/>
              <w:bottom w:val="nil"/>
              <w:right w:val="nil"/>
            </w:tcBorders>
            <w:shd w:val="clear" w:color="auto" w:fill="auto"/>
            <w:hideMark/>
          </w:tcPr>
          <w:p w:rsidR="001939AB" w:rsidRPr="00742CEE" w:rsidRDefault="001939AB" w:rsidP="001939AB">
            <w:pPr>
              <w:jc w:val="both"/>
              <w:rPr>
                <w:rFonts w:ascii="Arial" w:hAnsi="Arial" w:cs="Arial"/>
                <w:sz w:val="20"/>
                <w:szCs w:val="20"/>
              </w:rPr>
            </w:pPr>
            <w:r w:rsidRPr="00742CEE">
              <w:rPr>
                <w:rFonts w:ascii="Arial" w:hAnsi="Arial" w:cs="Arial"/>
                <w:sz w:val="20"/>
                <w:szCs w:val="20"/>
              </w:rPr>
              <w:t xml:space="preserve">Family structure, lone </w:t>
            </w:r>
            <w:r w:rsidR="00787241">
              <w:rPr>
                <w:rFonts w:ascii="Arial" w:hAnsi="Arial" w:cs="Arial"/>
                <w:sz w:val="20"/>
                <w:szCs w:val="20"/>
              </w:rPr>
              <w:t>parents, 2003–2012</w:t>
            </w:r>
            <w:r w:rsidR="00121DD7" w:rsidRPr="00742CEE">
              <w:rPr>
                <w:rFonts w:ascii="Arial" w:hAnsi="Arial" w:cs="Arial"/>
                <w:sz w:val="20"/>
                <w:szCs w:val="20"/>
              </w:rPr>
              <w:t xml:space="preserve"> (per cent)</w:t>
            </w:r>
          </w:p>
        </w:tc>
      </w:tr>
      <w:tr w:rsidR="001939AB" w:rsidRPr="001939AB" w:rsidTr="009907C3">
        <w:trPr>
          <w:trHeight w:val="357"/>
        </w:trPr>
        <w:tc>
          <w:tcPr>
            <w:tcW w:w="1560" w:type="dxa"/>
            <w:tcBorders>
              <w:top w:val="nil"/>
              <w:left w:val="nil"/>
              <w:bottom w:val="nil"/>
              <w:right w:val="nil"/>
            </w:tcBorders>
            <w:shd w:val="clear" w:color="auto" w:fill="auto"/>
            <w:noWrap/>
            <w:hideMark/>
          </w:tcPr>
          <w:p w:rsidR="001939AB" w:rsidRPr="001939AB" w:rsidRDefault="001939AB" w:rsidP="001939AB">
            <w:pPr>
              <w:rPr>
                <w:rFonts w:ascii="Arial" w:hAnsi="Arial" w:cs="Arial"/>
                <w:b/>
                <w:bCs/>
                <w:color w:val="0000FF"/>
                <w:sz w:val="20"/>
                <w:szCs w:val="20"/>
              </w:rPr>
            </w:pPr>
            <w:r w:rsidRPr="001939AB">
              <w:rPr>
                <w:rFonts w:ascii="Arial" w:hAnsi="Arial" w:cs="Arial"/>
                <w:b/>
                <w:bCs/>
                <w:color w:val="0000FF"/>
                <w:sz w:val="20"/>
                <w:szCs w:val="20"/>
              </w:rPr>
              <w:t xml:space="preserve">Table </w:t>
            </w:r>
            <w:proofErr w:type="spellStart"/>
            <w:r w:rsidRPr="001939AB">
              <w:rPr>
                <w:rFonts w:ascii="Arial" w:hAnsi="Arial" w:cs="Arial"/>
                <w:b/>
                <w:bCs/>
                <w:color w:val="0000FF"/>
                <w:sz w:val="20"/>
                <w:szCs w:val="20"/>
              </w:rPr>
              <w:t>2A.20</w:t>
            </w:r>
            <w:proofErr w:type="spellEnd"/>
          </w:p>
        </w:tc>
        <w:tc>
          <w:tcPr>
            <w:tcW w:w="7229" w:type="dxa"/>
            <w:tcBorders>
              <w:top w:val="nil"/>
              <w:left w:val="nil"/>
              <w:bottom w:val="nil"/>
              <w:right w:val="nil"/>
            </w:tcBorders>
            <w:shd w:val="clear" w:color="auto" w:fill="auto"/>
            <w:hideMark/>
          </w:tcPr>
          <w:p w:rsidR="001939AB" w:rsidRPr="00742CEE" w:rsidRDefault="00121DD7" w:rsidP="001939AB">
            <w:pPr>
              <w:jc w:val="both"/>
              <w:rPr>
                <w:rFonts w:ascii="Arial" w:hAnsi="Arial" w:cs="Arial"/>
                <w:sz w:val="20"/>
                <w:szCs w:val="20"/>
              </w:rPr>
            </w:pPr>
            <w:r w:rsidRPr="00742CEE">
              <w:rPr>
                <w:rFonts w:ascii="Arial" w:hAnsi="Arial" w:cs="Arial"/>
                <w:sz w:val="20"/>
                <w:szCs w:val="20"/>
              </w:rPr>
              <w:t>Families and work (per cent)</w:t>
            </w:r>
          </w:p>
        </w:tc>
      </w:tr>
      <w:tr w:rsidR="00121DD7" w:rsidRPr="001939AB" w:rsidTr="00742CEE">
        <w:trPr>
          <w:trHeight w:val="612"/>
        </w:trPr>
        <w:tc>
          <w:tcPr>
            <w:tcW w:w="1560" w:type="dxa"/>
            <w:tcBorders>
              <w:top w:val="nil"/>
              <w:left w:val="nil"/>
              <w:bottom w:val="nil"/>
              <w:right w:val="nil"/>
            </w:tcBorders>
            <w:shd w:val="clear" w:color="auto" w:fill="auto"/>
            <w:noWrap/>
            <w:hideMark/>
          </w:tcPr>
          <w:p w:rsidR="00121DD7" w:rsidRPr="001939AB" w:rsidRDefault="00121DD7" w:rsidP="001939AB">
            <w:pPr>
              <w:rPr>
                <w:rFonts w:ascii="Arial" w:hAnsi="Arial" w:cs="Arial"/>
                <w:b/>
                <w:bCs/>
                <w:color w:val="0000FF"/>
                <w:sz w:val="20"/>
                <w:szCs w:val="20"/>
              </w:rPr>
            </w:pPr>
            <w:r w:rsidRPr="001939AB">
              <w:rPr>
                <w:rFonts w:ascii="Arial" w:hAnsi="Arial" w:cs="Arial"/>
                <w:b/>
                <w:bCs/>
                <w:color w:val="0000FF"/>
                <w:sz w:val="20"/>
                <w:szCs w:val="20"/>
              </w:rPr>
              <w:t xml:space="preserve">Table </w:t>
            </w:r>
            <w:proofErr w:type="spellStart"/>
            <w:r w:rsidRPr="001939AB">
              <w:rPr>
                <w:rFonts w:ascii="Arial" w:hAnsi="Arial" w:cs="Arial"/>
                <w:b/>
                <w:bCs/>
                <w:color w:val="0000FF"/>
                <w:sz w:val="20"/>
                <w:szCs w:val="20"/>
              </w:rPr>
              <w:t>2A.21</w:t>
            </w:r>
            <w:proofErr w:type="spellEnd"/>
          </w:p>
        </w:tc>
        <w:tc>
          <w:tcPr>
            <w:tcW w:w="7229" w:type="dxa"/>
            <w:tcBorders>
              <w:top w:val="nil"/>
              <w:left w:val="nil"/>
              <w:bottom w:val="nil"/>
              <w:right w:val="nil"/>
            </w:tcBorders>
            <w:shd w:val="clear" w:color="auto" w:fill="auto"/>
            <w:hideMark/>
          </w:tcPr>
          <w:p w:rsidR="00121DD7" w:rsidRPr="00742CEE" w:rsidRDefault="00121DD7" w:rsidP="00121DD7">
            <w:pPr>
              <w:jc w:val="both"/>
              <w:rPr>
                <w:rFonts w:ascii="Arial" w:hAnsi="Arial" w:cs="Arial"/>
                <w:sz w:val="20"/>
                <w:szCs w:val="20"/>
              </w:rPr>
            </w:pPr>
            <w:r w:rsidRPr="00742CEE">
              <w:rPr>
                <w:rFonts w:ascii="Arial" w:hAnsi="Arial" w:cs="Arial"/>
                <w:sz w:val="20"/>
                <w:szCs w:val="20"/>
              </w:rPr>
              <w:t>Families and people in families in occupied private dwellings by Indigenous status and family/household composition, 2001</w:t>
            </w:r>
          </w:p>
        </w:tc>
      </w:tr>
      <w:tr w:rsidR="00121DD7" w:rsidRPr="001939AB" w:rsidTr="00742CEE">
        <w:trPr>
          <w:trHeight w:val="612"/>
        </w:trPr>
        <w:tc>
          <w:tcPr>
            <w:tcW w:w="1560" w:type="dxa"/>
            <w:tcBorders>
              <w:top w:val="nil"/>
              <w:left w:val="nil"/>
              <w:bottom w:val="nil"/>
              <w:right w:val="nil"/>
            </w:tcBorders>
            <w:shd w:val="clear" w:color="auto" w:fill="auto"/>
            <w:noWrap/>
            <w:hideMark/>
          </w:tcPr>
          <w:p w:rsidR="00121DD7" w:rsidRPr="001939AB" w:rsidRDefault="00121DD7" w:rsidP="001939AB">
            <w:pPr>
              <w:rPr>
                <w:rFonts w:ascii="Arial" w:hAnsi="Arial" w:cs="Arial"/>
                <w:b/>
                <w:bCs/>
                <w:color w:val="0000FF"/>
                <w:sz w:val="20"/>
                <w:szCs w:val="20"/>
              </w:rPr>
            </w:pPr>
            <w:r w:rsidRPr="001939AB">
              <w:rPr>
                <w:rFonts w:ascii="Arial" w:hAnsi="Arial" w:cs="Arial"/>
                <w:b/>
                <w:bCs/>
                <w:color w:val="0000FF"/>
                <w:sz w:val="20"/>
                <w:szCs w:val="20"/>
              </w:rPr>
              <w:t xml:space="preserve">Table </w:t>
            </w:r>
            <w:proofErr w:type="spellStart"/>
            <w:r w:rsidRPr="001939AB">
              <w:rPr>
                <w:rFonts w:ascii="Arial" w:hAnsi="Arial" w:cs="Arial"/>
                <w:b/>
                <w:bCs/>
                <w:color w:val="0000FF"/>
                <w:sz w:val="20"/>
                <w:szCs w:val="20"/>
              </w:rPr>
              <w:t>2A.22</w:t>
            </w:r>
            <w:proofErr w:type="spellEnd"/>
          </w:p>
        </w:tc>
        <w:tc>
          <w:tcPr>
            <w:tcW w:w="7229" w:type="dxa"/>
            <w:tcBorders>
              <w:top w:val="nil"/>
              <w:left w:val="nil"/>
              <w:bottom w:val="nil"/>
              <w:right w:val="nil"/>
            </w:tcBorders>
            <w:shd w:val="clear" w:color="auto" w:fill="auto"/>
            <w:hideMark/>
          </w:tcPr>
          <w:p w:rsidR="00121DD7" w:rsidRPr="00742CEE" w:rsidRDefault="00121DD7" w:rsidP="00121DD7">
            <w:pPr>
              <w:jc w:val="both"/>
              <w:rPr>
                <w:rFonts w:ascii="Arial" w:hAnsi="Arial" w:cs="Arial"/>
                <w:sz w:val="20"/>
                <w:szCs w:val="20"/>
              </w:rPr>
            </w:pPr>
            <w:r w:rsidRPr="00742CEE">
              <w:rPr>
                <w:rFonts w:ascii="Arial" w:hAnsi="Arial" w:cs="Arial"/>
                <w:sz w:val="20"/>
                <w:szCs w:val="20"/>
              </w:rPr>
              <w:t>Families and people in families in occupied private dwellings by Indigenous status and family/household composition, 2006</w:t>
            </w:r>
          </w:p>
        </w:tc>
      </w:tr>
      <w:tr w:rsidR="00121DD7" w:rsidRPr="001939AB" w:rsidTr="00742CEE">
        <w:trPr>
          <w:trHeight w:val="612"/>
        </w:trPr>
        <w:tc>
          <w:tcPr>
            <w:tcW w:w="1560" w:type="dxa"/>
            <w:tcBorders>
              <w:top w:val="nil"/>
              <w:left w:val="nil"/>
              <w:bottom w:val="nil"/>
              <w:right w:val="nil"/>
            </w:tcBorders>
            <w:shd w:val="clear" w:color="auto" w:fill="auto"/>
            <w:noWrap/>
            <w:hideMark/>
          </w:tcPr>
          <w:p w:rsidR="00121DD7" w:rsidRPr="001939AB" w:rsidRDefault="00121DD7" w:rsidP="001939AB">
            <w:pPr>
              <w:rPr>
                <w:rFonts w:ascii="Arial" w:hAnsi="Arial" w:cs="Arial"/>
                <w:b/>
                <w:bCs/>
                <w:color w:val="0000FF"/>
                <w:sz w:val="20"/>
                <w:szCs w:val="20"/>
              </w:rPr>
            </w:pPr>
            <w:r w:rsidRPr="001939AB">
              <w:rPr>
                <w:rFonts w:ascii="Arial" w:hAnsi="Arial" w:cs="Arial"/>
                <w:b/>
                <w:bCs/>
                <w:color w:val="0000FF"/>
                <w:sz w:val="20"/>
                <w:szCs w:val="20"/>
              </w:rPr>
              <w:t xml:space="preserve">Table </w:t>
            </w:r>
            <w:proofErr w:type="spellStart"/>
            <w:r w:rsidRPr="001939AB">
              <w:rPr>
                <w:rFonts w:ascii="Arial" w:hAnsi="Arial" w:cs="Arial"/>
                <w:b/>
                <w:bCs/>
                <w:color w:val="0000FF"/>
                <w:sz w:val="20"/>
                <w:szCs w:val="20"/>
              </w:rPr>
              <w:t>2A.23</w:t>
            </w:r>
            <w:proofErr w:type="spellEnd"/>
          </w:p>
        </w:tc>
        <w:tc>
          <w:tcPr>
            <w:tcW w:w="7229" w:type="dxa"/>
            <w:tcBorders>
              <w:top w:val="nil"/>
              <w:left w:val="nil"/>
              <w:bottom w:val="nil"/>
              <w:right w:val="nil"/>
            </w:tcBorders>
            <w:shd w:val="clear" w:color="auto" w:fill="auto"/>
            <w:hideMark/>
          </w:tcPr>
          <w:p w:rsidR="00121DD7" w:rsidRPr="00742CEE" w:rsidRDefault="00121DD7" w:rsidP="00121DD7">
            <w:pPr>
              <w:jc w:val="both"/>
              <w:rPr>
                <w:rFonts w:ascii="Arial" w:hAnsi="Arial" w:cs="Arial"/>
                <w:sz w:val="20"/>
                <w:szCs w:val="20"/>
              </w:rPr>
            </w:pPr>
            <w:r w:rsidRPr="00742CEE">
              <w:rPr>
                <w:rFonts w:ascii="Arial" w:hAnsi="Arial" w:cs="Arial"/>
                <w:sz w:val="20"/>
                <w:szCs w:val="20"/>
              </w:rPr>
              <w:t>Families and people in families in occupied private dwellings by Indigenous status and family/household composition, 2011</w:t>
            </w:r>
          </w:p>
        </w:tc>
      </w:tr>
      <w:tr w:rsidR="001939AB" w:rsidRPr="001939AB" w:rsidTr="007E4C14">
        <w:trPr>
          <w:trHeight w:val="357"/>
        </w:trPr>
        <w:tc>
          <w:tcPr>
            <w:tcW w:w="1560" w:type="dxa"/>
            <w:tcBorders>
              <w:top w:val="nil"/>
              <w:left w:val="nil"/>
              <w:bottom w:val="nil"/>
              <w:right w:val="nil"/>
            </w:tcBorders>
            <w:shd w:val="clear" w:color="auto" w:fill="auto"/>
            <w:noWrap/>
            <w:hideMark/>
          </w:tcPr>
          <w:p w:rsidR="001939AB" w:rsidRPr="006527F2" w:rsidRDefault="001939AB" w:rsidP="001939AB">
            <w:pPr>
              <w:rPr>
                <w:rFonts w:ascii="Arial" w:hAnsi="Arial" w:cs="Arial"/>
                <w:b/>
                <w:bCs/>
                <w:color w:val="0000FF"/>
                <w:sz w:val="20"/>
                <w:szCs w:val="20"/>
              </w:rPr>
            </w:pPr>
            <w:r w:rsidRPr="006527F2">
              <w:rPr>
                <w:rFonts w:ascii="Arial" w:hAnsi="Arial" w:cs="Arial"/>
                <w:b/>
                <w:bCs/>
                <w:color w:val="0000FF"/>
                <w:sz w:val="20"/>
                <w:szCs w:val="20"/>
              </w:rPr>
              <w:t xml:space="preserve">Table </w:t>
            </w:r>
            <w:proofErr w:type="spellStart"/>
            <w:r w:rsidRPr="006527F2">
              <w:rPr>
                <w:rFonts w:ascii="Arial" w:hAnsi="Arial" w:cs="Arial"/>
                <w:b/>
                <w:bCs/>
                <w:color w:val="0000FF"/>
                <w:sz w:val="20"/>
                <w:szCs w:val="20"/>
              </w:rPr>
              <w:t>2A.24</w:t>
            </w:r>
            <w:proofErr w:type="spellEnd"/>
          </w:p>
        </w:tc>
        <w:tc>
          <w:tcPr>
            <w:tcW w:w="7229" w:type="dxa"/>
            <w:tcBorders>
              <w:top w:val="nil"/>
              <w:left w:val="nil"/>
              <w:bottom w:val="nil"/>
              <w:right w:val="nil"/>
            </w:tcBorders>
            <w:shd w:val="clear" w:color="auto" w:fill="auto"/>
            <w:hideMark/>
          </w:tcPr>
          <w:p w:rsidR="001939AB" w:rsidRPr="006527F2" w:rsidRDefault="00121DD7" w:rsidP="001939AB">
            <w:pPr>
              <w:jc w:val="both"/>
              <w:rPr>
                <w:rFonts w:ascii="Arial" w:hAnsi="Arial" w:cs="Arial"/>
                <w:sz w:val="20"/>
                <w:szCs w:val="20"/>
              </w:rPr>
            </w:pPr>
            <w:r w:rsidRPr="006527F2">
              <w:rPr>
                <w:rFonts w:ascii="Arial" w:hAnsi="Arial" w:cs="Arial"/>
                <w:sz w:val="20"/>
                <w:szCs w:val="20"/>
              </w:rPr>
              <w:t>Household structure, 2004–2005</w:t>
            </w:r>
          </w:p>
        </w:tc>
      </w:tr>
      <w:tr w:rsidR="001939AB" w:rsidRPr="001939AB" w:rsidTr="006527F2">
        <w:trPr>
          <w:trHeight w:val="357"/>
        </w:trPr>
        <w:tc>
          <w:tcPr>
            <w:tcW w:w="1560" w:type="dxa"/>
            <w:tcBorders>
              <w:top w:val="nil"/>
              <w:left w:val="nil"/>
              <w:bottom w:val="nil"/>
              <w:right w:val="nil"/>
            </w:tcBorders>
            <w:shd w:val="clear" w:color="auto" w:fill="auto"/>
            <w:noWrap/>
            <w:hideMark/>
          </w:tcPr>
          <w:p w:rsidR="001939AB" w:rsidRPr="006527F2" w:rsidRDefault="001939AB" w:rsidP="001939AB">
            <w:pPr>
              <w:rPr>
                <w:rFonts w:ascii="Arial" w:hAnsi="Arial" w:cs="Arial"/>
                <w:b/>
                <w:bCs/>
                <w:color w:val="0000FF"/>
                <w:sz w:val="20"/>
                <w:szCs w:val="20"/>
              </w:rPr>
            </w:pPr>
            <w:r w:rsidRPr="006527F2">
              <w:rPr>
                <w:rFonts w:ascii="Arial" w:hAnsi="Arial" w:cs="Arial"/>
                <w:b/>
                <w:bCs/>
                <w:color w:val="0000FF"/>
                <w:sz w:val="20"/>
                <w:szCs w:val="20"/>
              </w:rPr>
              <w:t xml:space="preserve">Table </w:t>
            </w:r>
            <w:proofErr w:type="spellStart"/>
            <w:r w:rsidRPr="006527F2">
              <w:rPr>
                <w:rFonts w:ascii="Arial" w:hAnsi="Arial" w:cs="Arial"/>
                <w:b/>
                <w:bCs/>
                <w:color w:val="0000FF"/>
                <w:sz w:val="20"/>
                <w:szCs w:val="20"/>
              </w:rPr>
              <w:t>2A.25</w:t>
            </w:r>
            <w:proofErr w:type="spellEnd"/>
          </w:p>
        </w:tc>
        <w:tc>
          <w:tcPr>
            <w:tcW w:w="7229" w:type="dxa"/>
            <w:tcBorders>
              <w:top w:val="nil"/>
              <w:left w:val="nil"/>
              <w:bottom w:val="nil"/>
              <w:right w:val="nil"/>
            </w:tcBorders>
            <w:shd w:val="clear" w:color="auto" w:fill="auto"/>
            <w:hideMark/>
          </w:tcPr>
          <w:p w:rsidR="001939AB" w:rsidRPr="006527F2" w:rsidRDefault="00121DD7" w:rsidP="001939AB">
            <w:pPr>
              <w:jc w:val="both"/>
              <w:rPr>
                <w:rFonts w:ascii="Arial" w:hAnsi="Arial" w:cs="Arial"/>
                <w:sz w:val="20"/>
                <w:szCs w:val="20"/>
              </w:rPr>
            </w:pPr>
            <w:r w:rsidRPr="006527F2">
              <w:rPr>
                <w:rFonts w:ascii="Arial" w:hAnsi="Arial" w:cs="Arial"/>
                <w:sz w:val="20"/>
                <w:szCs w:val="20"/>
              </w:rPr>
              <w:t>Household structure, 2006–2014</w:t>
            </w:r>
          </w:p>
        </w:tc>
      </w:tr>
      <w:tr w:rsidR="001939AB" w:rsidRPr="001939AB" w:rsidTr="007E4C14">
        <w:trPr>
          <w:trHeight w:val="357"/>
        </w:trPr>
        <w:tc>
          <w:tcPr>
            <w:tcW w:w="1560" w:type="dxa"/>
            <w:tcBorders>
              <w:top w:val="nil"/>
              <w:left w:val="nil"/>
              <w:bottom w:val="nil"/>
              <w:right w:val="nil"/>
            </w:tcBorders>
            <w:shd w:val="clear" w:color="auto" w:fill="auto"/>
            <w:noWrap/>
            <w:hideMark/>
          </w:tcPr>
          <w:p w:rsidR="001939AB" w:rsidRPr="006527F2" w:rsidRDefault="001939AB" w:rsidP="001939AB">
            <w:pPr>
              <w:rPr>
                <w:rFonts w:ascii="Arial" w:hAnsi="Arial" w:cs="Arial"/>
                <w:b/>
                <w:bCs/>
                <w:color w:val="0000FF"/>
                <w:sz w:val="20"/>
                <w:szCs w:val="20"/>
              </w:rPr>
            </w:pPr>
            <w:r w:rsidRPr="006527F2">
              <w:rPr>
                <w:rFonts w:ascii="Arial" w:hAnsi="Arial" w:cs="Arial"/>
                <w:b/>
                <w:bCs/>
                <w:color w:val="0000FF"/>
                <w:sz w:val="20"/>
                <w:szCs w:val="20"/>
              </w:rPr>
              <w:t xml:space="preserve">Table </w:t>
            </w:r>
            <w:proofErr w:type="spellStart"/>
            <w:r w:rsidRPr="006527F2">
              <w:rPr>
                <w:rFonts w:ascii="Arial" w:hAnsi="Arial" w:cs="Arial"/>
                <w:b/>
                <w:bCs/>
                <w:color w:val="0000FF"/>
                <w:sz w:val="20"/>
                <w:szCs w:val="20"/>
              </w:rPr>
              <w:t>2A.26</w:t>
            </w:r>
            <w:proofErr w:type="spellEnd"/>
          </w:p>
        </w:tc>
        <w:tc>
          <w:tcPr>
            <w:tcW w:w="7229" w:type="dxa"/>
            <w:tcBorders>
              <w:top w:val="nil"/>
              <w:left w:val="nil"/>
              <w:bottom w:val="nil"/>
              <w:right w:val="nil"/>
            </w:tcBorders>
            <w:shd w:val="clear" w:color="auto" w:fill="auto"/>
            <w:hideMark/>
          </w:tcPr>
          <w:p w:rsidR="001939AB" w:rsidRPr="006527F2" w:rsidRDefault="001939AB" w:rsidP="001939AB">
            <w:pPr>
              <w:jc w:val="both"/>
              <w:rPr>
                <w:rFonts w:ascii="Arial" w:hAnsi="Arial" w:cs="Arial"/>
                <w:sz w:val="20"/>
                <w:szCs w:val="20"/>
              </w:rPr>
            </w:pPr>
            <w:r w:rsidRPr="006527F2">
              <w:rPr>
                <w:rFonts w:ascii="Arial" w:hAnsi="Arial" w:cs="Arial"/>
                <w:sz w:val="20"/>
                <w:szCs w:val="20"/>
              </w:rPr>
              <w:t>Occupied private dwellings by tenure type</w:t>
            </w:r>
            <w:r w:rsidR="00121DD7" w:rsidRPr="006527F2">
              <w:rPr>
                <w:rFonts w:ascii="Arial" w:hAnsi="Arial" w:cs="Arial"/>
                <w:sz w:val="20"/>
                <w:szCs w:val="20"/>
              </w:rPr>
              <w:t xml:space="preserve"> and landlord type, 2001 ('000)</w:t>
            </w:r>
          </w:p>
        </w:tc>
      </w:tr>
      <w:tr w:rsidR="001939AB" w:rsidRPr="001939AB" w:rsidTr="007E4C14">
        <w:trPr>
          <w:trHeight w:val="357"/>
        </w:trPr>
        <w:tc>
          <w:tcPr>
            <w:tcW w:w="1560" w:type="dxa"/>
            <w:tcBorders>
              <w:top w:val="nil"/>
              <w:left w:val="nil"/>
              <w:bottom w:val="nil"/>
              <w:right w:val="nil"/>
            </w:tcBorders>
            <w:shd w:val="clear" w:color="auto" w:fill="auto"/>
            <w:noWrap/>
            <w:hideMark/>
          </w:tcPr>
          <w:p w:rsidR="001939AB" w:rsidRPr="001939AB" w:rsidRDefault="001939AB" w:rsidP="001939AB">
            <w:pPr>
              <w:rPr>
                <w:rFonts w:ascii="Arial" w:hAnsi="Arial" w:cs="Arial"/>
                <w:b/>
                <w:bCs/>
                <w:color w:val="0000FF"/>
                <w:sz w:val="20"/>
                <w:szCs w:val="20"/>
              </w:rPr>
            </w:pPr>
            <w:r w:rsidRPr="001939AB">
              <w:rPr>
                <w:rFonts w:ascii="Arial" w:hAnsi="Arial" w:cs="Arial"/>
                <w:b/>
                <w:bCs/>
                <w:color w:val="0000FF"/>
                <w:sz w:val="20"/>
                <w:szCs w:val="20"/>
              </w:rPr>
              <w:t xml:space="preserve">Table </w:t>
            </w:r>
            <w:proofErr w:type="spellStart"/>
            <w:r w:rsidRPr="001939AB">
              <w:rPr>
                <w:rFonts w:ascii="Arial" w:hAnsi="Arial" w:cs="Arial"/>
                <w:b/>
                <w:bCs/>
                <w:color w:val="0000FF"/>
                <w:sz w:val="20"/>
                <w:szCs w:val="20"/>
              </w:rPr>
              <w:t>2A.27</w:t>
            </w:r>
            <w:proofErr w:type="spellEnd"/>
          </w:p>
        </w:tc>
        <w:tc>
          <w:tcPr>
            <w:tcW w:w="7229" w:type="dxa"/>
            <w:tcBorders>
              <w:top w:val="nil"/>
              <w:left w:val="nil"/>
              <w:bottom w:val="nil"/>
              <w:right w:val="nil"/>
            </w:tcBorders>
            <w:shd w:val="clear" w:color="auto" w:fill="auto"/>
            <w:hideMark/>
          </w:tcPr>
          <w:p w:rsidR="001939AB" w:rsidRPr="00742CEE" w:rsidRDefault="001939AB" w:rsidP="001939AB">
            <w:pPr>
              <w:jc w:val="both"/>
              <w:rPr>
                <w:rFonts w:ascii="Arial" w:hAnsi="Arial" w:cs="Arial"/>
                <w:sz w:val="20"/>
                <w:szCs w:val="20"/>
              </w:rPr>
            </w:pPr>
            <w:r w:rsidRPr="00742CEE">
              <w:rPr>
                <w:rFonts w:ascii="Arial" w:hAnsi="Arial" w:cs="Arial"/>
                <w:sz w:val="20"/>
                <w:szCs w:val="20"/>
              </w:rPr>
              <w:t xml:space="preserve">Occupied private dwellings by tenure type </w:t>
            </w:r>
            <w:r w:rsidR="00121DD7" w:rsidRPr="00742CEE">
              <w:rPr>
                <w:rFonts w:ascii="Arial" w:hAnsi="Arial" w:cs="Arial"/>
                <w:sz w:val="20"/>
                <w:szCs w:val="20"/>
              </w:rPr>
              <w:t>and landlord type, 2006 ('000)</w:t>
            </w:r>
          </w:p>
        </w:tc>
      </w:tr>
      <w:tr w:rsidR="001939AB" w:rsidRPr="001939AB" w:rsidTr="007E4C14">
        <w:trPr>
          <w:trHeight w:val="357"/>
        </w:trPr>
        <w:tc>
          <w:tcPr>
            <w:tcW w:w="1560" w:type="dxa"/>
            <w:tcBorders>
              <w:top w:val="nil"/>
              <w:left w:val="nil"/>
              <w:bottom w:val="nil"/>
              <w:right w:val="nil"/>
            </w:tcBorders>
            <w:shd w:val="clear" w:color="auto" w:fill="auto"/>
            <w:noWrap/>
            <w:hideMark/>
          </w:tcPr>
          <w:p w:rsidR="001939AB" w:rsidRPr="001939AB" w:rsidRDefault="001939AB" w:rsidP="001939AB">
            <w:pPr>
              <w:rPr>
                <w:rFonts w:ascii="Arial" w:hAnsi="Arial" w:cs="Arial"/>
                <w:b/>
                <w:bCs/>
                <w:color w:val="0000FF"/>
                <w:sz w:val="20"/>
                <w:szCs w:val="20"/>
              </w:rPr>
            </w:pPr>
            <w:r w:rsidRPr="001939AB">
              <w:rPr>
                <w:rFonts w:ascii="Arial" w:hAnsi="Arial" w:cs="Arial"/>
                <w:b/>
                <w:bCs/>
                <w:color w:val="0000FF"/>
                <w:sz w:val="20"/>
                <w:szCs w:val="20"/>
              </w:rPr>
              <w:t xml:space="preserve">Table </w:t>
            </w:r>
            <w:proofErr w:type="spellStart"/>
            <w:r w:rsidRPr="001939AB">
              <w:rPr>
                <w:rFonts w:ascii="Arial" w:hAnsi="Arial" w:cs="Arial"/>
                <w:b/>
                <w:bCs/>
                <w:color w:val="0000FF"/>
                <w:sz w:val="20"/>
                <w:szCs w:val="20"/>
              </w:rPr>
              <w:t>2A.28</w:t>
            </w:r>
            <w:proofErr w:type="spellEnd"/>
          </w:p>
        </w:tc>
        <w:tc>
          <w:tcPr>
            <w:tcW w:w="7229" w:type="dxa"/>
            <w:tcBorders>
              <w:top w:val="nil"/>
              <w:left w:val="nil"/>
              <w:bottom w:val="nil"/>
              <w:right w:val="nil"/>
            </w:tcBorders>
            <w:shd w:val="clear" w:color="auto" w:fill="auto"/>
            <w:hideMark/>
          </w:tcPr>
          <w:p w:rsidR="001939AB" w:rsidRPr="00742CEE" w:rsidRDefault="001939AB" w:rsidP="001939AB">
            <w:pPr>
              <w:jc w:val="both"/>
              <w:rPr>
                <w:rFonts w:ascii="Arial" w:hAnsi="Arial" w:cs="Arial"/>
                <w:sz w:val="20"/>
                <w:szCs w:val="20"/>
              </w:rPr>
            </w:pPr>
            <w:r w:rsidRPr="00742CEE">
              <w:rPr>
                <w:rFonts w:ascii="Arial" w:hAnsi="Arial" w:cs="Arial"/>
                <w:sz w:val="20"/>
                <w:szCs w:val="20"/>
              </w:rPr>
              <w:t xml:space="preserve">Occupied private dwellings by tenure type </w:t>
            </w:r>
            <w:r w:rsidR="00121DD7" w:rsidRPr="00742CEE">
              <w:rPr>
                <w:rFonts w:ascii="Arial" w:hAnsi="Arial" w:cs="Arial"/>
                <w:sz w:val="20"/>
                <w:szCs w:val="20"/>
              </w:rPr>
              <w:t>and landlord type, 2011 ('000)</w:t>
            </w:r>
          </w:p>
        </w:tc>
      </w:tr>
      <w:tr w:rsidR="001939AB" w:rsidRPr="001939AB" w:rsidTr="007E4C14">
        <w:trPr>
          <w:trHeight w:val="357"/>
        </w:trPr>
        <w:tc>
          <w:tcPr>
            <w:tcW w:w="8789" w:type="dxa"/>
            <w:gridSpan w:val="2"/>
            <w:tcBorders>
              <w:top w:val="nil"/>
              <w:left w:val="nil"/>
              <w:bottom w:val="nil"/>
              <w:right w:val="nil"/>
            </w:tcBorders>
            <w:shd w:val="clear" w:color="auto" w:fill="auto"/>
            <w:noWrap/>
            <w:hideMark/>
          </w:tcPr>
          <w:p w:rsidR="001939AB" w:rsidRPr="00742CEE" w:rsidRDefault="001939AB" w:rsidP="001939AB">
            <w:pPr>
              <w:rPr>
                <w:rFonts w:ascii="Arial" w:hAnsi="Arial" w:cs="Arial"/>
                <w:b/>
                <w:bCs/>
                <w:color w:val="0000FF"/>
                <w:sz w:val="20"/>
                <w:szCs w:val="20"/>
              </w:rPr>
            </w:pPr>
            <w:r w:rsidRPr="00742CEE">
              <w:rPr>
                <w:rFonts w:ascii="Arial" w:hAnsi="Arial" w:cs="Arial"/>
                <w:b/>
                <w:bCs/>
                <w:color w:val="0000FF"/>
                <w:sz w:val="20"/>
                <w:szCs w:val="20"/>
              </w:rPr>
              <w:t>Income and employment</w:t>
            </w:r>
          </w:p>
        </w:tc>
      </w:tr>
      <w:tr w:rsidR="001939AB" w:rsidRPr="001939AB" w:rsidTr="007E4C14">
        <w:trPr>
          <w:trHeight w:val="357"/>
        </w:trPr>
        <w:tc>
          <w:tcPr>
            <w:tcW w:w="1560" w:type="dxa"/>
            <w:tcBorders>
              <w:top w:val="nil"/>
              <w:left w:val="nil"/>
              <w:bottom w:val="nil"/>
              <w:right w:val="nil"/>
            </w:tcBorders>
            <w:shd w:val="clear" w:color="auto" w:fill="auto"/>
            <w:noWrap/>
            <w:hideMark/>
          </w:tcPr>
          <w:p w:rsidR="001939AB" w:rsidRPr="001939AB" w:rsidRDefault="001939AB" w:rsidP="001939AB">
            <w:pPr>
              <w:rPr>
                <w:rFonts w:ascii="Arial" w:hAnsi="Arial" w:cs="Arial"/>
                <w:b/>
                <w:bCs/>
                <w:color w:val="0000FF"/>
                <w:sz w:val="20"/>
                <w:szCs w:val="20"/>
              </w:rPr>
            </w:pPr>
            <w:r w:rsidRPr="001939AB">
              <w:rPr>
                <w:rFonts w:ascii="Arial" w:hAnsi="Arial" w:cs="Arial"/>
                <w:b/>
                <w:bCs/>
                <w:color w:val="0000FF"/>
                <w:sz w:val="20"/>
                <w:szCs w:val="20"/>
              </w:rPr>
              <w:t xml:space="preserve">Table </w:t>
            </w:r>
            <w:proofErr w:type="spellStart"/>
            <w:r w:rsidRPr="001939AB">
              <w:rPr>
                <w:rFonts w:ascii="Arial" w:hAnsi="Arial" w:cs="Arial"/>
                <w:b/>
                <w:bCs/>
                <w:color w:val="0000FF"/>
                <w:sz w:val="20"/>
                <w:szCs w:val="20"/>
              </w:rPr>
              <w:t>2A.29</w:t>
            </w:r>
            <w:proofErr w:type="spellEnd"/>
          </w:p>
        </w:tc>
        <w:tc>
          <w:tcPr>
            <w:tcW w:w="7229" w:type="dxa"/>
            <w:tcBorders>
              <w:top w:val="nil"/>
              <w:left w:val="nil"/>
              <w:bottom w:val="nil"/>
              <w:right w:val="nil"/>
            </w:tcBorders>
            <w:shd w:val="clear" w:color="auto" w:fill="auto"/>
            <w:hideMark/>
          </w:tcPr>
          <w:p w:rsidR="001939AB" w:rsidRPr="00742CEE" w:rsidRDefault="001939AB" w:rsidP="001939AB">
            <w:pPr>
              <w:jc w:val="both"/>
              <w:rPr>
                <w:rFonts w:ascii="Arial" w:hAnsi="Arial" w:cs="Arial"/>
                <w:sz w:val="20"/>
                <w:szCs w:val="20"/>
              </w:rPr>
            </w:pPr>
            <w:r w:rsidRPr="00742CEE">
              <w:rPr>
                <w:rFonts w:ascii="Arial" w:hAnsi="Arial" w:cs="Arial"/>
                <w:sz w:val="20"/>
                <w:szCs w:val="20"/>
              </w:rPr>
              <w:t>People aged 15 years or over, by weekly i</w:t>
            </w:r>
            <w:r w:rsidR="00121DD7" w:rsidRPr="00742CEE">
              <w:rPr>
                <w:rFonts w:ascii="Arial" w:hAnsi="Arial" w:cs="Arial"/>
                <w:sz w:val="20"/>
                <w:szCs w:val="20"/>
              </w:rPr>
              <w:t>ndividual income and sex, 2001</w:t>
            </w:r>
          </w:p>
        </w:tc>
      </w:tr>
      <w:tr w:rsidR="001939AB" w:rsidRPr="001939AB" w:rsidTr="007E4C14">
        <w:trPr>
          <w:trHeight w:val="357"/>
        </w:trPr>
        <w:tc>
          <w:tcPr>
            <w:tcW w:w="1560" w:type="dxa"/>
            <w:tcBorders>
              <w:top w:val="nil"/>
              <w:left w:val="nil"/>
              <w:bottom w:val="nil"/>
              <w:right w:val="nil"/>
            </w:tcBorders>
            <w:shd w:val="clear" w:color="auto" w:fill="auto"/>
            <w:noWrap/>
            <w:hideMark/>
          </w:tcPr>
          <w:p w:rsidR="001939AB" w:rsidRPr="001939AB" w:rsidRDefault="001939AB" w:rsidP="001939AB">
            <w:pPr>
              <w:rPr>
                <w:rFonts w:ascii="Arial" w:hAnsi="Arial" w:cs="Arial"/>
                <w:b/>
                <w:bCs/>
                <w:color w:val="0000FF"/>
                <w:sz w:val="20"/>
                <w:szCs w:val="20"/>
              </w:rPr>
            </w:pPr>
            <w:r w:rsidRPr="001939AB">
              <w:rPr>
                <w:rFonts w:ascii="Arial" w:hAnsi="Arial" w:cs="Arial"/>
                <w:b/>
                <w:bCs/>
                <w:color w:val="0000FF"/>
                <w:sz w:val="20"/>
                <w:szCs w:val="20"/>
              </w:rPr>
              <w:t xml:space="preserve">Table </w:t>
            </w:r>
            <w:proofErr w:type="spellStart"/>
            <w:r w:rsidRPr="001939AB">
              <w:rPr>
                <w:rFonts w:ascii="Arial" w:hAnsi="Arial" w:cs="Arial"/>
                <w:b/>
                <w:bCs/>
                <w:color w:val="0000FF"/>
                <w:sz w:val="20"/>
                <w:szCs w:val="20"/>
              </w:rPr>
              <w:t>2A.30</w:t>
            </w:r>
            <w:proofErr w:type="spellEnd"/>
          </w:p>
        </w:tc>
        <w:tc>
          <w:tcPr>
            <w:tcW w:w="7229" w:type="dxa"/>
            <w:tcBorders>
              <w:top w:val="nil"/>
              <w:left w:val="nil"/>
              <w:bottom w:val="nil"/>
              <w:right w:val="nil"/>
            </w:tcBorders>
            <w:shd w:val="clear" w:color="auto" w:fill="auto"/>
            <w:hideMark/>
          </w:tcPr>
          <w:p w:rsidR="001939AB" w:rsidRPr="00742CEE" w:rsidRDefault="001939AB" w:rsidP="001939AB">
            <w:pPr>
              <w:jc w:val="both"/>
              <w:rPr>
                <w:rFonts w:ascii="Arial" w:hAnsi="Arial" w:cs="Arial"/>
                <w:sz w:val="20"/>
                <w:szCs w:val="20"/>
              </w:rPr>
            </w:pPr>
            <w:r w:rsidRPr="00742CEE">
              <w:rPr>
                <w:rFonts w:ascii="Arial" w:hAnsi="Arial" w:cs="Arial"/>
                <w:sz w:val="20"/>
                <w:szCs w:val="20"/>
              </w:rPr>
              <w:t>People aged 15 years or over, by weekly i</w:t>
            </w:r>
            <w:r w:rsidR="00121DD7" w:rsidRPr="00742CEE">
              <w:rPr>
                <w:rFonts w:ascii="Arial" w:hAnsi="Arial" w:cs="Arial"/>
                <w:sz w:val="20"/>
                <w:szCs w:val="20"/>
              </w:rPr>
              <w:t>ndividual income and sex, 2006</w:t>
            </w:r>
          </w:p>
        </w:tc>
      </w:tr>
      <w:tr w:rsidR="001939AB" w:rsidRPr="001939AB" w:rsidTr="007E4C14">
        <w:trPr>
          <w:trHeight w:val="357"/>
        </w:trPr>
        <w:tc>
          <w:tcPr>
            <w:tcW w:w="1560" w:type="dxa"/>
            <w:tcBorders>
              <w:top w:val="nil"/>
              <w:left w:val="nil"/>
              <w:bottom w:val="nil"/>
              <w:right w:val="nil"/>
            </w:tcBorders>
            <w:shd w:val="clear" w:color="auto" w:fill="auto"/>
            <w:noWrap/>
            <w:hideMark/>
          </w:tcPr>
          <w:p w:rsidR="001939AB" w:rsidRPr="001939AB" w:rsidRDefault="001939AB" w:rsidP="001939AB">
            <w:pPr>
              <w:rPr>
                <w:rFonts w:ascii="Arial" w:hAnsi="Arial" w:cs="Arial"/>
                <w:b/>
                <w:bCs/>
                <w:color w:val="0000FF"/>
                <w:sz w:val="20"/>
                <w:szCs w:val="20"/>
              </w:rPr>
            </w:pPr>
            <w:r w:rsidRPr="001939AB">
              <w:rPr>
                <w:rFonts w:ascii="Arial" w:hAnsi="Arial" w:cs="Arial"/>
                <w:b/>
                <w:bCs/>
                <w:color w:val="0000FF"/>
                <w:sz w:val="20"/>
                <w:szCs w:val="20"/>
              </w:rPr>
              <w:t xml:space="preserve">Table </w:t>
            </w:r>
            <w:proofErr w:type="spellStart"/>
            <w:r w:rsidRPr="001939AB">
              <w:rPr>
                <w:rFonts w:ascii="Arial" w:hAnsi="Arial" w:cs="Arial"/>
                <w:b/>
                <w:bCs/>
                <w:color w:val="0000FF"/>
                <w:sz w:val="20"/>
                <w:szCs w:val="20"/>
              </w:rPr>
              <w:t>2A.31</w:t>
            </w:r>
            <w:proofErr w:type="spellEnd"/>
          </w:p>
        </w:tc>
        <w:tc>
          <w:tcPr>
            <w:tcW w:w="7229" w:type="dxa"/>
            <w:tcBorders>
              <w:top w:val="nil"/>
              <w:left w:val="nil"/>
              <w:bottom w:val="nil"/>
              <w:right w:val="nil"/>
            </w:tcBorders>
            <w:shd w:val="clear" w:color="auto" w:fill="auto"/>
            <w:hideMark/>
          </w:tcPr>
          <w:p w:rsidR="001939AB" w:rsidRPr="00742CEE" w:rsidRDefault="001939AB" w:rsidP="001939AB">
            <w:pPr>
              <w:jc w:val="both"/>
              <w:rPr>
                <w:rFonts w:ascii="Arial" w:hAnsi="Arial" w:cs="Arial"/>
                <w:sz w:val="20"/>
                <w:szCs w:val="20"/>
              </w:rPr>
            </w:pPr>
            <w:r w:rsidRPr="00742CEE">
              <w:rPr>
                <w:rFonts w:ascii="Arial" w:hAnsi="Arial" w:cs="Arial"/>
                <w:sz w:val="20"/>
                <w:szCs w:val="20"/>
              </w:rPr>
              <w:t>People aged 15 years or over, by weekly i</w:t>
            </w:r>
            <w:r w:rsidR="00121DD7" w:rsidRPr="00742CEE">
              <w:rPr>
                <w:rFonts w:ascii="Arial" w:hAnsi="Arial" w:cs="Arial"/>
                <w:sz w:val="20"/>
                <w:szCs w:val="20"/>
              </w:rPr>
              <w:t>ndividual income and sex, 2011</w:t>
            </w:r>
          </w:p>
        </w:tc>
      </w:tr>
      <w:tr w:rsidR="00121DD7" w:rsidRPr="001939AB" w:rsidTr="00742CEE">
        <w:trPr>
          <w:trHeight w:val="612"/>
        </w:trPr>
        <w:tc>
          <w:tcPr>
            <w:tcW w:w="1560" w:type="dxa"/>
            <w:tcBorders>
              <w:top w:val="nil"/>
              <w:left w:val="nil"/>
              <w:bottom w:val="nil"/>
              <w:right w:val="nil"/>
            </w:tcBorders>
            <w:shd w:val="clear" w:color="auto" w:fill="auto"/>
            <w:noWrap/>
            <w:hideMark/>
          </w:tcPr>
          <w:p w:rsidR="00121DD7" w:rsidRPr="001939AB" w:rsidRDefault="00121DD7" w:rsidP="001939AB">
            <w:pPr>
              <w:rPr>
                <w:rFonts w:ascii="Arial" w:hAnsi="Arial" w:cs="Arial"/>
                <w:b/>
                <w:bCs/>
                <w:color w:val="0000FF"/>
                <w:sz w:val="20"/>
                <w:szCs w:val="20"/>
              </w:rPr>
            </w:pPr>
            <w:r w:rsidRPr="001939AB">
              <w:rPr>
                <w:rFonts w:ascii="Arial" w:hAnsi="Arial" w:cs="Arial"/>
                <w:b/>
                <w:bCs/>
                <w:color w:val="0000FF"/>
                <w:sz w:val="20"/>
                <w:szCs w:val="20"/>
              </w:rPr>
              <w:t xml:space="preserve">Table </w:t>
            </w:r>
            <w:proofErr w:type="spellStart"/>
            <w:r w:rsidRPr="001939AB">
              <w:rPr>
                <w:rFonts w:ascii="Arial" w:hAnsi="Arial" w:cs="Arial"/>
                <w:b/>
                <w:bCs/>
                <w:color w:val="0000FF"/>
                <w:sz w:val="20"/>
                <w:szCs w:val="20"/>
              </w:rPr>
              <w:t>2A.32</w:t>
            </w:r>
            <w:proofErr w:type="spellEnd"/>
          </w:p>
        </w:tc>
        <w:tc>
          <w:tcPr>
            <w:tcW w:w="7229" w:type="dxa"/>
            <w:tcBorders>
              <w:top w:val="nil"/>
              <w:left w:val="nil"/>
              <w:bottom w:val="nil"/>
              <w:right w:val="nil"/>
            </w:tcBorders>
            <w:shd w:val="clear" w:color="auto" w:fill="auto"/>
            <w:hideMark/>
          </w:tcPr>
          <w:p w:rsidR="00121DD7" w:rsidRPr="00742CEE" w:rsidRDefault="00121DD7" w:rsidP="00121DD7">
            <w:pPr>
              <w:jc w:val="both"/>
              <w:rPr>
                <w:rFonts w:ascii="Arial" w:hAnsi="Arial" w:cs="Arial"/>
                <w:sz w:val="20"/>
                <w:szCs w:val="20"/>
              </w:rPr>
            </w:pPr>
            <w:r w:rsidRPr="00742CEE">
              <w:rPr>
                <w:rFonts w:ascii="Arial" w:hAnsi="Arial" w:cs="Arial"/>
                <w:sz w:val="20"/>
                <w:szCs w:val="20"/>
              </w:rPr>
              <w:t>People aged 15 years or over by weekly individual income and Indigenous status, 2001</w:t>
            </w:r>
          </w:p>
        </w:tc>
      </w:tr>
      <w:tr w:rsidR="00121DD7" w:rsidRPr="001939AB" w:rsidTr="00742CEE">
        <w:trPr>
          <w:trHeight w:val="612"/>
        </w:trPr>
        <w:tc>
          <w:tcPr>
            <w:tcW w:w="1560" w:type="dxa"/>
            <w:tcBorders>
              <w:top w:val="nil"/>
              <w:left w:val="nil"/>
              <w:bottom w:val="nil"/>
              <w:right w:val="nil"/>
            </w:tcBorders>
            <w:shd w:val="clear" w:color="auto" w:fill="auto"/>
            <w:noWrap/>
            <w:hideMark/>
          </w:tcPr>
          <w:p w:rsidR="00121DD7" w:rsidRPr="001939AB" w:rsidRDefault="00121DD7" w:rsidP="001939AB">
            <w:pPr>
              <w:rPr>
                <w:rFonts w:ascii="Arial" w:hAnsi="Arial" w:cs="Arial"/>
                <w:b/>
                <w:bCs/>
                <w:color w:val="0000FF"/>
                <w:sz w:val="20"/>
                <w:szCs w:val="20"/>
              </w:rPr>
            </w:pPr>
            <w:r w:rsidRPr="001939AB">
              <w:rPr>
                <w:rFonts w:ascii="Arial" w:hAnsi="Arial" w:cs="Arial"/>
                <w:b/>
                <w:bCs/>
                <w:color w:val="0000FF"/>
                <w:sz w:val="20"/>
                <w:szCs w:val="20"/>
              </w:rPr>
              <w:t xml:space="preserve">Table </w:t>
            </w:r>
            <w:proofErr w:type="spellStart"/>
            <w:r w:rsidRPr="001939AB">
              <w:rPr>
                <w:rFonts w:ascii="Arial" w:hAnsi="Arial" w:cs="Arial"/>
                <w:b/>
                <w:bCs/>
                <w:color w:val="0000FF"/>
                <w:sz w:val="20"/>
                <w:szCs w:val="20"/>
              </w:rPr>
              <w:t>2A.33</w:t>
            </w:r>
            <w:proofErr w:type="spellEnd"/>
          </w:p>
        </w:tc>
        <w:tc>
          <w:tcPr>
            <w:tcW w:w="7229" w:type="dxa"/>
            <w:tcBorders>
              <w:top w:val="nil"/>
              <w:left w:val="nil"/>
              <w:bottom w:val="nil"/>
              <w:right w:val="nil"/>
            </w:tcBorders>
            <w:shd w:val="clear" w:color="auto" w:fill="auto"/>
            <w:hideMark/>
          </w:tcPr>
          <w:p w:rsidR="00121DD7" w:rsidRPr="00742CEE" w:rsidRDefault="00121DD7" w:rsidP="00121DD7">
            <w:pPr>
              <w:jc w:val="both"/>
              <w:rPr>
                <w:rFonts w:ascii="Arial" w:hAnsi="Arial" w:cs="Arial"/>
                <w:sz w:val="20"/>
                <w:szCs w:val="20"/>
              </w:rPr>
            </w:pPr>
            <w:r w:rsidRPr="00742CEE">
              <w:rPr>
                <w:rFonts w:ascii="Arial" w:hAnsi="Arial" w:cs="Arial"/>
                <w:sz w:val="20"/>
                <w:szCs w:val="20"/>
              </w:rPr>
              <w:t>People aged 15 years or over by weekly individual income and Indigenous status, 2006</w:t>
            </w:r>
          </w:p>
        </w:tc>
      </w:tr>
      <w:tr w:rsidR="00121DD7" w:rsidRPr="001939AB" w:rsidTr="00742CEE">
        <w:trPr>
          <w:trHeight w:val="612"/>
        </w:trPr>
        <w:tc>
          <w:tcPr>
            <w:tcW w:w="1560" w:type="dxa"/>
            <w:tcBorders>
              <w:top w:val="nil"/>
              <w:left w:val="nil"/>
              <w:bottom w:val="nil"/>
              <w:right w:val="nil"/>
            </w:tcBorders>
            <w:shd w:val="clear" w:color="auto" w:fill="auto"/>
            <w:noWrap/>
            <w:hideMark/>
          </w:tcPr>
          <w:p w:rsidR="00121DD7" w:rsidRPr="001939AB" w:rsidRDefault="00121DD7" w:rsidP="001939AB">
            <w:pPr>
              <w:rPr>
                <w:rFonts w:ascii="Arial" w:hAnsi="Arial" w:cs="Arial"/>
                <w:b/>
                <w:bCs/>
                <w:color w:val="0000FF"/>
                <w:sz w:val="20"/>
                <w:szCs w:val="20"/>
              </w:rPr>
            </w:pPr>
            <w:r w:rsidRPr="001939AB">
              <w:rPr>
                <w:rFonts w:ascii="Arial" w:hAnsi="Arial" w:cs="Arial"/>
                <w:b/>
                <w:bCs/>
                <w:color w:val="0000FF"/>
                <w:sz w:val="20"/>
                <w:szCs w:val="20"/>
              </w:rPr>
              <w:t xml:space="preserve">Table </w:t>
            </w:r>
            <w:proofErr w:type="spellStart"/>
            <w:r w:rsidRPr="001939AB">
              <w:rPr>
                <w:rFonts w:ascii="Arial" w:hAnsi="Arial" w:cs="Arial"/>
                <w:b/>
                <w:bCs/>
                <w:color w:val="0000FF"/>
                <w:sz w:val="20"/>
                <w:szCs w:val="20"/>
              </w:rPr>
              <w:t>2A.34</w:t>
            </w:r>
            <w:proofErr w:type="spellEnd"/>
          </w:p>
        </w:tc>
        <w:tc>
          <w:tcPr>
            <w:tcW w:w="7229" w:type="dxa"/>
            <w:tcBorders>
              <w:top w:val="nil"/>
              <w:left w:val="nil"/>
              <w:bottom w:val="nil"/>
              <w:right w:val="nil"/>
            </w:tcBorders>
            <w:shd w:val="clear" w:color="auto" w:fill="auto"/>
            <w:hideMark/>
          </w:tcPr>
          <w:p w:rsidR="00121DD7" w:rsidRPr="00742CEE" w:rsidRDefault="00121DD7" w:rsidP="00121DD7">
            <w:pPr>
              <w:jc w:val="both"/>
              <w:rPr>
                <w:rFonts w:ascii="Arial" w:hAnsi="Arial" w:cs="Arial"/>
                <w:sz w:val="20"/>
                <w:szCs w:val="20"/>
              </w:rPr>
            </w:pPr>
            <w:r w:rsidRPr="00742CEE">
              <w:rPr>
                <w:rFonts w:ascii="Arial" w:hAnsi="Arial" w:cs="Arial"/>
                <w:sz w:val="20"/>
                <w:szCs w:val="20"/>
              </w:rPr>
              <w:t>People aged 15 years or over by weekly individual income and Indigenous status, 2011</w:t>
            </w:r>
          </w:p>
        </w:tc>
      </w:tr>
      <w:tr w:rsidR="001939AB" w:rsidRPr="001939AB" w:rsidTr="007E4C14">
        <w:trPr>
          <w:trHeight w:val="357"/>
        </w:trPr>
        <w:tc>
          <w:tcPr>
            <w:tcW w:w="1560" w:type="dxa"/>
            <w:tcBorders>
              <w:top w:val="nil"/>
              <w:left w:val="nil"/>
              <w:bottom w:val="nil"/>
              <w:right w:val="nil"/>
            </w:tcBorders>
            <w:shd w:val="clear" w:color="auto" w:fill="auto"/>
            <w:noWrap/>
            <w:hideMark/>
          </w:tcPr>
          <w:p w:rsidR="001939AB" w:rsidRPr="001939AB" w:rsidRDefault="001939AB" w:rsidP="001939AB">
            <w:pPr>
              <w:rPr>
                <w:rFonts w:ascii="Arial" w:hAnsi="Arial" w:cs="Arial"/>
                <w:b/>
                <w:bCs/>
                <w:color w:val="0000FF"/>
                <w:sz w:val="20"/>
                <w:szCs w:val="20"/>
              </w:rPr>
            </w:pPr>
            <w:r w:rsidRPr="001939AB">
              <w:rPr>
                <w:rFonts w:ascii="Arial" w:hAnsi="Arial" w:cs="Arial"/>
                <w:b/>
                <w:bCs/>
                <w:color w:val="0000FF"/>
                <w:sz w:val="20"/>
                <w:szCs w:val="20"/>
              </w:rPr>
              <w:t xml:space="preserve">Table </w:t>
            </w:r>
            <w:proofErr w:type="spellStart"/>
            <w:r w:rsidRPr="001939AB">
              <w:rPr>
                <w:rFonts w:ascii="Arial" w:hAnsi="Arial" w:cs="Arial"/>
                <w:b/>
                <w:bCs/>
                <w:color w:val="0000FF"/>
                <w:sz w:val="20"/>
                <w:szCs w:val="20"/>
              </w:rPr>
              <w:t>2A.35</w:t>
            </w:r>
            <w:proofErr w:type="spellEnd"/>
          </w:p>
        </w:tc>
        <w:tc>
          <w:tcPr>
            <w:tcW w:w="7229" w:type="dxa"/>
            <w:tcBorders>
              <w:top w:val="nil"/>
              <w:left w:val="nil"/>
              <w:bottom w:val="nil"/>
              <w:right w:val="nil"/>
            </w:tcBorders>
            <w:shd w:val="clear" w:color="auto" w:fill="auto"/>
            <w:hideMark/>
          </w:tcPr>
          <w:p w:rsidR="001939AB" w:rsidRPr="00742CEE" w:rsidRDefault="001939AB" w:rsidP="001939AB">
            <w:pPr>
              <w:jc w:val="both"/>
              <w:rPr>
                <w:rFonts w:ascii="Arial" w:hAnsi="Arial" w:cs="Arial"/>
                <w:sz w:val="20"/>
                <w:szCs w:val="20"/>
              </w:rPr>
            </w:pPr>
            <w:r w:rsidRPr="00742CEE">
              <w:rPr>
                <w:rFonts w:ascii="Arial" w:hAnsi="Arial" w:cs="Arial"/>
                <w:sz w:val="20"/>
                <w:szCs w:val="20"/>
              </w:rPr>
              <w:t>People aged 15 years or over, by weekly i</w:t>
            </w:r>
            <w:r w:rsidR="00121DD7" w:rsidRPr="00742CEE">
              <w:rPr>
                <w:rFonts w:ascii="Arial" w:hAnsi="Arial" w:cs="Arial"/>
                <w:sz w:val="20"/>
                <w:szCs w:val="20"/>
              </w:rPr>
              <w:t>ndividual income and age, 2001</w:t>
            </w:r>
          </w:p>
        </w:tc>
      </w:tr>
      <w:tr w:rsidR="001939AB" w:rsidRPr="001939AB" w:rsidTr="007E4C14">
        <w:trPr>
          <w:trHeight w:val="357"/>
        </w:trPr>
        <w:tc>
          <w:tcPr>
            <w:tcW w:w="1560" w:type="dxa"/>
            <w:tcBorders>
              <w:top w:val="nil"/>
              <w:left w:val="nil"/>
              <w:bottom w:val="nil"/>
              <w:right w:val="nil"/>
            </w:tcBorders>
            <w:shd w:val="clear" w:color="auto" w:fill="auto"/>
            <w:noWrap/>
            <w:hideMark/>
          </w:tcPr>
          <w:p w:rsidR="001939AB" w:rsidRPr="001939AB" w:rsidRDefault="001939AB" w:rsidP="001939AB">
            <w:pPr>
              <w:rPr>
                <w:rFonts w:ascii="Arial" w:hAnsi="Arial" w:cs="Arial"/>
                <w:b/>
                <w:bCs/>
                <w:color w:val="0000FF"/>
                <w:sz w:val="20"/>
                <w:szCs w:val="20"/>
              </w:rPr>
            </w:pPr>
            <w:r w:rsidRPr="001939AB">
              <w:rPr>
                <w:rFonts w:ascii="Arial" w:hAnsi="Arial" w:cs="Arial"/>
                <w:b/>
                <w:bCs/>
                <w:color w:val="0000FF"/>
                <w:sz w:val="20"/>
                <w:szCs w:val="20"/>
              </w:rPr>
              <w:t xml:space="preserve">Table </w:t>
            </w:r>
            <w:proofErr w:type="spellStart"/>
            <w:r w:rsidRPr="001939AB">
              <w:rPr>
                <w:rFonts w:ascii="Arial" w:hAnsi="Arial" w:cs="Arial"/>
                <w:b/>
                <w:bCs/>
                <w:color w:val="0000FF"/>
                <w:sz w:val="20"/>
                <w:szCs w:val="20"/>
              </w:rPr>
              <w:t>2A.36</w:t>
            </w:r>
            <w:proofErr w:type="spellEnd"/>
          </w:p>
        </w:tc>
        <w:tc>
          <w:tcPr>
            <w:tcW w:w="7229" w:type="dxa"/>
            <w:tcBorders>
              <w:top w:val="nil"/>
              <w:left w:val="nil"/>
              <w:bottom w:val="nil"/>
              <w:right w:val="nil"/>
            </w:tcBorders>
            <w:shd w:val="clear" w:color="auto" w:fill="auto"/>
            <w:hideMark/>
          </w:tcPr>
          <w:p w:rsidR="001939AB" w:rsidRPr="00742CEE" w:rsidRDefault="001939AB" w:rsidP="001939AB">
            <w:pPr>
              <w:jc w:val="both"/>
              <w:rPr>
                <w:rFonts w:ascii="Arial" w:hAnsi="Arial" w:cs="Arial"/>
                <w:sz w:val="20"/>
                <w:szCs w:val="20"/>
              </w:rPr>
            </w:pPr>
            <w:r w:rsidRPr="00742CEE">
              <w:rPr>
                <w:rFonts w:ascii="Arial" w:hAnsi="Arial" w:cs="Arial"/>
                <w:sz w:val="20"/>
                <w:szCs w:val="20"/>
              </w:rPr>
              <w:t>People aged 15 years or over, by weekly i</w:t>
            </w:r>
            <w:r w:rsidR="00121DD7" w:rsidRPr="00742CEE">
              <w:rPr>
                <w:rFonts w:ascii="Arial" w:hAnsi="Arial" w:cs="Arial"/>
                <w:sz w:val="20"/>
                <w:szCs w:val="20"/>
              </w:rPr>
              <w:t>ndividual income and age, 2006</w:t>
            </w:r>
          </w:p>
        </w:tc>
      </w:tr>
      <w:tr w:rsidR="001939AB" w:rsidRPr="001939AB" w:rsidTr="00742CEE">
        <w:trPr>
          <w:trHeight w:val="357"/>
        </w:trPr>
        <w:tc>
          <w:tcPr>
            <w:tcW w:w="1560" w:type="dxa"/>
            <w:tcBorders>
              <w:top w:val="nil"/>
              <w:left w:val="nil"/>
              <w:bottom w:val="nil"/>
              <w:right w:val="nil"/>
            </w:tcBorders>
            <w:shd w:val="clear" w:color="auto" w:fill="auto"/>
            <w:noWrap/>
            <w:hideMark/>
          </w:tcPr>
          <w:p w:rsidR="001939AB" w:rsidRPr="001939AB" w:rsidRDefault="001939AB" w:rsidP="001939AB">
            <w:pPr>
              <w:rPr>
                <w:rFonts w:ascii="Arial" w:hAnsi="Arial" w:cs="Arial"/>
                <w:b/>
                <w:bCs/>
                <w:color w:val="0000FF"/>
                <w:sz w:val="20"/>
                <w:szCs w:val="20"/>
              </w:rPr>
            </w:pPr>
            <w:r w:rsidRPr="001939AB">
              <w:rPr>
                <w:rFonts w:ascii="Arial" w:hAnsi="Arial" w:cs="Arial"/>
                <w:b/>
                <w:bCs/>
                <w:color w:val="0000FF"/>
                <w:sz w:val="20"/>
                <w:szCs w:val="20"/>
              </w:rPr>
              <w:lastRenderedPageBreak/>
              <w:t xml:space="preserve">Table </w:t>
            </w:r>
            <w:proofErr w:type="spellStart"/>
            <w:r w:rsidRPr="001939AB">
              <w:rPr>
                <w:rFonts w:ascii="Arial" w:hAnsi="Arial" w:cs="Arial"/>
                <w:b/>
                <w:bCs/>
                <w:color w:val="0000FF"/>
                <w:sz w:val="20"/>
                <w:szCs w:val="20"/>
              </w:rPr>
              <w:t>2A.37</w:t>
            </w:r>
            <w:proofErr w:type="spellEnd"/>
          </w:p>
        </w:tc>
        <w:tc>
          <w:tcPr>
            <w:tcW w:w="7229" w:type="dxa"/>
            <w:tcBorders>
              <w:top w:val="nil"/>
              <w:left w:val="nil"/>
              <w:right w:val="nil"/>
            </w:tcBorders>
            <w:shd w:val="clear" w:color="auto" w:fill="auto"/>
            <w:hideMark/>
          </w:tcPr>
          <w:p w:rsidR="001939AB" w:rsidRPr="00742CEE" w:rsidRDefault="001939AB" w:rsidP="001939AB">
            <w:pPr>
              <w:jc w:val="both"/>
              <w:rPr>
                <w:rFonts w:ascii="Arial" w:hAnsi="Arial" w:cs="Arial"/>
                <w:sz w:val="20"/>
                <w:szCs w:val="20"/>
              </w:rPr>
            </w:pPr>
            <w:r w:rsidRPr="00742CEE">
              <w:rPr>
                <w:rFonts w:ascii="Arial" w:hAnsi="Arial" w:cs="Arial"/>
                <w:sz w:val="20"/>
                <w:szCs w:val="20"/>
              </w:rPr>
              <w:t>People aged 15 years or over, by weekly i</w:t>
            </w:r>
            <w:r w:rsidR="00121DD7" w:rsidRPr="00742CEE">
              <w:rPr>
                <w:rFonts w:ascii="Arial" w:hAnsi="Arial" w:cs="Arial"/>
                <w:sz w:val="20"/>
                <w:szCs w:val="20"/>
              </w:rPr>
              <w:t>ndividual income and age, 2011</w:t>
            </w:r>
          </w:p>
        </w:tc>
      </w:tr>
      <w:tr w:rsidR="001939AB" w:rsidRPr="001939AB" w:rsidTr="009907C3">
        <w:trPr>
          <w:trHeight w:val="357"/>
        </w:trPr>
        <w:tc>
          <w:tcPr>
            <w:tcW w:w="1560" w:type="dxa"/>
            <w:tcBorders>
              <w:top w:val="nil"/>
              <w:left w:val="nil"/>
              <w:bottom w:val="nil"/>
              <w:right w:val="nil"/>
            </w:tcBorders>
            <w:shd w:val="clear" w:color="auto" w:fill="auto"/>
            <w:noWrap/>
            <w:hideMark/>
          </w:tcPr>
          <w:p w:rsidR="001939AB" w:rsidRPr="00BF5AA4" w:rsidRDefault="001939AB" w:rsidP="001939AB">
            <w:pPr>
              <w:rPr>
                <w:rFonts w:ascii="Arial" w:hAnsi="Arial" w:cs="Arial"/>
                <w:b/>
                <w:bCs/>
                <w:color w:val="0000FF"/>
                <w:sz w:val="20"/>
                <w:szCs w:val="20"/>
              </w:rPr>
            </w:pPr>
            <w:r w:rsidRPr="00BF5AA4">
              <w:rPr>
                <w:rFonts w:ascii="Arial" w:hAnsi="Arial" w:cs="Arial"/>
                <w:b/>
                <w:bCs/>
                <w:color w:val="0000FF"/>
                <w:sz w:val="20"/>
                <w:szCs w:val="20"/>
              </w:rPr>
              <w:t xml:space="preserve">Table </w:t>
            </w:r>
            <w:proofErr w:type="spellStart"/>
            <w:r w:rsidRPr="00BF5AA4">
              <w:rPr>
                <w:rFonts w:ascii="Arial" w:hAnsi="Arial" w:cs="Arial"/>
                <w:b/>
                <w:bCs/>
                <w:color w:val="0000FF"/>
                <w:sz w:val="20"/>
                <w:szCs w:val="20"/>
              </w:rPr>
              <w:t>2A.38</w:t>
            </w:r>
            <w:proofErr w:type="spellEnd"/>
          </w:p>
        </w:tc>
        <w:tc>
          <w:tcPr>
            <w:tcW w:w="7229" w:type="dxa"/>
            <w:tcBorders>
              <w:top w:val="nil"/>
              <w:left w:val="nil"/>
              <w:bottom w:val="nil"/>
              <w:right w:val="nil"/>
            </w:tcBorders>
            <w:shd w:val="clear" w:color="auto" w:fill="auto"/>
            <w:hideMark/>
          </w:tcPr>
          <w:p w:rsidR="001939AB" w:rsidRPr="00BF5AA4" w:rsidRDefault="00121DD7" w:rsidP="001939AB">
            <w:pPr>
              <w:jc w:val="both"/>
              <w:rPr>
                <w:rFonts w:ascii="Arial" w:hAnsi="Arial" w:cs="Arial"/>
                <w:sz w:val="20"/>
                <w:szCs w:val="20"/>
              </w:rPr>
            </w:pPr>
            <w:r w:rsidRPr="00BF5AA4">
              <w:rPr>
                <w:rFonts w:ascii="Arial" w:hAnsi="Arial" w:cs="Arial"/>
                <w:sz w:val="20"/>
                <w:szCs w:val="20"/>
              </w:rPr>
              <w:t>Income support, June, 2004–2013</w:t>
            </w:r>
          </w:p>
        </w:tc>
      </w:tr>
      <w:tr w:rsidR="00121DD7" w:rsidRPr="001939AB" w:rsidTr="00742CEE">
        <w:trPr>
          <w:trHeight w:val="612"/>
        </w:trPr>
        <w:tc>
          <w:tcPr>
            <w:tcW w:w="1560" w:type="dxa"/>
            <w:tcBorders>
              <w:top w:val="nil"/>
              <w:left w:val="nil"/>
              <w:bottom w:val="nil"/>
              <w:right w:val="nil"/>
            </w:tcBorders>
            <w:shd w:val="clear" w:color="auto" w:fill="auto"/>
            <w:noWrap/>
            <w:hideMark/>
          </w:tcPr>
          <w:p w:rsidR="00121DD7" w:rsidRPr="001939AB" w:rsidRDefault="00121DD7" w:rsidP="001939AB">
            <w:pPr>
              <w:rPr>
                <w:rFonts w:ascii="Arial" w:hAnsi="Arial" w:cs="Arial"/>
                <w:b/>
                <w:bCs/>
                <w:color w:val="0000FF"/>
                <w:sz w:val="20"/>
                <w:szCs w:val="20"/>
              </w:rPr>
            </w:pPr>
            <w:r w:rsidRPr="001939AB">
              <w:rPr>
                <w:rFonts w:ascii="Arial" w:hAnsi="Arial" w:cs="Arial"/>
                <w:b/>
                <w:bCs/>
                <w:color w:val="0000FF"/>
                <w:sz w:val="20"/>
                <w:szCs w:val="20"/>
              </w:rPr>
              <w:t xml:space="preserve">Table </w:t>
            </w:r>
            <w:proofErr w:type="spellStart"/>
            <w:r w:rsidRPr="001939AB">
              <w:rPr>
                <w:rFonts w:ascii="Arial" w:hAnsi="Arial" w:cs="Arial"/>
                <w:b/>
                <w:bCs/>
                <w:color w:val="0000FF"/>
                <w:sz w:val="20"/>
                <w:szCs w:val="20"/>
              </w:rPr>
              <w:t>2A.39</w:t>
            </w:r>
            <w:proofErr w:type="spellEnd"/>
          </w:p>
        </w:tc>
        <w:tc>
          <w:tcPr>
            <w:tcW w:w="7229" w:type="dxa"/>
            <w:tcBorders>
              <w:top w:val="nil"/>
              <w:left w:val="nil"/>
              <w:bottom w:val="nil"/>
              <w:right w:val="nil"/>
            </w:tcBorders>
            <w:shd w:val="clear" w:color="auto" w:fill="auto"/>
            <w:hideMark/>
          </w:tcPr>
          <w:p w:rsidR="00121DD7" w:rsidRPr="00742CEE" w:rsidRDefault="00121DD7" w:rsidP="00121DD7">
            <w:pPr>
              <w:jc w:val="both"/>
              <w:rPr>
                <w:rFonts w:ascii="Arial" w:hAnsi="Arial" w:cs="Arial"/>
                <w:sz w:val="20"/>
                <w:szCs w:val="20"/>
              </w:rPr>
            </w:pPr>
            <w:r w:rsidRPr="00742CEE">
              <w:rPr>
                <w:rFonts w:ascii="Arial" w:hAnsi="Arial" w:cs="Arial"/>
                <w:sz w:val="20"/>
                <w:szCs w:val="20"/>
              </w:rPr>
              <w:t>Highest level of schooling completed by people aged 15 years or over, by Indigenous status, 2001 ('000)</w:t>
            </w:r>
          </w:p>
        </w:tc>
      </w:tr>
      <w:tr w:rsidR="00121DD7" w:rsidRPr="001939AB" w:rsidTr="00742CEE">
        <w:trPr>
          <w:trHeight w:val="868"/>
        </w:trPr>
        <w:tc>
          <w:tcPr>
            <w:tcW w:w="1560" w:type="dxa"/>
            <w:tcBorders>
              <w:top w:val="nil"/>
              <w:left w:val="nil"/>
              <w:bottom w:val="nil"/>
              <w:right w:val="nil"/>
            </w:tcBorders>
            <w:shd w:val="clear" w:color="auto" w:fill="auto"/>
            <w:noWrap/>
            <w:hideMark/>
          </w:tcPr>
          <w:p w:rsidR="00121DD7" w:rsidRPr="001939AB" w:rsidRDefault="00121DD7" w:rsidP="001939AB">
            <w:pPr>
              <w:rPr>
                <w:rFonts w:ascii="Arial" w:hAnsi="Arial" w:cs="Arial"/>
                <w:b/>
                <w:bCs/>
                <w:color w:val="0000FF"/>
                <w:sz w:val="20"/>
                <w:szCs w:val="20"/>
              </w:rPr>
            </w:pPr>
            <w:r w:rsidRPr="001939AB">
              <w:rPr>
                <w:rFonts w:ascii="Arial" w:hAnsi="Arial" w:cs="Arial"/>
                <w:b/>
                <w:bCs/>
                <w:color w:val="0000FF"/>
                <w:sz w:val="20"/>
                <w:szCs w:val="20"/>
              </w:rPr>
              <w:t xml:space="preserve">Table </w:t>
            </w:r>
            <w:proofErr w:type="spellStart"/>
            <w:r w:rsidRPr="001939AB">
              <w:rPr>
                <w:rFonts w:ascii="Arial" w:hAnsi="Arial" w:cs="Arial"/>
                <w:b/>
                <w:bCs/>
                <w:color w:val="0000FF"/>
                <w:sz w:val="20"/>
                <w:szCs w:val="20"/>
              </w:rPr>
              <w:t>2A.40</w:t>
            </w:r>
            <w:proofErr w:type="spellEnd"/>
          </w:p>
        </w:tc>
        <w:tc>
          <w:tcPr>
            <w:tcW w:w="7229" w:type="dxa"/>
            <w:tcBorders>
              <w:top w:val="nil"/>
              <w:left w:val="nil"/>
              <w:bottom w:val="nil"/>
              <w:right w:val="nil"/>
            </w:tcBorders>
            <w:shd w:val="clear" w:color="auto" w:fill="auto"/>
            <w:hideMark/>
          </w:tcPr>
          <w:p w:rsidR="00121DD7" w:rsidRPr="00742CEE" w:rsidRDefault="00121DD7" w:rsidP="00121DD7">
            <w:pPr>
              <w:jc w:val="both"/>
              <w:rPr>
                <w:rFonts w:ascii="Arial" w:hAnsi="Arial" w:cs="Arial"/>
                <w:sz w:val="20"/>
                <w:szCs w:val="20"/>
              </w:rPr>
            </w:pPr>
            <w:r w:rsidRPr="00742CEE">
              <w:rPr>
                <w:rFonts w:ascii="Arial" w:hAnsi="Arial" w:cs="Arial"/>
                <w:sz w:val="20"/>
                <w:szCs w:val="20"/>
              </w:rPr>
              <w:t>Highest level of schooling completed by people aged 15 years or over, by Indigenous status (excluding people still attending secondary school), 2006 ('000)</w:t>
            </w:r>
          </w:p>
        </w:tc>
      </w:tr>
      <w:tr w:rsidR="00121DD7" w:rsidRPr="001939AB" w:rsidTr="00742CEE">
        <w:trPr>
          <w:trHeight w:val="868"/>
        </w:trPr>
        <w:tc>
          <w:tcPr>
            <w:tcW w:w="1560" w:type="dxa"/>
            <w:tcBorders>
              <w:top w:val="nil"/>
              <w:left w:val="nil"/>
              <w:bottom w:val="nil"/>
              <w:right w:val="nil"/>
            </w:tcBorders>
            <w:shd w:val="clear" w:color="auto" w:fill="auto"/>
            <w:noWrap/>
            <w:hideMark/>
          </w:tcPr>
          <w:p w:rsidR="00121DD7" w:rsidRPr="001939AB" w:rsidRDefault="00121DD7" w:rsidP="001939AB">
            <w:pPr>
              <w:rPr>
                <w:rFonts w:ascii="Arial" w:hAnsi="Arial" w:cs="Arial"/>
                <w:b/>
                <w:bCs/>
                <w:color w:val="0000FF"/>
                <w:sz w:val="20"/>
                <w:szCs w:val="20"/>
              </w:rPr>
            </w:pPr>
            <w:r w:rsidRPr="001939AB">
              <w:rPr>
                <w:rFonts w:ascii="Arial" w:hAnsi="Arial" w:cs="Arial"/>
                <w:b/>
                <w:bCs/>
                <w:color w:val="0000FF"/>
                <w:sz w:val="20"/>
                <w:szCs w:val="20"/>
              </w:rPr>
              <w:t xml:space="preserve">Table </w:t>
            </w:r>
            <w:proofErr w:type="spellStart"/>
            <w:r w:rsidRPr="001939AB">
              <w:rPr>
                <w:rFonts w:ascii="Arial" w:hAnsi="Arial" w:cs="Arial"/>
                <w:b/>
                <w:bCs/>
                <w:color w:val="0000FF"/>
                <w:sz w:val="20"/>
                <w:szCs w:val="20"/>
              </w:rPr>
              <w:t>2A.41</w:t>
            </w:r>
            <w:proofErr w:type="spellEnd"/>
          </w:p>
        </w:tc>
        <w:tc>
          <w:tcPr>
            <w:tcW w:w="7229" w:type="dxa"/>
            <w:tcBorders>
              <w:top w:val="nil"/>
              <w:left w:val="nil"/>
              <w:bottom w:val="nil"/>
              <w:right w:val="nil"/>
            </w:tcBorders>
            <w:shd w:val="clear" w:color="auto" w:fill="auto"/>
            <w:hideMark/>
          </w:tcPr>
          <w:p w:rsidR="00121DD7" w:rsidRPr="00742CEE" w:rsidRDefault="00121DD7" w:rsidP="00121DD7">
            <w:pPr>
              <w:jc w:val="both"/>
              <w:rPr>
                <w:rFonts w:ascii="Arial" w:hAnsi="Arial" w:cs="Arial"/>
                <w:sz w:val="20"/>
                <w:szCs w:val="20"/>
              </w:rPr>
            </w:pPr>
            <w:r w:rsidRPr="00742CEE">
              <w:rPr>
                <w:rFonts w:ascii="Arial" w:hAnsi="Arial" w:cs="Arial"/>
                <w:sz w:val="20"/>
                <w:szCs w:val="20"/>
              </w:rPr>
              <w:t>Highest level of schooling completed by people aged 15 years or over, by Indigenous status (excluding people still attending secondary school), 2011 ('000)</w:t>
            </w:r>
          </w:p>
        </w:tc>
      </w:tr>
      <w:tr w:rsidR="00121DD7" w:rsidRPr="001939AB" w:rsidTr="00742CEE">
        <w:trPr>
          <w:trHeight w:val="357"/>
        </w:trPr>
        <w:tc>
          <w:tcPr>
            <w:tcW w:w="1560" w:type="dxa"/>
            <w:tcBorders>
              <w:top w:val="nil"/>
              <w:left w:val="nil"/>
              <w:bottom w:val="nil"/>
              <w:right w:val="nil"/>
            </w:tcBorders>
            <w:shd w:val="clear" w:color="auto" w:fill="auto"/>
            <w:noWrap/>
            <w:hideMark/>
          </w:tcPr>
          <w:p w:rsidR="00121DD7" w:rsidRPr="001939AB" w:rsidRDefault="00121DD7" w:rsidP="001939AB">
            <w:pPr>
              <w:rPr>
                <w:rFonts w:ascii="Arial" w:hAnsi="Arial" w:cs="Arial"/>
                <w:b/>
                <w:bCs/>
                <w:color w:val="0000FF"/>
                <w:sz w:val="20"/>
                <w:szCs w:val="20"/>
              </w:rPr>
            </w:pPr>
            <w:r w:rsidRPr="001939AB">
              <w:rPr>
                <w:rFonts w:ascii="Arial" w:hAnsi="Arial" w:cs="Arial"/>
                <w:b/>
                <w:bCs/>
                <w:color w:val="0000FF"/>
                <w:sz w:val="20"/>
                <w:szCs w:val="20"/>
              </w:rPr>
              <w:t xml:space="preserve">Table </w:t>
            </w:r>
            <w:proofErr w:type="spellStart"/>
            <w:r w:rsidRPr="001939AB">
              <w:rPr>
                <w:rFonts w:ascii="Arial" w:hAnsi="Arial" w:cs="Arial"/>
                <w:b/>
                <w:bCs/>
                <w:color w:val="0000FF"/>
                <w:sz w:val="20"/>
                <w:szCs w:val="20"/>
              </w:rPr>
              <w:t>2A.42</w:t>
            </w:r>
            <w:proofErr w:type="spellEnd"/>
          </w:p>
        </w:tc>
        <w:tc>
          <w:tcPr>
            <w:tcW w:w="7229" w:type="dxa"/>
            <w:tcBorders>
              <w:top w:val="nil"/>
              <w:left w:val="nil"/>
              <w:bottom w:val="nil"/>
              <w:right w:val="nil"/>
            </w:tcBorders>
            <w:shd w:val="clear" w:color="auto" w:fill="auto"/>
            <w:hideMark/>
          </w:tcPr>
          <w:p w:rsidR="00121DD7" w:rsidRPr="00742CEE" w:rsidRDefault="00121DD7" w:rsidP="00121DD7">
            <w:pPr>
              <w:jc w:val="both"/>
              <w:rPr>
                <w:rFonts w:ascii="Arial" w:hAnsi="Arial" w:cs="Arial"/>
                <w:sz w:val="20"/>
                <w:szCs w:val="20"/>
              </w:rPr>
            </w:pPr>
            <w:r w:rsidRPr="00742CEE">
              <w:rPr>
                <w:rFonts w:ascii="Arial" w:hAnsi="Arial" w:cs="Arial"/>
                <w:sz w:val="20"/>
                <w:szCs w:val="20"/>
              </w:rPr>
              <w:t>Type of educational institution attending by Indigenous status, 2001 ('000)</w:t>
            </w:r>
          </w:p>
        </w:tc>
      </w:tr>
      <w:tr w:rsidR="00121DD7" w:rsidRPr="001939AB" w:rsidTr="00742CEE">
        <w:trPr>
          <w:trHeight w:val="357"/>
        </w:trPr>
        <w:tc>
          <w:tcPr>
            <w:tcW w:w="1560" w:type="dxa"/>
            <w:tcBorders>
              <w:top w:val="nil"/>
              <w:left w:val="nil"/>
              <w:bottom w:val="nil"/>
              <w:right w:val="nil"/>
            </w:tcBorders>
            <w:shd w:val="clear" w:color="auto" w:fill="auto"/>
            <w:noWrap/>
            <w:hideMark/>
          </w:tcPr>
          <w:p w:rsidR="00121DD7" w:rsidRPr="001939AB" w:rsidRDefault="00121DD7" w:rsidP="001939AB">
            <w:pPr>
              <w:rPr>
                <w:rFonts w:ascii="Arial" w:hAnsi="Arial" w:cs="Arial"/>
                <w:b/>
                <w:bCs/>
                <w:color w:val="0000FF"/>
                <w:sz w:val="20"/>
                <w:szCs w:val="20"/>
              </w:rPr>
            </w:pPr>
            <w:r w:rsidRPr="001939AB">
              <w:rPr>
                <w:rFonts w:ascii="Arial" w:hAnsi="Arial" w:cs="Arial"/>
                <w:b/>
                <w:bCs/>
                <w:color w:val="0000FF"/>
                <w:sz w:val="20"/>
                <w:szCs w:val="20"/>
              </w:rPr>
              <w:t xml:space="preserve">Table </w:t>
            </w:r>
            <w:proofErr w:type="spellStart"/>
            <w:r w:rsidRPr="001939AB">
              <w:rPr>
                <w:rFonts w:ascii="Arial" w:hAnsi="Arial" w:cs="Arial"/>
                <w:b/>
                <w:bCs/>
                <w:color w:val="0000FF"/>
                <w:sz w:val="20"/>
                <w:szCs w:val="20"/>
              </w:rPr>
              <w:t>2A.43</w:t>
            </w:r>
            <w:proofErr w:type="spellEnd"/>
          </w:p>
        </w:tc>
        <w:tc>
          <w:tcPr>
            <w:tcW w:w="7229" w:type="dxa"/>
            <w:tcBorders>
              <w:top w:val="nil"/>
              <w:left w:val="nil"/>
              <w:bottom w:val="nil"/>
              <w:right w:val="nil"/>
            </w:tcBorders>
            <w:shd w:val="clear" w:color="auto" w:fill="auto"/>
            <w:hideMark/>
          </w:tcPr>
          <w:p w:rsidR="00121DD7" w:rsidRPr="00742CEE" w:rsidRDefault="00121DD7" w:rsidP="00121DD7">
            <w:pPr>
              <w:jc w:val="both"/>
              <w:rPr>
                <w:rFonts w:ascii="Arial" w:hAnsi="Arial" w:cs="Arial"/>
                <w:sz w:val="20"/>
                <w:szCs w:val="20"/>
              </w:rPr>
            </w:pPr>
            <w:r w:rsidRPr="00742CEE">
              <w:rPr>
                <w:rFonts w:ascii="Arial" w:hAnsi="Arial" w:cs="Arial"/>
                <w:sz w:val="20"/>
                <w:szCs w:val="20"/>
              </w:rPr>
              <w:t>Type of educational institution attending by Indigenous status, 2006 ('000)</w:t>
            </w:r>
          </w:p>
        </w:tc>
      </w:tr>
      <w:tr w:rsidR="00121DD7" w:rsidRPr="001939AB" w:rsidTr="00742CEE">
        <w:trPr>
          <w:trHeight w:val="357"/>
        </w:trPr>
        <w:tc>
          <w:tcPr>
            <w:tcW w:w="1560" w:type="dxa"/>
            <w:tcBorders>
              <w:top w:val="nil"/>
              <w:left w:val="nil"/>
              <w:bottom w:val="nil"/>
              <w:right w:val="nil"/>
            </w:tcBorders>
            <w:shd w:val="clear" w:color="auto" w:fill="auto"/>
            <w:noWrap/>
            <w:hideMark/>
          </w:tcPr>
          <w:p w:rsidR="00121DD7" w:rsidRPr="001939AB" w:rsidRDefault="00121DD7" w:rsidP="001939AB">
            <w:pPr>
              <w:rPr>
                <w:rFonts w:ascii="Arial" w:hAnsi="Arial" w:cs="Arial"/>
                <w:b/>
                <w:bCs/>
                <w:color w:val="0000FF"/>
                <w:sz w:val="20"/>
                <w:szCs w:val="20"/>
              </w:rPr>
            </w:pPr>
            <w:r w:rsidRPr="001939AB">
              <w:rPr>
                <w:rFonts w:ascii="Arial" w:hAnsi="Arial" w:cs="Arial"/>
                <w:b/>
                <w:bCs/>
                <w:color w:val="0000FF"/>
                <w:sz w:val="20"/>
                <w:szCs w:val="20"/>
              </w:rPr>
              <w:t xml:space="preserve">Table </w:t>
            </w:r>
            <w:proofErr w:type="spellStart"/>
            <w:r w:rsidRPr="001939AB">
              <w:rPr>
                <w:rFonts w:ascii="Arial" w:hAnsi="Arial" w:cs="Arial"/>
                <w:b/>
                <w:bCs/>
                <w:color w:val="0000FF"/>
                <w:sz w:val="20"/>
                <w:szCs w:val="20"/>
              </w:rPr>
              <w:t>2A.44</w:t>
            </w:r>
            <w:proofErr w:type="spellEnd"/>
          </w:p>
        </w:tc>
        <w:tc>
          <w:tcPr>
            <w:tcW w:w="7229" w:type="dxa"/>
            <w:tcBorders>
              <w:top w:val="nil"/>
              <w:left w:val="nil"/>
              <w:bottom w:val="nil"/>
              <w:right w:val="nil"/>
            </w:tcBorders>
            <w:shd w:val="clear" w:color="auto" w:fill="auto"/>
            <w:hideMark/>
          </w:tcPr>
          <w:p w:rsidR="00121DD7" w:rsidRPr="00742CEE" w:rsidRDefault="00121DD7" w:rsidP="00121DD7">
            <w:pPr>
              <w:jc w:val="both"/>
              <w:rPr>
                <w:rFonts w:ascii="Arial" w:hAnsi="Arial" w:cs="Arial"/>
                <w:sz w:val="20"/>
                <w:szCs w:val="20"/>
              </w:rPr>
            </w:pPr>
            <w:r w:rsidRPr="00742CEE">
              <w:rPr>
                <w:rFonts w:ascii="Arial" w:hAnsi="Arial" w:cs="Arial"/>
                <w:sz w:val="20"/>
                <w:szCs w:val="20"/>
              </w:rPr>
              <w:t>Type of educational institution attending by Indigenous status, 2011 ('000)</w:t>
            </w:r>
          </w:p>
        </w:tc>
      </w:tr>
      <w:tr w:rsidR="00121DD7" w:rsidRPr="001939AB" w:rsidTr="00742CEE">
        <w:trPr>
          <w:trHeight w:val="612"/>
        </w:trPr>
        <w:tc>
          <w:tcPr>
            <w:tcW w:w="1560" w:type="dxa"/>
            <w:tcBorders>
              <w:top w:val="nil"/>
              <w:left w:val="nil"/>
              <w:bottom w:val="nil"/>
              <w:right w:val="nil"/>
            </w:tcBorders>
            <w:shd w:val="clear" w:color="auto" w:fill="auto"/>
            <w:noWrap/>
            <w:hideMark/>
          </w:tcPr>
          <w:p w:rsidR="00121DD7" w:rsidRPr="001939AB" w:rsidRDefault="00121DD7" w:rsidP="001939AB">
            <w:pPr>
              <w:rPr>
                <w:rFonts w:ascii="Arial" w:hAnsi="Arial" w:cs="Arial"/>
                <w:b/>
                <w:bCs/>
                <w:color w:val="0000FF"/>
                <w:sz w:val="20"/>
                <w:szCs w:val="20"/>
              </w:rPr>
            </w:pPr>
            <w:r w:rsidRPr="001939AB">
              <w:rPr>
                <w:rFonts w:ascii="Arial" w:hAnsi="Arial" w:cs="Arial"/>
                <w:b/>
                <w:bCs/>
                <w:color w:val="0000FF"/>
                <w:sz w:val="20"/>
                <w:szCs w:val="20"/>
              </w:rPr>
              <w:t xml:space="preserve">Table </w:t>
            </w:r>
            <w:proofErr w:type="spellStart"/>
            <w:r w:rsidRPr="001939AB">
              <w:rPr>
                <w:rFonts w:ascii="Arial" w:hAnsi="Arial" w:cs="Arial"/>
                <w:b/>
                <w:bCs/>
                <w:color w:val="0000FF"/>
                <w:sz w:val="20"/>
                <w:szCs w:val="20"/>
              </w:rPr>
              <w:t>2A.45</w:t>
            </w:r>
            <w:proofErr w:type="spellEnd"/>
          </w:p>
        </w:tc>
        <w:tc>
          <w:tcPr>
            <w:tcW w:w="7229" w:type="dxa"/>
            <w:tcBorders>
              <w:top w:val="nil"/>
              <w:left w:val="nil"/>
              <w:bottom w:val="nil"/>
              <w:right w:val="nil"/>
            </w:tcBorders>
            <w:shd w:val="clear" w:color="auto" w:fill="auto"/>
            <w:hideMark/>
          </w:tcPr>
          <w:p w:rsidR="00121DD7" w:rsidRPr="00742CEE" w:rsidRDefault="00121DD7" w:rsidP="00121DD7">
            <w:pPr>
              <w:jc w:val="both"/>
              <w:rPr>
                <w:rFonts w:ascii="Arial" w:hAnsi="Arial" w:cs="Arial"/>
                <w:sz w:val="20"/>
                <w:szCs w:val="20"/>
              </w:rPr>
            </w:pPr>
            <w:r w:rsidRPr="00742CEE">
              <w:rPr>
                <w:rFonts w:ascii="Arial" w:hAnsi="Arial" w:cs="Arial"/>
                <w:sz w:val="20"/>
                <w:szCs w:val="20"/>
              </w:rPr>
              <w:t>Tertiary education attainment for people aged 18 or over by Indigenous status and sex, 2011 ('000)</w:t>
            </w:r>
          </w:p>
        </w:tc>
      </w:tr>
      <w:tr w:rsidR="00121DD7" w:rsidRPr="001939AB" w:rsidTr="00742CEE">
        <w:trPr>
          <w:trHeight w:val="612"/>
        </w:trPr>
        <w:tc>
          <w:tcPr>
            <w:tcW w:w="1560" w:type="dxa"/>
            <w:tcBorders>
              <w:top w:val="nil"/>
              <w:left w:val="nil"/>
              <w:bottom w:val="nil"/>
              <w:right w:val="nil"/>
            </w:tcBorders>
            <w:shd w:val="clear" w:color="auto" w:fill="auto"/>
            <w:noWrap/>
            <w:hideMark/>
          </w:tcPr>
          <w:p w:rsidR="00121DD7" w:rsidRPr="001939AB" w:rsidRDefault="00121DD7" w:rsidP="001939AB">
            <w:pPr>
              <w:rPr>
                <w:rFonts w:ascii="Arial" w:hAnsi="Arial" w:cs="Arial"/>
                <w:b/>
                <w:bCs/>
                <w:color w:val="0000FF"/>
                <w:sz w:val="20"/>
                <w:szCs w:val="20"/>
              </w:rPr>
            </w:pPr>
            <w:r w:rsidRPr="001939AB">
              <w:rPr>
                <w:rFonts w:ascii="Arial" w:hAnsi="Arial" w:cs="Arial"/>
                <w:b/>
                <w:bCs/>
                <w:color w:val="0000FF"/>
                <w:sz w:val="20"/>
                <w:szCs w:val="20"/>
              </w:rPr>
              <w:t xml:space="preserve">Table </w:t>
            </w:r>
            <w:proofErr w:type="spellStart"/>
            <w:r w:rsidRPr="001939AB">
              <w:rPr>
                <w:rFonts w:ascii="Arial" w:hAnsi="Arial" w:cs="Arial"/>
                <w:b/>
                <w:bCs/>
                <w:color w:val="0000FF"/>
                <w:sz w:val="20"/>
                <w:szCs w:val="20"/>
              </w:rPr>
              <w:t>2A.46</w:t>
            </w:r>
            <w:proofErr w:type="spellEnd"/>
          </w:p>
        </w:tc>
        <w:tc>
          <w:tcPr>
            <w:tcW w:w="7229" w:type="dxa"/>
            <w:tcBorders>
              <w:top w:val="nil"/>
              <w:left w:val="nil"/>
              <w:bottom w:val="nil"/>
              <w:right w:val="nil"/>
            </w:tcBorders>
            <w:shd w:val="clear" w:color="auto" w:fill="auto"/>
            <w:hideMark/>
          </w:tcPr>
          <w:p w:rsidR="00121DD7" w:rsidRPr="00742CEE" w:rsidRDefault="00121DD7" w:rsidP="00121DD7">
            <w:pPr>
              <w:jc w:val="both"/>
              <w:rPr>
                <w:rFonts w:ascii="Arial" w:hAnsi="Arial" w:cs="Arial"/>
                <w:sz w:val="20"/>
                <w:szCs w:val="20"/>
              </w:rPr>
            </w:pPr>
            <w:r w:rsidRPr="00742CEE">
              <w:rPr>
                <w:rFonts w:ascii="Arial" w:hAnsi="Arial" w:cs="Arial"/>
                <w:sz w:val="20"/>
                <w:szCs w:val="20"/>
              </w:rPr>
              <w:t>Type of tertiary education institution attending for people aged 18-24 by Indigenous status and sex, 2011 ('000)</w:t>
            </w:r>
          </w:p>
        </w:tc>
      </w:tr>
      <w:tr w:rsidR="001939AB" w:rsidRPr="001939AB" w:rsidTr="007E4C14">
        <w:trPr>
          <w:trHeight w:val="612"/>
        </w:trPr>
        <w:tc>
          <w:tcPr>
            <w:tcW w:w="1560" w:type="dxa"/>
            <w:tcBorders>
              <w:top w:val="nil"/>
              <w:left w:val="nil"/>
              <w:bottom w:val="nil"/>
              <w:right w:val="nil"/>
            </w:tcBorders>
            <w:shd w:val="clear" w:color="auto" w:fill="auto"/>
            <w:noWrap/>
            <w:hideMark/>
          </w:tcPr>
          <w:p w:rsidR="001939AB" w:rsidRPr="001939AB" w:rsidRDefault="001939AB" w:rsidP="001939AB">
            <w:pPr>
              <w:rPr>
                <w:rFonts w:ascii="Arial" w:hAnsi="Arial" w:cs="Arial"/>
                <w:b/>
                <w:bCs/>
                <w:color w:val="0000FF"/>
                <w:sz w:val="20"/>
                <w:szCs w:val="20"/>
              </w:rPr>
            </w:pPr>
            <w:r w:rsidRPr="001939AB">
              <w:rPr>
                <w:rFonts w:ascii="Arial" w:hAnsi="Arial" w:cs="Arial"/>
                <w:b/>
                <w:bCs/>
                <w:color w:val="0000FF"/>
                <w:sz w:val="20"/>
                <w:szCs w:val="20"/>
              </w:rPr>
              <w:t xml:space="preserve">Table </w:t>
            </w:r>
            <w:proofErr w:type="spellStart"/>
            <w:r w:rsidRPr="001939AB">
              <w:rPr>
                <w:rFonts w:ascii="Arial" w:hAnsi="Arial" w:cs="Arial"/>
                <w:b/>
                <w:bCs/>
                <w:color w:val="0000FF"/>
                <w:sz w:val="20"/>
                <w:szCs w:val="20"/>
              </w:rPr>
              <w:t>2A.47</w:t>
            </w:r>
            <w:proofErr w:type="spellEnd"/>
          </w:p>
        </w:tc>
        <w:tc>
          <w:tcPr>
            <w:tcW w:w="7229" w:type="dxa"/>
            <w:tcBorders>
              <w:top w:val="nil"/>
              <w:left w:val="nil"/>
              <w:bottom w:val="nil"/>
              <w:right w:val="nil"/>
            </w:tcBorders>
            <w:shd w:val="clear" w:color="auto" w:fill="auto"/>
            <w:hideMark/>
          </w:tcPr>
          <w:p w:rsidR="001939AB" w:rsidRPr="00742CEE" w:rsidRDefault="001939AB" w:rsidP="001939AB">
            <w:pPr>
              <w:jc w:val="both"/>
              <w:rPr>
                <w:rFonts w:ascii="Arial" w:hAnsi="Arial" w:cs="Arial"/>
                <w:sz w:val="20"/>
                <w:szCs w:val="20"/>
              </w:rPr>
            </w:pPr>
            <w:r w:rsidRPr="00742CEE">
              <w:rPr>
                <w:rFonts w:ascii="Arial" w:hAnsi="Arial" w:cs="Arial"/>
                <w:sz w:val="20"/>
                <w:szCs w:val="20"/>
              </w:rPr>
              <w:t>Labour force profile of the civilian population aged 1</w:t>
            </w:r>
            <w:r w:rsidR="00CC7EE4">
              <w:rPr>
                <w:rFonts w:ascii="Arial" w:hAnsi="Arial" w:cs="Arial"/>
                <w:sz w:val="20"/>
                <w:szCs w:val="20"/>
              </w:rPr>
              <w:t>5 years or over by sex, 30 </w:t>
            </w:r>
            <w:r w:rsidR="00CD0705" w:rsidRPr="00742CEE">
              <w:rPr>
                <w:rFonts w:ascii="Arial" w:hAnsi="Arial" w:cs="Arial"/>
                <w:sz w:val="20"/>
                <w:szCs w:val="20"/>
              </w:rPr>
              <w:t>June</w:t>
            </w:r>
          </w:p>
        </w:tc>
      </w:tr>
      <w:tr w:rsidR="001939AB" w:rsidRPr="001939AB" w:rsidTr="007E4C14">
        <w:trPr>
          <w:trHeight w:val="612"/>
        </w:trPr>
        <w:tc>
          <w:tcPr>
            <w:tcW w:w="1560" w:type="dxa"/>
            <w:tcBorders>
              <w:top w:val="nil"/>
              <w:left w:val="nil"/>
              <w:bottom w:val="nil"/>
              <w:right w:val="nil"/>
            </w:tcBorders>
            <w:shd w:val="clear" w:color="auto" w:fill="auto"/>
            <w:noWrap/>
            <w:hideMark/>
          </w:tcPr>
          <w:p w:rsidR="001939AB" w:rsidRPr="001939AB" w:rsidRDefault="001939AB" w:rsidP="001939AB">
            <w:pPr>
              <w:rPr>
                <w:rFonts w:ascii="Arial" w:hAnsi="Arial" w:cs="Arial"/>
                <w:b/>
                <w:bCs/>
                <w:color w:val="0000FF"/>
                <w:sz w:val="20"/>
                <w:szCs w:val="20"/>
              </w:rPr>
            </w:pPr>
            <w:r w:rsidRPr="001939AB">
              <w:rPr>
                <w:rFonts w:ascii="Arial" w:hAnsi="Arial" w:cs="Arial"/>
                <w:b/>
                <w:bCs/>
                <w:color w:val="0000FF"/>
                <w:sz w:val="20"/>
                <w:szCs w:val="20"/>
              </w:rPr>
              <w:t xml:space="preserve">Table </w:t>
            </w:r>
            <w:proofErr w:type="spellStart"/>
            <w:r w:rsidRPr="001939AB">
              <w:rPr>
                <w:rFonts w:ascii="Arial" w:hAnsi="Arial" w:cs="Arial"/>
                <w:b/>
                <w:bCs/>
                <w:color w:val="0000FF"/>
                <w:sz w:val="20"/>
                <w:szCs w:val="20"/>
              </w:rPr>
              <w:t>2A.48</w:t>
            </w:r>
            <w:proofErr w:type="spellEnd"/>
          </w:p>
        </w:tc>
        <w:tc>
          <w:tcPr>
            <w:tcW w:w="7229" w:type="dxa"/>
            <w:tcBorders>
              <w:top w:val="nil"/>
              <w:left w:val="nil"/>
              <w:bottom w:val="nil"/>
              <w:right w:val="nil"/>
            </w:tcBorders>
            <w:shd w:val="clear" w:color="auto" w:fill="auto"/>
            <w:hideMark/>
          </w:tcPr>
          <w:p w:rsidR="001939AB" w:rsidRPr="00742CEE" w:rsidRDefault="001939AB" w:rsidP="001939AB">
            <w:pPr>
              <w:jc w:val="both"/>
              <w:rPr>
                <w:rFonts w:ascii="Arial" w:hAnsi="Arial" w:cs="Arial"/>
                <w:sz w:val="20"/>
                <w:szCs w:val="20"/>
              </w:rPr>
            </w:pPr>
            <w:r w:rsidRPr="00742CEE">
              <w:rPr>
                <w:rFonts w:ascii="Arial" w:hAnsi="Arial" w:cs="Arial"/>
                <w:sz w:val="20"/>
                <w:szCs w:val="20"/>
              </w:rPr>
              <w:t xml:space="preserve">Labour force participation rate of the civilian population aged 15 years or </w:t>
            </w:r>
            <w:r w:rsidR="00CD0705" w:rsidRPr="00742CEE">
              <w:rPr>
                <w:rFonts w:ascii="Arial" w:hAnsi="Arial" w:cs="Arial"/>
                <w:sz w:val="20"/>
                <w:szCs w:val="20"/>
              </w:rPr>
              <w:t>over by sex, 30 June (per cent)</w:t>
            </w:r>
          </w:p>
        </w:tc>
      </w:tr>
      <w:tr w:rsidR="001939AB" w:rsidRPr="001939AB" w:rsidTr="007E4C14">
        <w:trPr>
          <w:trHeight w:val="612"/>
        </w:trPr>
        <w:tc>
          <w:tcPr>
            <w:tcW w:w="1560" w:type="dxa"/>
            <w:tcBorders>
              <w:top w:val="nil"/>
              <w:left w:val="nil"/>
              <w:bottom w:val="nil"/>
              <w:right w:val="nil"/>
            </w:tcBorders>
            <w:shd w:val="clear" w:color="auto" w:fill="auto"/>
            <w:noWrap/>
            <w:hideMark/>
          </w:tcPr>
          <w:p w:rsidR="001939AB" w:rsidRPr="001939AB" w:rsidRDefault="001939AB" w:rsidP="001939AB">
            <w:pPr>
              <w:rPr>
                <w:rFonts w:ascii="Arial" w:hAnsi="Arial" w:cs="Arial"/>
                <w:b/>
                <w:bCs/>
                <w:color w:val="0000FF"/>
                <w:sz w:val="20"/>
                <w:szCs w:val="20"/>
              </w:rPr>
            </w:pPr>
            <w:r w:rsidRPr="001939AB">
              <w:rPr>
                <w:rFonts w:ascii="Arial" w:hAnsi="Arial" w:cs="Arial"/>
                <w:b/>
                <w:bCs/>
                <w:color w:val="0000FF"/>
                <w:sz w:val="20"/>
                <w:szCs w:val="20"/>
              </w:rPr>
              <w:t xml:space="preserve">Table </w:t>
            </w:r>
            <w:proofErr w:type="spellStart"/>
            <w:r w:rsidRPr="001939AB">
              <w:rPr>
                <w:rFonts w:ascii="Arial" w:hAnsi="Arial" w:cs="Arial"/>
                <w:b/>
                <w:bCs/>
                <w:color w:val="0000FF"/>
                <w:sz w:val="20"/>
                <w:szCs w:val="20"/>
              </w:rPr>
              <w:t>2A.49</w:t>
            </w:r>
            <w:proofErr w:type="spellEnd"/>
          </w:p>
        </w:tc>
        <w:tc>
          <w:tcPr>
            <w:tcW w:w="7229" w:type="dxa"/>
            <w:tcBorders>
              <w:top w:val="nil"/>
              <w:left w:val="nil"/>
              <w:bottom w:val="nil"/>
              <w:right w:val="nil"/>
            </w:tcBorders>
            <w:shd w:val="clear" w:color="auto" w:fill="auto"/>
            <w:hideMark/>
          </w:tcPr>
          <w:p w:rsidR="001939AB" w:rsidRPr="00742CEE" w:rsidRDefault="001939AB" w:rsidP="001939AB">
            <w:pPr>
              <w:jc w:val="both"/>
              <w:rPr>
                <w:rFonts w:ascii="Arial" w:hAnsi="Arial" w:cs="Arial"/>
                <w:sz w:val="20"/>
                <w:szCs w:val="20"/>
              </w:rPr>
            </w:pPr>
            <w:r w:rsidRPr="00742CEE">
              <w:rPr>
                <w:rFonts w:ascii="Arial" w:hAnsi="Arial" w:cs="Arial"/>
                <w:sz w:val="20"/>
                <w:szCs w:val="20"/>
              </w:rPr>
              <w:t xml:space="preserve">Unemployment rate of labour force participants aged 15 years or </w:t>
            </w:r>
            <w:r w:rsidR="00CD0705" w:rsidRPr="00742CEE">
              <w:rPr>
                <w:rFonts w:ascii="Arial" w:hAnsi="Arial" w:cs="Arial"/>
                <w:sz w:val="20"/>
                <w:szCs w:val="20"/>
              </w:rPr>
              <w:t>over by sex, 30 June (per cent)</w:t>
            </w:r>
          </w:p>
        </w:tc>
      </w:tr>
      <w:tr w:rsidR="001939AB" w:rsidRPr="001939AB" w:rsidTr="007E4C14">
        <w:trPr>
          <w:trHeight w:val="357"/>
        </w:trPr>
        <w:tc>
          <w:tcPr>
            <w:tcW w:w="8789" w:type="dxa"/>
            <w:gridSpan w:val="2"/>
            <w:tcBorders>
              <w:top w:val="nil"/>
              <w:left w:val="nil"/>
              <w:bottom w:val="nil"/>
              <w:right w:val="nil"/>
            </w:tcBorders>
            <w:shd w:val="clear" w:color="auto" w:fill="auto"/>
            <w:noWrap/>
            <w:hideMark/>
          </w:tcPr>
          <w:p w:rsidR="001939AB" w:rsidRPr="001939AB" w:rsidRDefault="00251A28" w:rsidP="001939AB">
            <w:pPr>
              <w:rPr>
                <w:rFonts w:ascii="Arial" w:hAnsi="Arial" w:cs="Arial"/>
                <w:b/>
                <w:bCs/>
                <w:color w:val="0000FF"/>
                <w:sz w:val="20"/>
                <w:szCs w:val="20"/>
              </w:rPr>
            </w:pPr>
            <w:r w:rsidRPr="001939AB">
              <w:rPr>
                <w:rFonts w:ascii="Arial" w:hAnsi="Arial" w:cs="Arial"/>
                <w:b/>
                <w:bCs/>
                <w:color w:val="0000FF"/>
                <w:sz w:val="20"/>
                <w:szCs w:val="20"/>
              </w:rPr>
              <w:t>Statistical concepts</w:t>
            </w:r>
          </w:p>
        </w:tc>
      </w:tr>
      <w:tr w:rsidR="001939AB" w:rsidRPr="001939AB" w:rsidTr="007E4C14">
        <w:trPr>
          <w:trHeight w:val="612"/>
        </w:trPr>
        <w:tc>
          <w:tcPr>
            <w:tcW w:w="1560" w:type="dxa"/>
            <w:tcBorders>
              <w:top w:val="nil"/>
              <w:left w:val="nil"/>
              <w:bottom w:val="nil"/>
              <w:right w:val="nil"/>
            </w:tcBorders>
            <w:shd w:val="clear" w:color="auto" w:fill="auto"/>
            <w:noWrap/>
            <w:hideMark/>
          </w:tcPr>
          <w:p w:rsidR="001939AB" w:rsidRPr="001939AB" w:rsidRDefault="001939AB" w:rsidP="001939AB">
            <w:pPr>
              <w:rPr>
                <w:rFonts w:ascii="Arial" w:hAnsi="Arial" w:cs="Arial"/>
                <w:b/>
                <w:bCs/>
                <w:color w:val="0000FF"/>
                <w:sz w:val="20"/>
                <w:szCs w:val="20"/>
              </w:rPr>
            </w:pPr>
            <w:r w:rsidRPr="001939AB">
              <w:rPr>
                <w:rFonts w:ascii="Arial" w:hAnsi="Arial" w:cs="Arial"/>
                <w:b/>
                <w:bCs/>
                <w:color w:val="0000FF"/>
                <w:sz w:val="20"/>
                <w:szCs w:val="20"/>
              </w:rPr>
              <w:t xml:space="preserve">Table </w:t>
            </w:r>
            <w:proofErr w:type="spellStart"/>
            <w:r w:rsidRPr="001939AB">
              <w:rPr>
                <w:rFonts w:ascii="Arial" w:hAnsi="Arial" w:cs="Arial"/>
                <w:b/>
                <w:bCs/>
                <w:color w:val="0000FF"/>
                <w:sz w:val="20"/>
                <w:szCs w:val="20"/>
              </w:rPr>
              <w:t>2A.50</w:t>
            </w:r>
            <w:proofErr w:type="spellEnd"/>
          </w:p>
        </w:tc>
        <w:tc>
          <w:tcPr>
            <w:tcW w:w="7229" w:type="dxa"/>
            <w:tcBorders>
              <w:top w:val="nil"/>
              <w:left w:val="nil"/>
              <w:bottom w:val="nil"/>
              <w:right w:val="nil"/>
            </w:tcBorders>
            <w:shd w:val="clear" w:color="auto" w:fill="auto"/>
            <w:hideMark/>
          </w:tcPr>
          <w:p w:rsidR="001939AB" w:rsidRPr="001939AB" w:rsidRDefault="001939AB" w:rsidP="001939AB">
            <w:pPr>
              <w:jc w:val="both"/>
              <w:rPr>
                <w:rFonts w:ascii="Arial" w:hAnsi="Arial" w:cs="Arial"/>
                <w:sz w:val="20"/>
                <w:szCs w:val="20"/>
              </w:rPr>
            </w:pPr>
            <w:r w:rsidRPr="001939AB">
              <w:rPr>
                <w:rFonts w:ascii="Arial" w:hAnsi="Arial" w:cs="Arial"/>
                <w:sz w:val="20"/>
                <w:szCs w:val="20"/>
              </w:rPr>
              <w:t>General Government Final Consumption Expenditure, by</w:t>
            </w:r>
            <w:r w:rsidR="00CD0705">
              <w:rPr>
                <w:rFonts w:ascii="Arial" w:hAnsi="Arial" w:cs="Arial"/>
                <w:sz w:val="20"/>
                <w:szCs w:val="20"/>
              </w:rPr>
              <w:t xml:space="preserve"> jurisdiction (2012</w:t>
            </w:r>
            <w:r w:rsidR="00805C31">
              <w:rPr>
                <w:rFonts w:ascii="Arial" w:hAnsi="Arial" w:cs="Arial"/>
                <w:sz w:val="20"/>
                <w:szCs w:val="20"/>
              </w:rPr>
              <w:noBreakHyphen/>
            </w:r>
            <w:r w:rsidR="00CD0705">
              <w:rPr>
                <w:rFonts w:ascii="Arial" w:hAnsi="Arial" w:cs="Arial"/>
                <w:sz w:val="20"/>
                <w:szCs w:val="20"/>
              </w:rPr>
              <w:t>13 dollars)</w:t>
            </w:r>
          </w:p>
        </w:tc>
      </w:tr>
      <w:tr w:rsidR="001939AB" w:rsidRPr="001939AB" w:rsidTr="00230CED">
        <w:trPr>
          <w:trHeight w:val="612"/>
        </w:trPr>
        <w:tc>
          <w:tcPr>
            <w:tcW w:w="1560" w:type="dxa"/>
            <w:tcBorders>
              <w:top w:val="nil"/>
              <w:left w:val="nil"/>
              <w:bottom w:val="nil"/>
              <w:right w:val="nil"/>
            </w:tcBorders>
            <w:shd w:val="clear" w:color="auto" w:fill="auto"/>
            <w:noWrap/>
            <w:hideMark/>
          </w:tcPr>
          <w:p w:rsidR="001939AB" w:rsidRPr="00230CED" w:rsidRDefault="001939AB" w:rsidP="001939AB">
            <w:pPr>
              <w:rPr>
                <w:rFonts w:ascii="Arial" w:hAnsi="Arial" w:cs="Arial"/>
                <w:b/>
                <w:bCs/>
                <w:color w:val="0000FF"/>
                <w:sz w:val="20"/>
                <w:szCs w:val="20"/>
              </w:rPr>
            </w:pPr>
            <w:r w:rsidRPr="00230CED">
              <w:rPr>
                <w:rFonts w:ascii="Arial" w:hAnsi="Arial" w:cs="Arial"/>
                <w:b/>
                <w:bCs/>
                <w:color w:val="0000FF"/>
                <w:sz w:val="20"/>
                <w:szCs w:val="20"/>
              </w:rPr>
              <w:t xml:space="preserve">Table </w:t>
            </w:r>
            <w:proofErr w:type="spellStart"/>
            <w:r w:rsidRPr="00230CED">
              <w:rPr>
                <w:rFonts w:ascii="Arial" w:hAnsi="Arial" w:cs="Arial"/>
                <w:b/>
                <w:bCs/>
                <w:color w:val="0000FF"/>
                <w:sz w:val="20"/>
                <w:szCs w:val="20"/>
              </w:rPr>
              <w:t>2A.51</w:t>
            </w:r>
            <w:proofErr w:type="spellEnd"/>
          </w:p>
        </w:tc>
        <w:tc>
          <w:tcPr>
            <w:tcW w:w="7229" w:type="dxa"/>
            <w:tcBorders>
              <w:top w:val="nil"/>
              <w:left w:val="nil"/>
              <w:bottom w:val="nil"/>
              <w:right w:val="nil"/>
            </w:tcBorders>
            <w:shd w:val="clear" w:color="auto" w:fill="auto"/>
            <w:hideMark/>
          </w:tcPr>
          <w:p w:rsidR="001939AB" w:rsidRPr="00230CED" w:rsidRDefault="001939AB" w:rsidP="001939AB">
            <w:pPr>
              <w:jc w:val="both"/>
              <w:rPr>
                <w:rFonts w:ascii="Arial" w:hAnsi="Arial" w:cs="Arial"/>
                <w:sz w:val="20"/>
                <w:szCs w:val="20"/>
              </w:rPr>
            </w:pPr>
            <w:r w:rsidRPr="00230CED">
              <w:rPr>
                <w:rFonts w:ascii="Arial" w:hAnsi="Arial" w:cs="Arial"/>
                <w:sz w:val="20"/>
                <w:szCs w:val="20"/>
              </w:rPr>
              <w:t>General Government Final Consumption Expenditu</w:t>
            </w:r>
            <w:r w:rsidR="00CD0705" w:rsidRPr="00230CED">
              <w:rPr>
                <w:rFonts w:ascii="Arial" w:hAnsi="Arial" w:cs="Arial"/>
                <w:sz w:val="20"/>
                <w:szCs w:val="20"/>
              </w:rPr>
              <w:t>re, Chain price Index (</w:t>
            </w:r>
            <w:proofErr w:type="spellStart"/>
            <w:r w:rsidR="00CD0705" w:rsidRPr="00230CED">
              <w:rPr>
                <w:rFonts w:ascii="Arial" w:hAnsi="Arial" w:cs="Arial"/>
                <w:sz w:val="20"/>
                <w:szCs w:val="20"/>
              </w:rPr>
              <w:t>GGFCE</w:t>
            </w:r>
            <w:proofErr w:type="spellEnd"/>
            <w:r w:rsidR="00CD0705" w:rsidRPr="00230CED">
              <w:rPr>
                <w:rFonts w:ascii="Arial" w:hAnsi="Arial" w:cs="Arial"/>
                <w:sz w:val="20"/>
                <w:szCs w:val="20"/>
              </w:rPr>
              <w:t>)</w:t>
            </w:r>
          </w:p>
        </w:tc>
      </w:tr>
      <w:tr w:rsidR="001939AB" w:rsidRPr="001939AB" w:rsidTr="007E4C14">
        <w:trPr>
          <w:trHeight w:val="357"/>
        </w:trPr>
        <w:tc>
          <w:tcPr>
            <w:tcW w:w="1560" w:type="dxa"/>
            <w:tcBorders>
              <w:top w:val="nil"/>
              <w:left w:val="nil"/>
              <w:bottom w:val="nil"/>
              <w:right w:val="nil"/>
            </w:tcBorders>
            <w:shd w:val="clear" w:color="auto" w:fill="auto"/>
            <w:noWrap/>
            <w:hideMark/>
          </w:tcPr>
          <w:p w:rsidR="001939AB" w:rsidRPr="001939AB" w:rsidRDefault="001939AB" w:rsidP="001939AB">
            <w:pPr>
              <w:rPr>
                <w:rFonts w:ascii="Arial" w:hAnsi="Arial" w:cs="Arial"/>
                <w:b/>
                <w:bCs/>
                <w:color w:val="0000FF"/>
                <w:sz w:val="20"/>
                <w:szCs w:val="20"/>
              </w:rPr>
            </w:pPr>
            <w:r w:rsidRPr="001939AB">
              <w:rPr>
                <w:rFonts w:ascii="Arial" w:hAnsi="Arial" w:cs="Arial"/>
                <w:b/>
                <w:bCs/>
                <w:color w:val="0000FF"/>
                <w:sz w:val="20"/>
                <w:szCs w:val="20"/>
              </w:rPr>
              <w:t xml:space="preserve">Table </w:t>
            </w:r>
            <w:proofErr w:type="spellStart"/>
            <w:r w:rsidRPr="001939AB">
              <w:rPr>
                <w:rFonts w:ascii="Arial" w:hAnsi="Arial" w:cs="Arial"/>
                <w:b/>
                <w:bCs/>
                <w:color w:val="0000FF"/>
                <w:sz w:val="20"/>
                <w:szCs w:val="20"/>
              </w:rPr>
              <w:t>2A.52</w:t>
            </w:r>
            <w:proofErr w:type="spellEnd"/>
          </w:p>
        </w:tc>
        <w:tc>
          <w:tcPr>
            <w:tcW w:w="7229" w:type="dxa"/>
            <w:tcBorders>
              <w:top w:val="nil"/>
              <w:left w:val="nil"/>
              <w:bottom w:val="nil"/>
              <w:right w:val="nil"/>
            </w:tcBorders>
            <w:shd w:val="clear" w:color="auto" w:fill="auto"/>
            <w:hideMark/>
          </w:tcPr>
          <w:p w:rsidR="001939AB" w:rsidRPr="001939AB" w:rsidRDefault="001939AB" w:rsidP="001939AB">
            <w:pPr>
              <w:jc w:val="both"/>
              <w:rPr>
                <w:rFonts w:ascii="Arial" w:hAnsi="Arial" w:cs="Arial"/>
                <w:sz w:val="20"/>
                <w:szCs w:val="20"/>
              </w:rPr>
            </w:pPr>
            <w:r w:rsidRPr="001939AB">
              <w:rPr>
                <w:rFonts w:ascii="Arial" w:hAnsi="Arial" w:cs="Arial"/>
                <w:sz w:val="20"/>
                <w:szCs w:val="20"/>
              </w:rPr>
              <w:t>Age standardisation of data using the direct method</w:t>
            </w:r>
          </w:p>
        </w:tc>
      </w:tr>
      <w:tr w:rsidR="001939AB" w:rsidRPr="001939AB" w:rsidTr="007E4C14">
        <w:trPr>
          <w:trHeight w:val="357"/>
        </w:trPr>
        <w:tc>
          <w:tcPr>
            <w:tcW w:w="1560" w:type="dxa"/>
            <w:tcBorders>
              <w:top w:val="nil"/>
              <w:left w:val="nil"/>
              <w:bottom w:val="nil"/>
              <w:right w:val="nil"/>
            </w:tcBorders>
            <w:shd w:val="clear" w:color="auto" w:fill="auto"/>
            <w:noWrap/>
            <w:hideMark/>
          </w:tcPr>
          <w:p w:rsidR="001939AB" w:rsidRPr="001939AB" w:rsidRDefault="001939AB" w:rsidP="001939AB">
            <w:pPr>
              <w:rPr>
                <w:rFonts w:ascii="Arial" w:hAnsi="Arial" w:cs="Arial"/>
                <w:b/>
                <w:bCs/>
                <w:color w:val="0000FF"/>
                <w:sz w:val="20"/>
                <w:szCs w:val="20"/>
              </w:rPr>
            </w:pPr>
            <w:r w:rsidRPr="001939AB">
              <w:rPr>
                <w:rFonts w:ascii="Arial" w:hAnsi="Arial" w:cs="Arial"/>
                <w:b/>
                <w:bCs/>
                <w:color w:val="0000FF"/>
                <w:sz w:val="20"/>
                <w:szCs w:val="20"/>
              </w:rPr>
              <w:t xml:space="preserve">Table </w:t>
            </w:r>
            <w:proofErr w:type="spellStart"/>
            <w:r w:rsidRPr="001939AB">
              <w:rPr>
                <w:rFonts w:ascii="Arial" w:hAnsi="Arial" w:cs="Arial"/>
                <w:b/>
                <w:bCs/>
                <w:color w:val="0000FF"/>
                <w:sz w:val="20"/>
                <w:szCs w:val="20"/>
              </w:rPr>
              <w:t>2A.53</w:t>
            </w:r>
            <w:proofErr w:type="spellEnd"/>
          </w:p>
        </w:tc>
        <w:tc>
          <w:tcPr>
            <w:tcW w:w="7229" w:type="dxa"/>
            <w:tcBorders>
              <w:top w:val="nil"/>
              <w:left w:val="nil"/>
              <w:bottom w:val="nil"/>
              <w:right w:val="nil"/>
            </w:tcBorders>
            <w:shd w:val="clear" w:color="auto" w:fill="auto"/>
            <w:hideMark/>
          </w:tcPr>
          <w:p w:rsidR="001939AB" w:rsidRPr="001939AB" w:rsidRDefault="001939AB" w:rsidP="001939AB">
            <w:pPr>
              <w:jc w:val="both"/>
              <w:rPr>
                <w:rFonts w:ascii="Arial" w:hAnsi="Arial" w:cs="Arial"/>
                <w:sz w:val="20"/>
                <w:szCs w:val="20"/>
              </w:rPr>
            </w:pPr>
            <w:r w:rsidRPr="001939AB">
              <w:rPr>
                <w:rFonts w:ascii="Arial" w:hAnsi="Arial" w:cs="Arial"/>
                <w:sz w:val="20"/>
                <w:szCs w:val="20"/>
              </w:rPr>
              <w:t xml:space="preserve">Age standardisation of </w:t>
            </w:r>
            <w:r w:rsidR="00CD0705">
              <w:rPr>
                <w:rFonts w:ascii="Arial" w:hAnsi="Arial" w:cs="Arial"/>
                <w:sz w:val="20"/>
                <w:szCs w:val="20"/>
              </w:rPr>
              <w:t>data using the indirect method</w:t>
            </w:r>
          </w:p>
        </w:tc>
      </w:tr>
    </w:tbl>
    <w:p w:rsidR="00FF51E1" w:rsidRPr="001E414C" w:rsidRDefault="00FF51E1" w:rsidP="001E414C">
      <w:pPr>
        <w:pStyle w:val="Heading2"/>
      </w:pPr>
      <w:bookmarkStart w:id="94" w:name="_Toc327870761"/>
      <w:bookmarkStart w:id="95" w:name="_Toc368581988"/>
      <w:bookmarkStart w:id="96" w:name="_Toc368582249"/>
      <w:bookmarkStart w:id="97" w:name="_Toc370136030"/>
      <w:bookmarkStart w:id="98" w:name="_Toc396743487"/>
      <w:bookmarkStart w:id="99" w:name="_Toc274759654"/>
      <w:bookmarkEnd w:id="92"/>
      <w:bookmarkEnd w:id="93"/>
      <w:r w:rsidRPr="00ED2ECE">
        <w:t>2.8</w:t>
      </w:r>
      <w:r w:rsidRPr="00ED2ECE">
        <w:tab/>
        <w:t>References</w:t>
      </w:r>
      <w:bookmarkEnd w:id="94"/>
      <w:bookmarkEnd w:id="95"/>
      <w:bookmarkEnd w:id="96"/>
      <w:bookmarkEnd w:id="97"/>
      <w:bookmarkEnd w:id="98"/>
    </w:p>
    <w:p w:rsidR="00FF51E1" w:rsidRPr="00ED2ECE" w:rsidRDefault="00FF51E1" w:rsidP="00FF51E1">
      <w:pPr>
        <w:spacing w:before="120" w:line="320" w:lineRule="atLeast"/>
        <w:ind w:left="340" w:hanging="340"/>
        <w:jc w:val="both"/>
        <w:rPr>
          <w:szCs w:val="20"/>
        </w:rPr>
      </w:pPr>
      <w:r w:rsidRPr="00ED2ECE">
        <w:rPr>
          <w:szCs w:val="20"/>
        </w:rPr>
        <w:t xml:space="preserve">ABS (Australian Bureau of Statistics) 2011, </w:t>
      </w:r>
      <w:r w:rsidRPr="00ED2ECE">
        <w:rPr>
          <w:i/>
          <w:szCs w:val="20"/>
        </w:rPr>
        <w:t>Census Dictionary</w:t>
      </w:r>
      <w:r w:rsidRPr="00ED2ECE">
        <w:rPr>
          <w:szCs w:val="20"/>
        </w:rPr>
        <w:t>, Cat. no. 2901.0, Canberra.</w:t>
      </w:r>
    </w:p>
    <w:p w:rsidR="00FF51E1" w:rsidRPr="00ED2ECE" w:rsidRDefault="00FF51E1" w:rsidP="00FF51E1">
      <w:pPr>
        <w:spacing w:before="120" w:line="320" w:lineRule="atLeast"/>
        <w:ind w:left="340" w:hanging="340"/>
        <w:jc w:val="both"/>
        <w:rPr>
          <w:szCs w:val="20"/>
        </w:rPr>
      </w:pPr>
      <w:r w:rsidRPr="00ED2ECE">
        <w:rPr>
          <w:szCs w:val="20"/>
        </w:rPr>
        <w:t>——</w:t>
      </w:r>
      <w:r w:rsidR="00C87DBB">
        <w:rPr>
          <w:szCs w:val="20"/>
        </w:rPr>
        <w:t> </w:t>
      </w:r>
      <w:r w:rsidRPr="00ED2ECE">
        <w:rPr>
          <w:szCs w:val="20"/>
        </w:rPr>
        <w:t xml:space="preserve">2012, </w:t>
      </w:r>
      <w:r w:rsidRPr="00ED2ECE">
        <w:rPr>
          <w:i/>
          <w:szCs w:val="20"/>
        </w:rPr>
        <w:t>2011 Census of Population and Housing</w:t>
      </w:r>
      <w:r w:rsidRPr="00ED2ECE">
        <w:rPr>
          <w:szCs w:val="20"/>
        </w:rPr>
        <w:t>, Canberra.</w:t>
      </w:r>
    </w:p>
    <w:p w:rsidR="00FB75C5" w:rsidRPr="00E70F0A" w:rsidRDefault="00FB75C5" w:rsidP="00FB75C5">
      <w:pPr>
        <w:spacing w:before="120" w:line="320" w:lineRule="atLeast"/>
        <w:ind w:left="340" w:hanging="340"/>
        <w:jc w:val="both"/>
        <w:rPr>
          <w:szCs w:val="20"/>
        </w:rPr>
      </w:pPr>
      <w:r w:rsidRPr="00E70F0A">
        <w:rPr>
          <w:szCs w:val="20"/>
        </w:rPr>
        <w:t>——</w:t>
      </w:r>
      <w:r w:rsidR="00C87DBB">
        <w:rPr>
          <w:szCs w:val="20"/>
        </w:rPr>
        <w:t> </w:t>
      </w:r>
      <w:proofErr w:type="spellStart"/>
      <w:r w:rsidRPr="00E70F0A">
        <w:rPr>
          <w:szCs w:val="20"/>
        </w:rPr>
        <w:t>2013</w:t>
      </w:r>
      <w:r>
        <w:rPr>
          <w:szCs w:val="20"/>
        </w:rPr>
        <w:t>a</w:t>
      </w:r>
      <w:proofErr w:type="spellEnd"/>
      <w:r w:rsidRPr="00E70F0A">
        <w:rPr>
          <w:szCs w:val="20"/>
        </w:rPr>
        <w:t xml:space="preserve">, </w:t>
      </w:r>
      <w:r w:rsidRPr="00E70F0A">
        <w:rPr>
          <w:i/>
          <w:szCs w:val="20"/>
        </w:rPr>
        <w:t>Australian System of National Accounts, 2012</w:t>
      </w:r>
      <w:r w:rsidRPr="00E70F0A">
        <w:rPr>
          <w:i/>
          <w:szCs w:val="20"/>
        </w:rPr>
        <w:noBreakHyphen/>
        <w:t>13</w:t>
      </w:r>
      <w:r w:rsidRPr="00E70F0A">
        <w:rPr>
          <w:szCs w:val="20"/>
        </w:rPr>
        <w:t>, Cat. no. 5204.0, Canberra.</w:t>
      </w:r>
    </w:p>
    <w:p w:rsidR="00FF51E1" w:rsidRPr="00372961" w:rsidRDefault="00FF51E1" w:rsidP="00FF51E1">
      <w:pPr>
        <w:spacing w:before="120" w:line="320" w:lineRule="atLeast"/>
        <w:ind w:left="340" w:hanging="340"/>
        <w:jc w:val="both"/>
        <w:rPr>
          <w:szCs w:val="20"/>
        </w:rPr>
      </w:pPr>
      <w:r w:rsidRPr="00372961">
        <w:rPr>
          <w:szCs w:val="20"/>
        </w:rPr>
        <w:t>——</w:t>
      </w:r>
      <w:r w:rsidR="002B2B2C">
        <w:rPr>
          <w:szCs w:val="20"/>
        </w:rPr>
        <w:t> </w:t>
      </w:r>
      <w:proofErr w:type="spellStart"/>
      <w:r w:rsidRPr="00372961">
        <w:rPr>
          <w:szCs w:val="20"/>
        </w:rPr>
        <w:t>2013</w:t>
      </w:r>
      <w:r w:rsidR="00FB75C5">
        <w:rPr>
          <w:szCs w:val="20"/>
        </w:rPr>
        <w:t>b</w:t>
      </w:r>
      <w:proofErr w:type="spellEnd"/>
      <w:r w:rsidRPr="00372961">
        <w:rPr>
          <w:szCs w:val="20"/>
        </w:rPr>
        <w:t>, Statistical Language — Statistical Language Glossary, www.abs.gov.a</w:t>
      </w:r>
      <w:r w:rsidR="00E03FEB" w:rsidRPr="00372961">
        <w:rPr>
          <w:szCs w:val="20"/>
        </w:rPr>
        <w:t>u/websitedbs/a3121120.nsf/home/</w:t>
      </w:r>
      <w:r w:rsidRPr="00372961">
        <w:rPr>
          <w:szCs w:val="20"/>
        </w:rPr>
        <w:t>statistical+language+glossary (accessed 27 August 2013).</w:t>
      </w:r>
    </w:p>
    <w:p w:rsidR="00A1754C" w:rsidRDefault="00A1754C" w:rsidP="008A1584">
      <w:pPr>
        <w:spacing w:before="120" w:line="320" w:lineRule="atLeast"/>
        <w:ind w:left="340" w:hanging="340"/>
        <w:jc w:val="both"/>
        <w:rPr>
          <w:szCs w:val="20"/>
        </w:rPr>
      </w:pPr>
      <w:r w:rsidRPr="00372961">
        <w:rPr>
          <w:szCs w:val="20"/>
        </w:rPr>
        <w:lastRenderedPageBreak/>
        <w:t>——</w:t>
      </w:r>
      <w:r w:rsidR="00C87DBB">
        <w:rPr>
          <w:szCs w:val="20"/>
        </w:rPr>
        <w:t> </w:t>
      </w:r>
      <w:proofErr w:type="spellStart"/>
      <w:r w:rsidRPr="00372961">
        <w:rPr>
          <w:szCs w:val="20"/>
        </w:rPr>
        <w:t>2014</w:t>
      </w:r>
      <w:r>
        <w:rPr>
          <w:szCs w:val="20"/>
        </w:rPr>
        <w:t>a</w:t>
      </w:r>
      <w:proofErr w:type="spellEnd"/>
      <w:r w:rsidRPr="00372961">
        <w:rPr>
          <w:szCs w:val="20"/>
        </w:rPr>
        <w:t xml:space="preserve"> (and previous issues), </w:t>
      </w:r>
      <w:r w:rsidRPr="00372961">
        <w:rPr>
          <w:i/>
          <w:szCs w:val="20"/>
        </w:rPr>
        <w:t>Australian Social Trends, July 2013,</w:t>
      </w:r>
      <w:r w:rsidRPr="00372961">
        <w:rPr>
          <w:szCs w:val="20"/>
        </w:rPr>
        <w:t xml:space="preserve"> Cat. no. 4102.0, Canberra.</w:t>
      </w:r>
    </w:p>
    <w:p w:rsidR="00A1754C" w:rsidRDefault="00A1754C" w:rsidP="008A1584">
      <w:pPr>
        <w:spacing w:before="120" w:line="320" w:lineRule="atLeast"/>
        <w:ind w:left="340" w:hanging="340"/>
        <w:jc w:val="both"/>
        <w:rPr>
          <w:szCs w:val="20"/>
        </w:rPr>
      </w:pPr>
      <w:r w:rsidRPr="00372961">
        <w:rPr>
          <w:szCs w:val="20"/>
        </w:rPr>
        <w:t>——</w:t>
      </w:r>
      <w:r w:rsidR="00C87DBB">
        <w:rPr>
          <w:szCs w:val="20"/>
        </w:rPr>
        <w:t> </w:t>
      </w:r>
      <w:proofErr w:type="spellStart"/>
      <w:r w:rsidRPr="008A1584">
        <w:rPr>
          <w:szCs w:val="20"/>
        </w:rPr>
        <w:t>2014b</w:t>
      </w:r>
      <w:proofErr w:type="spellEnd"/>
      <w:r w:rsidRPr="008A1584">
        <w:rPr>
          <w:szCs w:val="20"/>
        </w:rPr>
        <w:t>,</w:t>
      </w:r>
      <w:r w:rsidRPr="00372961">
        <w:rPr>
          <w:szCs w:val="20"/>
        </w:rPr>
        <w:t xml:space="preserve"> </w:t>
      </w:r>
      <w:r w:rsidRPr="00372961">
        <w:rPr>
          <w:i/>
          <w:szCs w:val="20"/>
        </w:rPr>
        <w:t>Australian Demographic Statistics, December 2012</w:t>
      </w:r>
      <w:r w:rsidRPr="00372961">
        <w:rPr>
          <w:szCs w:val="20"/>
        </w:rPr>
        <w:t>, Cat. no. 3101.0, Canberra.</w:t>
      </w:r>
    </w:p>
    <w:p w:rsidR="00FF51E1" w:rsidRPr="00E70F0A" w:rsidRDefault="00FF51E1" w:rsidP="008A1584">
      <w:pPr>
        <w:spacing w:before="120" w:line="320" w:lineRule="atLeast"/>
        <w:ind w:left="340" w:hanging="340"/>
        <w:jc w:val="both"/>
        <w:rPr>
          <w:szCs w:val="20"/>
        </w:rPr>
      </w:pPr>
      <w:r w:rsidRPr="00E70F0A">
        <w:rPr>
          <w:szCs w:val="20"/>
        </w:rPr>
        <w:t>——</w:t>
      </w:r>
      <w:r w:rsidR="00C87DBB">
        <w:rPr>
          <w:szCs w:val="20"/>
        </w:rPr>
        <w:t> </w:t>
      </w:r>
      <w:proofErr w:type="spellStart"/>
      <w:r w:rsidRPr="008A1584">
        <w:rPr>
          <w:szCs w:val="20"/>
        </w:rPr>
        <w:t>201</w:t>
      </w:r>
      <w:r w:rsidR="00E70F0A" w:rsidRPr="008A1584">
        <w:rPr>
          <w:szCs w:val="20"/>
        </w:rPr>
        <w:t>4</w:t>
      </w:r>
      <w:r w:rsidR="00A1754C" w:rsidRPr="008A1584">
        <w:rPr>
          <w:szCs w:val="20"/>
        </w:rPr>
        <w:t>c</w:t>
      </w:r>
      <w:proofErr w:type="spellEnd"/>
      <w:r w:rsidRPr="008A1584">
        <w:rPr>
          <w:szCs w:val="20"/>
        </w:rPr>
        <w:t xml:space="preserve">, </w:t>
      </w:r>
      <w:r w:rsidRPr="00E70F0A">
        <w:rPr>
          <w:i/>
          <w:szCs w:val="20"/>
        </w:rPr>
        <w:t>Regional Population Growth, Australia, 201</w:t>
      </w:r>
      <w:r w:rsidR="00E70F0A" w:rsidRPr="00E70F0A">
        <w:rPr>
          <w:i/>
          <w:szCs w:val="20"/>
        </w:rPr>
        <w:t>3</w:t>
      </w:r>
      <w:r w:rsidRPr="00E70F0A">
        <w:rPr>
          <w:szCs w:val="20"/>
        </w:rPr>
        <w:t>, Cat. no. 3218.0, Canberra (April release).</w:t>
      </w:r>
    </w:p>
    <w:p w:rsidR="00FF51E1" w:rsidRPr="00E8355A" w:rsidRDefault="00FF51E1" w:rsidP="00FF51E1">
      <w:pPr>
        <w:spacing w:before="120" w:line="320" w:lineRule="atLeast"/>
        <w:ind w:left="340" w:hanging="340"/>
        <w:jc w:val="both"/>
        <w:rPr>
          <w:i/>
          <w:szCs w:val="20"/>
        </w:rPr>
      </w:pPr>
      <w:proofErr w:type="spellStart"/>
      <w:r w:rsidRPr="00E8355A">
        <w:rPr>
          <w:szCs w:val="20"/>
        </w:rPr>
        <w:t>AIHW</w:t>
      </w:r>
      <w:proofErr w:type="spellEnd"/>
      <w:r w:rsidRPr="00E8355A">
        <w:rPr>
          <w:szCs w:val="20"/>
        </w:rPr>
        <w:t xml:space="preserve"> (Australian Institute of Health and Welfare) </w:t>
      </w:r>
      <w:proofErr w:type="spellStart"/>
      <w:r w:rsidRPr="00E8355A">
        <w:rPr>
          <w:szCs w:val="20"/>
        </w:rPr>
        <w:t>2011a</w:t>
      </w:r>
      <w:proofErr w:type="spellEnd"/>
      <w:r w:rsidRPr="00E8355A">
        <w:rPr>
          <w:szCs w:val="20"/>
        </w:rPr>
        <w:t xml:space="preserve">, </w:t>
      </w:r>
      <w:r w:rsidRPr="00E8355A">
        <w:rPr>
          <w:i/>
          <w:szCs w:val="20"/>
        </w:rPr>
        <w:t>Life expectancy and mortality of Aboriginal and Torres Strait Islander people</w:t>
      </w:r>
      <w:r w:rsidRPr="00E8355A">
        <w:rPr>
          <w:szCs w:val="20"/>
        </w:rPr>
        <w:t xml:space="preserve">, Cat. no. </w:t>
      </w:r>
      <w:proofErr w:type="spellStart"/>
      <w:r w:rsidRPr="00E8355A">
        <w:rPr>
          <w:szCs w:val="20"/>
        </w:rPr>
        <w:t>IHW</w:t>
      </w:r>
      <w:proofErr w:type="spellEnd"/>
      <w:r w:rsidRPr="00E8355A">
        <w:rPr>
          <w:szCs w:val="20"/>
        </w:rPr>
        <w:t xml:space="preserve"> 51, Canberra.</w:t>
      </w:r>
    </w:p>
    <w:bookmarkEnd w:id="99"/>
    <w:p w:rsidR="005C534B" w:rsidRPr="0052457D" w:rsidRDefault="005C534B" w:rsidP="005C534B">
      <w:pPr>
        <w:spacing w:before="120" w:line="320" w:lineRule="atLeast"/>
        <w:ind w:left="340" w:hanging="340"/>
        <w:jc w:val="both"/>
        <w:rPr>
          <w:szCs w:val="20"/>
        </w:rPr>
      </w:pPr>
      <w:r w:rsidRPr="0052457D">
        <w:rPr>
          <w:szCs w:val="20"/>
        </w:rPr>
        <w:t>——</w:t>
      </w:r>
      <w:r w:rsidR="00C87DBB">
        <w:rPr>
          <w:szCs w:val="20"/>
        </w:rPr>
        <w:t> </w:t>
      </w:r>
      <w:proofErr w:type="spellStart"/>
      <w:r w:rsidRPr="0052457D">
        <w:rPr>
          <w:szCs w:val="20"/>
        </w:rPr>
        <w:t>2011b</w:t>
      </w:r>
      <w:proofErr w:type="spellEnd"/>
      <w:r w:rsidRPr="0052457D">
        <w:rPr>
          <w:szCs w:val="20"/>
        </w:rPr>
        <w:t xml:space="preserve">, </w:t>
      </w:r>
      <w:r w:rsidRPr="0052457D">
        <w:rPr>
          <w:i/>
          <w:szCs w:val="20"/>
        </w:rPr>
        <w:t>Principles on the use of direct age</w:t>
      </w:r>
      <w:r w:rsidRPr="0052457D">
        <w:rPr>
          <w:i/>
          <w:szCs w:val="20"/>
        </w:rPr>
        <w:noBreakHyphen/>
        <w:t xml:space="preserve">standardisation in administrative </w:t>
      </w:r>
      <w:r w:rsidRPr="0052457D">
        <w:rPr>
          <w:szCs w:val="20"/>
        </w:rPr>
        <w:t>data collections: for measuring the gap between Indigenous and non</w:t>
      </w:r>
      <w:r w:rsidRPr="0052457D">
        <w:rPr>
          <w:szCs w:val="20"/>
        </w:rPr>
        <w:noBreakHyphen/>
        <w:t>Indigenous Australians, Cat. no. CSI 12, Canberra.</w:t>
      </w:r>
    </w:p>
    <w:p w:rsidR="00FF51E1" w:rsidRDefault="005C534B" w:rsidP="005C534B">
      <w:pPr>
        <w:spacing w:before="120" w:line="320" w:lineRule="atLeast"/>
        <w:ind w:left="340" w:hanging="340"/>
        <w:jc w:val="both"/>
        <w:rPr>
          <w:szCs w:val="20"/>
        </w:rPr>
      </w:pPr>
      <w:r w:rsidRPr="00E8355A">
        <w:rPr>
          <w:szCs w:val="20"/>
        </w:rPr>
        <w:t>——</w:t>
      </w:r>
      <w:r w:rsidR="00C87DBB">
        <w:rPr>
          <w:szCs w:val="20"/>
        </w:rPr>
        <w:t> </w:t>
      </w:r>
      <w:r w:rsidRPr="00E8355A">
        <w:rPr>
          <w:szCs w:val="20"/>
        </w:rPr>
        <w:t>2013, Age</w:t>
      </w:r>
      <w:r w:rsidRPr="00E8355A">
        <w:rPr>
          <w:szCs w:val="20"/>
        </w:rPr>
        <w:noBreakHyphen/>
        <w:t xml:space="preserve">standardised rate, </w:t>
      </w:r>
      <w:proofErr w:type="spellStart"/>
      <w:r w:rsidRPr="00E8355A">
        <w:rPr>
          <w:szCs w:val="20"/>
        </w:rPr>
        <w:t>METeOR</w:t>
      </w:r>
      <w:proofErr w:type="spellEnd"/>
      <w:r w:rsidRPr="00E8355A">
        <w:rPr>
          <w:szCs w:val="20"/>
        </w:rPr>
        <w:t xml:space="preserve">, </w:t>
      </w:r>
      <w:proofErr w:type="spellStart"/>
      <w:r w:rsidRPr="00E8355A">
        <w:rPr>
          <w:szCs w:val="20"/>
        </w:rPr>
        <w:t>meteor.aihw.gov.au</w:t>
      </w:r>
      <w:proofErr w:type="spellEnd"/>
      <w:r w:rsidRPr="00E8355A">
        <w:rPr>
          <w:szCs w:val="20"/>
        </w:rPr>
        <w:t>/</w:t>
      </w:r>
      <w:r w:rsidR="00E03FEB" w:rsidRPr="00E03FEB">
        <w:t xml:space="preserve"> </w:t>
      </w:r>
      <w:r w:rsidR="00E03FEB" w:rsidRPr="00E03FEB">
        <w:rPr>
          <w:szCs w:val="20"/>
        </w:rPr>
        <w:t>content/</w:t>
      </w:r>
      <w:r w:rsidR="00E03FEB" w:rsidRPr="00E03FEB">
        <w:t xml:space="preserve"> </w:t>
      </w:r>
      <w:proofErr w:type="spellStart"/>
      <w:r w:rsidR="00E03FEB" w:rsidRPr="00E03FEB">
        <w:rPr>
          <w:szCs w:val="20"/>
        </w:rPr>
        <w:t>index.phtml</w:t>
      </w:r>
      <w:proofErr w:type="spellEnd"/>
      <w:r w:rsidR="00E03FEB" w:rsidRPr="00E03FEB">
        <w:rPr>
          <w:szCs w:val="20"/>
        </w:rPr>
        <w:t>/</w:t>
      </w:r>
      <w:r w:rsidRPr="00E8355A">
        <w:rPr>
          <w:szCs w:val="20"/>
        </w:rPr>
        <w:br/>
      </w:r>
      <w:proofErr w:type="spellStart"/>
      <w:r w:rsidRPr="00E8355A">
        <w:rPr>
          <w:szCs w:val="20"/>
        </w:rPr>
        <w:t>itemId</w:t>
      </w:r>
      <w:proofErr w:type="spellEnd"/>
      <w:r w:rsidRPr="00E8355A">
        <w:rPr>
          <w:szCs w:val="20"/>
        </w:rPr>
        <w:t>/327276 (accessed 27 August 2013).</w:t>
      </w:r>
    </w:p>
    <w:p w:rsidR="00947BF5" w:rsidRPr="00FF51E1" w:rsidRDefault="00947BF5" w:rsidP="008A1584">
      <w:pPr>
        <w:spacing w:before="120" w:line="320" w:lineRule="atLeast"/>
        <w:ind w:left="340" w:hanging="340"/>
        <w:jc w:val="both"/>
        <w:rPr>
          <w:szCs w:val="20"/>
        </w:rPr>
      </w:pPr>
      <w:proofErr w:type="spellStart"/>
      <w:r w:rsidRPr="0002055F">
        <w:rPr>
          <w:szCs w:val="20"/>
        </w:rPr>
        <w:t>SCRGSP</w:t>
      </w:r>
      <w:proofErr w:type="spellEnd"/>
      <w:r w:rsidRPr="0002055F">
        <w:rPr>
          <w:szCs w:val="20"/>
        </w:rPr>
        <w:t xml:space="preserve"> (Steering Committee for the Review of Government Service Provision) 2014, </w:t>
      </w:r>
      <w:r w:rsidRPr="0002055F">
        <w:rPr>
          <w:i/>
          <w:szCs w:val="20"/>
        </w:rPr>
        <w:t>Report on Government Services 2014,</w:t>
      </w:r>
      <w:r w:rsidRPr="0002055F">
        <w:rPr>
          <w:szCs w:val="20"/>
        </w:rPr>
        <w:t xml:space="preserve"> Pro</w:t>
      </w:r>
      <w:r>
        <w:rPr>
          <w:szCs w:val="20"/>
        </w:rPr>
        <w:t>ductivity Commi</w:t>
      </w:r>
      <w:bookmarkStart w:id="100" w:name="_GoBack"/>
      <w:bookmarkEnd w:id="100"/>
      <w:r>
        <w:rPr>
          <w:szCs w:val="20"/>
        </w:rPr>
        <w:t>ssion, Canberra.</w:t>
      </w:r>
    </w:p>
    <w:sectPr w:rsidR="00947BF5" w:rsidRPr="00FF51E1" w:rsidSect="0021241A">
      <w:headerReference w:type="even" r:id="rId80"/>
      <w:headerReference w:type="default" r:id="rId81"/>
      <w:footerReference w:type="even" r:id="rId82"/>
      <w:footerReference w:type="default" r:id="rId83"/>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6130" w:rsidRDefault="00A66130">
      <w:r>
        <w:separator/>
      </w:r>
    </w:p>
  </w:endnote>
  <w:endnote w:type="continuationSeparator" w:id="0">
    <w:p w:rsidR="00A66130" w:rsidRDefault="00A66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A66130" w:rsidTr="001E414C">
      <w:trPr>
        <w:trHeight w:hRule="exact" w:val="567"/>
      </w:trPr>
      <w:tc>
        <w:tcPr>
          <w:tcW w:w="510" w:type="dxa"/>
        </w:tcPr>
        <w:p w:rsidR="00A66130" w:rsidRPr="00A24443" w:rsidRDefault="00A66130" w:rsidP="0019293B">
          <w:pPr>
            <w:pStyle w:val="Footer"/>
            <w:tabs>
              <w:tab w:val="left" w:pos="0"/>
            </w:tabs>
            <w:ind w:right="0"/>
            <w:rPr>
              <w:rStyle w:val="PageNumber"/>
              <w:caps w:val="0"/>
            </w:rPr>
          </w:pPr>
          <w:r>
            <w:rPr>
              <w:rStyle w:val="PageNumber"/>
            </w:rPr>
            <w:t>2.</w:t>
          </w:r>
          <w:r>
            <w:rPr>
              <w:rStyle w:val="PageNumber"/>
            </w:rPr>
            <w:fldChar w:fldCharType="begin"/>
          </w:r>
          <w:r>
            <w:rPr>
              <w:rStyle w:val="PageNumber"/>
            </w:rPr>
            <w:instrText xml:space="preserve">PAGE  </w:instrText>
          </w:r>
          <w:r>
            <w:rPr>
              <w:rStyle w:val="PageNumber"/>
            </w:rPr>
            <w:fldChar w:fldCharType="separate"/>
          </w:r>
          <w:r w:rsidR="00AD6FCA">
            <w:rPr>
              <w:rStyle w:val="PageNumber"/>
              <w:noProof/>
            </w:rPr>
            <w:t>2</w:t>
          </w:r>
          <w:r>
            <w:rPr>
              <w:rStyle w:val="PageNumber"/>
            </w:rPr>
            <w:fldChar w:fldCharType="end"/>
          </w:r>
        </w:p>
      </w:tc>
      <w:tc>
        <w:tcPr>
          <w:tcW w:w="7767" w:type="dxa"/>
        </w:tcPr>
        <w:p w:rsidR="00A66130" w:rsidRPr="0013739A" w:rsidRDefault="00A66130" w:rsidP="001E414C">
          <w:pPr>
            <w:pStyle w:val="Footer"/>
            <w:rPr>
              <w:rFonts w:cs="Arial"/>
            </w:rPr>
          </w:pPr>
          <w:r>
            <w:rPr>
              <w:rFonts w:cs="Arial"/>
            </w:rPr>
            <w:t>Report on Government Services 2015</w:t>
          </w:r>
          <w:bookmarkStart w:id="101" w:name="DraftReportEven"/>
          <w:bookmarkEnd w:id="101"/>
        </w:p>
      </w:tc>
      <w:tc>
        <w:tcPr>
          <w:tcW w:w="510" w:type="dxa"/>
        </w:tcPr>
        <w:p w:rsidR="00A66130" w:rsidRDefault="00A66130" w:rsidP="0019293B">
          <w:pPr>
            <w:pStyle w:val="Footer"/>
          </w:pPr>
        </w:p>
      </w:tc>
    </w:tr>
  </w:tbl>
  <w:p w:rsidR="00A66130" w:rsidRDefault="00A66130" w:rsidP="0019293B">
    <w:pPr>
      <w:pStyle w:val="FooterEnd"/>
    </w:pPr>
  </w:p>
  <w:p w:rsidR="00A66130" w:rsidRDefault="00A66130"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A66130" w:rsidTr="001E414C">
      <w:trPr>
        <w:trHeight w:hRule="exact" w:val="567"/>
      </w:trPr>
      <w:tc>
        <w:tcPr>
          <w:tcW w:w="510" w:type="dxa"/>
        </w:tcPr>
        <w:p w:rsidR="00A66130" w:rsidRDefault="00A66130">
          <w:pPr>
            <w:pStyle w:val="Footer"/>
            <w:ind w:right="360" w:firstLine="360"/>
          </w:pPr>
        </w:p>
      </w:tc>
      <w:tc>
        <w:tcPr>
          <w:tcW w:w="7767" w:type="dxa"/>
        </w:tcPr>
        <w:p w:rsidR="00A66130" w:rsidRPr="00BA5B14" w:rsidRDefault="00A66130" w:rsidP="001E414C">
          <w:pPr>
            <w:pStyle w:val="Footer"/>
            <w:jc w:val="right"/>
            <w:rPr>
              <w:rFonts w:cs="Arial"/>
            </w:rPr>
          </w:pPr>
          <w:r>
            <w:rPr>
              <w:rFonts w:cs="Arial"/>
            </w:rPr>
            <w:t>Statistical context</w:t>
          </w:r>
        </w:p>
      </w:tc>
      <w:tc>
        <w:tcPr>
          <w:tcW w:w="510" w:type="dxa"/>
        </w:tcPr>
        <w:p w:rsidR="00A66130" w:rsidRPr="00A24443" w:rsidRDefault="00A66130">
          <w:pPr>
            <w:pStyle w:val="Footer"/>
            <w:jc w:val="right"/>
            <w:rPr>
              <w:caps w:val="0"/>
            </w:rPr>
          </w:pPr>
          <w:r>
            <w:rPr>
              <w:rStyle w:val="PageNumber"/>
            </w:rPr>
            <w:t>2.</w:t>
          </w:r>
          <w:r>
            <w:rPr>
              <w:rStyle w:val="PageNumber"/>
            </w:rPr>
            <w:fldChar w:fldCharType="begin"/>
          </w:r>
          <w:r>
            <w:rPr>
              <w:rStyle w:val="PageNumber"/>
            </w:rPr>
            <w:instrText xml:space="preserve">PAGE  </w:instrText>
          </w:r>
          <w:r>
            <w:rPr>
              <w:rStyle w:val="PageNumber"/>
            </w:rPr>
            <w:fldChar w:fldCharType="separate"/>
          </w:r>
          <w:r w:rsidR="00AD6FCA">
            <w:rPr>
              <w:rStyle w:val="PageNumber"/>
              <w:noProof/>
            </w:rPr>
            <w:t>1</w:t>
          </w:r>
          <w:r>
            <w:rPr>
              <w:rStyle w:val="PageNumber"/>
            </w:rPr>
            <w:fldChar w:fldCharType="end"/>
          </w:r>
        </w:p>
      </w:tc>
    </w:tr>
  </w:tbl>
  <w:p w:rsidR="00A66130" w:rsidRDefault="00A66130">
    <w:pPr>
      <w:pStyle w:val="FooterEnd"/>
    </w:pPr>
  </w:p>
  <w:p w:rsidR="00A66130" w:rsidRDefault="00A66130">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6130" w:rsidRDefault="00A66130">
      <w:r>
        <w:separator/>
      </w:r>
    </w:p>
  </w:footnote>
  <w:footnote w:type="continuationSeparator" w:id="0">
    <w:p w:rsidR="00A66130" w:rsidRDefault="00A66130">
      <w:r>
        <w:continuationSeparator/>
      </w:r>
    </w:p>
  </w:footnote>
  <w:footnote w:id="1">
    <w:p w:rsidR="00A66130" w:rsidRDefault="00A66130" w:rsidP="00FF51E1">
      <w:pPr>
        <w:pStyle w:val="FootnoteText"/>
      </w:pPr>
      <w:r w:rsidRPr="00730545">
        <w:rPr>
          <w:rStyle w:val="FootnoteReference"/>
        </w:rPr>
        <w:footnoteRef/>
      </w:r>
      <w:r w:rsidRPr="00730545">
        <w:t xml:space="preserve"> The ABS </w:t>
      </w:r>
      <w:r w:rsidRPr="00730545">
        <w:rPr>
          <w:i/>
        </w:rPr>
        <w:t>Census Dictionary</w:t>
      </w:r>
      <w:r>
        <w:t xml:space="preserve"> (ABS 2011</w:t>
      </w:r>
      <w:r w:rsidRPr="00730545">
        <w:t xml:space="preserve">) defines a family as two or more persons, one of whom is </w:t>
      </w:r>
      <w:r>
        <w:br/>
      </w:r>
      <w:r w:rsidRPr="00730545">
        <w:t>aged 15 years or over, who are related by blood, marriage (registered or de facto), adoption, step or fostering; and who are usually resident in the same household. The basis of a family is formed by identifying the presence of a couple relationship, lone parent-child relationship or other blood relationship. Some households contain more than one family.</w:t>
      </w:r>
    </w:p>
  </w:footnote>
  <w:footnote w:id="2">
    <w:p w:rsidR="00A66130" w:rsidRPr="00195B8D" w:rsidRDefault="00A66130" w:rsidP="00FF51E1">
      <w:pPr>
        <w:pStyle w:val="FootnoteText"/>
        <w:rPr>
          <w:highlight w:val="yellow"/>
        </w:rPr>
      </w:pPr>
      <w:r w:rsidRPr="00195B8D">
        <w:rPr>
          <w:rStyle w:val="FootnoteReference"/>
        </w:rPr>
        <w:footnoteRef/>
      </w:r>
      <w:r w:rsidRPr="00195B8D">
        <w:t xml:space="preserve"> The ABS </w:t>
      </w:r>
      <w:r w:rsidRPr="00195B8D">
        <w:rPr>
          <w:i/>
        </w:rPr>
        <w:t>Census Dictionary</w:t>
      </w:r>
      <w:r w:rsidRPr="00195B8D">
        <w:t xml:space="preserve"> (ABS 2011) defines a dwelling as structure which is intended to have people live in it, and which is habitable on Census Night. Some examples of dwellings are houses, motels, flats, caravans, prisons, tents, humpies and houseboats. Private dwellings are enumerated using household forms, which obtain family and relationship data as well as information on the dwelling itself</w:t>
      </w:r>
      <w:r>
        <w:t>,</w:t>
      </w:r>
      <w:r w:rsidRPr="00195B8D">
        <w:t xml:space="preserve"> such as rent or mortgage payments and ownership.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A66130">
      <w:tc>
        <w:tcPr>
          <w:tcW w:w="2155" w:type="dxa"/>
          <w:tcBorders>
            <w:top w:val="single" w:sz="24" w:space="0" w:color="auto"/>
          </w:tcBorders>
        </w:tcPr>
        <w:p w:rsidR="00A66130" w:rsidRDefault="00A66130" w:rsidP="0019293B">
          <w:pPr>
            <w:pStyle w:val="HeaderEven"/>
          </w:pPr>
        </w:p>
      </w:tc>
      <w:tc>
        <w:tcPr>
          <w:tcW w:w="6634" w:type="dxa"/>
          <w:tcBorders>
            <w:top w:val="single" w:sz="6" w:space="0" w:color="auto"/>
          </w:tcBorders>
        </w:tcPr>
        <w:p w:rsidR="00A66130" w:rsidRDefault="00A66130" w:rsidP="00DC492D">
          <w:pPr>
            <w:pStyle w:val="HeaderEven"/>
            <w:jc w:val="right"/>
          </w:pPr>
        </w:p>
      </w:tc>
    </w:tr>
  </w:tbl>
  <w:p w:rsidR="00A66130" w:rsidRDefault="00A66130"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66130">
      <w:tc>
        <w:tcPr>
          <w:tcW w:w="6634" w:type="dxa"/>
          <w:tcBorders>
            <w:top w:val="single" w:sz="6" w:space="0" w:color="auto"/>
          </w:tcBorders>
        </w:tcPr>
        <w:p w:rsidR="00A66130" w:rsidRDefault="00A66130" w:rsidP="00E669E2">
          <w:pPr>
            <w:pStyle w:val="HeaderOdd"/>
          </w:pPr>
        </w:p>
      </w:tc>
      <w:tc>
        <w:tcPr>
          <w:tcW w:w="2155" w:type="dxa"/>
          <w:tcBorders>
            <w:top w:val="single" w:sz="24" w:space="0" w:color="auto"/>
          </w:tcBorders>
        </w:tcPr>
        <w:p w:rsidR="00A66130" w:rsidRDefault="00A66130" w:rsidP="00E669E2">
          <w:pPr>
            <w:pStyle w:val="HeaderOdd"/>
          </w:pPr>
        </w:p>
      </w:tc>
    </w:tr>
  </w:tbl>
  <w:p w:rsidR="00A66130" w:rsidRDefault="00A66130"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0B5AF1CA"/>
    <w:lvl w:ilvl="0">
      <w:start w:val="1"/>
      <w:numFmt w:val="decimal"/>
      <w:lvlText w:val="%1."/>
      <w:lvlJc w:val="left"/>
      <w:pPr>
        <w:tabs>
          <w:tab w:val="num" w:pos="360"/>
        </w:tabs>
        <w:ind w:left="360" w:hanging="360"/>
      </w:p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49C1DEA"/>
    <w:multiLevelType w:val="singleLevel"/>
    <w:tmpl w:val="BFF252C2"/>
    <w:lvl w:ilvl="0">
      <w:start w:val="1"/>
      <w:numFmt w:val="decimal"/>
      <w:lvlText w:val="%1."/>
      <w:legacy w:legacy="1" w:legacySpace="0" w:legacyIndent="340"/>
      <w:lvlJc w:val="left"/>
      <w:pPr>
        <w:ind w:left="340" w:hanging="340"/>
      </w:pPr>
    </w:lvl>
  </w:abstractNum>
  <w:abstractNum w:abstractNumId="12">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3">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7">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8">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9">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3"/>
  </w:num>
  <w:num w:numId="2">
    <w:abstractNumId w:val="5"/>
  </w:num>
  <w:num w:numId="3">
    <w:abstractNumId w:val="21"/>
  </w:num>
  <w:num w:numId="4">
    <w:abstractNumId w:val="3"/>
  </w:num>
  <w:num w:numId="5">
    <w:abstractNumId w:val="15"/>
  </w:num>
  <w:num w:numId="6">
    <w:abstractNumId w:val="4"/>
  </w:num>
  <w:num w:numId="7">
    <w:abstractNumId w:val="20"/>
  </w:num>
  <w:num w:numId="8">
    <w:abstractNumId w:val="17"/>
  </w:num>
  <w:num w:numId="9">
    <w:abstractNumId w:val="22"/>
  </w:num>
  <w:num w:numId="10">
    <w:abstractNumId w:val="10"/>
  </w:num>
  <w:num w:numId="11">
    <w:abstractNumId w:val="8"/>
  </w:num>
  <w:num w:numId="12">
    <w:abstractNumId w:val="16"/>
  </w:num>
  <w:num w:numId="13">
    <w:abstractNumId w:val="7"/>
  </w:num>
  <w:num w:numId="14">
    <w:abstractNumId w:val="6"/>
  </w:num>
  <w:num w:numId="15">
    <w:abstractNumId w:val="2"/>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16">
    <w:abstractNumId w:val="12"/>
  </w:num>
  <w:num w:numId="17">
    <w:abstractNumId w:val="14"/>
  </w:num>
  <w:num w:numId="18">
    <w:abstractNumId w:val="18"/>
  </w:num>
  <w:num w:numId="19">
    <w:abstractNumId w:val="11"/>
  </w:num>
  <w:num w:numId="20">
    <w:abstractNumId w:val="19"/>
  </w:num>
  <w:num w:numId="21">
    <w:abstractNumId w:val="9"/>
  </w:num>
  <w:num w:numId="22">
    <w:abstractNumId w:val="0"/>
  </w:num>
  <w:num w:numId="23">
    <w:abstractNumId w:val="2"/>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4">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904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Statistical context"/>
    <w:docVar w:name="ShortReportTitle" w:val="Report on Government Services 2015"/>
  </w:docVars>
  <w:rsids>
    <w:rsidRoot w:val="00FF51E1"/>
    <w:rsid w:val="00006455"/>
    <w:rsid w:val="000065E2"/>
    <w:rsid w:val="000227D5"/>
    <w:rsid w:val="000245AA"/>
    <w:rsid w:val="00024F19"/>
    <w:rsid w:val="000278A8"/>
    <w:rsid w:val="00030032"/>
    <w:rsid w:val="0003664B"/>
    <w:rsid w:val="00036FB1"/>
    <w:rsid w:val="00037649"/>
    <w:rsid w:val="0004111F"/>
    <w:rsid w:val="00042EB0"/>
    <w:rsid w:val="00043CAB"/>
    <w:rsid w:val="0005037C"/>
    <w:rsid w:val="00050D19"/>
    <w:rsid w:val="000565B3"/>
    <w:rsid w:val="00056E65"/>
    <w:rsid w:val="0006615C"/>
    <w:rsid w:val="0007150B"/>
    <w:rsid w:val="00071DCF"/>
    <w:rsid w:val="00071F24"/>
    <w:rsid w:val="00073FFB"/>
    <w:rsid w:val="00074B96"/>
    <w:rsid w:val="00087DEB"/>
    <w:rsid w:val="00092C45"/>
    <w:rsid w:val="000938F5"/>
    <w:rsid w:val="00095E57"/>
    <w:rsid w:val="00096B70"/>
    <w:rsid w:val="00096D07"/>
    <w:rsid w:val="00096E55"/>
    <w:rsid w:val="00097DB9"/>
    <w:rsid w:val="000A0927"/>
    <w:rsid w:val="000A488F"/>
    <w:rsid w:val="000A5121"/>
    <w:rsid w:val="000B2363"/>
    <w:rsid w:val="000B2981"/>
    <w:rsid w:val="000B4499"/>
    <w:rsid w:val="000B601B"/>
    <w:rsid w:val="000B7811"/>
    <w:rsid w:val="000C207E"/>
    <w:rsid w:val="000D0257"/>
    <w:rsid w:val="000D3AB2"/>
    <w:rsid w:val="000D5C0D"/>
    <w:rsid w:val="000D6F89"/>
    <w:rsid w:val="000E14F8"/>
    <w:rsid w:val="000F0035"/>
    <w:rsid w:val="000F420B"/>
    <w:rsid w:val="000F7074"/>
    <w:rsid w:val="000F7408"/>
    <w:rsid w:val="00100AE9"/>
    <w:rsid w:val="00100B08"/>
    <w:rsid w:val="0010578D"/>
    <w:rsid w:val="00110116"/>
    <w:rsid w:val="00113F09"/>
    <w:rsid w:val="001179F5"/>
    <w:rsid w:val="00120072"/>
    <w:rsid w:val="00121091"/>
    <w:rsid w:val="00121DD7"/>
    <w:rsid w:val="00122D0E"/>
    <w:rsid w:val="00126EB8"/>
    <w:rsid w:val="00127257"/>
    <w:rsid w:val="001274D4"/>
    <w:rsid w:val="00130114"/>
    <w:rsid w:val="00134980"/>
    <w:rsid w:val="00136039"/>
    <w:rsid w:val="001363AA"/>
    <w:rsid w:val="0014191A"/>
    <w:rsid w:val="0014285A"/>
    <w:rsid w:val="00144283"/>
    <w:rsid w:val="00144950"/>
    <w:rsid w:val="0015350C"/>
    <w:rsid w:val="00153A43"/>
    <w:rsid w:val="00155D7C"/>
    <w:rsid w:val="00167E2F"/>
    <w:rsid w:val="00171248"/>
    <w:rsid w:val="0017516A"/>
    <w:rsid w:val="0017519E"/>
    <w:rsid w:val="00180C06"/>
    <w:rsid w:val="00182DD4"/>
    <w:rsid w:val="001834B7"/>
    <w:rsid w:val="001835E7"/>
    <w:rsid w:val="00183E82"/>
    <w:rsid w:val="0018555D"/>
    <w:rsid w:val="001861A4"/>
    <w:rsid w:val="0018736A"/>
    <w:rsid w:val="001878BB"/>
    <w:rsid w:val="00191AE0"/>
    <w:rsid w:val="0019293B"/>
    <w:rsid w:val="001939AB"/>
    <w:rsid w:val="001940A5"/>
    <w:rsid w:val="00194D3B"/>
    <w:rsid w:val="001A126A"/>
    <w:rsid w:val="001A30F5"/>
    <w:rsid w:val="001A411F"/>
    <w:rsid w:val="001A7644"/>
    <w:rsid w:val="001B5B4C"/>
    <w:rsid w:val="001B6232"/>
    <w:rsid w:val="001C044A"/>
    <w:rsid w:val="001C0865"/>
    <w:rsid w:val="001C36DE"/>
    <w:rsid w:val="001C3ABA"/>
    <w:rsid w:val="001C555C"/>
    <w:rsid w:val="001D0B09"/>
    <w:rsid w:val="001E291B"/>
    <w:rsid w:val="001E414C"/>
    <w:rsid w:val="001E7BE8"/>
    <w:rsid w:val="001F0248"/>
    <w:rsid w:val="001F3B16"/>
    <w:rsid w:val="001F3EB3"/>
    <w:rsid w:val="001F4F86"/>
    <w:rsid w:val="001F5F43"/>
    <w:rsid w:val="002021B5"/>
    <w:rsid w:val="00202C2C"/>
    <w:rsid w:val="00203630"/>
    <w:rsid w:val="002043FE"/>
    <w:rsid w:val="002047A7"/>
    <w:rsid w:val="00207767"/>
    <w:rsid w:val="00211004"/>
    <w:rsid w:val="0021241A"/>
    <w:rsid w:val="002135AB"/>
    <w:rsid w:val="002144BE"/>
    <w:rsid w:val="00217669"/>
    <w:rsid w:val="00220B0B"/>
    <w:rsid w:val="0022188E"/>
    <w:rsid w:val="00230CED"/>
    <w:rsid w:val="0023514C"/>
    <w:rsid w:val="002366C4"/>
    <w:rsid w:val="00236CA4"/>
    <w:rsid w:val="00240C58"/>
    <w:rsid w:val="00242279"/>
    <w:rsid w:val="00245C82"/>
    <w:rsid w:val="00251A28"/>
    <w:rsid w:val="002534DC"/>
    <w:rsid w:val="00274820"/>
    <w:rsid w:val="002823BB"/>
    <w:rsid w:val="00285D78"/>
    <w:rsid w:val="00287153"/>
    <w:rsid w:val="002902D1"/>
    <w:rsid w:val="00291B40"/>
    <w:rsid w:val="00293C0B"/>
    <w:rsid w:val="002974CB"/>
    <w:rsid w:val="002A596D"/>
    <w:rsid w:val="002A718A"/>
    <w:rsid w:val="002B0B58"/>
    <w:rsid w:val="002B2127"/>
    <w:rsid w:val="002B2B2C"/>
    <w:rsid w:val="002B4008"/>
    <w:rsid w:val="002B414C"/>
    <w:rsid w:val="002D0E8E"/>
    <w:rsid w:val="002D614F"/>
    <w:rsid w:val="002E3CFD"/>
    <w:rsid w:val="002E5719"/>
    <w:rsid w:val="002E5B45"/>
    <w:rsid w:val="00300562"/>
    <w:rsid w:val="00301189"/>
    <w:rsid w:val="00301396"/>
    <w:rsid w:val="00305411"/>
    <w:rsid w:val="0030692A"/>
    <w:rsid w:val="00307665"/>
    <w:rsid w:val="00313234"/>
    <w:rsid w:val="00317360"/>
    <w:rsid w:val="00317430"/>
    <w:rsid w:val="0032019A"/>
    <w:rsid w:val="0032151B"/>
    <w:rsid w:val="003222A4"/>
    <w:rsid w:val="00323E09"/>
    <w:rsid w:val="00324F75"/>
    <w:rsid w:val="0033006C"/>
    <w:rsid w:val="00333932"/>
    <w:rsid w:val="003348F7"/>
    <w:rsid w:val="00335580"/>
    <w:rsid w:val="00335964"/>
    <w:rsid w:val="00342690"/>
    <w:rsid w:val="003434B1"/>
    <w:rsid w:val="00346CF1"/>
    <w:rsid w:val="003518AA"/>
    <w:rsid w:val="00352165"/>
    <w:rsid w:val="00353182"/>
    <w:rsid w:val="0035472D"/>
    <w:rsid w:val="00355323"/>
    <w:rsid w:val="003565D9"/>
    <w:rsid w:val="00357BC8"/>
    <w:rsid w:val="003602E1"/>
    <w:rsid w:val="0036188A"/>
    <w:rsid w:val="00362BC3"/>
    <w:rsid w:val="00363F39"/>
    <w:rsid w:val="00366538"/>
    <w:rsid w:val="0037026F"/>
    <w:rsid w:val="00371240"/>
    <w:rsid w:val="00372961"/>
    <w:rsid w:val="00374731"/>
    <w:rsid w:val="003753B5"/>
    <w:rsid w:val="00376E59"/>
    <w:rsid w:val="003859AA"/>
    <w:rsid w:val="00386B15"/>
    <w:rsid w:val="003919F9"/>
    <w:rsid w:val="00391F6E"/>
    <w:rsid w:val="003924CE"/>
    <w:rsid w:val="00392706"/>
    <w:rsid w:val="003934F7"/>
    <w:rsid w:val="00395A7F"/>
    <w:rsid w:val="00397311"/>
    <w:rsid w:val="003A0BAE"/>
    <w:rsid w:val="003A1516"/>
    <w:rsid w:val="003A1E3D"/>
    <w:rsid w:val="003B541A"/>
    <w:rsid w:val="003C38B5"/>
    <w:rsid w:val="003C5D99"/>
    <w:rsid w:val="003C7476"/>
    <w:rsid w:val="003D5969"/>
    <w:rsid w:val="003E2F59"/>
    <w:rsid w:val="003E36B4"/>
    <w:rsid w:val="003E3BF3"/>
    <w:rsid w:val="003E7BDD"/>
    <w:rsid w:val="003F0789"/>
    <w:rsid w:val="003F0CF3"/>
    <w:rsid w:val="003F37B1"/>
    <w:rsid w:val="00401882"/>
    <w:rsid w:val="00405282"/>
    <w:rsid w:val="004060CA"/>
    <w:rsid w:val="004100C8"/>
    <w:rsid w:val="00411DBD"/>
    <w:rsid w:val="00412ACE"/>
    <w:rsid w:val="0041324E"/>
    <w:rsid w:val="00413D0E"/>
    <w:rsid w:val="00413EED"/>
    <w:rsid w:val="00414468"/>
    <w:rsid w:val="0041600A"/>
    <w:rsid w:val="004165B9"/>
    <w:rsid w:val="00417611"/>
    <w:rsid w:val="00417B3C"/>
    <w:rsid w:val="00423112"/>
    <w:rsid w:val="00424FD8"/>
    <w:rsid w:val="00431249"/>
    <w:rsid w:val="00432A31"/>
    <w:rsid w:val="004339C4"/>
    <w:rsid w:val="00434C19"/>
    <w:rsid w:val="00442AC8"/>
    <w:rsid w:val="0044605A"/>
    <w:rsid w:val="004501CE"/>
    <w:rsid w:val="00450810"/>
    <w:rsid w:val="00454488"/>
    <w:rsid w:val="004636E9"/>
    <w:rsid w:val="00467A54"/>
    <w:rsid w:val="0047368E"/>
    <w:rsid w:val="00477144"/>
    <w:rsid w:val="00482F36"/>
    <w:rsid w:val="00486C7F"/>
    <w:rsid w:val="00491380"/>
    <w:rsid w:val="00492D9A"/>
    <w:rsid w:val="00492E82"/>
    <w:rsid w:val="00493A5A"/>
    <w:rsid w:val="0049459F"/>
    <w:rsid w:val="0049603D"/>
    <w:rsid w:val="00497141"/>
    <w:rsid w:val="004A166D"/>
    <w:rsid w:val="004A26A8"/>
    <w:rsid w:val="004A38DD"/>
    <w:rsid w:val="004B43AE"/>
    <w:rsid w:val="004B73EE"/>
    <w:rsid w:val="004B7EB2"/>
    <w:rsid w:val="004C1916"/>
    <w:rsid w:val="004C30ED"/>
    <w:rsid w:val="004D3BE7"/>
    <w:rsid w:val="004D5675"/>
    <w:rsid w:val="004E622C"/>
    <w:rsid w:val="004F17F0"/>
    <w:rsid w:val="004F31EB"/>
    <w:rsid w:val="004F485E"/>
    <w:rsid w:val="004F5196"/>
    <w:rsid w:val="004F6204"/>
    <w:rsid w:val="004F6BE7"/>
    <w:rsid w:val="00512F9B"/>
    <w:rsid w:val="00512F9F"/>
    <w:rsid w:val="00514610"/>
    <w:rsid w:val="005204F1"/>
    <w:rsid w:val="005212AE"/>
    <w:rsid w:val="00523639"/>
    <w:rsid w:val="0052457D"/>
    <w:rsid w:val="00530214"/>
    <w:rsid w:val="00531FE5"/>
    <w:rsid w:val="005402FA"/>
    <w:rsid w:val="005418AD"/>
    <w:rsid w:val="00543106"/>
    <w:rsid w:val="00546E22"/>
    <w:rsid w:val="00552C5F"/>
    <w:rsid w:val="00552F4D"/>
    <w:rsid w:val="00560052"/>
    <w:rsid w:val="005604C0"/>
    <w:rsid w:val="005652D0"/>
    <w:rsid w:val="0057368E"/>
    <w:rsid w:val="00574BEA"/>
    <w:rsid w:val="00576BB4"/>
    <w:rsid w:val="00576F25"/>
    <w:rsid w:val="005773FC"/>
    <w:rsid w:val="00577989"/>
    <w:rsid w:val="0058248F"/>
    <w:rsid w:val="00583C39"/>
    <w:rsid w:val="00585BB7"/>
    <w:rsid w:val="00586FD8"/>
    <w:rsid w:val="0058720B"/>
    <w:rsid w:val="00587F28"/>
    <w:rsid w:val="005909CF"/>
    <w:rsid w:val="00591E71"/>
    <w:rsid w:val="005A0D41"/>
    <w:rsid w:val="005A4543"/>
    <w:rsid w:val="005A4B2A"/>
    <w:rsid w:val="005A75D5"/>
    <w:rsid w:val="005A7FC9"/>
    <w:rsid w:val="005B176B"/>
    <w:rsid w:val="005B5291"/>
    <w:rsid w:val="005C0622"/>
    <w:rsid w:val="005C534B"/>
    <w:rsid w:val="005D2238"/>
    <w:rsid w:val="005D5116"/>
    <w:rsid w:val="005D62DA"/>
    <w:rsid w:val="005E10C5"/>
    <w:rsid w:val="005E3476"/>
    <w:rsid w:val="005F2132"/>
    <w:rsid w:val="005F2414"/>
    <w:rsid w:val="005F6D42"/>
    <w:rsid w:val="00602D8E"/>
    <w:rsid w:val="0060463A"/>
    <w:rsid w:val="0060474D"/>
    <w:rsid w:val="00606AD0"/>
    <w:rsid w:val="00607BF1"/>
    <w:rsid w:val="00607E05"/>
    <w:rsid w:val="0061080A"/>
    <w:rsid w:val="00610EC3"/>
    <w:rsid w:val="00612B6E"/>
    <w:rsid w:val="00620A6E"/>
    <w:rsid w:val="00630D4D"/>
    <w:rsid w:val="00632A74"/>
    <w:rsid w:val="0063416B"/>
    <w:rsid w:val="0064435E"/>
    <w:rsid w:val="00644C69"/>
    <w:rsid w:val="006527F2"/>
    <w:rsid w:val="00654E5F"/>
    <w:rsid w:val="006562B1"/>
    <w:rsid w:val="00664657"/>
    <w:rsid w:val="00667801"/>
    <w:rsid w:val="00675B32"/>
    <w:rsid w:val="0068463D"/>
    <w:rsid w:val="00684EDD"/>
    <w:rsid w:val="00694FB0"/>
    <w:rsid w:val="00695CED"/>
    <w:rsid w:val="0069673D"/>
    <w:rsid w:val="006A0617"/>
    <w:rsid w:val="006A39A4"/>
    <w:rsid w:val="006A4655"/>
    <w:rsid w:val="006B2B3C"/>
    <w:rsid w:val="006B41A9"/>
    <w:rsid w:val="006C1D81"/>
    <w:rsid w:val="006C7038"/>
    <w:rsid w:val="006D50AD"/>
    <w:rsid w:val="006E2E8A"/>
    <w:rsid w:val="006E412C"/>
    <w:rsid w:val="006E68FE"/>
    <w:rsid w:val="006E73EF"/>
    <w:rsid w:val="006F70D2"/>
    <w:rsid w:val="007050C3"/>
    <w:rsid w:val="00705996"/>
    <w:rsid w:val="007119F9"/>
    <w:rsid w:val="007126B5"/>
    <w:rsid w:val="00714D4D"/>
    <w:rsid w:val="00715343"/>
    <w:rsid w:val="007164D6"/>
    <w:rsid w:val="007165E7"/>
    <w:rsid w:val="0072132D"/>
    <w:rsid w:val="00726E22"/>
    <w:rsid w:val="00731518"/>
    <w:rsid w:val="00731EFE"/>
    <w:rsid w:val="00735482"/>
    <w:rsid w:val="00742CEE"/>
    <w:rsid w:val="007512E2"/>
    <w:rsid w:val="0075718A"/>
    <w:rsid w:val="007604BB"/>
    <w:rsid w:val="00774B4C"/>
    <w:rsid w:val="00775C7E"/>
    <w:rsid w:val="00776543"/>
    <w:rsid w:val="00782CC9"/>
    <w:rsid w:val="007834F2"/>
    <w:rsid w:val="00785232"/>
    <w:rsid w:val="00787241"/>
    <w:rsid w:val="00790681"/>
    <w:rsid w:val="007908DF"/>
    <w:rsid w:val="00792AAD"/>
    <w:rsid w:val="007A0846"/>
    <w:rsid w:val="007A21EB"/>
    <w:rsid w:val="007A4E8C"/>
    <w:rsid w:val="007A5D47"/>
    <w:rsid w:val="007B1A93"/>
    <w:rsid w:val="007C0A72"/>
    <w:rsid w:val="007C2204"/>
    <w:rsid w:val="007C36C9"/>
    <w:rsid w:val="007C3F8F"/>
    <w:rsid w:val="007C7411"/>
    <w:rsid w:val="007D22E7"/>
    <w:rsid w:val="007D252F"/>
    <w:rsid w:val="007D6401"/>
    <w:rsid w:val="007E01E4"/>
    <w:rsid w:val="007E1044"/>
    <w:rsid w:val="007E23D5"/>
    <w:rsid w:val="007E4C14"/>
    <w:rsid w:val="007F18BF"/>
    <w:rsid w:val="007F5A73"/>
    <w:rsid w:val="007F7107"/>
    <w:rsid w:val="007F733F"/>
    <w:rsid w:val="00800D4C"/>
    <w:rsid w:val="008039DB"/>
    <w:rsid w:val="008041EC"/>
    <w:rsid w:val="00805C31"/>
    <w:rsid w:val="00806AEC"/>
    <w:rsid w:val="0081030F"/>
    <w:rsid w:val="008107B6"/>
    <w:rsid w:val="00812252"/>
    <w:rsid w:val="00816555"/>
    <w:rsid w:val="0082087D"/>
    <w:rsid w:val="0082141A"/>
    <w:rsid w:val="00831865"/>
    <w:rsid w:val="00835771"/>
    <w:rsid w:val="008361D1"/>
    <w:rsid w:val="00842277"/>
    <w:rsid w:val="00842933"/>
    <w:rsid w:val="00851036"/>
    <w:rsid w:val="00856145"/>
    <w:rsid w:val="00856E61"/>
    <w:rsid w:val="008579DB"/>
    <w:rsid w:val="0086082C"/>
    <w:rsid w:val="00861D89"/>
    <w:rsid w:val="0086262E"/>
    <w:rsid w:val="00864ADC"/>
    <w:rsid w:val="00867C89"/>
    <w:rsid w:val="0087110E"/>
    <w:rsid w:val="008727C1"/>
    <w:rsid w:val="00873B9D"/>
    <w:rsid w:val="0087717D"/>
    <w:rsid w:val="00880153"/>
    <w:rsid w:val="00880D54"/>
    <w:rsid w:val="00880F97"/>
    <w:rsid w:val="0088133A"/>
    <w:rsid w:val="00882459"/>
    <w:rsid w:val="00887A43"/>
    <w:rsid w:val="00887EEE"/>
    <w:rsid w:val="008912AB"/>
    <w:rsid w:val="008914EC"/>
    <w:rsid w:val="0089285E"/>
    <w:rsid w:val="0089436C"/>
    <w:rsid w:val="00897718"/>
    <w:rsid w:val="008A1584"/>
    <w:rsid w:val="008A402C"/>
    <w:rsid w:val="008A67A1"/>
    <w:rsid w:val="008B00EB"/>
    <w:rsid w:val="008B4EBB"/>
    <w:rsid w:val="008B4F65"/>
    <w:rsid w:val="008C013B"/>
    <w:rsid w:val="008C0AB4"/>
    <w:rsid w:val="008C2099"/>
    <w:rsid w:val="008C55A2"/>
    <w:rsid w:val="008C6EA6"/>
    <w:rsid w:val="008D365C"/>
    <w:rsid w:val="008D48D3"/>
    <w:rsid w:val="008D6C8C"/>
    <w:rsid w:val="008D6D4B"/>
    <w:rsid w:val="008E0CCC"/>
    <w:rsid w:val="008E3D21"/>
    <w:rsid w:val="008E5B61"/>
    <w:rsid w:val="008F4FDC"/>
    <w:rsid w:val="008F66C0"/>
    <w:rsid w:val="009030BF"/>
    <w:rsid w:val="009069D8"/>
    <w:rsid w:val="009070BD"/>
    <w:rsid w:val="0091032F"/>
    <w:rsid w:val="00910C3E"/>
    <w:rsid w:val="00910ECC"/>
    <w:rsid w:val="00913B8E"/>
    <w:rsid w:val="00914368"/>
    <w:rsid w:val="0091639C"/>
    <w:rsid w:val="00916921"/>
    <w:rsid w:val="00923D65"/>
    <w:rsid w:val="00924DBD"/>
    <w:rsid w:val="009257EE"/>
    <w:rsid w:val="00931076"/>
    <w:rsid w:val="00931252"/>
    <w:rsid w:val="00932296"/>
    <w:rsid w:val="00932307"/>
    <w:rsid w:val="00933B25"/>
    <w:rsid w:val="00933BCC"/>
    <w:rsid w:val="009345D9"/>
    <w:rsid w:val="00934B15"/>
    <w:rsid w:val="0093699F"/>
    <w:rsid w:val="00940C87"/>
    <w:rsid w:val="00942B62"/>
    <w:rsid w:val="00943178"/>
    <w:rsid w:val="0094477B"/>
    <w:rsid w:val="00947BF5"/>
    <w:rsid w:val="0095323B"/>
    <w:rsid w:val="0095484C"/>
    <w:rsid w:val="00956A0C"/>
    <w:rsid w:val="00956BD9"/>
    <w:rsid w:val="00962156"/>
    <w:rsid w:val="00962489"/>
    <w:rsid w:val="00963BE6"/>
    <w:rsid w:val="00975552"/>
    <w:rsid w:val="00976CE5"/>
    <w:rsid w:val="009774EF"/>
    <w:rsid w:val="0098048E"/>
    <w:rsid w:val="009806FE"/>
    <w:rsid w:val="009842B2"/>
    <w:rsid w:val="00985409"/>
    <w:rsid w:val="009907C3"/>
    <w:rsid w:val="00990C2C"/>
    <w:rsid w:val="00993337"/>
    <w:rsid w:val="009A3348"/>
    <w:rsid w:val="009B3A39"/>
    <w:rsid w:val="009C616D"/>
    <w:rsid w:val="009D6FF9"/>
    <w:rsid w:val="009E1844"/>
    <w:rsid w:val="009E4205"/>
    <w:rsid w:val="009F0D1B"/>
    <w:rsid w:val="009F1762"/>
    <w:rsid w:val="009F20AC"/>
    <w:rsid w:val="009F2860"/>
    <w:rsid w:val="009F696D"/>
    <w:rsid w:val="009F6BC6"/>
    <w:rsid w:val="00A00BF9"/>
    <w:rsid w:val="00A07DA6"/>
    <w:rsid w:val="00A148E5"/>
    <w:rsid w:val="00A16EB9"/>
    <w:rsid w:val="00A17328"/>
    <w:rsid w:val="00A1754C"/>
    <w:rsid w:val="00A20A74"/>
    <w:rsid w:val="00A21850"/>
    <w:rsid w:val="00A22FB2"/>
    <w:rsid w:val="00A23A20"/>
    <w:rsid w:val="00A268B9"/>
    <w:rsid w:val="00A2703A"/>
    <w:rsid w:val="00A27C17"/>
    <w:rsid w:val="00A27FA2"/>
    <w:rsid w:val="00A327E2"/>
    <w:rsid w:val="00A333F2"/>
    <w:rsid w:val="00A33CC7"/>
    <w:rsid w:val="00A33DFF"/>
    <w:rsid w:val="00A35115"/>
    <w:rsid w:val="00A36D9A"/>
    <w:rsid w:val="00A37DB1"/>
    <w:rsid w:val="00A45B44"/>
    <w:rsid w:val="00A47D78"/>
    <w:rsid w:val="00A50535"/>
    <w:rsid w:val="00A53B8C"/>
    <w:rsid w:val="00A554AB"/>
    <w:rsid w:val="00A57062"/>
    <w:rsid w:val="00A6568E"/>
    <w:rsid w:val="00A66130"/>
    <w:rsid w:val="00A711B4"/>
    <w:rsid w:val="00A74E01"/>
    <w:rsid w:val="00A75016"/>
    <w:rsid w:val="00A759D5"/>
    <w:rsid w:val="00A77034"/>
    <w:rsid w:val="00A82731"/>
    <w:rsid w:val="00A90076"/>
    <w:rsid w:val="00A92B53"/>
    <w:rsid w:val="00A94FA6"/>
    <w:rsid w:val="00A97D49"/>
    <w:rsid w:val="00AA0BC8"/>
    <w:rsid w:val="00AA1294"/>
    <w:rsid w:val="00AA2904"/>
    <w:rsid w:val="00AA2A0B"/>
    <w:rsid w:val="00AA49A0"/>
    <w:rsid w:val="00AA6710"/>
    <w:rsid w:val="00AB0681"/>
    <w:rsid w:val="00AB22E4"/>
    <w:rsid w:val="00AB4333"/>
    <w:rsid w:val="00AB4978"/>
    <w:rsid w:val="00AB4C70"/>
    <w:rsid w:val="00AB6BFD"/>
    <w:rsid w:val="00AC674D"/>
    <w:rsid w:val="00AC711E"/>
    <w:rsid w:val="00AD33C7"/>
    <w:rsid w:val="00AD5101"/>
    <w:rsid w:val="00AD520B"/>
    <w:rsid w:val="00AD5B66"/>
    <w:rsid w:val="00AD6FCA"/>
    <w:rsid w:val="00AE5ED5"/>
    <w:rsid w:val="00AF0B9A"/>
    <w:rsid w:val="00B00B62"/>
    <w:rsid w:val="00B011C0"/>
    <w:rsid w:val="00B035C9"/>
    <w:rsid w:val="00B05A59"/>
    <w:rsid w:val="00B14863"/>
    <w:rsid w:val="00B23BAC"/>
    <w:rsid w:val="00B26CFA"/>
    <w:rsid w:val="00B30B3C"/>
    <w:rsid w:val="00B32B52"/>
    <w:rsid w:val="00B35B6C"/>
    <w:rsid w:val="00B35FCE"/>
    <w:rsid w:val="00B40CD2"/>
    <w:rsid w:val="00B4110A"/>
    <w:rsid w:val="00B425C3"/>
    <w:rsid w:val="00B43358"/>
    <w:rsid w:val="00B440AD"/>
    <w:rsid w:val="00B47550"/>
    <w:rsid w:val="00B479BB"/>
    <w:rsid w:val="00B531E1"/>
    <w:rsid w:val="00B53E7E"/>
    <w:rsid w:val="00B561B6"/>
    <w:rsid w:val="00B62365"/>
    <w:rsid w:val="00B6342E"/>
    <w:rsid w:val="00B67781"/>
    <w:rsid w:val="00B7113F"/>
    <w:rsid w:val="00B762DB"/>
    <w:rsid w:val="00B802DD"/>
    <w:rsid w:val="00B8234F"/>
    <w:rsid w:val="00B82BCB"/>
    <w:rsid w:val="00B86B35"/>
    <w:rsid w:val="00B87333"/>
    <w:rsid w:val="00B90AB7"/>
    <w:rsid w:val="00B94F94"/>
    <w:rsid w:val="00BA0F27"/>
    <w:rsid w:val="00BA39A3"/>
    <w:rsid w:val="00BA7166"/>
    <w:rsid w:val="00BA73B6"/>
    <w:rsid w:val="00BA7E27"/>
    <w:rsid w:val="00BB09BD"/>
    <w:rsid w:val="00BB2603"/>
    <w:rsid w:val="00BB4B7B"/>
    <w:rsid w:val="00BB4FCD"/>
    <w:rsid w:val="00BC04E9"/>
    <w:rsid w:val="00BC2EFE"/>
    <w:rsid w:val="00BC33BB"/>
    <w:rsid w:val="00BC381B"/>
    <w:rsid w:val="00BD13EA"/>
    <w:rsid w:val="00BD6160"/>
    <w:rsid w:val="00BE1BA8"/>
    <w:rsid w:val="00BE3808"/>
    <w:rsid w:val="00BE4663"/>
    <w:rsid w:val="00BE5B48"/>
    <w:rsid w:val="00BE7F41"/>
    <w:rsid w:val="00BF2097"/>
    <w:rsid w:val="00BF3B2F"/>
    <w:rsid w:val="00BF4CB4"/>
    <w:rsid w:val="00BF5AA4"/>
    <w:rsid w:val="00BF5AEF"/>
    <w:rsid w:val="00C04F3D"/>
    <w:rsid w:val="00C062E9"/>
    <w:rsid w:val="00C07B64"/>
    <w:rsid w:val="00C13721"/>
    <w:rsid w:val="00C13C82"/>
    <w:rsid w:val="00C14FE4"/>
    <w:rsid w:val="00C15C2C"/>
    <w:rsid w:val="00C25B16"/>
    <w:rsid w:val="00C3066D"/>
    <w:rsid w:val="00C32C65"/>
    <w:rsid w:val="00C3342D"/>
    <w:rsid w:val="00C3533E"/>
    <w:rsid w:val="00C41B88"/>
    <w:rsid w:val="00C45679"/>
    <w:rsid w:val="00C50AD9"/>
    <w:rsid w:val="00C52416"/>
    <w:rsid w:val="00C53138"/>
    <w:rsid w:val="00C53A31"/>
    <w:rsid w:val="00C543F4"/>
    <w:rsid w:val="00C5751E"/>
    <w:rsid w:val="00C575C2"/>
    <w:rsid w:val="00C6291C"/>
    <w:rsid w:val="00C633CB"/>
    <w:rsid w:val="00C656A0"/>
    <w:rsid w:val="00C6572B"/>
    <w:rsid w:val="00C679B6"/>
    <w:rsid w:val="00C72C32"/>
    <w:rsid w:val="00C736B7"/>
    <w:rsid w:val="00C74987"/>
    <w:rsid w:val="00C75076"/>
    <w:rsid w:val="00C7519F"/>
    <w:rsid w:val="00C81C57"/>
    <w:rsid w:val="00C81D4A"/>
    <w:rsid w:val="00C859B0"/>
    <w:rsid w:val="00C86869"/>
    <w:rsid w:val="00C8762C"/>
    <w:rsid w:val="00C8784E"/>
    <w:rsid w:val="00C87DBB"/>
    <w:rsid w:val="00C90CB6"/>
    <w:rsid w:val="00CA00F9"/>
    <w:rsid w:val="00CA1E8E"/>
    <w:rsid w:val="00CA2961"/>
    <w:rsid w:val="00CA724B"/>
    <w:rsid w:val="00CB032D"/>
    <w:rsid w:val="00CB50D7"/>
    <w:rsid w:val="00CB5F40"/>
    <w:rsid w:val="00CB7177"/>
    <w:rsid w:val="00CB7BDF"/>
    <w:rsid w:val="00CC1998"/>
    <w:rsid w:val="00CC4946"/>
    <w:rsid w:val="00CC69C3"/>
    <w:rsid w:val="00CC6D26"/>
    <w:rsid w:val="00CC7EE4"/>
    <w:rsid w:val="00CD0705"/>
    <w:rsid w:val="00CD1009"/>
    <w:rsid w:val="00CD5B65"/>
    <w:rsid w:val="00CD60DA"/>
    <w:rsid w:val="00CE0F13"/>
    <w:rsid w:val="00CE592B"/>
    <w:rsid w:val="00CE74B9"/>
    <w:rsid w:val="00CF455C"/>
    <w:rsid w:val="00D01C12"/>
    <w:rsid w:val="00D15695"/>
    <w:rsid w:val="00D15AC3"/>
    <w:rsid w:val="00D22E2B"/>
    <w:rsid w:val="00D253E4"/>
    <w:rsid w:val="00D25DBC"/>
    <w:rsid w:val="00D270A4"/>
    <w:rsid w:val="00D306A1"/>
    <w:rsid w:val="00D31379"/>
    <w:rsid w:val="00D31FE9"/>
    <w:rsid w:val="00D33F42"/>
    <w:rsid w:val="00D34E1B"/>
    <w:rsid w:val="00D376BA"/>
    <w:rsid w:val="00D41997"/>
    <w:rsid w:val="00D4333A"/>
    <w:rsid w:val="00D45634"/>
    <w:rsid w:val="00D45A66"/>
    <w:rsid w:val="00D45EB6"/>
    <w:rsid w:val="00D51744"/>
    <w:rsid w:val="00D5568A"/>
    <w:rsid w:val="00D56978"/>
    <w:rsid w:val="00D637B9"/>
    <w:rsid w:val="00D63D73"/>
    <w:rsid w:val="00D64452"/>
    <w:rsid w:val="00D66E1E"/>
    <w:rsid w:val="00D7003C"/>
    <w:rsid w:val="00D72A50"/>
    <w:rsid w:val="00D75722"/>
    <w:rsid w:val="00D76276"/>
    <w:rsid w:val="00D80CF5"/>
    <w:rsid w:val="00D95DC2"/>
    <w:rsid w:val="00DA4D0D"/>
    <w:rsid w:val="00DA5BBA"/>
    <w:rsid w:val="00DB26D2"/>
    <w:rsid w:val="00DB2EB3"/>
    <w:rsid w:val="00DB3FCB"/>
    <w:rsid w:val="00DB4396"/>
    <w:rsid w:val="00DB494F"/>
    <w:rsid w:val="00DB67C9"/>
    <w:rsid w:val="00DC0C95"/>
    <w:rsid w:val="00DC43B1"/>
    <w:rsid w:val="00DC492D"/>
    <w:rsid w:val="00DC632B"/>
    <w:rsid w:val="00DC73DC"/>
    <w:rsid w:val="00DD0390"/>
    <w:rsid w:val="00DD6580"/>
    <w:rsid w:val="00DD6F52"/>
    <w:rsid w:val="00DE14BC"/>
    <w:rsid w:val="00DE21B3"/>
    <w:rsid w:val="00DE3734"/>
    <w:rsid w:val="00DE7F35"/>
    <w:rsid w:val="00DF06AA"/>
    <w:rsid w:val="00E00848"/>
    <w:rsid w:val="00E01487"/>
    <w:rsid w:val="00E02EF0"/>
    <w:rsid w:val="00E03FEB"/>
    <w:rsid w:val="00E07E98"/>
    <w:rsid w:val="00E140FE"/>
    <w:rsid w:val="00E17C72"/>
    <w:rsid w:val="00E21FC6"/>
    <w:rsid w:val="00E24249"/>
    <w:rsid w:val="00E248D1"/>
    <w:rsid w:val="00E25767"/>
    <w:rsid w:val="00E2590C"/>
    <w:rsid w:val="00E359F8"/>
    <w:rsid w:val="00E361CF"/>
    <w:rsid w:val="00E36487"/>
    <w:rsid w:val="00E424FF"/>
    <w:rsid w:val="00E431A9"/>
    <w:rsid w:val="00E46FC3"/>
    <w:rsid w:val="00E477E8"/>
    <w:rsid w:val="00E47A31"/>
    <w:rsid w:val="00E51F94"/>
    <w:rsid w:val="00E520B7"/>
    <w:rsid w:val="00E52768"/>
    <w:rsid w:val="00E6138A"/>
    <w:rsid w:val="00E65057"/>
    <w:rsid w:val="00E65103"/>
    <w:rsid w:val="00E669E2"/>
    <w:rsid w:val="00E70F0A"/>
    <w:rsid w:val="00E728D7"/>
    <w:rsid w:val="00E76135"/>
    <w:rsid w:val="00E77997"/>
    <w:rsid w:val="00E82F4F"/>
    <w:rsid w:val="00E8355A"/>
    <w:rsid w:val="00E83843"/>
    <w:rsid w:val="00E87690"/>
    <w:rsid w:val="00E918A4"/>
    <w:rsid w:val="00E93A65"/>
    <w:rsid w:val="00EA00E2"/>
    <w:rsid w:val="00EA0428"/>
    <w:rsid w:val="00EA1862"/>
    <w:rsid w:val="00EA4198"/>
    <w:rsid w:val="00EB56BA"/>
    <w:rsid w:val="00EC12FA"/>
    <w:rsid w:val="00EC2844"/>
    <w:rsid w:val="00EC297C"/>
    <w:rsid w:val="00EC5500"/>
    <w:rsid w:val="00ED097C"/>
    <w:rsid w:val="00ED18F8"/>
    <w:rsid w:val="00ED2ECE"/>
    <w:rsid w:val="00ED7951"/>
    <w:rsid w:val="00ED7C85"/>
    <w:rsid w:val="00EE1477"/>
    <w:rsid w:val="00EF0AC2"/>
    <w:rsid w:val="00EF6C6C"/>
    <w:rsid w:val="00F01A99"/>
    <w:rsid w:val="00F053C1"/>
    <w:rsid w:val="00F056FC"/>
    <w:rsid w:val="00F10476"/>
    <w:rsid w:val="00F113CE"/>
    <w:rsid w:val="00F135D8"/>
    <w:rsid w:val="00F2288A"/>
    <w:rsid w:val="00F23A3A"/>
    <w:rsid w:val="00F31299"/>
    <w:rsid w:val="00F3534A"/>
    <w:rsid w:val="00F37CB7"/>
    <w:rsid w:val="00F41499"/>
    <w:rsid w:val="00F42141"/>
    <w:rsid w:val="00F458A1"/>
    <w:rsid w:val="00F47C9B"/>
    <w:rsid w:val="00F51609"/>
    <w:rsid w:val="00F526BC"/>
    <w:rsid w:val="00F57186"/>
    <w:rsid w:val="00F636EA"/>
    <w:rsid w:val="00F6728C"/>
    <w:rsid w:val="00F67E43"/>
    <w:rsid w:val="00F73BBC"/>
    <w:rsid w:val="00F81006"/>
    <w:rsid w:val="00F81826"/>
    <w:rsid w:val="00F83A37"/>
    <w:rsid w:val="00F84209"/>
    <w:rsid w:val="00F8438F"/>
    <w:rsid w:val="00F84CB9"/>
    <w:rsid w:val="00F85325"/>
    <w:rsid w:val="00F869DC"/>
    <w:rsid w:val="00F87264"/>
    <w:rsid w:val="00F90C7B"/>
    <w:rsid w:val="00F957C1"/>
    <w:rsid w:val="00FA026C"/>
    <w:rsid w:val="00FA0BE2"/>
    <w:rsid w:val="00FA36E7"/>
    <w:rsid w:val="00FB75C5"/>
    <w:rsid w:val="00FC4A0D"/>
    <w:rsid w:val="00FC4CE3"/>
    <w:rsid w:val="00FC7889"/>
    <w:rsid w:val="00FD22B1"/>
    <w:rsid w:val="00FD342E"/>
    <w:rsid w:val="00FD665F"/>
    <w:rsid w:val="00FD6CE4"/>
    <w:rsid w:val="00FD7F00"/>
    <w:rsid w:val="00FE343B"/>
    <w:rsid w:val="00FE5397"/>
    <w:rsid w:val="00FF011B"/>
    <w:rsid w:val="00FF51E1"/>
    <w:rsid w:val="00FF557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04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Strong" w:qFormat="1"/>
    <w:lsdException w:name="Plain Text"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D6FCA"/>
    <w:rPr>
      <w:sz w:val="24"/>
      <w:szCs w:val="24"/>
    </w:rPr>
  </w:style>
  <w:style w:type="paragraph" w:styleId="Heading1">
    <w:name w:val="heading 1"/>
    <w:basedOn w:val="BodyText"/>
    <w:next w:val="BodyText"/>
    <w:link w:val="Heading1Char"/>
    <w:rsid w:val="00AD6FCA"/>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D6FCA"/>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D6FCA"/>
    <w:pPr>
      <w:spacing w:before="560" w:line="320" w:lineRule="exact"/>
      <w:ind w:left="0" w:firstLine="0"/>
      <w:outlineLvl w:val="2"/>
    </w:pPr>
    <w:rPr>
      <w:sz w:val="26"/>
    </w:rPr>
  </w:style>
  <w:style w:type="paragraph" w:styleId="Heading4">
    <w:name w:val="heading 4"/>
    <w:basedOn w:val="Heading3"/>
    <w:next w:val="BodyText"/>
    <w:link w:val="Heading4Char"/>
    <w:qFormat/>
    <w:rsid w:val="00AD6FCA"/>
    <w:pPr>
      <w:spacing w:before="480"/>
      <w:outlineLvl w:val="3"/>
    </w:pPr>
    <w:rPr>
      <w:b w:val="0"/>
      <w:sz w:val="24"/>
    </w:rPr>
  </w:style>
  <w:style w:type="paragraph" w:styleId="Heading5">
    <w:name w:val="heading 5"/>
    <w:basedOn w:val="Heading4"/>
    <w:next w:val="BodyText"/>
    <w:link w:val="Heading5Char"/>
    <w:qFormat/>
    <w:rsid w:val="00AD6FCA"/>
    <w:pPr>
      <w:outlineLvl w:val="4"/>
    </w:pPr>
    <w:rPr>
      <w:i/>
      <w:sz w:val="22"/>
    </w:rPr>
  </w:style>
  <w:style w:type="paragraph" w:styleId="Heading6">
    <w:name w:val="heading 6"/>
    <w:basedOn w:val="BodyText"/>
    <w:next w:val="BodyText"/>
    <w:link w:val="Heading6Char"/>
    <w:rsid w:val="00AD6FCA"/>
    <w:pPr>
      <w:spacing w:after="60"/>
      <w:jc w:val="left"/>
      <w:outlineLvl w:val="5"/>
    </w:pPr>
    <w:rPr>
      <w:i/>
      <w:sz w:val="22"/>
    </w:rPr>
  </w:style>
  <w:style w:type="paragraph" w:styleId="Heading7">
    <w:name w:val="heading 7"/>
    <w:basedOn w:val="BodyText"/>
    <w:next w:val="BodyText"/>
    <w:link w:val="Heading7Char"/>
    <w:rsid w:val="00AD6FCA"/>
    <w:pPr>
      <w:spacing w:after="60" w:line="240" w:lineRule="auto"/>
      <w:jc w:val="left"/>
      <w:outlineLvl w:val="6"/>
    </w:pPr>
    <w:rPr>
      <w:rFonts w:ascii="Arial" w:hAnsi="Arial"/>
      <w:sz w:val="20"/>
    </w:rPr>
  </w:style>
  <w:style w:type="paragraph" w:styleId="Heading8">
    <w:name w:val="heading 8"/>
    <w:basedOn w:val="BodyText"/>
    <w:next w:val="BodyText"/>
    <w:link w:val="Heading8Char"/>
    <w:rsid w:val="00AD6FCA"/>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AD6FCA"/>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AD6F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6FCA"/>
  </w:style>
  <w:style w:type="paragraph" w:styleId="BodyText">
    <w:name w:val="Body Text"/>
    <w:link w:val="BodyTextChar"/>
    <w:qFormat/>
    <w:rsid w:val="00AD6FCA"/>
    <w:pPr>
      <w:spacing w:before="240" w:line="300" w:lineRule="atLeast"/>
      <w:jc w:val="both"/>
    </w:pPr>
    <w:rPr>
      <w:sz w:val="24"/>
    </w:rPr>
  </w:style>
  <w:style w:type="paragraph" w:styleId="Footer">
    <w:name w:val="footer"/>
    <w:basedOn w:val="BodyText"/>
    <w:link w:val="FooterChar"/>
    <w:rsid w:val="00AD6FCA"/>
    <w:pPr>
      <w:spacing w:before="80" w:line="200" w:lineRule="exact"/>
      <w:ind w:right="6"/>
      <w:jc w:val="left"/>
    </w:pPr>
    <w:rPr>
      <w:rFonts w:ascii="Arial" w:hAnsi="Arial"/>
      <w:caps/>
      <w:spacing w:val="-4"/>
      <w:sz w:val="16"/>
    </w:rPr>
  </w:style>
  <w:style w:type="paragraph" w:customStyle="1" w:styleId="FooterEnd">
    <w:name w:val="Footer End"/>
    <w:basedOn w:val="Footer"/>
    <w:link w:val="FooterEndChar"/>
    <w:rsid w:val="00AD6FCA"/>
    <w:pPr>
      <w:spacing w:before="0" w:line="20" w:lineRule="exact"/>
    </w:pPr>
  </w:style>
  <w:style w:type="paragraph" w:styleId="Header">
    <w:name w:val="header"/>
    <w:basedOn w:val="BodyText"/>
    <w:link w:val="HeaderChar"/>
    <w:rsid w:val="00AD6FCA"/>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AD6FCA"/>
    <w:pPr>
      <w:spacing w:line="20" w:lineRule="exact"/>
    </w:pPr>
    <w:rPr>
      <w:sz w:val="16"/>
    </w:rPr>
  </w:style>
  <w:style w:type="paragraph" w:customStyle="1" w:styleId="HeaderEven">
    <w:name w:val="Header Even"/>
    <w:basedOn w:val="Header"/>
    <w:semiHidden/>
    <w:rsid w:val="00AD6FCA"/>
  </w:style>
  <w:style w:type="paragraph" w:customStyle="1" w:styleId="HeaderOdd">
    <w:name w:val="Header Odd"/>
    <w:basedOn w:val="Header"/>
    <w:semiHidden/>
    <w:rsid w:val="00AD6FCA"/>
  </w:style>
  <w:style w:type="character" w:styleId="PageNumber">
    <w:name w:val="page number"/>
    <w:basedOn w:val="DefaultParagraphFont"/>
    <w:rsid w:val="00AD6FCA"/>
    <w:rPr>
      <w:rFonts w:ascii="Arial" w:hAnsi="Arial"/>
      <w:b/>
      <w:sz w:val="16"/>
    </w:rPr>
  </w:style>
  <w:style w:type="paragraph" w:customStyle="1" w:styleId="Abbreviation">
    <w:name w:val="Abbreviation"/>
    <w:basedOn w:val="BodyText"/>
    <w:rsid w:val="00AD6FCA"/>
    <w:pPr>
      <w:spacing w:before="120"/>
      <w:ind w:left="2381" w:hanging="2381"/>
      <w:jc w:val="left"/>
    </w:pPr>
  </w:style>
  <w:style w:type="paragraph" w:customStyle="1" w:styleId="Box">
    <w:name w:val="Box"/>
    <w:basedOn w:val="BodyText"/>
    <w:qFormat/>
    <w:rsid w:val="00AD6FCA"/>
    <w:pPr>
      <w:keepNext/>
      <w:spacing w:before="120" w:line="260" w:lineRule="atLeast"/>
    </w:pPr>
    <w:rPr>
      <w:rFonts w:ascii="Arial" w:hAnsi="Arial"/>
      <w:sz w:val="20"/>
    </w:rPr>
  </w:style>
  <w:style w:type="paragraph" w:customStyle="1" w:styleId="BoxContinued">
    <w:name w:val="Box Continued"/>
    <w:basedOn w:val="BodyText"/>
    <w:next w:val="BodyText"/>
    <w:semiHidden/>
    <w:rsid w:val="00AD6FCA"/>
    <w:pPr>
      <w:spacing w:before="180" w:line="220" w:lineRule="exact"/>
      <w:jc w:val="right"/>
    </w:pPr>
    <w:rPr>
      <w:rFonts w:ascii="Arial" w:hAnsi="Arial"/>
      <w:sz w:val="18"/>
    </w:rPr>
  </w:style>
  <w:style w:type="paragraph" w:customStyle="1" w:styleId="BoxHeading1">
    <w:name w:val="Box Heading 1"/>
    <w:basedOn w:val="BodyText"/>
    <w:next w:val="Box"/>
    <w:rsid w:val="00AD6FCA"/>
    <w:pPr>
      <w:keepNext/>
      <w:spacing w:before="200" w:line="280" w:lineRule="atLeast"/>
    </w:pPr>
    <w:rPr>
      <w:rFonts w:ascii="Arial" w:hAnsi="Arial"/>
      <w:b/>
      <w:sz w:val="22"/>
    </w:rPr>
  </w:style>
  <w:style w:type="paragraph" w:customStyle="1" w:styleId="BoxHeading2">
    <w:name w:val="Box Heading 2"/>
    <w:basedOn w:val="BoxHeading1"/>
    <w:next w:val="Normal"/>
    <w:rsid w:val="00AD6FCA"/>
    <w:rPr>
      <w:b w:val="0"/>
      <w:i/>
    </w:rPr>
  </w:style>
  <w:style w:type="paragraph" w:customStyle="1" w:styleId="BoxListBullet">
    <w:name w:val="Box List Bullet"/>
    <w:basedOn w:val="BodyText"/>
    <w:rsid w:val="00AD6FCA"/>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AD6FCA"/>
    <w:pPr>
      <w:numPr>
        <w:numId w:val="2"/>
      </w:numPr>
      <w:ind w:left="568" w:hanging="284"/>
    </w:pPr>
  </w:style>
  <w:style w:type="paragraph" w:customStyle="1" w:styleId="BoxListNumber">
    <w:name w:val="Box List Number"/>
    <w:basedOn w:val="BodyText"/>
    <w:rsid w:val="00AD6FCA"/>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AD6FCA"/>
    <w:pPr>
      <w:numPr>
        <w:ilvl w:val="1"/>
      </w:numPr>
      <w:ind w:left="681" w:hanging="397"/>
    </w:pPr>
  </w:style>
  <w:style w:type="paragraph" w:customStyle="1" w:styleId="BoxQuote">
    <w:name w:val="Box Quote"/>
    <w:basedOn w:val="BodyText"/>
    <w:next w:val="Box"/>
    <w:qFormat/>
    <w:rsid w:val="00AD6FCA"/>
    <w:pPr>
      <w:keepNext/>
      <w:spacing w:before="60" w:line="240" w:lineRule="exact"/>
      <w:ind w:left="284"/>
    </w:pPr>
    <w:rPr>
      <w:rFonts w:ascii="Arial" w:hAnsi="Arial"/>
      <w:sz w:val="18"/>
    </w:rPr>
  </w:style>
  <w:style w:type="paragraph" w:customStyle="1" w:styleId="Note">
    <w:name w:val="Note"/>
    <w:basedOn w:val="BodyText"/>
    <w:next w:val="BodyText"/>
    <w:rsid w:val="00AD6FCA"/>
    <w:pPr>
      <w:keepLines/>
      <w:spacing w:before="80" w:line="220" w:lineRule="exact"/>
    </w:pPr>
    <w:rPr>
      <w:rFonts w:ascii="Arial" w:hAnsi="Arial"/>
      <w:sz w:val="18"/>
    </w:rPr>
  </w:style>
  <w:style w:type="paragraph" w:customStyle="1" w:styleId="Source">
    <w:name w:val="Source"/>
    <w:basedOn w:val="Normal"/>
    <w:next w:val="BodyText"/>
    <w:rsid w:val="00AD6FCA"/>
    <w:pPr>
      <w:keepLines/>
      <w:spacing w:before="80" w:line="220" w:lineRule="exact"/>
      <w:jc w:val="both"/>
    </w:pPr>
    <w:rPr>
      <w:rFonts w:ascii="Arial" w:hAnsi="Arial"/>
      <w:sz w:val="18"/>
      <w:szCs w:val="20"/>
    </w:rPr>
  </w:style>
  <w:style w:type="paragraph" w:customStyle="1" w:styleId="BoxSource">
    <w:name w:val="Box Source"/>
    <w:basedOn w:val="Source"/>
    <w:next w:val="BodyText"/>
    <w:rsid w:val="00AD6FCA"/>
    <w:pPr>
      <w:spacing w:before="120"/>
    </w:pPr>
  </w:style>
  <w:style w:type="paragraph" w:customStyle="1" w:styleId="BoxSpaceAbove">
    <w:name w:val="Box Space Above"/>
    <w:basedOn w:val="BodyText"/>
    <w:rsid w:val="00AD6FCA"/>
    <w:pPr>
      <w:keepNext/>
      <w:spacing w:before="360" w:line="80" w:lineRule="exact"/>
      <w:jc w:val="left"/>
    </w:pPr>
  </w:style>
  <w:style w:type="paragraph" w:styleId="Caption">
    <w:name w:val="caption"/>
    <w:basedOn w:val="Normal"/>
    <w:next w:val="BodyText"/>
    <w:rsid w:val="00AD6FCA"/>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AD6FCA"/>
    <w:pPr>
      <w:spacing w:before="120" w:after="0"/>
    </w:pPr>
  </w:style>
  <w:style w:type="paragraph" w:customStyle="1" w:styleId="BoxSubtitle">
    <w:name w:val="Box Subtitle"/>
    <w:basedOn w:val="BoxTitle"/>
    <w:next w:val="Normal"/>
    <w:rsid w:val="00AD6FCA"/>
    <w:pPr>
      <w:spacing w:after="80" w:line="200" w:lineRule="exact"/>
      <w:ind w:firstLine="0"/>
    </w:pPr>
    <w:rPr>
      <w:b w:val="0"/>
      <w:sz w:val="20"/>
    </w:rPr>
  </w:style>
  <w:style w:type="paragraph" w:customStyle="1" w:styleId="Chapter">
    <w:name w:val="Chapter"/>
    <w:basedOn w:val="Heading1"/>
    <w:next w:val="BodyText"/>
    <w:semiHidden/>
    <w:rsid w:val="00AD6FCA"/>
    <w:pPr>
      <w:ind w:left="0" w:firstLine="0"/>
      <w:outlineLvl w:val="9"/>
    </w:pPr>
  </w:style>
  <w:style w:type="paragraph" w:customStyle="1" w:styleId="ChapterSummary">
    <w:name w:val="Chapter Summary"/>
    <w:basedOn w:val="BodyText"/>
    <w:rsid w:val="00AD6FCA"/>
    <w:pPr>
      <w:spacing w:line="280" w:lineRule="atLeast"/>
      <w:ind w:left="907"/>
    </w:pPr>
    <w:rPr>
      <w:rFonts w:ascii="Arial" w:hAnsi="Arial"/>
      <w:b/>
      <w:sz w:val="20"/>
    </w:rPr>
  </w:style>
  <w:style w:type="character" w:styleId="CommentReference">
    <w:name w:val="annotation reference"/>
    <w:basedOn w:val="DefaultParagraphFont"/>
    <w:semiHidden/>
    <w:rsid w:val="00AD6FCA"/>
    <w:rPr>
      <w:b/>
      <w:vanish/>
      <w:color w:val="FF00FF"/>
      <w:sz w:val="20"/>
    </w:rPr>
  </w:style>
  <w:style w:type="paragraph" w:styleId="CommentText">
    <w:name w:val="annotation text"/>
    <w:basedOn w:val="Normal"/>
    <w:link w:val="CommentTextChar1"/>
    <w:semiHidden/>
    <w:rsid w:val="00AD6FCA"/>
    <w:pPr>
      <w:spacing w:before="120" w:line="240" w:lineRule="atLeast"/>
      <w:ind w:left="567" w:hanging="567"/>
    </w:pPr>
    <w:rPr>
      <w:sz w:val="20"/>
    </w:rPr>
  </w:style>
  <w:style w:type="paragraph" w:customStyle="1" w:styleId="Continued">
    <w:name w:val="Continued"/>
    <w:basedOn w:val="BoxContinued"/>
    <w:next w:val="BodyText"/>
    <w:rsid w:val="00AD6FCA"/>
  </w:style>
  <w:style w:type="character" w:customStyle="1" w:styleId="DocumentInfo">
    <w:name w:val="Document Info"/>
    <w:basedOn w:val="DefaultParagraphFont"/>
    <w:semiHidden/>
    <w:rsid w:val="00AD6FCA"/>
    <w:rPr>
      <w:rFonts w:ascii="Arial" w:hAnsi="Arial"/>
      <w:sz w:val="14"/>
    </w:rPr>
  </w:style>
  <w:style w:type="character" w:customStyle="1" w:styleId="DraftingNote">
    <w:name w:val="Drafting Note"/>
    <w:basedOn w:val="DefaultParagraphFont"/>
    <w:rsid w:val="00AD6FCA"/>
    <w:rPr>
      <w:b/>
      <w:color w:val="FF0000"/>
      <w:sz w:val="24"/>
      <w:u w:val="dotted"/>
    </w:rPr>
  </w:style>
  <w:style w:type="paragraph" w:customStyle="1" w:styleId="Figure">
    <w:name w:val="Figure"/>
    <w:basedOn w:val="BodyText"/>
    <w:rsid w:val="00AD6FCA"/>
    <w:pPr>
      <w:keepNext/>
      <w:spacing w:before="120" w:after="120" w:line="240" w:lineRule="atLeast"/>
      <w:jc w:val="center"/>
    </w:pPr>
  </w:style>
  <w:style w:type="paragraph" w:customStyle="1" w:styleId="FigureTitle">
    <w:name w:val="Figure Title"/>
    <w:basedOn w:val="Caption"/>
    <w:next w:val="Subtitle"/>
    <w:rsid w:val="00AD6FCA"/>
    <w:pPr>
      <w:spacing w:before="120"/>
    </w:pPr>
  </w:style>
  <w:style w:type="paragraph" w:styleId="Subtitle">
    <w:name w:val="Subtitle"/>
    <w:basedOn w:val="Caption"/>
    <w:link w:val="SubtitleChar"/>
    <w:qFormat/>
    <w:rsid w:val="00AD6FCA"/>
    <w:pPr>
      <w:spacing w:before="0" w:line="200" w:lineRule="exact"/>
      <w:ind w:firstLine="0"/>
    </w:pPr>
    <w:rPr>
      <w:b w:val="0"/>
      <w:sz w:val="20"/>
    </w:rPr>
  </w:style>
  <w:style w:type="paragraph" w:customStyle="1" w:styleId="Finding">
    <w:name w:val="Finding"/>
    <w:basedOn w:val="BodyText"/>
    <w:rsid w:val="00AD6FCA"/>
    <w:pPr>
      <w:keepLines/>
      <w:spacing w:before="120" w:line="280" w:lineRule="atLeast"/>
    </w:pPr>
    <w:rPr>
      <w:rFonts w:ascii="Arial" w:hAnsi="Arial"/>
      <w:sz w:val="22"/>
    </w:rPr>
  </w:style>
  <w:style w:type="paragraph" w:customStyle="1" w:styleId="FindingBullet">
    <w:name w:val="Finding Bullet"/>
    <w:basedOn w:val="Finding"/>
    <w:rsid w:val="00AD6FCA"/>
    <w:pPr>
      <w:numPr>
        <w:numId w:val="3"/>
      </w:numPr>
      <w:spacing w:before="80"/>
    </w:pPr>
  </w:style>
  <w:style w:type="paragraph" w:customStyle="1" w:styleId="FindingNoTitle">
    <w:name w:val="Finding NoTitle"/>
    <w:basedOn w:val="Finding"/>
    <w:rsid w:val="00AD6FCA"/>
    <w:pPr>
      <w:spacing w:before="240"/>
    </w:pPr>
  </w:style>
  <w:style w:type="paragraph" w:customStyle="1" w:styleId="RecTitle">
    <w:name w:val="Rec Title"/>
    <w:basedOn w:val="BodyText"/>
    <w:next w:val="Rec"/>
    <w:qFormat/>
    <w:rsid w:val="00AD6FCA"/>
    <w:pPr>
      <w:keepNext/>
      <w:keepLines/>
      <w:spacing w:line="280" w:lineRule="atLeast"/>
    </w:pPr>
    <w:rPr>
      <w:rFonts w:ascii="Arial" w:hAnsi="Arial"/>
      <w:caps/>
      <w:sz w:val="18"/>
    </w:rPr>
  </w:style>
  <w:style w:type="paragraph" w:customStyle="1" w:styleId="FindingTitle">
    <w:name w:val="Finding Title"/>
    <w:basedOn w:val="RecTitle"/>
    <w:next w:val="Finding"/>
    <w:rsid w:val="00AD6FCA"/>
  </w:style>
  <w:style w:type="character" w:styleId="FootnoteReference">
    <w:name w:val="footnote reference"/>
    <w:basedOn w:val="DefaultParagraphFont"/>
    <w:semiHidden/>
    <w:rsid w:val="00AD6FCA"/>
    <w:rPr>
      <w:rFonts w:ascii="Times New Roman" w:hAnsi="Times New Roman"/>
      <w:position w:val="6"/>
      <w:sz w:val="20"/>
      <w:vertAlign w:val="baseline"/>
    </w:rPr>
  </w:style>
  <w:style w:type="paragraph" w:styleId="FootnoteText">
    <w:name w:val="footnote text"/>
    <w:basedOn w:val="BodyText"/>
    <w:link w:val="FootnoteTextChar"/>
    <w:rsid w:val="00AD6FCA"/>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AD6FCA"/>
    <w:rPr>
      <w:i/>
    </w:rPr>
  </w:style>
  <w:style w:type="paragraph" w:customStyle="1" w:styleId="Jurisdictioncommentsbodytext">
    <w:name w:val="Jurisdiction comments body text"/>
    <w:rsid w:val="00AD6FCA"/>
    <w:pPr>
      <w:spacing w:after="140"/>
      <w:jc w:val="both"/>
    </w:pPr>
    <w:rPr>
      <w:rFonts w:ascii="Arial" w:hAnsi="Arial"/>
      <w:sz w:val="24"/>
      <w:lang w:eastAsia="en-US"/>
    </w:rPr>
  </w:style>
  <w:style w:type="paragraph" w:customStyle="1" w:styleId="Jurisdictioncommentsheading">
    <w:name w:val="Jurisdiction comments heading"/>
    <w:rsid w:val="00AD6FCA"/>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D6FCA"/>
    <w:pPr>
      <w:numPr>
        <w:numId w:val="4"/>
      </w:numPr>
      <w:spacing w:after="140"/>
      <w:jc w:val="both"/>
    </w:pPr>
    <w:rPr>
      <w:rFonts w:ascii="Arial" w:hAnsi="Arial"/>
      <w:sz w:val="24"/>
      <w:lang w:eastAsia="en-US"/>
    </w:rPr>
  </w:style>
  <w:style w:type="paragraph" w:styleId="ListBullet">
    <w:name w:val="List Bullet"/>
    <w:basedOn w:val="BodyText"/>
    <w:rsid w:val="00AD6FCA"/>
    <w:pPr>
      <w:numPr>
        <w:numId w:val="5"/>
      </w:numPr>
      <w:spacing w:before="120"/>
    </w:pPr>
  </w:style>
  <w:style w:type="paragraph" w:styleId="ListBullet2">
    <w:name w:val="List Bullet 2"/>
    <w:basedOn w:val="BodyText"/>
    <w:rsid w:val="00AD6FCA"/>
    <w:pPr>
      <w:numPr>
        <w:numId w:val="6"/>
      </w:numPr>
      <w:spacing w:before="120"/>
    </w:pPr>
  </w:style>
  <w:style w:type="paragraph" w:styleId="ListBullet3">
    <w:name w:val="List Bullet 3"/>
    <w:basedOn w:val="BodyText"/>
    <w:rsid w:val="00AD6FCA"/>
    <w:pPr>
      <w:numPr>
        <w:numId w:val="7"/>
      </w:numPr>
      <w:spacing w:before="120"/>
      <w:ind w:left="1020" w:hanging="340"/>
    </w:pPr>
  </w:style>
  <w:style w:type="paragraph" w:styleId="ListNumber">
    <w:name w:val="List Number"/>
    <w:basedOn w:val="BodyText"/>
    <w:rsid w:val="00AD6FCA"/>
    <w:pPr>
      <w:numPr>
        <w:numId w:val="13"/>
      </w:numPr>
      <w:spacing w:before="120"/>
    </w:pPr>
  </w:style>
  <w:style w:type="paragraph" w:styleId="ListNumber2">
    <w:name w:val="List Number 2"/>
    <w:basedOn w:val="ListNumber"/>
    <w:rsid w:val="00AD6FCA"/>
    <w:pPr>
      <w:numPr>
        <w:ilvl w:val="1"/>
      </w:numPr>
    </w:pPr>
  </w:style>
  <w:style w:type="paragraph" w:styleId="ListNumber3">
    <w:name w:val="List Number 3"/>
    <w:basedOn w:val="ListNumber2"/>
    <w:rsid w:val="00AD6FCA"/>
    <w:pPr>
      <w:numPr>
        <w:ilvl w:val="2"/>
      </w:numPr>
    </w:pPr>
  </w:style>
  <w:style w:type="character" w:customStyle="1" w:styleId="NoteLabel">
    <w:name w:val="Note Label"/>
    <w:basedOn w:val="DefaultParagraphFont"/>
    <w:rsid w:val="00AD6FCA"/>
    <w:rPr>
      <w:rFonts w:ascii="Arial" w:hAnsi="Arial"/>
      <w:b/>
      <w:position w:val="6"/>
      <w:sz w:val="18"/>
    </w:rPr>
  </w:style>
  <w:style w:type="paragraph" w:customStyle="1" w:styleId="PartDivider">
    <w:name w:val="Part Divider"/>
    <w:basedOn w:val="BodyText"/>
    <w:next w:val="BodyText"/>
    <w:semiHidden/>
    <w:rsid w:val="00AD6FCA"/>
    <w:pPr>
      <w:spacing w:before="0" w:line="40" w:lineRule="exact"/>
      <w:jc w:val="right"/>
    </w:pPr>
    <w:rPr>
      <w:smallCaps/>
      <w:sz w:val="16"/>
    </w:rPr>
  </w:style>
  <w:style w:type="paragraph" w:customStyle="1" w:styleId="PartNumber">
    <w:name w:val="Part Number"/>
    <w:basedOn w:val="BodyText"/>
    <w:next w:val="BodyText"/>
    <w:semiHidden/>
    <w:rsid w:val="00AD6FCA"/>
    <w:pPr>
      <w:spacing w:before="4000" w:line="320" w:lineRule="exact"/>
      <w:ind w:left="6634"/>
      <w:jc w:val="right"/>
    </w:pPr>
    <w:rPr>
      <w:smallCaps/>
      <w:spacing w:val="60"/>
      <w:sz w:val="32"/>
    </w:rPr>
  </w:style>
  <w:style w:type="paragraph" w:customStyle="1" w:styleId="PartTitle">
    <w:name w:val="Part Title"/>
    <w:basedOn w:val="BodyText"/>
    <w:semiHidden/>
    <w:rsid w:val="00AD6FCA"/>
    <w:pPr>
      <w:spacing w:before="160" w:after="1360" w:line="520" w:lineRule="exact"/>
      <w:ind w:right="2381"/>
      <w:jc w:val="right"/>
    </w:pPr>
    <w:rPr>
      <w:smallCaps/>
      <w:sz w:val="52"/>
    </w:rPr>
  </w:style>
  <w:style w:type="paragraph" w:styleId="Quote">
    <w:name w:val="Quote"/>
    <w:basedOn w:val="BodyText"/>
    <w:next w:val="BodyText"/>
    <w:link w:val="QuoteChar"/>
    <w:qFormat/>
    <w:rsid w:val="00AD6FCA"/>
    <w:pPr>
      <w:spacing w:before="120" w:line="280" w:lineRule="exact"/>
      <w:ind w:left="340"/>
    </w:pPr>
    <w:rPr>
      <w:sz w:val="22"/>
    </w:rPr>
  </w:style>
  <w:style w:type="paragraph" w:customStyle="1" w:styleId="QuoteBullet">
    <w:name w:val="Quote Bullet"/>
    <w:basedOn w:val="Quote"/>
    <w:rsid w:val="00AD6FCA"/>
    <w:pPr>
      <w:numPr>
        <w:numId w:val="8"/>
      </w:numPr>
    </w:pPr>
  </w:style>
  <w:style w:type="paragraph" w:customStyle="1" w:styleId="Rec">
    <w:name w:val="Rec"/>
    <w:basedOn w:val="BodyText"/>
    <w:qFormat/>
    <w:rsid w:val="00AD6FCA"/>
    <w:pPr>
      <w:keepLines/>
      <w:spacing w:before="120" w:line="280" w:lineRule="atLeast"/>
    </w:pPr>
    <w:rPr>
      <w:rFonts w:ascii="Arial" w:hAnsi="Arial"/>
      <w:sz w:val="22"/>
    </w:rPr>
  </w:style>
  <w:style w:type="paragraph" w:customStyle="1" w:styleId="RecBullet">
    <w:name w:val="Rec Bullet"/>
    <w:basedOn w:val="Rec"/>
    <w:rsid w:val="00AD6FCA"/>
    <w:pPr>
      <w:numPr>
        <w:numId w:val="9"/>
      </w:numPr>
      <w:spacing w:before="80"/>
    </w:pPr>
  </w:style>
  <w:style w:type="paragraph" w:customStyle="1" w:styleId="RecB">
    <w:name w:val="RecB"/>
    <w:basedOn w:val="Normal"/>
    <w:rsid w:val="00AD6FCA"/>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AD6FCA"/>
    <w:pPr>
      <w:numPr>
        <w:numId w:val="10"/>
      </w:numPr>
      <w:spacing w:before="80"/>
    </w:pPr>
  </w:style>
  <w:style w:type="paragraph" w:customStyle="1" w:styleId="RecBNoTitle">
    <w:name w:val="RecB NoTitle"/>
    <w:basedOn w:val="RecB"/>
    <w:rsid w:val="00AD6FCA"/>
    <w:pPr>
      <w:spacing w:before="240"/>
    </w:pPr>
  </w:style>
  <w:style w:type="paragraph" w:customStyle="1" w:styleId="Reference">
    <w:name w:val="Reference"/>
    <w:basedOn w:val="BodyText"/>
    <w:link w:val="ReferenceChar"/>
    <w:rsid w:val="00AD6FCA"/>
    <w:pPr>
      <w:spacing w:before="120"/>
      <w:ind w:left="340" w:hanging="340"/>
    </w:pPr>
  </w:style>
  <w:style w:type="paragraph" w:customStyle="1" w:styleId="SequenceInfo">
    <w:name w:val="Sequence Info"/>
    <w:basedOn w:val="BodyText"/>
    <w:semiHidden/>
    <w:rsid w:val="00AD6FCA"/>
    <w:rPr>
      <w:vanish/>
      <w:sz w:val="16"/>
    </w:rPr>
  </w:style>
  <w:style w:type="paragraph" w:customStyle="1" w:styleId="SideNote">
    <w:name w:val="Side Note"/>
    <w:basedOn w:val="BodyText"/>
    <w:next w:val="BodyText"/>
    <w:semiHidden/>
    <w:rsid w:val="00AD6FCA"/>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D6FCA"/>
    <w:pPr>
      <w:framePr w:wrap="around"/>
      <w:numPr>
        <w:numId w:val="11"/>
      </w:numPr>
      <w:tabs>
        <w:tab w:val="left" w:pos="227"/>
      </w:tabs>
    </w:pPr>
  </w:style>
  <w:style w:type="paragraph" w:customStyle="1" w:styleId="SideNoteGraphic">
    <w:name w:val="Side Note Graphic"/>
    <w:basedOn w:val="SideNote"/>
    <w:next w:val="BodyText"/>
    <w:semiHidden/>
    <w:rsid w:val="00AD6FCA"/>
    <w:pPr>
      <w:framePr w:wrap="around"/>
    </w:pPr>
  </w:style>
  <w:style w:type="paragraph" w:customStyle="1" w:styleId="TableBodyText">
    <w:name w:val="Table Body Text"/>
    <w:basedOn w:val="BodyText"/>
    <w:rsid w:val="00AD6FC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AD6FCA"/>
    <w:pPr>
      <w:numPr>
        <w:numId w:val="12"/>
      </w:numPr>
      <w:jc w:val="left"/>
    </w:pPr>
  </w:style>
  <w:style w:type="paragraph" w:customStyle="1" w:styleId="TableColumnHeading">
    <w:name w:val="Table Column Heading"/>
    <w:basedOn w:val="TableBodyText"/>
    <w:rsid w:val="00AD6FCA"/>
    <w:pPr>
      <w:spacing w:before="80" w:after="80"/>
    </w:pPr>
    <w:rPr>
      <w:i/>
    </w:rPr>
  </w:style>
  <w:style w:type="paragraph" w:styleId="TOC2">
    <w:name w:val="toc 2"/>
    <w:basedOn w:val="TOC1"/>
    <w:rsid w:val="00AD6FCA"/>
    <w:pPr>
      <w:ind w:left="1134" w:hanging="624"/>
    </w:pPr>
    <w:rPr>
      <w:b w:val="0"/>
    </w:rPr>
  </w:style>
  <w:style w:type="paragraph" w:styleId="TOC3">
    <w:name w:val="toc 3"/>
    <w:basedOn w:val="TOC2"/>
    <w:rsid w:val="00AD6FCA"/>
    <w:pPr>
      <w:spacing w:before="60"/>
      <w:ind w:left="1190" w:hanging="680"/>
    </w:pPr>
  </w:style>
  <w:style w:type="paragraph" w:styleId="TableofFigures">
    <w:name w:val="table of figures"/>
    <w:basedOn w:val="TOC3"/>
    <w:next w:val="BodyText"/>
    <w:semiHidden/>
    <w:rsid w:val="00AD6FCA"/>
    <w:pPr>
      <w:ind w:left="737" w:hanging="737"/>
    </w:pPr>
  </w:style>
  <w:style w:type="paragraph" w:customStyle="1" w:styleId="TableTitle">
    <w:name w:val="Table Title"/>
    <w:basedOn w:val="Caption"/>
    <w:next w:val="Subtitle"/>
    <w:qFormat/>
    <w:rsid w:val="00AD6FCA"/>
    <w:pPr>
      <w:spacing w:before="120"/>
    </w:pPr>
  </w:style>
  <w:style w:type="paragraph" w:customStyle="1" w:styleId="TableUnitsRow">
    <w:name w:val="Table Units Row"/>
    <w:basedOn w:val="TableBodyText"/>
    <w:rsid w:val="00AD6FCA"/>
    <w:pPr>
      <w:spacing w:before="40"/>
    </w:pPr>
  </w:style>
  <w:style w:type="paragraph" w:styleId="TOC1">
    <w:name w:val="toc 1"/>
    <w:basedOn w:val="Normal"/>
    <w:next w:val="TOC2"/>
    <w:link w:val="TOC1Char"/>
    <w:rsid w:val="00AD6FCA"/>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D6FCA"/>
    <w:pPr>
      <w:ind w:left="1191" w:firstLine="0"/>
    </w:pPr>
  </w:style>
  <w:style w:type="paragraph" w:customStyle="1" w:styleId="RecBBullet2">
    <w:name w:val="RecB Bullet 2"/>
    <w:basedOn w:val="ListBullet2"/>
    <w:rsid w:val="00AD6FCA"/>
    <w:pPr>
      <w:pBdr>
        <w:left w:val="single" w:sz="24" w:space="29" w:color="C0C0C0"/>
      </w:pBdr>
    </w:pPr>
    <w:rPr>
      <w:b/>
      <w:i/>
    </w:rPr>
  </w:style>
  <w:style w:type="paragraph" w:styleId="BalloonText">
    <w:name w:val="Balloon Text"/>
    <w:basedOn w:val="Normal"/>
    <w:link w:val="BalloonTextChar"/>
    <w:rsid w:val="00AD6FCA"/>
    <w:rPr>
      <w:rFonts w:ascii="Tahoma" w:hAnsi="Tahoma" w:cs="Tahoma"/>
      <w:sz w:val="16"/>
      <w:szCs w:val="16"/>
    </w:rPr>
  </w:style>
  <w:style w:type="character" w:customStyle="1" w:styleId="BalloonTextChar">
    <w:name w:val="Balloon Text Char"/>
    <w:basedOn w:val="DefaultParagraphFont"/>
    <w:link w:val="BalloonText"/>
    <w:rsid w:val="00AD6FCA"/>
    <w:rPr>
      <w:rFonts w:ascii="Tahoma" w:hAnsi="Tahoma" w:cs="Tahoma"/>
      <w:sz w:val="16"/>
      <w:szCs w:val="16"/>
    </w:rPr>
  </w:style>
  <w:style w:type="character" w:customStyle="1" w:styleId="SubtitleChar">
    <w:name w:val="Subtitle Char"/>
    <w:basedOn w:val="DefaultParagraphFont"/>
    <w:link w:val="Subtitle"/>
    <w:rsid w:val="00AD6FCA"/>
    <w:rPr>
      <w:rFonts w:ascii="Arial" w:hAnsi="Arial"/>
      <w:szCs w:val="24"/>
    </w:rPr>
  </w:style>
  <w:style w:type="paragraph" w:customStyle="1" w:styleId="BoxListBullet3">
    <w:name w:val="Box List Bullet 3"/>
    <w:basedOn w:val="ListBullet3"/>
    <w:rsid w:val="00AD6FCA"/>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AD6FCA"/>
    <w:rPr>
      <w:i/>
      <w:iCs/>
    </w:rPr>
  </w:style>
  <w:style w:type="paragraph" w:customStyle="1" w:styleId="BoxQuoteBullet">
    <w:name w:val="Box Quote Bullet"/>
    <w:basedOn w:val="BoxQuote"/>
    <w:next w:val="Box"/>
    <w:rsid w:val="00AD6FCA"/>
    <w:pPr>
      <w:numPr>
        <w:numId w:val="16"/>
      </w:numPr>
      <w:ind w:left="568" w:hanging="284"/>
    </w:pPr>
  </w:style>
  <w:style w:type="paragraph" w:customStyle="1" w:styleId="InformationRequestBullet">
    <w:name w:val="Information Request Bullet"/>
    <w:basedOn w:val="ListBullet"/>
    <w:next w:val="BodyText"/>
    <w:rsid w:val="00AD6FCA"/>
    <w:pPr>
      <w:numPr>
        <w:numId w:val="17"/>
      </w:numPr>
      <w:spacing w:before="80" w:line="280" w:lineRule="atLeast"/>
      <w:ind w:left="357" w:hanging="357"/>
    </w:pPr>
    <w:rPr>
      <w:rFonts w:ascii="Arial" w:hAnsi="Arial"/>
      <w:i/>
      <w:sz w:val="22"/>
    </w:rPr>
  </w:style>
  <w:style w:type="paragraph" w:customStyle="1" w:styleId="BoxSpaceBelow">
    <w:name w:val="Box Space Below"/>
    <w:basedOn w:val="Box"/>
    <w:rsid w:val="00AD6FCA"/>
    <w:pPr>
      <w:keepNext w:val="0"/>
      <w:spacing w:before="60" w:after="60" w:line="80" w:lineRule="exact"/>
    </w:pPr>
    <w:rPr>
      <w:sz w:val="14"/>
    </w:rPr>
  </w:style>
  <w:style w:type="character" w:customStyle="1" w:styleId="Heading1Char">
    <w:name w:val="Heading 1 Char"/>
    <w:basedOn w:val="DefaultParagraphFont"/>
    <w:link w:val="Heading1"/>
    <w:rsid w:val="00FF51E1"/>
    <w:rPr>
      <w:sz w:val="52"/>
    </w:rPr>
  </w:style>
  <w:style w:type="character" w:customStyle="1" w:styleId="Heading2Char">
    <w:name w:val="Heading 2 Char"/>
    <w:basedOn w:val="DefaultParagraphFont"/>
    <w:link w:val="Heading2"/>
    <w:rsid w:val="00FF51E1"/>
    <w:rPr>
      <w:rFonts w:ascii="Arial" w:hAnsi="Arial"/>
      <w:b/>
      <w:sz w:val="32"/>
    </w:rPr>
  </w:style>
  <w:style w:type="character" w:customStyle="1" w:styleId="Heading3Char">
    <w:name w:val="Heading 3 Char"/>
    <w:basedOn w:val="DefaultParagraphFont"/>
    <w:link w:val="Heading3"/>
    <w:rsid w:val="00FF51E1"/>
    <w:rPr>
      <w:rFonts w:ascii="Arial" w:hAnsi="Arial"/>
      <w:b/>
      <w:sz w:val="26"/>
    </w:rPr>
  </w:style>
  <w:style w:type="character" w:customStyle="1" w:styleId="Heading4Char">
    <w:name w:val="Heading 4 Char"/>
    <w:basedOn w:val="DefaultParagraphFont"/>
    <w:link w:val="Heading4"/>
    <w:rsid w:val="00FF51E1"/>
    <w:rPr>
      <w:rFonts w:ascii="Arial" w:hAnsi="Arial"/>
      <w:sz w:val="24"/>
    </w:rPr>
  </w:style>
  <w:style w:type="character" w:customStyle="1" w:styleId="Heading5Char">
    <w:name w:val="Heading 5 Char"/>
    <w:basedOn w:val="DefaultParagraphFont"/>
    <w:link w:val="Heading5"/>
    <w:rsid w:val="00AD6FCA"/>
    <w:rPr>
      <w:rFonts w:ascii="Arial" w:hAnsi="Arial"/>
      <w:i/>
      <w:sz w:val="22"/>
    </w:rPr>
  </w:style>
  <w:style w:type="character" w:customStyle="1" w:styleId="Heading6Char">
    <w:name w:val="Heading 6 Char"/>
    <w:basedOn w:val="DefaultParagraphFont"/>
    <w:link w:val="Heading6"/>
    <w:rsid w:val="00FF51E1"/>
    <w:rPr>
      <w:i/>
      <w:sz w:val="22"/>
    </w:rPr>
  </w:style>
  <w:style w:type="character" w:customStyle="1" w:styleId="Heading7Char">
    <w:name w:val="Heading 7 Char"/>
    <w:basedOn w:val="DefaultParagraphFont"/>
    <w:link w:val="Heading7"/>
    <w:rsid w:val="00FF51E1"/>
    <w:rPr>
      <w:rFonts w:ascii="Arial" w:hAnsi="Arial"/>
    </w:rPr>
  </w:style>
  <w:style w:type="character" w:customStyle="1" w:styleId="Heading8Char">
    <w:name w:val="Heading 8 Char"/>
    <w:basedOn w:val="DefaultParagraphFont"/>
    <w:link w:val="Heading8"/>
    <w:rsid w:val="00FF51E1"/>
    <w:rPr>
      <w:rFonts w:ascii="Arial" w:hAnsi="Arial"/>
      <w:i/>
    </w:rPr>
  </w:style>
  <w:style w:type="character" w:customStyle="1" w:styleId="Heading9Char">
    <w:name w:val="Heading 9 Char"/>
    <w:basedOn w:val="DefaultParagraphFont"/>
    <w:link w:val="Heading9"/>
    <w:rsid w:val="00FF51E1"/>
    <w:rPr>
      <w:rFonts w:ascii="Arial" w:hAnsi="Arial"/>
      <w:b/>
      <w:i/>
      <w:sz w:val="18"/>
    </w:rPr>
  </w:style>
  <w:style w:type="character" w:customStyle="1" w:styleId="BodyTextChar">
    <w:name w:val="Body Text Char"/>
    <w:basedOn w:val="DefaultParagraphFont"/>
    <w:link w:val="BodyText"/>
    <w:rsid w:val="00AD6FCA"/>
    <w:rPr>
      <w:sz w:val="24"/>
    </w:rPr>
  </w:style>
  <w:style w:type="character" w:customStyle="1" w:styleId="FooterChar">
    <w:name w:val="Footer Char"/>
    <w:basedOn w:val="BodyTextChar"/>
    <w:link w:val="Footer"/>
    <w:rsid w:val="00AD6FCA"/>
    <w:rPr>
      <w:rFonts w:ascii="Arial" w:hAnsi="Arial"/>
      <w:caps/>
      <w:spacing w:val="-4"/>
      <w:sz w:val="16"/>
    </w:rPr>
  </w:style>
  <w:style w:type="character" w:customStyle="1" w:styleId="HeaderChar">
    <w:name w:val="Header Char"/>
    <w:basedOn w:val="DefaultParagraphFont"/>
    <w:link w:val="Header"/>
    <w:rsid w:val="00FF51E1"/>
    <w:rPr>
      <w:rFonts w:ascii="Arial" w:hAnsi="Arial"/>
      <w:caps/>
      <w:sz w:val="24"/>
    </w:rPr>
  </w:style>
  <w:style w:type="character" w:customStyle="1" w:styleId="CommentTextChar">
    <w:name w:val="Comment Text Char"/>
    <w:basedOn w:val="DefaultParagraphFont"/>
    <w:semiHidden/>
    <w:rsid w:val="00FF51E1"/>
    <w:rPr>
      <w:szCs w:val="24"/>
    </w:rPr>
  </w:style>
  <w:style w:type="character" w:customStyle="1" w:styleId="FootnoteTextChar">
    <w:name w:val="Footnote Text Char"/>
    <w:basedOn w:val="DefaultParagraphFont"/>
    <w:link w:val="FootnoteText"/>
    <w:rsid w:val="00FF51E1"/>
  </w:style>
  <w:style w:type="character" w:customStyle="1" w:styleId="QuoteChar">
    <w:name w:val="Quote Char"/>
    <w:basedOn w:val="DefaultParagraphFont"/>
    <w:link w:val="Quote"/>
    <w:rsid w:val="00FF51E1"/>
    <w:rPr>
      <w:sz w:val="22"/>
    </w:rPr>
  </w:style>
  <w:style w:type="paragraph" w:customStyle="1" w:styleId="BoxSpace">
    <w:name w:val="Box Space"/>
    <w:basedOn w:val="BodyText"/>
    <w:rsid w:val="00FF51E1"/>
    <w:pPr>
      <w:keepNext/>
      <w:spacing w:before="360" w:line="80" w:lineRule="exact"/>
      <w:jc w:val="left"/>
    </w:pPr>
  </w:style>
  <w:style w:type="character" w:styleId="Hyperlink">
    <w:name w:val="Hyperlink"/>
    <w:uiPriority w:val="99"/>
    <w:rsid w:val="00FF51E1"/>
    <w:rPr>
      <w:color w:val="0000FF"/>
      <w:u w:val="single"/>
    </w:rPr>
  </w:style>
  <w:style w:type="paragraph" w:customStyle="1" w:styleId="SOC">
    <w:name w:val="SOC"/>
    <w:basedOn w:val="BodyText"/>
    <w:rsid w:val="00FF51E1"/>
    <w:pPr>
      <w:spacing w:before="0" w:after="140" w:line="240" w:lineRule="auto"/>
    </w:pPr>
    <w:rPr>
      <w:rFonts w:ascii="Arial" w:hAnsi="Arial"/>
    </w:rPr>
  </w:style>
  <w:style w:type="character" w:styleId="FollowedHyperlink">
    <w:name w:val="FollowedHyperlink"/>
    <w:rsid w:val="00FF51E1"/>
    <w:rPr>
      <w:color w:val="800080"/>
      <w:u w:val="single"/>
    </w:rPr>
  </w:style>
  <w:style w:type="paragraph" w:styleId="DocumentMap">
    <w:name w:val="Document Map"/>
    <w:basedOn w:val="Normal"/>
    <w:link w:val="DocumentMapChar"/>
    <w:rsid w:val="00FF51E1"/>
    <w:pPr>
      <w:shd w:val="clear" w:color="auto" w:fill="000080"/>
    </w:pPr>
    <w:rPr>
      <w:rFonts w:ascii="Tahoma" w:hAnsi="Tahoma" w:cs="Tahoma"/>
      <w:sz w:val="20"/>
    </w:rPr>
  </w:style>
  <w:style w:type="character" w:customStyle="1" w:styleId="DocumentMapChar">
    <w:name w:val="Document Map Char"/>
    <w:basedOn w:val="DefaultParagraphFont"/>
    <w:link w:val="DocumentMap"/>
    <w:rsid w:val="00FF51E1"/>
    <w:rPr>
      <w:rFonts w:ascii="Tahoma" w:hAnsi="Tahoma" w:cs="Tahoma"/>
      <w:szCs w:val="24"/>
      <w:shd w:val="clear" w:color="auto" w:fill="000080"/>
    </w:rPr>
  </w:style>
  <w:style w:type="paragraph" w:styleId="CommentSubject">
    <w:name w:val="annotation subject"/>
    <w:basedOn w:val="CommentText"/>
    <w:next w:val="CommentText"/>
    <w:link w:val="CommentSubjectChar"/>
    <w:rsid w:val="00FF51E1"/>
    <w:pPr>
      <w:spacing w:before="0" w:line="240" w:lineRule="auto"/>
      <w:ind w:left="0" w:firstLine="0"/>
    </w:pPr>
    <w:rPr>
      <w:b/>
      <w:bCs/>
    </w:rPr>
  </w:style>
  <w:style w:type="character" w:customStyle="1" w:styleId="CommentTextChar1">
    <w:name w:val="Comment Text Char1"/>
    <w:basedOn w:val="DefaultParagraphFont"/>
    <w:link w:val="CommentText"/>
    <w:semiHidden/>
    <w:rsid w:val="00FF51E1"/>
    <w:rPr>
      <w:szCs w:val="24"/>
    </w:rPr>
  </w:style>
  <w:style w:type="character" w:customStyle="1" w:styleId="CommentSubjectChar">
    <w:name w:val="Comment Subject Char"/>
    <w:basedOn w:val="CommentTextChar1"/>
    <w:link w:val="CommentSubject"/>
    <w:rsid w:val="00FF51E1"/>
    <w:rPr>
      <w:b/>
      <w:bCs/>
      <w:szCs w:val="24"/>
    </w:rPr>
  </w:style>
  <w:style w:type="table" w:styleId="TableGrid">
    <w:name w:val="Table Grid"/>
    <w:basedOn w:val="TableNormal"/>
    <w:rsid w:val="00AD6F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
    <w:basedOn w:val="TableTitle"/>
    <w:rsid w:val="00FF51E1"/>
  </w:style>
  <w:style w:type="paragraph" w:customStyle="1" w:styleId="DocInfo">
    <w:name w:val="Doc Info"/>
    <w:basedOn w:val="Normal"/>
    <w:next w:val="Normal"/>
    <w:rsid w:val="00FF51E1"/>
    <w:pPr>
      <w:jc w:val="center"/>
    </w:pPr>
    <w:rPr>
      <w:rFonts w:ascii="Arial" w:hAnsi="Arial"/>
      <w:sz w:val="14"/>
    </w:rPr>
  </w:style>
  <w:style w:type="paragraph" w:customStyle="1" w:styleId="Heading2NotTOC">
    <w:name w:val="Heading 2 Not TOC"/>
    <w:basedOn w:val="Heading2"/>
    <w:next w:val="BodyText"/>
    <w:rsid w:val="00FF51E1"/>
    <w:pPr>
      <w:outlineLvl w:val="9"/>
    </w:pPr>
  </w:style>
  <w:style w:type="character" w:customStyle="1" w:styleId="FooterEndChar">
    <w:name w:val="Footer End Char"/>
    <w:link w:val="FooterEnd"/>
    <w:rsid w:val="00FF51E1"/>
    <w:rPr>
      <w:rFonts w:ascii="Arial" w:hAnsi="Arial"/>
      <w:caps/>
      <w:spacing w:val="-4"/>
      <w:sz w:val="16"/>
    </w:rPr>
  </w:style>
  <w:style w:type="character" w:styleId="Strong">
    <w:name w:val="Strong"/>
    <w:qFormat/>
    <w:rsid w:val="00FF51E1"/>
    <w:rPr>
      <w:b/>
      <w:bCs/>
    </w:rPr>
  </w:style>
  <w:style w:type="paragraph" w:styleId="TOCHeading">
    <w:name w:val="TOC Heading"/>
    <w:basedOn w:val="Heading1"/>
    <w:next w:val="Normal"/>
    <w:uiPriority w:val="39"/>
    <w:unhideWhenUsed/>
    <w:qFormat/>
    <w:rsid w:val="00FF51E1"/>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PlainText">
    <w:name w:val="Plain Text"/>
    <w:basedOn w:val="Normal"/>
    <w:link w:val="PlainTextChar"/>
    <w:uiPriority w:val="99"/>
    <w:unhideWhenUsed/>
    <w:rsid w:val="00FF51E1"/>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FF51E1"/>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FF51E1"/>
    <w:rPr>
      <w:sz w:val="24"/>
    </w:rPr>
  </w:style>
  <w:style w:type="paragraph" w:customStyle="1" w:styleId="KeyPointsListBullet">
    <w:name w:val="Key Points List Bullet"/>
    <w:basedOn w:val="Normal"/>
    <w:qFormat/>
    <w:rsid w:val="00AD6FCA"/>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AD6FCA"/>
    <w:pPr>
      <w:numPr>
        <w:numId w:val="21"/>
      </w:numPr>
      <w:ind w:left="568" w:hanging="284"/>
    </w:pPr>
  </w:style>
  <w:style w:type="paragraph" w:customStyle="1" w:styleId="InformationRequestTitle">
    <w:name w:val="Information Request Title"/>
    <w:basedOn w:val="FindingTitle"/>
    <w:next w:val="InformationRequest"/>
    <w:rsid w:val="00AD6FCA"/>
    <w:rPr>
      <w:i/>
    </w:rPr>
  </w:style>
  <w:style w:type="paragraph" w:customStyle="1" w:styleId="Space">
    <w:name w:val="Space"/>
    <w:basedOn w:val="Normal"/>
    <w:rsid w:val="00AD6FCA"/>
    <w:pPr>
      <w:keepNext/>
      <w:spacing w:line="120" w:lineRule="exact"/>
      <w:jc w:val="both"/>
    </w:pPr>
    <w:rPr>
      <w:rFonts w:ascii="Arial" w:hAnsi="Arial"/>
      <w:sz w:val="20"/>
      <w:szCs w:val="20"/>
    </w:rPr>
  </w:style>
  <w:style w:type="paragraph" w:customStyle="1" w:styleId="Heading1nochapterno">
    <w:name w:val="Heading 1 (no chapter no.)"/>
    <w:basedOn w:val="Heading1"/>
    <w:rsid w:val="00AD6FCA"/>
    <w:pPr>
      <w:spacing w:before="0"/>
      <w:ind w:left="0" w:firstLine="0"/>
    </w:pPr>
  </w:style>
  <w:style w:type="paragraph" w:customStyle="1" w:styleId="Heading2nosectionno">
    <w:name w:val="Heading 2 (no section no.)"/>
    <w:basedOn w:val="Heading2"/>
    <w:rsid w:val="00AD6FCA"/>
    <w:pPr>
      <w:ind w:left="0" w:firstLine="0"/>
    </w:pPr>
  </w:style>
  <w:style w:type="paragraph" w:customStyle="1" w:styleId="Figurespace">
    <w:name w:val="Figure space"/>
    <w:basedOn w:val="Box"/>
    <w:rsid w:val="00AD6FCA"/>
    <w:pPr>
      <w:spacing w:before="0" w:line="120" w:lineRule="exact"/>
    </w:pPr>
  </w:style>
  <w:style w:type="paragraph" w:customStyle="1" w:styleId="FooterDraftReport">
    <w:name w:val="FooterDraftReport"/>
    <w:basedOn w:val="Footer"/>
    <w:link w:val="FooterDraftReportChar"/>
    <w:rsid w:val="00AD6FCA"/>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AD6FCA"/>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AD6FCA"/>
    <w:rPr>
      <w:rFonts w:ascii="Arial" w:hAnsi="Arial"/>
      <w:b/>
      <w:sz w:val="26"/>
      <w:szCs w:val="26"/>
      <w:lang w:eastAsia="en-US"/>
    </w:rPr>
  </w:style>
  <w:style w:type="paragraph" w:customStyle="1" w:styleId="Heading1NotTOC">
    <w:name w:val="Heading 1 Not TOC"/>
    <w:basedOn w:val="Heading1"/>
    <w:next w:val="BodyText"/>
    <w:rsid w:val="001E414C"/>
    <w:rPr>
      <w:kern w:val="28"/>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Strong" w:qFormat="1"/>
    <w:lsdException w:name="Plain Text"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D6FCA"/>
    <w:rPr>
      <w:sz w:val="24"/>
      <w:szCs w:val="24"/>
    </w:rPr>
  </w:style>
  <w:style w:type="paragraph" w:styleId="Heading1">
    <w:name w:val="heading 1"/>
    <w:basedOn w:val="BodyText"/>
    <w:next w:val="BodyText"/>
    <w:link w:val="Heading1Char"/>
    <w:rsid w:val="00AD6FCA"/>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D6FCA"/>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D6FCA"/>
    <w:pPr>
      <w:spacing w:before="560" w:line="320" w:lineRule="exact"/>
      <w:ind w:left="0" w:firstLine="0"/>
      <w:outlineLvl w:val="2"/>
    </w:pPr>
    <w:rPr>
      <w:sz w:val="26"/>
    </w:rPr>
  </w:style>
  <w:style w:type="paragraph" w:styleId="Heading4">
    <w:name w:val="heading 4"/>
    <w:basedOn w:val="Heading3"/>
    <w:next w:val="BodyText"/>
    <w:link w:val="Heading4Char"/>
    <w:qFormat/>
    <w:rsid w:val="00AD6FCA"/>
    <w:pPr>
      <w:spacing w:before="480"/>
      <w:outlineLvl w:val="3"/>
    </w:pPr>
    <w:rPr>
      <w:b w:val="0"/>
      <w:sz w:val="24"/>
    </w:rPr>
  </w:style>
  <w:style w:type="paragraph" w:styleId="Heading5">
    <w:name w:val="heading 5"/>
    <w:basedOn w:val="Heading4"/>
    <w:next w:val="BodyText"/>
    <w:link w:val="Heading5Char"/>
    <w:qFormat/>
    <w:rsid w:val="00AD6FCA"/>
    <w:pPr>
      <w:outlineLvl w:val="4"/>
    </w:pPr>
    <w:rPr>
      <w:i/>
      <w:sz w:val="22"/>
    </w:rPr>
  </w:style>
  <w:style w:type="paragraph" w:styleId="Heading6">
    <w:name w:val="heading 6"/>
    <w:basedOn w:val="BodyText"/>
    <w:next w:val="BodyText"/>
    <w:link w:val="Heading6Char"/>
    <w:rsid w:val="00AD6FCA"/>
    <w:pPr>
      <w:spacing w:after="60"/>
      <w:jc w:val="left"/>
      <w:outlineLvl w:val="5"/>
    </w:pPr>
    <w:rPr>
      <w:i/>
      <w:sz w:val="22"/>
    </w:rPr>
  </w:style>
  <w:style w:type="paragraph" w:styleId="Heading7">
    <w:name w:val="heading 7"/>
    <w:basedOn w:val="BodyText"/>
    <w:next w:val="BodyText"/>
    <w:link w:val="Heading7Char"/>
    <w:rsid w:val="00AD6FCA"/>
    <w:pPr>
      <w:spacing w:after="60" w:line="240" w:lineRule="auto"/>
      <w:jc w:val="left"/>
      <w:outlineLvl w:val="6"/>
    </w:pPr>
    <w:rPr>
      <w:rFonts w:ascii="Arial" w:hAnsi="Arial"/>
      <w:sz w:val="20"/>
    </w:rPr>
  </w:style>
  <w:style w:type="paragraph" w:styleId="Heading8">
    <w:name w:val="heading 8"/>
    <w:basedOn w:val="BodyText"/>
    <w:next w:val="BodyText"/>
    <w:link w:val="Heading8Char"/>
    <w:rsid w:val="00AD6FCA"/>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AD6FCA"/>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AD6F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6FCA"/>
  </w:style>
  <w:style w:type="paragraph" w:styleId="BodyText">
    <w:name w:val="Body Text"/>
    <w:link w:val="BodyTextChar"/>
    <w:qFormat/>
    <w:rsid w:val="00AD6FCA"/>
    <w:pPr>
      <w:spacing w:before="240" w:line="300" w:lineRule="atLeast"/>
      <w:jc w:val="both"/>
    </w:pPr>
    <w:rPr>
      <w:sz w:val="24"/>
    </w:rPr>
  </w:style>
  <w:style w:type="paragraph" w:styleId="Footer">
    <w:name w:val="footer"/>
    <w:basedOn w:val="BodyText"/>
    <w:link w:val="FooterChar"/>
    <w:rsid w:val="00AD6FCA"/>
    <w:pPr>
      <w:spacing w:before="80" w:line="200" w:lineRule="exact"/>
      <w:ind w:right="6"/>
      <w:jc w:val="left"/>
    </w:pPr>
    <w:rPr>
      <w:rFonts w:ascii="Arial" w:hAnsi="Arial"/>
      <w:caps/>
      <w:spacing w:val="-4"/>
      <w:sz w:val="16"/>
    </w:rPr>
  </w:style>
  <w:style w:type="paragraph" w:customStyle="1" w:styleId="FooterEnd">
    <w:name w:val="Footer End"/>
    <w:basedOn w:val="Footer"/>
    <w:link w:val="FooterEndChar"/>
    <w:rsid w:val="00AD6FCA"/>
    <w:pPr>
      <w:spacing w:before="0" w:line="20" w:lineRule="exact"/>
    </w:pPr>
  </w:style>
  <w:style w:type="paragraph" w:styleId="Header">
    <w:name w:val="header"/>
    <w:basedOn w:val="BodyText"/>
    <w:link w:val="HeaderChar"/>
    <w:rsid w:val="00AD6FCA"/>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AD6FCA"/>
    <w:pPr>
      <w:spacing w:line="20" w:lineRule="exact"/>
    </w:pPr>
    <w:rPr>
      <w:sz w:val="16"/>
    </w:rPr>
  </w:style>
  <w:style w:type="paragraph" w:customStyle="1" w:styleId="HeaderEven">
    <w:name w:val="Header Even"/>
    <w:basedOn w:val="Header"/>
    <w:semiHidden/>
    <w:rsid w:val="00AD6FCA"/>
  </w:style>
  <w:style w:type="paragraph" w:customStyle="1" w:styleId="HeaderOdd">
    <w:name w:val="Header Odd"/>
    <w:basedOn w:val="Header"/>
    <w:semiHidden/>
    <w:rsid w:val="00AD6FCA"/>
  </w:style>
  <w:style w:type="character" w:styleId="PageNumber">
    <w:name w:val="page number"/>
    <w:basedOn w:val="DefaultParagraphFont"/>
    <w:rsid w:val="00AD6FCA"/>
    <w:rPr>
      <w:rFonts w:ascii="Arial" w:hAnsi="Arial"/>
      <w:b/>
      <w:sz w:val="16"/>
    </w:rPr>
  </w:style>
  <w:style w:type="paragraph" w:customStyle="1" w:styleId="Abbreviation">
    <w:name w:val="Abbreviation"/>
    <w:basedOn w:val="BodyText"/>
    <w:rsid w:val="00AD6FCA"/>
    <w:pPr>
      <w:spacing w:before="120"/>
      <w:ind w:left="2381" w:hanging="2381"/>
      <w:jc w:val="left"/>
    </w:pPr>
  </w:style>
  <w:style w:type="paragraph" w:customStyle="1" w:styleId="Box">
    <w:name w:val="Box"/>
    <w:basedOn w:val="BodyText"/>
    <w:qFormat/>
    <w:rsid w:val="00AD6FCA"/>
    <w:pPr>
      <w:keepNext/>
      <w:spacing w:before="120" w:line="260" w:lineRule="atLeast"/>
    </w:pPr>
    <w:rPr>
      <w:rFonts w:ascii="Arial" w:hAnsi="Arial"/>
      <w:sz w:val="20"/>
    </w:rPr>
  </w:style>
  <w:style w:type="paragraph" w:customStyle="1" w:styleId="BoxContinued">
    <w:name w:val="Box Continued"/>
    <w:basedOn w:val="BodyText"/>
    <w:next w:val="BodyText"/>
    <w:semiHidden/>
    <w:rsid w:val="00AD6FCA"/>
    <w:pPr>
      <w:spacing w:before="180" w:line="220" w:lineRule="exact"/>
      <w:jc w:val="right"/>
    </w:pPr>
    <w:rPr>
      <w:rFonts w:ascii="Arial" w:hAnsi="Arial"/>
      <w:sz w:val="18"/>
    </w:rPr>
  </w:style>
  <w:style w:type="paragraph" w:customStyle="1" w:styleId="BoxHeading1">
    <w:name w:val="Box Heading 1"/>
    <w:basedOn w:val="BodyText"/>
    <w:next w:val="Box"/>
    <w:rsid w:val="00AD6FCA"/>
    <w:pPr>
      <w:keepNext/>
      <w:spacing w:before="200" w:line="280" w:lineRule="atLeast"/>
    </w:pPr>
    <w:rPr>
      <w:rFonts w:ascii="Arial" w:hAnsi="Arial"/>
      <w:b/>
      <w:sz w:val="22"/>
    </w:rPr>
  </w:style>
  <w:style w:type="paragraph" w:customStyle="1" w:styleId="BoxHeading2">
    <w:name w:val="Box Heading 2"/>
    <w:basedOn w:val="BoxHeading1"/>
    <w:next w:val="Normal"/>
    <w:rsid w:val="00AD6FCA"/>
    <w:rPr>
      <w:b w:val="0"/>
      <w:i/>
    </w:rPr>
  </w:style>
  <w:style w:type="paragraph" w:customStyle="1" w:styleId="BoxListBullet">
    <w:name w:val="Box List Bullet"/>
    <w:basedOn w:val="BodyText"/>
    <w:rsid w:val="00AD6FCA"/>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AD6FCA"/>
    <w:pPr>
      <w:numPr>
        <w:numId w:val="2"/>
      </w:numPr>
      <w:ind w:left="568" w:hanging="284"/>
    </w:pPr>
  </w:style>
  <w:style w:type="paragraph" w:customStyle="1" w:styleId="BoxListNumber">
    <w:name w:val="Box List Number"/>
    <w:basedOn w:val="BodyText"/>
    <w:rsid w:val="00AD6FCA"/>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AD6FCA"/>
    <w:pPr>
      <w:numPr>
        <w:ilvl w:val="1"/>
      </w:numPr>
      <w:ind w:left="681" w:hanging="397"/>
    </w:pPr>
  </w:style>
  <w:style w:type="paragraph" w:customStyle="1" w:styleId="BoxQuote">
    <w:name w:val="Box Quote"/>
    <w:basedOn w:val="BodyText"/>
    <w:next w:val="Box"/>
    <w:qFormat/>
    <w:rsid w:val="00AD6FCA"/>
    <w:pPr>
      <w:keepNext/>
      <w:spacing w:before="60" w:line="240" w:lineRule="exact"/>
      <w:ind w:left="284"/>
    </w:pPr>
    <w:rPr>
      <w:rFonts w:ascii="Arial" w:hAnsi="Arial"/>
      <w:sz w:val="18"/>
    </w:rPr>
  </w:style>
  <w:style w:type="paragraph" w:customStyle="1" w:styleId="Note">
    <w:name w:val="Note"/>
    <w:basedOn w:val="BodyText"/>
    <w:next w:val="BodyText"/>
    <w:rsid w:val="00AD6FCA"/>
    <w:pPr>
      <w:keepLines/>
      <w:spacing w:before="80" w:line="220" w:lineRule="exact"/>
    </w:pPr>
    <w:rPr>
      <w:rFonts w:ascii="Arial" w:hAnsi="Arial"/>
      <w:sz w:val="18"/>
    </w:rPr>
  </w:style>
  <w:style w:type="paragraph" w:customStyle="1" w:styleId="Source">
    <w:name w:val="Source"/>
    <w:basedOn w:val="Normal"/>
    <w:next w:val="BodyText"/>
    <w:rsid w:val="00AD6FCA"/>
    <w:pPr>
      <w:keepLines/>
      <w:spacing w:before="80" w:line="220" w:lineRule="exact"/>
      <w:jc w:val="both"/>
    </w:pPr>
    <w:rPr>
      <w:rFonts w:ascii="Arial" w:hAnsi="Arial"/>
      <w:sz w:val="18"/>
      <w:szCs w:val="20"/>
    </w:rPr>
  </w:style>
  <w:style w:type="paragraph" w:customStyle="1" w:styleId="BoxSource">
    <w:name w:val="Box Source"/>
    <w:basedOn w:val="Source"/>
    <w:next w:val="BodyText"/>
    <w:rsid w:val="00AD6FCA"/>
    <w:pPr>
      <w:spacing w:before="120"/>
    </w:pPr>
  </w:style>
  <w:style w:type="paragraph" w:customStyle="1" w:styleId="BoxSpaceAbove">
    <w:name w:val="Box Space Above"/>
    <w:basedOn w:val="BodyText"/>
    <w:rsid w:val="00AD6FCA"/>
    <w:pPr>
      <w:keepNext/>
      <w:spacing w:before="360" w:line="80" w:lineRule="exact"/>
      <w:jc w:val="left"/>
    </w:pPr>
  </w:style>
  <w:style w:type="paragraph" w:styleId="Caption">
    <w:name w:val="caption"/>
    <w:basedOn w:val="Normal"/>
    <w:next w:val="BodyText"/>
    <w:rsid w:val="00AD6FCA"/>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AD6FCA"/>
    <w:pPr>
      <w:spacing w:before="120" w:after="0"/>
    </w:pPr>
  </w:style>
  <w:style w:type="paragraph" w:customStyle="1" w:styleId="BoxSubtitle">
    <w:name w:val="Box Subtitle"/>
    <w:basedOn w:val="BoxTitle"/>
    <w:next w:val="Normal"/>
    <w:rsid w:val="00AD6FCA"/>
    <w:pPr>
      <w:spacing w:after="80" w:line="200" w:lineRule="exact"/>
      <w:ind w:firstLine="0"/>
    </w:pPr>
    <w:rPr>
      <w:b w:val="0"/>
      <w:sz w:val="20"/>
    </w:rPr>
  </w:style>
  <w:style w:type="paragraph" w:customStyle="1" w:styleId="Chapter">
    <w:name w:val="Chapter"/>
    <w:basedOn w:val="Heading1"/>
    <w:next w:val="BodyText"/>
    <w:semiHidden/>
    <w:rsid w:val="00AD6FCA"/>
    <w:pPr>
      <w:ind w:left="0" w:firstLine="0"/>
      <w:outlineLvl w:val="9"/>
    </w:pPr>
  </w:style>
  <w:style w:type="paragraph" w:customStyle="1" w:styleId="ChapterSummary">
    <w:name w:val="Chapter Summary"/>
    <w:basedOn w:val="BodyText"/>
    <w:rsid w:val="00AD6FCA"/>
    <w:pPr>
      <w:spacing w:line="280" w:lineRule="atLeast"/>
      <w:ind w:left="907"/>
    </w:pPr>
    <w:rPr>
      <w:rFonts w:ascii="Arial" w:hAnsi="Arial"/>
      <w:b/>
      <w:sz w:val="20"/>
    </w:rPr>
  </w:style>
  <w:style w:type="character" w:styleId="CommentReference">
    <w:name w:val="annotation reference"/>
    <w:basedOn w:val="DefaultParagraphFont"/>
    <w:semiHidden/>
    <w:rsid w:val="00AD6FCA"/>
    <w:rPr>
      <w:b/>
      <w:vanish/>
      <w:color w:val="FF00FF"/>
      <w:sz w:val="20"/>
    </w:rPr>
  </w:style>
  <w:style w:type="paragraph" w:styleId="CommentText">
    <w:name w:val="annotation text"/>
    <w:basedOn w:val="Normal"/>
    <w:link w:val="CommentTextChar1"/>
    <w:semiHidden/>
    <w:rsid w:val="00AD6FCA"/>
    <w:pPr>
      <w:spacing w:before="120" w:line="240" w:lineRule="atLeast"/>
      <w:ind w:left="567" w:hanging="567"/>
    </w:pPr>
    <w:rPr>
      <w:sz w:val="20"/>
    </w:rPr>
  </w:style>
  <w:style w:type="paragraph" w:customStyle="1" w:styleId="Continued">
    <w:name w:val="Continued"/>
    <w:basedOn w:val="BoxContinued"/>
    <w:next w:val="BodyText"/>
    <w:rsid w:val="00AD6FCA"/>
  </w:style>
  <w:style w:type="character" w:customStyle="1" w:styleId="DocumentInfo">
    <w:name w:val="Document Info"/>
    <w:basedOn w:val="DefaultParagraphFont"/>
    <w:semiHidden/>
    <w:rsid w:val="00AD6FCA"/>
    <w:rPr>
      <w:rFonts w:ascii="Arial" w:hAnsi="Arial"/>
      <w:sz w:val="14"/>
    </w:rPr>
  </w:style>
  <w:style w:type="character" w:customStyle="1" w:styleId="DraftingNote">
    <w:name w:val="Drafting Note"/>
    <w:basedOn w:val="DefaultParagraphFont"/>
    <w:rsid w:val="00AD6FCA"/>
    <w:rPr>
      <w:b/>
      <w:color w:val="FF0000"/>
      <w:sz w:val="24"/>
      <w:u w:val="dotted"/>
    </w:rPr>
  </w:style>
  <w:style w:type="paragraph" w:customStyle="1" w:styleId="Figure">
    <w:name w:val="Figure"/>
    <w:basedOn w:val="BodyText"/>
    <w:rsid w:val="00AD6FCA"/>
    <w:pPr>
      <w:keepNext/>
      <w:spacing w:before="120" w:after="120" w:line="240" w:lineRule="atLeast"/>
      <w:jc w:val="center"/>
    </w:pPr>
  </w:style>
  <w:style w:type="paragraph" w:customStyle="1" w:styleId="FigureTitle">
    <w:name w:val="Figure Title"/>
    <w:basedOn w:val="Caption"/>
    <w:next w:val="Subtitle"/>
    <w:rsid w:val="00AD6FCA"/>
    <w:pPr>
      <w:spacing w:before="120"/>
    </w:pPr>
  </w:style>
  <w:style w:type="paragraph" w:styleId="Subtitle">
    <w:name w:val="Subtitle"/>
    <w:basedOn w:val="Caption"/>
    <w:link w:val="SubtitleChar"/>
    <w:qFormat/>
    <w:rsid w:val="00AD6FCA"/>
    <w:pPr>
      <w:spacing w:before="0" w:line="200" w:lineRule="exact"/>
      <w:ind w:firstLine="0"/>
    </w:pPr>
    <w:rPr>
      <w:b w:val="0"/>
      <w:sz w:val="20"/>
    </w:rPr>
  </w:style>
  <w:style w:type="paragraph" w:customStyle="1" w:styleId="Finding">
    <w:name w:val="Finding"/>
    <w:basedOn w:val="BodyText"/>
    <w:rsid w:val="00AD6FCA"/>
    <w:pPr>
      <w:keepLines/>
      <w:spacing w:before="120" w:line="280" w:lineRule="atLeast"/>
    </w:pPr>
    <w:rPr>
      <w:rFonts w:ascii="Arial" w:hAnsi="Arial"/>
      <w:sz w:val="22"/>
    </w:rPr>
  </w:style>
  <w:style w:type="paragraph" w:customStyle="1" w:styleId="FindingBullet">
    <w:name w:val="Finding Bullet"/>
    <w:basedOn w:val="Finding"/>
    <w:rsid w:val="00AD6FCA"/>
    <w:pPr>
      <w:numPr>
        <w:numId w:val="3"/>
      </w:numPr>
      <w:spacing w:before="80"/>
    </w:pPr>
  </w:style>
  <w:style w:type="paragraph" w:customStyle="1" w:styleId="FindingNoTitle">
    <w:name w:val="Finding NoTitle"/>
    <w:basedOn w:val="Finding"/>
    <w:rsid w:val="00AD6FCA"/>
    <w:pPr>
      <w:spacing w:before="240"/>
    </w:pPr>
  </w:style>
  <w:style w:type="paragraph" w:customStyle="1" w:styleId="RecTitle">
    <w:name w:val="Rec Title"/>
    <w:basedOn w:val="BodyText"/>
    <w:next w:val="Rec"/>
    <w:qFormat/>
    <w:rsid w:val="00AD6FCA"/>
    <w:pPr>
      <w:keepNext/>
      <w:keepLines/>
      <w:spacing w:line="280" w:lineRule="atLeast"/>
    </w:pPr>
    <w:rPr>
      <w:rFonts w:ascii="Arial" w:hAnsi="Arial"/>
      <w:caps/>
      <w:sz w:val="18"/>
    </w:rPr>
  </w:style>
  <w:style w:type="paragraph" w:customStyle="1" w:styleId="FindingTitle">
    <w:name w:val="Finding Title"/>
    <w:basedOn w:val="RecTitle"/>
    <w:next w:val="Finding"/>
    <w:rsid w:val="00AD6FCA"/>
  </w:style>
  <w:style w:type="character" w:styleId="FootnoteReference">
    <w:name w:val="footnote reference"/>
    <w:basedOn w:val="DefaultParagraphFont"/>
    <w:semiHidden/>
    <w:rsid w:val="00AD6FCA"/>
    <w:rPr>
      <w:rFonts w:ascii="Times New Roman" w:hAnsi="Times New Roman"/>
      <w:position w:val="6"/>
      <w:sz w:val="20"/>
      <w:vertAlign w:val="baseline"/>
    </w:rPr>
  </w:style>
  <w:style w:type="paragraph" w:styleId="FootnoteText">
    <w:name w:val="footnote text"/>
    <w:basedOn w:val="BodyText"/>
    <w:link w:val="FootnoteTextChar"/>
    <w:rsid w:val="00AD6FCA"/>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AD6FCA"/>
    <w:rPr>
      <w:i/>
    </w:rPr>
  </w:style>
  <w:style w:type="paragraph" w:customStyle="1" w:styleId="Jurisdictioncommentsbodytext">
    <w:name w:val="Jurisdiction comments body text"/>
    <w:rsid w:val="00AD6FCA"/>
    <w:pPr>
      <w:spacing w:after="140"/>
      <w:jc w:val="both"/>
    </w:pPr>
    <w:rPr>
      <w:rFonts w:ascii="Arial" w:hAnsi="Arial"/>
      <w:sz w:val="24"/>
      <w:lang w:eastAsia="en-US"/>
    </w:rPr>
  </w:style>
  <w:style w:type="paragraph" w:customStyle="1" w:styleId="Jurisdictioncommentsheading">
    <w:name w:val="Jurisdiction comments heading"/>
    <w:rsid w:val="00AD6FCA"/>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D6FCA"/>
    <w:pPr>
      <w:numPr>
        <w:numId w:val="4"/>
      </w:numPr>
      <w:spacing w:after="140"/>
      <w:jc w:val="both"/>
    </w:pPr>
    <w:rPr>
      <w:rFonts w:ascii="Arial" w:hAnsi="Arial"/>
      <w:sz w:val="24"/>
      <w:lang w:eastAsia="en-US"/>
    </w:rPr>
  </w:style>
  <w:style w:type="paragraph" w:styleId="ListBullet">
    <w:name w:val="List Bullet"/>
    <w:basedOn w:val="BodyText"/>
    <w:rsid w:val="00AD6FCA"/>
    <w:pPr>
      <w:numPr>
        <w:numId w:val="5"/>
      </w:numPr>
      <w:spacing w:before="120"/>
    </w:pPr>
  </w:style>
  <w:style w:type="paragraph" w:styleId="ListBullet2">
    <w:name w:val="List Bullet 2"/>
    <w:basedOn w:val="BodyText"/>
    <w:rsid w:val="00AD6FCA"/>
    <w:pPr>
      <w:numPr>
        <w:numId w:val="6"/>
      </w:numPr>
      <w:spacing w:before="120"/>
    </w:pPr>
  </w:style>
  <w:style w:type="paragraph" w:styleId="ListBullet3">
    <w:name w:val="List Bullet 3"/>
    <w:basedOn w:val="BodyText"/>
    <w:rsid w:val="00AD6FCA"/>
    <w:pPr>
      <w:numPr>
        <w:numId w:val="7"/>
      </w:numPr>
      <w:spacing w:before="120"/>
      <w:ind w:left="1020" w:hanging="340"/>
    </w:pPr>
  </w:style>
  <w:style w:type="paragraph" w:styleId="ListNumber">
    <w:name w:val="List Number"/>
    <w:basedOn w:val="BodyText"/>
    <w:rsid w:val="00AD6FCA"/>
    <w:pPr>
      <w:numPr>
        <w:numId w:val="13"/>
      </w:numPr>
      <w:spacing w:before="120"/>
    </w:pPr>
  </w:style>
  <w:style w:type="paragraph" w:styleId="ListNumber2">
    <w:name w:val="List Number 2"/>
    <w:basedOn w:val="ListNumber"/>
    <w:rsid w:val="00AD6FCA"/>
    <w:pPr>
      <w:numPr>
        <w:ilvl w:val="1"/>
      </w:numPr>
    </w:pPr>
  </w:style>
  <w:style w:type="paragraph" w:styleId="ListNumber3">
    <w:name w:val="List Number 3"/>
    <w:basedOn w:val="ListNumber2"/>
    <w:rsid w:val="00AD6FCA"/>
    <w:pPr>
      <w:numPr>
        <w:ilvl w:val="2"/>
      </w:numPr>
    </w:pPr>
  </w:style>
  <w:style w:type="character" w:customStyle="1" w:styleId="NoteLabel">
    <w:name w:val="Note Label"/>
    <w:basedOn w:val="DefaultParagraphFont"/>
    <w:rsid w:val="00AD6FCA"/>
    <w:rPr>
      <w:rFonts w:ascii="Arial" w:hAnsi="Arial"/>
      <w:b/>
      <w:position w:val="6"/>
      <w:sz w:val="18"/>
    </w:rPr>
  </w:style>
  <w:style w:type="paragraph" w:customStyle="1" w:styleId="PartDivider">
    <w:name w:val="Part Divider"/>
    <w:basedOn w:val="BodyText"/>
    <w:next w:val="BodyText"/>
    <w:semiHidden/>
    <w:rsid w:val="00AD6FCA"/>
    <w:pPr>
      <w:spacing w:before="0" w:line="40" w:lineRule="exact"/>
      <w:jc w:val="right"/>
    </w:pPr>
    <w:rPr>
      <w:smallCaps/>
      <w:sz w:val="16"/>
    </w:rPr>
  </w:style>
  <w:style w:type="paragraph" w:customStyle="1" w:styleId="PartNumber">
    <w:name w:val="Part Number"/>
    <w:basedOn w:val="BodyText"/>
    <w:next w:val="BodyText"/>
    <w:semiHidden/>
    <w:rsid w:val="00AD6FCA"/>
    <w:pPr>
      <w:spacing w:before="4000" w:line="320" w:lineRule="exact"/>
      <w:ind w:left="6634"/>
      <w:jc w:val="right"/>
    </w:pPr>
    <w:rPr>
      <w:smallCaps/>
      <w:spacing w:val="60"/>
      <w:sz w:val="32"/>
    </w:rPr>
  </w:style>
  <w:style w:type="paragraph" w:customStyle="1" w:styleId="PartTitle">
    <w:name w:val="Part Title"/>
    <w:basedOn w:val="BodyText"/>
    <w:semiHidden/>
    <w:rsid w:val="00AD6FCA"/>
    <w:pPr>
      <w:spacing w:before="160" w:after="1360" w:line="520" w:lineRule="exact"/>
      <w:ind w:right="2381"/>
      <w:jc w:val="right"/>
    </w:pPr>
    <w:rPr>
      <w:smallCaps/>
      <w:sz w:val="52"/>
    </w:rPr>
  </w:style>
  <w:style w:type="paragraph" w:styleId="Quote">
    <w:name w:val="Quote"/>
    <w:basedOn w:val="BodyText"/>
    <w:next w:val="BodyText"/>
    <w:link w:val="QuoteChar"/>
    <w:qFormat/>
    <w:rsid w:val="00AD6FCA"/>
    <w:pPr>
      <w:spacing w:before="120" w:line="280" w:lineRule="exact"/>
      <w:ind w:left="340"/>
    </w:pPr>
    <w:rPr>
      <w:sz w:val="22"/>
    </w:rPr>
  </w:style>
  <w:style w:type="paragraph" w:customStyle="1" w:styleId="QuoteBullet">
    <w:name w:val="Quote Bullet"/>
    <w:basedOn w:val="Quote"/>
    <w:rsid w:val="00AD6FCA"/>
    <w:pPr>
      <w:numPr>
        <w:numId w:val="8"/>
      </w:numPr>
    </w:pPr>
  </w:style>
  <w:style w:type="paragraph" w:customStyle="1" w:styleId="Rec">
    <w:name w:val="Rec"/>
    <w:basedOn w:val="BodyText"/>
    <w:qFormat/>
    <w:rsid w:val="00AD6FCA"/>
    <w:pPr>
      <w:keepLines/>
      <w:spacing w:before="120" w:line="280" w:lineRule="atLeast"/>
    </w:pPr>
    <w:rPr>
      <w:rFonts w:ascii="Arial" w:hAnsi="Arial"/>
      <w:sz w:val="22"/>
    </w:rPr>
  </w:style>
  <w:style w:type="paragraph" w:customStyle="1" w:styleId="RecBullet">
    <w:name w:val="Rec Bullet"/>
    <w:basedOn w:val="Rec"/>
    <w:rsid w:val="00AD6FCA"/>
    <w:pPr>
      <w:numPr>
        <w:numId w:val="9"/>
      </w:numPr>
      <w:spacing w:before="80"/>
    </w:pPr>
  </w:style>
  <w:style w:type="paragraph" w:customStyle="1" w:styleId="RecB">
    <w:name w:val="RecB"/>
    <w:basedOn w:val="Normal"/>
    <w:rsid w:val="00AD6FCA"/>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AD6FCA"/>
    <w:pPr>
      <w:numPr>
        <w:numId w:val="10"/>
      </w:numPr>
      <w:spacing w:before="80"/>
    </w:pPr>
  </w:style>
  <w:style w:type="paragraph" w:customStyle="1" w:styleId="RecBNoTitle">
    <w:name w:val="RecB NoTitle"/>
    <w:basedOn w:val="RecB"/>
    <w:rsid w:val="00AD6FCA"/>
    <w:pPr>
      <w:spacing w:before="240"/>
    </w:pPr>
  </w:style>
  <w:style w:type="paragraph" w:customStyle="1" w:styleId="Reference">
    <w:name w:val="Reference"/>
    <w:basedOn w:val="BodyText"/>
    <w:link w:val="ReferenceChar"/>
    <w:rsid w:val="00AD6FCA"/>
    <w:pPr>
      <w:spacing w:before="120"/>
      <w:ind w:left="340" w:hanging="340"/>
    </w:pPr>
  </w:style>
  <w:style w:type="paragraph" w:customStyle="1" w:styleId="SequenceInfo">
    <w:name w:val="Sequence Info"/>
    <w:basedOn w:val="BodyText"/>
    <w:semiHidden/>
    <w:rsid w:val="00AD6FCA"/>
    <w:rPr>
      <w:vanish/>
      <w:sz w:val="16"/>
    </w:rPr>
  </w:style>
  <w:style w:type="paragraph" w:customStyle="1" w:styleId="SideNote">
    <w:name w:val="Side Note"/>
    <w:basedOn w:val="BodyText"/>
    <w:next w:val="BodyText"/>
    <w:semiHidden/>
    <w:rsid w:val="00AD6FCA"/>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D6FCA"/>
    <w:pPr>
      <w:framePr w:wrap="around"/>
      <w:numPr>
        <w:numId w:val="11"/>
      </w:numPr>
      <w:tabs>
        <w:tab w:val="left" w:pos="227"/>
      </w:tabs>
    </w:pPr>
  </w:style>
  <w:style w:type="paragraph" w:customStyle="1" w:styleId="SideNoteGraphic">
    <w:name w:val="Side Note Graphic"/>
    <w:basedOn w:val="SideNote"/>
    <w:next w:val="BodyText"/>
    <w:semiHidden/>
    <w:rsid w:val="00AD6FCA"/>
    <w:pPr>
      <w:framePr w:wrap="around"/>
    </w:pPr>
  </w:style>
  <w:style w:type="paragraph" w:customStyle="1" w:styleId="TableBodyText">
    <w:name w:val="Table Body Text"/>
    <w:basedOn w:val="BodyText"/>
    <w:rsid w:val="00AD6FC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AD6FCA"/>
    <w:pPr>
      <w:numPr>
        <w:numId w:val="12"/>
      </w:numPr>
      <w:jc w:val="left"/>
    </w:pPr>
  </w:style>
  <w:style w:type="paragraph" w:customStyle="1" w:styleId="TableColumnHeading">
    <w:name w:val="Table Column Heading"/>
    <w:basedOn w:val="TableBodyText"/>
    <w:rsid w:val="00AD6FCA"/>
    <w:pPr>
      <w:spacing w:before="80" w:after="80"/>
    </w:pPr>
    <w:rPr>
      <w:i/>
    </w:rPr>
  </w:style>
  <w:style w:type="paragraph" w:styleId="TOC2">
    <w:name w:val="toc 2"/>
    <w:basedOn w:val="TOC1"/>
    <w:rsid w:val="00AD6FCA"/>
    <w:pPr>
      <w:ind w:left="1134" w:hanging="624"/>
    </w:pPr>
    <w:rPr>
      <w:b w:val="0"/>
    </w:rPr>
  </w:style>
  <w:style w:type="paragraph" w:styleId="TOC3">
    <w:name w:val="toc 3"/>
    <w:basedOn w:val="TOC2"/>
    <w:rsid w:val="00AD6FCA"/>
    <w:pPr>
      <w:spacing w:before="60"/>
      <w:ind w:left="1190" w:hanging="680"/>
    </w:pPr>
  </w:style>
  <w:style w:type="paragraph" w:styleId="TableofFigures">
    <w:name w:val="table of figures"/>
    <w:basedOn w:val="TOC3"/>
    <w:next w:val="BodyText"/>
    <w:semiHidden/>
    <w:rsid w:val="00AD6FCA"/>
    <w:pPr>
      <w:ind w:left="737" w:hanging="737"/>
    </w:pPr>
  </w:style>
  <w:style w:type="paragraph" w:customStyle="1" w:styleId="TableTitle">
    <w:name w:val="Table Title"/>
    <w:basedOn w:val="Caption"/>
    <w:next w:val="Subtitle"/>
    <w:qFormat/>
    <w:rsid w:val="00AD6FCA"/>
    <w:pPr>
      <w:spacing w:before="120"/>
    </w:pPr>
  </w:style>
  <w:style w:type="paragraph" w:customStyle="1" w:styleId="TableUnitsRow">
    <w:name w:val="Table Units Row"/>
    <w:basedOn w:val="TableBodyText"/>
    <w:rsid w:val="00AD6FCA"/>
    <w:pPr>
      <w:spacing w:before="40"/>
    </w:pPr>
  </w:style>
  <w:style w:type="paragraph" w:styleId="TOC1">
    <w:name w:val="toc 1"/>
    <w:basedOn w:val="Normal"/>
    <w:next w:val="TOC2"/>
    <w:link w:val="TOC1Char"/>
    <w:rsid w:val="00AD6FCA"/>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D6FCA"/>
    <w:pPr>
      <w:ind w:left="1191" w:firstLine="0"/>
    </w:pPr>
  </w:style>
  <w:style w:type="paragraph" w:customStyle="1" w:styleId="RecBBullet2">
    <w:name w:val="RecB Bullet 2"/>
    <w:basedOn w:val="ListBullet2"/>
    <w:rsid w:val="00AD6FCA"/>
    <w:pPr>
      <w:pBdr>
        <w:left w:val="single" w:sz="24" w:space="29" w:color="C0C0C0"/>
      </w:pBdr>
    </w:pPr>
    <w:rPr>
      <w:b/>
      <w:i/>
    </w:rPr>
  </w:style>
  <w:style w:type="paragraph" w:styleId="BalloonText">
    <w:name w:val="Balloon Text"/>
    <w:basedOn w:val="Normal"/>
    <w:link w:val="BalloonTextChar"/>
    <w:rsid w:val="00AD6FCA"/>
    <w:rPr>
      <w:rFonts w:ascii="Tahoma" w:hAnsi="Tahoma" w:cs="Tahoma"/>
      <w:sz w:val="16"/>
      <w:szCs w:val="16"/>
    </w:rPr>
  </w:style>
  <w:style w:type="character" w:customStyle="1" w:styleId="BalloonTextChar">
    <w:name w:val="Balloon Text Char"/>
    <w:basedOn w:val="DefaultParagraphFont"/>
    <w:link w:val="BalloonText"/>
    <w:rsid w:val="00AD6FCA"/>
    <w:rPr>
      <w:rFonts w:ascii="Tahoma" w:hAnsi="Tahoma" w:cs="Tahoma"/>
      <w:sz w:val="16"/>
      <w:szCs w:val="16"/>
    </w:rPr>
  </w:style>
  <w:style w:type="character" w:customStyle="1" w:styleId="SubtitleChar">
    <w:name w:val="Subtitle Char"/>
    <w:basedOn w:val="DefaultParagraphFont"/>
    <w:link w:val="Subtitle"/>
    <w:rsid w:val="00AD6FCA"/>
    <w:rPr>
      <w:rFonts w:ascii="Arial" w:hAnsi="Arial"/>
      <w:szCs w:val="24"/>
    </w:rPr>
  </w:style>
  <w:style w:type="paragraph" w:customStyle="1" w:styleId="BoxListBullet3">
    <w:name w:val="Box List Bullet 3"/>
    <w:basedOn w:val="ListBullet3"/>
    <w:rsid w:val="00AD6FCA"/>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AD6FCA"/>
    <w:rPr>
      <w:i/>
      <w:iCs/>
    </w:rPr>
  </w:style>
  <w:style w:type="paragraph" w:customStyle="1" w:styleId="BoxQuoteBullet">
    <w:name w:val="Box Quote Bullet"/>
    <w:basedOn w:val="BoxQuote"/>
    <w:next w:val="Box"/>
    <w:rsid w:val="00AD6FCA"/>
    <w:pPr>
      <w:numPr>
        <w:numId w:val="16"/>
      </w:numPr>
      <w:ind w:left="568" w:hanging="284"/>
    </w:pPr>
  </w:style>
  <w:style w:type="paragraph" w:customStyle="1" w:styleId="InformationRequestBullet">
    <w:name w:val="Information Request Bullet"/>
    <w:basedOn w:val="ListBullet"/>
    <w:next w:val="BodyText"/>
    <w:rsid w:val="00AD6FCA"/>
    <w:pPr>
      <w:numPr>
        <w:numId w:val="17"/>
      </w:numPr>
      <w:spacing w:before="80" w:line="280" w:lineRule="atLeast"/>
      <w:ind w:left="357" w:hanging="357"/>
    </w:pPr>
    <w:rPr>
      <w:rFonts w:ascii="Arial" w:hAnsi="Arial"/>
      <w:i/>
      <w:sz w:val="22"/>
    </w:rPr>
  </w:style>
  <w:style w:type="paragraph" w:customStyle="1" w:styleId="BoxSpaceBelow">
    <w:name w:val="Box Space Below"/>
    <w:basedOn w:val="Box"/>
    <w:rsid w:val="00AD6FCA"/>
    <w:pPr>
      <w:keepNext w:val="0"/>
      <w:spacing w:before="60" w:after="60" w:line="80" w:lineRule="exact"/>
    </w:pPr>
    <w:rPr>
      <w:sz w:val="14"/>
    </w:rPr>
  </w:style>
  <w:style w:type="character" w:customStyle="1" w:styleId="Heading1Char">
    <w:name w:val="Heading 1 Char"/>
    <w:basedOn w:val="DefaultParagraphFont"/>
    <w:link w:val="Heading1"/>
    <w:rsid w:val="00FF51E1"/>
    <w:rPr>
      <w:sz w:val="52"/>
    </w:rPr>
  </w:style>
  <w:style w:type="character" w:customStyle="1" w:styleId="Heading2Char">
    <w:name w:val="Heading 2 Char"/>
    <w:basedOn w:val="DefaultParagraphFont"/>
    <w:link w:val="Heading2"/>
    <w:rsid w:val="00FF51E1"/>
    <w:rPr>
      <w:rFonts w:ascii="Arial" w:hAnsi="Arial"/>
      <w:b/>
      <w:sz w:val="32"/>
    </w:rPr>
  </w:style>
  <w:style w:type="character" w:customStyle="1" w:styleId="Heading3Char">
    <w:name w:val="Heading 3 Char"/>
    <w:basedOn w:val="DefaultParagraphFont"/>
    <w:link w:val="Heading3"/>
    <w:rsid w:val="00FF51E1"/>
    <w:rPr>
      <w:rFonts w:ascii="Arial" w:hAnsi="Arial"/>
      <w:b/>
      <w:sz w:val="26"/>
    </w:rPr>
  </w:style>
  <w:style w:type="character" w:customStyle="1" w:styleId="Heading4Char">
    <w:name w:val="Heading 4 Char"/>
    <w:basedOn w:val="DefaultParagraphFont"/>
    <w:link w:val="Heading4"/>
    <w:rsid w:val="00FF51E1"/>
    <w:rPr>
      <w:rFonts w:ascii="Arial" w:hAnsi="Arial"/>
      <w:sz w:val="24"/>
    </w:rPr>
  </w:style>
  <w:style w:type="character" w:customStyle="1" w:styleId="Heading5Char">
    <w:name w:val="Heading 5 Char"/>
    <w:basedOn w:val="DefaultParagraphFont"/>
    <w:link w:val="Heading5"/>
    <w:rsid w:val="00AD6FCA"/>
    <w:rPr>
      <w:rFonts w:ascii="Arial" w:hAnsi="Arial"/>
      <w:i/>
      <w:sz w:val="22"/>
    </w:rPr>
  </w:style>
  <w:style w:type="character" w:customStyle="1" w:styleId="Heading6Char">
    <w:name w:val="Heading 6 Char"/>
    <w:basedOn w:val="DefaultParagraphFont"/>
    <w:link w:val="Heading6"/>
    <w:rsid w:val="00FF51E1"/>
    <w:rPr>
      <w:i/>
      <w:sz w:val="22"/>
    </w:rPr>
  </w:style>
  <w:style w:type="character" w:customStyle="1" w:styleId="Heading7Char">
    <w:name w:val="Heading 7 Char"/>
    <w:basedOn w:val="DefaultParagraphFont"/>
    <w:link w:val="Heading7"/>
    <w:rsid w:val="00FF51E1"/>
    <w:rPr>
      <w:rFonts w:ascii="Arial" w:hAnsi="Arial"/>
    </w:rPr>
  </w:style>
  <w:style w:type="character" w:customStyle="1" w:styleId="Heading8Char">
    <w:name w:val="Heading 8 Char"/>
    <w:basedOn w:val="DefaultParagraphFont"/>
    <w:link w:val="Heading8"/>
    <w:rsid w:val="00FF51E1"/>
    <w:rPr>
      <w:rFonts w:ascii="Arial" w:hAnsi="Arial"/>
      <w:i/>
    </w:rPr>
  </w:style>
  <w:style w:type="character" w:customStyle="1" w:styleId="Heading9Char">
    <w:name w:val="Heading 9 Char"/>
    <w:basedOn w:val="DefaultParagraphFont"/>
    <w:link w:val="Heading9"/>
    <w:rsid w:val="00FF51E1"/>
    <w:rPr>
      <w:rFonts w:ascii="Arial" w:hAnsi="Arial"/>
      <w:b/>
      <w:i/>
      <w:sz w:val="18"/>
    </w:rPr>
  </w:style>
  <w:style w:type="character" w:customStyle="1" w:styleId="BodyTextChar">
    <w:name w:val="Body Text Char"/>
    <w:basedOn w:val="DefaultParagraphFont"/>
    <w:link w:val="BodyText"/>
    <w:rsid w:val="00AD6FCA"/>
    <w:rPr>
      <w:sz w:val="24"/>
    </w:rPr>
  </w:style>
  <w:style w:type="character" w:customStyle="1" w:styleId="FooterChar">
    <w:name w:val="Footer Char"/>
    <w:basedOn w:val="BodyTextChar"/>
    <w:link w:val="Footer"/>
    <w:rsid w:val="00AD6FCA"/>
    <w:rPr>
      <w:rFonts w:ascii="Arial" w:hAnsi="Arial"/>
      <w:caps/>
      <w:spacing w:val="-4"/>
      <w:sz w:val="16"/>
    </w:rPr>
  </w:style>
  <w:style w:type="character" w:customStyle="1" w:styleId="HeaderChar">
    <w:name w:val="Header Char"/>
    <w:basedOn w:val="DefaultParagraphFont"/>
    <w:link w:val="Header"/>
    <w:rsid w:val="00FF51E1"/>
    <w:rPr>
      <w:rFonts w:ascii="Arial" w:hAnsi="Arial"/>
      <w:caps/>
      <w:sz w:val="24"/>
    </w:rPr>
  </w:style>
  <w:style w:type="character" w:customStyle="1" w:styleId="CommentTextChar">
    <w:name w:val="Comment Text Char"/>
    <w:basedOn w:val="DefaultParagraphFont"/>
    <w:semiHidden/>
    <w:rsid w:val="00FF51E1"/>
    <w:rPr>
      <w:szCs w:val="24"/>
    </w:rPr>
  </w:style>
  <w:style w:type="character" w:customStyle="1" w:styleId="FootnoteTextChar">
    <w:name w:val="Footnote Text Char"/>
    <w:basedOn w:val="DefaultParagraphFont"/>
    <w:link w:val="FootnoteText"/>
    <w:rsid w:val="00FF51E1"/>
  </w:style>
  <w:style w:type="character" w:customStyle="1" w:styleId="QuoteChar">
    <w:name w:val="Quote Char"/>
    <w:basedOn w:val="DefaultParagraphFont"/>
    <w:link w:val="Quote"/>
    <w:rsid w:val="00FF51E1"/>
    <w:rPr>
      <w:sz w:val="22"/>
    </w:rPr>
  </w:style>
  <w:style w:type="paragraph" w:customStyle="1" w:styleId="BoxSpace">
    <w:name w:val="Box Space"/>
    <w:basedOn w:val="BodyText"/>
    <w:rsid w:val="00FF51E1"/>
    <w:pPr>
      <w:keepNext/>
      <w:spacing w:before="360" w:line="80" w:lineRule="exact"/>
      <w:jc w:val="left"/>
    </w:pPr>
  </w:style>
  <w:style w:type="character" w:styleId="Hyperlink">
    <w:name w:val="Hyperlink"/>
    <w:uiPriority w:val="99"/>
    <w:rsid w:val="00FF51E1"/>
    <w:rPr>
      <w:color w:val="0000FF"/>
      <w:u w:val="single"/>
    </w:rPr>
  </w:style>
  <w:style w:type="paragraph" w:customStyle="1" w:styleId="SOC">
    <w:name w:val="SOC"/>
    <w:basedOn w:val="BodyText"/>
    <w:rsid w:val="00FF51E1"/>
    <w:pPr>
      <w:spacing w:before="0" w:after="140" w:line="240" w:lineRule="auto"/>
    </w:pPr>
    <w:rPr>
      <w:rFonts w:ascii="Arial" w:hAnsi="Arial"/>
    </w:rPr>
  </w:style>
  <w:style w:type="character" w:styleId="FollowedHyperlink">
    <w:name w:val="FollowedHyperlink"/>
    <w:rsid w:val="00FF51E1"/>
    <w:rPr>
      <w:color w:val="800080"/>
      <w:u w:val="single"/>
    </w:rPr>
  </w:style>
  <w:style w:type="paragraph" w:styleId="DocumentMap">
    <w:name w:val="Document Map"/>
    <w:basedOn w:val="Normal"/>
    <w:link w:val="DocumentMapChar"/>
    <w:rsid w:val="00FF51E1"/>
    <w:pPr>
      <w:shd w:val="clear" w:color="auto" w:fill="000080"/>
    </w:pPr>
    <w:rPr>
      <w:rFonts w:ascii="Tahoma" w:hAnsi="Tahoma" w:cs="Tahoma"/>
      <w:sz w:val="20"/>
    </w:rPr>
  </w:style>
  <w:style w:type="character" w:customStyle="1" w:styleId="DocumentMapChar">
    <w:name w:val="Document Map Char"/>
    <w:basedOn w:val="DefaultParagraphFont"/>
    <w:link w:val="DocumentMap"/>
    <w:rsid w:val="00FF51E1"/>
    <w:rPr>
      <w:rFonts w:ascii="Tahoma" w:hAnsi="Tahoma" w:cs="Tahoma"/>
      <w:szCs w:val="24"/>
      <w:shd w:val="clear" w:color="auto" w:fill="000080"/>
    </w:rPr>
  </w:style>
  <w:style w:type="paragraph" w:styleId="CommentSubject">
    <w:name w:val="annotation subject"/>
    <w:basedOn w:val="CommentText"/>
    <w:next w:val="CommentText"/>
    <w:link w:val="CommentSubjectChar"/>
    <w:rsid w:val="00FF51E1"/>
    <w:pPr>
      <w:spacing w:before="0" w:line="240" w:lineRule="auto"/>
      <w:ind w:left="0" w:firstLine="0"/>
    </w:pPr>
    <w:rPr>
      <w:b/>
      <w:bCs/>
    </w:rPr>
  </w:style>
  <w:style w:type="character" w:customStyle="1" w:styleId="CommentTextChar1">
    <w:name w:val="Comment Text Char1"/>
    <w:basedOn w:val="DefaultParagraphFont"/>
    <w:link w:val="CommentText"/>
    <w:semiHidden/>
    <w:rsid w:val="00FF51E1"/>
    <w:rPr>
      <w:szCs w:val="24"/>
    </w:rPr>
  </w:style>
  <w:style w:type="character" w:customStyle="1" w:styleId="CommentSubjectChar">
    <w:name w:val="Comment Subject Char"/>
    <w:basedOn w:val="CommentTextChar1"/>
    <w:link w:val="CommentSubject"/>
    <w:rsid w:val="00FF51E1"/>
    <w:rPr>
      <w:b/>
      <w:bCs/>
      <w:szCs w:val="24"/>
    </w:rPr>
  </w:style>
  <w:style w:type="table" w:styleId="TableGrid">
    <w:name w:val="Table Grid"/>
    <w:basedOn w:val="TableNormal"/>
    <w:rsid w:val="00AD6F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
    <w:basedOn w:val="TableTitle"/>
    <w:rsid w:val="00FF51E1"/>
  </w:style>
  <w:style w:type="paragraph" w:customStyle="1" w:styleId="DocInfo">
    <w:name w:val="Doc Info"/>
    <w:basedOn w:val="Normal"/>
    <w:next w:val="Normal"/>
    <w:rsid w:val="00FF51E1"/>
    <w:pPr>
      <w:jc w:val="center"/>
    </w:pPr>
    <w:rPr>
      <w:rFonts w:ascii="Arial" w:hAnsi="Arial"/>
      <w:sz w:val="14"/>
    </w:rPr>
  </w:style>
  <w:style w:type="paragraph" w:customStyle="1" w:styleId="Heading2NotTOC">
    <w:name w:val="Heading 2 Not TOC"/>
    <w:basedOn w:val="Heading2"/>
    <w:next w:val="BodyText"/>
    <w:rsid w:val="00FF51E1"/>
    <w:pPr>
      <w:outlineLvl w:val="9"/>
    </w:pPr>
  </w:style>
  <w:style w:type="character" w:customStyle="1" w:styleId="FooterEndChar">
    <w:name w:val="Footer End Char"/>
    <w:link w:val="FooterEnd"/>
    <w:rsid w:val="00FF51E1"/>
    <w:rPr>
      <w:rFonts w:ascii="Arial" w:hAnsi="Arial"/>
      <w:caps/>
      <w:spacing w:val="-4"/>
      <w:sz w:val="16"/>
    </w:rPr>
  </w:style>
  <w:style w:type="character" w:styleId="Strong">
    <w:name w:val="Strong"/>
    <w:qFormat/>
    <w:rsid w:val="00FF51E1"/>
    <w:rPr>
      <w:b/>
      <w:bCs/>
    </w:rPr>
  </w:style>
  <w:style w:type="paragraph" w:styleId="TOCHeading">
    <w:name w:val="TOC Heading"/>
    <w:basedOn w:val="Heading1"/>
    <w:next w:val="Normal"/>
    <w:uiPriority w:val="39"/>
    <w:unhideWhenUsed/>
    <w:qFormat/>
    <w:rsid w:val="00FF51E1"/>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PlainText">
    <w:name w:val="Plain Text"/>
    <w:basedOn w:val="Normal"/>
    <w:link w:val="PlainTextChar"/>
    <w:uiPriority w:val="99"/>
    <w:unhideWhenUsed/>
    <w:rsid w:val="00FF51E1"/>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FF51E1"/>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FF51E1"/>
    <w:rPr>
      <w:sz w:val="24"/>
    </w:rPr>
  </w:style>
  <w:style w:type="paragraph" w:customStyle="1" w:styleId="KeyPointsListBullet">
    <w:name w:val="Key Points List Bullet"/>
    <w:basedOn w:val="Normal"/>
    <w:qFormat/>
    <w:rsid w:val="00AD6FCA"/>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AD6FCA"/>
    <w:pPr>
      <w:numPr>
        <w:numId w:val="21"/>
      </w:numPr>
      <w:ind w:left="568" w:hanging="284"/>
    </w:pPr>
  </w:style>
  <w:style w:type="paragraph" w:customStyle="1" w:styleId="InformationRequestTitle">
    <w:name w:val="Information Request Title"/>
    <w:basedOn w:val="FindingTitle"/>
    <w:next w:val="InformationRequest"/>
    <w:rsid w:val="00AD6FCA"/>
    <w:rPr>
      <w:i/>
    </w:rPr>
  </w:style>
  <w:style w:type="paragraph" w:customStyle="1" w:styleId="Space">
    <w:name w:val="Space"/>
    <w:basedOn w:val="Normal"/>
    <w:rsid w:val="00AD6FCA"/>
    <w:pPr>
      <w:keepNext/>
      <w:spacing w:line="120" w:lineRule="exact"/>
      <w:jc w:val="both"/>
    </w:pPr>
    <w:rPr>
      <w:rFonts w:ascii="Arial" w:hAnsi="Arial"/>
      <w:sz w:val="20"/>
      <w:szCs w:val="20"/>
    </w:rPr>
  </w:style>
  <w:style w:type="paragraph" w:customStyle="1" w:styleId="Heading1nochapterno">
    <w:name w:val="Heading 1 (no chapter no.)"/>
    <w:basedOn w:val="Heading1"/>
    <w:rsid w:val="00AD6FCA"/>
    <w:pPr>
      <w:spacing w:before="0"/>
      <w:ind w:left="0" w:firstLine="0"/>
    </w:pPr>
  </w:style>
  <w:style w:type="paragraph" w:customStyle="1" w:styleId="Heading2nosectionno">
    <w:name w:val="Heading 2 (no section no.)"/>
    <w:basedOn w:val="Heading2"/>
    <w:rsid w:val="00AD6FCA"/>
    <w:pPr>
      <w:ind w:left="0" w:firstLine="0"/>
    </w:pPr>
  </w:style>
  <w:style w:type="paragraph" w:customStyle="1" w:styleId="Figurespace">
    <w:name w:val="Figure space"/>
    <w:basedOn w:val="Box"/>
    <w:rsid w:val="00AD6FCA"/>
    <w:pPr>
      <w:spacing w:before="0" w:line="120" w:lineRule="exact"/>
    </w:pPr>
  </w:style>
  <w:style w:type="paragraph" w:customStyle="1" w:styleId="FooterDraftReport">
    <w:name w:val="FooterDraftReport"/>
    <w:basedOn w:val="Footer"/>
    <w:link w:val="FooterDraftReportChar"/>
    <w:rsid w:val="00AD6FCA"/>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AD6FCA"/>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AD6FCA"/>
    <w:rPr>
      <w:rFonts w:ascii="Arial" w:hAnsi="Arial"/>
      <w:b/>
      <w:sz w:val="26"/>
      <w:szCs w:val="26"/>
      <w:lang w:eastAsia="en-US"/>
    </w:rPr>
  </w:style>
  <w:style w:type="paragraph" w:customStyle="1" w:styleId="Heading1NotTOC">
    <w:name w:val="Heading 1 Not TOC"/>
    <w:basedOn w:val="Heading1"/>
    <w:next w:val="BodyText"/>
    <w:rsid w:val="001E414C"/>
    <w:rPr>
      <w:kern w:val="28"/>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71994099">
      <w:bodyDiv w:val="1"/>
      <w:marLeft w:val="0"/>
      <w:marRight w:val="0"/>
      <w:marTop w:val="0"/>
      <w:marBottom w:val="0"/>
      <w:divBdr>
        <w:top w:val="none" w:sz="0" w:space="0" w:color="auto"/>
        <w:left w:val="none" w:sz="0" w:space="0" w:color="auto"/>
        <w:bottom w:val="none" w:sz="0" w:space="0" w:color="auto"/>
        <w:right w:val="none" w:sz="0" w:space="0" w:color="auto"/>
      </w:divBdr>
    </w:div>
    <w:div w:id="2103256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image" Target="media/image7.emf"/><Relationship Id="rId26" Type="http://schemas.openxmlformats.org/officeDocument/2006/relationships/image" Target="media/image14.wmf"/><Relationship Id="rId39" Type="http://schemas.openxmlformats.org/officeDocument/2006/relationships/image" Target="media/image27.wmf"/><Relationship Id="rId21" Type="http://schemas.openxmlformats.org/officeDocument/2006/relationships/image" Target="media/image9.wmf"/><Relationship Id="rId34" Type="http://schemas.openxmlformats.org/officeDocument/2006/relationships/image" Target="media/image22.wmf"/><Relationship Id="rId42" Type="http://schemas.openxmlformats.org/officeDocument/2006/relationships/chart" Target="charts/chart5.xml"/><Relationship Id="rId47" Type="http://schemas.openxmlformats.org/officeDocument/2006/relationships/image" Target="media/image34.wmf"/><Relationship Id="rId50" Type="http://schemas.openxmlformats.org/officeDocument/2006/relationships/image" Target="media/image37.wmf"/><Relationship Id="rId55" Type="http://schemas.openxmlformats.org/officeDocument/2006/relationships/image" Target="media/image42.wmf"/><Relationship Id="rId63" Type="http://schemas.openxmlformats.org/officeDocument/2006/relationships/image" Target="media/image50.wmf"/><Relationship Id="rId68" Type="http://schemas.openxmlformats.org/officeDocument/2006/relationships/image" Target="media/image55.wmf"/><Relationship Id="rId76" Type="http://schemas.openxmlformats.org/officeDocument/2006/relationships/image" Target="media/image63.wmf"/><Relationship Id="rId84"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image" Target="media/image58.wmf"/><Relationship Id="rId2" Type="http://schemas.openxmlformats.org/officeDocument/2006/relationships/numbering" Target="numbering.xml"/><Relationship Id="rId16" Type="http://schemas.openxmlformats.org/officeDocument/2006/relationships/image" Target="media/image5.emf"/><Relationship Id="rId29" Type="http://schemas.openxmlformats.org/officeDocument/2006/relationships/image" Target="media/image17.wmf"/><Relationship Id="rId11" Type="http://schemas.openxmlformats.org/officeDocument/2006/relationships/chart" Target="charts/chart3.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2.emf"/><Relationship Id="rId53" Type="http://schemas.openxmlformats.org/officeDocument/2006/relationships/image" Target="media/image40.wmf"/><Relationship Id="rId58" Type="http://schemas.openxmlformats.org/officeDocument/2006/relationships/image" Target="media/image45.wmf"/><Relationship Id="rId66" Type="http://schemas.openxmlformats.org/officeDocument/2006/relationships/image" Target="media/image53.wmf"/><Relationship Id="rId74" Type="http://schemas.openxmlformats.org/officeDocument/2006/relationships/image" Target="media/image61.wmf"/><Relationship Id="rId79" Type="http://schemas.openxmlformats.org/officeDocument/2006/relationships/chart" Target="charts/chart7.xml"/><Relationship Id="rId5" Type="http://schemas.openxmlformats.org/officeDocument/2006/relationships/settings" Target="settings.xml"/><Relationship Id="rId61" Type="http://schemas.openxmlformats.org/officeDocument/2006/relationships/image" Target="media/image48.wmf"/><Relationship Id="rId82" Type="http://schemas.openxmlformats.org/officeDocument/2006/relationships/footer" Target="footer1.xml"/><Relationship Id="rId19" Type="http://schemas.openxmlformats.org/officeDocument/2006/relationships/image" Target="media/image8.emf"/><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image" Target="media/image3.emf"/><Relationship Id="rId22" Type="http://schemas.openxmlformats.org/officeDocument/2006/relationships/image" Target="media/image10.wmf"/><Relationship Id="rId27" Type="http://schemas.openxmlformats.org/officeDocument/2006/relationships/image" Target="media/image15.wmf"/><Relationship Id="rId30" Type="http://schemas.openxmlformats.org/officeDocument/2006/relationships/image" Target="media/image18.wmf"/><Relationship Id="rId35" Type="http://schemas.openxmlformats.org/officeDocument/2006/relationships/image" Target="media/image23.wmf"/><Relationship Id="rId43" Type="http://schemas.openxmlformats.org/officeDocument/2006/relationships/image" Target="media/image30.wmf"/><Relationship Id="rId48" Type="http://schemas.openxmlformats.org/officeDocument/2006/relationships/image" Target="media/image35.wmf"/><Relationship Id="rId56" Type="http://schemas.openxmlformats.org/officeDocument/2006/relationships/image" Target="media/image43.wmf"/><Relationship Id="rId64" Type="http://schemas.openxmlformats.org/officeDocument/2006/relationships/image" Target="media/image51.wmf"/><Relationship Id="rId69" Type="http://schemas.openxmlformats.org/officeDocument/2006/relationships/image" Target="media/image56.wmf"/><Relationship Id="rId77" Type="http://schemas.openxmlformats.org/officeDocument/2006/relationships/image" Target="media/image64.png"/><Relationship Id="rId8" Type="http://schemas.openxmlformats.org/officeDocument/2006/relationships/endnotes" Target="endnotes.xml"/><Relationship Id="rId51" Type="http://schemas.openxmlformats.org/officeDocument/2006/relationships/image" Target="media/image38.wmf"/><Relationship Id="rId72" Type="http://schemas.openxmlformats.org/officeDocument/2006/relationships/image" Target="media/image59.wmf"/><Relationship Id="rId80" Type="http://schemas.openxmlformats.org/officeDocument/2006/relationships/header" Target="header1.xml"/><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image" Target="media/image6.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3.wmf"/><Relationship Id="rId59" Type="http://schemas.openxmlformats.org/officeDocument/2006/relationships/image" Target="media/image46.wmf"/><Relationship Id="rId67" Type="http://schemas.openxmlformats.org/officeDocument/2006/relationships/image" Target="media/image54.wmf"/><Relationship Id="rId20" Type="http://schemas.openxmlformats.org/officeDocument/2006/relationships/chart" Target="charts/chart4.xml"/><Relationship Id="rId41" Type="http://schemas.openxmlformats.org/officeDocument/2006/relationships/image" Target="media/image29.wmf"/><Relationship Id="rId54" Type="http://schemas.openxmlformats.org/officeDocument/2006/relationships/image" Target="media/image41.wmf"/><Relationship Id="rId62" Type="http://schemas.openxmlformats.org/officeDocument/2006/relationships/image" Target="media/image49.wmf"/><Relationship Id="rId70" Type="http://schemas.openxmlformats.org/officeDocument/2006/relationships/image" Target="media/image57.wmf"/><Relationship Id="rId75" Type="http://schemas.openxmlformats.org/officeDocument/2006/relationships/image" Target="media/image62.wmf"/><Relationship Id="rId83"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image" Target="media/image11.wmf"/><Relationship Id="rId28" Type="http://schemas.openxmlformats.org/officeDocument/2006/relationships/image" Target="media/image16.wmf"/><Relationship Id="rId36" Type="http://schemas.openxmlformats.org/officeDocument/2006/relationships/image" Target="media/image24.wmf"/><Relationship Id="rId49" Type="http://schemas.openxmlformats.org/officeDocument/2006/relationships/image" Target="media/image36.wmf"/><Relationship Id="rId57" Type="http://schemas.openxmlformats.org/officeDocument/2006/relationships/image" Target="media/image44.wmf"/><Relationship Id="rId10" Type="http://schemas.openxmlformats.org/officeDocument/2006/relationships/chart" Target="charts/chart2.xml"/><Relationship Id="rId31" Type="http://schemas.openxmlformats.org/officeDocument/2006/relationships/image" Target="media/image19.wmf"/><Relationship Id="rId44" Type="http://schemas.openxmlformats.org/officeDocument/2006/relationships/image" Target="media/image31.wmf"/><Relationship Id="rId52" Type="http://schemas.openxmlformats.org/officeDocument/2006/relationships/image" Target="media/image39.wmf"/><Relationship Id="rId60" Type="http://schemas.openxmlformats.org/officeDocument/2006/relationships/image" Target="media/image47.wmf"/><Relationship Id="rId65" Type="http://schemas.openxmlformats.org/officeDocument/2006/relationships/image" Target="media/image52.wmf"/><Relationship Id="rId73" Type="http://schemas.openxmlformats.org/officeDocument/2006/relationships/image" Target="media/image60.wmf"/><Relationship Id="rId78" Type="http://schemas.openxmlformats.org/officeDocument/2006/relationships/chart" Target="charts/chart6.xml"/><Relationship Id="rId81"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2.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7.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878222222222222"/>
          <c:y val="0.15020937500000001"/>
          <c:w val="0.85534740740740745"/>
          <c:h val="0.79450729166666667"/>
        </c:manualLayout>
      </c:layout>
      <c:barChart>
        <c:barDir val="col"/>
        <c:grouping val="clustered"/>
        <c:varyColors val="0"/>
        <c:ser>
          <c:idx val="0"/>
          <c:order val="0"/>
          <c:tx>
            <c:strRef>
              <c:f>'Figure 2.1'!$C$50</c:f>
              <c:strCache>
                <c:ptCount val="1"/>
                <c:pt idx="0">
                  <c:v>Female</c:v>
                </c:pt>
              </c:strCache>
            </c:strRef>
          </c:tx>
          <c:spPr>
            <a:solidFill>
              <a:srgbClr val="265A9A"/>
            </a:solidFill>
            <a:ln>
              <a:solidFill>
                <a:srgbClr val="000000"/>
              </a:solidFill>
            </a:ln>
          </c:spPr>
          <c:invertIfNegative val="0"/>
          <c:val>
            <c:numRef>
              <c:f>'Figure 2.1'!$C$51:$C$66</c:f>
              <c:numCache>
                <c:formatCode>General</c:formatCode>
                <c:ptCount val="16"/>
              </c:numCache>
            </c:numRef>
          </c:val>
        </c:ser>
        <c:ser>
          <c:idx val="1"/>
          <c:order val="1"/>
          <c:tx>
            <c:strRef>
              <c:f>'Figure 2.1'!$D$50</c:f>
              <c:strCache>
                <c:ptCount val="1"/>
                <c:pt idx="0">
                  <c:v>Male</c:v>
                </c:pt>
              </c:strCache>
            </c:strRef>
          </c:tx>
          <c:spPr>
            <a:solidFill>
              <a:srgbClr val="78A22F"/>
            </a:solidFill>
            <a:ln>
              <a:solidFill>
                <a:sysClr val="windowText" lastClr="000000"/>
              </a:solidFill>
            </a:ln>
          </c:spPr>
          <c:invertIfNegative val="0"/>
          <c:val>
            <c:numRef>
              <c:f>'Figure 2.1'!$D$51:$D$66</c:f>
              <c:numCache>
                <c:formatCode>General</c:formatCode>
                <c:ptCount val="16"/>
              </c:numCache>
            </c:numRef>
          </c:val>
        </c:ser>
        <c:dLbls>
          <c:showLegendKey val="0"/>
          <c:showVal val="0"/>
          <c:showCatName val="0"/>
          <c:showSerName val="0"/>
          <c:showPercent val="0"/>
          <c:showBubbleSize val="0"/>
        </c:dLbls>
        <c:gapWidth val="150"/>
        <c:axId val="86828544"/>
        <c:axId val="86830080"/>
      </c:barChart>
      <c:catAx>
        <c:axId val="86828544"/>
        <c:scaling>
          <c:orientation val="minMax"/>
        </c:scaling>
        <c:delete val="1"/>
        <c:axPos val="b"/>
        <c:numFmt formatCode="General" sourceLinked="1"/>
        <c:majorTickMark val="out"/>
        <c:minorTickMark val="none"/>
        <c:tickLblPos val="nextTo"/>
        <c:crossAx val="86830080"/>
        <c:crosses val="autoZero"/>
        <c:auto val="1"/>
        <c:lblAlgn val="ctr"/>
        <c:lblOffset val="100"/>
        <c:noMultiLvlLbl val="0"/>
      </c:catAx>
      <c:valAx>
        <c:axId val="86830080"/>
        <c:scaling>
          <c:orientation val="minMax"/>
        </c:scaling>
        <c:delete val="1"/>
        <c:axPos val="l"/>
        <c:numFmt formatCode="General" sourceLinked="1"/>
        <c:majorTickMark val="out"/>
        <c:minorTickMark val="none"/>
        <c:tickLblPos val="nextTo"/>
        <c:crossAx val="86828544"/>
        <c:crosses val="autoZero"/>
        <c:crossBetween val="between"/>
      </c:valAx>
      <c:spPr>
        <a:noFill/>
        <a:ln w="25400">
          <a:noFill/>
        </a:ln>
      </c:spPr>
    </c:plotArea>
    <c:legend>
      <c:legendPos val="t"/>
      <c:layout>
        <c:manualLayout>
          <c:xMode val="edge"/>
          <c:yMode val="edge"/>
          <c:x val="5.0619999999999998E-2"/>
          <c:y val="0.21166666666666667"/>
          <c:w val="0.90816740740740742"/>
          <c:h val="0.60195277777777778"/>
        </c:manualLayout>
      </c:layout>
      <c:overlay val="0"/>
      <c:spPr>
        <a:ln>
          <a:solidFill>
            <a:schemeClr val="tx1"/>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stacked"/>
        <c:varyColors val="0"/>
        <c:ser>
          <c:idx val="0"/>
          <c:order val="0"/>
          <c:tx>
            <c:strRef>
              <c:f>'Figure 2.1'!$C$30</c:f>
              <c:strCache>
                <c:ptCount val="1"/>
                <c:pt idx="0">
                  <c:v>Female</c:v>
                </c:pt>
              </c:strCache>
            </c:strRef>
          </c:tx>
          <c:spPr>
            <a:solidFill>
              <a:srgbClr val="265A9A"/>
            </a:solidFill>
            <a:ln w="3175">
              <a:solidFill>
                <a:srgbClr val="265A9A"/>
              </a:solidFill>
            </a:ln>
          </c:spPr>
          <c:invertIfNegative val="0"/>
          <c:cat>
            <c:strRef>
              <c:f>'Figure 2.1'!$A$31:$A$47</c:f>
              <c:strCache>
                <c:ptCount val="16"/>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 +</c:v>
                </c:pt>
              </c:strCache>
            </c:strRef>
          </c:cat>
          <c:val>
            <c:numRef>
              <c:f>'Figure 2.1'!$C$31:$C$46</c:f>
              <c:numCache>
                <c:formatCode>#####\ ###\ ##0.0;\-#####\ ###\ ##0.0;"–"</c:formatCode>
                <c:ptCount val="16"/>
                <c:pt idx="0">
                  <c:v>6.3541072499417748</c:v>
                </c:pt>
                <c:pt idx="1">
                  <c:v>6.0936171531717065</c:v>
                </c:pt>
                <c:pt idx="2">
                  <c:v>5.8721553693634192</c:v>
                </c:pt>
                <c:pt idx="3">
                  <c:v>6.1357794405253019</c:v>
                </c:pt>
                <c:pt idx="4">
                  <c:v>6.92138244431922</c:v>
                </c:pt>
                <c:pt idx="5">
                  <c:v>7.3600011020569287</c:v>
                </c:pt>
                <c:pt idx="6">
                  <c:v>7.0982625814219897</c:v>
                </c:pt>
                <c:pt idx="7">
                  <c:v>6.6977251564727114</c:v>
                </c:pt>
                <c:pt idx="8">
                  <c:v>7.222605598363101</c:v>
                </c:pt>
                <c:pt idx="9">
                  <c:v>6.6337972447715794</c:v>
                </c:pt>
                <c:pt idx="10">
                  <c:v>6.7388887047344106</c:v>
                </c:pt>
                <c:pt idx="11">
                  <c:v>6.0713091101794321</c:v>
                </c:pt>
                <c:pt idx="12">
                  <c:v>5.3910730805805951</c:v>
                </c:pt>
                <c:pt idx="13">
                  <c:v>4.6880812973620802</c:v>
                </c:pt>
                <c:pt idx="14">
                  <c:v>3.4258558914198414</c:v>
                </c:pt>
                <c:pt idx="15">
                  <c:v>7.2953585753159054</c:v>
                </c:pt>
              </c:numCache>
            </c:numRef>
          </c:val>
        </c:ser>
        <c:ser>
          <c:idx val="3"/>
          <c:order val="1"/>
          <c:tx>
            <c:strRef>
              <c:f>'Figure 2.1'!$D$30</c:f>
              <c:strCache>
                <c:ptCount val="1"/>
                <c:pt idx="0">
                  <c:v>Male</c:v>
                </c:pt>
              </c:strCache>
            </c:strRef>
          </c:tx>
          <c:spPr>
            <a:solidFill>
              <a:srgbClr val="78A22F"/>
            </a:solidFill>
            <a:ln w="3175">
              <a:solidFill>
                <a:srgbClr val="78A22F"/>
              </a:solidFill>
            </a:ln>
          </c:spPr>
          <c:invertIfNegative val="0"/>
          <c:cat>
            <c:strRef>
              <c:f>'Figure 2.1'!$A$31:$A$47</c:f>
              <c:strCache>
                <c:ptCount val="16"/>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 +</c:v>
                </c:pt>
              </c:strCache>
            </c:strRef>
          </c:cat>
          <c:val>
            <c:numRef>
              <c:f>'Figure 2.1'!$D$31:$D$46</c:f>
              <c:numCache>
                <c:formatCode>#####\ ###\ ##0.0;\-#####\ ###\ ##0.0;"–"</c:formatCode>
                <c:ptCount val="16"/>
                <c:pt idx="0">
                  <c:v>-6.7711413210821609</c:v>
                </c:pt>
                <c:pt idx="1">
                  <c:v>-6.4944288462443529</c:v>
                </c:pt>
                <c:pt idx="2">
                  <c:v>-6.2205818785674483</c:v>
                </c:pt>
                <c:pt idx="3">
                  <c:v>-6.5417878645945411</c:v>
                </c:pt>
                <c:pt idx="4">
                  <c:v>-7.274810646418473</c:v>
                </c:pt>
                <c:pt idx="5">
                  <c:v>-7.5898427670170747</c:v>
                </c:pt>
                <c:pt idx="6">
                  <c:v>-7.2305950025902455</c:v>
                </c:pt>
                <c:pt idx="7">
                  <c:v>-6.7159933332673392</c:v>
                </c:pt>
                <c:pt idx="8">
                  <c:v>-7.1644452039485644</c:v>
                </c:pt>
                <c:pt idx="9">
                  <c:v>-6.5843536709664905</c:v>
                </c:pt>
                <c:pt idx="10">
                  <c:v>-6.6574327869245344</c:v>
                </c:pt>
                <c:pt idx="11">
                  <c:v>-5.977604238032991</c:v>
                </c:pt>
                <c:pt idx="12">
                  <c:v>-5.3363905689733651</c:v>
                </c:pt>
                <c:pt idx="13">
                  <c:v>-4.6651411748544627</c:v>
                </c:pt>
                <c:pt idx="14">
                  <c:v>-3.3275918989854887</c:v>
                </c:pt>
                <c:pt idx="15">
                  <c:v>-5.4478587975324695</c:v>
                </c:pt>
              </c:numCache>
            </c:numRef>
          </c:val>
        </c:ser>
        <c:dLbls>
          <c:showLegendKey val="0"/>
          <c:showVal val="0"/>
          <c:showCatName val="0"/>
          <c:showSerName val="0"/>
          <c:showPercent val="0"/>
          <c:showBubbleSize val="0"/>
        </c:dLbls>
        <c:gapWidth val="20"/>
        <c:overlap val="100"/>
        <c:axId val="70885376"/>
        <c:axId val="70887296"/>
      </c:barChart>
      <c:catAx>
        <c:axId val="70885376"/>
        <c:scaling>
          <c:orientation val="minMax"/>
        </c:scaling>
        <c:delete val="0"/>
        <c:axPos val="l"/>
        <c:title>
          <c:tx>
            <c:rich>
              <a:bodyPr rot="-5400000" vert="horz"/>
              <a:lstStyle/>
              <a:p>
                <a:pPr>
                  <a:defRPr sz="800"/>
                </a:pPr>
                <a:r>
                  <a:rPr lang="en-US" sz="800"/>
                  <a:t>Age (years)</a:t>
                </a:r>
              </a:p>
            </c:rich>
          </c:tx>
          <c:layout>
            <c:manualLayout>
              <c:xMode val="edge"/>
              <c:yMode val="edge"/>
              <c:x val="1.3744588744588745E-2"/>
              <c:y val="0.30093178104575163"/>
            </c:manualLayout>
          </c:layout>
          <c:overlay val="0"/>
        </c:title>
        <c:numFmt formatCode="General" sourceLinked="1"/>
        <c:majorTickMark val="none"/>
        <c:minorTickMark val="none"/>
        <c:tickLblPos val="nextTo"/>
        <c:spPr>
          <a:ln w="3175">
            <a:solidFill>
              <a:srgbClr val="BFBFBF"/>
            </a:solidFill>
          </a:ln>
        </c:spPr>
        <c:txPr>
          <a:bodyPr/>
          <a:lstStyle/>
          <a:p>
            <a:pPr>
              <a:defRPr sz="900" b="0" i="0">
                <a:latin typeface="Arial"/>
                <a:ea typeface="Arial"/>
                <a:cs typeface="Arial"/>
              </a:defRPr>
            </a:pPr>
            <a:endParaRPr lang="en-US"/>
          </a:p>
        </c:txPr>
        <c:crossAx val="70887296"/>
        <c:crosses val="max"/>
        <c:auto val="1"/>
        <c:lblAlgn val="ctr"/>
        <c:lblOffset val="100"/>
        <c:tickLblSkip val="3"/>
        <c:noMultiLvlLbl val="0"/>
      </c:catAx>
      <c:valAx>
        <c:axId val="70887296"/>
        <c:scaling>
          <c:orientation val="maxMin"/>
          <c:max val="15"/>
          <c:min val="-15"/>
        </c:scaling>
        <c:delete val="0"/>
        <c:axPos val="b"/>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0" vert="horz"/>
              <a:lstStyle/>
              <a:p>
                <a:pPr>
                  <a:defRPr sz="900">
                    <a:latin typeface="arial"/>
                    <a:ea typeface="arial"/>
                    <a:cs typeface="arial"/>
                  </a:defRPr>
                </a:pPr>
                <a:r>
                  <a:rPr lang="en-US"/>
                  <a:t>Per cent</a:t>
                </a:r>
              </a:p>
            </c:rich>
          </c:tx>
          <c:layout>
            <c:manualLayout>
              <c:xMode val="edge"/>
              <c:yMode val="edge"/>
              <c:x val="0.47655411255411256"/>
              <c:y val="0.89362173202614381"/>
            </c:manualLayout>
          </c:layout>
          <c:overlay val="0"/>
        </c:title>
        <c:numFmt formatCode="0;0;0" sourceLinked="0"/>
        <c:majorTickMark val="out"/>
        <c:minorTickMark val="none"/>
        <c:tickLblPos val="nextTo"/>
        <c:spPr>
          <a:ln w="3175">
            <a:solidFill>
              <a:srgbClr val="BFBFBF"/>
            </a:solidFill>
          </a:ln>
        </c:spPr>
        <c:txPr>
          <a:bodyPr/>
          <a:lstStyle/>
          <a:p>
            <a:pPr>
              <a:defRPr sz="900" b="0" i="0">
                <a:latin typeface="Arial"/>
                <a:ea typeface="Arial"/>
                <a:cs typeface="Arial"/>
              </a:defRPr>
            </a:pPr>
            <a:endParaRPr lang="en-US"/>
          </a:p>
        </c:txPr>
        <c:crossAx val="70885376"/>
        <c:crosses val="autoZero"/>
        <c:crossBetween val="between"/>
        <c:majorUnit val="5"/>
        <c:minorUnit val="1"/>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stacked"/>
        <c:varyColors val="0"/>
        <c:ser>
          <c:idx val="0"/>
          <c:order val="0"/>
          <c:tx>
            <c:strRef>
              <c:f>'Figure 2.1'!$C$30</c:f>
              <c:strCache>
                <c:ptCount val="1"/>
                <c:pt idx="0">
                  <c:v>Female</c:v>
                </c:pt>
              </c:strCache>
            </c:strRef>
          </c:tx>
          <c:spPr>
            <a:solidFill>
              <a:srgbClr val="265A9A"/>
            </a:solidFill>
            <a:ln w="3175">
              <a:solidFill>
                <a:srgbClr val="265A9A"/>
              </a:solidFill>
            </a:ln>
          </c:spPr>
          <c:invertIfNegative val="0"/>
          <c:cat>
            <c:strRef>
              <c:f>'Figure 2.1'!$A$31:$A$47</c:f>
              <c:strCache>
                <c:ptCount val="16"/>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 +</c:v>
                </c:pt>
              </c:strCache>
            </c:strRef>
          </c:cat>
          <c:val>
            <c:numRef>
              <c:f>'Figure 2.1'!$F$31:$F$46</c:f>
              <c:numCache>
                <c:formatCode>#####\ ###\ ##0.0;\-#####\ ###\ ##0.0;"–"</c:formatCode>
                <c:ptCount val="16"/>
                <c:pt idx="0">
                  <c:v>12.090791735822345</c:v>
                </c:pt>
                <c:pt idx="1">
                  <c:v>11.580973117032228</c:v>
                </c:pt>
                <c:pt idx="2">
                  <c:v>11.420353482174196</c:v>
                </c:pt>
                <c:pt idx="3">
                  <c:v>10.456635673026016</c:v>
                </c:pt>
                <c:pt idx="4">
                  <c:v>8.9786375885638829</c:v>
                </c:pt>
                <c:pt idx="5">
                  <c:v>7.4878494220667582</c:v>
                </c:pt>
                <c:pt idx="6">
                  <c:v>6.1927792550818275</c:v>
                </c:pt>
                <c:pt idx="7">
                  <c:v>6.3168133064444163</c:v>
                </c:pt>
                <c:pt idx="8">
                  <c:v>6.3174081939809277</c:v>
                </c:pt>
                <c:pt idx="9">
                  <c:v>5.2820064366831456</c:v>
                </c:pt>
                <c:pt idx="10">
                  <c:v>4.4146604084497829</c:v>
                </c:pt>
                <c:pt idx="11">
                  <c:v>3.2956769522721729</c:v>
                </c:pt>
                <c:pt idx="12">
                  <c:v>2.3780629272036125</c:v>
                </c:pt>
                <c:pt idx="13">
                  <c:v>1.5276711937608196</c:v>
                </c:pt>
                <c:pt idx="14">
                  <c:v>0.99286729843723054</c:v>
                </c:pt>
                <c:pt idx="15">
                  <c:v>1.2668130090006486</c:v>
                </c:pt>
              </c:numCache>
            </c:numRef>
          </c:val>
        </c:ser>
        <c:ser>
          <c:idx val="3"/>
          <c:order val="1"/>
          <c:tx>
            <c:strRef>
              <c:f>'Figure 2.1'!$D$30</c:f>
              <c:strCache>
                <c:ptCount val="1"/>
                <c:pt idx="0">
                  <c:v>Male</c:v>
                </c:pt>
              </c:strCache>
            </c:strRef>
          </c:tx>
          <c:spPr>
            <a:solidFill>
              <a:srgbClr val="78A22F"/>
            </a:solidFill>
            <a:ln w="3175">
              <a:solidFill>
                <a:srgbClr val="78A22F"/>
              </a:solidFill>
            </a:ln>
          </c:spPr>
          <c:invertIfNegative val="0"/>
          <c:cat>
            <c:strRef>
              <c:f>'Figure 2.1'!$A$31:$A$47</c:f>
              <c:strCache>
                <c:ptCount val="16"/>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 +</c:v>
                </c:pt>
              </c:strCache>
            </c:strRef>
          </c:cat>
          <c:val>
            <c:numRef>
              <c:f>'Figure 2.1'!$G$31:$G$46</c:f>
              <c:numCache>
                <c:formatCode>#####\ ###\ ##0.0;\-#####\ ###\ ##0.0;"–"</c:formatCode>
                <c:ptCount val="16"/>
                <c:pt idx="0">
                  <c:v>-12.645834519588952</c:v>
                </c:pt>
                <c:pt idx="1">
                  <c:v>-12.169634053877482</c:v>
                </c:pt>
                <c:pt idx="2">
                  <c:v>-11.938276747691672</c:v>
                </c:pt>
                <c:pt idx="3">
                  <c:v>-11.276271191520095</c:v>
                </c:pt>
                <c:pt idx="4">
                  <c:v>-9.2842608104098812</c:v>
                </c:pt>
                <c:pt idx="5">
                  <c:v>-7.5568728403904313</c:v>
                </c:pt>
                <c:pt idx="6">
                  <c:v>-5.9520562929486971</c:v>
                </c:pt>
                <c:pt idx="7">
                  <c:v>-6.0125927901631187</c:v>
                </c:pt>
                <c:pt idx="8">
                  <c:v>-5.7743427144924979</c:v>
                </c:pt>
                <c:pt idx="9">
                  <c:v>-4.9241345828226191</c:v>
                </c:pt>
                <c:pt idx="10">
                  <c:v>-4.1866082479479028</c:v>
                </c:pt>
                <c:pt idx="11">
                  <c:v>-3.1413047712949114</c:v>
                </c:pt>
                <c:pt idx="12">
                  <c:v>-2.1562381062265685</c:v>
                </c:pt>
                <c:pt idx="13">
                  <c:v>-1.3617715016947223</c:v>
                </c:pt>
                <c:pt idx="14">
                  <c:v>-0.78937194882568196</c:v>
                </c:pt>
                <c:pt idx="15">
                  <c:v>-0.83042888010477001</c:v>
                </c:pt>
              </c:numCache>
            </c:numRef>
          </c:val>
        </c:ser>
        <c:dLbls>
          <c:showLegendKey val="0"/>
          <c:showVal val="0"/>
          <c:showCatName val="0"/>
          <c:showSerName val="0"/>
          <c:showPercent val="0"/>
          <c:showBubbleSize val="0"/>
        </c:dLbls>
        <c:gapWidth val="20"/>
        <c:overlap val="100"/>
        <c:axId val="73398528"/>
        <c:axId val="73404800"/>
      </c:barChart>
      <c:catAx>
        <c:axId val="73398528"/>
        <c:scaling>
          <c:orientation val="minMax"/>
        </c:scaling>
        <c:delete val="0"/>
        <c:axPos val="l"/>
        <c:title>
          <c:tx>
            <c:rich>
              <a:bodyPr rot="-5400000" vert="horz"/>
              <a:lstStyle/>
              <a:p>
                <a:pPr>
                  <a:defRPr sz="800"/>
                </a:pPr>
                <a:r>
                  <a:rPr lang="en-US" sz="800"/>
                  <a:t>Age (years)</a:t>
                </a:r>
              </a:p>
            </c:rich>
          </c:tx>
          <c:layout>
            <c:manualLayout>
              <c:xMode val="edge"/>
              <c:yMode val="edge"/>
              <c:x val="1.3744588744588745E-2"/>
              <c:y val="0.29574387254901963"/>
            </c:manualLayout>
          </c:layout>
          <c:overlay val="0"/>
        </c:title>
        <c:numFmt formatCode="General" sourceLinked="1"/>
        <c:majorTickMark val="none"/>
        <c:minorTickMark val="none"/>
        <c:tickLblPos val="nextTo"/>
        <c:spPr>
          <a:ln w="3175">
            <a:solidFill>
              <a:srgbClr val="BFBFBF"/>
            </a:solidFill>
          </a:ln>
        </c:spPr>
        <c:txPr>
          <a:bodyPr/>
          <a:lstStyle/>
          <a:p>
            <a:pPr>
              <a:defRPr sz="900" b="0" i="0">
                <a:latin typeface="Arial"/>
                <a:ea typeface="Arial"/>
                <a:cs typeface="Arial"/>
              </a:defRPr>
            </a:pPr>
            <a:endParaRPr lang="en-US"/>
          </a:p>
        </c:txPr>
        <c:crossAx val="73404800"/>
        <c:crosses val="max"/>
        <c:auto val="1"/>
        <c:lblAlgn val="ctr"/>
        <c:lblOffset val="100"/>
        <c:tickLblSkip val="3"/>
        <c:noMultiLvlLbl val="0"/>
      </c:catAx>
      <c:valAx>
        <c:axId val="73404800"/>
        <c:scaling>
          <c:orientation val="maxMin"/>
          <c:max val="15"/>
          <c:min val="-15"/>
        </c:scaling>
        <c:delete val="0"/>
        <c:axPos val="b"/>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0" vert="horz"/>
              <a:lstStyle/>
              <a:p>
                <a:pPr>
                  <a:defRPr sz="900">
                    <a:latin typeface="arial"/>
                    <a:ea typeface="arial"/>
                    <a:cs typeface="arial"/>
                  </a:defRPr>
                </a:pPr>
                <a:r>
                  <a:rPr lang="en-US"/>
                  <a:t>Per cent</a:t>
                </a:r>
              </a:p>
            </c:rich>
          </c:tx>
          <c:layout/>
          <c:overlay val="0"/>
        </c:title>
        <c:numFmt formatCode="0;0;0" sourceLinked="0"/>
        <c:majorTickMark val="out"/>
        <c:minorTickMark val="none"/>
        <c:tickLblPos val="nextTo"/>
        <c:spPr>
          <a:ln w="3175">
            <a:solidFill>
              <a:srgbClr val="BFBFBF"/>
            </a:solidFill>
          </a:ln>
        </c:spPr>
        <c:txPr>
          <a:bodyPr/>
          <a:lstStyle/>
          <a:p>
            <a:pPr>
              <a:defRPr sz="900" b="0" i="0">
                <a:latin typeface="Arial"/>
                <a:ea typeface="Arial"/>
                <a:cs typeface="Arial"/>
              </a:defRPr>
            </a:pPr>
            <a:endParaRPr lang="en-US"/>
          </a:p>
        </c:txPr>
        <c:crossAx val="73398528"/>
        <c:crosses val="autoZero"/>
        <c:crossBetween val="between"/>
        <c:majorUnit val="5"/>
        <c:minorUnit val="1"/>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296851851851852"/>
          <c:y val="4.1171111111111117E-2"/>
          <c:w val="0.85116111111111115"/>
          <c:h val="0.71559222222222219"/>
        </c:manualLayout>
      </c:layout>
      <c:barChart>
        <c:barDir val="col"/>
        <c:grouping val="clustered"/>
        <c:varyColors val="0"/>
        <c:ser>
          <c:idx val="0"/>
          <c:order val="0"/>
          <c:tx>
            <c:strRef>
              <c:f>'Figure 2.10'!$A$4</c:f>
              <c:strCache>
                <c:ptCount val="1"/>
                <c:pt idx="0">
                  <c:v>Pparticipation in the labour force</c:v>
                </c:pt>
              </c:strCache>
            </c:strRef>
          </c:tx>
          <c:spPr>
            <a:solidFill>
              <a:srgbClr val="000000"/>
            </a:solidFill>
            <a:ln>
              <a:solidFill>
                <a:srgbClr val="000000"/>
              </a:solidFill>
            </a:ln>
          </c:spPr>
          <c:invertIfNegative val="0"/>
          <c:cat>
            <c:strRef>
              <c:f>'Figure 2.10'!$C$3:$K$3</c:f>
              <c:strCache>
                <c:ptCount val="9"/>
                <c:pt idx="0">
                  <c:v>NSW</c:v>
                </c:pt>
                <c:pt idx="1">
                  <c:v>Vic</c:v>
                </c:pt>
                <c:pt idx="2">
                  <c:v>Qld</c:v>
                </c:pt>
                <c:pt idx="3">
                  <c:v>WA</c:v>
                </c:pt>
                <c:pt idx="4">
                  <c:v>SA</c:v>
                </c:pt>
                <c:pt idx="5">
                  <c:v>Tas</c:v>
                </c:pt>
                <c:pt idx="6">
                  <c:v>ACT</c:v>
                </c:pt>
                <c:pt idx="7">
                  <c:v>NT</c:v>
                </c:pt>
                <c:pt idx="8">
                  <c:v>Aust</c:v>
                </c:pt>
              </c:strCache>
            </c:strRef>
          </c:cat>
          <c:val>
            <c:numRef>
              <c:f>'Figure 2.10'!$C$4:$K$4</c:f>
              <c:numCache>
                <c:formatCode>#####\ ###\ ##0.0;\-#####\ ###\ ##0.0;"–"</c:formatCode>
                <c:ptCount val="9"/>
                <c:pt idx="0">
                  <c:v>62.973092800000003</c:v>
                </c:pt>
                <c:pt idx="1">
                  <c:v>64.271506400000007</c:v>
                </c:pt>
                <c:pt idx="2">
                  <c:v>66.215600600000002</c:v>
                </c:pt>
                <c:pt idx="3">
                  <c:v>68.4316879</c:v>
                </c:pt>
                <c:pt idx="4">
                  <c:v>62.617603500000001</c:v>
                </c:pt>
                <c:pt idx="5">
                  <c:v>60.747633299999997</c:v>
                </c:pt>
                <c:pt idx="6">
                  <c:v>71.4943253</c:v>
                </c:pt>
                <c:pt idx="7">
                  <c:v>74.629440299999999</c:v>
                </c:pt>
                <c:pt idx="8">
                  <c:v>64.724852900000002</c:v>
                </c:pt>
              </c:numCache>
            </c:numRef>
          </c:val>
        </c:ser>
        <c:ser>
          <c:idx val="1"/>
          <c:order val="1"/>
          <c:tx>
            <c:strRef>
              <c:f>'Figure 2.10'!$A$5</c:f>
              <c:strCache>
                <c:ptCount val="1"/>
                <c:pt idx="0">
                  <c:v>Unemployed people looking for full time work</c:v>
                </c:pt>
              </c:strCache>
            </c:strRef>
          </c:tx>
          <c:spPr>
            <a:solidFill>
              <a:srgbClr val="B2D673"/>
            </a:solidFill>
            <a:ln>
              <a:solidFill>
                <a:srgbClr val="B2D673"/>
              </a:solidFill>
            </a:ln>
          </c:spPr>
          <c:invertIfNegative val="0"/>
          <c:cat>
            <c:strRef>
              <c:f>'Figure 2.10'!$C$3:$K$3</c:f>
              <c:strCache>
                <c:ptCount val="9"/>
                <c:pt idx="0">
                  <c:v>NSW</c:v>
                </c:pt>
                <c:pt idx="1">
                  <c:v>Vic</c:v>
                </c:pt>
                <c:pt idx="2">
                  <c:v>Qld</c:v>
                </c:pt>
                <c:pt idx="3">
                  <c:v>WA</c:v>
                </c:pt>
                <c:pt idx="4">
                  <c:v>SA</c:v>
                </c:pt>
                <c:pt idx="5">
                  <c:v>Tas</c:v>
                </c:pt>
                <c:pt idx="6">
                  <c:v>ACT</c:v>
                </c:pt>
                <c:pt idx="7">
                  <c:v>NT</c:v>
                </c:pt>
                <c:pt idx="8">
                  <c:v>Aust</c:v>
                </c:pt>
              </c:strCache>
            </c:strRef>
          </c:cat>
          <c:val>
            <c:numRef>
              <c:f>'Figure 2.10'!$C$5:$K$5</c:f>
              <c:numCache>
                <c:formatCode>#####\ ###\ ##0.0;\-#####\ ###\ ##0.0;"–"</c:formatCode>
                <c:ptCount val="9"/>
                <c:pt idx="0">
                  <c:v>72.407179328291875</c:v>
                </c:pt>
                <c:pt idx="1">
                  <c:v>71.681488165759106</c:v>
                </c:pt>
                <c:pt idx="2">
                  <c:v>77.585149699591696</c:v>
                </c:pt>
                <c:pt idx="3">
                  <c:v>75.097894455107067</c:v>
                </c:pt>
                <c:pt idx="4">
                  <c:v>76.995852192709677</c:v>
                </c:pt>
                <c:pt idx="5">
                  <c:v>73.648529162882426</c:v>
                </c:pt>
                <c:pt idx="6">
                  <c:v>55.747947635293905</c:v>
                </c:pt>
                <c:pt idx="7">
                  <c:v>86.51791656909036</c:v>
                </c:pt>
                <c:pt idx="8">
                  <c:v>73.961520613734464</c:v>
                </c:pt>
              </c:numCache>
            </c:numRef>
          </c:val>
        </c:ser>
        <c:ser>
          <c:idx val="2"/>
          <c:order val="2"/>
          <c:tx>
            <c:strRef>
              <c:f>'Figure 2.10'!$A$6</c:f>
              <c:strCache>
                <c:ptCount val="1"/>
                <c:pt idx="0">
                  <c:v>Labour force unemployed</c:v>
                </c:pt>
              </c:strCache>
            </c:strRef>
          </c:tx>
          <c:spPr>
            <a:solidFill>
              <a:srgbClr val="265A9A"/>
            </a:solidFill>
            <a:ln>
              <a:solidFill>
                <a:srgbClr val="265A9A"/>
              </a:solidFill>
            </a:ln>
          </c:spPr>
          <c:invertIfNegative val="0"/>
          <c:cat>
            <c:strRef>
              <c:f>'Figure 2.10'!$C$3:$K$3</c:f>
              <c:strCache>
                <c:ptCount val="9"/>
                <c:pt idx="0">
                  <c:v>NSW</c:v>
                </c:pt>
                <c:pt idx="1">
                  <c:v>Vic</c:v>
                </c:pt>
                <c:pt idx="2">
                  <c:v>Qld</c:v>
                </c:pt>
                <c:pt idx="3">
                  <c:v>WA</c:v>
                </c:pt>
                <c:pt idx="4">
                  <c:v>SA</c:v>
                </c:pt>
                <c:pt idx="5">
                  <c:v>Tas</c:v>
                </c:pt>
                <c:pt idx="6">
                  <c:v>ACT</c:v>
                </c:pt>
                <c:pt idx="7">
                  <c:v>NT</c:v>
                </c:pt>
                <c:pt idx="8">
                  <c:v>Aust</c:v>
                </c:pt>
              </c:strCache>
            </c:strRef>
          </c:cat>
          <c:val>
            <c:numRef>
              <c:f>'Figure 2.10'!$C$6:$K$6</c:f>
              <c:numCache>
                <c:formatCode>#####\ ###\ ##0.0;\-#####\ ###\ ##0.0;"–"</c:formatCode>
                <c:ptCount val="9"/>
                <c:pt idx="0">
                  <c:v>5.6178140000000001</c:v>
                </c:pt>
                <c:pt idx="1">
                  <c:v>6.2371718999999999</c:v>
                </c:pt>
                <c:pt idx="2">
                  <c:v>6.1710061999999999</c:v>
                </c:pt>
                <c:pt idx="3">
                  <c:v>4.9183633999999996</c:v>
                </c:pt>
                <c:pt idx="4">
                  <c:v>6.7792329000000002</c:v>
                </c:pt>
                <c:pt idx="5">
                  <c:v>7.2526517000000004</c:v>
                </c:pt>
                <c:pt idx="6">
                  <c:v>3.2984054999999999</c:v>
                </c:pt>
                <c:pt idx="7">
                  <c:v>5.1935934000000001</c:v>
                </c:pt>
                <c:pt idx="8">
                  <c:v>5.8715561000000003</c:v>
                </c:pt>
              </c:numCache>
            </c:numRef>
          </c:val>
        </c:ser>
        <c:ser>
          <c:idx val="3"/>
          <c:order val="3"/>
          <c:tx>
            <c:strRef>
              <c:f>'Figure 2.10'!$A$7</c:f>
              <c:strCache>
                <c:ptCount val="1"/>
                <c:pt idx="0">
                  <c:v>Employed people in full time employment</c:v>
                </c:pt>
              </c:strCache>
            </c:strRef>
          </c:tx>
          <c:spPr>
            <a:solidFill>
              <a:srgbClr val="78A22F"/>
            </a:solidFill>
            <a:ln>
              <a:solidFill>
                <a:srgbClr val="78A22F"/>
              </a:solidFill>
            </a:ln>
          </c:spPr>
          <c:invertIfNegative val="0"/>
          <c:cat>
            <c:strRef>
              <c:f>'Figure 2.10'!$C$3:$K$3</c:f>
              <c:strCache>
                <c:ptCount val="9"/>
                <c:pt idx="0">
                  <c:v>NSW</c:v>
                </c:pt>
                <c:pt idx="1">
                  <c:v>Vic</c:v>
                </c:pt>
                <c:pt idx="2">
                  <c:v>Qld</c:v>
                </c:pt>
                <c:pt idx="3">
                  <c:v>WA</c:v>
                </c:pt>
                <c:pt idx="4">
                  <c:v>SA</c:v>
                </c:pt>
                <c:pt idx="5">
                  <c:v>Tas</c:v>
                </c:pt>
                <c:pt idx="6">
                  <c:v>ACT</c:v>
                </c:pt>
                <c:pt idx="7">
                  <c:v>NT</c:v>
                </c:pt>
                <c:pt idx="8">
                  <c:v>Aust</c:v>
                </c:pt>
              </c:strCache>
            </c:strRef>
          </c:cat>
          <c:val>
            <c:numRef>
              <c:f>'Figure 2.10'!$C$7:$K$7</c:f>
              <c:numCache>
                <c:formatCode>#####\ ###\ ##0.0;\-#####\ ###\ ##0.0;"–"</c:formatCode>
                <c:ptCount val="9"/>
                <c:pt idx="0">
                  <c:v>69.499790109551512</c:v>
                </c:pt>
                <c:pt idx="1">
                  <c:v>68.023262590858025</c:v>
                </c:pt>
                <c:pt idx="2">
                  <c:v>69.615964479980875</c:v>
                </c:pt>
                <c:pt idx="3">
                  <c:v>69.937832587532341</c:v>
                </c:pt>
                <c:pt idx="4">
                  <c:v>66.712997024316962</c:v>
                </c:pt>
                <c:pt idx="5">
                  <c:v>63.593314628820849</c:v>
                </c:pt>
                <c:pt idx="6">
                  <c:v>73.40219136374057</c:v>
                </c:pt>
                <c:pt idx="7">
                  <c:v>81.739951564977062</c:v>
                </c:pt>
                <c:pt idx="8">
                  <c:v>69.106005817085162</c:v>
                </c:pt>
              </c:numCache>
            </c:numRef>
          </c:val>
        </c:ser>
        <c:dLbls>
          <c:showLegendKey val="0"/>
          <c:showVal val="0"/>
          <c:showCatName val="0"/>
          <c:showSerName val="0"/>
          <c:showPercent val="0"/>
          <c:showBubbleSize val="0"/>
        </c:dLbls>
        <c:gapWidth val="150"/>
        <c:axId val="85555456"/>
        <c:axId val="85561344"/>
      </c:barChart>
      <c:catAx>
        <c:axId val="85555456"/>
        <c:scaling>
          <c:orientation val="minMax"/>
        </c:scaling>
        <c:delete val="0"/>
        <c:axPos val="b"/>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85561344"/>
        <c:crosses val="autoZero"/>
        <c:auto val="1"/>
        <c:lblAlgn val="ctr"/>
        <c:lblOffset val="100"/>
        <c:noMultiLvlLbl val="0"/>
      </c:catAx>
      <c:valAx>
        <c:axId val="85561344"/>
        <c:scaling>
          <c:orientation val="minMax"/>
          <c:max val="100"/>
          <c:min val="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US"/>
                  <a:t>Per cent</a:t>
                </a:r>
              </a:p>
            </c:rich>
          </c:tx>
          <c:layout/>
          <c:overlay val="0"/>
        </c:title>
        <c:numFmt formatCode="###\ ###\ ##0;0###\ ###\ ##0;&quot;0&quot;"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85555456"/>
        <c:crosses val="autoZero"/>
        <c:crossBetween val="between"/>
        <c:majorUnit val="20"/>
        <c:minorUnit val="1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legend>
      <c:legendPos val="b"/>
      <c:layout/>
      <c:overlay val="0"/>
      <c:spPr>
        <a:noFill/>
        <a:ln>
          <a:noFill/>
          <a:round/>
        </a:ln>
        <a:effectLst/>
        <a:extLst>
          <a:ext uri="{91240B29-F687-4F45-9708-019B960494DF}">
            <a14:hiddenLine xmlns:a14="http://schemas.microsoft.com/office/drawing/2010/main">
              <a:solidFill>
                <a:sysClr val="windowText" lastClr="000000"/>
              </a:solidFill>
              <a:round/>
            </a14:hiddenLine>
          </a:ext>
        </a:extLst>
      </c:spPr>
      <c:txPr>
        <a:bodyPr/>
        <a:lstStyle/>
        <a:p>
          <a:pPr>
            <a:defRPr sz="900" b="0" i="0">
              <a:latin typeface="Arial"/>
            </a:defRPr>
          </a:pPr>
          <a:endParaRPr lang="en-US"/>
        </a:p>
      </c:tx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3.5748148148148147E-2"/>
          <c:y val="4.8506944444444443E-2"/>
          <c:w val="0.93226074074074072"/>
          <c:h val="0.58819351851851853"/>
        </c:manualLayout>
      </c:layout>
      <c:areaChart>
        <c:grouping val="standard"/>
        <c:varyColors val="0"/>
        <c:ser>
          <c:idx val="0"/>
          <c:order val="0"/>
          <c:tx>
            <c:strRef>
              <c:f>Sheet2!$E$1</c:f>
              <c:strCache>
                <c:ptCount val="1"/>
                <c:pt idx="0">
                  <c:v>It can be said with 95 per cent confidence that the populaiton lies within the striped area</c:v>
                </c:pt>
              </c:strCache>
            </c:strRef>
          </c:tx>
          <c:spPr>
            <a:solidFill>
              <a:sysClr val="windowText" lastClr="000000"/>
            </a:solidFill>
            <a:ln>
              <a:noFill/>
            </a:ln>
          </c:spPr>
          <c:cat>
            <c:numRef>
              <c:f>Sheet2!$A$2:$A$802</c:f>
              <c:numCache>
                <c:formatCode>General</c:formatCode>
                <c:ptCount val="801"/>
                <c:pt idx="1">
                  <c:v>-3.99</c:v>
                </c:pt>
                <c:pt idx="2">
                  <c:v>-3.9800000000000004</c:v>
                </c:pt>
                <c:pt idx="3">
                  <c:v>-3.9700000000000006</c:v>
                </c:pt>
                <c:pt idx="4">
                  <c:v>-3.9600000000000009</c:v>
                </c:pt>
                <c:pt idx="5">
                  <c:v>-3.9500000000000011</c:v>
                </c:pt>
                <c:pt idx="6">
                  <c:v>-3.9400000000000013</c:v>
                </c:pt>
                <c:pt idx="7">
                  <c:v>-3.9300000000000015</c:v>
                </c:pt>
                <c:pt idx="8">
                  <c:v>-3.9200000000000017</c:v>
                </c:pt>
                <c:pt idx="9">
                  <c:v>-3.9100000000000019</c:v>
                </c:pt>
                <c:pt idx="10">
                  <c:v>-3.9000000000000021</c:v>
                </c:pt>
                <c:pt idx="11">
                  <c:v>-3.8900000000000023</c:v>
                </c:pt>
                <c:pt idx="12">
                  <c:v>-3.8800000000000026</c:v>
                </c:pt>
                <c:pt idx="13">
                  <c:v>-3.8700000000000028</c:v>
                </c:pt>
                <c:pt idx="14">
                  <c:v>-3.860000000000003</c:v>
                </c:pt>
                <c:pt idx="15">
                  <c:v>-3.8500000000000032</c:v>
                </c:pt>
                <c:pt idx="16">
                  <c:v>-3.8400000000000034</c:v>
                </c:pt>
                <c:pt idx="17">
                  <c:v>-3.8300000000000036</c:v>
                </c:pt>
                <c:pt idx="18">
                  <c:v>-3.8200000000000038</c:v>
                </c:pt>
                <c:pt idx="19">
                  <c:v>-3.8100000000000041</c:v>
                </c:pt>
                <c:pt idx="20">
                  <c:v>-3.8000000000000043</c:v>
                </c:pt>
                <c:pt idx="21">
                  <c:v>-3.7900000000000045</c:v>
                </c:pt>
                <c:pt idx="22">
                  <c:v>-3.7800000000000047</c:v>
                </c:pt>
                <c:pt idx="23">
                  <c:v>-3.7700000000000049</c:v>
                </c:pt>
                <c:pt idx="24">
                  <c:v>-3.7600000000000051</c:v>
                </c:pt>
                <c:pt idx="25">
                  <c:v>-3.7500000000000053</c:v>
                </c:pt>
                <c:pt idx="26">
                  <c:v>-3.7400000000000055</c:v>
                </c:pt>
                <c:pt idx="27">
                  <c:v>-3.7300000000000058</c:v>
                </c:pt>
                <c:pt idx="28">
                  <c:v>-3.720000000000006</c:v>
                </c:pt>
                <c:pt idx="29">
                  <c:v>-3.7100000000000062</c:v>
                </c:pt>
                <c:pt idx="30">
                  <c:v>-3.7000000000000064</c:v>
                </c:pt>
                <c:pt idx="31">
                  <c:v>-3.6900000000000066</c:v>
                </c:pt>
                <c:pt idx="32">
                  <c:v>-3.6800000000000068</c:v>
                </c:pt>
                <c:pt idx="33">
                  <c:v>-3.670000000000007</c:v>
                </c:pt>
                <c:pt idx="34">
                  <c:v>-3.6600000000000072</c:v>
                </c:pt>
                <c:pt idx="35">
                  <c:v>-3.6500000000000075</c:v>
                </c:pt>
                <c:pt idx="36">
                  <c:v>-3.6400000000000077</c:v>
                </c:pt>
                <c:pt idx="37">
                  <c:v>-3.6300000000000079</c:v>
                </c:pt>
                <c:pt idx="38">
                  <c:v>-3.6200000000000081</c:v>
                </c:pt>
                <c:pt idx="39">
                  <c:v>-3.6100000000000083</c:v>
                </c:pt>
                <c:pt idx="40">
                  <c:v>-3.6000000000000085</c:v>
                </c:pt>
                <c:pt idx="41">
                  <c:v>-3.5900000000000087</c:v>
                </c:pt>
                <c:pt idx="42">
                  <c:v>-3.580000000000009</c:v>
                </c:pt>
                <c:pt idx="43">
                  <c:v>-3.5700000000000092</c:v>
                </c:pt>
                <c:pt idx="44">
                  <c:v>-3.5600000000000094</c:v>
                </c:pt>
                <c:pt idx="45">
                  <c:v>-3.5500000000000096</c:v>
                </c:pt>
                <c:pt idx="46">
                  <c:v>-3.5400000000000098</c:v>
                </c:pt>
                <c:pt idx="47">
                  <c:v>-3.53000000000001</c:v>
                </c:pt>
                <c:pt idx="48">
                  <c:v>-3.5200000000000102</c:v>
                </c:pt>
                <c:pt idx="49">
                  <c:v>-3.5100000000000104</c:v>
                </c:pt>
                <c:pt idx="50">
                  <c:v>-3.5000000000000107</c:v>
                </c:pt>
                <c:pt idx="51">
                  <c:v>-3.4900000000000109</c:v>
                </c:pt>
                <c:pt idx="52">
                  <c:v>-3.4800000000000111</c:v>
                </c:pt>
                <c:pt idx="53">
                  <c:v>-3.4700000000000113</c:v>
                </c:pt>
                <c:pt idx="54">
                  <c:v>-3.4600000000000115</c:v>
                </c:pt>
                <c:pt idx="55">
                  <c:v>-3.4500000000000117</c:v>
                </c:pt>
                <c:pt idx="56">
                  <c:v>-3.4400000000000119</c:v>
                </c:pt>
                <c:pt idx="57">
                  <c:v>-3.4300000000000122</c:v>
                </c:pt>
                <c:pt idx="58">
                  <c:v>-3.4200000000000124</c:v>
                </c:pt>
                <c:pt idx="59">
                  <c:v>-3.4100000000000126</c:v>
                </c:pt>
                <c:pt idx="60">
                  <c:v>-3.4000000000000128</c:v>
                </c:pt>
                <c:pt idx="61">
                  <c:v>-3.390000000000013</c:v>
                </c:pt>
                <c:pt idx="62">
                  <c:v>-3.3800000000000132</c:v>
                </c:pt>
                <c:pt idx="63">
                  <c:v>-3.3700000000000134</c:v>
                </c:pt>
                <c:pt idx="64">
                  <c:v>-3.3600000000000136</c:v>
                </c:pt>
                <c:pt idx="65">
                  <c:v>-3.3500000000000139</c:v>
                </c:pt>
                <c:pt idx="66">
                  <c:v>-3.3400000000000141</c:v>
                </c:pt>
                <c:pt idx="67">
                  <c:v>-3.3300000000000143</c:v>
                </c:pt>
                <c:pt idx="68">
                  <c:v>-3.3200000000000145</c:v>
                </c:pt>
                <c:pt idx="69">
                  <c:v>-3.3100000000000147</c:v>
                </c:pt>
                <c:pt idx="70">
                  <c:v>-3.3000000000000149</c:v>
                </c:pt>
                <c:pt idx="71">
                  <c:v>-3.2900000000000151</c:v>
                </c:pt>
                <c:pt idx="72">
                  <c:v>-3.2800000000000153</c:v>
                </c:pt>
                <c:pt idx="73">
                  <c:v>-3.2700000000000156</c:v>
                </c:pt>
                <c:pt idx="74">
                  <c:v>-3.2600000000000158</c:v>
                </c:pt>
                <c:pt idx="75">
                  <c:v>-3.250000000000016</c:v>
                </c:pt>
                <c:pt idx="76">
                  <c:v>-3.2400000000000162</c:v>
                </c:pt>
                <c:pt idx="77">
                  <c:v>-3.2300000000000164</c:v>
                </c:pt>
                <c:pt idx="78">
                  <c:v>-3.2200000000000166</c:v>
                </c:pt>
                <c:pt idx="79">
                  <c:v>-3.2100000000000168</c:v>
                </c:pt>
                <c:pt idx="80">
                  <c:v>-3.2000000000000171</c:v>
                </c:pt>
                <c:pt idx="81">
                  <c:v>-3.1900000000000173</c:v>
                </c:pt>
                <c:pt idx="82">
                  <c:v>-3.1800000000000175</c:v>
                </c:pt>
                <c:pt idx="83">
                  <c:v>-3.1700000000000177</c:v>
                </c:pt>
                <c:pt idx="84">
                  <c:v>-3.1600000000000179</c:v>
                </c:pt>
                <c:pt idx="85">
                  <c:v>-3.1500000000000181</c:v>
                </c:pt>
                <c:pt idx="86">
                  <c:v>-3.1400000000000183</c:v>
                </c:pt>
                <c:pt idx="87">
                  <c:v>-3.1300000000000185</c:v>
                </c:pt>
                <c:pt idx="88">
                  <c:v>-3.1200000000000188</c:v>
                </c:pt>
                <c:pt idx="89">
                  <c:v>-3.110000000000019</c:v>
                </c:pt>
                <c:pt idx="90">
                  <c:v>-3.1000000000000192</c:v>
                </c:pt>
                <c:pt idx="91">
                  <c:v>-3.0900000000000194</c:v>
                </c:pt>
                <c:pt idx="92">
                  <c:v>-3.0800000000000196</c:v>
                </c:pt>
                <c:pt idx="93">
                  <c:v>-3.0700000000000198</c:v>
                </c:pt>
                <c:pt idx="94">
                  <c:v>-3.06000000000002</c:v>
                </c:pt>
                <c:pt idx="95">
                  <c:v>-3.0500000000000203</c:v>
                </c:pt>
                <c:pt idx="96">
                  <c:v>-3.0400000000000205</c:v>
                </c:pt>
                <c:pt idx="97">
                  <c:v>-3.0300000000000207</c:v>
                </c:pt>
                <c:pt idx="98">
                  <c:v>-3.0200000000000209</c:v>
                </c:pt>
                <c:pt idx="99">
                  <c:v>-3.0100000000000211</c:v>
                </c:pt>
                <c:pt idx="100">
                  <c:v>-3.0000000000000213</c:v>
                </c:pt>
                <c:pt idx="101">
                  <c:v>-2.9900000000000215</c:v>
                </c:pt>
                <c:pt idx="102">
                  <c:v>-2.9800000000000217</c:v>
                </c:pt>
                <c:pt idx="103">
                  <c:v>-2.970000000000022</c:v>
                </c:pt>
                <c:pt idx="104">
                  <c:v>-2.9600000000000222</c:v>
                </c:pt>
                <c:pt idx="105">
                  <c:v>-2.9500000000000224</c:v>
                </c:pt>
                <c:pt idx="106">
                  <c:v>-2.9400000000000226</c:v>
                </c:pt>
                <c:pt idx="107">
                  <c:v>-2.9300000000000228</c:v>
                </c:pt>
                <c:pt idx="108">
                  <c:v>-2.920000000000023</c:v>
                </c:pt>
                <c:pt idx="109">
                  <c:v>-2.9100000000000232</c:v>
                </c:pt>
                <c:pt idx="110">
                  <c:v>-2.9000000000000234</c:v>
                </c:pt>
                <c:pt idx="111">
                  <c:v>-2.8900000000000237</c:v>
                </c:pt>
                <c:pt idx="112">
                  <c:v>-2.8800000000000239</c:v>
                </c:pt>
                <c:pt idx="113">
                  <c:v>-2.8700000000000241</c:v>
                </c:pt>
                <c:pt idx="114">
                  <c:v>-2.8600000000000243</c:v>
                </c:pt>
                <c:pt idx="115">
                  <c:v>-2.8500000000000245</c:v>
                </c:pt>
                <c:pt idx="116">
                  <c:v>-2.8400000000000247</c:v>
                </c:pt>
                <c:pt idx="117">
                  <c:v>-2.8300000000000249</c:v>
                </c:pt>
                <c:pt idx="118">
                  <c:v>-2.8200000000000252</c:v>
                </c:pt>
                <c:pt idx="119">
                  <c:v>-2.8100000000000254</c:v>
                </c:pt>
                <c:pt idx="120">
                  <c:v>-2.8000000000000256</c:v>
                </c:pt>
                <c:pt idx="121">
                  <c:v>-2.7900000000000258</c:v>
                </c:pt>
                <c:pt idx="122">
                  <c:v>-2.780000000000026</c:v>
                </c:pt>
                <c:pt idx="123">
                  <c:v>-2.7700000000000262</c:v>
                </c:pt>
                <c:pt idx="124">
                  <c:v>-2.7600000000000264</c:v>
                </c:pt>
                <c:pt idx="125">
                  <c:v>-2.7500000000000266</c:v>
                </c:pt>
                <c:pt idx="126">
                  <c:v>-2.7400000000000269</c:v>
                </c:pt>
                <c:pt idx="127">
                  <c:v>-2.7300000000000271</c:v>
                </c:pt>
                <c:pt idx="128">
                  <c:v>-2.7200000000000273</c:v>
                </c:pt>
                <c:pt idx="129">
                  <c:v>-2.7100000000000275</c:v>
                </c:pt>
                <c:pt idx="130">
                  <c:v>-2.7000000000000277</c:v>
                </c:pt>
                <c:pt idx="131">
                  <c:v>-2.6900000000000279</c:v>
                </c:pt>
                <c:pt idx="132">
                  <c:v>-2.6800000000000281</c:v>
                </c:pt>
                <c:pt idx="133">
                  <c:v>-2.6700000000000284</c:v>
                </c:pt>
                <c:pt idx="134">
                  <c:v>-2.6600000000000286</c:v>
                </c:pt>
                <c:pt idx="135">
                  <c:v>-2.6500000000000288</c:v>
                </c:pt>
                <c:pt idx="136">
                  <c:v>-2.640000000000029</c:v>
                </c:pt>
                <c:pt idx="137">
                  <c:v>-2.6300000000000292</c:v>
                </c:pt>
                <c:pt idx="138">
                  <c:v>-2.6200000000000294</c:v>
                </c:pt>
                <c:pt idx="139">
                  <c:v>-2.6100000000000296</c:v>
                </c:pt>
                <c:pt idx="140">
                  <c:v>-2.6000000000000298</c:v>
                </c:pt>
                <c:pt idx="141">
                  <c:v>-2.5900000000000301</c:v>
                </c:pt>
                <c:pt idx="142">
                  <c:v>-2.5800000000000303</c:v>
                </c:pt>
                <c:pt idx="143">
                  <c:v>-2.5700000000000305</c:v>
                </c:pt>
                <c:pt idx="144">
                  <c:v>-2.5600000000000307</c:v>
                </c:pt>
                <c:pt idx="145">
                  <c:v>-2.5500000000000309</c:v>
                </c:pt>
                <c:pt idx="146">
                  <c:v>-2.5400000000000311</c:v>
                </c:pt>
                <c:pt idx="147">
                  <c:v>-2.5300000000000313</c:v>
                </c:pt>
                <c:pt idx="148">
                  <c:v>-2.5200000000000315</c:v>
                </c:pt>
                <c:pt idx="149">
                  <c:v>-2.5100000000000318</c:v>
                </c:pt>
                <c:pt idx="150">
                  <c:v>-2.500000000000032</c:v>
                </c:pt>
                <c:pt idx="151">
                  <c:v>-2.4900000000000322</c:v>
                </c:pt>
                <c:pt idx="152">
                  <c:v>-2.4800000000000324</c:v>
                </c:pt>
                <c:pt idx="153">
                  <c:v>-2.4700000000000326</c:v>
                </c:pt>
                <c:pt idx="154">
                  <c:v>-2.4600000000000328</c:v>
                </c:pt>
                <c:pt idx="155">
                  <c:v>-2.450000000000033</c:v>
                </c:pt>
                <c:pt idx="156">
                  <c:v>-2.4400000000000333</c:v>
                </c:pt>
                <c:pt idx="157">
                  <c:v>-2.4300000000000335</c:v>
                </c:pt>
                <c:pt idx="158">
                  <c:v>-2.4200000000000337</c:v>
                </c:pt>
                <c:pt idx="159">
                  <c:v>-2.4100000000000339</c:v>
                </c:pt>
                <c:pt idx="160">
                  <c:v>-2.4000000000000341</c:v>
                </c:pt>
                <c:pt idx="161">
                  <c:v>-2.3900000000000343</c:v>
                </c:pt>
                <c:pt idx="162">
                  <c:v>-2.3800000000000345</c:v>
                </c:pt>
                <c:pt idx="163">
                  <c:v>-2.3700000000000347</c:v>
                </c:pt>
                <c:pt idx="164">
                  <c:v>-2.360000000000035</c:v>
                </c:pt>
                <c:pt idx="165">
                  <c:v>-2.3500000000000352</c:v>
                </c:pt>
                <c:pt idx="166">
                  <c:v>-2.3400000000000354</c:v>
                </c:pt>
                <c:pt idx="167">
                  <c:v>-2.3300000000000356</c:v>
                </c:pt>
                <c:pt idx="168">
                  <c:v>-2.3200000000000358</c:v>
                </c:pt>
                <c:pt idx="169">
                  <c:v>-2.310000000000036</c:v>
                </c:pt>
                <c:pt idx="170">
                  <c:v>-2.3000000000000362</c:v>
                </c:pt>
                <c:pt idx="171">
                  <c:v>-2.2900000000000365</c:v>
                </c:pt>
                <c:pt idx="172">
                  <c:v>-2.2800000000000367</c:v>
                </c:pt>
                <c:pt idx="173">
                  <c:v>-2.2700000000000369</c:v>
                </c:pt>
                <c:pt idx="174">
                  <c:v>-2.2600000000000371</c:v>
                </c:pt>
                <c:pt idx="175">
                  <c:v>-2.2500000000000373</c:v>
                </c:pt>
                <c:pt idx="176">
                  <c:v>-2.2400000000000375</c:v>
                </c:pt>
                <c:pt idx="177">
                  <c:v>-2.2300000000000377</c:v>
                </c:pt>
                <c:pt idx="178">
                  <c:v>-2.2200000000000379</c:v>
                </c:pt>
                <c:pt idx="179">
                  <c:v>-2.2100000000000382</c:v>
                </c:pt>
                <c:pt idx="180">
                  <c:v>-2.2000000000000384</c:v>
                </c:pt>
                <c:pt idx="181">
                  <c:v>-2.1900000000000386</c:v>
                </c:pt>
                <c:pt idx="182">
                  <c:v>-2.1800000000000388</c:v>
                </c:pt>
                <c:pt idx="183">
                  <c:v>-2.170000000000039</c:v>
                </c:pt>
                <c:pt idx="184">
                  <c:v>-2.1600000000000392</c:v>
                </c:pt>
                <c:pt idx="185">
                  <c:v>-2.1500000000000394</c:v>
                </c:pt>
                <c:pt idx="186">
                  <c:v>-2.1400000000000396</c:v>
                </c:pt>
                <c:pt idx="187">
                  <c:v>-2.1300000000000399</c:v>
                </c:pt>
                <c:pt idx="188">
                  <c:v>-2.1200000000000401</c:v>
                </c:pt>
                <c:pt idx="189">
                  <c:v>-2.1100000000000403</c:v>
                </c:pt>
                <c:pt idx="190">
                  <c:v>-2.1000000000000405</c:v>
                </c:pt>
                <c:pt idx="191">
                  <c:v>-2.0900000000000407</c:v>
                </c:pt>
                <c:pt idx="192">
                  <c:v>-2.0800000000000409</c:v>
                </c:pt>
                <c:pt idx="193">
                  <c:v>-2.0700000000000411</c:v>
                </c:pt>
                <c:pt idx="194">
                  <c:v>-2.0600000000000414</c:v>
                </c:pt>
                <c:pt idx="195">
                  <c:v>-2.0500000000000416</c:v>
                </c:pt>
                <c:pt idx="196">
                  <c:v>-2.0400000000000418</c:v>
                </c:pt>
                <c:pt idx="197">
                  <c:v>-2.030000000000042</c:v>
                </c:pt>
                <c:pt idx="198">
                  <c:v>-2.0200000000000422</c:v>
                </c:pt>
                <c:pt idx="199">
                  <c:v>-2.0100000000000424</c:v>
                </c:pt>
                <c:pt idx="200">
                  <c:v>-2.0000000000000426</c:v>
                </c:pt>
                <c:pt idx="201">
                  <c:v>-1.9900000000000426</c:v>
                </c:pt>
                <c:pt idx="202">
                  <c:v>-1.9800000000000426</c:v>
                </c:pt>
                <c:pt idx="203">
                  <c:v>-1.9700000000000426</c:v>
                </c:pt>
                <c:pt idx="204">
                  <c:v>-1.9600000000000426</c:v>
                </c:pt>
                <c:pt idx="205">
                  <c:v>-1.9500000000000426</c:v>
                </c:pt>
                <c:pt idx="206">
                  <c:v>-1.9400000000000426</c:v>
                </c:pt>
                <c:pt idx="207">
                  <c:v>-1.9300000000000426</c:v>
                </c:pt>
                <c:pt idx="208">
                  <c:v>-1.9200000000000426</c:v>
                </c:pt>
                <c:pt idx="209">
                  <c:v>-1.9100000000000426</c:v>
                </c:pt>
                <c:pt idx="210">
                  <c:v>-1.9000000000000425</c:v>
                </c:pt>
                <c:pt idx="211">
                  <c:v>-1.8900000000000425</c:v>
                </c:pt>
                <c:pt idx="212">
                  <c:v>-1.8800000000000425</c:v>
                </c:pt>
                <c:pt idx="213">
                  <c:v>-1.8700000000000425</c:v>
                </c:pt>
                <c:pt idx="214">
                  <c:v>-1.8600000000000425</c:v>
                </c:pt>
                <c:pt idx="215">
                  <c:v>-1.8500000000000425</c:v>
                </c:pt>
                <c:pt idx="216">
                  <c:v>-1.8400000000000425</c:v>
                </c:pt>
                <c:pt idx="217">
                  <c:v>-1.8300000000000425</c:v>
                </c:pt>
                <c:pt idx="218">
                  <c:v>-1.8200000000000425</c:v>
                </c:pt>
                <c:pt idx="219">
                  <c:v>-1.8100000000000425</c:v>
                </c:pt>
                <c:pt idx="220">
                  <c:v>-1.8000000000000425</c:v>
                </c:pt>
                <c:pt idx="221">
                  <c:v>-1.7900000000000424</c:v>
                </c:pt>
                <c:pt idx="222">
                  <c:v>-1.7800000000000424</c:v>
                </c:pt>
                <c:pt idx="223">
                  <c:v>-1.7700000000000424</c:v>
                </c:pt>
                <c:pt idx="224">
                  <c:v>-1.7600000000000424</c:v>
                </c:pt>
                <c:pt idx="225">
                  <c:v>-1.7500000000000424</c:v>
                </c:pt>
                <c:pt idx="226">
                  <c:v>-1.7400000000000424</c:v>
                </c:pt>
                <c:pt idx="227">
                  <c:v>-1.7300000000000424</c:v>
                </c:pt>
                <c:pt idx="228">
                  <c:v>-1.7200000000000424</c:v>
                </c:pt>
                <c:pt idx="229">
                  <c:v>-1.7100000000000424</c:v>
                </c:pt>
                <c:pt idx="230">
                  <c:v>-1.7000000000000424</c:v>
                </c:pt>
                <c:pt idx="231">
                  <c:v>-1.6900000000000424</c:v>
                </c:pt>
                <c:pt idx="232">
                  <c:v>-1.6800000000000423</c:v>
                </c:pt>
                <c:pt idx="233">
                  <c:v>-1.6700000000000423</c:v>
                </c:pt>
                <c:pt idx="234">
                  <c:v>-1.6600000000000423</c:v>
                </c:pt>
                <c:pt idx="235">
                  <c:v>-1.6500000000000423</c:v>
                </c:pt>
                <c:pt idx="236">
                  <c:v>-1.6400000000000423</c:v>
                </c:pt>
                <c:pt idx="237">
                  <c:v>-1.6300000000000423</c:v>
                </c:pt>
                <c:pt idx="238">
                  <c:v>-1.6200000000000423</c:v>
                </c:pt>
                <c:pt idx="239">
                  <c:v>-1.6100000000000423</c:v>
                </c:pt>
                <c:pt idx="240">
                  <c:v>-1.6000000000000423</c:v>
                </c:pt>
                <c:pt idx="241">
                  <c:v>-1.5900000000000423</c:v>
                </c:pt>
                <c:pt idx="242">
                  <c:v>-1.5800000000000423</c:v>
                </c:pt>
                <c:pt idx="243">
                  <c:v>-1.5700000000000423</c:v>
                </c:pt>
                <c:pt idx="244">
                  <c:v>-1.5600000000000422</c:v>
                </c:pt>
                <c:pt idx="245">
                  <c:v>-1.5500000000000422</c:v>
                </c:pt>
                <c:pt idx="246">
                  <c:v>-1.5400000000000422</c:v>
                </c:pt>
                <c:pt idx="247">
                  <c:v>-1.5300000000000422</c:v>
                </c:pt>
                <c:pt idx="248">
                  <c:v>-1.5200000000000422</c:v>
                </c:pt>
                <c:pt idx="249">
                  <c:v>-1.5100000000000422</c:v>
                </c:pt>
                <c:pt idx="250">
                  <c:v>-1.5000000000000422</c:v>
                </c:pt>
                <c:pt idx="251">
                  <c:v>-1.4900000000000422</c:v>
                </c:pt>
                <c:pt idx="252">
                  <c:v>-1.4800000000000422</c:v>
                </c:pt>
                <c:pt idx="253">
                  <c:v>-1.4700000000000422</c:v>
                </c:pt>
                <c:pt idx="254">
                  <c:v>-1.4600000000000422</c:v>
                </c:pt>
                <c:pt idx="255">
                  <c:v>-1.4500000000000421</c:v>
                </c:pt>
                <c:pt idx="256">
                  <c:v>-1.4400000000000421</c:v>
                </c:pt>
                <c:pt idx="257">
                  <c:v>-1.4300000000000421</c:v>
                </c:pt>
                <c:pt idx="258">
                  <c:v>-1.4200000000000421</c:v>
                </c:pt>
                <c:pt idx="259">
                  <c:v>-1.4100000000000421</c:v>
                </c:pt>
                <c:pt idx="260">
                  <c:v>-1.4000000000000421</c:v>
                </c:pt>
                <c:pt idx="261">
                  <c:v>-1.3900000000000421</c:v>
                </c:pt>
                <c:pt idx="262">
                  <c:v>-1.3800000000000421</c:v>
                </c:pt>
                <c:pt idx="263">
                  <c:v>-1.3700000000000421</c:v>
                </c:pt>
                <c:pt idx="264">
                  <c:v>-1.3600000000000421</c:v>
                </c:pt>
                <c:pt idx="265">
                  <c:v>-1.3500000000000421</c:v>
                </c:pt>
                <c:pt idx="266">
                  <c:v>-1.340000000000042</c:v>
                </c:pt>
                <c:pt idx="267">
                  <c:v>-1.330000000000042</c:v>
                </c:pt>
                <c:pt idx="268">
                  <c:v>-1.320000000000042</c:v>
                </c:pt>
                <c:pt idx="269">
                  <c:v>-1.310000000000042</c:v>
                </c:pt>
                <c:pt idx="270">
                  <c:v>-1.300000000000042</c:v>
                </c:pt>
                <c:pt idx="271">
                  <c:v>-1.290000000000042</c:v>
                </c:pt>
                <c:pt idx="272">
                  <c:v>-1.280000000000042</c:v>
                </c:pt>
                <c:pt idx="273">
                  <c:v>-1.270000000000042</c:v>
                </c:pt>
                <c:pt idx="274">
                  <c:v>-1.260000000000042</c:v>
                </c:pt>
                <c:pt idx="275">
                  <c:v>-1.250000000000042</c:v>
                </c:pt>
                <c:pt idx="276">
                  <c:v>-1.240000000000042</c:v>
                </c:pt>
                <c:pt idx="277">
                  <c:v>-1.2300000000000419</c:v>
                </c:pt>
                <c:pt idx="278">
                  <c:v>-1.2200000000000419</c:v>
                </c:pt>
                <c:pt idx="279">
                  <c:v>-1.2100000000000419</c:v>
                </c:pt>
                <c:pt idx="280">
                  <c:v>-1.2000000000000419</c:v>
                </c:pt>
                <c:pt idx="281">
                  <c:v>-1.1900000000000419</c:v>
                </c:pt>
                <c:pt idx="282">
                  <c:v>-1.1800000000000419</c:v>
                </c:pt>
                <c:pt idx="283">
                  <c:v>-1.1700000000000419</c:v>
                </c:pt>
                <c:pt idx="284">
                  <c:v>-1.1600000000000419</c:v>
                </c:pt>
                <c:pt idx="285">
                  <c:v>-1.1500000000000419</c:v>
                </c:pt>
                <c:pt idx="286">
                  <c:v>-1.1400000000000419</c:v>
                </c:pt>
                <c:pt idx="287">
                  <c:v>-1.1300000000000419</c:v>
                </c:pt>
                <c:pt idx="288">
                  <c:v>-1.1200000000000419</c:v>
                </c:pt>
                <c:pt idx="289">
                  <c:v>-1.1100000000000418</c:v>
                </c:pt>
                <c:pt idx="290">
                  <c:v>-1.1000000000000418</c:v>
                </c:pt>
                <c:pt idx="291">
                  <c:v>-1.0900000000000418</c:v>
                </c:pt>
                <c:pt idx="292">
                  <c:v>-1.0800000000000418</c:v>
                </c:pt>
                <c:pt idx="293">
                  <c:v>-1.0700000000000418</c:v>
                </c:pt>
                <c:pt idx="294">
                  <c:v>-1.0600000000000418</c:v>
                </c:pt>
                <c:pt idx="295">
                  <c:v>-1.0500000000000418</c:v>
                </c:pt>
                <c:pt idx="296">
                  <c:v>-1.0400000000000418</c:v>
                </c:pt>
                <c:pt idx="297">
                  <c:v>-1.0300000000000418</c:v>
                </c:pt>
                <c:pt idx="298">
                  <c:v>-1.0200000000000418</c:v>
                </c:pt>
                <c:pt idx="299">
                  <c:v>-1.0100000000000418</c:v>
                </c:pt>
                <c:pt idx="300">
                  <c:v>-1.0000000000000417</c:v>
                </c:pt>
                <c:pt idx="301">
                  <c:v>-0.99000000000004174</c:v>
                </c:pt>
                <c:pt idx="302">
                  <c:v>-0.98000000000004173</c:v>
                </c:pt>
                <c:pt idx="303">
                  <c:v>-0.97000000000004172</c:v>
                </c:pt>
                <c:pt idx="304">
                  <c:v>-0.96000000000004171</c:v>
                </c:pt>
                <c:pt idx="305">
                  <c:v>-0.9500000000000417</c:v>
                </c:pt>
                <c:pt idx="306">
                  <c:v>-0.94000000000004169</c:v>
                </c:pt>
                <c:pt idx="307">
                  <c:v>-0.93000000000004168</c:v>
                </c:pt>
                <c:pt idx="308">
                  <c:v>-0.92000000000004167</c:v>
                </c:pt>
                <c:pt idx="309">
                  <c:v>-0.91000000000004166</c:v>
                </c:pt>
                <c:pt idx="310">
                  <c:v>-0.90000000000004166</c:v>
                </c:pt>
                <c:pt idx="311">
                  <c:v>-0.89000000000004165</c:v>
                </c:pt>
                <c:pt idx="312">
                  <c:v>-0.88000000000004164</c:v>
                </c:pt>
                <c:pt idx="313">
                  <c:v>-0.87000000000004163</c:v>
                </c:pt>
                <c:pt idx="314">
                  <c:v>-0.86000000000004162</c:v>
                </c:pt>
                <c:pt idx="315">
                  <c:v>-0.85000000000004161</c:v>
                </c:pt>
                <c:pt idx="316">
                  <c:v>-0.8400000000000416</c:v>
                </c:pt>
                <c:pt idx="317">
                  <c:v>-0.83000000000004159</c:v>
                </c:pt>
                <c:pt idx="318">
                  <c:v>-0.82000000000004158</c:v>
                </c:pt>
                <c:pt idx="319">
                  <c:v>-0.81000000000004158</c:v>
                </c:pt>
                <c:pt idx="320">
                  <c:v>-0.80000000000004157</c:v>
                </c:pt>
                <c:pt idx="321">
                  <c:v>-0.79000000000004156</c:v>
                </c:pt>
                <c:pt idx="322">
                  <c:v>-0.78000000000004155</c:v>
                </c:pt>
                <c:pt idx="323">
                  <c:v>-0.77000000000004154</c:v>
                </c:pt>
                <c:pt idx="324">
                  <c:v>-0.76000000000004153</c:v>
                </c:pt>
                <c:pt idx="325">
                  <c:v>-0.75000000000004152</c:v>
                </c:pt>
                <c:pt idx="326">
                  <c:v>-0.74000000000004151</c:v>
                </c:pt>
                <c:pt idx="327">
                  <c:v>-0.7300000000000415</c:v>
                </c:pt>
                <c:pt idx="328">
                  <c:v>-0.7200000000000415</c:v>
                </c:pt>
                <c:pt idx="329">
                  <c:v>-0.71000000000004149</c:v>
                </c:pt>
                <c:pt idx="330">
                  <c:v>-0.70000000000004148</c:v>
                </c:pt>
                <c:pt idx="331">
                  <c:v>-0.69000000000004147</c:v>
                </c:pt>
                <c:pt idx="332">
                  <c:v>-0.68000000000004146</c:v>
                </c:pt>
                <c:pt idx="333">
                  <c:v>-0.67000000000004145</c:v>
                </c:pt>
                <c:pt idx="334">
                  <c:v>-0.66000000000004144</c:v>
                </c:pt>
                <c:pt idx="335">
                  <c:v>-0.65000000000004143</c:v>
                </c:pt>
                <c:pt idx="336">
                  <c:v>-0.64000000000004142</c:v>
                </c:pt>
                <c:pt idx="337">
                  <c:v>-0.63000000000004142</c:v>
                </c:pt>
                <c:pt idx="338">
                  <c:v>-0.62000000000004141</c:v>
                </c:pt>
                <c:pt idx="339">
                  <c:v>-0.6100000000000414</c:v>
                </c:pt>
                <c:pt idx="340">
                  <c:v>-0.60000000000004139</c:v>
                </c:pt>
                <c:pt idx="341">
                  <c:v>-0.59000000000004138</c:v>
                </c:pt>
                <c:pt idx="342">
                  <c:v>-0.58000000000004137</c:v>
                </c:pt>
                <c:pt idx="343">
                  <c:v>-0.57000000000004136</c:v>
                </c:pt>
                <c:pt idx="344">
                  <c:v>-0.56000000000004135</c:v>
                </c:pt>
                <c:pt idx="345">
                  <c:v>-0.55000000000004134</c:v>
                </c:pt>
                <c:pt idx="346">
                  <c:v>-0.54000000000004134</c:v>
                </c:pt>
                <c:pt idx="347">
                  <c:v>-0.53000000000004133</c:v>
                </c:pt>
                <c:pt idx="348">
                  <c:v>-0.52000000000004132</c:v>
                </c:pt>
                <c:pt idx="349">
                  <c:v>-0.51000000000004131</c:v>
                </c:pt>
                <c:pt idx="350">
                  <c:v>-0.5000000000000413</c:v>
                </c:pt>
                <c:pt idx="351">
                  <c:v>-0.49000000000004129</c:v>
                </c:pt>
                <c:pt idx="352">
                  <c:v>-0.48000000000004128</c:v>
                </c:pt>
                <c:pt idx="353">
                  <c:v>-0.47000000000004127</c:v>
                </c:pt>
                <c:pt idx="354">
                  <c:v>-0.46000000000004126</c:v>
                </c:pt>
                <c:pt idx="355">
                  <c:v>-0.45000000000004126</c:v>
                </c:pt>
                <c:pt idx="356">
                  <c:v>-0.44000000000004125</c:v>
                </c:pt>
                <c:pt idx="357">
                  <c:v>-0.43000000000004124</c:v>
                </c:pt>
                <c:pt idx="358">
                  <c:v>-0.42000000000004123</c:v>
                </c:pt>
                <c:pt idx="359">
                  <c:v>-0.41000000000004122</c:v>
                </c:pt>
                <c:pt idx="360">
                  <c:v>-0.40000000000004121</c:v>
                </c:pt>
                <c:pt idx="361">
                  <c:v>-0.3900000000000412</c:v>
                </c:pt>
                <c:pt idx="362">
                  <c:v>-0.38000000000004119</c:v>
                </c:pt>
                <c:pt idx="363">
                  <c:v>-0.37000000000004118</c:v>
                </c:pt>
                <c:pt idx="364">
                  <c:v>-0.36000000000004118</c:v>
                </c:pt>
                <c:pt idx="365">
                  <c:v>-0.35000000000004117</c:v>
                </c:pt>
                <c:pt idx="366">
                  <c:v>-0.34000000000004116</c:v>
                </c:pt>
                <c:pt idx="367">
                  <c:v>-0.33000000000004115</c:v>
                </c:pt>
                <c:pt idx="368">
                  <c:v>-0.32000000000004114</c:v>
                </c:pt>
                <c:pt idx="369">
                  <c:v>-0.31000000000004113</c:v>
                </c:pt>
                <c:pt idx="370">
                  <c:v>-0.30000000000004112</c:v>
                </c:pt>
                <c:pt idx="371">
                  <c:v>-0.29000000000004111</c:v>
                </c:pt>
                <c:pt idx="372">
                  <c:v>-0.2800000000000411</c:v>
                </c:pt>
                <c:pt idx="373">
                  <c:v>-0.2700000000000411</c:v>
                </c:pt>
                <c:pt idx="374">
                  <c:v>-0.26000000000004109</c:v>
                </c:pt>
                <c:pt idx="375">
                  <c:v>-0.25000000000004108</c:v>
                </c:pt>
                <c:pt idx="376">
                  <c:v>-0.24000000000004107</c:v>
                </c:pt>
                <c:pt idx="377">
                  <c:v>-0.23000000000004106</c:v>
                </c:pt>
                <c:pt idx="378">
                  <c:v>-0.22000000000004105</c:v>
                </c:pt>
                <c:pt idx="379">
                  <c:v>-0.21000000000004104</c:v>
                </c:pt>
                <c:pt idx="380">
                  <c:v>-0.20000000000004103</c:v>
                </c:pt>
                <c:pt idx="381">
                  <c:v>-0.19000000000004102</c:v>
                </c:pt>
                <c:pt idx="382">
                  <c:v>-0.18000000000004102</c:v>
                </c:pt>
                <c:pt idx="383">
                  <c:v>-0.17000000000004101</c:v>
                </c:pt>
                <c:pt idx="384">
                  <c:v>-0.160000000000041</c:v>
                </c:pt>
                <c:pt idx="385">
                  <c:v>-0.15000000000004099</c:v>
                </c:pt>
                <c:pt idx="386">
                  <c:v>-0.14000000000004098</c:v>
                </c:pt>
                <c:pt idx="387">
                  <c:v>-0.13000000000004097</c:v>
                </c:pt>
                <c:pt idx="388">
                  <c:v>-0.12000000000004098</c:v>
                </c:pt>
                <c:pt idx="389">
                  <c:v>-0.11000000000004098</c:v>
                </c:pt>
                <c:pt idx="390">
                  <c:v>-0.10000000000004099</c:v>
                </c:pt>
                <c:pt idx="391">
                  <c:v>-9.0000000000040992E-2</c:v>
                </c:pt>
                <c:pt idx="392">
                  <c:v>-8.0000000000040997E-2</c:v>
                </c:pt>
                <c:pt idx="393">
                  <c:v>-7.0000000000041002E-2</c:v>
                </c:pt>
                <c:pt idx="394">
                  <c:v>-6.0000000000041E-2</c:v>
                </c:pt>
                <c:pt idx="395">
                  <c:v>-5.0000000000040998E-2</c:v>
                </c:pt>
                <c:pt idx="396">
                  <c:v>-4.0000000000040996E-2</c:v>
                </c:pt>
                <c:pt idx="397">
                  <c:v>-3.0000000000040994E-2</c:v>
                </c:pt>
                <c:pt idx="398">
                  <c:v>-2.0000000000040992E-2</c:v>
                </c:pt>
                <c:pt idx="399">
                  <c:v>-1.0000000000040992E-2</c:v>
                </c:pt>
                <c:pt idx="400">
                  <c:v>0</c:v>
                </c:pt>
                <c:pt idx="401">
                  <c:v>0.01</c:v>
                </c:pt>
                <c:pt idx="402">
                  <c:v>0.02</c:v>
                </c:pt>
                <c:pt idx="403">
                  <c:v>0.03</c:v>
                </c:pt>
                <c:pt idx="404">
                  <c:v>0.04</c:v>
                </c:pt>
                <c:pt idx="405">
                  <c:v>0.05</c:v>
                </c:pt>
                <c:pt idx="406">
                  <c:v>6.0000000000000005E-2</c:v>
                </c:pt>
                <c:pt idx="407">
                  <c:v>7.0000000000000007E-2</c:v>
                </c:pt>
                <c:pt idx="408">
                  <c:v>0.08</c:v>
                </c:pt>
                <c:pt idx="409">
                  <c:v>0.09</c:v>
                </c:pt>
                <c:pt idx="410">
                  <c:v>9.9999999999999992E-2</c:v>
                </c:pt>
                <c:pt idx="411">
                  <c:v>0.10999999999999999</c:v>
                </c:pt>
                <c:pt idx="412">
                  <c:v>0.11999999999999998</c:v>
                </c:pt>
                <c:pt idx="413">
                  <c:v>0.12999999999999998</c:v>
                </c:pt>
                <c:pt idx="414">
                  <c:v>0.13999999999999999</c:v>
                </c:pt>
                <c:pt idx="415">
                  <c:v>0.15</c:v>
                </c:pt>
                <c:pt idx="416">
                  <c:v>0.16</c:v>
                </c:pt>
                <c:pt idx="417">
                  <c:v>0.17</c:v>
                </c:pt>
                <c:pt idx="418">
                  <c:v>0.18000000000000002</c:v>
                </c:pt>
                <c:pt idx="419">
                  <c:v>0.19000000000000003</c:v>
                </c:pt>
                <c:pt idx="420">
                  <c:v>0.20000000000000004</c:v>
                </c:pt>
                <c:pt idx="421">
                  <c:v>0.21000000000000005</c:v>
                </c:pt>
                <c:pt idx="422">
                  <c:v>0.22000000000000006</c:v>
                </c:pt>
                <c:pt idx="423">
                  <c:v>0.23000000000000007</c:v>
                </c:pt>
                <c:pt idx="424">
                  <c:v>0.24000000000000007</c:v>
                </c:pt>
                <c:pt idx="425">
                  <c:v>0.25000000000000006</c:v>
                </c:pt>
                <c:pt idx="426">
                  <c:v>0.26000000000000006</c:v>
                </c:pt>
                <c:pt idx="427">
                  <c:v>0.27000000000000007</c:v>
                </c:pt>
                <c:pt idx="428">
                  <c:v>0.28000000000000008</c:v>
                </c:pt>
                <c:pt idx="429">
                  <c:v>0.29000000000000009</c:v>
                </c:pt>
                <c:pt idx="430">
                  <c:v>0.3000000000000001</c:v>
                </c:pt>
                <c:pt idx="431">
                  <c:v>0.31000000000000011</c:v>
                </c:pt>
                <c:pt idx="432">
                  <c:v>0.32000000000000012</c:v>
                </c:pt>
                <c:pt idx="433">
                  <c:v>0.33000000000000013</c:v>
                </c:pt>
                <c:pt idx="434">
                  <c:v>0.34000000000000014</c:v>
                </c:pt>
                <c:pt idx="435">
                  <c:v>0.35000000000000014</c:v>
                </c:pt>
                <c:pt idx="436">
                  <c:v>0.36000000000000015</c:v>
                </c:pt>
                <c:pt idx="437">
                  <c:v>0.37000000000000016</c:v>
                </c:pt>
                <c:pt idx="438">
                  <c:v>0.38000000000000017</c:v>
                </c:pt>
                <c:pt idx="439">
                  <c:v>0.39000000000000018</c:v>
                </c:pt>
                <c:pt idx="440">
                  <c:v>0.40000000000000019</c:v>
                </c:pt>
                <c:pt idx="441">
                  <c:v>0.4100000000000002</c:v>
                </c:pt>
                <c:pt idx="442">
                  <c:v>0.42000000000000021</c:v>
                </c:pt>
                <c:pt idx="443">
                  <c:v>0.43000000000000022</c:v>
                </c:pt>
                <c:pt idx="444">
                  <c:v>0.44000000000000022</c:v>
                </c:pt>
                <c:pt idx="445">
                  <c:v>0.45000000000000023</c:v>
                </c:pt>
                <c:pt idx="446">
                  <c:v>0.46000000000000024</c:v>
                </c:pt>
                <c:pt idx="447">
                  <c:v>0.47000000000000025</c:v>
                </c:pt>
                <c:pt idx="448">
                  <c:v>0.48000000000000026</c:v>
                </c:pt>
                <c:pt idx="449">
                  <c:v>0.49000000000000027</c:v>
                </c:pt>
                <c:pt idx="450">
                  <c:v>0.50000000000000022</c:v>
                </c:pt>
                <c:pt idx="451">
                  <c:v>0.51000000000000023</c:v>
                </c:pt>
                <c:pt idx="452">
                  <c:v>0.52000000000000024</c:v>
                </c:pt>
                <c:pt idx="453">
                  <c:v>0.53000000000000025</c:v>
                </c:pt>
                <c:pt idx="454">
                  <c:v>0.54000000000000026</c:v>
                </c:pt>
                <c:pt idx="455">
                  <c:v>0.55000000000000027</c:v>
                </c:pt>
                <c:pt idx="456">
                  <c:v>0.56000000000000028</c:v>
                </c:pt>
                <c:pt idx="457">
                  <c:v>0.57000000000000028</c:v>
                </c:pt>
                <c:pt idx="458">
                  <c:v>0.58000000000000029</c:v>
                </c:pt>
                <c:pt idx="459">
                  <c:v>0.5900000000000003</c:v>
                </c:pt>
                <c:pt idx="460">
                  <c:v>0.60000000000000031</c:v>
                </c:pt>
                <c:pt idx="461">
                  <c:v>0.61000000000000032</c:v>
                </c:pt>
                <c:pt idx="462">
                  <c:v>0.62000000000000033</c:v>
                </c:pt>
                <c:pt idx="463">
                  <c:v>0.63000000000000034</c:v>
                </c:pt>
                <c:pt idx="464">
                  <c:v>0.64000000000000035</c:v>
                </c:pt>
                <c:pt idx="465">
                  <c:v>0.65000000000000036</c:v>
                </c:pt>
                <c:pt idx="466">
                  <c:v>0.66000000000000036</c:v>
                </c:pt>
                <c:pt idx="467">
                  <c:v>0.67000000000000037</c:v>
                </c:pt>
                <c:pt idx="468">
                  <c:v>0.68000000000000038</c:v>
                </c:pt>
                <c:pt idx="469">
                  <c:v>0.69000000000000039</c:v>
                </c:pt>
                <c:pt idx="470">
                  <c:v>0.7000000000000004</c:v>
                </c:pt>
                <c:pt idx="471">
                  <c:v>0.71000000000000041</c:v>
                </c:pt>
                <c:pt idx="472">
                  <c:v>0.72000000000000042</c:v>
                </c:pt>
                <c:pt idx="473">
                  <c:v>0.73000000000000043</c:v>
                </c:pt>
                <c:pt idx="474">
                  <c:v>0.74000000000000044</c:v>
                </c:pt>
                <c:pt idx="475">
                  <c:v>0.75000000000000044</c:v>
                </c:pt>
                <c:pt idx="476">
                  <c:v>0.76000000000000045</c:v>
                </c:pt>
                <c:pt idx="477">
                  <c:v>0.77000000000000046</c:v>
                </c:pt>
                <c:pt idx="478">
                  <c:v>0.78000000000000047</c:v>
                </c:pt>
                <c:pt idx="479">
                  <c:v>0.79000000000000048</c:v>
                </c:pt>
                <c:pt idx="480">
                  <c:v>0.80000000000000049</c:v>
                </c:pt>
                <c:pt idx="481">
                  <c:v>0.8100000000000005</c:v>
                </c:pt>
                <c:pt idx="482">
                  <c:v>0.82000000000000051</c:v>
                </c:pt>
                <c:pt idx="483">
                  <c:v>0.83000000000000052</c:v>
                </c:pt>
                <c:pt idx="484">
                  <c:v>0.84000000000000052</c:v>
                </c:pt>
                <c:pt idx="485">
                  <c:v>0.85000000000000053</c:v>
                </c:pt>
                <c:pt idx="486">
                  <c:v>0.86000000000000054</c:v>
                </c:pt>
                <c:pt idx="487">
                  <c:v>0.87000000000000055</c:v>
                </c:pt>
                <c:pt idx="488">
                  <c:v>0.88000000000000056</c:v>
                </c:pt>
                <c:pt idx="489">
                  <c:v>0.89000000000000057</c:v>
                </c:pt>
                <c:pt idx="490">
                  <c:v>0.90000000000000058</c:v>
                </c:pt>
                <c:pt idx="491">
                  <c:v>0.91000000000000059</c:v>
                </c:pt>
                <c:pt idx="492">
                  <c:v>0.9200000000000006</c:v>
                </c:pt>
                <c:pt idx="493">
                  <c:v>0.9300000000000006</c:v>
                </c:pt>
                <c:pt idx="494">
                  <c:v>0.94000000000000061</c:v>
                </c:pt>
                <c:pt idx="495">
                  <c:v>0.95000000000000062</c:v>
                </c:pt>
                <c:pt idx="496">
                  <c:v>0.96000000000000063</c:v>
                </c:pt>
                <c:pt idx="497">
                  <c:v>0.97000000000000064</c:v>
                </c:pt>
                <c:pt idx="498">
                  <c:v>0.98000000000000065</c:v>
                </c:pt>
                <c:pt idx="499">
                  <c:v>0.99000000000000066</c:v>
                </c:pt>
                <c:pt idx="500">
                  <c:v>1.0000000000000007</c:v>
                </c:pt>
                <c:pt idx="501">
                  <c:v>1.0100000000000007</c:v>
                </c:pt>
                <c:pt idx="502">
                  <c:v>1.0200000000000007</c:v>
                </c:pt>
                <c:pt idx="503">
                  <c:v>1.0300000000000007</c:v>
                </c:pt>
                <c:pt idx="504">
                  <c:v>1.0400000000000007</c:v>
                </c:pt>
                <c:pt idx="505">
                  <c:v>1.0500000000000007</c:v>
                </c:pt>
                <c:pt idx="506">
                  <c:v>1.0600000000000007</c:v>
                </c:pt>
                <c:pt idx="507">
                  <c:v>1.0700000000000007</c:v>
                </c:pt>
                <c:pt idx="508">
                  <c:v>1.0800000000000007</c:v>
                </c:pt>
                <c:pt idx="509">
                  <c:v>1.0900000000000007</c:v>
                </c:pt>
                <c:pt idx="510">
                  <c:v>1.1000000000000008</c:v>
                </c:pt>
                <c:pt idx="511">
                  <c:v>1.1100000000000008</c:v>
                </c:pt>
                <c:pt idx="512">
                  <c:v>1.1200000000000008</c:v>
                </c:pt>
                <c:pt idx="513">
                  <c:v>1.1300000000000008</c:v>
                </c:pt>
                <c:pt idx="514">
                  <c:v>1.1400000000000008</c:v>
                </c:pt>
                <c:pt idx="515">
                  <c:v>1.1500000000000008</c:v>
                </c:pt>
                <c:pt idx="516">
                  <c:v>1.1600000000000008</c:v>
                </c:pt>
                <c:pt idx="517">
                  <c:v>1.1700000000000008</c:v>
                </c:pt>
                <c:pt idx="518">
                  <c:v>1.1800000000000008</c:v>
                </c:pt>
                <c:pt idx="519">
                  <c:v>1.1900000000000008</c:v>
                </c:pt>
                <c:pt idx="520">
                  <c:v>1.2000000000000008</c:v>
                </c:pt>
                <c:pt idx="521">
                  <c:v>1.2100000000000009</c:v>
                </c:pt>
                <c:pt idx="522">
                  <c:v>1.2200000000000009</c:v>
                </c:pt>
                <c:pt idx="523">
                  <c:v>1.2300000000000009</c:v>
                </c:pt>
                <c:pt idx="524">
                  <c:v>1.2400000000000009</c:v>
                </c:pt>
                <c:pt idx="525">
                  <c:v>1.2500000000000009</c:v>
                </c:pt>
                <c:pt idx="526">
                  <c:v>1.2600000000000009</c:v>
                </c:pt>
                <c:pt idx="527">
                  <c:v>1.2700000000000009</c:v>
                </c:pt>
                <c:pt idx="528">
                  <c:v>1.2800000000000009</c:v>
                </c:pt>
                <c:pt idx="529">
                  <c:v>1.2900000000000009</c:v>
                </c:pt>
                <c:pt idx="530">
                  <c:v>1.3000000000000009</c:v>
                </c:pt>
                <c:pt idx="531">
                  <c:v>1.3100000000000009</c:v>
                </c:pt>
                <c:pt idx="532">
                  <c:v>1.320000000000001</c:v>
                </c:pt>
                <c:pt idx="533">
                  <c:v>1.330000000000001</c:v>
                </c:pt>
                <c:pt idx="534">
                  <c:v>1.340000000000001</c:v>
                </c:pt>
                <c:pt idx="535">
                  <c:v>1.350000000000001</c:v>
                </c:pt>
                <c:pt idx="536">
                  <c:v>1.360000000000001</c:v>
                </c:pt>
                <c:pt idx="537">
                  <c:v>1.370000000000001</c:v>
                </c:pt>
                <c:pt idx="538">
                  <c:v>1.380000000000001</c:v>
                </c:pt>
                <c:pt idx="539">
                  <c:v>1.390000000000001</c:v>
                </c:pt>
                <c:pt idx="540">
                  <c:v>1.400000000000001</c:v>
                </c:pt>
                <c:pt idx="541">
                  <c:v>1.410000000000001</c:v>
                </c:pt>
                <c:pt idx="542">
                  <c:v>1.420000000000001</c:v>
                </c:pt>
                <c:pt idx="543">
                  <c:v>1.430000000000001</c:v>
                </c:pt>
                <c:pt idx="544">
                  <c:v>1.4400000000000011</c:v>
                </c:pt>
                <c:pt idx="545">
                  <c:v>1.4500000000000011</c:v>
                </c:pt>
                <c:pt idx="546">
                  <c:v>1.4600000000000011</c:v>
                </c:pt>
                <c:pt idx="547">
                  <c:v>1.4700000000000011</c:v>
                </c:pt>
                <c:pt idx="548">
                  <c:v>1.4800000000000011</c:v>
                </c:pt>
                <c:pt idx="549">
                  <c:v>1.4900000000000011</c:v>
                </c:pt>
                <c:pt idx="550">
                  <c:v>1.5000000000000011</c:v>
                </c:pt>
                <c:pt idx="551">
                  <c:v>1.5100000000000011</c:v>
                </c:pt>
                <c:pt idx="552">
                  <c:v>1.5200000000000011</c:v>
                </c:pt>
                <c:pt idx="553">
                  <c:v>1.5300000000000011</c:v>
                </c:pt>
                <c:pt idx="554">
                  <c:v>1.5400000000000011</c:v>
                </c:pt>
                <c:pt idx="555">
                  <c:v>1.5500000000000012</c:v>
                </c:pt>
                <c:pt idx="556">
                  <c:v>1.5600000000000012</c:v>
                </c:pt>
                <c:pt idx="557">
                  <c:v>1.5700000000000012</c:v>
                </c:pt>
                <c:pt idx="558">
                  <c:v>1.5800000000000012</c:v>
                </c:pt>
                <c:pt idx="559">
                  <c:v>1.5900000000000012</c:v>
                </c:pt>
                <c:pt idx="560">
                  <c:v>1.6000000000000012</c:v>
                </c:pt>
                <c:pt idx="561">
                  <c:v>1.6100000000000012</c:v>
                </c:pt>
                <c:pt idx="562">
                  <c:v>1.6200000000000012</c:v>
                </c:pt>
                <c:pt idx="563">
                  <c:v>1.6300000000000012</c:v>
                </c:pt>
                <c:pt idx="564">
                  <c:v>1.6400000000000012</c:v>
                </c:pt>
                <c:pt idx="565">
                  <c:v>1.6500000000000012</c:v>
                </c:pt>
                <c:pt idx="566">
                  <c:v>1.6600000000000013</c:v>
                </c:pt>
                <c:pt idx="567">
                  <c:v>1.6700000000000013</c:v>
                </c:pt>
                <c:pt idx="568">
                  <c:v>1.6800000000000013</c:v>
                </c:pt>
                <c:pt idx="569">
                  <c:v>1.6900000000000013</c:v>
                </c:pt>
                <c:pt idx="570">
                  <c:v>1.7000000000000013</c:v>
                </c:pt>
                <c:pt idx="571">
                  <c:v>1.7100000000000013</c:v>
                </c:pt>
                <c:pt idx="572">
                  <c:v>1.7200000000000013</c:v>
                </c:pt>
                <c:pt idx="573">
                  <c:v>1.7300000000000013</c:v>
                </c:pt>
                <c:pt idx="574">
                  <c:v>1.7400000000000013</c:v>
                </c:pt>
                <c:pt idx="575">
                  <c:v>1.7500000000000013</c:v>
                </c:pt>
                <c:pt idx="576">
                  <c:v>1.7600000000000013</c:v>
                </c:pt>
                <c:pt idx="577">
                  <c:v>1.7700000000000014</c:v>
                </c:pt>
                <c:pt idx="578">
                  <c:v>1.7800000000000014</c:v>
                </c:pt>
                <c:pt idx="579">
                  <c:v>1.7900000000000014</c:v>
                </c:pt>
                <c:pt idx="580">
                  <c:v>1.8000000000000014</c:v>
                </c:pt>
                <c:pt idx="581">
                  <c:v>1.8100000000000014</c:v>
                </c:pt>
                <c:pt idx="582">
                  <c:v>1.8200000000000014</c:v>
                </c:pt>
                <c:pt idx="583">
                  <c:v>1.8300000000000014</c:v>
                </c:pt>
                <c:pt idx="584">
                  <c:v>1.8400000000000014</c:v>
                </c:pt>
                <c:pt idx="585">
                  <c:v>1.8500000000000014</c:v>
                </c:pt>
                <c:pt idx="586">
                  <c:v>1.8600000000000014</c:v>
                </c:pt>
                <c:pt idx="587">
                  <c:v>1.8700000000000014</c:v>
                </c:pt>
                <c:pt idx="588">
                  <c:v>1.8800000000000014</c:v>
                </c:pt>
                <c:pt idx="589">
                  <c:v>1.8900000000000015</c:v>
                </c:pt>
                <c:pt idx="590">
                  <c:v>1.9000000000000015</c:v>
                </c:pt>
                <c:pt idx="591">
                  <c:v>1.9100000000000015</c:v>
                </c:pt>
                <c:pt idx="592">
                  <c:v>1.9200000000000015</c:v>
                </c:pt>
                <c:pt idx="593">
                  <c:v>1.9300000000000015</c:v>
                </c:pt>
                <c:pt idx="594">
                  <c:v>1.9400000000000015</c:v>
                </c:pt>
                <c:pt idx="595">
                  <c:v>1.9500000000000015</c:v>
                </c:pt>
                <c:pt idx="596">
                  <c:v>1.9600000000000015</c:v>
                </c:pt>
                <c:pt idx="597">
                  <c:v>1.9700000000000015</c:v>
                </c:pt>
                <c:pt idx="598">
                  <c:v>1.9800000000000015</c:v>
                </c:pt>
                <c:pt idx="599">
                  <c:v>1.9900000000000015</c:v>
                </c:pt>
                <c:pt idx="600">
                  <c:v>2.0000000000000013</c:v>
                </c:pt>
                <c:pt idx="601">
                  <c:v>2.0100000000000011</c:v>
                </c:pt>
                <c:pt idx="602">
                  <c:v>2.0200000000000009</c:v>
                </c:pt>
                <c:pt idx="603">
                  <c:v>2.0300000000000007</c:v>
                </c:pt>
                <c:pt idx="604">
                  <c:v>2.0400000000000005</c:v>
                </c:pt>
                <c:pt idx="605">
                  <c:v>2.0500000000000003</c:v>
                </c:pt>
                <c:pt idx="606">
                  <c:v>2.06</c:v>
                </c:pt>
                <c:pt idx="607">
                  <c:v>2.0699999999999998</c:v>
                </c:pt>
                <c:pt idx="608">
                  <c:v>2.0799999999999996</c:v>
                </c:pt>
                <c:pt idx="609">
                  <c:v>2.0899999999999994</c:v>
                </c:pt>
                <c:pt idx="610">
                  <c:v>2.0999999999999992</c:v>
                </c:pt>
                <c:pt idx="611">
                  <c:v>2.109999999999999</c:v>
                </c:pt>
                <c:pt idx="612">
                  <c:v>2.1199999999999988</c:v>
                </c:pt>
                <c:pt idx="613">
                  <c:v>2.1299999999999986</c:v>
                </c:pt>
                <c:pt idx="614">
                  <c:v>2.1399999999999983</c:v>
                </c:pt>
                <c:pt idx="615">
                  <c:v>2.1499999999999981</c:v>
                </c:pt>
                <c:pt idx="616">
                  <c:v>2.1599999999999979</c:v>
                </c:pt>
                <c:pt idx="617">
                  <c:v>2.1699999999999977</c:v>
                </c:pt>
                <c:pt idx="618">
                  <c:v>2.1799999999999975</c:v>
                </c:pt>
                <c:pt idx="619">
                  <c:v>2.1899999999999973</c:v>
                </c:pt>
                <c:pt idx="620">
                  <c:v>2.1999999999999971</c:v>
                </c:pt>
                <c:pt idx="621">
                  <c:v>2.2099999999999969</c:v>
                </c:pt>
                <c:pt idx="622">
                  <c:v>2.2199999999999966</c:v>
                </c:pt>
                <c:pt idx="623">
                  <c:v>2.2299999999999964</c:v>
                </c:pt>
                <c:pt idx="624">
                  <c:v>2.2399999999999962</c:v>
                </c:pt>
                <c:pt idx="625">
                  <c:v>2.249999999999996</c:v>
                </c:pt>
                <c:pt idx="626">
                  <c:v>2.2599999999999958</c:v>
                </c:pt>
                <c:pt idx="627">
                  <c:v>2.2699999999999956</c:v>
                </c:pt>
                <c:pt idx="628">
                  <c:v>2.2799999999999954</c:v>
                </c:pt>
                <c:pt idx="629">
                  <c:v>2.2899999999999952</c:v>
                </c:pt>
                <c:pt idx="630">
                  <c:v>2.2999999999999949</c:v>
                </c:pt>
                <c:pt idx="631">
                  <c:v>2.3099999999999947</c:v>
                </c:pt>
                <c:pt idx="632">
                  <c:v>2.3199999999999945</c:v>
                </c:pt>
                <c:pt idx="633">
                  <c:v>2.3299999999999943</c:v>
                </c:pt>
                <c:pt idx="634">
                  <c:v>2.3399999999999941</c:v>
                </c:pt>
                <c:pt idx="635">
                  <c:v>2.3499999999999939</c:v>
                </c:pt>
                <c:pt idx="636">
                  <c:v>2.3599999999999937</c:v>
                </c:pt>
                <c:pt idx="637">
                  <c:v>2.3699999999999934</c:v>
                </c:pt>
                <c:pt idx="638">
                  <c:v>2.3799999999999932</c:v>
                </c:pt>
                <c:pt idx="639">
                  <c:v>2.389999999999993</c:v>
                </c:pt>
                <c:pt idx="640">
                  <c:v>2.3999999999999928</c:v>
                </c:pt>
                <c:pt idx="641">
                  <c:v>2.4099999999999926</c:v>
                </c:pt>
                <c:pt idx="642">
                  <c:v>2.4199999999999924</c:v>
                </c:pt>
                <c:pt idx="643">
                  <c:v>2.4299999999999922</c:v>
                </c:pt>
                <c:pt idx="644">
                  <c:v>2.439999999999992</c:v>
                </c:pt>
                <c:pt idx="645">
                  <c:v>2.4499999999999917</c:v>
                </c:pt>
                <c:pt idx="646">
                  <c:v>2.4599999999999915</c:v>
                </c:pt>
                <c:pt idx="647">
                  <c:v>2.4699999999999913</c:v>
                </c:pt>
                <c:pt idx="648">
                  <c:v>2.4799999999999911</c:v>
                </c:pt>
                <c:pt idx="649">
                  <c:v>2.4899999999999909</c:v>
                </c:pt>
                <c:pt idx="650">
                  <c:v>2.4999999999999907</c:v>
                </c:pt>
                <c:pt idx="651">
                  <c:v>2.5099999999999905</c:v>
                </c:pt>
                <c:pt idx="652">
                  <c:v>2.5199999999999902</c:v>
                </c:pt>
                <c:pt idx="653">
                  <c:v>2.52999999999999</c:v>
                </c:pt>
                <c:pt idx="654">
                  <c:v>2.5399999999999898</c:v>
                </c:pt>
                <c:pt idx="655">
                  <c:v>2.5499999999999896</c:v>
                </c:pt>
                <c:pt idx="656">
                  <c:v>2.5599999999999894</c:v>
                </c:pt>
                <c:pt idx="657">
                  <c:v>2.5699999999999892</c:v>
                </c:pt>
                <c:pt idx="658">
                  <c:v>2.579999999999989</c:v>
                </c:pt>
                <c:pt idx="659">
                  <c:v>2.5899999999999888</c:v>
                </c:pt>
                <c:pt idx="660">
                  <c:v>2.5999999999999885</c:v>
                </c:pt>
                <c:pt idx="661">
                  <c:v>2.6099999999999883</c:v>
                </c:pt>
                <c:pt idx="662">
                  <c:v>2.6199999999999881</c:v>
                </c:pt>
                <c:pt idx="663">
                  <c:v>2.6299999999999879</c:v>
                </c:pt>
                <c:pt idx="664">
                  <c:v>2.6399999999999877</c:v>
                </c:pt>
                <c:pt idx="665">
                  <c:v>2.6499999999999875</c:v>
                </c:pt>
                <c:pt idx="666">
                  <c:v>2.6599999999999873</c:v>
                </c:pt>
                <c:pt idx="667">
                  <c:v>2.6699999999999871</c:v>
                </c:pt>
                <c:pt idx="668">
                  <c:v>2.6799999999999868</c:v>
                </c:pt>
                <c:pt idx="669">
                  <c:v>2.6899999999999866</c:v>
                </c:pt>
                <c:pt idx="670">
                  <c:v>2.6999999999999864</c:v>
                </c:pt>
                <c:pt idx="671">
                  <c:v>2.7099999999999862</c:v>
                </c:pt>
                <c:pt idx="672">
                  <c:v>2.719999999999986</c:v>
                </c:pt>
                <c:pt idx="673">
                  <c:v>2.7299999999999858</c:v>
                </c:pt>
                <c:pt idx="674">
                  <c:v>2.7399999999999856</c:v>
                </c:pt>
                <c:pt idx="675">
                  <c:v>2.7499999999999853</c:v>
                </c:pt>
                <c:pt idx="676">
                  <c:v>2.7599999999999851</c:v>
                </c:pt>
                <c:pt idx="677">
                  <c:v>2.7699999999999849</c:v>
                </c:pt>
                <c:pt idx="678">
                  <c:v>2.7799999999999847</c:v>
                </c:pt>
                <c:pt idx="679">
                  <c:v>2.7899999999999845</c:v>
                </c:pt>
                <c:pt idx="680">
                  <c:v>2.7999999999999843</c:v>
                </c:pt>
                <c:pt idx="681">
                  <c:v>2.8099999999999841</c:v>
                </c:pt>
                <c:pt idx="682">
                  <c:v>2.8199999999999839</c:v>
                </c:pt>
                <c:pt idx="683">
                  <c:v>2.8299999999999836</c:v>
                </c:pt>
                <c:pt idx="684">
                  <c:v>2.8399999999999834</c:v>
                </c:pt>
                <c:pt idx="685">
                  <c:v>2.8499999999999832</c:v>
                </c:pt>
                <c:pt idx="686">
                  <c:v>2.859999999999983</c:v>
                </c:pt>
                <c:pt idx="687">
                  <c:v>2.8699999999999828</c:v>
                </c:pt>
                <c:pt idx="688">
                  <c:v>2.8799999999999826</c:v>
                </c:pt>
                <c:pt idx="689">
                  <c:v>2.8899999999999824</c:v>
                </c:pt>
                <c:pt idx="690">
                  <c:v>2.8999999999999821</c:v>
                </c:pt>
                <c:pt idx="691">
                  <c:v>2.9099999999999819</c:v>
                </c:pt>
                <c:pt idx="692">
                  <c:v>2.9199999999999817</c:v>
                </c:pt>
                <c:pt idx="693">
                  <c:v>2.9299999999999815</c:v>
                </c:pt>
                <c:pt idx="694">
                  <c:v>2.9399999999999813</c:v>
                </c:pt>
                <c:pt idx="695">
                  <c:v>2.9499999999999811</c:v>
                </c:pt>
                <c:pt idx="696">
                  <c:v>2.9599999999999809</c:v>
                </c:pt>
                <c:pt idx="697">
                  <c:v>2.9699999999999807</c:v>
                </c:pt>
                <c:pt idx="698">
                  <c:v>2.9799999999999804</c:v>
                </c:pt>
                <c:pt idx="699">
                  <c:v>2.9899999999999802</c:v>
                </c:pt>
                <c:pt idx="700">
                  <c:v>2.99999999999998</c:v>
                </c:pt>
                <c:pt idx="701">
                  <c:v>3.0099999999999798</c:v>
                </c:pt>
                <c:pt idx="702">
                  <c:v>3.0199999999999796</c:v>
                </c:pt>
                <c:pt idx="703">
                  <c:v>3.0299999999999794</c:v>
                </c:pt>
                <c:pt idx="704">
                  <c:v>3.0399999999999792</c:v>
                </c:pt>
                <c:pt idx="705">
                  <c:v>3.049999999999979</c:v>
                </c:pt>
                <c:pt idx="706">
                  <c:v>3.0599999999999787</c:v>
                </c:pt>
                <c:pt idx="707">
                  <c:v>3.0699999999999785</c:v>
                </c:pt>
                <c:pt idx="708">
                  <c:v>3.0799999999999783</c:v>
                </c:pt>
                <c:pt idx="709">
                  <c:v>3.0899999999999781</c:v>
                </c:pt>
                <c:pt idx="710">
                  <c:v>3.0999999999999779</c:v>
                </c:pt>
                <c:pt idx="711">
                  <c:v>3.1099999999999777</c:v>
                </c:pt>
                <c:pt idx="712">
                  <c:v>3.1199999999999775</c:v>
                </c:pt>
                <c:pt idx="713">
                  <c:v>3.1299999999999772</c:v>
                </c:pt>
                <c:pt idx="714">
                  <c:v>3.139999999999977</c:v>
                </c:pt>
                <c:pt idx="715">
                  <c:v>3.1499999999999768</c:v>
                </c:pt>
                <c:pt idx="716">
                  <c:v>3.1599999999999766</c:v>
                </c:pt>
                <c:pt idx="717">
                  <c:v>3.1699999999999764</c:v>
                </c:pt>
                <c:pt idx="718">
                  <c:v>3.1799999999999762</c:v>
                </c:pt>
                <c:pt idx="719">
                  <c:v>3.189999999999976</c:v>
                </c:pt>
                <c:pt idx="720">
                  <c:v>3.1999999999999758</c:v>
                </c:pt>
                <c:pt idx="721">
                  <c:v>3.2099999999999755</c:v>
                </c:pt>
                <c:pt idx="722">
                  <c:v>3.2199999999999753</c:v>
                </c:pt>
                <c:pt idx="723">
                  <c:v>3.2299999999999751</c:v>
                </c:pt>
                <c:pt idx="724">
                  <c:v>3.2399999999999749</c:v>
                </c:pt>
                <c:pt idx="725">
                  <c:v>3.2499999999999747</c:v>
                </c:pt>
                <c:pt idx="726">
                  <c:v>3.2599999999999745</c:v>
                </c:pt>
                <c:pt idx="727">
                  <c:v>3.2699999999999743</c:v>
                </c:pt>
                <c:pt idx="728">
                  <c:v>3.279999999999974</c:v>
                </c:pt>
                <c:pt idx="729">
                  <c:v>3.2899999999999738</c:v>
                </c:pt>
                <c:pt idx="730">
                  <c:v>3.2999999999999736</c:v>
                </c:pt>
                <c:pt idx="731">
                  <c:v>3.3099999999999734</c:v>
                </c:pt>
                <c:pt idx="732">
                  <c:v>3.3199999999999732</c:v>
                </c:pt>
                <c:pt idx="733">
                  <c:v>3.329999999999973</c:v>
                </c:pt>
                <c:pt idx="734">
                  <c:v>3.3399999999999728</c:v>
                </c:pt>
                <c:pt idx="735">
                  <c:v>3.3499999999999726</c:v>
                </c:pt>
                <c:pt idx="736">
                  <c:v>3.3599999999999723</c:v>
                </c:pt>
                <c:pt idx="737">
                  <c:v>3.3699999999999721</c:v>
                </c:pt>
                <c:pt idx="738">
                  <c:v>3.3799999999999719</c:v>
                </c:pt>
                <c:pt idx="739">
                  <c:v>3.3899999999999717</c:v>
                </c:pt>
                <c:pt idx="740">
                  <c:v>3.3999999999999715</c:v>
                </c:pt>
                <c:pt idx="741">
                  <c:v>3.4099999999999713</c:v>
                </c:pt>
                <c:pt idx="742">
                  <c:v>3.4199999999999711</c:v>
                </c:pt>
                <c:pt idx="743">
                  <c:v>3.4299999999999708</c:v>
                </c:pt>
                <c:pt idx="744">
                  <c:v>3.4399999999999706</c:v>
                </c:pt>
                <c:pt idx="745">
                  <c:v>3.4499999999999704</c:v>
                </c:pt>
                <c:pt idx="746">
                  <c:v>3.4599999999999702</c:v>
                </c:pt>
                <c:pt idx="747">
                  <c:v>3.46999999999997</c:v>
                </c:pt>
                <c:pt idx="748">
                  <c:v>3.4799999999999698</c:v>
                </c:pt>
                <c:pt idx="749">
                  <c:v>3.4899999999999696</c:v>
                </c:pt>
                <c:pt idx="750">
                  <c:v>3.4999999999999694</c:v>
                </c:pt>
                <c:pt idx="751">
                  <c:v>3.5099999999999691</c:v>
                </c:pt>
                <c:pt idx="752">
                  <c:v>3.5199999999999689</c:v>
                </c:pt>
                <c:pt idx="753">
                  <c:v>3.5299999999999687</c:v>
                </c:pt>
                <c:pt idx="754">
                  <c:v>3.5399999999999685</c:v>
                </c:pt>
                <c:pt idx="755">
                  <c:v>3.5499999999999683</c:v>
                </c:pt>
                <c:pt idx="756">
                  <c:v>3.5599999999999681</c:v>
                </c:pt>
                <c:pt idx="757">
                  <c:v>3.5699999999999679</c:v>
                </c:pt>
                <c:pt idx="758">
                  <c:v>3.5799999999999677</c:v>
                </c:pt>
                <c:pt idx="759">
                  <c:v>3.5899999999999674</c:v>
                </c:pt>
                <c:pt idx="760">
                  <c:v>3.5999999999999672</c:v>
                </c:pt>
                <c:pt idx="761">
                  <c:v>3.609999999999967</c:v>
                </c:pt>
                <c:pt idx="762">
                  <c:v>3.6199999999999668</c:v>
                </c:pt>
                <c:pt idx="763">
                  <c:v>3.6299999999999666</c:v>
                </c:pt>
                <c:pt idx="764">
                  <c:v>3.6399999999999664</c:v>
                </c:pt>
                <c:pt idx="765">
                  <c:v>3.6499999999999662</c:v>
                </c:pt>
                <c:pt idx="766">
                  <c:v>3.6599999999999659</c:v>
                </c:pt>
                <c:pt idx="767">
                  <c:v>3.6699999999999657</c:v>
                </c:pt>
                <c:pt idx="768">
                  <c:v>3.6799999999999655</c:v>
                </c:pt>
                <c:pt idx="769">
                  <c:v>3.6899999999999653</c:v>
                </c:pt>
                <c:pt idx="770">
                  <c:v>3.6999999999999651</c:v>
                </c:pt>
                <c:pt idx="771">
                  <c:v>3.7099999999999649</c:v>
                </c:pt>
                <c:pt idx="772">
                  <c:v>3.7199999999999647</c:v>
                </c:pt>
                <c:pt idx="773">
                  <c:v>3.7299999999999645</c:v>
                </c:pt>
                <c:pt idx="774">
                  <c:v>3.7399999999999642</c:v>
                </c:pt>
                <c:pt idx="775">
                  <c:v>3.749999999999964</c:v>
                </c:pt>
                <c:pt idx="776">
                  <c:v>3.7599999999999638</c:v>
                </c:pt>
                <c:pt idx="777">
                  <c:v>3.7699999999999636</c:v>
                </c:pt>
                <c:pt idx="778">
                  <c:v>3.7799999999999634</c:v>
                </c:pt>
                <c:pt idx="779">
                  <c:v>3.7899999999999632</c:v>
                </c:pt>
                <c:pt idx="780">
                  <c:v>3.799999999999963</c:v>
                </c:pt>
                <c:pt idx="781">
                  <c:v>3.8099999999999627</c:v>
                </c:pt>
                <c:pt idx="782">
                  <c:v>3.8199999999999625</c:v>
                </c:pt>
                <c:pt idx="783">
                  <c:v>3.8299999999999623</c:v>
                </c:pt>
                <c:pt idx="784">
                  <c:v>3.8399999999999621</c:v>
                </c:pt>
                <c:pt idx="785">
                  <c:v>3.8499999999999619</c:v>
                </c:pt>
                <c:pt idx="786">
                  <c:v>3.8599999999999617</c:v>
                </c:pt>
                <c:pt idx="787">
                  <c:v>3.8699999999999615</c:v>
                </c:pt>
                <c:pt idx="788">
                  <c:v>3.8799999999999613</c:v>
                </c:pt>
                <c:pt idx="789">
                  <c:v>3.889999999999961</c:v>
                </c:pt>
                <c:pt idx="790">
                  <c:v>3.8999999999999608</c:v>
                </c:pt>
                <c:pt idx="791">
                  <c:v>3.9099999999999606</c:v>
                </c:pt>
                <c:pt idx="792">
                  <c:v>3.9199999999999604</c:v>
                </c:pt>
                <c:pt idx="793">
                  <c:v>3.9299999999999602</c:v>
                </c:pt>
                <c:pt idx="794">
                  <c:v>3.93999999999996</c:v>
                </c:pt>
                <c:pt idx="795">
                  <c:v>3.9499999999999598</c:v>
                </c:pt>
                <c:pt idx="796">
                  <c:v>3.9599999999999596</c:v>
                </c:pt>
                <c:pt idx="797">
                  <c:v>3.9699999999999593</c:v>
                </c:pt>
                <c:pt idx="798">
                  <c:v>3.9799999999999591</c:v>
                </c:pt>
                <c:pt idx="799">
                  <c:v>3.9899999999999589</c:v>
                </c:pt>
              </c:numCache>
            </c:numRef>
          </c:cat>
          <c:val>
            <c:numRef>
              <c:f>Sheet2!$E$2:$E$802</c:f>
              <c:numCache>
                <c:formatCode>General</c:formatCode>
                <c:ptCount val="801"/>
              </c:numCache>
            </c:numRef>
          </c:val>
        </c:ser>
        <c:ser>
          <c:idx val="1"/>
          <c:order val="1"/>
          <c:tx>
            <c:strRef>
              <c:f>Sheet2!$B$1</c:f>
              <c:strCache>
                <c:ptCount val="1"/>
              </c:strCache>
            </c:strRef>
          </c:tx>
          <c:spPr>
            <a:ln>
              <a:noFill/>
            </a:ln>
          </c:spPr>
          <c:cat>
            <c:numRef>
              <c:f>Sheet2!$A$2:$A$802</c:f>
              <c:numCache>
                <c:formatCode>General</c:formatCode>
                <c:ptCount val="801"/>
                <c:pt idx="1">
                  <c:v>-3.99</c:v>
                </c:pt>
                <c:pt idx="2">
                  <c:v>-3.9800000000000004</c:v>
                </c:pt>
                <c:pt idx="3">
                  <c:v>-3.9700000000000006</c:v>
                </c:pt>
                <c:pt idx="4">
                  <c:v>-3.9600000000000009</c:v>
                </c:pt>
                <c:pt idx="5">
                  <c:v>-3.9500000000000011</c:v>
                </c:pt>
                <c:pt idx="6">
                  <c:v>-3.9400000000000013</c:v>
                </c:pt>
                <c:pt idx="7">
                  <c:v>-3.9300000000000015</c:v>
                </c:pt>
                <c:pt idx="8">
                  <c:v>-3.9200000000000017</c:v>
                </c:pt>
                <c:pt idx="9">
                  <c:v>-3.9100000000000019</c:v>
                </c:pt>
                <c:pt idx="10">
                  <c:v>-3.9000000000000021</c:v>
                </c:pt>
                <c:pt idx="11">
                  <c:v>-3.8900000000000023</c:v>
                </c:pt>
                <c:pt idx="12">
                  <c:v>-3.8800000000000026</c:v>
                </c:pt>
                <c:pt idx="13">
                  <c:v>-3.8700000000000028</c:v>
                </c:pt>
                <c:pt idx="14">
                  <c:v>-3.860000000000003</c:v>
                </c:pt>
                <c:pt idx="15">
                  <c:v>-3.8500000000000032</c:v>
                </c:pt>
                <c:pt idx="16">
                  <c:v>-3.8400000000000034</c:v>
                </c:pt>
                <c:pt idx="17">
                  <c:v>-3.8300000000000036</c:v>
                </c:pt>
                <c:pt idx="18">
                  <c:v>-3.8200000000000038</c:v>
                </c:pt>
                <c:pt idx="19">
                  <c:v>-3.8100000000000041</c:v>
                </c:pt>
                <c:pt idx="20">
                  <c:v>-3.8000000000000043</c:v>
                </c:pt>
                <c:pt idx="21">
                  <c:v>-3.7900000000000045</c:v>
                </c:pt>
                <c:pt idx="22">
                  <c:v>-3.7800000000000047</c:v>
                </c:pt>
                <c:pt idx="23">
                  <c:v>-3.7700000000000049</c:v>
                </c:pt>
                <c:pt idx="24">
                  <c:v>-3.7600000000000051</c:v>
                </c:pt>
                <c:pt idx="25">
                  <c:v>-3.7500000000000053</c:v>
                </c:pt>
                <c:pt idx="26">
                  <c:v>-3.7400000000000055</c:v>
                </c:pt>
                <c:pt idx="27">
                  <c:v>-3.7300000000000058</c:v>
                </c:pt>
                <c:pt idx="28">
                  <c:v>-3.720000000000006</c:v>
                </c:pt>
                <c:pt idx="29">
                  <c:v>-3.7100000000000062</c:v>
                </c:pt>
                <c:pt idx="30">
                  <c:v>-3.7000000000000064</c:v>
                </c:pt>
                <c:pt idx="31">
                  <c:v>-3.6900000000000066</c:v>
                </c:pt>
                <c:pt idx="32">
                  <c:v>-3.6800000000000068</c:v>
                </c:pt>
                <c:pt idx="33">
                  <c:v>-3.670000000000007</c:v>
                </c:pt>
                <c:pt idx="34">
                  <c:v>-3.6600000000000072</c:v>
                </c:pt>
                <c:pt idx="35">
                  <c:v>-3.6500000000000075</c:v>
                </c:pt>
                <c:pt idx="36">
                  <c:v>-3.6400000000000077</c:v>
                </c:pt>
                <c:pt idx="37">
                  <c:v>-3.6300000000000079</c:v>
                </c:pt>
                <c:pt idx="38">
                  <c:v>-3.6200000000000081</c:v>
                </c:pt>
                <c:pt idx="39">
                  <c:v>-3.6100000000000083</c:v>
                </c:pt>
                <c:pt idx="40">
                  <c:v>-3.6000000000000085</c:v>
                </c:pt>
                <c:pt idx="41">
                  <c:v>-3.5900000000000087</c:v>
                </c:pt>
                <c:pt idx="42">
                  <c:v>-3.580000000000009</c:v>
                </c:pt>
                <c:pt idx="43">
                  <c:v>-3.5700000000000092</c:v>
                </c:pt>
                <c:pt idx="44">
                  <c:v>-3.5600000000000094</c:v>
                </c:pt>
                <c:pt idx="45">
                  <c:v>-3.5500000000000096</c:v>
                </c:pt>
                <c:pt idx="46">
                  <c:v>-3.5400000000000098</c:v>
                </c:pt>
                <c:pt idx="47">
                  <c:v>-3.53000000000001</c:v>
                </c:pt>
                <c:pt idx="48">
                  <c:v>-3.5200000000000102</c:v>
                </c:pt>
                <c:pt idx="49">
                  <c:v>-3.5100000000000104</c:v>
                </c:pt>
                <c:pt idx="50">
                  <c:v>-3.5000000000000107</c:v>
                </c:pt>
                <c:pt idx="51">
                  <c:v>-3.4900000000000109</c:v>
                </c:pt>
                <c:pt idx="52">
                  <c:v>-3.4800000000000111</c:v>
                </c:pt>
                <c:pt idx="53">
                  <c:v>-3.4700000000000113</c:v>
                </c:pt>
                <c:pt idx="54">
                  <c:v>-3.4600000000000115</c:v>
                </c:pt>
                <c:pt idx="55">
                  <c:v>-3.4500000000000117</c:v>
                </c:pt>
                <c:pt idx="56">
                  <c:v>-3.4400000000000119</c:v>
                </c:pt>
                <c:pt idx="57">
                  <c:v>-3.4300000000000122</c:v>
                </c:pt>
                <c:pt idx="58">
                  <c:v>-3.4200000000000124</c:v>
                </c:pt>
                <c:pt idx="59">
                  <c:v>-3.4100000000000126</c:v>
                </c:pt>
                <c:pt idx="60">
                  <c:v>-3.4000000000000128</c:v>
                </c:pt>
                <c:pt idx="61">
                  <c:v>-3.390000000000013</c:v>
                </c:pt>
                <c:pt idx="62">
                  <c:v>-3.3800000000000132</c:v>
                </c:pt>
                <c:pt idx="63">
                  <c:v>-3.3700000000000134</c:v>
                </c:pt>
                <c:pt idx="64">
                  <c:v>-3.3600000000000136</c:v>
                </c:pt>
                <c:pt idx="65">
                  <c:v>-3.3500000000000139</c:v>
                </c:pt>
                <c:pt idx="66">
                  <c:v>-3.3400000000000141</c:v>
                </c:pt>
                <c:pt idx="67">
                  <c:v>-3.3300000000000143</c:v>
                </c:pt>
                <c:pt idx="68">
                  <c:v>-3.3200000000000145</c:v>
                </c:pt>
                <c:pt idx="69">
                  <c:v>-3.3100000000000147</c:v>
                </c:pt>
                <c:pt idx="70">
                  <c:v>-3.3000000000000149</c:v>
                </c:pt>
                <c:pt idx="71">
                  <c:v>-3.2900000000000151</c:v>
                </c:pt>
                <c:pt idx="72">
                  <c:v>-3.2800000000000153</c:v>
                </c:pt>
                <c:pt idx="73">
                  <c:v>-3.2700000000000156</c:v>
                </c:pt>
                <c:pt idx="74">
                  <c:v>-3.2600000000000158</c:v>
                </c:pt>
                <c:pt idx="75">
                  <c:v>-3.250000000000016</c:v>
                </c:pt>
                <c:pt idx="76">
                  <c:v>-3.2400000000000162</c:v>
                </c:pt>
                <c:pt idx="77">
                  <c:v>-3.2300000000000164</c:v>
                </c:pt>
                <c:pt idx="78">
                  <c:v>-3.2200000000000166</c:v>
                </c:pt>
                <c:pt idx="79">
                  <c:v>-3.2100000000000168</c:v>
                </c:pt>
                <c:pt idx="80">
                  <c:v>-3.2000000000000171</c:v>
                </c:pt>
                <c:pt idx="81">
                  <c:v>-3.1900000000000173</c:v>
                </c:pt>
                <c:pt idx="82">
                  <c:v>-3.1800000000000175</c:v>
                </c:pt>
                <c:pt idx="83">
                  <c:v>-3.1700000000000177</c:v>
                </c:pt>
                <c:pt idx="84">
                  <c:v>-3.1600000000000179</c:v>
                </c:pt>
                <c:pt idx="85">
                  <c:v>-3.1500000000000181</c:v>
                </c:pt>
                <c:pt idx="86">
                  <c:v>-3.1400000000000183</c:v>
                </c:pt>
                <c:pt idx="87">
                  <c:v>-3.1300000000000185</c:v>
                </c:pt>
                <c:pt idx="88">
                  <c:v>-3.1200000000000188</c:v>
                </c:pt>
                <c:pt idx="89">
                  <c:v>-3.110000000000019</c:v>
                </c:pt>
                <c:pt idx="90">
                  <c:v>-3.1000000000000192</c:v>
                </c:pt>
                <c:pt idx="91">
                  <c:v>-3.0900000000000194</c:v>
                </c:pt>
                <c:pt idx="92">
                  <c:v>-3.0800000000000196</c:v>
                </c:pt>
                <c:pt idx="93">
                  <c:v>-3.0700000000000198</c:v>
                </c:pt>
                <c:pt idx="94">
                  <c:v>-3.06000000000002</c:v>
                </c:pt>
                <c:pt idx="95">
                  <c:v>-3.0500000000000203</c:v>
                </c:pt>
                <c:pt idx="96">
                  <c:v>-3.0400000000000205</c:v>
                </c:pt>
                <c:pt idx="97">
                  <c:v>-3.0300000000000207</c:v>
                </c:pt>
                <c:pt idx="98">
                  <c:v>-3.0200000000000209</c:v>
                </c:pt>
                <c:pt idx="99">
                  <c:v>-3.0100000000000211</c:v>
                </c:pt>
                <c:pt idx="100">
                  <c:v>-3.0000000000000213</c:v>
                </c:pt>
                <c:pt idx="101">
                  <c:v>-2.9900000000000215</c:v>
                </c:pt>
                <c:pt idx="102">
                  <c:v>-2.9800000000000217</c:v>
                </c:pt>
                <c:pt idx="103">
                  <c:v>-2.970000000000022</c:v>
                </c:pt>
                <c:pt idx="104">
                  <c:v>-2.9600000000000222</c:v>
                </c:pt>
                <c:pt idx="105">
                  <c:v>-2.9500000000000224</c:v>
                </c:pt>
                <c:pt idx="106">
                  <c:v>-2.9400000000000226</c:v>
                </c:pt>
                <c:pt idx="107">
                  <c:v>-2.9300000000000228</c:v>
                </c:pt>
                <c:pt idx="108">
                  <c:v>-2.920000000000023</c:v>
                </c:pt>
                <c:pt idx="109">
                  <c:v>-2.9100000000000232</c:v>
                </c:pt>
                <c:pt idx="110">
                  <c:v>-2.9000000000000234</c:v>
                </c:pt>
                <c:pt idx="111">
                  <c:v>-2.8900000000000237</c:v>
                </c:pt>
                <c:pt idx="112">
                  <c:v>-2.8800000000000239</c:v>
                </c:pt>
                <c:pt idx="113">
                  <c:v>-2.8700000000000241</c:v>
                </c:pt>
                <c:pt idx="114">
                  <c:v>-2.8600000000000243</c:v>
                </c:pt>
                <c:pt idx="115">
                  <c:v>-2.8500000000000245</c:v>
                </c:pt>
                <c:pt idx="116">
                  <c:v>-2.8400000000000247</c:v>
                </c:pt>
                <c:pt idx="117">
                  <c:v>-2.8300000000000249</c:v>
                </c:pt>
                <c:pt idx="118">
                  <c:v>-2.8200000000000252</c:v>
                </c:pt>
                <c:pt idx="119">
                  <c:v>-2.8100000000000254</c:v>
                </c:pt>
                <c:pt idx="120">
                  <c:v>-2.8000000000000256</c:v>
                </c:pt>
                <c:pt idx="121">
                  <c:v>-2.7900000000000258</c:v>
                </c:pt>
                <c:pt idx="122">
                  <c:v>-2.780000000000026</c:v>
                </c:pt>
                <c:pt idx="123">
                  <c:v>-2.7700000000000262</c:v>
                </c:pt>
                <c:pt idx="124">
                  <c:v>-2.7600000000000264</c:v>
                </c:pt>
                <c:pt idx="125">
                  <c:v>-2.7500000000000266</c:v>
                </c:pt>
                <c:pt idx="126">
                  <c:v>-2.7400000000000269</c:v>
                </c:pt>
                <c:pt idx="127">
                  <c:v>-2.7300000000000271</c:v>
                </c:pt>
                <c:pt idx="128">
                  <c:v>-2.7200000000000273</c:v>
                </c:pt>
                <c:pt idx="129">
                  <c:v>-2.7100000000000275</c:v>
                </c:pt>
                <c:pt idx="130">
                  <c:v>-2.7000000000000277</c:v>
                </c:pt>
                <c:pt idx="131">
                  <c:v>-2.6900000000000279</c:v>
                </c:pt>
                <c:pt idx="132">
                  <c:v>-2.6800000000000281</c:v>
                </c:pt>
                <c:pt idx="133">
                  <c:v>-2.6700000000000284</c:v>
                </c:pt>
                <c:pt idx="134">
                  <c:v>-2.6600000000000286</c:v>
                </c:pt>
                <c:pt idx="135">
                  <c:v>-2.6500000000000288</c:v>
                </c:pt>
                <c:pt idx="136">
                  <c:v>-2.640000000000029</c:v>
                </c:pt>
                <c:pt idx="137">
                  <c:v>-2.6300000000000292</c:v>
                </c:pt>
                <c:pt idx="138">
                  <c:v>-2.6200000000000294</c:v>
                </c:pt>
                <c:pt idx="139">
                  <c:v>-2.6100000000000296</c:v>
                </c:pt>
                <c:pt idx="140">
                  <c:v>-2.6000000000000298</c:v>
                </c:pt>
                <c:pt idx="141">
                  <c:v>-2.5900000000000301</c:v>
                </c:pt>
                <c:pt idx="142">
                  <c:v>-2.5800000000000303</c:v>
                </c:pt>
                <c:pt idx="143">
                  <c:v>-2.5700000000000305</c:v>
                </c:pt>
                <c:pt idx="144">
                  <c:v>-2.5600000000000307</c:v>
                </c:pt>
                <c:pt idx="145">
                  <c:v>-2.5500000000000309</c:v>
                </c:pt>
                <c:pt idx="146">
                  <c:v>-2.5400000000000311</c:v>
                </c:pt>
                <c:pt idx="147">
                  <c:v>-2.5300000000000313</c:v>
                </c:pt>
                <c:pt idx="148">
                  <c:v>-2.5200000000000315</c:v>
                </c:pt>
                <c:pt idx="149">
                  <c:v>-2.5100000000000318</c:v>
                </c:pt>
                <c:pt idx="150">
                  <c:v>-2.500000000000032</c:v>
                </c:pt>
                <c:pt idx="151">
                  <c:v>-2.4900000000000322</c:v>
                </c:pt>
                <c:pt idx="152">
                  <c:v>-2.4800000000000324</c:v>
                </c:pt>
                <c:pt idx="153">
                  <c:v>-2.4700000000000326</c:v>
                </c:pt>
                <c:pt idx="154">
                  <c:v>-2.4600000000000328</c:v>
                </c:pt>
                <c:pt idx="155">
                  <c:v>-2.450000000000033</c:v>
                </c:pt>
                <c:pt idx="156">
                  <c:v>-2.4400000000000333</c:v>
                </c:pt>
                <c:pt idx="157">
                  <c:v>-2.4300000000000335</c:v>
                </c:pt>
                <c:pt idx="158">
                  <c:v>-2.4200000000000337</c:v>
                </c:pt>
                <c:pt idx="159">
                  <c:v>-2.4100000000000339</c:v>
                </c:pt>
                <c:pt idx="160">
                  <c:v>-2.4000000000000341</c:v>
                </c:pt>
                <c:pt idx="161">
                  <c:v>-2.3900000000000343</c:v>
                </c:pt>
                <c:pt idx="162">
                  <c:v>-2.3800000000000345</c:v>
                </c:pt>
                <c:pt idx="163">
                  <c:v>-2.3700000000000347</c:v>
                </c:pt>
                <c:pt idx="164">
                  <c:v>-2.360000000000035</c:v>
                </c:pt>
                <c:pt idx="165">
                  <c:v>-2.3500000000000352</c:v>
                </c:pt>
                <c:pt idx="166">
                  <c:v>-2.3400000000000354</c:v>
                </c:pt>
                <c:pt idx="167">
                  <c:v>-2.3300000000000356</c:v>
                </c:pt>
                <c:pt idx="168">
                  <c:v>-2.3200000000000358</c:v>
                </c:pt>
                <c:pt idx="169">
                  <c:v>-2.310000000000036</c:v>
                </c:pt>
                <c:pt idx="170">
                  <c:v>-2.3000000000000362</c:v>
                </c:pt>
                <c:pt idx="171">
                  <c:v>-2.2900000000000365</c:v>
                </c:pt>
                <c:pt idx="172">
                  <c:v>-2.2800000000000367</c:v>
                </c:pt>
                <c:pt idx="173">
                  <c:v>-2.2700000000000369</c:v>
                </c:pt>
                <c:pt idx="174">
                  <c:v>-2.2600000000000371</c:v>
                </c:pt>
                <c:pt idx="175">
                  <c:v>-2.2500000000000373</c:v>
                </c:pt>
                <c:pt idx="176">
                  <c:v>-2.2400000000000375</c:v>
                </c:pt>
                <c:pt idx="177">
                  <c:v>-2.2300000000000377</c:v>
                </c:pt>
                <c:pt idx="178">
                  <c:v>-2.2200000000000379</c:v>
                </c:pt>
                <c:pt idx="179">
                  <c:v>-2.2100000000000382</c:v>
                </c:pt>
                <c:pt idx="180">
                  <c:v>-2.2000000000000384</c:v>
                </c:pt>
                <c:pt idx="181">
                  <c:v>-2.1900000000000386</c:v>
                </c:pt>
                <c:pt idx="182">
                  <c:v>-2.1800000000000388</c:v>
                </c:pt>
                <c:pt idx="183">
                  <c:v>-2.170000000000039</c:v>
                </c:pt>
                <c:pt idx="184">
                  <c:v>-2.1600000000000392</c:v>
                </c:pt>
                <c:pt idx="185">
                  <c:v>-2.1500000000000394</c:v>
                </c:pt>
                <c:pt idx="186">
                  <c:v>-2.1400000000000396</c:v>
                </c:pt>
                <c:pt idx="187">
                  <c:v>-2.1300000000000399</c:v>
                </c:pt>
                <c:pt idx="188">
                  <c:v>-2.1200000000000401</c:v>
                </c:pt>
                <c:pt idx="189">
                  <c:v>-2.1100000000000403</c:v>
                </c:pt>
                <c:pt idx="190">
                  <c:v>-2.1000000000000405</c:v>
                </c:pt>
                <c:pt idx="191">
                  <c:v>-2.0900000000000407</c:v>
                </c:pt>
                <c:pt idx="192">
                  <c:v>-2.0800000000000409</c:v>
                </c:pt>
                <c:pt idx="193">
                  <c:v>-2.0700000000000411</c:v>
                </c:pt>
                <c:pt idx="194">
                  <c:v>-2.0600000000000414</c:v>
                </c:pt>
                <c:pt idx="195">
                  <c:v>-2.0500000000000416</c:v>
                </c:pt>
                <c:pt idx="196">
                  <c:v>-2.0400000000000418</c:v>
                </c:pt>
                <c:pt idx="197">
                  <c:v>-2.030000000000042</c:v>
                </c:pt>
                <c:pt idx="198">
                  <c:v>-2.0200000000000422</c:v>
                </c:pt>
                <c:pt idx="199">
                  <c:v>-2.0100000000000424</c:v>
                </c:pt>
                <c:pt idx="200">
                  <c:v>-2.0000000000000426</c:v>
                </c:pt>
                <c:pt idx="201">
                  <c:v>-1.9900000000000426</c:v>
                </c:pt>
                <c:pt idx="202">
                  <c:v>-1.9800000000000426</c:v>
                </c:pt>
                <c:pt idx="203">
                  <c:v>-1.9700000000000426</c:v>
                </c:pt>
                <c:pt idx="204">
                  <c:v>-1.9600000000000426</c:v>
                </c:pt>
                <c:pt idx="205">
                  <c:v>-1.9500000000000426</c:v>
                </c:pt>
                <c:pt idx="206">
                  <c:v>-1.9400000000000426</c:v>
                </c:pt>
                <c:pt idx="207">
                  <c:v>-1.9300000000000426</c:v>
                </c:pt>
                <c:pt idx="208">
                  <c:v>-1.9200000000000426</c:v>
                </c:pt>
                <c:pt idx="209">
                  <c:v>-1.9100000000000426</c:v>
                </c:pt>
                <c:pt idx="210">
                  <c:v>-1.9000000000000425</c:v>
                </c:pt>
                <c:pt idx="211">
                  <c:v>-1.8900000000000425</c:v>
                </c:pt>
                <c:pt idx="212">
                  <c:v>-1.8800000000000425</c:v>
                </c:pt>
                <c:pt idx="213">
                  <c:v>-1.8700000000000425</c:v>
                </c:pt>
                <c:pt idx="214">
                  <c:v>-1.8600000000000425</c:v>
                </c:pt>
                <c:pt idx="215">
                  <c:v>-1.8500000000000425</c:v>
                </c:pt>
                <c:pt idx="216">
                  <c:v>-1.8400000000000425</c:v>
                </c:pt>
                <c:pt idx="217">
                  <c:v>-1.8300000000000425</c:v>
                </c:pt>
                <c:pt idx="218">
                  <c:v>-1.8200000000000425</c:v>
                </c:pt>
                <c:pt idx="219">
                  <c:v>-1.8100000000000425</c:v>
                </c:pt>
                <c:pt idx="220">
                  <c:v>-1.8000000000000425</c:v>
                </c:pt>
                <c:pt idx="221">
                  <c:v>-1.7900000000000424</c:v>
                </c:pt>
                <c:pt idx="222">
                  <c:v>-1.7800000000000424</c:v>
                </c:pt>
                <c:pt idx="223">
                  <c:v>-1.7700000000000424</c:v>
                </c:pt>
                <c:pt idx="224">
                  <c:v>-1.7600000000000424</c:v>
                </c:pt>
                <c:pt idx="225">
                  <c:v>-1.7500000000000424</c:v>
                </c:pt>
                <c:pt idx="226">
                  <c:v>-1.7400000000000424</c:v>
                </c:pt>
                <c:pt idx="227">
                  <c:v>-1.7300000000000424</c:v>
                </c:pt>
                <c:pt idx="228">
                  <c:v>-1.7200000000000424</c:v>
                </c:pt>
                <c:pt idx="229">
                  <c:v>-1.7100000000000424</c:v>
                </c:pt>
                <c:pt idx="230">
                  <c:v>-1.7000000000000424</c:v>
                </c:pt>
                <c:pt idx="231">
                  <c:v>-1.6900000000000424</c:v>
                </c:pt>
                <c:pt idx="232">
                  <c:v>-1.6800000000000423</c:v>
                </c:pt>
                <c:pt idx="233">
                  <c:v>-1.6700000000000423</c:v>
                </c:pt>
                <c:pt idx="234">
                  <c:v>-1.6600000000000423</c:v>
                </c:pt>
                <c:pt idx="235">
                  <c:v>-1.6500000000000423</c:v>
                </c:pt>
                <c:pt idx="236">
                  <c:v>-1.6400000000000423</c:v>
                </c:pt>
                <c:pt idx="237">
                  <c:v>-1.6300000000000423</c:v>
                </c:pt>
                <c:pt idx="238">
                  <c:v>-1.6200000000000423</c:v>
                </c:pt>
                <c:pt idx="239">
                  <c:v>-1.6100000000000423</c:v>
                </c:pt>
                <c:pt idx="240">
                  <c:v>-1.6000000000000423</c:v>
                </c:pt>
                <c:pt idx="241">
                  <c:v>-1.5900000000000423</c:v>
                </c:pt>
                <c:pt idx="242">
                  <c:v>-1.5800000000000423</c:v>
                </c:pt>
                <c:pt idx="243">
                  <c:v>-1.5700000000000423</c:v>
                </c:pt>
                <c:pt idx="244">
                  <c:v>-1.5600000000000422</c:v>
                </c:pt>
                <c:pt idx="245">
                  <c:v>-1.5500000000000422</c:v>
                </c:pt>
                <c:pt idx="246">
                  <c:v>-1.5400000000000422</c:v>
                </c:pt>
                <c:pt idx="247">
                  <c:v>-1.5300000000000422</c:v>
                </c:pt>
                <c:pt idx="248">
                  <c:v>-1.5200000000000422</c:v>
                </c:pt>
                <c:pt idx="249">
                  <c:v>-1.5100000000000422</c:v>
                </c:pt>
                <c:pt idx="250">
                  <c:v>-1.5000000000000422</c:v>
                </c:pt>
                <c:pt idx="251">
                  <c:v>-1.4900000000000422</c:v>
                </c:pt>
                <c:pt idx="252">
                  <c:v>-1.4800000000000422</c:v>
                </c:pt>
                <c:pt idx="253">
                  <c:v>-1.4700000000000422</c:v>
                </c:pt>
                <c:pt idx="254">
                  <c:v>-1.4600000000000422</c:v>
                </c:pt>
                <c:pt idx="255">
                  <c:v>-1.4500000000000421</c:v>
                </c:pt>
                <c:pt idx="256">
                  <c:v>-1.4400000000000421</c:v>
                </c:pt>
                <c:pt idx="257">
                  <c:v>-1.4300000000000421</c:v>
                </c:pt>
                <c:pt idx="258">
                  <c:v>-1.4200000000000421</c:v>
                </c:pt>
                <c:pt idx="259">
                  <c:v>-1.4100000000000421</c:v>
                </c:pt>
                <c:pt idx="260">
                  <c:v>-1.4000000000000421</c:v>
                </c:pt>
                <c:pt idx="261">
                  <c:v>-1.3900000000000421</c:v>
                </c:pt>
                <c:pt idx="262">
                  <c:v>-1.3800000000000421</c:v>
                </c:pt>
                <c:pt idx="263">
                  <c:v>-1.3700000000000421</c:v>
                </c:pt>
                <c:pt idx="264">
                  <c:v>-1.3600000000000421</c:v>
                </c:pt>
                <c:pt idx="265">
                  <c:v>-1.3500000000000421</c:v>
                </c:pt>
                <c:pt idx="266">
                  <c:v>-1.340000000000042</c:v>
                </c:pt>
                <c:pt idx="267">
                  <c:v>-1.330000000000042</c:v>
                </c:pt>
                <c:pt idx="268">
                  <c:v>-1.320000000000042</c:v>
                </c:pt>
                <c:pt idx="269">
                  <c:v>-1.310000000000042</c:v>
                </c:pt>
                <c:pt idx="270">
                  <c:v>-1.300000000000042</c:v>
                </c:pt>
                <c:pt idx="271">
                  <c:v>-1.290000000000042</c:v>
                </c:pt>
                <c:pt idx="272">
                  <c:v>-1.280000000000042</c:v>
                </c:pt>
                <c:pt idx="273">
                  <c:v>-1.270000000000042</c:v>
                </c:pt>
                <c:pt idx="274">
                  <c:v>-1.260000000000042</c:v>
                </c:pt>
                <c:pt idx="275">
                  <c:v>-1.250000000000042</c:v>
                </c:pt>
                <c:pt idx="276">
                  <c:v>-1.240000000000042</c:v>
                </c:pt>
                <c:pt idx="277">
                  <c:v>-1.2300000000000419</c:v>
                </c:pt>
                <c:pt idx="278">
                  <c:v>-1.2200000000000419</c:v>
                </c:pt>
                <c:pt idx="279">
                  <c:v>-1.2100000000000419</c:v>
                </c:pt>
                <c:pt idx="280">
                  <c:v>-1.2000000000000419</c:v>
                </c:pt>
                <c:pt idx="281">
                  <c:v>-1.1900000000000419</c:v>
                </c:pt>
                <c:pt idx="282">
                  <c:v>-1.1800000000000419</c:v>
                </c:pt>
                <c:pt idx="283">
                  <c:v>-1.1700000000000419</c:v>
                </c:pt>
                <c:pt idx="284">
                  <c:v>-1.1600000000000419</c:v>
                </c:pt>
                <c:pt idx="285">
                  <c:v>-1.1500000000000419</c:v>
                </c:pt>
                <c:pt idx="286">
                  <c:v>-1.1400000000000419</c:v>
                </c:pt>
                <c:pt idx="287">
                  <c:v>-1.1300000000000419</c:v>
                </c:pt>
                <c:pt idx="288">
                  <c:v>-1.1200000000000419</c:v>
                </c:pt>
                <c:pt idx="289">
                  <c:v>-1.1100000000000418</c:v>
                </c:pt>
                <c:pt idx="290">
                  <c:v>-1.1000000000000418</c:v>
                </c:pt>
                <c:pt idx="291">
                  <c:v>-1.0900000000000418</c:v>
                </c:pt>
                <c:pt idx="292">
                  <c:v>-1.0800000000000418</c:v>
                </c:pt>
                <c:pt idx="293">
                  <c:v>-1.0700000000000418</c:v>
                </c:pt>
                <c:pt idx="294">
                  <c:v>-1.0600000000000418</c:v>
                </c:pt>
                <c:pt idx="295">
                  <c:v>-1.0500000000000418</c:v>
                </c:pt>
                <c:pt idx="296">
                  <c:v>-1.0400000000000418</c:v>
                </c:pt>
                <c:pt idx="297">
                  <c:v>-1.0300000000000418</c:v>
                </c:pt>
                <c:pt idx="298">
                  <c:v>-1.0200000000000418</c:v>
                </c:pt>
                <c:pt idx="299">
                  <c:v>-1.0100000000000418</c:v>
                </c:pt>
                <c:pt idx="300">
                  <c:v>-1.0000000000000417</c:v>
                </c:pt>
                <c:pt idx="301">
                  <c:v>-0.99000000000004174</c:v>
                </c:pt>
                <c:pt idx="302">
                  <c:v>-0.98000000000004173</c:v>
                </c:pt>
                <c:pt idx="303">
                  <c:v>-0.97000000000004172</c:v>
                </c:pt>
                <c:pt idx="304">
                  <c:v>-0.96000000000004171</c:v>
                </c:pt>
                <c:pt idx="305">
                  <c:v>-0.9500000000000417</c:v>
                </c:pt>
                <c:pt idx="306">
                  <c:v>-0.94000000000004169</c:v>
                </c:pt>
                <c:pt idx="307">
                  <c:v>-0.93000000000004168</c:v>
                </c:pt>
                <c:pt idx="308">
                  <c:v>-0.92000000000004167</c:v>
                </c:pt>
                <c:pt idx="309">
                  <c:v>-0.91000000000004166</c:v>
                </c:pt>
                <c:pt idx="310">
                  <c:v>-0.90000000000004166</c:v>
                </c:pt>
                <c:pt idx="311">
                  <c:v>-0.89000000000004165</c:v>
                </c:pt>
                <c:pt idx="312">
                  <c:v>-0.88000000000004164</c:v>
                </c:pt>
                <c:pt idx="313">
                  <c:v>-0.87000000000004163</c:v>
                </c:pt>
                <c:pt idx="314">
                  <c:v>-0.86000000000004162</c:v>
                </c:pt>
                <c:pt idx="315">
                  <c:v>-0.85000000000004161</c:v>
                </c:pt>
                <c:pt idx="316">
                  <c:v>-0.8400000000000416</c:v>
                </c:pt>
                <c:pt idx="317">
                  <c:v>-0.83000000000004159</c:v>
                </c:pt>
                <c:pt idx="318">
                  <c:v>-0.82000000000004158</c:v>
                </c:pt>
                <c:pt idx="319">
                  <c:v>-0.81000000000004158</c:v>
                </c:pt>
                <c:pt idx="320">
                  <c:v>-0.80000000000004157</c:v>
                </c:pt>
                <c:pt idx="321">
                  <c:v>-0.79000000000004156</c:v>
                </c:pt>
                <c:pt idx="322">
                  <c:v>-0.78000000000004155</c:v>
                </c:pt>
                <c:pt idx="323">
                  <c:v>-0.77000000000004154</c:v>
                </c:pt>
                <c:pt idx="324">
                  <c:v>-0.76000000000004153</c:v>
                </c:pt>
                <c:pt idx="325">
                  <c:v>-0.75000000000004152</c:v>
                </c:pt>
                <c:pt idx="326">
                  <c:v>-0.74000000000004151</c:v>
                </c:pt>
                <c:pt idx="327">
                  <c:v>-0.7300000000000415</c:v>
                </c:pt>
                <c:pt idx="328">
                  <c:v>-0.7200000000000415</c:v>
                </c:pt>
                <c:pt idx="329">
                  <c:v>-0.71000000000004149</c:v>
                </c:pt>
                <c:pt idx="330">
                  <c:v>-0.70000000000004148</c:v>
                </c:pt>
                <c:pt idx="331">
                  <c:v>-0.69000000000004147</c:v>
                </c:pt>
                <c:pt idx="332">
                  <c:v>-0.68000000000004146</c:v>
                </c:pt>
                <c:pt idx="333">
                  <c:v>-0.67000000000004145</c:v>
                </c:pt>
                <c:pt idx="334">
                  <c:v>-0.66000000000004144</c:v>
                </c:pt>
                <c:pt idx="335">
                  <c:v>-0.65000000000004143</c:v>
                </c:pt>
                <c:pt idx="336">
                  <c:v>-0.64000000000004142</c:v>
                </c:pt>
                <c:pt idx="337">
                  <c:v>-0.63000000000004142</c:v>
                </c:pt>
                <c:pt idx="338">
                  <c:v>-0.62000000000004141</c:v>
                </c:pt>
                <c:pt idx="339">
                  <c:v>-0.6100000000000414</c:v>
                </c:pt>
                <c:pt idx="340">
                  <c:v>-0.60000000000004139</c:v>
                </c:pt>
                <c:pt idx="341">
                  <c:v>-0.59000000000004138</c:v>
                </c:pt>
                <c:pt idx="342">
                  <c:v>-0.58000000000004137</c:v>
                </c:pt>
                <c:pt idx="343">
                  <c:v>-0.57000000000004136</c:v>
                </c:pt>
                <c:pt idx="344">
                  <c:v>-0.56000000000004135</c:v>
                </c:pt>
                <c:pt idx="345">
                  <c:v>-0.55000000000004134</c:v>
                </c:pt>
                <c:pt idx="346">
                  <c:v>-0.54000000000004134</c:v>
                </c:pt>
                <c:pt idx="347">
                  <c:v>-0.53000000000004133</c:v>
                </c:pt>
                <c:pt idx="348">
                  <c:v>-0.52000000000004132</c:v>
                </c:pt>
                <c:pt idx="349">
                  <c:v>-0.51000000000004131</c:v>
                </c:pt>
                <c:pt idx="350">
                  <c:v>-0.5000000000000413</c:v>
                </c:pt>
                <c:pt idx="351">
                  <c:v>-0.49000000000004129</c:v>
                </c:pt>
                <c:pt idx="352">
                  <c:v>-0.48000000000004128</c:v>
                </c:pt>
                <c:pt idx="353">
                  <c:v>-0.47000000000004127</c:v>
                </c:pt>
                <c:pt idx="354">
                  <c:v>-0.46000000000004126</c:v>
                </c:pt>
                <c:pt idx="355">
                  <c:v>-0.45000000000004126</c:v>
                </c:pt>
                <c:pt idx="356">
                  <c:v>-0.44000000000004125</c:v>
                </c:pt>
                <c:pt idx="357">
                  <c:v>-0.43000000000004124</c:v>
                </c:pt>
                <c:pt idx="358">
                  <c:v>-0.42000000000004123</c:v>
                </c:pt>
                <c:pt idx="359">
                  <c:v>-0.41000000000004122</c:v>
                </c:pt>
                <c:pt idx="360">
                  <c:v>-0.40000000000004121</c:v>
                </c:pt>
                <c:pt idx="361">
                  <c:v>-0.3900000000000412</c:v>
                </c:pt>
                <c:pt idx="362">
                  <c:v>-0.38000000000004119</c:v>
                </c:pt>
                <c:pt idx="363">
                  <c:v>-0.37000000000004118</c:v>
                </c:pt>
                <c:pt idx="364">
                  <c:v>-0.36000000000004118</c:v>
                </c:pt>
                <c:pt idx="365">
                  <c:v>-0.35000000000004117</c:v>
                </c:pt>
                <c:pt idx="366">
                  <c:v>-0.34000000000004116</c:v>
                </c:pt>
                <c:pt idx="367">
                  <c:v>-0.33000000000004115</c:v>
                </c:pt>
                <c:pt idx="368">
                  <c:v>-0.32000000000004114</c:v>
                </c:pt>
                <c:pt idx="369">
                  <c:v>-0.31000000000004113</c:v>
                </c:pt>
                <c:pt idx="370">
                  <c:v>-0.30000000000004112</c:v>
                </c:pt>
                <c:pt idx="371">
                  <c:v>-0.29000000000004111</c:v>
                </c:pt>
                <c:pt idx="372">
                  <c:v>-0.2800000000000411</c:v>
                </c:pt>
                <c:pt idx="373">
                  <c:v>-0.2700000000000411</c:v>
                </c:pt>
                <c:pt idx="374">
                  <c:v>-0.26000000000004109</c:v>
                </c:pt>
                <c:pt idx="375">
                  <c:v>-0.25000000000004108</c:v>
                </c:pt>
                <c:pt idx="376">
                  <c:v>-0.24000000000004107</c:v>
                </c:pt>
                <c:pt idx="377">
                  <c:v>-0.23000000000004106</c:v>
                </c:pt>
                <c:pt idx="378">
                  <c:v>-0.22000000000004105</c:v>
                </c:pt>
                <c:pt idx="379">
                  <c:v>-0.21000000000004104</c:v>
                </c:pt>
                <c:pt idx="380">
                  <c:v>-0.20000000000004103</c:v>
                </c:pt>
                <c:pt idx="381">
                  <c:v>-0.19000000000004102</c:v>
                </c:pt>
                <c:pt idx="382">
                  <c:v>-0.18000000000004102</c:v>
                </c:pt>
                <c:pt idx="383">
                  <c:v>-0.17000000000004101</c:v>
                </c:pt>
                <c:pt idx="384">
                  <c:v>-0.160000000000041</c:v>
                </c:pt>
                <c:pt idx="385">
                  <c:v>-0.15000000000004099</c:v>
                </c:pt>
                <c:pt idx="386">
                  <c:v>-0.14000000000004098</c:v>
                </c:pt>
                <c:pt idx="387">
                  <c:v>-0.13000000000004097</c:v>
                </c:pt>
                <c:pt idx="388">
                  <c:v>-0.12000000000004098</c:v>
                </c:pt>
                <c:pt idx="389">
                  <c:v>-0.11000000000004098</c:v>
                </c:pt>
                <c:pt idx="390">
                  <c:v>-0.10000000000004099</c:v>
                </c:pt>
                <c:pt idx="391">
                  <c:v>-9.0000000000040992E-2</c:v>
                </c:pt>
                <c:pt idx="392">
                  <c:v>-8.0000000000040997E-2</c:v>
                </c:pt>
                <c:pt idx="393">
                  <c:v>-7.0000000000041002E-2</c:v>
                </c:pt>
                <c:pt idx="394">
                  <c:v>-6.0000000000041E-2</c:v>
                </c:pt>
                <c:pt idx="395">
                  <c:v>-5.0000000000040998E-2</c:v>
                </c:pt>
                <c:pt idx="396">
                  <c:v>-4.0000000000040996E-2</c:v>
                </c:pt>
                <c:pt idx="397">
                  <c:v>-3.0000000000040994E-2</c:v>
                </c:pt>
                <c:pt idx="398">
                  <c:v>-2.0000000000040992E-2</c:v>
                </c:pt>
                <c:pt idx="399">
                  <c:v>-1.0000000000040992E-2</c:v>
                </c:pt>
                <c:pt idx="400">
                  <c:v>0</c:v>
                </c:pt>
                <c:pt idx="401">
                  <c:v>0.01</c:v>
                </c:pt>
                <c:pt idx="402">
                  <c:v>0.02</c:v>
                </c:pt>
                <c:pt idx="403">
                  <c:v>0.03</c:v>
                </c:pt>
                <c:pt idx="404">
                  <c:v>0.04</c:v>
                </c:pt>
                <c:pt idx="405">
                  <c:v>0.05</c:v>
                </c:pt>
                <c:pt idx="406">
                  <c:v>6.0000000000000005E-2</c:v>
                </c:pt>
                <c:pt idx="407">
                  <c:v>7.0000000000000007E-2</c:v>
                </c:pt>
                <c:pt idx="408">
                  <c:v>0.08</c:v>
                </c:pt>
                <c:pt idx="409">
                  <c:v>0.09</c:v>
                </c:pt>
                <c:pt idx="410">
                  <c:v>9.9999999999999992E-2</c:v>
                </c:pt>
                <c:pt idx="411">
                  <c:v>0.10999999999999999</c:v>
                </c:pt>
                <c:pt idx="412">
                  <c:v>0.11999999999999998</c:v>
                </c:pt>
                <c:pt idx="413">
                  <c:v>0.12999999999999998</c:v>
                </c:pt>
                <c:pt idx="414">
                  <c:v>0.13999999999999999</c:v>
                </c:pt>
                <c:pt idx="415">
                  <c:v>0.15</c:v>
                </c:pt>
                <c:pt idx="416">
                  <c:v>0.16</c:v>
                </c:pt>
                <c:pt idx="417">
                  <c:v>0.17</c:v>
                </c:pt>
                <c:pt idx="418">
                  <c:v>0.18000000000000002</c:v>
                </c:pt>
                <c:pt idx="419">
                  <c:v>0.19000000000000003</c:v>
                </c:pt>
                <c:pt idx="420">
                  <c:v>0.20000000000000004</c:v>
                </c:pt>
                <c:pt idx="421">
                  <c:v>0.21000000000000005</c:v>
                </c:pt>
                <c:pt idx="422">
                  <c:v>0.22000000000000006</c:v>
                </c:pt>
                <c:pt idx="423">
                  <c:v>0.23000000000000007</c:v>
                </c:pt>
                <c:pt idx="424">
                  <c:v>0.24000000000000007</c:v>
                </c:pt>
                <c:pt idx="425">
                  <c:v>0.25000000000000006</c:v>
                </c:pt>
                <c:pt idx="426">
                  <c:v>0.26000000000000006</c:v>
                </c:pt>
                <c:pt idx="427">
                  <c:v>0.27000000000000007</c:v>
                </c:pt>
                <c:pt idx="428">
                  <c:v>0.28000000000000008</c:v>
                </c:pt>
                <c:pt idx="429">
                  <c:v>0.29000000000000009</c:v>
                </c:pt>
                <c:pt idx="430">
                  <c:v>0.3000000000000001</c:v>
                </c:pt>
                <c:pt idx="431">
                  <c:v>0.31000000000000011</c:v>
                </c:pt>
                <c:pt idx="432">
                  <c:v>0.32000000000000012</c:v>
                </c:pt>
                <c:pt idx="433">
                  <c:v>0.33000000000000013</c:v>
                </c:pt>
                <c:pt idx="434">
                  <c:v>0.34000000000000014</c:v>
                </c:pt>
                <c:pt idx="435">
                  <c:v>0.35000000000000014</c:v>
                </c:pt>
                <c:pt idx="436">
                  <c:v>0.36000000000000015</c:v>
                </c:pt>
                <c:pt idx="437">
                  <c:v>0.37000000000000016</c:v>
                </c:pt>
                <c:pt idx="438">
                  <c:v>0.38000000000000017</c:v>
                </c:pt>
                <c:pt idx="439">
                  <c:v>0.39000000000000018</c:v>
                </c:pt>
                <c:pt idx="440">
                  <c:v>0.40000000000000019</c:v>
                </c:pt>
                <c:pt idx="441">
                  <c:v>0.4100000000000002</c:v>
                </c:pt>
                <c:pt idx="442">
                  <c:v>0.42000000000000021</c:v>
                </c:pt>
                <c:pt idx="443">
                  <c:v>0.43000000000000022</c:v>
                </c:pt>
                <c:pt idx="444">
                  <c:v>0.44000000000000022</c:v>
                </c:pt>
                <c:pt idx="445">
                  <c:v>0.45000000000000023</c:v>
                </c:pt>
                <c:pt idx="446">
                  <c:v>0.46000000000000024</c:v>
                </c:pt>
                <c:pt idx="447">
                  <c:v>0.47000000000000025</c:v>
                </c:pt>
                <c:pt idx="448">
                  <c:v>0.48000000000000026</c:v>
                </c:pt>
                <c:pt idx="449">
                  <c:v>0.49000000000000027</c:v>
                </c:pt>
                <c:pt idx="450">
                  <c:v>0.50000000000000022</c:v>
                </c:pt>
                <c:pt idx="451">
                  <c:v>0.51000000000000023</c:v>
                </c:pt>
                <c:pt idx="452">
                  <c:v>0.52000000000000024</c:v>
                </c:pt>
                <c:pt idx="453">
                  <c:v>0.53000000000000025</c:v>
                </c:pt>
                <c:pt idx="454">
                  <c:v>0.54000000000000026</c:v>
                </c:pt>
                <c:pt idx="455">
                  <c:v>0.55000000000000027</c:v>
                </c:pt>
                <c:pt idx="456">
                  <c:v>0.56000000000000028</c:v>
                </c:pt>
                <c:pt idx="457">
                  <c:v>0.57000000000000028</c:v>
                </c:pt>
                <c:pt idx="458">
                  <c:v>0.58000000000000029</c:v>
                </c:pt>
                <c:pt idx="459">
                  <c:v>0.5900000000000003</c:v>
                </c:pt>
                <c:pt idx="460">
                  <c:v>0.60000000000000031</c:v>
                </c:pt>
                <c:pt idx="461">
                  <c:v>0.61000000000000032</c:v>
                </c:pt>
                <c:pt idx="462">
                  <c:v>0.62000000000000033</c:v>
                </c:pt>
                <c:pt idx="463">
                  <c:v>0.63000000000000034</c:v>
                </c:pt>
                <c:pt idx="464">
                  <c:v>0.64000000000000035</c:v>
                </c:pt>
                <c:pt idx="465">
                  <c:v>0.65000000000000036</c:v>
                </c:pt>
                <c:pt idx="466">
                  <c:v>0.66000000000000036</c:v>
                </c:pt>
                <c:pt idx="467">
                  <c:v>0.67000000000000037</c:v>
                </c:pt>
                <c:pt idx="468">
                  <c:v>0.68000000000000038</c:v>
                </c:pt>
                <c:pt idx="469">
                  <c:v>0.69000000000000039</c:v>
                </c:pt>
                <c:pt idx="470">
                  <c:v>0.7000000000000004</c:v>
                </c:pt>
                <c:pt idx="471">
                  <c:v>0.71000000000000041</c:v>
                </c:pt>
                <c:pt idx="472">
                  <c:v>0.72000000000000042</c:v>
                </c:pt>
                <c:pt idx="473">
                  <c:v>0.73000000000000043</c:v>
                </c:pt>
                <c:pt idx="474">
                  <c:v>0.74000000000000044</c:v>
                </c:pt>
                <c:pt idx="475">
                  <c:v>0.75000000000000044</c:v>
                </c:pt>
                <c:pt idx="476">
                  <c:v>0.76000000000000045</c:v>
                </c:pt>
                <c:pt idx="477">
                  <c:v>0.77000000000000046</c:v>
                </c:pt>
                <c:pt idx="478">
                  <c:v>0.78000000000000047</c:v>
                </c:pt>
                <c:pt idx="479">
                  <c:v>0.79000000000000048</c:v>
                </c:pt>
                <c:pt idx="480">
                  <c:v>0.80000000000000049</c:v>
                </c:pt>
                <c:pt idx="481">
                  <c:v>0.8100000000000005</c:v>
                </c:pt>
                <c:pt idx="482">
                  <c:v>0.82000000000000051</c:v>
                </c:pt>
                <c:pt idx="483">
                  <c:v>0.83000000000000052</c:v>
                </c:pt>
                <c:pt idx="484">
                  <c:v>0.84000000000000052</c:v>
                </c:pt>
                <c:pt idx="485">
                  <c:v>0.85000000000000053</c:v>
                </c:pt>
                <c:pt idx="486">
                  <c:v>0.86000000000000054</c:v>
                </c:pt>
                <c:pt idx="487">
                  <c:v>0.87000000000000055</c:v>
                </c:pt>
                <c:pt idx="488">
                  <c:v>0.88000000000000056</c:v>
                </c:pt>
                <c:pt idx="489">
                  <c:v>0.89000000000000057</c:v>
                </c:pt>
                <c:pt idx="490">
                  <c:v>0.90000000000000058</c:v>
                </c:pt>
                <c:pt idx="491">
                  <c:v>0.91000000000000059</c:v>
                </c:pt>
                <c:pt idx="492">
                  <c:v>0.9200000000000006</c:v>
                </c:pt>
                <c:pt idx="493">
                  <c:v>0.9300000000000006</c:v>
                </c:pt>
                <c:pt idx="494">
                  <c:v>0.94000000000000061</c:v>
                </c:pt>
                <c:pt idx="495">
                  <c:v>0.95000000000000062</c:v>
                </c:pt>
                <c:pt idx="496">
                  <c:v>0.96000000000000063</c:v>
                </c:pt>
                <c:pt idx="497">
                  <c:v>0.97000000000000064</c:v>
                </c:pt>
                <c:pt idx="498">
                  <c:v>0.98000000000000065</c:v>
                </c:pt>
                <c:pt idx="499">
                  <c:v>0.99000000000000066</c:v>
                </c:pt>
                <c:pt idx="500">
                  <c:v>1.0000000000000007</c:v>
                </c:pt>
                <c:pt idx="501">
                  <c:v>1.0100000000000007</c:v>
                </c:pt>
                <c:pt idx="502">
                  <c:v>1.0200000000000007</c:v>
                </c:pt>
                <c:pt idx="503">
                  <c:v>1.0300000000000007</c:v>
                </c:pt>
                <c:pt idx="504">
                  <c:v>1.0400000000000007</c:v>
                </c:pt>
                <c:pt idx="505">
                  <c:v>1.0500000000000007</c:v>
                </c:pt>
                <c:pt idx="506">
                  <c:v>1.0600000000000007</c:v>
                </c:pt>
                <c:pt idx="507">
                  <c:v>1.0700000000000007</c:v>
                </c:pt>
                <c:pt idx="508">
                  <c:v>1.0800000000000007</c:v>
                </c:pt>
                <c:pt idx="509">
                  <c:v>1.0900000000000007</c:v>
                </c:pt>
                <c:pt idx="510">
                  <c:v>1.1000000000000008</c:v>
                </c:pt>
                <c:pt idx="511">
                  <c:v>1.1100000000000008</c:v>
                </c:pt>
                <c:pt idx="512">
                  <c:v>1.1200000000000008</c:v>
                </c:pt>
                <c:pt idx="513">
                  <c:v>1.1300000000000008</c:v>
                </c:pt>
                <c:pt idx="514">
                  <c:v>1.1400000000000008</c:v>
                </c:pt>
                <c:pt idx="515">
                  <c:v>1.1500000000000008</c:v>
                </c:pt>
                <c:pt idx="516">
                  <c:v>1.1600000000000008</c:v>
                </c:pt>
                <c:pt idx="517">
                  <c:v>1.1700000000000008</c:v>
                </c:pt>
                <c:pt idx="518">
                  <c:v>1.1800000000000008</c:v>
                </c:pt>
                <c:pt idx="519">
                  <c:v>1.1900000000000008</c:v>
                </c:pt>
                <c:pt idx="520">
                  <c:v>1.2000000000000008</c:v>
                </c:pt>
                <c:pt idx="521">
                  <c:v>1.2100000000000009</c:v>
                </c:pt>
                <c:pt idx="522">
                  <c:v>1.2200000000000009</c:v>
                </c:pt>
                <c:pt idx="523">
                  <c:v>1.2300000000000009</c:v>
                </c:pt>
                <c:pt idx="524">
                  <c:v>1.2400000000000009</c:v>
                </c:pt>
                <c:pt idx="525">
                  <c:v>1.2500000000000009</c:v>
                </c:pt>
                <c:pt idx="526">
                  <c:v>1.2600000000000009</c:v>
                </c:pt>
                <c:pt idx="527">
                  <c:v>1.2700000000000009</c:v>
                </c:pt>
                <c:pt idx="528">
                  <c:v>1.2800000000000009</c:v>
                </c:pt>
                <c:pt idx="529">
                  <c:v>1.2900000000000009</c:v>
                </c:pt>
                <c:pt idx="530">
                  <c:v>1.3000000000000009</c:v>
                </c:pt>
                <c:pt idx="531">
                  <c:v>1.3100000000000009</c:v>
                </c:pt>
                <c:pt idx="532">
                  <c:v>1.320000000000001</c:v>
                </c:pt>
                <c:pt idx="533">
                  <c:v>1.330000000000001</c:v>
                </c:pt>
                <c:pt idx="534">
                  <c:v>1.340000000000001</c:v>
                </c:pt>
                <c:pt idx="535">
                  <c:v>1.350000000000001</c:v>
                </c:pt>
                <c:pt idx="536">
                  <c:v>1.360000000000001</c:v>
                </c:pt>
                <c:pt idx="537">
                  <c:v>1.370000000000001</c:v>
                </c:pt>
                <c:pt idx="538">
                  <c:v>1.380000000000001</c:v>
                </c:pt>
                <c:pt idx="539">
                  <c:v>1.390000000000001</c:v>
                </c:pt>
                <c:pt idx="540">
                  <c:v>1.400000000000001</c:v>
                </c:pt>
                <c:pt idx="541">
                  <c:v>1.410000000000001</c:v>
                </c:pt>
                <c:pt idx="542">
                  <c:v>1.420000000000001</c:v>
                </c:pt>
                <c:pt idx="543">
                  <c:v>1.430000000000001</c:v>
                </c:pt>
                <c:pt idx="544">
                  <c:v>1.4400000000000011</c:v>
                </c:pt>
                <c:pt idx="545">
                  <c:v>1.4500000000000011</c:v>
                </c:pt>
                <c:pt idx="546">
                  <c:v>1.4600000000000011</c:v>
                </c:pt>
                <c:pt idx="547">
                  <c:v>1.4700000000000011</c:v>
                </c:pt>
                <c:pt idx="548">
                  <c:v>1.4800000000000011</c:v>
                </c:pt>
                <c:pt idx="549">
                  <c:v>1.4900000000000011</c:v>
                </c:pt>
                <c:pt idx="550">
                  <c:v>1.5000000000000011</c:v>
                </c:pt>
                <c:pt idx="551">
                  <c:v>1.5100000000000011</c:v>
                </c:pt>
                <c:pt idx="552">
                  <c:v>1.5200000000000011</c:v>
                </c:pt>
                <c:pt idx="553">
                  <c:v>1.5300000000000011</c:v>
                </c:pt>
                <c:pt idx="554">
                  <c:v>1.5400000000000011</c:v>
                </c:pt>
                <c:pt idx="555">
                  <c:v>1.5500000000000012</c:v>
                </c:pt>
                <c:pt idx="556">
                  <c:v>1.5600000000000012</c:v>
                </c:pt>
                <c:pt idx="557">
                  <c:v>1.5700000000000012</c:v>
                </c:pt>
                <c:pt idx="558">
                  <c:v>1.5800000000000012</c:v>
                </c:pt>
                <c:pt idx="559">
                  <c:v>1.5900000000000012</c:v>
                </c:pt>
                <c:pt idx="560">
                  <c:v>1.6000000000000012</c:v>
                </c:pt>
                <c:pt idx="561">
                  <c:v>1.6100000000000012</c:v>
                </c:pt>
                <c:pt idx="562">
                  <c:v>1.6200000000000012</c:v>
                </c:pt>
                <c:pt idx="563">
                  <c:v>1.6300000000000012</c:v>
                </c:pt>
                <c:pt idx="564">
                  <c:v>1.6400000000000012</c:v>
                </c:pt>
                <c:pt idx="565">
                  <c:v>1.6500000000000012</c:v>
                </c:pt>
                <c:pt idx="566">
                  <c:v>1.6600000000000013</c:v>
                </c:pt>
                <c:pt idx="567">
                  <c:v>1.6700000000000013</c:v>
                </c:pt>
                <c:pt idx="568">
                  <c:v>1.6800000000000013</c:v>
                </c:pt>
                <c:pt idx="569">
                  <c:v>1.6900000000000013</c:v>
                </c:pt>
                <c:pt idx="570">
                  <c:v>1.7000000000000013</c:v>
                </c:pt>
                <c:pt idx="571">
                  <c:v>1.7100000000000013</c:v>
                </c:pt>
                <c:pt idx="572">
                  <c:v>1.7200000000000013</c:v>
                </c:pt>
                <c:pt idx="573">
                  <c:v>1.7300000000000013</c:v>
                </c:pt>
                <c:pt idx="574">
                  <c:v>1.7400000000000013</c:v>
                </c:pt>
                <c:pt idx="575">
                  <c:v>1.7500000000000013</c:v>
                </c:pt>
                <c:pt idx="576">
                  <c:v>1.7600000000000013</c:v>
                </c:pt>
                <c:pt idx="577">
                  <c:v>1.7700000000000014</c:v>
                </c:pt>
                <c:pt idx="578">
                  <c:v>1.7800000000000014</c:v>
                </c:pt>
                <c:pt idx="579">
                  <c:v>1.7900000000000014</c:v>
                </c:pt>
                <c:pt idx="580">
                  <c:v>1.8000000000000014</c:v>
                </c:pt>
                <c:pt idx="581">
                  <c:v>1.8100000000000014</c:v>
                </c:pt>
                <c:pt idx="582">
                  <c:v>1.8200000000000014</c:v>
                </c:pt>
                <c:pt idx="583">
                  <c:v>1.8300000000000014</c:v>
                </c:pt>
                <c:pt idx="584">
                  <c:v>1.8400000000000014</c:v>
                </c:pt>
                <c:pt idx="585">
                  <c:v>1.8500000000000014</c:v>
                </c:pt>
                <c:pt idx="586">
                  <c:v>1.8600000000000014</c:v>
                </c:pt>
                <c:pt idx="587">
                  <c:v>1.8700000000000014</c:v>
                </c:pt>
                <c:pt idx="588">
                  <c:v>1.8800000000000014</c:v>
                </c:pt>
                <c:pt idx="589">
                  <c:v>1.8900000000000015</c:v>
                </c:pt>
                <c:pt idx="590">
                  <c:v>1.9000000000000015</c:v>
                </c:pt>
                <c:pt idx="591">
                  <c:v>1.9100000000000015</c:v>
                </c:pt>
                <c:pt idx="592">
                  <c:v>1.9200000000000015</c:v>
                </c:pt>
                <c:pt idx="593">
                  <c:v>1.9300000000000015</c:v>
                </c:pt>
                <c:pt idx="594">
                  <c:v>1.9400000000000015</c:v>
                </c:pt>
                <c:pt idx="595">
                  <c:v>1.9500000000000015</c:v>
                </c:pt>
                <c:pt idx="596">
                  <c:v>1.9600000000000015</c:v>
                </c:pt>
                <c:pt idx="597">
                  <c:v>1.9700000000000015</c:v>
                </c:pt>
                <c:pt idx="598">
                  <c:v>1.9800000000000015</c:v>
                </c:pt>
                <c:pt idx="599">
                  <c:v>1.9900000000000015</c:v>
                </c:pt>
                <c:pt idx="600">
                  <c:v>2.0000000000000013</c:v>
                </c:pt>
                <c:pt idx="601">
                  <c:v>2.0100000000000011</c:v>
                </c:pt>
                <c:pt idx="602">
                  <c:v>2.0200000000000009</c:v>
                </c:pt>
                <c:pt idx="603">
                  <c:v>2.0300000000000007</c:v>
                </c:pt>
                <c:pt idx="604">
                  <c:v>2.0400000000000005</c:v>
                </c:pt>
                <c:pt idx="605">
                  <c:v>2.0500000000000003</c:v>
                </c:pt>
                <c:pt idx="606">
                  <c:v>2.06</c:v>
                </c:pt>
                <c:pt idx="607">
                  <c:v>2.0699999999999998</c:v>
                </c:pt>
                <c:pt idx="608">
                  <c:v>2.0799999999999996</c:v>
                </c:pt>
                <c:pt idx="609">
                  <c:v>2.0899999999999994</c:v>
                </c:pt>
                <c:pt idx="610">
                  <c:v>2.0999999999999992</c:v>
                </c:pt>
                <c:pt idx="611">
                  <c:v>2.109999999999999</c:v>
                </c:pt>
                <c:pt idx="612">
                  <c:v>2.1199999999999988</c:v>
                </c:pt>
                <c:pt idx="613">
                  <c:v>2.1299999999999986</c:v>
                </c:pt>
                <c:pt idx="614">
                  <c:v>2.1399999999999983</c:v>
                </c:pt>
                <c:pt idx="615">
                  <c:v>2.1499999999999981</c:v>
                </c:pt>
                <c:pt idx="616">
                  <c:v>2.1599999999999979</c:v>
                </c:pt>
                <c:pt idx="617">
                  <c:v>2.1699999999999977</c:v>
                </c:pt>
                <c:pt idx="618">
                  <c:v>2.1799999999999975</c:v>
                </c:pt>
                <c:pt idx="619">
                  <c:v>2.1899999999999973</c:v>
                </c:pt>
                <c:pt idx="620">
                  <c:v>2.1999999999999971</c:v>
                </c:pt>
                <c:pt idx="621">
                  <c:v>2.2099999999999969</c:v>
                </c:pt>
                <c:pt idx="622">
                  <c:v>2.2199999999999966</c:v>
                </c:pt>
                <c:pt idx="623">
                  <c:v>2.2299999999999964</c:v>
                </c:pt>
                <c:pt idx="624">
                  <c:v>2.2399999999999962</c:v>
                </c:pt>
                <c:pt idx="625">
                  <c:v>2.249999999999996</c:v>
                </c:pt>
                <c:pt idx="626">
                  <c:v>2.2599999999999958</c:v>
                </c:pt>
                <c:pt idx="627">
                  <c:v>2.2699999999999956</c:v>
                </c:pt>
                <c:pt idx="628">
                  <c:v>2.2799999999999954</c:v>
                </c:pt>
                <c:pt idx="629">
                  <c:v>2.2899999999999952</c:v>
                </c:pt>
                <c:pt idx="630">
                  <c:v>2.2999999999999949</c:v>
                </c:pt>
                <c:pt idx="631">
                  <c:v>2.3099999999999947</c:v>
                </c:pt>
                <c:pt idx="632">
                  <c:v>2.3199999999999945</c:v>
                </c:pt>
                <c:pt idx="633">
                  <c:v>2.3299999999999943</c:v>
                </c:pt>
                <c:pt idx="634">
                  <c:v>2.3399999999999941</c:v>
                </c:pt>
                <c:pt idx="635">
                  <c:v>2.3499999999999939</c:v>
                </c:pt>
                <c:pt idx="636">
                  <c:v>2.3599999999999937</c:v>
                </c:pt>
                <c:pt idx="637">
                  <c:v>2.3699999999999934</c:v>
                </c:pt>
                <c:pt idx="638">
                  <c:v>2.3799999999999932</c:v>
                </c:pt>
                <c:pt idx="639">
                  <c:v>2.389999999999993</c:v>
                </c:pt>
                <c:pt idx="640">
                  <c:v>2.3999999999999928</c:v>
                </c:pt>
                <c:pt idx="641">
                  <c:v>2.4099999999999926</c:v>
                </c:pt>
                <c:pt idx="642">
                  <c:v>2.4199999999999924</c:v>
                </c:pt>
                <c:pt idx="643">
                  <c:v>2.4299999999999922</c:v>
                </c:pt>
                <c:pt idx="644">
                  <c:v>2.439999999999992</c:v>
                </c:pt>
                <c:pt idx="645">
                  <c:v>2.4499999999999917</c:v>
                </c:pt>
                <c:pt idx="646">
                  <c:v>2.4599999999999915</c:v>
                </c:pt>
                <c:pt idx="647">
                  <c:v>2.4699999999999913</c:v>
                </c:pt>
                <c:pt idx="648">
                  <c:v>2.4799999999999911</c:v>
                </c:pt>
                <c:pt idx="649">
                  <c:v>2.4899999999999909</c:v>
                </c:pt>
                <c:pt idx="650">
                  <c:v>2.4999999999999907</c:v>
                </c:pt>
                <c:pt idx="651">
                  <c:v>2.5099999999999905</c:v>
                </c:pt>
                <c:pt idx="652">
                  <c:v>2.5199999999999902</c:v>
                </c:pt>
                <c:pt idx="653">
                  <c:v>2.52999999999999</c:v>
                </c:pt>
                <c:pt idx="654">
                  <c:v>2.5399999999999898</c:v>
                </c:pt>
                <c:pt idx="655">
                  <c:v>2.5499999999999896</c:v>
                </c:pt>
                <c:pt idx="656">
                  <c:v>2.5599999999999894</c:v>
                </c:pt>
                <c:pt idx="657">
                  <c:v>2.5699999999999892</c:v>
                </c:pt>
                <c:pt idx="658">
                  <c:v>2.579999999999989</c:v>
                </c:pt>
                <c:pt idx="659">
                  <c:v>2.5899999999999888</c:v>
                </c:pt>
                <c:pt idx="660">
                  <c:v>2.5999999999999885</c:v>
                </c:pt>
                <c:pt idx="661">
                  <c:v>2.6099999999999883</c:v>
                </c:pt>
                <c:pt idx="662">
                  <c:v>2.6199999999999881</c:v>
                </c:pt>
                <c:pt idx="663">
                  <c:v>2.6299999999999879</c:v>
                </c:pt>
                <c:pt idx="664">
                  <c:v>2.6399999999999877</c:v>
                </c:pt>
                <c:pt idx="665">
                  <c:v>2.6499999999999875</c:v>
                </c:pt>
                <c:pt idx="666">
                  <c:v>2.6599999999999873</c:v>
                </c:pt>
                <c:pt idx="667">
                  <c:v>2.6699999999999871</c:v>
                </c:pt>
                <c:pt idx="668">
                  <c:v>2.6799999999999868</c:v>
                </c:pt>
                <c:pt idx="669">
                  <c:v>2.6899999999999866</c:v>
                </c:pt>
                <c:pt idx="670">
                  <c:v>2.6999999999999864</c:v>
                </c:pt>
                <c:pt idx="671">
                  <c:v>2.7099999999999862</c:v>
                </c:pt>
                <c:pt idx="672">
                  <c:v>2.719999999999986</c:v>
                </c:pt>
                <c:pt idx="673">
                  <c:v>2.7299999999999858</c:v>
                </c:pt>
                <c:pt idx="674">
                  <c:v>2.7399999999999856</c:v>
                </c:pt>
                <c:pt idx="675">
                  <c:v>2.7499999999999853</c:v>
                </c:pt>
                <c:pt idx="676">
                  <c:v>2.7599999999999851</c:v>
                </c:pt>
                <c:pt idx="677">
                  <c:v>2.7699999999999849</c:v>
                </c:pt>
                <c:pt idx="678">
                  <c:v>2.7799999999999847</c:v>
                </c:pt>
                <c:pt idx="679">
                  <c:v>2.7899999999999845</c:v>
                </c:pt>
                <c:pt idx="680">
                  <c:v>2.7999999999999843</c:v>
                </c:pt>
                <c:pt idx="681">
                  <c:v>2.8099999999999841</c:v>
                </c:pt>
                <c:pt idx="682">
                  <c:v>2.8199999999999839</c:v>
                </c:pt>
                <c:pt idx="683">
                  <c:v>2.8299999999999836</c:v>
                </c:pt>
                <c:pt idx="684">
                  <c:v>2.8399999999999834</c:v>
                </c:pt>
                <c:pt idx="685">
                  <c:v>2.8499999999999832</c:v>
                </c:pt>
                <c:pt idx="686">
                  <c:v>2.859999999999983</c:v>
                </c:pt>
                <c:pt idx="687">
                  <c:v>2.8699999999999828</c:v>
                </c:pt>
                <c:pt idx="688">
                  <c:v>2.8799999999999826</c:v>
                </c:pt>
                <c:pt idx="689">
                  <c:v>2.8899999999999824</c:v>
                </c:pt>
                <c:pt idx="690">
                  <c:v>2.8999999999999821</c:v>
                </c:pt>
                <c:pt idx="691">
                  <c:v>2.9099999999999819</c:v>
                </c:pt>
                <c:pt idx="692">
                  <c:v>2.9199999999999817</c:v>
                </c:pt>
                <c:pt idx="693">
                  <c:v>2.9299999999999815</c:v>
                </c:pt>
                <c:pt idx="694">
                  <c:v>2.9399999999999813</c:v>
                </c:pt>
                <c:pt idx="695">
                  <c:v>2.9499999999999811</c:v>
                </c:pt>
                <c:pt idx="696">
                  <c:v>2.9599999999999809</c:v>
                </c:pt>
                <c:pt idx="697">
                  <c:v>2.9699999999999807</c:v>
                </c:pt>
                <c:pt idx="698">
                  <c:v>2.9799999999999804</c:v>
                </c:pt>
                <c:pt idx="699">
                  <c:v>2.9899999999999802</c:v>
                </c:pt>
                <c:pt idx="700">
                  <c:v>2.99999999999998</c:v>
                </c:pt>
                <c:pt idx="701">
                  <c:v>3.0099999999999798</c:v>
                </c:pt>
                <c:pt idx="702">
                  <c:v>3.0199999999999796</c:v>
                </c:pt>
                <c:pt idx="703">
                  <c:v>3.0299999999999794</c:v>
                </c:pt>
                <c:pt idx="704">
                  <c:v>3.0399999999999792</c:v>
                </c:pt>
                <c:pt idx="705">
                  <c:v>3.049999999999979</c:v>
                </c:pt>
                <c:pt idx="706">
                  <c:v>3.0599999999999787</c:v>
                </c:pt>
                <c:pt idx="707">
                  <c:v>3.0699999999999785</c:v>
                </c:pt>
                <c:pt idx="708">
                  <c:v>3.0799999999999783</c:v>
                </c:pt>
                <c:pt idx="709">
                  <c:v>3.0899999999999781</c:v>
                </c:pt>
                <c:pt idx="710">
                  <c:v>3.0999999999999779</c:v>
                </c:pt>
                <c:pt idx="711">
                  <c:v>3.1099999999999777</c:v>
                </c:pt>
                <c:pt idx="712">
                  <c:v>3.1199999999999775</c:v>
                </c:pt>
                <c:pt idx="713">
                  <c:v>3.1299999999999772</c:v>
                </c:pt>
                <c:pt idx="714">
                  <c:v>3.139999999999977</c:v>
                </c:pt>
                <c:pt idx="715">
                  <c:v>3.1499999999999768</c:v>
                </c:pt>
                <c:pt idx="716">
                  <c:v>3.1599999999999766</c:v>
                </c:pt>
                <c:pt idx="717">
                  <c:v>3.1699999999999764</c:v>
                </c:pt>
                <c:pt idx="718">
                  <c:v>3.1799999999999762</c:v>
                </c:pt>
                <c:pt idx="719">
                  <c:v>3.189999999999976</c:v>
                </c:pt>
                <c:pt idx="720">
                  <c:v>3.1999999999999758</c:v>
                </c:pt>
                <c:pt idx="721">
                  <c:v>3.2099999999999755</c:v>
                </c:pt>
                <c:pt idx="722">
                  <c:v>3.2199999999999753</c:v>
                </c:pt>
                <c:pt idx="723">
                  <c:v>3.2299999999999751</c:v>
                </c:pt>
                <c:pt idx="724">
                  <c:v>3.2399999999999749</c:v>
                </c:pt>
                <c:pt idx="725">
                  <c:v>3.2499999999999747</c:v>
                </c:pt>
                <c:pt idx="726">
                  <c:v>3.2599999999999745</c:v>
                </c:pt>
                <c:pt idx="727">
                  <c:v>3.2699999999999743</c:v>
                </c:pt>
                <c:pt idx="728">
                  <c:v>3.279999999999974</c:v>
                </c:pt>
                <c:pt idx="729">
                  <c:v>3.2899999999999738</c:v>
                </c:pt>
                <c:pt idx="730">
                  <c:v>3.2999999999999736</c:v>
                </c:pt>
                <c:pt idx="731">
                  <c:v>3.3099999999999734</c:v>
                </c:pt>
                <c:pt idx="732">
                  <c:v>3.3199999999999732</c:v>
                </c:pt>
                <c:pt idx="733">
                  <c:v>3.329999999999973</c:v>
                </c:pt>
                <c:pt idx="734">
                  <c:v>3.3399999999999728</c:v>
                </c:pt>
                <c:pt idx="735">
                  <c:v>3.3499999999999726</c:v>
                </c:pt>
                <c:pt idx="736">
                  <c:v>3.3599999999999723</c:v>
                </c:pt>
                <c:pt idx="737">
                  <c:v>3.3699999999999721</c:v>
                </c:pt>
                <c:pt idx="738">
                  <c:v>3.3799999999999719</c:v>
                </c:pt>
                <c:pt idx="739">
                  <c:v>3.3899999999999717</c:v>
                </c:pt>
                <c:pt idx="740">
                  <c:v>3.3999999999999715</c:v>
                </c:pt>
                <c:pt idx="741">
                  <c:v>3.4099999999999713</c:v>
                </c:pt>
                <c:pt idx="742">
                  <c:v>3.4199999999999711</c:v>
                </c:pt>
                <c:pt idx="743">
                  <c:v>3.4299999999999708</c:v>
                </c:pt>
                <c:pt idx="744">
                  <c:v>3.4399999999999706</c:v>
                </c:pt>
                <c:pt idx="745">
                  <c:v>3.4499999999999704</c:v>
                </c:pt>
                <c:pt idx="746">
                  <c:v>3.4599999999999702</c:v>
                </c:pt>
                <c:pt idx="747">
                  <c:v>3.46999999999997</c:v>
                </c:pt>
                <c:pt idx="748">
                  <c:v>3.4799999999999698</c:v>
                </c:pt>
                <c:pt idx="749">
                  <c:v>3.4899999999999696</c:v>
                </c:pt>
                <c:pt idx="750">
                  <c:v>3.4999999999999694</c:v>
                </c:pt>
                <c:pt idx="751">
                  <c:v>3.5099999999999691</c:v>
                </c:pt>
                <c:pt idx="752">
                  <c:v>3.5199999999999689</c:v>
                </c:pt>
                <c:pt idx="753">
                  <c:v>3.5299999999999687</c:v>
                </c:pt>
                <c:pt idx="754">
                  <c:v>3.5399999999999685</c:v>
                </c:pt>
                <c:pt idx="755">
                  <c:v>3.5499999999999683</c:v>
                </c:pt>
                <c:pt idx="756">
                  <c:v>3.5599999999999681</c:v>
                </c:pt>
                <c:pt idx="757">
                  <c:v>3.5699999999999679</c:v>
                </c:pt>
                <c:pt idx="758">
                  <c:v>3.5799999999999677</c:v>
                </c:pt>
                <c:pt idx="759">
                  <c:v>3.5899999999999674</c:v>
                </c:pt>
                <c:pt idx="760">
                  <c:v>3.5999999999999672</c:v>
                </c:pt>
                <c:pt idx="761">
                  <c:v>3.609999999999967</c:v>
                </c:pt>
                <c:pt idx="762">
                  <c:v>3.6199999999999668</c:v>
                </c:pt>
                <c:pt idx="763">
                  <c:v>3.6299999999999666</c:v>
                </c:pt>
                <c:pt idx="764">
                  <c:v>3.6399999999999664</c:v>
                </c:pt>
                <c:pt idx="765">
                  <c:v>3.6499999999999662</c:v>
                </c:pt>
                <c:pt idx="766">
                  <c:v>3.6599999999999659</c:v>
                </c:pt>
                <c:pt idx="767">
                  <c:v>3.6699999999999657</c:v>
                </c:pt>
                <c:pt idx="768">
                  <c:v>3.6799999999999655</c:v>
                </c:pt>
                <c:pt idx="769">
                  <c:v>3.6899999999999653</c:v>
                </c:pt>
                <c:pt idx="770">
                  <c:v>3.6999999999999651</c:v>
                </c:pt>
                <c:pt idx="771">
                  <c:v>3.7099999999999649</c:v>
                </c:pt>
                <c:pt idx="772">
                  <c:v>3.7199999999999647</c:v>
                </c:pt>
                <c:pt idx="773">
                  <c:v>3.7299999999999645</c:v>
                </c:pt>
                <c:pt idx="774">
                  <c:v>3.7399999999999642</c:v>
                </c:pt>
                <c:pt idx="775">
                  <c:v>3.749999999999964</c:v>
                </c:pt>
                <c:pt idx="776">
                  <c:v>3.7599999999999638</c:v>
                </c:pt>
                <c:pt idx="777">
                  <c:v>3.7699999999999636</c:v>
                </c:pt>
                <c:pt idx="778">
                  <c:v>3.7799999999999634</c:v>
                </c:pt>
                <c:pt idx="779">
                  <c:v>3.7899999999999632</c:v>
                </c:pt>
                <c:pt idx="780">
                  <c:v>3.799999999999963</c:v>
                </c:pt>
                <c:pt idx="781">
                  <c:v>3.8099999999999627</c:v>
                </c:pt>
                <c:pt idx="782">
                  <c:v>3.8199999999999625</c:v>
                </c:pt>
                <c:pt idx="783">
                  <c:v>3.8299999999999623</c:v>
                </c:pt>
                <c:pt idx="784">
                  <c:v>3.8399999999999621</c:v>
                </c:pt>
                <c:pt idx="785">
                  <c:v>3.8499999999999619</c:v>
                </c:pt>
                <c:pt idx="786">
                  <c:v>3.8599999999999617</c:v>
                </c:pt>
                <c:pt idx="787">
                  <c:v>3.8699999999999615</c:v>
                </c:pt>
                <c:pt idx="788">
                  <c:v>3.8799999999999613</c:v>
                </c:pt>
                <c:pt idx="789">
                  <c:v>3.889999999999961</c:v>
                </c:pt>
                <c:pt idx="790">
                  <c:v>3.8999999999999608</c:v>
                </c:pt>
                <c:pt idx="791">
                  <c:v>3.9099999999999606</c:v>
                </c:pt>
                <c:pt idx="792">
                  <c:v>3.9199999999999604</c:v>
                </c:pt>
                <c:pt idx="793">
                  <c:v>3.9299999999999602</c:v>
                </c:pt>
                <c:pt idx="794">
                  <c:v>3.93999999999996</c:v>
                </c:pt>
                <c:pt idx="795">
                  <c:v>3.9499999999999598</c:v>
                </c:pt>
                <c:pt idx="796">
                  <c:v>3.9599999999999596</c:v>
                </c:pt>
                <c:pt idx="797">
                  <c:v>3.9699999999999593</c:v>
                </c:pt>
                <c:pt idx="798">
                  <c:v>3.9799999999999591</c:v>
                </c:pt>
                <c:pt idx="799">
                  <c:v>3.9899999999999589</c:v>
                </c:pt>
              </c:numCache>
            </c:numRef>
          </c:cat>
          <c:val>
            <c:numRef>
              <c:f>Sheet2!$B$2:$B$802</c:f>
              <c:numCache>
                <c:formatCode>General</c:formatCode>
                <c:ptCount val="801"/>
                <c:pt idx="1">
                  <c:v>1.3928497646575994E-4</c:v>
                </c:pt>
                <c:pt idx="2">
                  <c:v>1.4494756042389079E-4</c:v>
                </c:pt>
                <c:pt idx="3">
                  <c:v>1.5082527155051753E-4</c:v>
                </c:pt>
                <c:pt idx="4">
                  <c:v>1.5692563406553169E-4</c:v>
                </c:pt>
                <c:pt idx="5">
                  <c:v>1.6325640876624142E-4</c:v>
                </c:pt>
                <c:pt idx="6">
                  <c:v>1.6982559942934266E-4</c:v>
                </c:pt>
                <c:pt idx="7">
                  <c:v>1.7664145934756997E-4</c:v>
                </c:pt>
                <c:pt idx="8">
                  <c:v>1.8371249800245581E-4</c:v>
                </c:pt>
                <c:pt idx="9">
                  <c:v>1.9104748787459642E-4</c:v>
                </c:pt>
                <c:pt idx="10">
                  <c:v>1.9865547139277093E-4</c:v>
                </c:pt>
                <c:pt idx="11">
                  <c:v>2.0654576802322367E-4</c:v>
                </c:pt>
                <c:pt idx="12">
                  <c:v>2.1472798150036474E-4</c:v>
                </c:pt>
                <c:pt idx="13">
                  <c:v>2.2321200720009968E-4</c:v>
                </c:pt>
                <c:pt idx="14">
                  <c:v>2.320080396569397E-4</c:v>
                </c:pt>
                <c:pt idx="15">
                  <c:v>2.4112658022599047E-4</c:v>
                </c:pt>
                <c:pt idx="16">
                  <c:v>2.5057844489085744E-4</c:v>
                </c:pt>
                <c:pt idx="17">
                  <c:v>2.60374772218439E-4</c:v>
                </c:pt>
                <c:pt idx="18">
                  <c:v>2.7052703146151688E-4</c:v>
                </c:pt>
                <c:pt idx="19">
                  <c:v>2.810470308099821E-4</c:v>
                </c:pt>
                <c:pt idx="20">
                  <c:v>2.9194692579145534E-4</c:v>
                </c:pt>
                <c:pt idx="21">
                  <c:v>3.0323922782199907E-4</c:v>
                </c:pt>
                <c:pt idx="22">
                  <c:v>3.1493681290751624E-4</c:v>
                </c:pt>
                <c:pt idx="23">
                  <c:v>3.2705293049636891E-4</c:v>
                </c:pt>
                <c:pt idx="24">
                  <c:v>3.3960121248364817E-4</c:v>
                </c:pt>
                <c:pt idx="25">
                  <c:v>3.5259568236743852E-4</c:v>
                </c:pt>
                <c:pt idx="26">
                  <c:v>3.6605076455732786E-4</c:v>
                </c:pt>
                <c:pt idx="27">
                  <c:v>3.7998129383531333E-4</c:v>
                </c:pt>
                <c:pt idx="28">
                  <c:v>3.9440252496914782E-4</c:v>
                </c:pt>
                <c:pt idx="29">
                  <c:v>4.0933014247806934E-4</c:v>
                </c:pt>
                <c:pt idx="30">
                  <c:v>4.2478027055074168E-4</c:v>
                </c:pt>
                <c:pt idx="31">
                  <c:v>4.4076948311512151E-4</c:v>
                </c:pt>
                <c:pt idx="32">
                  <c:v>4.5731481405984542E-4</c:v>
                </c:pt>
                <c:pt idx="33">
                  <c:v>4.7443376760660845E-4</c:v>
                </c:pt>
                <c:pt idx="34">
                  <c:v>4.9214432883288044E-4</c:v>
                </c:pt>
                <c:pt idx="35">
                  <c:v>5.104649743441715E-4</c:v>
                </c:pt>
                <c:pt idx="36">
                  <c:v>5.2941468309492022E-4</c:v>
                </c:pt>
                <c:pt idx="37">
                  <c:v>5.4901294735694309E-4</c:v>
                </c:pt>
                <c:pt idx="38">
                  <c:v>5.6927978383423592E-4</c:v>
                </c:pt>
                <c:pt idx="39">
                  <c:v>5.9023574492276772E-4</c:v>
                </c:pt>
                <c:pt idx="40">
                  <c:v>6.1190193011375347E-4</c:v>
                </c:pt>
                <c:pt idx="41">
                  <c:v>6.3429999753873722E-4</c:v>
                </c:pt>
                <c:pt idx="42">
                  <c:v>6.5745217565465542E-4</c:v>
                </c:pt>
                <c:pt idx="43">
                  <c:v>6.8138127506686967E-4</c:v>
                </c:pt>
                <c:pt idx="44">
                  <c:v>7.06110700488013E-4</c:v>
                </c:pt>
                <c:pt idx="45">
                  <c:v>7.3166446283028552E-4</c:v>
                </c:pt>
                <c:pt idx="46">
                  <c:v>7.5806719142868396E-4</c:v>
                </c:pt>
                <c:pt idx="47">
                  <c:v>7.8534414639244135E-4</c:v>
                </c:pt>
                <c:pt idx="48">
                  <c:v>8.1352123108177892E-4</c:v>
                </c:pt>
                <c:pt idx="49">
                  <c:v>8.4262500470687124E-4</c:v>
                </c:pt>
                <c:pt idx="50">
                  <c:v>8.7268269504572763E-4</c:v>
                </c:pt>
                <c:pt idx="51">
                  <c:v>9.0372221127749065E-4</c:v>
                </c:pt>
                <c:pt idx="52">
                  <c:v>9.3577215692744388E-4</c:v>
                </c:pt>
                <c:pt idx="53">
                  <c:v>9.6886184291980818E-4</c:v>
                </c:pt>
                <c:pt idx="54">
                  <c:v>1.0030213007341975E-3</c:v>
                </c:pt>
                <c:pt idx="55">
                  <c:v>1.0382812956613689E-3</c:v>
                </c:pt>
                <c:pt idx="56">
                  <c:v>1.0746733401536908E-3</c:v>
                </c:pt>
                <c:pt idx="57">
                  <c:v>1.1122297072655193E-3</c:v>
                </c:pt>
                <c:pt idx="58">
                  <c:v>1.1509834441784353E-3</c:v>
                </c:pt>
                <c:pt idx="59">
                  <c:v>1.1909683858060669E-3</c:v>
                </c:pt>
                <c:pt idx="60">
                  <c:v>1.2322191684729651E-3</c:v>
                </c:pt>
                <c:pt idx="61">
                  <c:v>1.2747712436617772E-3</c:v>
                </c:pt>
                <c:pt idx="62">
                  <c:v>1.3186608918226823E-3</c:v>
                </c:pt>
                <c:pt idx="63">
                  <c:v>1.3639252362388429E-3</c:v>
                </c:pt>
                <c:pt idx="64">
                  <c:v>1.4106022569413184E-3</c:v>
                </c:pt>
                <c:pt idx="65">
                  <c:v>1.4587308046666787E-3</c:v>
                </c:pt>
                <c:pt idx="66">
                  <c:v>1.5083506148502364E-3</c:v>
                </c:pt>
                <c:pt idx="67">
                  <c:v>1.5595023216476182E-3</c:v>
                </c:pt>
                <c:pt idx="68">
                  <c:v>1.6122274719770459E-3</c:v>
                </c:pt>
                <c:pt idx="69">
                  <c:v>1.6665685395744997E-3</c:v>
                </c:pt>
                <c:pt idx="70">
                  <c:v>1.7225689390535956E-3</c:v>
                </c:pt>
                <c:pt idx="71">
                  <c:v>1.7802730399617901E-3</c:v>
                </c:pt>
                <c:pt idx="72">
                  <c:v>1.8397261808241862E-3</c:v>
                </c:pt>
                <c:pt idx="73">
                  <c:v>1.900974683165984E-3</c:v>
                </c:pt>
                <c:pt idx="74">
                  <c:v>1.9640658655042747E-3</c:v>
                </c:pt>
                <c:pt idx="75">
                  <c:v>2.0290480572996636E-3</c:v>
                </c:pt>
                <c:pt idx="76">
                  <c:v>2.0959706128578339E-3</c:v>
                </c:pt>
                <c:pt idx="77">
                  <c:v>2.1648839251709471E-3</c:v>
                </c:pt>
                <c:pt idx="78">
                  <c:v>2.2358394396884192E-3</c:v>
                </c:pt>
                <c:pt idx="79">
                  <c:v>2.3088896680063709E-3</c:v>
                </c:pt>
                <c:pt idx="80">
                  <c:v>2.3840882014647133E-3</c:v>
                </c:pt>
                <c:pt idx="81">
                  <c:v>2.4614897246405653E-3</c:v>
                </c:pt>
                <c:pt idx="82">
                  <c:v>2.5411500287263813E-3</c:v>
                </c:pt>
                <c:pt idx="83">
                  <c:v>2.6231260247808778E-3</c:v>
                </c:pt>
                <c:pt idx="84">
                  <c:v>2.7074757568405486E-3</c:v>
                </c:pt>
                <c:pt idx="85">
                  <c:v>2.7942584148792859E-3</c:v>
                </c:pt>
                <c:pt idx="86">
                  <c:v>2.8835343476032727E-3</c:v>
                </c:pt>
                <c:pt idx="87">
                  <c:v>2.9753650750680787E-3</c:v>
                </c:pt>
                <c:pt idx="88">
                  <c:v>3.0698133011045634E-3</c:v>
                </c:pt>
                <c:pt idx="89">
                  <c:v>3.1669429255398924E-3</c:v>
                </c:pt>
                <c:pt idx="90">
                  <c:v>3.2668190561997274E-3</c:v>
                </c:pt>
                <c:pt idx="91">
                  <c:v>3.3695080206772778E-3</c:v>
                </c:pt>
                <c:pt idx="92">
                  <c:v>3.475077377854728E-3</c:v>
                </c:pt>
                <c:pt idx="93">
                  <c:v>3.5835959291621419E-3</c:v>
                </c:pt>
                <c:pt idx="94">
                  <c:v>3.6951337295588085E-3</c:v>
                </c:pt>
                <c:pt idx="95">
                  <c:v>3.8097620982215736E-3</c:v>
                </c:pt>
                <c:pt idx="96">
                  <c:v>3.9275536289245351E-3</c:v>
                </c:pt>
                <c:pt idx="97">
                  <c:v>4.0485822000941741E-3</c:v>
                </c:pt>
                <c:pt idx="98">
                  <c:v>4.1729229845236995E-3</c:v>
                </c:pt>
                <c:pt idx="99">
                  <c:v>4.3006524587301748E-3</c:v>
                </c:pt>
                <c:pt idx="100">
                  <c:v>4.4318484119377239E-3</c:v>
                </c:pt>
                <c:pt idx="101">
                  <c:v>4.566589954669853E-3</c:v>
                </c:pt>
                <c:pt idx="102">
                  <c:v>4.7049575269336747E-3</c:v>
                </c:pt>
                <c:pt idx="103">
                  <c:v>4.8470329059786344E-3</c:v>
                </c:pt>
                <c:pt idx="104">
                  <c:v>4.9928992136120476E-3</c:v>
                </c:pt>
                <c:pt idx="105">
                  <c:v>5.142640923053601E-3</c:v>
                </c:pt>
                <c:pt idx="106">
                  <c:v>5.2963438653106671E-3</c:v>
                </c:pt>
                <c:pt idx="107">
                  <c:v>5.4540952350561819E-3</c:v>
                </c:pt>
                <c:pt idx="108">
                  <c:v>5.6159835959905891E-3</c:v>
                </c:pt>
                <c:pt idx="109">
                  <c:v>5.782098885669087E-3</c:v>
                </c:pt>
                <c:pt idx="110">
                  <c:v>5.9525324197754513E-3</c:v>
                </c:pt>
                <c:pt idx="111">
                  <c:v>6.1273768958232683E-3</c:v>
                </c:pt>
                <c:pt idx="112">
                  <c:v>6.3067263962654913E-3</c:v>
                </c:pt>
                <c:pt idx="113">
                  <c:v>6.490676390992915E-3</c:v>
                </c:pt>
                <c:pt idx="114">
                  <c:v>6.6793237392021526E-3</c:v>
                </c:pt>
                <c:pt idx="115">
                  <c:v>6.872766690613495E-3</c:v>
                </c:pt>
                <c:pt idx="116">
                  <c:v>7.0711048860189534E-3</c:v>
                </c:pt>
                <c:pt idx="117">
                  <c:v>7.2744393571407074E-3</c:v>
                </c:pt>
                <c:pt idx="118">
                  <c:v>7.4828725257800278E-3</c:v>
                </c:pt>
                <c:pt idx="119">
                  <c:v>7.6965082022367745E-3</c:v>
                </c:pt>
                <c:pt idx="120">
                  <c:v>7.9154515829793978E-3</c:v>
                </c:pt>
                <c:pt idx="121">
                  <c:v>8.1398092475454369E-3</c:v>
                </c:pt>
                <c:pt idx="122">
                  <c:v>8.3696891546524241E-3</c:v>
                </c:pt>
                <c:pt idx="123">
                  <c:v>8.6052006374990487E-3</c:v>
                </c:pt>
                <c:pt idx="124">
                  <c:v>8.8464543982365775E-3</c:v>
                </c:pt>
                <c:pt idx="125">
                  <c:v>9.0935625015903868E-3</c:v>
                </c:pt>
                <c:pt idx="126">
                  <c:v>9.3466383676115983E-3</c:v>
                </c:pt>
                <c:pt idx="127">
                  <c:v>9.6057967635388743E-3</c:v>
                </c:pt>
                <c:pt idx="128">
                  <c:v>9.8711537947504032E-3</c:v>
                </c:pt>
                <c:pt idx="129">
                  <c:v>1.014282689478632E-2</c:v>
                </c:pt>
                <c:pt idx="130">
                  <c:v>1.0420934814421818E-2</c:v>
                </c:pt>
                <c:pt idx="131">
                  <c:v>1.0705597609771378E-2</c:v>
                </c:pt>
                <c:pt idx="132">
                  <c:v>1.0996936629404751E-2</c:v>
                </c:pt>
                <c:pt idx="133">
                  <c:v>1.1295074500455278E-2</c:v>
                </c:pt>
                <c:pt idx="134">
                  <c:v>1.1600135113701686E-2</c:v>
                </c:pt>
                <c:pt idx="135">
                  <c:v>1.191224360760427E-2</c:v>
                </c:pt>
                <c:pt idx="136">
                  <c:v>1.2231526351277036E-2</c:v>
                </c:pt>
                <c:pt idx="137">
                  <c:v>1.255811092637724E-2</c:v>
                </c:pt>
                <c:pt idx="138">
                  <c:v>1.2892126107894312E-2</c:v>
                </c:pt>
                <c:pt idx="139">
                  <c:v>1.3233701843820344E-2</c:v>
                </c:pt>
                <c:pt idx="140">
                  <c:v>1.3582969233684565E-2</c:v>
                </c:pt>
                <c:pt idx="141">
                  <c:v>1.3940060505934734E-2</c:v>
                </c:pt>
                <c:pt idx="142">
                  <c:v>1.4305108994148578E-2</c:v>
                </c:pt>
                <c:pt idx="143">
                  <c:v>1.4678249112058884E-2</c:v>
                </c:pt>
                <c:pt idx="144">
                  <c:v>1.5059616327376266E-2</c:v>
                </c:pt>
                <c:pt idx="145">
                  <c:v>1.5449347134393953E-2</c:v>
                </c:pt>
                <c:pt idx="146">
                  <c:v>1.5847579025359566E-2</c:v>
                </c:pt>
                <c:pt idx="147">
                  <c:v>1.6254450460599212E-2</c:v>
                </c:pt>
                <c:pt idx="148">
                  <c:v>1.6670100837379739E-2</c:v>
                </c:pt>
                <c:pt idx="149">
                  <c:v>1.7094670457495579E-2</c:v>
                </c:pt>
                <c:pt idx="150">
                  <c:v>1.7528300493567135E-2</c:v>
                </c:pt>
                <c:pt idx="151">
                  <c:v>1.7971132954038196E-2</c:v>
                </c:pt>
                <c:pt idx="152">
                  <c:v>1.8423310646860567E-2</c:v>
                </c:pt>
                <c:pt idx="153">
                  <c:v>1.8884977141854654E-2</c:v>
                </c:pt>
                <c:pt idx="154">
                  <c:v>1.9356276731735397E-2</c:v>
                </c:pt>
                <c:pt idx="155">
                  <c:v>1.9837354391793717E-2</c:v>
                </c:pt>
                <c:pt idx="156">
                  <c:v>2.0328355738224186E-2</c:v>
                </c:pt>
                <c:pt idx="157">
                  <c:v>2.0829426985090493E-2</c:v>
                </c:pt>
                <c:pt idx="158">
                  <c:v>2.1340714899921041E-2</c:v>
                </c:pt>
                <c:pt idx="159">
                  <c:v>2.1862366757927607E-2</c:v>
                </c:pt>
                <c:pt idx="160">
                  <c:v>2.2394530294841061E-2</c:v>
                </c:pt>
                <c:pt idx="161">
                  <c:v>2.2937353658358819E-2</c:v>
                </c:pt>
                <c:pt idx="162">
                  <c:v>2.3490985358199434E-2</c:v>
                </c:pt>
                <c:pt idx="163">
                  <c:v>2.4055574214760997E-2</c:v>
                </c:pt>
                <c:pt idx="164">
                  <c:v>2.4631269306380474E-2</c:v>
                </c:pt>
                <c:pt idx="165">
                  <c:v>2.5218219915192311E-2</c:v>
                </c:pt>
                <c:pt idx="166">
                  <c:v>2.581657547158555E-2</c:v>
                </c:pt>
                <c:pt idx="167">
                  <c:v>2.6426485497259542E-2</c:v>
                </c:pt>
                <c:pt idx="168">
                  <c:v>2.704809954687953E-2</c:v>
                </c:pt>
                <c:pt idx="169">
                  <c:v>2.7681567148334273E-2</c:v>
                </c:pt>
                <c:pt idx="170">
                  <c:v>2.8327037741598806E-2</c:v>
                </c:pt>
                <c:pt idx="171">
                  <c:v>2.8984660616207004E-2</c:v>
                </c:pt>
                <c:pt idx="172">
                  <c:v>2.9654584847338791E-2</c:v>
                </c:pt>
                <c:pt idx="173">
                  <c:v>3.0336959230529089E-2</c:v>
                </c:pt>
                <c:pt idx="174">
                  <c:v>3.1031932215005654E-2</c:v>
                </c:pt>
                <c:pt idx="175">
                  <c:v>3.1739651835664753E-2</c:v>
                </c:pt>
                <c:pt idx="176">
                  <c:v>3.2460265643694738E-2</c:v>
                </c:pt>
                <c:pt idx="177">
                  <c:v>3.3193920635858333E-2</c:v>
                </c:pt>
                <c:pt idx="178">
                  <c:v>3.3940763182446335E-2</c:v>
                </c:pt>
                <c:pt idx="179">
                  <c:v>3.4700938953915891E-2</c:v>
                </c:pt>
                <c:pt idx="180">
                  <c:v>3.5474592846228448E-2</c:v>
                </c:pt>
                <c:pt idx="181">
                  <c:v>3.6261868904903162E-2</c:v>
                </c:pt>
                <c:pt idx="182">
                  <c:v>3.7062910247803345E-2</c:v>
                </c:pt>
                <c:pt idx="183">
                  <c:v>3.7877858986674263E-2</c:v>
                </c:pt>
                <c:pt idx="184">
                  <c:v>3.870685614745234E-2</c:v>
                </c:pt>
                <c:pt idx="185">
                  <c:v>3.9550041589366869E-2</c:v>
                </c:pt>
                <c:pt idx="186">
                  <c:v>4.040755392285688E-2</c:v>
                </c:pt>
                <c:pt idx="187">
                  <c:v>4.1279530426326899E-2</c:v>
                </c:pt>
                <c:pt idx="188">
                  <c:v>4.2166106961766738E-2</c:v>
                </c:pt>
                <c:pt idx="189">
                  <c:v>4.3067417889262063E-2</c:v>
                </c:pt>
                <c:pt idx="190">
                  <c:v>4.3983595980423458E-2</c:v>
                </c:pt>
                <c:pt idx="191">
                  <c:v>4.4914772330763249E-2</c:v>
                </c:pt>
                <c:pt idx="192">
                  <c:v>4.5861076271050995E-2</c:v>
                </c:pt>
                <c:pt idx="193">
                  <c:v>4.6822635277679173E-2</c:v>
                </c:pt>
                <c:pt idx="194">
                  <c:v>4.7799574882072961E-2</c:v>
                </c:pt>
                <c:pt idx="195">
                  <c:v>4.87920185791786E-2</c:v>
                </c:pt>
                <c:pt idx="196">
                  <c:v>4.9800087735066528E-2</c:v>
                </c:pt>
                <c:pt idx="197">
                  <c:v>5.0823901493686853E-2</c:v>
                </c:pt>
                <c:pt idx="198">
                  <c:v>5.1863576682816138E-2</c:v>
                </c:pt>
                <c:pt idx="602">
                  <c:v>5.1863576682820468E-2</c:v>
                </c:pt>
                <c:pt idx="603">
                  <c:v>5.082390149369112E-2</c:v>
                </c:pt>
                <c:pt idx="604">
                  <c:v>4.9800087735070726E-2</c:v>
                </c:pt>
                <c:pt idx="605">
                  <c:v>4.8792018579182722E-2</c:v>
                </c:pt>
                <c:pt idx="606">
                  <c:v>4.7799574882077034E-2</c:v>
                </c:pt>
                <c:pt idx="607">
                  <c:v>4.6822635277683163E-2</c:v>
                </c:pt>
                <c:pt idx="608">
                  <c:v>4.5861076271054929E-2</c:v>
                </c:pt>
                <c:pt idx="609">
                  <c:v>4.4914772330767135E-2</c:v>
                </c:pt>
                <c:pt idx="610">
                  <c:v>4.3983595980427267E-2</c:v>
                </c:pt>
                <c:pt idx="611">
                  <c:v>4.3067417889265831E-2</c:v>
                </c:pt>
                <c:pt idx="612">
                  <c:v>4.2166106961770436E-2</c:v>
                </c:pt>
                <c:pt idx="613">
                  <c:v>4.1279530426330528E-2</c:v>
                </c:pt>
                <c:pt idx="614">
                  <c:v>4.0407553922860454E-2</c:v>
                </c:pt>
                <c:pt idx="615">
                  <c:v>3.955004158937038E-2</c:v>
                </c:pt>
                <c:pt idx="616">
                  <c:v>3.8706856147455802E-2</c:v>
                </c:pt>
                <c:pt idx="617">
                  <c:v>3.7877858986677664E-2</c:v>
                </c:pt>
                <c:pt idx="618">
                  <c:v>3.7062910247806682E-2</c:v>
                </c:pt>
                <c:pt idx="619">
                  <c:v>3.626186890490643E-2</c:v>
                </c:pt>
                <c:pt idx="620">
                  <c:v>3.547459284623166E-2</c:v>
                </c:pt>
                <c:pt idx="621">
                  <c:v>3.4700938953919069E-2</c:v>
                </c:pt>
                <c:pt idx="622">
                  <c:v>3.3940763182449457E-2</c:v>
                </c:pt>
                <c:pt idx="623">
                  <c:v>3.3193920635861386E-2</c:v>
                </c:pt>
                <c:pt idx="624">
                  <c:v>3.2460265643697729E-2</c:v>
                </c:pt>
                <c:pt idx="625">
                  <c:v>3.1739651835667702E-2</c:v>
                </c:pt>
                <c:pt idx="626">
                  <c:v>3.1031932215008547E-2</c:v>
                </c:pt>
                <c:pt idx="627">
                  <c:v>3.0336959230531937E-2</c:v>
                </c:pt>
                <c:pt idx="628">
                  <c:v>2.9654584847341584E-2</c:v>
                </c:pt>
                <c:pt idx="629">
                  <c:v>2.8984660616209735E-2</c:v>
                </c:pt>
                <c:pt idx="630">
                  <c:v>2.8327037741601502E-2</c:v>
                </c:pt>
                <c:pt idx="631">
                  <c:v>2.7681567148336916E-2</c:v>
                </c:pt>
                <c:pt idx="632">
                  <c:v>2.7048099546882122E-2</c:v>
                </c:pt>
                <c:pt idx="633">
                  <c:v>2.6426485497262075E-2</c:v>
                </c:pt>
                <c:pt idx="634">
                  <c:v>2.5816575471588041E-2</c:v>
                </c:pt>
                <c:pt idx="635">
                  <c:v>2.5218219915194753E-2</c:v>
                </c:pt>
                <c:pt idx="636">
                  <c:v>2.4631269306382868E-2</c:v>
                </c:pt>
                <c:pt idx="637">
                  <c:v>2.4055574214763346E-2</c:v>
                </c:pt>
                <c:pt idx="638">
                  <c:v>2.3490985358201742E-2</c:v>
                </c:pt>
                <c:pt idx="639">
                  <c:v>2.2937353658361082E-2</c:v>
                </c:pt>
                <c:pt idx="640">
                  <c:v>2.2394530294843288E-2</c:v>
                </c:pt>
                <c:pt idx="641">
                  <c:v>2.1862366757929783E-2</c:v>
                </c:pt>
                <c:pt idx="642">
                  <c:v>2.1340714899923174E-2</c:v>
                </c:pt>
                <c:pt idx="643">
                  <c:v>2.0829426985092585E-2</c:v>
                </c:pt>
                <c:pt idx="644">
                  <c:v>2.0328355738226233E-2</c:v>
                </c:pt>
                <c:pt idx="645">
                  <c:v>1.9837354391795726E-2</c:v>
                </c:pt>
                <c:pt idx="646">
                  <c:v>1.9356276731737367E-2</c:v>
                </c:pt>
                <c:pt idx="647">
                  <c:v>1.8884977141856583E-2</c:v>
                </c:pt>
                <c:pt idx="648">
                  <c:v>1.8423310646862458E-2</c:v>
                </c:pt>
                <c:pt idx="649">
                  <c:v>1.7971132954040046E-2</c:v>
                </c:pt>
                <c:pt idx="650">
                  <c:v>1.7528300493568943E-2</c:v>
                </c:pt>
                <c:pt idx="651">
                  <c:v>1.7094670457497348E-2</c:v>
                </c:pt>
                <c:pt idx="652">
                  <c:v>1.6670100837381473E-2</c:v>
                </c:pt>
                <c:pt idx="653">
                  <c:v>1.6254450460600908E-2</c:v>
                </c:pt>
                <c:pt idx="654">
                  <c:v>1.5847579025361224E-2</c:v>
                </c:pt>
                <c:pt idx="655">
                  <c:v>1.544934713439558E-2</c:v>
                </c:pt>
                <c:pt idx="656">
                  <c:v>1.5059616327377859E-2</c:v>
                </c:pt>
                <c:pt idx="657">
                  <c:v>1.4678249112060443E-2</c:v>
                </c:pt>
                <c:pt idx="658">
                  <c:v>1.4305108994150103E-2</c:v>
                </c:pt>
                <c:pt idx="659">
                  <c:v>1.3940060505936226E-2</c:v>
                </c:pt>
                <c:pt idx="660">
                  <c:v>1.3582969233686024E-2</c:v>
                </c:pt>
                <c:pt idx="661">
                  <c:v>1.3233701843821773E-2</c:v>
                </c:pt>
                <c:pt idx="662">
                  <c:v>1.289212610789571E-2</c:v>
                </c:pt>
                <c:pt idx="663">
                  <c:v>1.2558110926378607E-2</c:v>
                </c:pt>
                <c:pt idx="664">
                  <c:v>1.2231526351278372E-2</c:v>
                </c:pt>
                <c:pt idx="665">
                  <c:v>1.1912243607605576E-2</c:v>
                </c:pt>
                <c:pt idx="666">
                  <c:v>1.1600135113702958E-2</c:v>
                </c:pt>
                <c:pt idx="667">
                  <c:v>1.1295074500456527E-2</c:v>
                </c:pt>
                <c:pt idx="668">
                  <c:v>1.0996936629405967E-2</c:v>
                </c:pt>
                <c:pt idx="669">
                  <c:v>1.0705597609772566E-2</c:v>
                </c:pt>
                <c:pt idx="670">
                  <c:v>1.042093481442298E-2</c:v>
                </c:pt>
                <c:pt idx="671">
                  <c:v>1.0142826894787455E-2</c:v>
                </c:pt>
                <c:pt idx="672">
                  <c:v>9.8711537947515134E-3</c:v>
                </c:pt>
                <c:pt idx="673">
                  <c:v>9.6057967635399585E-3</c:v>
                </c:pt>
                <c:pt idx="674">
                  <c:v>9.3466383676126565E-3</c:v>
                </c:pt>
                <c:pt idx="675">
                  <c:v>9.0935625015914207E-3</c:v>
                </c:pt>
                <c:pt idx="676">
                  <c:v>8.8464543982375889E-3</c:v>
                </c:pt>
                <c:pt idx="677">
                  <c:v>8.6052006375000323E-3</c:v>
                </c:pt>
                <c:pt idx="678">
                  <c:v>8.3696891546533817E-3</c:v>
                </c:pt>
                <c:pt idx="679">
                  <c:v>8.1398092475463771E-3</c:v>
                </c:pt>
                <c:pt idx="680">
                  <c:v>7.915451582980312E-3</c:v>
                </c:pt>
                <c:pt idx="681">
                  <c:v>7.6965082022376662E-3</c:v>
                </c:pt>
                <c:pt idx="682">
                  <c:v>7.4828725257808986E-3</c:v>
                </c:pt>
                <c:pt idx="683">
                  <c:v>7.274439357141553E-3</c:v>
                </c:pt>
                <c:pt idx="684">
                  <c:v>7.0711048860197818E-3</c:v>
                </c:pt>
                <c:pt idx="685">
                  <c:v>6.8727666906142999E-3</c:v>
                </c:pt>
                <c:pt idx="686">
                  <c:v>6.6793237392029411E-3</c:v>
                </c:pt>
                <c:pt idx="687">
                  <c:v>6.490676390993687E-3</c:v>
                </c:pt>
                <c:pt idx="688">
                  <c:v>6.3067263962662415E-3</c:v>
                </c:pt>
                <c:pt idx="689">
                  <c:v>6.1273768958239978E-3</c:v>
                </c:pt>
                <c:pt idx="690">
                  <c:v>5.95253241977616E-3</c:v>
                </c:pt>
                <c:pt idx="691">
                  <c:v>5.7820988856697808E-3</c:v>
                </c:pt>
                <c:pt idx="692">
                  <c:v>5.615983595991263E-3</c:v>
                </c:pt>
                <c:pt idx="693">
                  <c:v>5.4540952350568455E-3</c:v>
                </c:pt>
                <c:pt idx="694">
                  <c:v>5.2963438653113116E-3</c:v>
                </c:pt>
                <c:pt idx="695">
                  <c:v>5.1426409230542263E-3</c:v>
                </c:pt>
                <c:pt idx="696">
                  <c:v>4.99289921361266E-3</c:v>
                </c:pt>
                <c:pt idx="697">
                  <c:v>4.8470329059792285E-3</c:v>
                </c:pt>
                <c:pt idx="698">
                  <c:v>4.7049575269342558E-3</c:v>
                </c:pt>
                <c:pt idx="699">
                  <c:v>4.5665899546704167E-3</c:v>
                </c:pt>
                <c:pt idx="700">
                  <c:v>4.4318484119382755E-3</c:v>
                </c:pt>
                <c:pt idx="701">
                  <c:v>4.30065245873071E-3</c:v>
                </c:pt>
                <c:pt idx="702">
                  <c:v>4.1729229845242173E-3</c:v>
                </c:pt>
                <c:pt idx="703">
                  <c:v>4.0485822000946815E-3</c:v>
                </c:pt>
                <c:pt idx="704">
                  <c:v>3.9275536289250269E-3</c:v>
                </c:pt>
                <c:pt idx="705">
                  <c:v>3.8097620982220507E-3</c:v>
                </c:pt>
                <c:pt idx="706">
                  <c:v>3.6951337295592743E-3</c:v>
                </c:pt>
                <c:pt idx="707">
                  <c:v>3.5835959291625964E-3</c:v>
                </c:pt>
                <c:pt idx="708">
                  <c:v>3.4750773778551695E-3</c:v>
                </c:pt>
                <c:pt idx="709">
                  <c:v>3.369508020677708E-3</c:v>
                </c:pt>
                <c:pt idx="710">
                  <c:v>3.2668190562001446E-3</c:v>
                </c:pt>
                <c:pt idx="711">
                  <c:v>3.166942925540297E-3</c:v>
                </c:pt>
                <c:pt idx="712">
                  <c:v>3.0698133011049589E-3</c:v>
                </c:pt>
                <c:pt idx="713">
                  <c:v>2.9753650750684647E-3</c:v>
                </c:pt>
                <c:pt idx="714">
                  <c:v>2.8835343476036465E-3</c:v>
                </c:pt>
                <c:pt idx="715">
                  <c:v>2.7942584148796506E-3</c:v>
                </c:pt>
                <c:pt idx="716">
                  <c:v>2.707475756840902E-3</c:v>
                </c:pt>
                <c:pt idx="717">
                  <c:v>2.6231260247812204E-3</c:v>
                </c:pt>
                <c:pt idx="718">
                  <c:v>2.5411500287267157E-3</c:v>
                </c:pt>
                <c:pt idx="719">
                  <c:v>2.4614897246408888E-3</c:v>
                </c:pt>
                <c:pt idx="720">
                  <c:v>2.3840882014650264E-3</c:v>
                </c:pt>
                <c:pt idx="721">
                  <c:v>2.3088896680066762E-3</c:v>
                </c:pt>
                <c:pt idx="722">
                  <c:v>2.2358394396887172E-3</c:v>
                </c:pt>
                <c:pt idx="723">
                  <c:v>2.1648839251712372E-3</c:v>
                </c:pt>
                <c:pt idx="724">
                  <c:v>2.0959706128581145E-3</c:v>
                </c:pt>
                <c:pt idx="725">
                  <c:v>2.0290480572999355E-3</c:v>
                </c:pt>
                <c:pt idx="726">
                  <c:v>1.9640658655045379E-3</c:v>
                </c:pt>
                <c:pt idx="727">
                  <c:v>1.900974683166241E-3</c:v>
                </c:pt>
                <c:pt idx="728">
                  <c:v>1.839726180824436E-3</c:v>
                </c:pt>
                <c:pt idx="729">
                  <c:v>1.7802730399620319E-3</c:v>
                </c:pt>
                <c:pt idx="730">
                  <c:v>1.7225689390538295E-3</c:v>
                </c:pt>
                <c:pt idx="731">
                  <c:v>1.6665685395747278E-3</c:v>
                </c:pt>
                <c:pt idx="732">
                  <c:v>1.6122274719772677E-3</c:v>
                </c:pt>
                <c:pt idx="733">
                  <c:v>1.5595023216478331E-3</c:v>
                </c:pt>
                <c:pt idx="734">
                  <c:v>1.5083506148504441E-3</c:v>
                </c:pt>
                <c:pt idx="735">
                  <c:v>1.4587308046668807E-3</c:v>
                </c:pt>
                <c:pt idx="736">
                  <c:v>1.4106022569415151E-3</c:v>
                </c:pt>
                <c:pt idx="737">
                  <c:v>1.363925236239032E-3</c:v>
                </c:pt>
                <c:pt idx="738">
                  <c:v>1.3186608918228664E-3</c:v>
                </c:pt>
                <c:pt idx="739">
                  <c:v>1.274771243661955E-3</c:v>
                </c:pt>
                <c:pt idx="740">
                  <c:v>1.2322191684731381E-3</c:v>
                </c:pt>
                <c:pt idx="741">
                  <c:v>1.1909683858062341E-3</c:v>
                </c:pt>
                <c:pt idx="742">
                  <c:v>1.1509834441785979E-3</c:v>
                </c:pt>
                <c:pt idx="743">
                  <c:v>1.1122297072656765E-3</c:v>
                </c:pt>
                <c:pt idx="744">
                  <c:v>1.0746733401538436E-3</c:v>
                </c:pt>
                <c:pt idx="745">
                  <c:v>1.0382812956615172E-3</c:v>
                </c:pt>
                <c:pt idx="746">
                  <c:v>1.0030213007343408E-3</c:v>
                </c:pt>
                <c:pt idx="747">
                  <c:v>9.6886184291994739E-4</c:v>
                </c:pt>
                <c:pt idx="748">
                  <c:v>9.3577215692757854E-4</c:v>
                </c:pt>
                <c:pt idx="749">
                  <c:v>9.0372221127762076E-4</c:v>
                </c:pt>
                <c:pt idx="750">
                  <c:v>8.7268269504585383E-4</c:v>
                </c:pt>
                <c:pt idx="751">
                  <c:v>8.4262500470699321E-4</c:v>
                </c:pt>
                <c:pt idx="752">
                  <c:v>8.1352123108189721E-4</c:v>
                </c:pt>
                <c:pt idx="753">
                  <c:v>7.8534414639255638E-4</c:v>
                </c:pt>
                <c:pt idx="754">
                  <c:v>7.5806719142879509E-4</c:v>
                </c:pt>
                <c:pt idx="755">
                  <c:v>7.3166446283039275E-4</c:v>
                </c:pt>
                <c:pt idx="756">
                  <c:v>7.0611070048811654E-4</c:v>
                </c:pt>
                <c:pt idx="757">
                  <c:v>6.8138127506697018E-4</c:v>
                </c:pt>
                <c:pt idx="758">
                  <c:v>6.5745217565475235E-4</c:v>
                </c:pt>
                <c:pt idx="759">
                  <c:v>6.3429999753883133E-4</c:v>
                </c:pt>
                <c:pt idx="760">
                  <c:v>6.1190193011384422E-4</c:v>
                </c:pt>
                <c:pt idx="761">
                  <c:v>5.9023574492285587E-4</c:v>
                </c:pt>
                <c:pt idx="762">
                  <c:v>5.6927978383432081E-4</c:v>
                </c:pt>
                <c:pt idx="763">
                  <c:v>5.4901294735702495E-4</c:v>
                </c:pt>
                <c:pt idx="764">
                  <c:v>5.2941468309499959E-4</c:v>
                </c:pt>
                <c:pt idx="765">
                  <c:v>5.1046497434424859E-4</c:v>
                </c:pt>
                <c:pt idx="766">
                  <c:v>4.9214432883295481E-4</c:v>
                </c:pt>
                <c:pt idx="767">
                  <c:v>4.7443376760668006E-4</c:v>
                </c:pt>
                <c:pt idx="768">
                  <c:v>4.5731481405991486E-4</c:v>
                </c:pt>
                <c:pt idx="769">
                  <c:v>4.4076948311518889E-4</c:v>
                </c:pt>
                <c:pt idx="770">
                  <c:v>4.2478027055080657E-4</c:v>
                </c:pt>
                <c:pt idx="771">
                  <c:v>4.093301424781319E-4</c:v>
                </c:pt>
                <c:pt idx="772">
                  <c:v>3.9440252496920848E-4</c:v>
                </c:pt>
                <c:pt idx="773">
                  <c:v>3.799812938353721E-4</c:v>
                </c:pt>
                <c:pt idx="774">
                  <c:v>3.660507645573844E-4</c:v>
                </c:pt>
                <c:pt idx="775">
                  <c:v>3.52595682367493E-4</c:v>
                </c:pt>
                <c:pt idx="776">
                  <c:v>3.3960121248370091E-4</c:v>
                </c:pt>
                <c:pt idx="777">
                  <c:v>3.270529304964197E-4</c:v>
                </c:pt>
                <c:pt idx="778">
                  <c:v>3.1493681290756519E-4</c:v>
                </c:pt>
                <c:pt idx="779">
                  <c:v>3.0323922782204651E-4</c:v>
                </c:pt>
                <c:pt idx="780">
                  <c:v>2.9194692579150125E-4</c:v>
                </c:pt>
                <c:pt idx="781">
                  <c:v>2.8104703081002628E-4</c:v>
                </c:pt>
                <c:pt idx="782">
                  <c:v>2.7052703146155966E-4</c:v>
                </c:pt>
                <c:pt idx="783">
                  <c:v>2.6037477221848014E-4</c:v>
                </c:pt>
                <c:pt idx="784">
                  <c:v>2.5057844489089729E-4</c:v>
                </c:pt>
                <c:pt idx="785">
                  <c:v>2.411265802260288E-4</c:v>
                </c:pt>
                <c:pt idx="786">
                  <c:v>2.3200803965697659E-4</c:v>
                </c:pt>
                <c:pt idx="787">
                  <c:v>2.2321200720013538E-4</c:v>
                </c:pt>
                <c:pt idx="788">
                  <c:v>2.1472798150039927E-4</c:v>
                </c:pt>
                <c:pt idx="789">
                  <c:v>2.0654576802325687E-4</c:v>
                </c:pt>
                <c:pt idx="790">
                  <c:v>1.9865547139280291E-4</c:v>
                </c:pt>
                <c:pt idx="791">
                  <c:v>1.9104748787462713E-4</c:v>
                </c:pt>
                <c:pt idx="792">
                  <c:v>1.8371249800248549E-4</c:v>
                </c:pt>
                <c:pt idx="793">
                  <c:v>1.7664145934759851E-4</c:v>
                </c:pt>
                <c:pt idx="794">
                  <c:v>1.6982559942937045E-4</c:v>
                </c:pt>
                <c:pt idx="795">
                  <c:v>1.6325640876626796E-4</c:v>
                </c:pt>
                <c:pt idx="796">
                  <c:v>1.5692563406555736E-4</c:v>
                </c:pt>
                <c:pt idx="797">
                  <c:v>1.5082527155054216E-4</c:v>
                </c:pt>
                <c:pt idx="798">
                  <c:v>1.4494756042391472E-4</c:v>
                </c:pt>
                <c:pt idx="799">
                  <c:v>1.3928497646578281E-4</c:v>
                </c:pt>
              </c:numCache>
            </c:numRef>
          </c:val>
        </c:ser>
        <c:ser>
          <c:idx val="2"/>
          <c:order val="2"/>
          <c:tx>
            <c:strRef>
              <c:f>Sheet2!$C$1</c:f>
              <c:strCache>
                <c:ptCount val="1"/>
              </c:strCache>
            </c:strRef>
          </c:tx>
          <c:spPr>
            <a:solidFill>
              <a:srgbClr val="78A22F"/>
            </a:solidFill>
            <a:ln>
              <a:noFill/>
            </a:ln>
          </c:spPr>
          <c:cat>
            <c:numRef>
              <c:f>Sheet2!$A$2:$A$802</c:f>
              <c:numCache>
                <c:formatCode>General</c:formatCode>
                <c:ptCount val="801"/>
                <c:pt idx="1">
                  <c:v>-3.99</c:v>
                </c:pt>
                <c:pt idx="2">
                  <c:v>-3.9800000000000004</c:v>
                </c:pt>
                <c:pt idx="3">
                  <c:v>-3.9700000000000006</c:v>
                </c:pt>
                <c:pt idx="4">
                  <c:v>-3.9600000000000009</c:v>
                </c:pt>
                <c:pt idx="5">
                  <c:v>-3.9500000000000011</c:v>
                </c:pt>
                <c:pt idx="6">
                  <c:v>-3.9400000000000013</c:v>
                </c:pt>
                <c:pt idx="7">
                  <c:v>-3.9300000000000015</c:v>
                </c:pt>
                <c:pt idx="8">
                  <c:v>-3.9200000000000017</c:v>
                </c:pt>
                <c:pt idx="9">
                  <c:v>-3.9100000000000019</c:v>
                </c:pt>
                <c:pt idx="10">
                  <c:v>-3.9000000000000021</c:v>
                </c:pt>
                <c:pt idx="11">
                  <c:v>-3.8900000000000023</c:v>
                </c:pt>
                <c:pt idx="12">
                  <c:v>-3.8800000000000026</c:v>
                </c:pt>
                <c:pt idx="13">
                  <c:v>-3.8700000000000028</c:v>
                </c:pt>
                <c:pt idx="14">
                  <c:v>-3.860000000000003</c:v>
                </c:pt>
                <c:pt idx="15">
                  <c:v>-3.8500000000000032</c:v>
                </c:pt>
                <c:pt idx="16">
                  <c:v>-3.8400000000000034</c:v>
                </c:pt>
                <c:pt idx="17">
                  <c:v>-3.8300000000000036</c:v>
                </c:pt>
                <c:pt idx="18">
                  <c:v>-3.8200000000000038</c:v>
                </c:pt>
                <c:pt idx="19">
                  <c:v>-3.8100000000000041</c:v>
                </c:pt>
                <c:pt idx="20">
                  <c:v>-3.8000000000000043</c:v>
                </c:pt>
                <c:pt idx="21">
                  <c:v>-3.7900000000000045</c:v>
                </c:pt>
                <c:pt idx="22">
                  <c:v>-3.7800000000000047</c:v>
                </c:pt>
                <c:pt idx="23">
                  <c:v>-3.7700000000000049</c:v>
                </c:pt>
                <c:pt idx="24">
                  <c:v>-3.7600000000000051</c:v>
                </c:pt>
                <c:pt idx="25">
                  <c:v>-3.7500000000000053</c:v>
                </c:pt>
                <c:pt idx="26">
                  <c:v>-3.7400000000000055</c:v>
                </c:pt>
                <c:pt idx="27">
                  <c:v>-3.7300000000000058</c:v>
                </c:pt>
                <c:pt idx="28">
                  <c:v>-3.720000000000006</c:v>
                </c:pt>
                <c:pt idx="29">
                  <c:v>-3.7100000000000062</c:v>
                </c:pt>
                <c:pt idx="30">
                  <c:v>-3.7000000000000064</c:v>
                </c:pt>
                <c:pt idx="31">
                  <c:v>-3.6900000000000066</c:v>
                </c:pt>
                <c:pt idx="32">
                  <c:v>-3.6800000000000068</c:v>
                </c:pt>
                <c:pt idx="33">
                  <c:v>-3.670000000000007</c:v>
                </c:pt>
                <c:pt idx="34">
                  <c:v>-3.6600000000000072</c:v>
                </c:pt>
                <c:pt idx="35">
                  <c:v>-3.6500000000000075</c:v>
                </c:pt>
                <c:pt idx="36">
                  <c:v>-3.6400000000000077</c:v>
                </c:pt>
                <c:pt idx="37">
                  <c:v>-3.6300000000000079</c:v>
                </c:pt>
                <c:pt idx="38">
                  <c:v>-3.6200000000000081</c:v>
                </c:pt>
                <c:pt idx="39">
                  <c:v>-3.6100000000000083</c:v>
                </c:pt>
                <c:pt idx="40">
                  <c:v>-3.6000000000000085</c:v>
                </c:pt>
                <c:pt idx="41">
                  <c:v>-3.5900000000000087</c:v>
                </c:pt>
                <c:pt idx="42">
                  <c:v>-3.580000000000009</c:v>
                </c:pt>
                <c:pt idx="43">
                  <c:v>-3.5700000000000092</c:v>
                </c:pt>
                <c:pt idx="44">
                  <c:v>-3.5600000000000094</c:v>
                </c:pt>
                <c:pt idx="45">
                  <c:v>-3.5500000000000096</c:v>
                </c:pt>
                <c:pt idx="46">
                  <c:v>-3.5400000000000098</c:v>
                </c:pt>
                <c:pt idx="47">
                  <c:v>-3.53000000000001</c:v>
                </c:pt>
                <c:pt idx="48">
                  <c:v>-3.5200000000000102</c:v>
                </c:pt>
                <c:pt idx="49">
                  <c:v>-3.5100000000000104</c:v>
                </c:pt>
                <c:pt idx="50">
                  <c:v>-3.5000000000000107</c:v>
                </c:pt>
                <c:pt idx="51">
                  <c:v>-3.4900000000000109</c:v>
                </c:pt>
                <c:pt idx="52">
                  <c:v>-3.4800000000000111</c:v>
                </c:pt>
                <c:pt idx="53">
                  <c:v>-3.4700000000000113</c:v>
                </c:pt>
                <c:pt idx="54">
                  <c:v>-3.4600000000000115</c:v>
                </c:pt>
                <c:pt idx="55">
                  <c:v>-3.4500000000000117</c:v>
                </c:pt>
                <c:pt idx="56">
                  <c:v>-3.4400000000000119</c:v>
                </c:pt>
                <c:pt idx="57">
                  <c:v>-3.4300000000000122</c:v>
                </c:pt>
                <c:pt idx="58">
                  <c:v>-3.4200000000000124</c:v>
                </c:pt>
                <c:pt idx="59">
                  <c:v>-3.4100000000000126</c:v>
                </c:pt>
                <c:pt idx="60">
                  <c:v>-3.4000000000000128</c:v>
                </c:pt>
                <c:pt idx="61">
                  <c:v>-3.390000000000013</c:v>
                </c:pt>
                <c:pt idx="62">
                  <c:v>-3.3800000000000132</c:v>
                </c:pt>
                <c:pt idx="63">
                  <c:v>-3.3700000000000134</c:v>
                </c:pt>
                <c:pt idx="64">
                  <c:v>-3.3600000000000136</c:v>
                </c:pt>
                <c:pt idx="65">
                  <c:v>-3.3500000000000139</c:v>
                </c:pt>
                <c:pt idx="66">
                  <c:v>-3.3400000000000141</c:v>
                </c:pt>
                <c:pt idx="67">
                  <c:v>-3.3300000000000143</c:v>
                </c:pt>
                <c:pt idx="68">
                  <c:v>-3.3200000000000145</c:v>
                </c:pt>
                <c:pt idx="69">
                  <c:v>-3.3100000000000147</c:v>
                </c:pt>
                <c:pt idx="70">
                  <c:v>-3.3000000000000149</c:v>
                </c:pt>
                <c:pt idx="71">
                  <c:v>-3.2900000000000151</c:v>
                </c:pt>
                <c:pt idx="72">
                  <c:v>-3.2800000000000153</c:v>
                </c:pt>
                <c:pt idx="73">
                  <c:v>-3.2700000000000156</c:v>
                </c:pt>
                <c:pt idx="74">
                  <c:v>-3.2600000000000158</c:v>
                </c:pt>
                <c:pt idx="75">
                  <c:v>-3.250000000000016</c:v>
                </c:pt>
                <c:pt idx="76">
                  <c:v>-3.2400000000000162</c:v>
                </c:pt>
                <c:pt idx="77">
                  <c:v>-3.2300000000000164</c:v>
                </c:pt>
                <c:pt idx="78">
                  <c:v>-3.2200000000000166</c:v>
                </c:pt>
                <c:pt idx="79">
                  <c:v>-3.2100000000000168</c:v>
                </c:pt>
                <c:pt idx="80">
                  <c:v>-3.2000000000000171</c:v>
                </c:pt>
                <c:pt idx="81">
                  <c:v>-3.1900000000000173</c:v>
                </c:pt>
                <c:pt idx="82">
                  <c:v>-3.1800000000000175</c:v>
                </c:pt>
                <c:pt idx="83">
                  <c:v>-3.1700000000000177</c:v>
                </c:pt>
                <c:pt idx="84">
                  <c:v>-3.1600000000000179</c:v>
                </c:pt>
                <c:pt idx="85">
                  <c:v>-3.1500000000000181</c:v>
                </c:pt>
                <c:pt idx="86">
                  <c:v>-3.1400000000000183</c:v>
                </c:pt>
                <c:pt idx="87">
                  <c:v>-3.1300000000000185</c:v>
                </c:pt>
                <c:pt idx="88">
                  <c:v>-3.1200000000000188</c:v>
                </c:pt>
                <c:pt idx="89">
                  <c:v>-3.110000000000019</c:v>
                </c:pt>
                <c:pt idx="90">
                  <c:v>-3.1000000000000192</c:v>
                </c:pt>
                <c:pt idx="91">
                  <c:v>-3.0900000000000194</c:v>
                </c:pt>
                <c:pt idx="92">
                  <c:v>-3.0800000000000196</c:v>
                </c:pt>
                <c:pt idx="93">
                  <c:v>-3.0700000000000198</c:v>
                </c:pt>
                <c:pt idx="94">
                  <c:v>-3.06000000000002</c:v>
                </c:pt>
                <c:pt idx="95">
                  <c:v>-3.0500000000000203</c:v>
                </c:pt>
                <c:pt idx="96">
                  <c:v>-3.0400000000000205</c:v>
                </c:pt>
                <c:pt idx="97">
                  <c:v>-3.0300000000000207</c:v>
                </c:pt>
                <c:pt idx="98">
                  <c:v>-3.0200000000000209</c:v>
                </c:pt>
                <c:pt idx="99">
                  <c:v>-3.0100000000000211</c:v>
                </c:pt>
                <c:pt idx="100">
                  <c:v>-3.0000000000000213</c:v>
                </c:pt>
                <c:pt idx="101">
                  <c:v>-2.9900000000000215</c:v>
                </c:pt>
                <c:pt idx="102">
                  <c:v>-2.9800000000000217</c:v>
                </c:pt>
                <c:pt idx="103">
                  <c:v>-2.970000000000022</c:v>
                </c:pt>
                <c:pt idx="104">
                  <c:v>-2.9600000000000222</c:v>
                </c:pt>
                <c:pt idx="105">
                  <c:v>-2.9500000000000224</c:v>
                </c:pt>
                <c:pt idx="106">
                  <c:v>-2.9400000000000226</c:v>
                </c:pt>
                <c:pt idx="107">
                  <c:v>-2.9300000000000228</c:v>
                </c:pt>
                <c:pt idx="108">
                  <c:v>-2.920000000000023</c:v>
                </c:pt>
                <c:pt idx="109">
                  <c:v>-2.9100000000000232</c:v>
                </c:pt>
                <c:pt idx="110">
                  <c:v>-2.9000000000000234</c:v>
                </c:pt>
                <c:pt idx="111">
                  <c:v>-2.8900000000000237</c:v>
                </c:pt>
                <c:pt idx="112">
                  <c:v>-2.8800000000000239</c:v>
                </c:pt>
                <c:pt idx="113">
                  <c:v>-2.8700000000000241</c:v>
                </c:pt>
                <c:pt idx="114">
                  <c:v>-2.8600000000000243</c:v>
                </c:pt>
                <c:pt idx="115">
                  <c:v>-2.8500000000000245</c:v>
                </c:pt>
                <c:pt idx="116">
                  <c:v>-2.8400000000000247</c:v>
                </c:pt>
                <c:pt idx="117">
                  <c:v>-2.8300000000000249</c:v>
                </c:pt>
                <c:pt idx="118">
                  <c:v>-2.8200000000000252</c:v>
                </c:pt>
                <c:pt idx="119">
                  <c:v>-2.8100000000000254</c:v>
                </c:pt>
                <c:pt idx="120">
                  <c:v>-2.8000000000000256</c:v>
                </c:pt>
                <c:pt idx="121">
                  <c:v>-2.7900000000000258</c:v>
                </c:pt>
                <c:pt idx="122">
                  <c:v>-2.780000000000026</c:v>
                </c:pt>
                <c:pt idx="123">
                  <c:v>-2.7700000000000262</c:v>
                </c:pt>
                <c:pt idx="124">
                  <c:v>-2.7600000000000264</c:v>
                </c:pt>
                <c:pt idx="125">
                  <c:v>-2.7500000000000266</c:v>
                </c:pt>
                <c:pt idx="126">
                  <c:v>-2.7400000000000269</c:v>
                </c:pt>
                <c:pt idx="127">
                  <c:v>-2.7300000000000271</c:v>
                </c:pt>
                <c:pt idx="128">
                  <c:v>-2.7200000000000273</c:v>
                </c:pt>
                <c:pt idx="129">
                  <c:v>-2.7100000000000275</c:v>
                </c:pt>
                <c:pt idx="130">
                  <c:v>-2.7000000000000277</c:v>
                </c:pt>
                <c:pt idx="131">
                  <c:v>-2.6900000000000279</c:v>
                </c:pt>
                <c:pt idx="132">
                  <c:v>-2.6800000000000281</c:v>
                </c:pt>
                <c:pt idx="133">
                  <c:v>-2.6700000000000284</c:v>
                </c:pt>
                <c:pt idx="134">
                  <c:v>-2.6600000000000286</c:v>
                </c:pt>
                <c:pt idx="135">
                  <c:v>-2.6500000000000288</c:v>
                </c:pt>
                <c:pt idx="136">
                  <c:v>-2.640000000000029</c:v>
                </c:pt>
                <c:pt idx="137">
                  <c:v>-2.6300000000000292</c:v>
                </c:pt>
                <c:pt idx="138">
                  <c:v>-2.6200000000000294</c:v>
                </c:pt>
                <c:pt idx="139">
                  <c:v>-2.6100000000000296</c:v>
                </c:pt>
                <c:pt idx="140">
                  <c:v>-2.6000000000000298</c:v>
                </c:pt>
                <c:pt idx="141">
                  <c:v>-2.5900000000000301</c:v>
                </c:pt>
                <c:pt idx="142">
                  <c:v>-2.5800000000000303</c:v>
                </c:pt>
                <c:pt idx="143">
                  <c:v>-2.5700000000000305</c:v>
                </c:pt>
                <c:pt idx="144">
                  <c:v>-2.5600000000000307</c:v>
                </c:pt>
                <c:pt idx="145">
                  <c:v>-2.5500000000000309</c:v>
                </c:pt>
                <c:pt idx="146">
                  <c:v>-2.5400000000000311</c:v>
                </c:pt>
                <c:pt idx="147">
                  <c:v>-2.5300000000000313</c:v>
                </c:pt>
                <c:pt idx="148">
                  <c:v>-2.5200000000000315</c:v>
                </c:pt>
                <c:pt idx="149">
                  <c:v>-2.5100000000000318</c:v>
                </c:pt>
                <c:pt idx="150">
                  <c:v>-2.500000000000032</c:v>
                </c:pt>
                <c:pt idx="151">
                  <c:v>-2.4900000000000322</c:v>
                </c:pt>
                <c:pt idx="152">
                  <c:v>-2.4800000000000324</c:v>
                </c:pt>
                <c:pt idx="153">
                  <c:v>-2.4700000000000326</c:v>
                </c:pt>
                <c:pt idx="154">
                  <c:v>-2.4600000000000328</c:v>
                </c:pt>
                <c:pt idx="155">
                  <c:v>-2.450000000000033</c:v>
                </c:pt>
                <c:pt idx="156">
                  <c:v>-2.4400000000000333</c:v>
                </c:pt>
                <c:pt idx="157">
                  <c:v>-2.4300000000000335</c:v>
                </c:pt>
                <c:pt idx="158">
                  <c:v>-2.4200000000000337</c:v>
                </c:pt>
                <c:pt idx="159">
                  <c:v>-2.4100000000000339</c:v>
                </c:pt>
                <c:pt idx="160">
                  <c:v>-2.4000000000000341</c:v>
                </c:pt>
                <c:pt idx="161">
                  <c:v>-2.3900000000000343</c:v>
                </c:pt>
                <c:pt idx="162">
                  <c:v>-2.3800000000000345</c:v>
                </c:pt>
                <c:pt idx="163">
                  <c:v>-2.3700000000000347</c:v>
                </c:pt>
                <c:pt idx="164">
                  <c:v>-2.360000000000035</c:v>
                </c:pt>
                <c:pt idx="165">
                  <c:v>-2.3500000000000352</c:v>
                </c:pt>
                <c:pt idx="166">
                  <c:v>-2.3400000000000354</c:v>
                </c:pt>
                <c:pt idx="167">
                  <c:v>-2.3300000000000356</c:v>
                </c:pt>
                <c:pt idx="168">
                  <c:v>-2.3200000000000358</c:v>
                </c:pt>
                <c:pt idx="169">
                  <c:v>-2.310000000000036</c:v>
                </c:pt>
                <c:pt idx="170">
                  <c:v>-2.3000000000000362</c:v>
                </c:pt>
                <c:pt idx="171">
                  <c:v>-2.2900000000000365</c:v>
                </c:pt>
                <c:pt idx="172">
                  <c:v>-2.2800000000000367</c:v>
                </c:pt>
                <c:pt idx="173">
                  <c:v>-2.2700000000000369</c:v>
                </c:pt>
                <c:pt idx="174">
                  <c:v>-2.2600000000000371</c:v>
                </c:pt>
                <c:pt idx="175">
                  <c:v>-2.2500000000000373</c:v>
                </c:pt>
                <c:pt idx="176">
                  <c:v>-2.2400000000000375</c:v>
                </c:pt>
                <c:pt idx="177">
                  <c:v>-2.2300000000000377</c:v>
                </c:pt>
                <c:pt idx="178">
                  <c:v>-2.2200000000000379</c:v>
                </c:pt>
                <c:pt idx="179">
                  <c:v>-2.2100000000000382</c:v>
                </c:pt>
                <c:pt idx="180">
                  <c:v>-2.2000000000000384</c:v>
                </c:pt>
                <c:pt idx="181">
                  <c:v>-2.1900000000000386</c:v>
                </c:pt>
                <c:pt idx="182">
                  <c:v>-2.1800000000000388</c:v>
                </c:pt>
                <c:pt idx="183">
                  <c:v>-2.170000000000039</c:v>
                </c:pt>
                <c:pt idx="184">
                  <c:v>-2.1600000000000392</c:v>
                </c:pt>
                <c:pt idx="185">
                  <c:v>-2.1500000000000394</c:v>
                </c:pt>
                <c:pt idx="186">
                  <c:v>-2.1400000000000396</c:v>
                </c:pt>
                <c:pt idx="187">
                  <c:v>-2.1300000000000399</c:v>
                </c:pt>
                <c:pt idx="188">
                  <c:v>-2.1200000000000401</c:v>
                </c:pt>
                <c:pt idx="189">
                  <c:v>-2.1100000000000403</c:v>
                </c:pt>
                <c:pt idx="190">
                  <c:v>-2.1000000000000405</c:v>
                </c:pt>
                <c:pt idx="191">
                  <c:v>-2.0900000000000407</c:v>
                </c:pt>
                <c:pt idx="192">
                  <c:v>-2.0800000000000409</c:v>
                </c:pt>
                <c:pt idx="193">
                  <c:v>-2.0700000000000411</c:v>
                </c:pt>
                <c:pt idx="194">
                  <c:v>-2.0600000000000414</c:v>
                </c:pt>
                <c:pt idx="195">
                  <c:v>-2.0500000000000416</c:v>
                </c:pt>
                <c:pt idx="196">
                  <c:v>-2.0400000000000418</c:v>
                </c:pt>
                <c:pt idx="197">
                  <c:v>-2.030000000000042</c:v>
                </c:pt>
                <c:pt idx="198">
                  <c:v>-2.0200000000000422</c:v>
                </c:pt>
                <c:pt idx="199">
                  <c:v>-2.0100000000000424</c:v>
                </c:pt>
                <c:pt idx="200">
                  <c:v>-2.0000000000000426</c:v>
                </c:pt>
                <c:pt idx="201">
                  <c:v>-1.9900000000000426</c:v>
                </c:pt>
                <c:pt idx="202">
                  <c:v>-1.9800000000000426</c:v>
                </c:pt>
                <c:pt idx="203">
                  <c:v>-1.9700000000000426</c:v>
                </c:pt>
                <c:pt idx="204">
                  <c:v>-1.9600000000000426</c:v>
                </c:pt>
                <c:pt idx="205">
                  <c:v>-1.9500000000000426</c:v>
                </c:pt>
                <c:pt idx="206">
                  <c:v>-1.9400000000000426</c:v>
                </c:pt>
                <c:pt idx="207">
                  <c:v>-1.9300000000000426</c:v>
                </c:pt>
                <c:pt idx="208">
                  <c:v>-1.9200000000000426</c:v>
                </c:pt>
                <c:pt idx="209">
                  <c:v>-1.9100000000000426</c:v>
                </c:pt>
                <c:pt idx="210">
                  <c:v>-1.9000000000000425</c:v>
                </c:pt>
                <c:pt idx="211">
                  <c:v>-1.8900000000000425</c:v>
                </c:pt>
                <c:pt idx="212">
                  <c:v>-1.8800000000000425</c:v>
                </c:pt>
                <c:pt idx="213">
                  <c:v>-1.8700000000000425</c:v>
                </c:pt>
                <c:pt idx="214">
                  <c:v>-1.8600000000000425</c:v>
                </c:pt>
                <c:pt idx="215">
                  <c:v>-1.8500000000000425</c:v>
                </c:pt>
                <c:pt idx="216">
                  <c:v>-1.8400000000000425</c:v>
                </c:pt>
                <c:pt idx="217">
                  <c:v>-1.8300000000000425</c:v>
                </c:pt>
                <c:pt idx="218">
                  <c:v>-1.8200000000000425</c:v>
                </c:pt>
                <c:pt idx="219">
                  <c:v>-1.8100000000000425</c:v>
                </c:pt>
                <c:pt idx="220">
                  <c:v>-1.8000000000000425</c:v>
                </c:pt>
                <c:pt idx="221">
                  <c:v>-1.7900000000000424</c:v>
                </c:pt>
                <c:pt idx="222">
                  <c:v>-1.7800000000000424</c:v>
                </c:pt>
                <c:pt idx="223">
                  <c:v>-1.7700000000000424</c:v>
                </c:pt>
                <c:pt idx="224">
                  <c:v>-1.7600000000000424</c:v>
                </c:pt>
                <c:pt idx="225">
                  <c:v>-1.7500000000000424</c:v>
                </c:pt>
                <c:pt idx="226">
                  <c:v>-1.7400000000000424</c:v>
                </c:pt>
                <c:pt idx="227">
                  <c:v>-1.7300000000000424</c:v>
                </c:pt>
                <c:pt idx="228">
                  <c:v>-1.7200000000000424</c:v>
                </c:pt>
                <c:pt idx="229">
                  <c:v>-1.7100000000000424</c:v>
                </c:pt>
                <c:pt idx="230">
                  <c:v>-1.7000000000000424</c:v>
                </c:pt>
                <c:pt idx="231">
                  <c:v>-1.6900000000000424</c:v>
                </c:pt>
                <c:pt idx="232">
                  <c:v>-1.6800000000000423</c:v>
                </c:pt>
                <c:pt idx="233">
                  <c:v>-1.6700000000000423</c:v>
                </c:pt>
                <c:pt idx="234">
                  <c:v>-1.6600000000000423</c:v>
                </c:pt>
                <c:pt idx="235">
                  <c:v>-1.6500000000000423</c:v>
                </c:pt>
                <c:pt idx="236">
                  <c:v>-1.6400000000000423</c:v>
                </c:pt>
                <c:pt idx="237">
                  <c:v>-1.6300000000000423</c:v>
                </c:pt>
                <c:pt idx="238">
                  <c:v>-1.6200000000000423</c:v>
                </c:pt>
                <c:pt idx="239">
                  <c:v>-1.6100000000000423</c:v>
                </c:pt>
                <c:pt idx="240">
                  <c:v>-1.6000000000000423</c:v>
                </c:pt>
                <c:pt idx="241">
                  <c:v>-1.5900000000000423</c:v>
                </c:pt>
                <c:pt idx="242">
                  <c:v>-1.5800000000000423</c:v>
                </c:pt>
                <c:pt idx="243">
                  <c:v>-1.5700000000000423</c:v>
                </c:pt>
                <c:pt idx="244">
                  <c:v>-1.5600000000000422</c:v>
                </c:pt>
                <c:pt idx="245">
                  <c:v>-1.5500000000000422</c:v>
                </c:pt>
                <c:pt idx="246">
                  <c:v>-1.5400000000000422</c:v>
                </c:pt>
                <c:pt idx="247">
                  <c:v>-1.5300000000000422</c:v>
                </c:pt>
                <c:pt idx="248">
                  <c:v>-1.5200000000000422</c:v>
                </c:pt>
                <c:pt idx="249">
                  <c:v>-1.5100000000000422</c:v>
                </c:pt>
                <c:pt idx="250">
                  <c:v>-1.5000000000000422</c:v>
                </c:pt>
                <c:pt idx="251">
                  <c:v>-1.4900000000000422</c:v>
                </c:pt>
                <c:pt idx="252">
                  <c:v>-1.4800000000000422</c:v>
                </c:pt>
                <c:pt idx="253">
                  <c:v>-1.4700000000000422</c:v>
                </c:pt>
                <c:pt idx="254">
                  <c:v>-1.4600000000000422</c:v>
                </c:pt>
                <c:pt idx="255">
                  <c:v>-1.4500000000000421</c:v>
                </c:pt>
                <c:pt idx="256">
                  <c:v>-1.4400000000000421</c:v>
                </c:pt>
                <c:pt idx="257">
                  <c:v>-1.4300000000000421</c:v>
                </c:pt>
                <c:pt idx="258">
                  <c:v>-1.4200000000000421</c:v>
                </c:pt>
                <c:pt idx="259">
                  <c:v>-1.4100000000000421</c:v>
                </c:pt>
                <c:pt idx="260">
                  <c:v>-1.4000000000000421</c:v>
                </c:pt>
                <c:pt idx="261">
                  <c:v>-1.3900000000000421</c:v>
                </c:pt>
                <c:pt idx="262">
                  <c:v>-1.3800000000000421</c:v>
                </c:pt>
                <c:pt idx="263">
                  <c:v>-1.3700000000000421</c:v>
                </c:pt>
                <c:pt idx="264">
                  <c:v>-1.3600000000000421</c:v>
                </c:pt>
                <c:pt idx="265">
                  <c:v>-1.3500000000000421</c:v>
                </c:pt>
                <c:pt idx="266">
                  <c:v>-1.340000000000042</c:v>
                </c:pt>
                <c:pt idx="267">
                  <c:v>-1.330000000000042</c:v>
                </c:pt>
                <c:pt idx="268">
                  <c:v>-1.320000000000042</c:v>
                </c:pt>
                <c:pt idx="269">
                  <c:v>-1.310000000000042</c:v>
                </c:pt>
                <c:pt idx="270">
                  <c:v>-1.300000000000042</c:v>
                </c:pt>
                <c:pt idx="271">
                  <c:v>-1.290000000000042</c:v>
                </c:pt>
                <c:pt idx="272">
                  <c:v>-1.280000000000042</c:v>
                </c:pt>
                <c:pt idx="273">
                  <c:v>-1.270000000000042</c:v>
                </c:pt>
                <c:pt idx="274">
                  <c:v>-1.260000000000042</c:v>
                </c:pt>
                <c:pt idx="275">
                  <c:v>-1.250000000000042</c:v>
                </c:pt>
                <c:pt idx="276">
                  <c:v>-1.240000000000042</c:v>
                </c:pt>
                <c:pt idx="277">
                  <c:v>-1.2300000000000419</c:v>
                </c:pt>
                <c:pt idx="278">
                  <c:v>-1.2200000000000419</c:v>
                </c:pt>
                <c:pt idx="279">
                  <c:v>-1.2100000000000419</c:v>
                </c:pt>
                <c:pt idx="280">
                  <c:v>-1.2000000000000419</c:v>
                </c:pt>
                <c:pt idx="281">
                  <c:v>-1.1900000000000419</c:v>
                </c:pt>
                <c:pt idx="282">
                  <c:v>-1.1800000000000419</c:v>
                </c:pt>
                <c:pt idx="283">
                  <c:v>-1.1700000000000419</c:v>
                </c:pt>
                <c:pt idx="284">
                  <c:v>-1.1600000000000419</c:v>
                </c:pt>
                <c:pt idx="285">
                  <c:v>-1.1500000000000419</c:v>
                </c:pt>
                <c:pt idx="286">
                  <c:v>-1.1400000000000419</c:v>
                </c:pt>
                <c:pt idx="287">
                  <c:v>-1.1300000000000419</c:v>
                </c:pt>
                <c:pt idx="288">
                  <c:v>-1.1200000000000419</c:v>
                </c:pt>
                <c:pt idx="289">
                  <c:v>-1.1100000000000418</c:v>
                </c:pt>
                <c:pt idx="290">
                  <c:v>-1.1000000000000418</c:v>
                </c:pt>
                <c:pt idx="291">
                  <c:v>-1.0900000000000418</c:v>
                </c:pt>
                <c:pt idx="292">
                  <c:v>-1.0800000000000418</c:v>
                </c:pt>
                <c:pt idx="293">
                  <c:v>-1.0700000000000418</c:v>
                </c:pt>
                <c:pt idx="294">
                  <c:v>-1.0600000000000418</c:v>
                </c:pt>
                <c:pt idx="295">
                  <c:v>-1.0500000000000418</c:v>
                </c:pt>
                <c:pt idx="296">
                  <c:v>-1.0400000000000418</c:v>
                </c:pt>
                <c:pt idx="297">
                  <c:v>-1.0300000000000418</c:v>
                </c:pt>
                <c:pt idx="298">
                  <c:v>-1.0200000000000418</c:v>
                </c:pt>
                <c:pt idx="299">
                  <c:v>-1.0100000000000418</c:v>
                </c:pt>
                <c:pt idx="300">
                  <c:v>-1.0000000000000417</c:v>
                </c:pt>
                <c:pt idx="301">
                  <c:v>-0.99000000000004174</c:v>
                </c:pt>
                <c:pt idx="302">
                  <c:v>-0.98000000000004173</c:v>
                </c:pt>
                <c:pt idx="303">
                  <c:v>-0.97000000000004172</c:v>
                </c:pt>
                <c:pt idx="304">
                  <c:v>-0.96000000000004171</c:v>
                </c:pt>
                <c:pt idx="305">
                  <c:v>-0.9500000000000417</c:v>
                </c:pt>
                <c:pt idx="306">
                  <c:v>-0.94000000000004169</c:v>
                </c:pt>
                <c:pt idx="307">
                  <c:v>-0.93000000000004168</c:v>
                </c:pt>
                <c:pt idx="308">
                  <c:v>-0.92000000000004167</c:v>
                </c:pt>
                <c:pt idx="309">
                  <c:v>-0.91000000000004166</c:v>
                </c:pt>
                <c:pt idx="310">
                  <c:v>-0.90000000000004166</c:v>
                </c:pt>
                <c:pt idx="311">
                  <c:v>-0.89000000000004165</c:v>
                </c:pt>
                <c:pt idx="312">
                  <c:v>-0.88000000000004164</c:v>
                </c:pt>
                <c:pt idx="313">
                  <c:v>-0.87000000000004163</c:v>
                </c:pt>
                <c:pt idx="314">
                  <c:v>-0.86000000000004162</c:v>
                </c:pt>
                <c:pt idx="315">
                  <c:v>-0.85000000000004161</c:v>
                </c:pt>
                <c:pt idx="316">
                  <c:v>-0.8400000000000416</c:v>
                </c:pt>
                <c:pt idx="317">
                  <c:v>-0.83000000000004159</c:v>
                </c:pt>
                <c:pt idx="318">
                  <c:v>-0.82000000000004158</c:v>
                </c:pt>
                <c:pt idx="319">
                  <c:v>-0.81000000000004158</c:v>
                </c:pt>
                <c:pt idx="320">
                  <c:v>-0.80000000000004157</c:v>
                </c:pt>
                <c:pt idx="321">
                  <c:v>-0.79000000000004156</c:v>
                </c:pt>
                <c:pt idx="322">
                  <c:v>-0.78000000000004155</c:v>
                </c:pt>
                <c:pt idx="323">
                  <c:v>-0.77000000000004154</c:v>
                </c:pt>
                <c:pt idx="324">
                  <c:v>-0.76000000000004153</c:v>
                </c:pt>
                <c:pt idx="325">
                  <c:v>-0.75000000000004152</c:v>
                </c:pt>
                <c:pt idx="326">
                  <c:v>-0.74000000000004151</c:v>
                </c:pt>
                <c:pt idx="327">
                  <c:v>-0.7300000000000415</c:v>
                </c:pt>
                <c:pt idx="328">
                  <c:v>-0.7200000000000415</c:v>
                </c:pt>
                <c:pt idx="329">
                  <c:v>-0.71000000000004149</c:v>
                </c:pt>
                <c:pt idx="330">
                  <c:v>-0.70000000000004148</c:v>
                </c:pt>
                <c:pt idx="331">
                  <c:v>-0.69000000000004147</c:v>
                </c:pt>
                <c:pt idx="332">
                  <c:v>-0.68000000000004146</c:v>
                </c:pt>
                <c:pt idx="333">
                  <c:v>-0.67000000000004145</c:v>
                </c:pt>
                <c:pt idx="334">
                  <c:v>-0.66000000000004144</c:v>
                </c:pt>
                <c:pt idx="335">
                  <c:v>-0.65000000000004143</c:v>
                </c:pt>
                <c:pt idx="336">
                  <c:v>-0.64000000000004142</c:v>
                </c:pt>
                <c:pt idx="337">
                  <c:v>-0.63000000000004142</c:v>
                </c:pt>
                <c:pt idx="338">
                  <c:v>-0.62000000000004141</c:v>
                </c:pt>
                <c:pt idx="339">
                  <c:v>-0.6100000000000414</c:v>
                </c:pt>
                <c:pt idx="340">
                  <c:v>-0.60000000000004139</c:v>
                </c:pt>
                <c:pt idx="341">
                  <c:v>-0.59000000000004138</c:v>
                </c:pt>
                <c:pt idx="342">
                  <c:v>-0.58000000000004137</c:v>
                </c:pt>
                <c:pt idx="343">
                  <c:v>-0.57000000000004136</c:v>
                </c:pt>
                <c:pt idx="344">
                  <c:v>-0.56000000000004135</c:v>
                </c:pt>
                <c:pt idx="345">
                  <c:v>-0.55000000000004134</c:v>
                </c:pt>
                <c:pt idx="346">
                  <c:v>-0.54000000000004134</c:v>
                </c:pt>
                <c:pt idx="347">
                  <c:v>-0.53000000000004133</c:v>
                </c:pt>
                <c:pt idx="348">
                  <c:v>-0.52000000000004132</c:v>
                </c:pt>
                <c:pt idx="349">
                  <c:v>-0.51000000000004131</c:v>
                </c:pt>
                <c:pt idx="350">
                  <c:v>-0.5000000000000413</c:v>
                </c:pt>
                <c:pt idx="351">
                  <c:v>-0.49000000000004129</c:v>
                </c:pt>
                <c:pt idx="352">
                  <c:v>-0.48000000000004128</c:v>
                </c:pt>
                <c:pt idx="353">
                  <c:v>-0.47000000000004127</c:v>
                </c:pt>
                <c:pt idx="354">
                  <c:v>-0.46000000000004126</c:v>
                </c:pt>
                <c:pt idx="355">
                  <c:v>-0.45000000000004126</c:v>
                </c:pt>
                <c:pt idx="356">
                  <c:v>-0.44000000000004125</c:v>
                </c:pt>
                <c:pt idx="357">
                  <c:v>-0.43000000000004124</c:v>
                </c:pt>
                <c:pt idx="358">
                  <c:v>-0.42000000000004123</c:v>
                </c:pt>
                <c:pt idx="359">
                  <c:v>-0.41000000000004122</c:v>
                </c:pt>
                <c:pt idx="360">
                  <c:v>-0.40000000000004121</c:v>
                </c:pt>
                <c:pt idx="361">
                  <c:v>-0.3900000000000412</c:v>
                </c:pt>
                <c:pt idx="362">
                  <c:v>-0.38000000000004119</c:v>
                </c:pt>
                <c:pt idx="363">
                  <c:v>-0.37000000000004118</c:v>
                </c:pt>
                <c:pt idx="364">
                  <c:v>-0.36000000000004118</c:v>
                </c:pt>
                <c:pt idx="365">
                  <c:v>-0.35000000000004117</c:v>
                </c:pt>
                <c:pt idx="366">
                  <c:v>-0.34000000000004116</c:v>
                </c:pt>
                <c:pt idx="367">
                  <c:v>-0.33000000000004115</c:v>
                </c:pt>
                <c:pt idx="368">
                  <c:v>-0.32000000000004114</c:v>
                </c:pt>
                <c:pt idx="369">
                  <c:v>-0.31000000000004113</c:v>
                </c:pt>
                <c:pt idx="370">
                  <c:v>-0.30000000000004112</c:v>
                </c:pt>
                <c:pt idx="371">
                  <c:v>-0.29000000000004111</c:v>
                </c:pt>
                <c:pt idx="372">
                  <c:v>-0.2800000000000411</c:v>
                </c:pt>
                <c:pt idx="373">
                  <c:v>-0.2700000000000411</c:v>
                </c:pt>
                <c:pt idx="374">
                  <c:v>-0.26000000000004109</c:v>
                </c:pt>
                <c:pt idx="375">
                  <c:v>-0.25000000000004108</c:v>
                </c:pt>
                <c:pt idx="376">
                  <c:v>-0.24000000000004107</c:v>
                </c:pt>
                <c:pt idx="377">
                  <c:v>-0.23000000000004106</c:v>
                </c:pt>
                <c:pt idx="378">
                  <c:v>-0.22000000000004105</c:v>
                </c:pt>
                <c:pt idx="379">
                  <c:v>-0.21000000000004104</c:v>
                </c:pt>
                <c:pt idx="380">
                  <c:v>-0.20000000000004103</c:v>
                </c:pt>
                <c:pt idx="381">
                  <c:v>-0.19000000000004102</c:v>
                </c:pt>
                <c:pt idx="382">
                  <c:v>-0.18000000000004102</c:v>
                </c:pt>
                <c:pt idx="383">
                  <c:v>-0.17000000000004101</c:v>
                </c:pt>
                <c:pt idx="384">
                  <c:v>-0.160000000000041</c:v>
                </c:pt>
                <c:pt idx="385">
                  <c:v>-0.15000000000004099</c:v>
                </c:pt>
                <c:pt idx="386">
                  <c:v>-0.14000000000004098</c:v>
                </c:pt>
                <c:pt idx="387">
                  <c:v>-0.13000000000004097</c:v>
                </c:pt>
                <c:pt idx="388">
                  <c:v>-0.12000000000004098</c:v>
                </c:pt>
                <c:pt idx="389">
                  <c:v>-0.11000000000004098</c:v>
                </c:pt>
                <c:pt idx="390">
                  <c:v>-0.10000000000004099</c:v>
                </c:pt>
                <c:pt idx="391">
                  <c:v>-9.0000000000040992E-2</c:v>
                </c:pt>
                <c:pt idx="392">
                  <c:v>-8.0000000000040997E-2</c:v>
                </c:pt>
                <c:pt idx="393">
                  <c:v>-7.0000000000041002E-2</c:v>
                </c:pt>
                <c:pt idx="394">
                  <c:v>-6.0000000000041E-2</c:v>
                </c:pt>
                <c:pt idx="395">
                  <c:v>-5.0000000000040998E-2</c:v>
                </c:pt>
                <c:pt idx="396">
                  <c:v>-4.0000000000040996E-2</c:v>
                </c:pt>
                <c:pt idx="397">
                  <c:v>-3.0000000000040994E-2</c:v>
                </c:pt>
                <c:pt idx="398">
                  <c:v>-2.0000000000040992E-2</c:v>
                </c:pt>
                <c:pt idx="399">
                  <c:v>-1.0000000000040992E-2</c:v>
                </c:pt>
                <c:pt idx="400">
                  <c:v>0</c:v>
                </c:pt>
                <c:pt idx="401">
                  <c:v>0.01</c:v>
                </c:pt>
                <c:pt idx="402">
                  <c:v>0.02</c:v>
                </c:pt>
                <c:pt idx="403">
                  <c:v>0.03</c:v>
                </c:pt>
                <c:pt idx="404">
                  <c:v>0.04</c:v>
                </c:pt>
                <c:pt idx="405">
                  <c:v>0.05</c:v>
                </c:pt>
                <c:pt idx="406">
                  <c:v>6.0000000000000005E-2</c:v>
                </c:pt>
                <c:pt idx="407">
                  <c:v>7.0000000000000007E-2</c:v>
                </c:pt>
                <c:pt idx="408">
                  <c:v>0.08</c:v>
                </c:pt>
                <c:pt idx="409">
                  <c:v>0.09</c:v>
                </c:pt>
                <c:pt idx="410">
                  <c:v>9.9999999999999992E-2</c:v>
                </c:pt>
                <c:pt idx="411">
                  <c:v>0.10999999999999999</c:v>
                </c:pt>
                <c:pt idx="412">
                  <c:v>0.11999999999999998</c:v>
                </c:pt>
                <c:pt idx="413">
                  <c:v>0.12999999999999998</c:v>
                </c:pt>
                <c:pt idx="414">
                  <c:v>0.13999999999999999</c:v>
                </c:pt>
                <c:pt idx="415">
                  <c:v>0.15</c:v>
                </c:pt>
                <c:pt idx="416">
                  <c:v>0.16</c:v>
                </c:pt>
                <c:pt idx="417">
                  <c:v>0.17</c:v>
                </c:pt>
                <c:pt idx="418">
                  <c:v>0.18000000000000002</c:v>
                </c:pt>
                <c:pt idx="419">
                  <c:v>0.19000000000000003</c:v>
                </c:pt>
                <c:pt idx="420">
                  <c:v>0.20000000000000004</c:v>
                </c:pt>
                <c:pt idx="421">
                  <c:v>0.21000000000000005</c:v>
                </c:pt>
                <c:pt idx="422">
                  <c:v>0.22000000000000006</c:v>
                </c:pt>
                <c:pt idx="423">
                  <c:v>0.23000000000000007</c:v>
                </c:pt>
                <c:pt idx="424">
                  <c:v>0.24000000000000007</c:v>
                </c:pt>
                <c:pt idx="425">
                  <c:v>0.25000000000000006</c:v>
                </c:pt>
                <c:pt idx="426">
                  <c:v>0.26000000000000006</c:v>
                </c:pt>
                <c:pt idx="427">
                  <c:v>0.27000000000000007</c:v>
                </c:pt>
                <c:pt idx="428">
                  <c:v>0.28000000000000008</c:v>
                </c:pt>
                <c:pt idx="429">
                  <c:v>0.29000000000000009</c:v>
                </c:pt>
                <c:pt idx="430">
                  <c:v>0.3000000000000001</c:v>
                </c:pt>
                <c:pt idx="431">
                  <c:v>0.31000000000000011</c:v>
                </c:pt>
                <c:pt idx="432">
                  <c:v>0.32000000000000012</c:v>
                </c:pt>
                <c:pt idx="433">
                  <c:v>0.33000000000000013</c:v>
                </c:pt>
                <c:pt idx="434">
                  <c:v>0.34000000000000014</c:v>
                </c:pt>
                <c:pt idx="435">
                  <c:v>0.35000000000000014</c:v>
                </c:pt>
                <c:pt idx="436">
                  <c:v>0.36000000000000015</c:v>
                </c:pt>
                <c:pt idx="437">
                  <c:v>0.37000000000000016</c:v>
                </c:pt>
                <c:pt idx="438">
                  <c:v>0.38000000000000017</c:v>
                </c:pt>
                <c:pt idx="439">
                  <c:v>0.39000000000000018</c:v>
                </c:pt>
                <c:pt idx="440">
                  <c:v>0.40000000000000019</c:v>
                </c:pt>
                <c:pt idx="441">
                  <c:v>0.4100000000000002</c:v>
                </c:pt>
                <c:pt idx="442">
                  <c:v>0.42000000000000021</c:v>
                </c:pt>
                <c:pt idx="443">
                  <c:v>0.43000000000000022</c:v>
                </c:pt>
                <c:pt idx="444">
                  <c:v>0.44000000000000022</c:v>
                </c:pt>
                <c:pt idx="445">
                  <c:v>0.45000000000000023</c:v>
                </c:pt>
                <c:pt idx="446">
                  <c:v>0.46000000000000024</c:v>
                </c:pt>
                <c:pt idx="447">
                  <c:v>0.47000000000000025</c:v>
                </c:pt>
                <c:pt idx="448">
                  <c:v>0.48000000000000026</c:v>
                </c:pt>
                <c:pt idx="449">
                  <c:v>0.49000000000000027</c:v>
                </c:pt>
                <c:pt idx="450">
                  <c:v>0.50000000000000022</c:v>
                </c:pt>
                <c:pt idx="451">
                  <c:v>0.51000000000000023</c:v>
                </c:pt>
                <c:pt idx="452">
                  <c:v>0.52000000000000024</c:v>
                </c:pt>
                <c:pt idx="453">
                  <c:v>0.53000000000000025</c:v>
                </c:pt>
                <c:pt idx="454">
                  <c:v>0.54000000000000026</c:v>
                </c:pt>
                <c:pt idx="455">
                  <c:v>0.55000000000000027</c:v>
                </c:pt>
                <c:pt idx="456">
                  <c:v>0.56000000000000028</c:v>
                </c:pt>
                <c:pt idx="457">
                  <c:v>0.57000000000000028</c:v>
                </c:pt>
                <c:pt idx="458">
                  <c:v>0.58000000000000029</c:v>
                </c:pt>
                <c:pt idx="459">
                  <c:v>0.5900000000000003</c:v>
                </c:pt>
                <c:pt idx="460">
                  <c:v>0.60000000000000031</c:v>
                </c:pt>
                <c:pt idx="461">
                  <c:v>0.61000000000000032</c:v>
                </c:pt>
                <c:pt idx="462">
                  <c:v>0.62000000000000033</c:v>
                </c:pt>
                <c:pt idx="463">
                  <c:v>0.63000000000000034</c:v>
                </c:pt>
                <c:pt idx="464">
                  <c:v>0.64000000000000035</c:v>
                </c:pt>
                <c:pt idx="465">
                  <c:v>0.65000000000000036</c:v>
                </c:pt>
                <c:pt idx="466">
                  <c:v>0.66000000000000036</c:v>
                </c:pt>
                <c:pt idx="467">
                  <c:v>0.67000000000000037</c:v>
                </c:pt>
                <c:pt idx="468">
                  <c:v>0.68000000000000038</c:v>
                </c:pt>
                <c:pt idx="469">
                  <c:v>0.69000000000000039</c:v>
                </c:pt>
                <c:pt idx="470">
                  <c:v>0.7000000000000004</c:v>
                </c:pt>
                <c:pt idx="471">
                  <c:v>0.71000000000000041</c:v>
                </c:pt>
                <c:pt idx="472">
                  <c:v>0.72000000000000042</c:v>
                </c:pt>
                <c:pt idx="473">
                  <c:v>0.73000000000000043</c:v>
                </c:pt>
                <c:pt idx="474">
                  <c:v>0.74000000000000044</c:v>
                </c:pt>
                <c:pt idx="475">
                  <c:v>0.75000000000000044</c:v>
                </c:pt>
                <c:pt idx="476">
                  <c:v>0.76000000000000045</c:v>
                </c:pt>
                <c:pt idx="477">
                  <c:v>0.77000000000000046</c:v>
                </c:pt>
                <c:pt idx="478">
                  <c:v>0.78000000000000047</c:v>
                </c:pt>
                <c:pt idx="479">
                  <c:v>0.79000000000000048</c:v>
                </c:pt>
                <c:pt idx="480">
                  <c:v>0.80000000000000049</c:v>
                </c:pt>
                <c:pt idx="481">
                  <c:v>0.8100000000000005</c:v>
                </c:pt>
                <c:pt idx="482">
                  <c:v>0.82000000000000051</c:v>
                </c:pt>
                <c:pt idx="483">
                  <c:v>0.83000000000000052</c:v>
                </c:pt>
                <c:pt idx="484">
                  <c:v>0.84000000000000052</c:v>
                </c:pt>
                <c:pt idx="485">
                  <c:v>0.85000000000000053</c:v>
                </c:pt>
                <c:pt idx="486">
                  <c:v>0.86000000000000054</c:v>
                </c:pt>
                <c:pt idx="487">
                  <c:v>0.87000000000000055</c:v>
                </c:pt>
                <c:pt idx="488">
                  <c:v>0.88000000000000056</c:v>
                </c:pt>
                <c:pt idx="489">
                  <c:v>0.89000000000000057</c:v>
                </c:pt>
                <c:pt idx="490">
                  <c:v>0.90000000000000058</c:v>
                </c:pt>
                <c:pt idx="491">
                  <c:v>0.91000000000000059</c:v>
                </c:pt>
                <c:pt idx="492">
                  <c:v>0.9200000000000006</c:v>
                </c:pt>
                <c:pt idx="493">
                  <c:v>0.9300000000000006</c:v>
                </c:pt>
                <c:pt idx="494">
                  <c:v>0.94000000000000061</c:v>
                </c:pt>
                <c:pt idx="495">
                  <c:v>0.95000000000000062</c:v>
                </c:pt>
                <c:pt idx="496">
                  <c:v>0.96000000000000063</c:v>
                </c:pt>
                <c:pt idx="497">
                  <c:v>0.97000000000000064</c:v>
                </c:pt>
                <c:pt idx="498">
                  <c:v>0.98000000000000065</c:v>
                </c:pt>
                <c:pt idx="499">
                  <c:v>0.99000000000000066</c:v>
                </c:pt>
                <c:pt idx="500">
                  <c:v>1.0000000000000007</c:v>
                </c:pt>
                <c:pt idx="501">
                  <c:v>1.0100000000000007</c:v>
                </c:pt>
                <c:pt idx="502">
                  <c:v>1.0200000000000007</c:v>
                </c:pt>
                <c:pt idx="503">
                  <c:v>1.0300000000000007</c:v>
                </c:pt>
                <c:pt idx="504">
                  <c:v>1.0400000000000007</c:v>
                </c:pt>
                <c:pt idx="505">
                  <c:v>1.0500000000000007</c:v>
                </c:pt>
                <c:pt idx="506">
                  <c:v>1.0600000000000007</c:v>
                </c:pt>
                <c:pt idx="507">
                  <c:v>1.0700000000000007</c:v>
                </c:pt>
                <c:pt idx="508">
                  <c:v>1.0800000000000007</c:v>
                </c:pt>
                <c:pt idx="509">
                  <c:v>1.0900000000000007</c:v>
                </c:pt>
                <c:pt idx="510">
                  <c:v>1.1000000000000008</c:v>
                </c:pt>
                <c:pt idx="511">
                  <c:v>1.1100000000000008</c:v>
                </c:pt>
                <c:pt idx="512">
                  <c:v>1.1200000000000008</c:v>
                </c:pt>
                <c:pt idx="513">
                  <c:v>1.1300000000000008</c:v>
                </c:pt>
                <c:pt idx="514">
                  <c:v>1.1400000000000008</c:v>
                </c:pt>
                <c:pt idx="515">
                  <c:v>1.1500000000000008</c:v>
                </c:pt>
                <c:pt idx="516">
                  <c:v>1.1600000000000008</c:v>
                </c:pt>
                <c:pt idx="517">
                  <c:v>1.1700000000000008</c:v>
                </c:pt>
                <c:pt idx="518">
                  <c:v>1.1800000000000008</c:v>
                </c:pt>
                <c:pt idx="519">
                  <c:v>1.1900000000000008</c:v>
                </c:pt>
                <c:pt idx="520">
                  <c:v>1.2000000000000008</c:v>
                </c:pt>
                <c:pt idx="521">
                  <c:v>1.2100000000000009</c:v>
                </c:pt>
                <c:pt idx="522">
                  <c:v>1.2200000000000009</c:v>
                </c:pt>
                <c:pt idx="523">
                  <c:v>1.2300000000000009</c:v>
                </c:pt>
                <c:pt idx="524">
                  <c:v>1.2400000000000009</c:v>
                </c:pt>
                <c:pt idx="525">
                  <c:v>1.2500000000000009</c:v>
                </c:pt>
                <c:pt idx="526">
                  <c:v>1.2600000000000009</c:v>
                </c:pt>
                <c:pt idx="527">
                  <c:v>1.2700000000000009</c:v>
                </c:pt>
                <c:pt idx="528">
                  <c:v>1.2800000000000009</c:v>
                </c:pt>
                <c:pt idx="529">
                  <c:v>1.2900000000000009</c:v>
                </c:pt>
                <c:pt idx="530">
                  <c:v>1.3000000000000009</c:v>
                </c:pt>
                <c:pt idx="531">
                  <c:v>1.3100000000000009</c:v>
                </c:pt>
                <c:pt idx="532">
                  <c:v>1.320000000000001</c:v>
                </c:pt>
                <c:pt idx="533">
                  <c:v>1.330000000000001</c:v>
                </c:pt>
                <c:pt idx="534">
                  <c:v>1.340000000000001</c:v>
                </c:pt>
                <c:pt idx="535">
                  <c:v>1.350000000000001</c:v>
                </c:pt>
                <c:pt idx="536">
                  <c:v>1.360000000000001</c:v>
                </c:pt>
                <c:pt idx="537">
                  <c:v>1.370000000000001</c:v>
                </c:pt>
                <c:pt idx="538">
                  <c:v>1.380000000000001</c:v>
                </c:pt>
                <c:pt idx="539">
                  <c:v>1.390000000000001</c:v>
                </c:pt>
                <c:pt idx="540">
                  <c:v>1.400000000000001</c:v>
                </c:pt>
                <c:pt idx="541">
                  <c:v>1.410000000000001</c:v>
                </c:pt>
                <c:pt idx="542">
                  <c:v>1.420000000000001</c:v>
                </c:pt>
                <c:pt idx="543">
                  <c:v>1.430000000000001</c:v>
                </c:pt>
                <c:pt idx="544">
                  <c:v>1.4400000000000011</c:v>
                </c:pt>
                <c:pt idx="545">
                  <c:v>1.4500000000000011</c:v>
                </c:pt>
                <c:pt idx="546">
                  <c:v>1.4600000000000011</c:v>
                </c:pt>
                <c:pt idx="547">
                  <c:v>1.4700000000000011</c:v>
                </c:pt>
                <c:pt idx="548">
                  <c:v>1.4800000000000011</c:v>
                </c:pt>
                <c:pt idx="549">
                  <c:v>1.4900000000000011</c:v>
                </c:pt>
                <c:pt idx="550">
                  <c:v>1.5000000000000011</c:v>
                </c:pt>
                <c:pt idx="551">
                  <c:v>1.5100000000000011</c:v>
                </c:pt>
                <c:pt idx="552">
                  <c:v>1.5200000000000011</c:v>
                </c:pt>
                <c:pt idx="553">
                  <c:v>1.5300000000000011</c:v>
                </c:pt>
                <c:pt idx="554">
                  <c:v>1.5400000000000011</c:v>
                </c:pt>
                <c:pt idx="555">
                  <c:v>1.5500000000000012</c:v>
                </c:pt>
                <c:pt idx="556">
                  <c:v>1.5600000000000012</c:v>
                </c:pt>
                <c:pt idx="557">
                  <c:v>1.5700000000000012</c:v>
                </c:pt>
                <c:pt idx="558">
                  <c:v>1.5800000000000012</c:v>
                </c:pt>
                <c:pt idx="559">
                  <c:v>1.5900000000000012</c:v>
                </c:pt>
                <c:pt idx="560">
                  <c:v>1.6000000000000012</c:v>
                </c:pt>
                <c:pt idx="561">
                  <c:v>1.6100000000000012</c:v>
                </c:pt>
                <c:pt idx="562">
                  <c:v>1.6200000000000012</c:v>
                </c:pt>
                <c:pt idx="563">
                  <c:v>1.6300000000000012</c:v>
                </c:pt>
                <c:pt idx="564">
                  <c:v>1.6400000000000012</c:v>
                </c:pt>
                <c:pt idx="565">
                  <c:v>1.6500000000000012</c:v>
                </c:pt>
                <c:pt idx="566">
                  <c:v>1.6600000000000013</c:v>
                </c:pt>
                <c:pt idx="567">
                  <c:v>1.6700000000000013</c:v>
                </c:pt>
                <c:pt idx="568">
                  <c:v>1.6800000000000013</c:v>
                </c:pt>
                <c:pt idx="569">
                  <c:v>1.6900000000000013</c:v>
                </c:pt>
                <c:pt idx="570">
                  <c:v>1.7000000000000013</c:v>
                </c:pt>
                <c:pt idx="571">
                  <c:v>1.7100000000000013</c:v>
                </c:pt>
                <c:pt idx="572">
                  <c:v>1.7200000000000013</c:v>
                </c:pt>
                <c:pt idx="573">
                  <c:v>1.7300000000000013</c:v>
                </c:pt>
                <c:pt idx="574">
                  <c:v>1.7400000000000013</c:v>
                </c:pt>
                <c:pt idx="575">
                  <c:v>1.7500000000000013</c:v>
                </c:pt>
                <c:pt idx="576">
                  <c:v>1.7600000000000013</c:v>
                </c:pt>
                <c:pt idx="577">
                  <c:v>1.7700000000000014</c:v>
                </c:pt>
                <c:pt idx="578">
                  <c:v>1.7800000000000014</c:v>
                </c:pt>
                <c:pt idx="579">
                  <c:v>1.7900000000000014</c:v>
                </c:pt>
                <c:pt idx="580">
                  <c:v>1.8000000000000014</c:v>
                </c:pt>
                <c:pt idx="581">
                  <c:v>1.8100000000000014</c:v>
                </c:pt>
                <c:pt idx="582">
                  <c:v>1.8200000000000014</c:v>
                </c:pt>
                <c:pt idx="583">
                  <c:v>1.8300000000000014</c:v>
                </c:pt>
                <c:pt idx="584">
                  <c:v>1.8400000000000014</c:v>
                </c:pt>
                <c:pt idx="585">
                  <c:v>1.8500000000000014</c:v>
                </c:pt>
                <c:pt idx="586">
                  <c:v>1.8600000000000014</c:v>
                </c:pt>
                <c:pt idx="587">
                  <c:v>1.8700000000000014</c:v>
                </c:pt>
                <c:pt idx="588">
                  <c:v>1.8800000000000014</c:v>
                </c:pt>
                <c:pt idx="589">
                  <c:v>1.8900000000000015</c:v>
                </c:pt>
                <c:pt idx="590">
                  <c:v>1.9000000000000015</c:v>
                </c:pt>
                <c:pt idx="591">
                  <c:v>1.9100000000000015</c:v>
                </c:pt>
                <c:pt idx="592">
                  <c:v>1.9200000000000015</c:v>
                </c:pt>
                <c:pt idx="593">
                  <c:v>1.9300000000000015</c:v>
                </c:pt>
                <c:pt idx="594">
                  <c:v>1.9400000000000015</c:v>
                </c:pt>
                <c:pt idx="595">
                  <c:v>1.9500000000000015</c:v>
                </c:pt>
                <c:pt idx="596">
                  <c:v>1.9600000000000015</c:v>
                </c:pt>
                <c:pt idx="597">
                  <c:v>1.9700000000000015</c:v>
                </c:pt>
                <c:pt idx="598">
                  <c:v>1.9800000000000015</c:v>
                </c:pt>
                <c:pt idx="599">
                  <c:v>1.9900000000000015</c:v>
                </c:pt>
                <c:pt idx="600">
                  <c:v>2.0000000000000013</c:v>
                </c:pt>
                <c:pt idx="601">
                  <c:v>2.0100000000000011</c:v>
                </c:pt>
                <c:pt idx="602">
                  <c:v>2.0200000000000009</c:v>
                </c:pt>
                <c:pt idx="603">
                  <c:v>2.0300000000000007</c:v>
                </c:pt>
                <c:pt idx="604">
                  <c:v>2.0400000000000005</c:v>
                </c:pt>
                <c:pt idx="605">
                  <c:v>2.0500000000000003</c:v>
                </c:pt>
                <c:pt idx="606">
                  <c:v>2.06</c:v>
                </c:pt>
                <c:pt idx="607">
                  <c:v>2.0699999999999998</c:v>
                </c:pt>
                <c:pt idx="608">
                  <c:v>2.0799999999999996</c:v>
                </c:pt>
                <c:pt idx="609">
                  <c:v>2.0899999999999994</c:v>
                </c:pt>
                <c:pt idx="610">
                  <c:v>2.0999999999999992</c:v>
                </c:pt>
                <c:pt idx="611">
                  <c:v>2.109999999999999</c:v>
                </c:pt>
                <c:pt idx="612">
                  <c:v>2.1199999999999988</c:v>
                </c:pt>
                <c:pt idx="613">
                  <c:v>2.1299999999999986</c:v>
                </c:pt>
                <c:pt idx="614">
                  <c:v>2.1399999999999983</c:v>
                </c:pt>
                <c:pt idx="615">
                  <c:v>2.1499999999999981</c:v>
                </c:pt>
                <c:pt idx="616">
                  <c:v>2.1599999999999979</c:v>
                </c:pt>
                <c:pt idx="617">
                  <c:v>2.1699999999999977</c:v>
                </c:pt>
                <c:pt idx="618">
                  <c:v>2.1799999999999975</c:v>
                </c:pt>
                <c:pt idx="619">
                  <c:v>2.1899999999999973</c:v>
                </c:pt>
                <c:pt idx="620">
                  <c:v>2.1999999999999971</c:v>
                </c:pt>
                <c:pt idx="621">
                  <c:v>2.2099999999999969</c:v>
                </c:pt>
                <c:pt idx="622">
                  <c:v>2.2199999999999966</c:v>
                </c:pt>
                <c:pt idx="623">
                  <c:v>2.2299999999999964</c:v>
                </c:pt>
                <c:pt idx="624">
                  <c:v>2.2399999999999962</c:v>
                </c:pt>
                <c:pt idx="625">
                  <c:v>2.249999999999996</c:v>
                </c:pt>
                <c:pt idx="626">
                  <c:v>2.2599999999999958</c:v>
                </c:pt>
                <c:pt idx="627">
                  <c:v>2.2699999999999956</c:v>
                </c:pt>
                <c:pt idx="628">
                  <c:v>2.2799999999999954</c:v>
                </c:pt>
                <c:pt idx="629">
                  <c:v>2.2899999999999952</c:v>
                </c:pt>
                <c:pt idx="630">
                  <c:v>2.2999999999999949</c:v>
                </c:pt>
                <c:pt idx="631">
                  <c:v>2.3099999999999947</c:v>
                </c:pt>
                <c:pt idx="632">
                  <c:v>2.3199999999999945</c:v>
                </c:pt>
                <c:pt idx="633">
                  <c:v>2.3299999999999943</c:v>
                </c:pt>
                <c:pt idx="634">
                  <c:v>2.3399999999999941</c:v>
                </c:pt>
                <c:pt idx="635">
                  <c:v>2.3499999999999939</c:v>
                </c:pt>
                <c:pt idx="636">
                  <c:v>2.3599999999999937</c:v>
                </c:pt>
                <c:pt idx="637">
                  <c:v>2.3699999999999934</c:v>
                </c:pt>
                <c:pt idx="638">
                  <c:v>2.3799999999999932</c:v>
                </c:pt>
                <c:pt idx="639">
                  <c:v>2.389999999999993</c:v>
                </c:pt>
                <c:pt idx="640">
                  <c:v>2.3999999999999928</c:v>
                </c:pt>
                <c:pt idx="641">
                  <c:v>2.4099999999999926</c:v>
                </c:pt>
                <c:pt idx="642">
                  <c:v>2.4199999999999924</c:v>
                </c:pt>
                <c:pt idx="643">
                  <c:v>2.4299999999999922</c:v>
                </c:pt>
                <c:pt idx="644">
                  <c:v>2.439999999999992</c:v>
                </c:pt>
                <c:pt idx="645">
                  <c:v>2.4499999999999917</c:v>
                </c:pt>
                <c:pt idx="646">
                  <c:v>2.4599999999999915</c:v>
                </c:pt>
                <c:pt idx="647">
                  <c:v>2.4699999999999913</c:v>
                </c:pt>
                <c:pt idx="648">
                  <c:v>2.4799999999999911</c:v>
                </c:pt>
                <c:pt idx="649">
                  <c:v>2.4899999999999909</c:v>
                </c:pt>
                <c:pt idx="650">
                  <c:v>2.4999999999999907</c:v>
                </c:pt>
                <c:pt idx="651">
                  <c:v>2.5099999999999905</c:v>
                </c:pt>
                <c:pt idx="652">
                  <c:v>2.5199999999999902</c:v>
                </c:pt>
                <c:pt idx="653">
                  <c:v>2.52999999999999</c:v>
                </c:pt>
                <c:pt idx="654">
                  <c:v>2.5399999999999898</c:v>
                </c:pt>
                <c:pt idx="655">
                  <c:v>2.5499999999999896</c:v>
                </c:pt>
                <c:pt idx="656">
                  <c:v>2.5599999999999894</c:v>
                </c:pt>
                <c:pt idx="657">
                  <c:v>2.5699999999999892</c:v>
                </c:pt>
                <c:pt idx="658">
                  <c:v>2.579999999999989</c:v>
                </c:pt>
                <c:pt idx="659">
                  <c:v>2.5899999999999888</c:v>
                </c:pt>
                <c:pt idx="660">
                  <c:v>2.5999999999999885</c:v>
                </c:pt>
                <c:pt idx="661">
                  <c:v>2.6099999999999883</c:v>
                </c:pt>
                <c:pt idx="662">
                  <c:v>2.6199999999999881</c:v>
                </c:pt>
                <c:pt idx="663">
                  <c:v>2.6299999999999879</c:v>
                </c:pt>
                <c:pt idx="664">
                  <c:v>2.6399999999999877</c:v>
                </c:pt>
                <c:pt idx="665">
                  <c:v>2.6499999999999875</c:v>
                </c:pt>
                <c:pt idx="666">
                  <c:v>2.6599999999999873</c:v>
                </c:pt>
                <c:pt idx="667">
                  <c:v>2.6699999999999871</c:v>
                </c:pt>
                <c:pt idx="668">
                  <c:v>2.6799999999999868</c:v>
                </c:pt>
                <c:pt idx="669">
                  <c:v>2.6899999999999866</c:v>
                </c:pt>
                <c:pt idx="670">
                  <c:v>2.6999999999999864</c:v>
                </c:pt>
                <c:pt idx="671">
                  <c:v>2.7099999999999862</c:v>
                </c:pt>
                <c:pt idx="672">
                  <c:v>2.719999999999986</c:v>
                </c:pt>
                <c:pt idx="673">
                  <c:v>2.7299999999999858</c:v>
                </c:pt>
                <c:pt idx="674">
                  <c:v>2.7399999999999856</c:v>
                </c:pt>
                <c:pt idx="675">
                  <c:v>2.7499999999999853</c:v>
                </c:pt>
                <c:pt idx="676">
                  <c:v>2.7599999999999851</c:v>
                </c:pt>
                <c:pt idx="677">
                  <c:v>2.7699999999999849</c:v>
                </c:pt>
                <c:pt idx="678">
                  <c:v>2.7799999999999847</c:v>
                </c:pt>
                <c:pt idx="679">
                  <c:v>2.7899999999999845</c:v>
                </c:pt>
                <c:pt idx="680">
                  <c:v>2.7999999999999843</c:v>
                </c:pt>
                <c:pt idx="681">
                  <c:v>2.8099999999999841</c:v>
                </c:pt>
                <c:pt idx="682">
                  <c:v>2.8199999999999839</c:v>
                </c:pt>
                <c:pt idx="683">
                  <c:v>2.8299999999999836</c:v>
                </c:pt>
                <c:pt idx="684">
                  <c:v>2.8399999999999834</c:v>
                </c:pt>
                <c:pt idx="685">
                  <c:v>2.8499999999999832</c:v>
                </c:pt>
                <c:pt idx="686">
                  <c:v>2.859999999999983</c:v>
                </c:pt>
                <c:pt idx="687">
                  <c:v>2.8699999999999828</c:v>
                </c:pt>
                <c:pt idx="688">
                  <c:v>2.8799999999999826</c:v>
                </c:pt>
                <c:pt idx="689">
                  <c:v>2.8899999999999824</c:v>
                </c:pt>
                <c:pt idx="690">
                  <c:v>2.8999999999999821</c:v>
                </c:pt>
                <c:pt idx="691">
                  <c:v>2.9099999999999819</c:v>
                </c:pt>
                <c:pt idx="692">
                  <c:v>2.9199999999999817</c:v>
                </c:pt>
                <c:pt idx="693">
                  <c:v>2.9299999999999815</c:v>
                </c:pt>
                <c:pt idx="694">
                  <c:v>2.9399999999999813</c:v>
                </c:pt>
                <c:pt idx="695">
                  <c:v>2.9499999999999811</c:v>
                </c:pt>
                <c:pt idx="696">
                  <c:v>2.9599999999999809</c:v>
                </c:pt>
                <c:pt idx="697">
                  <c:v>2.9699999999999807</c:v>
                </c:pt>
                <c:pt idx="698">
                  <c:v>2.9799999999999804</c:v>
                </c:pt>
                <c:pt idx="699">
                  <c:v>2.9899999999999802</c:v>
                </c:pt>
                <c:pt idx="700">
                  <c:v>2.99999999999998</c:v>
                </c:pt>
                <c:pt idx="701">
                  <c:v>3.0099999999999798</c:v>
                </c:pt>
                <c:pt idx="702">
                  <c:v>3.0199999999999796</c:v>
                </c:pt>
                <c:pt idx="703">
                  <c:v>3.0299999999999794</c:v>
                </c:pt>
                <c:pt idx="704">
                  <c:v>3.0399999999999792</c:v>
                </c:pt>
                <c:pt idx="705">
                  <c:v>3.049999999999979</c:v>
                </c:pt>
                <c:pt idx="706">
                  <c:v>3.0599999999999787</c:v>
                </c:pt>
                <c:pt idx="707">
                  <c:v>3.0699999999999785</c:v>
                </c:pt>
                <c:pt idx="708">
                  <c:v>3.0799999999999783</c:v>
                </c:pt>
                <c:pt idx="709">
                  <c:v>3.0899999999999781</c:v>
                </c:pt>
                <c:pt idx="710">
                  <c:v>3.0999999999999779</c:v>
                </c:pt>
                <c:pt idx="711">
                  <c:v>3.1099999999999777</c:v>
                </c:pt>
                <c:pt idx="712">
                  <c:v>3.1199999999999775</c:v>
                </c:pt>
                <c:pt idx="713">
                  <c:v>3.1299999999999772</c:v>
                </c:pt>
                <c:pt idx="714">
                  <c:v>3.139999999999977</c:v>
                </c:pt>
                <c:pt idx="715">
                  <c:v>3.1499999999999768</c:v>
                </c:pt>
                <c:pt idx="716">
                  <c:v>3.1599999999999766</c:v>
                </c:pt>
                <c:pt idx="717">
                  <c:v>3.1699999999999764</c:v>
                </c:pt>
                <c:pt idx="718">
                  <c:v>3.1799999999999762</c:v>
                </c:pt>
                <c:pt idx="719">
                  <c:v>3.189999999999976</c:v>
                </c:pt>
                <c:pt idx="720">
                  <c:v>3.1999999999999758</c:v>
                </c:pt>
                <c:pt idx="721">
                  <c:v>3.2099999999999755</c:v>
                </c:pt>
                <c:pt idx="722">
                  <c:v>3.2199999999999753</c:v>
                </c:pt>
                <c:pt idx="723">
                  <c:v>3.2299999999999751</c:v>
                </c:pt>
                <c:pt idx="724">
                  <c:v>3.2399999999999749</c:v>
                </c:pt>
                <c:pt idx="725">
                  <c:v>3.2499999999999747</c:v>
                </c:pt>
                <c:pt idx="726">
                  <c:v>3.2599999999999745</c:v>
                </c:pt>
                <c:pt idx="727">
                  <c:v>3.2699999999999743</c:v>
                </c:pt>
                <c:pt idx="728">
                  <c:v>3.279999999999974</c:v>
                </c:pt>
                <c:pt idx="729">
                  <c:v>3.2899999999999738</c:v>
                </c:pt>
                <c:pt idx="730">
                  <c:v>3.2999999999999736</c:v>
                </c:pt>
                <c:pt idx="731">
                  <c:v>3.3099999999999734</c:v>
                </c:pt>
                <c:pt idx="732">
                  <c:v>3.3199999999999732</c:v>
                </c:pt>
                <c:pt idx="733">
                  <c:v>3.329999999999973</c:v>
                </c:pt>
                <c:pt idx="734">
                  <c:v>3.3399999999999728</c:v>
                </c:pt>
                <c:pt idx="735">
                  <c:v>3.3499999999999726</c:v>
                </c:pt>
                <c:pt idx="736">
                  <c:v>3.3599999999999723</c:v>
                </c:pt>
                <c:pt idx="737">
                  <c:v>3.3699999999999721</c:v>
                </c:pt>
                <c:pt idx="738">
                  <c:v>3.3799999999999719</c:v>
                </c:pt>
                <c:pt idx="739">
                  <c:v>3.3899999999999717</c:v>
                </c:pt>
                <c:pt idx="740">
                  <c:v>3.3999999999999715</c:v>
                </c:pt>
                <c:pt idx="741">
                  <c:v>3.4099999999999713</c:v>
                </c:pt>
                <c:pt idx="742">
                  <c:v>3.4199999999999711</c:v>
                </c:pt>
                <c:pt idx="743">
                  <c:v>3.4299999999999708</c:v>
                </c:pt>
                <c:pt idx="744">
                  <c:v>3.4399999999999706</c:v>
                </c:pt>
                <c:pt idx="745">
                  <c:v>3.4499999999999704</c:v>
                </c:pt>
                <c:pt idx="746">
                  <c:v>3.4599999999999702</c:v>
                </c:pt>
                <c:pt idx="747">
                  <c:v>3.46999999999997</c:v>
                </c:pt>
                <c:pt idx="748">
                  <c:v>3.4799999999999698</c:v>
                </c:pt>
                <c:pt idx="749">
                  <c:v>3.4899999999999696</c:v>
                </c:pt>
                <c:pt idx="750">
                  <c:v>3.4999999999999694</c:v>
                </c:pt>
                <c:pt idx="751">
                  <c:v>3.5099999999999691</c:v>
                </c:pt>
                <c:pt idx="752">
                  <c:v>3.5199999999999689</c:v>
                </c:pt>
                <c:pt idx="753">
                  <c:v>3.5299999999999687</c:v>
                </c:pt>
                <c:pt idx="754">
                  <c:v>3.5399999999999685</c:v>
                </c:pt>
                <c:pt idx="755">
                  <c:v>3.5499999999999683</c:v>
                </c:pt>
                <c:pt idx="756">
                  <c:v>3.5599999999999681</c:v>
                </c:pt>
                <c:pt idx="757">
                  <c:v>3.5699999999999679</c:v>
                </c:pt>
                <c:pt idx="758">
                  <c:v>3.5799999999999677</c:v>
                </c:pt>
                <c:pt idx="759">
                  <c:v>3.5899999999999674</c:v>
                </c:pt>
                <c:pt idx="760">
                  <c:v>3.5999999999999672</c:v>
                </c:pt>
                <c:pt idx="761">
                  <c:v>3.609999999999967</c:v>
                </c:pt>
                <c:pt idx="762">
                  <c:v>3.6199999999999668</c:v>
                </c:pt>
                <c:pt idx="763">
                  <c:v>3.6299999999999666</c:v>
                </c:pt>
                <c:pt idx="764">
                  <c:v>3.6399999999999664</c:v>
                </c:pt>
                <c:pt idx="765">
                  <c:v>3.6499999999999662</c:v>
                </c:pt>
                <c:pt idx="766">
                  <c:v>3.6599999999999659</c:v>
                </c:pt>
                <c:pt idx="767">
                  <c:v>3.6699999999999657</c:v>
                </c:pt>
                <c:pt idx="768">
                  <c:v>3.6799999999999655</c:v>
                </c:pt>
                <c:pt idx="769">
                  <c:v>3.6899999999999653</c:v>
                </c:pt>
                <c:pt idx="770">
                  <c:v>3.6999999999999651</c:v>
                </c:pt>
                <c:pt idx="771">
                  <c:v>3.7099999999999649</c:v>
                </c:pt>
                <c:pt idx="772">
                  <c:v>3.7199999999999647</c:v>
                </c:pt>
                <c:pt idx="773">
                  <c:v>3.7299999999999645</c:v>
                </c:pt>
                <c:pt idx="774">
                  <c:v>3.7399999999999642</c:v>
                </c:pt>
                <c:pt idx="775">
                  <c:v>3.749999999999964</c:v>
                </c:pt>
                <c:pt idx="776">
                  <c:v>3.7599999999999638</c:v>
                </c:pt>
                <c:pt idx="777">
                  <c:v>3.7699999999999636</c:v>
                </c:pt>
                <c:pt idx="778">
                  <c:v>3.7799999999999634</c:v>
                </c:pt>
                <c:pt idx="779">
                  <c:v>3.7899999999999632</c:v>
                </c:pt>
                <c:pt idx="780">
                  <c:v>3.799999999999963</c:v>
                </c:pt>
                <c:pt idx="781">
                  <c:v>3.8099999999999627</c:v>
                </c:pt>
                <c:pt idx="782">
                  <c:v>3.8199999999999625</c:v>
                </c:pt>
                <c:pt idx="783">
                  <c:v>3.8299999999999623</c:v>
                </c:pt>
                <c:pt idx="784">
                  <c:v>3.8399999999999621</c:v>
                </c:pt>
                <c:pt idx="785">
                  <c:v>3.8499999999999619</c:v>
                </c:pt>
                <c:pt idx="786">
                  <c:v>3.8599999999999617</c:v>
                </c:pt>
                <c:pt idx="787">
                  <c:v>3.8699999999999615</c:v>
                </c:pt>
                <c:pt idx="788">
                  <c:v>3.8799999999999613</c:v>
                </c:pt>
                <c:pt idx="789">
                  <c:v>3.889999999999961</c:v>
                </c:pt>
                <c:pt idx="790">
                  <c:v>3.8999999999999608</c:v>
                </c:pt>
                <c:pt idx="791">
                  <c:v>3.9099999999999606</c:v>
                </c:pt>
                <c:pt idx="792">
                  <c:v>3.9199999999999604</c:v>
                </c:pt>
                <c:pt idx="793">
                  <c:v>3.9299999999999602</c:v>
                </c:pt>
                <c:pt idx="794">
                  <c:v>3.93999999999996</c:v>
                </c:pt>
                <c:pt idx="795">
                  <c:v>3.9499999999999598</c:v>
                </c:pt>
                <c:pt idx="796">
                  <c:v>3.9599999999999596</c:v>
                </c:pt>
                <c:pt idx="797">
                  <c:v>3.9699999999999593</c:v>
                </c:pt>
                <c:pt idx="798">
                  <c:v>3.9799999999999591</c:v>
                </c:pt>
                <c:pt idx="799">
                  <c:v>3.9899999999999589</c:v>
                </c:pt>
              </c:numCache>
            </c:numRef>
          </c:cat>
          <c:val>
            <c:numRef>
              <c:f>Sheet2!$C$2:$C$802</c:f>
              <c:numCache>
                <c:formatCode>General</c:formatCode>
                <c:ptCount val="801"/>
                <c:pt idx="202">
                  <c:v>5.618314190386331E-2</c:v>
                </c:pt>
                <c:pt idx="203">
                  <c:v>5.7303788919112329E-2</c:v>
                </c:pt>
                <c:pt idx="204">
                  <c:v>5.8440944333446578E-2</c:v>
                </c:pt>
                <c:pt idx="205">
                  <c:v>5.9594706068811114E-2</c:v>
                </c:pt>
                <c:pt idx="206">
                  <c:v>6.0765168954559766E-2</c:v>
                </c:pt>
                <c:pt idx="207">
                  <c:v>6.1952424628100078E-2</c:v>
                </c:pt>
                <c:pt idx="208">
                  <c:v>6.3156561435193492E-2</c:v>
                </c:pt>
                <c:pt idx="209">
                  <c:v>6.4377664329964127E-2</c:v>
                </c:pt>
                <c:pt idx="210">
                  <c:v>6.5615814774671294E-2</c:v>
                </c:pt>
                <c:pt idx="211">
                  <c:v>6.6871090639301786E-2</c:v>
                </c:pt>
                <c:pt idx="212">
                  <c:v>6.814356610103911E-2</c:v>
                </c:pt>
                <c:pt idx="213">
                  <c:v>6.9433311543668677E-2</c:v>
                </c:pt>
                <c:pt idx="214">
                  <c:v>7.0740393456977788E-2</c:v>
                </c:pt>
                <c:pt idx="215">
                  <c:v>7.2064874336212337E-2</c:v>
                </c:pt>
                <c:pt idx="216">
                  <c:v>7.340681258165116E-2</c:v>
                </c:pt>
                <c:pt idx="217">
                  <c:v>7.4766262398361802E-2</c:v>
                </c:pt>
                <c:pt idx="218">
                  <c:v>7.6143273696201427E-2</c:v>
                </c:pt>
                <c:pt idx="219">
                  <c:v>7.7537891990128033E-2</c:v>
                </c:pt>
                <c:pt idx="220">
                  <c:v>7.8950158300888126E-2</c:v>
                </c:pt>
                <c:pt idx="221">
                  <c:v>8.0380109056148064E-2</c:v>
                </c:pt>
                <c:pt idx="222">
                  <c:v>8.1827775992136628E-2</c:v>
                </c:pt>
                <c:pt idx="223">
                  <c:v>8.3293186055868218E-2</c:v>
                </c:pt>
                <c:pt idx="224">
                  <c:v>8.4776361308015913E-2</c:v>
                </c:pt>
                <c:pt idx="225">
                  <c:v>8.627731882650512E-2</c:v>
                </c:pt>
                <c:pt idx="226">
                  <c:v>8.7796070610899155E-2</c:v>
                </c:pt>
                <c:pt idx="227">
                  <c:v>8.9332623487648449E-2</c:v>
                </c:pt>
                <c:pt idx="228">
                  <c:v>9.0886979016276237E-2</c:v>
                </c:pt>
                <c:pt idx="229">
                  <c:v>9.2459133396573967E-2</c:v>
                </c:pt>
                <c:pt idx="230">
                  <c:v>9.4049077376880161E-2</c:v>
                </c:pt>
                <c:pt idx="231">
                  <c:v>9.565679616351716E-2</c:v>
                </c:pt>
                <c:pt idx="232">
                  <c:v>9.7282269331460586E-2</c:v>
                </c:pt>
                <c:pt idx="233">
                  <c:v>9.8925470736316704E-2</c:v>
                </c:pt>
                <c:pt idx="234">
                  <c:v>0.10058636842768348</c:v>
                </c:pt>
                <c:pt idx="235">
                  <c:v>0.10226492456397088</c:v>
                </c:pt>
                <c:pt idx="236">
                  <c:v>0.10396109532875697</c:v>
                </c:pt>
                <c:pt idx="237">
                  <c:v>0.10567483084875634</c:v>
                </c:pt>
                <c:pt idx="238">
                  <c:v>0.10740607511347648</c:v>
                </c:pt>
                <c:pt idx="239">
                  <c:v>0.10915476589663993</c:v>
                </c:pt>
                <c:pt idx="240">
                  <c:v>0.11092083467944806</c:v>
                </c:pt>
                <c:pt idx="241">
                  <c:v>0.11270420657576298</c:v>
                </c:pt>
                <c:pt idx="242">
                  <c:v>0.11450480025928474</c:v>
                </c:pt>
                <c:pt idx="243">
                  <c:v>0.11632252789279936</c:v>
                </c:pt>
                <c:pt idx="244">
                  <c:v>0.11815729505957449</c:v>
                </c:pt>
                <c:pt idx="245">
                  <c:v>0.12000900069697774</c:v>
                </c:pt>
                <c:pt idx="246">
                  <c:v>0.12187753703239385</c:v>
                </c:pt>
                <c:pt idx="247">
                  <c:v>0.12376278952151513</c:v>
                </c:pt>
                <c:pt idx="248">
                  <c:v>0.12566463678908008</c:v>
                </c:pt>
                <c:pt idx="249">
                  <c:v>0.12758295057213373</c:v>
                </c:pt>
                <c:pt idx="250">
                  <c:v>0.12951759566588356</c:v>
                </c:pt>
                <c:pt idx="251">
                  <c:v>0.13146842987222279</c:v>
                </c:pt>
                <c:pt idx="252">
                  <c:v>0.13343530395099398</c:v>
                </c:pt>
                <c:pt idx="253">
                  <c:v>0.13541806157406289</c:v>
                </c:pt>
                <c:pt idx="254">
                  <c:v>0.13741653928227332</c:v>
                </c:pt>
                <c:pt idx="255">
                  <c:v>0.13943056644535176</c:v>
                </c:pt>
                <c:pt idx="256">
                  <c:v>0.1414599652248302</c:v>
                </c:pt>
                <c:pt idx="257">
                  <c:v>0.14350455054005376</c:v>
                </c:pt>
                <c:pt idx="258">
                  <c:v>0.1455641300373389</c:v>
                </c:pt>
                <c:pt idx="259">
                  <c:v>0.14763850406234696</c:v>
                </c:pt>
                <c:pt idx="260">
                  <c:v>0.14972746563573605</c:v>
                </c:pt>
                <c:pt idx="261">
                  <c:v>0.1518308004321528</c:v>
                </c:pt>
                <c:pt idx="262">
                  <c:v>0.15394828676262476</c:v>
                </c:pt>
                <c:pt idx="263">
                  <c:v>0.15607969556041187</c:v>
                </c:pt>
                <c:pt idx="264">
                  <c:v>0.15822479037037399</c:v>
                </c:pt>
                <c:pt idx="265">
                  <c:v>0.16038332734191052</c:v>
                </c:pt>
                <c:pt idx="266">
                  <c:v>0.16255505522552499</c:v>
                </c:pt>
                <c:pt idx="267">
                  <c:v>0.16473971537306761</c:v>
                </c:pt>
                <c:pt idx="268">
                  <c:v>0.16693704174170457</c:v>
                </c:pt>
                <c:pt idx="269">
                  <c:v>0.16914676090166308</c:v>
                </c:pt>
                <c:pt idx="270">
                  <c:v>0.17136859204779803</c:v>
                </c:pt>
                <c:pt idx="271">
                  <c:v>0.17360224701502358</c:v>
                </c:pt>
                <c:pt idx="272">
                  <c:v>0.1758474302976529</c:v>
                </c:pt>
                <c:pt idx="273">
                  <c:v>0.17810383907268409</c:v>
                </c:pt>
                <c:pt idx="274">
                  <c:v>0.18037116322707081</c:v>
                </c:pt>
                <c:pt idx="275">
                  <c:v>0.18264908538901234</c:v>
                </c:pt>
                <c:pt idx="276">
                  <c:v>0.18493728096329567</c:v>
                </c:pt>
                <c:pt idx="277">
                  <c:v>0.18723541817071987</c:v>
                </c:pt>
                <c:pt idx="278">
                  <c:v>0.18954315809163055</c:v>
                </c:pt>
                <c:pt idx="279">
                  <c:v>0.19186015471358964</c:v>
                </c:pt>
                <c:pt idx="280">
                  <c:v>0.19418605498320321</c:v>
                </c:pt>
                <c:pt idx="281">
                  <c:v>0.19652049886212672</c:v>
                </c:pt>
                <c:pt idx="282">
                  <c:v>0.19886311938726606</c:v>
                </c:pt>
                <c:pt idx="283">
                  <c:v>0.20121354273518752</c:v>
                </c:pt>
                <c:pt idx="284">
                  <c:v>0.20357138829074956</c:v>
                </c:pt>
                <c:pt idx="285">
                  <c:v>0.20593626871996482</c:v>
                </c:pt>
                <c:pt idx="286">
                  <c:v>0.2083077900470984</c:v>
                </c:pt>
                <c:pt idx="287">
                  <c:v>0.21068555173600531</c:v>
                </c:pt>
                <c:pt idx="288">
                  <c:v>0.21306914677570793</c:v>
                </c:pt>
                <c:pt idx="289">
                  <c:v>0.21545816177020971</c:v>
                </c:pt>
                <c:pt idx="290">
                  <c:v>0.21785217703254053</c:v>
                </c:pt>
                <c:pt idx="291">
                  <c:v>0.22025076668302324</c:v>
                </c:pt>
                <c:pt idx="292">
                  <c:v>0.22265349875175108</c:v>
                </c:pt>
                <c:pt idx="293">
                  <c:v>0.22505993528525955</c:v>
                </c:pt>
                <c:pt idx="294">
                  <c:v>0.22746963245737584</c:v>
                </c:pt>
                <c:pt idx="295">
                  <c:v>0.22988214068422294</c:v>
                </c:pt>
                <c:pt idx="296">
                  <c:v>0.2322970047433561</c:v>
                </c:pt>
                <c:pt idx="297">
                  <c:v>0.23471376389700169</c:v>
                </c:pt>
                <c:pt idx="298">
                  <c:v>0.23713195201936946</c:v>
                </c:pt>
                <c:pt idx="502">
                  <c:v>0.23713195201937942</c:v>
                </c:pt>
                <c:pt idx="503">
                  <c:v>0.23471376389701162</c:v>
                </c:pt>
                <c:pt idx="504">
                  <c:v>0.23229700474336601</c:v>
                </c:pt>
                <c:pt idx="505">
                  <c:v>0.22988214068423282</c:v>
                </c:pt>
                <c:pt idx="506">
                  <c:v>0.22746963245738572</c:v>
                </c:pt>
                <c:pt idx="507">
                  <c:v>0.22505993528526949</c:v>
                </c:pt>
                <c:pt idx="508">
                  <c:v>0.22265349875176096</c:v>
                </c:pt>
                <c:pt idx="509">
                  <c:v>0.22025076668303312</c:v>
                </c:pt>
                <c:pt idx="510">
                  <c:v>0.21785217703255036</c:v>
                </c:pt>
                <c:pt idx="511">
                  <c:v>0.21545816177021951</c:v>
                </c:pt>
                <c:pt idx="512">
                  <c:v>0.2130691467757177</c:v>
                </c:pt>
                <c:pt idx="513">
                  <c:v>0.21068555173601511</c:v>
                </c:pt>
                <c:pt idx="514">
                  <c:v>0.20830779004710817</c:v>
                </c:pt>
                <c:pt idx="515">
                  <c:v>0.20593626871997456</c:v>
                </c:pt>
                <c:pt idx="516">
                  <c:v>0.20357138829075927</c:v>
                </c:pt>
                <c:pt idx="517">
                  <c:v>0.20121354273519718</c:v>
                </c:pt>
                <c:pt idx="518">
                  <c:v>0.19886311938727572</c:v>
                </c:pt>
                <c:pt idx="519">
                  <c:v>0.19652049886213635</c:v>
                </c:pt>
                <c:pt idx="520">
                  <c:v>0.19418605498321276</c:v>
                </c:pt>
                <c:pt idx="521">
                  <c:v>0.19186015471359918</c:v>
                </c:pt>
                <c:pt idx="522">
                  <c:v>0.18954315809164002</c:v>
                </c:pt>
                <c:pt idx="523">
                  <c:v>0.18723541817072933</c:v>
                </c:pt>
                <c:pt idx="524">
                  <c:v>0.18493728096330511</c:v>
                </c:pt>
                <c:pt idx="525">
                  <c:v>0.18264908538902172</c:v>
                </c:pt>
                <c:pt idx="526">
                  <c:v>0.18037116322708011</c:v>
                </c:pt>
                <c:pt idx="527">
                  <c:v>0.17810383907269339</c:v>
                </c:pt>
                <c:pt idx="528">
                  <c:v>0.17584743029766217</c:v>
                </c:pt>
                <c:pt idx="529">
                  <c:v>0.1736022470150328</c:v>
                </c:pt>
                <c:pt idx="530">
                  <c:v>0.17136859204780716</c:v>
                </c:pt>
                <c:pt idx="531">
                  <c:v>0.16914676090167222</c:v>
                </c:pt>
                <c:pt idx="532">
                  <c:v>0.16693704174171362</c:v>
                </c:pt>
                <c:pt idx="533">
                  <c:v>0.16473971537307661</c:v>
                </c:pt>
                <c:pt idx="534">
                  <c:v>0.16255505522553396</c:v>
                </c:pt>
                <c:pt idx="535">
                  <c:v>0.1603833273419194</c:v>
                </c:pt>
                <c:pt idx="536">
                  <c:v>0.15822479037038284</c:v>
                </c:pt>
                <c:pt idx="537">
                  <c:v>0.15607969556042067</c:v>
                </c:pt>
                <c:pt idx="538">
                  <c:v>0.15394828676263347</c:v>
                </c:pt>
                <c:pt idx="539">
                  <c:v>0.15183080043216146</c:v>
                </c:pt>
                <c:pt idx="540">
                  <c:v>0.14972746563574466</c:v>
                </c:pt>
                <c:pt idx="541">
                  <c:v>0.14763850406235551</c:v>
                </c:pt>
                <c:pt idx="542">
                  <c:v>0.14556413003734736</c:v>
                </c:pt>
                <c:pt idx="543">
                  <c:v>0.1435045505400622</c:v>
                </c:pt>
                <c:pt idx="544">
                  <c:v>0.14145996522483856</c:v>
                </c:pt>
                <c:pt idx="545">
                  <c:v>0.13943056644536006</c:v>
                </c:pt>
                <c:pt idx="546">
                  <c:v>0.13741653928228154</c:v>
                </c:pt>
                <c:pt idx="547">
                  <c:v>0.13541806157407105</c:v>
                </c:pt>
                <c:pt idx="548">
                  <c:v>0.13343530395100209</c:v>
                </c:pt>
                <c:pt idx="549">
                  <c:v>0.13146842987223081</c:v>
                </c:pt>
                <c:pt idx="550">
                  <c:v>0.12951759566589149</c:v>
                </c:pt>
                <c:pt idx="551">
                  <c:v>0.12758295057214164</c:v>
                </c:pt>
                <c:pt idx="552">
                  <c:v>0.12566463678908793</c:v>
                </c:pt>
                <c:pt idx="553">
                  <c:v>0.12376278952152291</c:v>
                </c:pt>
                <c:pt idx="554">
                  <c:v>0.12187753703240156</c:v>
                </c:pt>
                <c:pt idx="555">
                  <c:v>0.1200090006969854</c:v>
                </c:pt>
                <c:pt idx="556">
                  <c:v>0.11815729505958207</c:v>
                </c:pt>
                <c:pt idx="557">
                  <c:v>0.11632252789280687</c:v>
                </c:pt>
                <c:pt idx="558">
                  <c:v>0.11450480025929215</c:v>
                </c:pt>
                <c:pt idx="559">
                  <c:v>0.11270420657577036</c:v>
                </c:pt>
                <c:pt idx="560">
                  <c:v>0.11092083467945535</c:v>
                </c:pt>
                <c:pt idx="561">
                  <c:v>0.10915476589664716</c:v>
                </c:pt>
                <c:pt idx="562">
                  <c:v>0.10740607511348362</c:v>
                </c:pt>
                <c:pt idx="563">
                  <c:v>0.10567483084876343</c:v>
                </c:pt>
                <c:pt idx="564">
                  <c:v>0.10396109532876399</c:v>
                </c:pt>
                <c:pt idx="565">
                  <c:v>0.10226492456397779</c:v>
                </c:pt>
                <c:pt idx="566">
                  <c:v>0.10058636842769035</c:v>
                </c:pt>
                <c:pt idx="567">
                  <c:v>9.892547073632349E-2</c:v>
                </c:pt>
                <c:pt idx="568">
                  <c:v>9.7282269331467289E-2</c:v>
                </c:pt>
                <c:pt idx="569">
                  <c:v>9.565679616352378E-2</c:v>
                </c:pt>
                <c:pt idx="570">
                  <c:v>9.4049077376886711E-2</c:v>
                </c:pt>
                <c:pt idx="571">
                  <c:v>9.2459133396580448E-2</c:v>
                </c:pt>
                <c:pt idx="572">
                  <c:v>9.0886979016282649E-2</c:v>
                </c:pt>
                <c:pt idx="573">
                  <c:v>8.9332623487654791E-2</c:v>
                </c:pt>
                <c:pt idx="574">
                  <c:v>8.7796070610905441E-2</c:v>
                </c:pt>
                <c:pt idx="575">
                  <c:v>8.6277318826511323E-2</c:v>
                </c:pt>
                <c:pt idx="576">
                  <c:v>8.4776361308022033E-2</c:v>
                </c:pt>
                <c:pt idx="577">
                  <c:v>8.3293186055874269E-2</c:v>
                </c:pt>
                <c:pt idx="578">
                  <c:v>8.1827775992142596E-2</c:v>
                </c:pt>
                <c:pt idx="579">
                  <c:v>8.0380109056153975E-2</c:v>
                </c:pt>
                <c:pt idx="580">
                  <c:v>7.8950158300893969E-2</c:v>
                </c:pt>
                <c:pt idx="581">
                  <c:v>7.7537891990133806E-2</c:v>
                </c:pt>
                <c:pt idx="582">
                  <c:v>7.6143273696207131E-2</c:v>
                </c:pt>
                <c:pt idx="583">
                  <c:v>7.4766262398367422E-2</c:v>
                </c:pt>
                <c:pt idx="584">
                  <c:v>7.3406812581656697E-2</c:v>
                </c:pt>
                <c:pt idx="585">
                  <c:v>7.2064874336217818E-2</c:v>
                </c:pt>
                <c:pt idx="586">
                  <c:v>7.07403934569832E-2</c:v>
                </c:pt>
                <c:pt idx="587">
                  <c:v>6.9433311543674006E-2</c:v>
                </c:pt>
                <c:pt idx="588">
                  <c:v>6.8143566101044384E-2</c:v>
                </c:pt>
                <c:pt idx="589">
                  <c:v>6.6871090639306963E-2</c:v>
                </c:pt>
                <c:pt idx="590">
                  <c:v>6.5615814774676415E-2</c:v>
                </c:pt>
                <c:pt idx="591">
                  <c:v>6.4377664329969164E-2</c:v>
                </c:pt>
                <c:pt idx="592">
                  <c:v>6.3156561435198461E-2</c:v>
                </c:pt>
                <c:pt idx="593">
                  <c:v>6.1952424628104984E-2</c:v>
                </c:pt>
                <c:pt idx="594">
                  <c:v>6.0765168954564616E-2</c:v>
                </c:pt>
                <c:pt idx="595">
                  <c:v>5.9594706068815895E-2</c:v>
                </c:pt>
                <c:pt idx="596">
                  <c:v>5.8440944333451296E-2</c:v>
                </c:pt>
                <c:pt idx="597">
                  <c:v>5.7303788919116957E-2</c:v>
                </c:pt>
                <c:pt idx="598">
                  <c:v>5.6183141903867868E-2</c:v>
                </c:pt>
              </c:numCache>
            </c:numRef>
          </c:val>
        </c:ser>
        <c:ser>
          <c:idx val="3"/>
          <c:order val="3"/>
          <c:tx>
            <c:strRef>
              <c:f>Sheet2!$D$1</c:f>
              <c:strCache>
                <c:ptCount val="1"/>
                <c:pt idx="0">
                  <c:v>It can be said with 95 per cent confidence that the populaiton lies within the green area</c:v>
                </c:pt>
              </c:strCache>
            </c:strRef>
          </c:tx>
          <c:spPr>
            <a:solidFill>
              <a:srgbClr val="78A22F"/>
            </a:solidFill>
          </c:spPr>
          <c:cat>
            <c:numRef>
              <c:f>Sheet2!$A$2:$A$802</c:f>
              <c:numCache>
                <c:formatCode>General</c:formatCode>
                <c:ptCount val="801"/>
                <c:pt idx="1">
                  <c:v>-3.99</c:v>
                </c:pt>
                <c:pt idx="2">
                  <c:v>-3.9800000000000004</c:v>
                </c:pt>
                <c:pt idx="3">
                  <c:v>-3.9700000000000006</c:v>
                </c:pt>
                <c:pt idx="4">
                  <c:v>-3.9600000000000009</c:v>
                </c:pt>
                <c:pt idx="5">
                  <c:v>-3.9500000000000011</c:v>
                </c:pt>
                <c:pt idx="6">
                  <c:v>-3.9400000000000013</c:v>
                </c:pt>
                <c:pt idx="7">
                  <c:v>-3.9300000000000015</c:v>
                </c:pt>
                <c:pt idx="8">
                  <c:v>-3.9200000000000017</c:v>
                </c:pt>
                <c:pt idx="9">
                  <c:v>-3.9100000000000019</c:v>
                </c:pt>
                <c:pt idx="10">
                  <c:v>-3.9000000000000021</c:v>
                </c:pt>
                <c:pt idx="11">
                  <c:v>-3.8900000000000023</c:v>
                </c:pt>
                <c:pt idx="12">
                  <c:v>-3.8800000000000026</c:v>
                </c:pt>
                <c:pt idx="13">
                  <c:v>-3.8700000000000028</c:v>
                </c:pt>
                <c:pt idx="14">
                  <c:v>-3.860000000000003</c:v>
                </c:pt>
                <c:pt idx="15">
                  <c:v>-3.8500000000000032</c:v>
                </c:pt>
                <c:pt idx="16">
                  <c:v>-3.8400000000000034</c:v>
                </c:pt>
                <c:pt idx="17">
                  <c:v>-3.8300000000000036</c:v>
                </c:pt>
                <c:pt idx="18">
                  <c:v>-3.8200000000000038</c:v>
                </c:pt>
                <c:pt idx="19">
                  <c:v>-3.8100000000000041</c:v>
                </c:pt>
                <c:pt idx="20">
                  <c:v>-3.8000000000000043</c:v>
                </c:pt>
                <c:pt idx="21">
                  <c:v>-3.7900000000000045</c:v>
                </c:pt>
                <c:pt idx="22">
                  <c:v>-3.7800000000000047</c:v>
                </c:pt>
                <c:pt idx="23">
                  <c:v>-3.7700000000000049</c:v>
                </c:pt>
                <c:pt idx="24">
                  <c:v>-3.7600000000000051</c:v>
                </c:pt>
                <c:pt idx="25">
                  <c:v>-3.7500000000000053</c:v>
                </c:pt>
                <c:pt idx="26">
                  <c:v>-3.7400000000000055</c:v>
                </c:pt>
                <c:pt idx="27">
                  <c:v>-3.7300000000000058</c:v>
                </c:pt>
                <c:pt idx="28">
                  <c:v>-3.720000000000006</c:v>
                </c:pt>
                <c:pt idx="29">
                  <c:v>-3.7100000000000062</c:v>
                </c:pt>
                <c:pt idx="30">
                  <c:v>-3.7000000000000064</c:v>
                </c:pt>
                <c:pt idx="31">
                  <c:v>-3.6900000000000066</c:v>
                </c:pt>
                <c:pt idx="32">
                  <c:v>-3.6800000000000068</c:v>
                </c:pt>
                <c:pt idx="33">
                  <c:v>-3.670000000000007</c:v>
                </c:pt>
                <c:pt idx="34">
                  <c:v>-3.6600000000000072</c:v>
                </c:pt>
                <c:pt idx="35">
                  <c:v>-3.6500000000000075</c:v>
                </c:pt>
                <c:pt idx="36">
                  <c:v>-3.6400000000000077</c:v>
                </c:pt>
                <c:pt idx="37">
                  <c:v>-3.6300000000000079</c:v>
                </c:pt>
                <c:pt idx="38">
                  <c:v>-3.6200000000000081</c:v>
                </c:pt>
                <c:pt idx="39">
                  <c:v>-3.6100000000000083</c:v>
                </c:pt>
                <c:pt idx="40">
                  <c:v>-3.6000000000000085</c:v>
                </c:pt>
                <c:pt idx="41">
                  <c:v>-3.5900000000000087</c:v>
                </c:pt>
                <c:pt idx="42">
                  <c:v>-3.580000000000009</c:v>
                </c:pt>
                <c:pt idx="43">
                  <c:v>-3.5700000000000092</c:v>
                </c:pt>
                <c:pt idx="44">
                  <c:v>-3.5600000000000094</c:v>
                </c:pt>
                <c:pt idx="45">
                  <c:v>-3.5500000000000096</c:v>
                </c:pt>
                <c:pt idx="46">
                  <c:v>-3.5400000000000098</c:v>
                </c:pt>
                <c:pt idx="47">
                  <c:v>-3.53000000000001</c:v>
                </c:pt>
                <c:pt idx="48">
                  <c:v>-3.5200000000000102</c:v>
                </c:pt>
                <c:pt idx="49">
                  <c:v>-3.5100000000000104</c:v>
                </c:pt>
                <c:pt idx="50">
                  <c:v>-3.5000000000000107</c:v>
                </c:pt>
                <c:pt idx="51">
                  <c:v>-3.4900000000000109</c:v>
                </c:pt>
                <c:pt idx="52">
                  <c:v>-3.4800000000000111</c:v>
                </c:pt>
                <c:pt idx="53">
                  <c:v>-3.4700000000000113</c:v>
                </c:pt>
                <c:pt idx="54">
                  <c:v>-3.4600000000000115</c:v>
                </c:pt>
                <c:pt idx="55">
                  <c:v>-3.4500000000000117</c:v>
                </c:pt>
                <c:pt idx="56">
                  <c:v>-3.4400000000000119</c:v>
                </c:pt>
                <c:pt idx="57">
                  <c:v>-3.4300000000000122</c:v>
                </c:pt>
                <c:pt idx="58">
                  <c:v>-3.4200000000000124</c:v>
                </c:pt>
                <c:pt idx="59">
                  <c:v>-3.4100000000000126</c:v>
                </c:pt>
                <c:pt idx="60">
                  <c:v>-3.4000000000000128</c:v>
                </c:pt>
                <c:pt idx="61">
                  <c:v>-3.390000000000013</c:v>
                </c:pt>
                <c:pt idx="62">
                  <c:v>-3.3800000000000132</c:v>
                </c:pt>
                <c:pt idx="63">
                  <c:v>-3.3700000000000134</c:v>
                </c:pt>
                <c:pt idx="64">
                  <c:v>-3.3600000000000136</c:v>
                </c:pt>
                <c:pt idx="65">
                  <c:v>-3.3500000000000139</c:v>
                </c:pt>
                <c:pt idx="66">
                  <c:v>-3.3400000000000141</c:v>
                </c:pt>
                <c:pt idx="67">
                  <c:v>-3.3300000000000143</c:v>
                </c:pt>
                <c:pt idx="68">
                  <c:v>-3.3200000000000145</c:v>
                </c:pt>
                <c:pt idx="69">
                  <c:v>-3.3100000000000147</c:v>
                </c:pt>
                <c:pt idx="70">
                  <c:v>-3.3000000000000149</c:v>
                </c:pt>
                <c:pt idx="71">
                  <c:v>-3.2900000000000151</c:v>
                </c:pt>
                <c:pt idx="72">
                  <c:v>-3.2800000000000153</c:v>
                </c:pt>
                <c:pt idx="73">
                  <c:v>-3.2700000000000156</c:v>
                </c:pt>
                <c:pt idx="74">
                  <c:v>-3.2600000000000158</c:v>
                </c:pt>
                <c:pt idx="75">
                  <c:v>-3.250000000000016</c:v>
                </c:pt>
                <c:pt idx="76">
                  <c:v>-3.2400000000000162</c:v>
                </c:pt>
                <c:pt idx="77">
                  <c:v>-3.2300000000000164</c:v>
                </c:pt>
                <c:pt idx="78">
                  <c:v>-3.2200000000000166</c:v>
                </c:pt>
                <c:pt idx="79">
                  <c:v>-3.2100000000000168</c:v>
                </c:pt>
                <c:pt idx="80">
                  <c:v>-3.2000000000000171</c:v>
                </c:pt>
                <c:pt idx="81">
                  <c:v>-3.1900000000000173</c:v>
                </c:pt>
                <c:pt idx="82">
                  <c:v>-3.1800000000000175</c:v>
                </c:pt>
                <c:pt idx="83">
                  <c:v>-3.1700000000000177</c:v>
                </c:pt>
                <c:pt idx="84">
                  <c:v>-3.1600000000000179</c:v>
                </c:pt>
                <c:pt idx="85">
                  <c:v>-3.1500000000000181</c:v>
                </c:pt>
                <c:pt idx="86">
                  <c:v>-3.1400000000000183</c:v>
                </c:pt>
                <c:pt idx="87">
                  <c:v>-3.1300000000000185</c:v>
                </c:pt>
                <c:pt idx="88">
                  <c:v>-3.1200000000000188</c:v>
                </c:pt>
                <c:pt idx="89">
                  <c:v>-3.110000000000019</c:v>
                </c:pt>
                <c:pt idx="90">
                  <c:v>-3.1000000000000192</c:v>
                </c:pt>
                <c:pt idx="91">
                  <c:v>-3.0900000000000194</c:v>
                </c:pt>
                <c:pt idx="92">
                  <c:v>-3.0800000000000196</c:v>
                </c:pt>
                <c:pt idx="93">
                  <c:v>-3.0700000000000198</c:v>
                </c:pt>
                <c:pt idx="94">
                  <c:v>-3.06000000000002</c:v>
                </c:pt>
                <c:pt idx="95">
                  <c:v>-3.0500000000000203</c:v>
                </c:pt>
                <c:pt idx="96">
                  <c:v>-3.0400000000000205</c:v>
                </c:pt>
                <c:pt idx="97">
                  <c:v>-3.0300000000000207</c:v>
                </c:pt>
                <c:pt idx="98">
                  <c:v>-3.0200000000000209</c:v>
                </c:pt>
                <c:pt idx="99">
                  <c:v>-3.0100000000000211</c:v>
                </c:pt>
                <c:pt idx="100">
                  <c:v>-3.0000000000000213</c:v>
                </c:pt>
                <c:pt idx="101">
                  <c:v>-2.9900000000000215</c:v>
                </c:pt>
                <c:pt idx="102">
                  <c:v>-2.9800000000000217</c:v>
                </c:pt>
                <c:pt idx="103">
                  <c:v>-2.970000000000022</c:v>
                </c:pt>
                <c:pt idx="104">
                  <c:v>-2.9600000000000222</c:v>
                </c:pt>
                <c:pt idx="105">
                  <c:v>-2.9500000000000224</c:v>
                </c:pt>
                <c:pt idx="106">
                  <c:v>-2.9400000000000226</c:v>
                </c:pt>
                <c:pt idx="107">
                  <c:v>-2.9300000000000228</c:v>
                </c:pt>
                <c:pt idx="108">
                  <c:v>-2.920000000000023</c:v>
                </c:pt>
                <c:pt idx="109">
                  <c:v>-2.9100000000000232</c:v>
                </c:pt>
                <c:pt idx="110">
                  <c:v>-2.9000000000000234</c:v>
                </c:pt>
                <c:pt idx="111">
                  <c:v>-2.8900000000000237</c:v>
                </c:pt>
                <c:pt idx="112">
                  <c:v>-2.8800000000000239</c:v>
                </c:pt>
                <c:pt idx="113">
                  <c:v>-2.8700000000000241</c:v>
                </c:pt>
                <c:pt idx="114">
                  <c:v>-2.8600000000000243</c:v>
                </c:pt>
                <c:pt idx="115">
                  <c:v>-2.8500000000000245</c:v>
                </c:pt>
                <c:pt idx="116">
                  <c:v>-2.8400000000000247</c:v>
                </c:pt>
                <c:pt idx="117">
                  <c:v>-2.8300000000000249</c:v>
                </c:pt>
                <c:pt idx="118">
                  <c:v>-2.8200000000000252</c:v>
                </c:pt>
                <c:pt idx="119">
                  <c:v>-2.8100000000000254</c:v>
                </c:pt>
                <c:pt idx="120">
                  <c:v>-2.8000000000000256</c:v>
                </c:pt>
                <c:pt idx="121">
                  <c:v>-2.7900000000000258</c:v>
                </c:pt>
                <c:pt idx="122">
                  <c:v>-2.780000000000026</c:v>
                </c:pt>
                <c:pt idx="123">
                  <c:v>-2.7700000000000262</c:v>
                </c:pt>
                <c:pt idx="124">
                  <c:v>-2.7600000000000264</c:v>
                </c:pt>
                <c:pt idx="125">
                  <c:v>-2.7500000000000266</c:v>
                </c:pt>
                <c:pt idx="126">
                  <c:v>-2.7400000000000269</c:v>
                </c:pt>
                <c:pt idx="127">
                  <c:v>-2.7300000000000271</c:v>
                </c:pt>
                <c:pt idx="128">
                  <c:v>-2.7200000000000273</c:v>
                </c:pt>
                <c:pt idx="129">
                  <c:v>-2.7100000000000275</c:v>
                </c:pt>
                <c:pt idx="130">
                  <c:v>-2.7000000000000277</c:v>
                </c:pt>
                <c:pt idx="131">
                  <c:v>-2.6900000000000279</c:v>
                </c:pt>
                <c:pt idx="132">
                  <c:v>-2.6800000000000281</c:v>
                </c:pt>
                <c:pt idx="133">
                  <c:v>-2.6700000000000284</c:v>
                </c:pt>
                <c:pt idx="134">
                  <c:v>-2.6600000000000286</c:v>
                </c:pt>
                <c:pt idx="135">
                  <c:v>-2.6500000000000288</c:v>
                </c:pt>
                <c:pt idx="136">
                  <c:v>-2.640000000000029</c:v>
                </c:pt>
                <c:pt idx="137">
                  <c:v>-2.6300000000000292</c:v>
                </c:pt>
                <c:pt idx="138">
                  <c:v>-2.6200000000000294</c:v>
                </c:pt>
                <c:pt idx="139">
                  <c:v>-2.6100000000000296</c:v>
                </c:pt>
                <c:pt idx="140">
                  <c:v>-2.6000000000000298</c:v>
                </c:pt>
                <c:pt idx="141">
                  <c:v>-2.5900000000000301</c:v>
                </c:pt>
                <c:pt idx="142">
                  <c:v>-2.5800000000000303</c:v>
                </c:pt>
                <c:pt idx="143">
                  <c:v>-2.5700000000000305</c:v>
                </c:pt>
                <c:pt idx="144">
                  <c:v>-2.5600000000000307</c:v>
                </c:pt>
                <c:pt idx="145">
                  <c:v>-2.5500000000000309</c:v>
                </c:pt>
                <c:pt idx="146">
                  <c:v>-2.5400000000000311</c:v>
                </c:pt>
                <c:pt idx="147">
                  <c:v>-2.5300000000000313</c:v>
                </c:pt>
                <c:pt idx="148">
                  <c:v>-2.5200000000000315</c:v>
                </c:pt>
                <c:pt idx="149">
                  <c:v>-2.5100000000000318</c:v>
                </c:pt>
                <c:pt idx="150">
                  <c:v>-2.500000000000032</c:v>
                </c:pt>
                <c:pt idx="151">
                  <c:v>-2.4900000000000322</c:v>
                </c:pt>
                <c:pt idx="152">
                  <c:v>-2.4800000000000324</c:v>
                </c:pt>
                <c:pt idx="153">
                  <c:v>-2.4700000000000326</c:v>
                </c:pt>
                <c:pt idx="154">
                  <c:v>-2.4600000000000328</c:v>
                </c:pt>
                <c:pt idx="155">
                  <c:v>-2.450000000000033</c:v>
                </c:pt>
                <c:pt idx="156">
                  <c:v>-2.4400000000000333</c:v>
                </c:pt>
                <c:pt idx="157">
                  <c:v>-2.4300000000000335</c:v>
                </c:pt>
                <c:pt idx="158">
                  <c:v>-2.4200000000000337</c:v>
                </c:pt>
                <c:pt idx="159">
                  <c:v>-2.4100000000000339</c:v>
                </c:pt>
                <c:pt idx="160">
                  <c:v>-2.4000000000000341</c:v>
                </c:pt>
                <c:pt idx="161">
                  <c:v>-2.3900000000000343</c:v>
                </c:pt>
                <c:pt idx="162">
                  <c:v>-2.3800000000000345</c:v>
                </c:pt>
                <c:pt idx="163">
                  <c:v>-2.3700000000000347</c:v>
                </c:pt>
                <c:pt idx="164">
                  <c:v>-2.360000000000035</c:v>
                </c:pt>
                <c:pt idx="165">
                  <c:v>-2.3500000000000352</c:v>
                </c:pt>
                <c:pt idx="166">
                  <c:v>-2.3400000000000354</c:v>
                </c:pt>
                <c:pt idx="167">
                  <c:v>-2.3300000000000356</c:v>
                </c:pt>
                <c:pt idx="168">
                  <c:v>-2.3200000000000358</c:v>
                </c:pt>
                <c:pt idx="169">
                  <c:v>-2.310000000000036</c:v>
                </c:pt>
                <c:pt idx="170">
                  <c:v>-2.3000000000000362</c:v>
                </c:pt>
                <c:pt idx="171">
                  <c:v>-2.2900000000000365</c:v>
                </c:pt>
                <c:pt idx="172">
                  <c:v>-2.2800000000000367</c:v>
                </c:pt>
                <c:pt idx="173">
                  <c:v>-2.2700000000000369</c:v>
                </c:pt>
                <c:pt idx="174">
                  <c:v>-2.2600000000000371</c:v>
                </c:pt>
                <c:pt idx="175">
                  <c:v>-2.2500000000000373</c:v>
                </c:pt>
                <c:pt idx="176">
                  <c:v>-2.2400000000000375</c:v>
                </c:pt>
                <c:pt idx="177">
                  <c:v>-2.2300000000000377</c:v>
                </c:pt>
                <c:pt idx="178">
                  <c:v>-2.2200000000000379</c:v>
                </c:pt>
                <c:pt idx="179">
                  <c:v>-2.2100000000000382</c:v>
                </c:pt>
                <c:pt idx="180">
                  <c:v>-2.2000000000000384</c:v>
                </c:pt>
                <c:pt idx="181">
                  <c:v>-2.1900000000000386</c:v>
                </c:pt>
                <c:pt idx="182">
                  <c:v>-2.1800000000000388</c:v>
                </c:pt>
                <c:pt idx="183">
                  <c:v>-2.170000000000039</c:v>
                </c:pt>
                <c:pt idx="184">
                  <c:v>-2.1600000000000392</c:v>
                </c:pt>
                <c:pt idx="185">
                  <c:v>-2.1500000000000394</c:v>
                </c:pt>
                <c:pt idx="186">
                  <c:v>-2.1400000000000396</c:v>
                </c:pt>
                <c:pt idx="187">
                  <c:v>-2.1300000000000399</c:v>
                </c:pt>
                <c:pt idx="188">
                  <c:v>-2.1200000000000401</c:v>
                </c:pt>
                <c:pt idx="189">
                  <c:v>-2.1100000000000403</c:v>
                </c:pt>
                <c:pt idx="190">
                  <c:v>-2.1000000000000405</c:v>
                </c:pt>
                <c:pt idx="191">
                  <c:v>-2.0900000000000407</c:v>
                </c:pt>
                <c:pt idx="192">
                  <c:v>-2.0800000000000409</c:v>
                </c:pt>
                <c:pt idx="193">
                  <c:v>-2.0700000000000411</c:v>
                </c:pt>
                <c:pt idx="194">
                  <c:v>-2.0600000000000414</c:v>
                </c:pt>
                <c:pt idx="195">
                  <c:v>-2.0500000000000416</c:v>
                </c:pt>
                <c:pt idx="196">
                  <c:v>-2.0400000000000418</c:v>
                </c:pt>
                <c:pt idx="197">
                  <c:v>-2.030000000000042</c:v>
                </c:pt>
                <c:pt idx="198">
                  <c:v>-2.0200000000000422</c:v>
                </c:pt>
                <c:pt idx="199">
                  <c:v>-2.0100000000000424</c:v>
                </c:pt>
                <c:pt idx="200">
                  <c:v>-2.0000000000000426</c:v>
                </c:pt>
                <c:pt idx="201">
                  <c:v>-1.9900000000000426</c:v>
                </c:pt>
                <c:pt idx="202">
                  <c:v>-1.9800000000000426</c:v>
                </c:pt>
                <c:pt idx="203">
                  <c:v>-1.9700000000000426</c:v>
                </c:pt>
                <c:pt idx="204">
                  <c:v>-1.9600000000000426</c:v>
                </c:pt>
                <c:pt idx="205">
                  <c:v>-1.9500000000000426</c:v>
                </c:pt>
                <c:pt idx="206">
                  <c:v>-1.9400000000000426</c:v>
                </c:pt>
                <c:pt idx="207">
                  <c:v>-1.9300000000000426</c:v>
                </c:pt>
                <c:pt idx="208">
                  <c:v>-1.9200000000000426</c:v>
                </c:pt>
                <c:pt idx="209">
                  <c:v>-1.9100000000000426</c:v>
                </c:pt>
                <c:pt idx="210">
                  <c:v>-1.9000000000000425</c:v>
                </c:pt>
                <c:pt idx="211">
                  <c:v>-1.8900000000000425</c:v>
                </c:pt>
                <c:pt idx="212">
                  <c:v>-1.8800000000000425</c:v>
                </c:pt>
                <c:pt idx="213">
                  <c:v>-1.8700000000000425</c:v>
                </c:pt>
                <c:pt idx="214">
                  <c:v>-1.8600000000000425</c:v>
                </c:pt>
                <c:pt idx="215">
                  <c:v>-1.8500000000000425</c:v>
                </c:pt>
                <c:pt idx="216">
                  <c:v>-1.8400000000000425</c:v>
                </c:pt>
                <c:pt idx="217">
                  <c:v>-1.8300000000000425</c:v>
                </c:pt>
                <c:pt idx="218">
                  <c:v>-1.8200000000000425</c:v>
                </c:pt>
                <c:pt idx="219">
                  <c:v>-1.8100000000000425</c:v>
                </c:pt>
                <c:pt idx="220">
                  <c:v>-1.8000000000000425</c:v>
                </c:pt>
                <c:pt idx="221">
                  <c:v>-1.7900000000000424</c:v>
                </c:pt>
                <c:pt idx="222">
                  <c:v>-1.7800000000000424</c:v>
                </c:pt>
                <c:pt idx="223">
                  <c:v>-1.7700000000000424</c:v>
                </c:pt>
                <c:pt idx="224">
                  <c:v>-1.7600000000000424</c:v>
                </c:pt>
                <c:pt idx="225">
                  <c:v>-1.7500000000000424</c:v>
                </c:pt>
                <c:pt idx="226">
                  <c:v>-1.7400000000000424</c:v>
                </c:pt>
                <c:pt idx="227">
                  <c:v>-1.7300000000000424</c:v>
                </c:pt>
                <c:pt idx="228">
                  <c:v>-1.7200000000000424</c:v>
                </c:pt>
                <c:pt idx="229">
                  <c:v>-1.7100000000000424</c:v>
                </c:pt>
                <c:pt idx="230">
                  <c:v>-1.7000000000000424</c:v>
                </c:pt>
                <c:pt idx="231">
                  <c:v>-1.6900000000000424</c:v>
                </c:pt>
                <c:pt idx="232">
                  <c:v>-1.6800000000000423</c:v>
                </c:pt>
                <c:pt idx="233">
                  <c:v>-1.6700000000000423</c:v>
                </c:pt>
                <c:pt idx="234">
                  <c:v>-1.6600000000000423</c:v>
                </c:pt>
                <c:pt idx="235">
                  <c:v>-1.6500000000000423</c:v>
                </c:pt>
                <c:pt idx="236">
                  <c:v>-1.6400000000000423</c:v>
                </c:pt>
                <c:pt idx="237">
                  <c:v>-1.6300000000000423</c:v>
                </c:pt>
                <c:pt idx="238">
                  <c:v>-1.6200000000000423</c:v>
                </c:pt>
                <c:pt idx="239">
                  <c:v>-1.6100000000000423</c:v>
                </c:pt>
                <c:pt idx="240">
                  <c:v>-1.6000000000000423</c:v>
                </c:pt>
                <c:pt idx="241">
                  <c:v>-1.5900000000000423</c:v>
                </c:pt>
                <c:pt idx="242">
                  <c:v>-1.5800000000000423</c:v>
                </c:pt>
                <c:pt idx="243">
                  <c:v>-1.5700000000000423</c:v>
                </c:pt>
                <c:pt idx="244">
                  <c:v>-1.5600000000000422</c:v>
                </c:pt>
                <c:pt idx="245">
                  <c:v>-1.5500000000000422</c:v>
                </c:pt>
                <c:pt idx="246">
                  <c:v>-1.5400000000000422</c:v>
                </c:pt>
                <c:pt idx="247">
                  <c:v>-1.5300000000000422</c:v>
                </c:pt>
                <c:pt idx="248">
                  <c:v>-1.5200000000000422</c:v>
                </c:pt>
                <c:pt idx="249">
                  <c:v>-1.5100000000000422</c:v>
                </c:pt>
                <c:pt idx="250">
                  <c:v>-1.5000000000000422</c:v>
                </c:pt>
                <c:pt idx="251">
                  <c:v>-1.4900000000000422</c:v>
                </c:pt>
                <c:pt idx="252">
                  <c:v>-1.4800000000000422</c:v>
                </c:pt>
                <c:pt idx="253">
                  <c:v>-1.4700000000000422</c:v>
                </c:pt>
                <c:pt idx="254">
                  <c:v>-1.4600000000000422</c:v>
                </c:pt>
                <c:pt idx="255">
                  <c:v>-1.4500000000000421</c:v>
                </c:pt>
                <c:pt idx="256">
                  <c:v>-1.4400000000000421</c:v>
                </c:pt>
                <c:pt idx="257">
                  <c:v>-1.4300000000000421</c:v>
                </c:pt>
                <c:pt idx="258">
                  <c:v>-1.4200000000000421</c:v>
                </c:pt>
                <c:pt idx="259">
                  <c:v>-1.4100000000000421</c:v>
                </c:pt>
                <c:pt idx="260">
                  <c:v>-1.4000000000000421</c:v>
                </c:pt>
                <c:pt idx="261">
                  <c:v>-1.3900000000000421</c:v>
                </c:pt>
                <c:pt idx="262">
                  <c:v>-1.3800000000000421</c:v>
                </c:pt>
                <c:pt idx="263">
                  <c:v>-1.3700000000000421</c:v>
                </c:pt>
                <c:pt idx="264">
                  <c:v>-1.3600000000000421</c:v>
                </c:pt>
                <c:pt idx="265">
                  <c:v>-1.3500000000000421</c:v>
                </c:pt>
                <c:pt idx="266">
                  <c:v>-1.340000000000042</c:v>
                </c:pt>
                <c:pt idx="267">
                  <c:v>-1.330000000000042</c:v>
                </c:pt>
                <c:pt idx="268">
                  <c:v>-1.320000000000042</c:v>
                </c:pt>
                <c:pt idx="269">
                  <c:v>-1.310000000000042</c:v>
                </c:pt>
                <c:pt idx="270">
                  <c:v>-1.300000000000042</c:v>
                </c:pt>
                <c:pt idx="271">
                  <c:v>-1.290000000000042</c:v>
                </c:pt>
                <c:pt idx="272">
                  <c:v>-1.280000000000042</c:v>
                </c:pt>
                <c:pt idx="273">
                  <c:v>-1.270000000000042</c:v>
                </c:pt>
                <c:pt idx="274">
                  <c:v>-1.260000000000042</c:v>
                </c:pt>
                <c:pt idx="275">
                  <c:v>-1.250000000000042</c:v>
                </c:pt>
                <c:pt idx="276">
                  <c:v>-1.240000000000042</c:v>
                </c:pt>
                <c:pt idx="277">
                  <c:v>-1.2300000000000419</c:v>
                </c:pt>
                <c:pt idx="278">
                  <c:v>-1.2200000000000419</c:v>
                </c:pt>
                <c:pt idx="279">
                  <c:v>-1.2100000000000419</c:v>
                </c:pt>
                <c:pt idx="280">
                  <c:v>-1.2000000000000419</c:v>
                </c:pt>
                <c:pt idx="281">
                  <c:v>-1.1900000000000419</c:v>
                </c:pt>
                <c:pt idx="282">
                  <c:v>-1.1800000000000419</c:v>
                </c:pt>
                <c:pt idx="283">
                  <c:v>-1.1700000000000419</c:v>
                </c:pt>
                <c:pt idx="284">
                  <c:v>-1.1600000000000419</c:v>
                </c:pt>
                <c:pt idx="285">
                  <c:v>-1.1500000000000419</c:v>
                </c:pt>
                <c:pt idx="286">
                  <c:v>-1.1400000000000419</c:v>
                </c:pt>
                <c:pt idx="287">
                  <c:v>-1.1300000000000419</c:v>
                </c:pt>
                <c:pt idx="288">
                  <c:v>-1.1200000000000419</c:v>
                </c:pt>
                <c:pt idx="289">
                  <c:v>-1.1100000000000418</c:v>
                </c:pt>
                <c:pt idx="290">
                  <c:v>-1.1000000000000418</c:v>
                </c:pt>
                <c:pt idx="291">
                  <c:v>-1.0900000000000418</c:v>
                </c:pt>
                <c:pt idx="292">
                  <c:v>-1.0800000000000418</c:v>
                </c:pt>
                <c:pt idx="293">
                  <c:v>-1.0700000000000418</c:v>
                </c:pt>
                <c:pt idx="294">
                  <c:v>-1.0600000000000418</c:v>
                </c:pt>
                <c:pt idx="295">
                  <c:v>-1.0500000000000418</c:v>
                </c:pt>
                <c:pt idx="296">
                  <c:v>-1.0400000000000418</c:v>
                </c:pt>
                <c:pt idx="297">
                  <c:v>-1.0300000000000418</c:v>
                </c:pt>
                <c:pt idx="298">
                  <c:v>-1.0200000000000418</c:v>
                </c:pt>
                <c:pt idx="299">
                  <c:v>-1.0100000000000418</c:v>
                </c:pt>
                <c:pt idx="300">
                  <c:v>-1.0000000000000417</c:v>
                </c:pt>
                <c:pt idx="301">
                  <c:v>-0.99000000000004174</c:v>
                </c:pt>
                <c:pt idx="302">
                  <c:v>-0.98000000000004173</c:v>
                </c:pt>
                <c:pt idx="303">
                  <c:v>-0.97000000000004172</c:v>
                </c:pt>
                <c:pt idx="304">
                  <c:v>-0.96000000000004171</c:v>
                </c:pt>
                <c:pt idx="305">
                  <c:v>-0.9500000000000417</c:v>
                </c:pt>
                <c:pt idx="306">
                  <c:v>-0.94000000000004169</c:v>
                </c:pt>
                <c:pt idx="307">
                  <c:v>-0.93000000000004168</c:v>
                </c:pt>
                <c:pt idx="308">
                  <c:v>-0.92000000000004167</c:v>
                </c:pt>
                <c:pt idx="309">
                  <c:v>-0.91000000000004166</c:v>
                </c:pt>
                <c:pt idx="310">
                  <c:v>-0.90000000000004166</c:v>
                </c:pt>
                <c:pt idx="311">
                  <c:v>-0.89000000000004165</c:v>
                </c:pt>
                <c:pt idx="312">
                  <c:v>-0.88000000000004164</c:v>
                </c:pt>
                <c:pt idx="313">
                  <c:v>-0.87000000000004163</c:v>
                </c:pt>
                <c:pt idx="314">
                  <c:v>-0.86000000000004162</c:v>
                </c:pt>
                <c:pt idx="315">
                  <c:v>-0.85000000000004161</c:v>
                </c:pt>
                <c:pt idx="316">
                  <c:v>-0.8400000000000416</c:v>
                </c:pt>
                <c:pt idx="317">
                  <c:v>-0.83000000000004159</c:v>
                </c:pt>
                <c:pt idx="318">
                  <c:v>-0.82000000000004158</c:v>
                </c:pt>
                <c:pt idx="319">
                  <c:v>-0.81000000000004158</c:v>
                </c:pt>
                <c:pt idx="320">
                  <c:v>-0.80000000000004157</c:v>
                </c:pt>
                <c:pt idx="321">
                  <c:v>-0.79000000000004156</c:v>
                </c:pt>
                <c:pt idx="322">
                  <c:v>-0.78000000000004155</c:v>
                </c:pt>
                <c:pt idx="323">
                  <c:v>-0.77000000000004154</c:v>
                </c:pt>
                <c:pt idx="324">
                  <c:v>-0.76000000000004153</c:v>
                </c:pt>
                <c:pt idx="325">
                  <c:v>-0.75000000000004152</c:v>
                </c:pt>
                <c:pt idx="326">
                  <c:v>-0.74000000000004151</c:v>
                </c:pt>
                <c:pt idx="327">
                  <c:v>-0.7300000000000415</c:v>
                </c:pt>
                <c:pt idx="328">
                  <c:v>-0.7200000000000415</c:v>
                </c:pt>
                <c:pt idx="329">
                  <c:v>-0.71000000000004149</c:v>
                </c:pt>
                <c:pt idx="330">
                  <c:v>-0.70000000000004148</c:v>
                </c:pt>
                <c:pt idx="331">
                  <c:v>-0.69000000000004147</c:v>
                </c:pt>
                <c:pt idx="332">
                  <c:v>-0.68000000000004146</c:v>
                </c:pt>
                <c:pt idx="333">
                  <c:v>-0.67000000000004145</c:v>
                </c:pt>
                <c:pt idx="334">
                  <c:v>-0.66000000000004144</c:v>
                </c:pt>
                <c:pt idx="335">
                  <c:v>-0.65000000000004143</c:v>
                </c:pt>
                <c:pt idx="336">
                  <c:v>-0.64000000000004142</c:v>
                </c:pt>
                <c:pt idx="337">
                  <c:v>-0.63000000000004142</c:v>
                </c:pt>
                <c:pt idx="338">
                  <c:v>-0.62000000000004141</c:v>
                </c:pt>
                <c:pt idx="339">
                  <c:v>-0.6100000000000414</c:v>
                </c:pt>
                <c:pt idx="340">
                  <c:v>-0.60000000000004139</c:v>
                </c:pt>
                <c:pt idx="341">
                  <c:v>-0.59000000000004138</c:v>
                </c:pt>
                <c:pt idx="342">
                  <c:v>-0.58000000000004137</c:v>
                </c:pt>
                <c:pt idx="343">
                  <c:v>-0.57000000000004136</c:v>
                </c:pt>
                <c:pt idx="344">
                  <c:v>-0.56000000000004135</c:v>
                </c:pt>
                <c:pt idx="345">
                  <c:v>-0.55000000000004134</c:v>
                </c:pt>
                <c:pt idx="346">
                  <c:v>-0.54000000000004134</c:v>
                </c:pt>
                <c:pt idx="347">
                  <c:v>-0.53000000000004133</c:v>
                </c:pt>
                <c:pt idx="348">
                  <c:v>-0.52000000000004132</c:v>
                </c:pt>
                <c:pt idx="349">
                  <c:v>-0.51000000000004131</c:v>
                </c:pt>
                <c:pt idx="350">
                  <c:v>-0.5000000000000413</c:v>
                </c:pt>
                <c:pt idx="351">
                  <c:v>-0.49000000000004129</c:v>
                </c:pt>
                <c:pt idx="352">
                  <c:v>-0.48000000000004128</c:v>
                </c:pt>
                <c:pt idx="353">
                  <c:v>-0.47000000000004127</c:v>
                </c:pt>
                <c:pt idx="354">
                  <c:v>-0.46000000000004126</c:v>
                </c:pt>
                <c:pt idx="355">
                  <c:v>-0.45000000000004126</c:v>
                </c:pt>
                <c:pt idx="356">
                  <c:v>-0.44000000000004125</c:v>
                </c:pt>
                <c:pt idx="357">
                  <c:v>-0.43000000000004124</c:v>
                </c:pt>
                <c:pt idx="358">
                  <c:v>-0.42000000000004123</c:v>
                </c:pt>
                <c:pt idx="359">
                  <c:v>-0.41000000000004122</c:v>
                </c:pt>
                <c:pt idx="360">
                  <c:v>-0.40000000000004121</c:v>
                </c:pt>
                <c:pt idx="361">
                  <c:v>-0.3900000000000412</c:v>
                </c:pt>
                <c:pt idx="362">
                  <c:v>-0.38000000000004119</c:v>
                </c:pt>
                <c:pt idx="363">
                  <c:v>-0.37000000000004118</c:v>
                </c:pt>
                <c:pt idx="364">
                  <c:v>-0.36000000000004118</c:v>
                </c:pt>
                <c:pt idx="365">
                  <c:v>-0.35000000000004117</c:v>
                </c:pt>
                <c:pt idx="366">
                  <c:v>-0.34000000000004116</c:v>
                </c:pt>
                <c:pt idx="367">
                  <c:v>-0.33000000000004115</c:v>
                </c:pt>
                <c:pt idx="368">
                  <c:v>-0.32000000000004114</c:v>
                </c:pt>
                <c:pt idx="369">
                  <c:v>-0.31000000000004113</c:v>
                </c:pt>
                <c:pt idx="370">
                  <c:v>-0.30000000000004112</c:v>
                </c:pt>
                <c:pt idx="371">
                  <c:v>-0.29000000000004111</c:v>
                </c:pt>
                <c:pt idx="372">
                  <c:v>-0.2800000000000411</c:v>
                </c:pt>
                <c:pt idx="373">
                  <c:v>-0.2700000000000411</c:v>
                </c:pt>
                <c:pt idx="374">
                  <c:v>-0.26000000000004109</c:v>
                </c:pt>
                <c:pt idx="375">
                  <c:v>-0.25000000000004108</c:v>
                </c:pt>
                <c:pt idx="376">
                  <c:v>-0.24000000000004107</c:v>
                </c:pt>
                <c:pt idx="377">
                  <c:v>-0.23000000000004106</c:v>
                </c:pt>
                <c:pt idx="378">
                  <c:v>-0.22000000000004105</c:v>
                </c:pt>
                <c:pt idx="379">
                  <c:v>-0.21000000000004104</c:v>
                </c:pt>
                <c:pt idx="380">
                  <c:v>-0.20000000000004103</c:v>
                </c:pt>
                <c:pt idx="381">
                  <c:v>-0.19000000000004102</c:v>
                </c:pt>
                <c:pt idx="382">
                  <c:v>-0.18000000000004102</c:v>
                </c:pt>
                <c:pt idx="383">
                  <c:v>-0.17000000000004101</c:v>
                </c:pt>
                <c:pt idx="384">
                  <c:v>-0.160000000000041</c:v>
                </c:pt>
                <c:pt idx="385">
                  <c:v>-0.15000000000004099</c:v>
                </c:pt>
                <c:pt idx="386">
                  <c:v>-0.14000000000004098</c:v>
                </c:pt>
                <c:pt idx="387">
                  <c:v>-0.13000000000004097</c:v>
                </c:pt>
                <c:pt idx="388">
                  <c:v>-0.12000000000004098</c:v>
                </c:pt>
                <c:pt idx="389">
                  <c:v>-0.11000000000004098</c:v>
                </c:pt>
                <c:pt idx="390">
                  <c:v>-0.10000000000004099</c:v>
                </c:pt>
                <c:pt idx="391">
                  <c:v>-9.0000000000040992E-2</c:v>
                </c:pt>
                <c:pt idx="392">
                  <c:v>-8.0000000000040997E-2</c:v>
                </c:pt>
                <c:pt idx="393">
                  <c:v>-7.0000000000041002E-2</c:v>
                </c:pt>
                <c:pt idx="394">
                  <c:v>-6.0000000000041E-2</c:v>
                </c:pt>
                <c:pt idx="395">
                  <c:v>-5.0000000000040998E-2</c:v>
                </c:pt>
                <c:pt idx="396">
                  <c:v>-4.0000000000040996E-2</c:v>
                </c:pt>
                <c:pt idx="397">
                  <c:v>-3.0000000000040994E-2</c:v>
                </c:pt>
                <c:pt idx="398">
                  <c:v>-2.0000000000040992E-2</c:v>
                </c:pt>
                <c:pt idx="399">
                  <c:v>-1.0000000000040992E-2</c:v>
                </c:pt>
                <c:pt idx="400">
                  <c:v>0</c:v>
                </c:pt>
                <c:pt idx="401">
                  <c:v>0.01</c:v>
                </c:pt>
                <c:pt idx="402">
                  <c:v>0.02</c:v>
                </c:pt>
                <c:pt idx="403">
                  <c:v>0.03</c:v>
                </c:pt>
                <c:pt idx="404">
                  <c:v>0.04</c:v>
                </c:pt>
                <c:pt idx="405">
                  <c:v>0.05</c:v>
                </c:pt>
                <c:pt idx="406">
                  <c:v>6.0000000000000005E-2</c:v>
                </c:pt>
                <c:pt idx="407">
                  <c:v>7.0000000000000007E-2</c:v>
                </c:pt>
                <c:pt idx="408">
                  <c:v>0.08</c:v>
                </c:pt>
                <c:pt idx="409">
                  <c:v>0.09</c:v>
                </c:pt>
                <c:pt idx="410">
                  <c:v>9.9999999999999992E-2</c:v>
                </c:pt>
                <c:pt idx="411">
                  <c:v>0.10999999999999999</c:v>
                </c:pt>
                <c:pt idx="412">
                  <c:v>0.11999999999999998</c:v>
                </c:pt>
                <c:pt idx="413">
                  <c:v>0.12999999999999998</c:v>
                </c:pt>
                <c:pt idx="414">
                  <c:v>0.13999999999999999</c:v>
                </c:pt>
                <c:pt idx="415">
                  <c:v>0.15</c:v>
                </c:pt>
                <c:pt idx="416">
                  <c:v>0.16</c:v>
                </c:pt>
                <c:pt idx="417">
                  <c:v>0.17</c:v>
                </c:pt>
                <c:pt idx="418">
                  <c:v>0.18000000000000002</c:v>
                </c:pt>
                <c:pt idx="419">
                  <c:v>0.19000000000000003</c:v>
                </c:pt>
                <c:pt idx="420">
                  <c:v>0.20000000000000004</c:v>
                </c:pt>
                <c:pt idx="421">
                  <c:v>0.21000000000000005</c:v>
                </c:pt>
                <c:pt idx="422">
                  <c:v>0.22000000000000006</c:v>
                </c:pt>
                <c:pt idx="423">
                  <c:v>0.23000000000000007</c:v>
                </c:pt>
                <c:pt idx="424">
                  <c:v>0.24000000000000007</c:v>
                </c:pt>
                <c:pt idx="425">
                  <c:v>0.25000000000000006</c:v>
                </c:pt>
                <c:pt idx="426">
                  <c:v>0.26000000000000006</c:v>
                </c:pt>
                <c:pt idx="427">
                  <c:v>0.27000000000000007</c:v>
                </c:pt>
                <c:pt idx="428">
                  <c:v>0.28000000000000008</c:v>
                </c:pt>
                <c:pt idx="429">
                  <c:v>0.29000000000000009</c:v>
                </c:pt>
                <c:pt idx="430">
                  <c:v>0.3000000000000001</c:v>
                </c:pt>
                <c:pt idx="431">
                  <c:v>0.31000000000000011</c:v>
                </c:pt>
                <c:pt idx="432">
                  <c:v>0.32000000000000012</c:v>
                </c:pt>
                <c:pt idx="433">
                  <c:v>0.33000000000000013</c:v>
                </c:pt>
                <c:pt idx="434">
                  <c:v>0.34000000000000014</c:v>
                </c:pt>
                <c:pt idx="435">
                  <c:v>0.35000000000000014</c:v>
                </c:pt>
                <c:pt idx="436">
                  <c:v>0.36000000000000015</c:v>
                </c:pt>
                <c:pt idx="437">
                  <c:v>0.37000000000000016</c:v>
                </c:pt>
                <c:pt idx="438">
                  <c:v>0.38000000000000017</c:v>
                </c:pt>
                <c:pt idx="439">
                  <c:v>0.39000000000000018</c:v>
                </c:pt>
                <c:pt idx="440">
                  <c:v>0.40000000000000019</c:v>
                </c:pt>
                <c:pt idx="441">
                  <c:v>0.4100000000000002</c:v>
                </c:pt>
                <c:pt idx="442">
                  <c:v>0.42000000000000021</c:v>
                </c:pt>
                <c:pt idx="443">
                  <c:v>0.43000000000000022</c:v>
                </c:pt>
                <c:pt idx="444">
                  <c:v>0.44000000000000022</c:v>
                </c:pt>
                <c:pt idx="445">
                  <c:v>0.45000000000000023</c:v>
                </c:pt>
                <c:pt idx="446">
                  <c:v>0.46000000000000024</c:v>
                </c:pt>
                <c:pt idx="447">
                  <c:v>0.47000000000000025</c:v>
                </c:pt>
                <c:pt idx="448">
                  <c:v>0.48000000000000026</c:v>
                </c:pt>
                <c:pt idx="449">
                  <c:v>0.49000000000000027</c:v>
                </c:pt>
                <c:pt idx="450">
                  <c:v>0.50000000000000022</c:v>
                </c:pt>
                <c:pt idx="451">
                  <c:v>0.51000000000000023</c:v>
                </c:pt>
                <c:pt idx="452">
                  <c:v>0.52000000000000024</c:v>
                </c:pt>
                <c:pt idx="453">
                  <c:v>0.53000000000000025</c:v>
                </c:pt>
                <c:pt idx="454">
                  <c:v>0.54000000000000026</c:v>
                </c:pt>
                <c:pt idx="455">
                  <c:v>0.55000000000000027</c:v>
                </c:pt>
                <c:pt idx="456">
                  <c:v>0.56000000000000028</c:v>
                </c:pt>
                <c:pt idx="457">
                  <c:v>0.57000000000000028</c:v>
                </c:pt>
                <c:pt idx="458">
                  <c:v>0.58000000000000029</c:v>
                </c:pt>
                <c:pt idx="459">
                  <c:v>0.5900000000000003</c:v>
                </c:pt>
                <c:pt idx="460">
                  <c:v>0.60000000000000031</c:v>
                </c:pt>
                <c:pt idx="461">
                  <c:v>0.61000000000000032</c:v>
                </c:pt>
                <c:pt idx="462">
                  <c:v>0.62000000000000033</c:v>
                </c:pt>
                <c:pt idx="463">
                  <c:v>0.63000000000000034</c:v>
                </c:pt>
                <c:pt idx="464">
                  <c:v>0.64000000000000035</c:v>
                </c:pt>
                <c:pt idx="465">
                  <c:v>0.65000000000000036</c:v>
                </c:pt>
                <c:pt idx="466">
                  <c:v>0.66000000000000036</c:v>
                </c:pt>
                <c:pt idx="467">
                  <c:v>0.67000000000000037</c:v>
                </c:pt>
                <c:pt idx="468">
                  <c:v>0.68000000000000038</c:v>
                </c:pt>
                <c:pt idx="469">
                  <c:v>0.69000000000000039</c:v>
                </c:pt>
                <c:pt idx="470">
                  <c:v>0.7000000000000004</c:v>
                </c:pt>
                <c:pt idx="471">
                  <c:v>0.71000000000000041</c:v>
                </c:pt>
                <c:pt idx="472">
                  <c:v>0.72000000000000042</c:v>
                </c:pt>
                <c:pt idx="473">
                  <c:v>0.73000000000000043</c:v>
                </c:pt>
                <c:pt idx="474">
                  <c:v>0.74000000000000044</c:v>
                </c:pt>
                <c:pt idx="475">
                  <c:v>0.75000000000000044</c:v>
                </c:pt>
                <c:pt idx="476">
                  <c:v>0.76000000000000045</c:v>
                </c:pt>
                <c:pt idx="477">
                  <c:v>0.77000000000000046</c:v>
                </c:pt>
                <c:pt idx="478">
                  <c:v>0.78000000000000047</c:v>
                </c:pt>
                <c:pt idx="479">
                  <c:v>0.79000000000000048</c:v>
                </c:pt>
                <c:pt idx="480">
                  <c:v>0.80000000000000049</c:v>
                </c:pt>
                <c:pt idx="481">
                  <c:v>0.8100000000000005</c:v>
                </c:pt>
                <c:pt idx="482">
                  <c:v>0.82000000000000051</c:v>
                </c:pt>
                <c:pt idx="483">
                  <c:v>0.83000000000000052</c:v>
                </c:pt>
                <c:pt idx="484">
                  <c:v>0.84000000000000052</c:v>
                </c:pt>
                <c:pt idx="485">
                  <c:v>0.85000000000000053</c:v>
                </c:pt>
                <c:pt idx="486">
                  <c:v>0.86000000000000054</c:v>
                </c:pt>
                <c:pt idx="487">
                  <c:v>0.87000000000000055</c:v>
                </c:pt>
                <c:pt idx="488">
                  <c:v>0.88000000000000056</c:v>
                </c:pt>
                <c:pt idx="489">
                  <c:v>0.89000000000000057</c:v>
                </c:pt>
                <c:pt idx="490">
                  <c:v>0.90000000000000058</c:v>
                </c:pt>
                <c:pt idx="491">
                  <c:v>0.91000000000000059</c:v>
                </c:pt>
                <c:pt idx="492">
                  <c:v>0.9200000000000006</c:v>
                </c:pt>
                <c:pt idx="493">
                  <c:v>0.9300000000000006</c:v>
                </c:pt>
                <c:pt idx="494">
                  <c:v>0.94000000000000061</c:v>
                </c:pt>
                <c:pt idx="495">
                  <c:v>0.95000000000000062</c:v>
                </c:pt>
                <c:pt idx="496">
                  <c:v>0.96000000000000063</c:v>
                </c:pt>
                <c:pt idx="497">
                  <c:v>0.97000000000000064</c:v>
                </c:pt>
                <c:pt idx="498">
                  <c:v>0.98000000000000065</c:v>
                </c:pt>
                <c:pt idx="499">
                  <c:v>0.99000000000000066</c:v>
                </c:pt>
                <c:pt idx="500">
                  <c:v>1.0000000000000007</c:v>
                </c:pt>
                <c:pt idx="501">
                  <c:v>1.0100000000000007</c:v>
                </c:pt>
                <c:pt idx="502">
                  <c:v>1.0200000000000007</c:v>
                </c:pt>
                <c:pt idx="503">
                  <c:v>1.0300000000000007</c:v>
                </c:pt>
                <c:pt idx="504">
                  <c:v>1.0400000000000007</c:v>
                </c:pt>
                <c:pt idx="505">
                  <c:v>1.0500000000000007</c:v>
                </c:pt>
                <c:pt idx="506">
                  <c:v>1.0600000000000007</c:v>
                </c:pt>
                <c:pt idx="507">
                  <c:v>1.0700000000000007</c:v>
                </c:pt>
                <c:pt idx="508">
                  <c:v>1.0800000000000007</c:v>
                </c:pt>
                <c:pt idx="509">
                  <c:v>1.0900000000000007</c:v>
                </c:pt>
                <c:pt idx="510">
                  <c:v>1.1000000000000008</c:v>
                </c:pt>
                <c:pt idx="511">
                  <c:v>1.1100000000000008</c:v>
                </c:pt>
                <c:pt idx="512">
                  <c:v>1.1200000000000008</c:v>
                </c:pt>
                <c:pt idx="513">
                  <c:v>1.1300000000000008</c:v>
                </c:pt>
                <c:pt idx="514">
                  <c:v>1.1400000000000008</c:v>
                </c:pt>
                <c:pt idx="515">
                  <c:v>1.1500000000000008</c:v>
                </c:pt>
                <c:pt idx="516">
                  <c:v>1.1600000000000008</c:v>
                </c:pt>
                <c:pt idx="517">
                  <c:v>1.1700000000000008</c:v>
                </c:pt>
                <c:pt idx="518">
                  <c:v>1.1800000000000008</c:v>
                </c:pt>
                <c:pt idx="519">
                  <c:v>1.1900000000000008</c:v>
                </c:pt>
                <c:pt idx="520">
                  <c:v>1.2000000000000008</c:v>
                </c:pt>
                <c:pt idx="521">
                  <c:v>1.2100000000000009</c:v>
                </c:pt>
                <c:pt idx="522">
                  <c:v>1.2200000000000009</c:v>
                </c:pt>
                <c:pt idx="523">
                  <c:v>1.2300000000000009</c:v>
                </c:pt>
                <c:pt idx="524">
                  <c:v>1.2400000000000009</c:v>
                </c:pt>
                <c:pt idx="525">
                  <c:v>1.2500000000000009</c:v>
                </c:pt>
                <c:pt idx="526">
                  <c:v>1.2600000000000009</c:v>
                </c:pt>
                <c:pt idx="527">
                  <c:v>1.2700000000000009</c:v>
                </c:pt>
                <c:pt idx="528">
                  <c:v>1.2800000000000009</c:v>
                </c:pt>
                <c:pt idx="529">
                  <c:v>1.2900000000000009</c:v>
                </c:pt>
                <c:pt idx="530">
                  <c:v>1.3000000000000009</c:v>
                </c:pt>
                <c:pt idx="531">
                  <c:v>1.3100000000000009</c:v>
                </c:pt>
                <c:pt idx="532">
                  <c:v>1.320000000000001</c:v>
                </c:pt>
                <c:pt idx="533">
                  <c:v>1.330000000000001</c:v>
                </c:pt>
                <c:pt idx="534">
                  <c:v>1.340000000000001</c:v>
                </c:pt>
                <c:pt idx="535">
                  <c:v>1.350000000000001</c:v>
                </c:pt>
                <c:pt idx="536">
                  <c:v>1.360000000000001</c:v>
                </c:pt>
                <c:pt idx="537">
                  <c:v>1.370000000000001</c:v>
                </c:pt>
                <c:pt idx="538">
                  <c:v>1.380000000000001</c:v>
                </c:pt>
                <c:pt idx="539">
                  <c:v>1.390000000000001</c:v>
                </c:pt>
                <c:pt idx="540">
                  <c:v>1.400000000000001</c:v>
                </c:pt>
                <c:pt idx="541">
                  <c:v>1.410000000000001</c:v>
                </c:pt>
                <c:pt idx="542">
                  <c:v>1.420000000000001</c:v>
                </c:pt>
                <c:pt idx="543">
                  <c:v>1.430000000000001</c:v>
                </c:pt>
                <c:pt idx="544">
                  <c:v>1.4400000000000011</c:v>
                </c:pt>
                <c:pt idx="545">
                  <c:v>1.4500000000000011</c:v>
                </c:pt>
                <c:pt idx="546">
                  <c:v>1.4600000000000011</c:v>
                </c:pt>
                <c:pt idx="547">
                  <c:v>1.4700000000000011</c:v>
                </c:pt>
                <c:pt idx="548">
                  <c:v>1.4800000000000011</c:v>
                </c:pt>
                <c:pt idx="549">
                  <c:v>1.4900000000000011</c:v>
                </c:pt>
                <c:pt idx="550">
                  <c:v>1.5000000000000011</c:v>
                </c:pt>
                <c:pt idx="551">
                  <c:v>1.5100000000000011</c:v>
                </c:pt>
                <c:pt idx="552">
                  <c:v>1.5200000000000011</c:v>
                </c:pt>
                <c:pt idx="553">
                  <c:v>1.5300000000000011</c:v>
                </c:pt>
                <c:pt idx="554">
                  <c:v>1.5400000000000011</c:v>
                </c:pt>
                <c:pt idx="555">
                  <c:v>1.5500000000000012</c:v>
                </c:pt>
                <c:pt idx="556">
                  <c:v>1.5600000000000012</c:v>
                </c:pt>
                <c:pt idx="557">
                  <c:v>1.5700000000000012</c:v>
                </c:pt>
                <c:pt idx="558">
                  <c:v>1.5800000000000012</c:v>
                </c:pt>
                <c:pt idx="559">
                  <c:v>1.5900000000000012</c:v>
                </c:pt>
                <c:pt idx="560">
                  <c:v>1.6000000000000012</c:v>
                </c:pt>
                <c:pt idx="561">
                  <c:v>1.6100000000000012</c:v>
                </c:pt>
                <c:pt idx="562">
                  <c:v>1.6200000000000012</c:v>
                </c:pt>
                <c:pt idx="563">
                  <c:v>1.6300000000000012</c:v>
                </c:pt>
                <c:pt idx="564">
                  <c:v>1.6400000000000012</c:v>
                </c:pt>
                <c:pt idx="565">
                  <c:v>1.6500000000000012</c:v>
                </c:pt>
                <c:pt idx="566">
                  <c:v>1.6600000000000013</c:v>
                </c:pt>
                <c:pt idx="567">
                  <c:v>1.6700000000000013</c:v>
                </c:pt>
                <c:pt idx="568">
                  <c:v>1.6800000000000013</c:v>
                </c:pt>
                <c:pt idx="569">
                  <c:v>1.6900000000000013</c:v>
                </c:pt>
                <c:pt idx="570">
                  <c:v>1.7000000000000013</c:v>
                </c:pt>
                <c:pt idx="571">
                  <c:v>1.7100000000000013</c:v>
                </c:pt>
                <c:pt idx="572">
                  <c:v>1.7200000000000013</c:v>
                </c:pt>
                <c:pt idx="573">
                  <c:v>1.7300000000000013</c:v>
                </c:pt>
                <c:pt idx="574">
                  <c:v>1.7400000000000013</c:v>
                </c:pt>
                <c:pt idx="575">
                  <c:v>1.7500000000000013</c:v>
                </c:pt>
                <c:pt idx="576">
                  <c:v>1.7600000000000013</c:v>
                </c:pt>
                <c:pt idx="577">
                  <c:v>1.7700000000000014</c:v>
                </c:pt>
                <c:pt idx="578">
                  <c:v>1.7800000000000014</c:v>
                </c:pt>
                <c:pt idx="579">
                  <c:v>1.7900000000000014</c:v>
                </c:pt>
                <c:pt idx="580">
                  <c:v>1.8000000000000014</c:v>
                </c:pt>
                <c:pt idx="581">
                  <c:v>1.8100000000000014</c:v>
                </c:pt>
                <c:pt idx="582">
                  <c:v>1.8200000000000014</c:v>
                </c:pt>
                <c:pt idx="583">
                  <c:v>1.8300000000000014</c:v>
                </c:pt>
                <c:pt idx="584">
                  <c:v>1.8400000000000014</c:v>
                </c:pt>
                <c:pt idx="585">
                  <c:v>1.8500000000000014</c:v>
                </c:pt>
                <c:pt idx="586">
                  <c:v>1.8600000000000014</c:v>
                </c:pt>
                <c:pt idx="587">
                  <c:v>1.8700000000000014</c:v>
                </c:pt>
                <c:pt idx="588">
                  <c:v>1.8800000000000014</c:v>
                </c:pt>
                <c:pt idx="589">
                  <c:v>1.8900000000000015</c:v>
                </c:pt>
                <c:pt idx="590">
                  <c:v>1.9000000000000015</c:v>
                </c:pt>
                <c:pt idx="591">
                  <c:v>1.9100000000000015</c:v>
                </c:pt>
                <c:pt idx="592">
                  <c:v>1.9200000000000015</c:v>
                </c:pt>
                <c:pt idx="593">
                  <c:v>1.9300000000000015</c:v>
                </c:pt>
                <c:pt idx="594">
                  <c:v>1.9400000000000015</c:v>
                </c:pt>
                <c:pt idx="595">
                  <c:v>1.9500000000000015</c:v>
                </c:pt>
                <c:pt idx="596">
                  <c:v>1.9600000000000015</c:v>
                </c:pt>
                <c:pt idx="597">
                  <c:v>1.9700000000000015</c:v>
                </c:pt>
                <c:pt idx="598">
                  <c:v>1.9800000000000015</c:v>
                </c:pt>
                <c:pt idx="599">
                  <c:v>1.9900000000000015</c:v>
                </c:pt>
                <c:pt idx="600">
                  <c:v>2.0000000000000013</c:v>
                </c:pt>
                <c:pt idx="601">
                  <c:v>2.0100000000000011</c:v>
                </c:pt>
                <c:pt idx="602">
                  <c:v>2.0200000000000009</c:v>
                </c:pt>
                <c:pt idx="603">
                  <c:v>2.0300000000000007</c:v>
                </c:pt>
                <c:pt idx="604">
                  <c:v>2.0400000000000005</c:v>
                </c:pt>
                <c:pt idx="605">
                  <c:v>2.0500000000000003</c:v>
                </c:pt>
                <c:pt idx="606">
                  <c:v>2.06</c:v>
                </c:pt>
                <c:pt idx="607">
                  <c:v>2.0699999999999998</c:v>
                </c:pt>
                <c:pt idx="608">
                  <c:v>2.0799999999999996</c:v>
                </c:pt>
                <c:pt idx="609">
                  <c:v>2.0899999999999994</c:v>
                </c:pt>
                <c:pt idx="610">
                  <c:v>2.0999999999999992</c:v>
                </c:pt>
                <c:pt idx="611">
                  <c:v>2.109999999999999</c:v>
                </c:pt>
                <c:pt idx="612">
                  <c:v>2.1199999999999988</c:v>
                </c:pt>
                <c:pt idx="613">
                  <c:v>2.1299999999999986</c:v>
                </c:pt>
                <c:pt idx="614">
                  <c:v>2.1399999999999983</c:v>
                </c:pt>
                <c:pt idx="615">
                  <c:v>2.1499999999999981</c:v>
                </c:pt>
                <c:pt idx="616">
                  <c:v>2.1599999999999979</c:v>
                </c:pt>
                <c:pt idx="617">
                  <c:v>2.1699999999999977</c:v>
                </c:pt>
                <c:pt idx="618">
                  <c:v>2.1799999999999975</c:v>
                </c:pt>
                <c:pt idx="619">
                  <c:v>2.1899999999999973</c:v>
                </c:pt>
                <c:pt idx="620">
                  <c:v>2.1999999999999971</c:v>
                </c:pt>
                <c:pt idx="621">
                  <c:v>2.2099999999999969</c:v>
                </c:pt>
                <c:pt idx="622">
                  <c:v>2.2199999999999966</c:v>
                </c:pt>
                <c:pt idx="623">
                  <c:v>2.2299999999999964</c:v>
                </c:pt>
                <c:pt idx="624">
                  <c:v>2.2399999999999962</c:v>
                </c:pt>
                <c:pt idx="625">
                  <c:v>2.249999999999996</c:v>
                </c:pt>
                <c:pt idx="626">
                  <c:v>2.2599999999999958</c:v>
                </c:pt>
                <c:pt idx="627">
                  <c:v>2.2699999999999956</c:v>
                </c:pt>
                <c:pt idx="628">
                  <c:v>2.2799999999999954</c:v>
                </c:pt>
                <c:pt idx="629">
                  <c:v>2.2899999999999952</c:v>
                </c:pt>
                <c:pt idx="630">
                  <c:v>2.2999999999999949</c:v>
                </c:pt>
                <c:pt idx="631">
                  <c:v>2.3099999999999947</c:v>
                </c:pt>
                <c:pt idx="632">
                  <c:v>2.3199999999999945</c:v>
                </c:pt>
                <c:pt idx="633">
                  <c:v>2.3299999999999943</c:v>
                </c:pt>
                <c:pt idx="634">
                  <c:v>2.3399999999999941</c:v>
                </c:pt>
                <c:pt idx="635">
                  <c:v>2.3499999999999939</c:v>
                </c:pt>
                <c:pt idx="636">
                  <c:v>2.3599999999999937</c:v>
                </c:pt>
                <c:pt idx="637">
                  <c:v>2.3699999999999934</c:v>
                </c:pt>
                <c:pt idx="638">
                  <c:v>2.3799999999999932</c:v>
                </c:pt>
                <c:pt idx="639">
                  <c:v>2.389999999999993</c:v>
                </c:pt>
                <c:pt idx="640">
                  <c:v>2.3999999999999928</c:v>
                </c:pt>
                <c:pt idx="641">
                  <c:v>2.4099999999999926</c:v>
                </c:pt>
                <c:pt idx="642">
                  <c:v>2.4199999999999924</c:v>
                </c:pt>
                <c:pt idx="643">
                  <c:v>2.4299999999999922</c:v>
                </c:pt>
                <c:pt idx="644">
                  <c:v>2.439999999999992</c:v>
                </c:pt>
                <c:pt idx="645">
                  <c:v>2.4499999999999917</c:v>
                </c:pt>
                <c:pt idx="646">
                  <c:v>2.4599999999999915</c:v>
                </c:pt>
                <c:pt idx="647">
                  <c:v>2.4699999999999913</c:v>
                </c:pt>
                <c:pt idx="648">
                  <c:v>2.4799999999999911</c:v>
                </c:pt>
                <c:pt idx="649">
                  <c:v>2.4899999999999909</c:v>
                </c:pt>
                <c:pt idx="650">
                  <c:v>2.4999999999999907</c:v>
                </c:pt>
                <c:pt idx="651">
                  <c:v>2.5099999999999905</c:v>
                </c:pt>
                <c:pt idx="652">
                  <c:v>2.5199999999999902</c:v>
                </c:pt>
                <c:pt idx="653">
                  <c:v>2.52999999999999</c:v>
                </c:pt>
                <c:pt idx="654">
                  <c:v>2.5399999999999898</c:v>
                </c:pt>
                <c:pt idx="655">
                  <c:v>2.5499999999999896</c:v>
                </c:pt>
                <c:pt idx="656">
                  <c:v>2.5599999999999894</c:v>
                </c:pt>
                <c:pt idx="657">
                  <c:v>2.5699999999999892</c:v>
                </c:pt>
                <c:pt idx="658">
                  <c:v>2.579999999999989</c:v>
                </c:pt>
                <c:pt idx="659">
                  <c:v>2.5899999999999888</c:v>
                </c:pt>
                <c:pt idx="660">
                  <c:v>2.5999999999999885</c:v>
                </c:pt>
                <c:pt idx="661">
                  <c:v>2.6099999999999883</c:v>
                </c:pt>
                <c:pt idx="662">
                  <c:v>2.6199999999999881</c:v>
                </c:pt>
                <c:pt idx="663">
                  <c:v>2.6299999999999879</c:v>
                </c:pt>
                <c:pt idx="664">
                  <c:v>2.6399999999999877</c:v>
                </c:pt>
                <c:pt idx="665">
                  <c:v>2.6499999999999875</c:v>
                </c:pt>
                <c:pt idx="666">
                  <c:v>2.6599999999999873</c:v>
                </c:pt>
                <c:pt idx="667">
                  <c:v>2.6699999999999871</c:v>
                </c:pt>
                <c:pt idx="668">
                  <c:v>2.6799999999999868</c:v>
                </c:pt>
                <c:pt idx="669">
                  <c:v>2.6899999999999866</c:v>
                </c:pt>
                <c:pt idx="670">
                  <c:v>2.6999999999999864</c:v>
                </c:pt>
                <c:pt idx="671">
                  <c:v>2.7099999999999862</c:v>
                </c:pt>
                <c:pt idx="672">
                  <c:v>2.719999999999986</c:v>
                </c:pt>
                <c:pt idx="673">
                  <c:v>2.7299999999999858</c:v>
                </c:pt>
                <c:pt idx="674">
                  <c:v>2.7399999999999856</c:v>
                </c:pt>
                <c:pt idx="675">
                  <c:v>2.7499999999999853</c:v>
                </c:pt>
                <c:pt idx="676">
                  <c:v>2.7599999999999851</c:v>
                </c:pt>
                <c:pt idx="677">
                  <c:v>2.7699999999999849</c:v>
                </c:pt>
                <c:pt idx="678">
                  <c:v>2.7799999999999847</c:v>
                </c:pt>
                <c:pt idx="679">
                  <c:v>2.7899999999999845</c:v>
                </c:pt>
                <c:pt idx="680">
                  <c:v>2.7999999999999843</c:v>
                </c:pt>
                <c:pt idx="681">
                  <c:v>2.8099999999999841</c:v>
                </c:pt>
                <c:pt idx="682">
                  <c:v>2.8199999999999839</c:v>
                </c:pt>
                <c:pt idx="683">
                  <c:v>2.8299999999999836</c:v>
                </c:pt>
                <c:pt idx="684">
                  <c:v>2.8399999999999834</c:v>
                </c:pt>
                <c:pt idx="685">
                  <c:v>2.8499999999999832</c:v>
                </c:pt>
                <c:pt idx="686">
                  <c:v>2.859999999999983</c:v>
                </c:pt>
                <c:pt idx="687">
                  <c:v>2.8699999999999828</c:v>
                </c:pt>
                <c:pt idx="688">
                  <c:v>2.8799999999999826</c:v>
                </c:pt>
                <c:pt idx="689">
                  <c:v>2.8899999999999824</c:v>
                </c:pt>
                <c:pt idx="690">
                  <c:v>2.8999999999999821</c:v>
                </c:pt>
                <c:pt idx="691">
                  <c:v>2.9099999999999819</c:v>
                </c:pt>
                <c:pt idx="692">
                  <c:v>2.9199999999999817</c:v>
                </c:pt>
                <c:pt idx="693">
                  <c:v>2.9299999999999815</c:v>
                </c:pt>
                <c:pt idx="694">
                  <c:v>2.9399999999999813</c:v>
                </c:pt>
                <c:pt idx="695">
                  <c:v>2.9499999999999811</c:v>
                </c:pt>
                <c:pt idx="696">
                  <c:v>2.9599999999999809</c:v>
                </c:pt>
                <c:pt idx="697">
                  <c:v>2.9699999999999807</c:v>
                </c:pt>
                <c:pt idx="698">
                  <c:v>2.9799999999999804</c:v>
                </c:pt>
                <c:pt idx="699">
                  <c:v>2.9899999999999802</c:v>
                </c:pt>
                <c:pt idx="700">
                  <c:v>2.99999999999998</c:v>
                </c:pt>
                <c:pt idx="701">
                  <c:v>3.0099999999999798</c:v>
                </c:pt>
                <c:pt idx="702">
                  <c:v>3.0199999999999796</c:v>
                </c:pt>
                <c:pt idx="703">
                  <c:v>3.0299999999999794</c:v>
                </c:pt>
                <c:pt idx="704">
                  <c:v>3.0399999999999792</c:v>
                </c:pt>
                <c:pt idx="705">
                  <c:v>3.049999999999979</c:v>
                </c:pt>
                <c:pt idx="706">
                  <c:v>3.0599999999999787</c:v>
                </c:pt>
                <c:pt idx="707">
                  <c:v>3.0699999999999785</c:v>
                </c:pt>
                <c:pt idx="708">
                  <c:v>3.0799999999999783</c:v>
                </c:pt>
                <c:pt idx="709">
                  <c:v>3.0899999999999781</c:v>
                </c:pt>
                <c:pt idx="710">
                  <c:v>3.0999999999999779</c:v>
                </c:pt>
                <c:pt idx="711">
                  <c:v>3.1099999999999777</c:v>
                </c:pt>
                <c:pt idx="712">
                  <c:v>3.1199999999999775</c:v>
                </c:pt>
                <c:pt idx="713">
                  <c:v>3.1299999999999772</c:v>
                </c:pt>
                <c:pt idx="714">
                  <c:v>3.139999999999977</c:v>
                </c:pt>
                <c:pt idx="715">
                  <c:v>3.1499999999999768</c:v>
                </c:pt>
                <c:pt idx="716">
                  <c:v>3.1599999999999766</c:v>
                </c:pt>
                <c:pt idx="717">
                  <c:v>3.1699999999999764</c:v>
                </c:pt>
                <c:pt idx="718">
                  <c:v>3.1799999999999762</c:v>
                </c:pt>
                <c:pt idx="719">
                  <c:v>3.189999999999976</c:v>
                </c:pt>
                <c:pt idx="720">
                  <c:v>3.1999999999999758</c:v>
                </c:pt>
                <c:pt idx="721">
                  <c:v>3.2099999999999755</c:v>
                </c:pt>
                <c:pt idx="722">
                  <c:v>3.2199999999999753</c:v>
                </c:pt>
                <c:pt idx="723">
                  <c:v>3.2299999999999751</c:v>
                </c:pt>
                <c:pt idx="724">
                  <c:v>3.2399999999999749</c:v>
                </c:pt>
                <c:pt idx="725">
                  <c:v>3.2499999999999747</c:v>
                </c:pt>
                <c:pt idx="726">
                  <c:v>3.2599999999999745</c:v>
                </c:pt>
                <c:pt idx="727">
                  <c:v>3.2699999999999743</c:v>
                </c:pt>
                <c:pt idx="728">
                  <c:v>3.279999999999974</c:v>
                </c:pt>
                <c:pt idx="729">
                  <c:v>3.2899999999999738</c:v>
                </c:pt>
                <c:pt idx="730">
                  <c:v>3.2999999999999736</c:v>
                </c:pt>
                <c:pt idx="731">
                  <c:v>3.3099999999999734</c:v>
                </c:pt>
                <c:pt idx="732">
                  <c:v>3.3199999999999732</c:v>
                </c:pt>
                <c:pt idx="733">
                  <c:v>3.329999999999973</c:v>
                </c:pt>
                <c:pt idx="734">
                  <c:v>3.3399999999999728</c:v>
                </c:pt>
                <c:pt idx="735">
                  <c:v>3.3499999999999726</c:v>
                </c:pt>
                <c:pt idx="736">
                  <c:v>3.3599999999999723</c:v>
                </c:pt>
                <c:pt idx="737">
                  <c:v>3.3699999999999721</c:v>
                </c:pt>
                <c:pt idx="738">
                  <c:v>3.3799999999999719</c:v>
                </c:pt>
                <c:pt idx="739">
                  <c:v>3.3899999999999717</c:v>
                </c:pt>
                <c:pt idx="740">
                  <c:v>3.3999999999999715</c:v>
                </c:pt>
                <c:pt idx="741">
                  <c:v>3.4099999999999713</c:v>
                </c:pt>
                <c:pt idx="742">
                  <c:v>3.4199999999999711</c:v>
                </c:pt>
                <c:pt idx="743">
                  <c:v>3.4299999999999708</c:v>
                </c:pt>
                <c:pt idx="744">
                  <c:v>3.4399999999999706</c:v>
                </c:pt>
                <c:pt idx="745">
                  <c:v>3.4499999999999704</c:v>
                </c:pt>
                <c:pt idx="746">
                  <c:v>3.4599999999999702</c:v>
                </c:pt>
                <c:pt idx="747">
                  <c:v>3.46999999999997</c:v>
                </c:pt>
                <c:pt idx="748">
                  <c:v>3.4799999999999698</c:v>
                </c:pt>
                <c:pt idx="749">
                  <c:v>3.4899999999999696</c:v>
                </c:pt>
                <c:pt idx="750">
                  <c:v>3.4999999999999694</c:v>
                </c:pt>
                <c:pt idx="751">
                  <c:v>3.5099999999999691</c:v>
                </c:pt>
                <c:pt idx="752">
                  <c:v>3.5199999999999689</c:v>
                </c:pt>
                <c:pt idx="753">
                  <c:v>3.5299999999999687</c:v>
                </c:pt>
                <c:pt idx="754">
                  <c:v>3.5399999999999685</c:v>
                </c:pt>
                <c:pt idx="755">
                  <c:v>3.5499999999999683</c:v>
                </c:pt>
                <c:pt idx="756">
                  <c:v>3.5599999999999681</c:v>
                </c:pt>
                <c:pt idx="757">
                  <c:v>3.5699999999999679</c:v>
                </c:pt>
                <c:pt idx="758">
                  <c:v>3.5799999999999677</c:v>
                </c:pt>
                <c:pt idx="759">
                  <c:v>3.5899999999999674</c:v>
                </c:pt>
                <c:pt idx="760">
                  <c:v>3.5999999999999672</c:v>
                </c:pt>
                <c:pt idx="761">
                  <c:v>3.609999999999967</c:v>
                </c:pt>
                <c:pt idx="762">
                  <c:v>3.6199999999999668</c:v>
                </c:pt>
                <c:pt idx="763">
                  <c:v>3.6299999999999666</c:v>
                </c:pt>
                <c:pt idx="764">
                  <c:v>3.6399999999999664</c:v>
                </c:pt>
                <c:pt idx="765">
                  <c:v>3.6499999999999662</c:v>
                </c:pt>
                <c:pt idx="766">
                  <c:v>3.6599999999999659</c:v>
                </c:pt>
                <c:pt idx="767">
                  <c:v>3.6699999999999657</c:v>
                </c:pt>
                <c:pt idx="768">
                  <c:v>3.6799999999999655</c:v>
                </c:pt>
                <c:pt idx="769">
                  <c:v>3.6899999999999653</c:v>
                </c:pt>
                <c:pt idx="770">
                  <c:v>3.6999999999999651</c:v>
                </c:pt>
                <c:pt idx="771">
                  <c:v>3.7099999999999649</c:v>
                </c:pt>
                <c:pt idx="772">
                  <c:v>3.7199999999999647</c:v>
                </c:pt>
                <c:pt idx="773">
                  <c:v>3.7299999999999645</c:v>
                </c:pt>
                <c:pt idx="774">
                  <c:v>3.7399999999999642</c:v>
                </c:pt>
                <c:pt idx="775">
                  <c:v>3.749999999999964</c:v>
                </c:pt>
                <c:pt idx="776">
                  <c:v>3.7599999999999638</c:v>
                </c:pt>
                <c:pt idx="777">
                  <c:v>3.7699999999999636</c:v>
                </c:pt>
                <c:pt idx="778">
                  <c:v>3.7799999999999634</c:v>
                </c:pt>
                <c:pt idx="779">
                  <c:v>3.7899999999999632</c:v>
                </c:pt>
                <c:pt idx="780">
                  <c:v>3.799999999999963</c:v>
                </c:pt>
                <c:pt idx="781">
                  <c:v>3.8099999999999627</c:v>
                </c:pt>
                <c:pt idx="782">
                  <c:v>3.8199999999999625</c:v>
                </c:pt>
                <c:pt idx="783">
                  <c:v>3.8299999999999623</c:v>
                </c:pt>
                <c:pt idx="784">
                  <c:v>3.8399999999999621</c:v>
                </c:pt>
                <c:pt idx="785">
                  <c:v>3.8499999999999619</c:v>
                </c:pt>
                <c:pt idx="786">
                  <c:v>3.8599999999999617</c:v>
                </c:pt>
                <c:pt idx="787">
                  <c:v>3.8699999999999615</c:v>
                </c:pt>
                <c:pt idx="788">
                  <c:v>3.8799999999999613</c:v>
                </c:pt>
                <c:pt idx="789">
                  <c:v>3.889999999999961</c:v>
                </c:pt>
                <c:pt idx="790">
                  <c:v>3.8999999999999608</c:v>
                </c:pt>
                <c:pt idx="791">
                  <c:v>3.9099999999999606</c:v>
                </c:pt>
                <c:pt idx="792">
                  <c:v>3.9199999999999604</c:v>
                </c:pt>
                <c:pt idx="793">
                  <c:v>3.9299999999999602</c:v>
                </c:pt>
                <c:pt idx="794">
                  <c:v>3.93999999999996</c:v>
                </c:pt>
                <c:pt idx="795">
                  <c:v>3.9499999999999598</c:v>
                </c:pt>
                <c:pt idx="796">
                  <c:v>3.9599999999999596</c:v>
                </c:pt>
                <c:pt idx="797">
                  <c:v>3.9699999999999593</c:v>
                </c:pt>
                <c:pt idx="798">
                  <c:v>3.9799999999999591</c:v>
                </c:pt>
                <c:pt idx="799">
                  <c:v>3.9899999999999589</c:v>
                </c:pt>
              </c:numCache>
            </c:numRef>
          </c:cat>
          <c:val>
            <c:numRef>
              <c:f>Sheet2!$D$2:$D$802</c:f>
              <c:numCache>
                <c:formatCode>General</c:formatCode>
                <c:ptCount val="801"/>
                <c:pt idx="302">
                  <c:v>0.24680949056703264</c:v>
                </c:pt>
                <c:pt idx="303">
                  <c:v>0.24922765248305584</c:v>
                </c:pt>
                <c:pt idx="304">
                  <c:v>0.25164434109810702</c:v>
                </c:pt>
                <c:pt idx="305">
                  <c:v>0.25405905646917892</c:v>
                </c:pt>
                <c:pt idx="306">
                  <c:v>0.25647129442561029</c:v>
                </c:pt>
                <c:pt idx="307">
                  <c:v>0.25888054673113881</c:v>
                </c:pt>
                <c:pt idx="308">
                  <c:v>0.26128630124954316</c:v>
                </c:pt>
                <c:pt idx="309">
                  <c:v>0.2636880421138082</c:v>
                </c:pt>
                <c:pt idx="310">
                  <c:v>0.26608524989874488</c:v>
                </c:pt>
                <c:pt idx="311">
                  <c:v>0.26847740179699242</c:v>
                </c:pt>
                <c:pt idx="312">
                  <c:v>0.27086397179832811</c:v>
                </c:pt>
                <c:pt idx="313">
                  <c:v>0.27324443087220635</c:v>
                </c:pt>
                <c:pt idx="314">
                  <c:v>0.27561824715344685</c:v>
                </c:pt>
                <c:pt idx="315">
                  <c:v>0.27798488613098665</c:v>
                </c:pt>
                <c:pt idx="316">
                  <c:v>0.2803438108396108</c:v>
                </c:pt>
                <c:pt idx="317">
                  <c:v>0.28269448205457048</c:v>
                </c:pt>
                <c:pt idx="318">
                  <c:v>0.2850363584889975</c:v>
                </c:pt>
                <c:pt idx="319">
                  <c:v>0.28736889699401863</c:v>
                </c:pt>
                <c:pt idx="320">
                  <c:v>0.28969155276147313</c:v>
                </c:pt>
                <c:pt idx="321">
                  <c:v>0.29200377952913187</c:v>
                </c:pt>
                <c:pt idx="322">
                  <c:v>0.29430502978831563</c:v>
                </c:pt>
                <c:pt idx="323">
                  <c:v>0.29659475499380622</c:v>
                </c:pt>
                <c:pt idx="324">
                  <c:v>0.29887240577594332</c:v>
                </c:pt>
                <c:pt idx="325">
                  <c:v>0.30113743215479505</c:v>
                </c:pt>
                <c:pt idx="326">
                  <c:v>0.30338928375629082</c:v>
                </c:pt>
                <c:pt idx="327">
                  <c:v>0.30562741003020066</c:v>
                </c:pt>
                <c:pt idx="328">
                  <c:v>0.30785126046984373</c:v>
                </c:pt>
                <c:pt idx="329">
                  <c:v>0.31006028483340703</c:v>
                </c:pt>
                <c:pt idx="330">
                  <c:v>0.31225393336675222</c:v>
                </c:pt>
                <c:pt idx="331">
                  <c:v>0.31443165702758835</c:v>
                </c:pt>
                <c:pt idx="332">
                  <c:v>0.31659290771088389</c:v>
                </c:pt>
                <c:pt idx="333">
                  <c:v>0.3187371384753927</c:v>
                </c:pt>
                <c:pt idx="334">
                  <c:v>0.32086380377116375</c:v>
                </c:pt>
                <c:pt idx="335">
                  <c:v>0.32297235966790561</c:v>
                </c:pt>
                <c:pt idx="336">
                  <c:v>0.32506226408407352</c:v>
                </c:pt>
                <c:pt idx="337">
                  <c:v>0.32713297701654592</c:v>
                </c:pt>
                <c:pt idx="338">
                  <c:v>0.32918396077075635</c:v>
                </c:pt>
                <c:pt idx="339">
                  <c:v>0.33121468019114458</c:v>
                </c:pt>
                <c:pt idx="340">
                  <c:v>0.33322460289179134</c:v>
                </c:pt>
                <c:pt idx="341">
                  <c:v>0.33521319948709793</c:v>
                </c:pt>
                <c:pt idx="342">
                  <c:v>0.33717994382237249</c:v>
                </c:pt>
                <c:pt idx="343">
                  <c:v>0.33912431320418418</c:v>
                </c:pt>
                <c:pt idx="344">
                  <c:v>0.34104578863034463</c:v>
                </c:pt>
                <c:pt idx="345">
                  <c:v>0.34294385501937613</c:v>
                </c:pt>
                <c:pt idx="346">
                  <c:v>0.34481800143932567</c:v>
                </c:pt>
                <c:pt idx="347">
                  <c:v>0.34666772133578405</c:v>
                </c:pt>
                <c:pt idx="348">
                  <c:v>0.34849251275896703</c:v>
                </c:pt>
                <c:pt idx="349">
                  <c:v>0.35029187858971844</c:v>
                </c:pt>
                <c:pt idx="350">
                  <c:v>0.3520653267642922</c:v>
                </c:pt>
                <c:pt idx="351">
                  <c:v>0.35381237049777253</c:v>
                </c:pt>
                <c:pt idx="352">
                  <c:v>0.35553252850599004</c:v>
                </c:pt>
                <c:pt idx="353">
                  <c:v>0.35722532522579387</c:v>
                </c:pt>
                <c:pt idx="354">
                  <c:v>0.35889029103353781</c:v>
                </c:pt>
                <c:pt idx="355">
                  <c:v>0.36052696246164129</c:v>
                </c:pt>
                <c:pt idx="356">
                  <c:v>0.36213488241308567</c:v>
                </c:pt>
                <c:pt idx="357">
                  <c:v>0.36371360037370698</c:v>
                </c:pt>
                <c:pt idx="358">
                  <c:v>0.36526267262214757</c:v>
                </c:pt>
                <c:pt idx="359">
                  <c:v>0.3667816624373299</c:v>
                </c:pt>
                <c:pt idx="360">
                  <c:v>0.36827014030331723</c:v>
                </c:pt>
                <c:pt idx="361">
                  <c:v>0.36972768411142642</c:v>
                </c:pt>
                <c:pt idx="362">
                  <c:v>0.3711538793594602</c:v>
                </c:pt>
                <c:pt idx="363">
                  <c:v>0.37254831934792776</c:v>
                </c:pt>
                <c:pt idx="364">
                  <c:v>0.37391060537312282</c:v>
                </c:pt>
                <c:pt idx="365">
                  <c:v>0.37524034691693253</c:v>
                </c:pt>
                <c:pt idx="366">
                  <c:v>0.37653716183324865</c:v>
                </c:pt>
                <c:pt idx="367">
                  <c:v>0.37780067653085947</c:v>
                </c:pt>
                <c:pt idx="368">
                  <c:v>0.37903052615269667</c:v>
                </c:pt>
                <c:pt idx="369">
                  <c:v>0.38022635475132011</c:v>
                </c:pt>
                <c:pt idx="370">
                  <c:v>0.38138781546051936</c:v>
                </c:pt>
                <c:pt idx="371">
                  <c:v>0.3825145706629195</c:v>
                </c:pt>
                <c:pt idx="372">
                  <c:v>0.38360629215347414</c:v>
                </c:pt>
                <c:pt idx="373">
                  <c:v>0.3846626612987385</c:v>
                </c:pt>
                <c:pt idx="374">
                  <c:v>0.38568336919181201</c:v>
                </c:pt>
                <c:pt idx="375">
                  <c:v>0.38666811680284524</c:v>
                </c:pt>
                <c:pt idx="376">
                  <c:v>0.38761661512501033</c:v>
                </c:pt>
                <c:pt idx="377">
                  <c:v>0.38852858531583223</c:v>
                </c:pt>
                <c:pt idx="378">
                  <c:v>0.38940375883378692</c:v>
                </c:pt>
                <c:pt idx="379">
                  <c:v>0.39024187757007095</c:v>
                </c:pt>
                <c:pt idx="380">
                  <c:v>0.39104269397545272</c:v>
                </c:pt>
                <c:pt idx="381">
                  <c:v>0.39180597118211807</c:v>
                </c:pt>
                <c:pt idx="382">
                  <c:v>0.39253148312042602</c:v>
                </c:pt>
                <c:pt idx="383">
                  <c:v>0.39321901463049447</c:v>
                </c:pt>
                <c:pt idx="384">
                  <c:v>0.39386836156853827</c:v>
                </c:pt>
                <c:pt idx="385">
                  <c:v>0.39447933090788651</c:v>
                </c:pt>
                <c:pt idx="386">
                  <c:v>0.39505174083460898</c:v>
                </c:pt>
                <c:pt idx="387">
                  <c:v>0.39558542083768533</c:v>
                </c:pt>
                <c:pt idx="388">
                  <c:v>0.39608021179365416</c:v>
                </c:pt>
                <c:pt idx="389">
                  <c:v>0.39653596604568403</c:v>
                </c:pt>
                <c:pt idx="390">
                  <c:v>0.39695254747701014</c:v>
                </c:pt>
                <c:pt idx="391">
                  <c:v>0.39732983157868684</c:v>
                </c:pt>
                <c:pt idx="392">
                  <c:v>0.39766770551160757</c:v>
                </c:pt>
                <c:pt idx="393">
                  <c:v>0.39796606816274988</c:v>
                </c:pt>
                <c:pt idx="394">
                  <c:v>0.39822483019560589</c:v>
                </c:pt>
                <c:pt idx="395">
                  <c:v>0.39844391409476321</c:v>
                </c:pt>
                <c:pt idx="396">
                  <c:v>0.39862325420460437</c:v>
                </c:pt>
                <c:pt idx="397">
                  <c:v>0.39876279676209925</c:v>
                </c:pt>
                <c:pt idx="398">
                  <c:v>0.39886249992366585</c:v>
                </c:pt>
                <c:pt idx="402">
                  <c:v>0.39886249992366613</c:v>
                </c:pt>
                <c:pt idx="403">
                  <c:v>0.39876279676209969</c:v>
                </c:pt>
                <c:pt idx="404">
                  <c:v>0.39862325420460504</c:v>
                </c:pt>
                <c:pt idx="405">
                  <c:v>0.39844391409476404</c:v>
                </c:pt>
                <c:pt idx="406">
                  <c:v>0.39822483019560695</c:v>
                </c:pt>
                <c:pt idx="407">
                  <c:v>0.39796606816275104</c:v>
                </c:pt>
                <c:pt idx="408">
                  <c:v>0.39766770551160885</c:v>
                </c:pt>
                <c:pt idx="409">
                  <c:v>0.39732983157868834</c:v>
                </c:pt>
                <c:pt idx="410">
                  <c:v>0.39695254747701181</c:v>
                </c:pt>
                <c:pt idx="411">
                  <c:v>0.39653596604568575</c:v>
                </c:pt>
                <c:pt idx="412">
                  <c:v>0.3960802117936561</c:v>
                </c:pt>
                <c:pt idx="413">
                  <c:v>0.39558542083768738</c:v>
                </c:pt>
                <c:pt idx="414">
                  <c:v>0.39505174083461125</c:v>
                </c:pt>
                <c:pt idx="415">
                  <c:v>0.39447933090788895</c:v>
                </c:pt>
                <c:pt idx="416">
                  <c:v>0.39386836156854083</c:v>
                </c:pt>
                <c:pt idx="417">
                  <c:v>0.39321901463049719</c:v>
                </c:pt>
                <c:pt idx="418">
                  <c:v>0.3925314831204289</c:v>
                </c:pt>
                <c:pt idx="419">
                  <c:v>0.39180597118212113</c:v>
                </c:pt>
                <c:pt idx="420">
                  <c:v>0.39104269397545588</c:v>
                </c:pt>
                <c:pt idx="421">
                  <c:v>0.39024187757007428</c:v>
                </c:pt>
                <c:pt idx="422">
                  <c:v>0.38940375883379041</c:v>
                </c:pt>
                <c:pt idx="423">
                  <c:v>0.38852858531583589</c:v>
                </c:pt>
                <c:pt idx="424">
                  <c:v>0.38761661512501416</c:v>
                </c:pt>
                <c:pt idx="425">
                  <c:v>0.38666811680284918</c:v>
                </c:pt>
                <c:pt idx="426">
                  <c:v>0.38568336919181606</c:v>
                </c:pt>
                <c:pt idx="427">
                  <c:v>0.38466266129874277</c:v>
                </c:pt>
                <c:pt idx="428">
                  <c:v>0.38360629215347858</c:v>
                </c:pt>
                <c:pt idx="429">
                  <c:v>0.38251457066292405</c:v>
                </c:pt>
                <c:pt idx="430">
                  <c:v>0.38138781546052408</c:v>
                </c:pt>
                <c:pt idx="431">
                  <c:v>0.38022635475132494</c:v>
                </c:pt>
                <c:pt idx="432">
                  <c:v>0.37903052615270166</c:v>
                </c:pt>
                <c:pt idx="433">
                  <c:v>0.37780067653086458</c:v>
                </c:pt>
                <c:pt idx="434">
                  <c:v>0.37653716183325392</c:v>
                </c:pt>
                <c:pt idx="435">
                  <c:v>0.37524034691693786</c:v>
                </c:pt>
                <c:pt idx="436">
                  <c:v>0.37391060537312837</c:v>
                </c:pt>
                <c:pt idx="437">
                  <c:v>0.37254831934793342</c:v>
                </c:pt>
                <c:pt idx="438">
                  <c:v>0.37115387935946603</c:v>
                </c:pt>
                <c:pt idx="439">
                  <c:v>0.36972768411143231</c:v>
                </c:pt>
                <c:pt idx="440">
                  <c:v>0.36827014030332333</c:v>
                </c:pt>
                <c:pt idx="441">
                  <c:v>0.36678166243733606</c:v>
                </c:pt>
                <c:pt idx="442">
                  <c:v>0.36526267262215384</c:v>
                </c:pt>
                <c:pt idx="443">
                  <c:v>0.36371360037371336</c:v>
                </c:pt>
                <c:pt idx="444">
                  <c:v>0.36213488241309216</c:v>
                </c:pt>
                <c:pt idx="445">
                  <c:v>0.36052696246164789</c:v>
                </c:pt>
                <c:pt idx="446">
                  <c:v>0.35889029103354458</c:v>
                </c:pt>
                <c:pt idx="447">
                  <c:v>0.3572253252258008</c:v>
                </c:pt>
                <c:pt idx="448">
                  <c:v>0.35553252850599704</c:v>
                </c:pt>
                <c:pt idx="449">
                  <c:v>0.35381237049777964</c:v>
                </c:pt>
                <c:pt idx="450">
                  <c:v>0.35206532676429947</c:v>
                </c:pt>
                <c:pt idx="451">
                  <c:v>0.35029187858972577</c:v>
                </c:pt>
                <c:pt idx="452">
                  <c:v>0.34849251275897447</c:v>
                </c:pt>
                <c:pt idx="453">
                  <c:v>0.3466677213357916</c:v>
                </c:pt>
                <c:pt idx="454">
                  <c:v>0.34481800143933333</c:v>
                </c:pt>
                <c:pt idx="455">
                  <c:v>0.3429438550193839</c:v>
                </c:pt>
                <c:pt idx="456">
                  <c:v>0.34104578863035251</c:v>
                </c:pt>
                <c:pt idx="457">
                  <c:v>0.33912431320419212</c:v>
                </c:pt>
                <c:pt idx="458">
                  <c:v>0.33717994382238048</c:v>
                </c:pt>
                <c:pt idx="459">
                  <c:v>0.33521319948710609</c:v>
                </c:pt>
                <c:pt idx="460">
                  <c:v>0.33322460289179962</c:v>
                </c:pt>
                <c:pt idx="461">
                  <c:v>0.33121468019115285</c:v>
                </c:pt>
                <c:pt idx="462">
                  <c:v>0.32918396077076473</c:v>
                </c:pt>
                <c:pt idx="463">
                  <c:v>0.32713297701655442</c:v>
                </c:pt>
                <c:pt idx="464">
                  <c:v>0.32506226408408206</c:v>
                </c:pt>
                <c:pt idx="465">
                  <c:v>0.32297235966791421</c:v>
                </c:pt>
                <c:pt idx="466">
                  <c:v>0.32086380377117241</c:v>
                </c:pt>
                <c:pt idx="467">
                  <c:v>0.31873713847540147</c:v>
                </c:pt>
                <c:pt idx="468">
                  <c:v>0.31659290771089271</c:v>
                </c:pt>
                <c:pt idx="469">
                  <c:v>0.31443165702759723</c:v>
                </c:pt>
                <c:pt idx="470">
                  <c:v>0.31225393336676116</c:v>
                </c:pt>
                <c:pt idx="471">
                  <c:v>0.31006028483341608</c:v>
                </c:pt>
                <c:pt idx="472">
                  <c:v>0.30785126046985284</c:v>
                </c:pt>
                <c:pt idx="473">
                  <c:v>0.30562741003020982</c:v>
                </c:pt>
                <c:pt idx="474">
                  <c:v>0.30338928375630003</c:v>
                </c:pt>
                <c:pt idx="475">
                  <c:v>0.30113743215480432</c:v>
                </c:pt>
                <c:pt idx="476">
                  <c:v>0.29887240577595264</c:v>
                </c:pt>
                <c:pt idx="477">
                  <c:v>0.29659475499381566</c:v>
                </c:pt>
                <c:pt idx="478">
                  <c:v>0.29430502978832507</c:v>
                </c:pt>
                <c:pt idx="479">
                  <c:v>0.29200377952914136</c:v>
                </c:pt>
                <c:pt idx="480">
                  <c:v>0.28969155276148262</c:v>
                </c:pt>
                <c:pt idx="481">
                  <c:v>0.28736889699402818</c:v>
                </c:pt>
                <c:pt idx="482">
                  <c:v>0.2850363584890071</c:v>
                </c:pt>
                <c:pt idx="483">
                  <c:v>0.28269448205458014</c:v>
                </c:pt>
                <c:pt idx="484">
                  <c:v>0.28034381083962046</c:v>
                </c:pt>
                <c:pt idx="485">
                  <c:v>0.27798488613099637</c:v>
                </c:pt>
                <c:pt idx="486">
                  <c:v>0.27561824715345656</c:v>
                </c:pt>
                <c:pt idx="487">
                  <c:v>0.27324443087221617</c:v>
                </c:pt>
                <c:pt idx="488">
                  <c:v>0.27086397179833788</c:v>
                </c:pt>
                <c:pt idx="489">
                  <c:v>0.26847740179700225</c:v>
                </c:pt>
                <c:pt idx="490">
                  <c:v>0.26608524989875471</c:v>
                </c:pt>
                <c:pt idx="491">
                  <c:v>0.26368804211381802</c:v>
                </c:pt>
                <c:pt idx="492">
                  <c:v>0.26128630124955304</c:v>
                </c:pt>
                <c:pt idx="493">
                  <c:v>0.25888054673114869</c:v>
                </c:pt>
                <c:pt idx="494">
                  <c:v>0.25647129442562022</c:v>
                </c:pt>
                <c:pt idx="495">
                  <c:v>0.25405905646918886</c:v>
                </c:pt>
                <c:pt idx="496">
                  <c:v>0.25164434109811695</c:v>
                </c:pt>
                <c:pt idx="497">
                  <c:v>0.24922765248306578</c:v>
                </c:pt>
                <c:pt idx="498">
                  <c:v>0.24680949056704254</c:v>
                </c:pt>
              </c:numCache>
            </c:numRef>
          </c:val>
        </c:ser>
        <c:dLbls>
          <c:showLegendKey val="0"/>
          <c:showVal val="0"/>
          <c:showCatName val="0"/>
          <c:showSerName val="0"/>
          <c:showPercent val="0"/>
          <c:showBubbleSize val="0"/>
        </c:dLbls>
        <c:axId val="50048384"/>
        <c:axId val="50083328"/>
      </c:areaChart>
      <c:catAx>
        <c:axId val="50048384"/>
        <c:scaling>
          <c:orientation val="minMax"/>
        </c:scaling>
        <c:delete val="0"/>
        <c:axPos val="b"/>
        <c:title>
          <c:tx>
            <c:rich>
              <a:bodyPr/>
              <a:lstStyle/>
              <a:p>
                <a:pPr>
                  <a:defRPr sz="900" b="0"/>
                </a:pPr>
                <a:r>
                  <a:rPr lang="en-AU" sz="900" b="0"/>
                  <a:t>x</a:t>
                </a:r>
                <a:r>
                  <a:rPr lang="en-AU" sz="900" b="0" baseline="0"/>
                  <a:t> </a:t>
                </a:r>
                <a:r>
                  <a:rPr lang="en-AU" sz="900" b="0" i="0" u="none" strike="noStrike" baseline="0">
                    <a:effectLst/>
                  </a:rPr>
                  <a:t>– </a:t>
                </a:r>
                <a:r>
                  <a:rPr lang="en-AU" sz="900" b="0" baseline="0"/>
                  <a:t>1.96SE(x)                               x + 1.96SE(x)</a:t>
                </a:r>
                <a:endParaRPr lang="en-AU" sz="900" b="0"/>
              </a:p>
            </c:rich>
          </c:tx>
          <c:layout>
            <c:manualLayout>
              <c:xMode val="edge"/>
              <c:yMode val="edge"/>
              <c:x val="0.25843365894715226"/>
              <c:y val="0.70307870370370373"/>
            </c:manualLayout>
          </c:layout>
          <c:overlay val="0"/>
        </c:title>
        <c:numFmt formatCode="#0;\-#0;0" sourceLinked="0"/>
        <c:majorTickMark val="out"/>
        <c:minorTickMark val="none"/>
        <c:tickLblPos val="nextTo"/>
        <c:spPr>
          <a:ln>
            <a:noFill/>
          </a:ln>
        </c:spPr>
        <c:txPr>
          <a:bodyPr/>
          <a:lstStyle/>
          <a:p>
            <a:pPr>
              <a:defRPr sz="900" b="0" baseline="0">
                <a:ln>
                  <a:solidFill>
                    <a:sysClr val="windowText" lastClr="000000"/>
                  </a:solidFill>
                </a:ln>
                <a:latin typeface="Arial" panose="020B0604020202020204" pitchFamily="34" charset="0"/>
                <a:cs typeface="Arial" panose="020B0604020202020204" pitchFamily="34" charset="0"/>
              </a:defRPr>
            </a:pPr>
            <a:endParaRPr lang="en-US"/>
          </a:p>
        </c:txPr>
        <c:crossAx val="50083328"/>
        <c:crosses val="autoZero"/>
        <c:auto val="0"/>
        <c:lblAlgn val="ctr"/>
        <c:lblOffset val="50"/>
        <c:tickLblSkip val="100"/>
        <c:tickMarkSkip val="100"/>
        <c:noMultiLvlLbl val="0"/>
      </c:catAx>
      <c:valAx>
        <c:axId val="50083328"/>
        <c:scaling>
          <c:orientation val="minMax"/>
          <c:max val="0.4"/>
        </c:scaling>
        <c:delete val="1"/>
        <c:axPos val="l"/>
        <c:numFmt formatCode="General" sourceLinked="1"/>
        <c:majorTickMark val="out"/>
        <c:minorTickMark val="none"/>
        <c:tickLblPos val="nextTo"/>
        <c:crossAx val="50048384"/>
        <c:crosses val="autoZero"/>
        <c:crossBetween val="midCat"/>
        <c:majorUnit val="5.000000000000001E-2"/>
      </c:valAx>
      <c:spPr>
        <a:noFill/>
        <a:ln>
          <a:noFill/>
        </a:ln>
      </c:spPr>
    </c:plotArea>
    <c:legend>
      <c:legendPos val="l"/>
      <c:legendEntry>
        <c:idx val="0"/>
        <c:delete val="1"/>
      </c:legendEntry>
      <c:legendEntry>
        <c:idx val="1"/>
        <c:delete val="1"/>
      </c:legendEntry>
      <c:legendEntry>
        <c:idx val="2"/>
        <c:delete val="1"/>
      </c:legendEntry>
      <c:layout>
        <c:manualLayout>
          <c:xMode val="edge"/>
          <c:yMode val="edge"/>
          <c:x val="3.0574074074074073E-2"/>
          <c:y val="0.90011141975308639"/>
          <c:w val="0.91988000000000003"/>
          <c:h val="8.1721296296296292E-2"/>
        </c:manualLayout>
      </c:layout>
      <c:overlay val="0"/>
      <c:txPr>
        <a:bodyPr/>
        <a:lstStyle/>
        <a:p>
          <a:pPr>
            <a:defRPr sz="900"/>
          </a:pPr>
          <a:endParaRPr lang="en-US"/>
        </a:p>
      </c:txPr>
    </c:legend>
    <c:plotVisOnly val="1"/>
    <c:dispBlanksAs val="gap"/>
    <c:showDLblsOverMax val="0"/>
  </c:chart>
  <c:spPr>
    <a:ln>
      <a:noFill/>
    </a:ln>
  </c:spPr>
  <c:txPr>
    <a:bodyPr/>
    <a:lstStyle/>
    <a:p>
      <a:pPr>
        <a:defRPr sz="900" spc="20" baseline="0">
          <a:latin typeface="Arial" pitchFamily="34" charset="0"/>
        </a:defRPr>
      </a:pPr>
      <a:endParaRPr lang="en-US"/>
    </a:p>
  </c:txPr>
  <c:externalData r:id="rId2">
    <c:autoUpdate val="0"/>
  </c:externalData>
  <c:userShapes r:id="rId3"/>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v>Non-Indigenous</c:v>
          </c:tx>
          <c:spPr>
            <a:solidFill>
              <a:srgbClr val="265A9A"/>
            </a:solidFill>
            <a:ln>
              <a:solidFill>
                <a:srgbClr val="265A9A"/>
              </a:solidFill>
            </a:ln>
          </c:spPr>
          <c:invertIfNegative val="0"/>
          <c:cat>
            <c:strRef>
              <c:f>'Figure 2.13'!$C$4:$K$4</c:f>
              <c:strCache>
                <c:ptCount val="9"/>
                <c:pt idx="0">
                  <c:v>NSW</c:v>
                </c:pt>
                <c:pt idx="1">
                  <c:v>Vic</c:v>
                </c:pt>
                <c:pt idx="2">
                  <c:v>Qld</c:v>
                </c:pt>
                <c:pt idx="3">
                  <c:v>WA</c:v>
                </c:pt>
                <c:pt idx="4">
                  <c:v>SA</c:v>
                </c:pt>
                <c:pt idx="5">
                  <c:v>Tas</c:v>
                </c:pt>
                <c:pt idx="6">
                  <c:v>ACT</c:v>
                </c:pt>
                <c:pt idx="7">
                  <c:v>NT</c:v>
                </c:pt>
                <c:pt idx="8">
                  <c:v>Aust</c:v>
                </c:pt>
              </c:strCache>
            </c:strRef>
          </c:cat>
          <c:val>
            <c:numRef>
              <c:f>'Figure 2.13'!$C$5:$K$5</c:f>
              <c:numCache>
                <c:formatCode>###\ ###\ ##0.0;\-###\ ###\ ##0.0;\–</c:formatCode>
                <c:ptCount val="9"/>
                <c:pt idx="0">
                  <c:v>2350.493053011905</c:v>
                </c:pt>
                <c:pt idx="1">
                  <c:v>1236.6312261038076</c:v>
                </c:pt>
                <c:pt idx="2">
                  <c:v>1707.1976651132136</c:v>
                </c:pt>
                <c:pt idx="3">
                  <c:v>3637.9093054696273</c:v>
                </c:pt>
                <c:pt idx="4">
                  <c:v>2408.9341051277556</c:v>
                </c:pt>
                <c:pt idx="5">
                  <c:v>649.09208221955942</c:v>
                </c:pt>
                <c:pt idx="6">
                  <c:v>775.71860816944013</c:v>
                </c:pt>
                <c:pt idx="7">
                  <c:v>1898.8363809071479</c:v>
                </c:pt>
                <c:pt idx="8">
                  <c:v>2156.6031559351682</c:v>
                </c:pt>
              </c:numCache>
            </c:numRef>
          </c:val>
        </c:ser>
        <c:ser>
          <c:idx val="1"/>
          <c:order val="1"/>
          <c:spPr>
            <a:solidFill>
              <a:srgbClr val="78A22F"/>
            </a:solidFill>
            <a:ln>
              <a:solidFill>
                <a:srgbClr val="78A22F"/>
              </a:solidFill>
            </a:ln>
          </c:spPr>
          <c:invertIfNegative val="0"/>
          <c:cat>
            <c:strRef>
              <c:f>'Figure 2.13'!$C$4:$K$4</c:f>
              <c:strCache>
                <c:ptCount val="9"/>
                <c:pt idx="0">
                  <c:v>NSW</c:v>
                </c:pt>
                <c:pt idx="1">
                  <c:v>Vic</c:v>
                </c:pt>
                <c:pt idx="2">
                  <c:v>Qld</c:v>
                </c:pt>
                <c:pt idx="3">
                  <c:v>WA</c:v>
                </c:pt>
                <c:pt idx="4">
                  <c:v>SA</c:v>
                </c:pt>
                <c:pt idx="5">
                  <c:v>Tas</c:v>
                </c:pt>
                <c:pt idx="6">
                  <c:v>ACT</c:v>
                </c:pt>
                <c:pt idx="7">
                  <c:v>NT</c:v>
                </c:pt>
                <c:pt idx="8">
                  <c:v>Aust</c:v>
                </c:pt>
              </c:strCache>
            </c:strRef>
          </c:cat>
          <c:val>
            <c:numRef>
              <c:f>'Figure 2.13'!$C$6:$K$6</c:f>
              <c:numCache>
                <c:formatCode>###\ ###\ ##0.0;\-###\ ###\ ##0.0;\–</c:formatCode>
                <c:ptCount val="9"/>
                <c:pt idx="0">
                  <c:v>1815.6209258261827</c:v>
                </c:pt>
                <c:pt idx="1">
                  <c:v>935.78530109347059</c:v>
                </c:pt>
                <c:pt idx="2">
                  <c:v>1304.1827461437426</c:v>
                </c:pt>
                <c:pt idx="3">
                  <c:v>2728.4458416791649</c:v>
                </c:pt>
                <c:pt idx="4">
                  <c:v>1809.3382064533289</c:v>
                </c:pt>
                <c:pt idx="5">
                  <c:v>496.76046026749725</c:v>
                </c:pt>
                <c:pt idx="6">
                  <c:v>563.23241325253844</c:v>
                </c:pt>
                <c:pt idx="7">
                  <c:v>1398.14909044004</c:v>
                </c:pt>
                <c:pt idx="8">
                  <c:v>1630.3930264668804</c:v>
                </c:pt>
              </c:numCache>
            </c:numRef>
          </c:val>
        </c:ser>
        <c:dLbls>
          <c:showLegendKey val="0"/>
          <c:showVal val="0"/>
          <c:showCatName val="0"/>
          <c:showSerName val="0"/>
          <c:showPercent val="0"/>
          <c:showBubbleSize val="0"/>
        </c:dLbls>
        <c:gapWidth val="150"/>
        <c:axId val="185107200"/>
        <c:axId val="185108736"/>
      </c:barChart>
      <c:catAx>
        <c:axId val="185107200"/>
        <c:scaling>
          <c:orientation val="minMax"/>
        </c:scaling>
        <c:delete val="0"/>
        <c:axPos val="b"/>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185108736"/>
        <c:crosses val="autoZero"/>
        <c:auto val="1"/>
        <c:lblAlgn val="ctr"/>
        <c:lblOffset val="100"/>
        <c:noMultiLvlLbl val="0"/>
      </c:catAx>
      <c:valAx>
        <c:axId val="185108736"/>
        <c:scaling>
          <c:orientation val="minMax"/>
          <c:max val="4000"/>
          <c:min val="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Per 100 000 people</a:t>
                </a:r>
              </a:p>
            </c:rich>
          </c:tx>
          <c:layout/>
          <c:overlay val="0"/>
        </c:title>
        <c:numFmt formatCode="###\ ###\ ##0;0###\ ###\ ##0;&quot;0&quot;"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185107200"/>
        <c:crosses val="autoZero"/>
        <c:crossBetween val="between"/>
        <c:majorUnit val="1000"/>
        <c:minorUnit val="50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'Figure 2.13'!$A$11</c:f>
              <c:strCache>
                <c:ptCount val="1"/>
                <c:pt idx="0">
                  <c:v>Non-Indigenous</c:v>
                </c:pt>
              </c:strCache>
            </c:strRef>
          </c:tx>
          <c:spPr>
            <a:solidFill>
              <a:srgbClr val="265A9A"/>
            </a:solidFill>
            <a:ln>
              <a:solidFill>
                <a:srgbClr val="265A9A"/>
              </a:solidFill>
            </a:ln>
          </c:spPr>
          <c:invertIfNegative val="0"/>
          <c:cat>
            <c:strRef>
              <c:f>'Figure 2.13'!$C$12:$K$12</c:f>
              <c:strCache>
                <c:ptCount val="9"/>
                <c:pt idx="0">
                  <c:v>NSW</c:v>
                </c:pt>
                <c:pt idx="1">
                  <c:v>Vic</c:v>
                </c:pt>
                <c:pt idx="2">
                  <c:v>Qld</c:v>
                </c:pt>
                <c:pt idx="3">
                  <c:v>WA</c:v>
                </c:pt>
                <c:pt idx="4">
                  <c:v>SA</c:v>
                </c:pt>
                <c:pt idx="5">
                  <c:v>Tas</c:v>
                </c:pt>
                <c:pt idx="6">
                  <c:v>ACT</c:v>
                </c:pt>
                <c:pt idx="7">
                  <c:v>NT</c:v>
                </c:pt>
                <c:pt idx="8">
                  <c:v>Aust</c:v>
                </c:pt>
              </c:strCache>
            </c:strRef>
          </c:cat>
          <c:val>
            <c:numRef>
              <c:f>'Figure 2.13'!$C$13:$K$13</c:f>
              <c:numCache>
                <c:formatCode>###\ ###\ ##0.0;\-###\ ###\ ##0.0;\–</c:formatCode>
                <c:ptCount val="9"/>
                <c:pt idx="0">
                  <c:v>139.05783572776585</c:v>
                </c:pt>
                <c:pt idx="1">
                  <c:v>97.554231407526999</c:v>
                </c:pt>
                <c:pt idx="2">
                  <c:v>127.48075489225045</c:v>
                </c:pt>
                <c:pt idx="3">
                  <c:v>140.42552921677313</c:v>
                </c:pt>
                <c:pt idx="4">
                  <c:v>117.98093173049328</c:v>
                </c:pt>
                <c:pt idx="5">
                  <c:v>127.58115707698421</c:v>
                </c:pt>
                <c:pt idx="6">
                  <c:v>61.138130433117595</c:v>
                </c:pt>
                <c:pt idx="7">
                  <c:v>131.79361680432342</c:v>
                </c:pt>
                <c:pt idx="8">
                  <c:v>123.22000249206462</c:v>
                </c:pt>
              </c:numCache>
            </c:numRef>
          </c:val>
        </c:ser>
        <c:ser>
          <c:idx val="1"/>
          <c:order val="1"/>
          <c:spPr>
            <a:solidFill>
              <a:srgbClr val="78A22F"/>
            </a:solidFill>
            <a:ln>
              <a:solidFill>
                <a:srgbClr val="78A22F"/>
              </a:solidFill>
            </a:ln>
          </c:spPr>
          <c:invertIfNegative val="0"/>
          <c:cat>
            <c:strRef>
              <c:f>'Figure 2.13'!$C$12:$K$12</c:f>
              <c:strCache>
                <c:ptCount val="9"/>
                <c:pt idx="0">
                  <c:v>NSW</c:v>
                </c:pt>
                <c:pt idx="1">
                  <c:v>Vic</c:v>
                </c:pt>
                <c:pt idx="2">
                  <c:v>Qld</c:v>
                </c:pt>
                <c:pt idx="3">
                  <c:v>WA</c:v>
                </c:pt>
                <c:pt idx="4">
                  <c:v>SA</c:v>
                </c:pt>
                <c:pt idx="5">
                  <c:v>Tas</c:v>
                </c:pt>
                <c:pt idx="6">
                  <c:v>ACT</c:v>
                </c:pt>
                <c:pt idx="7">
                  <c:v>NT</c:v>
                </c:pt>
                <c:pt idx="8">
                  <c:v>Aust</c:v>
                </c:pt>
              </c:strCache>
            </c:strRef>
          </c:cat>
          <c:val>
            <c:numRef>
              <c:f>'Figure 2.13'!$C$14:$K$14</c:f>
              <c:numCache>
                <c:formatCode>###\ ###\ ##0.0;\-###\ ###\ ##0.0;\–</c:formatCode>
                <c:ptCount val="9"/>
                <c:pt idx="0">
                  <c:v>145.69706323903011</c:v>
                </c:pt>
                <c:pt idx="1">
                  <c:v>100.39526687223751</c:v>
                </c:pt>
                <c:pt idx="2">
                  <c:v>131.75279118683989</c:v>
                </c:pt>
                <c:pt idx="3">
                  <c:v>144.38130887661134</c:v>
                </c:pt>
                <c:pt idx="4">
                  <c:v>129.84469395146417</c:v>
                </c:pt>
                <c:pt idx="5">
                  <c:v>147.00382786138468</c:v>
                </c:pt>
                <c:pt idx="6">
                  <c:v>57.340663622515379</c:v>
                </c:pt>
                <c:pt idx="7">
                  <c:v>120.52208797433971</c:v>
                </c:pt>
                <c:pt idx="8">
                  <c:v>128.20192832950104</c:v>
                </c:pt>
              </c:numCache>
            </c:numRef>
          </c:val>
        </c:ser>
        <c:dLbls>
          <c:showLegendKey val="0"/>
          <c:showVal val="0"/>
          <c:showCatName val="0"/>
          <c:showSerName val="0"/>
          <c:showPercent val="0"/>
          <c:showBubbleSize val="0"/>
        </c:dLbls>
        <c:gapWidth val="150"/>
        <c:axId val="185539200"/>
        <c:axId val="185540992"/>
      </c:barChart>
      <c:catAx>
        <c:axId val="185539200"/>
        <c:scaling>
          <c:orientation val="minMax"/>
        </c:scaling>
        <c:delete val="0"/>
        <c:axPos val="b"/>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185540992"/>
        <c:crosses val="autoZero"/>
        <c:auto val="1"/>
        <c:lblAlgn val="ctr"/>
        <c:lblOffset val="100"/>
        <c:noMultiLvlLbl val="0"/>
      </c:catAx>
      <c:valAx>
        <c:axId val="185540992"/>
        <c:scaling>
          <c:orientation val="minMax"/>
          <c:max val="150"/>
          <c:min val="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Per 100 000 people</a:t>
                </a:r>
              </a:p>
            </c:rich>
          </c:tx>
          <c:layout/>
          <c:overlay val="0"/>
        </c:title>
        <c:numFmt formatCode="###\ ###\ ##0;0###\ ###\ ##0;&quot;0&quot;"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185539200"/>
        <c:crosses val="autoZero"/>
        <c:crossBetween val="between"/>
        <c:majorUnit val="30"/>
        <c:minorUnit val="1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0.26549</cdr:x>
      <cdr:y>0.75063</cdr:y>
    </cdr:from>
    <cdr:to>
      <cdr:x>0.73997</cdr:x>
      <cdr:y>0.8173</cdr:y>
    </cdr:to>
    <cdr:grpSp>
      <cdr:nvGrpSpPr>
        <cdr:cNvPr id="12" name="Group 11" descr="Figure 2.11 Normal distributin with 95 per cent confidence intervals&#10;&#10;More details can be found within the text surrounding this image."/>
        <cdr:cNvGrpSpPr/>
      </cdr:nvGrpSpPr>
      <cdr:grpSpPr>
        <a:xfrm xmlns:a="http://schemas.openxmlformats.org/drawingml/2006/main">
          <a:off x="1433646" y="2432041"/>
          <a:ext cx="2562192" cy="216011"/>
          <a:chOff x="1481138" y="2652710"/>
          <a:chExt cx="2562226" cy="216000"/>
        </a:xfrm>
      </cdr:grpSpPr>
      <cdr:cxnSp macro="">
        <cdr:nvCxnSpPr>
          <cdr:cNvPr id="3" name="Straight Arrow Connector 2"/>
          <cdr:cNvCxnSpPr/>
        </cdr:nvCxnSpPr>
        <cdr:spPr>
          <a:xfrm xmlns:a="http://schemas.openxmlformats.org/drawingml/2006/main">
            <a:off x="1481138" y="2781297"/>
            <a:ext cx="2562226" cy="0"/>
          </a:xfrm>
          <a:prstGeom xmlns:a="http://schemas.openxmlformats.org/drawingml/2006/main" prst="straightConnector1">
            <a:avLst/>
          </a:prstGeom>
          <a:ln xmlns:a="http://schemas.openxmlformats.org/drawingml/2006/main" w="31750">
            <a:solidFill>
              <a:schemeClr val="tx1"/>
            </a:solidFill>
            <a:headEnd type="triangle" w="lg" len="med"/>
            <a:tailEnd type="stealth" w="lg" len="med"/>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sp macro="" textlink="">
        <cdr:nvSpPr>
          <cdr:cNvPr id="5" name="TextBox 4"/>
          <cdr:cNvSpPr txBox="1"/>
        </cdr:nvSpPr>
        <cdr:spPr>
          <a:xfrm xmlns:a="http://schemas.openxmlformats.org/drawingml/2006/main">
            <a:off x="2285293" y="2652710"/>
            <a:ext cx="1047396" cy="216000"/>
          </a:xfrm>
          <a:prstGeom xmlns:a="http://schemas.openxmlformats.org/drawingml/2006/main" prst="rect">
            <a:avLst/>
          </a:prstGeom>
          <a:solidFill xmlns:a="http://schemas.openxmlformats.org/drawingml/2006/main">
            <a:sysClr val="window" lastClr="FFFFFF"/>
          </a:solidFill>
        </cdr:spPr>
        <cdr:txBody>
          <a:bodyPr xmlns:a="http://schemas.openxmlformats.org/drawingml/2006/main" vertOverflow="clip" wrap="square" rtlCol="0"/>
          <a:lstStyle xmlns:a="http://schemas.openxmlformats.org/drawingml/2006/main"/>
          <a:p xmlns:a="http://schemas.openxmlformats.org/drawingml/2006/main">
            <a:r>
              <a:rPr lang="en-AU" sz="900">
                <a:latin typeface="Arial" panose="020B0604020202020204" pitchFamily="34" charset="0"/>
                <a:cs typeface="Arial" panose="020B0604020202020204" pitchFamily="34" charset="0"/>
              </a:rPr>
              <a:t>95 per cent CI</a:t>
            </a:r>
          </a:p>
        </cdr:txBody>
      </cdr:sp>
    </cdr:grpSp>
  </cdr:relSizeAnchor>
</c:userShape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D7233-B88D-4EB8-A118-FCFBFF25C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61</TotalTime>
  <Pages>35</Pages>
  <Words>8812</Words>
  <Characters>47033</Characters>
  <Application>Microsoft Office Word</Application>
  <DocSecurity>0</DocSecurity>
  <Lines>391</Lines>
  <Paragraphs>111</Paragraphs>
  <ScaleCrop>false</ScaleCrop>
  <HeadingPairs>
    <vt:vector size="2" baseType="variant">
      <vt:variant>
        <vt:lpstr>Title</vt:lpstr>
      </vt:variant>
      <vt:variant>
        <vt:i4>1</vt:i4>
      </vt:variant>
    </vt:vector>
  </HeadingPairs>
  <TitlesOfParts>
    <vt:vector size="1" baseType="lpstr">
      <vt:lpstr>Chapter 2 Statistical context - Report on Government Services 2015</vt:lpstr>
    </vt:vector>
  </TitlesOfParts>
  <Company>Productivity Commission</Company>
  <LinksUpToDate>false</LinksUpToDate>
  <CharactersWithSpaces>55734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Statistical context - Report on Government Services 2015</dc:title>
  <dc:subject/>
  <dc:creator>Steering Committee for the Review of Government Service Provision</dc:creator>
  <dc:description/>
  <cp:lastModifiedBy>Frech, Tanya</cp:lastModifiedBy>
  <cp:revision>13</cp:revision>
  <cp:lastPrinted>2014-12-14T22:33:00Z</cp:lastPrinted>
  <dcterms:created xsi:type="dcterms:W3CDTF">2014-12-16T01:24:00Z</dcterms:created>
  <dcterms:modified xsi:type="dcterms:W3CDTF">2015-01-27T22:33:00Z</dcterms:modified>
  <cp:contentStatus/>
</cp:coreProperties>
</file>