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7E26CA" w:rsidRDefault="00AE2093" w:rsidP="00AE2093">
      <w:pPr>
        <w:pStyle w:val="Chapter"/>
        <w:ind w:left="907" w:hanging="907"/>
        <w:rPr>
          <w:noProof/>
        </w:rPr>
      </w:pPr>
      <w:bookmarkStart w:id="0" w:name="ChapterNumber"/>
      <w:bookmarkStart w:id="1" w:name="_GoBack"/>
      <w:bookmarkEnd w:id="1"/>
      <w:r w:rsidRPr="007E26CA">
        <w:rPr>
          <w:noProof/>
        </w:rPr>
        <w:t>16</w:t>
      </w:r>
      <w:bookmarkEnd w:id="0"/>
      <w:r w:rsidRPr="007E26CA">
        <w:rPr>
          <w:noProof/>
        </w:rPr>
        <w:tab/>
      </w:r>
      <w:bookmarkStart w:id="2" w:name="ChapterTitle"/>
      <w:r w:rsidRPr="007E26CA">
        <w:rPr>
          <w:noProof/>
        </w:rPr>
        <w:t>Housing</w:t>
      </w:r>
      <w:bookmarkEnd w:id="2"/>
    </w:p>
    <w:p w:rsidR="00C962E9" w:rsidRPr="0021534E" w:rsidRDefault="00270B27" w:rsidP="00270B27">
      <w:pPr>
        <w:pStyle w:val="TOC2"/>
      </w:pPr>
      <w:bookmarkStart w:id="3" w:name="begin"/>
      <w:bookmarkEnd w:id="3"/>
      <w:r w:rsidRPr="0021534E">
        <w:t>CONTENTS</w:t>
      </w:r>
    </w:p>
    <w:p w:rsidR="00FA622F" w:rsidRPr="0021534E" w:rsidRDefault="00FA622F">
      <w:pPr>
        <w:pStyle w:val="TOC3"/>
        <w:rPr>
          <w:rFonts w:eastAsiaTheme="minorEastAsia"/>
          <w:b/>
          <w:noProof/>
          <w:sz w:val="22"/>
          <w:szCs w:val="22"/>
        </w:rPr>
      </w:pPr>
      <w:r w:rsidRPr="00171354">
        <w:rPr>
          <w:b/>
          <w:noProof/>
        </w:rPr>
        <w:t>Indigenous data in the Housing chapter</w:t>
      </w:r>
      <w:r w:rsidRPr="0021534E">
        <w:rPr>
          <w:b/>
          <w:noProof/>
          <w:webHidden/>
        </w:rPr>
        <w:tab/>
      </w:r>
      <w:r w:rsidR="00F03297" w:rsidRPr="0021534E">
        <w:rPr>
          <w:b/>
          <w:noProof/>
          <w:webHidden/>
        </w:rPr>
        <w:t>16.</w:t>
      </w:r>
      <w:r w:rsidR="0021534E" w:rsidRPr="0021534E">
        <w:rPr>
          <w:b/>
          <w:noProof/>
          <w:webHidden/>
        </w:rPr>
        <w:t>4</w:t>
      </w:r>
    </w:p>
    <w:p w:rsidR="00FA622F" w:rsidRPr="0021534E" w:rsidRDefault="00FA622F">
      <w:pPr>
        <w:pStyle w:val="TOC4"/>
        <w:rPr>
          <w:rFonts w:eastAsiaTheme="minorEastAsia"/>
          <w:b/>
          <w:noProof/>
          <w:sz w:val="22"/>
          <w:szCs w:val="22"/>
        </w:rPr>
      </w:pPr>
      <w:r w:rsidRPr="00171354">
        <w:rPr>
          <w:b/>
          <w:noProof/>
        </w:rPr>
        <w:t>Improvements in the 2013 Report</w:t>
      </w:r>
      <w:r w:rsidRPr="0021534E">
        <w:rPr>
          <w:b/>
          <w:noProof/>
          <w:webHidden/>
        </w:rPr>
        <w:tab/>
      </w:r>
      <w:r w:rsidR="00F03297" w:rsidRPr="0021534E">
        <w:rPr>
          <w:b/>
          <w:noProof/>
          <w:webHidden/>
        </w:rPr>
        <w:t>16.</w:t>
      </w:r>
      <w:r w:rsidR="0021534E" w:rsidRPr="0021534E">
        <w:rPr>
          <w:b/>
          <w:noProof/>
          <w:webHidden/>
        </w:rPr>
        <w:t>5</w:t>
      </w:r>
    </w:p>
    <w:p w:rsidR="00FA622F" w:rsidRPr="0021534E" w:rsidRDefault="00FA622F">
      <w:pPr>
        <w:pStyle w:val="TOC4"/>
        <w:rPr>
          <w:rFonts w:eastAsiaTheme="minorEastAsia"/>
          <w:b/>
          <w:noProof/>
          <w:sz w:val="22"/>
          <w:szCs w:val="22"/>
        </w:rPr>
      </w:pPr>
      <w:r w:rsidRPr="00171354">
        <w:rPr>
          <w:b/>
          <w:noProof/>
        </w:rPr>
        <w:t>Housing assistance not reported</w:t>
      </w:r>
      <w:r w:rsidRPr="0021534E">
        <w:rPr>
          <w:b/>
          <w:noProof/>
          <w:webHidden/>
        </w:rPr>
        <w:tab/>
      </w:r>
      <w:r w:rsidR="00F03297" w:rsidRPr="0021534E">
        <w:rPr>
          <w:b/>
          <w:noProof/>
          <w:webHidden/>
        </w:rPr>
        <w:t>16.</w:t>
      </w:r>
      <w:r w:rsidR="0021534E" w:rsidRPr="0021534E">
        <w:rPr>
          <w:b/>
          <w:noProof/>
          <w:webHidden/>
        </w:rPr>
        <w:t>5</w:t>
      </w:r>
    </w:p>
    <w:p w:rsidR="00FA622F" w:rsidRPr="0021534E" w:rsidRDefault="00FA622F">
      <w:pPr>
        <w:pStyle w:val="TOC3"/>
        <w:rPr>
          <w:rFonts w:eastAsiaTheme="minorEastAsia"/>
          <w:b/>
          <w:noProof/>
          <w:sz w:val="22"/>
          <w:szCs w:val="22"/>
        </w:rPr>
      </w:pPr>
      <w:r w:rsidRPr="00171354">
        <w:rPr>
          <w:b/>
          <w:noProof/>
        </w:rPr>
        <w:t>Profile of housing assistance</w:t>
      </w:r>
      <w:r w:rsidRPr="0021534E">
        <w:rPr>
          <w:b/>
          <w:noProof/>
          <w:webHidden/>
        </w:rPr>
        <w:tab/>
      </w:r>
      <w:r w:rsidR="00F03297" w:rsidRPr="0021534E">
        <w:rPr>
          <w:b/>
          <w:noProof/>
          <w:webHidden/>
        </w:rPr>
        <w:t>16.</w:t>
      </w:r>
      <w:r w:rsidR="0021534E" w:rsidRPr="0021534E">
        <w:rPr>
          <w:b/>
          <w:noProof/>
          <w:webHidden/>
        </w:rPr>
        <w:t>6</w:t>
      </w:r>
    </w:p>
    <w:p w:rsidR="00FA622F" w:rsidRPr="0021534E" w:rsidRDefault="00FA622F">
      <w:pPr>
        <w:pStyle w:val="TOC4"/>
        <w:rPr>
          <w:rFonts w:eastAsiaTheme="minorEastAsia"/>
          <w:b/>
          <w:noProof/>
          <w:sz w:val="22"/>
          <w:szCs w:val="22"/>
        </w:rPr>
      </w:pPr>
      <w:r w:rsidRPr="00171354">
        <w:rPr>
          <w:b/>
          <w:noProof/>
        </w:rPr>
        <w:t>Service overview</w:t>
      </w:r>
      <w:r w:rsidRPr="0021534E">
        <w:rPr>
          <w:b/>
          <w:noProof/>
          <w:webHidden/>
        </w:rPr>
        <w:tab/>
      </w:r>
      <w:r w:rsidR="00F03297" w:rsidRPr="0021534E">
        <w:rPr>
          <w:b/>
          <w:noProof/>
          <w:webHidden/>
        </w:rPr>
        <w:t>16.</w:t>
      </w:r>
      <w:r w:rsidR="0021534E" w:rsidRPr="0021534E">
        <w:rPr>
          <w:b/>
          <w:noProof/>
          <w:webHidden/>
        </w:rPr>
        <w:t>6</w:t>
      </w:r>
    </w:p>
    <w:p w:rsidR="00FA622F" w:rsidRPr="0021534E" w:rsidRDefault="00FA622F">
      <w:pPr>
        <w:pStyle w:val="TOC4"/>
        <w:rPr>
          <w:rFonts w:eastAsiaTheme="minorEastAsia"/>
          <w:b/>
          <w:noProof/>
          <w:sz w:val="22"/>
          <w:szCs w:val="22"/>
        </w:rPr>
      </w:pPr>
      <w:r w:rsidRPr="00171354">
        <w:rPr>
          <w:b/>
          <w:noProof/>
        </w:rPr>
        <w:t>Roles and responsibilities</w:t>
      </w:r>
      <w:r w:rsidRPr="0021534E">
        <w:rPr>
          <w:b/>
          <w:noProof/>
          <w:webHidden/>
        </w:rPr>
        <w:tab/>
      </w:r>
      <w:r w:rsidR="00F03297" w:rsidRPr="0021534E">
        <w:rPr>
          <w:b/>
          <w:noProof/>
          <w:webHidden/>
        </w:rPr>
        <w:t>16.</w:t>
      </w:r>
      <w:r w:rsidR="0021534E" w:rsidRPr="0021534E">
        <w:rPr>
          <w:b/>
          <w:noProof/>
          <w:webHidden/>
        </w:rPr>
        <w:t>6</w:t>
      </w:r>
    </w:p>
    <w:p w:rsidR="00FA622F" w:rsidRPr="0021534E" w:rsidRDefault="00FA622F">
      <w:pPr>
        <w:pStyle w:val="TOC4"/>
        <w:rPr>
          <w:rFonts w:eastAsiaTheme="minorEastAsia"/>
          <w:b/>
          <w:noProof/>
          <w:sz w:val="22"/>
          <w:szCs w:val="22"/>
        </w:rPr>
      </w:pPr>
      <w:r w:rsidRPr="00171354">
        <w:rPr>
          <w:b/>
          <w:noProof/>
        </w:rPr>
        <w:t>Government funding and expenditure</w:t>
      </w:r>
      <w:r w:rsidRPr="0021534E">
        <w:rPr>
          <w:b/>
          <w:noProof/>
          <w:webHidden/>
        </w:rPr>
        <w:tab/>
      </w:r>
      <w:r w:rsidR="00F03297" w:rsidRPr="0021534E">
        <w:rPr>
          <w:b/>
          <w:noProof/>
          <w:webHidden/>
        </w:rPr>
        <w:t>16.</w:t>
      </w:r>
      <w:r w:rsidR="0021534E" w:rsidRPr="0021534E">
        <w:rPr>
          <w:b/>
          <w:noProof/>
          <w:webHidden/>
        </w:rPr>
        <w:t>7</w:t>
      </w:r>
    </w:p>
    <w:p w:rsidR="00FA622F" w:rsidRPr="0021534E" w:rsidRDefault="00FA622F">
      <w:pPr>
        <w:pStyle w:val="TOC4"/>
        <w:rPr>
          <w:rFonts w:eastAsiaTheme="minorEastAsia"/>
          <w:b/>
          <w:noProof/>
          <w:sz w:val="22"/>
          <w:szCs w:val="22"/>
        </w:rPr>
      </w:pPr>
      <w:r w:rsidRPr="00171354">
        <w:rPr>
          <w:b/>
          <w:noProof/>
        </w:rPr>
        <w:t>Size and scope</w:t>
      </w:r>
      <w:r w:rsidRPr="0021534E">
        <w:rPr>
          <w:b/>
          <w:noProof/>
          <w:webHidden/>
        </w:rPr>
        <w:tab/>
      </w:r>
      <w:r w:rsidR="00F03297" w:rsidRPr="0021534E">
        <w:rPr>
          <w:b/>
          <w:noProof/>
          <w:webHidden/>
        </w:rPr>
        <w:t>16.</w:t>
      </w:r>
      <w:r w:rsidR="0021534E" w:rsidRPr="0021534E">
        <w:rPr>
          <w:b/>
          <w:noProof/>
          <w:webHidden/>
        </w:rPr>
        <w:t>8</w:t>
      </w:r>
    </w:p>
    <w:p w:rsidR="00FA622F" w:rsidRPr="0021534E" w:rsidRDefault="00FA622F">
      <w:pPr>
        <w:pStyle w:val="TOC4"/>
        <w:rPr>
          <w:rFonts w:eastAsiaTheme="minorEastAsia"/>
          <w:b/>
          <w:noProof/>
          <w:sz w:val="22"/>
          <w:szCs w:val="22"/>
        </w:rPr>
      </w:pPr>
      <w:r w:rsidRPr="00171354">
        <w:rPr>
          <w:b/>
          <w:noProof/>
        </w:rPr>
        <w:t>Diversity of State and Territory government social housing</w:t>
      </w:r>
      <w:r w:rsidRPr="0021534E">
        <w:rPr>
          <w:b/>
          <w:noProof/>
          <w:webHidden/>
        </w:rPr>
        <w:tab/>
      </w:r>
      <w:r w:rsidR="00F03297" w:rsidRPr="0021534E">
        <w:rPr>
          <w:b/>
          <w:noProof/>
          <w:webHidden/>
        </w:rPr>
        <w:t>16.</w:t>
      </w:r>
      <w:r w:rsidR="0021534E" w:rsidRPr="0021534E">
        <w:rPr>
          <w:b/>
          <w:noProof/>
          <w:webHidden/>
        </w:rPr>
        <w:t>9</w:t>
      </w:r>
    </w:p>
    <w:p w:rsidR="00FA622F" w:rsidRPr="0021534E" w:rsidRDefault="00FA622F">
      <w:pPr>
        <w:pStyle w:val="TOC4"/>
        <w:rPr>
          <w:rFonts w:eastAsiaTheme="minorEastAsia"/>
          <w:b/>
          <w:noProof/>
          <w:sz w:val="22"/>
          <w:szCs w:val="22"/>
        </w:rPr>
      </w:pPr>
      <w:r w:rsidRPr="00171354">
        <w:rPr>
          <w:b/>
          <w:noProof/>
        </w:rPr>
        <w:t>Eligibility criteria for access to social housing</w:t>
      </w:r>
      <w:r w:rsidRPr="0021534E">
        <w:rPr>
          <w:b/>
          <w:noProof/>
          <w:webHidden/>
        </w:rPr>
        <w:tab/>
      </w:r>
      <w:r w:rsidR="00F03297" w:rsidRPr="0021534E">
        <w:rPr>
          <w:b/>
          <w:noProof/>
          <w:webHidden/>
        </w:rPr>
        <w:t>16.</w:t>
      </w:r>
      <w:r w:rsidR="0021534E" w:rsidRPr="0021534E">
        <w:rPr>
          <w:b/>
          <w:noProof/>
          <w:webHidden/>
        </w:rPr>
        <w:t>10</w:t>
      </w:r>
    </w:p>
    <w:p w:rsidR="00FA622F" w:rsidRPr="0021534E" w:rsidRDefault="00FA622F">
      <w:pPr>
        <w:pStyle w:val="TOC4"/>
        <w:rPr>
          <w:rFonts w:eastAsiaTheme="minorEastAsia"/>
          <w:b/>
          <w:noProof/>
          <w:sz w:val="22"/>
          <w:szCs w:val="22"/>
        </w:rPr>
      </w:pPr>
      <w:r w:rsidRPr="00171354">
        <w:rPr>
          <w:b/>
          <w:noProof/>
        </w:rPr>
        <w:t>Waiting lists</w:t>
      </w:r>
      <w:r w:rsidRPr="0021534E">
        <w:rPr>
          <w:b/>
          <w:noProof/>
          <w:webHidden/>
        </w:rPr>
        <w:tab/>
      </w:r>
      <w:r w:rsidR="00F03297" w:rsidRPr="0021534E">
        <w:rPr>
          <w:b/>
          <w:noProof/>
          <w:webHidden/>
        </w:rPr>
        <w:t>16.</w:t>
      </w:r>
      <w:r w:rsidR="0021534E" w:rsidRPr="0021534E">
        <w:rPr>
          <w:b/>
          <w:noProof/>
          <w:webHidden/>
        </w:rPr>
        <w:t>11</w:t>
      </w:r>
    </w:p>
    <w:p w:rsidR="00FA622F" w:rsidRPr="0021534E" w:rsidRDefault="00FA622F">
      <w:pPr>
        <w:pStyle w:val="TOC3"/>
        <w:rPr>
          <w:rFonts w:eastAsiaTheme="minorEastAsia"/>
          <w:b/>
          <w:noProof/>
          <w:sz w:val="22"/>
          <w:szCs w:val="22"/>
        </w:rPr>
      </w:pPr>
      <w:r w:rsidRPr="00171354">
        <w:rPr>
          <w:b/>
          <w:noProof/>
          <w:lang w:val="en-GB"/>
        </w:rPr>
        <w:t>Framework of performance indicators</w:t>
      </w:r>
      <w:r w:rsidRPr="0021534E">
        <w:rPr>
          <w:b/>
          <w:noProof/>
          <w:webHidden/>
        </w:rPr>
        <w:tab/>
      </w:r>
      <w:r w:rsidR="00F03297" w:rsidRPr="0021534E">
        <w:rPr>
          <w:b/>
          <w:noProof/>
          <w:webHidden/>
        </w:rPr>
        <w:t>16.</w:t>
      </w:r>
      <w:r w:rsidR="0021534E" w:rsidRPr="0021534E">
        <w:rPr>
          <w:b/>
          <w:noProof/>
          <w:webHidden/>
        </w:rPr>
        <w:t>11</w:t>
      </w:r>
    </w:p>
    <w:p w:rsidR="00FA622F" w:rsidRPr="0021534E" w:rsidRDefault="00FA622F">
      <w:pPr>
        <w:pStyle w:val="TOC3"/>
        <w:rPr>
          <w:rFonts w:eastAsiaTheme="minorEastAsia"/>
          <w:b/>
          <w:noProof/>
          <w:sz w:val="22"/>
          <w:szCs w:val="22"/>
        </w:rPr>
      </w:pPr>
      <w:r w:rsidRPr="00171354">
        <w:rPr>
          <w:b/>
          <w:noProof/>
        </w:rPr>
        <w:t>Key performance indicator results</w:t>
      </w:r>
      <w:r w:rsidRPr="0021534E">
        <w:rPr>
          <w:b/>
          <w:noProof/>
          <w:webHidden/>
        </w:rPr>
        <w:tab/>
      </w:r>
      <w:r w:rsidR="00F03297" w:rsidRPr="0021534E">
        <w:rPr>
          <w:b/>
          <w:noProof/>
          <w:webHidden/>
        </w:rPr>
        <w:t>16.</w:t>
      </w:r>
      <w:r w:rsidR="0021534E" w:rsidRPr="0021534E">
        <w:rPr>
          <w:b/>
          <w:noProof/>
          <w:webHidden/>
        </w:rPr>
        <w:t>14</w:t>
      </w:r>
    </w:p>
    <w:p w:rsidR="00FA622F" w:rsidRPr="0021534E" w:rsidRDefault="00FA622F">
      <w:pPr>
        <w:pStyle w:val="TOC4"/>
        <w:rPr>
          <w:rFonts w:eastAsiaTheme="minorEastAsia"/>
          <w:b/>
          <w:noProof/>
          <w:sz w:val="22"/>
          <w:szCs w:val="22"/>
        </w:rPr>
      </w:pPr>
      <w:r w:rsidRPr="00171354">
        <w:rPr>
          <w:b/>
          <w:noProof/>
        </w:rPr>
        <w:t>Outputs</w:t>
      </w:r>
      <w:r w:rsidRPr="0021534E">
        <w:rPr>
          <w:b/>
          <w:noProof/>
          <w:webHidden/>
        </w:rPr>
        <w:tab/>
      </w:r>
      <w:r w:rsidR="00F03297" w:rsidRPr="0021534E">
        <w:rPr>
          <w:b/>
          <w:noProof/>
          <w:webHidden/>
        </w:rPr>
        <w:t>16.</w:t>
      </w:r>
      <w:r w:rsidR="0021534E" w:rsidRPr="0021534E">
        <w:rPr>
          <w:b/>
          <w:noProof/>
          <w:webHidden/>
        </w:rPr>
        <w:t>14</w:t>
      </w:r>
    </w:p>
    <w:p w:rsidR="00FA622F" w:rsidRPr="0021534E" w:rsidRDefault="00FA622F">
      <w:pPr>
        <w:pStyle w:val="TOC4"/>
        <w:rPr>
          <w:rFonts w:eastAsiaTheme="minorEastAsia"/>
          <w:b/>
          <w:noProof/>
          <w:sz w:val="22"/>
          <w:szCs w:val="22"/>
        </w:rPr>
      </w:pPr>
      <w:r w:rsidRPr="00171354">
        <w:rPr>
          <w:b/>
          <w:noProof/>
        </w:rPr>
        <w:t>Effectiveness — quality</w:t>
      </w:r>
      <w:r w:rsidRPr="0021534E">
        <w:rPr>
          <w:b/>
          <w:noProof/>
          <w:webHidden/>
        </w:rPr>
        <w:tab/>
      </w:r>
      <w:r w:rsidR="00F03297" w:rsidRPr="0021534E">
        <w:rPr>
          <w:b/>
          <w:noProof/>
          <w:webHidden/>
        </w:rPr>
        <w:t>16.</w:t>
      </w:r>
      <w:r w:rsidR="0021534E" w:rsidRPr="0021534E">
        <w:rPr>
          <w:b/>
          <w:noProof/>
          <w:webHidden/>
        </w:rPr>
        <w:t>19</w:t>
      </w:r>
    </w:p>
    <w:p w:rsidR="00FA622F" w:rsidRPr="0021534E" w:rsidRDefault="00FA622F">
      <w:pPr>
        <w:pStyle w:val="TOC4"/>
        <w:rPr>
          <w:rFonts w:eastAsiaTheme="minorEastAsia"/>
          <w:b/>
          <w:noProof/>
          <w:sz w:val="22"/>
          <w:szCs w:val="22"/>
        </w:rPr>
      </w:pPr>
      <w:r w:rsidRPr="00171354">
        <w:rPr>
          <w:b/>
          <w:noProof/>
        </w:rPr>
        <w:t>Efficiency</w:t>
      </w:r>
      <w:r w:rsidRPr="0021534E">
        <w:rPr>
          <w:b/>
          <w:noProof/>
          <w:webHidden/>
        </w:rPr>
        <w:tab/>
      </w:r>
      <w:r w:rsidR="00F03297" w:rsidRPr="0021534E">
        <w:rPr>
          <w:b/>
          <w:noProof/>
          <w:webHidden/>
        </w:rPr>
        <w:t>16.</w:t>
      </w:r>
      <w:r w:rsidR="0021534E" w:rsidRPr="0021534E">
        <w:rPr>
          <w:b/>
          <w:noProof/>
          <w:webHidden/>
        </w:rPr>
        <w:t>21</w:t>
      </w:r>
    </w:p>
    <w:p w:rsidR="00FA622F" w:rsidRPr="0021534E" w:rsidRDefault="00FA622F">
      <w:pPr>
        <w:pStyle w:val="TOC4"/>
        <w:rPr>
          <w:rFonts w:eastAsiaTheme="minorEastAsia"/>
          <w:b/>
          <w:noProof/>
          <w:sz w:val="22"/>
          <w:szCs w:val="22"/>
        </w:rPr>
      </w:pPr>
      <w:r w:rsidRPr="00171354">
        <w:rPr>
          <w:b/>
          <w:noProof/>
        </w:rPr>
        <w:t>Outcomes</w:t>
      </w:r>
      <w:r w:rsidRPr="0021534E">
        <w:rPr>
          <w:b/>
          <w:noProof/>
          <w:webHidden/>
        </w:rPr>
        <w:tab/>
      </w:r>
      <w:r w:rsidR="00F03297" w:rsidRPr="0021534E">
        <w:rPr>
          <w:b/>
          <w:noProof/>
          <w:webHidden/>
        </w:rPr>
        <w:t>16.</w:t>
      </w:r>
      <w:r w:rsidR="0021534E" w:rsidRPr="0021534E">
        <w:rPr>
          <w:b/>
          <w:noProof/>
          <w:webHidden/>
        </w:rPr>
        <w:t>30</w:t>
      </w:r>
    </w:p>
    <w:p w:rsidR="00FA622F" w:rsidRPr="0021534E" w:rsidRDefault="00FA622F">
      <w:pPr>
        <w:pStyle w:val="TOC3"/>
        <w:rPr>
          <w:rFonts w:eastAsiaTheme="minorEastAsia"/>
          <w:b/>
          <w:noProof/>
          <w:sz w:val="22"/>
          <w:szCs w:val="22"/>
        </w:rPr>
      </w:pPr>
      <w:r w:rsidRPr="00171354">
        <w:rPr>
          <w:b/>
          <w:noProof/>
        </w:rPr>
        <w:t>Future directions in performance reporting</w:t>
      </w:r>
      <w:r w:rsidRPr="0021534E">
        <w:rPr>
          <w:b/>
          <w:noProof/>
          <w:webHidden/>
        </w:rPr>
        <w:tab/>
      </w:r>
      <w:r w:rsidR="00F03297" w:rsidRPr="0021534E">
        <w:rPr>
          <w:b/>
          <w:noProof/>
          <w:webHidden/>
        </w:rPr>
        <w:t>16.</w:t>
      </w:r>
      <w:r w:rsidR="0021534E" w:rsidRPr="0021534E">
        <w:rPr>
          <w:b/>
          <w:noProof/>
          <w:webHidden/>
        </w:rPr>
        <w:t>37</w:t>
      </w:r>
    </w:p>
    <w:p w:rsidR="00FA622F" w:rsidRPr="0021534E" w:rsidRDefault="00FA622F">
      <w:pPr>
        <w:pStyle w:val="TOC4"/>
        <w:rPr>
          <w:rFonts w:eastAsiaTheme="minorEastAsia"/>
          <w:b/>
          <w:noProof/>
          <w:sz w:val="22"/>
          <w:szCs w:val="22"/>
        </w:rPr>
      </w:pPr>
      <w:r w:rsidRPr="00171354">
        <w:rPr>
          <w:b/>
          <w:noProof/>
        </w:rPr>
        <w:t>Further developing indicators and data</w:t>
      </w:r>
      <w:r w:rsidRPr="0021534E">
        <w:rPr>
          <w:b/>
          <w:noProof/>
          <w:webHidden/>
        </w:rPr>
        <w:tab/>
      </w:r>
      <w:r w:rsidR="00F03297" w:rsidRPr="0021534E">
        <w:rPr>
          <w:b/>
          <w:noProof/>
          <w:webHidden/>
        </w:rPr>
        <w:t>16.</w:t>
      </w:r>
      <w:r w:rsidR="0021534E" w:rsidRPr="0021534E">
        <w:rPr>
          <w:b/>
          <w:noProof/>
          <w:webHidden/>
        </w:rPr>
        <w:t>37</w:t>
      </w:r>
    </w:p>
    <w:p w:rsidR="00FA622F" w:rsidRPr="0021534E" w:rsidRDefault="00FA622F">
      <w:pPr>
        <w:pStyle w:val="TOC3"/>
        <w:rPr>
          <w:rFonts w:eastAsiaTheme="minorEastAsia"/>
          <w:b/>
          <w:noProof/>
          <w:sz w:val="22"/>
          <w:szCs w:val="22"/>
        </w:rPr>
      </w:pPr>
      <w:r w:rsidRPr="00171354">
        <w:rPr>
          <w:b/>
          <w:noProof/>
        </w:rPr>
        <w:t>Definitions of key terms and indicators</w:t>
      </w:r>
      <w:r w:rsidRPr="0021534E">
        <w:rPr>
          <w:b/>
          <w:noProof/>
          <w:webHidden/>
        </w:rPr>
        <w:tab/>
      </w:r>
      <w:r w:rsidR="00F03297" w:rsidRPr="0021534E">
        <w:rPr>
          <w:b/>
          <w:noProof/>
          <w:webHidden/>
        </w:rPr>
        <w:t>16.</w:t>
      </w:r>
      <w:r w:rsidR="0021534E" w:rsidRPr="0021534E">
        <w:rPr>
          <w:b/>
          <w:noProof/>
          <w:webHidden/>
        </w:rPr>
        <w:t>38</w:t>
      </w:r>
    </w:p>
    <w:p w:rsidR="00FA622F" w:rsidRPr="0021534E" w:rsidRDefault="00FA622F">
      <w:pPr>
        <w:pStyle w:val="TOC3"/>
        <w:rPr>
          <w:rFonts w:eastAsiaTheme="minorEastAsia"/>
          <w:b/>
          <w:noProof/>
          <w:sz w:val="22"/>
          <w:szCs w:val="22"/>
        </w:rPr>
      </w:pPr>
      <w:r w:rsidRPr="00171354">
        <w:rPr>
          <w:b/>
          <w:noProof/>
        </w:rPr>
        <w:t>Social housing</w:t>
      </w:r>
      <w:r w:rsidRPr="0021534E">
        <w:rPr>
          <w:b/>
          <w:noProof/>
          <w:webHidden/>
        </w:rPr>
        <w:tab/>
      </w:r>
      <w:r w:rsidR="00F03297" w:rsidRPr="0021534E">
        <w:rPr>
          <w:b/>
          <w:noProof/>
          <w:webHidden/>
        </w:rPr>
        <w:t>16.</w:t>
      </w:r>
      <w:r w:rsidR="0021534E" w:rsidRPr="0021534E">
        <w:rPr>
          <w:b/>
          <w:noProof/>
          <w:webHidden/>
        </w:rPr>
        <w:t>38</w:t>
      </w:r>
    </w:p>
    <w:p w:rsidR="00FA622F" w:rsidRPr="0021534E" w:rsidRDefault="00FA622F">
      <w:pPr>
        <w:pStyle w:val="TOC3"/>
        <w:rPr>
          <w:rFonts w:eastAsiaTheme="minorEastAsia"/>
          <w:b/>
          <w:noProof/>
          <w:sz w:val="22"/>
          <w:szCs w:val="22"/>
        </w:rPr>
      </w:pPr>
      <w:r w:rsidRPr="00171354">
        <w:rPr>
          <w:b/>
          <w:noProof/>
        </w:rPr>
        <w:t>List of attachment tables</w:t>
      </w:r>
      <w:r w:rsidRPr="0021534E">
        <w:rPr>
          <w:b/>
          <w:noProof/>
          <w:webHidden/>
        </w:rPr>
        <w:tab/>
      </w:r>
      <w:r w:rsidR="00F03297" w:rsidRPr="0021534E">
        <w:rPr>
          <w:b/>
          <w:noProof/>
          <w:webHidden/>
        </w:rPr>
        <w:t>16.</w:t>
      </w:r>
      <w:r w:rsidR="0021534E" w:rsidRPr="0021534E">
        <w:rPr>
          <w:b/>
          <w:noProof/>
          <w:webHidden/>
        </w:rPr>
        <w:t>39</w:t>
      </w:r>
    </w:p>
    <w:p w:rsidR="00270B27" w:rsidRPr="0021534E" w:rsidRDefault="00FA622F" w:rsidP="00FA622F">
      <w:pPr>
        <w:pStyle w:val="TOC3"/>
        <w:rPr>
          <w:b/>
        </w:rPr>
      </w:pPr>
      <w:r w:rsidRPr="00171354">
        <w:rPr>
          <w:b/>
          <w:noProof/>
        </w:rPr>
        <w:t>References</w:t>
      </w:r>
      <w:r w:rsidRPr="0021534E">
        <w:rPr>
          <w:b/>
          <w:noProof/>
          <w:webHidden/>
        </w:rPr>
        <w:tab/>
      </w:r>
      <w:r w:rsidR="00F03297" w:rsidRPr="0021534E">
        <w:rPr>
          <w:b/>
          <w:noProof/>
          <w:webHidden/>
        </w:rPr>
        <w:t>16.</w:t>
      </w:r>
      <w:r w:rsidR="0021534E" w:rsidRPr="0021534E">
        <w:rPr>
          <w:b/>
          <w:noProof/>
          <w:webHidden/>
        </w:rPr>
        <w:t>41</w:t>
      </w:r>
    </w:p>
    <w:p w:rsidR="00270B27" w:rsidRPr="007E26CA"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7E26CA"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7E26CA" w:rsidRDefault="00270B27" w:rsidP="0076310E">
            <w:pPr>
              <w:pStyle w:val="BoxTitle"/>
            </w:pPr>
            <w:r w:rsidRPr="007E26CA">
              <w:t>Attachment tables</w:t>
            </w:r>
          </w:p>
        </w:tc>
      </w:tr>
      <w:tr w:rsidR="00270B27" w:rsidRPr="007E26CA" w:rsidTr="0076310E">
        <w:trPr>
          <w:cantSplit/>
        </w:trPr>
        <w:tc>
          <w:tcPr>
            <w:tcW w:w="8771" w:type="dxa"/>
            <w:tcBorders>
              <w:top w:val="nil"/>
              <w:left w:val="single" w:sz="6" w:space="0" w:color="auto"/>
              <w:bottom w:val="nil"/>
              <w:right w:val="single" w:sz="6" w:space="0" w:color="auto"/>
            </w:tcBorders>
            <w:shd w:val="clear" w:color="auto" w:fill="E6E6E6"/>
          </w:tcPr>
          <w:p w:rsidR="00270B27" w:rsidRPr="007E26CA" w:rsidRDefault="00270B27" w:rsidP="007313D0">
            <w:pPr>
              <w:pStyle w:val="Box"/>
            </w:pPr>
            <w:r w:rsidRPr="007E26CA">
              <w:t>Attachment tables are identified in references throughout this Indigenous Compendium by an ‘A’ prefix (for example, in this chapter, table 1</w:t>
            </w:r>
            <w:r w:rsidR="007313D0" w:rsidRPr="007E26CA">
              <w:t>6</w:t>
            </w:r>
            <w:r w:rsidRPr="007E26CA">
              <w:t>A.1). As the data are directly sourced from the 201</w:t>
            </w:r>
            <w:r w:rsidR="00497199" w:rsidRPr="007E26CA">
              <w:t>3</w:t>
            </w:r>
            <w:r w:rsidRPr="007E26CA">
              <w:t xml:space="preserve"> Report, the Compendium also notes where the original table, figure or text in the 201</w:t>
            </w:r>
            <w:r w:rsidR="00497199" w:rsidRPr="007E26CA">
              <w:t>3</w:t>
            </w:r>
            <w:r w:rsidRPr="007E26CA">
              <w:t xml:space="preserve"> Report can be found. For example, where the Compendium refers to ‘201</w:t>
            </w:r>
            <w:r w:rsidR="00497199" w:rsidRPr="007E26CA">
              <w:t>3</w:t>
            </w:r>
            <w:r w:rsidRPr="007E26CA">
              <w:t xml:space="preserve"> Report, p. 1</w:t>
            </w:r>
            <w:r w:rsidR="007313D0" w:rsidRPr="007E26CA">
              <w:t>6</w:t>
            </w:r>
            <w:r w:rsidRPr="007E26CA">
              <w:t>.1’ this is page 1 of chapter 1</w:t>
            </w:r>
            <w:r w:rsidR="007313D0" w:rsidRPr="007E26CA">
              <w:t>6</w:t>
            </w:r>
            <w:r w:rsidRPr="007E26CA">
              <w:t xml:space="preserve"> of the 201</w:t>
            </w:r>
            <w:r w:rsidR="00497199" w:rsidRPr="007E26CA">
              <w:t>3</w:t>
            </w:r>
            <w:r w:rsidRPr="007E26CA">
              <w:t xml:space="preserve"> Report, and ‘201</w:t>
            </w:r>
            <w:r w:rsidR="00497199" w:rsidRPr="007E26CA">
              <w:t>3</w:t>
            </w:r>
            <w:r w:rsidRPr="007E26CA">
              <w:t xml:space="preserve"> Report, table 1</w:t>
            </w:r>
            <w:r w:rsidR="007313D0" w:rsidRPr="007E26CA">
              <w:t>6</w:t>
            </w:r>
            <w:r w:rsidRPr="007E26CA">
              <w:t>A.1’ is attachment table 1 of attachment 1</w:t>
            </w:r>
            <w:r w:rsidR="007313D0" w:rsidRPr="007E26CA">
              <w:t>6</w:t>
            </w:r>
            <w:r w:rsidRPr="007E26CA">
              <w:t>A of the 201</w:t>
            </w:r>
            <w:r w:rsidR="00497199" w:rsidRPr="007E26CA">
              <w:t>3</w:t>
            </w:r>
            <w:r w:rsidR="00C73632" w:rsidRPr="007E26CA">
              <w:t xml:space="preserve"> Report. A</w:t>
            </w:r>
            <w:r w:rsidRPr="007E26CA">
              <w:t xml:space="preserve"> list of attachment tables referred to in the Compendium is provided at the end of this chapter, and the </w:t>
            </w:r>
            <w:r w:rsidR="00C73632" w:rsidRPr="007E26CA">
              <w:t xml:space="preserve">full </w:t>
            </w:r>
            <w:r w:rsidRPr="007E26CA">
              <w:t>attachment tables are available from the Review website at www.pc.gov.au/gsp.</w:t>
            </w:r>
          </w:p>
        </w:tc>
      </w:tr>
      <w:tr w:rsidR="00270B27" w:rsidRPr="007E26CA"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7E26CA" w:rsidRDefault="00270B27" w:rsidP="0076310E">
            <w:pPr>
              <w:pStyle w:val="Box"/>
              <w:spacing w:before="0" w:line="120" w:lineRule="exact"/>
            </w:pPr>
          </w:p>
        </w:tc>
      </w:tr>
      <w:tr w:rsidR="00270B27" w:rsidRPr="007E26CA" w:rsidTr="0076310E">
        <w:tc>
          <w:tcPr>
            <w:tcW w:w="8771" w:type="dxa"/>
            <w:tcBorders>
              <w:top w:val="nil"/>
              <w:left w:val="nil"/>
              <w:bottom w:val="nil"/>
              <w:right w:val="nil"/>
            </w:tcBorders>
          </w:tcPr>
          <w:p w:rsidR="00270B27" w:rsidRPr="007E26CA" w:rsidRDefault="00270B27" w:rsidP="0076310E">
            <w:pPr>
              <w:pStyle w:val="Box"/>
              <w:keepNext w:val="0"/>
              <w:spacing w:before="60" w:after="60" w:line="80" w:lineRule="exact"/>
              <w:rPr>
                <w:b/>
                <w:color w:val="FF00FF"/>
                <w:sz w:val="14"/>
              </w:rPr>
            </w:pPr>
          </w:p>
        </w:tc>
      </w:tr>
    </w:tbl>
    <w:bookmarkEnd w:id="4"/>
    <w:p w:rsidR="007313D0" w:rsidRPr="007E26CA" w:rsidRDefault="007313D0" w:rsidP="007313D0">
      <w:pPr>
        <w:pStyle w:val="BodyText"/>
      </w:pPr>
      <w:r w:rsidRPr="007E26CA">
        <w:t xml:space="preserve">The Housing chapter (chapter 16) in the </w:t>
      </w:r>
      <w:r w:rsidRPr="007E26CA">
        <w:rPr>
          <w:i/>
        </w:rPr>
        <w:t>Report on Government Services 201</w:t>
      </w:r>
      <w:r w:rsidR="009E5B82" w:rsidRPr="007E26CA">
        <w:rPr>
          <w:i/>
        </w:rPr>
        <w:t>3</w:t>
      </w:r>
      <w:r w:rsidRPr="007E26CA">
        <w:t xml:space="preserve"> (201</w:t>
      </w:r>
      <w:r w:rsidR="009E5B82" w:rsidRPr="007E26CA">
        <w:t>3</w:t>
      </w:r>
      <w:r w:rsidRPr="007E26CA">
        <w:t xml:space="preserve"> Report) reports on the performance of social housing services in each </w:t>
      </w:r>
      <w:smartTag w:uri="urn:schemas-microsoft-com:office:smarttags" w:element="place">
        <w:smartTag w:uri="urn:schemas-microsoft-com:office:smarttags" w:element="PlaceName">
          <w:r w:rsidRPr="007E26CA">
            <w:t>Australian</w:t>
          </w:r>
        </w:smartTag>
        <w:r w:rsidRPr="007E26CA">
          <w:t xml:space="preserve"> </w:t>
        </w:r>
        <w:smartTag w:uri="urn:schemas-microsoft-com:office:smarttags" w:element="PlaceType">
          <w:r w:rsidRPr="007E26CA">
            <w:t>State</w:t>
          </w:r>
        </w:smartTag>
      </w:smartTag>
      <w:r w:rsidRPr="007E26CA">
        <w:t xml:space="preserve"> and Territory. Data are reported for Indigenous </w:t>
      </w:r>
      <w:r w:rsidR="00BA6CE8" w:rsidRPr="007E26CA">
        <w:t>Australians</w:t>
      </w:r>
      <w:r w:rsidRPr="007E26CA">
        <w:t xml:space="preserve"> for a subset of the performance indicators reported in that chapter — those data are compiled and presented here.</w:t>
      </w:r>
    </w:p>
    <w:p w:rsidR="009E5B82" w:rsidRPr="007E26CA" w:rsidRDefault="009E5B82" w:rsidP="009E5B82">
      <w:pPr>
        <w:pStyle w:val="BodyText"/>
      </w:pPr>
      <w:r w:rsidRPr="007E26CA">
        <w:t>Governments play a significant role in the Australian housing market, directly through housing assistance and indirectly through policies associated with land planning and taxation. Direct assistance includes social housing, home purchase assistance and rent assistance. Housing assistance is provided by governments because many Australian households face problems in acquiring or accessing suitable private accommodation — either through renting from a private landlord or through owner occupation — for reasons of cost, discrimination, availability, location and/or adequacy. The Australian, State and Territory governments share responsibility for housing assistance.</w:t>
      </w:r>
    </w:p>
    <w:p w:rsidR="009E5B82" w:rsidRPr="007E26CA" w:rsidRDefault="009E5B82" w:rsidP="009E5B82">
      <w:pPr>
        <w:pStyle w:val="BodyText"/>
      </w:pPr>
      <w:r w:rsidRPr="007E26CA">
        <w:t xml:space="preserve">This chapter focuses on the performance of governments in providing social housing, which broadly encompasses public housing, State owned and managed Indigenous housing, community housing, and Indigenous community housing. These services are outlined in box 16.1. </w:t>
      </w:r>
    </w:p>
    <w:p w:rsidR="007313D0" w:rsidRPr="007E26C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7E26CA" w:rsidTr="009E5B82">
        <w:tc>
          <w:tcPr>
            <w:tcW w:w="8771" w:type="dxa"/>
            <w:tcBorders>
              <w:top w:val="single" w:sz="6" w:space="0" w:color="auto"/>
              <w:bottom w:val="nil"/>
            </w:tcBorders>
          </w:tcPr>
          <w:p w:rsidR="007313D0" w:rsidRPr="007E26CA" w:rsidRDefault="007313D0" w:rsidP="009E5B82">
            <w:pPr>
              <w:pStyle w:val="BoxTitle"/>
            </w:pPr>
            <w:smartTag w:uri="urn:schemas-microsoft-com:office:smarttags" w:element="Street">
              <w:r w:rsidRPr="007E26CA">
                <w:rPr>
                  <w:b w:val="0"/>
                </w:rPr>
                <w:t>Box</w:t>
              </w:r>
            </w:smartTag>
            <w:r w:rsidRPr="007E26CA">
              <w:rPr>
                <w:b w:val="0"/>
              </w:rPr>
              <w:t xml:space="preserve"> </w:t>
            </w:r>
            <w:r w:rsidR="0060775A" w:rsidRPr="007E26CA">
              <w:rPr>
                <w:b w:val="0"/>
              </w:rPr>
              <w:t>16.1</w:t>
            </w:r>
            <w:r w:rsidRPr="007E26CA">
              <w:tab/>
              <w:t>Forms of social housing</w:t>
            </w:r>
          </w:p>
        </w:tc>
      </w:tr>
      <w:tr w:rsidR="007313D0" w:rsidRPr="007E26CA" w:rsidTr="009E5B82">
        <w:trPr>
          <w:cantSplit/>
        </w:trPr>
        <w:tc>
          <w:tcPr>
            <w:tcW w:w="8771" w:type="dxa"/>
            <w:tcBorders>
              <w:top w:val="nil"/>
              <w:left w:val="single" w:sz="4" w:space="0" w:color="auto"/>
              <w:bottom w:val="nil"/>
              <w:right w:val="single" w:sz="6" w:space="0" w:color="auto"/>
            </w:tcBorders>
          </w:tcPr>
          <w:p w:rsidR="007313D0" w:rsidRPr="007E26CA" w:rsidRDefault="007313D0" w:rsidP="009E5B82">
            <w:pPr>
              <w:pStyle w:val="Box"/>
            </w:pPr>
            <w:r w:rsidRPr="007E26CA">
              <w:t>Social housing is rental housing provided by not-for-profit, non</w:t>
            </w:r>
            <w:r w:rsidRPr="007E26CA">
              <w:noBreakHyphen/>
              <w:t>government or government organisations to assist people who are unable to access suitable accommodation in the private rental market. The forms of social housing included in this Report are:</w:t>
            </w:r>
          </w:p>
          <w:p w:rsidR="007313D0" w:rsidRPr="007E26CA" w:rsidRDefault="007313D0" w:rsidP="007313D0">
            <w:pPr>
              <w:pStyle w:val="BoxListBullet"/>
              <w:numPr>
                <w:ilvl w:val="0"/>
                <w:numId w:val="17"/>
              </w:numPr>
              <w:spacing w:before="120"/>
            </w:pPr>
            <w:r w:rsidRPr="007E26CA">
              <w:rPr>
                <w:i/>
              </w:rPr>
              <w:t xml:space="preserve">Public housing </w:t>
            </w:r>
            <w:r w:rsidRPr="007E26CA">
              <w:t>(PH): dwellings owned (or leased) and managed by State and Territory housing authorities to provide affordable rental accommodation.</w:t>
            </w:r>
          </w:p>
          <w:p w:rsidR="007313D0" w:rsidRPr="007E26CA" w:rsidRDefault="007313D0" w:rsidP="007313D0">
            <w:pPr>
              <w:pStyle w:val="BoxListBullet"/>
              <w:numPr>
                <w:ilvl w:val="0"/>
                <w:numId w:val="17"/>
              </w:numPr>
              <w:spacing w:before="120"/>
            </w:pPr>
            <w:r w:rsidRPr="007E26CA">
              <w:rPr>
                <w:i/>
              </w:rPr>
              <w:t xml:space="preserve">State owned and managed Indigenous housing </w:t>
            </w:r>
            <w:r w:rsidRPr="007E26CA">
              <w:t>(SOMIH): dwellings owned and managed by State housing authorities that are allocated only to Indigenous households.</w:t>
            </w:r>
          </w:p>
          <w:p w:rsidR="007313D0" w:rsidRPr="007E26CA" w:rsidRDefault="007313D0" w:rsidP="007313D0">
            <w:pPr>
              <w:pStyle w:val="BoxListBullet"/>
              <w:numPr>
                <w:ilvl w:val="0"/>
                <w:numId w:val="17"/>
              </w:numPr>
              <w:spacing w:before="120"/>
            </w:pPr>
            <w:r w:rsidRPr="007E26CA">
              <w:rPr>
                <w:i/>
              </w:rPr>
              <w:t>Community housing</w:t>
            </w:r>
            <w:r w:rsidRPr="007E26CA">
              <w:t xml:space="preserve"> (CH): </w:t>
            </w:r>
            <w:r w:rsidR="009E5B82" w:rsidRPr="007E26CA">
              <w:t>rental housing provided for low to moderate income and/or special needs households, managed by community</w:t>
            </w:r>
            <w:r w:rsidR="009E5B82" w:rsidRPr="007E26CA">
              <w:noBreakHyphen/>
              <w:t>based organisations that have received a capital or recurrent subsidy from government. Community housing models vary across jurisdictions, and the housing stock may be owned by a variety of groups including government.</w:t>
            </w:r>
          </w:p>
          <w:p w:rsidR="007313D0" w:rsidRPr="007E26CA" w:rsidRDefault="007313D0" w:rsidP="007313D0">
            <w:pPr>
              <w:pStyle w:val="BoxListBullet"/>
              <w:numPr>
                <w:ilvl w:val="0"/>
                <w:numId w:val="17"/>
              </w:numPr>
              <w:spacing w:before="120"/>
            </w:pPr>
            <w:r w:rsidRPr="007E26CA">
              <w:rPr>
                <w:i/>
              </w:rPr>
              <w:t xml:space="preserve">Indigenous community housing </w:t>
            </w:r>
            <w:r w:rsidRPr="007E26CA">
              <w:t>(ICH): dwellings owned or leased and managed by ICH organisations and community councils in major cities, regional and remote areas. Indigenous community housing models vary across jurisdictions and can also include dwellings funded or registered by government.</w:t>
            </w:r>
          </w:p>
          <w:p w:rsidR="009E5B82" w:rsidRPr="007E26CA" w:rsidRDefault="009E5B82" w:rsidP="009E5B82">
            <w:pPr>
              <w:pStyle w:val="Box"/>
            </w:pPr>
            <w:r w:rsidRPr="007E26CA">
              <w:rPr>
                <w:i/>
              </w:rPr>
              <w:t>Crisis and transitional housing</w:t>
            </w:r>
            <w:r w:rsidRPr="007E26CA">
              <w:t xml:space="preserve"> is an additional form of social housing, but it is not separately identified in this Report. Crisis and transitional housing might be indirectly reported through the other forms of social housing described above. Development work is underway to enable better reporting on this form of housing assistance.</w:t>
            </w:r>
          </w:p>
        </w:tc>
      </w:tr>
      <w:tr w:rsidR="007313D0" w:rsidRPr="007E26CA" w:rsidTr="009E5B82">
        <w:trPr>
          <w:cantSplit/>
        </w:trPr>
        <w:tc>
          <w:tcPr>
            <w:tcW w:w="8771" w:type="dxa"/>
            <w:tcBorders>
              <w:top w:val="nil"/>
              <w:left w:val="single" w:sz="6" w:space="0" w:color="auto"/>
              <w:bottom w:val="single" w:sz="6" w:space="0" w:color="auto"/>
              <w:right w:val="single" w:sz="6" w:space="0" w:color="auto"/>
            </w:tcBorders>
          </w:tcPr>
          <w:p w:rsidR="007313D0" w:rsidRPr="007E26CA" w:rsidRDefault="007313D0" w:rsidP="009E5B82">
            <w:pPr>
              <w:pStyle w:val="Box"/>
              <w:spacing w:before="0" w:line="120" w:lineRule="exact"/>
            </w:pPr>
          </w:p>
        </w:tc>
      </w:tr>
      <w:tr w:rsidR="007313D0" w:rsidRPr="007E26CA" w:rsidTr="009E5B82">
        <w:tc>
          <w:tcPr>
            <w:tcW w:w="8771" w:type="dxa"/>
            <w:tcBorders>
              <w:top w:val="nil"/>
              <w:left w:val="nil"/>
              <w:bottom w:val="nil"/>
              <w:right w:val="nil"/>
            </w:tcBorders>
          </w:tcPr>
          <w:p w:rsidR="007313D0" w:rsidRPr="007E26CA" w:rsidRDefault="007313D0" w:rsidP="009E5B82">
            <w:pPr>
              <w:pStyle w:val="Box"/>
              <w:keepNext w:val="0"/>
              <w:spacing w:before="60" w:after="60" w:line="80" w:lineRule="exact"/>
              <w:rPr>
                <w:b/>
                <w:color w:val="FF00FF"/>
                <w:sz w:val="14"/>
              </w:rPr>
            </w:pPr>
          </w:p>
        </w:tc>
      </w:tr>
    </w:tbl>
    <w:p w:rsidR="009E5B82" w:rsidRPr="007E26CA" w:rsidRDefault="009E5B82" w:rsidP="007313D0">
      <w:pPr>
        <w:pStyle w:val="BodyText"/>
      </w:pPr>
      <w:r w:rsidRPr="007E26CA">
        <w:t>Social housing is provided under the National Affordable Housing Agreement (NAHA). The NAHA is the overarching agreement between Australian, State and Territory governments for providing assistance to improve housing outcomes for Australian people. Prior to commencement of the NAHA on 1 January 2009, social housing was provided under the Commonwealth State Housing Agreement (CSHA) (box 16.2).</w:t>
      </w:r>
    </w:p>
    <w:p w:rsidR="007313D0" w:rsidRPr="007E26C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7E26CA" w:rsidTr="009E5B82">
        <w:tc>
          <w:tcPr>
            <w:tcW w:w="8771" w:type="dxa"/>
            <w:tcBorders>
              <w:top w:val="single" w:sz="6" w:space="0" w:color="auto"/>
              <w:bottom w:val="nil"/>
            </w:tcBorders>
          </w:tcPr>
          <w:p w:rsidR="007313D0" w:rsidRPr="007E26CA" w:rsidRDefault="007313D0" w:rsidP="009E5B82">
            <w:pPr>
              <w:pStyle w:val="BoxTitle"/>
            </w:pPr>
            <w:smartTag w:uri="urn:schemas-microsoft-com:office:smarttags" w:element="Street">
              <w:r w:rsidRPr="007E26CA">
                <w:rPr>
                  <w:b w:val="0"/>
                </w:rPr>
                <w:t>Box</w:t>
              </w:r>
            </w:smartTag>
            <w:r w:rsidRPr="007E26CA">
              <w:rPr>
                <w:b w:val="0"/>
              </w:rPr>
              <w:t xml:space="preserve"> </w:t>
            </w:r>
            <w:r w:rsidR="0060775A" w:rsidRPr="007E26CA">
              <w:rPr>
                <w:b w:val="0"/>
              </w:rPr>
              <w:t>16.2</w:t>
            </w:r>
            <w:r w:rsidRPr="007E26CA">
              <w:tab/>
              <w:t xml:space="preserve">National Affordable Housing Agreement and </w:t>
            </w:r>
            <w:smartTag w:uri="urn:schemas-microsoft-com:office:smarttags" w:element="place">
              <w:smartTag w:uri="urn:schemas-microsoft-com:office:smarttags" w:element="PlaceType">
                <w:r w:rsidRPr="007E26CA">
                  <w:t>Commonwealth</w:t>
                </w:r>
              </w:smartTag>
              <w:r w:rsidRPr="007E26CA">
                <w:t xml:space="preserve"> </w:t>
              </w:r>
              <w:smartTag w:uri="urn:schemas-microsoft-com:office:smarttags" w:element="PlaceType">
                <w:r w:rsidRPr="007E26CA">
                  <w:t>State</w:t>
                </w:r>
              </w:smartTag>
            </w:smartTag>
            <w:r w:rsidRPr="007E26CA">
              <w:t xml:space="preserve"> Housing Agreement</w:t>
            </w:r>
          </w:p>
        </w:tc>
      </w:tr>
      <w:tr w:rsidR="007313D0" w:rsidRPr="007E26CA" w:rsidTr="009E5B82">
        <w:trPr>
          <w:cantSplit/>
        </w:trPr>
        <w:tc>
          <w:tcPr>
            <w:tcW w:w="8771" w:type="dxa"/>
            <w:tcBorders>
              <w:top w:val="nil"/>
              <w:left w:val="single" w:sz="6" w:space="0" w:color="auto"/>
              <w:bottom w:val="nil"/>
              <w:right w:val="single" w:sz="6" w:space="0" w:color="auto"/>
            </w:tcBorders>
          </w:tcPr>
          <w:p w:rsidR="009E5B82" w:rsidRPr="007E26CA" w:rsidRDefault="009E5B82" w:rsidP="009E5B82">
            <w:pPr>
              <w:pStyle w:val="Box"/>
            </w:pPr>
            <w:r w:rsidRPr="007E26CA">
              <w:t>The NAHA commenced on 1 January 2009 as part of the Intergovernmental Agreement on Federal Financial Relations. It is a broad, ongoing agreement that provides a framework to improve housing affordability and homelessness outcomes for Australians. The objective of the NAHA is that all Australians have access to affordable, safe and sustainable housing that contributes to social and economic participation (COAG 2009).</w:t>
            </w:r>
          </w:p>
          <w:p w:rsidR="009E5B82" w:rsidRPr="007E26CA" w:rsidRDefault="009E5B82" w:rsidP="009E5B82">
            <w:pPr>
              <w:pStyle w:val="Box"/>
            </w:pPr>
            <w:r w:rsidRPr="007E26CA">
              <w:t>In relation to housing assistance, the parties to the NAHA agreed to the achievement of a range of outcomes including:</w:t>
            </w:r>
          </w:p>
          <w:p w:rsidR="009E5B82" w:rsidRPr="007E26CA" w:rsidRDefault="009E5B82" w:rsidP="009E5B82">
            <w:pPr>
              <w:pStyle w:val="BoxListBullet"/>
              <w:numPr>
                <w:ilvl w:val="0"/>
                <w:numId w:val="17"/>
              </w:numPr>
              <w:spacing w:before="120"/>
            </w:pPr>
            <w:r w:rsidRPr="007E26CA">
              <w:t>people who are homeless or at risk of homelessness achieve sustainable housing and social inclusion</w:t>
            </w:r>
          </w:p>
          <w:p w:rsidR="009E5B82" w:rsidRPr="007E26CA" w:rsidRDefault="009E5B82" w:rsidP="009E5B82">
            <w:pPr>
              <w:pStyle w:val="BoxListBullet"/>
              <w:numPr>
                <w:ilvl w:val="0"/>
                <w:numId w:val="17"/>
              </w:numPr>
              <w:spacing w:before="120"/>
            </w:pPr>
            <w:r w:rsidRPr="007E26CA">
              <w:t>people are able to rent housing that meets their needs</w:t>
            </w:r>
          </w:p>
          <w:p w:rsidR="009E5B82" w:rsidRPr="007E26CA" w:rsidRDefault="009E5B82" w:rsidP="009E5B82">
            <w:pPr>
              <w:pStyle w:val="BoxListBullet"/>
              <w:numPr>
                <w:ilvl w:val="0"/>
                <w:numId w:val="17"/>
              </w:numPr>
              <w:spacing w:before="120"/>
            </w:pPr>
            <w:r w:rsidRPr="007E26CA">
              <w:t>people can purchase affordable housing</w:t>
            </w:r>
          </w:p>
          <w:p w:rsidR="009E5B82" w:rsidRPr="007E26CA" w:rsidRDefault="009E5B82" w:rsidP="009E5B82">
            <w:pPr>
              <w:pStyle w:val="BoxListBullet"/>
              <w:numPr>
                <w:ilvl w:val="0"/>
                <w:numId w:val="17"/>
              </w:numPr>
              <w:spacing w:before="120"/>
            </w:pPr>
            <w:r w:rsidRPr="007E26CA">
              <w:t>people have access to housing through an efficient and responsive housing market</w:t>
            </w:r>
          </w:p>
          <w:p w:rsidR="009E5B82" w:rsidRPr="007E26CA" w:rsidRDefault="009E5B82" w:rsidP="009E5B82">
            <w:pPr>
              <w:pStyle w:val="BoxListBullet"/>
              <w:numPr>
                <w:ilvl w:val="0"/>
                <w:numId w:val="17"/>
              </w:numPr>
              <w:spacing w:before="120"/>
            </w:pPr>
            <w:r w:rsidRPr="007E26CA">
              <w:t>Indigenous people have improved housing amenity and reduced overcrowding, particularly in remote areas and discrete communities</w:t>
            </w:r>
          </w:p>
          <w:p w:rsidR="007313D0" w:rsidRPr="007E26CA" w:rsidRDefault="009E5B82" w:rsidP="009E5B82">
            <w:pPr>
              <w:pStyle w:val="BoxListBullet"/>
              <w:spacing w:before="120"/>
            </w:pPr>
            <w:r w:rsidRPr="007E26CA">
              <w:t>The NAHA replaced the CSHA, which concluded on 31 December 2008.</w:t>
            </w:r>
          </w:p>
        </w:tc>
      </w:tr>
      <w:tr w:rsidR="007313D0" w:rsidRPr="007E26CA" w:rsidTr="009E5B82">
        <w:trPr>
          <w:cantSplit/>
        </w:trPr>
        <w:tc>
          <w:tcPr>
            <w:tcW w:w="8771" w:type="dxa"/>
            <w:tcBorders>
              <w:top w:val="nil"/>
              <w:left w:val="single" w:sz="6" w:space="0" w:color="auto"/>
              <w:bottom w:val="nil"/>
              <w:right w:val="single" w:sz="6" w:space="0" w:color="auto"/>
            </w:tcBorders>
          </w:tcPr>
          <w:p w:rsidR="007313D0" w:rsidRPr="007E26CA" w:rsidRDefault="007313D0" w:rsidP="009E5B82">
            <w:pPr>
              <w:pStyle w:val="BoxSource"/>
            </w:pPr>
            <w:r w:rsidRPr="007E26CA">
              <w:rPr>
                <w:i/>
              </w:rPr>
              <w:t>Source</w:t>
            </w:r>
            <w:r w:rsidRPr="007E26CA">
              <w:t>: FaCS (2003); COAG (2009).</w:t>
            </w:r>
          </w:p>
        </w:tc>
      </w:tr>
      <w:tr w:rsidR="007313D0" w:rsidRPr="007E26CA" w:rsidTr="009E5B82">
        <w:trPr>
          <w:cantSplit/>
        </w:trPr>
        <w:tc>
          <w:tcPr>
            <w:tcW w:w="8771" w:type="dxa"/>
            <w:tcBorders>
              <w:top w:val="nil"/>
              <w:left w:val="single" w:sz="6" w:space="0" w:color="auto"/>
              <w:bottom w:val="single" w:sz="6" w:space="0" w:color="auto"/>
              <w:right w:val="single" w:sz="6" w:space="0" w:color="auto"/>
            </w:tcBorders>
          </w:tcPr>
          <w:p w:rsidR="007313D0" w:rsidRPr="007E26CA" w:rsidRDefault="007313D0" w:rsidP="009E5B82">
            <w:pPr>
              <w:pStyle w:val="Box"/>
              <w:spacing w:before="0" w:line="120" w:lineRule="exact"/>
            </w:pPr>
          </w:p>
        </w:tc>
      </w:tr>
      <w:tr w:rsidR="007313D0" w:rsidRPr="007E26CA" w:rsidTr="009E5B82">
        <w:tc>
          <w:tcPr>
            <w:tcW w:w="8771" w:type="dxa"/>
            <w:tcBorders>
              <w:top w:val="nil"/>
              <w:left w:val="nil"/>
              <w:bottom w:val="nil"/>
              <w:right w:val="nil"/>
            </w:tcBorders>
          </w:tcPr>
          <w:p w:rsidR="007313D0" w:rsidRPr="007E26CA" w:rsidRDefault="007313D0" w:rsidP="009E5B82">
            <w:pPr>
              <w:pStyle w:val="Box"/>
              <w:keepNext w:val="0"/>
              <w:spacing w:before="60" w:after="60" w:line="80" w:lineRule="exact"/>
              <w:rPr>
                <w:b/>
                <w:color w:val="FF00FF"/>
                <w:sz w:val="14"/>
              </w:rPr>
            </w:pPr>
          </w:p>
        </w:tc>
      </w:tr>
    </w:tbl>
    <w:p w:rsidR="007313D0" w:rsidRPr="007E26CA" w:rsidRDefault="007313D0" w:rsidP="007313D0">
      <w:pPr>
        <w:pStyle w:val="Heading3"/>
      </w:pPr>
      <w:bookmarkStart w:id="5" w:name="_Toc319998359"/>
      <w:bookmarkStart w:id="6" w:name="_Toc321219869"/>
      <w:bookmarkStart w:id="7" w:name="_Toc321223454"/>
      <w:bookmarkStart w:id="8" w:name="_Toc349025839"/>
      <w:bookmarkStart w:id="9" w:name="_Toc349050038"/>
      <w:r w:rsidRPr="007E26CA">
        <w:t>Indigenous data in the Housing chapter</w:t>
      </w:r>
      <w:bookmarkEnd w:id="5"/>
      <w:bookmarkEnd w:id="6"/>
      <w:bookmarkEnd w:id="7"/>
      <w:bookmarkEnd w:id="8"/>
      <w:bookmarkEnd w:id="9"/>
    </w:p>
    <w:p w:rsidR="007313D0" w:rsidRPr="007E26CA" w:rsidRDefault="007313D0" w:rsidP="007313D0">
      <w:pPr>
        <w:pStyle w:val="BodyText"/>
      </w:pPr>
      <w:r w:rsidRPr="007E26CA">
        <w:t>The Housing chapter of the 201</w:t>
      </w:r>
      <w:r w:rsidR="009E5B82" w:rsidRPr="007E26CA">
        <w:t>3</w:t>
      </w:r>
      <w:r w:rsidRPr="007E26CA">
        <w:t xml:space="preserve"> Report and its corresponding attachment tables contain the following data items on Indigenous </w:t>
      </w:r>
      <w:r w:rsidR="00BA6CE8" w:rsidRPr="007E26CA">
        <w:t>Australians</w:t>
      </w:r>
      <w:r w:rsidR="009E5B82" w:rsidRPr="007E26CA">
        <w:t>:</w:t>
      </w:r>
    </w:p>
    <w:p w:rsidR="00472558" w:rsidRPr="007E26CA" w:rsidRDefault="00472558" w:rsidP="007E26CA">
      <w:pPr>
        <w:pStyle w:val="BodyText"/>
      </w:pPr>
      <w:r w:rsidRPr="007E26CA">
        <w:t>State owned and managed Indigenous housing:</w:t>
      </w:r>
    </w:p>
    <w:p w:rsidR="0039166D" w:rsidRPr="007E26CA" w:rsidRDefault="007E26CA" w:rsidP="0039166D">
      <w:pPr>
        <w:pStyle w:val="ListBullet"/>
        <w:numPr>
          <w:ilvl w:val="0"/>
          <w:numId w:val="3"/>
        </w:numPr>
      </w:pPr>
      <w:r>
        <w:t>descriptive data</w:t>
      </w:r>
    </w:p>
    <w:p w:rsidR="0039166D" w:rsidRPr="007E26CA" w:rsidRDefault="008204E0" w:rsidP="0039166D">
      <w:pPr>
        <w:pStyle w:val="ListBullet"/>
        <w:numPr>
          <w:ilvl w:val="0"/>
          <w:numId w:val="3"/>
        </w:numPr>
      </w:pPr>
      <w:r w:rsidRPr="007E26CA">
        <w:t>proportion of new tenancies allocated to households with special needs</w:t>
      </w:r>
    </w:p>
    <w:p w:rsidR="002E60CF" w:rsidRPr="007E26CA" w:rsidRDefault="002E60CF" w:rsidP="0039166D">
      <w:pPr>
        <w:pStyle w:val="ListBullet"/>
        <w:numPr>
          <w:ilvl w:val="0"/>
          <w:numId w:val="3"/>
        </w:numPr>
      </w:pPr>
      <w:r w:rsidRPr="007E26CA">
        <w:t>greatest need allocations as a proportion of all new allocations</w:t>
      </w:r>
    </w:p>
    <w:p w:rsidR="0039166D" w:rsidRPr="007E26CA" w:rsidRDefault="009E5B82" w:rsidP="0039166D">
      <w:pPr>
        <w:pStyle w:val="ListBullet"/>
        <w:numPr>
          <w:ilvl w:val="0"/>
          <w:numId w:val="3"/>
        </w:numPr>
      </w:pPr>
      <w:r w:rsidRPr="007E26CA">
        <w:t>dwelling condition data</w:t>
      </w:r>
    </w:p>
    <w:p w:rsidR="0039166D" w:rsidRPr="007E26CA" w:rsidRDefault="008204E0" w:rsidP="0039166D">
      <w:pPr>
        <w:pStyle w:val="ListBullet"/>
        <w:numPr>
          <w:ilvl w:val="0"/>
          <w:numId w:val="3"/>
        </w:numPr>
      </w:pPr>
      <w:r w:rsidRPr="007E26CA">
        <w:t xml:space="preserve">net recurrent cost per dwelling </w:t>
      </w:r>
    </w:p>
    <w:p w:rsidR="0039166D" w:rsidRPr="007E26CA" w:rsidRDefault="009E5B82" w:rsidP="0039166D">
      <w:pPr>
        <w:pStyle w:val="ListBullet"/>
        <w:numPr>
          <w:ilvl w:val="0"/>
          <w:numId w:val="3"/>
        </w:numPr>
      </w:pPr>
      <w:r w:rsidRPr="007E26CA">
        <w:t>occupancy rates as at 30 June</w:t>
      </w:r>
    </w:p>
    <w:p w:rsidR="0039166D" w:rsidRPr="007E26CA" w:rsidRDefault="008204E0" w:rsidP="0039166D">
      <w:pPr>
        <w:pStyle w:val="ListBullet"/>
        <w:numPr>
          <w:ilvl w:val="0"/>
          <w:numId w:val="3"/>
        </w:numPr>
      </w:pPr>
      <w:r w:rsidRPr="007E26CA">
        <w:t>average turnaround times for vacant stock (days)</w:t>
      </w:r>
    </w:p>
    <w:p w:rsidR="0039166D" w:rsidRPr="007E26CA" w:rsidRDefault="008204E0" w:rsidP="0039166D">
      <w:pPr>
        <w:pStyle w:val="ListBullet"/>
        <w:numPr>
          <w:ilvl w:val="0"/>
          <w:numId w:val="3"/>
        </w:numPr>
      </w:pPr>
      <w:r w:rsidRPr="007E26CA">
        <w:t>rent collection rate</w:t>
      </w:r>
    </w:p>
    <w:p w:rsidR="0039166D" w:rsidRPr="007E26CA" w:rsidRDefault="00014F3D" w:rsidP="0039166D">
      <w:pPr>
        <w:pStyle w:val="ListBullet"/>
        <w:numPr>
          <w:ilvl w:val="0"/>
          <w:numId w:val="3"/>
        </w:numPr>
      </w:pPr>
      <w:r w:rsidRPr="007E26CA">
        <w:t>amenity, location and customer satisfaction</w:t>
      </w:r>
    </w:p>
    <w:p w:rsidR="0039166D" w:rsidRPr="007E26CA" w:rsidRDefault="00014F3D" w:rsidP="0039166D">
      <w:pPr>
        <w:pStyle w:val="ListBullet"/>
        <w:numPr>
          <w:ilvl w:val="0"/>
          <w:numId w:val="3"/>
        </w:numPr>
      </w:pPr>
      <w:r w:rsidRPr="007E26CA">
        <w:lastRenderedPageBreak/>
        <w:t>average weekly subsidy per rebated household, at 30 June ($ per week)</w:t>
      </w:r>
    </w:p>
    <w:p w:rsidR="0039166D" w:rsidRPr="007E26CA" w:rsidRDefault="00014F3D" w:rsidP="0039166D">
      <w:pPr>
        <w:pStyle w:val="ListBullet"/>
        <w:numPr>
          <w:ilvl w:val="0"/>
          <w:numId w:val="3"/>
        </w:numPr>
      </w:pPr>
      <w:r w:rsidRPr="007E26CA">
        <w:t>low income households</w:t>
      </w:r>
    </w:p>
    <w:p w:rsidR="0039166D" w:rsidRPr="007E26CA" w:rsidRDefault="00014F3D" w:rsidP="0039166D">
      <w:pPr>
        <w:pStyle w:val="ListBullet"/>
        <w:numPr>
          <w:ilvl w:val="0"/>
          <w:numId w:val="3"/>
        </w:numPr>
      </w:pPr>
      <w:r w:rsidRPr="007E26CA">
        <w:t>proportion of low income households spending more than 30 per cent of their gross income on rent</w:t>
      </w:r>
    </w:p>
    <w:p w:rsidR="0039166D" w:rsidRPr="007E26CA" w:rsidRDefault="00014F3D" w:rsidP="0039166D">
      <w:pPr>
        <w:pStyle w:val="ListBullet"/>
        <w:numPr>
          <w:ilvl w:val="0"/>
          <w:numId w:val="3"/>
        </w:numPr>
      </w:pPr>
      <w:r w:rsidRPr="007E26CA">
        <w:t xml:space="preserve">proportion of household gross income spent on rent — low income households </w:t>
      </w:r>
    </w:p>
    <w:p w:rsidR="0039166D" w:rsidRPr="007E26CA" w:rsidRDefault="00014F3D" w:rsidP="0039166D">
      <w:pPr>
        <w:pStyle w:val="ListBullet"/>
        <w:numPr>
          <w:ilvl w:val="0"/>
          <w:numId w:val="3"/>
        </w:numPr>
      </w:pPr>
      <w:r w:rsidRPr="007E26CA">
        <w:t>proportion of overcrowded households at 30 June</w:t>
      </w:r>
    </w:p>
    <w:p w:rsidR="0039166D" w:rsidRPr="007E26CA" w:rsidRDefault="00014F3D" w:rsidP="0039166D">
      <w:pPr>
        <w:pStyle w:val="ListBullet"/>
        <w:numPr>
          <w:ilvl w:val="0"/>
          <w:numId w:val="3"/>
        </w:numPr>
      </w:pPr>
      <w:r w:rsidRPr="007E26CA">
        <w:t>p</w:t>
      </w:r>
      <w:r w:rsidR="0050695A" w:rsidRPr="007E26CA">
        <w:t>roportion of Indigenous households living in overcrowded conditions, by remoteness</w:t>
      </w:r>
    </w:p>
    <w:p w:rsidR="0039166D" w:rsidRPr="007E26CA" w:rsidRDefault="00014F3D" w:rsidP="0039166D">
      <w:pPr>
        <w:pStyle w:val="ListBullet"/>
        <w:numPr>
          <w:ilvl w:val="0"/>
          <w:numId w:val="3"/>
        </w:numPr>
      </w:pPr>
      <w:r w:rsidRPr="007E26CA">
        <w:t>underutilisation</w:t>
      </w:r>
    </w:p>
    <w:p w:rsidR="0039166D" w:rsidRPr="007E26CA" w:rsidRDefault="00014F3D" w:rsidP="0039166D">
      <w:pPr>
        <w:pStyle w:val="ListBullet"/>
        <w:numPr>
          <w:ilvl w:val="0"/>
          <w:numId w:val="3"/>
        </w:numPr>
      </w:pPr>
      <w:r w:rsidRPr="007E26CA">
        <w:t>SOMIH  policy context</w:t>
      </w:r>
    </w:p>
    <w:p w:rsidR="0039166D" w:rsidRPr="007E26CA" w:rsidRDefault="00640BCE" w:rsidP="007E26CA">
      <w:pPr>
        <w:pStyle w:val="BodyText"/>
      </w:pPr>
      <w:r w:rsidRPr="007E26CA">
        <w:t>Indigenous community housing:</w:t>
      </w:r>
    </w:p>
    <w:p w:rsidR="0039166D" w:rsidRPr="007E26CA" w:rsidRDefault="00640BCE" w:rsidP="0039166D">
      <w:pPr>
        <w:pStyle w:val="ListBullet"/>
        <w:numPr>
          <w:ilvl w:val="0"/>
          <w:numId w:val="3"/>
        </w:numPr>
      </w:pPr>
      <w:r w:rsidRPr="007E26CA">
        <w:t>d</w:t>
      </w:r>
      <w:r w:rsidR="00981E05" w:rsidRPr="007E26CA">
        <w:t>escriptive data</w:t>
      </w:r>
    </w:p>
    <w:p w:rsidR="0039166D" w:rsidRPr="007E26CA" w:rsidRDefault="00981E05" w:rsidP="0039166D">
      <w:pPr>
        <w:pStyle w:val="ListBullet"/>
        <w:numPr>
          <w:ilvl w:val="0"/>
          <w:numId w:val="3"/>
        </w:numPr>
      </w:pPr>
      <w:r w:rsidRPr="007E26CA">
        <w:t>dwelling condition</w:t>
      </w:r>
    </w:p>
    <w:p w:rsidR="0039166D" w:rsidRPr="007E26CA" w:rsidRDefault="00981E05" w:rsidP="0039166D">
      <w:pPr>
        <w:pStyle w:val="ListBullet"/>
        <w:numPr>
          <w:ilvl w:val="0"/>
          <w:numId w:val="3"/>
        </w:numPr>
      </w:pPr>
      <w:r w:rsidRPr="007E26CA">
        <w:t>net recurrent cost per dwelling</w:t>
      </w:r>
    </w:p>
    <w:p w:rsidR="0039166D" w:rsidRPr="007E26CA" w:rsidRDefault="00981E05" w:rsidP="0039166D">
      <w:pPr>
        <w:pStyle w:val="ListBullet"/>
        <w:numPr>
          <w:ilvl w:val="0"/>
          <w:numId w:val="3"/>
        </w:numPr>
      </w:pPr>
      <w:r w:rsidRPr="007E26CA">
        <w:t>occupancy rates</w:t>
      </w:r>
    </w:p>
    <w:p w:rsidR="0039166D" w:rsidRPr="007E26CA" w:rsidRDefault="00981E05" w:rsidP="0039166D">
      <w:pPr>
        <w:pStyle w:val="ListBullet"/>
        <w:numPr>
          <w:ilvl w:val="0"/>
          <w:numId w:val="3"/>
        </w:numPr>
      </w:pPr>
      <w:r w:rsidRPr="007E26CA">
        <w:t>rent collection rate</w:t>
      </w:r>
    </w:p>
    <w:p w:rsidR="00981E05" w:rsidRPr="007E26CA" w:rsidRDefault="00981E05" w:rsidP="004578BC">
      <w:pPr>
        <w:pStyle w:val="ListBullet"/>
        <w:numPr>
          <w:ilvl w:val="0"/>
          <w:numId w:val="3"/>
        </w:numPr>
      </w:pPr>
      <w:r w:rsidRPr="007E26CA">
        <w:t>proportion of households with overcrowding</w:t>
      </w:r>
      <w:r w:rsidR="004578BC">
        <w:t>.</w:t>
      </w:r>
    </w:p>
    <w:p w:rsidR="00485EEA" w:rsidRPr="007E26CA" w:rsidRDefault="00485EEA" w:rsidP="00485EEA">
      <w:pPr>
        <w:pStyle w:val="Heading4"/>
      </w:pPr>
      <w:bookmarkStart w:id="10" w:name="_Toc349050039"/>
      <w:bookmarkStart w:id="11" w:name="_Toc319998360"/>
      <w:bookmarkStart w:id="12" w:name="_Toc321219870"/>
      <w:bookmarkStart w:id="13" w:name="_Toc321223455"/>
      <w:bookmarkStart w:id="14" w:name="_Toc349025840"/>
      <w:bookmarkStart w:id="15" w:name="_Toc257385477"/>
      <w:bookmarkStart w:id="16" w:name="_Toc290293202"/>
      <w:bookmarkStart w:id="17" w:name="_Toc314211347"/>
      <w:r w:rsidRPr="007E26CA">
        <w:t>Improvements in the 2013 Report</w:t>
      </w:r>
      <w:bookmarkEnd w:id="10"/>
    </w:p>
    <w:p w:rsidR="00485EEA" w:rsidRPr="007E26CA" w:rsidRDefault="00485EEA" w:rsidP="007E26CA">
      <w:pPr>
        <w:pStyle w:val="BodyText"/>
      </w:pPr>
      <w:r w:rsidRPr="007E26CA">
        <w:t>Major improvements in the chapter this year are:</w:t>
      </w:r>
    </w:p>
    <w:p w:rsidR="00485EEA" w:rsidRPr="007E26CA" w:rsidRDefault="00485EEA" w:rsidP="00485EEA">
      <w:pPr>
        <w:pStyle w:val="ListBullet"/>
        <w:numPr>
          <w:ilvl w:val="0"/>
          <w:numId w:val="3"/>
        </w:numPr>
      </w:pPr>
      <w:r w:rsidRPr="007E26CA">
        <w:t>data for SOMIH for the indicator dwelling condition’ are published for the first time based on the 2012 National Social Housing Survey (NSHS)</w:t>
      </w:r>
    </w:p>
    <w:p w:rsidR="00485EEA" w:rsidRPr="007E26CA" w:rsidRDefault="00485EEA" w:rsidP="00485EEA">
      <w:pPr>
        <w:pStyle w:val="ListBullet"/>
        <w:numPr>
          <w:ilvl w:val="0"/>
          <w:numId w:val="3"/>
        </w:numPr>
      </w:pPr>
      <w:r w:rsidRPr="007E26CA">
        <w:t>updated data for the indicator ‘amenity/location’. These are also based on the 2012 NSHS and were last updated for the 2011 Report</w:t>
      </w:r>
    </w:p>
    <w:p w:rsidR="00485EEA" w:rsidRPr="007E26CA" w:rsidRDefault="00485EEA" w:rsidP="00485EEA">
      <w:pPr>
        <w:pStyle w:val="ListBullet"/>
        <w:numPr>
          <w:ilvl w:val="0"/>
          <w:numId w:val="3"/>
        </w:numPr>
      </w:pPr>
      <w:r w:rsidRPr="007E26CA">
        <w:t>‘data quality information’ (DQI) is available for the first time for the indicators ‘net recurrent cost per dwelling’ and ‘rent collection rate’ for SOMIH.</w:t>
      </w:r>
    </w:p>
    <w:p w:rsidR="007313D0" w:rsidRPr="007E26CA" w:rsidRDefault="007313D0" w:rsidP="007313D0">
      <w:pPr>
        <w:pStyle w:val="Heading4"/>
      </w:pPr>
      <w:bookmarkStart w:id="18" w:name="_Toc349050040"/>
      <w:r w:rsidRPr="007E26CA">
        <w:t>Housing assistance not reported</w:t>
      </w:r>
      <w:bookmarkEnd w:id="11"/>
      <w:bookmarkEnd w:id="12"/>
      <w:bookmarkEnd w:id="13"/>
      <w:bookmarkEnd w:id="14"/>
      <w:bookmarkEnd w:id="18"/>
    </w:p>
    <w:p w:rsidR="00485EEA" w:rsidRPr="007E26CA" w:rsidRDefault="00485EEA" w:rsidP="007E26CA">
      <w:pPr>
        <w:pStyle w:val="BodyText"/>
      </w:pPr>
      <w:r w:rsidRPr="007E26CA">
        <w:t xml:space="preserve">A range of government housing assistance is not reported in this chapter, including some Indigenous specific housing and infrastructure assistance (such as the Home Ownership Program funded and administered by Indigenous Business Australia </w:t>
      </w:r>
      <w:r w:rsidRPr="007E26CA">
        <w:lastRenderedPageBreak/>
        <w:t>(IBA) and the Home Ownership on Indigenous Land Program jointly funded by FaHCSIA and IBA)</w:t>
      </w:r>
      <w:r w:rsidR="00DC1136" w:rsidRPr="007E26CA">
        <w:t>.</w:t>
      </w:r>
    </w:p>
    <w:p w:rsidR="007313D0" w:rsidRPr="007E26CA" w:rsidRDefault="007313D0" w:rsidP="007313D0">
      <w:pPr>
        <w:pStyle w:val="Heading3"/>
      </w:pPr>
      <w:bookmarkStart w:id="19" w:name="_Toc319998361"/>
      <w:bookmarkStart w:id="20" w:name="_Toc321219871"/>
      <w:bookmarkStart w:id="21" w:name="_Toc321223456"/>
      <w:bookmarkStart w:id="22" w:name="_Toc349025841"/>
      <w:bookmarkStart w:id="23" w:name="_Toc349050041"/>
      <w:bookmarkEnd w:id="15"/>
      <w:bookmarkEnd w:id="16"/>
      <w:r w:rsidRPr="007E26CA">
        <w:t>Profile of housing assistance</w:t>
      </w:r>
      <w:bookmarkEnd w:id="17"/>
      <w:bookmarkEnd w:id="19"/>
      <w:bookmarkEnd w:id="20"/>
      <w:bookmarkEnd w:id="21"/>
      <w:bookmarkEnd w:id="22"/>
      <w:bookmarkEnd w:id="23"/>
    </w:p>
    <w:p w:rsidR="007313D0" w:rsidRPr="007E26CA" w:rsidRDefault="007313D0" w:rsidP="007313D0">
      <w:pPr>
        <w:pStyle w:val="Heading4"/>
      </w:pPr>
      <w:bookmarkStart w:id="24" w:name="_Toc319998362"/>
      <w:bookmarkStart w:id="25" w:name="_Toc321219872"/>
      <w:bookmarkStart w:id="26" w:name="_Toc321223457"/>
      <w:bookmarkStart w:id="27" w:name="_Toc349025842"/>
      <w:bookmarkStart w:id="28" w:name="_Toc349050042"/>
      <w:r w:rsidRPr="007E26CA">
        <w:t>Service overview</w:t>
      </w:r>
      <w:bookmarkEnd w:id="24"/>
      <w:bookmarkEnd w:id="25"/>
      <w:bookmarkEnd w:id="26"/>
      <w:bookmarkEnd w:id="27"/>
      <w:bookmarkEnd w:id="28"/>
    </w:p>
    <w:p w:rsidR="00485EEA" w:rsidRPr="007E26CA" w:rsidRDefault="00485EEA" w:rsidP="00485EEA">
      <w:pPr>
        <w:pStyle w:val="BodyText"/>
      </w:pPr>
      <w:r w:rsidRPr="007E26CA">
        <w:t>The Australian Bureau of Statistics (ABS) Survey of Income and Housing 2009</w:t>
      </w:r>
      <w:r w:rsidRPr="007E26CA">
        <w:noBreakHyphen/>
        <w:t>10 identified 8.4 million households in Australia, where ‘household’ is classified as ‘a person living alone’ or as a group of people who usually live in the same private dwelling (ABS 2011). Of these households, 68.8 per cent owned or were purchasing their own home, 23.7 per cent rented in the private sector, and 3.9 per cent rented from public rental accommodation (2013 Report, table 16A.57).</w:t>
      </w:r>
    </w:p>
    <w:p w:rsidR="00485EEA" w:rsidRPr="007E26CA" w:rsidRDefault="00485EEA" w:rsidP="00485EEA">
      <w:pPr>
        <w:pStyle w:val="BodyText"/>
      </w:pPr>
      <w:r w:rsidRPr="007E26CA">
        <w:t>The composition of Australian households is changing. There are an increasing number of smaller households, including a rising number of single person households. The average Australian household size fell from 3.3 people to 2.6 people between 1971 and 2011, while the proportion of single person households increased from 18.1 per cent to 24.3 per cent over this period (ABS 2012).</w:t>
      </w:r>
    </w:p>
    <w:p w:rsidR="00485EEA" w:rsidRPr="007E26CA" w:rsidRDefault="00485EEA" w:rsidP="00485EEA">
      <w:pPr>
        <w:pStyle w:val="BodyText"/>
      </w:pPr>
      <w:r w:rsidRPr="007E26CA">
        <w:t>The average Indigenous household is larger than the average non</w:t>
      </w:r>
      <w:r w:rsidRPr="007E26CA">
        <w:noBreakHyphen/>
        <w:t>Indigenous household. In 2011, the average household with at least one Indigenous Australian was 3.3 people, whereas the average non-Indigenous household was 2.6 people (ABS 2012).</w:t>
      </w:r>
    </w:p>
    <w:p w:rsidR="007313D0" w:rsidRPr="007E26CA" w:rsidRDefault="007313D0" w:rsidP="007313D0">
      <w:pPr>
        <w:pStyle w:val="Heading4"/>
      </w:pPr>
      <w:bookmarkStart w:id="29" w:name="_Toc319998363"/>
      <w:bookmarkStart w:id="30" w:name="_Toc321219873"/>
      <w:bookmarkStart w:id="31" w:name="_Toc321223458"/>
      <w:bookmarkStart w:id="32" w:name="_Toc349025843"/>
      <w:bookmarkStart w:id="33" w:name="_Toc349050043"/>
      <w:r w:rsidRPr="007E26CA">
        <w:t>Roles and responsibilities</w:t>
      </w:r>
      <w:bookmarkEnd w:id="29"/>
      <w:bookmarkEnd w:id="30"/>
      <w:bookmarkEnd w:id="31"/>
      <w:bookmarkEnd w:id="32"/>
      <w:bookmarkEnd w:id="33"/>
    </w:p>
    <w:p w:rsidR="00485EEA" w:rsidRPr="007E26CA" w:rsidRDefault="00485EEA" w:rsidP="00485EEA">
      <w:pPr>
        <w:pStyle w:val="BodyText"/>
      </w:pPr>
      <w:r w:rsidRPr="007E26CA">
        <w:t>Australian, State and Territory governments share responsibility for housing assistance provided under the NAHA, as they did under the CSHA. Each level of government has differ</w:t>
      </w:r>
      <w:r w:rsidR="005E7265" w:rsidRPr="007E26CA">
        <w:t>ent roles and responsibilities:</w:t>
      </w:r>
    </w:p>
    <w:p w:rsidR="005E7265" w:rsidRPr="007E26CA" w:rsidRDefault="005E7265" w:rsidP="005E7265">
      <w:pPr>
        <w:numPr>
          <w:ilvl w:val="0"/>
          <w:numId w:val="3"/>
        </w:numPr>
        <w:spacing w:before="120" w:line="320" w:lineRule="atLeast"/>
        <w:jc w:val="both"/>
        <w:rPr>
          <w:szCs w:val="20"/>
        </w:rPr>
      </w:pPr>
      <w:r w:rsidRPr="007E26CA">
        <w:rPr>
          <w:szCs w:val="20"/>
        </w:rPr>
        <w:t>The Australian Government influences the housing market through direct and indirect means, including providing CRA, home purchase assistance, financial sector regulations and taxation. Further information on CRA can be found in the Housing and homelessness sector overview G and attachment GA (tables GA.12–GA.34).</w:t>
      </w:r>
    </w:p>
    <w:p w:rsidR="005E7265" w:rsidRPr="007E26CA" w:rsidRDefault="005E7265" w:rsidP="005E7265">
      <w:pPr>
        <w:numPr>
          <w:ilvl w:val="0"/>
          <w:numId w:val="3"/>
        </w:numPr>
        <w:spacing w:before="120" w:line="320" w:lineRule="atLeast"/>
        <w:jc w:val="both"/>
        <w:rPr>
          <w:szCs w:val="20"/>
        </w:rPr>
      </w:pPr>
      <w:r w:rsidRPr="007E26CA">
        <w:rPr>
          <w:szCs w:val="20"/>
        </w:rPr>
        <w:t xml:space="preserve">State and Territory governments administer and deliver housing services, such as public housing, community housing, SOMIH and other Indigenous housing. They also provide financial support to renters through private rental assistance and to buyers through home purchase assistance, and some jurisdictions provide </w:t>
      </w:r>
      <w:r w:rsidRPr="007E26CA">
        <w:rPr>
          <w:szCs w:val="20"/>
        </w:rPr>
        <w:lastRenderedPageBreak/>
        <w:t>home finance lending programs. State and Territory governments are also responsible for land use and supply policy, urban planning and development policy, housing</w:t>
      </w:r>
      <w:r w:rsidRPr="007E26CA">
        <w:rPr>
          <w:szCs w:val="20"/>
        </w:rPr>
        <w:noBreakHyphen/>
        <w:t>related taxes and charges (such as land taxes and stamp duties) and residential tenancy legislation and regulation.</w:t>
      </w:r>
    </w:p>
    <w:p w:rsidR="005E7265" w:rsidRPr="007E26CA" w:rsidRDefault="005E7265" w:rsidP="005E7265">
      <w:pPr>
        <w:numPr>
          <w:ilvl w:val="0"/>
          <w:numId w:val="3"/>
        </w:numPr>
        <w:spacing w:before="120" w:line="320" w:lineRule="atLeast"/>
        <w:jc w:val="both"/>
        <w:rPr>
          <w:szCs w:val="20"/>
        </w:rPr>
      </w:pPr>
      <w:r w:rsidRPr="007E26CA">
        <w:rPr>
          <w:szCs w:val="20"/>
        </w:rPr>
        <w:t>Local governments are mostly responsible for building approval, urban planning and development processes and may be involved in providing community housing.</w:t>
      </w:r>
    </w:p>
    <w:p w:rsidR="007313D0" w:rsidRPr="007E26CA" w:rsidRDefault="007313D0" w:rsidP="007313D0">
      <w:pPr>
        <w:pStyle w:val="Heading4"/>
      </w:pPr>
      <w:bookmarkStart w:id="34" w:name="_Toc319998364"/>
      <w:bookmarkStart w:id="35" w:name="_Toc321219874"/>
      <w:bookmarkStart w:id="36" w:name="_Toc321223459"/>
      <w:bookmarkStart w:id="37" w:name="_Toc349025844"/>
      <w:bookmarkStart w:id="38" w:name="_Toc349050044"/>
      <w:r w:rsidRPr="007E26CA">
        <w:t>Government funding and expenditure</w:t>
      </w:r>
      <w:bookmarkEnd w:id="34"/>
      <w:bookmarkEnd w:id="35"/>
      <w:bookmarkEnd w:id="36"/>
      <w:bookmarkEnd w:id="37"/>
      <w:bookmarkEnd w:id="38"/>
    </w:p>
    <w:p w:rsidR="005E7265" w:rsidRPr="007E26CA" w:rsidRDefault="005E7265" w:rsidP="005E7265">
      <w:pPr>
        <w:pStyle w:val="BodyText"/>
      </w:pPr>
      <w:r w:rsidRPr="007E26CA">
        <w:t>State and Territory government net recurrent expenditure on social housing was $3.9 billion in 2011-12, decreasing from $5.1 billion in 2010-11 (2011-12 dollars) (table 16.1). In 2011</w:t>
      </w:r>
      <w:r w:rsidRPr="007E26CA">
        <w:noBreakHyphen/>
        <w:t>12, this expenditure included $2.6 billion for public housing and $107.3 million for SOMIH (2013 Report, table 16A.1).</w:t>
      </w:r>
    </w:p>
    <w:p w:rsidR="005E7265" w:rsidRPr="007E26CA" w:rsidRDefault="005E7265" w:rsidP="005E7265">
      <w:pPr>
        <w:pStyle w:val="BodyText"/>
      </w:pPr>
      <w:r w:rsidRPr="007E26CA">
        <w:t>The Australian Government provided $2.2 billion in 2011-12 to State and Territory governments for housing assistance through the National Affordable Housing Specific Purpose Payment (NAH SPP) and related National Partnership agreements. NAH SPP funding is outcome based and not tied to specific programs, and Australian Government funding is reflected in data for State and Territory government net recurrent expenditure.</w:t>
      </w:r>
    </w:p>
    <w:p w:rsidR="005E7265" w:rsidRPr="007E26CA" w:rsidRDefault="005E7265" w:rsidP="005E7265">
      <w:pPr>
        <w:pStyle w:val="BodyText"/>
      </w:pPr>
      <w:r w:rsidRPr="007E26CA">
        <w:t xml:space="preserve">The Australian Government also provided $3.4 billion for CRA (2013 Report, </w:t>
      </w:r>
      <w:r w:rsidRPr="007E26CA">
        <w:br/>
        <w:t>table GA.11). F</w:t>
      </w:r>
      <w:r w:rsidRPr="007E26CA">
        <w:rPr>
          <w:color w:val="000000"/>
        </w:rPr>
        <w:t xml:space="preserve">urther information on CRA can be found in the Housing and homelessness sector overview G and attachment GA (2013 Report, </w:t>
      </w:r>
      <w:r w:rsidRPr="007E26CA">
        <w:rPr>
          <w:color w:val="000000"/>
        </w:rPr>
        <w:br/>
        <w:t>tables GA.12–GA.34).</w:t>
      </w:r>
    </w:p>
    <w:p w:rsidR="005E7265" w:rsidRPr="007E26CA" w:rsidRDefault="005E7265" w:rsidP="005E7265">
      <w:pPr>
        <w:pStyle w:val="TableTitle"/>
      </w:pPr>
      <w:r w:rsidRPr="007E26CA">
        <w:rPr>
          <w:b w:val="0"/>
        </w:rPr>
        <w:t>Table 16.</w:t>
      </w:r>
      <w:r w:rsidRPr="007E26CA">
        <w:rPr>
          <w:b w:val="0"/>
          <w:noProof/>
        </w:rPr>
        <w:t>1</w:t>
      </w:r>
      <w:r w:rsidRPr="007E26CA">
        <w:tab/>
        <w:t>State and Territory government net recurrent expenditure on social housing ($million) (2011-12 dollars)</w:t>
      </w:r>
      <w:r w:rsidRPr="007E26CA">
        <w:rPr>
          <w:rStyle w:val="NoteLabel"/>
          <w:b/>
        </w:rPr>
        <w:t>a, b</w:t>
      </w:r>
    </w:p>
    <w:tbl>
      <w:tblPr>
        <w:tblW w:w="5000" w:type="pct"/>
        <w:tblCellMar>
          <w:left w:w="0" w:type="dxa"/>
          <w:right w:w="0" w:type="dxa"/>
        </w:tblCellMar>
        <w:tblLook w:val="0000" w:firstRow="0" w:lastRow="0" w:firstColumn="0" w:lastColumn="0" w:noHBand="0" w:noVBand="0"/>
      </w:tblPr>
      <w:tblGrid>
        <w:gridCol w:w="878"/>
        <w:gridCol w:w="879"/>
        <w:gridCol w:w="879"/>
        <w:gridCol w:w="879"/>
        <w:gridCol w:w="879"/>
        <w:gridCol w:w="879"/>
        <w:gridCol w:w="879"/>
        <w:gridCol w:w="879"/>
        <w:gridCol w:w="879"/>
        <w:gridCol w:w="879"/>
      </w:tblGrid>
      <w:tr w:rsidR="005E7265" w:rsidRPr="007E26CA" w:rsidTr="005E7265">
        <w:tc>
          <w:tcPr>
            <w:tcW w:w="499"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jc w:val="left"/>
            </w:pP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NSW</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rPr>
                <w:rStyle w:val="NoteLabel"/>
                <w:i w:val="0"/>
              </w:rPr>
            </w:pPr>
            <w:r w:rsidRPr="007E26CA">
              <w:t>Vic</w:t>
            </w:r>
            <w:r w:rsidRPr="007E26CA">
              <w:rPr>
                <w:rStyle w:val="NoteLabel"/>
                <w:i w:val="0"/>
              </w:rPr>
              <w:t>c</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Qld</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WA</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SA</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Tas</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ACT</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pPr>
            <w:r w:rsidRPr="007E26CA">
              <w:t>NT</w:t>
            </w:r>
          </w:p>
        </w:tc>
        <w:tc>
          <w:tcPr>
            <w:tcW w:w="500" w:type="pct"/>
            <w:tcBorders>
              <w:top w:val="single" w:sz="6" w:space="0" w:color="auto"/>
              <w:bottom w:val="single" w:sz="6" w:space="0" w:color="auto"/>
            </w:tcBorders>
            <w:shd w:val="clear" w:color="auto" w:fill="auto"/>
          </w:tcPr>
          <w:p w:rsidR="005E7265" w:rsidRPr="007E26CA" w:rsidRDefault="005E7265" w:rsidP="005E7265">
            <w:pPr>
              <w:pStyle w:val="TableColumnHeading"/>
              <w:pBdr>
                <w:left w:val="single" w:sz="4" w:space="1" w:color="auto"/>
              </w:pBdr>
              <w:ind w:right="28"/>
            </w:pPr>
            <w:r w:rsidRPr="007E26CA">
              <w:t>Aust</w:t>
            </w:r>
          </w:p>
        </w:tc>
      </w:tr>
      <w:tr w:rsidR="005E7265" w:rsidRPr="007E26CA" w:rsidTr="005E7265">
        <w:tc>
          <w:tcPr>
            <w:tcW w:w="499"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c>
          <w:tcPr>
            <w:tcW w:w="500" w:type="pct"/>
          </w:tcPr>
          <w:p w:rsidR="005E7265" w:rsidRPr="007E26CA" w:rsidRDefault="005E7265" w:rsidP="005E7265">
            <w:pPr>
              <w:pStyle w:val="TableBodyText"/>
              <w:pBdr>
                <w:left w:val="single" w:sz="4" w:space="1" w:color="auto"/>
              </w:pBdr>
            </w:pPr>
          </w:p>
        </w:tc>
      </w:tr>
      <w:tr w:rsidR="005E7265" w:rsidRPr="007E26CA" w:rsidTr="005E7265">
        <w:tc>
          <w:tcPr>
            <w:tcW w:w="499" w:type="pct"/>
          </w:tcPr>
          <w:p w:rsidR="005E7265" w:rsidRPr="007E26CA" w:rsidRDefault="005E7265" w:rsidP="005E7265">
            <w:pPr>
              <w:pStyle w:val="TableBodyText"/>
              <w:pBdr>
                <w:left w:val="single" w:sz="4" w:space="1" w:color="auto"/>
              </w:pBdr>
            </w:pPr>
            <w:r w:rsidRPr="007E26CA">
              <w:t>2009-10</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1 345.6</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1 013.6</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648.2</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603.3</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352.5</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112.9</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101.5</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325.3</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4 502.9</w:t>
            </w:r>
          </w:p>
        </w:tc>
      </w:tr>
      <w:tr w:rsidR="005E7265" w:rsidRPr="007E26CA" w:rsidTr="005E7265">
        <w:tc>
          <w:tcPr>
            <w:tcW w:w="499" w:type="pct"/>
          </w:tcPr>
          <w:p w:rsidR="005E7265" w:rsidRPr="007E26CA" w:rsidRDefault="005E7265" w:rsidP="005E7265">
            <w:pPr>
              <w:pStyle w:val="TableBodyText"/>
              <w:pBdr>
                <w:left w:val="single" w:sz="4" w:space="1" w:color="auto"/>
              </w:pBdr>
            </w:pPr>
            <w:r w:rsidRPr="007E26CA">
              <w:t>2010-11</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2 100.5</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917.7</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776.0</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576.9</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339.6</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114.5</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96.7</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295.5</w:t>
            </w:r>
          </w:p>
        </w:tc>
        <w:tc>
          <w:tcPr>
            <w:tcW w:w="500" w:type="pct"/>
            <w:vAlign w:val="center"/>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5 217.5</w:t>
            </w:r>
          </w:p>
        </w:tc>
      </w:tr>
      <w:tr w:rsidR="005E7265" w:rsidRPr="007E26CA" w:rsidTr="005E7265">
        <w:tc>
          <w:tcPr>
            <w:tcW w:w="499" w:type="pct"/>
            <w:tcBorders>
              <w:bottom w:val="single" w:sz="6" w:space="0" w:color="auto"/>
            </w:tcBorders>
            <w:shd w:val="clear" w:color="auto" w:fill="auto"/>
          </w:tcPr>
          <w:p w:rsidR="005E7265" w:rsidRPr="007E26CA" w:rsidRDefault="005E7265" w:rsidP="005E7265">
            <w:pPr>
              <w:pStyle w:val="TableBodyText"/>
              <w:pBdr>
                <w:left w:val="single" w:sz="4" w:space="1" w:color="auto"/>
              </w:pBdr>
            </w:pPr>
            <w:r w:rsidRPr="007E26CA">
              <w:t>2011-12</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1 185.5</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408.5</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811.3</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711.0</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363.9</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106.9</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103.7</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175.5</w:t>
            </w:r>
          </w:p>
        </w:tc>
        <w:tc>
          <w:tcPr>
            <w:tcW w:w="500" w:type="pct"/>
            <w:tcBorders>
              <w:bottom w:val="single" w:sz="6" w:space="0" w:color="auto"/>
            </w:tcBorders>
            <w:shd w:val="clear" w:color="auto" w:fill="auto"/>
          </w:tcPr>
          <w:p w:rsidR="005E7265" w:rsidRPr="007E26CA" w:rsidRDefault="005E7265" w:rsidP="005E7265">
            <w:pPr>
              <w:pStyle w:val="TableBodyText"/>
              <w:pBdr>
                <w:left w:val="single" w:sz="4" w:space="1" w:color="auto"/>
              </w:pBdr>
              <w:rPr>
                <w:color w:val="000000" w:themeColor="text1"/>
              </w:rPr>
            </w:pPr>
            <w:r w:rsidRPr="007E26CA">
              <w:rPr>
                <w:color w:val="000000" w:themeColor="text1"/>
              </w:rPr>
              <w:t>3 866.3</w:t>
            </w:r>
          </w:p>
        </w:tc>
      </w:tr>
    </w:tbl>
    <w:p w:rsidR="005E7265" w:rsidRPr="007E26CA" w:rsidRDefault="005E7265" w:rsidP="005E7265">
      <w:pPr>
        <w:pStyle w:val="Note"/>
      </w:pPr>
      <w:r w:rsidRPr="007E26CA">
        <w:rPr>
          <w:rStyle w:val="NoteLabel"/>
        </w:rPr>
        <w:t xml:space="preserve">a </w:t>
      </w:r>
      <w:r w:rsidRPr="007E26CA">
        <w:t xml:space="preserve">The Australian Government provides funding to State and Territory governments for social housing assistance which is included in State and Territory government expenditure data. </w:t>
      </w:r>
      <w:r w:rsidRPr="007E26CA">
        <w:rPr>
          <w:rStyle w:val="NoteLabel"/>
        </w:rPr>
        <w:t xml:space="preserve">b </w:t>
      </w:r>
      <w:r w:rsidRPr="007E26CA">
        <w:t>Additional funds provided by the Australian Government for the social housing elements of the Nation Building Economic Stimulus Package peaked in 2010-11. The end of this additional funding is reflected in the contraction of expenditure between 2010-11 and 2011-12</w:t>
      </w:r>
      <w:r w:rsidRPr="007E26CA">
        <w:rPr>
          <w:iCs/>
        </w:rPr>
        <w:t xml:space="preserve">. </w:t>
      </w:r>
      <w:r w:rsidRPr="007E26CA">
        <w:rPr>
          <w:rStyle w:val="NoteLabel"/>
        </w:rPr>
        <w:t xml:space="preserve">c </w:t>
      </w:r>
      <w:r w:rsidRPr="007E26CA">
        <w:t>Comparisons of expenditure between 2011-12 and earlier years should be avoided. Earlier years include grants and subsidies, and short term housing expenditure.</w:t>
      </w:r>
    </w:p>
    <w:p w:rsidR="005E7265" w:rsidRPr="007E26CA" w:rsidRDefault="005E7265" w:rsidP="005E7265">
      <w:pPr>
        <w:pStyle w:val="Source"/>
      </w:pPr>
      <w:r w:rsidRPr="007E26CA">
        <w:rPr>
          <w:i/>
        </w:rPr>
        <w:t>Source</w:t>
      </w:r>
      <w:r w:rsidRPr="007E26CA">
        <w:t>: State and Territory governments (unpublished); table 16A.2; 2013 Report, table 16.1, p. 16.7.</w:t>
      </w:r>
    </w:p>
    <w:p w:rsidR="005E7265" w:rsidRPr="007E26CA" w:rsidRDefault="005E7265" w:rsidP="005E7265">
      <w:pPr>
        <w:pStyle w:val="BodyText"/>
      </w:pPr>
      <w:r w:rsidRPr="007E26CA">
        <w:lastRenderedPageBreak/>
        <w:t>Governments provide funding for the construction of social housing dwellings. The Australian Government provided $162 million for the social housing initiative component of the Nation Building Economic Stimulus Package, to aid the construction of new social housing dwellings, and repairs and maintenance of existing dwellings in 2011-12 (table GA.1). State and Territory government capital expenditure for social housing was $</w:t>
      </w:r>
      <w:r w:rsidRPr="007E26CA">
        <w:rPr>
          <w:color w:val="000000"/>
        </w:rPr>
        <w:t>2.2 billion</w:t>
      </w:r>
      <w:r w:rsidRPr="007E26CA">
        <w:t xml:space="preserve"> in 2011-12, which was partly funded by the Australian Government through the NAH SPP and the Nation Building Economic Stimulus Package (2013 Report, table 16A.1).</w:t>
      </w:r>
    </w:p>
    <w:p w:rsidR="007313D0" w:rsidRPr="007E26CA" w:rsidRDefault="007313D0" w:rsidP="007313D0">
      <w:pPr>
        <w:pStyle w:val="Heading4"/>
      </w:pPr>
      <w:bookmarkStart w:id="39" w:name="_Toc319998365"/>
      <w:bookmarkStart w:id="40" w:name="_Toc321219875"/>
      <w:bookmarkStart w:id="41" w:name="_Toc321223460"/>
      <w:bookmarkStart w:id="42" w:name="_Toc349025845"/>
      <w:bookmarkStart w:id="43" w:name="_Toc349050045"/>
      <w:r w:rsidRPr="007E26CA">
        <w:t>Size and scope</w:t>
      </w:r>
      <w:bookmarkEnd w:id="39"/>
      <w:bookmarkEnd w:id="40"/>
      <w:bookmarkEnd w:id="41"/>
      <w:bookmarkEnd w:id="42"/>
      <w:bookmarkEnd w:id="43"/>
    </w:p>
    <w:p w:rsidR="007313D0" w:rsidRPr="007E26CA" w:rsidRDefault="007313D0" w:rsidP="007313D0">
      <w:pPr>
        <w:pStyle w:val="Heading5"/>
      </w:pPr>
      <w:r w:rsidRPr="007E26CA">
        <w:t>State owned and managed Indigenous housing</w:t>
      </w:r>
    </w:p>
    <w:p w:rsidR="005E7265" w:rsidRPr="007E26CA" w:rsidRDefault="005E7265" w:rsidP="005E7265">
      <w:pPr>
        <w:pStyle w:val="BodyText"/>
      </w:pPr>
      <w:r w:rsidRPr="007E26CA">
        <w:t>State owned and managed Indigenous housing (SOMIH) dwellings are defined as those rental housing dwellings owned and managed by government and allocated only to Indigenous Australians (AIHW 2006). They include dwellings managed by government Indigenous housing agencies for allocation to Indigenous tenants. Nationally at 30 June 2012, there were 9 692 households occupying 10 047 SOMIH dwellings (tables 16A.3 and 16A.4).</w:t>
      </w:r>
    </w:p>
    <w:p w:rsidR="005E7265" w:rsidRPr="007E26CA" w:rsidRDefault="005E7265" w:rsidP="005E7265">
      <w:pPr>
        <w:pStyle w:val="BodyText"/>
      </w:pPr>
      <w:r w:rsidRPr="007E26CA">
        <w:t>The SOMIH program is partly funded under the NAHA, but because NAHA funding is not tied to specific programs, the amount attributed to SOMIH cannot separately identified. In 2011-12, State and Territory government net recurrent expenditure on SOMIH was $107.3 million nationally (2013 Report, table 16A.1).</w:t>
      </w:r>
    </w:p>
    <w:p w:rsidR="005E7265" w:rsidRPr="007E26CA" w:rsidRDefault="005E7265" w:rsidP="005E7265">
      <w:pPr>
        <w:pStyle w:val="BodyText"/>
      </w:pPr>
      <w:r w:rsidRPr="007E26CA">
        <w:t>The SOMIH program does not operate in all jurisdictions. In 2011-12, SOMIH is reported for NSW, Queensland, South Australia and Tasmania.</w:t>
      </w:r>
    </w:p>
    <w:p w:rsidR="005E7265" w:rsidRPr="007E26CA" w:rsidRDefault="005E7265" w:rsidP="005E7265">
      <w:pPr>
        <w:pStyle w:val="ListBullet"/>
        <w:numPr>
          <w:ilvl w:val="0"/>
          <w:numId w:val="3"/>
        </w:numPr>
      </w:pPr>
      <w:r w:rsidRPr="007E26CA">
        <w:t>In Victoria, the SOMIH program ended on 30 September 2010, when management of tenancies in SOMIH properties was transferred to Aboriginal Housing Victoria. These dwellings are now classified as Indigenous community housing. A small number of SOMIH tenants and properties transferred to public housing. No SOMIH dwellings are reported for Victoria for 2009-10 onwards.</w:t>
      </w:r>
    </w:p>
    <w:p w:rsidR="005E7265" w:rsidRPr="007E26CA" w:rsidRDefault="005E7265" w:rsidP="005E7265">
      <w:pPr>
        <w:pStyle w:val="ListBullet"/>
        <w:numPr>
          <w:ilvl w:val="0"/>
          <w:numId w:val="3"/>
        </w:numPr>
      </w:pPr>
      <w:r w:rsidRPr="007E26CA">
        <w:t>In WA, from 2010-11 SOMIH dwellings ceased to be funded separately and were combined with public housing. From 2010-11, SOMIH dwellings in WA are reported as public housing.</w:t>
      </w:r>
    </w:p>
    <w:p w:rsidR="005E7265" w:rsidRPr="007E26CA" w:rsidRDefault="005E7265" w:rsidP="005E7265">
      <w:pPr>
        <w:pStyle w:val="ListBullet"/>
        <w:numPr>
          <w:ilvl w:val="0"/>
          <w:numId w:val="3"/>
        </w:numPr>
      </w:pPr>
      <w:r w:rsidRPr="007E26CA">
        <w:t>The ACT does not have a separately identified or funded Indigenous housing program. Social housing assistance for Indigenous people is provided through public housing and Indigenous community housing.</w:t>
      </w:r>
    </w:p>
    <w:p w:rsidR="005E7265" w:rsidRPr="007E26CA" w:rsidRDefault="005E7265" w:rsidP="005E7265">
      <w:pPr>
        <w:pStyle w:val="ListBullet"/>
        <w:numPr>
          <w:ilvl w:val="0"/>
          <w:numId w:val="3"/>
        </w:numPr>
      </w:pPr>
      <w:r w:rsidRPr="007E26CA">
        <w:lastRenderedPageBreak/>
        <w:t>In the NT, Indigenous housing was provided through community housing (prior to 2010-11) or public housing (2010-11 onwards). During 2008-09, approximately 4000 dwellings were transferred from Indigenous housing to remote public housing. These dwellings are not included in either the community housing data collection or the public housing data collection.</w:t>
      </w:r>
    </w:p>
    <w:p w:rsidR="005E7265" w:rsidRPr="007E26CA" w:rsidRDefault="005E7265" w:rsidP="005E7265">
      <w:pPr>
        <w:spacing w:before="240" w:line="320" w:lineRule="atLeast"/>
        <w:jc w:val="both"/>
        <w:rPr>
          <w:szCs w:val="20"/>
        </w:rPr>
      </w:pPr>
      <w:r w:rsidRPr="007E26CA">
        <w:rPr>
          <w:szCs w:val="20"/>
        </w:rPr>
        <w:t>In NSW, a separate statutory organisation — the Aboriginal Housing Office (AHO) — is responsible for planning, administering and expanding policies, programs and the asset base for Aboriginal housing.</w:t>
      </w:r>
    </w:p>
    <w:p w:rsidR="007313D0" w:rsidRPr="007E26CA" w:rsidRDefault="007313D0" w:rsidP="007313D0">
      <w:pPr>
        <w:pStyle w:val="Heading5"/>
      </w:pPr>
      <w:r w:rsidRPr="007E26CA">
        <w:t>Indigenous community housing</w:t>
      </w:r>
    </w:p>
    <w:p w:rsidR="005E7265" w:rsidRPr="007E26CA" w:rsidRDefault="005E7265" w:rsidP="005E7265">
      <w:pPr>
        <w:pStyle w:val="BodyText"/>
      </w:pPr>
      <w:r w:rsidRPr="007E26CA">
        <w:t>Indigenous community housing (ICH) is housing funded by Australian, State and Territory governments that are generally managed and delivered by ICH organisations (although some ICH dwellings are managed by State and Territory housing authorities). The commencement of the NAHA on 1 January 2009 resulted in changes to the funding and administrative arrangements for ICH.</w:t>
      </w:r>
    </w:p>
    <w:p w:rsidR="00F973F6" w:rsidRPr="007E26CA" w:rsidRDefault="00F973F6" w:rsidP="00F973F6">
      <w:pPr>
        <w:pStyle w:val="BodyText"/>
        <w:rPr>
          <w:color w:val="000000"/>
        </w:rPr>
      </w:pPr>
      <w:r w:rsidRPr="007E26CA">
        <w:t xml:space="preserve">From 1 January 2009, ICH was funded through the NAHA SPP and the associated National Partnership Agreement on Remote Indigenous Housing (NPA RIH), and delivered by State and Territory governments. State and Territory governments assumed responsibility for administering ICH in urban and regional areas, and arrangements varied across jurisdictions. Some ICH dwellings were transferred to other social housing </w:t>
      </w:r>
      <w:r w:rsidRPr="007E26CA">
        <w:rPr>
          <w:color w:val="000000"/>
        </w:rPr>
        <w:t>programs.</w:t>
      </w:r>
    </w:p>
    <w:p w:rsidR="00F973F6" w:rsidRPr="007E26CA" w:rsidRDefault="00F973F6" w:rsidP="00F973F6">
      <w:pPr>
        <w:pStyle w:val="BodyText"/>
      </w:pPr>
      <w:r w:rsidRPr="007E26CA">
        <w:t>Descriptive information on ICH is contained in table 16A.8.</w:t>
      </w:r>
    </w:p>
    <w:p w:rsidR="007313D0" w:rsidRPr="007E26CA" w:rsidRDefault="007313D0" w:rsidP="007313D0">
      <w:pPr>
        <w:pStyle w:val="Heading4"/>
      </w:pPr>
      <w:bookmarkStart w:id="44" w:name="_Toc319998366"/>
      <w:bookmarkStart w:id="45" w:name="_Toc321219876"/>
      <w:bookmarkStart w:id="46" w:name="_Toc321223461"/>
      <w:bookmarkStart w:id="47" w:name="_Toc349025846"/>
      <w:bookmarkStart w:id="48" w:name="_Toc349050046"/>
      <w:r w:rsidRPr="007E26CA">
        <w:t>Diversity of State and Territory government social housing</w:t>
      </w:r>
      <w:bookmarkEnd w:id="44"/>
      <w:bookmarkEnd w:id="45"/>
      <w:bookmarkEnd w:id="46"/>
      <w:bookmarkEnd w:id="47"/>
      <w:bookmarkEnd w:id="48"/>
    </w:p>
    <w:p w:rsidR="00BC7D06" w:rsidRPr="007E26CA" w:rsidRDefault="00BC7D06" w:rsidP="007313D0">
      <w:pPr>
        <w:pStyle w:val="BodyText"/>
      </w:pPr>
      <w:r w:rsidRPr="007E26CA">
        <w:t xml:space="preserve">State and Territory governments have similar broad objectives for providing social housing. Individual jurisdictions, however, emphasise different objectives depending on their historical precedents and ways of interacting with community sector providers. Jurisdictions also have different private housing markets. These differences lead to a variety of policy responses and associated forms of assistance. It is important to consider the various levels and types of assistance provided in each State and Territory, the differences in urban, regional and remote area concentration, and the various eligibility criteria for the different assistance types when analysing performance information. Some information on the context for SOMIH </w:t>
      </w:r>
      <w:r w:rsidR="0060756E" w:rsidRPr="007E26CA">
        <w:t xml:space="preserve">is </w:t>
      </w:r>
      <w:r w:rsidRPr="007E26CA">
        <w:t>include</w:t>
      </w:r>
      <w:r w:rsidR="003678C4" w:rsidRPr="007E26CA">
        <w:t xml:space="preserve">d at 2013 Report, table </w:t>
      </w:r>
      <w:r w:rsidRPr="007E26CA">
        <w:t>16A.61.</w:t>
      </w:r>
    </w:p>
    <w:p w:rsidR="007313D0" w:rsidRPr="007E26CA" w:rsidRDefault="007313D0" w:rsidP="007313D0">
      <w:pPr>
        <w:pStyle w:val="Heading5"/>
      </w:pPr>
      <w:r w:rsidRPr="007E26CA">
        <w:lastRenderedPageBreak/>
        <w:t>Urban, regional and remote concentrations</w:t>
      </w:r>
    </w:p>
    <w:p w:rsidR="00BC7D06" w:rsidRPr="007E26CA" w:rsidRDefault="00BC7D06" w:rsidP="00BC7D06">
      <w:pPr>
        <w:pStyle w:val="BodyText"/>
      </w:pPr>
      <w:r w:rsidRPr="007E26CA">
        <w:t>The proportion of social housing located in urban, regional and remote areas, for public housing, SOMIH and community housing, using the Australian Standard Geographical Classification remoteness area structure (ASGC remoteness areas) is shown in table 16.2. Data for Indigenous community housing may be included in future reports.</w:t>
      </w:r>
    </w:p>
    <w:p w:rsidR="00BC7D06" w:rsidRPr="007E26CA" w:rsidRDefault="00BC7D06" w:rsidP="00BC7D06">
      <w:pPr>
        <w:pStyle w:val="TableTitle"/>
        <w:rPr>
          <w:rStyle w:val="NoteLabel"/>
          <w:b/>
        </w:rPr>
      </w:pPr>
      <w:r w:rsidRPr="007E26CA">
        <w:rPr>
          <w:b w:val="0"/>
        </w:rPr>
        <w:t xml:space="preserve">Table </w:t>
      </w:r>
      <w:bookmarkStart w:id="49" w:name="OLE_LINK34"/>
      <w:r w:rsidRPr="007E26CA">
        <w:rPr>
          <w:b w:val="0"/>
        </w:rPr>
        <w:t>16.</w:t>
      </w:r>
      <w:r w:rsidRPr="007E26CA">
        <w:rPr>
          <w:b w:val="0"/>
          <w:noProof/>
        </w:rPr>
        <w:t>2</w:t>
      </w:r>
      <w:bookmarkEnd w:id="49"/>
      <w:r w:rsidRPr="007E26CA">
        <w:rPr>
          <w:b w:val="0"/>
        </w:rPr>
        <w:tab/>
      </w:r>
      <w:r w:rsidRPr="007E26CA">
        <w:t>Regional and remote area concentrations of social housing, at 30 June 2012 (per cent)</w:t>
      </w:r>
      <w:r w:rsidRPr="007E26CA">
        <w:rPr>
          <w:rStyle w:val="NoteLabel"/>
          <w:b/>
        </w:rPr>
        <w:t>a</w:t>
      </w:r>
    </w:p>
    <w:tbl>
      <w:tblPr>
        <w:tblW w:w="5000" w:type="pct"/>
        <w:tblCellMar>
          <w:left w:w="0" w:type="dxa"/>
          <w:right w:w="0" w:type="dxa"/>
        </w:tblCellMar>
        <w:tblLook w:val="0000" w:firstRow="0" w:lastRow="0" w:firstColumn="0" w:lastColumn="0" w:noHBand="0" w:noVBand="0"/>
      </w:tblPr>
      <w:tblGrid>
        <w:gridCol w:w="1421"/>
        <w:gridCol w:w="804"/>
        <w:gridCol w:w="804"/>
        <w:gridCol w:w="803"/>
        <w:gridCol w:w="803"/>
        <w:gridCol w:w="803"/>
        <w:gridCol w:w="803"/>
        <w:gridCol w:w="803"/>
        <w:gridCol w:w="942"/>
        <w:gridCol w:w="803"/>
      </w:tblGrid>
      <w:tr w:rsidR="00BC7D06" w:rsidRPr="007E26CA" w:rsidTr="00BC7D06">
        <w:tc>
          <w:tcPr>
            <w:tcW w:w="808" w:type="pct"/>
            <w:tcBorders>
              <w:top w:val="single" w:sz="6" w:space="0" w:color="auto"/>
              <w:bottom w:val="single" w:sz="6" w:space="0" w:color="auto"/>
            </w:tcBorders>
            <w:shd w:val="clear" w:color="auto" w:fill="auto"/>
          </w:tcPr>
          <w:p w:rsidR="00BC7D06" w:rsidRPr="007E26CA" w:rsidRDefault="00BC7D06" w:rsidP="00BC7D06">
            <w:pPr>
              <w:pStyle w:val="TableColumnHeading"/>
              <w:jc w:val="left"/>
            </w:pP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NSW</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Vic</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Qld</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WA</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SA</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Tas</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ACT</w:t>
            </w:r>
          </w:p>
        </w:tc>
        <w:tc>
          <w:tcPr>
            <w:tcW w:w="536"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NT</w:t>
            </w:r>
          </w:p>
        </w:tc>
        <w:tc>
          <w:tcPr>
            <w:tcW w:w="457" w:type="pct"/>
            <w:tcBorders>
              <w:top w:val="single" w:sz="6" w:space="0" w:color="auto"/>
              <w:bottom w:val="single" w:sz="6" w:space="0" w:color="auto"/>
            </w:tcBorders>
            <w:shd w:val="clear" w:color="auto" w:fill="auto"/>
            <w:vAlign w:val="bottom"/>
          </w:tcPr>
          <w:p w:rsidR="00BC7D06" w:rsidRPr="007E26CA" w:rsidRDefault="00BC7D06" w:rsidP="00BC7D06">
            <w:pPr>
              <w:pStyle w:val="TableColumnHeading"/>
            </w:pPr>
            <w:r w:rsidRPr="007E26CA">
              <w:t>Aust</w:t>
            </w:r>
          </w:p>
        </w:tc>
      </w:tr>
      <w:tr w:rsidR="00BC7D06" w:rsidRPr="007E26CA" w:rsidTr="00BC7D06">
        <w:tc>
          <w:tcPr>
            <w:tcW w:w="5000" w:type="pct"/>
            <w:gridSpan w:val="10"/>
          </w:tcPr>
          <w:p w:rsidR="00BC7D06" w:rsidRPr="007E26CA" w:rsidRDefault="00BC7D06" w:rsidP="00BC7D06">
            <w:pPr>
              <w:pStyle w:val="TableColumnHeading"/>
              <w:jc w:val="left"/>
            </w:pPr>
            <w:r w:rsidRPr="007E26CA">
              <w:t>Public housing</w:t>
            </w:r>
          </w:p>
        </w:tc>
      </w:tr>
      <w:tr w:rsidR="00BC7D06" w:rsidRPr="007E26CA" w:rsidTr="00BC7D06">
        <w:tc>
          <w:tcPr>
            <w:tcW w:w="808" w:type="pct"/>
          </w:tcPr>
          <w:p w:rsidR="00BC7D06" w:rsidRPr="007E26CA" w:rsidRDefault="00BC7D06" w:rsidP="00BC7D06">
            <w:pPr>
              <w:pStyle w:val="TableBodyText"/>
              <w:jc w:val="left"/>
            </w:pPr>
            <w:r w:rsidRPr="007E26CA">
              <w:t>Major cities</w:t>
            </w:r>
          </w:p>
        </w:tc>
        <w:tc>
          <w:tcPr>
            <w:tcW w:w="457" w:type="pct"/>
            <w:vAlign w:val="bottom"/>
          </w:tcPr>
          <w:p w:rsidR="00BC7D06" w:rsidRPr="007E26CA" w:rsidRDefault="00BC7D06" w:rsidP="00BC7D06">
            <w:pPr>
              <w:pStyle w:val="TableBodyText"/>
              <w:rPr>
                <w:color w:val="000000"/>
              </w:rPr>
            </w:pPr>
            <w:r w:rsidRPr="007E26CA">
              <w:rPr>
                <w:color w:val="000000"/>
              </w:rPr>
              <w:t>83.4</w:t>
            </w:r>
          </w:p>
        </w:tc>
        <w:tc>
          <w:tcPr>
            <w:tcW w:w="457" w:type="pct"/>
            <w:vAlign w:val="bottom"/>
          </w:tcPr>
          <w:p w:rsidR="00BC7D06" w:rsidRPr="007E26CA" w:rsidRDefault="00BC7D06" w:rsidP="00BC7D06">
            <w:pPr>
              <w:pStyle w:val="TableBodyText"/>
              <w:rPr>
                <w:color w:val="000000"/>
              </w:rPr>
            </w:pPr>
            <w:r w:rsidRPr="007E26CA">
              <w:rPr>
                <w:color w:val="000000"/>
              </w:rPr>
              <w:t>72.4</w:t>
            </w:r>
          </w:p>
        </w:tc>
        <w:tc>
          <w:tcPr>
            <w:tcW w:w="457" w:type="pct"/>
            <w:vAlign w:val="bottom"/>
          </w:tcPr>
          <w:p w:rsidR="00BC7D06" w:rsidRPr="007E26CA" w:rsidRDefault="00BC7D06" w:rsidP="00BC7D06">
            <w:pPr>
              <w:pStyle w:val="TableBodyText"/>
              <w:rPr>
                <w:color w:val="000000"/>
              </w:rPr>
            </w:pPr>
            <w:r w:rsidRPr="007E26CA">
              <w:rPr>
                <w:color w:val="000000"/>
              </w:rPr>
              <w:t>67.3</w:t>
            </w:r>
          </w:p>
        </w:tc>
        <w:tc>
          <w:tcPr>
            <w:tcW w:w="457" w:type="pct"/>
            <w:vAlign w:val="bottom"/>
          </w:tcPr>
          <w:p w:rsidR="00BC7D06" w:rsidRPr="007E26CA" w:rsidRDefault="00BC7D06" w:rsidP="00BC7D06">
            <w:pPr>
              <w:pStyle w:val="TableBodyText"/>
              <w:rPr>
                <w:color w:val="000000"/>
              </w:rPr>
            </w:pPr>
            <w:r w:rsidRPr="007E26CA">
              <w:rPr>
                <w:color w:val="000000"/>
              </w:rPr>
              <w:t>66.8</w:t>
            </w:r>
          </w:p>
        </w:tc>
        <w:tc>
          <w:tcPr>
            <w:tcW w:w="457" w:type="pct"/>
            <w:vAlign w:val="bottom"/>
          </w:tcPr>
          <w:p w:rsidR="00BC7D06" w:rsidRPr="007E26CA" w:rsidRDefault="00BC7D06" w:rsidP="00BC7D06">
            <w:pPr>
              <w:pStyle w:val="TableBodyText"/>
              <w:rPr>
                <w:color w:val="000000"/>
              </w:rPr>
            </w:pPr>
            <w:r w:rsidRPr="007E26CA">
              <w:rPr>
                <w:color w:val="000000"/>
              </w:rPr>
              <w:t>77.3</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99.9</w:t>
            </w:r>
          </w:p>
        </w:tc>
        <w:tc>
          <w:tcPr>
            <w:tcW w:w="536" w:type="pct"/>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72.7</w:t>
            </w:r>
          </w:p>
        </w:tc>
      </w:tr>
      <w:tr w:rsidR="00BC7D06" w:rsidRPr="007E26CA" w:rsidTr="00BC7D06">
        <w:tc>
          <w:tcPr>
            <w:tcW w:w="808" w:type="pct"/>
          </w:tcPr>
          <w:p w:rsidR="00BC7D06" w:rsidRPr="007E26CA" w:rsidRDefault="00BC7D06" w:rsidP="00BC7D06">
            <w:pPr>
              <w:pStyle w:val="TableBodyText"/>
              <w:jc w:val="left"/>
            </w:pPr>
            <w:r w:rsidRPr="007E26CA">
              <w:t>Inner regional</w:t>
            </w:r>
          </w:p>
        </w:tc>
        <w:tc>
          <w:tcPr>
            <w:tcW w:w="457" w:type="pct"/>
            <w:vAlign w:val="bottom"/>
          </w:tcPr>
          <w:p w:rsidR="00BC7D06" w:rsidRPr="007E26CA" w:rsidRDefault="00BC7D06" w:rsidP="00BC7D06">
            <w:pPr>
              <w:pStyle w:val="TableBodyText"/>
              <w:rPr>
                <w:color w:val="000000"/>
              </w:rPr>
            </w:pPr>
            <w:r w:rsidRPr="007E26CA">
              <w:rPr>
                <w:color w:val="000000"/>
              </w:rPr>
              <w:t>13.3</w:t>
            </w:r>
          </w:p>
        </w:tc>
        <w:tc>
          <w:tcPr>
            <w:tcW w:w="457" w:type="pct"/>
            <w:vAlign w:val="bottom"/>
          </w:tcPr>
          <w:p w:rsidR="00BC7D06" w:rsidRPr="007E26CA" w:rsidRDefault="00BC7D06" w:rsidP="00BC7D06">
            <w:pPr>
              <w:pStyle w:val="TableBodyText"/>
              <w:rPr>
                <w:color w:val="000000"/>
              </w:rPr>
            </w:pPr>
            <w:r w:rsidRPr="007E26CA">
              <w:rPr>
                <w:color w:val="000000"/>
              </w:rPr>
              <w:t>22.4</w:t>
            </w:r>
          </w:p>
        </w:tc>
        <w:tc>
          <w:tcPr>
            <w:tcW w:w="457" w:type="pct"/>
            <w:vAlign w:val="bottom"/>
          </w:tcPr>
          <w:p w:rsidR="00BC7D06" w:rsidRPr="007E26CA" w:rsidRDefault="00BC7D06" w:rsidP="00BC7D06">
            <w:pPr>
              <w:pStyle w:val="TableBodyText"/>
              <w:rPr>
                <w:color w:val="000000"/>
              </w:rPr>
            </w:pPr>
            <w:r w:rsidRPr="007E26CA">
              <w:rPr>
                <w:color w:val="000000"/>
              </w:rPr>
              <w:t>16.5</w:t>
            </w:r>
          </w:p>
        </w:tc>
        <w:tc>
          <w:tcPr>
            <w:tcW w:w="457" w:type="pct"/>
            <w:vAlign w:val="bottom"/>
          </w:tcPr>
          <w:p w:rsidR="00BC7D06" w:rsidRPr="007E26CA" w:rsidRDefault="00BC7D06" w:rsidP="00BC7D06">
            <w:pPr>
              <w:pStyle w:val="TableBodyText"/>
              <w:rPr>
                <w:color w:val="000000"/>
              </w:rPr>
            </w:pPr>
            <w:r w:rsidRPr="007E26CA">
              <w:rPr>
                <w:color w:val="000000"/>
              </w:rPr>
              <w:t>10.0</w:t>
            </w:r>
          </w:p>
        </w:tc>
        <w:tc>
          <w:tcPr>
            <w:tcW w:w="457" w:type="pct"/>
            <w:vAlign w:val="bottom"/>
          </w:tcPr>
          <w:p w:rsidR="00BC7D06" w:rsidRPr="007E26CA" w:rsidRDefault="00BC7D06" w:rsidP="00BC7D06">
            <w:pPr>
              <w:pStyle w:val="TableBodyText"/>
              <w:rPr>
                <w:color w:val="000000"/>
              </w:rPr>
            </w:pPr>
            <w:r w:rsidRPr="007E26CA">
              <w:rPr>
                <w:color w:val="000000"/>
              </w:rPr>
              <w:t>6.7</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73.3</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0.1</w:t>
            </w:r>
          </w:p>
        </w:tc>
        <w:tc>
          <w:tcPr>
            <w:tcW w:w="536" w:type="pct"/>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15.8</w:t>
            </w:r>
          </w:p>
        </w:tc>
      </w:tr>
      <w:tr w:rsidR="00BC7D06" w:rsidRPr="007E26CA" w:rsidTr="00BC7D06">
        <w:tc>
          <w:tcPr>
            <w:tcW w:w="808" w:type="pct"/>
          </w:tcPr>
          <w:p w:rsidR="00BC7D06" w:rsidRPr="007E26CA" w:rsidRDefault="00BC7D06" w:rsidP="00BC7D06">
            <w:pPr>
              <w:pStyle w:val="TableBodyText"/>
              <w:jc w:val="left"/>
            </w:pPr>
            <w:r w:rsidRPr="007E26CA">
              <w:t>Outer regional</w:t>
            </w:r>
          </w:p>
        </w:tc>
        <w:tc>
          <w:tcPr>
            <w:tcW w:w="457" w:type="pct"/>
            <w:vAlign w:val="bottom"/>
          </w:tcPr>
          <w:p w:rsidR="00BC7D06" w:rsidRPr="007E26CA" w:rsidRDefault="00BC7D06" w:rsidP="00BC7D06">
            <w:pPr>
              <w:pStyle w:val="TableBodyText"/>
              <w:rPr>
                <w:color w:val="000000"/>
              </w:rPr>
            </w:pPr>
            <w:r w:rsidRPr="007E26CA">
              <w:rPr>
                <w:color w:val="000000"/>
              </w:rPr>
              <w:t>3.0</w:t>
            </w:r>
          </w:p>
        </w:tc>
        <w:tc>
          <w:tcPr>
            <w:tcW w:w="457" w:type="pct"/>
            <w:vAlign w:val="bottom"/>
          </w:tcPr>
          <w:p w:rsidR="00BC7D06" w:rsidRPr="007E26CA" w:rsidRDefault="00BC7D06" w:rsidP="00BC7D06">
            <w:pPr>
              <w:pStyle w:val="TableBodyText"/>
              <w:rPr>
                <w:color w:val="000000"/>
              </w:rPr>
            </w:pPr>
            <w:r w:rsidRPr="007E26CA">
              <w:rPr>
                <w:color w:val="000000"/>
              </w:rPr>
              <w:t>5.2</w:t>
            </w:r>
          </w:p>
        </w:tc>
        <w:tc>
          <w:tcPr>
            <w:tcW w:w="457" w:type="pct"/>
            <w:vAlign w:val="bottom"/>
          </w:tcPr>
          <w:p w:rsidR="00BC7D06" w:rsidRPr="007E26CA" w:rsidRDefault="00BC7D06" w:rsidP="00BC7D06">
            <w:pPr>
              <w:pStyle w:val="TableBodyText"/>
              <w:rPr>
                <w:color w:val="000000"/>
              </w:rPr>
            </w:pPr>
            <w:r w:rsidRPr="007E26CA">
              <w:rPr>
                <w:color w:val="000000"/>
              </w:rPr>
              <w:t>14.1</w:t>
            </w:r>
          </w:p>
        </w:tc>
        <w:tc>
          <w:tcPr>
            <w:tcW w:w="457" w:type="pct"/>
            <w:vAlign w:val="bottom"/>
          </w:tcPr>
          <w:p w:rsidR="00BC7D06" w:rsidRPr="007E26CA" w:rsidRDefault="00BC7D06" w:rsidP="00BC7D06">
            <w:pPr>
              <w:pStyle w:val="TableBodyText"/>
              <w:rPr>
                <w:color w:val="000000"/>
              </w:rPr>
            </w:pPr>
            <w:r w:rsidRPr="007E26CA">
              <w:rPr>
                <w:color w:val="000000"/>
              </w:rPr>
              <w:t>10.6</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13.9</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26.0</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vAlign w:val="bottom"/>
          </w:tcPr>
          <w:p w:rsidR="00BC7D06" w:rsidRPr="007E26CA" w:rsidRDefault="00BC7D06" w:rsidP="00BC7D06">
            <w:pPr>
              <w:pStyle w:val="TableBodyText"/>
              <w:rPr>
                <w:color w:val="000000" w:themeColor="text1"/>
              </w:rPr>
            </w:pPr>
            <w:r w:rsidRPr="007E26CA">
              <w:rPr>
                <w:color w:val="000000" w:themeColor="text1"/>
              </w:rPr>
              <w:t>71.0</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9.0</w:t>
            </w:r>
          </w:p>
        </w:tc>
      </w:tr>
      <w:tr w:rsidR="00BC7D06" w:rsidRPr="007E26CA" w:rsidTr="00BC7D06">
        <w:tc>
          <w:tcPr>
            <w:tcW w:w="808" w:type="pct"/>
          </w:tcPr>
          <w:p w:rsidR="00BC7D06" w:rsidRPr="007E26CA" w:rsidRDefault="00BC7D06" w:rsidP="00BC7D06">
            <w:pPr>
              <w:pStyle w:val="TableBodyText"/>
              <w:jc w:val="left"/>
            </w:pPr>
            <w:r w:rsidRPr="007E26CA">
              <w:t>Remote</w:t>
            </w:r>
          </w:p>
        </w:tc>
        <w:tc>
          <w:tcPr>
            <w:tcW w:w="457" w:type="pct"/>
            <w:vAlign w:val="bottom"/>
          </w:tcPr>
          <w:p w:rsidR="00BC7D06" w:rsidRPr="007E26CA" w:rsidRDefault="00BC7D06" w:rsidP="00BC7D06">
            <w:pPr>
              <w:pStyle w:val="TableBodyText"/>
              <w:rPr>
                <w:color w:val="000000"/>
              </w:rPr>
            </w:pPr>
            <w:r w:rsidRPr="007E26CA">
              <w:rPr>
                <w:color w:val="000000"/>
              </w:rPr>
              <w:t>0.3</w:t>
            </w:r>
          </w:p>
        </w:tc>
        <w:tc>
          <w:tcPr>
            <w:tcW w:w="457" w:type="pct"/>
            <w:vAlign w:val="bottom"/>
          </w:tcPr>
          <w:p w:rsidR="00BC7D06" w:rsidRPr="007E26CA" w:rsidRDefault="00BC7D06" w:rsidP="00BC7D06">
            <w:pPr>
              <w:pStyle w:val="TableBodyText"/>
              <w:rPr>
                <w:color w:val="000000"/>
              </w:rPr>
            </w:pPr>
            <w:r w:rsidRPr="007E26CA">
              <w:rPr>
                <w:color w:val="000000"/>
              </w:rPr>
              <w:t>–</w:t>
            </w:r>
          </w:p>
        </w:tc>
        <w:tc>
          <w:tcPr>
            <w:tcW w:w="457" w:type="pct"/>
            <w:vAlign w:val="bottom"/>
          </w:tcPr>
          <w:p w:rsidR="00BC7D06" w:rsidRPr="007E26CA" w:rsidRDefault="00BC7D06" w:rsidP="00BC7D06">
            <w:pPr>
              <w:pStyle w:val="TableBodyText"/>
              <w:rPr>
                <w:color w:val="000000"/>
              </w:rPr>
            </w:pPr>
            <w:r w:rsidRPr="007E26CA">
              <w:rPr>
                <w:color w:val="000000"/>
              </w:rPr>
              <w:t>1.6</w:t>
            </w:r>
          </w:p>
        </w:tc>
        <w:tc>
          <w:tcPr>
            <w:tcW w:w="457" w:type="pct"/>
            <w:vAlign w:val="bottom"/>
          </w:tcPr>
          <w:p w:rsidR="00BC7D06" w:rsidRPr="007E26CA" w:rsidRDefault="00BC7D06" w:rsidP="00BC7D06">
            <w:pPr>
              <w:pStyle w:val="TableBodyText"/>
              <w:rPr>
                <w:color w:val="000000"/>
              </w:rPr>
            </w:pPr>
            <w:r w:rsidRPr="007E26CA">
              <w:rPr>
                <w:color w:val="000000"/>
              </w:rPr>
              <w:t>8.2</w:t>
            </w:r>
          </w:p>
        </w:tc>
        <w:tc>
          <w:tcPr>
            <w:tcW w:w="457" w:type="pct"/>
            <w:vAlign w:val="bottom"/>
          </w:tcPr>
          <w:p w:rsidR="00BC7D06" w:rsidRPr="007E26CA" w:rsidRDefault="00BC7D06" w:rsidP="00BC7D06">
            <w:pPr>
              <w:pStyle w:val="TableBodyText"/>
              <w:rPr>
                <w:color w:val="000000"/>
              </w:rPr>
            </w:pPr>
            <w:r w:rsidRPr="007E26CA">
              <w:rPr>
                <w:color w:val="000000"/>
              </w:rPr>
              <w:t>1.8</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0.5</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vAlign w:val="bottom"/>
          </w:tcPr>
          <w:p w:rsidR="00BC7D06" w:rsidRPr="007E26CA" w:rsidRDefault="00BC7D06" w:rsidP="00BC7D06">
            <w:pPr>
              <w:pStyle w:val="TableBodyText"/>
              <w:rPr>
                <w:color w:val="000000" w:themeColor="text1"/>
              </w:rPr>
            </w:pPr>
            <w:r w:rsidRPr="007E26CA">
              <w:rPr>
                <w:color w:val="000000" w:themeColor="text1"/>
              </w:rPr>
              <w:t>25.4</w:t>
            </w:r>
          </w:p>
        </w:tc>
        <w:tc>
          <w:tcPr>
            <w:tcW w:w="457" w:type="pct"/>
            <w:vAlign w:val="bottom"/>
          </w:tcPr>
          <w:p w:rsidR="00BC7D06" w:rsidRPr="007E26CA" w:rsidRDefault="00BC7D06" w:rsidP="00BC7D06">
            <w:pPr>
              <w:pStyle w:val="TableBodyText"/>
              <w:rPr>
                <w:color w:val="000000" w:themeColor="text1"/>
              </w:rPr>
            </w:pPr>
            <w:r w:rsidRPr="007E26CA">
              <w:rPr>
                <w:color w:val="000000" w:themeColor="text1"/>
              </w:rPr>
              <w:t>1.8</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Very remote</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0.5</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4.5</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0.2</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0.2</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3.6</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0.6</w:t>
            </w:r>
          </w:p>
        </w:tc>
      </w:tr>
      <w:tr w:rsidR="00BC7D06" w:rsidRPr="007E26CA" w:rsidTr="00BC7D06">
        <w:tc>
          <w:tcPr>
            <w:tcW w:w="808" w:type="pct"/>
            <w:shd w:val="clear" w:color="auto" w:fill="auto"/>
          </w:tcPr>
          <w:p w:rsidR="00BC7D06" w:rsidRPr="007E26CA" w:rsidRDefault="00BC7D06" w:rsidP="00BC7D06">
            <w:pPr>
              <w:pStyle w:val="TableBodyText"/>
              <w:jc w:val="left"/>
              <w:rPr>
                <w:b/>
              </w:rPr>
            </w:pPr>
            <w:r w:rsidRPr="007E26CA">
              <w:rPr>
                <w:b/>
              </w:rPr>
              <w:t>Total</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457" w:type="pct"/>
            <w:shd w:val="clear" w:color="auto" w:fill="auto"/>
            <w:vAlign w:val="bottom"/>
          </w:tcPr>
          <w:p w:rsidR="00BC7D06" w:rsidRPr="007E26CA" w:rsidRDefault="00BC7D06" w:rsidP="00BC7D06">
            <w:pPr>
              <w:pStyle w:val="TableBodyText"/>
              <w:rPr>
                <w:b/>
              </w:rPr>
            </w:pPr>
            <w:r w:rsidRPr="007E26CA">
              <w:rPr>
                <w:b/>
              </w:rPr>
              <w:t>100.0</w:t>
            </w:r>
          </w:p>
        </w:tc>
        <w:tc>
          <w:tcPr>
            <w:tcW w:w="457" w:type="pct"/>
            <w:shd w:val="clear" w:color="auto" w:fill="auto"/>
            <w:vAlign w:val="bottom"/>
          </w:tcPr>
          <w:p w:rsidR="00BC7D06" w:rsidRPr="007E26CA" w:rsidRDefault="00BC7D06" w:rsidP="00BC7D06">
            <w:pPr>
              <w:pStyle w:val="TableBodyText"/>
              <w:rPr>
                <w:b/>
              </w:rPr>
            </w:pPr>
            <w:r w:rsidRPr="007E26CA">
              <w:rPr>
                <w:b/>
              </w:rPr>
              <w:t>100.0</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536" w:type="pct"/>
            <w:shd w:val="clear" w:color="auto" w:fill="auto"/>
            <w:vAlign w:val="bottom"/>
          </w:tcPr>
          <w:p w:rsidR="00BC7D06" w:rsidRPr="007E26CA" w:rsidRDefault="00BC7D06" w:rsidP="00BC7D06">
            <w:pPr>
              <w:pStyle w:val="TableBodyText"/>
              <w:rPr>
                <w:b/>
              </w:rPr>
            </w:pPr>
            <w:r w:rsidRPr="007E26CA">
              <w:rPr>
                <w:b/>
              </w:rPr>
              <w:t>100.0</w:t>
            </w:r>
          </w:p>
        </w:tc>
        <w:tc>
          <w:tcPr>
            <w:tcW w:w="457" w:type="pct"/>
            <w:shd w:val="clear" w:color="auto" w:fill="auto"/>
            <w:vAlign w:val="bottom"/>
          </w:tcPr>
          <w:p w:rsidR="00BC7D06" w:rsidRPr="007E26CA" w:rsidRDefault="00BC7D06" w:rsidP="00BC7D06">
            <w:pPr>
              <w:pStyle w:val="TableBodyText"/>
              <w:rPr>
                <w:b/>
              </w:rPr>
            </w:pPr>
            <w:r w:rsidRPr="007E26CA">
              <w:rPr>
                <w:b/>
              </w:rPr>
              <w:t>100.0</w:t>
            </w:r>
          </w:p>
        </w:tc>
      </w:tr>
      <w:tr w:rsidR="00BC7D06" w:rsidRPr="007E26CA" w:rsidTr="00BC7D06">
        <w:tc>
          <w:tcPr>
            <w:tcW w:w="5000" w:type="pct"/>
            <w:gridSpan w:val="10"/>
            <w:shd w:val="clear" w:color="auto" w:fill="auto"/>
          </w:tcPr>
          <w:p w:rsidR="00BC7D06" w:rsidRPr="007E26CA" w:rsidRDefault="00BC7D06" w:rsidP="00BC7D06">
            <w:pPr>
              <w:pStyle w:val="TableColumnHeading"/>
              <w:jc w:val="left"/>
            </w:pPr>
            <w:r w:rsidRPr="007E26CA">
              <w:t>SOMIH</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Major cities</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43.7</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13.3</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60.8</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35.1</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Inner regional</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31.5</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18.6</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7.8</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82.9</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24.6</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Outer regional</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18.3</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39.6</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18.2</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17.1</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25.4</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Remote</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5.6</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10.2</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5.4</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6.9</w:t>
            </w:r>
          </w:p>
        </w:tc>
      </w:tr>
      <w:tr w:rsidR="00BC7D06" w:rsidRPr="007E26CA" w:rsidTr="00BC7D06">
        <w:tc>
          <w:tcPr>
            <w:tcW w:w="808" w:type="pct"/>
            <w:shd w:val="clear" w:color="auto" w:fill="auto"/>
          </w:tcPr>
          <w:p w:rsidR="00BC7D06" w:rsidRPr="007E26CA" w:rsidRDefault="00BC7D06" w:rsidP="00BC7D06">
            <w:pPr>
              <w:pStyle w:val="TableBodyText"/>
              <w:jc w:val="left"/>
            </w:pPr>
            <w:r w:rsidRPr="007E26CA">
              <w:t>Very remote</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0.8</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18.2</w:t>
            </w:r>
          </w:p>
        </w:tc>
        <w:tc>
          <w:tcPr>
            <w:tcW w:w="457" w:type="pct"/>
            <w:shd w:val="clear" w:color="auto" w:fill="auto"/>
            <w:vAlign w:val="bottom"/>
          </w:tcPr>
          <w:p w:rsidR="00BC7D06" w:rsidRPr="007E26CA" w:rsidRDefault="00BC7D06" w:rsidP="00BC7D06">
            <w:pPr>
              <w:pStyle w:val="TableBodyText"/>
              <w:rPr>
                <w:color w:val="000000"/>
              </w:rPr>
            </w:pPr>
            <w:r w:rsidRPr="007E26CA">
              <w:rPr>
                <w:color w:val="000000"/>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7.8</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536"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w:t>
            </w:r>
          </w:p>
        </w:tc>
        <w:tc>
          <w:tcPr>
            <w:tcW w:w="457" w:type="pct"/>
            <w:shd w:val="clear" w:color="auto" w:fill="auto"/>
            <w:vAlign w:val="bottom"/>
          </w:tcPr>
          <w:p w:rsidR="00BC7D06" w:rsidRPr="007E26CA" w:rsidRDefault="00BC7D06" w:rsidP="00BC7D06">
            <w:pPr>
              <w:pStyle w:val="TableBodyText"/>
              <w:rPr>
                <w:color w:val="000000" w:themeColor="text1"/>
              </w:rPr>
            </w:pPr>
            <w:r w:rsidRPr="007E26CA">
              <w:rPr>
                <w:color w:val="000000" w:themeColor="text1"/>
              </w:rPr>
              <w:t>8.0</w:t>
            </w:r>
          </w:p>
        </w:tc>
      </w:tr>
      <w:tr w:rsidR="00BC7D06" w:rsidRPr="007E26CA" w:rsidTr="00BC7D06">
        <w:tc>
          <w:tcPr>
            <w:tcW w:w="808" w:type="pct"/>
            <w:shd w:val="clear" w:color="auto" w:fill="auto"/>
          </w:tcPr>
          <w:p w:rsidR="00BC7D06" w:rsidRPr="007E26CA" w:rsidRDefault="00BC7D06" w:rsidP="00BC7D06">
            <w:pPr>
              <w:pStyle w:val="TableBodyText"/>
              <w:jc w:val="left"/>
              <w:rPr>
                <w:b/>
              </w:rPr>
            </w:pPr>
            <w:r w:rsidRPr="007E26CA">
              <w:rPr>
                <w:b/>
              </w:rPr>
              <w:t>Total</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100.0</w:t>
            </w:r>
          </w:p>
        </w:tc>
        <w:tc>
          <w:tcPr>
            <w:tcW w:w="457" w:type="pct"/>
            <w:shd w:val="clear" w:color="auto" w:fill="auto"/>
            <w:vAlign w:val="bottom"/>
          </w:tcPr>
          <w:p w:rsidR="00BC7D06" w:rsidRPr="007E26CA" w:rsidRDefault="00BC7D06" w:rsidP="00BC7D06">
            <w:pPr>
              <w:pStyle w:val="TableBodyText"/>
              <w:rPr>
                <w:b/>
                <w:color w:val="000000"/>
              </w:rPr>
            </w:pPr>
            <w:r w:rsidRPr="007E26CA">
              <w:rPr>
                <w:b/>
                <w:color w:val="000000"/>
              </w:rPr>
              <w:t>..</w:t>
            </w:r>
          </w:p>
        </w:tc>
        <w:tc>
          <w:tcPr>
            <w:tcW w:w="457" w:type="pct"/>
            <w:shd w:val="clear" w:color="auto" w:fill="auto"/>
            <w:vAlign w:val="bottom"/>
          </w:tcPr>
          <w:p w:rsidR="00BC7D06" w:rsidRPr="007E26CA" w:rsidRDefault="00BC7D06" w:rsidP="00BC7D06">
            <w:pPr>
              <w:pStyle w:val="TableBodyText"/>
              <w:rPr>
                <w:b/>
              </w:rPr>
            </w:pPr>
            <w:r w:rsidRPr="007E26CA">
              <w:rPr>
                <w:b/>
              </w:rPr>
              <w:t>100.0</w:t>
            </w:r>
          </w:p>
        </w:tc>
        <w:tc>
          <w:tcPr>
            <w:tcW w:w="457" w:type="pct"/>
            <w:shd w:val="clear" w:color="auto" w:fill="auto"/>
            <w:vAlign w:val="bottom"/>
          </w:tcPr>
          <w:p w:rsidR="00BC7D06" w:rsidRPr="007E26CA" w:rsidRDefault="00BC7D06" w:rsidP="00BC7D06">
            <w:pPr>
              <w:pStyle w:val="TableBodyText"/>
              <w:rPr>
                <w:b/>
              </w:rPr>
            </w:pPr>
            <w:r w:rsidRPr="007E26CA">
              <w:rPr>
                <w:b/>
              </w:rPr>
              <w:t>..</w:t>
            </w:r>
          </w:p>
        </w:tc>
        <w:tc>
          <w:tcPr>
            <w:tcW w:w="457" w:type="pct"/>
            <w:shd w:val="clear" w:color="auto" w:fill="auto"/>
            <w:vAlign w:val="bottom"/>
          </w:tcPr>
          <w:p w:rsidR="00BC7D06" w:rsidRPr="007E26CA" w:rsidRDefault="00BC7D06" w:rsidP="00BC7D06">
            <w:pPr>
              <w:pStyle w:val="TableBodyText"/>
              <w:rPr>
                <w:b/>
                <w:color w:val="000000" w:themeColor="text1"/>
              </w:rPr>
            </w:pPr>
            <w:r w:rsidRPr="007E26CA">
              <w:rPr>
                <w:b/>
                <w:color w:val="000000" w:themeColor="text1"/>
              </w:rPr>
              <w:t>100.0</w:t>
            </w:r>
          </w:p>
        </w:tc>
        <w:tc>
          <w:tcPr>
            <w:tcW w:w="457" w:type="pct"/>
            <w:shd w:val="clear" w:color="auto" w:fill="auto"/>
            <w:vAlign w:val="bottom"/>
          </w:tcPr>
          <w:p w:rsidR="00BC7D06" w:rsidRPr="007E26CA" w:rsidRDefault="00BC7D06" w:rsidP="00BC7D06">
            <w:pPr>
              <w:pStyle w:val="TableBodyText"/>
              <w:rPr>
                <w:b/>
                <w:color w:val="000000" w:themeColor="text1"/>
              </w:rPr>
            </w:pPr>
            <w:r w:rsidRPr="007E26CA">
              <w:rPr>
                <w:b/>
                <w:color w:val="000000" w:themeColor="text1"/>
              </w:rPr>
              <w:t>100.0</w:t>
            </w:r>
          </w:p>
        </w:tc>
        <w:tc>
          <w:tcPr>
            <w:tcW w:w="457" w:type="pct"/>
            <w:shd w:val="clear" w:color="auto" w:fill="auto"/>
            <w:vAlign w:val="bottom"/>
          </w:tcPr>
          <w:p w:rsidR="00BC7D06" w:rsidRPr="007E26CA" w:rsidRDefault="00BC7D06" w:rsidP="00BC7D06">
            <w:pPr>
              <w:pStyle w:val="TableBodyText"/>
              <w:rPr>
                <w:b/>
                <w:color w:val="000000" w:themeColor="text1"/>
              </w:rPr>
            </w:pPr>
            <w:r w:rsidRPr="007E26CA">
              <w:rPr>
                <w:b/>
                <w:color w:val="000000" w:themeColor="text1"/>
              </w:rPr>
              <w:t>..</w:t>
            </w:r>
          </w:p>
        </w:tc>
        <w:tc>
          <w:tcPr>
            <w:tcW w:w="536" w:type="pct"/>
            <w:shd w:val="clear" w:color="auto" w:fill="auto"/>
            <w:vAlign w:val="bottom"/>
          </w:tcPr>
          <w:p w:rsidR="00BC7D06" w:rsidRPr="007E26CA" w:rsidRDefault="00BC7D06" w:rsidP="00BC7D06">
            <w:pPr>
              <w:pStyle w:val="TableBodyText"/>
              <w:rPr>
                <w:b/>
                <w:color w:val="000000" w:themeColor="text1"/>
              </w:rPr>
            </w:pPr>
            <w:r w:rsidRPr="007E26CA">
              <w:rPr>
                <w:b/>
                <w:color w:val="000000" w:themeColor="text1"/>
              </w:rPr>
              <w:t>..</w:t>
            </w:r>
          </w:p>
        </w:tc>
        <w:tc>
          <w:tcPr>
            <w:tcW w:w="457" w:type="pct"/>
            <w:shd w:val="clear" w:color="auto" w:fill="auto"/>
            <w:vAlign w:val="bottom"/>
          </w:tcPr>
          <w:p w:rsidR="00BC7D06" w:rsidRPr="007E26CA" w:rsidRDefault="00BC7D06" w:rsidP="00BC7D06">
            <w:pPr>
              <w:pStyle w:val="TableBodyText"/>
              <w:rPr>
                <w:b/>
                <w:color w:val="000000" w:themeColor="text1"/>
              </w:rPr>
            </w:pPr>
            <w:r w:rsidRPr="007E26CA">
              <w:rPr>
                <w:b/>
                <w:color w:val="000000" w:themeColor="text1"/>
              </w:rPr>
              <w:t>100.0</w:t>
            </w:r>
          </w:p>
        </w:tc>
      </w:tr>
      <w:tr w:rsidR="00BC7D06" w:rsidRPr="007E26CA" w:rsidTr="00BC7D06">
        <w:tc>
          <w:tcPr>
            <w:tcW w:w="5000" w:type="pct"/>
            <w:gridSpan w:val="10"/>
            <w:shd w:val="clear" w:color="auto" w:fill="auto"/>
          </w:tcPr>
          <w:p w:rsidR="00BC7D06" w:rsidRPr="007E26CA" w:rsidRDefault="00BC7D06" w:rsidP="00BC7D06">
            <w:pPr>
              <w:pStyle w:val="TableColumnHeading"/>
              <w:jc w:val="left"/>
              <w:rPr>
                <w:color w:val="000000" w:themeColor="text1"/>
              </w:rPr>
            </w:pPr>
            <w:r w:rsidRPr="007E26CA">
              <w:rPr>
                <w:color w:val="000000" w:themeColor="text1"/>
              </w:rPr>
              <w:t>Community housing</w:t>
            </w:r>
          </w:p>
        </w:tc>
      </w:tr>
      <w:tr w:rsidR="00BC7D06" w:rsidRPr="007E26CA" w:rsidTr="00BC7D06">
        <w:tc>
          <w:tcPr>
            <w:tcW w:w="808" w:type="pct"/>
            <w:shd w:val="clear" w:color="auto" w:fill="auto"/>
          </w:tcPr>
          <w:p w:rsidR="00BC7D06" w:rsidRPr="007E26CA" w:rsidRDefault="00BC7D06" w:rsidP="00BC7D06">
            <w:pPr>
              <w:pStyle w:val="TableBodyText"/>
              <w:jc w:val="left"/>
              <w:rPr>
                <w:color w:val="000000" w:themeColor="text1"/>
              </w:rPr>
            </w:pPr>
            <w:r w:rsidRPr="007E26CA">
              <w:rPr>
                <w:color w:val="000000" w:themeColor="text1"/>
              </w:rPr>
              <w:t>Major cities</w:t>
            </w:r>
          </w:p>
        </w:tc>
        <w:tc>
          <w:tcPr>
            <w:tcW w:w="457" w:type="pct"/>
            <w:shd w:val="clear" w:color="auto" w:fill="auto"/>
            <w:vAlign w:val="center"/>
          </w:tcPr>
          <w:p w:rsidR="00BC7D06" w:rsidRPr="007E26CA" w:rsidRDefault="00BC7D06" w:rsidP="00BC7D06">
            <w:pPr>
              <w:pStyle w:val="TableBodyText"/>
            </w:pPr>
            <w:r w:rsidRPr="007E26CA">
              <w:t>67.2</w:t>
            </w:r>
          </w:p>
        </w:tc>
        <w:tc>
          <w:tcPr>
            <w:tcW w:w="457" w:type="pct"/>
            <w:shd w:val="clear" w:color="auto" w:fill="auto"/>
            <w:vAlign w:val="center"/>
          </w:tcPr>
          <w:p w:rsidR="00BC7D06" w:rsidRPr="007E26CA" w:rsidRDefault="00BC7D06" w:rsidP="00BC7D06">
            <w:pPr>
              <w:pStyle w:val="TableBodyText"/>
            </w:pPr>
            <w:r w:rsidRPr="007E26CA">
              <w:t>71.8</w:t>
            </w:r>
          </w:p>
        </w:tc>
        <w:tc>
          <w:tcPr>
            <w:tcW w:w="457" w:type="pct"/>
            <w:shd w:val="clear" w:color="auto" w:fill="auto"/>
            <w:vAlign w:val="center"/>
          </w:tcPr>
          <w:p w:rsidR="00BC7D06" w:rsidRPr="007E26CA" w:rsidRDefault="00BC7D06" w:rsidP="00BC7D06">
            <w:pPr>
              <w:pStyle w:val="TableBodyText"/>
            </w:pPr>
            <w:r w:rsidRPr="007E26CA">
              <w:t>51.0</w:t>
            </w:r>
          </w:p>
        </w:tc>
        <w:tc>
          <w:tcPr>
            <w:tcW w:w="457" w:type="pct"/>
            <w:shd w:val="clear" w:color="auto" w:fill="auto"/>
            <w:vAlign w:val="center"/>
          </w:tcPr>
          <w:p w:rsidR="00BC7D06" w:rsidRPr="007E26CA" w:rsidRDefault="00BC7D06" w:rsidP="00BC7D06">
            <w:pPr>
              <w:pStyle w:val="TableBodyText"/>
            </w:pPr>
            <w:r w:rsidRPr="007E26CA">
              <w:t>71.6</w:t>
            </w:r>
          </w:p>
        </w:tc>
        <w:tc>
          <w:tcPr>
            <w:tcW w:w="457" w:type="pct"/>
            <w:shd w:val="clear" w:color="auto" w:fill="auto"/>
            <w:vAlign w:val="center"/>
          </w:tcPr>
          <w:p w:rsidR="00BC7D06" w:rsidRPr="007E26CA" w:rsidRDefault="00BC7D06" w:rsidP="00BC7D06">
            <w:pPr>
              <w:pStyle w:val="TableBodyText"/>
            </w:pPr>
            <w:r w:rsidRPr="007E26CA">
              <w:t>84.5</w:t>
            </w:r>
          </w:p>
        </w:tc>
        <w:tc>
          <w:tcPr>
            <w:tcW w:w="457" w:type="pct"/>
            <w:shd w:val="clear" w:color="auto" w:fill="auto"/>
            <w:vAlign w:val="center"/>
          </w:tcPr>
          <w:p w:rsidR="00BC7D06" w:rsidRPr="007E26CA" w:rsidRDefault="00BC7D06" w:rsidP="00BC7D06">
            <w:pPr>
              <w:pStyle w:val="TableBodyText"/>
            </w:pPr>
            <w:r w:rsidRPr="007E26CA">
              <w:t>..</w:t>
            </w:r>
          </w:p>
        </w:tc>
        <w:tc>
          <w:tcPr>
            <w:tcW w:w="457" w:type="pct"/>
            <w:shd w:val="clear" w:color="auto" w:fill="auto"/>
            <w:vAlign w:val="center"/>
          </w:tcPr>
          <w:p w:rsidR="00BC7D06" w:rsidRPr="007E26CA" w:rsidRDefault="00BC7D06" w:rsidP="00BC7D06">
            <w:pPr>
              <w:pStyle w:val="TableBodyText"/>
            </w:pPr>
            <w:r w:rsidRPr="007E26CA">
              <w:t>99.7</w:t>
            </w:r>
          </w:p>
        </w:tc>
        <w:tc>
          <w:tcPr>
            <w:tcW w:w="536" w:type="pct"/>
            <w:shd w:val="clear" w:color="auto" w:fill="auto"/>
            <w:vAlign w:val="center"/>
          </w:tcPr>
          <w:p w:rsidR="00BC7D06" w:rsidRPr="007E26CA" w:rsidRDefault="00BC7D06" w:rsidP="00BC7D06">
            <w:pPr>
              <w:pStyle w:val="TableBodyText"/>
            </w:pPr>
            <w:r w:rsidRPr="007E26CA">
              <w:t>..</w:t>
            </w:r>
          </w:p>
        </w:tc>
        <w:tc>
          <w:tcPr>
            <w:tcW w:w="457" w:type="pct"/>
            <w:shd w:val="clear" w:color="auto" w:fill="auto"/>
            <w:vAlign w:val="center"/>
          </w:tcPr>
          <w:p w:rsidR="00BC7D06" w:rsidRPr="007E26CA" w:rsidRDefault="00BC7D06" w:rsidP="00BC7D06">
            <w:pPr>
              <w:pStyle w:val="TableBodyText"/>
            </w:pPr>
            <w:r w:rsidRPr="007E26CA">
              <w:t>64.9</w:t>
            </w:r>
          </w:p>
        </w:tc>
      </w:tr>
      <w:tr w:rsidR="00BC7D06" w:rsidRPr="007E26CA" w:rsidTr="00BC7D06">
        <w:tc>
          <w:tcPr>
            <w:tcW w:w="808" w:type="pct"/>
            <w:shd w:val="clear" w:color="auto" w:fill="auto"/>
          </w:tcPr>
          <w:p w:rsidR="00BC7D06" w:rsidRPr="007E26CA" w:rsidRDefault="00BC7D06" w:rsidP="00BC7D06">
            <w:pPr>
              <w:pStyle w:val="TableBodyText"/>
              <w:jc w:val="left"/>
              <w:rPr>
                <w:color w:val="000000" w:themeColor="text1"/>
              </w:rPr>
            </w:pPr>
            <w:r w:rsidRPr="007E26CA">
              <w:rPr>
                <w:color w:val="000000" w:themeColor="text1"/>
              </w:rPr>
              <w:t>Inner regional</w:t>
            </w:r>
          </w:p>
        </w:tc>
        <w:tc>
          <w:tcPr>
            <w:tcW w:w="457" w:type="pct"/>
            <w:shd w:val="clear" w:color="auto" w:fill="auto"/>
            <w:vAlign w:val="center"/>
          </w:tcPr>
          <w:p w:rsidR="00BC7D06" w:rsidRPr="007E26CA" w:rsidRDefault="00BC7D06" w:rsidP="00BC7D06">
            <w:pPr>
              <w:pStyle w:val="TableBodyText"/>
            </w:pPr>
            <w:r w:rsidRPr="007E26CA">
              <w:t>26.3</w:t>
            </w:r>
          </w:p>
        </w:tc>
        <w:tc>
          <w:tcPr>
            <w:tcW w:w="457" w:type="pct"/>
            <w:shd w:val="clear" w:color="auto" w:fill="auto"/>
            <w:vAlign w:val="center"/>
          </w:tcPr>
          <w:p w:rsidR="00BC7D06" w:rsidRPr="007E26CA" w:rsidRDefault="00BC7D06" w:rsidP="00BC7D06">
            <w:pPr>
              <w:pStyle w:val="TableBodyText"/>
            </w:pPr>
            <w:r w:rsidRPr="007E26CA">
              <w:t>24.5</w:t>
            </w:r>
          </w:p>
        </w:tc>
        <w:tc>
          <w:tcPr>
            <w:tcW w:w="457" w:type="pct"/>
            <w:shd w:val="clear" w:color="auto" w:fill="auto"/>
            <w:vAlign w:val="center"/>
          </w:tcPr>
          <w:p w:rsidR="00BC7D06" w:rsidRPr="007E26CA" w:rsidRDefault="00BC7D06" w:rsidP="00BC7D06">
            <w:pPr>
              <w:pStyle w:val="TableBodyText"/>
            </w:pPr>
            <w:r w:rsidRPr="007E26CA">
              <w:t>22.0</w:t>
            </w:r>
          </w:p>
        </w:tc>
        <w:tc>
          <w:tcPr>
            <w:tcW w:w="457" w:type="pct"/>
            <w:shd w:val="clear" w:color="auto" w:fill="auto"/>
            <w:vAlign w:val="center"/>
          </w:tcPr>
          <w:p w:rsidR="00BC7D06" w:rsidRPr="007E26CA" w:rsidRDefault="00BC7D06" w:rsidP="00BC7D06">
            <w:pPr>
              <w:pStyle w:val="TableBodyText"/>
            </w:pPr>
            <w:r w:rsidRPr="007E26CA">
              <w:t>19.3</w:t>
            </w:r>
          </w:p>
        </w:tc>
        <w:tc>
          <w:tcPr>
            <w:tcW w:w="457" w:type="pct"/>
            <w:shd w:val="clear" w:color="auto" w:fill="auto"/>
            <w:vAlign w:val="center"/>
          </w:tcPr>
          <w:p w:rsidR="00BC7D06" w:rsidRPr="007E26CA" w:rsidRDefault="00BC7D06" w:rsidP="00BC7D06">
            <w:pPr>
              <w:pStyle w:val="TableBodyText"/>
            </w:pPr>
            <w:r w:rsidRPr="007E26CA">
              <w:t>8.9</w:t>
            </w:r>
          </w:p>
        </w:tc>
        <w:tc>
          <w:tcPr>
            <w:tcW w:w="457" w:type="pct"/>
            <w:shd w:val="clear" w:color="auto" w:fill="auto"/>
            <w:vAlign w:val="center"/>
          </w:tcPr>
          <w:p w:rsidR="00BC7D06" w:rsidRPr="007E26CA" w:rsidRDefault="00BC7D06" w:rsidP="00BC7D06">
            <w:pPr>
              <w:pStyle w:val="TableBodyText"/>
            </w:pPr>
            <w:r w:rsidRPr="007E26CA">
              <w:t>72.3</w:t>
            </w:r>
          </w:p>
        </w:tc>
        <w:tc>
          <w:tcPr>
            <w:tcW w:w="457" w:type="pct"/>
            <w:shd w:val="clear" w:color="auto" w:fill="auto"/>
            <w:vAlign w:val="center"/>
          </w:tcPr>
          <w:p w:rsidR="00BC7D06" w:rsidRPr="007E26CA" w:rsidRDefault="00BC7D06" w:rsidP="00BC7D06">
            <w:pPr>
              <w:pStyle w:val="TableBodyText"/>
            </w:pPr>
            <w:r w:rsidRPr="007E26CA">
              <w:t>0.3</w:t>
            </w:r>
          </w:p>
        </w:tc>
        <w:tc>
          <w:tcPr>
            <w:tcW w:w="536" w:type="pct"/>
            <w:shd w:val="clear" w:color="auto" w:fill="auto"/>
            <w:vAlign w:val="center"/>
          </w:tcPr>
          <w:p w:rsidR="00BC7D06" w:rsidRPr="007E26CA" w:rsidRDefault="00BC7D06" w:rsidP="00BC7D06">
            <w:pPr>
              <w:pStyle w:val="TableBodyText"/>
            </w:pPr>
            <w:r w:rsidRPr="007E26CA">
              <w:t>..</w:t>
            </w:r>
          </w:p>
        </w:tc>
        <w:tc>
          <w:tcPr>
            <w:tcW w:w="457" w:type="pct"/>
            <w:shd w:val="clear" w:color="auto" w:fill="auto"/>
            <w:vAlign w:val="center"/>
          </w:tcPr>
          <w:p w:rsidR="00BC7D06" w:rsidRPr="007E26CA" w:rsidRDefault="00BC7D06" w:rsidP="00BC7D06">
            <w:pPr>
              <w:pStyle w:val="TableBodyText"/>
            </w:pPr>
            <w:r w:rsidRPr="007E26CA">
              <w:t>24.0</w:t>
            </w:r>
          </w:p>
        </w:tc>
      </w:tr>
      <w:tr w:rsidR="00BC7D06" w:rsidRPr="007E26CA" w:rsidTr="00BC7D06">
        <w:tc>
          <w:tcPr>
            <w:tcW w:w="808" w:type="pct"/>
            <w:shd w:val="clear" w:color="auto" w:fill="auto"/>
          </w:tcPr>
          <w:p w:rsidR="00BC7D06" w:rsidRPr="007E26CA" w:rsidRDefault="00BC7D06" w:rsidP="00BC7D06">
            <w:pPr>
              <w:pStyle w:val="TableBodyText"/>
              <w:jc w:val="left"/>
              <w:rPr>
                <w:color w:val="000000" w:themeColor="text1"/>
              </w:rPr>
            </w:pPr>
            <w:r w:rsidRPr="007E26CA">
              <w:rPr>
                <w:color w:val="000000" w:themeColor="text1"/>
              </w:rPr>
              <w:t>Outer regional</w:t>
            </w:r>
          </w:p>
        </w:tc>
        <w:tc>
          <w:tcPr>
            <w:tcW w:w="457" w:type="pct"/>
            <w:shd w:val="clear" w:color="auto" w:fill="auto"/>
            <w:vAlign w:val="center"/>
          </w:tcPr>
          <w:p w:rsidR="00BC7D06" w:rsidRPr="007E26CA" w:rsidRDefault="00BC7D06" w:rsidP="00BC7D06">
            <w:pPr>
              <w:pStyle w:val="TableBodyText"/>
            </w:pPr>
            <w:r w:rsidRPr="007E26CA">
              <w:t>6.4</w:t>
            </w:r>
          </w:p>
        </w:tc>
        <w:tc>
          <w:tcPr>
            <w:tcW w:w="457" w:type="pct"/>
            <w:shd w:val="clear" w:color="auto" w:fill="auto"/>
            <w:vAlign w:val="center"/>
          </w:tcPr>
          <w:p w:rsidR="00BC7D06" w:rsidRPr="007E26CA" w:rsidRDefault="00BC7D06" w:rsidP="00BC7D06">
            <w:pPr>
              <w:pStyle w:val="TableBodyText"/>
            </w:pPr>
            <w:r w:rsidRPr="007E26CA">
              <w:t>3.5</w:t>
            </w:r>
          </w:p>
        </w:tc>
        <w:tc>
          <w:tcPr>
            <w:tcW w:w="457" w:type="pct"/>
            <w:shd w:val="clear" w:color="auto" w:fill="auto"/>
            <w:vAlign w:val="center"/>
          </w:tcPr>
          <w:p w:rsidR="00BC7D06" w:rsidRPr="007E26CA" w:rsidRDefault="00BC7D06" w:rsidP="00BC7D06">
            <w:pPr>
              <w:pStyle w:val="TableBodyText"/>
            </w:pPr>
            <w:r w:rsidRPr="007E26CA">
              <w:t>20.5</w:t>
            </w:r>
          </w:p>
        </w:tc>
        <w:tc>
          <w:tcPr>
            <w:tcW w:w="457" w:type="pct"/>
            <w:shd w:val="clear" w:color="auto" w:fill="auto"/>
            <w:vAlign w:val="center"/>
          </w:tcPr>
          <w:p w:rsidR="00BC7D06" w:rsidRPr="007E26CA" w:rsidRDefault="00BC7D06" w:rsidP="00BC7D06">
            <w:pPr>
              <w:pStyle w:val="TableBodyText"/>
            </w:pPr>
            <w:r w:rsidRPr="007E26CA">
              <w:t>7.7</w:t>
            </w:r>
          </w:p>
        </w:tc>
        <w:tc>
          <w:tcPr>
            <w:tcW w:w="457" w:type="pct"/>
            <w:shd w:val="clear" w:color="auto" w:fill="auto"/>
            <w:vAlign w:val="center"/>
          </w:tcPr>
          <w:p w:rsidR="00BC7D06" w:rsidRPr="007E26CA" w:rsidRDefault="00BC7D06" w:rsidP="00BC7D06">
            <w:pPr>
              <w:pStyle w:val="TableBodyText"/>
            </w:pPr>
            <w:r w:rsidRPr="007E26CA">
              <w:t>5.4</w:t>
            </w:r>
          </w:p>
        </w:tc>
        <w:tc>
          <w:tcPr>
            <w:tcW w:w="457" w:type="pct"/>
            <w:shd w:val="clear" w:color="auto" w:fill="auto"/>
            <w:vAlign w:val="center"/>
          </w:tcPr>
          <w:p w:rsidR="00BC7D06" w:rsidRPr="007E26CA" w:rsidRDefault="00BC7D06" w:rsidP="00BC7D06">
            <w:pPr>
              <w:pStyle w:val="TableBodyText"/>
            </w:pPr>
            <w:r w:rsidRPr="007E26CA">
              <w:t>26.5</w:t>
            </w:r>
          </w:p>
        </w:tc>
        <w:tc>
          <w:tcPr>
            <w:tcW w:w="457" w:type="pct"/>
            <w:shd w:val="clear" w:color="auto" w:fill="auto"/>
            <w:vAlign w:val="center"/>
          </w:tcPr>
          <w:p w:rsidR="00BC7D06" w:rsidRPr="007E26CA" w:rsidRDefault="00BC7D06" w:rsidP="00BC7D06">
            <w:pPr>
              <w:pStyle w:val="TableBodyText"/>
            </w:pPr>
            <w:r w:rsidRPr="007E26CA">
              <w:t>..</w:t>
            </w:r>
          </w:p>
        </w:tc>
        <w:tc>
          <w:tcPr>
            <w:tcW w:w="536" w:type="pct"/>
            <w:shd w:val="clear" w:color="auto" w:fill="auto"/>
            <w:vAlign w:val="center"/>
          </w:tcPr>
          <w:p w:rsidR="00BC7D06" w:rsidRPr="007E26CA" w:rsidRDefault="00BC7D06" w:rsidP="00BC7D06">
            <w:pPr>
              <w:pStyle w:val="TableBodyText"/>
            </w:pPr>
            <w:r w:rsidRPr="007E26CA">
              <w:t>42.6</w:t>
            </w:r>
          </w:p>
        </w:tc>
        <w:tc>
          <w:tcPr>
            <w:tcW w:w="457" w:type="pct"/>
            <w:shd w:val="clear" w:color="auto" w:fill="auto"/>
            <w:vAlign w:val="center"/>
          </w:tcPr>
          <w:p w:rsidR="00BC7D06" w:rsidRPr="007E26CA" w:rsidRDefault="00BC7D06" w:rsidP="00BC7D06">
            <w:pPr>
              <w:pStyle w:val="TableBodyText"/>
            </w:pPr>
            <w:r w:rsidRPr="007E26CA">
              <w:t>9.3</w:t>
            </w:r>
          </w:p>
        </w:tc>
      </w:tr>
      <w:tr w:rsidR="00BC7D06" w:rsidRPr="007E26CA" w:rsidTr="00BC7D06">
        <w:tc>
          <w:tcPr>
            <w:tcW w:w="808" w:type="pct"/>
            <w:shd w:val="clear" w:color="auto" w:fill="auto"/>
          </w:tcPr>
          <w:p w:rsidR="00BC7D06" w:rsidRPr="007E26CA" w:rsidRDefault="00BC7D06" w:rsidP="00BC7D06">
            <w:pPr>
              <w:pStyle w:val="TableBodyText"/>
              <w:jc w:val="left"/>
              <w:rPr>
                <w:color w:val="000000" w:themeColor="text1"/>
              </w:rPr>
            </w:pPr>
            <w:r w:rsidRPr="007E26CA">
              <w:rPr>
                <w:color w:val="000000" w:themeColor="text1"/>
              </w:rPr>
              <w:t>Remote</w:t>
            </w:r>
          </w:p>
        </w:tc>
        <w:tc>
          <w:tcPr>
            <w:tcW w:w="457" w:type="pct"/>
            <w:shd w:val="clear" w:color="auto" w:fill="auto"/>
            <w:vAlign w:val="center"/>
          </w:tcPr>
          <w:p w:rsidR="00BC7D06" w:rsidRPr="007E26CA" w:rsidRDefault="00BC7D06" w:rsidP="00BC7D06">
            <w:pPr>
              <w:pStyle w:val="TableBodyText"/>
            </w:pPr>
            <w:r w:rsidRPr="007E26CA">
              <w:t>0.1</w:t>
            </w:r>
          </w:p>
        </w:tc>
        <w:tc>
          <w:tcPr>
            <w:tcW w:w="457" w:type="pct"/>
            <w:shd w:val="clear" w:color="auto" w:fill="auto"/>
            <w:vAlign w:val="center"/>
          </w:tcPr>
          <w:p w:rsidR="00BC7D06" w:rsidRPr="007E26CA" w:rsidRDefault="00BC7D06" w:rsidP="00BC7D06">
            <w:pPr>
              <w:pStyle w:val="TableBodyText"/>
            </w:pPr>
            <w:r w:rsidRPr="007E26CA">
              <w:t>0.1</w:t>
            </w:r>
          </w:p>
        </w:tc>
        <w:tc>
          <w:tcPr>
            <w:tcW w:w="457" w:type="pct"/>
            <w:shd w:val="clear" w:color="auto" w:fill="auto"/>
            <w:vAlign w:val="center"/>
          </w:tcPr>
          <w:p w:rsidR="00BC7D06" w:rsidRPr="007E26CA" w:rsidRDefault="00BC7D06" w:rsidP="00BC7D06">
            <w:pPr>
              <w:pStyle w:val="TableBodyText"/>
            </w:pPr>
            <w:r w:rsidRPr="007E26CA">
              <w:t>2.9</w:t>
            </w:r>
          </w:p>
        </w:tc>
        <w:tc>
          <w:tcPr>
            <w:tcW w:w="457" w:type="pct"/>
            <w:shd w:val="clear" w:color="auto" w:fill="auto"/>
            <w:vAlign w:val="center"/>
          </w:tcPr>
          <w:p w:rsidR="00BC7D06" w:rsidRPr="007E26CA" w:rsidRDefault="00BC7D06" w:rsidP="00BC7D06">
            <w:pPr>
              <w:pStyle w:val="TableBodyText"/>
            </w:pPr>
            <w:r w:rsidRPr="007E26CA">
              <w:t>1.1</w:t>
            </w:r>
          </w:p>
        </w:tc>
        <w:tc>
          <w:tcPr>
            <w:tcW w:w="457" w:type="pct"/>
            <w:shd w:val="clear" w:color="auto" w:fill="auto"/>
            <w:vAlign w:val="center"/>
          </w:tcPr>
          <w:p w:rsidR="00BC7D06" w:rsidRPr="007E26CA" w:rsidRDefault="00BC7D06" w:rsidP="00BC7D06">
            <w:pPr>
              <w:pStyle w:val="TableBodyText"/>
            </w:pPr>
            <w:r w:rsidRPr="007E26CA">
              <w:t>1.1</w:t>
            </w:r>
          </w:p>
        </w:tc>
        <w:tc>
          <w:tcPr>
            <w:tcW w:w="457" w:type="pct"/>
            <w:shd w:val="clear" w:color="auto" w:fill="auto"/>
            <w:vAlign w:val="center"/>
          </w:tcPr>
          <w:p w:rsidR="00BC7D06" w:rsidRPr="007E26CA" w:rsidRDefault="00BC7D06" w:rsidP="00BC7D06">
            <w:pPr>
              <w:pStyle w:val="TableBodyText"/>
            </w:pPr>
            <w:r w:rsidRPr="007E26CA">
              <w:t>1.1</w:t>
            </w:r>
          </w:p>
        </w:tc>
        <w:tc>
          <w:tcPr>
            <w:tcW w:w="457" w:type="pct"/>
            <w:shd w:val="clear" w:color="auto" w:fill="auto"/>
            <w:vAlign w:val="center"/>
          </w:tcPr>
          <w:p w:rsidR="00BC7D06" w:rsidRPr="007E26CA" w:rsidRDefault="00BC7D06" w:rsidP="00BC7D06">
            <w:pPr>
              <w:pStyle w:val="TableBodyText"/>
            </w:pPr>
            <w:r w:rsidRPr="007E26CA">
              <w:t>..</w:t>
            </w:r>
          </w:p>
        </w:tc>
        <w:tc>
          <w:tcPr>
            <w:tcW w:w="536" w:type="pct"/>
            <w:shd w:val="clear" w:color="auto" w:fill="auto"/>
            <w:vAlign w:val="center"/>
          </w:tcPr>
          <w:p w:rsidR="00BC7D06" w:rsidRPr="007E26CA" w:rsidRDefault="00BC7D06" w:rsidP="00BC7D06">
            <w:pPr>
              <w:pStyle w:val="TableBodyText"/>
            </w:pPr>
            <w:r w:rsidRPr="007E26CA">
              <w:t>55.8</w:t>
            </w:r>
          </w:p>
        </w:tc>
        <w:tc>
          <w:tcPr>
            <w:tcW w:w="457" w:type="pct"/>
            <w:shd w:val="clear" w:color="auto" w:fill="auto"/>
            <w:vAlign w:val="center"/>
          </w:tcPr>
          <w:p w:rsidR="00BC7D06" w:rsidRPr="007E26CA" w:rsidRDefault="00BC7D06" w:rsidP="00BC7D06">
            <w:pPr>
              <w:pStyle w:val="TableBodyText"/>
            </w:pPr>
            <w:r w:rsidRPr="007E26CA">
              <w:t>1.1</w:t>
            </w:r>
          </w:p>
        </w:tc>
      </w:tr>
      <w:tr w:rsidR="00BC7D06" w:rsidRPr="007E26CA" w:rsidTr="00BC7D06">
        <w:tc>
          <w:tcPr>
            <w:tcW w:w="808" w:type="pct"/>
            <w:shd w:val="clear" w:color="auto" w:fill="auto"/>
          </w:tcPr>
          <w:p w:rsidR="00BC7D06" w:rsidRPr="007E26CA" w:rsidRDefault="00BC7D06" w:rsidP="00BC7D06">
            <w:pPr>
              <w:pStyle w:val="TableBodyText"/>
              <w:jc w:val="left"/>
              <w:rPr>
                <w:color w:val="000000" w:themeColor="text1"/>
              </w:rPr>
            </w:pPr>
            <w:r w:rsidRPr="007E26CA">
              <w:rPr>
                <w:color w:val="000000" w:themeColor="text1"/>
              </w:rPr>
              <w:t>Very remote</w:t>
            </w:r>
          </w:p>
        </w:tc>
        <w:tc>
          <w:tcPr>
            <w:tcW w:w="457" w:type="pct"/>
            <w:shd w:val="clear" w:color="auto" w:fill="auto"/>
            <w:vAlign w:val="center"/>
          </w:tcPr>
          <w:p w:rsidR="00BC7D06" w:rsidRPr="007E26CA" w:rsidRDefault="00BC7D06" w:rsidP="00BC7D06">
            <w:pPr>
              <w:pStyle w:val="TableBodyText"/>
            </w:pPr>
            <w:r w:rsidRPr="007E26CA">
              <w:rPr>
                <w:color w:val="000000" w:themeColor="text1"/>
              </w:rPr>
              <w:t>–</w:t>
            </w:r>
          </w:p>
        </w:tc>
        <w:tc>
          <w:tcPr>
            <w:tcW w:w="457" w:type="pct"/>
            <w:shd w:val="clear" w:color="auto" w:fill="auto"/>
            <w:vAlign w:val="center"/>
          </w:tcPr>
          <w:p w:rsidR="00BC7D06" w:rsidRPr="007E26CA" w:rsidRDefault="00BC7D06" w:rsidP="00BC7D06">
            <w:pPr>
              <w:pStyle w:val="TableBodyText"/>
            </w:pPr>
            <w:r w:rsidRPr="007E26CA">
              <w:t>..</w:t>
            </w:r>
          </w:p>
        </w:tc>
        <w:tc>
          <w:tcPr>
            <w:tcW w:w="457" w:type="pct"/>
            <w:shd w:val="clear" w:color="auto" w:fill="auto"/>
            <w:vAlign w:val="center"/>
          </w:tcPr>
          <w:p w:rsidR="00BC7D06" w:rsidRPr="007E26CA" w:rsidRDefault="00BC7D06" w:rsidP="00BC7D06">
            <w:pPr>
              <w:pStyle w:val="TableBodyText"/>
            </w:pPr>
            <w:r w:rsidRPr="007E26CA">
              <w:t>3.5</w:t>
            </w:r>
          </w:p>
        </w:tc>
        <w:tc>
          <w:tcPr>
            <w:tcW w:w="457" w:type="pct"/>
            <w:shd w:val="clear" w:color="auto" w:fill="auto"/>
            <w:vAlign w:val="center"/>
          </w:tcPr>
          <w:p w:rsidR="00BC7D06" w:rsidRPr="007E26CA" w:rsidRDefault="00BC7D06" w:rsidP="00BC7D06">
            <w:pPr>
              <w:pStyle w:val="TableBodyText"/>
            </w:pPr>
            <w:r w:rsidRPr="007E26CA">
              <w:t>0.2</w:t>
            </w:r>
          </w:p>
        </w:tc>
        <w:tc>
          <w:tcPr>
            <w:tcW w:w="457" w:type="pct"/>
            <w:shd w:val="clear" w:color="auto" w:fill="auto"/>
            <w:vAlign w:val="center"/>
          </w:tcPr>
          <w:p w:rsidR="00BC7D06" w:rsidRPr="007E26CA" w:rsidRDefault="00BC7D06" w:rsidP="00BC7D06">
            <w:pPr>
              <w:pStyle w:val="TableBodyText"/>
            </w:pPr>
            <w:r w:rsidRPr="007E26CA">
              <w:t>0.1</w:t>
            </w:r>
          </w:p>
        </w:tc>
        <w:tc>
          <w:tcPr>
            <w:tcW w:w="457" w:type="pct"/>
            <w:shd w:val="clear" w:color="auto" w:fill="auto"/>
            <w:vAlign w:val="center"/>
          </w:tcPr>
          <w:p w:rsidR="00BC7D06" w:rsidRPr="007E26CA" w:rsidRDefault="00BC7D06" w:rsidP="00BC7D06">
            <w:pPr>
              <w:pStyle w:val="TableBodyText"/>
            </w:pPr>
            <w:r w:rsidRPr="007E26CA">
              <w:t>0.1</w:t>
            </w:r>
          </w:p>
        </w:tc>
        <w:tc>
          <w:tcPr>
            <w:tcW w:w="457" w:type="pct"/>
            <w:shd w:val="clear" w:color="auto" w:fill="auto"/>
            <w:vAlign w:val="center"/>
          </w:tcPr>
          <w:p w:rsidR="00BC7D06" w:rsidRPr="007E26CA" w:rsidRDefault="00BC7D06" w:rsidP="00BC7D06">
            <w:pPr>
              <w:pStyle w:val="TableBodyText"/>
            </w:pPr>
            <w:r w:rsidRPr="007E26CA">
              <w:t>..</w:t>
            </w:r>
          </w:p>
        </w:tc>
        <w:tc>
          <w:tcPr>
            <w:tcW w:w="536" w:type="pct"/>
            <w:shd w:val="clear" w:color="auto" w:fill="auto"/>
            <w:vAlign w:val="center"/>
          </w:tcPr>
          <w:p w:rsidR="00BC7D06" w:rsidRPr="007E26CA" w:rsidRDefault="00BC7D06" w:rsidP="00BC7D06">
            <w:pPr>
              <w:pStyle w:val="TableBodyText"/>
            </w:pPr>
            <w:r w:rsidRPr="007E26CA">
              <w:t>1.6</w:t>
            </w:r>
          </w:p>
        </w:tc>
        <w:tc>
          <w:tcPr>
            <w:tcW w:w="457" w:type="pct"/>
            <w:shd w:val="clear" w:color="auto" w:fill="auto"/>
            <w:vAlign w:val="center"/>
          </w:tcPr>
          <w:p w:rsidR="00BC7D06" w:rsidRPr="007E26CA" w:rsidRDefault="00BC7D06" w:rsidP="00BC7D06">
            <w:pPr>
              <w:pStyle w:val="TableBodyText"/>
            </w:pPr>
            <w:r w:rsidRPr="007E26CA">
              <w:t>0.7</w:t>
            </w:r>
          </w:p>
        </w:tc>
      </w:tr>
      <w:tr w:rsidR="00BC7D06" w:rsidRPr="007E26CA" w:rsidTr="00BC7D06">
        <w:tc>
          <w:tcPr>
            <w:tcW w:w="808" w:type="pct"/>
            <w:tcBorders>
              <w:bottom w:val="single" w:sz="6" w:space="0" w:color="auto"/>
            </w:tcBorders>
            <w:shd w:val="clear" w:color="auto" w:fill="auto"/>
          </w:tcPr>
          <w:p w:rsidR="00BC7D06" w:rsidRPr="007E26CA" w:rsidRDefault="00BC7D06" w:rsidP="00BC7D06">
            <w:pPr>
              <w:pStyle w:val="TableBodyText"/>
              <w:jc w:val="left"/>
              <w:rPr>
                <w:b/>
                <w:color w:val="000000" w:themeColor="text1"/>
              </w:rPr>
            </w:pPr>
            <w:r w:rsidRPr="007E26CA">
              <w:rPr>
                <w:b/>
                <w:color w:val="000000" w:themeColor="text1"/>
              </w:rPr>
              <w:t>Total</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536"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c>
          <w:tcPr>
            <w:tcW w:w="457" w:type="pct"/>
            <w:tcBorders>
              <w:bottom w:val="single" w:sz="6" w:space="0" w:color="auto"/>
            </w:tcBorders>
            <w:shd w:val="clear" w:color="auto" w:fill="auto"/>
            <w:vAlign w:val="center"/>
          </w:tcPr>
          <w:p w:rsidR="00BC7D06" w:rsidRPr="007E26CA" w:rsidRDefault="00BC7D06" w:rsidP="00BC7D06">
            <w:pPr>
              <w:pStyle w:val="TableBodyText"/>
            </w:pPr>
            <w:r w:rsidRPr="007E26CA">
              <w:t>100.0</w:t>
            </w:r>
          </w:p>
        </w:tc>
      </w:tr>
    </w:tbl>
    <w:p w:rsidR="00BC7D06" w:rsidRPr="007E26CA" w:rsidRDefault="00BC7D06" w:rsidP="00BC7D06">
      <w:pPr>
        <w:keepNext/>
        <w:autoSpaceDE w:val="0"/>
        <w:autoSpaceDN w:val="0"/>
        <w:adjustRightInd w:val="0"/>
        <w:jc w:val="both"/>
        <w:rPr>
          <w:rStyle w:val="NoteLabel"/>
          <w:b w:val="0"/>
        </w:rPr>
      </w:pPr>
      <w:r w:rsidRPr="007E26CA">
        <w:rPr>
          <w:rStyle w:val="NoteLabel"/>
          <w:color w:val="000000" w:themeColor="text1"/>
        </w:rPr>
        <w:t xml:space="preserve">a </w:t>
      </w:r>
      <w:r w:rsidRPr="007E26CA">
        <w:rPr>
          <w:rStyle w:val="NoteChar"/>
          <w:color w:val="000000" w:themeColor="text1"/>
        </w:rPr>
        <w:t xml:space="preserve">Further information pertinent </w:t>
      </w:r>
      <w:r w:rsidRPr="007E26CA">
        <w:rPr>
          <w:rStyle w:val="NoteChar"/>
        </w:rPr>
        <w:t xml:space="preserve">to these data is provided in tables 16A.5–16A.7. Data are calculated as the proportion of total dwellings. </w:t>
      </w:r>
      <w:r w:rsidRPr="007E26CA">
        <w:rPr>
          <w:rStyle w:val="NoteChar"/>
          <w:b/>
        </w:rPr>
        <w:t>na</w:t>
      </w:r>
      <w:r w:rsidRPr="007E26CA">
        <w:rPr>
          <w:rStyle w:val="NoteChar"/>
        </w:rPr>
        <w:t> Not available. .. Not applicable. – Nil or rounded to zero</w:t>
      </w:r>
      <w:r w:rsidRPr="007E26CA">
        <w:rPr>
          <w:rStyle w:val="NoteLabel"/>
          <w:b w:val="0"/>
        </w:rPr>
        <w:t>.</w:t>
      </w:r>
    </w:p>
    <w:p w:rsidR="00BC7D06" w:rsidRPr="007E26CA" w:rsidRDefault="00BC7D06" w:rsidP="00BC7D06">
      <w:pPr>
        <w:pStyle w:val="Source"/>
      </w:pPr>
      <w:r w:rsidRPr="007E26CA">
        <w:rPr>
          <w:i/>
        </w:rPr>
        <w:t>Source</w:t>
      </w:r>
      <w:r w:rsidRPr="007E26CA">
        <w:t>: AIHW (unpublished); tables 16A.5–16A.7; 2013 Report, table 16.2, p.16.12.</w:t>
      </w:r>
    </w:p>
    <w:p w:rsidR="007313D0" w:rsidRPr="007E26CA" w:rsidRDefault="007313D0" w:rsidP="007313D0">
      <w:pPr>
        <w:pStyle w:val="Heading4"/>
      </w:pPr>
      <w:bookmarkStart w:id="50" w:name="_Toc319998367"/>
      <w:bookmarkStart w:id="51" w:name="_Toc321219877"/>
      <w:bookmarkStart w:id="52" w:name="_Toc321223462"/>
      <w:bookmarkStart w:id="53" w:name="_Toc349025847"/>
      <w:bookmarkStart w:id="54" w:name="_Toc349050047"/>
      <w:r w:rsidRPr="007E26CA">
        <w:t>Eligibility criteria for access to social housing</w:t>
      </w:r>
      <w:bookmarkEnd w:id="50"/>
      <w:bookmarkEnd w:id="51"/>
      <w:bookmarkEnd w:id="52"/>
      <w:bookmarkEnd w:id="53"/>
      <w:bookmarkEnd w:id="54"/>
    </w:p>
    <w:p w:rsidR="00BC7D06" w:rsidRPr="007E26CA" w:rsidRDefault="00BC7D06" w:rsidP="00BC7D06">
      <w:pPr>
        <w:pStyle w:val="BodyText"/>
      </w:pPr>
      <w:r w:rsidRPr="007E26CA">
        <w:t>Eligibility criteria for access to social housing varies across the forms of social housing and across jurisdictions.</w:t>
      </w:r>
    </w:p>
    <w:p w:rsidR="00BC7D06" w:rsidRPr="007E26CA" w:rsidRDefault="00275CD8" w:rsidP="00BC7D06">
      <w:pPr>
        <w:pStyle w:val="BodyText"/>
      </w:pPr>
      <w:r w:rsidRPr="007E26CA">
        <w:t xml:space="preserve">Eligibility criteria for access to SOMIH (table 16A.61) are generally consistent with those for public housing (table 16A.60), once an applicant has been confirmed as </w:t>
      </w:r>
      <w:r w:rsidRPr="007E26CA">
        <w:lastRenderedPageBreak/>
        <w:t>Indigenous. Terms of tenure are the same as those for public</w:t>
      </w:r>
      <w:r w:rsidR="003B1BB5" w:rsidRPr="007E26CA">
        <w:t xml:space="preserve"> housing in most jurisdictions.</w:t>
      </w:r>
    </w:p>
    <w:p w:rsidR="007313D0" w:rsidRPr="007E26CA" w:rsidRDefault="007313D0" w:rsidP="00275CD8">
      <w:pPr>
        <w:pStyle w:val="Heading4"/>
      </w:pPr>
      <w:bookmarkStart w:id="55" w:name="_Toc349050048"/>
      <w:r w:rsidRPr="007E26CA">
        <w:t>Waiting lists</w:t>
      </w:r>
      <w:bookmarkEnd w:id="55"/>
    </w:p>
    <w:p w:rsidR="00275CD8" w:rsidRPr="007E26CA" w:rsidRDefault="00275CD8" w:rsidP="00275CD8">
      <w:pPr>
        <w:pStyle w:val="BodyText"/>
      </w:pPr>
      <w:r w:rsidRPr="007E26CA">
        <w:t xml:space="preserve">All State and Territory governments prioritise access to social housing by segmenting their waiting lists in some way. Segments are defined differently across jurisdictions, but generally reflect urgent need to avoid homelessness and an inability to access appropriate private market accommodation. </w:t>
      </w:r>
    </w:p>
    <w:p w:rsidR="00275CD8" w:rsidRPr="007E26CA" w:rsidRDefault="00275CD8" w:rsidP="00275CD8">
      <w:pPr>
        <w:pStyle w:val="BodyText"/>
      </w:pPr>
      <w:r w:rsidRPr="007E26CA">
        <w:t>The management of waiting lists varies across jurisdictions. NSW, Queensland, WA, the ACT and the NT have adopted an integrated social housing waiting list and do not segment by public housing, SOMIH and community housing. Progress towards adopting an integrated waiting list varies for the remaining jurisdictions. For this report, data for integrated waiting lists are not yet available and waiting list data are reported separately for public housing, SOMIH and community housing.</w:t>
      </w:r>
    </w:p>
    <w:p w:rsidR="007313D0" w:rsidRPr="007E26CA" w:rsidRDefault="007313D0" w:rsidP="007313D0">
      <w:pPr>
        <w:pStyle w:val="Heading3"/>
        <w:rPr>
          <w:lang w:val="en-GB"/>
        </w:rPr>
      </w:pPr>
      <w:bookmarkStart w:id="56" w:name="_Toc290293203"/>
      <w:bookmarkStart w:id="57" w:name="_Toc319998369"/>
      <w:bookmarkStart w:id="58" w:name="_Toc321219879"/>
      <w:bookmarkStart w:id="59" w:name="_Toc321223464"/>
      <w:bookmarkStart w:id="60" w:name="_Toc349025849"/>
      <w:bookmarkStart w:id="61" w:name="_Toc349050049"/>
      <w:r w:rsidRPr="007E26CA">
        <w:rPr>
          <w:lang w:val="en-GB"/>
        </w:rPr>
        <w:t>Framework of performance indicators</w:t>
      </w:r>
      <w:bookmarkEnd w:id="56"/>
      <w:bookmarkEnd w:id="57"/>
      <w:bookmarkEnd w:id="58"/>
      <w:bookmarkEnd w:id="59"/>
      <w:bookmarkEnd w:id="60"/>
      <w:bookmarkEnd w:id="61"/>
    </w:p>
    <w:p w:rsidR="00647552" w:rsidRPr="007E26CA" w:rsidRDefault="00647552" w:rsidP="00647552">
      <w:pPr>
        <w:pStyle w:val="BodyText"/>
      </w:pPr>
      <w:r w:rsidRPr="007E26CA">
        <w:t>The performance indicator framework provides information on equity, efficiency and effectiveness, distinguishes the outputs and outcomes and reflects the objectives of social housing (box 16.3).</w:t>
      </w:r>
    </w:p>
    <w:p w:rsidR="00275CD8" w:rsidRPr="007E26CA" w:rsidRDefault="00647552" w:rsidP="00647552">
      <w:pPr>
        <w:pStyle w:val="BodyText"/>
      </w:pPr>
      <w:r w:rsidRPr="007E26CA">
        <w:t>The performance indicator framework shows which data are comparable in the 2013 Report. For data that are not considered directly comparable, the text includes relevant caveats and supporting commentary. 2013 Report, Chapter 1 discusses data comparability from a Report-wide perspective (see 2013 Rep</w:t>
      </w:r>
      <w:r w:rsidR="00AF1227" w:rsidRPr="007E26CA">
        <w:t>o</w:t>
      </w:r>
      <w:r w:rsidRPr="007E26CA">
        <w:t>rt, section 1.6).</w:t>
      </w:r>
    </w:p>
    <w:p w:rsidR="00647552" w:rsidRPr="000B70AA" w:rsidRDefault="00647552" w:rsidP="00647552">
      <w:pPr>
        <w:pStyle w:val="BodyText"/>
      </w:pPr>
      <w:r w:rsidRPr="000B70AA">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647552" w:rsidRPr="000B70AA" w:rsidRDefault="00647552" w:rsidP="00647552">
      <w:pPr>
        <w:pStyle w:val="BodyText"/>
      </w:pPr>
      <w:r w:rsidRPr="000B70AA">
        <w:t>COAG has agreed six National Agreements to enhance accountability to the public for the outcomes achieved or outputs delivered by a range of government services, (see 2013 Report, chapter 1 for more detail on reforms to federal financial relations).</w:t>
      </w:r>
    </w:p>
    <w:p w:rsidR="00647552" w:rsidRPr="000B70AA" w:rsidRDefault="00647552" w:rsidP="00647552">
      <w:pPr>
        <w:pStyle w:val="BodyText"/>
      </w:pPr>
      <w:r w:rsidRPr="000B70AA">
        <w:t xml:space="preserve">The NAHA covers the area of housing and homelessness, and housing and homelessness indicators in the National Indigenous Reform Agreement (NIRA) establish specific outcomes for reducing the level of disadvantage experienced by </w:t>
      </w:r>
      <w:r w:rsidRPr="000B70AA">
        <w:lastRenderedPageBreak/>
        <w:t>Indigenous Australians. Both agreements include sets of performance indicators, for which the Steering Committee collates performance information for analysis by the COAG Reform Council (CRC). Performance indicators reported in this chapter are aligned with performance indicators in the NAHA. The NAHA was reviewed in 2011 and 2012 resulting in changes that have been reflected in this Report, as relevant.</w:t>
      </w:r>
    </w:p>
    <w:p w:rsidR="00647552" w:rsidRPr="000B70AA" w:rsidRDefault="00647552" w:rsidP="00647552">
      <w:pPr>
        <w:spacing w:before="240" w:line="320" w:lineRule="atLeast"/>
        <w:jc w:val="both"/>
      </w:pPr>
      <w:r w:rsidRPr="000B70AA">
        <w:rPr>
          <w:color w:val="000000"/>
          <w:szCs w:val="20"/>
        </w:rPr>
        <w:t xml:space="preserve">A review of the NAHA was completed in 2012 and a revised suite of performance indicators agreed by COAG. No changes </w:t>
      </w:r>
      <w:r w:rsidRPr="000B70AA">
        <w:rPr>
          <w:color w:val="000000"/>
        </w:rPr>
        <w:t>to reporting on housing services in this Report are required to align with the revised suite of NAHA performance indicators.</w:t>
      </w:r>
    </w:p>
    <w:p w:rsidR="00647552" w:rsidRPr="000B70AA" w:rsidRDefault="00647552" w:rsidP="00647552">
      <w:pPr>
        <w:pStyle w:val="BodyText"/>
      </w:pPr>
      <w:r w:rsidRPr="000B70AA">
        <w:t>Different delivery contexts and locations influence the equity, effectiveness and efficiency of social housing. 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7313D0" w:rsidRPr="000B70AA" w:rsidRDefault="007313D0" w:rsidP="007313D0">
      <w:pPr>
        <w:pStyle w:val="BoxSpace"/>
      </w:pPr>
      <w:bookmarkStart w:id="62" w:name="_Toc210006653"/>
      <w:bookmarkStart w:id="63" w:name="_Toc210006655"/>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smartTag w:uri="urn:schemas-microsoft-com:office:smarttags" w:element="Street">
              <w:r w:rsidRPr="000B70AA">
                <w:rPr>
                  <w:b w:val="0"/>
                </w:rPr>
                <w:t>Box</w:t>
              </w:r>
            </w:smartTag>
            <w:r w:rsidRPr="000B70AA">
              <w:rPr>
                <w:b w:val="0"/>
              </w:rPr>
              <w:t xml:space="preserve"> </w:t>
            </w:r>
            <w:r w:rsidR="0060775A" w:rsidRPr="000B70AA">
              <w:rPr>
                <w:b w:val="0"/>
              </w:rPr>
              <w:t>16.3</w:t>
            </w:r>
            <w:r w:rsidRPr="000B70AA">
              <w:tab/>
              <w:t>Objectives for social housing</w:t>
            </w:r>
          </w:p>
        </w:tc>
      </w:tr>
      <w:tr w:rsidR="007313D0" w:rsidRPr="000B70AA" w:rsidTr="009E5B82">
        <w:trPr>
          <w:cantSplit/>
        </w:trPr>
        <w:tc>
          <w:tcPr>
            <w:tcW w:w="8771" w:type="dxa"/>
            <w:tcBorders>
              <w:top w:val="nil"/>
              <w:left w:val="single" w:sz="6" w:space="0" w:color="auto"/>
              <w:bottom w:val="nil"/>
              <w:right w:val="single" w:sz="6" w:space="0" w:color="auto"/>
            </w:tcBorders>
          </w:tcPr>
          <w:p w:rsidR="007313D0" w:rsidRPr="000B70AA" w:rsidRDefault="007313D0" w:rsidP="009E5B82">
            <w:pPr>
              <w:pStyle w:val="Box"/>
            </w:pPr>
            <w:r w:rsidRPr="000B70AA">
              <w:t>Social housing aims to assist people unable to access alternative suitable housing options through the delivery of affordable, appropriate, flexible and diverse social housing. Some forms of social housing aim specifically to contribute to Indigenous community wellbeing by improving housing outcomes for Indigenous people, especially those living in remote communities.</w:t>
            </w:r>
          </w:p>
          <w:p w:rsidR="007313D0" w:rsidRPr="000B70AA" w:rsidRDefault="007313D0" w:rsidP="009E5B82">
            <w:pPr>
              <w:pStyle w:val="Box"/>
            </w:pPr>
            <w:r w:rsidRPr="000B70AA">
              <w:t xml:space="preserve">The </w:t>
            </w:r>
            <w:smartTag w:uri="urn:schemas-microsoft-com:office:smarttags" w:element="City">
              <w:r w:rsidRPr="000B70AA">
                <w:t>NAHA</w:t>
              </w:r>
            </w:smartTag>
            <w:r w:rsidRPr="000B70AA">
              <w:t xml:space="preserve"> and previously the CSHA provide the overarching framework for the delivery of social housing in </w:t>
            </w:r>
            <w:smartTag w:uri="urn:schemas-microsoft-com:office:smarttags" w:element="place">
              <w:smartTag w:uri="urn:schemas-microsoft-com:office:smarttags" w:element="country-region">
                <w:r w:rsidRPr="000B70AA">
                  <w:t>Australia</w:t>
                </w:r>
              </w:smartTag>
            </w:smartTag>
            <w:r w:rsidRPr="000B70AA">
              <w:t>:</w:t>
            </w:r>
          </w:p>
          <w:p w:rsidR="007313D0" w:rsidRPr="000B70AA" w:rsidRDefault="007313D0" w:rsidP="007313D0">
            <w:pPr>
              <w:pStyle w:val="BoxListBullet"/>
              <w:numPr>
                <w:ilvl w:val="0"/>
                <w:numId w:val="17"/>
              </w:numPr>
              <w:spacing w:before="120"/>
            </w:pPr>
            <w:r w:rsidRPr="000B70AA">
              <w:t>The objective of the NAHA</w:t>
            </w:r>
            <w:r w:rsidR="00AF1227" w:rsidRPr="000B70AA">
              <w:t xml:space="preserve"> (2009)</w:t>
            </w:r>
            <w:r w:rsidRPr="000B70AA">
              <w:t xml:space="preserve"> is that all Australians have access to affordable, safe and sustainable housing that contributes to social and economic participation.</w:t>
            </w:r>
          </w:p>
          <w:p w:rsidR="007313D0" w:rsidRPr="000B70AA" w:rsidRDefault="007313D0" w:rsidP="007313D0">
            <w:pPr>
              <w:pStyle w:val="BoxListBullet"/>
              <w:numPr>
                <w:ilvl w:val="0"/>
                <w:numId w:val="17"/>
              </w:numPr>
              <w:spacing w:before="120"/>
            </w:pPr>
            <w:r w:rsidRPr="000B70AA">
              <w:t>The guiding principles of the CSHA (2003) included maintaining a social housing sector and providing appropriate housing assistance, improving housing outcomes for Indigenous people, improving links with other programs and support to people with complex needs, promoting social and economic participation, managing housing programs efficiently and effectively, ensuring cooperative relationships between levels of governments, and promoting a national approach to affordable housing.</w:t>
            </w:r>
          </w:p>
        </w:tc>
      </w:tr>
      <w:tr w:rsidR="007313D0" w:rsidRPr="000B70AA" w:rsidTr="009E5B82">
        <w:trPr>
          <w:cantSplit/>
        </w:trPr>
        <w:tc>
          <w:tcPr>
            <w:tcW w:w="8771" w:type="dxa"/>
            <w:tcBorders>
              <w:top w:val="nil"/>
              <w:left w:val="single" w:sz="6" w:space="0" w:color="auto"/>
              <w:bottom w:val="nil"/>
              <w:right w:val="single" w:sz="6" w:space="0" w:color="auto"/>
            </w:tcBorders>
          </w:tcPr>
          <w:p w:rsidR="007313D0" w:rsidRPr="000B70AA" w:rsidRDefault="007313D0" w:rsidP="009E5B82">
            <w:pPr>
              <w:pStyle w:val="BoxSource"/>
              <w:spacing w:before="120"/>
            </w:pPr>
            <w:r w:rsidRPr="000B70AA">
              <w:rPr>
                <w:i/>
              </w:rPr>
              <w:t>Source</w:t>
            </w:r>
            <w:r w:rsidRPr="000B70AA">
              <w:t>: FaCS (2003); COAG (2009).</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7313D0" w:rsidRPr="000B70AA" w:rsidRDefault="007313D0" w:rsidP="007313D0">
      <w:pPr>
        <w:pStyle w:val="BodyText"/>
      </w:pPr>
      <w:r w:rsidRPr="000B70AA">
        <w:t>The Housing performance indicator framework</w:t>
      </w:r>
      <w:r w:rsidR="001F67CD" w:rsidRPr="000B70AA">
        <w:t xml:space="preserve">, presented </w:t>
      </w:r>
      <w:r w:rsidRPr="000B70AA">
        <w:t xml:space="preserve"> in figure</w:t>
      </w:r>
      <w:r w:rsidR="0060775A" w:rsidRPr="000B70AA">
        <w:t xml:space="preserve"> 16.1</w:t>
      </w:r>
      <w:r w:rsidR="001F67CD" w:rsidRPr="000B70AA">
        <w:t>,</w:t>
      </w:r>
      <w:r w:rsidRPr="000B70AA">
        <w:t xml:space="preserve"> identifies the principal housing services considered in the 201</w:t>
      </w:r>
      <w:r w:rsidR="00AF1227" w:rsidRPr="000B70AA">
        <w:t>3</w:t>
      </w:r>
      <w:r w:rsidRPr="000B70AA">
        <w:t xml:space="preserve"> Report. Data for Indigenous </w:t>
      </w:r>
      <w:r w:rsidR="00BA6CE8" w:rsidRPr="000B70AA">
        <w:t>Australians</w:t>
      </w:r>
      <w:r w:rsidRPr="000B70AA">
        <w:t xml:space="preserve"> are reported for a subset of the performance indicators and are presented </w:t>
      </w:r>
      <w:r w:rsidRPr="000B70AA">
        <w:lastRenderedPageBreak/>
        <w:t>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7313D0" w:rsidRPr="000B70AA" w:rsidRDefault="007313D0" w:rsidP="007313D0">
      <w:pPr>
        <w:pStyle w:val="BodyText"/>
      </w:pPr>
      <w:r w:rsidRPr="000B70AA">
        <w:t>Indicator boxes presented throughout the chapter provide information about the reported indicators. As these are sourced directly from the 201</w:t>
      </w:r>
      <w:r w:rsidR="00AF1227" w:rsidRPr="000B70AA">
        <w:t>3</w:t>
      </w:r>
      <w:r w:rsidRPr="000B70AA">
        <w:t xml:space="preserve"> Report, they may include references to data not reported for Indigenous </w:t>
      </w:r>
      <w:r w:rsidR="00BA6CE8" w:rsidRPr="000B70AA">
        <w:t>Australians</w:t>
      </w:r>
      <w:r w:rsidRPr="000B70AA">
        <w:t xml:space="preserve"> and therefore not included in this Compendium.</w:t>
      </w:r>
    </w:p>
    <w:p w:rsidR="00AF1227" w:rsidRPr="000B70AA" w:rsidRDefault="00AF1227" w:rsidP="00AF1227">
      <w:pPr>
        <w:pStyle w:val="FigureTitle"/>
      </w:pPr>
      <w:r w:rsidRPr="000B70AA">
        <w:rPr>
          <w:b w:val="0"/>
        </w:rPr>
        <w:t>Figure 16.</w:t>
      </w:r>
      <w:r w:rsidRPr="000B70AA">
        <w:rPr>
          <w:b w:val="0"/>
          <w:noProof/>
        </w:rPr>
        <w:t>1</w:t>
      </w:r>
      <w:r w:rsidRPr="000B70AA">
        <w:tab/>
        <w:t>Social housing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F1227" w:rsidRPr="000B70AA" w:rsidTr="007F43FA">
        <w:tc>
          <w:tcPr>
            <w:tcW w:w="8777" w:type="dxa"/>
          </w:tcPr>
          <w:p w:rsidR="00AF1227" w:rsidRPr="000B70AA" w:rsidRDefault="00AF1227" w:rsidP="007F43FA">
            <w:pPr>
              <w:pStyle w:val="Figure"/>
            </w:pPr>
            <w:r w:rsidRPr="000B70AA">
              <w:rPr>
                <w:noProof/>
              </w:rPr>
              <w:drawing>
                <wp:inline distT="0" distB="0" distL="0" distR="0" wp14:anchorId="47CEA51F" wp14:editId="5DA16C21">
                  <wp:extent cx="5100320" cy="5497126"/>
                  <wp:effectExtent l="0" t="0" r="5080" b="8890"/>
                  <wp:docPr id="2" name="Picture 2" descr="Figure 16.1 Social housing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2906" cy="5499914"/>
                          </a:xfrm>
                          <a:prstGeom prst="rect">
                            <a:avLst/>
                          </a:prstGeom>
                          <a:noFill/>
                        </pic:spPr>
                      </pic:pic>
                    </a:graphicData>
                  </a:graphic>
                </wp:inline>
              </w:drawing>
            </w:r>
          </w:p>
        </w:tc>
      </w:tr>
    </w:tbl>
    <w:p w:rsidR="007313D0" w:rsidRPr="000B70AA" w:rsidRDefault="007313D0" w:rsidP="007313D0">
      <w:pPr>
        <w:pStyle w:val="Source"/>
      </w:pPr>
      <w:bookmarkStart w:id="64" w:name="_Toc314211349"/>
      <w:r w:rsidRPr="000B70AA">
        <w:rPr>
          <w:i/>
        </w:rPr>
        <w:t>Source</w:t>
      </w:r>
      <w:r w:rsidRPr="000B70AA">
        <w:t>: 201</w:t>
      </w:r>
      <w:r w:rsidR="00AF1227" w:rsidRPr="000B70AA">
        <w:t>3</w:t>
      </w:r>
      <w:r w:rsidRPr="000B70AA">
        <w:t xml:space="preserve"> Report, figure 16.1, p. 16.1</w:t>
      </w:r>
      <w:r w:rsidR="00AF1227" w:rsidRPr="000B70AA">
        <w:t>6</w:t>
      </w:r>
      <w:r w:rsidRPr="000B70AA">
        <w:t>.</w:t>
      </w:r>
    </w:p>
    <w:p w:rsidR="007313D0" w:rsidRPr="000B70AA" w:rsidRDefault="007313D0" w:rsidP="007313D0">
      <w:pPr>
        <w:pStyle w:val="Heading3"/>
      </w:pPr>
      <w:bookmarkStart w:id="65" w:name="_Toc319998370"/>
      <w:bookmarkStart w:id="66" w:name="_Toc321219880"/>
      <w:bookmarkStart w:id="67" w:name="_Toc321223465"/>
      <w:bookmarkStart w:id="68" w:name="_Toc349025850"/>
      <w:bookmarkStart w:id="69" w:name="_Toc349050050"/>
      <w:r w:rsidRPr="000B70AA">
        <w:lastRenderedPageBreak/>
        <w:t>Key performance indicator results</w:t>
      </w:r>
      <w:bookmarkEnd w:id="64"/>
      <w:bookmarkEnd w:id="65"/>
      <w:bookmarkEnd w:id="66"/>
      <w:bookmarkEnd w:id="67"/>
      <w:bookmarkEnd w:id="68"/>
      <w:bookmarkEnd w:id="69"/>
    </w:p>
    <w:p w:rsidR="00AF1227" w:rsidRPr="000B70AA" w:rsidRDefault="00AF1227" w:rsidP="007313D0">
      <w:pPr>
        <w:pStyle w:val="BodyText"/>
      </w:pPr>
      <w:r w:rsidRPr="000B70AA">
        <w:t>Generally, performance indicator results are comparable between public housing and SOMIH. Public housing and SOMIH results are not comparable to community housing and Indigenous community housing because of differences in data quality, timing and coverage.</w:t>
      </w:r>
    </w:p>
    <w:p w:rsidR="00AF1227" w:rsidRPr="000B70AA" w:rsidRDefault="00AF1227" w:rsidP="00AF1227">
      <w:pPr>
        <w:pStyle w:val="BodyText"/>
      </w:pPr>
      <w:r w:rsidRPr="000B70AA">
        <w:t>Data presented in this Report are collected from a variety of sources and the quality and coverage of each collection varies.</w:t>
      </w:r>
    </w:p>
    <w:p w:rsidR="00AF1227" w:rsidRPr="000B70AA" w:rsidRDefault="00AF1227" w:rsidP="00AF1227">
      <w:pPr>
        <w:pStyle w:val="BodyText"/>
        <w:numPr>
          <w:ilvl w:val="0"/>
          <w:numId w:val="3"/>
        </w:numPr>
      </w:pPr>
      <w:r w:rsidRPr="000B70AA">
        <w:t>SOMIH data are sourced from State and Territory government unit record datasets extracted from administrative databases. The data are complete and comparable. As outlined in section 16.1, Victoria (from 2009-10), WA (from 2010-11), the ACT and the NT are not included in the SOMIH data collection.</w:t>
      </w:r>
    </w:p>
    <w:p w:rsidR="00AF1227" w:rsidRPr="000B70AA" w:rsidRDefault="00AF1227" w:rsidP="00AF1227">
      <w:pPr>
        <w:pStyle w:val="BodyText"/>
        <w:numPr>
          <w:ilvl w:val="0"/>
          <w:numId w:val="3"/>
        </w:numPr>
      </w:pPr>
      <w:r w:rsidRPr="000B70AA">
        <w:t>Indigenous community housing data are a combination of administrative data and survey data collected from ICH organisations. Complete data for all jurisdictions are not available, and ICH data should be interpreted with caution. Details of all ICH dwellings were not known and ICH data reflect only those dwellings for which details were known. ICH data are not reported for a number of the social housing performance indicators due to issues with data quality and availability.</w:t>
      </w:r>
    </w:p>
    <w:p w:rsidR="007313D0" w:rsidRPr="000B70AA" w:rsidRDefault="001F67CD" w:rsidP="007313D0">
      <w:pPr>
        <w:pStyle w:val="BodyText"/>
      </w:pPr>
      <w:r w:rsidRPr="000B70AA">
        <w:t>D</w:t>
      </w:r>
      <w:r w:rsidR="007313D0" w:rsidRPr="000B70AA">
        <w:t>escriptive data on SOMIH are included in table 16A.6. Descriptive data for Indigenous community hous</w:t>
      </w:r>
      <w:r w:rsidR="00AF1227" w:rsidRPr="000B70AA">
        <w:t>ing is included in table 16A.8.</w:t>
      </w:r>
    </w:p>
    <w:p w:rsidR="007313D0" w:rsidRPr="000B70AA" w:rsidRDefault="007313D0" w:rsidP="007313D0">
      <w:pPr>
        <w:pStyle w:val="Heading4"/>
      </w:pPr>
      <w:bookmarkStart w:id="70" w:name="_Toc319998371"/>
      <w:bookmarkStart w:id="71" w:name="_Toc321219881"/>
      <w:bookmarkStart w:id="72" w:name="_Toc321223466"/>
      <w:bookmarkStart w:id="73" w:name="_Toc349025851"/>
      <w:bookmarkStart w:id="74" w:name="_Toc349050051"/>
      <w:r w:rsidRPr="000B70AA">
        <w:t>Outputs</w:t>
      </w:r>
      <w:bookmarkEnd w:id="70"/>
      <w:bookmarkEnd w:id="71"/>
      <w:bookmarkEnd w:id="72"/>
      <w:bookmarkEnd w:id="73"/>
      <w:bookmarkEnd w:id="74"/>
    </w:p>
    <w:p w:rsidR="00AF1227" w:rsidRPr="000B70AA" w:rsidRDefault="00AF1227" w:rsidP="00AF1227">
      <w:pPr>
        <w:pStyle w:val="BodyText"/>
      </w:pPr>
      <w:r w:rsidRPr="000B70AA">
        <w:t>The following indicators measure the outputs of social housing. Outputs are the services delivered, while outcomes are the impact of those services on the status of an individual or group (see 2013 Report, chapter 1, section 1.5).</w:t>
      </w:r>
    </w:p>
    <w:p w:rsidR="007313D0" w:rsidRPr="000B70AA" w:rsidRDefault="007313D0" w:rsidP="007313D0">
      <w:pPr>
        <w:pStyle w:val="Heading5"/>
      </w:pPr>
      <w:bookmarkStart w:id="75" w:name="_Toc319998372"/>
      <w:r w:rsidRPr="000B70AA">
        <w:t>Special needs</w:t>
      </w:r>
      <w:bookmarkEnd w:id="75"/>
    </w:p>
    <w:p w:rsidR="00AF1227" w:rsidRPr="000B70AA" w:rsidRDefault="00AF1227" w:rsidP="00AF1227">
      <w:pPr>
        <w:pStyle w:val="BodyText"/>
      </w:pPr>
      <w:r w:rsidRPr="000B70AA">
        <w:t>‘Special needs’ is an indicator of governments’ objective to provide appropriate, affordable and secure housing assistance to people who are unable to access suitable housing (box 16.4).</w:t>
      </w:r>
    </w:p>
    <w:p w:rsidR="007313D0" w:rsidRPr="000B70A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smartTag w:uri="urn:schemas-microsoft-com:office:smarttags" w:element="Street">
              <w:r w:rsidRPr="000B70AA">
                <w:rPr>
                  <w:b w:val="0"/>
                </w:rPr>
                <w:t>Box</w:t>
              </w:r>
            </w:smartTag>
            <w:r w:rsidRPr="000B70AA">
              <w:rPr>
                <w:b w:val="0"/>
              </w:rPr>
              <w:t xml:space="preserve"> </w:t>
            </w:r>
            <w:r w:rsidR="0060775A" w:rsidRPr="000B70AA">
              <w:rPr>
                <w:b w:val="0"/>
              </w:rPr>
              <w:t>16.4</w:t>
            </w:r>
            <w:r w:rsidRPr="000B70AA">
              <w:tab/>
              <w:t>Special needs</w:t>
            </w:r>
          </w:p>
        </w:tc>
      </w:tr>
      <w:tr w:rsidR="007313D0" w:rsidRPr="000B70AA" w:rsidTr="009E5B82">
        <w:trPr>
          <w:cantSplit/>
        </w:trPr>
        <w:tc>
          <w:tcPr>
            <w:tcW w:w="8771" w:type="dxa"/>
            <w:tcBorders>
              <w:top w:val="nil"/>
              <w:left w:val="single" w:sz="6" w:space="0" w:color="auto"/>
              <w:bottom w:val="nil"/>
              <w:right w:val="single" w:sz="6" w:space="0" w:color="auto"/>
            </w:tcBorders>
          </w:tcPr>
          <w:p w:rsidR="00172DF5" w:rsidRPr="000B70AA" w:rsidRDefault="00172DF5" w:rsidP="00172DF5">
            <w:pPr>
              <w:keepNext/>
              <w:spacing w:before="120" w:line="280" w:lineRule="atLeast"/>
              <w:jc w:val="both"/>
              <w:rPr>
                <w:rFonts w:ascii="Arial" w:hAnsi="Arial"/>
                <w:sz w:val="22"/>
                <w:szCs w:val="20"/>
              </w:rPr>
            </w:pPr>
            <w:r w:rsidRPr="000B70AA">
              <w:rPr>
                <w:rFonts w:ascii="Arial" w:hAnsi="Arial"/>
                <w:sz w:val="22"/>
                <w:szCs w:val="20"/>
              </w:rPr>
              <w:t>‘Special needs’ is defined as the proportion of new tenancies allocated to households with special needs. The proportion of new tenancies with special needs is reported as a proxy for measuring all households with special needs.</w:t>
            </w:r>
          </w:p>
          <w:p w:rsidR="00172DF5" w:rsidRPr="000B70AA" w:rsidRDefault="00172DF5" w:rsidP="00172DF5">
            <w:pPr>
              <w:keepNext/>
              <w:spacing w:before="120" w:line="280" w:lineRule="atLeast"/>
              <w:jc w:val="both"/>
              <w:rPr>
                <w:rFonts w:ascii="Arial" w:hAnsi="Arial"/>
                <w:sz w:val="22"/>
                <w:szCs w:val="20"/>
              </w:rPr>
            </w:pPr>
            <w:r w:rsidRPr="000B70AA">
              <w:rPr>
                <w:rFonts w:ascii="Arial" w:hAnsi="Arial"/>
                <w:sz w:val="22"/>
                <w:szCs w:val="20"/>
              </w:rPr>
              <w:t>Households with special needs are defined as:</w:t>
            </w:r>
          </w:p>
          <w:p w:rsidR="00172DF5" w:rsidRPr="000B70AA" w:rsidRDefault="00172DF5" w:rsidP="00172DF5">
            <w:pPr>
              <w:pStyle w:val="Box"/>
              <w:numPr>
                <w:ilvl w:val="0"/>
                <w:numId w:val="17"/>
              </w:numPr>
              <w:rPr>
                <w:rFonts w:cs="Arial"/>
                <w:szCs w:val="22"/>
              </w:rPr>
            </w:pPr>
            <w:r w:rsidRPr="000B70AA">
              <w:rPr>
                <w:rFonts w:cs="Arial"/>
                <w:szCs w:val="22"/>
              </w:rPr>
              <w:t>for public and community housing — those households that have either a household member with disability, a principal tenant aged 24 years or under, or 75 years or over, or one or more Indigenous members</w:t>
            </w:r>
          </w:p>
          <w:p w:rsidR="00172DF5" w:rsidRPr="000B70AA" w:rsidRDefault="00172DF5" w:rsidP="00172DF5">
            <w:pPr>
              <w:pStyle w:val="Box"/>
              <w:numPr>
                <w:ilvl w:val="0"/>
                <w:numId w:val="17"/>
              </w:numPr>
              <w:rPr>
                <w:rFonts w:cs="Arial"/>
                <w:szCs w:val="22"/>
              </w:rPr>
            </w:pPr>
            <w:r w:rsidRPr="000B70AA">
              <w:rPr>
                <w:rFonts w:cs="Arial"/>
                <w:szCs w:val="22"/>
              </w:rPr>
              <w:t>for SOMIH — those households that have either a household member with disability or a principal tenant aged 24 years or under, or 50 years or over.</w:t>
            </w:r>
          </w:p>
          <w:p w:rsidR="00172DF5" w:rsidRPr="000B70AA" w:rsidRDefault="00172DF5" w:rsidP="00172DF5">
            <w:pPr>
              <w:keepNext/>
              <w:spacing w:before="120" w:line="280" w:lineRule="atLeast"/>
              <w:jc w:val="both"/>
              <w:rPr>
                <w:rFonts w:ascii="Arial" w:hAnsi="Arial"/>
                <w:sz w:val="22"/>
                <w:szCs w:val="20"/>
              </w:rPr>
            </w:pPr>
            <w:r w:rsidRPr="000B70AA">
              <w:rPr>
                <w:rFonts w:ascii="Arial" w:hAnsi="Arial"/>
                <w:sz w:val="22"/>
                <w:szCs w:val="20"/>
              </w:rPr>
              <w:t>A high or increasing proportion indicates a high degree of access by these special needs households.</w:t>
            </w:r>
          </w:p>
          <w:p w:rsidR="00172DF5" w:rsidRPr="000B70AA" w:rsidRDefault="00172DF5" w:rsidP="00172DF5">
            <w:pPr>
              <w:keepNext/>
              <w:spacing w:before="120" w:line="280" w:lineRule="atLeast"/>
              <w:jc w:val="both"/>
              <w:rPr>
                <w:rFonts w:ascii="Arial" w:hAnsi="Arial"/>
                <w:sz w:val="22"/>
                <w:szCs w:val="20"/>
              </w:rPr>
            </w:pPr>
            <w:r w:rsidRPr="000B70AA">
              <w:rPr>
                <w:rFonts w:ascii="Arial" w:hAnsi="Arial"/>
                <w:sz w:val="22"/>
                <w:szCs w:val="20"/>
              </w:rPr>
              <w:t>Data for this indicator are reported for public housing, SOMIH and community housing. Data comparability and completeness vary for this indicator. Data reported:</w:t>
            </w:r>
          </w:p>
          <w:p w:rsidR="00172DF5" w:rsidRPr="000B70AA" w:rsidRDefault="00172DF5" w:rsidP="00172DF5">
            <w:pPr>
              <w:pStyle w:val="Box"/>
              <w:numPr>
                <w:ilvl w:val="0"/>
                <w:numId w:val="17"/>
              </w:numPr>
              <w:rPr>
                <w:rFonts w:cs="Arial"/>
                <w:szCs w:val="22"/>
              </w:rPr>
            </w:pPr>
            <w:r w:rsidRPr="000B70AA">
              <w:rPr>
                <w:rFonts w:cs="Arial"/>
                <w:szCs w:val="22"/>
              </w:rPr>
              <w:t xml:space="preserve">are not comparable across public housing, SOMIH and community housing </w:t>
            </w:r>
          </w:p>
          <w:p w:rsidR="00172DF5" w:rsidRPr="000B70AA" w:rsidRDefault="00172DF5" w:rsidP="00172DF5">
            <w:pPr>
              <w:pStyle w:val="Box"/>
              <w:numPr>
                <w:ilvl w:val="0"/>
                <w:numId w:val="17"/>
              </w:numPr>
              <w:rPr>
                <w:rFonts w:cs="Arial"/>
                <w:szCs w:val="22"/>
              </w:rPr>
            </w:pPr>
            <w:r w:rsidRPr="000B70AA">
              <w:rPr>
                <w:rFonts w:cs="Arial"/>
                <w:szCs w:val="22"/>
              </w:rPr>
              <w:t>for public housing and SOMIH are comparable across jurisdictions, but not over time</w:t>
            </w:r>
          </w:p>
          <w:p w:rsidR="00172DF5" w:rsidRPr="000B70AA" w:rsidRDefault="00172DF5" w:rsidP="00172DF5">
            <w:pPr>
              <w:pStyle w:val="Box"/>
              <w:numPr>
                <w:ilvl w:val="0"/>
                <w:numId w:val="17"/>
              </w:numPr>
              <w:rPr>
                <w:rFonts w:cs="Arial"/>
                <w:szCs w:val="22"/>
              </w:rPr>
            </w:pPr>
            <w:r w:rsidRPr="000B70AA">
              <w:rPr>
                <w:rFonts w:cs="Arial"/>
                <w:szCs w:val="22"/>
              </w:rPr>
              <w:t>for community housing are neither comparable nor complete.</w:t>
            </w:r>
          </w:p>
          <w:p w:rsidR="007313D0" w:rsidRPr="000B70AA" w:rsidRDefault="00172DF5" w:rsidP="009E5B82">
            <w:pPr>
              <w:pStyle w:val="Box"/>
            </w:pPr>
            <w:r w:rsidRPr="000B70AA">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7313D0" w:rsidRPr="000B70AA" w:rsidRDefault="00664879" w:rsidP="007313D0">
      <w:pPr>
        <w:pStyle w:val="BodyText"/>
      </w:pPr>
      <w:r w:rsidRPr="000B70AA">
        <w:t>Nationally in 2011-12 54.0 per cent of new tenancies for SOMIH were allocated to households with special needs, increasing from 47.2 per cent in 2007-08.</w:t>
      </w:r>
      <w:r w:rsidR="007313D0" w:rsidRPr="000B70AA">
        <w:t xml:space="preserve"> (figure </w:t>
      </w:r>
      <w:r w:rsidR="0060775A" w:rsidRPr="000B70AA">
        <w:t>16.2</w:t>
      </w:r>
      <w:r w:rsidR="007313D0" w:rsidRPr="000B70AA">
        <w:t>).</w:t>
      </w:r>
    </w:p>
    <w:p w:rsidR="007313D0" w:rsidRPr="000B70AA" w:rsidRDefault="007313D0" w:rsidP="007313D0">
      <w:pPr>
        <w:pStyle w:val="FigureTitle"/>
      </w:pPr>
      <w:r w:rsidRPr="000B70AA">
        <w:rPr>
          <w:b w:val="0"/>
        </w:rPr>
        <w:lastRenderedPageBreak/>
        <w:t xml:space="preserve">Figure </w:t>
      </w:r>
      <w:r w:rsidR="0060775A" w:rsidRPr="000B70AA">
        <w:rPr>
          <w:b w:val="0"/>
        </w:rPr>
        <w:t>16.2</w:t>
      </w:r>
      <w:r w:rsidRPr="000B70AA">
        <w:tab/>
        <w:t>New tenancies allocated to households with special needs — SOMIH (per cent)</w:t>
      </w:r>
      <w:r w:rsidRPr="000B70A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B70AA" w:rsidTr="009E5B82">
        <w:tc>
          <w:tcPr>
            <w:tcW w:w="8777" w:type="dxa"/>
          </w:tcPr>
          <w:p w:rsidR="007313D0" w:rsidRPr="000B70AA" w:rsidRDefault="00B56EB5" w:rsidP="009E5B82">
            <w:pPr>
              <w:pStyle w:val="Figure"/>
            </w:pPr>
            <w:r w:rsidRPr="000B70AA">
              <w:rPr>
                <w:rFonts w:ascii="Arial" w:hAnsi="Arial" w:cs="Arial"/>
                <w:b/>
                <w:noProof/>
                <w:sz w:val="20"/>
              </w:rPr>
              <w:drawing>
                <wp:inline distT="0" distB="0" distL="0" distR="0" wp14:anchorId="14BE0DF9" wp14:editId="5A2AD715">
                  <wp:extent cx="5394960" cy="274320"/>
                  <wp:effectExtent l="0" t="0" r="0" b="0"/>
                  <wp:docPr id="21" name="Picture 21" descr="Figure 16.2 New tenancies allocated to households with special needs (per cent)&#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4960" cy="274320"/>
                          </a:xfrm>
                          <a:prstGeom prst="rect">
                            <a:avLst/>
                          </a:prstGeom>
                          <a:noFill/>
                          <a:ln>
                            <a:noFill/>
                          </a:ln>
                        </pic:spPr>
                      </pic:pic>
                    </a:graphicData>
                  </a:graphic>
                </wp:inline>
              </w:drawing>
            </w:r>
          </w:p>
          <w:p w:rsidR="00B56EB5" w:rsidRPr="000B70AA" w:rsidRDefault="00B56EB5" w:rsidP="009E5B82">
            <w:pPr>
              <w:pStyle w:val="Figure"/>
            </w:pPr>
            <w:r w:rsidRPr="000B70AA">
              <w:rPr>
                <w:rFonts w:ascii="Arial" w:hAnsi="Arial" w:cs="Arial"/>
                <w:b/>
                <w:noProof/>
                <w:sz w:val="20"/>
              </w:rPr>
              <w:drawing>
                <wp:inline distT="0" distB="0" distL="0" distR="0" wp14:anchorId="388A215D" wp14:editId="262EB35F">
                  <wp:extent cx="5394960" cy="1778000"/>
                  <wp:effectExtent l="0" t="0" r="0" b="0"/>
                  <wp:docPr id="22" name="Picture 22" descr="Figure 16.2 New tenancies allocated to households with special needs (per cent)&#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4960" cy="1778000"/>
                          </a:xfrm>
                          <a:prstGeom prst="rect">
                            <a:avLst/>
                          </a:prstGeom>
                          <a:noFill/>
                          <a:ln>
                            <a:noFill/>
                          </a:ln>
                        </pic:spPr>
                      </pic:pic>
                    </a:graphicData>
                  </a:graphic>
                </wp:inline>
              </w:drawing>
            </w:r>
          </w:p>
        </w:tc>
      </w:tr>
    </w:tbl>
    <w:p w:rsidR="007313D0" w:rsidRPr="000B70AA" w:rsidRDefault="007313D0" w:rsidP="00AF3DF7">
      <w:pPr>
        <w:pStyle w:val="Note"/>
        <w:keepNext/>
      </w:pPr>
      <w:r w:rsidRPr="000B70AA">
        <w:rPr>
          <w:rStyle w:val="NoteLabel"/>
        </w:rPr>
        <w:t>a </w:t>
      </w:r>
      <w:r w:rsidRPr="000B70AA">
        <w:t xml:space="preserve">Data may not be comparable across jurisdictions and over time and comparisons could be misleading. Table 16A.10 provide further information. </w:t>
      </w:r>
      <w:r w:rsidRPr="000B70AA">
        <w:rPr>
          <w:rStyle w:val="NoteLabel"/>
        </w:rPr>
        <w:t>b</w:t>
      </w:r>
      <w:r w:rsidRPr="000B70AA">
        <w:t xml:space="preserve"> </w:t>
      </w:r>
      <w:r w:rsidR="00AF3DF7" w:rsidRPr="000B70AA">
        <w:t>There are no SOMIH data reported for Victoria (from 2009</w:t>
      </w:r>
      <w:r w:rsidR="00AF3DF7" w:rsidRPr="000B70AA">
        <w:noBreakHyphen/>
        <w:t>10) or WA (from 2010-11) as SOMIH was transferred to other housing programs.</w:t>
      </w:r>
    </w:p>
    <w:p w:rsidR="007313D0" w:rsidRPr="000B70AA" w:rsidRDefault="00AF3DF7" w:rsidP="007313D0">
      <w:pPr>
        <w:pStyle w:val="Source"/>
      </w:pPr>
      <w:r w:rsidRPr="000B70AA">
        <w:rPr>
          <w:i/>
        </w:rPr>
        <w:t>Source</w:t>
      </w:r>
      <w:r w:rsidRPr="000B70AA">
        <w:t xml:space="preserve">: AIHW (unpublished); AIHW (various years) </w:t>
      </w:r>
      <w:r w:rsidRPr="000B70AA">
        <w:rPr>
          <w:i/>
        </w:rPr>
        <w:t>CSHA national data report</w:t>
      </w:r>
      <w:r w:rsidRPr="000B70AA">
        <w:t xml:space="preserve">; AIHW (various years) </w:t>
      </w:r>
      <w:r w:rsidRPr="000B70AA">
        <w:rPr>
          <w:i/>
        </w:rPr>
        <w:t xml:space="preserve">Housing assistance in Australia </w:t>
      </w:r>
      <w:r w:rsidRPr="000B70AA">
        <w:t>(Cat. no. HOU 236); table 16A.10; 2013</w:t>
      </w:r>
      <w:r w:rsidR="007313D0" w:rsidRPr="000B70AA">
        <w:t xml:space="preserve"> Report, figure 16.2, p. 16.</w:t>
      </w:r>
      <w:r w:rsidRPr="000B70AA">
        <w:t>19</w:t>
      </w:r>
      <w:r w:rsidR="007313D0" w:rsidRPr="000B70AA">
        <w:t>.</w:t>
      </w:r>
    </w:p>
    <w:p w:rsidR="007313D0" w:rsidRPr="000B70AA" w:rsidRDefault="007313D0" w:rsidP="007313D0">
      <w:pPr>
        <w:pStyle w:val="Heading5"/>
      </w:pPr>
      <w:bookmarkStart w:id="76" w:name="_Toc319998373"/>
      <w:r w:rsidRPr="000B70AA">
        <w:t>Priority access to those in greatest need</w:t>
      </w:r>
      <w:bookmarkEnd w:id="76"/>
    </w:p>
    <w:p w:rsidR="00AF3DF7" w:rsidRPr="000B70AA" w:rsidRDefault="00AF3DF7" w:rsidP="00AF3DF7">
      <w:pPr>
        <w:pStyle w:val="BodyText"/>
        <w:spacing w:before="120"/>
      </w:pPr>
      <w:r w:rsidRPr="000B70AA">
        <w:t>‘Priority access to those in greatest need’ is an indicator of governments’ objective to provide appropriate, affordable and secure housing to assist people who are unable to access suitable housing. This indicator provides information on whether allocation processes ensure that those in greatest need have priority access to housing (box 16.5).</w:t>
      </w:r>
    </w:p>
    <w:p w:rsidR="007313D0" w:rsidRPr="000B70A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smartTag w:uri="urn:schemas-microsoft-com:office:smarttags" w:element="Street">
              <w:r w:rsidRPr="000B70AA">
                <w:rPr>
                  <w:b w:val="0"/>
                </w:rPr>
                <w:t>Box</w:t>
              </w:r>
            </w:smartTag>
            <w:r w:rsidRPr="000B70AA">
              <w:rPr>
                <w:b w:val="0"/>
              </w:rPr>
              <w:t xml:space="preserve"> </w:t>
            </w:r>
            <w:r w:rsidR="0060775A" w:rsidRPr="000B70AA">
              <w:rPr>
                <w:b w:val="0"/>
              </w:rPr>
              <w:t>16.5</w:t>
            </w:r>
            <w:r w:rsidRPr="000B70AA">
              <w:tab/>
              <w:t>Priority access to those in greatest need</w:t>
            </w:r>
          </w:p>
        </w:tc>
      </w:tr>
      <w:tr w:rsidR="007313D0" w:rsidRPr="000B70AA" w:rsidTr="009E5B82">
        <w:trPr>
          <w:cantSplit/>
        </w:trPr>
        <w:tc>
          <w:tcPr>
            <w:tcW w:w="8771" w:type="dxa"/>
            <w:tcBorders>
              <w:top w:val="nil"/>
              <w:left w:val="single" w:sz="6" w:space="0" w:color="auto"/>
              <w:bottom w:val="nil"/>
              <w:right w:val="single" w:sz="6" w:space="0" w:color="auto"/>
            </w:tcBorders>
          </w:tcPr>
          <w:p w:rsidR="00AF3DF7" w:rsidRPr="000B70AA" w:rsidRDefault="00AF3DF7" w:rsidP="00AF3DF7">
            <w:pPr>
              <w:keepNext/>
              <w:spacing w:before="120" w:line="280" w:lineRule="atLeast"/>
              <w:jc w:val="both"/>
              <w:rPr>
                <w:rFonts w:ascii="Arial" w:hAnsi="Arial"/>
                <w:color w:val="000000" w:themeColor="text1"/>
                <w:sz w:val="22"/>
                <w:szCs w:val="20"/>
              </w:rPr>
            </w:pPr>
            <w:r w:rsidRPr="000B70AA">
              <w:rPr>
                <w:rFonts w:ascii="Arial" w:hAnsi="Arial"/>
                <w:color w:val="000000" w:themeColor="text1"/>
                <w:sz w:val="22"/>
                <w:szCs w:val="20"/>
              </w:rPr>
              <w:t xml:space="preserve">‘Priority access to those in greatest need’ is defined as the proportion of new allocations of housing to households in greatest need. </w:t>
            </w:r>
          </w:p>
          <w:p w:rsidR="00AF3DF7" w:rsidRPr="000B70AA" w:rsidRDefault="00AF3DF7" w:rsidP="00AF3DF7">
            <w:pPr>
              <w:keepNext/>
              <w:spacing w:before="120" w:line="280" w:lineRule="atLeast"/>
              <w:jc w:val="both"/>
              <w:rPr>
                <w:rFonts w:ascii="Arial" w:hAnsi="Arial"/>
                <w:color w:val="000000" w:themeColor="text1"/>
                <w:sz w:val="22"/>
                <w:szCs w:val="20"/>
              </w:rPr>
            </w:pPr>
            <w:r w:rsidRPr="000B70AA">
              <w:rPr>
                <w:rFonts w:ascii="Arial" w:hAnsi="Arial"/>
                <w:color w:val="000000" w:themeColor="text1"/>
                <w:sz w:val="22"/>
                <w:szCs w:val="20"/>
              </w:rPr>
              <w:t>Greatest need households are defined as households that at the time of allocation are either homeless, in housing inappropriate to their needs, in housing that is adversely affecting their health or placing their life and safety at risk, or that has very high rental housing costs.</w:t>
            </w:r>
          </w:p>
          <w:p w:rsidR="00AF3DF7" w:rsidRPr="000B70AA" w:rsidRDefault="00AF3DF7" w:rsidP="00AF3DF7">
            <w:pPr>
              <w:keepNext/>
              <w:spacing w:before="120" w:line="280" w:lineRule="atLeast"/>
              <w:jc w:val="both"/>
              <w:rPr>
                <w:rFonts w:ascii="Arial" w:hAnsi="Arial"/>
                <w:color w:val="000000" w:themeColor="text1"/>
                <w:sz w:val="22"/>
                <w:szCs w:val="20"/>
              </w:rPr>
            </w:pPr>
            <w:r w:rsidRPr="000B70AA">
              <w:rPr>
                <w:rFonts w:ascii="Arial" w:hAnsi="Arial"/>
                <w:color w:val="000000" w:themeColor="text1"/>
                <w:sz w:val="22"/>
                <w:szCs w:val="20"/>
              </w:rPr>
              <w:t>The following measures are reported:</w:t>
            </w:r>
          </w:p>
          <w:p w:rsidR="00AF3DF7" w:rsidRPr="000B70AA" w:rsidRDefault="00AF3DF7" w:rsidP="00AF3DF7">
            <w:pPr>
              <w:pStyle w:val="BoxListBullet"/>
              <w:numPr>
                <w:ilvl w:val="0"/>
                <w:numId w:val="17"/>
              </w:numPr>
              <w:spacing w:before="120"/>
            </w:pPr>
            <w:r w:rsidRPr="000B70AA">
              <w:t>the proportion of new allocations that were to households in greatest need</w:t>
            </w:r>
          </w:p>
          <w:p w:rsidR="00AF3DF7" w:rsidRPr="000B70AA" w:rsidRDefault="00AF3DF7" w:rsidP="00AF3DF7">
            <w:pPr>
              <w:pStyle w:val="BoxListBullet"/>
              <w:numPr>
                <w:ilvl w:val="0"/>
                <w:numId w:val="17"/>
              </w:numPr>
              <w:spacing w:before="120"/>
            </w:pPr>
            <w:r w:rsidRPr="000B70AA">
              <w:t>the proportion of new allocations to households in greatest need (of all new allocations) that were waiting for periods of: less than three months; three months to less than six months; six months to less than one year; one year to less than two years; two years or more. These percentages are not cumulative, because time to allocation for this measure reflects greatest need allocations as a percentage of all new allocations for the time period.</w:t>
            </w:r>
          </w:p>
          <w:p w:rsidR="00AF3DF7" w:rsidRPr="000B70AA" w:rsidRDefault="00AF3DF7" w:rsidP="00AF3DF7">
            <w:pPr>
              <w:keepNext/>
              <w:spacing w:before="120" w:line="280" w:lineRule="atLeast"/>
              <w:jc w:val="both"/>
              <w:rPr>
                <w:rFonts w:ascii="Arial" w:hAnsi="Arial"/>
                <w:color w:val="000000" w:themeColor="text1"/>
                <w:sz w:val="22"/>
                <w:szCs w:val="20"/>
              </w:rPr>
            </w:pPr>
            <w:r w:rsidRPr="000B70AA">
              <w:rPr>
                <w:rFonts w:ascii="Arial" w:hAnsi="Arial"/>
                <w:color w:val="000000" w:themeColor="text1"/>
                <w:sz w:val="22"/>
                <w:szCs w:val="20"/>
              </w:rPr>
              <w:t>High or increasing values for these measures, particularly for short timeframes, indicate a high degree of access for those households in greatest need.</w:t>
            </w:r>
          </w:p>
          <w:p w:rsidR="00AF3DF7" w:rsidRPr="000B70AA" w:rsidRDefault="00AF3DF7" w:rsidP="00AF3DF7">
            <w:pPr>
              <w:keepNext/>
              <w:spacing w:before="120" w:line="280" w:lineRule="atLeast"/>
              <w:jc w:val="both"/>
              <w:rPr>
                <w:rFonts w:ascii="Arial" w:hAnsi="Arial"/>
                <w:color w:val="000000" w:themeColor="text1"/>
                <w:sz w:val="22"/>
                <w:szCs w:val="20"/>
              </w:rPr>
            </w:pPr>
            <w:r w:rsidRPr="000B70AA">
              <w:rPr>
                <w:rFonts w:ascii="Arial" w:hAnsi="Arial"/>
                <w:color w:val="000000" w:themeColor="text1"/>
                <w:sz w:val="22"/>
                <w:szCs w:val="20"/>
              </w:rPr>
              <w:t>Data for this indicator are reported for public housing, SOMIH and community housing. Data comparability and completeness vary for this indicator. Differences in State and Territory housing assessment policies and community housing allocation policies can influence comparability for this indicator. Data reported:</w:t>
            </w:r>
          </w:p>
          <w:p w:rsidR="00AF3DF7" w:rsidRPr="000B70AA" w:rsidRDefault="00AF3DF7" w:rsidP="00AF3DF7">
            <w:pPr>
              <w:pStyle w:val="BoxListBullet"/>
              <w:numPr>
                <w:ilvl w:val="0"/>
                <w:numId w:val="17"/>
              </w:numPr>
              <w:spacing w:before="120"/>
            </w:pPr>
            <w:r w:rsidRPr="000B70AA">
              <w:t>for public housing and SOMIH are comparable across jurisdictions, but not over time</w:t>
            </w:r>
          </w:p>
          <w:p w:rsidR="00AF3DF7" w:rsidRPr="000B70AA" w:rsidRDefault="00AF3DF7" w:rsidP="00AF3DF7">
            <w:pPr>
              <w:pStyle w:val="BoxListBullet"/>
              <w:numPr>
                <w:ilvl w:val="0"/>
                <w:numId w:val="17"/>
              </w:numPr>
              <w:spacing w:before="120"/>
            </w:pPr>
            <w:r w:rsidRPr="000B70AA">
              <w:t>for community housing are neither comparable nor complete.</w:t>
            </w:r>
          </w:p>
          <w:p w:rsidR="007313D0" w:rsidRPr="000B70AA" w:rsidRDefault="00AF3DF7" w:rsidP="009E5B82">
            <w:pPr>
              <w:pStyle w:val="Box"/>
              <w:rPr>
                <w:color w:val="000000" w:themeColor="text1"/>
              </w:rPr>
            </w:pPr>
            <w:r w:rsidRPr="000B70AA">
              <w:rPr>
                <w:color w:val="000000" w:themeColor="text1"/>
              </w:rPr>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AF3DF7" w:rsidRPr="000B70AA" w:rsidRDefault="00AF3DF7" w:rsidP="00AF3DF7">
      <w:pPr>
        <w:pStyle w:val="BodyText"/>
        <w:spacing w:before="120"/>
        <w:rPr>
          <w:color w:val="000000" w:themeColor="text1"/>
        </w:rPr>
      </w:pPr>
      <w:r w:rsidRPr="000B70AA">
        <w:rPr>
          <w:color w:val="000000" w:themeColor="text1"/>
        </w:rPr>
        <w:t xml:space="preserve">The proportion of new allocations to those households in greatest need for SOMIH  </w:t>
      </w:r>
      <w:r w:rsidR="00DE1A14" w:rsidRPr="000B70AA">
        <w:rPr>
          <w:color w:val="000000" w:themeColor="text1"/>
        </w:rPr>
        <w:t xml:space="preserve">is </w:t>
      </w:r>
      <w:r w:rsidRPr="000B70AA">
        <w:rPr>
          <w:color w:val="000000" w:themeColor="text1"/>
        </w:rPr>
        <w:t>reported in figure 16.3. Nationally in 2011-12, 55.7 per cent of new SOMIH allocations were to those households in greatest need (figure 16.3).</w:t>
      </w:r>
    </w:p>
    <w:p w:rsidR="007313D0" w:rsidRPr="000B70AA" w:rsidRDefault="007313D0" w:rsidP="007313D0">
      <w:pPr>
        <w:pStyle w:val="FigureTitle"/>
      </w:pPr>
      <w:r w:rsidRPr="000B70AA">
        <w:rPr>
          <w:b w:val="0"/>
        </w:rPr>
        <w:lastRenderedPageBreak/>
        <w:t xml:space="preserve">Figure </w:t>
      </w:r>
      <w:bookmarkStart w:id="77" w:name="OLE_LINK44"/>
      <w:r w:rsidR="0060775A" w:rsidRPr="000B70AA">
        <w:rPr>
          <w:b w:val="0"/>
        </w:rPr>
        <w:t>16.3</w:t>
      </w:r>
      <w:r w:rsidRPr="000B70AA">
        <w:tab/>
      </w:r>
      <w:bookmarkEnd w:id="77"/>
      <w:r w:rsidRPr="000B70AA">
        <w:t>Proportion of new allocations to those in greatest need — SOMIH</w:t>
      </w:r>
      <w:r w:rsidR="00AF3DF7" w:rsidRPr="000B70AA">
        <w:rPr>
          <w:rStyle w:val="NoteLabel"/>
          <w:b/>
        </w:rPr>
        <w:t>a</w:t>
      </w:r>
      <w:r w:rsidR="00B56EB5" w:rsidRPr="000B70AA">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B70AA" w:rsidTr="009E5B82">
        <w:tc>
          <w:tcPr>
            <w:tcW w:w="8777" w:type="dxa"/>
          </w:tcPr>
          <w:p w:rsidR="007313D0" w:rsidRPr="000B70AA" w:rsidRDefault="00B56EB5" w:rsidP="009E5B82">
            <w:pPr>
              <w:pStyle w:val="Figure"/>
              <w:rPr>
                <w:rFonts w:ascii="Arial" w:hAnsi="Arial" w:cs="Arial"/>
                <w:b/>
                <w:sz w:val="20"/>
              </w:rPr>
            </w:pPr>
            <w:r w:rsidRPr="000B70AA">
              <w:rPr>
                <w:rFonts w:ascii="Arial" w:hAnsi="Arial" w:cs="Arial"/>
                <w:b/>
                <w:noProof/>
                <w:sz w:val="20"/>
              </w:rPr>
              <w:drawing>
                <wp:inline distT="0" distB="0" distL="0" distR="0" wp14:anchorId="68A3FB08" wp14:editId="75E25298">
                  <wp:extent cx="5394960" cy="274320"/>
                  <wp:effectExtent l="0" t="0" r="0" b="0"/>
                  <wp:docPr id="19" name="Picture 19" descr="Figure 16.3 Proportion of new allocations to those in greatest need&#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4960" cy="274320"/>
                          </a:xfrm>
                          <a:prstGeom prst="rect">
                            <a:avLst/>
                          </a:prstGeom>
                          <a:noFill/>
                          <a:ln>
                            <a:noFill/>
                          </a:ln>
                        </pic:spPr>
                      </pic:pic>
                    </a:graphicData>
                  </a:graphic>
                </wp:inline>
              </w:drawing>
            </w:r>
          </w:p>
          <w:p w:rsidR="007313D0" w:rsidRPr="000B70AA" w:rsidRDefault="00B56EB5" w:rsidP="009E5B82">
            <w:pPr>
              <w:pStyle w:val="Figure"/>
            </w:pPr>
            <w:r w:rsidRPr="000B70AA">
              <w:rPr>
                <w:rFonts w:ascii="Arial" w:hAnsi="Arial"/>
                <w:b/>
                <w:noProof/>
                <w:position w:val="6"/>
                <w:sz w:val="18"/>
              </w:rPr>
              <w:drawing>
                <wp:inline distT="0" distB="0" distL="0" distR="0" wp14:anchorId="0687989E" wp14:editId="1AF6A192">
                  <wp:extent cx="5394960" cy="1778000"/>
                  <wp:effectExtent l="0" t="0" r="0" b="0"/>
                  <wp:docPr id="20" name="Picture 20" descr="Figure 16.3 Proportion of new allocations to those in greatest need&#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4960" cy="1778000"/>
                          </a:xfrm>
                          <a:prstGeom prst="rect">
                            <a:avLst/>
                          </a:prstGeom>
                          <a:noFill/>
                          <a:ln>
                            <a:noFill/>
                          </a:ln>
                        </pic:spPr>
                      </pic:pic>
                    </a:graphicData>
                  </a:graphic>
                </wp:inline>
              </w:drawing>
            </w:r>
          </w:p>
        </w:tc>
      </w:tr>
    </w:tbl>
    <w:p w:rsidR="007313D0" w:rsidRPr="000B70AA" w:rsidRDefault="007313D0" w:rsidP="007313D0">
      <w:pPr>
        <w:pStyle w:val="Note"/>
        <w:keepNext/>
      </w:pPr>
      <w:r w:rsidRPr="000B70AA">
        <w:rPr>
          <w:rStyle w:val="NoteLabel"/>
        </w:rPr>
        <w:t>a </w:t>
      </w:r>
      <w:r w:rsidRPr="000B70AA">
        <w:t xml:space="preserve">Data may not be comparable across jurisdictions and over time and comparisons could be misleading. Table 16A.13 provides further information. </w:t>
      </w:r>
      <w:r w:rsidRPr="000B70AA">
        <w:rPr>
          <w:rStyle w:val="NoteLabel"/>
        </w:rPr>
        <w:t>b </w:t>
      </w:r>
      <w:r w:rsidR="00B56EB5" w:rsidRPr="000B70AA">
        <w:t>There are no SOMIH data reported for Victoria (from 2009</w:t>
      </w:r>
      <w:r w:rsidR="00B56EB5" w:rsidRPr="000B70AA">
        <w:noBreakHyphen/>
        <w:t>10) or WA (2010-11) as SOMIH was transferred to other housing programs. Data for Tasmania were not available.</w:t>
      </w:r>
    </w:p>
    <w:p w:rsidR="00B56EB5" w:rsidRPr="000B70AA" w:rsidRDefault="00B56EB5" w:rsidP="00B56EB5">
      <w:pPr>
        <w:pStyle w:val="Source"/>
      </w:pPr>
      <w:r w:rsidRPr="000B70AA">
        <w:rPr>
          <w:i/>
        </w:rPr>
        <w:t>Source</w:t>
      </w:r>
      <w:r w:rsidRPr="000B70AA">
        <w:t>: AIHW (unpublished); AIHW (various years) CSHA national data report; AIHW (various years) Housing assistance in Australia (Cat. no. HOU 236); table 16A.13</w:t>
      </w:r>
      <w:r w:rsidR="003B1BB5" w:rsidRPr="000B70AA">
        <w:t>,</w:t>
      </w:r>
      <w:r w:rsidRPr="000B70AA">
        <w:rPr>
          <w:rFonts w:cs="Arial"/>
          <w:szCs w:val="18"/>
        </w:rPr>
        <w:t xml:space="preserve"> 2013 Report, figure 16.3, p. 16.2</w:t>
      </w:r>
      <w:r w:rsidR="007F43FA" w:rsidRPr="000B70AA">
        <w:rPr>
          <w:rFonts w:cs="Arial"/>
          <w:szCs w:val="18"/>
        </w:rPr>
        <w:t>1</w:t>
      </w:r>
      <w:r w:rsidRPr="000B70AA">
        <w:rPr>
          <w:rFonts w:cs="Arial"/>
          <w:szCs w:val="18"/>
        </w:rPr>
        <w:t>.</w:t>
      </w:r>
    </w:p>
    <w:p w:rsidR="007313D0" w:rsidRPr="000B70AA" w:rsidRDefault="007313D0" w:rsidP="007313D0">
      <w:pPr>
        <w:pStyle w:val="BodyText"/>
      </w:pPr>
      <w:r w:rsidRPr="000B70AA">
        <w:t xml:space="preserve">Table </w:t>
      </w:r>
      <w:r w:rsidR="0060775A" w:rsidRPr="000B70AA">
        <w:t xml:space="preserve">16.3 </w:t>
      </w:r>
      <w:r w:rsidRPr="000B70AA">
        <w:t xml:space="preserve">presents information on the proportion of new SOMIH allocations made to households in greatest need </w:t>
      </w:r>
      <w:r w:rsidR="007F43FA" w:rsidRPr="000B70AA">
        <w:t>for the year ending 30 June 2012</w:t>
      </w:r>
      <w:r w:rsidRPr="000B70AA">
        <w:t xml:space="preserve">, within particular timeframes. </w:t>
      </w:r>
      <w:r w:rsidR="007F43FA" w:rsidRPr="000B70AA">
        <w:t>Nationally, of all new households that were allocated SOMIH within three months at 30 June 2012, 70.4 per cent were households in greatest need (table 16.3).</w:t>
      </w:r>
    </w:p>
    <w:p w:rsidR="007F43FA" w:rsidRPr="000B70AA" w:rsidRDefault="007F43FA" w:rsidP="007F43FA">
      <w:pPr>
        <w:pStyle w:val="TableTitle"/>
        <w:rPr>
          <w:rStyle w:val="NoteLabel"/>
          <w:b/>
        </w:rPr>
      </w:pPr>
      <w:r w:rsidRPr="000B70AA">
        <w:rPr>
          <w:b w:val="0"/>
        </w:rPr>
        <w:t xml:space="preserve">Table </w:t>
      </w:r>
      <w:bookmarkStart w:id="78" w:name="OLE_LINK104"/>
      <w:r w:rsidRPr="000B70AA">
        <w:rPr>
          <w:b w:val="0"/>
        </w:rPr>
        <w:t>16.</w:t>
      </w:r>
      <w:r w:rsidRPr="000B70AA">
        <w:rPr>
          <w:b w:val="0"/>
          <w:noProof/>
        </w:rPr>
        <w:t>3</w:t>
      </w:r>
      <w:bookmarkEnd w:id="78"/>
      <w:r w:rsidRPr="000B70AA">
        <w:tab/>
        <w:t>Proportion of new allocations to those in greatest need, for year ending 30 June 2012</w:t>
      </w:r>
      <w:r w:rsidRPr="000B70AA">
        <w:rPr>
          <w:rStyle w:val="NoteLabel"/>
          <w:b/>
        </w:rPr>
        <w:t>a</w:t>
      </w:r>
    </w:p>
    <w:tbl>
      <w:tblPr>
        <w:tblW w:w="5000" w:type="pct"/>
        <w:tblCellMar>
          <w:left w:w="0" w:type="dxa"/>
          <w:right w:w="0" w:type="dxa"/>
        </w:tblCellMar>
        <w:tblLook w:val="0000" w:firstRow="0" w:lastRow="0" w:firstColumn="0" w:lastColumn="0" w:noHBand="0" w:noVBand="0"/>
      </w:tblPr>
      <w:tblGrid>
        <w:gridCol w:w="2107"/>
        <w:gridCol w:w="741"/>
        <w:gridCol w:w="742"/>
        <w:gridCol w:w="742"/>
        <w:gridCol w:w="742"/>
        <w:gridCol w:w="744"/>
        <w:gridCol w:w="742"/>
        <w:gridCol w:w="742"/>
        <w:gridCol w:w="742"/>
        <w:gridCol w:w="745"/>
      </w:tblGrid>
      <w:tr w:rsidR="007F43FA" w:rsidRPr="000B70AA" w:rsidTr="007F43FA">
        <w:tc>
          <w:tcPr>
            <w:tcW w:w="1199" w:type="pct"/>
            <w:tcBorders>
              <w:top w:val="single" w:sz="6" w:space="0" w:color="auto"/>
              <w:bottom w:val="single" w:sz="6" w:space="0" w:color="auto"/>
            </w:tcBorders>
            <w:shd w:val="clear" w:color="auto" w:fill="auto"/>
          </w:tcPr>
          <w:p w:rsidR="007F43FA" w:rsidRPr="000B70AA" w:rsidRDefault="007F43FA" w:rsidP="007F43FA">
            <w:pPr>
              <w:pStyle w:val="TableColumnHeading"/>
              <w:jc w:val="left"/>
            </w:pP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NSW</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Vic</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Qld</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WA</w:t>
            </w:r>
          </w:p>
        </w:tc>
        <w:tc>
          <w:tcPr>
            <w:tcW w:w="423"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SA</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Tas</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ACT</w:t>
            </w:r>
          </w:p>
        </w:tc>
        <w:tc>
          <w:tcPr>
            <w:tcW w:w="422"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NT</w:t>
            </w:r>
          </w:p>
        </w:tc>
        <w:tc>
          <w:tcPr>
            <w:tcW w:w="424" w:type="pct"/>
            <w:tcBorders>
              <w:top w:val="single" w:sz="6" w:space="0" w:color="auto"/>
              <w:bottom w:val="single" w:sz="6" w:space="0" w:color="auto"/>
            </w:tcBorders>
            <w:shd w:val="clear" w:color="auto" w:fill="auto"/>
            <w:vAlign w:val="center"/>
          </w:tcPr>
          <w:p w:rsidR="007F43FA" w:rsidRPr="000B70AA" w:rsidRDefault="007F43FA" w:rsidP="007F43FA">
            <w:pPr>
              <w:pStyle w:val="TableColumnHeading"/>
            </w:pPr>
            <w:r w:rsidRPr="000B70AA">
              <w:t>Aust</w:t>
            </w:r>
          </w:p>
        </w:tc>
      </w:tr>
      <w:tr w:rsidR="007F43FA" w:rsidRPr="000B70AA" w:rsidTr="007F43FA">
        <w:tc>
          <w:tcPr>
            <w:tcW w:w="5000" w:type="pct"/>
            <w:gridSpan w:val="10"/>
            <w:vAlign w:val="center"/>
          </w:tcPr>
          <w:p w:rsidR="007F43FA" w:rsidRPr="000B70AA" w:rsidRDefault="003B1BB5" w:rsidP="007F43FA">
            <w:pPr>
              <w:pStyle w:val="TableColumnHeading"/>
              <w:jc w:val="left"/>
              <w:rPr>
                <w:color w:val="000000"/>
              </w:rPr>
            </w:pPr>
            <w:r w:rsidRPr="000B70AA">
              <w:rPr>
                <w:color w:val="000000"/>
              </w:rPr>
              <w:t>SOMIH</w:t>
            </w:r>
          </w:p>
        </w:tc>
      </w:tr>
      <w:tr w:rsidR="007F43FA" w:rsidRPr="000B70AA" w:rsidTr="007F43FA">
        <w:tc>
          <w:tcPr>
            <w:tcW w:w="1199" w:type="pct"/>
            <w:shd w:val="clear" w:color="auto" w:fill="auto"/>
            <w:vAlign w:val="center"/>
          </w:tcPr>
          <w:p w:rsidR="007F43FA" w:rsidRPr="000B70AA" w:rsidRDefault="007F43FA" w:rsidP="007F43FA">
            <w:pPr>
              <w:pStyle w:val="TableBodyText"/>
              <w:jc w:val="left"/>
              <w:rPr>
                <w:color w:val="000000"/>
              </w:rPr>
            </w:pPr>
            <w:r w:rsidRPr="000B70AA">
              <w:rPr>
                <w:color w:val="000000"/>
              </w:rPr>
              <w:t>Under 3 months</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45.3</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95.9</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3"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89.5</w:t>
            </w:r>
          </w:p>
        </w:tc>
        <w:tc>
          <w:tcPr>
            <w:tcW w:w="422"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na</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4"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70.4</w:t>
            </w:r>
          </w:p>
        </w:tc>
      </w:tr>
      <w:tr w:rsidR="007F43FA" w:rsidRPr="000B70AA" w:rsidTr="007F43FA">
        <w:tc>
          <w:tcPr>
            <w:tcW w:w="1199" w:type="pct"/>
            <w:shd w:val="clear" w:color="auto" w:fill="auto"/>
            <w:vAlign w:val="center"/>
          </w:tcPr>
          <w:p w:rsidR="007F43FA" w:rsidRPr="000B70AA" w:rsidRDefault="007F43FA" w:rsidP="007F43FA">
            <w:pPr>
              <w:pStyle w:val="TableBodyText"/>
              <w:jc w:val="left"/>
              <w:rPr>
                <w:color w:val="000000"/>
              </w:rPr>
            </w:pPr>
            <w:r w:rsidRPr="000B70AA">
              <w:rPr>
                <w:color w:val="000000"/>
              </w:rPr>
              <w:t>3 &lt; 6 months</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38.2</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91.2</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3"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100.0</w:t>
            </w:r>
          </w:p>
        </w:tc>
        <w:tc>
          <w:tcPr>
            <w:tcW w:w="422"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na</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4"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60.9</w:t>
            </w:r>
          </w:p>
        </w:tc>
      </w:tr>
      <w:tr w:rsidR="007F43FA" w:rsidRPr="000B70AA" w:rsidTr="007F43FA">
        <w:tc>
          <w:tcPr>
            <w:tcW w:w="1199" w:type="pct"/>
            <w:shd w:val="clear" w:color="auto" w:fill="auto"/>
            <w:vAlign w:val="center"/>
          </w:tcPr>
          <w:p w:rsidR="007F43FA" w:rsidRPr="000B70AA" w:rsidRDefault="007F43FA" w:rsidP="007F43FA">
            <w:pPr>
              <w:pStyle w:val="TableBodyText"/>
              <w:jc w:val="left"/>
              <w:rPr>
                <w:color w:val="000000"/>
              </w:rPr>
            </w:pPr>
            <w:r w:rsidRPr="000B70AA">
              <w:rPr>
                <w:color w:val="000000"/>
              </w:rPr>
              <w:t>6 months to &lt; 1 year</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28.1</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94.7</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3"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100.0</w:t>
            </w:r>
          </w:p>
        </w:tc>
        <w:tc>
          <w:tcPr>
            <w:tcW w:w="422"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na</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4"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58.1</w:t>
            </w:r>
          </w:p>
        </w:tc>
      </w:tr>
      <w:tr w:rsidR="007F43FA" w:rsidRPr="000B70AA" w:rsidTr="007F43FA">
        <w:tc>
          <w:tcPr>
            <w:tcW w:w="1199" w:type="pct"/>
            <w:shd w:val="clear" w:color="auto" w:fill="auto"/>
            <w:vAlign w:val="center"/>
          </w:tcPr>
          <w:p w:rsidR="007F43FA" w:rsidRPr="000B70AA" w:rsidRDefault="007F43FA" w:rsidP="007F43FA">
            <w:pPr>
              <w:pStyle w:val="TableBodyText"/>
              <w:jc w:val="left"/>
              <w:rPr>
                <w:color w:val="000000"/>
              </w:rPr>
            </w:pPr>
            <w:r w:rsidRPr="000B70AA">
              <w:rPr>
                <w:color w:val="000000"/>
              </w:rPr>
              <w:t>1 &lt; 2 years</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19.3</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90.9</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3"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100.0</w:t>
            </w:r>
          </w:p>
        </w:tc>
        <w:tc>
          <w:tcPr>
            <w:tcW w:w="422"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na</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4"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42.3</w:t>
            </w:r>
          </w:p>
        </w:tc>
      </w:tr>
      <w:tr w:rsidR="007F43FA" w:rsidRPr="000B70AA" w:rsidTr="007F43FA">
        <w:tc>
          <w:tcPr>
            <w:tcW w:w="1199" w:type="pct"/>
            <w:shd w:val="clear" w:color="auto" w:fill="auto"/>
            <w:vAlign w:val="center"/>
          </w:tcPr>
          <w:p w:rsidR="007F43FA" w:rsidRPr="000B70AA" w:rsidRDefault="007F43FA" w:rsidP="007F43FA">
            <w:pPr>
              <w:pStyle w:val="TableBodyText"/>
              <w:jc w:val="left"/>
              <w:rPr>
                <w:color w:val="000000"/>
              </w:rPr>
            </w:pPr>
            <w:r w:rsidRPr="000B70AA">
              <w:rPr>
                <w:color w:val="000000"/>
              </w:rPr>
              <w:t xml:space="preserve">2+ years </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21.4</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2" w:type="pct"/>
            <w:shd w:val="clear" w:color="auto" w:fill="auto"/>
            <w:vAlign w:val="center"/>
          </w:tcPr>
          <w:p w:rsidR="007F43FA" w:rsidRPr="000B70AA" w:rsidRDefault="007F43FA" w:rsidP="007F43FA">
            <w:pPr>
              <w:pStyle w:val="TableBodyText"/>
              <w:rPr>
                <w:rFonts w:cs="Arial"/>
                <w:color w:val="000000"/>
              </w:rPr>
            </w:pPr>
            <w:r w:rsidRPr="000B70AA">
              <w:rPr>
                <w:rFonts w:cs="Arial"/>
                <w:color w:val="000000"/>
              </w:rPr>
              <w:t>90.0</w:t>
            </w:r>
          </w:p>
        </w:tc>
        <w:tc>
          <w:tcPr>
            <w:tcW w:w="422" w:type="pct"/>
            <w:shd w:val="clear" w:color="auto" w:fill="auto"/>
          </w:tcPr>
          <w:p w:rsidR="007F43FA" w:rsidRPr="000B70AA" w:rsidRDefault="007F43FA" w:rsidP="007F43FA">
            <w:pPr>
              <w:pStyle w:val="TableBodyText"/>
              <w:rPr>
                <w:rFonts w:cs="Arial"/>
                <w:color w:val="000000"/>
              </w:rPr>
            </w:pPr>
            <w:r w:rsidRPr="000B70AA">
              <w:rPr>
                <w:rFonts w:cs="Arial"/>
                <w:color w:val="000000"/>
              </w:rPr>
              <w:t>..</w:t>
            </w:r>
          </w:p>
        </w:tc>
        <w:tc>
          <w:tcPr>
            <w:tcW w:w="423"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44.4</w:t>
            </w:r>
          </w:p>
        </w:tc>
        <w:tc>
          <w:tcPr>
            <w:tcW w:w="422"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na</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2" w:type="pct"/>
            <w:shd w:val="clear" w:color="auto" w:fill="auto"/>
          </w:tcPr>
          <w:p w:rsidR="007F43FA" w:rsidRPr="000B70AA" w:rsidRDefault="007F43FA" w:rsidP="007F43FA">
            <w:pPr>
              <w:pStyle w:val="TableBodyText"/>
              <w:rPr>
                <w:rFonts w:cs="Arial"/>
                <w:color w:val="000000" w:themeColor="text1"/>
              </w:rPr>
            </w:pPr>
            <w:r w:rsidRPr="000B70AA">
              <w:rPr>
                <w:rFonts w:cs="Arial"/>
                <w:color w:val="000000" w:themeColor="text1"/>
              </w:rPr>
              <w:t>..</w:t>
            </w:r>
          </w:p>
        </w:tc>
        <w:tc>
          <w:tcPr>
            <w:tcW w:w="424" w:type="pct"/>
            <w:shd w:val="clear" w:color="auto" w:fill="auto"/>
            <w:vAlign w:val="center"/>
          </w:tcPr>
          <w:p w:rsidR="007F43FA" w:rsidRPr="000B70AA" w:rsidRDefault="007F43FA" w:rsidP="007F43FA">
            <w:pPr>
              <w:pStyle w:val="TableBodyText"/>
              <w:rPr>
                <w:rFonts w:cs="Arial"/>
                <w:color w:val="000000" w:themeColor="text1"/>
              </w:rPr>
            </w:pPr>
            <w:r w:rsidRPr="000B70AA">
              <w:rPr>
                <w:rFonts w:cs="Arial"/>
                <w:color w:val="000000" w:themeColor="text1"/>
              </w:rPr>
              <w:t>28.8</w:t>
            </w:r>
          </w:p>
        </w:tc>
      </w:tr>
      <w:tr w:rsidR="007F43FA" w:rsidRPr="000B70AA" w:rsidTr="007F43FA">
        <w:tc>
          <w:tcPr>
            <w:tcW w:w="1199" w:type="pct"/>
            <w:tcBorders>
              <w:bottom w:val="single" w:sz="6" w:space="0" w:color="auto"/>
            </w:tcBorders>
            <w:shd w:val="clear" w:color="auto" w:fill="auto"/>
            <w:vAlign w:val="bottom"/>
          </w:tcPr>
          <w:p w:rsidR="007F43FA" w:rsidRPr="000B70AA" w:rsidRDefault="007F43FA" w:rsidP="007F43FA">
            <w:pPr>
              <w:pStyle w:val="TableBodyText"/>
              <w:pBdr>
                <w:left w:val="single" w:sz="24" w:space="12" w:color="C0C0C0"/>
              </w:pBdr>
              <w:jc w:val="left"/>
              <w:rPr>
                <w:b/>
                <w:color w:val="000000"/>
              </w:rPr>
            </w:pPr>
            <w:r w:rsidRPr="000B70AA">
              <w:rPr>
                <w:b/>
                <w:color w:val="000000"/>
              </w:rPr>
              <w:t>Overall</w:t>
            </w:r>
          </w:p>
        </w:tc>
        <w:tc>
          <w:tcPr>
            <w:tcW w:w="422" w:type="pct"/>
            <w:tcBorders>
              <w:bottom w:val="single" w:sz="6" w:space="0" w:color="auto"/>
            </w:tcBorders>
            <w:shd w:val="clear" w:color="auto" w:fill="auto"/>
            <w:vAlign w:val="center"/>
          </w:tcPr>
          <w:p w:rsidR="007F43FA" w:rsidRPr="000B70AA" w:rsidRDefault="007F43FA" w:rsidP="007F43FA">
            <w:pPr>
              <w:pStyle w:val="TableBodyText"/>
              <w:rPr>
                <w:rFonts w:cs="Arial"/>
                <w:b/>
                <w:bCs/>
                <w:color w:val="000000"/>
              </w:rPr>
            </w:pPr>
            <w:r w:rsidRPr="000B70AA">
              <w:rPr>
                <w:rFonts w:cs="Arial"/>
                <w:b/>
                <w:bCs/>
                <w:color w:val="000000"/>
              </w:rPr>
              <w:t>31.0</w:t>
            </w:r>
          </w:p>
        </w:tc>
        <w:tc>
          <w:tcPr>
            <w:tcW w:w="422" w:type="pct"/>
            <w:tcBorders>
              <w:bottom w:val="single" w:sz="6" w:space="0" w:color="auto"/>
            </w:tcBorders>
            <w:shd w:val="clear" w:color="auto" w:fill="auto"/>
            <w:vAlign w:val="bottom"/>
          </w:tcPr>
          <w:p w:rsidR="007F43FA" w:rsidRPr="000B70AA" w:rsidRDefault="007F43FA" w:rsidP="007F43FA">
            <w:pPr>
              <w:pStyle w:val="TableBodyText"/>
              <w:rPr>
                <w:rFonts w:cs="Arial"/>
                <w:b/>
                <w:color w:val="000000"/>
              </w:rPr>
            </w:pPr>
            <w:r w:rsidRPr="000B70AA">
              <w:rPr>
                <w:rFonts w:cs="Arial"/>
                <w:b/>
                <w:color w:val="000000"/>
              </w:rPr>
              <w:t>..</w:t>
            </w:r>
          </w:p>
        </w:tc>
        <w:tc>
          <w:tcPr>
            <w:tcW w:w="422" w:type="pct"/>
            <w:tcBorders>
              <w:bottom w:val="single" w:sz="6" w:space="0" w:color="auto"/>
            </w:tcBorders>
            <w:shd w:val="clear" w:color="auto" w:fill="auto"/>
            <w:vAlign w:val="center"/>
          </w:tcPr>
          <w:p w:rsidR="007F43FA" w:rsidRPr="000B70AA" w:rsidRDefault="007F43FA" w:rsidP="007F43FA">
            <w:pPr>
              <w:pStyle w:val="TableBodyText"/>
              <w:rPr>
                <w:rFonts w:cs="Arial"/>
                <w:b/>
                <w:bCs/>
                <w:color w:val="000000"/>
              </w:rPr>
            </w:pPr>
            <w:r w:rsidRPr="000B70AA">
              <w:rPr>
                <w:rFonts w:cs="Arial"/>
                <w:b/>
                <w:bCs/>
                <w:color w:val="000000"/>
              </w:rPr>
              <w:t>93.8</w:t>
            </w:r>
          </w:p>
        </w:tc>
        <w:tc>
          <w:tcPr>
            <w:tcW w:w="422" w:type="pct"/>
            <w:tcBorders>
              <w:bottom w:val="single" w:sz="6" w:space="0" w:color="auto"/>
            </w:tcBorders>
            <w:shd w:val="clear" w:color="auto" w:fill="auto"/>
            <w:vAlign w:val="bottom"/>
          </w:tcPr>
          <w:p w:rsidR="007F43FA" w:rsidRPr="000B70AA" w:rsidRDefault="007F43FA" w:rsidP="007F43FA">
            <w:pPr>
              <w:pStyle w:val="TableBodyText"/>
              <w:rPr>
                <w:rFonts w:cs="Arial"/>
                <w:b/>
                <w:color w:val="000000"/>
              </w:rPr>
            </w:pPr>
            <w:r w:rsidRPr="000B70AA">
              <w:rPr>
                <w:rFonts w:cs="Arial"/>
                <w:b/>
                <w:color w:val="000000"/>
              </w:rPr>
              <w:t>..</w:t>
            </w:r>
          </w:p>
        </w:tc>
        <w:tc>
          <w:tcPr>
            <w:tcW w:w="423" w:type="pct"/>
            <w:tcBorders>
              <w:bottom w:val="single" w:sz="6" w:space="0" w:color="auto"/>
            </w:tcBorders>
            <w:shd w:val="clear" w:color="auto" w:fill="auto"/>
            <w:vAlign w:val="center"/>
          </w:tcPr>
          <w:p w:rsidR="007F43FA" w:rsidRPr="000B70AA" w:rsidRDefault="007F43FA" w:rsidP="007F43FA">
            <w:pPr>
              <w:pStyle w:val="TableBodyText"/>
              <w:rPr>
                <w:rFonts w:cs="Arial"/>
                <w:b/>
                <w:bCs/>
                <w:color w:val="000000" w:themeColor="text1"/>
              </w:rPr>
            </w:pPr>
            <w:r w:rsidRPr="000B70AA">
              <w:rPr>
                <w:rFonts w:cs="Arial"/>
                <w:b/>
                <w:bCs/>
                <w:color w:val="000000" w:themeColor="text1"/>
              </w:rPr>
              <w:t>90.5</w:t>
            </w:r>
          </w:p>
        </w:tc>
        <w:tc>
          <w:tcPr>
            <w:tcW w:w="422" w:type="pct"/>
            <w:tcBorders>
              <w:bottom w:val="single" w:sz="6" w:space="0" w:color="auto"/>
            </w:tcBorders>
            <w:shd w:val="clear" w:color="auto" w:fill="auto"/>
            <w:vAlign w:val="center"/>
          </w:tcPr>
          <w:p w:rsidR="007F43FA" w:rsidRPr="000B70AA" w:rsidRDefault="007F43FA" w:rsidP="007F43FA">
            <w:pPr>
              <w:pStyle w:val="TableBodyText"/>
              <w:rPr>
                <w:rFonts w:cs="Arial"/>
                <w:b/>
                <w:bCs/>
                <w:color w:val="000000" w:themeColor="text1"/>
              </w:rPr>
            </w:pPr>
            <w:r w:rsidRPr="000B70AA">
              <w:rPr>
                <w:rFonts w:cs="Arial"/>
                <w:b/>
                <w:bCs/>
                <w:color w:val="000000" w:themeColor="text1"/>
              </w:rPr>
              <w:t>na</w:t>
            </w:r>
          </w:p>
        </w:tc>
        <w:tc>
          <w:tcPr>
            <w:tcW w:w="422" w:type="pct"/>
            <w:tcBorders>
              <w:bottom w:val="single" w:sz="6" w:space="0" w:color="auto"/>
            </w:tcBorders>
            <w:shd w:val="clear" w:color="auto" w:fill="auto"/>
            <w:vAlign w:val="bottom"/>
          </w:tcPr>
          <w:p w:rsidR="007F43FA" w:rsidRPr="000B70AA" w:rsidRDefault="007F43FA" w:rsidP="007F43FA">
            <w:pPr>
              <w:pStyle w:val="TableBodyText"/>
              <w:rPr>
                <w:rFonts w:cs="Arial"/>
                <w:b/>
                <w:color w:val="000000" w:themeColor="text1"/>
              </w:rPr>
            </w:pPr>
            <w:r w:rsidRPr="000B70AA">
              <w:rPr>
                <w:rFonts w:cs="Arial"/>
                <w:b/>
                <w:color w:val="000000" w:themeColor="text1"/>
              </w:rPr>
              <w:t>..</w:t>
            </w:r>
          </w:p>
        </w:tc>
        <w:tc>
          <w:tcPr>
            <w:tcW w:w="422" w:type="pct"/>
            <w:tcBorders>
              <w:bottom w:val="single" w:sz="6" w:space="0" w:color="auto"/>
            </w:tcBorders>
            <w:shd w:val="clear" w:color="auto" w:fill="auto"/>
            <w:vAlign w:val="bottom"/>
          </w:tcPr>
          <w:p w:rsidR="007F43FA" w:rsidRPr="000B70AA" w:rsidRDefault="007F43FA" w:rsidP="007F43FA">
            <w:pPr>
              <w:pStyle w:val="TableBodyText"/>
              <w:rPr>
                <w:rFonts w:cs="Arial"/>
                <w:b/>
                <w:color w:val="000000" w:themeColor="text1"/>
              </w:rPr>
            </w:pPr>
            <w:r w:rsidRPr="000B70AA">
              <w:rPr>
                <w:rFonts w:cs="Arial"/>
                <w:b/>
                <w:color w:val="000000" w:themeColor="text1"/>
              </w:rPr>
              <w:t>..</w:t>
            </w:r>
          </w:p>
        </w:tc>
        <w:tc>
          <w:tcPr>
            <w:tcW w:w="424" w:type="pct"/>
            <w:tcBorders>
              <w:bottom w:val="single" w:sz="6" w:space="0" w:color="auto"/>
            </w:tcBorders>
            <w:shd w:val="clear" w:color="auto" w:fill="auto"/>
            <w:vAlign w:val="center"/>
          </w:tcPr>
          <w:p w:rsidR="007F43FA" w:rsidRPr="000B70AA" w:rsidRDefault="007F43FA" w:rsidP="007F43FA">
            <w:pPr>
              <w:pStyle w:val="TableBodyText"/>
              <w:rPr>
                <w:rFonts w:cs="Arial"/>
                <w:b/>
                <w:bCs/>
                <w:color w:val="000000" w:themeColor="text1"/>
              </w:rPr>
            </w:pPr>
            <w:r w:rsidRPr="000B70AA">
              <w:rPr>
                <w:rFonts w:cs="Arial"/>
                <w:b/>
                <w:bCs/>
                <w:color w:val="000000" w:themeColor="text1"/>
              </w:rPr>
              <w:t>55.7</w:t>
            </w:r>
          </w:p>
        </w:tc>
      </w:tr>
    </w:tbl>
    <w:p w:rsidR="007F43FA" w:rsidRPr="000B70AA" w:rsidRDefault="007F43FA" w:rsidP="007F43FA">
      <w:pPr>
        <w:pStyle w:val="Note"/>
        <w:keepNext/>
      </w:pPr>
      <w:r w:rsidRPr="000B70AA">
        <w:rPr>
          <w:rStyle w:val="NoteLabel"/>
        </w:rPr>
        <w:t>a </w:t>
      </w:r>
      <w:r w:rsidRPr="000B70AA">
        <w:t>Further informati</w:t>
      </w:r>
      <w:r w:rsidR="00236CCF" w:rsidRPr="000B70AA">
        <w:t>on on these data is provided in 2013 Report,</w:t>
      </w:r>
      <w:r w:rsidRPr="000B70AA">
        <w:t xml:space="preserve"> </w:t>
      </w:r>
      <w:r w:rsidR="00236CCF" w:rsidRPr="000B70AA">
        <w:t xml:space="preserve">table </w:t>
      </w:r>
      <w:r w:rsidRPr="000B70AA">
        <w:t>16A.1</w:t>
      </w:r>
      <w:r w:rsidR="00236CCF" w:rsidRPr="000B70AA">
        <w:t>2 and table 16A.13</w:t>
      </w:r>
      <w:r w:rsidRPr="000B70AA">
        <w:t xml:space="preserve">. </w:t>
      </w:r>
      <w:r w:rsidRPr="000B70AA">
        <w:rPr>
          <w:b/>
        </w:rPr>
        <w:t>na</w:t>
      </w:r>
      <w:r w:rsidR="00236CCF" w:rsidRPr="000B70AA">
        <w:t xml:space="preserve"> Not available. </w:t>
      </w:r>
      <w:r w:rsidRPr="000B70AA">
        <w:t>.. Not applicable.</w:t>
      </w:r>
    </w:p>
    <w:p w:rsidR="007F43FA" w:rsidRPr="000B70AA" w:rsidRDefault="007F43FA" w:rsidP="007F43FA">
      <w:pPr>
        <w:pStyle w:val="Source"/>
      </w:pPr>
      <w:r w:rsidRPr="000B70AA">
        <w:rPr>
          <w:i/>
        </w:rPr>
        <w:t>Source</w:t>
      </w:r>
      <w:r w:rsidRPr="000B70AA">
        <w:t>: AIHW (unpublished); table 16A.13</w:t>
      </w:r>
      <w:r w:rsidRPr="000B70AA">
        <w:rPr>
          <w:rFonts w:cs="Arial"/>
          <w:szCs w:val="18"/>
        </w:rPr>
        <w:t>; 2013 Report, table 16.3, p. 16.22.</w:t>
      </w:r>
    </w:p>
    <w:p w:rsidR="007313D0" w:rsidRPr="000B70AA" w:rsidRDefault="007313D0" w:rsidP="007313D0">
      <w:pPr>
        <w:keepNext/>
        <w:spacing w:before="480" w:line="320" w:lineRule="exact"/>
        <w:outlineLvl w:val="3"/>
        <w:rPr>
          <w:rFonts w:ascii="Arial" w:hAnsi="Arial"/>
          <w:i/>
          <w:sz w:val="24"/>
          <w:szCs w:val="20"/>
        </w:rPr>
      </w:pPr>
      <w:bookmarkStart w:id="79" w:name="_Toc319998374"/>
      <w:bookmarkStart w:id="80" w:name="_Toc321219882"/>
      <w:bookmarkStart w:id="81" w:name="_Toc321223467"/>
      <w:bookmarkStart w:id="82" w:name="_Toc349025852"/>
      <w:bookmarkStart w:id="83" w:name="_Toc349050052"/>
      <w:r w:rsidRPr="000B70AA">
        <w:rPr>
          <w:rFonts w:ascii="Arial" w:hAnsi="Arial"/>
          <w:i/>
          <w:sz w:val="24"/>
          <w:szCs w:val="20"/>
        </w:rPr>
        <w:lastRenderedPageBreak/>
        <w:t>Effectiveness — quality</w:t>
      </w:r>
      <w:bookmarkEnd w:id="79"/>
      <w:bookmarkEnd w:id="80"/>
      <w:bookmarkEnd w:id="81"/>
      <w:bookmarkEnd w:id="82"/>
      <w:bookmarkEnd w:id="83"/>
    </w:p>
    <w:p w:rsidR="007313D0" w:rsidRPr="000B70AA" w:rsidRDefault="007313D0" w:rsidP="007313D0">
      <w:pPr>
        <w:keepNext/>
        <w:spacing w:before="480" w:line="320" w:lineRule="exact"/>
        <w:outlineLvl w:val="4"/>
        <w:rPr>
          <w:i/>
          <w:szCs w:val="20"/>
        </w:rPr>
      </w:pPr>
      <w:r w:rsidRPr="000B70AA">
        <w:rPr>
          <w:i/>
          <w:szCs w:val="20"/>
        </w:rPr>
        <w:t>Dwelling condition</w:t>
      </w:r>
    </w:p>
    <w:p w:rsidR="007F43FA" w:rsidRPr="000B70AA" w:rsidRDefault="007F43FA" w:rsidP="007F43FA">
      <w:pPr>
        <w:pStyle w:val="BodyText"/>
      </w:pPr>
      <w:r w:rsidRPr="000B70AA">
        <w:t>‘Dwelling condition’ is an indicator of governments’ objective to provide quality housing (box 16.6).</w:t>
      </w:r>
    </w:p>
    <w:p w:rsidR="007F43FA" w:rsidRPr="000B70AA" w:rsidRDefault="007F43FA" w:rsidP="007F43FA">
      <w:pPr>
        <w:keepNext/>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F43FA" w:rsidRPr="000B70AA" w:rsidTr="007F43FA">
        <w:tc>
          <w:tcPr>
            <w:tcW w:w="8771" w:type="dxa"/>
            <w:tcBorders>
              <w:top w:val="single" w:sz="6" w:space="0" w:color="auto"/>
              <w:bottom w:val="nil"/>
            </w:tcBorders>
          </w:tcPr>
          <w:p w:rsidR="007F43FA" w:rsidRPr="000B70AA" w:rsidRDefault="007F43FA" w:rsidP="0060775A">
            <w:pPr>
              <w:pStyle w:val="BoxTitle"/>
            </w:pPr>
            <w:r w:rsidRPr="000B70AA">
              <w:rPr>
                <w:b w:val="0"/>
              </w:rPr>
              <w:t xml:space="preserve">Box </w:t>
            </w:r>
            <w:r w:rsidR="0060775A" w:rsidRPr="000B70AA">
              <w:rPr>
                <w:b w:val="0"/>
              </w:rPr>
              <w:t>16.6</w:t>
            </w:r>
            <w:r w:rsidRPr="000B70AA">
              <w:tab/>
              <w:t>Dwelling condition</w:t>
            </w:r>
          </w:p>
        </w:tc>
      </w:tr>
      <w:tr w:rsidR="007F43FA" w:rsidRPr="000B70AA" w:rsidTr="007F43FA">
        <w:trPr>
          <w:cantSplit/>
        </w:trPr>
        <w:tc>
          <w:tcPr>
            <w:tcW w:w="8771" w:type="dxa"/>
            <w:tcBorders>
              <w:top w:val="nil"/>
              <w:left w:val="single" w:sz="6" w:space="0" w:color="auto"/>
              <w:bottom w:val="nil"/>
              <w:right w:val="single" w:sz="6" w:space="0" w:color="auto"/>
            </w:tcBorders>
          </w:tcPr>
          <w:p w:rsidR="007F43FA" w:rsidRPr="000B70AA" w:rsidRDefault="007F43FA" w:rsidP="007F43FA">
            <w:pPr>
              <w:pStyle w:val="Box"/>
            </w:pPr>
            <w:r w:rsidRPr="000B70AA">
              <w:rPr>
                <w:color w:val="000000" w:themeColor="text1"/>
              </w:rPr>
              <w:t xml:space="preserve">‘Dwelling condition’ is defined as the proportion of households living in houses of an acceptable standard for public housing, SOMIH and community housing. </w:t>
            </w:r>
            <w:r w:rsidRPr="000B70AA">
              <w:t>A house is assessed as being of an acceptable standard if it has at least four working facilities (for washing people, for washing clothes/bedding, for storing/preparing food, and sewerage) and not more than two major structural problems.</w:t>
            </w:r>
          </w:p>
          <w:p w:rsidR="007F43FA" w:rsidRPr="000B70AA" w:rsidRDefault="007F43FA" w:rsidP="007F43FA">
            <w:pPr>
              <w:pStyle w:val="Box"/>
            </w:pPr>
            <w:r w:rsidRPr="000B70AA">
              <w:rPr>
                <w:color w:val="000000" w:themeColor="text1"/>
              </w:rPr>
              <w:t>A high proportion for this indicator suggests higher or increasing housing quality</w:t>
            </w:r>
            <w:r w:rsidRPr="000B70AA">
              <w:t>.</w:t>
            </w:r>
          </w:p>
          <w:p w:rsidR="007F43FA" w:rsidRPr="000B70AA" w:rsidRDefault="007F43FA" w:rsidP="007F43FA">
            <w:pPr>
              <w:pStyle w:val="Box"/>
            </w:pPr>
            <w:r w:rsidRPr="000B70AA">
              <w:t>‘Dwelling condition’ is defined as the proportion of dwellings in need of either major repair or replacement for ICH.</w:t>
            </w:r>
          </w:p>
          <w:p w:rsidR="007F43FA" w:rsidRPr="000B70AA" w:rsidRDefault="007F43FA" w:rsidP="007F43FA">
            <w:pPr>
              <w:pStyle w:val="Box"/>
            </w:pPr>
            <w:r w:rsidRPr="000B70AA">
              <w:t>A low proportion for dwelling condition suggests higher or increasing housing quality.</w:t>
            </w:r>
          </w:p>
          <w:p w:rsidR="007F43FA" w:rsidRPr="000B70AA" w:rsidRDefault="007F43FA" w:rsidP="007F43FA">
            <w:pPr>
              <w:pStyle w:val="Box"/>
            </w:pPr>
            <w:r w:rsidRPr="000B70AA">
              <w:t>Data for this indicator are reported for Public housing, SOMIH, Community housing and ICH.</w:t>
            </w:r>
          </w:p>
          <w:p w:rsidR="007F43FA" w:rsidRPr="000B70AA" w:rsidRDefault="007F43FA" w:rsidP="007F43FA">
            <w:pPr>
              <w:pStyle w:val="Box"/>
            </w:pPr>
            <w:r w:rsidRPr="000B70AA">
              <w:t>Data reported for this indicator are not comparable.</w:t>
            </w:r>
          </w:p>
          <w:p w:rsidR="007F43FA" w:rsidRPr="000B70AA" w:rsidRDefault="007F43FA" w:rsidP="007F43FA">
            <w:pPr>
              <w:pStyle w:val="Box"/>
            </w:pPr>
            <w:r w:rsidRPr="000B70AA">
              <w:t>Data quality information for this indicator is at www.pc.gov.au/gsp/reports/rogs/2013.</w:t>
            </w:r>
          </w:p>
        </w:tc>
      </w:tr>
      <w:tr w:rsidR="007F43FA" w:rsidRPr="000B70AA" w:rsidTr="007F43FA">
        <w:trPr>
          <w:cantSplit/>
        </w:trPr>
        <w:tc>
          <w:tcPr>
            <w:tcW w:w="8771" w:type="dxa"/>
            <w:tcBorders>
              <w:top w:val="nil"/>
              <w:left w:val="single" w:sz="6" w:space="0" w:color="auto"/>
              <w:bottom w:val="single" w:sz="6" w:space="0" w:color="auto"/>
              <w:right w:val="single" w:sz="6" w:space="0" w:color="auto"/>
            </w:tcBorders>
          </w:tcPr>
          <w:p w:rsidR="007F43FA" w:rsidRPr="000B70AA" w:rsidRDefault="007F43FA" w:rsidP="007F43FA">
            <w:pPr>
              <w:pStyle w:val="Box"/>
              <w:spacing w:before="0" w:line="120" w:lineRule="exact"/>
            </w:pPr>
          </w:p>
        </w:tc>
      </w:tr>
      <w:tr w:rsidR="007F43FA" w:rsidRPr="000B70AA" w:rsidTr="007F43FA">
        <w:tc>
          <w:tcPr>
            <w:tcW w:w="8771" w:type="dxa"/>
            <w:tcBorders>
              <w:top w:val="nil"/>
              <w:left w:val="nil"/>
              <w:bottom w:val="nil"/>
              <w:right w:val="nil"/>
            </w:tcBorders>
          </w:tcPr>
          <w:p w:rsidR="007F43FA" w:rsidRPr="000B70AA" w:rsidRDefault="007F43FA" w:rsidP="007F43FA">
            <w:pPr>
              <w:pStyle w:val="Box"/>
              <w:keepNext w:val="0"/>
              <w:spacing w:before="60" w:after="60" w:line="80" w:lineRule="exact"/>
              <w:rPr>
                <w:b/>
                <w:color w:val="FF00FF"/>
                <w:sz w:val="14"/>
              </w:rPr>
            </w:pPr>
          </w:p>
        </w:tc>
      </w:tr>
    </w:tbl>
    <w:p w:rsidR="007F43FA" w:rsidRPr="000B70AA" w:rsidRDefault="007F43FA" w:rsidP="007F43FA">
      <w:pPr>
        <w:spacing w:before="240" w:line="320" w:lineRule="atLeast"/>
        <w:jc w:val="both"/>
        <w:rPr>
          <w:color w:val="000000" w:themeColor="text1"/>
          <w:szCs w:val="20"/>
        </w:rPr>
      </w:pPr>
      <w:r w:rsidRPr="000B70AA">
        <w:rPr>
          <w:color w:val="000000" w:themeColor="text1"/>
          <w:szCs w:val="20"/>
        </w:rPr>
        <w:t>Nationally in 2012, the NSHS found that:</w:t>
      </w:r>
    </w:p>
    <w:p w:rsidR="007F43FA" w:rsidRPr="000B70AA" w:rsidRDefault="007F43FA" w:rsidP="007F43FA">
      <w:pPr>
        <w:pStyle w:val="ListBullet"/>
        <w:numPr>
          <w:ilvl w:val="0"/>
          <w:numId w:val="3"/>
        </w:numPr>
      </w:pPr>
      <w:r w:rsidRPr="000B70AA">
        <w:t>for public housing, 74.7 per cent of all households and 61.3 per cent of Indigenous households had four working facilities and not more than two major structural problems</w:t>
      </w:r>
    </w:p>
    <w:p w:rsidR="007F43FA" w:rsidRPr="000B70AA" w:rsidRDefault="007F43FA" w:rsidP="007F43FA">
      <w:pPr>
        <w:pStyle w:val="ListBullet"/>
        <w:numPr>
          <w:ilvl w:val="0"/>
          <w:numId w:val="3"/>
        </w:numPr>
      </w:pPr>
      <w:r w:rsidRPr="000B70AA">
        <w:t>for SOMIH, 61.4 per cent of all households had four working facilities and not more than two major structural problems</w:t>
      </w:r>
      <w:r w:rsidR="000E1A85" w:rsidRPr="000B70AA">
        <w:t xml:space="preserve"> (figure 16.4)</w:t>
      </w:r>
    </w:p>
    <w:p w:rsidR="007F43FA" w:rsidRPr="000B70AA" w:rsidRDefault="007F43FA" w:rsidP="007F43FA">
      <w:pPr>
        <w:pStyle w:val="ListBullet"/>
        <w:numPr>
          <w:ilvl w:val="0"/>
          <w:numId w:val="3"/>
        </w:numPr>
      </w:pPr>
      <w:r w:rsidRPr="000B70AA">
        <w:t>for community housing, 85.2 per cent of all households and 71.5 per cent of Indigenous households had four working facilities and not more than two major structural problems (figure 16.4).</w:t>
      </w:r>
    </w:p>
    <w:p w:rsidR="007F43FA" w:rsidRPr="000B70AA" w:rsidRDefault="007F43FA" w:rsidP="007F43FA">
      <w:pPr>
        <w:pStyle w:val="BodyText"/>
        <w:rPr>
          <w:color w:val="000000" w:themeColor="text1"/>
        </w:rPr>
      </w:pPr>
      <w:r w:rsidRPr="000B70AA">
        <w:rPr>
          <w:color w:val="000000" w:themeColor="text1"/>
        </w:rPr>
        <w:t>Information for Indigenous households is available in tables 16A.15–17.</w:t>
      </w:r>
    </w:p>
    <w:p w:rsidR="007F43FA" w:rsidRPr="000B70AA" w:rsidRDefault="007F43FA" w:rsidP="007F43FA">
      <w:pPr>
        <w:pStyle w:val="BodyText"/>
        <w:rPr>
          <w:color w:val="000000" w:themeColor="text1"/>
        </w:rPr>
      </w:pPr>
      <w:r w:rsidRPr="000B70AA">
        <w:rPr>
          <w:color w:val="000000" w:themeColor="text1"/>
        </w:rPr>
        <w:t>95 per cent confidence intervals for these data are in the attachment tables.</w:t>
      </w:r>
    </w:p>
    <w:p w:rsidR="007313D0" w:rsidRPr="000B70AA" w:rsidRDefault="007313D0" w:rsidP="007313D0">
      <w:pPr>
        <w:keepNext/>
        <w:keepLines/>
        <w:spacing w:before="360" w:after="80" w:line="280" w:lineRule="exact"/>
        <w:ind w:left="1474" w:hanging="1474"/>
        <w:rPr>
          <w:rFonts w:ascii="Arial" w:hAnsi="Arial"/>
          <w:b/>
        </w:rPr>
      </w:pPr>
      <w:r w:rsidRPr="000B70AA">
        <w:rPr>
          <w:rFonts w:ascii="Arial" w:hAnsi="Arial"/>
        </w:rPr>
        <w:lastRenderedPageBreak/>
        <w:t xml:space="preserve">Figure </w:t>
      </w:r>
      <w:r w:rsidR="0060775A" w:rsidRPr="000B70AA">
        <w:rPr>
          <w:rFonts w:ascii="Arial" w:hAnsi="Arial"/>
        </w:rPr>
        <w:t>16.4</w:t>
      </w:r>
      <w:r w:rsidR="007F43FA" w:rsidRPr="000B70AA">
        <w:rPr>
          <w:rFonts w:ascii="Arial" w:hAnsi="Arial"/>
          <w:b/>
        </w:rPr>
        <w:tab/>
        <w:t>Proportion of households with at least four working facilities and not more than two major structural problems</w:t>
      </w:r>
      <w:r w:rsidR="00035625" w:rsidRPr="000B70AA">
        <w:rPr>
          <w:rFonts w:ascii="Arial" w:hAnsi="Arial"/>
          <w:b/>
        </w:rPr>
        <w:t xml:space="preserve"> — SOMIH</w:t>
      </w:r>
      <w:r w:rsidR="007F43FA" w:rsidRPr="000B70AA">
        <w:rPr>
          <w:rFonts w:ascii="Arial" w:hAnsi="Arial"/>
          <w:b/>
        </w:rPr>
        <w:t>, 2012</w:t>
      </w:r>
      <w:r w:rsidR="007F43FA" w:rsidRPr="000B70AA">
        <w:rPr>
          <w:rFonts w:ascii="Arial" w:hAnsi="Arial"/>
          <w:b/>
          <w:position w:val="6"/>
          <w:sz w:val="18"/>
        </w:rPr>
        <w:t>a, b</w:t>
      </w:r>
      <w:r w:rsidR="00035625" w:rsidRPr="000B70AA">
        <w:rPr>
          <w:rFonts w:ascii="Arial" w:hAnsi="Arial"/>
          <w:b/>
          <w:position w:val="6"/>
          <w:sz w:val="18"/>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B70AA" w:rsidTr="009E5B82">
        <w:tc>
          <w:tcPr>
            <w:tcW w:w="8777" w:type="dxa"/>
          </w:tcPr>
          <w:p w:rsidR="007313D0" w:rsidRPr="000B70AA" w:rsidRDefault="00035625" w:rsidP="009E5B82">
            <w:pPr>
              <w:keepNext/>
              <w:spacing w:before="120" w:after="120" w:line="240" w:lineRule="atLeast"/>
              <w:jc w:val="center"/>
              <w:rPr>
                <w:szCs w:val="20"/>
              </w:rPr>
            </w:pPr>
            <w:r w:rsidRPr="000B70AA">
              <w:rPr>
                <w:rFonts w:ascii="Arial" w:hAnsi="Arial"/>
                <w:b/>
                <w:noProof/>
                <w:position w:val="6"/>
                <w:sz w:val="18"/>
              </w:rPr>
              <w:drawing>
                <wp:inline distT="0" distB="0" distL="0" distR="0" wp14:anchorId="02A10C0D" wp14:editId="7757F010">
                  <wp:extent cx="5394960" cy="2164080"/>
                  <wp:effectExtent l="0" t="0" r="0" b="7620"/>
                  <wp:docPr id="24" name="Picture 24" descr="Figure 16.4 Proportion of households with at least four working facilities and not more than two major structural problems, 2012&#10;&#10;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4960" cy="2164080"/>
                          </a:xfrm>
                          <a:prstGeom prst="rect">
                            <a:avLst/>
                          </a:prstGeom>
                          <a:noFill/>
                          <a:ln>
                            <a:noFill/>
                          </a:ln>
                        </pic:spPr>
                      </pic:pic>
                    </a:graphicData>
                  </a:graphic>
                </wp:inline>
              </w:drawing>
            </w:r>
          </w:p>
        </w:tc>
      </w:tr>
    </w:tbl>
    <w:p w:rsidR="00D10825" w:rsidRPr="000B70AA" w:rsidRDefault="00D10825" w:rsidP="00D10825">
      <w:pPr>
        <w:pStyle w:val="Note"/>
        <w:rPr>
          <w:rStyle w:val="NoteLabel"/>
          <w:b w:val="0"/>
          <w:position w:val="0"/>
        </w:rPr>
      </w:pPr>
      <w:bookmarkStart w:id="84" w:name="_Toc319998375"/>
      <w:bookmarkStart w:id="85" w:name="_Toc321219883"/>
      <w:bookmarkStart w:id="86" w:name="_Toc321223468"/>
      <w:bookmarkStart w:id="87" w:name="_Toc349025853"/>
      <w:r w:rsidRPr="000B70AA">
        <w:rPr>
          <w:rStyle w:val="NoteLabel"/>
        </w:rPr>
        <w:t xml:space="preserve">a </w:t>
      </w:r>
      <w:r w:rsidRPr="000B70AA">
        <w:t xml:space="preserve">Error bars represent the 95 per cent confidence intervals associated with each point estimate. </w:t>
      </w:r>
      <w:r w:rsidRPr="000B70AA">
        <w:rPr>
          <w:rStyle w:val="NoteLabel"/>
        </w:rPr>
        <w:t>b</w:t>
      </w:r>
      <w:r w:rsidRPr="000B70AA">
        <w:rPr>
          <w:rStyle w:val="NoteLabel"/>
          <w:b w:val="0"/>
          <w:position w:val="0"/>
        </w:rPr>
        <w:t xml:space="preserve"> </w:t>
      </w:r>
      <w:r w:rsidRPr="000B70AA">
        <w:t xml:space="preserve">Data may not be comparable across jurisdictions and over time and comparisons could be misleading. Table 16A.16 provide further information. </w:t>
      </w:r>
      <w:r w:rsidRPr="000B70AA">
        <w:rPr>
          <w:rStyle w:val="NoteLabel"/>
        </w:rPr>
        <w:t>b</w:t>
      </w:r>
      <w:r w:rsidRPr="000B70AA">
        <w:t xml:space="preserve"> There are no SOMIH data reported for Victoria, WA, ACT and the NT as SOMIH program does not exist in these jurisdictions. </w:t>
      </w:r>
      <w:r w:rsidRPr="000B70AA">
        <w:rPr>
          <w:rStyle w:val="NoteLabel"/>
        </w:rPr>
        <w:t>c</w:t>
      </w:r>
      <w:r w:rsidRPr="000B70AA">
        <w:t xml:space="preserve"> Includes a small proportion of non-Indigenous households. </w:t>
      </w:r>
      <w:r w:rsidRPr="000B70AA">
        <w:rPr>
          <w:rStyle w:val="NoteLabel"/>
        </w:rPr>
        <w:t>d</w:t>
      </w:r>
      <w:r w:rsidRPr="000B70AA">
        <w:t> Data for the NT are not available</w:t>
      </w:r>
      <w:r w:rsidRPr="000B70AA">
        <w:rPr>
          <w:rStyle w:val="NoteLabel"/>
          <w:b w:val="0"/>
          <w:position w:val="0"/>
        </w:rPr>
        <w:t>.</w:t>
      </w:r>
    </w:p>
    <w:p w:rsidR="00D10825" w:rsidRPr="000B70AA" w:rsidRDefault="00D10825" w:rsidP="00D10825">
      <w:pPr>
        <w:pStyle w:val="Source"/>
      </w:pPr>
      <w:r w:rsidRPr="000B70AA">
        <w:rPr>
          <w:i/>
        </w:rPr>
        <w:t>Source</w:t>
      </w:r>
      <w:r w:rsidRPr="000B70AA">
        <w:t xml:space="preserve">: AIHW (2012) </w:t>
      </w:r>
      <w:r w:rsidRPr="000B70AA">
        <w:rPr>
          <w:i/>
        </w:rPr>
        <w:t>National Social Housing Survey</w:t>
      </w:r>
      <w:r w:rsidRPr="000B70AA">
        <w:t>; table 16A.16</w:t>
      </w:r>
      <w:r w:rsidRPr="000B70AA">
        <w:rPr>
          <w:rFonts w:cs="Arial"/>
          <w:szCs w:val="18"/>
        </w:rPr>
        <w:t>; 2013 Report, figure 16.4, p. 16.24.</w:t>
      </w:r>
    </w:p>
    <w:p w:rsidR="00D10825" w:rsidRPr="000B70AA" w:rsidRDefault="00D10825" w:rsidP="00D10825">
      <w:pPr>
        <w:pStyle w:val="BodyText"/>
        <w:rPr>
          <w:color w:val="000000"/>
        </w:rPr>
      </w:pPr>
      <w:r w:rsidRPr="000B70AA">
        <w:t xml:space="preserve">Nationally in 2006, 23.4 per cent of Indigenous community housing dwellings were in need of major repair and 7.2 per cent of dwellings were in need of replacement </w:t>
      </w:r>
      <w:r w:rsidRPr="000B70AA">
        <w:rPr>
          <w:color w:val="000000"/>
        </w:rPr>
        <w:t>(table 16A.18) (figure 16.5).</w:t>
      </w:r>
    </w:p>
    <w:p w:rsidR="00D10825" w:rsidRPr="000B70AA" w:rsidRDefault="00D10825" w:rsidP="00D10825">
      <w:pPr>
        <w:pStyle w:val="FigureTitle"/>
        <w:rPr>
          <w:rStyle w:val="NoteLabel"/>
          <w:b/>
        </w:rPr>
      </w:pPr>
      <w:r w:rsidRPr="000B70AA">
        <w:rPr>
          <w:b w:val="0"/>
        </w:rPr>
        <w:lastRenderedPageBreak/>
        <w:t xml:space="preserve">Figure </w:t>
      </w:r>
      <w:r w:rsidR="0060775A" w:rsidRPr="000B70AA">
        <w:rPr>
          <w:b w:val="0"/>
          <w:sz w:val="26"/>
        </w:rPr>
        <w:t>16.5</w:t>
      </w:r>
      <w:r w:rsidRPr="000B70AA">
        <w:tab/>
        <w:t>Proportion of Indigenous community housing dwellings in need of major repair and dwellings in need of replacement, 2006</w:t>
      </w:r>
      <w:r w:rsidRPr="000B70AA">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10825" w:rsidRPr="000B70AA" w:rsidTr="00D10825">
        <w:tc>
          <w:tcPr>
            <w:tcW w:w="8777" w:type="dxa"/>
          </w:tcPr>
          <w:p w:rsidR="00D10825" w:rsidRPr="000B70AA" w:rsidRDefault="00D10825" w:rsidP="00D10825">
            <w:pPr>
              <w:pStyle w:val="Figure"/>
            </w:pPr>
            <w:r w:rsidRPr="000B70AA">
              <w:rPr>
                <w:noProof/>
              </w:rPr>
              <w:drawing>
                <wp:inline distT="0" distB="0" distL="0" distR="0" wp14:anchorId="03A18F81" wp14:editId="680AEB4D">
                  <wp:extent cx="5384800" cy="2865120"/>
                  <wp:effectExtent l="0" t="0" r="6350" b="0"/>
                  <wp:docPr id="25" name="Picture 25" descr="Figure 16.5 Proportion of Indigenous community housing dwellings in need of major repair and dwellings in need of replacement, 200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84800" cy="2865120"/>
                          </a:xfrm>
                          <a:prstGeom prst="rect">
                            <a:avLst/>
                          </a:prstGeom>
                          <a:noFill/>
                          <a:ln>
                            <a:noFill/>
                          </a:ln>
                        </pic:spPr>
                      </pic:pic>
                    </a:graphicData>
                  </a:graphic>
                </wp:inline>
              </w:drawing>
            </w:r>
          </w:p>
        </w:tc>
      </w:tr>
    </w:tbl>
    <w:p w:rsidR="00D10825" w:rsidRPr="000B70AA" w:rsidRDefault="00D10825" w:rsidP="00D10825">
      <w:pPr>
        <w:pStyle w:val="Note"/>
      </w:pPr>
      <w:r w:rsidRPr="000B70AA">
        <w:rPr>
          <w:rStyle w:val="NoteLabel"/>
        </w:rPr>
        <w:t>a</w:t>
      </w:r>
      <w:r w:rsidRPr="000B70AA">
        <w:t xml:space="preserve"> The proportion of dwellings in need of replacement in Tasmania was nil, or rounded to zero. </w:t>
      </w:r>
      <w:r w:rsidRPr="000B70AA">
        <w:rPr>
          <w:rStyle w:val="NoteLabel"/>
        </w:rPr>
        <w:t>b</w:t>
      </w:r>
      <w:r w:rsidRPr="000B70AA">
        <w:t> ACT data have been included with NSW due to low numbers.</w:t>
      </w:r>
    </w:p>
    <w:p w:rsidR="00D10825" w:rsidRPr="000B70AA" w:rsidRDefault="00D10825" w:rsidP="00D10825">
      <w:pPr>
        <w:pStyle w:val="Source"/>
      </w:pPr>
      <w:r w:rsidRPr="000B70AA">
        <w:rPr>
          <w:i/>
        </w:rPr>
        <w:t>Source</w:t>
      </w:r>
      <w:r w:rsidRPr="000B70AA">
        <w:t xml:space="preserve">: ABS (2007) </w:t>
      </w:r>
      <w:r w:rsidRPr="000B70AA">
        <w:rPr>
          <w:i/>
        </w:rPr>
        <w:t>Housing and Infrastructure in Aboriginal and Torres Strait Islander Communities 2006</w:t>
      </w:r>
      <w:r w:rsidRPr="000B70AA">
        <w:t>; table 16A.18</w:t>
      </w:r>
      <w:r w:rsidRPr="000B70AA">
        <w:rPr>
          <w:rFonts w:cs="Arial"/>
          <w:szCs w:val="18"/>
        </w:rPr>
        <w:t>; 2013 Report, figure 16.5, p. 16.25.</w:t>
      </w:r>
    </w:p>
    <w:p w:rsidR="007313D0" w:rsidRPr="000B70AA" w:rsidRDefault="007313D0" w:rsidP="007313D0">
      <w:pPr>
        <w:keepNext/>
        <w:spacing w:before="480" w:line="320" w:lineRule="exact"/>
        <w:outlineLvl w:val="3"/>
        <w:rPr>
          <w:rFonts w:ascii="Arial" w:hAnsi="Arial"/>
          <w:i/>
          <w:sz w:val="24"/>
          <w:szCs w:val="20"/>
        </w:rPr>
      </w:pPr>
      <w:bookmarkStart w:id="88" w:name="_Toc349050053"/>
      <w:r w:rsidRPr="000B70AA">
        <w:rPr>
          <w:rFonts w:ascii="Arial" w:hAnsi="Arial"/>
          <w:i/>
          <w:sz w:val="24"/>
          <w:szCs w:val="20"/>
        </w:rPr>
        <w:t>Efficiency</w:t>
      </w:r>
      <w:bookmarkEnd w:id="84"/>
      <w:bookmarkEnd w:id="85"/>
      <w:bookmarkEnd w:id="86"/>
      <w:bookmarkEnd w:id="87"/>
      <w:bookmarkEnd w:id="88"/>
    </w:p>
    <w:p w:rsidR="007313D0" w:rsidRPr="000B70AA" w:rsidRDefault="007313D0" w:rsidP="007313D0">
      <w:pPr>
        <w:keepNext/>
        <w:spacing w:before="480" w:line="320" w:lineRule="exact"/>
        <w:outlineLvl w:val="4"/>
        <w:rPr>
          <w:i/>
          <w:szCs w:val="20"/>
        </w:rPr>
      </w:pPr>
      <w:r w:rsidRPr="000B70AA">
        <w:rPr>
          <w:i/>
          <w:szCs w:val="20"/>
        </w:rPr>
        <w:t>Net recurrent cost per dwelling</w:t>
      </w:r>
    </w:p>
    <w:p w:rsidR="00D10825" w:rsidRPr="000B70AA" w:rsidRDefault="00D10825" w:rsidP="00D10825">
      <w:pPr>
        <w:pStyle w:val="BodyText"/>
      </w:pPr>
      <w:r w:rsidRPr="000B70AA">
        <w:t>‘Net recurrent cost per dwelling’ is an indicator of governments’ objective to undertake efficient and cost effective management of social housing (box 16.7).</w:t>
      </w:r>
    </w:p>
    <w:p w:rsidR="007313D0" w:rsidRPr="000B70A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smartTag w:uri="urn:schemas-microsoft-com:office:smarttags" w:element="Street">
              <w:r w:rsidRPr="000B70AA">
                <w:rPr>
                  <w:b w:val="0"/>
                </w:rPr>
                <w:t>Box</w:t>
              </w:r>
            </w:smartTag>
            <w:r w:rsidRPr="000B70AA">
              <w:rPr>
                <w:b w:val="0"/>
              </w:rPr>
              <w:t xml:space="preserve"> </w:t>
            </w:r>
            <w:r w:rsidR="0060775A" w:rsidRPr="000B70AA">
              <w:rPr>
                <w:b w:val="0"/>
              </w:rPr>
              <w:t>16.7</w:t>
            </w:r>
            <w:r w:rsidRPr="000B70AA">
              <w:tab/>
              <w:t>Net recurrent cost per dwelling</w:t>
            </w:r>
          </w:p>
        </w:tc>
      </w:tr>
      <w:tr w:rsidR="007313D0" w:rsidRPr="000B70AA" w:rsidTr="009E5B82">
        <w:trPr>
          <w:cantSplit/>
        </w:trPr>
        <w:tc>
          <w:tcPr>
            <w:tcW w:w="8771" w:type="dxa"/>
            <w:tcBorders>
              <w:top w:val="nil"/>
              <w:left w:val="single" w:sz="6" w:space="0" w:color="auto"/>
              <w:bottom w:val="nil"/>
              <w:right w:val="single" w:sz="6" w:space="0" w:color="auto"/>
            </w:tcBorders>
          </w:tcPr>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 xml:space="preserve">‘Net recurrent cost per dwelling’ is defined as the cost of providing assistance per dwelling — </w:t>
            </w:r>
            <w:r w:rsidRPr="000B70AA">
              <w:rPr>
                <w:rFonts w:ascii="Arial" w:hAnsi="Arial"/>
                <w:snapToGrid w:val="0"/>
                <w:sz w:val="22"/>
                <w:szCs w:val="20"/>
                <w:lang w:val="en-US"/>
              </w:rPr>
              <w:t>total recurrent expenses (including administration and operational costs), divided by the total number of dwellings.</w:t>
            </w:r>
          </w:p>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Measures are reported for public housing, SOMIH, community housing and Indigenous community housing. Net recurrent cost per dwelling for public housing is reported, both including and excluding the user cost of capital. Reporting for SOMIH, community housing and Indigenous community housing excludes the user cost of capital.</w:t>
            </w:r>
          </w:p>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The total number of dwellings for Indigenous community housing is the number of permanent dwellings.</w:t>
            </w:r>
          </w:p>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Holding other factors equal, a low or decreasing net recurrent cost per dwelling suggests an improvement in efficiency.</w:t>
            </w:r>
          </w:p>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Cost per dwelling measures do not provide any information on the quality of service provided (for example, the standard of dwellings).</w:t>
            </w:r>
          </w:p>
          <w:p w:rsidR="00D10825"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Data comparability and completeness vary for this indicator. Data reported:</w:t>
            </w:r>
          </w:p>
          <w:p w:rsidR="00D10825" w:rsidRPr="000B70AA" w:rsidRDefault="00D10825" w:rsidP="00D10825">
            <w:pPr>
              <w:pStyle w:val="BoxListBullet"/>
              <w:numPr>
                <w:ilvl w:val="0"/>
                <w:numId w:val="17"/>
              </w:numPr>
              <w:spacing w:before="120"/>
            </w:pPr>
            <w:r w:rsidRPr="000B70AA">
              <w:t xml:space="preserve">for public housing and SOMIH are comparable </w:t>
            </w:r>
          </w:p>
          <w:p w:rsidR="00D10825" w:rsidRPr="000B70AA" w:rsidRDefault="00D10825" w:rsidP="00D10825">
            <w:pPr>
              <w:pStyle w:val="BoxListBullet"/>
              <w:numPr>
                <w:ilvl w:val="0"/>
                <w:numId w:val="17"/>
              </w:numPr>
              <w:spacing w:before="120"/>
            </w:pPr>
            <w:r w:rsidRPr="000B70AA">
              <w:t>for community housing and Indigenous community housing are neither comparable nor complete</w:t>
            </w:r>
          </w:p>
          <w:p w:rsidR="007313D0" w:rsidRPr="000B70AA" w:rsidRDefault="00D10825" w:rsidP="00D10825">
            <w:pPr>
              <w:keepNext/>
              <w:spacing w:before="120" w:line="280" w:lineRule="atLeast"/>
              <w:jc w:val="both"/>
              <w:rPr>
                <w:rFonts w:ascii="Arial" w:hAnsi="Arial"/>
                <w:sz w:val="22"/>
                <w:szCs w:val="20"/>
              </w:rPr>
            </w:pPr>
            <w:r w:rsidRPr="000B70AA">
              <w:rPr>
                <w:rFonts w:ascii="Arial" w:hAnsi="Arial"/>
                <w:sz w:val="22"/>
                <w:szCs w:val="20"/>
              </w:rPr>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D10825" w:rsidRPr="000B70AA" w:rsidRDefault="00D10825" w:rsidP="00D10825">
      <w:pPr>
        <w:spacing w:before="240" w:line="320" w:lineRule="atLeast"/>
        <w:jc w:val="both"/>
        <w:rPr>
          <w:szCs w:val="20"/>
        </w:rPr>
      </w:pPr>
      <w:r w:rsidRPr="000B70AA">
        <w:rPr>
          <w:szCs w:val="20"/>
        </w:rPr>
        <w:t>The cost incurred by jurisdictions in providing social housing includes:</w:t>
      </w:r>
    </w:p>
    <w:p w:rsidR="00D10825" w:rsidRPr="000B70AA" w:rsidRDefault="00D10825" w:rsidP="00D10825">
      <w:pPr>
        <w:pStyle w:val="ListBullet"/>
        <w:numPr>
          <w:ilvl w:val="0"/>
          <w:numId w:val="3"/>
        </w:numPr>
      </w:pPr>
      <w:r w:rsidRPr="000B70AA">
        <w:t>administration costs (the cost of the administration offices of the property manager and tenancy manager)</w:t>
      </w:r>
    </w:p>
    <w:p w:rsidR="00D10825" w:rsidRPr="000B70AA" w:rsidRDefault="00D10825" w:rsidP="00D10825">
      <w:pPr>
        <w:pStyle w:val="ListBullet"/>
        <w:numPr>
          <w:ilvl w:val="0"/>
          <w:numId w:val="3"/>
        </w:numPr>
      </w:pPr>
      <w:r w:rsidRPr="000B70AA">
        <w:t xml:space="preserve">operating costs (the costs of maintaining the operation of the dwelling, including repairs and maintenance, rates, the costs of disposals, market rent paid and interest expenses) </w:t>
      </w:r>
    </w:p>
    <w:p w:rsidR="00D10825" w:rsidRPr="000B70AA" w:rsidRDefault="00D10825" w:rsidP="00D10825">
      <w:pPr>
        <w:pStyle w:val="ListBullet"/>
        <w:numPr>
          <w:ilvl w:val="0"/>
          <w:numId w:val="3"/>
        </w:numPr>
      </w:pPr>
      <w:r w:rsidRPr="000B70AA">
        <w:t>depreciation costs</w:t>
      </w:r>
    </w:p>
    <w:p w:rsidR="00D10825" w:rsidRPr="000B70AA" w:rsidRDefault="00D10825" w:rsidP="00D10825">
      <w:pPr>
        <w:pStyle w:val="ListBullet"/>
        <w:numPr>
          <w:ilvl w:val="0"/>
          <w:numId w:val="3"/>
        </w:numPr>
      </w:pPr>
      <w:r w:rsidRPr="000B70AA">
        <w:t>the user cost of capital (the cost of the funds tied up in the capital used to provide social housing). For this Report, information on the user cost of capital was only available for public housing.</w:t>
      </w:r>
    </w:p>
    <w:p w:rsidR="0057227C" w:rsidRPr="000B70AA" w:rsidRDefault="0057227C" w:rsidP="0057227C">
      <w:pPr>
        <w:spacing w:before="240" w:line="320" w:lineRule="atLeast"/>
        <w:jc w:val="both"/>
        <w:rPr>
          <w:szCs w:val="20"/>
        </w:rPr>
      </w:pPr>
      <w:r w:rsidRPr="000B70AA">
        <w:rPr>
          <w:szCs w:val="20"/>
        </w:rPr>
        <w:t>Due to a high level of capital expenditure in housing, cost per dwelling is predominantly driven by the user cost of capital. There are different user cost of capital and service delivery models across jurisdictions, and user cost of capital data reported should be interpreted with caution. Information on the treatment of assets by housing agencies for each jurisdiction is presented in table 16A.65.</w:t>
      </w:r>
    </w:p>
    <w:p w:rsidR="0057227C" w:rsidRPr="000B70AA" w:rsidRDefault="0057227C" w:rsidP="0057227C">
      <w:pPr>
        <w:spacing w:before="240" w:line="320" w:lineRule="atLeast"/>
        <w:jc w:val="both"/>
        <w:rPr>
          <w:szCs w:val="20"/>
        </w:rPr>
      </w:pPr>
      <w:r w:rsidRPr="000B70AA">
        <w:rPr>
          <w:szCs w:val="20"/>
        </w:rPr>
        <w:lastRenderedPageBreak/>
        <w:t>Payroll tax is excluded from total recurrent cost for public housing to improve comparability across jurisdictions. (Chapter 2 of 2013 Report elaborates on the reasons for excluding payroll tax from the cost calculations.)</w:t>
      </w:r>
    </w:p>
    <w:p w:rsidR="0057227C" w:rsidRPr="000B70AA" w:rsidRDefault="0057227C" w:rsidP="0057227C">
      <w:pPr>
        <w:pStyle w:val="BodyText"/>
      </w:pPr>
      <w:r w:rsidRPr="000B70AA">
        <w:t xml:space="preserve">Nationally, the net recurrent cost of providing assistance (excluding the cost of capital) per dwelling for SOMIH was $10 682 in 2011-12 (figure 16.6). Table 16A.21 contains data for </w:t>
      </w:r>
      <w:r w:rsidRPr="000B70AA">
        <w:rPr>
          <w:color w:val="000000"/>
        </w:rPr>
        <w:t>the years 2002-03 to</w:t>
      </w:r>
      <w:r w:rsidRPr="000B70AA">
        <w:t xml:space="preserve"> 2011-12. Capital cost data for SOMIH are not available for this Report.</w:t>
      </w:r>
    </w:p>
    <w:p w:rsidR="007313D0" w:rsidRPr="000B70AA" w:rsidRDefault="007313D0" w:rsidP="007313D0">
      <w:pPr>
        <w:spacing w:before="240" w:line="320" w:lineRule="atLeast"/>
        <w:jc w:val="both"/>
        <w:rPr>
          <w:szCs w:val="20"/>
        </w:rPr>
      </w:pPr>
      <w:r w:rsidRPr="000B70AA">
        <w:rPr>
          <w:szCs w:val="20"/>
        </w:rPr>
        <w:t>As with other indicators, it is not appropriate to compare the net recurrent cost per dwelling for public housin</w:t>
      </w:r>
      <w:r w:rsidR="0057227C" w:rsidRPr="000B70AA">
        <w:rPr>
          <w:szCs w:val="20"/>
        </w:rPr>
        <w:t>g with that for SOMIH, because:</w:t>
      </w:r>
    </w:p>
    <w:p w:rsidR="0057227C" w:rsidRPr="000B70AA" w:rsidRDefault="0057227C" w:rsidP="0057227C">
      <w:pPr>
        <w:numPr>
          <w:ilvl w:val="0"/>
          <w:numId w:val="3"/>
        </w:numPr>
        <w:spacing w:before="120" w:line="320" w:lineRule="atLeast"/>
        <w:jc w:val="both"/>
        <w:rPr>
          <w:szCs w:val="20"/>
        </w:rPr>
      </w:pPr>
      <w:r w:rsidRPr="000B70AA">
        <w:rPr>
          <w:szCs w:val="20"/>
        </w:rPr>
        <w:t>SOMIH dwellings are slightly more concentrated in regional and remote areas, where the cost of providing housing assistance is potentially greater</w:t>
      </w:r>
    </w:p>
    <w:p w:rsidR="0057227C" w:rsidRPr="000B70AA" w:rsidRDefault="0057227C" w:rsidP="0057227C">
      <w:pPr>
        <w:numPr>
          <w:ilvl w:val="0"/>
          <w:numId w:val="3"/>
        </w:numPr>
        <w:spacing w:before="120" w:line="320" w:lineRule="atLeast"/>
        <w:jc w:val="both"/>
        <w:rPr>
          <w:szCs w:val="20"/>
        </w:rPr>
      </w:pPr>
      <w:r w:rsidRPr="000B70AA">
        <w:rPr>
          <w:szCs w:val="20"/>
        </w:rPr>
        <w:t>the need to construct culturally appropriate housing (possibly requiring different amenities) can affect the cost per dwelling for SOMIH</w:t>
      </w:r>
    </w:p>
    <w:p w:rsidR="0057227C" w:rsidRPr="000B70AA" w:rsidRDefault="0057227C" w:rsidP="0057227C">
      <w:pPr>
        <w:numPr>
          <w:ilvl w:val="0"/>
          <w:numId w:val="3"/>
        </w:numPr>
        <w:spacing w:before="120" w:line="320" w:lineRule="atLeast"/>
        <w:jc w:val="both"/>
        <w:rPr>
          <w:szCs w:val="20"/>
        </w:rPr>
      </w:pPr>
      <w:r w:rsidRPr="000B70AA">
        <w:rPr>
          <w:szCs w:val="20"/>
        </w:rPr>
        <w:t>different cost structures can apply to the programs. For example, construction of dwellings under SOMIH can involve a skills development element to allow for training of Indigenous apprentices in regional areas</w:t>
      </w:r>
    </w:p>
    <w:p w:rsidR="0057227C" w:rsidRPr="000B70AA" w:rsidRDefault="0057227C" w:rsidP="0057227C">
      <w:pPr>
        <w:numPr>
          <w:ilvl w:val="0"/>
          <w:numId w:val="3"/>
        </w:numPr>
        <w:spacing w:before="120" w:line="320" w:lineRule="atLeast"/>
        <w:jc w:val="both"/>
        <w:rPr>
          <w:szCs w:val="20"/>
        </w:rPr>
      </w:pPr>
      <w:r w:rsidRPr="000B70AA">
        <w:rPr>
          <w:szCs w:val="20"/>
        </w:rPr>
        <w:t>in jurisdictions where SOMIH is managed separately from public housing, there is greater scope for economies of scale in administration costs with public housing, which is a much larger program.</w:t>
      </w:r>
    </w:p>
    <w:p w:rsidR="0057227C" w:rsidRPr="000B70AA" w:rsidRDefault="0057227C" w:rsidP="0057227C">
      <w:pPr>
        <w:pStyle w:val="FigureTitle"/>
        <w:rPr>
          <w:rStyle w:val="NoteLabel"/>
          <w:b/>
        </w:rPr>
      </w:pPr>
      <w:r w:rsidRPr="000B70AA">
        <w:rPr>
          <w:b w:val="0"/>
        </w:rPr>
        <w:lastRenderedPageBreak/>
        <w:t xml:space="preserve">Figure </w:t>
      </w:r>
      <w:r w:rsidR="0060775A" w:rsidRPr="000B70AA">
        <w:rPr>
          <w:b w:val="0"/>
          <w:sz w:val="26"/>
        </w:rPr>
        <w:t>16.6</w:t>
      </w:r>
      <w:r w:rsidRPr="000B70AA">
        <w:tab/>
        <w:t>Net recurrent cost per dwelling — SOMIH (2011</w:t>
      </w:r>
      <w:r w:rsidRPr="000B70AA">
        <w:noBreakHyphen/>
        <w:t>12 dollars)</w:t>
      </w:r>
      <w:r w:rsidRPr="000B70A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7227C" w:rsidRPr="000B70AA" w:rsidTr="003323E0">
        <w:tc>
          <w:tcPr>
            <w:tcW w:w="8777" w:type="dxa"/>
          </w:tcPr>
          <w:p w:rsidR="0057227C" w:rsidRPr="000B70AA" w:rsidRDefault="0057227C" w:rsidP="003323E0">
            <w:pPr>
              <w:pStyle w:val="Figure"/>
              <w:rPr>
                <w:rFonts w:ascii="Arial" w:hAnsi="Arial" w:cs="Arial"/>
                <w:b/>
                <w:sz w:val="20"/>
              </w:rPr>
            </w:pPr>
            <w:r w:rsidRPr="000B70AA">
              <w:rPr>
                <w:rFonts w:ascii="Arial" w:hAnsi="Arial" w:cs="Arial"/>
                <w:b/>
                <w:noProof/>
                <w:sz w:val="20"/>
              </w:rPr>
              <w:drawing>
                <wp:inline distT="0" distB="0" distL="0" distR="0" wp14:anchorId="05F1E5F5" wp14:editId="2C0F9A95">
                  <wp:extent cx="5394960" cy="294640"/>
                  <wp:effectExtent l="0" t="0" r="0" b="0"/>
                  <wp:docPr id="26" name="Picture 26" descr="Figure 16.7 Net recurrent cost per dwelling — SOMIH (2011 12 dollars)&#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57227C" w:rsidRPr="000B70AA" w:rsidRDefault="0057227C" w:rsidP="003323E0">
            <w:pPr>
              <w:pStyle w:val="Figure"/>
            </w:pPr>
            <w:r w:rsidRPr="000B70AA">
              <w:rPr>
                <w:rFonts w:ascii="Arial" w:hAnsi="Arial" w:cs="Arial"/>
                <w:b/>
                <w:sz w:val="20"/>
              </w:rPr>
              <w:t>Excluding the cost of capital</w:t>
            </w:r>
            <w:r w:rsidRPr="000B70AA">
              <w:rPr>
                <w:rFonts w:ascii="Arial" w:hAnsi="Arial" w:cs="Arial"/>
                <w:b/>
                <w:noProof/>
                <w:sz w:val="20"/>
              </w:rPr>
              <w:drawing>
                <wp:inline distT="0" distB="0" distL="0" distR="0" wp14:anchorId="6DAA10E8" wp14:editId="305778C3">
                  <wp:extent cx="5394960" cy="2519680"/>
                  <wp:effectExtent l="0" t="0" r="0" b="0"/>
                  <wp:docPr id="27" name="Picture 27" descr="Figure 16.6 Net recurrent cost per dwelling — SOMIH (2011-12 dollars)&#10;&#10;Excluding the cost of capital&#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4960" cy="2519680"/>
                          </a:xfrm>
                          <a:prstGeom prst="rect">
                            <a:avLst/>
                          </a:prstGeom>
                          <a:noFill/>
                          <a:ln>
                            <a:noFill/>
                          </a:ln>
                        </pic:spPr>
                      </pic:pic>
                    </a:graphicData>
                  </a:graphic>
                </wp:inline>
              </w:drawing>
            </w:r>
          </w:p>
        </w:tc>
      </w:tr>
    </w:tbl>
    <w:p w:rsidR="0057227C" w:rsidRPr="000B70AA" w:rsidRDefault="0057227C" w:rsidP="0057227C">
      <w:pPr>
        <w:pStyle w:val="Note"/>
      </w:pPr>
      <w:r w:rsidRPr="000B70AA">
        <w:rPr>
          <w:rStyle w:val="NoteLabel"/>
        </w:rPr>
        <w:t>a </w:t>
      </w:r>
      <w:r w:rsidRPr="000B70AA">
        <w:t>Data may not be comparable across jurisdictions and over time and comparisons could be misleading. Table 16A.21 provides further information.</w:t>
      </w:r>
      <w:r w:rsidRPr="000B70AA">
        <w:rPr>
          <w:rStyle w:val="NoteLabel"/>
        </w:rPr>
        <w:t xml:space="preserve"> b </w:t>
      </w:r>
      <w:r w:rsidRPr="000B70AA">
        <w:t>Data are adjusted to 2011-12 dollars using the gross domestic product (GDP) price deflator (2011-12 = 100) (table AA.51). Recent volatility in the GDP deflator series affects annual movements of real expenditure. See the Statistical appendix (</w:t>
      </w:r>
      <w:r w:rsidR="003323E0" w:rsidRPr="000B70AA">
        <w:t xml:space="preserve">2013 Report, </w:t>
      </w:r>
      <w:r w:rsidRPr="000B70AA">
        <w:t xml:space="preserve">section A.5) for details. </w:t>
      </w:r>
      <w:r w:rsidR="003323E0" w:rsidRPr="000B70AA">
        <w:br/>
      </w:r>
      <w:r w:rsidRPr="000B70AA">
        <w:rPr>
          <w:rStyle w:val="NoteLabel"/>
        </w:rPr>
        <w:t>c</w:t>
      </w:r>
      <w:r w:rsidRPr="000B70AA">
        <w:t xml:space="preserve"> There are no SOMIH data reported for Victoria (from 2009</w:t>
      </w:r>
      <w:r w:rsidRPr="000B70AA">
        <w:noBreakHyphen/>
        <w:t>10) or WA (2010-11) as SOMIH was transferred to other housing programs.</w:t>
      </w:r>
    </w:p>
    <w:p w:rsidR="0057227C" w:rsidRPr="000B70AA" w:rsidRDefault="0057227C" w:rsidP="0057227C">
      <w:pPr>
        <w:pStyle w:val="Note"/>
      </w:pPr>
      <w:r w:rsidRPr="000B70AA">
        <w:rPr>
          <w:i/>
        </w:rPr>
        <w:t>Source</w:t>
      </w:r>
      <w:r w:rsidRPr="000B70AA">
        <w:t>: State and Territory governments (unpublished); tables 16A.21 and AA.51</w:t>
      </w:r>
      <w:r w:rsidR="003323E0" w:rsidRPr="000B70AA">
        <w:rPr>
          <w:rFonts w:cs="Arial"/>
          <w:szCs w:val="18"/>
        </w:rPr>
        <w:t xml:space="preserve">; 2013 Report, figure 16.7, </w:t>
      </w:r>
      <w:r w:rsidR="003323E0" w:rsidRPr="000B70AA">
        <w:rPr>
          <w:rFonts w:cs="Arial"/>
          <w:szCs w:val="18"/>
        </w:rPr>
        <w:br/>
        <w:t>p. 16.29.</w:t>
      </w:r>
    </w:p>
    <w:p w:rsidR="003323E0" w:rsidRPr="000B70AA" w:rsidRDefault="003323E0" w:rsidP="003323E0">
      <w:pPr>
        <w:pStyle w:val="BodyText"/>
      </w:pPr>
      <w:r w:rsidRPr="000B70AA">
        <w:t>Data on net recurrent cost per dwelling for community and Indigenous community housing are reported with a one year lag to allow community housing providers an extra year to collate financial data. Capital cost data for community housing are not available for this Report.</w:t>
      </w:r>
    </w:p>
    <w:p w:rsidR="003323E0" w:rsidRPr="000B70AA" w:rsidRDefault="003323E0" w:rsidP="003323E0">
      <w:pPr>
        <w:pStyle w:val="BodyText"/>
      </w:pPr>
      <w:r w:rsidRPr="000B70AA">
        <w:t>Nationally in 2010-11, the net recurrent cost per Indigenous community housing dwelling was $7327 (table 16.4). However, complete data were not available for all jurisdictions, and these figures may be an underestimate.</w:t>
      </w:r>
    </w:p>
    <w:p w:rsidR="003323E0" w:rsidRPr="000B70AA" w:rsidRDefault="003323E0" w:rsidP="003323E0">
      <w:pPr>
        <w:pStyle w:val="TableTitle"/>
      </w:pPr>
      <w:r w:rsidRPr="000B70AA">
        <w:rPr>
          <w:b w:val="0"/>
        </w:rPr>
        <w:lastRenderedPageBreak/>
        <w:t xml:space="preserve">Table </w:t>
      </w:r>
      <w:r w:rsidR="0060775A" w:rsidRPr="000B70AA">
        <w:rPr>
          <w:b w:val="0"/>
          <w:sz w:val="26"/>
        </w:rPr>
        <w:t>16.4</w:t>
      </w:r>
      <w:r w:rsidRPr="000B70AA">
        <w:tab/>
        <w:t>Net recurrent cost per dwelling (excluding the cost of capital) — Indigenous community housing (2010</w:t>
      </w:r>
      <w:r w:rsidRPr="000B70AA">
        <w:noBreakHyphen/>
        <w:t>11 dollars)</w:t>
      </w:r>
      <w:r w:rsidRPr="000B70AA">
        <w:rPr>
          <w:rStyle w:val="NoteLabel"/>
          <w:b/>
        </w:rPr>
        <w:t>a, b, c, d</w:t>
      </w:r>
    </w:p>
    <w:tbl>
      <w:tblPr>
        <w:tblW w:w="5011" w:type="pct"/>
        <w:tblCellMar>
          <w:left w:w="0" w:type="dxa"/>
          <w:right w:w="0" w:type="dxa"/>
        </w:tblCellMar>
        <w:tblLook w:val="0000" w:firstRow="0" w:lastRow="0" w:firstColumn="0" w:lastColumn="0" w:noHBand="0" w:noVBand="0"/>
      </w:tblPr>
      <w:tblGrid>
        <w:gridCol w:w="901"/>
        <w:gridCol w:w="790"/>
        <w:gridCol w:w="791"/>
        <w:gridCol w:w="791"/>
        <w:gridCol w:w="791"/>
        <w:gridCol w:w="791"/>
        <w:gridCol w:w="789"/>
        <w:gridCol w:w="791"/>
        <w:gridCol w:w="585"/>
        <w:gridCol w:w="997"/>
        <w:gridCol w:w="791"/>
      </w:tblGrid>
      <w:tr w:rsidR="003323E0" w:rsidRPr="000B70AA" w:rsidTr="003323E0">
        <w:tc>
          <w:tcPr>
            <w:tcW w:w="511" w:type="pct"/>
            <w:tcBorders>
              <w:top w:val="single" w:sz="6" w:space="0" w:color="auto"/>
              <w:bottom w:val="single" w:sz="6" w:space="0" w:color="auto"/>
            </w:tcBorders>
            <w:shd w:val="clear" w:color="auto" w:fill="auto"/>
          </w:tcPr>
          <w:p w:rsidR="003323E0" w:rsidRPr="000B70AA" w:rsidRDefault="003323E0" w:rsidP="003323E0">
            <w:pPr>
              <w:pStyle w:val="TableColumnHeading"/>
              <w:jc w:val="left"/>
            </w:pPr>
          </w:p>
        </w:tc>
        <w:tc>
          <w:tcPr>
            <w:tcW w:w="448"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NSW</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Vic</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Qld</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WA</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SA</w:t>
            </w:r>
          </w:p>
        </w:tc>
        <w:tc>
          <w:tcPr>
            <w:tcW w:w="448" w:type="pct"/>
            <w:tcBorders>
              <w:top w:val="single" w:sz="6" w:space="0" w:color="auto"/>
              <w:bottom w:val="single" w:sz="6" w:space="0" w:color="auto"/>
            </w:tcBorders>
          </w:tcPr>
          <w:p w:rsidR="003323E0" w:rsidRPr="000B70AA" w:rsidRDefault="003323E0" w:rsidP="003323E0">
            <w:pPr>
              <w:pStyle w:val="TableColumnHeading"/>
            </w:pPr>
            <w:r w:rsidRPr="000B70AA">
              <w:t>Tas</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ACT</w:t>
            </w:r>
          </w:p>
        </w:tc>
        <w:tc>
          <w:tcPr>
            <w:tcW w:w="332" w:type="pct"/>
            <w:tcBorders>
              <w:top w:val="single" w:sz="6" w:space="0" w:color="auto"/>
              <w:bottom w:val="single" w:sz="6" w:space="0" w:color="auto"/>
            </w:tcBorders>
            <w:shd w:val="clear" w:color="auto" w:fill="auto"/>
          </w:tcPr>
          <w:p w:rsidR="003323E0" w:rsidRPr="000B70AA" w:rsidRDefault="003323E0" w:rsidP="003323E0">
            <w:pPr>
              <w:pStyle w:val="TableColumnHeading"/>
            </w:pPr>
            <w:r w:rsidRPr="000B70AA">
              <w:t>NT</w:t>
            </w:r>
          </w:p>
        </w:tc>
        <w:tc>
          <w:tcPr>
            <w:tcW w:w="566" w:type="pct"/>
            <w:tcBorders>
              <w:top w:val="single" w:sz="6" w:space="0" w:color="auto"/>
              <w:bottom w:val="single" w:sz="6" w:space="0" w:color="auto"/>
            </w:tcBorders>
            <w:shd w:val="clear" w:color="auto" w:fill="auto"/>
          </w:tcPr>
          <w:p w:rsidR="003323E0" w:rsidRPr="000B70AA" w:rsidRDefault="003323E0" w:rsidP="003323E0">
            <w:pPr>
              <w:pStyle w:val="TableColumnHeading"/>
              <w:ind w:right="28"/>
            </w:pPr>
            <w:r w:rsidRPr="000B70AA">
              <w:t>Aus Gov</w:t>
            </w:r>
            <w:r w:rsidRPr="000B70AA">
              <w:rPr>
                <w:rStyle w:val="NoteLabel"/>
                <w:i w:val="0"/>
                <w:sz w:val="20"/>
              </w:rPr>
              <w:t>d</w:t>
            </w:r>
          </w:p>
        </w:tc>
        <w:tc>
          <w:tcPr>
            <w:tcW w:w="449" w:type="pct"/>
            <w:tcBorders>
              <w:top w:val="single" w:sz="6" w:space="0" w:color="auto"/>
              <w:bottom w:val="single" w:sz="6" w:space="0" w:color="auto"/>
            </w:tcBorders>
            <w:shd w:val="clear" w:color="auto" w:fill="auto"/>
          </w:tcPr>
          <w:p w:rsidR="003323E0" w:rsidRPr="000B70AA" w:rsidRDefault="003323E0" w:rsidP="003323E0">
            <w:pPr>
              <w:pStyle w:val="TableColumnHeading"/>
              <w:ind w:right="28"/>
            </w:pPr>
            <w:r w:rsidRPr="000B70AA">
              <w:t>Aust</w:t>
            </w:r>
          </w:p>
        </w:tc>
      </w:tr>
      <w:tr w:rsidR="003323E0" w:rsidRPr="000B70AA" w:rsidTr="003323E0">
        <w:tc>
          <w:tcPr>
            <w:tcW w:w="511" w:type="pct"/>
          </w:tcPr>
          <w:p w:rsidR="003323E0" w:rsidRPr="000B70AA" w:rsidRDefault="003323E0" w:rsidP="003323E0">
            <w:pPr>
              <w:pStyle w:val="TableBodyText"/>
            </w:pPr>
          </w:p>
        </w:tc>
        <w:tc>
          <w:tcPr>
            <w:tcW w:w="448"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c>
          <w:tcPr>
            <w:tcW w:w="448"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c>
          <w:tcPr>
            <w:tcW w:w="332" w:type="pct"/>
            <w:vAlign w:val="center"/>
          </w:tcPr>
          <w:p w:rsidR="003323E0" w:rsidRPr="000B70AA" w:rsidRDefault="003323E0" w:rsidP="003323E0">
            <w:pPr>
              <w:pStyle w:val="TableBodyText"/>
            </w:pPr>
          </w:p>
        </w:tc>
        <w:tc>
          <w:tcPr>
            <w:tcW w:w="566" w:type="pct"/>
            <w:vAlign w:val="center"/>
          </w:tcPr>
          <w:p w:rsidR="003323E0" w:rsidRPr="000B70AA" w:rsidRDefault="003323E0" w:rsidP="003323E0">
            <w:pPr>
              <w:pStyle w:val="TableBodyText"/>
            </w:pPr>
          </w:p>
        </w:tc>
        <w:tc>
          <w:tcPr>
            <w:tcW w:w="449" w:type="pct"/>
            <w:vAlign w:val="center"/>
          </w:tcPr>
          <w:p w:rsidR="003323E0" w:rsidRPr="000B70AA" w:rsidRDefault="003323E0" w:rsidP="003323E0">
            <w:pPr>
              <w:pStyle w:val="TableBodyText"/>
            </w:pPr>
          </w:p>
        </w:tc>
      </w:tr>
      <w:tr w:rsidR="003323E0" w:rsidRPr="000B70AA" w:rsidTr="003323E0">
        <w:tc>
          <w:tcPr>
            <w:tcW w:w="511" w:type="pct"/>
          </w:tcPr>
          <w:p w:rsidR="003323E0" w:rsidRPr="000B70AA" w:rsidRDefault="003323E0" w:rsidP="003323E0">
            <w:pPr>
              <w:pStyle w:val="TableBodyText"/>
              <w:jc w:val="left"/>
            </w:pPr>
            <w:r w:rsidRPr="000B70AA">
              <w:t>2006-07</w:t>
            </w:r>
          </w:p>
        </w:tc>
        <w:tc>
          <w:tcPr>
            <w:tcW w:w="448" w:type="pct"/>
            <w:vAlign w:val="center"/>
          </w:tcPr>
          <w:p w:rsidR="003323E0" w:rsidRPr="000B70AA" w:rsidRDefault="003323E0" w:rsidP="003323E0">
            <w:pPr>
              <w:pStyle w:val="TableBodyText"/>
              <w:rPr>
                <w:color w:val="000000"/>
              </w:rPr>
            </w:pPr>
            <w:r w:rsidRPr="000B70AA">
              <w:rPr>
                <w:color w:val="000000"/>
              </w:rPr>
              <w:t>9 350</w:t>
            </w:r>
          </w:p>
        </w:tc>
        <w:tc>
          <w:tcPr>
            <w:tcW w:w="449" w:type="pct"/>
            <w:vAlign w:val="center"/>
          </w:tcPr>
          <w:p w:rsidR="003323E0" w:rsidRPr="000B70AA" w:rsidRDefault="003323E0" w:rsidP="003323E0">
            <w:pPr>
              <w:pStyle w:val="TableBodyText"/>
              <w:rPr>
                <w:color w:val="000000"/>
              </w:rPr>
            </w:pPr>
            <w:r w:rsidRPr="000B70AA">
              <w:rPr>
                <w:color w:val="000000"/>
              </w:rPr>
              <w:t>..</w:t>
            </w:r>
          </w:p>
        </w:tc>
        <w:tc>
          <w:tcPr>
            <w:tcW w:w="449" w:type="pct"/>
            <w:vAlign w:val="center"/>
          </w:tcPr>
          <w:p w:rsidR="003323E0" w:rsidRPr="000B70AA" w:rsidRDefault="003323E0" w:rsidP="003323E0">
            <w:pPr>
              <w:pStyle w:val="TableBodyText"/>
              <w:rPr>
                <w:color w:val="000000"/>
              </w:rPr>
            </w:pPr>
            <w:r w:rsidRPr="000B70AA">
              <w:rPr>
                <w:color w:val="000000"/>
              </w:rPr>
              <w:t>3 854</w:t>
            </w:r>
          </w:p>
        </w:tc>
        <w:tc>
          <w:tcPr>
            <w:tcW w:w="449" w:type="pct"/>
            <w:vAlign w:val="center"/>
          </w:tcPr>
          <w:p w:rsidR="003323E0" w:rsidRPr="000B70AA" w:rsidRDefault="003323E0" w:rsidP="003323E0">
            <w:pPr>
              <w:pStyle w:val="TableBodyText"/>
              <w:rPr>
                <w:color w:val="000000"/>
              </w:rPr>
            </w:pPr>
            <w:r w:rsidRPr="000B70AA">
              <w:rPr>
                <w:color w:val="000000"/>
              </w:rPr>
              <w:t>na</w:t>
            </w:r>
          </w:p>
        </w:tc>
        <w:tc>
          <w:tcPr>
            <w:tcW w:w="449" w:type="pct"/>
            <w:vAlign w:val="center"/>
          </w:tcPr>
          <w:p w:rsidR="003323E0" w:rsidRPr="000B70AA" w:rsidRDefault="003323E0" w:rsidP="003323E0">
            <w:pPr>
              <w:pStyle w:val="TableBodyText"/>
              <w:rPr>
                <w:color w:val="000000"/>
              </w:rPr>
            </w:pPr>
            <w:r w:rsidRPr="000B70AA">
              <w:rPr>
                <w:color w:val="000000"/>
              </w:rPr>
              <w:t>3 829</w:t>
            </w:r>
          </w:p>
        </w:tc>
        <w:tc>
          <w:tcPr>
            <w:tcW w:w="448" w:type="pct"/>
            <w:vAlign w:val="center"/>
          </w:tcPr>
          <w:p w:rsidR="003323E0" w:rsidRPr="000B70AA" w:rsidRDefault="003323E0" w:rsidP="003323E0">
            <w:pPr>
              <w:pStyle w:val="TableBodyText"/>
              <w:rPr>
                <w:color w:val="000000"/>
              </w:rPr>
            </w:pPr>
            <w:r w:rsidRPr="000B70AA">
              <w:rPr>
                <w:color w:val="000000"/>
              </w:rPr>
              <w:t>..</w:t>
            </w:r>
          </w:p>
        </w:tc>
        <w:tc>
          <w:tcPr>
            <w:tcW w:w="449" w:type="pct"/>
            <w:vAlign w:val="center"/>
          </w:tcPr>
          <w:p w:rsidR="003323E0" w:rsidRPr="000B70AA" w:rsidRDefault="003323E0" w:rsidP="003323E0">
            <w:pPr>
              <w:pStyle w:val="TableBodyText"/>
              <w:rPr>
                <w:color w:val="000000"/>
              </w:rPr>
            </w:pPr>
            <w:r w:rsidRPr="000B70AA">
              <w:rPr>
                <w:color w:val="000000"/>
              </w:rPr>
              <w:t>na</w:t>
            </w:r>
          </w:p>
        </w:tc>
        <w:tc>
          <w:tcPr>
            <w:tcW w:w="332" w:type="pct"/>
            <w:vAlign w:val="center"/>
          </w:tcPr>
          <w:p w:rsidR="003323E0" w:rsidRPr="000B70AA" w:rsidRDefault="003323E0" w:rsidP="003323E0">
            <w:pPr>
              <w:pStyle w:val="TableBodyText"/>
              <w:rPr>
                <w:color w:val="000000"/>
              </w:rPr>
            </w:pPr>
            <w:r w:rsidRPr="000B70AA">
              <w:rPr>
                <w:color w:val="000000"/>
              </w:rPr>
              <w:t>na</w:t>
            </w:r>
          </w:p>
        </w:tc>
        <w:tc>
          <w:tcPr>
            <w:tcW w:w="566" w:type="pct"/>
            <w:vAlign w:val="center"/>
          </w:tcPr>
          <w:p w:rsidR="003323E0" w:rsidRPr="000B70AA" w:rsidRDefault="003323E0" w:rsidP="003323E0">
            <w:pPr>
              <w:pStyle w:val="TableBodyText"/>
              <w:rPr>
                <w:color w:val="000000"/>
              </w:rPr>
            </w:pPr>
            <w:r w:rsidRPr="000B70AA">
              <w:rPr>
                <w:color w:val="000000"/>
              </w:rPr>
              <w:t>na</w:t>
            </w:r>
          </w:p>
        </w:tc>
        <w:tc>
          <w:tcPr>
            <w:tcW w:w="449" w:type="pct"/>
            <w:vAlign w:val="center"/>
          </w:tcPr>
          <w:p w:rsidR="003323E0" w:rsidRPr="000B70AA" w:rsidRDefault="003323E0" w:rsidP="003323E0">
            <w:pPr>
              <w:pStyle w:val="TableBodyText"/>
              <w:rPr>
                <w:color w:val="000000"/>
              </w:rPr>
            </w:pPr>
            <w:r w:rsidRPr="000B70AA">
              <w:rPr>
                <w:color w:val="000000"/>
              </w:rPr>
              <w:t>5 862</w:t>
            </w:r>
          </w:p>
        </w:tc>
      </w:tr>
      <w:tr w:rsidR="003323E0" w:rsidRPr="000B70AA" w:rsidTr="003323E0">
        <w:tc>
          <w:tcPr>
            <w:tcW w:w="511" w:type="pct"/>
          </w:tcPr>
          <w:p w:rsidR="003323E0" w:rsidRPr="000B70AA" w:rsidRDefault="003323E0" w:rsidP="003323E0">
            <w:pPr>
              <w:pStyle w:val="TableBodyText"/>
              <w:jc w:val="left"/>
            </w:pPr>
            <w:r w:rsidRPr="000B70AA">
              <w:t>2007-08</w:t>
            </w:r>
          </w:p>
        </w:tc>
        <w:tc>
          <w:tcPr>
            <w:tcW w:w="448" w:type="pct"/>
            <w:vAlign w:val="center"/>
          </w:tcPr>
          <w:p w:rsidR="003323E0" w:rsidRPr="000B70AA" w:rsidRDefault="003323E0" w:rsidP="003323E0">
            <w:pPr>
              <w:pStyle w:val="TableBodyText"/>
              <w:rPr>
                <w:color w:val="000000"/>
              </w:rPr>
            </w:pPr>
            <w:r w:rsidRPr="000B70AA">
              <w:rPr>
                <w:color w:val="000000"/>
              </w:rPr>
              <w:t>7 417</w:t>
            </w:r>
          </w:p>
        </w:tc>
        <w:tc>
          <w:tcPr>
            <w:tcW w:w="449" w:type="pct"/>
            <w:vAlign w:val="center"/>
          </w:tcPr>
          <w:p w:rsidR="003323E0" w:rsidRPr="000B70AA" w:rsidRDefault="003323E0" w:rsidP="003323E0">
            <w:pPr>
              <w:pStyle w:val="TableBodyText"/>
              <w:rPr>
                <w:color w:val="000000"/>
              </w:rPr>
            </w:pPr>
            <w:r w:rsidRPr="000B70AA">
              <w:rPr>
                <w:color w:val="000000"/>
              </w:rPr>
              <w:t>3 392</w:t>
            </w:r>
          </w:p>
        </w:tc>
        <w:tc>
          <w:tcPr>
            <w:tcW w:w="449" w:type="pct"/>
            <w:vAlign w:val="center"/>
          </w:tcPr>
          <w:p w:rsidR="003323E0" w:rsidRPr="000B70AA" w:rsidRDefault="003323E0" w:rsidP="003323E0">
            <w:pPr>
              <w:pStyle w:val="TableBodyText"/>
              <w:rPr>
                <w:color w:val="000000"/>
              </w:rPr>
            </w:pPr>
            <w:r w:rsidRPr="000B70AA">
              <w:rPr>
                <w:color w:val="000000"/>
              </w:rPr>
              <w:t>7 676</w:t>
            </w:r>
          </w:p>
        </w:tc>
        <w:tc>
          <w:tcPr>
            <w:tcW w:w="449" w:type="pct"/>
            <w:vAlign w:val="center"/>
          </w:tcPr>
          <w:p w:rsidR="003323E0" w:rsidRPr="000B70AA" w:rsidRDefault="003323E0" w:rsidP="003323E0">
            <w:pPr>
              <w:pStyle w:val="TableBodyText"/>
              <w:rPr>
                <w:color w:val="000000"/>
              </w:rPr>
            </w:pPr>
            <w:r w:rsidRPr="000B70AA">
              <w:rPr>
                <w:color w:val="000000"/>
              </w:rPr>
              <w:t>14 827</w:t>
            </w:r>
          </w:p>
        </w:tc>
        <w:tc>
          <w:tcPr>
            <w:tcW w:w="449" w:type="pct"/>
            <w:vAlign w:val="center"/>
          </w:tcPr>
          <w:p w:rsidR="003323E0" w:rsidRPr="000B70AA" w:rsidRDefault="003323E0" w:rsidP="003323E0">
            <w:pPr>
              <w:pStyle w:val="TableBodyText"/>
              <w:rPr>
                <w:color w:val="000000"/>
              </w:rPr>
            </w:pPr>
            <w:r w:rsidRPr="000B70AA">
              <w:rPr>
                <w:color w:val="000000"/>
              </w:rPr>
              <w:t>2 903</w:t>
            </w:r>
          </w:p>
        </w:tc>
        <w:tc>
          <w:tcPr>
            <w:tcW w:w="448" w:type="pct"/>
            <w:vAlign w:val="center"/>
          </w:tcPr>
          <w:p w:rsidR="003323E0" w:rsidRPr="000B70AA" w:rsidRDefault="003323E0" w:rsidP="003323E0">
            <w:pPr>
              <w:pStyle w:val="TableBodyText"/>
              <w:rPr>
                <w:color w:val="000000"/>
              </w:rPr>
            </w:pPr>
            <w:r w:rsidRPr="000B70AA">
              <w:rPr>
                <w:color w:val="000000"/>
              </w:rPr>
              <w:t>..</w:t>
            </w:r>
          </w:p>
        </w:tc>
        <w:tc>
          <w:tcPr>
            <w:tcW w:w="449" w:type="pct"/>
            <w:vAlign w:val="center"/>
          </w:tcPr>
          <w:p w:rsidR="003323E0" w:rsidRPr="000B70AA" w:rsidRDefault="003323E0" w:rsidP="003323E0">
            <w:pPr>
              <w:pStyle w:val="TableBodyText"/>
              <w:rPr>
                <w:color w:val="000000"/>
              </w:rPr>
            </w:pPr>
            <w:r w:rsidRPr="000B70AA">
              <w:rPr>
                <w:color w:val="000000"/>
              </w:rPr>
              <w:t>7 686</w:t>
            </w:r>
          </w:p>
        </w:tc>
        <w:tc>
          <w:tcPr>
            <w:tcW w:w="332" w:type="pct"/>
            <w:vAlign w:val="center"/>
          </w:tcPr>
          <w:p w:rsidR="003323E0" w:rsidRPr="000B70AA" w:rsidRDefault="003323E0" w:rsidP="003323E0">
            <w:pPr>
              <w:pStyle w:val="TableBodyText"/>
              <w:rPr>
                <w:color w:val="000000"/>
              </w:rPr>
            </w:pPr>
            <w:r w:rsidRPr="000B70AA">
              <w:rPr>
                <w:color w:val="000000"/>
              </w:rPr>
              <w:t>na</w:t>
            </w:r>
          </w:p>
        </w:tc>
        <w:tc>
          <w:tcPr>
            <w:tcW w:w="566" w:type="pct"/>
            <w:vAlign w:val="center"/>
          </w:tcPr>
          <w:p w:rsidR="003323E0" w:rsidRPr="000B70AA" w:rsidRDefault="003323E0" w:rsidP="003323E0">
            <w:pPr>
              <w:pStyle w:val="TableBodyText"/>
              <w:rPr>
                <w:color w:val="000000"/>
              </w:rPr>
            </w:pPr>
            <w:r w:rsidRPr="000B70AA">
              <w:rPr>
                <w:color w:val="000000"/>
              </w:rPr>
              <w:t>8 896</w:t>
            </w:r>
          </w:p>
        </w:tc>
        <w:tc>
          <w:tcPr>
            <w:tcW w:w="449" w:type="pct"/>
            <w:vAlign w:val="center"/>
          </w:tcPr>
          <w:p w:rsidR="003323E0" w:rsidRPr="000B70AA" w:rsidRDefault="003323E0" w:rsidP="003323E0">
            <w:pPr>
              <w:pStyle w:val="TableBodyText"/>
              <w:rPr>
                <w:color w:val="000000"/>
              </w:rPr>
            </w:pPr>
            <w:r w:rsidRPr="000B70AA">
              <w:rPr>
                <w:color w:val="000000"/>
              </w:rPr>
              <w:t>8 405</w:t>
            </w:r>
          </w:p>
        </w:tc>
      </w:tr>
      <w:tr w:rsidR="003323E0" w:rsidRPr="000B70AA" w:rsidTr="003323E0">
        <w:tc>
          <w:tcPr>
            <w:tcW w:w="511" w:type="pct"/>
          </w:tcPr>
          <w:p w:rsidR="003323E0" w:rsidRPr="000B70AA" w:rsidRDefault="003323E0" w:rsidP="003323E0">
            <w:pPr>
              <w:pStyle w:val="TableBodyText"/>
              <w:jc w:val="left"/>
            </w:pPr>
            <w:r w:rsidRPr="000B70AA">
              <w:t>2008-09</w:t>
            </w:r>
          </w:p>
        </w:tc>
        <w:tc>
          <w:tcPr>
            <w:tcW w:w="448" w:type="pct"/>
            <w:vAlign w:val="center"/>
          </w:tcPr>
          <w:p w:rsidR="003323E0" w:rsidRPr="000B70AA" w:rsidRDefault="003323E0" w:rsidP="003323E0">
            <w:pPr>
              <w:pStyle w:val="TableBodyText"/>
              <w:rPr>
                <w:color w:val="000000"/>
              </w:rPr>
            </w:pPr>
            <w:r w:rsidRPr="000B70AA">
              <w:rPr>
                <w:color w:val="000000"/>
              </w:rPr>
              <w:t>6 409</w:t>
            </w:r>
          </w:p>
        </w:tc>
        <w:tc>
          <w:tcPr>
            <w:tcW w:w="449" w:type="pct"/>
            <w:vAlign w:val="center"/>
          </w:tcPr>
          <w:p w:rsidR="003323E0" w:rsidRPr="000B70AA" w:rsidRDefault="003323E0" w:rsidP="003323E0">
            <w:pPr>
              <w:pStyle w:val="TableBodyText"/>
              <w:rPr>
                <w:color w:val="000000"/>
              </w:rPr>
            </w:pPr>
            <w:r w:rsidRPr="000B70AA">
              <w:rPr>
                <w:color w:val="000000"/>
              </w:rPr>
              <w:t>6 318</w:t>
            </w:r>
          </w:p>
        </w:tc>
        <w:tc>
          <w:tcPr>
            <w:tcW w:w="449" w:type="pct"/>
            <w:vAlign w:val="center"/>
          </w:tcPr>
          <w:p w:rsidR="003323E0" w:rsidRPr="000B70AA" w:rsidRDefault="003323E0" w:rsidP="003323E0">
            <w:pPr>
              <w:pStyle w:val="TableBodyText"/>
              <w:rPr>
                <w:color w:val="000000"/>
              </w:rPr>
            </w:pPr>
            <w:r w:rsidRPr="000B70AA">
              <w:rPr>
                <w:color w:val="000000"/>
              </w:rPr>
              <w:t>3 967</w:t>
            </w:r>
          </w:p>
        </w:tc>
        <w:tc>
          <w:tcPr>
            <w:tcW w:w="449" w:type="pct"/>
            <w:vAlign w:val="center"/>
          </w:tcPr>
          <w:p w:rsidR="003323E0" w:rsidRPr="000B70AA" w:rsidRDefault="003323E0" w:rsidP="003323E0">
            <w:pPr>
              <w:pStyle w:val="TableBodyText"/>
              <w:rPr>
                <w:color w:val="000000"/>
              </w:rPr>
            </w:pPr>
            <w:r w:rsidRPr="000B70AA">
              <w:rPr>
                <w:color w:val="000000"/>
              </w:rPr>
              <w:t>6 786</w:t>
            </w:r>
          </w:p>
        </w:tc>
        <w:tc>
          <w:tcPr>
            <w:tcW w:w="449" w:type="pct"/>
            <w:vAlign w:val="center"/>
          </w:tcPr>
          <w:p w:rsidR="003323E0" w:rsidRPr="000B70AA" w:rsidRDefault="003323E0" w:rsidP="003323E0">
            <w:pPr>
              <w:pStyle w:val="TableBodyText"/>
              <w:rPr>
                <w:color w:val="000000"/>
              </w:rPr>
            </w:pPr>
            <w:r w:rsidRPr="000B70AA">
              <w:rPr>
                <w:color w:val="000000"/>
              </w:rPr>
              <w:t>3 507</w:t>
            </w:r>
          </w:p>
        </w:tc>
        <w:tc>
          <w:tcPr>
            <w:tcW w:w="448" w:type="pct"/>
            <w:vAlign w:val="center"/>
          </w:tcPr>
          <w:p w:rsidR="003323E0" w:rsidRPr="000B70AA" w:rsidRDefault="003323E0" w:rsidP="003323E0">
            <w:pPr>
              <w:pStyle w:val="TableBodyText"/>
              <w:rPr>
                <w:color w:val="000000"/>
              </w:rPr>
            </w:pPr>
            <w:r w:rsidRPr="000B70AA">
              <w:rPr>
                <w:color w:val="000000"/>
              </w:rPr>
              <w:t>..</w:t>
            </w:r>
          </w:p>
        </w:tc>
        <w:tc>
          <w:tcPr>
            <w:tcW w:w="449" w:type="pct"/>
            <w:vAlign w:val="center"/>
          </w:tcPr>
          <w:p w:rsidR="003323E0" w:rsidRPr="000B70AA" w:rsidRDefault="003323E0" w:rsidP="003323E0">
            <w:pPr>
              <w:pStyle w:val="TableBodyText"/>
              <w:rPr>
                <w:color w:val="000000"/>
              </w:rPr>
            </w:pPr>
            <w:r w:rsidRPr="000B70AA">
              <w:rPr>
                <w:color w:val="000000"/>
              </w:rPr>
              <w:t>10 801</w:t>
            </w:r>
          </w:p>
        </w:tc>
        <w:tc>
          <w:tcPr>
            <w:tcW w:w="332" w:type="pct"/>
            <w:vAlign w:val="center"/>
          </w:tcPr>
          <w:p w:rsidR="003323E0" w:rsidRPr="000B70AA" w:rsidRDefault="003323E0" w:rsidP="003323E0">
            <w:pPr>
              <w:pStyle w:val="TableBodyText"/>
              <w:rPr>
                <w:color w:val="000000"/>
              </w:rPr>
            </w:pPr>
            <w:r w:rsidRPr="000B70AA">
              <w:rPr>
                <w:color w:val="000000"/>
              </w:rPr>
              <w:t>na</w:t>
            </w:r>
          </w:p>
        </w:tc>
        <w:tc>
          <w:tcPr>
            <w:tcW w:w="566" w:type="pct"/>
            <w:vAlign w:val="center"/>
          </w:tcPr>
          <w:p w:rsidR="003323E0" w:rsidRPr="000B70AA" w:rsidRDefault="003323E0" w:rsidP="003323E0">
            <w:pPr>
              <w:pStyle w:val="TableBodyText"/>
              <w:rPr>
                <w:color w:val="000000"/>
              </w:rPr>
            </w:pPr>
            <w:r w:rsidRPr="000B70AA">
              <w:rPr>
                <w:color w:val="000000"/>
              </w:rPr>
              <w:t>8 031</w:t>
            </w:r>
          </w:p>
        </w:tc>
        <w:tc>
          <w:tcPr>
            <w:tcW w:w="449" w:type="pct"/>
            <w:vAlign w:val="center"/>
          </w:tcPr>
          <w:p w:rsidR="003323E0" w:rsidRPr="000B70AA" w:rsidRDefault="003323E0" w:rsidP="003323E0">
            <w:pPr>
              <w:pStyle w:val="TableBodyText"/>
              <w:rPr>
                <w:color w:val="000000"/>
              </w:rPr>
            </w:pPr>
            <w:r w:rsidRPr="000B70AA">
              <w:rPr>
                <w:color w:val="000000"/>
              </w:rPr>
              <w:t>5 627</w:t>
            </w:r>
          </w:p>
        </w:tc>
      </w:tr>
      <w:tr w:rsidR="003323E0" w:rsidRPr="000B70AA" w:rsidTr="003323E0">
        <w:tc>
          <w:tcPr>
            <w:tcW w:w="511" w:type="pct"/>
          </w:tcPr>
          <w:p w:rsidR="003323E0" w:rsidRPr="000B70AA" w:rsidRDefault="003323E0" w:rsidP="003323E0">
            <w:pPr>
              <w:pStyle w:val="TableBodyText"/>
              <w:jc w:val="left"/>
            </w:pPr>
            <w:r w:rsidRPr="000B70AA">
              <w:t>2009-10</w:t>
            </w:r>
          </w:p>
        </w:tc>
        <w:tc>
          <w:tcPr>
            <w:tcW w:w="448" w:type="pct"/>
            <w:vAlign w:val="center"/>
          </w:tcPr>
          <w:p w:rsidR="003323E0" w:rsidRPr="000B70AA" w:rsidRDefault="003323E0" w:rsidP="003323E0">
            <w:pPr>
              <w:pStyle w:val="TableBodyText"/>
              <w:rPr>
                <w:color w:val="000000"/>
              </w:rPr>
            </w:pPr>
            <w:r w:rsidRPr="000B70AA">
              <w:rPr>
                <w:color w:val="000000"/>
              </w:rPr>
              <w:t>15 086</w:t>
            </w:r>
          </w:p>
        </w:tc>
        <w:tc>
          <w:tcPr>
            <w:tcW w:w="449" w:type="pct"/>
            <w:vAlign w:val="center"/>
          </w:tcPr>
          <w:p w:rsidR="003323E0" w:rsidRPr="000B70AA" w:rsidRDefault="003323E0" w:rsidP="003323E0">
            <w:pPr>
              <w:pStyle w:val="TableBodyText"/>
              <w:rPr>
                <w:color w:val="000000"/>
              </w:rPr>
            </w:pPr>
            <w:r w:rsidRPr="000B70AA">
              <w:rPr>
                <w:color w:val="000000"/>
              </w:rPr>
              <w:t>9 534</w:t>
            </w:r>
          </w:p>
        </w:tc>
        <w:tc>
          <w:tcPr>
            <w:tcW w:w="449" w:type="pct"/>
            <w:vAlign w:val="center"/>
          </w:tcPr>
          <w:p w:rsidR="003323E0" w:rsidRPr="000B70AA" w:rsidRDefault="003323E0" w:rsidP="003323E0">
            <w:pPr>
              <w:pStyle w:val="TableBodyText"/>
              <w:rPr>
                <w:color w:val="000000"/>
              </w:rPr>
            </w:pPr>
            <w:r w:rsidRPr="000B70AA">
              <w:rPr>
                <w:color w:val="000000"/>
              </w:rPr>
              <w:t>4 750</w:t>
            </w:r>
          </w:p>
        </w:tc>
        <w:tc>
          <w:tcPr>
            <w:tcW w:w="449" w:type="pct"/>
            <w:vAlign w:val="center"/>
          </w:tcPr>
          <w:p w:rsidR="003323E0" w:rsidRPr="000B70AA" w:rsidRDefault="003323E0" w:rsidP="003323E0">
            <w:pPr>
              <w:pStyle w:val="TableBodyText"/>
              <w:rPr>
                <w:color w:val="000000"/>
              </w:rPr>
            </w:pPr>
            <w:r w:rsidRPr="000B70AA">
              <w:rPr>
                <w:color w:val="000000"/>
              </w:rPr>
              <w:t>7 211</w:t>
            </w:r>
          </w:p>
        </w:tc>
        <w:tc>
          <w:tcPr>
            <w:tcW w:w="449" w:type="pct"/>
            <w:vAlign w:val="center"/>
          </w:tcPr>
          <w:p w:rsidR="003323E0" w:rsidRPr="000B70AA" w:rsidRDefault="003323E0" w:rsidP="003323E0">
            <w:pPr>
              <w:pStyle w:val="TableBodyText"/>
              <w:rPr>
                <w:color w:val="000000"/>
              </w:rPr>
            </w:pPr>
            <w:r w:rsidRPr="000B70AA">
              <w:rPr>
                <w:color w:val="000000"/>
              </w:rPr>
              <w:t>4 207</w:t>
            </w:r>
          </w:p>
        </w:tc>
        <w:tc>
          <w:tcPr>
            <w:tcW w:w="448" w:type="pct"/>
            <w:vAlign w:val="center"/>
          </w:tcPr>
          <w:p w:rsidR="003323E0" w:rsidRPr="000B70AA" w:rsidRDefault="003323E0" w:rsidP="003323E0">
            <w:pPr>
              <w:pStyle w:val="TableBodyText"/>
              <w:rPr>
                <w:color w:val="000000"/>
              </w:rPr>
            </w:pPr>
            <w:r w:rsidRPr="000B70AA">
              <w:rPr>
                <w:color w:val="000000"/>
              </w:rPr>
              <w:t>11 465</w:t>
            </w:r>
          </w:p>
        </w:tc>
        <w:tc>
          <w:tcPr>
            <w:tcW w:w="449" w:type="pct"/>
            <w:vAlign w:val="center"/>
          </w:tcPr>
          <w:p w:rsidR="003323E0" w:rsidRPr="000B70AA" w:rsidRDefault="003323E0" w:rsidP="003323E0">
            <w:pPr>
              <w:pStyle w:val="TableBodyText"/>
              <w:rPr>
                <w:color w:val="000000"/>
              </w:rPr>
            </w:pPr>
            <w:r w:rsidRPr="000B70AA">
              <w:rPr>
                <w:color w:val="000000"/>
              </w:rPr>
              <w:t>na</w:t>
            </w:r>
          </w:p>
        </w:tc>
        <w:tc>
          <w:tcPr>
            <w:tcW w:w="332" w:type="pct"/>
            <w:vAlign w:val="center"/>
          </w:tcPr>
          <w:p w:rsidR="003323E0" w:rsidRPr="000B70AA" w:rsidRDefault="003323E0" w:rsidP="003323E0">
            <w:pPr>
              <w:pStyle w:val="TableBodyText"/>
              <w:rPr>
                <w:color w:val="000000"/>
              </w:rPr>
            </w:pPr>
            <w:r w:rsidRPr="000B70AA">
              <w:rPr>
                <w:color w:val="000000"/>
              </w:rPr>
              <w:t>na</w:t>
            </w:r>
          </w:p>
        </w:tc>
        <w:tc>
          <w:tcPr>
            <w:tcW w:w="566" w:type="pct"/>
            <w:vAlign w:val="center"/>
          </w:tcPr>
          <w:p w:rsidR="003323E0" w:rsidRPr="000B70AA" w:rsidRDefault="003323E0" w:rsidP="003323E0">
            <w:pPr>
              <w:pStyle w:val="TableBodyText"/>
              <w:rPr>
                <w:color w:val="000000"/>
              </w:rPr>
            </w:pPr>
            <w:r w:rsidRPr="000B70AA">
              <w:rPr>
                <w:color w:val="000000"/>
              </w:rPr>
              <w:t>..</w:t>
            </w:r>
          </w:p>
        </w:tc>
        <w:tc>
          <w:tcPr>
            <w:tcW w:w="449" w:type="pct"/>
            <w:vAlign w:val="center"/>
          </w:tcPr>
          <w:p w:rsidR="003323E0" w:rsidRPr="000B70AA" w:rsidRDefault="003323E0" w:rsidP="003323E0">
            <w:pPr>
              <w:pStyle w:val="TableBodyText"/>
              <w:rPr>
                <w:color w:val="000000"/>
              </w:rPr>
            </w:pPr>
            <w:r w:rsidRPr="000B70AA">
              <w:rPr>
                <w:color w:val="000000"/>
              </w:rPr>
              <w:t>7 944</w:t>
            </w:r>
          </w:p>
        </w:tc>
      </w:tr>
      <w:tr w:rsidR="003323E0" w:rsidRPr="000B70AA" w:rsidTr="003323E0">
        <w:tc>
          <w:tcPr>
            <w:tcW w:w="511" w:type="pct"/>
            <w:tcBorders>
              <w:bottom w:val="single" w:sz="6" w:space="0" w:color="auto"/>
            </w:tcBorders>
            <w:shd w:val="clear" w:color="auto" w:fill="auto"/>
          </w:tcPr>
          <w:p w:rsidR="003323E0" w:rsidRPr="000B70AA" w:rsidRDefault="003323E0" w:rsidP="003323E0">
            <w:pPr>
              <w:pStyle w:val="TableBodyText"/>
              <w:jc w:val="left"/>
            </w:pPr>
            <w:r w:rsidRPr="000B70AA">
              <w:t>2010-11</w:t>
            </w:r>
          </w:p>
        </w:tc>
        <w:tc>
          <w:tcPr>
            <w:tcW w:w="448"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10 656</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4 851</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5 538</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9 063</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na</w:t>
            </w:r>
          </w:p>
        </w:tc>
        <w:tc>
          <w:tcPr>
            <w:tcW w:w="448" w:type="pct"/>
            <w:tcBorders>
              <w:bottom w:val="single" w:sz="6" w:space="0" w:color="auto"/>
            </w:tcBorders>
            <w:vAlign w:val="center"/>
          </w:tcPr>
          <w:p w:rsidR="003323E0" w:rsidRPr="000B70AA" w:rsidRDefault="003323E0" w:rsidP="003323E0">
            <w:pPr>
              <w:pStyle w:val="TableBodyText"/>
              <w:rPr>
                <w:color w:val="000000"/>
              </w:rPr>
            </w:pPr>
            <w:r w:rsidRPr="000B70AA">
              <w:rPr>
                <w:color w:val="000000"/>
              </w:rPr>
              <w:t>4 960</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na</w:t>
            </w:r>
          </w:p>
        </w:tc>
        <w:tc>
          <w:tcPr>
            <w:tcW w:w="332"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na</w:t>
            </w:r>
          </w:p>
        </w:tc>
        <w:tc>
          <w:tcPr>
            <w:tcW w:w="566"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w:t>
            </w:r>
          </w:p>
        </w:tc>
        <w:tc>
          <w:tcPr>
            <w:tcW w:w="449" w:type="pct"/>
            <w:tcBorders>
              <w:bottom w:val="single" w:sz="6" w:space="0" w:color="auto"/>
            </w:tcBorders>
            <w:shd w:val="clear" w:color="auto" w:fill="auto"/>
            <w:vAlign w:val="center"/>
          </w:tcPr>
          <w:p w:rsidR="003323E0" w:rsidRPr="000B70AA" w:rsidRDefault="003323E0" w:rsidP="003323E0">
            <w:pPr>
              <w:pStyle w:val="TableBodyText"/>
              <w:rPr>
                <w:color w:val="000000"/>
              </w:rPr>
            </w:pPr>
            <w:r w:rsidRPr="000B70AA">
              <w:rPr>
                <w:color w:val="000000"/>
              </w:rPr>
              <w:t>7 327</w:t>
            </w:r>
          </w:p>
        </w:tc>
      </w:tr>
    </w:tbl>
    <w:p w:rsidR="003323E0" w:rsidRPr="000B70AA" w:rsidRDefault="003323E0" w:rsidP="003323E0">
      <w:pPr>
        <w:pStyle w:val="Note"/>
        <w:rPr>
          <w:rStyle w:val="NoteLabel"/>
          <w:b w:val="0"/>
          <w:position w:val="0"/>
        </w:rPr>
      </w:pPr>
      <w:r w:rsidRPr="000B70AA">
        <w:rPr>
          <w:rStyle w:val="NoteLabel"/>
        </w:rPr>
        <w:t>a</w:t>
      </w:r>
      <w:r w:rsidRPr="000B70AA">
        <w:rPr>
          <w:rStyle w:val="NoteLabel"/>
          <w:b w:val="0"/>
          <w:position w:val="0"/>
        </w:rPr>
        <w:t xml:space="preserve"> </w:t>
      </w:r>
      <w:r w:rsidRPr="000B70AA">
        <w:t xml:space="preserve">Data may not be comparable across jurisdictions and over time and comparisons could be misleading. Table 16A.23 provides further information. </w:t>
      </w:r>
      <w:r w:rsidRPr="000B70AA">
        <w:rPr>
          <w:rStyle w:val="NoteLabel"/>
        </w:rPr>
        <w:t>b</w:t>
      </w:r>
      <w:r w:rsidRPr="000B70AA">
        <w:rPr>
          <w:rStyle w:val="NoteLabel"/>
          <w:b w:val="0"/>
          <w:position w:val="0"/>
        </w:rPr>
        <w:t xml:space="preserve"> </w:t>
      </w:r>
      <w:r w:rsidRPr="000B70AA">
        <w:t>Data are adjusted to 2010-11 dollars using the gross domestic product (GDP) price deflator (2010-11 = 100) (table AA.51). Recent volatility in the GDP deflator series affects annual movements of real expenditure. See the Statistical appendix (</w:t>
      </w:r>
      <w:r w:rsidR="00F05336" w:rsidRPr="000B70AA">
        <w:t xml:space="preserve">2013 Report, </w:t>
      </w:r>
      <w:r w:rsidRPr="000B70AA">
        <w:t xml:space="preserve">section A.5) for details. </w:t>
      </w:r>
      <w:r w:rsidRPr="000B70AA">
        <w:rPr>
          <w:rStyle w:val="NoteLabel"/>
        </w:rPr>
        <w:t>c</w:t>
      </w:r>
      <w:r w:rsidRPr="000B70AA">
        <w:rPr>
          <w:rStyle w:val="NoteLabel"/>
          <w:b w:val="0"/>
          <w:position w:val="0"/>
        </w:rPr>
        <w:t> </w:t>
      </w:r>
      <w:r w:rsidRPr="000B70AA">
        <w:t>Results for this indicator are based on the total number of dwellings for which details were known (not the total number of dwellings).</w:t>
      </w:r>
      <w:r w:rsidRPr="000B70AA">
        <w:rPr>
          <w:rStyle w:val="NoteLabel"/>
          <w:b w:val="0"/>
          <w:position w:val="0"/>
        </w:rPr>
        <w:t xml:space="preserve"> </w:t>
      </w:r>
      <w:r w:rsidRPr="000B70AA">
        <w:rPr>
          <w:rStyle w:val="NoteLabel"/>
        </w:rPr>
        <w:t>d</w:t>
      </w:r>
      <w:r w:rsidRPr="000B70AA">
        <w:rPr>
          <w:rStyle w:val="NoteLabel"/>
          <w:position w:val="0"/>
        </w:rPr>
        <w:t> </w:t>
      </w:r>
      <w:r w:rsidRPr="000B70AA">
        <w:rPr>
          <w:rStyle w:val="NoteLabel"/>
          <w:b w:val="0"/>
          <w:position w:val="0"/>
        </w:rPr>
        <w:t xml:space="preserve"> </w:t>
      </w:r>
      <w:r w:rsidRPr="000B70AA">
        <w:t xml:space="preserve">Includes data from Victoria, Queensland and Tasmania not published separately, and includes dwellings managed by funded and unfunded organisations responding to the FaHCSIA survey. </w:t>
      </w:r>
      <w:r w:rsidRPr="000B70AA">
        <w:rPr>
          <w:b/>
        </w:rPr>
        <w:t>na</w:t>
      </w:r>
      <w:r w:rsidRPr="000B70AA">
        <w:t xml:space="preserve"> Not available. .. Not applicable</w:t>
      </w:r>
      <w:r w:rsidRPr="000B70AA">
        <w:rPr>
          <w:rStyle w:val="NoteLabel"/>
          <w:b w:val="0"/>
          <w:position w:val="0"/>
        </w:rPr>
        <w:t>.</w:t>
      </w:r>
    </w:p>
    <w:p w:rsidR="00F05336" w:rsidRPr="000B70AA" w:rsidRDefault="003323E0" w:rsidP="00F05336">
      <w:pPr>
        <w:pStyle w:val="Note"/>
      </w:pPr>
      <w:r w:rsidRPr="000B70AA">
        <w:rPr>
          <w:i/>
        </w:rPr>
        <w:t>Source</w:t>
      </w:r>
      <w:r w:rsidRPr="000B70AA">
        <w:t xml:space="preserve">: AIHW (2012) </w:t>
      </w:r>
      <w:r w:rsidRPr="000B70AA">
        <w:rPr>
          <w:i/>
        </w:rPr>
        <w:t xml:space="preserve">Housing Assistance in Australia </w:t>
      </w:r>
      <w:r w:rsidRPr="000B70AA">
        <w:t xml:space="preserve">(Cat No. HOU 236); AIHW (various years) </w:t>
      </w:r>
      <w:r w:rsidRPr="000B70AA">
        <w:rPr>
          <w:i/>
        </w:rPr>
        <w:t>Indigenous Community Housing</w:t>
      </w:r>
      <w:r w:rsidR="00F05336" w:rsidRPr="000B70AA">
        <w:t>; table 16A.23</w:t>
      </w:r>
      <w:r w:rsidR="00F05336" w:rsidRPr="000B70AA">
        <w:rPr>
          <w:rFonts w:cs="Arial"/>
          <w:szCs w:val="18"/>
        </w:rPr>
        <w:t>; 2013 Report, table 16.4, p. 16.31.</w:t>
      </w:r>
    </w:p>
    <w:p w:rsidR="007313D0" w:rsidRPr="000B70AA" w:rsidRDefault="007313D0" w:rsidP="007313D0">
      <w:pPr>
        <w:pStyle w:val="Heading5"/>
      </w:pPr>
      <w:bookmarkStart w:id="89" w:name="_Toc319998376"/>
      <w:r w:rsidRPr="000B70AA">
        <w:t>Occupancy rate</w:t>
      </w:r>
      <w:bookmarkEnd w:id="89"/>
    </w:p>
    <w:p w:rsidR="00E22BDF" w:rsidRPr="000B70AA" w:rsidRDefault="00E22BDF" w:rsidP="00E22BDF">
      <w:pPr>
        <w:pStyle w:val="BodyText"/>
      </w:pPr>
      <w:r w:rsidRPr="000B70AA">
        <w:t>‘Occupancy rate’ is an indicator of governments’ objective to ensure efficient housing utilisation (box 16.8).</w:t>
      </w:r>
    </w:p>
    <w:p w:rsidR="007313D0" w:rsidRPr="000B70A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r w:rsidRPr="000B70AA">
              <w:rPr>
                <w:b w:val="0"/>
              </w:rPr>
              <w:t xml:space="preserve">Box </w:t>
            </w:r>
            <w:r w:rsidR="0060775A" w:rsidRPr="000B70AA">
              <w:rPr>
                <w:b w:val="0"/>
              </w:rPr>
              <w:t>16.8</w:t>
            </w:r>
            <w:r w:rsidRPr="000B70AA">
              <w:tab/>
              <w:t>Occupancy rate</w:t>
            </w:r>
          </w:p>
        </w:tc>
      </w:tr>
      <w:tr w:rsidR="007313D0" w:rsidRPr="000B70AA" w:rsidTr="009E5B82">
        <w:trPr>
          <w:cantSplit/>
        </w:trPr>
        <w:tc>
          <w:tcPr>
            <w:tcW w:w="8771" w:type="dxa"/>
            <w:tcBorders>
              <w:top w:val="nil"/>
              <w:left w:val="single" w:sz="6" w:space="0" w:color="auto"/>
              <w:bottom w:val="nil"/>
              <w:right w:val="single" w:sz="6" w:space="0" w:color="auto"/>
            </w:tcBorders>
          </w:tcPr>
          <w:p w:rsidR="00E22BDF" w:rsidRPr="000B70AA" w:rsidRDefault="00E22BDF" w:rsidP="00E22BDF">
            <w:pPr>
              <w:keepNext/>
              <w:spacing w:before="120" w:line="280" w:lineRule="atLeast"/>
              <w:jc w:val="both"/>
              <w:rPr>
                <w:rFonts w:ascii="Arial" w:hAnsi="Arial"/>
                <w:sz w:val="22"/>
                <w:szCs w:val="20"/>
              </w:rPr>
            </w:pPr>
            <w:r w:rsidRPr="000B70AA">
              <w:rPr>
                <w:rFonts w:ascii="Arial" w:hAnsi="Arial"/>
                <w:sz w:val="22"/>
                <w:szCs w:val="20"/>
              </w:rPr>
              <w:t>‘Occupancy rate’ is defined as the proportion of dwellings occupied. The term ‘occupied’ refers to rental housing stock occupied by tenants who have a tenancy agreement with the relevant housing authority (for public housing and SOMIH) or community housing organisation (for community housing and Indigenous community housing).</w:t>
            </w:r>
          </w:p>
          <w:p w:rsidR="00E22BDF" w:rsidRPr="000B70AA" w:rsidRDefault="00E22BDF" w:rsidP="00E22BDF">
            <w:pPr>
              <w:keepNext/>
              <w:spacing w:before="120" w:line="280" w:lineRule="atLeast"/>
              <w:jc w:val="both"/>
              <w:rPr>
                <w:rFonts w:ascii="Arial" w:hAnsi="Arial"/>
                <w:sz w:val="22"/>
                <w:szCs w:val="20"/>
              </w:rPr>
            </w:pPr>
            <w:r w:rsidRPr="000B70AA">
              <w:rPr>
                <w:rFonts w:ascii="Arial" w:hAnsi="Arial"/>
                <w:sz w:val="22"/>
                <w:szCs w:val="20"/>
              </w:rPr>
              <w:t xml:space="preserve">A high or increasing proportion suggests greater efficiency of housing utilisation. </w:t>
            </w:r>
          </w:p>
          <w:p w:rsidR="00E22BDF" w:rsidRPr="000B70AA" w:rsidRDefault="00E22BDF" w:rsidP="00E22BDF">
            <w:pPr>
              <w:keepNext/>
              <w:spacing w:before="120" w:line="280" w:lineRule="atLeast"/>
              <w:jc w:val="both"/>
              <w:rPr>
                <w:rFonts w:ascii="Arial" w:hAnsi="Arial"/>
                <w:sz w:val="22"/>
                <w:szCs w:val="20"/>
              </w:rPr>
            </w:pPr>
            <w:r w:rsidRPr="000B70AA">
              <w:rPr>
                <w:rFonts w:ascii="Arial" w:hAnsi="Arial"/>
                <w:sz w:val="22"/>
                <w:szCs w:val="20"/>
              </w:rPr>
              <w:t>Occupancy is influenced by both turnover and housing supply and demand.</w:t>
            </w:r>
          </w:p>
          <w:p w:rsidR="00E22BDF" w:rsidRPr="000B70AA" w:rsidRDefault="00E22BDF" w:rsidP="00E22BDF">
            <w:pPr>
              <w:keepNext/>
              <w:spacing w:before="120" w:line="280" w:lineRule="atLeast"/>
              <w:jc w:val="both"/>
              <w:rPr>
                <w:rFonts w:ascii="Arial" w:hAnsi="Arial"/>
                <w:sz w:val="22"/>
                <w:szCs w:val="20"/>
              </w:rPr>
            </w:pPr>
            <w:r w:rsidRPr="000B70AA">
              <w:rPr>
                <w:rFonts w:ascii="Arial" w:hAnsi="Arial"/>
                <w:sz w:val="22"/>
                <w:szCs w:val="20"/>
              </w:rPr>
              <w:t>Data for this indicator are reported for public housing, SOMIH, community housing and Indigenous community housing. Data comparability and completeness vary for this indicator. Data reported:</w:t>
            </w:r>
          </w:p>
          <w:p w:rsidR="00E22BDF" w:rsidRPr="000B70AA" w:rsidRDefault="00E22BDF" w:rsidP="00E22BDF">
            <w:pPr>
              <w:pStyle w:val="BoxListBullet"/>
              <w:numPr>
                <w:ilvl w:val="0"/>
                <w:numId w:val="17"/>
              </w:numPr>
              <w:spacing w:before="120"/>
            </w:pPr>
            <w:r w:rsidRPr="000B70AA">
              <w:t xml:space="preserve">for public housing and SOMIH are comparable </w:t>
            </w:r>
          </w:p>
          <w:p w:rsidR="00E22BDF" w:rsidRPr="000B70AA" w:rsidRDefault="00E22BDF" w:rsidP="00E22BDF">
            <w:pPr>
              <w:pStyle w:val="BoxListBullet"/>
              <w:numPr>
                <w:ilvl w:val="0"/>
                <w:numId w:val="17"/>
              </w:numPr>
              <w:spacing w:before="120"/>
            </w:pPr>
            <w:r w:rsidRPr="000B70AA">
              <w:t>for community housing and Indigenous community housing are neither comparable nor complete.</w:t>
            </w:r>
          </w:p>
          <w:p w:rsidR="007313D0" w:rsidRPr="000B70AA" w:rsidRDefault="00E22BDF" w:rsidP="00E22BDF">
            <w:pPr>
              <w:keepNext/>
              <w:spacing w:before="120" w:line="280" w:lineRule="atLeast"/>
              <w:jc w:val="both"/>
              <w:rPr>
                <w:rFonts w:ascii="Arial" w:hAnsi="Arial"/>
                <w:sz w:val="22"/>
                <w:szCs w:val="20"/>
              </w:rPr>
            </w:pPr>
            <w:r w:rsidRPr="000B70AA">
              <w:rPr>
                <w:rFonts w:ascii="Arial" w:hAnsi="Arial"/>
                <w:sz w:val="22"/>
                <w:szCs w:val="20"/>
              </w:rPr>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E22BDF" w:rsidRPr="000B70AA" w:rsidRDefault="00E22BDF" w:rsidP="00E22BDF">
      <w:pPr>
        <w:pStyle w:val="BodyText"/>
      </w:pPr>
      <w:r w:rsidRPr="000B70AA">
        <w:lastRenderedPageBreak/>
        <w:t>Nationally at 30 June 2012, the proportion of total rental stock occupied was 96.5 per cent for SOMIH (figure 16.7).</w:t>
      </w:r>
    </w:p>
    <w:p w:rsidR="007313D0" w:rsidRPr="000B70AA" w:rsidRDefault="007313D0" w:rsidP="007313D0">
      <w:pPr>
        <w:keepNext/>
        <w:keepLines/>
        <w:spacing w:before="360" w:after="80" w:line="280" w:lineRule="exact"/>
        <w:ind w:left="1474" w:hanging="1474"/>
        <w:rPr>
          <w:rFonts w:ascii="Arial" w:hAnsi="Arial"/>
          <w:b/>
        </w:rPr>
      </w:pPr>
      <w:r w:rsidRPr="000B70AA">
        <w:rPr>
          <w:rFonts w:ascii="Arial" w:hAnsi="Arial"/>
        </w:rPr>
        <w:t xml:space="preserve">Figure </w:t>
      </w:r>
      <w:r w:rsidR="0060775A" w:rsidRPr="000B70AA">
        <w:rPr>
          <w:rFonts w:ascii="Arial" w:hAnsi="Arial"/>
        </w:rPr>
        <w:t>16.7</w:t>
      </w:r>
      <w:r w:rsidRPr="000B70AA">
        <w:rPr>
          <w:rFonts w:ascii="Arial" w:hAnsi="Arial"/>
          <w:b/>
        </w:rPr>
        <w:tab/>
        <w:t>Occupancy rates — SOMIH, at 30 June (per cent)</w:t>
      </w:r>
      <w:r w:rsidRPr="000B70AA">
        <w:rPr>
          <w:rFonts w:ascii="Arial" w:hAnsi="Arial"/>
          <w:b/>
          <w:position w:val="6"/>
          <w:sz w:val="18"/>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B70AA" w:rsidTr="009E5B82">
        <w:tc>
          <w:tcPr>
            <w:tcW w:w="8777" w:type="dxa"/>
          </w:tcPr>
          <w:p w:rsidR="007313D0" w:rsidRPr="000B70AA" w:rsidRDefault="003A3019" w:rsidP="009E5B82">
            <w:pPr>
              <w:keepNext/>
              <w:spacing w:before="120" w:after="120" w:line="240" w:lineRule="atLeast"/>
              <w:jc w:val="center"/>
              <w:rPr>
                <w:rFonts w:ascii="Arial" w:hAnsi="Arial" w:cs="Arial"/>
                <w:b/>
                <w:sz w:val="20"/>
                <w:szCs w:val="20"/>
              </w:rPr>
            </w:pPr>
            <w:r w:rsidRPr="000B70AA">
              <w:rPr>
                <w:rFonts w:ascii="Arial" w:hAnsi="Arial" w:cs="Arial"/>
                <w:b/>
                <w:noProof/>
                <w:sz w:val="20"/>
              </w:rPr>
              <w:drawing>
                <wp:inline distT="0" distB="0" distL="0" distR="0" wp14:anchorId="26C09AA5" wp14:editId="45F9828F">
                  <wp:extent cx="5394960" cy="294640"/>
                  <wp:effectExtent l="0" t="0" r="0" b="0"/>
                  <wp:docPr id="28" name="Picture 28" descr="Figure 16.9 Occupancy rates, at 30 June (per cent)&#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7313D0" w:rsidRPr="000B70AA" w:rsidRDefault="0070745B" w:rsidP="009E5B82">
            <w:pPr>
              <w:keepNext/>
              <w:spacing w:before="120" w:after="120" w:line="240" w:lineRule="atLeast"/>
              <w:jc w:val="center"/>
              <w:rPr>
                <w:rFonts w:ascii="Arial" w:hAnsi="Arial" w:cs="Arial"/>
                <w:b/>
                <w:sz w:val="20"/>
                <w:szCs w:val="20"/>
              </w:rPr>
            </w:pPr>
            <w:r w:rsidRPr="000B70AA">
              <w:rPr>
                <w:rFonts w:ascii="Arial" w:hAnsi="Arial"/>
                <w:b/>
                <w:noProof/>
                <w:position w:val="6"/>
                <w:sz w:val="18"/>
              </w:rPr>
              <w:drawing>
                <wp:inline distT="0" distB="0" distL="0" distR="0" wp14:anchorId="101280E4" wp14:editId="30E7759C">
                  <wp:extent cx="5394960" cy="1778000"/>
                  <wp:effectExtent l="0" t="0" r="0" b="0"/>
                  <wp:docPr id="32" name="Picture 32" descr="Figure 16.7 Occupancy rates - SOMIH, at 30 June (per cen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4960" cy="1778000"/>
                          </a:xfrm>
                          <a:prstGeom prst="rect">
                            <a:avLst/>
                          </a:prstGeom>
                          <a:noFill/>
                          <a:ln>
                            <a:noFill/>
                          </a:ln>
                        </pic:spPr>
                      </pic:pic>
                    </a:graphicData>
                  </a:graphic>
                </wp:inline>
              </w:drawing>
            </w:r>
          </w:p>
        </w:tc>
      </w:tr>
    </w:tbl>
    <w:p w:rsidR="007313D0" w:rsidRPr="000B70AA" w:rsidRDefault="007313D0" w:rsidP="007313D0">
      <w:pPr>
        <w:keepLines/>
        <w:spacing w:before="80" w:line="220" w:lineRule="exact"/>
        <w:jc w:val="both"/>
        <w:rPr>
          <w:rFonts w:ascii="Arial" w:hAnsi="Arial"/>
          <w:sz w:val="18"/>
          <w:szCs w:val="20"/>
        </w:rPr>
      </w:pPr>
      <w:r w:rsidRPr="000B70AA">
        <w:rPr>
          <w:rFonts w:ascii="Arial" w:hAnsi="Arial"/>
          <w:b/>
          <w:position w:val="6"/>
          <w:sz w:val="18"/>
          <w:szCs w:val="20"/>
        </w:rPr>
        <w:t>a </w:t>
      </w:r>
      <w:r w:rsidRPr="000B70AA">
        <w:rPr>
          <w:rFonts w:ascii="Arial" w:hAnsi="Arial"/>
          <w:sz w:val="18"/>
          <w:szCs w:val="20"/>
        </w:rPr>
        <w:t>Data may not be comparable across jurisdictions and over time and compari</w:t>
      </w:r>
      <w:r w:rsidR="003A3019" w:rsidRPr="000B70AA">
        <w:rPr>
          <w:rFonts w:ascii="Arial" w:hAnsi="Arial"/>
          <w:sz w:val="18"/>
          <w:szCs w:val="20"/>
        </w:rPr>
        <w:t>sons could be misleading. Table 16A.25</w:t>
      </w:r>
      <w:r w:rsidRPr="000B70AA">
        <w:rPr>
          <w:rFonts w:ascii="Arial" w:hAnsi="Arial"/>
          <w:sz w:val="18"/>
          <w:szCs w:val="20"/>
        </w:rPr>
        <w:t xml:space="preserve"> provide further information. </w:t>
      </w:r>
      <w:r w:rsidRPr="000B70AA">
        <w:rPr>
          <w:rFonts w:ascii="Arial" w:hAnsi="Arial"/>
          <w:b/>
          <w:position w:val="6"/>
          <w:sz w:val="18"/>
          <w:szCs w:val="20"/>
        </w:rPr>
        <w:t>b</w:t>
      </w:r>
      <w:r w:rsidRPr="000B70AA">
        <w:rPr>
          <w:rFonts w:ascii="Arial" w:hAnsi="Arial"/>
          <w:sz w:val="18"/>
          <w:szCs w:val="20"/>
        </w:rPr>
        <w:t xml:space="preserve"> </w:t>
      </w:r>
      <w:r w:rsidR="003A3019" w:rsidRPr="000B70AA">
        <w:rPr>
          <w:rFonts w:ascii="Arial" w:hAnsi="Arial"/>
          <w:sz w:val="18"/>
          <w:szCs w:val="20"/>
        </w:rPr>
        <w:t>There are no SOMIH data reported for Victoria (from 2009 10) or WA (from 2010-11) as SOMIH was transferred to other housing programs.</w:t>
      </w:r>
    </w:p>
    <w:p w:rsidR="007313D0" w:rsidRPr="000B70AA" w:rsidRDefault="003A3019" w:rsidP="003A3019">
      <w:pPr>
        <w:pStyle w:val="Source"/>
      </w:pPr>
      <w:r w:rsidRPr="000B70AA">
        <w:rPr>
          <w:i/>
        </w:rPr>
        <w:t>Source</w:t>
      </w:r>
      <w:r w:rsidRPr="000B70AA">
        <w:t xml:space="preserve">: AIHW (unpublished); AIHW (various years) </w:t>
      </w:r>
      <w:r w:rsidRPr="000B70AA">
        <w:rPr>
          <w:i/>
        </w:rPr>
        <w:t>CSHA national data report</w:t>
      </w:r>
      <w:r w:rsidRPr="000B70AA">
        <w:t xml:space="preserve">; AIHW (various years) </w:t>
      </w:r>
      <w:r w:rsidRPr="000B70AA">
        <w:rPr>
          <w:i/>
        </w:rPr>
        <w:t xml:space="preserve">Housing assistance in Australia </w:t>
      </w:r>
      <w:r w:rsidRPr="000B70AA">
        <w:t>Cat. no. HOU 236; table 16A.25</w:t>
      </w:r>
      <w:r w:rsidR="007313D0" w:rsidRPr="000B70AA">
        <w:t>; 201</w:t>
      </w:r>
      <w:r w:rsidRPr="000B70AA">
        <w:t>3</w:t>
      </w:r>
      <w:r w:rsidR="007313D0" w:rsidRPr="000B70AA">
        <w:t xml:space="preserve"> Report, figure 16.</w:t>
      </w:r>
      <w:r w:rsidRPr="000B70AA">
        <w:t>9</w:t>
      </w:r>
      <w:r w:rsidR="007313D0" w:rsidRPr="000B70AA">
        <w:t>, p. 16.3</w:t>
      </w:r>
      <w:r w:rsidRPr="000B70AA">
        <w:t>3</w:t>
      </w:r>
      <w:r w:rsidR="007313D0" w:rsidRPr="000B70AA">
        <w:t>.</w:t>
      </w:r>
    </w:p>
    <w:p w:rsidR="003A3019" w:rsidRPr="000B70AA" w:rsidRDefault="003A3019" w:rsidP="003A3019">
      <w:pPr>
        <w:pStyle w:val="BodyText"/>
      </w:pPr>
      <w:r w:rsidRPr="000B70AA">
        <w:t xml:space="preserve">Nationally, </w:t>
      </w:r>
      <w:r w:rsidRPr="000B70AA">
        <w:rPr>
          <w:color w:val="000000"/>
        </w:rPr>
        <w:t>91.6</w:t>
      </w:r>
      <w:r w:rsidRPr="000B70AA">
        <w:rPr>
          <w:b/>
          <w:color w:val="000000"/>
        </w:rPr>
        <w:t xml:space="preserve"> </w:t>
      </w:r>
      <w:r w:rsidRPr="000B70AA">
        <w:t>per cent of Indigenous community housing was occupied at 30 June 2011, though this varied across jurisdictions (table 16.5). However, complete data were not available for all jurisdictions, and these figures may be an underestimate.</w:t>
      </w:r>
    </w:p>
    <w:p w:rsidR="003A3019" w:rsidRPr="000B70AA" w:rsidRDefault="003A3019" w:rsidP="003A3019">
      <w:pPr>
        <w:pStyle w:val="TableTitle"/>
      </w:pPr>
      <w:r w:rsidRPr="000B70AA">
        <w:rPr>
          <w:b w:val="0"/>
        </w:rPr>
        <w:t xml:space="preserve">Table </w:t>
      </w:r>
      <w:r w:rsidR="0060775A" w:rsidRPr="000B70AA">
        <w:rPr>
          <w:b w:val="0"/>
          <w:sz w:val="26"/>
        </w:rPr>
        <w:t>16.5</w:t>
      </w:r>
      <w:r w:rsidRPr="000B70AA">
        <w:tab/>
        <w:t>Occupancy rates for Indigenous community housing, at 30 June (per cent)</w:t>
      </w:r>
      <w:r w:rsidRPr="000B70AA">
        <w:rPr>
          <w:rStyle w:val="NoteLabel"/>
          <w:b/>
        </w:rPr>
        <w:t>a,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3A3019" w:rsidRPr="000B70AA" w:rsidTr="0070745B">
        <w:tc>
          <w:tcPr>
            <w:tcW w:w="453" w:type="pct"/>
            <w:tcBorders>
              <w:top w:val="single" w:sz="6" w:space="0" w:color="auto"/>
              <w:bottom w:val="single" w:sz="6" w:space="0" w:color="auto"/>
            </w:tcBorders>
            <w:shd w:val="clear" w:color="auto" w:fill="auto"/>
          </w:tcPr>
          <w:p w:rsidR="003A3019" w:rsidRPr="000B70AA" w:rsidRDefault="003A3019" w:rsidP="0070745B">
            <w:pPr>
              <w:pStyle w:val="TableColumnHeading"/>
              <w:jc w:val="left"/>
            </w:pP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NSW</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Vic</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Qld</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WA</w:t>
            </w:r>
          </w:p>
        </w:tc>
        <w:tc>
          <w:tcPr>
            <w:tcW w:w="455" w:type="pct"/>
            <w:tcBorders>
              <w:top w:val="single" w:sz="6" w:space="0" w:color="auto"/>
              <w:bottom w:val="single" w:sz="6" w:space="0" w:color="auto"/>
            </w:tcBorders>
          </w:tcPr>
          <w:p w:rsidR="003A3019" w:rsidRPr="000B70AA" w:rsidRDefault="003A3019" w:rsidP="0070745B">
            <w:pPr>
              <w:pStyle w:val="TableColumnHeading"/>
            </w:pPr>
            <w:r w:rsidRPr="000B70AA">
              <w:t>SA</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Tas</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ACT</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pPr>
            <w:r w:rsidRPr="000B70AA">
              <w:t>NT</w:t>
            </w:r>
          </w:p>
        </w:tc>
        <w:tc>
          <w:tcPr>
            <w:tcW w:w="455" w:type="pct"/>
            <w:tcBorders>
              <w:top w:val="single" w:sz="6" w:space="0" w:color="auto"/>
              <w:bottom w:val="single" w:sz="6" w:space="0" w:color="auto"/>
            </w:tcBorders>
            <w:shd w:val="clear" w:color="auto" w:fill="auto"/>
          </w:tcPr>
          <w:p w:rsidR="003A3019" w:rsidRPr="000B70AA" w:rsidRDefault="003A3019" w:rsidP="0070745B">
            <w:pPr>
              <w:pStyle w:val="TableColumnHeading"/>
              <w:ind w:right="28"/>
            </w:pPr>
            <w:r w:rsidRPr="000B70AA">
              <w:t>Aus Gov</w:t>
            </w:r>
            <w:r w:rsidRPr="000B70AA">
              <w:rPr>
                <w:rStyle w:val="NoteLabel"/>
                <w:i w:val="0"/>
              </w:rPr>
              <w:t>c</w:t>
            </w:r>
          </w:p>
        </w:tc>
        <w:tc>
          <w:tcPr>
            <w:tcW w:w="451" w:type="pct"/>
            <w:tcBorders>
              <w:top w:val="single" w:sz="6" w:space="0" w:color="auto"/>
              <w:bottom w:val="single" w:sz="6" w:space="0" w:color="auto"/>
            </w:tcBorders>
            <w:shd w:val="clear" w:color="auto" w:fill="auto"/>
          </w:tcPr>
          <w:p w:rsidR="003A3019" w:rsidRPr="000B70AA" w:rsidRDefault="003A3019" w:rsidP="0070745B">
            <w:pPr>
              <w:pStyle w:val="TableColumnHeading"/>
              <w:ind w:right="28"/>
            </w:pPr>
            <w:r w:rsidRPr="000B70AA">
              <w:t>Aust</w:t>
            </w:r>
          </w:p>
        </w:tc>
      </w:tr>
      <w:tr w:rsidR="003A3019" w:rsidRPr="000B70AA" w:rsidTr="0070745B">
        <w:tc>
          <w:tcPr>
            <w:tcW w:w="453" w:type="pct"/>
          </w:tcPr>
          <w:p w:rsidR="003A3019" w:rsidRPr="000B70AA" w:rsidRDefault="003A3019" w:rsidP="0070745B">
            <w:pPr>
              <w:pStyle w:val="TableBodyText"/>
              <w:jc w:val="left"/>
            </w:pPr>
            <w:r w:rsidRPr="000B70AA">
              <w:t>2007</w:t>
            </w:r>
          </w:p>
        </w:tc>
        <w:tc>
          <w:tcPr>
            <w:tcW w:w="455" w:type="pct"/>
            <w:vAlign w:val="center"/>
          </w:tcPr>
          <w:p w:rsidR="003A3019" w:rsidRPr="000B70AA" w:rsidRDefault="003A3019" w:rsidP="0070745B">
            <w:pPr>
              <w:pStyle w:val="TableBodyText"/>
              <w:rPr>
                <w:color w:val="000000"/>
              </w:rPr>
            </w:pPr>
            <w:r w:rsidRPr="000B70AA">
              <w:rPr>
                <w:color w:val="000000"/>
              </w:rPr>
              <w:t>98.3</w:t>
            </w:r>
          </w:p>
        </w:tc>
        <w:tc>
          <w:tcPr>
            <w:tcW w:w="455" w:type="pct"/>
            <w:vAlign w:val="center"/>
          </w:tcPr>
          <w:p w:rsidR="003A3019" w:rsidRPr="000B70AA" w:rsidRDefault="003A3019" w:rsidP="0070745B">
            <w:pPr>
              <w:pStyle w:val="TableBodyText"/>
              <w:rPr>
                <w:color w:val="000000"/>
              </w:rPr>
            </w:pPr>
            <w:r w:rsidRPr="000B70AA">
              <w:rPr>
                <w:color w:val="000000"/>
              </w:rPr>
              <w:t>..</w:t>
            </w:r>
          </w:p>
        </w:tc>
        <w:tc>
          <w:tcPr>
            <w:tcW w:w="455" w:type="pct"/>
            <w:vAlign w:val="center"/>
          </w:tcPr>
          <w:p w:rsidR="003A3019" w:rsidRPr="000B70AA" w:rsidRDefault="003A3019" w:rsidP="0070745B">
            <w:pPr>
              <w:pStyle w:val="TableBodyText"/>
              <w:rPr>
                <w:color w:val="000000"/>
              </w:rPr>
            </w:pPr>
            <w:r w:rsidRPr="000B70AA">
              <w:rPr>
                <w:color w:val="000000"/>
              </w:rPr>
              <w:t>100.0</w:t>
            </w:r>
          </w:p>
        </w:tc>
        <w:tc>
          <w:tcPr>
            <w:tcW w:w="455" w:type="pct"/>
            <w:vAlign w:val="center"/>
          </w:tcPr>
          <w:p w:rsidR="003A3019" w:rsidRPr="000B70AA" w:rsidRDefault="003A3019" w:rsidP="0070745B">
            <w:pPr>
              <w:pStyle w:val="TableBodyText"/>
              <w:rPr>
                <w:color w:val="000000"/>
              </w:rPr>
            </w:pPr>
            <w:r w:rsidRPr="000B70AA">
              <w:rPr>
                <w:color w:val="000000"/>
              </w:rPr>
              <w:t>91.0</w:t>
            </w:r>
          </w:p>
        </w:tc>
        <w:tc>
          <w:tcPr>
            <w:tcW w:w="455" w:type="pct"/>
            <w:vAlign w:val="center"/>
          </w:tcPr>
          <w:p w:rsidR="003A3019" w:rsidRPr="000B70AA" w:rsidRDefault="003A3019" w:rsidP="0070745B">
            <w:pPr>
              <w:pStyle w:val="TableBodyText"/>
              <w:rPr>
                <w:color w:val="000000"/>
              </w:rPr>
            </w:pPr>
            <w:r w:rsidRPr="000B70AA">
              <w:rPr>
                <w:color w:val="000000"/>
              </w:rPr>
              <w:t>89.0</w:t>
            </w:r>
          </w:p>
        </w:tc>
        <w:tc>
          <w:tcPr>
            <w:tcW w:w="455" w:type="pct"/>
            <w:vAlign w:val="center"/>
          </w:tcPr>
          <w:p w:rsidR="003A3019" w:rsidRPr="000B70AA" w:rsidRDefault="003A3019" w:rsidP="0070745B">
            <w:pPr>
              <w:pStyle w:val="TableBodyText"/>
              <w:rPr>
                <w:color w:val="000000"/>
              </w:rPr>
            </w:pPr>
            <w:r w:rsidRPr="000B70AA">
              <w:rPr>
                <w:color w:val="000000"/>
              </w:rPr>
              <w:t>..</w:t>
            </w:r>
          </w:p>
        </w:tc>
        <w:tc>
          <w:tcPr>
            <w:tcW w:w="455" w:type="pct"/>
            <w:vAlign w:val="center"/>
          </w:tcPr>
          <w:p w:rsidR="003A3019" w:rsidRPr="000B70AA" w:rsidRDefault="003A3019" w:rsidP="0070745B">
            <w:pPr>
              <w:pStyle w:val="TableBodyText"/>
              <w:rPr>
                <w:color w:val="000000"/>
              </w:rPr>
            </w:pPr>
            <w:r w:rsidRPr="000B70AA">
              <w:rPr>
                <w:color w:val="000000"/>
              </w:rPr>
              <w:t>100.0</w:t>
            </w:r>
          </w:p>
        </w:tc>
        <w:tc>
          <w:tcPr>
            <w:tcW w:w="455" w:type="pct"/>
            <w:vAlign w:val="center"/>
          </w:tcPr>
          <w:p w:rsidR="003A3019" w:rsidRPr="000B70AA" w:rsidRDefault="003A3019" w:rsidP="0070745B">
            <w:pPr>
              <w:pStyle w:val="TableBodyText"/>
              <w:rPr>
                <w:color w:val="000000"/>
              </w:rPr>
            </w:pPr>
            <w:r w:rsidRPr="000B70AA">
              <w:rPr>
                <w:color w:val="000000"/>
              </w:rPr>
              <w:t>na</w:t>
            </w:r>
          </w:p>
        </w:tc>
        <w:tc>
          <w:tcPr>
            <w:tcW w:w="455" w:type="pct"/>
            <w:vAlign w:val="center"/>
          </w:tcPr>
          <w:p w:rsidR="003A3019" w:rsidRPr="000B70AA" w:rsidRDefault="003A3019" w:rsidP="0070745B">
            <w:pPr>
              <w:pStyle w:val="TableBodyText"/>
              <w:rPr>
                <w:color w:val="000000"/>
              </w:rPr>
            </w:pPr>
            <w:r w:rsidRPr="000B70AA">
              <w:rPr>
                <w:color w:val="000000"/>
              </w:rPr>
              <w:t>94.9</w:t>
            </w:r>
          </w:p>
        </w:tc>
        <w:tc>
          <w:tcPr>
            <w:tcW w:w="451" w:type="pct"/>
            <w:vAlign w:val="center"/>
          </w:tcPr>
          <w:p w:rsidR="003A3019" w:rsidRPr="000B70AA" w:rsidRDefault="003A3019" w:rsidP="0070745B">
            <w:pPr>
              <w:pStyle w:val="TableBodyText"/>
              <w:rPr>
                <w:color w:val="000000"/>
              </w:rPr>
            </w:pPr>
            <w:r w:rsidRPr="000B70AA">
              <w:rPr>
                <w:color w:val="000000"/>
              </w:rPr>
              <w:t>96.2</w:t>
            </w:r>
          </w:p>
        </w:tc>
      </w:tr>
      <w:tr w:rsidR="003A3019" w:rsidRPr="000B70AA" w:rsidTr="0070745B">
        <w:tc>
          <w:tcPr>
            <w:tcW w:w="453" w:type="pct"/>
          </w:tcPr>
          <w:p w:rsidR="003A3019" w:rsidRPr="000B70AA" w:rsidRDefault="003A3019" w:rsidP="0070745B">
            <w:pPr>
              <w:pStyle w:val="TableBodyText"/>
              <w:jc w:val="left"/>
            </w:pPr>
            <w:r w:rsidRPr="000B70AA">
              <w:t>2008</w:t>
            </w:r>
          </w:p>
        </w:tc>
        <w:tc>
          <w:tcPr>
            <w:tcW w:w="455" w:type="pct"/>
            <w:vAlign w:val="center"/>
          </w:tcPr>
          <w:p w:rsidR="003A3019" w:rsidRPr="000B70AA" w:rsidRDefault="003A3019" w:rsidP="0070745B">
            <w:pPr>
              <w:pStyle w:val="TableBodyText"/>
              <w:rPr>
                <w:color w:val="000000"/>
              </w:rPr>
            </w:pPr>
            <w:r w:rsidRPr="000B70AA">
              <w:rPr>
                <w:color w:val="000000"/>
              </w:rPr>
              <w:t>96.0</w:t>
            </w:r>
          </w:p>
        </w:tc>
        <w:tc>
          <w:tcPr>
            <w:tcW w:w="455" w:type="pct"/>
            <w:vAlign w:val="center"/>
          </w:tcPr>
          <w:p w:rsidR="003A3019" w:rsidRPr="000B70AA" w:rsidRDefault="003A3019" w:rsidP="0070745B">
            <w:pPr>
              <w:pStyle w:val="TableBodyText"/>
              <w:rPr>
                <w:color w:val="000000"/>
              </w:rPr>
            </w:pPr>
            <w:r w:rsidRPr="000B70AA">
              <w:rPr>
                <w:color w:val="000000"/>
              </w:rPr>
              <w:t>99.1</w:t>
            </w:r>
          </w:p>
        </w:tc>
        <w:tc>
          <w:tcPr>
            <w:tcW w:w="455" w:type="pct"/>
            <w:vAlign w:val="center"/>
          </w:tcPr>
          <w:p w:rsidR="003A3019" w:rsidRPr="000B70AA" w:rsidRDefault="003A3019" w:rsidP="0070745B">
            <w:pPr>
              <w:pStyle w:val="TableBodyText"/>
              <w:rPr>
                <w:color w:val="000000"/>
              </w:rPr>
            </w:pPr>
            <w:r w:rsidRPr="000B70AA">
              <w:rPr>
                <w:color w:val="000000"/>
              </w:rPr>
              <w:t>98.1</w:t>
            </w:r>
          </w:p>
        </w:tc>
        <w:tc>
          <w:tcPr>
            <w:tcW w:w="455" w:type="pct"/>
            <w:vAlign w:val="center"/>
          </w:tcPr>
          <w:p w:rsidR="003A3019" w:rsidRPr="000B70AA" w:rsidRDefault="003A3019" w:rsidP="0070745B">
            <w:pPr>
              <w:pStyle w:val="TableBodyText"/>
              <w:rPr>
                <w:color w:val="000000"/>
              </w:rPr>
            </w:pPr>
            <w:r w:rsidRPr="000B70AA">
              <w:rPr>
                <w:color w:val="000000"/>
              </w:rPr>
              <w:t>na</w:t>
            </w:r>
          </w:p>
        </w:tc>
        <w:tc>
          <w:tcPr>
            <w:tcW w:w="455" w:type="pct"/>
            <w:vAlign w:val="center"/>
          </w:tcPr>
          <w:p w:rsidR="003A3019" w:rsidRPr="000B70AA" w:rsidRDefault="003A3019" w:rsidP="0070745B">
            <w:pPr>
              <w:pStyle w:val="TableBodyText"/>
              <w:rPr>
                <w:color w:val="000000"/>
              </w:rPr>
            </w:pPr>
            <w:r w:rsidRPr="000B70AA">
              <w:rPr>
                <w:color w:val="000000"/>
              </w:rPr>
              <w:t>93.3</w:t>
            </w:r>
          </w:p>
        </w:tc>
        <w:tc>
          <w:tcPr>
            <w:tcW w:w="455" w:type="pct"/>
            <w:vAlign w:val="center"/>
          </w:tcPr>
          <w:p w:rsidR="003A3019" w:rsidRPr="000B70AA" w:rsidRDefault="003A3019" w:rsidP="0070745B">
            <w:pPr>
              <w:pStyle w:val="TableBodyText"/>
              <w:rPr>
                <w:color w:val="000000"/>
              </w:rPr>
            </w:pPr>
            <w:r w:rsidRPr="000B70AA">
              <w:rPr>
                <w:color w:val="000000"/>
              </w:rPr>
              <w:t>..</w:t>
            </w:r>
          </w:p>
        </w:tc>
        <w:tc>
          <w:tcPr>
            <w:tcW w:w="455" w:type="pct"/>
            <w:vAlign w:val="center"/>
          </w:tcPr>
          <w:p w:rsidR="003A3019" w:rsidRPr="000B70AA" w:rsidRDefault="003A3019" w:rsidP="0070745B">
            <w:pPr>
              <w:pStyle w:val="TableBodyText"/>
              <w:rPr>
                <w:color w:val="000000"/>
              </w:rPr>
            </w:pPr>
            <w:r w:rsidRPr="000B70AA">
              <w:rPr>
                <w:color w:val="000000"/>
              </w:rPr>
              <w:t>100.0</w:t>
            </w:r>
          </w:p>
        </w:tc>
        <w:tc>
          <w:tcPr>
            <w:tcW w:w="455" w:type="pct"/>
            <w:vAlign w:val="center"/>
          </w:tcPr>
          <w:p w:rsidR="003A3019" w:rsidRPr="000B70AA" w:rsidRDefault="003A3019" w:rsidP="0070745B">
            <w:pPr>
              <w:pStyle w:val="TableBodyText"/>
              <w:rPr>
                <w:color w:val="000000"/>
              </w:rPr>
            </w:pPr>
            <w:r w:rsidRPr="000B70AA">
              <w:rPr>
                <w:color w:val="000000"/>
              </w:rPr>
              <w:t>100.0</w:t>
            </w:r>
          </w:p>
        </w:tc>
        <w:tc>
          <w:tcPr>
            <w:tcW w:w="455" w:type="pct"/>
            <w:vAlign w:val="center"/>
          </w:tcPr>
          <w:p w:rsidR="003A3019" w:rsidRPr="000B70AA" w:rsidRDefault="003A3019" w:rsidP="0070745B">
            <w:pPr>
              <w:pStyle w:val="TableBodyText"/>
              <w:rPr>
                <w:color w:val="000000"/>
              </w:rPr>
            </w:pPr>
            <w:r w:rsidRPr="000B70AA">
              <w:rPr>
                <w:color w:val="000000"/>
              </w:rPr>
              <w:t>96.6</w:t>
            </w:r>
          </w:p>
        </w:tc>
        <w:tc>
          <w:tcPr>
            <w:tcW w:w="451" w:type="pct"/>
            <w:vAlign w:val="center"/>
          </w:tcPr>
          <w:p w:rsidR="003A3019" w:rsidRPr="000B70AA" w:rsidRDefault="003A3019" w:rsidP="0070745B">
            <w:pPr>
              <w:pStyle w:val="TableBodyText"/>
              <w:rPr>
                <w:color w:val="000000"/>
              </w:rPr>
            </w:pPr>
            <w:r w:rsidRPr="000B70AA">
              <w:rPr>
                <w:color w:val="000000"/>
              </w:rPr>
              <w:t>98.3</w:t>
            </w:r>
          </w:p>
        </w:tc>
      </w:tr>
      <w:tr w:rsidR="003A3019" w:rsidRPr="000B70AA" w:rsidTr="0070745B">
        <w:tc>
          <w:tcPr>
            <w:tcW w:w="453" w:type="pct"/>
            <w:shd w:val="clear" w:color="auto" w:fill="auto"/>
          </w:tcPr>
          <w:p w:rsidR="003A3019" w:rsidRPr="000B70AA" w:rsidRDefault="003A3019" w:rsidP="0070745B">
            <w:pPr>
              <w:pStyle w:val="TableBodyText"/>
              <w:jc w:val="left"/>
            </w:pPr>
            <w:r w:rsidRPr="000B70AA">
              <w:t>2019</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99.2</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97.9</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96.8</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89.8</w:t>
            </w:r>
          </w:p>
        </w:tc>
        <w:tc>
          <w:tcPr>
            <w:tcW w:w="455" w:type="pct"/>
            <w:vAlign w:val="center"/>
          </w:tcPr>
          <w:p w:rsidR="003A3019" w:rsidRPr="000B70AA" w:rsidRDefault="003A3019" w:rsidP="0070745B">
            <w:pPr>
              <w:pStyle w:val="TableBodyText"/>
              <w:rPr>
                <w:color w:val="000000"/>
              </w:rPr>
            </w:pPr>
            <w:r w:rsidRPr="000B70AA">
              <w:rPr>
                <w:color w:val="000000"/>
              </w:rPr>
              <w:t>87.7</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100.0</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na</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95.3</w:t>
            </w:r>
          </w:p>
        </w:tc>
        <w:tc>
          <w:tcPr>
            <w:tcW w:w="451" w:type="pct"/>
            <w:shd w:val="clear" w:color="auto" w:fill="auto"/>
            <w:vAlign w:val="center"/>
          </w:tcPr>
          <w:p w:rsidR="003A3019" w:rsidRPr="000B70AA" w:rsidRDefault="003A3019" w:rsidP="0070745B">
            <w:pPr>
              <w:pStyle w:val="TableBodyText"/>
              <w:rPr>
                <w:color w:val="000000"/>
              </w:rPr>
            </w:pPr>
            <w:r w:rsidRPr="000B70AA">
              <w:rPr>
                <w:color w:val="000000"/>
              </w:rPr>
              <w:t>96.5</w:t>
            </w:r>
          </w:p>
        </w:tc>
      </w:tr>
      <w:tr w:rsidR="003A3019" w:rsidRPr="000B70AA" w:rsidTr="0070745B">
        <w:tc>
          <w:tcPr>
            <w:tcW w:w="453" w:type="pct"/>
            <w:shd w:val="clear" w:color="auto" w:fill="auto"/>
          </w:tcPr>
          <w:p w:rsidR="003A3019" w:rsidRPr="000B70AA" w:rsidRDefault="003A3019" w:rsidP="0070745B">
            <w:pPr>
              <w:pStyle w:val="TableBodyText"/>
              <w:jc w:val="left"/>
            </w:pPr>
            <w:r w:rsidRPr="000B70AA">
              <w:t>2010</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97.0</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95.7</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96.4</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73.7</w:t>
            </w:r>
          </w:p>
        </w:tc>
        <w:tc>
          <w:tcPr>
            <w:tcW w:w="455" w:type="pct"/>
            <w:vAlign w:val="center"/>
          </w:tcPr>
          <w:p w:rsidR="003A3019" w:rsidRPr="000B70AA" w:rsidRDefault="003A3019" w:rsidP="0070745B">
            <w:pPr>
              <w:pStyle w:val="TableBodyText"/>
              <w:rPr>
                <w:color w:val="000000"/>
              </w:rPr>
            </w:pPr>
            <w:r w:rsidRPr="000B70AA">
              <w:rPr>
                <w:color w:val="000000"/>
              </w:rPr>
              <w:t>87.8</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 xml:space="preserve">  90.2</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na</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na</w:t>
            </w:r>
          </w:p>
        </w:tc>
        <w:tc>
          <w:tcPr>
            <w:tcW w:w="455" w:type="pct"/>
            <w:shd w:val="clear" w:color="auto" w:fill="auto"/>
            <w:vAlign w:val="center"/>
          </w:tcPr>
          <w:p w:rsidR="003A3019" w:rsidRPr="000B70AA" w:rsidRDefault="003A3019" w:rsidP="0070745B">
            <w:pPr>
              <w:pStyle w:val="TableBodyText"/>
              <w:rPr>
                <w:color w:val="000000"/>
              </w:rPr>
            </w:pPr>
            <w:r w:rsidRPr="000B70AA">
              <w:rPr>
                <w:color w:val="000000"/>
              </w:rPr>
              <w:t>..</w:t>
            </w:r>
          </w:p>
        </w:tc>
        <w:tc>
          <w:tcPr>
            <w:tcW w:w="451" w:type="pct"/>
            <w:shd w:val="clear" w:color="auto" w:fill="auto"/>
            <w:vAlign w:val="center"/>
          </w:tcPr>
          <w:p w:rsidR="003A3019" w:rsidRPr="000B70AA" w:rsidRDefault="003A3019" w:rsidP="0070745B">
            <w:pPr>
              <w:pStyle w:val="TableBodyText"/>
              <w:rPr>
                <w:color w:val="000000"/>
              </w:rPr>
            </w:pPr>
            <w:r w:rsidRPr="000B70AA">
              <w:rPr>
                <w:color w:val="000000"/>
              </w:rPr>
              <w:t>90.8</w:t>
            </w:r>
          </w:p>
        </w:tc>
      </w:tr>
      <w:tr w:rsidR="003A3019" w:rsidRPr="000B70AA" w:rsidTr="0070745B">
        <w:tc>
          <w:tcPr>
            <w:tcW w:w="453" w:type="pct"/>
            <w:tcBorders>
              <w:bottom w:val="single" w:sz="6" w:space="0" w:color="auto"/>
            </w:tcBorders>
            <w:shd w:val="clear" w:color="auto" w:fill="auto"/>
          </w:tcPr>
          <w:p w:rsidR="003A3019" w:rsidRPr="000B70AA" w:rsidRDefault="003A3019" w:rsidP="0070745B">
            <w:pPr>
              <w:pStyle w:val="TableBodyText"/>
              <w:jc w:val="left"/>
            </w:pPr>
            <w:r w:rsidRPr="000B70AA">
              <w:t>2011</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96.2</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95.4</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97.0</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79.8</w:t>
            </w:r>
          </w:p>
        </w:tc>
        <w:tc>
          <w:tcPr>
            <w:tcW w:w="455" w:type="pct"/>
            <w:tcBorders>
              <w:bottom w:val="single" w:sz="6" w:space="0" w:color="auto"/>
            </w:tcBorders>
            <w:vAlign w:val="center"/>
          </w:tcPr>
          <w:p w:rsidR="003A3019" w:rsidRPr="000B70AA" w:rsidRDefault="003A3019" w:rsidP="0070745B">
            <w:pPr>
              <w:pStyle w:val="TableBodyText"/>
              <w:rPr>
                <w:color w:val="000000"/>
              </w:rPr>
            </w:pPr>
            <w:r w:rsidRPr="000B70AA">
              <w:rPr>
                <w:color w:val="000000"/>
              </w:rPr>
              <w:t>78.8</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89.8</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na</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na</w:t>
            </w:r>
          </w:p>
        </w:tc>
        <w:tc>
          <w:tcPr>
            <w:tcW w:w="455"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w:t>
            </w:r>
          </w:p>
        </w:tc>
        <w:tc>
          <w:tcPr>
            <w:tcW w:w="451" w:type="pct"/>
            <w:tcBorders>
              <w:bottom w:val="single" w:sz="6" w:space="0" w:color="auto"/>
            </w:tcBorders>
            <w:shd w:val="clear" w:color="auto" w:fill="auto"/>
            <w:vAlign w:val="center"/>
          </w:tcPr>
          <w:p w:rsidR="003A3019" w:rsidRPr="000B70AA" w:rsidRDefault="003A3019" w:rsidP="0070745B">
            <w:pPr>
              <w:pStyle w:val="TableBodyText"/>
              <w:rPr>
                <w:color w:val="000000"/>
              </w:rPr>
            </w:pPr>
            <w:r w:rsidRPr="000B70AA">
              <w:rPr>
                <w:color w:val="000000"/>
              </w:rPr>
              <w:t>91.6</w:t>
            </w:r>
          </w:p>
        </w:tc>
      </w:tr>
    </w:tbl>
    <w:p w:rsidR="003A3019" w:rsidRPr="000B70AA" w:rsidRDefault="003A3019" w:rsidP="003A3019">
      <w:pPr>
        <w:pStyle w:val="Note"/>
        <w:keepNext/>
      </w:pPr>
      <w:r w:rsidRPr="000B70AA">
        <w:rPr>
          <w:rStyle w:val="NoteLabel"/>
        </w:rPr>
        <w:t>a</w:t>
      </w:r>
      <w:r w:rsidRPr="000B70AA">
        <w:rPr>
          <w:rFonts w:cs="Arial"/>
        </w:rPr>
        <w:t> </w:t>
      </w:r>
      <w:r w:rsidRPr="000B70AA">
        <w:t xml:space="preserve">Data may not be comparable across jurisdictions and over time and comparisons could be misleading. Table 16A.27 provides further information. </w:t>
      </w:r>
      <w:r w:rsidRPr="000B70AA">
        <w:rPr>
          <w:rStyle w:val="NoteLabel"/>
        </w:rPr>
        <w:t>b</w:t>
      </w:r>
      <w:r w:rsidRPr="000B70AA">
        <w:rPr>
          <w:rFonts w:cs="Arial"/>
        </w:rPr>
        <w:t xml:space="preserve"> Results for this indicator are based on those dwellings for which occupancy status was known. </w:t>
      </w:r>
      <w:r w:rsidRPr="000B70AA">
        <w:rPr>
          <w:rStyle w:val="NoteLabel"/>
        </w:rPr>
        <w:t>c </w:t>
      </w:r>
      <w:r w:rsidRPr="000B70AA">
        <w:rPr>
          <w:rFonts w:cs="Arial"/>
        </w:rPr>
        <w:t xml:space="preserve">Includes data from Victoria, Queensland and Tasmania not published separately, and includes dwellings managed by funded and unfunded organisations responding to the FaHCSIA survey. </w:t>
      </w:r>
      <w:r w:rsidRPr="000B70AA">
        <w:rPr>
          <w:b/>
        </w:rPr>
        <w:t>na</w:t>
      </w:r>
      <w:r w:rsidRPr="000B70AA">
        <w:t xml:space="preserve"> Not available. .. Not applicable.</w:t>
      </w:r>
    </w:p>
    <w:p w:rsidR="003A3019" w:rsidRPr="000B70AA" w:rsidRDefault="003A3019" w:rsidP="003A3019">
      <w:pPr>
        <w:pStyle w:val="Source"/>
      </w:pPr>
      <w:r w:rsidRPr="000B70AA">
        <w:rPr>
          <w:i/>
        </w:rPr>
        <w:t>Source</w:t>
      </w:r>
      <w:r w:rsidRPr="000B70AA">
        <w:t xml:space="preserve">: AIHW (2012) </w:t>
      </w:r>
      <w:r w:rsidRPr="000B70AA">
        <w:rPr>
          <w:i/>
        </w:rPr>
        <w:t xml:space="preserve">Housing Assistance in Australia </w:t>
      </w:r>
      <w:r w:rsidRPr="000B70AA">
        <w:t xml:space="preserve">(Cat No. HOU 236); AIHW (various years) </w:t>
      </w:r>
      <w:r w:rsidRPr="000B70AA">
        <w:rPr>
          <w:i/>
        </w:rPr>
        <w:t>Indigenous Community Housing</w:t>
      </w:r>
      <w:r w:rsidRPr="000B70AA">
        <w:t>; table 16A.27</w:t>
      </w:r>
      <w:r w:rsidR="003B563F" w:rsidRPr="000B70AA">
        <w:rPr>
          <w:rFonts w:cs="Arial"/>
          <w:szCs w:val="18"/>
        </w:rPr>
        <w:t>; 2013 Report, table 16.5, p. 16.34.</w:t>
      </w:r>
    </w:p>
    <w:p w:rsidR="007313D0" w:rsidRPr="000B70AA" w:rsidRDefault="007313D0" w:rsidP="007313D0">
      <w:pPr>
        <w:pStyle w:val="Heading5"/>
      </w:pPr>
      <w:bookmarkStart w:id="90" w:name="_Toc319998377"/>
      <w:r w:rsidRPr="000B70AA">
        <w:lastRenderedPageBreak/>
        <w:t>Turnaround time</w:t>
      </w:r>
      <w:bookmarkEnd w:id="90"/>
    </w:p>
    <w:p w:rsidR="0070745B" w:rsidRPr="000B70AA" w:rsidRDefault="0070745B" w:rsidP="0070745B">
      <w:pPr>
        <w:pStyle w:val="BodyText"/>
      </w:pPr>
      <w:r w:rsidRPr="000B70AA">
        <w:t>‘Turnaround time’ is an indicator of governments’ objective to undertake efficient and cost effective management (box 16.9).</w:t>
      </w:r>
    </w:p>
    <w:p w:rsidR="007313D0" w:rsidRPr="000B70AA"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keepNext/>
              <w:keepLines/>
              <w:spacing w:before="120" w:line="280" w:lineRule="exact"/>
              <w:ind w:left="1304" w:hanging="1304"/>
              <w:rPr>
                <w:rFonts w:ascii="Arial" w:hAnsi="Arial"/>
                <w:b/>
              </w:rPr>
            </w:pPr>
            <w:r w:rsidRPr="000B70AA">
              <w:rPr>
                <w:rFonts w:ascii="Arial" w:hAnsi="Arial"/>
              </w:rPr>
              <w:t xml:space="preserve">Box </w:t>
            </w:r>
            <w:r w:rsidR="0060775A" w:rsidRPr="000B70AA">
              <w:rPr>
                <w:rFonts w:ascii="Arial" w:hAnsi="Arial"/>
              </w:rPr>
              <w:t>16.9</w:t>
            </w:r>
            <w:r w:rsidRPr="000B70AA">
              <w:rPr>
                <w:rFonts w:ascii="Arial" w:hAnsi="Arial"/>
                <w:b/>
              </w:rPr>
              <w:tab/>
              <w:t>Turnaround time</w:t>
            </w:r>
          </w:p>
        </w:tc>
      </w:tr>
      <w:tr w:rsidR="007313D0" w:rsidRPr="000B70AA" w:rsidTr="009E5B82">
        <w:trPr>
          <w:cantSplit/>
        </w:trPr>
        <w:tc>
          <w:tcPr>
            <w:tcW w:w="8771" w:type="dxa"/>
            <w:tcBorders>
              <w:top w:val="nil"/>
              <w:left w:val="single" w:sz="6" w:space="0" w:color="auto"/>
              <w:bottom w:val="nil"/>
              <w:right w:val="single" w:sz="6" w:space="0" w:color="auto"/>
            </w:tcBorders>
          </w:tcPr>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‘Turnaround time’ is defined as the average time taken for vacant stock, that is available to rent through normal processes, to be occupied.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A low or decreasing turnaround time suggests efficient housing allocation.</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Properties that are unavailable, undergoing major redevelopment or for which there was no suitable applicant are excluded from the calculation. Hard to let properties are included.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This indicator may be affected by changes in maintenance programs and stock allocation processes, and some jurisdictions may have difficulty excluding stock upgrades. Cultural factors may also influence the national average turnaround time for SOMIH dwellings relative to public housing dwellings. Following the death of a significant person, for example, a dwelling may need to be vacant for a longer period of time (Morel and Ross 1993). A higher proportion of SOMIH dwellings in regional and remote areas may also contribute to delays in completing administrative tasks and maintenance before dwellings can be re tenanted.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Data for this indicator are reported for public housing and SOMIH.</w:t>
            </w:r>
          </w:p>
          <w:p w:rsidR="007313D0" w:rsidRPr="000B70AA" w:rsidRDefault="0070745B" w:rsidP="009E5B82">
            <w:pPr>
              <w:keepNext/>
              <w:spacing w:before="120" w:line="280" w:lineRule="atLeast"/>
              <w:jc w:val="both"/>
              <w:rPr>
                <w:rFonts w:ascii="Arial" w:hAnsi="Arial"/>
                <w:sz w:val="22"/>
                <w:szCs w:val="20"/>
              </w:rPr>
            </w:pPr>
            <w:r w:rsidRPr="000B70AA">
              <w:rPr>
                <w:rFonts w:ascii="Arial" w:hAnsi="Arial"/>
                <w:sz w:val="22"/>
                <w:szCs w:val="20"/>
              </w:rPr>
              <w:t>Data reported for this indicator are comparable and complete.</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keepNext/>
              <w:spacing w:line="120" w:lineRule="exact"/>
              <w:jc w:val="both"/>
              <w:rPr>
                <w:rFonts w:ascii="Arial" w:hAnsi="Arial"/>
                <w:sz w:val="22"/>
                <w:szCs w:val="20"/>
              </w:rPr>
            </w:pPr>
          </w:p>
        </w:tc>
      </w:tr>
      <w:tr w:rsidR="007313D0" w:rsidRPr="000B70AA" w:rsidTr="009E5B82">
        <w:tc>
          <w:tcPr>
            <w:tcW w:w="8771" w:type="dxa"/>
            <w:tcBorders>
              <w:top w:val="nil"/>
              <w:left w:val="nil"/>
              <w:bottom w:val="nil"/>
              <w:right w:val="nil"/>
            </w:tcBorders>
          </w:tcPr>
          <w:p w:rsidR="007313D0" w:rsidRPr="000B70AA" w:rsidRDefault="007313D0" w:rsidP="009E5B82">
            <w:pPr>
              <w:spacing w:before="60" w:after="60" w:line="80" w:lineRule="exact"/>
              <w:jc w:val="both"/>
              <w:rPr>
                <w:rFonts w:ascii="Arial" w:hAnsi="Arial"/>
                <w:b/>
                <w:color w:val="FF00FF"/>
                <w:sz w:val="14"/>
                <w:szCs w:val="20"/>
              </w:rPr>
            </w:pPr>
          </w:p>
        </w:tc>
      </w:tr>
    </w:tbl>
    <w:p w:rsidR="0070745B" w:rsidRPr="000B70AA" w:rsidRDefault="0070745B" w:rsidP="0070745B">
      <w:pPr>
        <w:pStyle w:val="BodyText"/>
      </w:pPr>
      <w:r w:rsidRPr="000B70AA">
        <w:t>Nationally, vacant stock remained unallocated for an average of 29.9 days for SOMIH in 2011-12 (figure 16.8).</w:t>
      </w:r>
    </w:p>
    <w:p w:rsidR="001A7E29" w:rsidRPr="000B70AA" w:rsidRDefault="001A7E29" w:rsidP="001A7E29">
      <w:pPr>
        <w:pStyle w:val="FigureTitle"/>
        <w:spacing w:before="240"/>
      </w:pPr>
      <w:bookmarkStart w:id="91" w:name="_Toc319998378"/>
      <w:r w:rsidRPr="000B70AA">
        <w:rPr>
          <w:b w:val="0"/>
        </w:rPr>
        <w:lastRenderedPageBreak/>
        <w:t>Figure 16.8</w:t>
      </w:r>
      <w:r w:rsidRPr="000B70AA">
        <w:tab/>
        <w:t xml:space="preserve"> Average turnaround time — SOMIH</w:t>
      </w:r>
      <w:r w:rsidRPr="000B70AA">
        <w:rPr>
          <w:position w:val="6"/>
          <w:sz w:val="18"/>
          <w:szCs w:val="20"/>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A7E29" w:rsidRPr="000B70AA" w:rsidTr="00FC0C83">
        <w:tc>
          <w:tcPr>
            <w:tcW w:w="8777" w:type="dxa"/>
          </w:tcPr>
          <w:p w:rsidR="001A7E29" w:rsidRPr="000B70AA" w:rsidRDefault="001A7E29" w:rsidP="00FC0C83">
            <w:pPr>
              <w:keepNext/>
              <w:spacing w:before="120" w:after="120" w:line="240" w:lineRule="atLeast"/>
              <w:jc w:val="center"/>
              <w:rPr>
                <w:rFonts w:ascii="Arial" w:hAnsi="Arial" w:cs="Arial"/>
                <w:b/>
                <w:sz w:val="20"/>
                <w:szCs w:val="20"/>
              </w:rPr>
            </w:pPr>
            <w:r w:rsidRPr="000B70AA">
              <w:rPr>
                <w:rFonts w:ascii="Arial" w:hAnsi="Arial" w:cs="Arial"/>
                <w:b/>
                <w:noProof/>
                <w:sz w:val="20"/>
              </w:rPr>
              <w:drawing>
                <wp:inline distT="0" distB="0" distL="0" distR="0" wp14:anchorId="3A979FCA" wp14:editId="65D9D21C">
                  <wp:extent cx="5394960" cy="294640"/>
                  <wp:effectExtent l="0" t="0" r="0" b="0"/>
                  <wp:docPr id="30" name="Picture 30" descr="Figure 16.10 Average turnaround time&#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1A7E29" w:rsidRPr="000B70AA" w:rsidRDefault="001A7E29" w:rsidP="00FC0C83">
            <w:pPr>
              <w:keepNext/>
              <w:spacing w:before="120" w:after="120" w:line="240" w:lineRule="atLeast"/>
              <w:jc w:val="center"/>
              <w:rPr>
                <w:szCs w:val="20"/>
              </w:rPr>
            </w:pPr>
            <w:r w:rsidRPr="000B70AA">
              <w:rPr>
                <w:noProof/>
              </w:rPr>
              <w:drawing>
                <wp:inline distT="0" distB="0" distL="0" distR="0" wp14:anchorId="705E722E" wp14:editId="724F5222">
                  <wp:extent cx="5384800" cy="2692400"/>
                  <wp:effectExtent l="0" t="0" r="6350" b="0"/>
                  <wp:docPr id="31" name="Picture 31" descr="Figure 16.8 Average turnaround time - SOMIH&#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84800" cy="2692400"/>
                          </a:xfrm>
                          <a:prstGeom prst="rect">
                            <a:avLst/>
                          </a:prstGeom>
                          <a:noFill/>
                          <a:ln>
                            <a:noFill/>
                          </a:ln>
                        </pic:spPr>
                      </pic:pic>
                    </a:graphicData>
                  </a:graphic>
                </wp:inline>
              </w:drawing>
            </w:r>
          </w:p>
        </w:tc>
      </w:tr>
    </w:tbl>
    <w:p w:rsidR="001A7E29" w:rsidRPr="000B70AA" w:rsidRDefault="001A7E29" w:rsidP="001A7E29">
      <w:pPr>
        <w:keepLines/>
        <w:spacing w:before="80" w:line="220" w:lineRule="exact"/>
        <w:jc w:val="both"/>
        <w:rPr>
          <w:rFonts w:ascii="Arial" w:hAnsi="Arial"/>
          <w:sz w:val="18"/>
          <w:szCs w:val="20"/>
        </w:rPr>
      </w:pPr>
      <w:r w:rsidRPr="000B70AA">
        <w:rPr>
          <w:rFonts w:ascii="Arial" w:hAnsi="Arial"/>
          <w:b/>
          <w:position w:val="6"/>
          <w:sz w:val="18"/>
          <w:szCs w:val="20"/>
        </w:rPr>
        <w:t>a</w:t>
      </w:r>
      <w:r w:rsidRPr="000B70AA">
        <w:rPr>
          <w:rFonts w:ascii="Arial" w:hAnsi="Arial"/>
          <w:sz w:val="18"/>
          <w:szCs w:val="20"/>
        </w:rPr>
        <w:t xml:space="preserve"> There are no SOMIH data reported for </w:t>
      </w:r>
      <w:smartTag w:uri="urn:schemas-microsoft-com:office:smarttags" w:element="place">
        <w:smartTag w:uri="urn:schemas-microsoft-com:office:smarttags" w:element="State">
          <w:r w:rsidRPr="000B70AA">
            <w:rPr>
              <w:rFonts w:ascii="Arial" w:hAnsi="Arial"/>
              <w:sz w:val="18"/>
              <w:szCs w:val="20"/>
            </w:rPr>
            <w:t>Victoria</w:t>
          </w:r>
        </w:smartTag>
      </w:smartTag>
      <w:r w:rsidRPr="000B70AA">
        <w:rPr>
          <w:rFonts w:ascii="Arial" w:hAnsi="Arial"/>
          <w:sz w:val="18"/>
          <w:szCs w:val="20"/>
        </w:rPr>
        <w:t xml:space="preserve"> (from 2009</w:t>
      </w:r>
      <w:r w:rsidRPr="000B70AA">
        <w:rPr>
          <w:rFonts w:ascii="Arial" w:hAnsi="Arial"/>
          <w:sz w:val="18"/>
          <w:szCs w:val="20"/>
        </w:rPr>
        <w:noBreakHyphen/>
        <w:t>10) or WA (2010-11) as SOMIH was transferred to other housing programs.</w:t>
      </w:r>
    </w:p>
    <w:p w:rsidR="001A7E29" w:rsidRPr="000B70AA" w:rsidRDefault="001A7E29" w:rsidP="001A7E29">
      <w:pPr>
        <w:pStyle w:val="Source"/>
      </w:pPr>
      <w:r w:rsidRPr="000B70AA">
        <w:rPr>
          <w:i/>
        </w:rPr>
        <w:t>Source</w:t>
      </w:r>
      <w:r w:rsidRPr="000B70AA">
        <w:t xml:space="preserve">: AIHW (unpublished); AIHW (various years) </w:t>
      </w:r>
      <w:r w:rsidRPr="000B70AA">
        <w:rPr>
          <w:i/>
        </w:rPr>
        <w:t>CSHA national data report</w:t>
      </w:r>
      <w:r w:rsidRPr="000B70AA">
        <w:t xml:space="preserve">; AIHW (various years) </w:t>
      </w:r>
      <w:r w:rsidRPr="000B70AA">
        <w:rPr>
          <w:i/>
        </w:rPr>
        <w:t xml:space="preserve">Housing assistance in Australia </w:t>
      </w:r>
      <w:r w:rsidRPr="000B70AA">
        <w:t>(Cat. no. HOU 236); table 16A.29</w:t>
      </w:r>
      <w:r w:rsidRPr="000B70AA">
        <w:rPr>
          <w:rFonts w:cs="Arial"/>
          <w:szCs w:val="18"/>
        </w:rPr>
        <w:t>; 2013 Report, figure 16.10, p. 16.36.</w:t>
      </w:r>
    </w:p>
    <w:p w:rsidR="007313D0" w:rsidRPr="000B70AA" w:rsidRDefault="007313D0" w:rsidP="007313D0">
      <w:pPr>
        <w:pStyle w:val="Heading5"/>
      </w:pPr>
      <w:r w:rsidRPr="000B70AA">
        <w:t>Rent collection rate</w:t>
      </w:r>
      <w:bookmarkEnd w:id="91"/>
    </w:p>
    <w:p w:rsidR="0070745B" w:rsidRPr="000B70AA" w:rsidRDefault="0070745B" w:rsidP="0070745B">
      <w:pPr>
        <w:pStyle w:val="BodyText"/>
      </w:pPr>
      <w:r w:rsidRPr="000B70AA">
        <w:t>‘Rent collection rate’ is an indicator of governments’ objective to undertake efficient and cost effective management of social housing (box 16.10).</w:t>
      </w:r>
    </w:p>
    <w:p w:rsidR="007313D0" w:rsidRPr="000B70AA"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keepNext/>
              <w:keepLines/>
              <w:spacing w:before="120" w:line="280" w:lineRule="exact"/>
              <w:ind w:left="1304" w:hanging="1304"/>
              <w:rPr>
                <w:rFonts w:ascii="Arial" w:hAnsi="Arial"/>
                <w:b/>
              </w:rPr>
            </w:pPr>
            <w:smartTag w:uri="urn:schemas-microsoft-com:office:smarttags" w:element="Street">
              <w:r w:rsidRPr="000B70AA">
                <w:rPr>
                  <w:rFonts w:ascii="Arial" w:hAnsi="Arial"/>
                </w:rPr>
                <w:t>Box</w:t>
              </w:r>
            </w:smartTag>
            <w:r w:rsidRPr="000B70AA">
              <w:rPr>
                <w:rFonts w:ascii="Arial" w:hAnsi="Arial"/>
              </w:rPr>
              <w:t xml:space="preserve"> </w:t>
            </w:r>
            <w:r w:rsidR="0060775A" w:rsidRPr="000B70AA">
              <w:rPr>
                <w:rFonts w:ascii="Arial" w:hAnsi="Arial"/>
              </w:rPr>
              <w:t>16.10</w:t>
            </w:r>
            <w:r w:rsidRPr="000B70AA">
              <w:rPr>
                <w:rFonts w:ascii="Arial" w:hAnsi="Arial"/>
                <w:b/>
              </w:rPr>
              <w:tab/>
              <w:t>Rent collection rate</w:t>
            </w:r>
          </w:p>
        </w:tc>
      </w:tr>
      <w:tr w:rsidR="007313D0" w:rsidRPr="000B70AA" w:rsidTr="009E5B82">
        <w:trPr>
          <w:cantSplit/>
        </w:trPr>
        <w:tc>
          <w:tcPr>
            <w:tcW w:w="8771" w:type="dxa"/>
            <w:tcBorders>
              <w:top w:val="nil"/>
              <w:left w:val="single" w:sz="6" w:space="0" w:color="auto"/>
              <w:bottom w:val="nil"/>
              <w:right w:val="single" w:sz="6" w:space="0" w:color="auto"/>
            </w:tcBorders>
          </w:tcPr>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‘Rent collection rate’ is defined as the total rent collected as a percentage of the total rent charged.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A high or increasing percentage suggests higher efficiency in collecting rent. All jurisdictions aim to maximise the rent collected as a percentage of the rent charged.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Differences in recognition policies, write</w:t>
            </w:r>
            <w:r w:rsidRPr="000B70AA">
              <w:rPr>
                <w:rFonts w:ascii="Arial" w:hAnsi="Arial"/>
                <w:sz w:val="22"/>
                <w:szCs w:val="20"/>
              </w:rPr>
              <w:noBreakHyphen/>
              <w:t>off practices, the treatment of disputed amounts, and the treatment of payment arrangements can affect the comparability of reported results. Payment arrangements for rent in some jurisdictions mean that rent collected over a 12 month period can be higher than rent charged over that period.</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Data for this indicator are reported for public housing, SOMIH, community housing and Indigenous community housing.</w:t>
            </w:r>
          </w:p>
          <w:p w:rsidR="0070745B" w:rsidRPr="000B70AA" w:rsidRDefault="0070745B" w:rsidP="0070745B">
            <w:pPr>
              <w:keepNext/>
              <w:spacing w:before="120" w:line="280" w:lineRule="atLeast"/>
              <w:jc w:val="both"/>
              <w:rPr>
                <w:rFonts w:ascii="Arial" w:hAnsi="Arial"/>
                <w:sz w:val="22"/>
                <w:szCs w:val="20"/>
              </w:rPr>
            </w:pPr>
            <w:r w:rsidRPr="000B70AA">
              <w:rPr>
                <w:rFonts w:ascii="Arial" w:hAnsi="Arial"/>
                <w:sz w:val="22"/>
                <w:szCs w:val="20"/>
              </w:rPr>
              <w:t>Data comparability and completeness vary for this indicator. Data reported:</w:t>
            </w:r>
          </w:p>
          <w:p w:rsidR="0070745B" w:rsidRPr="000B70AA" w:rsidRDefault="0070745B" w:rsidP="0070745B">
            <w:pPr>
              <w:keepNext/>
              <w:numPr>
                <w:ilvl w:val="0"/>
                <w:numId w:val="17"/>
              </w:numPr>
              <w:spacing w:before="120" w:line="280" w:lineRule="atLeast"/>
              <w:jc w:val="both"/>
              <w:rPr>
                <w:rFonts w:ascii="Arial" w:hAnsi="Arial"/>
                <w:sz w:val="22"/>
                <w:szCs w:val="20"/>
              </w:rPr>
            </w:pPr>
            <w:r w:rsidRPr="000B70AA">
              <w:rPr>
                <w:rFonts w:ascii="Arial" w:hAnsi="Arial"/>
                <w:sz w:val="22"/>
                <w:szCs w:val="20"/>
              </w:rPr>
              <w:t xml:space="preserve">for public housing and SOMIH are comparable </w:t>
            </w:r>
          </w:p>
          <w:p w:rsidR="0070745B" w:rsidRPr="000B70AA" w:rsidRDefault="0070745B" w:rsidP="0070745B">
            <w:pPr>
              <w:keepNext/>
              <w:numPr>
                <w:ilvl w:val="0"/>
                <w:numId w:val="17"/>
              </w:numPr>
              <w:spacing w:before="120" w:line="280" w:lineRule="atLeast"/>
              <w:jc w:val="both"/>
              <w:rPr>
                <w:rFonts w:ascii="Arial" w:hAnsi="Arial"/>
                <w:sz w:val="22"/>
                <w:szCs w:val="20"/>
              </w:rPr>
            </w:pPr>
            <w:r w:rsidRPr="000B70AA">
              <w:rPr>
                <w:rFonts w:ascii="Arial" w:hAnsi="Arial"/>
                <w:sz w:val="22"/>
                <w:szCs w:val="20"/>
              </w:rPr>
              <w:t>for community housing and Indigenous community housing are not comparable or complete.</w:t>
            </w:r>
          </w:p>
          <w:p w:rsidR="007313D0" w:rsidRPr="000B70AA" w:rsidRDefault="0070745B" w:rsidP="009E5B82">
            <w:pPr>
              <w:keepNext/>
              <w:spacing w:before="120" w:line="280" w:lineRule="atLeast"/>
              <w:jc w:val="both"/>
              <w:rPr>
                <w:rFonts w:ascii="Arial" w:hAnsi="Arial"/>
                <w:sz w:val="22"/>
                <w:szCs w:val="20"/>
              </w:rPr>
            </w:pPr>
            <w:r w:rsidRPr="000B70AA">
              <w:rPr>
                <w:rFonts w:ascii="Arial" w:hAnsi="Arial"/>
                <w:sz w:val="22"/>
                <w:szCs w:val="20"/>
              </w:rPr>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keepNext/>
              <w:spacing w:line="120" w:lineRule="exact"/>
              <w:jc w:val="both"/>
              <w:rPr>
                <w:rFonts w:ascii="Arial" w:hAnsi="Arial"/>
                <w:sz w:val="22"/>
                <w:szCs w:val="20"/>
              </w:rPr>
            </w:pPr>
          </w:p>
        </w:tc>
      </w:tr>
      <w:tr w:rsidR="007313D0" w:rsidRPr="000B70AA" w:rsidTr="009E5B82">
        <w:tc>
          <w:tcPr>
            <w:tcW w:w="8771" w:type="dxa"/>
            <w:tcBorders>
              <w:top w:val="nil"/>
              <w:left w:val="nil"/>
              <w:bottom w:val="nil"/>
              <w:right w:val="nil"/>
            </w:tcBorders>
          </w:tcPr>
          <w:p w:rsidR="007313D0" w:rsidRPr="000B70AA" w:rsidRDefault="007313D0" w:rsidP="009E5B82">
            <w:pPr>
              <w:spacing w:before="60" w:after="60" w:line="80" w:lineRule="exact"/>
              <w:jc w:val="both"/>
              <w:rPr>
                <w:rFonts w:ascii="Arial" w:hAnsi="Arial"/>
                <w:b/>
                <w:color w:val="FF00FF"/>
                <w:sz w:val="14"/>
                <w:szCs w:val="20"/>
              </w:rPr>
            </w:pPr>
          </w:p>
        </w:tc>
      </w:tr>
    </w:tbl>
    <w:p w:rsidR="0070745B" w:rsidRPr="000B70AA" w:rsidRDefault="0070745B" w:rsidP="0070745B">
      <w:pPr>
        <w:pStyle w:val="BodyText"/>
      </w:pPr>
      <w:r w:rsidRPr="000B70AA">
        <w:t>In 2011-12, the national rent collection rate was 100.5 per cent for SOMIH. In 2010-11, the national rent collection rate was 94.9 per cent for Indigenous community housing (table 16.6). However, complete data for ICH were not available for all jurisdictions, and these figures may be an underestimate.</w:t>
      </w:r>
    </w:p>
    <w:p w:rsidR="0070745B" w:rsidRPr="000B70AA" w:rsidRDefault="0070745B" w:rsidP="0070745B">
      <w:pPr>
        <w:pStyle w:val="TableTitle"/>
      </w:pPr>
      <w:r w:rsidRPr="000B70AA">
        <w:rPr>
          <w:b w:val="0"/>
        </w:rPr>
        <w:lastRenderedPageBreak/>
        <w:t xml:space="preserve">Table </w:t>
      </w:r>
      <w:r w:rsidR="0060775A" w:rsidRPr="000B70AA">
        <w:rPr>
          <w:b w:val="0"/>
        </w:rPr>
        <w:t>16.6</w:t>
      </w:r>
      <w:r w:rsidRPr="000B70AA">
        <w:tab/>
        <w:t>Rent collection rate (per cent)</w:t>
      </w:r>
      <w:r w:rsidRPr="000B70AA">
        <w:rPr>
          <w:rStyle w:val="NoteLabel"/>
          <w:b/>
        </w:rPr>
        <w:t>a</w:t>
      </w:r>
    </w:p>
    <w:tbl>
      <w:tblPr>
        <w:tblW w:w="5000" w:type="pct"/>
        <w:tblCellMar>
          <w:left w:w="0" w:type="dxa"/>
          <w:right w:w="0" w:type="dxa"/>
        </w:tblCellMar>
        <w:tblLook w:val="0000" w:firstRow="0" w:lastRow="0" w:firstColumn="0" w:lastColumn="0" w:noHBand="0" w:noVBand="0"/>
      </w:tblPr>
      <w:tblGrid>
        <w:gridCol w:w="1130"/>
        <w:gridCol w:w="765"/>
        <w:gridCol w:w="766"/>
        <w:gridCol w:w="765"/>
        <w:gridCol w:w="765"/>
        <w:gridCol w:w="765"/>
        <w:gridCol w:w="765"/>
        <w:gridCol w:w="766"/>
        <w:gridCol w:w="766"/>
        <w:gridCol w:w="768"/>
        <w:gridCol w:w="768"/>
      </w:tblGrid>
      <w:tr w:rsidR="0070745B" w:rsidRPr="000B70AA" w:rsidTr="0070745B">
        <w:tc>
          <w:tcPr>
            <w:tcW w:w="643" w:type="pct"/>
            <w:tcBorders>
              <w:top w:val="single" w:sz="6" w:space="0" w:color="auto"/>
              <w:bottom w:val="single" w:sz="6" w:space="0" w:color="auto"/>
            </w:tcBorders>
            <w:shd w:val="clear" w:color="auto" w:fill="auto"/>
          </w:tcPr>
          <w:p w:rsidR="0070745B" w:rsidRPr="000B70AA" w:rsidRDefault="0070745B" w:rsidP="0070745B">
            <w:pPr>
              <w:pStyle w:val="TableColumnHeading"/>
              <w:jc w:val="left"/>
            </w:pPr>
          </w:p>
        </w:tc>
        <w:tc>
          <w:tcPr>
            <w:tcW w:w="435"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NSW</w:t>
            </w:r>
          </w:p>
        </w:tc>
        <w:tc>
          <w:tcPr>
            <w:tcW w:w="436"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Vic</w:t>
            </w:r>
          </w:p>
        </w:tc>
        <w:tc>
          <w:tcPr>
            <w:tcW w:w="435"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Qld</w:t>
            </w:r>
          </w:p>
        </w:tc>
        <w:tc>
          <w:tcPr>
            <w:tcW w:w="435"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WA</w:t>
            </w:r>
          </w:p>
        </w:tc>
        <w:tc>
          <w:tcPr>
            <w:tcW w:w="435"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SA</w:t>
            </w:r>
          </w:p>
        </w:tc>
        <w:tc>
          <w:tcPr>
            <w:tcW w:w="435"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Tas</w:t>
            </w:r>
          </w:p>
        </w:tc>
        <w:tc>
          <w:tcPr>
            <w:tcW w:w="436"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ACT</w:t>
            </w:r>
          </w:p>
        </w:tc>
        <w:tc>
          <w:tcPr>
            <w:tcW w:w="436"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NT</w:t>
            </w:r>
          </w:p>
        </w:tc>
        <w:tc>
          <w:tcPr>
            <w:tcW w:w="437" w:type="pct"/>
            <w:tcBorders>
              <w:top w:val="single" w:sz="6" w:space="0" w:color="auto"/>
              <w:bottom w:val="single" w:sz="6" w:space="0" w:color="auto"/>
            </w:tcBorders>
          </w:tcPr>
          <w:p w:rsidR="0070745B" w:rsidRPr="000B70AA" w:rsidRDefault="0070745B" w:rsidP="0070745B">
            <w:pPr>
              <w:pStyle w:val="TableColumnHeading"/>
            </w:pPr>
            <w:r w:rsidRPr="000B70AA">
              <w:t>Aus Gov</w:t>
            </w:r>
            <w:r w:rsidRPr="000B70AA">
              <w:rPr>
                <w:rStyle w:val="NoteLabel"/>
              </w:rPr>
              <w:t>b</w:t>
            </w:r>
          </w:p>
        </w:tc>
        <w:tc>
          <w:tcPr>
            <w:tcW w:w="437" w:type="pct"/>
            <w:tcBorders>
              <w:top w:val="single" w:sz="6" w:space="0" w:color="auto"/>
              <w:bottom w:val="single" w:sz="6" w:space="0" w:color="auto"/>
            </w:tcBorders>
            <w:shd w:val="clear" w:color="auto" w:fill="auto"/>
          </w:tcPr>
          <w:p w:rsidR="0070745B" w:rsidRPr="000B70AA" w:rsidRDefault="0070745B" w:rsidP="0070745B">
            <w:pPr>
              <w:pStyle w:val="TableColumnHeading"/>
            </w:pPr>
            <w:r w:rsidRPr="000B70AA">
              <w:t>Aust</w:t>
            </w:r>
          </w:p>
        </w:tc>
      </w:tr>
      <w:tr w:rsidR="0070745B" w:rsidRPr="000B70AA" w:rsidTr="0070745B">
        <w:tc>
          <w:tcPr>
            <w:tcW w:w="1514" w:type="pct"/>
            <w:gridSpan w:val="3"/>
            <w:shd w:val="clear" w:color="auto" w:fill="auto"/>
            <w:vAlign w:val="bottom"/>
          </w:tcPr>
          <w:p w:rsidR="0070745B" w:rsidRPr="000B70AA" w:rsidRDefault="0070745B" w:rsidP="0070745B">
            <w:pPr>
              <w:pStyle w:val="TableBodyText"/>
              <w:jc w:val="left"/>
            </w:pPr>
            <w:r w:rsidRPr="000B70AA">
              <w:rPr>
                <w:rStyle w:val="TableColumnHeadingChar"/>
              </w:rPr>
              <w:t>SOMIH</w:t>
            </w:r>
            <w:r w:rsidRPr="000B70AA">
              <w:rPr>
                <w:rStyle w:val="NoteLabel"/>
                <w:sz w:val="20"/>
              </w:rPr>
              <w:t>c</w:t>
            </w:r>
          </w:p>
        </w:tc>
        <w:tc>
          <w:tcPr>
            <w:tcW w:w="435" w:type="pct"/>
            <w:shd w:val="clear" w:color="auto" w:fill="auto"/>
            <w:vAlign w:val="center"/>
          </w:tcPr>
          <w:p w:rsidR="0070745B" w:rsidRPr="000B70AA" w:rsidRDefault="0070745B" w:rsidP="0070745B">
            <w:pPr>
              <w:pStyle w:val="TableBodyText"/>
            </w:pPr>
          </w:p>
        </w:tc>
        <w:tc>
          <w:tcPr>
            <w:tcW w:w="435" w:type="pct"/>
            <w:shd w:val="clear" w:color="auto" w:fill="auto"/>
            <w:vAlign w:val="center"/>
          </w:tcPr>
          <w:p w:rsidR="0070745B" w:rsidRPr="000B70AA" w:rsidRDefault="0070745B" w:rsidP="0070745B">
            <w:pPr>
              <w:pStyle w:val="TableBodyText"/>
            </w:pPr>
          </w:p>
        </w:tc>
        <w:tc>
          <w:tcPr>
            <w:tcW w:w="435" w:type="pct"/>
            <w:shd w:val="clear" w:color="auto" w:fill="auto"/>
            <w:vAlign w:val="center"/>
          </w:tcPr>
          <w:p w:rsidR="0070745B" w:rsidRPr="000B70AA" w:rsidRDefault="0070745B" w:rsidP="0070745B">
            <w:pPr>
              <w:pStyle w:val="TableBodyText"/>
            </w:pPr>
          </w:p>
        </w:tc>
        <w:tc>
          <w:tcPr>
            <w:tcW w:w="435" w:type="pct"/>
            <w:shd w:val="clear" w:color="auto" w:fill="auto"/>
            <w:vAlign w:val="center"/>
          </w:tcPr>
          <w:p w:rsidR="0070745B" w:rsidRPr="000B70AA" w:rsidRDefault="0070745B" w:rsidP="0070745B">
            <w:pPr>
              <w:pStyle w:val="TableBodyText"/>
            </w:pPr>
          </w:p>
        </w:tc>
        <w:tc>
          <w:tcPr>
            <w:tcW w:w="436" w:type="pct"/>
            <w:shd w:val="clear" w:color="auto" w:fill="auto"/>
            <w:vAlign w:val="center"/>
          </w:tcPr>
          <w:p w:rsidR="0070745B" w:rsidRPr="000B70AA" w:rsidRDefault="0070745B" w:rsidP="0070745B">
            <w:pPr>
              <w:pStyle w:val="TableBodyText"/>
            </w:pPr>
          </w:p>
        </w:tc>
        <w:tc>
          <w:tcPr>
            <w:tcW w:w="436" w:type="pct"/>
            <w:shd w:val="clear" w:color="auto" w:fill="auto"/>
            <w:vAlign w:val="center"/>
          </w:tcPr>
          <w:p w:rsidR="0070745B" w:rsidRPr="000B70AA" w:rsidRDefault="0070745B" w:rsidP="0070745B">
            <w:pPr>
              <w:pStyle w:val="TableBodyText"/>
            </w:pPr>
          </w:p>
        </w:tc>
        <w:tc>
          <w:tcPr>
            <w:tcW w:w="437" w:type="pct"/>
          </w:tcPr>
          <w:p w:rsidR="0070745B" w:rsidRPr="000B70AA" w:rsidRDefault="0070745B" w:rsidP="0070745B">
            <w:pPr>
              <w:pStyle w:val="TableBodyText"/>
            </w:pPr>
          </w:p>
        </w:tc>
        <w:tc>
          <w:tcPr>
            <w:tcW w:w="437" w:type="pct"/>
            <w:shd w:val="clear" w:color="auto" w:fill="auto"/>
            <w:vAlign w:val="center"/>
          </w:tcPr>
          <w:p w:rsidR="0070745B" w:rsidRPr="000B70AA" w:rsidRDefault="0070745B" w:rsidP="0070745B">
            <w:pPr>
              <w:pStyle w:val="TableBodyText"/>
            </w:pPr>
          </w:p>
        </w:tc>
      </w:tr>
      <w:tr w:rsidR="0070745B" w:rsidRPr="000B70AA" w:rsidTr="0070745B">
        <w:tc>
          <w:tcPr>
            <w:tcW w:w="643" w:type="pct"/>
            <w:shd w:val="clear" w:color="auto" w:fill="auto"/>
            <w:vAlign w:val="bottom"/>
          </w:tcPr>
          <w:p w:rsidR="0070745B" w:rsidRPr="000B70AA" w:rsidRDefault="0070745B" w:rsidP="0070745B">
            <w:pPr>
              <w:pStyle w:val="TableBodyText"/>
              <w:rPr>
                <w:color w:val="000000"/>
              </w:rPr>
            </w:pPr>
            <w:r w:rsidRPr="000B70AA">
              <w:rPr>
                <w:color w:val="000000"/>
              </w:rPr>
              <w:t>2007-08</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96.8</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99.6</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99.6</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104.3</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103.7</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99.8</w:t>
            </w:r>
          </w:p>
        </w:tc>
        <w:tc>
          <w:tcPr>
            <w:tcW w:w="436" w:type="pct"/>
            <w:shd w:val="clear" w:color="auto" w:fill="auto"/>
          </w:tcPr>
          <w:p w:rsidR="0070745B" w:rsidRPr="000B70AA" w:rsidRDefault="0070745B" w:rsidP="0070745B">
            <w:pPr>
              <w:pStyle w:val="TableBodyText"/>
              <w:rPr>
                <w:color w:val="000000"/>
              </w:rPr>
            </w:pPr>
            <w:r w:rsidRPr="000B70AA">
              <w:rPr>
                <w:color w:val="000000"/>
              </w:rPr>
              <w:t>..</w:t>
            </w:r>
          </w:p>
        </w:tc>
        <w:tc>
          <w:tcPr>
            <w:tcW w:w="436" w:type="pct"/>
            <w:shd w:val="clear" w:color="auto" w:fill="auto"/>
          </w:tcPr>
          <w:p w:rsidR="0070745B" w:rsidRPr="000B70AA" w:rsidRDefault="0070745B" w:rsidP="0070745B">
            <w:pPr>
              <w:pStyle w:val="TableBodyText"/>
              <w:rPr>
                <w:color w:val="000000"/>
              </w:rPr>
            </w:pPr>
            <w:r w:rsidRPr="000B70AA">
              <w:rPr>
                <w:color w:val="000000"/>
              </w:rPr>
              <w:t>..</w:t>
            </w:r>
          </w:p>
        </w:tc>
        <w:tc>
          <w:tcPr>
            <w:tcW w:w="437" w:type="pct"/>
          </w:tcPr>
          <w:p w:rsidR="0070745B" w:rsidRPr="000B70AA" w:rsidRDefault="0070745B" w:rsidP="0070745B">
            <w:pPr>
              <w:pStyle w:val="TableBodyText"/>
              <w:rPr>
                <w:color w:val="000000"/>
              </w:rPr>
            </w:pPr>
            <w:r w:rsidRPr="000B70AA">
              <w:rPr>
                <w:color w:val="000000"/>
              </w:rPr>
              <w:t>..</w:t>
            </w:r>
          </w:p>
        </w:tc>
        <w:tc>
          <w:tcPr>
            <w:tcW w:w="437"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99.0</w:t>
            </w:r>
          </w:p>
        </w:tc>
      </w:tr>
      <w:tr w:rsidR="0070745B" w:rsidRPr="000B70AA" w:rsidTr="0070745B">
        <w:tc>
          <w:tcPr>
            <w:tcW w:w="643" w:type="pct"/>
            <w:shd w:val="clear" w:color="auto" w:fill="auto"/>
            <w:vAlign w:val="bottom"/>
          </w:tcPr>
          <w:p w:rsidR="0070745B" w:rsidRPr="000B70AA" w:rsidRDefault="0070745B" w:rsidP="0070745B">
            <w:pPr>
              <w:pStyle w:val="TableBodyText"/>
              <w:rPr>
                <w:color w:val="000000"/>
              </w:rPr>
            </w:pPr>
            <w:r w:rsidRPr="000B70AA">
              <w:rPr>
                <w:color w:val="000000"/>
              </w:rPr>
              <w:t>2008-09</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99.8</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97.2</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97.2</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103.6</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99.7</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99.0</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7" w:type="pct"/>
          </w:tcPr>
          <w:p w:rsidR="0070745B" w:rsidRPr="000B70AA" w:rsidRDefault="0070745B" w:rsidP="0070745B">
            <w:pPr>
              <w:pStyle w:val="TableBodyText"/>
              <w:rPr>
                <w:color w:val="000000" w:themeColor="text1"/>
              </w:rPr>
            </w:pPr>
            <w:r w:rsidRPr="000B70AA">
              <w:rPr>
                <w:color w:val="000000" w:themeColor="text1"/>
              </w:rPr>
              <w:t>..</w:t>
            </w:r>
          </w:p>
        </w:tc>
        <w:tc>
          <w:tcPr>
            <w:tcW w:w="437"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99.7</w:t>
            </w:r>
          </w:p>
        </w:tc>
      </w:tr>
      <w:tr w:rsidR="0070745B" w:rsidRPr="000B70AA" w:rsidTr="0070745B">
        <w:tc>
          <w:tcPr>
            <w:tcW w:w="643" w:type="pct"/>
            <w:shd w:val="clear" w:color="auto" w:fill="auto"/>
            <w:vAlign w:val="bottom"/>
          </w:tcPr>
          <w:p w:rsidR="0070745B" w:rsidRPr="000B70AA" w:rsidRDefault="0070745B" w:rsidP="0070745B">
            <w:pPr>
              <w:pStyle w:val="TableBodyText"/>
              <w:rPr>
                <w:color w:val="000000"/>
              </w:rPr>
            </w:pPr>
            <w:r w:rsidRPr="000B70AA">
              <w:rPr>
                <w:color w:val="000000"/>
              </w:rPr>
              <w:t>2009-10</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101.5</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101.5</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104.5</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100.7</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101.7</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7" w:type="pct"/>
          </w:tcPr>
          <w:p w:rsidR="0070745B" w:rsidRPr="000B70AA" w:rsidRDefault="0070745B" w:rsidP="0070745B">
            <w:pPr>
              <w:pStyle w:val="TableBodyText"/>
              <w:rPr>
                <w:color w:val="000000" w:themeColor="text1"/>
              </w:rPr>
            </w:pPr>
            <w:r w:rsidRPr="000B70AA">
              <w:rPr>
                <w:color w:val="000000" w:themeColor="text1"/>
              </w:rPr>
              <w:t>..</w:t>
            </w:r>
          </w:p>
        </w:tc>
        <w:tc>
          <w:tcPr>
            <w:tcW w:w="437"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99.7</w:t>
            </w:r>
          </w:p>
        </w:tc>
      </w:tr>
      <w:tr w:rsidR="0070745B" w:rsidRPr="000B70AA" w:rsidTr="0070745B">
        <w:tc>
          <w:tcPr>
            <w:tcW w:w="643" w:type="pct"/>
            <w:shd w:val="clear" w:color="auto" w:fill="auto"/>
            <w:vAlign w:val="bottom"/>
          </w:tcPr>
          <w:p w:rsidR="0070745B" w:rsidRPr="000B70AA" w:rsidRDefault="0070745B" w:rsidP="0070745B">
            <w:pPr>
              <w:pStyle w:val="TableBodyText"/>
              <w:rPr>
                <w:color w:val="000000"/>
              </w:rPr>
            </w:pPr>
            <w:r w:rsidRPr="000B70AA">
              <w:rPr>
                <w:color w:val="000000"/>
              </w:rPr>
              <w:t>2010-11</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104.0</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99.3</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99.9</w:t>
            </w:r>
          </w:p>
        </w:tc>
        <w:tc>
          <w:tcPr>
            <w:tcW w:w="435"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99.0</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6" w:type="pct"/>
            <w:shd w:val="clear" w:color="auto" w:fill="auto"/>
          </w:tcPr>
          <w:p w:rsidR="0070745B" w:rsidRPr="000B70AA" w:rsidRDefault="0070745B" w:rsidP="0070745B">
            <w:pPr>
              <w:pStyle w:val="TableBodyText"/>
              <w:rPr>
                <w:color w:val="000000" w:themeColor="text1"/>
              </w:rPr>
            </w:pPr>
            <w:r w:rsidRPr="000B70AA">
              <w:rPr>
                <w:color w:val="000000" w:themeColor="text1"/>
              </w:rPr>
              <w:t>..</w:t>
            </w:r>
          </w:p>
        </w:tc>
        <w:tc>
          <w:tcPr>
            <w:tcW w:w="437" w:type="pct"/>
          </w:tcPr>
          <w:p w:rsidR="0070745B" w:rsidRPr="000B70AA" w:rsidRDefault="0070745B" w:rsidP="0070745B">
            <w:pPr>
              <w:pStyle w:val="TableBodyText"/>
              <w:rPr>
                <w:color w:val="000000" w:themeColor="text1"/>
              </w:rPr>
            </w:pPr>
            <w:r w:rsidRPr="000B70AA">
              <w:rPr>
                <w:color w:val="000000" w:themeColor="text1"/>
              </w:rPr>
              <w:t>..</w:t>
            </w:r>
          </w:p>
        </w:tc>
        <w:tc>
          <w:tcPr>
            <w:tcW w:w="437" w:type="pct"/>
            <w:shd w:val="clear" w:color="auto" w:fill="auto"/>
            <w:vAlign w:val="center"/>
          </w:tcPr>
          <w:p w:rsidR="0070745B" w:rsidRPr="000B70AA" w:rsidRDefault="0070745B" w:rsidP="0070745B">
            <w:pPr>
              <w:pStyle w:val="TableBodyText"/>
              <w:rPr>
                <w:rFonts w:cs="Arial"/>
                <w:color w:val="000000" w:themeColor="text1"/>
              </w:rPr>
            </w:pPr>
            <w:r w:rsidRPr="000B70AA">
              <w:rPr>
                <w:rFonts w:cs="Arial"/>
                <w:color w:val="000000" w:themeColor="text1"/>
              </w:rPr>
              <w:t xml:space="preserve">  101.7</w:t>
            </w:r>
          </w:p>
        </w:tc>
      </w:tr>
      <w:tr w:rsidR="0070745B" w:rsidRPr="000B70AA" w:rsidTr="0070745B">
        <w:tc>
          <w:tcPr>
            <w:tcW w:w="643" w:type="pct"/>
            <w:shd w:val="clear" w:color="auto" w:fill="auto"/>
            <w:vAlign w:val="bottom"/>
          </w:tcPr>
          <w:p w:rsidR="0070745B" w:rsidRPr="000B70AA" w:rsidRDefault="0070745B" w:rsidP="0070745B">
            <w:pPr>
              <w:pStyle w:val="TableBodyText"/>
              <w:rPr>
                <w:color w:val="000000"/>
              </w:rPr>
            </w:pPr>
            <w:r w:rsidRPr="000B70AA">
              <w:rPr>
                <w:color w:val="000000"/>
              </w:rPr>
              <w:t>2011-12</w:t>
            </w:r>
          </w:p>
        </w:tc>
        <w:tc>
          <w:tcPr>
            <w:tcW w:w="435" w:type="pct"/>
            <w:shd w:val="clear" w:color="auto" w:fill="auto"/>
            <w:vAlign w:val="center"/>
          </w:tcPr>
          <w:p w:rsidR="0070745B" w:rsidRPr="000B70AA" w:rsidRDefault="0070745B" w:rsidP="0070745B">
            <w:pPr>
              <w:pStyle w:val="TableBodyText"/>
              <w:rPr>
                <w:rStyle w:val="TableColumnHeadingChar"/>
                <w:i w:val="0"/>
                <w:color w:val="000000"/>
              </w:rPr>
            </w:pPr>
            <w:r w:rsidRPr="000B70AA">
              <w:rPr>
                <w:rStyle w:val="TableColumnHeadingChar"/>
                <w:color w:val="000000"/>
              </w:rPr>
              <w:t>100.0</w:t>
            </w:r>
          </w:p>
        </w:tc>
        <w:tc>
          <w:tcPr>
            <w:tcW w:w="436" w:type="pct"/>
            <w:shd w:val="clear" w:color="auto" w:fill="auto"/>
            <w:vAlign w:val="center"/>
          </w:tcPr>
          <w:p w:rsidR="0070745B" w:rsidRPr="000B70AA" w:rsidRDefault="0070745B" w:rsidP="0070745B">
            <w:pPr>
              <w:pStyle w:val="TableBodyText"/>
              <w:rPr>
                <w:color w:val="000000"/>
              </w:rPr>
            </w:pPr>
            <w:r w:rsidRPr="000B70AA">
              <w:rPr>
                <w:color w:val="000000"/>
              </w:rPr>
              <w:t>..</w:t>
            </w:r>
          </w:p>
        </w:tc>
        <w:tc>
          <w:tcPr>
            <w:tcW w:w="435" w:type="pct"/>
            <w:shd w:val="clear" w:color="auto" w:fill="auto"/>
            <w:vAlign w:val="center"/>
          </w:tcPr>
          <w:p w:rsidR="0070745B" w:rsidRPr="000B70AA" w:rsidRDefault="0070745B" w:rsidP="0070745B">
            <w:pPr>
              <w:pStyle w:val="TableBodyText"/>
              <w:rPr>
                <w:color w:val="000000"/>
              </w:rPr>
            </w:pPr>
            <w:r w:rsidRPr="000B70AA">
              <w:rPr>
                <w:color w:val="000000"/>
              </w:rPr>
              <w:t>100.6</w:t>
            </w:r>
          </w:p>
        </w:tc>
        <w:tc>
          <w:tcPr>
            <w:tcW w:w="435" w:type="pct"/>
            <w:shd w:val="clear" w:color="auto" w:fill="auto"/>
            <w:vAlign w:val="center"/>
          </w:tcPr>
          <w:p w:rsidR="0070745B" w:rsidRPr="000B70AA" w:rsidRDefault="0070745B" w:rsidP="0070745B">
            <w:pPr>
              <w:pStyle w:val="TableBodyText"/>
              <w:rPr>
                <w:color w:val="000000"/>
              </w:rPr>
            </w:pPr>
            <w:r w:rsidRPr="000B70AA">
              <w:rPr>
                <w:color w:val="000000"/>
              </w:rPr>
              <w:t>..</w:t>
            </w:r>
          </w:p>
        </w:tc>
        <w:tc>
          <w:tcPr>
            <w:tcW w:w="435" w:type="pct"/>
            <w:shd w:val="clear" w:color="auto" w:fill="auto"/>
            <w:vAlign w:val="center"/>
          </w:tcPr>
          <w:p w:rsidR="0070745B" w:rsidRPr="000B70AA" w:rsidRDefault="0070745B" w:rsidP="0070745B">
            <w:pPr>
              <w:pStyle w:val="TableBodyText"/>
              <w:rPr>
                <w:color w:val="000000" w:themeColor="text1"/>
              </w:rPr>
            </w:pPr>
            <w:r w:rsidRPr="000B70AA">
              <w:rPr>
                <w:color w:val="000000" w:themeColor="text1"/>
              </w:rPr>
              <w:t>100.7</w:t>
            </w:r>
          </w:p>
        </w:tc>
        <w:tc>
          <w:tcPr>
            <w:tcW w:w="435" w:type="pct"/>
            <w:shd w:val="clear" w:color="auto" w:fill="auto"/>
            <w:vAlign w:val="center"/>
          </w:tcPr>
          <w:p w:rsidR="0070745B" w:rsidRPr="000B70AA" w:rsidRDefault="0070745B" w:rsidP="0070745B">
            <w:pPr>
              <w:pStyle w:val="TableBodyText"/>
              <w:rPr>
                <w:color w:val="000000" w:themeColor="text1"/>
              </w:rPr>
            </w:pPr>
            <w:r w:rsidRPr="000B70AA">
              <w:rPr>
                <w:color w:val="000000" w:themeColor="text1"/>
              </w:rPr>
              <w:t>98.6</w:t>
            </w:r>
          </w:p>
        </w:tc>
        <w:tc>
          <w:tcPr>
            <w:tcW w:w="436" w:type="pct"/>
            <w:shd w:val="clear" w:color="auto" w:fill="auto"/>
            <w:vAlign w:val="center"/>
          </w:tcPr>
          <w:p w:rsidR="0070745B" w:rsidRPr="000B70AA" w:rsidRDefault="0070745B" w:rsidP="0070745B">
            <w:pPr>
              <w:pStyle w:val="TableBodyText"/>
              <w:rPr>
                <w:color w:val="000000" w:themeColor="text1"/>
              </w:rPr>
            </w:pPr>
            <w:r w:rsidRPr="000B70AA">
              <w:rPr>
                <w:color w:val="000000" w:themeColor="text1"/>
              </w:rPr>
              <w:t>..</w:t>
            </w:r>
          </w:p>
        </w:tc>
        <w:tc>
          <w:tcPr>
            <w:tcW w:w="436" w:type="pct"/>
            <w:shd w:val="clear" w:color="auto" w:fill="auto"/>
            <w:vAlign w:val="center"/>
          </w:tcPr>
          <w:p w:rsidR="0070745B" w:rsidRPr="000B70AA" w:rsidRDefault="0070745B" w:rsidP="0070745B">
            <w:pPr>
              <w:pStyle w:val="TableBodyText"/>
              <w:rPr>
                <w:color w:val="000000" w:themeColor="text1"/>
              </w:rPr>
            </w:pPr>
            <w:r w:rsidRPr="000B70AA">
              <w:rPr>
                <w:color w:val="000000" w:themeColor="text1"/>
              </w:rPr>
              <w:t>..</w:t>
            </w:r>
          </w:p>
        </w:tc>
        <w:tc>
          <w:tcPr>
            <w:tcW w:w="437" w:type="pct"/>
          </w:tcPr>
          <w:p w:rsidR="0070745B" w:rsidRPr="000B70AA" w:rsidRDefault="0070745B" w:rsidP="0070745B">
            <w:pPr>
              <w:pStyle w:val="TableBodyText"/>
              <w:rPr>
                <w:color w:val="000000" w:themeColor="text1"/>
              </w:rPr>
            </w:pPr>
            <w:r w:rsidRPr="000B70AA">
              <w:rPr>
                <w:color w:val="000000" w:themeColor="text1"/>
              </w:rPr>
              <w:t>..</w:t>
            </w:r>
          </w:p>
        </w:tc>
        <w:tc>
          <w:tcPr>
            <w:tcW w:w="437" w:type="pct"/>
            <w:shd w:val="clear" w:color="auto" w:fill="auto"/>
            <w:vAlign w:val="center"/>
          </w:tcPr>
          <w:p w:rsidR="0070745B" w:rsidRPr="000B70AA" w:rsidRDefault="0070745B" w:rsidP="0070745B">
            <w:pPr>
              <w:pStyle w:val="TableBodyText"/>
              <w:rPr>
                <w:color w:val="000000" w:themeColor="text1"/>
              </w:rPr>
            </w:pPr>
            <w:r w:rsidRPr="000B70AA">
              <w:rPr>
                <w:color w:val="000000" w:themeColor="text1"/>
              </w:rPr>
              <w:t>100.5</w:t>
            </w:r>
          </w:p>
        </w:tc>
      </w:tr>
      <w:tr w:rsidR="0070745B" w:rsidRPr="000B70AA" w:rsidTr="0070745B">
        <w:tc>
          <w:tcPr>
            <w:tcW w:w="1949" w:type="pct"/>
            <w:gridSpan w:val="4"/>
            <w:shd w:val="clear" w:color="auto" w:fill="auto"/>
            <w:vAlign w:val="bottom"/>
          </w:tcPr>
          <w:p w:rsidR="0070745B" w:rsidRPr="000B70AA" w:rsidRDefault="0070745B" w:rsidP="0070745B">
            <w:pPr>
              <w:pStyle w:val="TableBodyText"/>
              <w:jc w:val="left"/>
            </w:pPr>
            <w:r w:rsidRPr="000B70AA">
              <w:rPr>
                <w:rStyle w:val="TableColumnHeadingChar"/>
              </w:rPr>
              <w:t>Indigenous community housing</w:t>
            </w:r>
          </w:p>
        </w:tc>
        <w:tc>
          <w:tcPr>
            <w:tcW w:w="435" w:type="pct"/>
            <w:shd w:val="clear" w:color="auto" w:fill="auto"/>
            <w:vAlign w:val="center"/>
          </w:tcPr>
          <w:p w:rsidR="0070745B" w:rsidRPr="000B70AA" w:rsidRDefault="0070745B" w:rsidP="0070745B">
            <w:pPr>
              <w:pStyle w:val="TableBodyText"/>
            </w:pPr>
          </w:p>
        </w:tc>
        <w:tc>
          <w:tcPr>
            <w:tcW w:w="435" w:type="pct"/>
            <w:shd w:val="clear" w:color="auto" w:fill="auto"/>
            <w:vAlign w:val="center"/>
          </w:tcPr>
          <w:p w:rsidR="0070745B" w:rsidRPr="000B70AA" w:rsidRDefault="0070745B" w:rsidP="0070745B">
            <w:pPr>
              <w:pStyle w:val="TableBodyText"/>
            </w:pPr>
          </w:p>
        </w:tc>
        <w:tc>
          <w:tcPr>
            <w:tcW w:w="435" w:type="pct"/>
            <w:shd w:val="clear" w:color="auto" w:fill="auto"/>
            <w:vAlign w:val="center"/>
          </w:tcPr>
          <w:p w:rsidR="0070745B" w:rsidRPr="000B70AA" w:rsidRDefault="0070745B" w:rsidP="0070745B">
            <w:pPr>
              <w:pStyle w:val="TableBodyText"/>
            </w:pPr>
          </w:p>
        </w:tc>
        <w:tc>
          <w:tcPr>
            <w:tcW w:w="436" w:type="pct"/>
            <w:shd w:val="clear" w:color="auto" w:fill="auto"/>
            <w:vAlign w:val="center"/>
          </w:tcPr>
          <w:p w:rsidR="0070745B" w:rsidRPr="000B70AA" w:rsidRDefault="0070745B" w:rsidP="0070745B">
            <w:pPr>
              <w:pStyle w:val="TableBodyText"/>
            </w:pPr>
          </w:p>
        </w:tc>
        <w:tc>
          <w:tcPr>
            <w:tcW w:w="436" w:type="pct"/>
            <w:shd w:val="clear" w:color="auto" w:fill="auto"/>
            <w:vAlign w:val="center"/>
          </w:tcPr>
          <w:p w:rsidR="0070745B" w:rsidRPr="000B70AA" w:rsidRDefault="0070745B" w:rsidP="0070745B">
            <w:pPr>
              <w:pStyle w:val="TableBodyText"/>
            </w:pPr>
          </w:p>
        </w:tc>
        <w:tc>
          <w:tcPr>
            <w:tcW w:w="437" w:type="pct"/>
          </w:tcPr>
          <w:p w:rsidR="0070745B" w:rsidRPr="000B70AA" w:rsidRDefault="0070745B" w:rsidP="0070745B">
            <w:pPr>
              <w:pStyle w:val="TableBodyText"/>
            </w:pPr>
          </w:p>
        </w:tc>
        <w:tc>
          <w:tcPr>
            <w:tcW w:w="437" w:type="pct"/>
            <w:shd w:val="clear" w:color="auto" w:fill="auto"/>
            <w:vAlign w:val="center"/>
          </w:tcPr>
          <w:p w:rsidR="0070745B" w:rsidRPr="000B70AA" w:rsidRDefault="0070745B" w:rsidP="0070745B">
            <w:pPr>
              <w:pStyle w:val="TableBodyText"/>
            </w:pPr>
          </w:p>
        </w:tc>
      </w:tr>
      <w:tr w:rsidR="0070745B" w:rsidRPr="000B70AA" w:rsidTr="0070745B">
        <w:tc>
          <w:tcPr>
            <w:tcW w:w="643" w:type="pct"/>
            <w:shd w:val="clear" w:color="auto" w:fill="auto"/>
          </w:tcPr>
          <w:p w:rsidR="0070745B" w:rsidRPr="000B70AA" w:rsidRDefault="0070745B" w:rsidP="0070745B">
            <w:pPr>
              <w:pStyle w:val="TableBodyText"/>
              <w:rPr>
                <w:color w:val="000000"/>
              </w:rPr>
            </w:pPr>
            <w:r w:rsidRPr="000B70AA">
              <w:rPr>
                <w:color w:val="000000"/>
              </w:rPr>
              <w:t>2006-07</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90.0</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96.6</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96.8</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65.5</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100.0</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111.5</w:t>
            </w:r>
          </w:p>
        </w:tc>
        <w:tc>
          <w:tcPr>
            <w:tcW w:w="437" w:type="pct"/>
            <w:vAlign w:val="center"/>
          </w:tcPr>
          <w:p w:rsidR="0070745B" w:rsidRPr="000B70AA" w:rsidRDefault="0070745B" w:rsidP="0070745B">
            <w:pPr>
              <w:pStyle w:val="TableBodyText"/>
              <w:rPr>
                <w:rFonts w:cs="Arial"/>
                <w:color w:val="000000"/>
              </w:rPr>
            </w:pPr>
            <w:r w:rsidRPr="000B70AA">
              <w:rPr>
                <w:rFonts w:cs="Arial"/>
                <w:color w:val="000000"/>
              </w:rPr>
              <w:t xml:space="preserve">  92.0</w:t>
            </w:r>
          </w:p>
        </w:tc>
        <w:tc>
          <w:tcPr>
            <w:tcW w:w="437"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96.2</w:t>
            </w:r>
          </w:p>
        </w:tc>
      </w:tr>
      <w:tr w:rsidR="0070745B" w:rsidRPr="000B70AA" w:rsidTr="0070745B">
        <w:tc>
          <w:tcPr>
            <w:tcW w:w="643" w:type="pct"/>
            <w:shd w:val="clear" w:color="auto" w:fill="auto"/>
          </w:tcPr>
          <w:p w:rsidR="0070745B" w:rsidRPr="000B70AA" w:rsidRDefault="0070745B" w:rsidP="0070745B">
            <w:pPr>
              <w:pStyle w:val="TableBodyText"/>
              <w:rPr>
                <w:color w:val="000000"/>
              </w:rPr>
            </w:pPr>
            <w:r w:rsidRPr="000B70AA">
              <w:rPr>
                <w:color w:val="000000"/>
              </w:rPr>
              <w:t>2007-08</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89.8</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95.4</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90.8</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101.1</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63.5</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100.4</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114.4</w:t>
            </w:r>
          </w:p>
        </w:tc>
        <w:tc>
          <w:tcPr>
            <w:tcW w:w="437" w:type="pct"/>
            <w:vAlign w:val="center"/>
          </w:tcPr>
          <w:p w:rsidR="0070745B" w:rsidRPr="000B70AA" w:rsidRDefault="0070745B" w:rsidP="0070745B">
            <w:pPr>
              <w:pStyle w:val="TableBodyText"/>
              <w:rPr>
                <w:rFonts w:cs="Arial"/>
                <w:color w:val="000000"/>
              </w:rPr>
            </w:pPr>
            <w:r w:rsidRPr="000B70AA">
              <w:rPr>
                <w:rFonts w:cs="Arial"/>
                <w:color w:val="000000"/>
              </w:rPr>
              <w:t xml:space="preserve">  93.2</w:t>
            </w:r>
          </w:p>
        </w:tc>
        <w:tc>
          <w:tcPr>
            <w:tcW w:w="437"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97.6</w:t>
            </w:r>
          </w:p>
        </w:tc>
      </w:tr>
      <w:tr w:rsidR="0070745B" w:rsidRPr="000B70AA" w:rsidTr="0070745B">
        <w:tc>
          <w:tcPr>
            <w:tcW w:w="643" w:type="pct"/>
            <w:shd w:val="clear" w:color="auto" w:fill="auto"/>
          </w:tcPr>
          <w:p w:rsidR="0070745B" w:rsidRPr="000B70AA" w:rsidRDefault="0070745B" w:rsidP="0070745B">
            <w:pPr>
              <w:pStyle w:val="TableBodyText"/>
              <w:rPr>
                <w:color w:val="000000"/>
              </w:rPr>
            </w:pPr>
            <w:r w:rsidRPr="000B70AA">
              <w:rPr>
                <w:color w:val="000000"/>
              </w:rPr>
              <w:t>2008-09</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90.4</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94.1</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115.8</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64.2</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60.3</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100.0</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115.6</w:t>
            </w:r>
          </w:p>
        </w:tc>
        <w:tc>
          <w:tcPr>
            <w:tcW w:w="437" w:type="pct"/>
            <w:vAlign w:val="center"/>
          </w:tcPr>
          <w:p w:rsidR="0070745B" w:rsidRPr="000B70AA" w:rsidRDefault="0070745B" w:rsidP="0070745B">
            <w:pPr>
              <w:pStyle w:val="TableBodyText"/>
              <w:rPr>
                <w:rFonts w:cs="Arial"/>
                <w:color w:val="000000"/>
              </w:rPr>
            </w:pPr>
            <w:r w:rsidRPr="000B70AA">
              <w:rPr>
                <w:rFonts w:cs="Arial"/>
                <w:color w:val="000000"/>
              </w:rPr>
              <w:t xml:space="preserve">  97.9</w:t>
            </w:r>
          </w:p>
        </w:tc>
        <w:tc>
          <w:tcPr>
            <w:tcW w:w="437"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96.3</w:t>
            </w:r>
          </w:p>
        </w:tc>
      </w:tr>
      <w:tr w:rsidR="0070745B" w:rsidRPr="000B70AA" w:rsidTr="0070745B">
        <w:tc>
          <w:tcPr>
            <w:tcW w:w="643" w:type="pct"/>
            <w:shd w:val="clear" w:color="auto" w:fill="auto"/>
          </w:tcPr>
          <w:p w:rsidR="0070745B" w:rsidRPr="000B70AA" w:rsidRDefault="0070745B" w:rsidP="0070745B">
            <w:pPr>
              <w:pStyle w:val="TableBodyText"/>
              <w:rPr>
                <w:color w:val="000000"/>
              </w:rPr>
            </w:pPr>
            <w:r w:rsidRPr="000B70AA">
              <w:rPr>
                <w:color w:val="000000"/>
              </w:rPr>
              <w:t>2009-10</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90.3</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92.3</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83.5</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84.7</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na</w:t>
            </w:r>
          </w:p>
        </w:tc>
        <w:tc>
          <w:tcPr>
            <w:tcW w:w="435"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97.0</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na</w:t>
            </w:r>
          </w:p>
        </w:tc>
        <w:tc>
          <w:tcPr>
            <w:tcW w:w="436"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93.6</w:t>
            </w:r>
          </w:p>
        </w:tc>
        <w:tc>
          <w:tcPr>
            <w:tcW w:w="437" w:type="pct"/>
            <w:vAlign w:val="center"/>
          </w:tcPr>
          <w:p w:rsidR="0070745B" w:rsidRPr="000B70AA" w:rsidRDefault="0070745B" w:rsidP="0070745B">
            <w:pPr>
              <w:pStyle w:val="TableBodyText"/>
              <w:rPr>
                <w:rFonts w:cs="Arial"/>
                <w:color w:val="000000"/>
              </w:rPr>
            </w:pPr>
            <w:r w:rsidRPr="000B70AA">
              <w:rPr>
                <w:rFonts w:cs="Arial"/>
                <w:color w:val="000000"/>
              </w:rPr>
              <w:t>..</w:t>
            </w:r>
          </w:p>
        </w:tc>
        <w:tc>
          <w:tcPr>
            <w:tcW w:w="437" w:type="pct"/>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 xml:space="preserve">  88.1</w:t>
            </w:r>
          </w:p>
        </w:tc>
      </w:tr>
      <w:tr w:rsidR="0070745B" w:rsidRPr="000B70AA" w:rsidTr="0070745B">
        <w:tc>
          <w:tcPr>
            <w:tcW w:w="643" w:type="pct"/>
            <w:tcBorders>
              <w:bottom w:val="single" w:sz="6" w:space="0" w:color="auto"/>
            </w:tcBorders>
            <w:shd w:val="clear" w:color="auto" w:fill="auto"/>
          </w:tcPr>
          <w:p w:rsidR="0070745B" w:rsidRPr="000B70AA" w:rsidRDefault="0070745B" w:rsidP="0070745B">
            <w:pPr>
              <w:pStyle w:val="TableBodyText"/>
              <w:rPr>
                <w:color w:val="000000"/>
              </w:rPr>
            </w:pPr>
            <w:r w:rsidRPr="000B70AA">
              <w:rPr>
                <w:color w:val="000000"/>
              </w:rPr>
              <w:t>2010-11</w:t>
            </w:r>
          </w:p>
        </w:tc>
        <w:tc>
          <w:tcPr>
            <w:tcW w:w="435"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100.7</w:t>
            </w:r>
          </w:p>
        </w:tc>
        <w:tc>
          <w:tcPr>
            <w:tcW w:w="436"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100.1</w:t>
            </w:r>
          </w:p>
        </w:tc>
        <w:tc>
          <w:tcPr>
            <w:tcW w:w="435"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93.0</w:t>
            </w:r>
          </w:p>
        </w:tc>
        <w:tc>
          <w:tcPr>
            <w:tcW w:w="435"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88.7</w:t>
            </w:r>
          </w:p>
        </w:tc>
        <w:tc>
          <w:tcPr>
            <w:tcW w:w="435"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na</w:t>
            </w:r>
          </w:p>
        </w:tc>
        <w:tc>
          <w:tcPr>
            <w:tcW w:w="435"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98.2</w:t>
            </w:r>
          </w:p>
        </w:tc>
        <w:tc>
          <w:tcPr>
            <w:tcW w:w="436"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na</w:t>
            </w:r>
          </w:p>
        </w:tc>
        <w:tc>
          <w:tcPr>
            <w:tcW w:w="436"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71.2</w:t>
            </w:r>
          </w:p>
        </w:tc>
        <w:tc>
          <w:tcPr>
            <w:tcW w:w="437" w:type="pct"/>
            <w:tcBorders>
              <w:bottom w:val="single" w:sz="6" w:space="0" w:color="auto"/>
            </w:tcBorders>
            <w:vAlign w:val="center"/>
          </w:tcPr>
          <w:p w:rsidR="0070745B" w:rsidRPr="000B70AA" w:rsidRDefault="0070745B" w:rsidP="0070745B">
            <w:pPr>
              <w:pStyle w:val="TableBodyText"/>
              <w:rPr>
                <w:rFonts w:cs="Arial"/>
                <w:color w:val="000000"/>
              </w:rPr>
            </w:pPr>
            <w:r w:rsidRPr="000B70AA">
              <w:rPr>
                <w:rFonts w:cs="Arial"/>
                <w:color w:val="000000"/>
              </w:rPr>
              <w:t>..</w:t>
            </w:r>
          </w:p>
        </w:tc>
        <w:tc>
          <w:tcPr>
            <w:tcW w:w="437" w:type="pct"/>
            <w:tcBorders>
              <w:bottom w:val="single" w:sz="6" w:space="0" w:color="auto"/>
            </w:tcBorders>
            <w:shd w:val="clear" w:color="auto" w:fill="auto"/>
            <w:vAlign w:val="center"/>
          </w:tcPr>
          <w:p w:rsidR="0070745B" w:rsidRPr="000B70AA" w:rsidRDefault="0070745B" w:rsidP="0070745B">
            <w:pPr>
              <w:pStyle w:val="TableBodyText"/>
              <w:rPr>
                <w:rFonts w:cs="Arial"/>
                <w:color w:val="000000"/>
              </w:rPr>
            </w:pPr>
            <w:r w:rsidRPr="000B70AA">
              <w:rPr>
                <w:rFonts w:cs="Arial"/>
                <w:color w:val="000000"/>
              </w:rPr>
              <w:t>94.9</w:t>
            </w:r>
          </w:p>
        </w:tc>
      </w:tr>
    </w:tbl>
    <w:p w:rsidR="0070745B" w:rsidRPr="000B70AA" w:rsidRDefault="0070745B" w:rsidP="0070745B">
      <w:pPr>
        <w:pStyle w:val="Note"/>
        <w:keepNext/>
      </w:pPr>
      <w:r w:rsidRPr="000B70AA">
        <w:rPr>
          <w:rStyle w:val="NoteLabel"/>
        </w:rPr>
        <w:t>a </w:t>
      </w:r>
      <w:r w:rsidRPr="000B70AA">
        <w:t>Data may not be comparable across jurisdictions and over time and comparisons could be misleading. Tables</w:t>
      </w:r>
      <w:r w:rsidR="00236CCF" w:rsidRPr="000B70AA">
        <w:t> 16A.31 and 16A.33</w:t>
      </w:r>
      <w:r w:rsidR="00AA794A" w:rsidRPr="000B70AA">
        <w:t xml:space="preserve">, </w:t>
      </w:r>
      <w:r w:rsidR="00236CCF" w:rsidRPr="000B70AA">
        <w:t>2013 Report</w:t>
      </w:r>
      <w:r w:rsidR="00AA794A" w:rsidRPr="000B70AA">
        <w:t xml:space="preserve">, </w:t>
      </w:r>
      <w:r w:rsidR="00236CCF" w:rsidRPr="000B70AA">
        <w:t xml:space="preserve">tables 16A.30 and 16A.32 </w:t>
      </w:r>
      <w:r w:rsidRPr="000B70AA">
        <w:t xml:space="preserve">provide further information. </w:t>
      </w:r>
      <w:r w:rsidRPr="000B70AA">
        <w:rPr>
          <w:rStyle w:val="NoteLabel"/>
        </w:rPr>
        <w:t xml:space="preserve">b </w:t>
      </w:r>
      <w:r w:rsidRPr="000B70AA">
        <w:rPr>
          <w:rFonts w:cs="Arial"/>
        </w:rPr>
        <w:t xml:space="preserve">Includes data from Victoria, Queensland and Tasmania not published separately, and includes dwellings managed by funded and unfunded organisations responding to the FaHCSIA survey. </w:t>
      </w:r>
      <w:r w:rsidRPr="000B70AA">
        <w:rPr>
          <w:rStyle w:val="NoteLabel"/>
        </w:rPr>
        <w:t>c</w:t>
      </w:r>
      <w:r w:rsidRPr="000B70AA">
        <w:t xml:space="preserve"> There are no SOMIH data reported for Victoria (from 2009</w:t>
      </w:r>
      <w:r w:rsidRPr="000B70AA">
        <w:noBreakHyphen/>
        <w:t xml:space="preserve">10) or WA (2010-11) as SOMIH was transferred to other housing programs. </w:t>
      </w:r>
      <w:r w:rsidRPr="000B70AA">
        <w:rPr>
          <w:b/>
        </w:rPr>
        <w:t>na</w:t>
      </w:r>
      <w:r w:rsidRPr="000B70AA">
        <w:t xml:space="preserve"> Not available. .. Not applicable.</w:t>
      </w:r>
    </w:p>
    <w:p w:rsidR="0070745B" w:rsidRPr="000B70AA" w:rsidRDefault="0070745B" w:rsidP="00236CCF">
      <w:pPr>
        <w:pStyle w:val="Source"/>
      </w:pPr>
      <w:r w:rsidRPr="000B70AA">
        <w:rPr>
          <w:i/>
        </w:rPr>
        <w:t>Source</w:t>
      </w:r>
      <w:r w:rsidRPr="000B70AA">
        <w:t xml:space="preserve">: State and Territory Governments (unpublished); AIHW (various years) </w:t>
      </w:r>
      <w:r w:rsidRPr="000B70AA">
        <w:rPr>
          <w:i/>
        </w:rPr>
        <w:t>CSHA national data report</w:t>
      </w:r>
      <w:r w:rsidRPr="000B70AA">
        <w:t xml:space="preserve">; AIHW (various years) </w:t>
      </w:r>
      <w:r w:rsidRPr="000B70AA">
        <w:rPr>
          <w:i/>
        </w:rPr>
        <w:t xml:space="preserve">Housing assistance in Australia </w:t>
      </w:r>
      <w:r w:rsidRPr="000B70AA">
        <w:t xml:space="preserve">Cat. no. HOU 236; AIHW (various years) </w:t>
      </w:r>
      <w:r w:rsidRPr="000B70AA">
        <w:rPr>
          <w:i/>
        </w:rPr>
        <w:t xml:space="preserve">Indigenous Community Housing; </w:t>
      </w:r>
      <w:r w:rsidRPr="000B70AA">
        <w:t>tables 16A.31 and 16A.33</w:t>
      </w:r>
      <w:r w:rsidR="00AA794A" w:rsidRPr="000B70AA">
        <w:t xml:space="preserve">, </w:t>
      </w:r>
      <w:r w:rsidRPr="000B70AA">
        <w:t>2013 Report,</w:t>
      </w:r>
      <w:r w:rsidRPr="000B70AA">
        <w:rPr>
          <w:i/>
        </w:rPr>
        <w:t xml:space="preserve"> </w:t>
      </w:r>
      <w:r w:rsidR="00236CCF" w:rsidRPr="000B70AA">
        <w:t>table 16.6, p. 16.38.</w:t>
      </w:r>
    </w:p>
    <w:p w:rsidR="007313D0" w:rsidRPr="000B70AA" w:rsidRDefault="007313D0" w:rsidP="007313D0">
      <w:pPr>
        <w:pStyle w:val="Heading4"/>
      </w:pPr>
      <w:bookmarkStart w:id="92" w:name="_Toc319998379"/>
      <w:bookmarkStart w:id="93" w:name="_Toc321219884"/>
      <w:bookmarkStart w:id="94" w:name="_Toc321223469"/>
      <w:bookmarkStart w:id="95" w:name="_Toc349025854"/>
      <w:bookmarkStart w:id="96" w:name="_Toc349050054"/>
      <w:r w:rsidRPr="000B70AA">
        <w:t>Outcomes</w:t>
      </w:r>
      <w:bookmarkEnd w:id="92"/>
      <w:bookmarkEnd w:id="93"/>
      <w:bookmarkEnd w:id="94"/>
      <w:bookmarkEnd w:id="95"/>
      <w:bookmarkEnd w:id="96"/>
    </w:p>
    <w:p w:rsidR="00C27D55" w:rsidRPr="000B70AA" w:rsidRDefault="00C27D55" w:rsidP="00C27D55">
      <w:pPr>
        <w:pStyle w:val="BodyText"/>
      </w:pPr>
      <w:r w:rsidRPr="000B70AA">
        <w:t>The following indicators measure the outcomes of social housing. Outcomes are the impact of services on the status of an individual or group, while outputs are the services delivered (see 2013 Report, chapter 1, section 1.5).</w:t>
      </w:r>
    </w:p>
    <w:p w:rsidR="00C27D55" w:rsidRPr="000B70AA" w:rsidRDefault="00C27D55" w:rsidP="00C27D55">
      <w:pPr>
        <w:keepNext/>
        <w:spacing w:before="480" w:line="320" w:lineRule="exact"/>
        <w:outlineLvl w:val="4"/>
        <w:rPr>
          <w:i/>
          <w:szCs w:val="20"/>
        </w:rPr>
      </w:pPr>
      <w:r w:rsidRPr="000B70AA">
        <w:rPr>
          <w:i/>
          <w:szCs w:val="20"/>
        </w:rPr>
        <w:t>Amenity/location</w:t>
      </w:r>
    </w:p>
    <w:p w:rsidR="00C27D55" w:rsidRPr="000B70AA" w:rsidRDefault="00C27D55" w:rsidP="00C27D55">
      <w:pPr>
        <w:spacing w:before="240" w:line="320" w:lineRule="atLeast"/>
        <w:jc w:val="both"/>
        <w:rPr>
          <w:szCs w:val="20"/>
        </w:rPr>
      </w:pPr>
      <w:r w:rsidRPr="000B70AA">
        <w:rPr>
          <w:szCs w:val="20"/>
        </w:rPr>
        <w:t>‘Amenity/location’ is an indicator of governments’ objective to provide housing assistance that is appropriate to the needs of different households (box 16.11).</w:t>
      </w:r>
    </w:p>
    <w:p w:rsidR="007313D0" w:rsidRPr="000B70AA" w:rsidRDefault="007313D0" w:rsidP="007313D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pStyle w:val="BoxTitle"/>
            </w:pPr>
            <w:smartTag w:uri="urn:schemas-microsoft-com:office:smarttags" w:element="Street">
              <w:r w:rsidRPr="000B70AA">
                <w:rPr>
                  <w:b w:val="0"/>
                </w:rPr>
                <w:t>Box</w:t>
              </w:r>
            </w:smartTag>
            <w:r w:rsidRPr="000B70AA">
              <w:rPr>
                <w:b w:val="0"/>
              </w:rPr>
              <w:t xml:space="preserve"> </w:t>
            </w:r>
            <w:r w:rsidR="0060775A" w:rsidRPr="000B70AA">
              <w:rPr>
                <w:b w:val="0"/>
              </w:rPr>
              <w:t>16.11</w:t>
            </w:r>
            <w:r w:rsidRPr="000B70AA">
              <w:tab/>
              <w:t>Amenity/location</w:t>
            </w:r>
          </w:p>
        </w:tc>
      </w:tr>
      <w:tr w:rsidR="007313D0" w:rsidRPr="000B70AA" w:rsidTr="009E5B82">
        <w:trPr>
          <w:cantSplit/>
        </w:trPr>
        <w:tc>
          <w:tcPr>
            <w:tcW w:w="8771" w:type="dxa"/>
            <w:tcBorders>
              <w:top w:val="nil"/>
              <w:left w:val="single" w:sz="6" w:space="0" w:color="auto"/>
              <w:bottom w:val="nil"/>
              <w:right w:val="single" w:sz="6" w:space="0" w:color="auto"/>
            </w:tcBorders>
          </w:tcPr>
          <w:p w:rsidR="00C27D55" w:rsidRPr="000B70AA" w:rsidRDefault="00C27D55" w:rsidP="00C27D55">
            <w:pPr>
              <w:pStyle w:val="Box"/>
            </w:pPr>
            <w:r w:rsidRPr="000B70AA">
              <w:t xml:space="preserve">‘Amenity/location’ is defined as the percentage of tenants rating amenity/location aspects of their dwelling as important and as meeting their needs. </w:t>
            </w:r>
          </w:p>
          <w:p w:rsidR="00C27D55" w:rsidRPr="000B70AA" w:rsidRDefault="00C27D55" w:rsidP="00C27D55">
            <w:pPr>
              <w:pStyle w:val="Box"/>
            </w:pPr>
            <w:r w:rsidRPr="000B70AA">
              <w:t>A high or increasing level of satisfaction with amenity and location suggests that the provision of housing assistance satisfies household needs.</w:t>
            </w:r>
          </w:p>
          <w:p w:rsidR="00C27D55" w:rsidRPr="000B70AA" w:rsidRDefault="00C27D55" w:rsidP="00C27D55">
            <w:pPr>
              <w:pStyle w:val="Box"/>
            </w:pPr>
            <w:r w:rsidRPr="000B70AA">
              <w:t>Data for this indicator are reported for public housing, SOMIH and community housing. There are no data available for Indigenous community housing for the 2013 Report.</w:t>
            </w:r>
          </w:p>
          <w:p w:rsidR="00C27D55" w:rsidRPr="000B70AA" w:rsidRDefault="00C27D55" w:rsidP="00C27D55">
            <w:pPr>
              <w:pStyle w:val="Box"/>
            </w:pPr>
            <w:r w:rsidRPr="000B70AA">
              <w:t>Data comparability and completeness vary for this indicator. Data reported:</w:t>
            </w:r>
          </w:p>
          <w:p w:rsidR="00C27D55" w:rsidRPr="000B70AA" w:rsidRDefault="00C27D55" w:rsidP="00C27D55">
            <w:pPr>
              <w:pStyle w:val="BoxListBullet"/>
              <w:numPr>
                <w:ilvl w:val="0"/>
                <w:numId w:val="17"/>
              </w:numPr>
              <w:spacing w:before="120"/>
            </w:pPr>
            <w:r w:rsidRPr="000B70AA">
              <w:t xml:space="preserve">for public housing and SOMIH are comparable </w:t>
            </w:r>
          </w:p>
          <w:p w:rsidR="00C27D55" w:rsidRPr="000B70AA" w:rsidRDefault="00C27D55" w:rsidP="00C27D55">
            <w:pPr>
              <w:pStyle w:val="BoxListBullet"/>
              <w:numPr>
                <w:ilvl w:val="0"/>
                <w:numId w:val="17"/>
              </w:numPr>
              <w:spacing w:before="120"/>
            </w:pPr>
            <w:r w:rsidRPr="000B70AA">
              <w:t>for community housing are neither comparable nor complete.</w:t>
            </w:r>
          </w:p>
          <w:p w:rsidR="007313D0" w:rsidRPr="000B70AA" w:rsidRDefault="00C27D55" w:rsidP="009E5B82">
            <w:pPr>
              <w:pStyle w:val="Box"/>
            </w:pPr>
            <w:r w:rsidRPr="000B70AA">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pStyle w:val="Box"/>
              <w:spacing w:before="0" w:line="120" w:lineRule="exact"/>
            </w:pPr>
          </w:p>
        </w:tc>
      </w:tr>
      <w:tr w:rsidR="007313D0" w:rsidRPr="000B70AA" w:rsidTr="009E5B82">
        <w:tc>
          <w:tcPr>
            <w:tcW w:w="8771" w:type="dxa"/>
            <w:tcBorders>
              <w:top w:val="nil"/>
              <w:left w:val="nil"/>
              <w:bottom w:val="nil"/>
              <w:right w:val="nil"/>
            </w:tcBorders>
          </w:tcPr>
          <w:p w:rsidR="007313D0" w:rsidRPr="000B70AA" w:rsidRDefault="007313D0" w:rsidP="009E5B82">
            <w:pPr>
              <w:pStyle w:val="Box"/>
              <w:keepNext w:val="0"/>
              <w:spacing w:before="60" w:after="60" w:line="80" w:lineRule="exact"/>
              <w:rPr>
                <w:b/>
                <w:color w:val="FF00FF"/>
                <w:sz w:val="14"/>
              </w:rPr>
            </w:pPr>
          </w:p>
        </w:tc>
      </w:tr>
    </w:tbl>
    <w:p w:rsidR="004F1489" w:rsidRPr="000B70AA" w:rsidRDefault="004F1489" w:rsidP="004F1489">
      <w:pPr>
        <w:pStyle w:val="BodyText"/>
      </w:pPr>
      <w:r w:rsidRPr="000B70AA">
        <w:t xml:space="preserve">Data for this indicator are sourced from the National Social Housing Survey (NSHS), which measures tenants’ level of satisfaction with various aspects of service, and to measure housing outcomes. SOMIH tenants were asked whether particular aspects of the amenity and location of their dwellings were important to them and, if so, whether they felt their needs were met. </w:t>
      </w:r>
      <w:r w:rsidRPr="000B70AA">
        <w:rPr>
          <w:color w:val="000000"/>
        </w:rPr>
        <w:t>Data from the 2012 survey are reported for SOMIH. Data from earlier surveys (2007 [SOMIH]) were included in earlier reports.</w:t>
      </w:r>
    </w:p>
    <w:p w:rsidR="004F1489" w:rsidRPr="000B70AA" w:rsidRDefault="004F1489" w:rsidP="004F1489">
      <w:pPr>
        <w:pStyle w:val="BodyText"/>
      </w:pPr>
      <w:r w:rsidRPr="000B70AA">
        <w:t>Caution should be used when comparing the public housing, SOMIH and community housing results, due to the different demographic profile of Indigenous tenants and the method of data collection.</w:t>
      </w:r>
    </w:p>
    <w:p w:rsidR="004F1489" w:rsidRPr="000B70AA" w:rsidRDefault="004F1489" w:rsidP="004F1489">
      <w:pPr>
        <w:pStyle w:val="ListBullet"/>
      </w:pPr>
      <w:r w:rsidRPr="000B70AA">
        <w:t xml:space="preserve">Nationally in 2012, the NSHS found that for SOMIH, </w:t>
      </w:r>
      <w:r w:rsidRPr="000B70AA">
        <w:rPr>
          <w:color w:val="000000"/>
        </w:rPr>
        <w:t>82.2 per</w:t>
      </w:r>
      <w:r w:rsidRPr="000B70AA">
        <w:t xml:space="preserve"> cent of tenants rated amenity as important and meeting their needs and 86.8 per cent of tenants rated location as important and meeting their needs (</w:t>
      </w:r>
      <w:r w:rsidR="00AA794A" w:rsidRPr="000B70AA">
        <w:t xml:space="preserve">2013 Report, </w:t>
      </w:r>
      <w:r w:rsidRPr="000B70AA">
        <w:t>table 16A.36)</w:t>
      </w:r>
      <w:r w:rsidR="001A7E29" w:rsidRPr="000B70AA">
        <w:t>.</w:t>
      </w:r>
    </w:p>
    <w:p w:rsidR="004F1489" w:rsidRPr="000B70AA" w:rsidRDefault="004F1489" w:rsidP="007313D0">
      <w:pPr>
        <w:pStyle w:val="BodyText"/>
      </w:pPr>
      <w:r w:rsidRPr="000B70AA">
        <w:t>The precision of survey estimates depends on the survey sample size and further information, including 95 per cent confidence intervals, is presented table 16A.36.</w:t>
      </w:r>
    </w:p>
    <w:p w:rsidR="007313D0" w:rsidRPr="000B70AA" w:rsidRDefault="007313D0" w:rsidP="007313D0">
      <w:pPr>
        <w:pStyle w:val="Heading5"/>
      </w:pPr>
      <w:r w:rsidRPr="000B70AA">
        <w:t>Affordability</w:t>
      </w:r>
    </w:p>
    <w:p w:rsidR="004F1489" w:rsidRPr="000B70AA" w:rsidRDefault="004F1489" w:rsidP="004F1489">
      <w:pPr>
        <w:pStyle w:val="BodyText"/>
      </w:pPr>
      <w:r w:rsidRPr="000B70AA">
        <w:t>‘Affordability’ is an indicator of governments’ objective to provide affordable housing to assist people who are unable to access suitable housing (box 16.</w:t>
      </w:r>
      <w:r w:rsidR="00A252AF" w:rsidRPr="000B70AA">
        <w:t>12</w:t>
      </w:r>
      <w:r w:rsidRPr="000B70AA">
        <w:t>).</w:t>
      </w:r>
    </w:p>
    <w:p w:rsidR="007313D0" w:rsidRPr="000B70AA"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keepNext/>
              <w:keepLines/>
              <w:spacing w:before="120" w:line="280" w:lineRule="exact"/>
              <w:ind w:left="1304" w:hanging="1304"/>
              <w:rPr>
                <w:rFonts w:ascii="Arial" w:hAnsi="Arial"/>
                <w:b/>
              </w:rPr>
            </w:pPr>
            <w:smartTag w:uri="urn:schemas-microsoft-com:office:smarttags" w:element="Street">
              <w:r w:rsidRPr="000B70AA">
                <w:rPr>
                  <w:rFonts w:ascii="Arial" w:hAnsi="Arial"/>
                </w:rPr>
                <w:t>Box</w:t>
              </w:r>
            </w:smartTag>
            <w:r w:rsidRPr="000B70AA">
              <w:rPr>
                <w:rFonts w:ascii="Arial" w:hAnsi="Arial"/>
              </w:rPr>
              <w:t xml:space="preserve"> </w:t>
            </w:r>
            <w:r w:rsidR="0060775A" w:rsidRPr="000B70AA">
              <w:rPr>
                <w:rFonts w:ascii="Arial" w:hAnsi="Arial"/>
              </w:rPr>
              <w:t>16.12</w:t>
            </w:r>
            <w:r w:rsidRPr="000B70AA">
              <w:rPr>
                <w:rFonts w:ascii="Arial" w:hAnsi="Arial"/>
                <w:b/>
              </w:rPr>
              <w:tab/>
              <w:t>Affordability</w:t>
            </w:r>
          </w:p>
        </w:tc>
      </w:tr>
      <w:tr w:rsidR="007313D0" w:rsidRPr="000B70AA" w:rsidTr="009E5B82">
        <w:trPr>
          <w:cantSplit/>
        </w:trPr>
        <w:tc>
          <w:tcPr>
            <w:tcW w:w="8771" w:type="dxa"/>
            <w:tcBorders>
              <w:top w:val="nil"/>
              <w:left w:val="single" w:sz="6" w:space="0" w:color="auto"/>
              <w:bottom w:val="nil"/>
              <w:right w:val="single" w:sz="6" w:space="0" w:color="auto"/>
            </w:tcBorders>
          </w:tcPr>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‘Affordability’ is defined as tenants’ financial ability to access suitable housing. Two measures of affordability are reported:</w:t>
            </w:r>
          </w:p>
          <w:p w:rsidR="007313D0" w:rsidRPr="000B70AA" w:rsidRDefault="007313D0" w:rsidP="007313D0">
            <w:pPr>
              <w:keepNext/>
              <w:numPr>
                <w:ilvl w:val="0"/>
                <w:numId w:val="17"/>
              </w:numPr>
              <w:spacing w:before="120" w:line="280" w:lineRule="atLeast"/>
              <w:jc w:val="both"/>
              <w:rPr>
                <w:rFonts w:ascii="Arial" w:hAnsi="Arial"/>
                <w:snapToGrid w:val="0"/>
                <w:sz w:val="22"/>
                <w:szCs w:val="20"/>
                <w:lang w:val="en-US"/>
              </w:rPr>
            </w:pPr>
            <w:r w:rsidRPr="000B70AA">
              <w:rPr>
                <w:rFonts w:ascii="Arial" w:hAnsi="Arial"/>
                <w:sz w:val="22"/>
                <w:szCs w:val="20"/>
              </w:rPr>
              <w:t>Average weekly rental subsidy per rebated household.</w:t>
            </w:r>
          </w:p>
          <w:p w:rsidR="007313D0" w:rsidRPr="000B70AA" w:rsidRDefault="007313D0" w:rsidP="007313D0">
            <w:pPr>
              <w:keepNext/>
              <w:numPr>
                <w:ilvl w:val="0"/>
                <w:numId w:val="15"/>
              </w:numPr>
              <w:tabs>
                <w:tab w:val="left" w:pos="284"/>
              </w:tabs>
              <w:spacing w:before="60" w:line="280" w:lineRule="atLeast"/>
              <w:jc w:val="both"/>
              <w:rPr>
                <w:rFonts w:ascii="Arial" w:hAnsi="Arial"/>
                <w:snapToGrid w:val="0"/>
                <w:sz w:val="22"/>
                <w:szCs w:val="20"/>
                <w:lang w:val="en-US"/>
              </w:rPr>
            </w:pPr>
            <w:r w:rsidRPr="000B70AA">
              <w:rPr>
                <w:rFonts w:ascii="Arial" w:hAnsi="Arial"/>
                <w:sz w:val="22"/>
                <w:szCs w:val="20"/>
              </w:rPr>
              <w:t>This measure is reported for public housing and SOMIH. It is calculated as the total rental rebate amount divided by the total number of rebated households.</w:t>
            </w:r>
          </w:p>
          <w:p w:rsidR="007313D0" w:rsidRPr="000B70AA" w:rsidRDefault="007313D0" w:rsidP="007313D0">
            <w:pPr>
              <w:keepNext/>
              <w:numPr>
                <w:ilvl w:val="0"/>
                <w:numId w:val="15"/>
              </w:numPr>
              <w:tabs>
                <w:tab w:val="left" w:pos="284"/>
              </w:tabs>
              <w:spacing w:before="60" w:line="280" w:lineRule="atLeast"/>
              <w:jc w:val="both"/>
              <w:rPr>
                <w:rFonts w:ascii="Arial" w:hAnsi="Arial"/>
                <w:sz w:val="22"/>
                <w:szCs w:val="20"/>
              </w:rPr>
            </w:pPr>
            <w:r w:rsidRPr="000B70AA">
              <w:rPr>
                <w:rFonts w:ascii="Arial" w:hAnsi="Arial"/>
                <w:snapToGrid w:val="0"/>
                <w:sz w:val="22"/>
                <w:szCs w:val="20"/>
                <w:lang w:val="en-US"/>
              </w:rPr>
              <w:t xml:space="preserve">The amount of a rental rebate is influenced by market rent. High market rents will result in </w:t>
            </w:r>
            <w:r w:rsidRPr="000B70AA">
              <w:rPr>
                <w:rFonts w:ascii="Arial" w:hAnsi="Arial"/>
                <w:sz w:val="22"/>
                <w:szCs w:val="20"/>
              </w:rPr>
              <w:t>high rental rebates and low market rents will result in low rental rebates. A high or increasing value of the subsidy might imply that governments are spending more to ensure housing affordability.</w:t>
            </w:r>
          </w:p>
          <w:p w:rsidR="007313D0" w:rsidRPr="000B70AA" w:rsidRDefault="007313D0" w:rsidP="007313D0">
            <w:pPr>
              <w:keepNext/>
              <w:numPr>
                <w:ilvl w:val="0"/>
                <w:numId w:val="17"/>
              </w:numPr>
              <w:spacing w:before="120" w:line="280" w:lineRule="atLeast"/>
              <w:jc w:val="both"/>
              <w:rPr>
                <w:rFonts w:ascii="Arial" w:hAnsi="Arial"/>
                <w:snapToGrid w:val="0"/>
                <w:sz w:val="22"/>
                <w:szCs w:val="20"/>
                <w:lang w:val="en-US"/>
              </w:rPr>
            </w:pPr>
            <w:r w:rsidRPr="000B70AA">
              <w:rPr>
                <w:rFonts w:ascii="Arial" w:hAnsi="Arial"/>
                <w:sz w:val="22"/>
                <w:szCs w:val="20"/>
              </w:rPr>
              <w:t>Proportion of low income households in social housing spending more than 30 per cent of their gross income on rent.</w:t>
            </w:r>
          </w:p>
          <w:p w:rsidR="007313D0" w:rsidRPr="000B70AA" w:rsidRDefault="007313D0" w:rsidP="007313D0">
            <w:pPr>
              <w:keepNext/>
              <w:numPr>
                <w:ilvl w:val="0"/>
                <w:numId w:val="15"/>
              </w:numPr>
              <w:tabs>
                <w:tab w:val="left" w:pos="284"/>
              </w:tabs>
              <w:spacing w:before="60" w:line="280" w:lineRule="atLeast"/>
              <w:jc w:val="both"/>
              <w:rPr>
                <w:rFonts w:ascii="Arial" w:hAnsi="Arial"/>
                <w:snapToGrid w:val="0"/>
                <w:sz w:val="22"/>
                <w:szCs w:val="20"/>
                <w:lang w:val="en-US"/>
              </w:rPr>
            </w:pPr>
            <w:r w:rsidRPr="000B70AA">
              <w:rPr>
                <w:rFonts w:ascii="Arial" w:hAnsi="Arial"/>
                <w:sz w:val="22"/>
                <w:szCs w:val="20"/>
              </w:rPr>
              <w:t>This measure is reported for public housing, SOMIH and community housing. It is calculated as number of low income rental households spending more than 30 per cent of their gross income on rent, divided by the total number of low income rental households.</w:t>
            </w:r>
          </w:p>
          <w:p w:rsidR="007313D0" w:rsidRPr="000B70AA" w:rsidRDefault="007313D0" w:rsidP="007313D0">
            <w:pPr>
              <w:keepNext/>
              <w:numPr>
                <w:ilvl w:val="0"/>
                <w:numId w:val="15"/>
              </w:numPr>
              <w:tabs>
                <w:tab w:val="left" w:pos="284"/>
              </w:tabs>
              <w:spacing w:before="60" w:line="280" w:lineRule="atLeast"/>
              <w:jc w:val="both"/>
              <w:rPr>
                <w:rFonts w:ascii="Arial" w:hAnsi="Arial"/>
                <w:snapToGrid w:val="0"/>
                <w:sz w:val="22"/>
                <w:szCs w:val="20"/>
                <w:lang w:val="en-US"/>
              </w:rPr>
            </w:pPr>
            <w:r w:rsidRPr="000B70AA">
              <w:rPr>
                <w:rFonts w:ascii="Arial" w:hAnsi="Arial"/>
                <w:sz w:val="22"/>
                <w:szCs w:val="20"/>
              </w:rPr>
              <w:t>Low income households are defined as those in the bottom 40 per cent of equivalised gross household incomes (that is, the bottom two income quintiles). Low income households are more likely to be adversely affected by relatively high housing costs than households with higher disposable incomes (Yates and Gabriel 2006; Yates and Milligan 2007).</w:t>
            </w:r>
          </w:p>
          <w:p w:rsidR="007313D0" w:rsidRPr="000B70AA" w:rsidRDefault="007313D0" w:rsidP="007313D0">
            <w:pPr>
              <w:keepNext/>
              <w:numPr>
                <w:ilvl w:val="0"/>
                <w:numId w:val="15"/>
              </w:numPr>
              <w:tabs>
                <w:tab w:val="left" w:pos="284"/>
              </w:tabs>
              <w:spacing w:before="60" w:line="280" w:lineRule="atLeast"/>
              <w:jc w:val="both"/>
              <w:rPr>
                <w:rFonts w:ascii="Arial" w:hAnsi="Arial"/>
                <w:sz w:val="22"/>
                <w:szCs w:val="20"/>
              </w:rPr>
            </w:pPr>
            <w:r w:rsidRPr="000B70AA">
              <w:rPr>
                <w:rFonts w:ascii="Arial" w:hAnsi="Arial"/>
                <w:sz w:val="22"/>
                <w:szCs w:val="20"/>
              </w:rPr>
              <w:t>Households in public housing and SOMIH who do not receive rental rebates are included in this measure. A low or decreasing proportion of households spending more than 30 per cent of their income on rent implies greater housing affordability</w:t>
            </w:r>
            <w:r w:rsidRPr="000B70AA">
              <w:rPr>
                <w:rFonts w:ascii="Arial" w:hAnsi="Arial"/>
                <w:snapToGrid w:val="0"/>
                <w:sz w:val="22"/>
                <w:szCs w:val="20"/>
                <w:lang w:val="en-US"/>
              </w:rPr>
              <w:t>.</w:t>
            </w:r>
          </w:p>
          <w:p w:rsidR="00A252AF" w:rsidRPr="000B70AA" w:rsidRDefault="00A252AF" w:rsidP="00A252AF">
            <w:pPr>
              <w:pStyle w:val="Box"/>
              <w:rPr>
                <w:snapToGrid w:val="0"/>
                <w:lang w:val="en-US"/>
              </w:rPr>
            </w:pPr>
            <w:r w:rsidRPr="000B70AA">
              <w:t>Data for this indicator are reported for public housing, SOMIH and community housing. No data were available for reporting on ‘affordability’ for Indigenous community housing. New measures of affordability is a key area for development in future reports.</w:t>
            </w:r>
          </w:p>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Data comparability and completeness vary for this indicator. Data reported:</w:t>
            </w:r>
          </w:p>
          <w:p w:rsidR="007313D0" w:rsidRPr="000B70AA" w:rsidRDefault="007313D0" w:rsidP="007313D0">
            <w:pPr>
              <w:keepNext/>
              <w:numPr>
                <w:ilvl w:val="0"/>
                <w:numId w:val="17"/>
              </w:numPr>
              <w:spacing w:before="120" w:line="280" w:lineRule="atLeast"/>
              <w:jc w:val="both"/>
              <w:rPr>
                <w:rFonts w:ascii="Arial" w:hAnsi="Arial"/>
                <w:sz w:val="22"/>
                <w:szCs w:val="20"/>
              </w:rPr>
            </w:pPr>
            <w:r w:rsidRPr="000B70AA">
              <w:rPr>
                <w:rFonts w:ascii="Arial" w:hAnsi="Arial"/>
                <w:sz w:val="22"/>
                <w:szCs w:val="20"/>
              </w:rPr>
              <w:t>for public h</w:t>
            </w:r>
            <w:r w:rsidR="00A252AF" w:rsidRPr="000B70AA">
              <w:rPr>
                <w:rFonts w:ascii="Arial" w:hAnsi="Arial"/>
                <w:sz w:val="22"/>
                <w:szCs w:val="20"/>
              </w:rPr>
              <w:t>ousing and SOMIH are comparable</w:t>
            </w:r>
          </w:p>
          <w:p w:rsidR="00A252AF" w:rsidRPr="000B70AA" w:rsidRDefault="00A252AF" w:rsidP="00A252AF">
            <w:pPr>
              <w:pStyle w:val="BoxListBullet"/>
              <w:numPr>
                <w:ilvl w:val="0"/>
                <w:numId w:val="17"/>
              </w:numPr>
              <w:spacing w:before="120"/>
            </w:pPr>
            <w:r w:rsidRPr="000B70AA">
              <w:t>for community housing are not comparable or complete.</w:t>
            </w:r>
          </w:p>
          <w:p w:rsidR="007313D0" w:rsidRPr="000B70AA" w:rsidRDefault="00A252AF" w:rsidP="00A252AF">
            <w:pPr>
              <w:pStyle w:val="BoxListBullet"/>
              <w:spacing w:before="120"/>
            </w:pPr>
            <w:r w:rsidRPr="000B70AA">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keepNext/>
              <w:spacing w:line="120" w:lineRule="exact"/>
              <w:jc w:val="both"/>
              <w:rPr>
                <w:rFonts w:ascii="Arial" w:hAnsi="Arial"/>
                <w:sz w:val="22"/>
                <w:szCs w:val="20"/>
              </w:rPr>
            </w:pPr>
          </w:p>
        </w:tc>
      </w:tr>
      <w:tr w:rsidR="007313D0" w:rsidRPr="000B70AA" w:rsidTr="009E5B82">
        <w:tc>
          <w:tcPr>
            <w:tcW w:w="8771" w:type="dxa"/>
            <w:tcBorders>
              <w:top w:val="nil"/>
              <w:left w:val="nil"/>
              <w:bottom w:val="nil"/>
              <w:right w:val="nil"/>
            </w:tcBorders>
          </w:tcPr>
          <w:p w:rsidR="007313D0" w:rsidRPr="000B70AA" w:rsidRDefault="007313D0" w:rsidP="009E5B82">
            <w:pPr>
              <w:spacing w:before="60" w:after="60" w:line="80" w:lineRule="exact"/>
              <w:jc w:val="both"/>
              <w:rPr>
                <w:rFonts w:ascii="Arial" w:hAnsi="Arial"/>
                <w:b/>
                <w:color w:val="FF00FF"/>
                <w:sz w:val="14"/>
                <w:szCs w:val="20"/>
              </w:rPr>
            </w:pPr>
          </w:p>
        </w:tc>
      </w:tr>
    </w:tbl>
    <w:p w:rsidR="007313D0" w:rsidRPr="000B70AA" w:rsidRDefault="007313D0" w:rsidP="007313D0">
      <w:pPr>
        <w:pStyle w:val="Heading5"/>
      </w:pPr>
      <w:r w:rsidRPr="000B70AA">
        <w:t>Average weekly rental subsidy</w:t>
      </w:r>
    </w:p>
    <w:p w:rsidR="00A252AF" w:rsidRPr="000B70AA" w:rsidRDefault="007313D0" w:rsidP="007313D0">
      <w:pPr>
        <w:spacing w:before="240" w:line="320" w:lineRule="atLeast"/>
        <w:jc w:val="both"/>
      </w:pPr>
      <w:r w:rsidRPr="000B70AA">
        <w:rPr>
          <w:szCs w:val="20"/>
        </w:rPr>
        <w:t xml:space="preserve">Nationally, the average weekly subsidy per rebated household in SOMIH </w:t>
      </w:r>
      <w:r w:rsidR="00A252AF" w:rsidRPr="000B70AA">
        <w:t>was $136 at 30 June 2012, increasing from $128 at 30 June 2008 (in real terms) (figure 16.9). These subsidies varied across jurisdictions.</w:t>
      </w:r>
    </w:p>
    <w:p w:rsidR="00636649" w:rsidRPr="000B70AA" w:rsidRDefault="00636649" w:rsidP="00636649">
      <w:pPr>
        <w:pStyle w:val="FigureTitle"/>
      </w:pPr>
      <w:r w:rsidRPr="000B70AA">
        <w:rPr>
          <w:b w:val="0"/>
        </w:rPr>
        <w:lastRenderedPageBreak/>
        <w:t>Figure 16.9</w:t>
      </w:r>
      <w:r w:rsidRPr="000B70AA">
        <w:rPr>
          <w:b w:val="0"/>
        </w:rPr>
        <w:tab/>
      </w:r>
      <w:r w:rsidRPr="000B70AA">
        <w:t>Average weekly subsidy per rebated household at 30 June (2011-12 dollars)</w:t>
      </w:r>
      <w:r w:rsidRPr="000B70AA">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36649" w:rsidRPr="000B70AA" w:rsidTr="00FC0C83">
        <w:tc>
          <w:tcPr>
            <w:tcW w:w="8777" w:type="dxa"/>
          </w:tcPr>
          <w:p w:rsidR="00636649" w:rsidRPr="000B70AA" w:rsidRDefault="00636649" w:rsidP="00FC0C83">
            <w:pPr>
              <w:jc w:val="center"/>
              <w:rPr>
                <w:rFonts w:ascii="Arial" w:hAnsi="Arial" w:cs="Arial"/>
                <w:b/>
                <w:sz w:val="20"/>
              </w:rPr>
            </w:pPr>
            <w:r w:rsidRPr="000B70AA">
              <w:rPr>
                <w:rFonts w:ascii="Arial" w:hAnsi="Arial" w:cs="Arial"/>
                <w:b/>
                <w:noProof/>
                <w:sz w:val="20"/>
              </w:rPr>
              <w:drawing>
                <wp:inline distT="0" distB="0" distL="0" distR="0" wp14:anchorId="680ED31E" wp14:editId="1BC60DFA">
                  <wp:extent cx="5394960" cy="294640"/>
                  <wp:effectExtent l="0" t="0" r="0" b="0"/>
                  <wp:docPr id="1" name="Picture 1" descr="Figure 16.11 Average weekly subsidy per rebated household at 30 June (2011-12 dollars)&#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636649" w:rsidRPr="000B70AA" w:rsidRDefault="00636649" w:rsidP="00FC0C83">
            <w:pPr>
              <w:keepNext/>
              <w:spacing w:before="120" w:after="120" w:line="240" w:lineRule="atLeast"/>
              <w:jc w:val="center"/>
              <w:rPr>
                <w:szCs w:val="20"/>
              </w:rPr>
            </w:pPr>
            <w:r w:rsidRPr="000B70AA">
              <w:rPr>
                <w:rFonts w:ascii="Arial" w:hAnsi="Arial"/>
                <w:b/>
                <w:noProof/>
                <w:position w:val="6"/>
                <w:sz w:val="18"/>
              </w:rPr>
              <w:drawing>
                <wp:inline distT="0" distB="0" distL="0" distR="0" wp14:anchorId="1812EEC3" wp14:editId="295E787F">
                  <wp:extent cx="5384800" cy="2519680"/>
                  <wp:effectExtent l="0" t="0" r="6350" b="0"/>
                  <wp:docPr id="3" name="Picture 3" descr="Figure 16.9 Average weekly subsidy per rebated household at 30 June (2011-12 dollar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84800" cy="2519680"/>
                          </a:xfrm>
                          <a:prstGeom prst="rect">
                            <a:avLst/>
                          </a:prstGeom>
                          <a:noFill/>
                          <a:ln>
                            <a:noFill/>
                          </a:ln>
                        </pic:spPr>
                      </pic:pic>
                    </a:graphicData>
                  </a:graphic>
                </wp:inline>
              </w:drawing>
            </w:r>
          </w:p>
        </w:tc>
      </w:tr>
    </w:tbl>
    <w:p w:rsidR="00636649" w:rsidRPr="000B70AA" w:rsidRDefault="00636649" w:rsidP="00636649">
      <w:pPr>
        <w:pStyle w:val="Note"/>
      </w:pPr>
      <w:r w:rsidRPr="000B70AA">
        <w:rPr>
          <w:rStyle w:val="NoteLabel"/>
        </w:rPr>
        <w:t>a</w:t>
      </w:r>
      <w:r w:rsidRPr="000B70AA">
        <w:t xml:space="preserve"> Data may not be comparable across jurisdictions and comparisons could be misleading. Table 16A.40 provide further information. </w:t>
      </w:r>
      <w:r w:rsidRPr="000B70AA">
        <w:rPr>
          <w:rStyle w:val="NoteLabel"/>
        </w:rPr>
        <w:t>b </w:t>
      </w:r>
      <w:r w:rsidRPr="000B70AA">
        <w:t xml:space="preserve">Data are adjusted to 2011-12 dollars using the gross domestic product (GDP) price deflator (2011-12 = 100) (table AA.51). Recent volatility in the GDP deflator series affects annual movements of real expenditure. See the 2013 Report, Statistical appendix (section A.5) for details. </w:t>
      </w:r>
      <w:r w:rsidRPr="000B70AA">
        <w:rPr>
          <w:rStyle w:val="NoteLabel"/>
        </w:rPr>
        <w:t xml:space="preserve">c </w:t>
      </w:r>
      <w:r w:rsidRPr="000B70AA">
        <w:t>There are no SOMIH data reported for Victoria (from 2009</w:t>
      </w:r>
      <w:r w:rsidRPr="000B70AA">
        <w:noBreakHyphen/>
        <w:t>10) or WA (2010-11) as SOMIH was transferred to other housing programs.</w:t>
      </w:r>
    </w:p>
    <w:p w:rsidR="00636649" w:rsidRPr="000B70AA" w:rsidRDefault="00636649" w:rsidP="00636649">
      <w:pPr>
        <w:pStyle w:val="Source"/>
      </w:pPr>
      <w:r w:rsidRPr="000B70AA">
        <w:rPr>
          <w:i/>
        </w:rPr>
        <w:t>Source</w:t>
      </w:r>
      <w:r w:rsidRPr="000B70AA">
        <w:t xml:space="preserve">: AIHW (unpublished); AIHW (various years) </w:t>
      </w:r>
      <w:r w:rsidRPr="000B70AA">
        <w:rPr>
          <w:i/>
        </w:rPr>
        <w:t>CSHA national data report</w:t>
      </w:r>
      <w:r w:rsidRPr="000B70AA">
        <w:t xml:space="preserve">; AIHW (various years) </w:t>
      </w:r>
      <w:r w:rsidRPr="000B70AA">
        <w:rPr>
          <w:i/>
        </w:rPr>
        <w:t xml:space="preserve">Housing assistance in Australia </w:t>
      </w:r>
      <w:r w:rsidRPr="000B70AA">
        <w:t>(Cat. no. HOU 236); tables 16A.40 and AA.51</w:t>
      </w:r>
      <w:r w:rsidRPr="000B70AA">
        <w:rPr>
          <w:rFonts w:cs="Arial"/>
          <w:szCs w:val="18"/>
        </w:rPr>
        <w:t>; 2013 Report, figure 16.11, p. 16.42.</w:t>
      </w:r>
    </w:p>
    <w:p w:rsidR="007313D0" w:rsidRPr="000B70AA" w:rsidRDefault="007313D0" w:rsidP="007313D0">
      <w:pPr>
        <w:pStyle w:val="Heading5"/>
      </w:pPr>
      <w:r w:rsidRPr="000B70AA">
        <w:t>Proportion of low income households spending more than 30 per cent of their income on rent</w:t>
      </w:r>
    </w:p>
    <w:p w:rsidR="00B856EF" w:rsidRPr="000B70AA" w:rsidRDefault="00B856EF" w:rsidP="00B856EF">
      <w:pPr>
        <w:pStyle w:val="BodyText"/>
      </w:pPr>
      <w:r w:rsidRPr="000B70AA">
        <w:t>Information on the proportion of low income households in social housing are presented in table 16A.41.</w:t>
      </w:r>
    </w:p>
    <w:p w:rsidR="00B856EF" w:rsidRPr="000B70AA" w:rsidRDefault="00B856EF" w:rsidP="00B856EF">
      <w:pPr>
        <w:pStyle w:val="ListBullet"/>
      </w:pPr>
      <w:r w:rsidRPr="000B70AA">
        <w:t xml:space="preserve">At 30 June 2012 </w:t>
      </w:r>
      <w:r w:rsidRPr="000B70AA">
        <w:rPr>
          <w:color w:val="000000" w:themeColor="text1"/>
        </w:rPr>
        <w:t xml:space="preserve">94.4 </w:t>
      </w:r>
      <w:r w:rsidRPr="000B70AA">
        <w:t>per cent of all households in SOMIH were low income households, of which 0.7 per cent were spending more than 30 per cent of their gross income on rent (table 16.7).</w:t>
      </w:r>
    </w:p>
    <w:p w:rsidR="00B856EF" w:rsidRPr="000B70AA" w:rsidRDefault="00B856EF" w:rsidP="00B856EF">
      <w:pPr>
        <w:pStyle w:val="BodyText"/>
      </w:pPr>
      <w:r w:rsidRPr="000B70AA">
        <w:t>Further information on the proportion of income paid in rent by low income households is provided in table 16A.45.</w:t>
      </w:r>
    </w:p>
    <w:p w:rsidR="00B856EF" w:rsidRPr="000B70AA" w:rsidRDefault="00B856EF" w:rsidP="00B856EF">
      <w:pPr>
        <w:pStyle w:val="BodyText"/>
      </w:pPr>
      <w:r w:rsidRPr="000B70AA">
        <w:t>These results should be interpreted with care, as income data for some SOMIH households are not updated annually and this may result in overestimating the proportion of household income spent on rent.</w:t>
      </w:r>
    </w:p>
    <w:p w:rsidR="00B856EF" w:rsidRPr="000B70AA" w:rsidRDefault="00B856EF" w:rsidP="00B856EF">
      <w:pPr>
        <w:pStyle w:val="TableTitle"/>
      </w:pPr>
      <w:r w:rsidRPr="000B70AA">
        <w:rPr>
          <w:b w:val="0"/>
        </w:rPr>
        <w:lastRenderedPageBreak/>
        <w:t xml:space="preserve">Table </w:t>
      </w:r>
      <w:r w:rsidR="0060775A" w:rsidRPr="000B70AA">
        <w:rPr>
          <w:b w:val="0"/>
        </w:rPr>
        <w:t>16.7</w:t>
      </w:r>
      <w:r w:rsidRPr="000B70AA">
        <w:tab/>
        <w:t>Proportion of low income households spending more than 30 per cent of their gross income on rent, at 30 June (per cent)</w:t>
      </w:r>
      <w:r w:rsidRPr="000B70AA">
        <w:rPr>
          <w:rStyle w:val="NoteLabel"/>
          <w:b/>
        </w:rPr>
        <w:t>a</w:t>
      </w:r>
    </w:p>
    <w:tbl>
      <w:tblPr>
        <w:tblW w:w="5000" w:type="pct"/>
        <w:tblCellMar>
          <w:left w:w="0" w:type="dxa"/>
          <w:right w:w="0" w:type="dxa"/>
        </w:tblCellMar>
        <w:tblLook w:val="0000" w:firstRow="0" w:lastRow="0" w:firstColumn="0" w:lastColumn="0" w:noHBand="0" w:noVBand="0"/>
      </w:tblPr>
      <w:tblGrid>
        <w:gridCol w:w="875"/>
        <w:gridCol w:w="879"/>
        <w:gridCol w:w="879"/>
        <w:gridCol w:w="879"/>
        <w:gridCol w:w="879"/>
        <w:gridCol w:w="879"/>
        <w:gridCol w:w="879"/>
        <w:gridCol w:w="879"/>
        <w:gridCol w:w="879"/>
        <w:gridCol w:w="882"/>
      </w:tblGrid>
      <w:tr w:rsidR="00B856EF" w:rsidRPr="000B70AA" w:rsidTr="00B856EF">
        <w:tc>
          <w:tcPr>
            <w:tcW w:w="498" w:type="pct"/>
            <w:tcBorders>
              <w:top w:val="single" w:sz="6" w:space="0" w:color="auto"/>
              <w:bottom w:val="single" w:sz="6" w:space="0" w:color="auto"/>
            </w:tcBorders>
            <w:shd w:val="clear" w:color="auto" w:fill="auto"/>
          </w:tcPr>
          <w:p w:rsidR="00B856EF" w:rsidRPr="000B70AA" w:rsidRDefault="00B856EF" w:rsidP="00B856EF">
            <w:pPr>
              <w:pStyle w:val="TableColumnHeading"/>
              <w:jc w:val="left"/>
            </w:pP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NSW</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Vic</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Qld</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WA</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SA</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Tas</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ACT</w:t>
            </w:r>
          </w:p>
        </w:tc>
        <w:tc>
          <w:tcPr>
            <w:tcW w:w="500"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NT</w:t>
            </w:r>
          </w:p>
        </w:tc>
        <w:tc>
          <w:tcPr>
            <w:tcW w:w="502" w:type="pct"/>
            <w:tcBorders>
              <w:top w:val="single" w:sz="6" w:space="0" w:color="auto"/>
              <w:bottom w:val="single" w:sz="6" w:space="0" w:color="auto"/>
            </w:tcBorders>
            <w:shd w:val="clear" w:color="auto" w:fill="auto"/>
          </w:tcPr>
          <w:p w:rsidR="00B856EF" w:rsidRPr="000B70AA" w:rsidRDefault="00B856EF" w:rsidP="00B856EF">
            <w:pPr>
              <w:pStyle w:val="TableColumnHeading"/>
            </w:pPr>
            <w:r w:rsidRPr="000B70AA">
              <w:t>Aust</w:t>
            </w:r>
          </w:p>
        </w:tc>
      </w:tr>
      <w:tr w:rsidR="00B856EF" w:rsidRPr="000B70AA" w:rsidTr="00B856EF">
        <w:trPr>
          <w:trHeight w:val="320"/>
        </w:trPr>
        <w:tc>
          <w:tcPr>
            <w:tcW w:w="5000" w:type="pct"/>
            <w:gridSpan w:val="10"/>
            <w:shd w:val="clear" w:color="auto" w:fill="auto"/>
            <w:vAlign w:val="center"/>
          </w:tcPr>
          <w:p w:rsidR="00B856EF" w:rsidRPr="000B70AA" w:rsidRDefault="00B856EF" w:rsidP="00B856EF">
            <w:pPr>
              <w:pStyle w:val="TableColumnHeading"/>
              <w:jc w:val="left"/>
              <w:rPr>
                <w:color w:val="000000" w:themeColor="text1"/>
              </w:rPr>
            </w:pPr>
            <w:r w:rsidRPr="000B70AA">
              <w:rPr>
                <w:color w:val="000000" w:themeColor="text1"/>
              </w:rPr>
              <w:t>SOMIH</w:t>
            </w:r>
            <w:r w:rsidRPr="000B70AA">
              <w:rPr>
                <w:rStyle w:val="NoteLabel"/>
                <w:b w:val="0"/>
                <w:color w:val="000000" w:themeColor="text1"/>
              </w:rPr>
              <w:t>b</w:t>
            </w:r>
          </w:p>
        </w:tc>
      </w:tr>
      <w:tr w:rsidR="00B856EF" w:rsidRPr="000B70AA" w:rsidTr="00B856EF">
        <w:trPr>
          <w:trHeight w:val="320"/>
        </w:trPr>
        <w:tc>
          <w:tcPr>
            <w:tcW w:w="498" w:type="pct"/>
            <w:shd w:val="clear" w:color="auto" w:fill="auto"/>
            <w:vAlign w:val="center"/>
          </w:tcPr>
          <w:p w:rsidR="00B856EF" w:rsidRPr="000B70AA" w:rsidRDefault="00B856EF" w:rsidP="00B856EF">
            <w:pPr>
              <w:pStyle w:val="TableBodyText"/>
              <w:jc w:val="left"/>
              <w:rPr>
                <w:color w:val="000000" w:themeColor="text1"/>
              </w:rPr>
            </w:pPr>
            <w:r w:rsidRPr="000B70AA">
              <w:rPr>
                <w:color w:val="000000" w:themeColor="text1"/>
              </w:rPr>
              <w:t>2010</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0.1</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0.1</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2.0</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2.2</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2"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0.8</w:t>
            </w:r>
          </w:p>
        </w:tc>
      </w:tr>
      <w:tr w:rsidR="00B856EF" w:rsidRPr="000B70AA" w:rsidTr="001A7E29">
        <w:trPr>
          <w:trHeight w:val="320"/>
        </w:trPr>
        <w:tc>
          <w:tcPr>
            <w:tcW w:w="498" w:type="pct"/>
            <w:shd w:val="clear" w:color="auto" w:fill="auto"/>
            <w:vAlign w:val="center"/>
          </w:tcPr>
          <w:p w:rsidR="00B856EF" w:rsidRPr="000B70AA" w:rsidRDefault="00B856EF" w:rsidP="00B856EF">
            <w:pPr>
              <w:pStyle w:val="TableBodyText"/>
              <w:jc w:val="left"/>
              <w:rPr>
                <w:color w:val="000000" w:themeColor="text1"/>
              </w:rPr>
            </w:pPr>
            <w:r w:rsidRPr="000B70AA">
              <w:rPr>
                <w:color w:val="000000" w:themeColor="text1"/>
              </w:rPr>
              <w:t>2011</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0.3</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0.2</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2" w:type="pct"/>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0.2</w:t>
            </w:r>
          </w:p>
        </w:tc>
      </w:tr>
      <w:tr w:rsidR="00B856EF" w:rsidRPr="000B70AA" w:rsidTr="001A7E29">
        <w:trPr>
          <w:trHeight w:val="320"/>
        </w:trPr>
        <w:tc>
          <w:tcPr>
            <w:tcW w:w="498" w:type="pct"/>
            <w:tcBorders>
              <w:bottom w:val="single" w:sz="4" w:space="0" w:color="auto"/>
            </w:tcBorders>
            <w:shd w:val="clear" w:color="auto" w:fill="auto"/>
            <w:vAlign w:val="center"/>
          </w:tcPr>
          <w:p w:rsidR="00B856EF" w:rsidRPr="000B70AA" w:rsidRDefault="00B856EF" w:rsidP="00B856EF">
            <w:pPr>
              <w:pStyle w:val="TableBodyText"/>
              <w:jc w:val="left"/>
              <w:rPr>
                <w:color w:val="000000" w:themeColor="text1"/>
              </w:rPr>
            </w:pPr>
            <w:r w:rsidRPr="000B70AA">
              <w:rPr>
                <w:color w:val="000000" w:themeColor="text1"/>
              </w:rPr>
              <w:t>2012</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0.5</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1.1</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0"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w:t>
            </w:r>
          </w:p>
        </w:tc>
        <w:tc>
          <w:tcPr>
            <w:tcW w:w="502" w:type="pct"/>
            <w:tcBorders>
              <w:bottom w:val="single" w:sz="4" w:space="0" w:color="auto"/>
            </w:tcBorders>
            <w:shd w:val="clear" w:color="auto" w:fill="auto"/>
            <w:vAlign w:val="center"/>
          </w:tcPr>
          <w:p w:rsidR="00B856EF" w:rsidRPr="000B70AA" w:rsidRDefault="00B856EF" w:rsidP="00B856EF">
            <w:pPr>
              <w:pStyle w:val="TableBodyText"/>
              <w:rPr>
                <w:color w:val="000000" w:themeColor="text1"/>
              </w:rPr>
            </w:pPr>
            <w:r w:rsidRPr="000B70AA">
              <w:rPr>
                <w:color w:val="000000" w:themeColor="text1"/>
              </w:rPr>
              <w:t>0.7</w:t>
            </w:r>
          </w:p>
        </w:tc>
      </w:tr>
    </w:tbl>
    <w:p w:rsidR="00B856EF" w:rsidRPr="000B70AA" w:rsidRDefault="00B856EF" w:rsidP="00B856EF">
      <w:pPr>
        <w:pStyle w:val="Note"/>
      </w:pPr>
      <w:r w:rsidRPr="000B70AA">
        <w:rPr>
          <w:rStyle w:val="NoteLabel"/>
        </w:rPr>
        <w:t>a</w:t>
      </w:r>
      <w:r w:rsidRPr="000B70AA">
        <w:rPr>
          <w:rFonts w:cs="Arial"/>
        </w:rPr>
        <w:t> </w:t>
      </w:r>
      <w:r w:rsidRPr="000B70AA">
        <w:t xml:space="preserve">Data may not be comparable across jurisdictions and comparisons could be misleading. Table 16A.42 provides further information. </w:t>
      </w:r>
      <w:r w:rsidRPr="000B70AA">
        <w:rPr>
          <w:rStyle w:val="NoteLabel"/>
        </w:rPr>
        <w:t>b</w:t>
      </w:r>
      <w:r w:rsidRPr="000B70AA">
        <w:t xml:space="preserve"> There are no SOMIH data reported for Victoria (from 2009</w:t>
      </w:r>
      <w:r w:rsidRPr="000B70AA">
        <w:noBreakHyphen/>
        <w:t xml:space="preserve">10) or WA (2010-11) as SOMIH was transferred to other housing programs. </w:t>
      </w:r>
      <w:r w:rsidRPr="000B70AA">
        <w:rPr>
          <w:b/>
        </w:rPr>
        <w:t>na</w:t>
      </w:r>
      <w:r w:rsidRPr="000B70AA">
        <w:t xml:space="preserve"> Not available. .. Not applicable. – Nil or rounded to zero. </w:t>
      </w:r>
      <w:r w:rsidRPr="000B70AA">
        <w:rPr>
          <w:b/>
        </w:rPr>
        <w:t>np</w:t>
      </w:r>
      <w:r w:rsidRPr="000B70AA">
        <w:t xml:space="preserve"> Not published.</w:t>
      </w:r>
    </w:p>
    <w:p w:rsidR="00B856EF" w:rsidRPr="000B70AA" w:rsidRDefault="00B856EF" w:rsidP="00B856EF">
      <w:pPr>
        <w:pStyle w:val="Source"/>
      </w:pPr>
      <w:r w:rsidRPr="000B70AA">
        <w:rPr>
          <w:i/>
        </w:rPr>
        <w:t>Source</w:t>
      </w:r>
      <w:r w:rsidRPr="000B70AA">
        <w:t xml:space="preserve">: AIHW (unpublished); AIHW (various years) </w:t>
      </w:r>
      <w:r w:rsidRPr="000B70AA">
        <w:rPr>
          <w:i/>
        </w:rPr>
        <w:t xml:space="preserve">Housing assistance in Australia </w:t>
      </w:r>
      <w:r w:rsidRPr="000B70AA">
        <w:t>(Cat. no. HOU 236); table 16A.42; 2013 Report. table 16.7, p. 16.44.</w:t>
      </w:r>
    </w:p>
    <w:p w:rsidR="007313D0" w:rsidRPr="000B70AA" w:rsidRDefault="007313D0" w:rsidP="007313D0">
      <w:pPr>
        <w:pStyle w:val="Heading5"/>
      </w:pPr>
      <w:r w:rsidRPr="000B70AA">
        <w:t>Match of dwelling to household size</w:t>
      </w:r>
    </w:p>
    <w:p w:rsidR="00B856EF" w:rsidRPr="000B70AA" w:rsidRDefault="00B856EF" w:rsidP="00B856EF">
      <w:pPr>
        <w:pStyle w:val="BodyText"/>
      </w:pPr>
      <w:r w:rsidRPr="000B70AA">
        <w:t>‘Match of dwelling to household size’ is an indicator of governments’ objective to provide housing assistance that is appropriate to the needs of different households (box 16.13). The objectives of community housing providers in providing housing assistance may be different to those of governments.</w:t>
      </w:r>
    </w:p>
    <w:p w:rsidR="007313D0" w:rsidRPr="000B70AA"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keepNext/>
              <w:keepLines/>
              <w:spacing w:before="120" w:line="280" w:lineRule="exact"/>
              <w:ind w:left="1304" w:hanging="1304"/>
              <w:rPr>
                <w:rFonts w:ascii="Arial" w:hAnsi="Arial"/>
                <w:b/>
              </w:rPr>
            </w:pPr>
            <w:smartTag w:uri="urn:schemas-microsoft-com:office:smarttags" w:element="Street">
              <w:r w:rsidRPr="000B70AA">
                <w:rPr>
                  <w:rFonts w:ascii="Arial" w:hAnsi="Arial"/>
                </w:rPr>
                <w:t>Box</w:t>
              </w:r>
            </w:smartTag>
            <w:r w:rsidRPr="000B70AA">
              <w:rPr>
                <w:rFonts w:ascii="Arial" w:hAnsi="Arial"/>
              </w:rPr>
              <w:t xml:space="preserve"> </w:t>
            </w:r>
            <w:r w:rsidR="0060775A" w:rsidRPr="000B70AA">
              <w:rPr>
                <w:rFonts w:ascii="Arial" w:hAnsi="Arial"/>
              </w:rPr>
              <w:t>16.13</w:t>
            </w:r>
            <w:r w:rsidRPr="000B70AA">
              <w:rPr>
                <w:rFonts w:ascii="Arial" w:hAnsi="Arial"/>
                <w:b/>
              </w:rPr>
              <w:tab/>
              <w:t>Match of dwelling to household size</w:t>
            </w:r>
          </w:p>
        </w:tc>
      </w:tr>
      <w:tr w:rsidR="007313D0" w:rsidRPr="000B70AA" w:rsidTr="009E5B82">
        <w:trPr>
          <w:cantSplit/>
        </w:trPr>
        <w:tc>
          <w:tcPr>
            <w:tcW w:w="8771" w:type="dxa"/>
            <w:tcBorders>
              <w:top w:val="nil"/>
              <w:left w:val="single" w:sz="4" w:space="0" w:color="auto"/>
              <w:bottom w:val="nil"/>
              <w:right w:val="single" w:sz="6" w:space="0" w:color="auto"/>
            </w:tcBorders>
          </w:tcPr>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‘Match of dwelling to household size’ is defined as the proportion of households that are overcrowded. Overcrowding is defined and measured using the Canadian National Occupancy Standard (CNOS) since 2010 under which overcrowding is deemed to have occurred if one or more additional bedrooms are required to meet the standard.</w:t>
            </w:r>
          </w:p>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The CNOS specifies that:</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no more than two people shall share a bedroom</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 xml:space="preserve">parents or couples may share a bedroom </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children under 5 years, either of the same sex or opposite sex may share a bedroom</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children under 18 years of the same sex may share a bedroom</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a child aged 5 to 17 years should not share a bedroom with a child under 5 of the opposite sex</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single adults 18 years and over and any unpaired children require a separate bedroom.</w:t>
            </w:r>
          </w:p>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Households living in dwellings where this standard cannot be met are considered to be overcrowded. The CNOS enables a comparison of the number of bedrooms required with the actual number of bedrooms in the dwelling and is sensitive to both household size and household composition.</w:t>
            </w:r>
          </w:p>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 xml:space="preserve">A low or decreasing proportion of overcrowded households is desirable. </w:t>
            </w:r>
          </w:p>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State and Territory governments’ housing authorities bedroom entitlement policies may differ from the CNOS.</w:t>
            </w:r>
          </w:p>
          <w:p w:rsidR="00B856EF" w:rsidRPr="000B70AA" w:rsidRDefault="00B856EF" w:rsidP="00B856EF">
            <w:pPr>
              <w:keepNext/>
              <w:spacing w:before="120" w:line="280" w:lineRule="atLeast"/>
              <w:jc w:val="both"/>
              <w:rPr>
                <w:rFonts w:ascii="Arial" w:hAnsi="Arial"/>
                <w:sz w:val="22"/>
                <w:szCs w:val="20"/>
              </w:rPr>
            </w:pPr>
            <w:r w:rsidRPr="000B70AA">
              <w:rPr>
                <w:rFonts w:ascii="Arial" w:hAnsi="Arial"/>
                <w:sz w:val="22"/>
                <w:szCs w:val="20"/>
              </w:rPr>
              <w:t>Data for this indicator are reported for public housing, SOMIH, community housing and Indigenous community housing. The comparability and completeness of data reported for the indicator vary. Data reported:</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 xml:space="preserve">for public housing and SOMIH are comparable </w:t>
            </w:r>
          </w:p>
          <w:p w:rsidR="00B856EF" w:rsidRPr="000B70AA" w:rsidRDefault="00B856EF" w:rsidP="00D32E18">
            <w:pPr>
              <w:keepNext/>
              <w:numPr>
                <w:ilvl w:val="0"/>
                <w:numId w:val="17"/>
              </w:numPr>
              <w:spacing w:before="120" w:line="280" w:lineRule="atLeast"/>
              <w:jc w:val="both"/>
              <w:rPr>
                <w:rFonts w:ascii="Arial" w:hAnsi="Arial"/>
                <w:sz w:val="22"/>
                <w:szCs w:val="20"/>
              </w:rPr>
            </w:pPr>
            <w:r w:rsidRPr="000B70AA">
              <w:rPr>
                <w:rFonts w:ascii="Arial" w:hAnsi="Arial"/>
                <w:sz w:val="22"/>
                <w:szCs w:val="20"/>
              </w:rPr>
              <w:t>for community housing and Indigenous community housing are neither comparable nor complete.</w:t>
            </w:r>
          </w:p>
          <w:p w:rsidR="007313D0" w:rsidRPr="000B70AA" w:rsidRDefault="00B856EF" w:rsidP="009E5B82">
            <w:pPr>
              <w:keepNext/>
              <w:spacing w:before="120" w:line="280" w:lineRule="atLeast"/>
              <w:jc w:val="both"/>
              <w:rPr>
                <w:rFonts w:ascii="Arial" w:hAnsi="Arial"/>
                <w:sz w:val="22"/>
                <w:szCs w:val="20"/>
              </w:rPr>
            </w:pPr>
            <w:r w:rsidRPr="000B70AA">
              <w:rPr>
                <w:rFonts w:ascii="Arial" w:hAnsi="Arial"/>
                <w:sz w:val="22"/>
                <w:szCs w:val="20"/>
              </w:rPr>
              <w:t>Data quality information for this indicator is at www.pc.gov.au/gsp/reports/rogs/2013.</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keepNext/>
              <w:spacing w:line="120" w:lineRule="exact"/>
              <w:jc w:val="both"/>
              <w:rPr>
                <w:rFonts w:ascii="Arial" w:hAnsi="Arial"/>
                <w:sz w:val="22"/>
                <w:szCs w:val="20"/>
              </w:rPr>
            </w:pPr>
          </w:p>
        </w:tc>
      </w:tr>
      <w:tr w:rsidR="007313D0" w:rsidRPr="000B70AA" w:rsidTr="009E5B82">
        <w:tc>
          <w:tcPr>
            <w:tcW w:w="8771" w:type="dxa"/>
            <w:tcBorders>
              <w:top w:val="nil"/>
              <w:left w:val="nil"/>
              <w:bottom w:val="nil"/>
              <w:right w:val="nil"/>
            </w:tcBorders>
          </w:tcPr>
          <w:p w:rsidR="007313D0" w:rsidRPr="000B70AA" w:rsidRDefault="007313D0" w:rsidP="009E5B82">
            <w:pPr>
              <w:spacing w:before="60" w:after="60" w:line="80" w:lineRule="exact"/>
              <w:jc w:val="both"/>
              <w:rPr>
                <w:rFonts w:ascii="Arial" w:hAnsi="Arial"/>
                <w:b/>
                <w:color w:val="FF00FF"/>
                <w:sz w:val="14"/>
                <w:szCs w:val="20"/>
              </w:rPr>
            </w:pPr>
          </w:p>
        </w:tc>
      </w:tr>
    </w:tbl>
    <w:p w:rsidR="007313D0" w:rsidRPr="000B70AA" w:rsidRDefault="00D32E18" w:rsidP="007313D0">
      <w:pPr>
        <w:spacing w:before="240" w:line="320" w:lineRule="atLeast"/>
        <w:jc w:val="both"/>
        <w:rPr>
          <w:szCs w:val="20"/>
        </w:rPr>
      </w:pPr>
      <w:r w:rsidRPr="000B70AA">
        <w:t>The proportion of overcrowded households varied across social housing programs and across jurisdictions. At 30 June 2012</w:t>
      </w:r>
      <w:r w:rsidRPr="000B70AA">
        <w:rPr>
          <w:color w:val="000000" w:themeColor="text1"/>
        </w:rPr>
        <w:t>, 9.8</w:t>
      </w:r>
      <w:r w:rsidRPr="000B70AA">
        <w:rPr>
          <w:b/>
          <w:color w:val="000000" w:themeColor="text1"/>
        </w:rPr>
        <w:t xml:space="preserve"> </w:t>
      </w:r>
      <w:r w:rsidRPr="000B70AA">
        <w:t>per cent of SOMIH households were overcrowded</w:t>
      </w:r>
      <w:r w:rsidR="007313D0" w:rsidRPr="000B70AA">
        <w:rPr>
          <w:szCs w:val="20"/>
        </w:rPr>
        <w:t xml:space="preserve"> (figure </w:t>
      </w:r>
      <w:r w:rsidR="0060775A" w:rsidRPr="000B70AA">
        <w:rPr>
          <w:szCs w:val="20"/>
        </w:rPr>
        <w:t>16.10</w:t>
      </w:r>
      <w:r w:rsidRPr="000B70AA">
        <w:rPr>
          <w:szCs w:val="20"/>
        </w:rPr>
        <w:t>).</w:t>
      </w:r>
    </w:p>
    <w:p w:rsidR="007313D0" w:rsidRPr="000B70AA" w:rsidRDefault="007313D0" w:rsidP="007313D0">
      <w:pPr>
        <w:spacing w:before="240" w:line="320" w:lineRule="atLeast"/>
        <w:jc w:val="both"/>
        <w:rPr>
          <w:szCs w:val="20"/>
        </w:rPr>
      </w:pPr>
      <w:r w:rsidRPr="000B70AA">
        <w:rPr>
          <w:szCs w:val="20"/>
        </w:rPr>
        <w:t>Information on underutilisation in SOMIH is reported in table 16A.5</w:t>
      </w:r>
      <w:r w:rsidR="00D32E18" w:rsidRPr="000B70AA">
        <w:rPr>
          <w:szCs w:val="20"/>
        </w:rPr>
        <w:t>4</w:t>
      </w:r>
      <w:r w:rsidRPr="000B70AA">
        <w:rPr>
          <w:szCs w:val="20"/>
        </w:rPr>
        <w:t>.</w:t>
      </w:r>
    </w:p>
    <w:p w:rsidR="007313D0" w:rsidRPr="000B70AA" w:rsidRDefault="007313D0" w:rsidP="007313D0">
      <w:pPr>
        <w:pStyle w:val="FigureTitle"/>
      </w:pPr>
      <w:r w:rsidRPr="000B70AA">
        <w:rPr>
          <w:b w:val="0"/>
        </w:rPr>
        <w:lastRenderedPageBreak/>
        <w:t xml:space="preserve">Figure </w:t>
      </w:r>
      <w:bookmarkStart w:id="97" w:name="OLE_LINK12"/>
      <w:r w:rsidR="0060775A" w:rsidRPr="000B70AA">
        <w:rPr>
          <w:b w:val="0"/>
        </w:rPr>
        <w:t>16.10</w:t>
      </w:r>
      <w:r w:rsidRPr="000B70AA">
        <w:tab/>
      </w:r>
      <w:bookmarkEnd w:id="97"/>
      <w:r w:rsidRPr="000B70AA">
        <w:t xml:space="preserve"> Proportion of overcrowded households — SOMIH, at </w:t>
      </w:r>
      <w:r w:rsidR="00D32E18" w:rsidRPr="000B70AA">
        <w:br/>
      </w:r>
      <w:r w:rsidRPr="000B70AA">
        <w:t>30</w:t>
      </w:r>
      <w:r w:rsidRPr="000B70AA">
        <w:rPr>
          <w:b w:val="0"/>
        </w:rPr>
        <w:t> </w:t>
      </w:r>
      <w:r w:rsidRPr="000B70AA">
        <w:t>June</w:t>
      </w:r>
      <w:r w:rsidRPr="000B70AA">
        <w:rPr>
          <w:rStyle w:val="NoteLabel"/>
          <w:b/>
        </w:rPr>
        <w:t>a</w:t>
      </w:r>
      <w:r w:rsidR="00D32E18" w:rsidRPr="000B70AA">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313D0" w:rsidRPr="000B70AA" w:rsidTr="009E5B82">
        <w:tc>
          <w:tcPr>
            <w:tcW w:w="8777" w:type="dxa"/>
          </w:tcPr>
          <w:p w:rsidR="007313D0" w:rsidRPr="000B70AA" w:rsidRDefault="00D32E18" w:rsidP="009E5B82">
            <w:pPr>
              <w:pStyle w:val="Figure"/>
              <w:rPr>
                <w:rFonts w:ascii="Arial" w:hAnsi="Arial" w:cs="Arial"/>
                <w:b/>
                <w:sz w:val="20"/>
                <w:szCs w:val="24"/>
              </w:rPr>
            </w:pPr>
            <w:r w:rsidRPr="000B70AA">
              <w:rPr>
                <w:rFonts w:ascii="Arial" w:hAnsi="Arial" w:cs="Arial"/>
                <w:b/>
                <w:noProof/>
                <w:sz w:val="20"/>
                <w:szCs w:val="24"/>
              </w:rPr>
              <w:drawing>
                <wp:inline distT="0" distB="0" distL="0" distR="0" wp14:anchorId="284168D2" wp14:editId="705EFB1B">
                  <wp:extent cx="5394960" cy="294640"/>
                  <wp:effectExtent l="0" t="0" r="0" b="0"/>
                  <wp:docPr id="36" name="Picture 36" descr="Figure 16.12 Proportion of overcrowded households, at 30 June&#10;&#10;Legend&#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94960" cy="294640"/>
                          </a:xfrm>
                          <a:prstGeom prst="rect">
                            <a:avLst/>
                          </a:prstGeom>
                          <a:noFill/>
                          <a:ln>
                            <a:noFill/>
                          </a:ln>
                        </pic:spPr>
                      </pic:pic>
                    </a:graphicData>
                  </a:graphic>
                </wp:inline>
              </w:drawing>
            </w:r>
          </w:p>
          <w:p w:rsidR="007313D0" w:rsidRPr="000B70AA" w:rsidRDefault="00D32E18" w:rsidP="009E5B82">
            <w:pPr>
              <w:pStyle w:val="Figure"/>
              <w:rPr>
                <w:b/>
                <w:sz w:val="24"/>
                <w:u w:val="dotted"/>
              </w:rPr>
            </w:pPr>
            <w:r w:rsidRPr="000B70AA">
              <w:rPr>
                <w:rFonts w:ascii="Arial" w:hAnsi="Arial"/>
                <w:b/>
                <w:noProof/>
                <w:position w:val="6"/>
                <w:sz w:val="16"/>
                <w:szCs w:val="16"/>
              </w:rPr>
              <w:drawing>
                <wp:inline distT="0" distB="0" distL="0" distR="0" wp14:anchorId="06D42B34" wp14:editId="148A2F0D">
                  <wp:extent cx="5394960" cy="1778000"/>
                  <wp:effectExtent l="0" t="0" r="0" b="0"/>
                  <wp:docPr id="37" name="Picture 37" descr="Figure 16.10 Proportion of overcrowded households - SOMIH, at 30 Jun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4960" cy="1778000"/>
                          </a:xfrm>
                          <a:prstGeom prst="rect">
                            <a:avLst/>
                          </a:prstGeom>
                          <a:noFill/>
                          <a:ln>
                            <a:noFill/>
                          </a:ln>
                        </pic:spPr>
                      </pic:pic>
                    </a:graphicData>
                  </a:graphic>
                </wp:inline>
              </w:drawing>
            </w:r>
          </w:p>
        </w:tc>
      </w:tr>
    </w:tbl>
    <w:p w:rsidR="00D32E18" w:rsidRPr="000B70AA" w:rsidRDefault="00D32E18" w:rsidP="00D32E18">
      <w:pPr>
        <w:pStyle w:val="Note"/>
        <w:rPr>
          <w:rStyle w:val="NoteLabel"/>
          <w:b w:val="0"/>
          <w:position w:val="0"/>
        </w:rPr>
      </w:pPr>
      <w:r w:rsidRPr="000B70AA">
        <w:rPr>
          <w:rStyle w:val="NoteLabel"/>
        </w:rPr>
        <w:t>a</w:t>
      </w:r>
      <w:r w:rsidRPr="000B70AA">
        <w:t xml:space="preserve"> Data may not be comparable across jurisdictions and comparisons could be misleading. </w:t>
      </w:r>
      <w:r w:rsidRPr="000B70AA">
        <w:br/>
        <w:t xml:space="preserve">Table 16A.48 provide further information. </w:t>
      </w:r>
      <w:r w:rsidRPr="000B70AA">
        <w:rPr>
          <w:rStyle w:val="NoteLabel"/>
        </w:rPr>
        <w:t>b</w:t>
      </w:r>
      <w:r w:rsidRPr="000B70AA">
        <w:t xml:space="preserve"> There are no SOMIH data reported for Victoria (from 2009</w:t>
      </w:r>
      <w:r w:rsidRPr="000B70AA">
        <w:noBreakHyphen/>
        <w:t>10) or WA (2010-11) as SOMIH was transferred to other housing programs.</w:t>
      </w:r>
    </w:p>
    <w:p w:rsidR="00D32E18" w:rsidRPr="000B70AA" w:rsidRDefault="00D32E18" w:rsidP="00D32E18">
      <w:pPr>
        <w:pStyle w:val="Note"/>
      </w:pPr>
      <w:r w:rsidRPr="000B70AA">
        <w:rPr>
          <w:i/>
        </w:rPr>
        <w:t>Source</w:t>
      </w:r>
      <w:r w:rsidRPr="000B70AA">
        <w:t xml:space="preserve">: AIHW (unpublished); AIHW (various years) </w:t>
      </w:r>
      <w:r w:rsidRPr="000B70AA">
        <w:rPr>
          <w:i/>
        </w:rPr>
        <w:t xml:space="preserve">Housing assistance in Australia </w:t>
      </w:r>
      <w:r w:rsidRPr="000B70AA">
        <w:t xml:space="preserve">(Cat. no. HOU 236); table 16A.48; </w:t>
      </w:r>
      <w:r w:rsidRPr="000B70AA">
        <w:rPr>
          <w:rFonts w:cs="Arial"/>
          <w:szCs w:val="18"/>
        </w:rPr>
        <w:t>; 2013 Report, figure 16.12, p. 16.46.</w:t>
      </w:r>
    </w:p>
    <w:p w:rsidR="00D32E18" w:rsidRPr="000B70AA" w:rsidRDefault="00D32E18" w:rsidP="00D32E18">
      <w:pPr>
        <w:pStyle w:val="BodyText"/>
      </w:pPr>
      <w:r w:rsidRPr="000B70AA">
        <w:t xml:space="preserve">Table 16.8 </w:t>
      </w:r>
      <w:r w:rsidR="00F626B3" w:rsidRPr="000B70AA">
        <w:t xml:space="preserve">presents </w:t>
      </w:r>
      <w:r w:rsidRPr="000B70AA">
        <w:t>the proportion of overcrowded households in Indigenous community housing. However, complete data were not available for all jurisdictions, and these figures may be an underestimate.</w:t>
      </w:r>
    </w:p>
    <w:p w:rsidR="00D32E18" w:rsidRPr="000B70AA" w:rsidRDefault="00D32E18" w:rsidP="00D32E18">
      <w:pPr>
        <w:pStyle w:val="TableTitle"/>
      </w:pPr>
      <w:r w:rsidRPr="000B70AA">
        <w:rPr>
          <w:b w:val="0"/>
        </w:rPr>
        <w:t xml:space="preserve">Table </w:t>
      </w:r>
      <w:r w:rsidR="0060775A" w:rsidRPr="000B70AA">
        <w:rPr>
          <w:b w:val="0"/>
        </w:rPr>
        <w:t>16.8</w:t>
      </w:r>
      <w:r w:rsidRPr="000B70AA">
        <w:tab/>
        <w:t>Proportion of overcrowded households in Indigenous community housing, at 30 June (per cent)</w:t>
      </w:r>
      <w:r w:rsidRPr="000B70AA">
        <w:rPr>
          <w:rStyle w:val="NoteLabel"/>
          <w:b/>
        </w:rPr>
        <w:t>a, b</w:t>
      </w:r>
    </w:p>
    <w:tbl>
      <w:tblPr>
        <w:tblW w:w="5000" w:type="pct"/>
        <w:tblCellMar>
          <w:left w:w="0" w:type="dxa"/>
          <w:right w:w="0" w:type="dxa"/>
        </w:tblCellMar>
        <w:tblLook w:val="0000" w:firstRow="0" w:lastRow="0" w:firstColumn="0" w:lastColumn="0" w:noHBand="0" w:noVBand="0"/>
      </w:tblPr>
      <w:tblGrid>
        <w:gridCol w:w="796"/>
        <w:gridCol w:w="800"/>
        <w:gridCol w:w="800"/>
        <w:gridCol w:w="800"/>
        <w:gridCol w:w="800"/>
        <w:gridCol w:w="800"/>
        <w:gridCol w:w="800"/>
        <w:gridCol w:w="800"/>
        <w:gridCol w:w="800"/>
        <w:gridCol w:w="800"/>
        <w:gridCol w:w="793"/>
      </w:tblGrid>
      <w:tr w:rsidR="00D32E18" w:rsidRPr="000B70AA" w:rsidTr="00182C6E">
        <w:tc>
          <w:tcPr>
            <w:tcW w:w="453" w:type="pct"/>
            <w:tcBorders>
              <w:top w:val="single" w:sz="6" w:space="0" w:color="auto"/>
            </w:tcBorders>
            <w:shd w:val="clear" w:color="auto" w:fill="auto"/>
          </w:tcPr>
          <w:p w:rsidR="00D32E18" w:rsidRPr="000B70AA" w:rsidRDefault="00D32E18" w:rsidP="00182C6E">
            <w:pPr>
              <w:pStyle w:val="TableColumnHeading"/>
              <w:jc w:val="left"/>
              <w:rPr>
                <w:color w:val="000000"/>
              </w:rPr>
            </w:pP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NSW</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Vic</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Qld</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WA</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SA</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Tas</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ACT</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NT</w:t>
            </w:r>
          </w:p>
        </w:tc>
        <w:tc>
          <w:tcPr>
            <w:tcW w:w="455" w:type="pct"/>
            <w:tcBorders>
              <w:top w:val="single" w:sz="6" w:space="0" w:color="auto"/>
            </w:tcBorders>
            <w:shd w:val="clear" w:color="auto" w:fill="auto"/>
          </w:tcPr>
          <w:p w:rsidR="00D32E18" w:rsidRPr="000B70AA" w:rsidRDefault="00D32E18" w:rsidP="00182C6E">
            <w:pPr>
              <w:pStyle w:val="TableColumnHeading"/>
              <w:rPr>
                <w:color w:val="000000"/>
              </w:rPr>
            </w:pPr>
            <w:r w:rsidRPr="000B70AA">
              <w:rPr>
                <w:color w:val="000000"/>
              </w:rPr>
              <w:t>Aus Gov</w:t>
            </w:r>
          </w:p>
        </w:tc>
        <w:tc>
          <w:tcPr>
            <w:tcW w:w="451" w:type="pct"/>
            <w:tcBorders>
              <w:top w:val="single" w:sz="6" w:space="0" w:color="auto"/>
            </w:tcBorders>
          </w:tcPr>
          <w:p w:rsidR="00D32E18" w:rsidRPr="000B70AA" w:rsidRDefault="00D32E18" w:rsidP="00182C6E">
            <w:pPr>
              <w:pStyle w:val="TableColumnHeading"/>
              <w:rPr>
                <w:color w:val="000000"/>
              </w:rPr>
            </w:pPr>
            <w:r w:rsidRPr="000B70AA">
              <w:rPr>
                <w:color w:val="000000"/>
              </w:rPr>
              <w:t>Aust</w:t>
            </w:r>
          </w:p>
        </w:tc>
      </w:tr>
      <w:tr w:rsidR="00D32E18" w:rsidRPr="000B70AA" w:rsidTr="00182C6E">
        <w:trPr>
          <w:trHeight w:val="320"/>
        </w:trPr>
        <w:tc>
          <w:tcPr>
            <w:tcW w:w="453" w:type="pct"/>
            <w:shd w:val="clear" w:color="auto" w:fill="auto"/>
            <w:vAlign w:val="center"/>
          </w:tcPr>
          <w:p w:rsidR="00D32E18" w:rsidRPr="000B70AA" w:rsidRDefault="00D32E18" w:rsidP="00182C6E">
            <w:pPr>
              <w:pStyle w:val="TableBodyText"/>
              <w:jc w:val="left"/>
              <w:rPr>
                <w:color w:val="000000"/>
              </w:rPr>
            </w:pPr>
            <w:r w:rsidRPr="000B70AA">
              <w:rPr>
                <w:color w:val="000000"/>
              </w:rPr>
              <w:t>2007</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27.2</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24.1</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24.5</w:t>
            </w:r>
          </w:p>
        </w:tc>
        <w:tc>
          <w:tcPr>
            <w:tcW w:w="451" w:type="pct"/>
          </w:tcPr>
          <w:p w:rsidR="00D32E18" w:rsidRPr="000B70AA" w:rsidRDefault="00D32E18" w:rsidP="00182C6E">
            <w:pPr>
              <w:pStyle w:val="TableBodyText"/>
              <w:rPr>
                <w:color w:val="000000"/>
              </w:rPr>
            </w:pPr>
            <w:r w:rsidRPr="000B70AA">
              <w:rPr>
                <w:color w:val="000000"/>
              </w:rPr>
              <w:t>na</w:t>
            </w:r>
          </w:p>
        </w:tc>
      </w:tr>
      <w:tr w:rsidR="00D32E18" w:rsidRPr="000B70AA" w:rsidTr="00182C6E">
        <w:trPr>
          <w:trHeight w:val="320"/>
        </w:trPr>
        <w:tc>
          <w:tcPr>
            <w:tcW w:w="453" w:type="pct"/>
            <w:shd w:val="clear" w:color="auto" w:fill="auto"/>
            <w:vAlign w:val="center"/>
          </w:tcPr>
          <w:p w:rsidR="00D32E18" w:rsidRPr="000B70AA" w:rsidRDefault="00D32E18" w:rsidP="00182C6E">
            <w:pPr>
              <w:pStyle w:val="TableBodyText"/>
              <w:jc w:val="left"/>
              <w:rPr>
                <w:color w:val="000000"/>
              </w:rPr>
            </w:pPr>
            <w:r w:rsidRPr="000B70AA">
              <w:rPr>
                <w:color w:val="000000"/>
              </w:rPr>
              <w:t>2008</w:t>
            </w:r>
          </w:p>
        </w:tc>
        <w:tc>
          <w:tcPr>
            <w:tcW w:w="455" w:type="pct"/>
            <w:shd w:val="clear" w:color="auto" w:fill="auto"/>
          </w:tcPr>
          <w:p w:rsidR="00D32E18" w:rsidRPr="000B70AA" w:rsidRDefault="00D32E18" w:rsidP="00182C6E">
            <w:pPr>
              <w:pStyle w:val="TableBodyText"/>
              <w:rPr>
                <w:color w:val="000000"/>
              </w:rPr>
            </w:pPr>
            <w:r w:rsidRPr="000B70AA">
              <w:rPr>
                <w:color w:val="000000"/>
              </w:rPr>
              <w:t>29.1</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36.6</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10.2</w:t>
            </w:r>
          </w:p>
        </w:tc>
        <w:tc>
          <w:tcPr>
            <w:tcW w:w="451" w:type="pct"/>
          </w:tcPr>
          <w:p w:rsidR="00D32E18" w:rsidRPr="000B70AA" w:rsidRDefault="00D32E18" w:rsidP="00182C6E">
            <w:pPr>
              <w:pStyle w:val="TableBodyText"/>
              <w:rPr>
                <w:color w:val="000000"/>
              </w:rPr>
            </w:pPr>
            <w:r w:rsidRPr="000B70AA">
              <w:rPr>
                <w:color w:val="000000"/>
              </w:rPr>
              <w:t>na</w:t>
            </w:r>
          </w:p>
        </w:tc>
      </w:tr>
      <w:tr w:rsidR="00D32E18" w:rsidRPr="000B70AA" w:rsidTr="00182C6E">
        <w:trPr>
          <w:trHeight w:val="320"/>
        </w:trPr>
        <w:tc>
          <w:tcPr>
            <w:tcW w:w="453" w:type="pct"/>
            <w:shd w:val="clear" w:color="auto" w:fill="auto"/>
            <w:vAlign w:val="center"/>
          </w:tcPr>
          <w:p w:rsidR="00D32E18" w:rsidRPr="000B70AA" w:rsidRDefault="00D32E18" w:rsidP="00182C6E">
            <w:pPr>
              <w:pStyle w:val="TableBodyText"/>
              <w:jc w:val="left"/>
              <w:rPr>
                <w:color w:val="000000"/>
              </w:rPr>
            </w:pPr>
            <w:r w:rsidRPr="000B70AA">
              <w:rPr>
                <w:color w:val="000000"/>
              </w:rPr>
              <w:t>2009</w:t>
            </w:r>
          </w:p>
        </w:tc>
        <w:tc>
          <w:tcPr>
            <w:tcW w:w="455" w:type="pct"/>
            <w:shd w:val="clear" w:color="auto" w:fill="auto"/>
          </w:tcPr>
          <w:p w:rsidR="00D32E18" w:rsidRPr="000B70AA" w:rsidRDefault="00D32E18" w:rsidP="00182C6E">
            <w:pPr>
              <w:pStyle w:val="TableBodyText"/>
              <w:rPr>
                <w:color w:val="000000"/>
              </w:rPr>
            </w:pPr>
            <w:r w:rsidRPr="000B70AA">
              <w:rPr>
                <w:color w:val="000000"/>
              </w:rPr>
              <w:t>25.1</w:t>
            </w:r>
          </w:p>
        </w:tc>
        <w:tc>
          <w:tcPr>
            <w:tcW w:w="455" w:type="pct"/>
            <w:shd w:val="clear" w:color="auto" w:fill="auto"/>
          </w:tcPr>
          <w:p w:rsidR="00D32E18" w:rsidRPr="000B70AA" w:rsidRDefault="00D32E18" w:rsidP="00182C6E">
            <w:pPr>
              <w:pStyle w:val="TableBodyText"/>
              <w:rPr>
                <w:color w:val="000000"/>
              </w:rPr>
            </w:pPr>
            <w:r w:rsidRPr="000B70AA">
              <w:rPr>
                <w:color w:val="000000"/>
              </w:rPr>
              <w:t>0.8</w:t>
            </w:r>
          </w:p>
        </w:tc>
        <w:tc>
          <w:tcPr>
            <w:tcW w:w="455" w:type="pct"/>
            <w:shd w:val="clear" w:color="auto" w:fill="auto"/>
          </w:tcPr>
          <w:p w:rsidR="00D32E18" w:rsidRPr="000B70AA" w:rsidRDefault="00D32E18" w:rsidP="00182C6E">
            <w:pPr>
              <w:pStyle w:val="TableBodyText"/>
              <w:rPr>
                <w:color w:val="000000"/>
              </w:rPr>
            </w:pPr>
            <w:r w:rsidRPr="000B70AA">
              <w:rPr>
                <w:color w:val="000000"/>
              </w:rPr>
              <w:t>32.5</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31.8</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13.7</w:t>
            </w:r>
          </w:p>
        </w:tc>
        <w:tc>
          <w:tcPr>
            <w:tcW w:w="451" w:type="pct"/>
          </w:tcPr>
          <w:p w:rsidR="00D32E18" w:rsidRPr="000B70AA" w:rsidRDefault="00D32E18" w:rsidP="00182C6E">
            <w:pPr>
              <w:pStyle w:val="TableBodyText"/>
              <w:rPr>
                <w:color w:val="000000"/>
              </w:rPr>
            </w:pPr>
            <w:r w:rsidRPr="000B70AA">
              <w:rPr>
                <w:color w:val="000000"/>
              </w:rPr>
              <w:t>na</w:t>
            </w:r>
          </w:p>
        </w:tc>
      </w:tr>
      <w:tr w:rsidR="00D32E18" w:rsidRPr="000B70AA" w:rsidTr="00182C6E">
        <w:trPr>
          <w:trHeight w:val="320"/>
        </w:trPr>
        <w:tc>
          <w:tcPr>
            <w:tcW w:w="453" w:type="pct"/>
            <w:shd w:val="clear" w:color="auto" w:fill="auto"/>
            <w:vAlign w:val="center"/>
          </w:tcPr>
          <w:p w:rsidR="00D32E18" w:rsidRPr="000B70AA" w:rsidRDefault="00D32E18" w:rsidP="00182C6E">
            <w:pPr>
              <w:pStyle w:val="TableBodyText"/>
              <w:jc w:val="left"/>
              <w:rPr>
                <w:color w:val="000000"/>
              </w:rPr>
            </w:pPr>
            <w:r w:rsidRPr="000B70AA">
              <w:rPr>
                <w:color w:val="000000"/>
              </w:rPr>
              <w:t>2010</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6.3</w:t>
            </w:r>
          </w:p>
        </w:tc>
        <w:tc>
          <w:tcPr>
            <w:tcW w:w="455" w:type="pct"/>
            <w:shd w:val="clear" w:color="auto" w:fill="auto"/>
          </w:tcPr>
          <w:p w:rsidR="00D32E18" w:rsidRPr="000B70AA" w:rsidRDefault="00D32E18" w:rsidP="00182C6E">
            <w:pPr>
              <w:pStyle w:val="TableBodyText"/>
              <w:rPr>
                <w:color w:val="000000"/>
              </w:rPr>
            </w:pPr>
            <w:r w:rsidRPr="000B70AA">
              <w:rPr>
                <w:color w:val="000000"/>
              </w:rPr>
              <w:t>43.8</w:t>
            </w:r>
          </w:p>
        </w:tc>
        <w:tc>
          <w:tcPr>
            <w:tcW w:w="455" w:type="pct"/>
            <w:shd w:val="clear" w:color="auto" w:fill="auto"/>
          </w:tcPr>
          <w:p w:rsidR="00D32E18" w:rsidRPr="000B70AA" w:rsidRDefault="00D32E18" w:rsidP="00182C6E">
            <w:pPr>
              <w:pStyle w:val="TableBodyText"/>
              <w:rPr>
                <w:color w:val="000000"/>
              </w:rPr>
            </w:pPr>
            <w:r w:rsidRPr="000B70AA">
              <w:rPr>
                <w:color w:val="000000"/>
              </w:rPr>
              <w:t>28.4</w:t>
            </w:r>
          </w:p>
        </w:tc>
        <w:tc>
          <w:tcPr>
            <w:tcW w:w="455" w:type="pct"/>
            <w:shd w:val="clear" w:color="auto" w:fill="auto"/>
          </w:tcPr>
          <w:p w:rsidR="00D32E18" w:rsidRPr="000B70AA" w:rsidRDefault="00D32E18" w:rsidP="00182C6E">
            <w:pPr>
              <w:pStyle w:val="TableBodyText"/>
              <w:rPr>
                <w:color w:val="000000"/>
              </w:rPr>
            </w:pPr>
            <w:r w:rsidRPr="000B70AA">
              <w:rPr>
                <w:color w:val="000000"/>
              </w:rPr>
              <w:t>48.4</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na</w:t>
            </w:r>
          </w:p>
        </w:tc>
        <w:tc>
          <w:tcPr>
            <w:tcW w:w="455" w:type="pct"/>
            <w:shd w:val="clear" w:color="auto" w:fill="auto"/>
          </w:tcPr>
          <w:p w:rsidR="00D32E18" w:rsidRPr="000B70AA" w:rsidRDefault="00D32E18" w:rsidP="00182C6E">
            <w:pPr>
              <w:pStyle w:val="TableBodyText"/>
              <w:rPr>
                <w:color w:val="000000"/>
              </w:rPr>
            </w:pPr>
            <w:r w:rsidRPr="000B70AA">
              <w:rPr>
                <w:color w:val="000000"/>
              </w:rPr>
              <w:t>..</w:t>
            </w:r>
          </w:p>
        </w:tc>
        <w:tc>
          <w:tcPr>
            <w:tcW w:w="451" w:type="pct"/>
          </w:tcPr>
          <w:p w:rsidR="00D32E18" w:rsidRPr="000B70AA" w:rsidRDefault="00D32E18" w:rsidP="00182C6E">
            <w:pPr>
              <w:pStyle w:val="TableBodyText"/>
              <w:rPr>
                <w:color w:val="000000"/>
              </w:rPr>
            </w:pPr>
            <w:r w:rsidRPr="000B70AA">
              <w:rPr>
                <w:color w:val="000000"/>
              </w:rPr>
              <w:t>na</w:t>
            </w:r>
          </w:p>
        </w:tc>
      </w:tr>
      <w:tr w:rsidR="00D32E18" w:rsidRPr="000B70AA" w:rsidTr="00182C6E">
        <w:trPr>
          <w:trHeight w:val="320"/>
        </w:trPr>
        <w:tc>
          <w:tcPr>
            <w:tcW w:w="453" w:type="pct"/>
            <w:tcBorders>
              <w:bottom w:val="single" w:sz="4" w:space="0" w:color="auto"/>
            </w:tcBorders>
            <w:shd w:val="clear" w:color="auto" w:fill="auto"/>
            <w:vAlign w:val="center"/>
          </w:tcPr>
          <w:p w:rsidR="00D32E18" w:rsidRPr="000B70AA" w:rsidRDefault="00D32E18" w:rsidP="00182C6E">
            <w:pPr>
              <w:pStyle w:val="TableBodyText"/>
              <w:jc w:val="left"/>
              <w:rPr>
                <w:color w:val="000000"/>
              </w:rPr>
            </w:pPr>
            <w:r w:rsidRPr="000B70AA">
              <w:rPr>
                <w:color w:val="000000"/>
              </w:rPr>
              <w:t>2011</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na</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5.7</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13.9</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32.9</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52.0</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na</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na</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na</w:t>
            </w:r>
          </w:p>
        </w:tc>
        <w:tc>
          <w:tcPr>
            <w:tcW w:w="455" w:type="pct"/>
            <w:tcBorders>
              <w:bottom w:val="single" w:sz="4" w:space="0" w:color="auto"/>
            </w:tcBorders>
            <w:shd w:val="clear" w:color="auto" w:fill="auto"/>
          </w:tcPr>
          <w:p w:rsidR="00D32E18" w:rsidRPr="000B70AA" w:rsidRDefault="00D32E18" w:rsidP="00182C6E">
            <w:pPr>
              <w:pStyle w:val="TableBodyText"/>
              <w:rPr>
                <w:color w:val="000000"/>
              </w:rPr>
            </w:pPr>
            <w:r w:rsidRPr="000B70AA">
              <w:rPr>
                <w:color w:val="000000"/>
              </w:rPr>
              <w:t>..</w:t>
            </w:r>
          </w:p>
        </w:tc>
        <w:tc>
          <w:tcPr>
            <w:tcW w:w="451" w:type="pct"/>
            <w:tcBorders>
              <w:bottom w:val="single" w:sz="4" w:space="0" w:color="auto"/>
            </w:tcBorders>
          </w:tcPr>
          <w:p w:rsidR="00D32E18" w:rsidRPr="000B70AA" w:rsidRDefault="00D32E18" w:rsidP="00182C6E">
            <w:pPr>
              <w:pStyle w:val="TableBodyText"/>
              <w:rPr>
                <w:color w:val="000000"/>
              </w:rPr>
            </w:pPr>
            <w:r w:rsidRPr="000B70AA">
              <w:rPr>
                <w:color w:val="000000"/>
              </w:rPr>
              <w:t>na</w:t>
            </w:r>
          </w:p>
        </w:tc>
      </w:tr>
    </w:tbl>
    <w:p w:rsidR="00D32E18" w:rsidRPr="000B70AA" w:rsidRDefault="00D32E18" w:rsidP="00D32E18">
      <w:pPr>
        <w:pStyle w:val="Note"/>
      </w:pPr>
      <w:r w:rsidRPr="000B70AA">
        <w:rPr>
          <w:rStyle w:val="NoteLabel"/>
          <w:color w:val="000000"/>
        </w:rPr>
        <w:t>a</w:t>
      </w:r>
      <w:r w:rsidRPr="000B70AA">
        <w:rPr>
          <w:rFonts w:cs="Arial"/>
          <w:color w:val="000000"/>
        </w:rPr>
        <w:t> </w:t>
      </w:r>
      <w:r w:rsidRPr="000B70AA">
        <w:t xml:space="preserve">Data may not be comparable across jurisdictions and comparisons could be misleading. Table 16A.50 provides further information. </w:t>
      </w:r>
      <w:r w:rsidRPr="000B70AA">
        <w:rPr>
          <w:rStyle w:val="NoteLabel"/>
        </w:rPr>
        <w:t xml:space="preserve">b </w:t>
      </w:r>
      <w:r w:rsidRPr="000B70AA">
        <w:t xml:space="preserve">Australian totals may not represent national totals because data were not available for all jurisdictions. </w:t>
      </w:r>
      <w:r w:rsidRPr="000B70AA">
        <w:rPr>
          <w:b/>
        </w:rPr>
        <w:t>na</w:t>
      </w:r>
      <w:r w:rsidRPr="000B70AA">
        <w:t xml:space="preserve"> Not available. </w:t>
      </w:r>
      <w:r w:rsidRPr="000B70AA">
        <w:rPr>
          <w:b/>
        </w:rPr>
        <w:t>—</w:t>
      </w:r>
      <w:r w:rsidRPr="000B70AA">
        <w:t xml:space="preserve"> nil or rounded to zero. </w:t>
      </w:r>
      <w:r w:rsidRPr="000B70AA">
        <w:rPr>
          <w:b/>
        </w:rPr>
        <w:t xml:space="preserve">.. </w:t>
      </w:r>
      <w:r w:rsidRPr="000B70AA">
        <w:t>not applicable.</w:t>
      </w:r>
    </w:p>
    <w:p w:rsidR="00D32E18" w:rsidRPr="000B70AA" w:rsidRDefault="00D32E18" w:rsidP="00D32E18">
      <w:pPr>
        <w:pStyle w:val="Source"/>
      </w:pPr>
      <w:r w:rsidRPr="000B70AA">
        <w:rPr>
          <w:i/>
        </w:rPr>
        <w:t>Source</w:t>
      </w:r>
      <w:r w:rsidRPr="000B70AA">
        <w:t xml:space="preserve">: AIHW (various years) </w:t>
      </w:r>
      <w:r w:rsidRPr="000B70AA">
        <w:rPr>
          <w:i/>
        </w:rPr>
        <w:t xml:space="preserve">Housing Assistance in Australia </w:t>
      </w:r>
      <w:r w:rsidRPr="000B70AA">
        <w:t>(Cat No. HOU 236); table 16A.50; 2013 Report, table 16.8, p. 16.47.</w:t>
      </w:r>
    </w:p>
    <w:p w:rsidR="00D32E18" w:rsidRPr="000B70AA" w:rsidRDefault="00D32E18" w:rsidP="00D32E18">
      <w:pPr>
        <w:spacing w:before="240" w:line="320" w:lineRule="atLeast"/>
        <w:jc w:val="both"/>
        <w:rPr>
          <w:szCs w:val="20"/>
        </w:rPr>
      </w:pPr>
      <w:r w:rsidRPr="000B70AA">
        <w:rPr>
          <w:szCs w:val="20"/>
        </w:rPr>
        <w:t>Other information relating to overcrowding of Indigenous people in social housing, includes:</w:t>
      </w:r>
    </w:p>
    <w:p w:rsidR="00D32E18" w:rsidRPr="000B70AA" w:rsidRDefault="00D32E18" w:rsidP="00D32E18">
      <w:pPr>
        <w:numPr>
          <w:ilvl w:val="0"/>
          <w:numId w:val="3"/>
        </w:numPr>
        <w:spacing w:before="120" w:line="320" w:lineRule="atLeast"/>
        <w:jc w:val="both"/>
        <w:rPr>
          <w:szCs w:val="20"/>
        </w:rPr>
      </w:pPr>
      <w:r w:rsidRPr="000B70AA">
        <w:rPr>
          <w:szCs w:val="20"/>
        </w:rPr>
        <w:t xml:space="preserve">Indigenous people living in overcrowded conditions in </w:t>
      </w:r>
      <w:r w:rsidR="00470E40" w:rsidRPr="000B70AA">
        <w:rPr>
          <w:szCs w:val="20"/>
        </w:rPr>
        <w:t xml:space="preserve">public housing and </w:t>
      </w:r>
      <w:r w:rsidRPr="000B70AA">
        <w:rPr>
          <w:szCs w:val="20"/>
        </w:rPr>
        <w:t>SOMIH, by remoteness area (tables 16A.51 and 16A.52)</w:t>
      </w:r>
    </w:p>
    <w:p w:rsidR="00D32E18" w:rsidRPr="000B70AA" w:rsidRDefault="00D32E18" w:rsidP="00D32E18">
      <w:pPr>
        <w:numPr>
          <w:ilvl w:val="0"/>
          <w:numId w:val="3"/>
        </w:numPr>
        <w:spacing w:before="120" w:line="320" w:lineRule="atLeast"/>
        <w:jc w:val="both"/>
        <w:rPr>
          <w:szCs w:val="20"/>
        </w:rPr>
      </w:pPr>
      <w:r w:rsidRPr="000B70AA">
        <w:rPr>
          <w:szCs w:val="20"/>
        </w:rPr>
        <w:lastRenderedPageBreak/>
        <w:t>the number of bedrooms required for people living in overcrowded conditions in Indigenous community housing (table 16A.53).</w:t>
      </w:r>
    </w:p>
    <w:p w:rsidR="007313D0" w:rsidRPr="000B70AA" w:rsidRDefault="007313D0" w:rsidP="007313D0">
      <w:pPr>
        <w:pStyle w:val="Heading5"/>
      </w:pPr>
      <w:r w:rsidRPr="000B70AA">
        <w:t>Customer satisfaction</w:t>
      </w:r>
    </w:p>
    <w:p w:rsidR="00D32E18" w:rsidRPr="000B70AA" w:rsidRDefault="00D32E18" w:rsidP="00D32E18">
      <w:pPr>
        <w:pStyle w:val="BodyText"/>
      </w:pPr>
      <w:r w:rsidRPr="000B70AA">
        <w:t>‘Customer satisfaction’ is an indicator of governments’ objective to provide housing assistance that is appropriate for different households (box 16.14).</w:t>
      </w:r>
    </w:p>
    <w:p w:rsidR="007313D0" w:rsidRPr="000B70AA" w:rsidRDefault="007313D0" w:rsidP="007313D0">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3D0" w:rsidRPr="000B70AA" w:rsidTr="009E5B82">
        <w:tc>
          <w:tcPr>
            <w:tcW w:w="8771" w:type="dxa"/>
            <w:tcBorders>
              <w:top w:val="single" w:sz="6" w:space="0" w:color="auto"/>
              <w:bottom w:val="nil"/>
            </w:tcBorders>
          </w:tcPr>
          <w:p w:rsidR="007313D0" w:rsidRPr="000B70AA" w:rsidRDefault="007313D0" w:rsidP="0060775A">
            <w:pPr>
              <w:keepNext/>
              <w:keepLines/>
              <w:spacing w:before="120" w:line="280" w:lineRule="exact"/>
              <w:ind w:left="1304" w:hanging="1304"/>
              <w:rPr>
                <w:rFonts w:ascii="Arial" w:hAnsi="Arial"/>
                <w:b/>
              </w:rPr>
            </w:pPr>
            <w:smartTag w:uri="urn:schemas-microsoft-com:office:smarttags" w:element="Street">
              <w:r w:rsidRPr="000B70AA">
                <w:rPr>
                  <w:rFonts w:ascii="Arial" w:hAnsi="Arial"/>
                </w:rPr>
                <w:t>Box</w:t>
              </w:r>
            </w:smartTag>
            <w:r w:rsidRPr="000B70AA">
              <w:rPr>
                <w:rFonts w:ascii="Arial" w:hAnsi="Arial"/>
              </w:rPr>
              <w:t xml:space="preserve"> </w:t>
            </w:r>
            <w:r w:rsidR="0060775A" w:rsidRPr="000B70AA">
              <w:rPr>
                <w:rFonts w:ascii="Arial" w:hAnsi="Arial"/>
              </w:rPr>
              <w:t>16.</w:t>
            </w:r>
            <w:r w:rsidRPr="000B70AA">
              <w:rPr>
                <w:rFonts w:ascii="Arial" w:hAnsi="Arial"/>
              </w:rPr>
              <w:t>14</w:t>
            </w:r>
            <w:r w:rsidRPr="000B70AA">
              <w:rPr>
                <w:rFonts w:ascii="Arial" w:hAnsi="Arial"/>
                <w:b/>
              </w:rPr>
              <w:tab/>
              <w:t>Customer satisfaction</w:t>
            </w:r>
          </w:p>
        </w:tc>
      </w:tr>
      <w:tr w:rsidR="007313D0" w:rsidRPr="000B70AA" w:rsidTr="009E5B82">
        <w:trPr>
          <w:cantSplit/>
        </w:trPr>
        <w:tc>
          <w:tcPr>
            <w:tcW w:w="8771" w:type="dxa"/>
            <w:tcBorders>
              <w:top w:val="nil"/>
              <w:left w:val="single" w:sz="6" w:space="0" w:color="auto"/>
              <w:bottom w:val="nil"/>
              <w:right w:val="single" w:sz="6" w:space="0" w:color="auto"/>
            </w:tcBorders>
          </w:tcPr>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‘Customer satisfaction’ is defined as tenants’ satisfaction with the overall service provided.</w:t>
            </w:r>
          </w:p>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A high or increasing percentage for customer satisfaction can imply better housing assistance provision.</w:t>
            </w:r>
          </w:p>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Data are reported for public housing, SOMIH and community housing. There were no data available for Indigenous community housing for the 201</w:t>
            </w:r>
            <w:r w:rsidR="00FB1B84" w:rsidRPr="000B70AA">
              <w:rPr>
                <w:rFonts w:ascii="Arial" w:hAnsi="Arial"/>
                <w:sz w:val="22"/>
                <w:szCs w:val="20"/>
              </w:rPr>
              <w:t>3</w:t>
            </w:r>
            <w:r w:rsidRPr="000B70AA">
              <w:rPr>
                <w:rFonts w:ascii="Arial" w:hAnsi="Arial"/>
                <w:sz w:val="22"/>
                <w:szCs w:val="20"/>
              </w:rPr>
              <w:t xml:space="preserve"> Report.</w:t>
            </w:r>
          </w:p>
          <w:p w:rsidR="007313D0" w:rsidRPr="000B70AA" w:rsidRDefault="007313D0" w:rsidP="009E5B82">
            <w:pPr>
              <w:keepNext/>
              <w:spacing w:before="120" w:line="280" w:lineRule="atLeast"/>
              <w:jc w:val="both"/>
              <w:rPr>
                <w:rFonts w:ascii="Arial" w:hAnsi="Arial"/>
                <w:sz w:val="22"/>
                <w:szCs w:val="20"/>
              </w:rPr>
            </w:pPr>
            <w:r w:rsidRPr="000B70AA">
              <w:rPr>
                <w:rFonts w:ascii="Arial" w:hAnsi="Arial"/>
                <w:sz w:val="22"/>
                <w:szCs w:val="20"/>
              </w:rPr>
              <w:t>Data comparability and compl</w:t>
            </w:r>
            <w:r w:rsidR="00FB1B84" w:rsidRPr="000B70AA">
              <w:rPr>
                <w:rFonts w:ascii="Arial" w:hAnsi="Arial"/>
                <w:sz w:val="22"/>
                <w:szCs w:val="20"/>
              </w:rPr>
              <w:t>eteness vary for this indicator:</w:t>
            </w:r>
          </w:p>
          <w:p w:rsidR="007313D0" w:rsidRPr="000B70AA" w:rsidRDefault="007313D0" w:rsidP="007313D0">
            <w:pPr>
              <w:keepNext/>
              <w:numPr>
                <w:ilvl w:val="0"/>
                <w:numId w:val="17"/>
              </w:numPr>
              <w:spacing w:before="120" w:line="280" w:lineRule="atLeast"/>
              <w:jc w:val="both"/>
              <w:rPr>
                <w:rFonts w:ascii="Arial" w:hAnsi="Arial"/>
                <w:sz w:val="22"/>
                <w:szCs w:val="20"/>
              </w:rPr>
            </w:pPr>
            <w:r w:rsidRPr="000B70AA">
              <w:rPr>
                <w:rFonts w:ascii="Arial" w:hAnsi="Arial"/>
                <w:sz w:val="22"/>
                <w:szCs w:val="20"/>
              </w:rPr>
              <w:t>data reported for public h</w:t>
            </w:r>
            <w:r w:rsidR="00FB1B84" w:rsidRPr="000B70AA">
              <w:rPr>
                <w:rFonts w:ascii="Arial" w:hAnsi="Arial"/>
                <w:sz w:val="22"/>
                <w:szCs w:val="20"/>
              </w:rPr>
              <w:t>ousing and SOMIH are comparable</w:t>
            </w:r>
          </w:p>
          <w:p w:rsidR="007313D0" w:rsidRPr="000B70AA" w:rsidRDefault="007313D0" w:rsidP="007313D0">
            <w:pPr>
              <w:pStyle w:val="BoxListBullet"/>
              <w:numPr>
                <w:ilvl w:val="0"/>
                <w:numId w:val="17"/>
              </w:numPr>
              <w:spacing w:before="120"/>
            </w:pPr>
            <w:r w:rsidRPr="000B70AA">
              <w:t>data reported for community housing are neither comparable nor complete.</w:t>
            </w:r>
          </w:p>
          <w:p w:rsidR="007313D0" w:rsidRPr="000B70AA" w:rsidRDefault="007313D0" w:rsidP="00FB1B84">
            <w:pPr>
              <w:keepNext/>
              <w:spacing w:before="120" w:line="280" w:lineRule="atLeast"/>
              <w:jc w:val="both"/>
              <w:rPr>
                <w:rFonts w:ascii="Arial" w:hAnsi="Arial"/>
                <w:sz w:val="22"/>
                <w:szCs w:val="20"/>
              </w:rPr>
            </w:pPr>
            <w:r w:rsidRPr="000B70AA">
              <w:rPr>
                <w:rFonts w:ascii="Arial" w:hAnsi="Arial"/>
                <w:sz w:val="22"/>
                <w:szCs w:val="20"/>
              </w:rPr>
              <w:t>Data quality information for this indicator is at www.pc.gov.au/gsp/reports/rogs/201</w:t>
            </w:r>
            <w:r w:rsidR="00FB1B84" w:rsidRPr="000B70AA">
              <w:rPr>
                <w:rFonts w:ascii="Arial" w:hAnsi="Arial"/>
                <w:sz w:val="22"/>
                <w:szCs w:val="20"/>
              </w:rPr>
              <w:t>3</w:t>
            </w:r>
            <w:r w:rsidRPr="000B70AA">
              <w:rPr>
                <w:rFonts w:ascii="Arial" w:hAnsi="Arial"/>
                <w:sz w:val="22"/>
                <w:szCs w:val="20"/>
              </w:rPr>
              <w:t>.</w:t>
            </w:r>
          </w:p>
        </w:tc>
      </w:tr>
      <w:tr w:rsidR="007313D0" w:rsidRPr="000B70AA" w:rsidTr="009E5B82">
        <w:trPr>
          <w:cantSplit/>
        </w:trPr>
        <w:tc>
          <w:tcPr>
            <w:tcW w:w="8771" w:type="dxa"/>
            <w:tcBorders>
              <w:top w:val="nil"/>
              <w:left w:val="single" w:sz="6" w:space="0" w:color="auto"/>
              <w:bottom w:val="single" w:sz="6" w:space="0" w:color="auto"/>
              <w:right w:val="single" w:sz="6" w:space="0" w:color="auto"/>
            </w:tcBorders>
          </w:tcPr>
          <w:p w:rsidR="007313D0" w:rsidRPr="000B70AA" w:rsidRDefault="007313D0" w:rsidP="009E5B82">
            <w:pPr>
              <w:keepNext/>
              <w:spacing w:line="120" w:lineRule="exact"/>
              <w:jc w:val="both"/>
              <w:rPr>
                <w:rFonts w:ascii="Arial" w:hAnsi="Arial"/>
                <w:sz w:val="22"/>
                <w:szCs w:val="20"/>
              </w:rPr>
            </w:pPr>
          </w:p>
        </w:tc>
      </w:tr>
      <w:tr w:rsidR="007313D0" w:rsidRPr="000B70AA" w:rsidTr="009E5B82">
        <w:tc>
          <w:tcPr>
            <w:tcW w:w="8771" w:type="dxa"/>
            <w:tcBorders>
              <w:top w:val="nil"/>
              <w:left w:val="nil"/>
              <w:bottom w:val="nil"/>
              <w:right w:val="nil"/>
            </w:tcBorders>
          </w:tcPr>
          <w:p w:rsidR="007313D0" w:rsidRPr="000B70AA" w:rsidRDefault="007313D0" w:rsidP="009E5B82">
            <w:pPr>
              <w:spacing w:before="60" w:after="60" w:line="80" w:lineRule="exact"/>
              <w:jc w:val="both"/>
              <w:rPr>
                <w:rFonts w:ascii="Arial" w:hAnsi="Arial"/>
                <w:b/>
                <w:color w:val="FF00FF"/>
                <w:sz w:val="14"/>
                <w:szCs w:val="20"/>
              </w:rPr>
            </w:pPr>
          </w:p>
        </w:tc>
      </w:tr>
    </w:tbl>
    <w:p w:rsidR="00FB1B84" w:rsidRPr="000B70AA" w:rsidRDefault="00FB1B84" w:rsidP="00FB1B84">
      <w:pPr>
        <w:pStyle w:val="BodyText"/>
      </w:pPr>
      <w:r w:rsidRPr="000B70AA">
        <w:t>Data for this indicator are sourced from the National Social Housing Survey (NSHS). Data from the 2012 survey are reported for SOMIH.</w:t>
      </w:r>
    </w:p>
    <w:p w:rsidR="00FB1B84" w:rsidRPr="000B70AA" w:rsidRDefault="00FB1B84" w:rsidP="00FB1B84">
      <w:pPr>
        <w:pStyle w:val="BodyText"/>
      </w:pPr>
      <w:r w:rsidRPr="000B70AA">
        <w:t>Nationally in 2012, the NSHS found that for SOMIH, 58.5 per cent of SOMIH respondents were either satisfied (36.6 per cent) or very satisfied (21.9 per cent) with the service provided by the State housing authority (table 16A.36).</w:t>
      </w:r>
    </w:p>
    <w:p w:rsidR="00FB1B84" w:rsidRPr="000B70AA" w:rsidRDefault="00FB1B84" w:rsidP="00FB1B84">
      <w:pPr>
        <w:pStyle w:val="BodyText"/>
      </w:pPr>
      <w:r w:rsidRPr="000B70AA">
        <w:t>95 per cent confidence intervals for these data are in the attachment tables.</w:t>
      </w:r>
    </w:p>
    <w:p w:rsidR="00FB1B84" w:rsidRPr="000B70AA" w:rsidRDefault="00FB1B84" w:rsidP="00FB1B84">
      <w:pPr>
        <w:pStyle w:val="BodyText"/>
      </w:pPr>
      <w:r w:rsidRPr="000B70AA">
        <w:t>The levels of satisfaction varied across jurisdictions.</w:t>
      </w:r>
    </w:p>
    <w:p w:rsidR="007313D0" w:rsidRPr="000B70AA" w:rsidRDefault="007313D0" w:rsidP="007313D0">
      <w:pPr>
        <w:pStyle w:val="Heading3"/>
        <w:spacing w:before="480"/>
      </w:pPr>
      <w:bookmarkStart w:id="98" w:name="_Toc290293207"/>
      <w:bookmarkStart w:id="99" w:name="_Toc319998380"/>
      <w:bookmarkStart w:id="100" w:name="_Toc321219885"/>
      <w:bookmarkStart w:id="101" w:name="_Toc321223470"/>
      <w:bookmarkStart w:id="102" w:name="_Toc349025855"/>
      <w:bookmarkStart w:id="103" w:name="_Toc349050055"/>
      <w:r w:rsidRPr="000B70AA">
        <w:t>Future directions in performance reporting</w:t>
      </w:r>
      <w:bookmarkEnd w:id="62"/>
      <w:bookmarkEnd w:id="98"/>
      <w:bookmarkEnd w:id="99"/>
      <w:bookmarkEnd w:id="100"/>
      <w:bookmarkEnd w:id="101"/>
      <w:bookmarkEnd w:id="102"/>
      <w:bookmarkEnd w:id="103"/>
    </w:p>
    <w:p w:rsidR="00FB1B84" w:rsidRPr="000B70AA" w:rsidRDefault="00FB1B84" w:rsidP="00FB1B84">
      <w:pPr>
        <w:pStyle w:val="Heading4"/>
      </w:pPr>
      <w:bookmarkStart w:id="104" w:name="_Toc349050056"/>
      <w:bookmarkStart w:id="105" w:name="_Toc316989357"/>
      <w:bookmarkStart w:id="106" w:name="_Toc318383916"/>
      <w:bookmarkStart w:id="107" w:name="_Toc319927192"/>
      <w:bookmarkStart w:id="108" w:name="_Toc321219887"/>
      <w:bookmarkStart w:id="109" w:name="_Toc321223472"/>
      <w:bookmarkStart w:id="110" w:name="_Toc349025857"/>
      <w:bookmarkStart w:id="111" w:name="_Toc211788427"/>
      <w:bookmarkStart w:id="112" w:name="_Toc274671085"/>
      <w:bookmarkStart w:id="113" w:name="_Toc274671158"/>
      <w:bookmarkStart w:id="114" w:name="_Toc274671270"/>
      <w:bookmarkStart w:id="115" w:name="_Toc274671354"/>
      <w:bookmarkEnd w:id="63"/>
      <w:r w:rsidRPr="000B70AA">
        <w:t>Further developing indicators and data</w:t>
      </w:r>
      <w:bookmarkEnd w:id="104"/>
    </w:p>
    <w:p w:rsidR="00FB1B84" w:rsidRPr="000B70AA" w:rsidRDefault="00FB1B84" w:rsidP="00FB1B84">
      <w:pPr>
        <w:spacing w:before="240" w:line="320" w:lineRule="atLeast"/>
        <w:jc w:val="both"/>
        <w:rPr>
          <w:szCs w:val="20"/>
        </w:rPr>
      </w:pPr>
      <w:r w:rsidRPr="000B70AA">
        <w:rPr>
          <w:szCs w:val="20"/>
        </w:rPr>
        <w:t>The Housing and Homelessness Working Group will continue to improve the quality of community housing, Indigenous community housing and financial data in this Report.</w:t>
      </w:r>
    </w:p>
    <w:p w:rsidR="007313D0" w:rsidRPr="000B70AA" w:rsidRDefault="007313D0" w:rsidP="007313D0">
      <w:pPr>
        <w:pStyle w:val="Heading3"/>
      </w:pPr>
      <w:bookmarkStart w:id="116" w:name="_Toc349050057"/>
      <w:r w:rsidRPr="000B70AA">
        <w:lastRenderedPageBreak/>
        <w:t>Definitions of key terms and indicators</w:t>
      </w:r>
      <w:bookmarkEnd w:id="105"/>
      <w:bookmarkEnd w:id="106"/>
      <w:bookmarkEnd w:id="107"/>
      <w:bookmarkEnd w:id="108"/>
      <w:bookmarkEnd w:id="109"/>
      <w:bookmarkEnd w:id="110"/>
      <w:bookmarkEnd w:id="116"/>
    </w:p>
    <w:tbl>
      <w:tblPr>
        <w:tblW w:w="0" w:type="auto"/>
        <w:tblInd w:w="-5" w:type="dxa"/>
        <w:tblLayout w:type="fixed"/>
        <w:tblCellMar>
          <w:left w:w="0" w:type="dxa"/>
          <w:right w:w="0" w:type="dxa"/>
        </w:tblCellMar>
        <w:tblLook w:val="00A0" w:firstRow="1" w:lastRow="0" w:firstColumn="1" w:lastColumn="0" w:noHBand="0" w:noVBand="0"/>
      </w:tblPr>
      <w:tblGrid>
        <w:gridCol w:w="2410"/>
        <w:gridCol w:w="6379"/>
      </w:tblGrid>
      <w:tr w:rsidR="00FB1B84" w:rsidRPr="000B70AA" w:rsidTr="00182C6E">
        <w:trPr>
          <w:trHeight w:val="410"/>
        </w:trPr>
        <w:tc>
          <w:tcPr>
            <w:tcW w:w="8789" w:type="dxa"/>
            <w:gridSpan w:val="2"/>
          </w:tcPr>
          <w:p w:rsidR="00FB1B84" w:rsidRPr="000B70AA" w:rsidRDefault="00FB1B84" w:rsidP="00FB1B84">
            <w:pPr>
              <w:keepNext/>
              <w:spacing w:before="120" w:line="320" w:lineRule="exact"/>
              <w:outlineLvl w:val="2"/>
              <w:rPr>
                <w:rFonts w:ascii="Arial" w:hAnsi="Arial"/>
                <w:b/>
                <w:sz w:val="20"/>
                <w:szCs w:val="20"/>
              </w:rPr>
            </w:pPr>
            <w:bookmarkStart w:id="117" w:name="_Toc349050058"/>
            <w:r w:rsidRPr="000B70AA">
              <w:rPr>
                <w:rFonts w:ascii="Arial" w:hAnsi="Arial"/>
                <w:b/>
                <w:sz w:val="20"/>
                <w:szCs w:val="20"/>
              </w:rPr>
              <w:t>Social housing</w:t>
            </w:r>
            <w:bookmarkEnd w:id="117"/>
          </w:p>
        </w:tc>
      </w:tr>
      <w:tr w:rsidR="00BA77D8" w:rsidRPr="000B70AA" w:rsidTr="00182C6E">
        <w:tc>
          <w:tcPr>
            <w:tcW w:w="2410" w:type="dxa"/>
          </w:tcPr>
          <w:p w:rsidR="00BA77D8" w:rsidRPr="000B70AA" w:rsidRDefault="00BA77D8" w:rsidP="00BA77D8">
            <w:pPr>
              <w:pStyle w:val="TableBodyText"/>
              <w:jc w:val="left"/>
              <w:rPr>
                <w:b/>
              </w:rPr>
            </w:pPr>
            <w:r w:rsidRPr="000B70AA">
              <w:rPr>
                <w:b/>
              </w:rPr>
              <w:t>Administration costs</w:t>
            </w:r>
          </w:p>
        </w:tc>
        <w:tc>
          <w:tcPr>
            <w:tcW w:w="6379" w:type="dxa"/>
          </w:tcPr>
          <w:p w:rsidR="00BA77D8" w:rsidRPr="000B70AA" w:rsidRDefault="00BA77D8" w:rsidP="00BA77D8">
            <w:pPr>
              <w:pStyle w:val="TableBodyText"/>
              <w:jc w:val="both"/>
            </w:pPr>
            <w:r w:rsidRPr="000B70AA">
              <w:t>Those costs associated with the administration offices of the property manager and tenancy manager. They include the general accounting and personnel function costs relating to:</w:t>
            </w:r>
          </w:p>
          <w:p w:rsidR="00BA77D8" w:rsidRPr="000B70AA" w:rsidRDefault="00BA77D8" w:rsidP="00BA77D8">
            <w:pPr>
              <w:pStyle w:val="TableBullet"/>
              <w:jc w:val="both"/>
            </w:pPr>
            <w:r w:rsidRPr="000B70AA">
              <w:t>employee expenses (for example, superannuation, compensation, accrued leave and training)</w:t>
            </w:r>
          </w:p>
          <w:p w:rsidR="00BA77D8" w:rsidRPr="000B70AA" w:rsidRDefault="00BA77D8" w:rsidP="00BA77D8">
            <w:pPr>
              <w:pStyle w:val="TableBullet"/>
              <w:jc w:val="both"/>
            </w:pPr>
            <w:r w:rsidRPr="000B70AA">
              <w:t>supplies and services expenses (including stationery, postage, telephone, office equipment, information systems and vehicle expenses)</w:t>
            </w:r>
          </w:p>
          <w:p w:rsidR="00BA77D8" w:rsidRPr="000B70AA" w:rsidRDefault="00BA77D8" w:rsidP="00BA77D8">
            <w:pPr>
              <w:pStyle w:val="TableBullet"/>
              <w:jc w:val="both"/>
            </w:pPr>
            <w:r w:rsidRPr="000B70AA">
              <w:t>rent</w:t>
            </w:r>
          </w:p>
          <w:p w:rsidR="00BA77D8" w:rsidRPr="000B70AA" w:rsidRDefault="00BA77D8" w:rsidP="00BA77D8">
            <w:pPr>
              <w:pStyle w:val="TableBullet"/>
              <w:jc w:val="both"/>
            </w:pPr>
            <w:r w:rsidRPr="000B70AA">
              <w:t>grants and subsidies (excluding rental subsidies)</w:t>
            </w:r>
          </w:p>
          <w:p w:rsidR="00BA77D8" w:rsidRPr="000B70AA" w:rsidRDefault="00BA77D8" w:rsidP="00BA77D8">
            <w:pPr>
              <w:pStyle w:val="TableBullet"/>
              <w:jc w:val="both"/>
            </w:pPr>
            <w:r w:rsidRPr="000B70AA">
              <w:t>expenditure incurred by other government agencies on behalf of the public housing agency</w:t>
            </w:r>
          </w:p>
          <w:p w:rsidR="00BA77D8" w:rsidRPr="000B70AA" w:rsidRDefault="00BA77D8" w:rsidP="00BA77D8">
            <w:pPr>
              <w:pStyle w:val="TableBullet"/>
              <w:jc w:val="both"/>
            </w:pPr>
            <w:r w:rsidRPr="000B70AA">
              <w:t>contracted public housing management services.</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b/>
                <w:sz w:val="20"/>
                <w:szCs w:val="20"/>
              </w:rPr>
            </w:pPr>
            <w:r w:rsidRPr="000B70AA">
              <w:rPr>
                <w:rFonts w:ascii="Arial" w:hAnsi="Arial"/>
                <w:b/>
                <w:sz w:val="20"/>
                <w:szCs w:val="20"/>
              </w:rPr>
              <w:t>Canadian National Occupancy Standard (CNOS)</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 measure of the appropriateness of housing which is sensitive to both household size and composition. The CNOS specifies that:</w:t>
            </w:r>
          </w:p>
          <w:p w:rsidR="00BA77D8" w:rsidRPr="000B70AA" w:rsidRDefault="00BA77D8" w:rsidP="00FB1B84">
            <w:pPr>
              <w:pStyle w:val="TableBullet"/>
              <w:jc w:val="both"/>
            </w:pPr>
            <w:r w:rsidRPr="000B70AA">
              <w:t>no more than two people shall share a bedroom</w:t>
            </w:r>
          </w:p>
          <w:p w:rsidR="00BA77D8" w:rsidRPr="000B70AA" w:rsidRDefault="00BA77D8" w:rsidP="00FB1B84">
            <w:pPr>
              <w:pStyle w:val="TableBullet"/>
              <w:jc w:val="both"/>
            </w:pPr>
            <w:r w:rsidRPr="000B70AA">
              <w:t>parents or couples may share a bedroom</w:t>
            </w:r>
          </w:p>
          <w:p w:rsidR="00BA77D8" w:rsidRPr="000B70AA" w:rsidRDefault="00BA77D8" w:rsidP="00FB1B84">
            <w:pPr>
              <w:pStyle w:val="TableBullet"/>
              <w:jc w:val="both"/>
            </w:pPr>
            <w:r w:rsidRPr="000B70AA">
              <w:t>children under 5 years, either of the same sex or opposite sex may share a bedroom</w:t>
            </w:r>
          </w:p>
          <w:p w:rsidR="00BA77D8" w:rsidRPr="000B70AA" w:rsidRDefault="00BA77D8" w:rsidP="00FB1B84">
            <w:pPr>
              <w:pStyle w:val="TableBullet"/>
              <w:jc w:val="both"/>
            </w:pPr>
            <w:r w:rsidRPr="000B70AA">
              <w:t>children under 18 years of the same sex may share a bedroom</w:t>
            </w:r>
          </w:p>
          <w:p w:rsidR="00BA77D8" w:rsidRPr="000B70AA" w:rsidRDefault="00BA77D8" w:rsidP="00FB1B84">
            <w:pPr>
              <w:pStyle w:val="TableBullet"/>
              <w:jc w:val="both"/>
            </w:pPr>
            <w:r w:rsidRPr="000B70AA">
              <w:t>a child aged 5 to 17 years should not share a bedroom with a child under 5 of the opposite sex</w:t>
            </w:r>
          </w:p>
          <w:p w:rsidR="00BA77D8" w:rsidRPr="000B70AA" w:rsidRDefault="00BA77D8" w:rsidP="00FB1B84">
            <w:pPr>
              <w:pStyle w:val="TableBullet"/>
              <w:jc w:val="both"/>
            </w:pPr>
            <w:r w:rsidRPr="000B70AA">
              <w:t>single adults 18 years and over and any unpaired children require a separate bedroom.</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Depreciation costs</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napToGrid w:val="0"/>
                <w:sz w:val="20"/>
                <w:szCs w:val="20"/>
                <w:lang w:val="en-US"/>
              </w:rPr>
              <w:t>Depreciation calculated on a straight</w:t>
            </w:r>
            <w:r w:rsidRPr="000B70AA">
              <w:rPr>
                <w:rFonts w:ascii="Arial" w:hAnsi="Arial"/>
                <w:snapToGrid w:val="0"/>
                <w:sz w:val="20"/>
                <w:szCs w:val="20"/>
                <w:lang w:val="en-US"/>
              </w:rPr>
              <w:noBreakHyphen/>
              <w:t>line basis at a rate that realistically represents the useful life of the asset (as per the Australian Accounting Standards 13–17).</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napToGrid w:val="0"/>
                <w:sz w:val="20"/>
                <w:szCs w:val="20"/>
                <w:lang w:val="en-US"/>
              </w:rPr>
            </w:pPr>
            <w:r w:rsidRPr="000B70AA">
              <w:rPr>
                <w:rFonts w:ascii="Arial" w:hAnsi="Arial"/>
                <w:b/>
                <w:sz w:val="20"/>
                <w:szCs w:val="20"/>
              </w:rPr>
              <w:t xml:space="preserve">Disability (as per </w:t>
            </w:r>
            <w:r w:rsidRPr="000B70AA">
              <w:rPr>
                <w:rFonts w:ascii="Arial" w:hAnsi="Arial"/>
                <w:b/>
                <w:sz w:val="20"/>
                <w:szCs w:val="20"/>
              </w:rPr>
              <w:br/>
              <w:t xml:space="preserve">the ABS Survey of Disability Ageing </w:t>
            </w:r>
            <w:r w:rsidRPr="000B70AA">
              <w:rPr>
                <w:rFonts w:ascii="Arial" w:hAnsi="Arial"/>
                <w:b/>
                <w:sz w:val="20"/>
                <w:szCs w:val="20"/>
              </w:rPr>
              <w:br/>
              <w:t>and Carers)</w:t>
            </w:r>
          </w:p>
        </w:tc>
        <w:tc>
          <w:tcPr>
            <w:tcW w:w="6379" w:type="dxa"/>
          </w:tcPr>
          <w:p w:rsidR="00BA77D8" w:rsidRPr="000B70AA" w:rsidRDefault="00BA77D8" w:rsidP="00FB1B84">
            <w:pPr>
              <w:keepNext/>
              <w:keepLines/>
              <w:spacing w:after="40" w:line="220" w:lineRule="atLeast"/>
              <w:ind w:left="6" w:right="113"/>
              <w:jc w:val="both"/>
              <w:rPr>
                <w:rFonts w:ascii="Arial" w:hAnsi="Arial"/>
                <w:snapToGrid w:val="0"/>
                <w:sz w:val="20"/>
                <w:szCs w:val="20"/>
                <w:lang w:val="en-US"/>
              </w:rPr>
            </w:pPr>
            <w:r w:rsidRPr="000B70AA">
              <w:rPr>
                <w:rFonts w:ascii="Arial" w:hAnsi="Arial"/>
                <w:sz w:val="20"/>
                <w:szCs w:val="20"/>
              </w:rPr>
              <w:t>A person has a disability if they report they have a limitation, restriction or impairment, which has lasted, or is likely to last, for at least six months and restricts everyday activities.</w:t>
            </w:r>
          </w:p>
        </w:tc>
      </w:tr>
      <w:tr w:rsidR="00BA77D8" w:rsidRPr="000B70AA" w:rsidTr="00182C6E">
        <w:tc>
          <w:tcPr>
            <w:tcW w:w="2410" w:type="dxa"/>
          </w:tcPr>
          <w:p w:rsidR="00BA77D8" w:rsidRPr="000B70AA" w:rsidRDefault="00BA77D8" w:rsidP="00FB1B84">
            <w:pPr>
              <w:keepNext/>
              <w:keepLines/>
              <w:spacing w:after="40" w:line="220" w:lineRule="atLeast"/>
              <w:ind w:left="6" w:right="113"/>
              <w:rPr>
                <w:sz w:val="20"/>
                <w:szCs w:val="20"/>
              </w:rPr>
            </w:pPr>
            <w:r w:rsidRPr="000B70AA">
              <w:rPr>
                <w:rFonts w:ascii="Arial" w:hAnsi="Arial"/>
                <w:sz w:val="20"/>
                <w:szCs w:val="20"/>
              </w:rPr>
              <w:br w:type="page"/>
            </w:r>
            <w:r w:rsidRPr="000B70AA">
              <w:rPr>
                <w:sz w:val="20"/>
                <w:szCs w:val="20"/>
              </w:rPr>
              <w:br w:type="page"/>
            </w:r>
            <w:r w:rsidRPr="000B70AA">
              <w:rPr>
                <w:rFonts w:ascii="Arial" w:hAnsi="Arial"/>
                <w:b/>
                <w:sz w:val="20"/>
                <w:szCs w:val="20"/>
              </w:rPr>
              <w:t>Dwelling</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 structure or a discrete space within a structure intended for people to live in or where a person or group of people live. Thus a structure that people actually live in is a dwelling regardless of its intended purpose, but a vacant structure is only a dwelling if intended for human residence. A dwelling may include one or more rooms used as an office or workshop provided the dwelling is in residential use.</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Greatest need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Low income households that at the time of allocation were subject to one or more of the following circumstances:</w:t>
            </w:r>
          </w:p>
          <w:p w:rsidR="00BA77D8" w:rsidRPr="000B70AA" w:rsidRDefault="00BA77D8" w:rsidP="00D93BE0">
            <w:pPr>
              <w:pStyle w:val="TableBullet"/>
              <w:jc w:val="both"/>
            </w:pPr>
            <w:r w:rsidRPr="000B70AA">
              <w:t>homelessness</w:t>
            </w:r>
          </w:p>
          <w:p w:rsidR="00BA77D8" w:rsidRPr="000B70AA" w:rsidRDefault="00BA77D8" w:rsidP="00D93BE0">
            <w:pPr>
              <w:pStyle w:val="TableBullet"/>
              <w:jc w:val="both"/>
            </w:pPr>
            <w:r w:rsidRPr="000B70AA">
              <w:t>their life or safety being at risk in their accommodation</w:t>
            </w:r>
          </w:p>
          <w:p w:rsidR="00BA77D8" w:rsidRPr="000B70AA" w:rsidRDefault="00BA77D8" w:rsidP="00D93BE0">
            <w:pPr>
              <w:pStyle w:val="TableBullet"/>
              <w:jc w:val="both"/>
            </w:pPr>
            <w:r w:rsidRPr="000B70AA">
              <w:t>their health condition being aggravated by their housing</w:t>
            </w:r>
          </w:p>
          <w:p w:rsidR="00BA77D8" w:rsidRPr="000B70AA" w:rsidRDefault="00BA77D8" w:rsidP="00D93BE0">
            <w:pPr>
              <w:pStyle w:val="TableBullet"/>
              <w:jc w:val="both"/>
            </w:pPr>
            <w:r w:rsidRPr="000B70AA">
              <w:t>their housing being inappropriate to their needs</w:t>
            </w:r>
          </w:p>
          <w:p w:rsidR="00BA77D8" w:rsidRPr="000B70AA" w:rsidRDefault="00BA77D8" w:rsidP="00D93BE0">
            <w:pPr>
              <w:pStyle w:val="TableBullet"/>
              <w:jc w:val="both"/>
            </w:pPr>
            <w:r w:rsidRPr="000B70AA">
              <w:t>their rental housing costs being very high.</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For the purpose of the public, community, SOMIH and ICH collections, the number of tenancy agreements is the proxy for counting the number of households. A tenancy agreement is defined as a formal written agreement between a household (a person or group of people) and a housing provider, specifying details of a tenancy for a particular dwelling.</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lastRenderedPageBreak/>
              <w:t>Indigenous 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 household with one or more members (including children) who identify as Aboriginal and/or Torres Strait Islander.</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Low income 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Low income households are generally defined in this Report as those in the bottom 40 per cent of equivalised gross household incomes (that is, the bottom two income quintiles). Equivalised gross income is an indicator of disposable household income after taking into account household size and composition.</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Market rent</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Aggregate market rent that would be collected if the public rental housing properties were available in the private market.</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sz w:val="20"/>
                <w:szCs w:val="20"/>
              </w:rPr>
              <w:br w:type="page"/>
            </w:r>
            <w:r w:rsidRPr="000B70AA">
              <w:rPr>
                <w:rFonts w:ascii="Arial" w:hAnsi="Arial"/>
                <w:b/>
                <w:sz w:val="20"/>
                <w:szCs w:val="20"/>
              </w:rPr>
              <w:t>New 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Households that commence receiving assistance during the relevant reporting period (financial year).</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sz w:val="20"/>
                <w:szCs w:val="20"/>
              </w:rPr>
              <w:br w:type="page"/>
            </w:r>
            <w:r w:rsidRPr="000B70AA">
              <w:rPr>
                <w:rFonts w:ascii="Arial" w:hAnsi="Arial"/>
                <w:b/>
                <w:sz w:val="20"/>
                <w:szCs w:val="20"/>
              </w:rPr>
              <w:t>Occupancy rate</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The proportion of dwellings occupied.</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sz w:val="20"/>
                <w:szCs w:val="20"/>
              </w:rPr>
              <w:br w:type="page"/>
            </w:r>
            <w:r w:rsidRPr="000B70AA">
              <w:rPr>
                <w:rFonts w:ascii="Arial" w:hAnsi="Arial"/>
                <w:b/>
                <w:sz w:val="20"/>
                <w:szCs w:val="20"/>
              </w:rPr>
              <w:t>Overcrowding</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cs="Arial"/>
                <w:sz w:val="20"/>
                <w:szCs w:val="20"/>
              </w:rPr>
              <w:t>Where one or more bedrooms are required to meet the Canadian National Occupancy Standard.</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Priority access to those in greatest need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Allocation processes to ensure those in greatest need have first access to housing. This is measured as the proportion of new allocations to those in greatest need.</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Principal tenant</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The person whose name appears on the tenancy agreement. Where this is not clear, it should be the person who is responsible for rental payments.</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b/>
                <w:sz w:val="20"/>
                <w:szCs w:val="20"/>
              </w:rPr>
            </w:pPr>
            <w:r w:rsidRPr="000B70AA">
              <w:rPr>
                <w:rFonts w:ascii="Arial" w:hAnsi="Arial"/>
                <w:b/>
                <w:sz w:val="20"/>
                <w:szCs w:val="20"/>
              </w:rPr>
              <w:t>Rebated 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A household that receives housing assistance and pays less than the market rent value for the dwelling.</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Rent charged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The amount in dollars that households are charged based on the rents they are expected to pay. The rents charged to tenants may or may not have been received.</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Special needs household</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Low income households that have either a household member with disability, a principal tenant aged 24 years or under, or 75 years or over, or one or more Indigenous members.</w:t>
            </w:r>
          </w:p>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For SOMIH, special needs households are those that have either a household member with disability or a principal tenant aged 24 years or under, or 50 years or over.</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Turnaround time</w:t>
            </w:r>
          </w:p>
        </w:tc>
        <w:tc>
          <w:tcPr>
            <w:tcW w:w="6379" w:type="dxa"/>
          </w:tcPr>
          <w:p w:rsidR="00BA77D8" w:rsidRPr="000B70AA" w:rsidRDefault="00BA77D8" w:rsidP="00FB1B84">
            <w:pPr>
              <w:keepNext/>
              <w:keepLines/>
              <w:spacing w:after="40" w:line="220" w:lineRule="atLeast"/>
              <w:ind w:left="6" w:right="113"/>
              <w:jc w:val="both"/>
              <w:rPr>
                <w:rFonts w:ascii="Arial" w:hAnsi="Arial"/>
                <w:sz w:val="20"/>
                <w:szCs w:val="20"/>
              </w:rPr>
            </w:pPr>
            <w:r w:rsidRPr="000B70AA">
              <w:rPr>
                <w:rFonts w:ascii="Arial" w:hAnsi="Arial"/>
                <w:sz w:val="20"/>
                <w:szCs w:val="20"/>
              </w:rPr>
              <w:t>The average time taken in days for vacant dwellings, which are available for letting, to be occupied.</w:t>
            </w:r>
          </w:p>
        </w:tc>
      </w:tr>
      <w:tr w:rsidR="00BA77D8" w:rsidRPr="000B70AA" w:rsidTr="00182C6E">
        <w:tc>
          <w:tcPr>
            <w:tcW w:w="2410" w:type="dxa"/>
          </w:tcPr>
          <w:p w:rsidR="00BA77D8" w:rsidRPr="000B70AA" w:rsidRDefault="00BA77D8" w:rsidP="00FB1B84">
            <w:pPr>
              <w:keepNext/>
              <w:keepLines/>
              <w:spacing w:after="40" w:line="220" w:lineRule="atLeast"/>
              <w:ind w:left="6" w:right="113"/>
              <w:rPr>
                <w:rFonts w:ascii="Arial" w:hAnsi="Arial"/>
                <w:sz w:val="20"/>
                <w:szCs w:val="20"/>
              </w:rPr>
            </w:pPr>
            <w:r w:rsidRPr="000B70AA">
              <w:rPr>
                <w:rFonts w:ascii="Arial" w:hAnsi="Arial"/>
                <w:b/>
                <w:sz w:val="20"/>
                <w:szCs w:val="20"/>
              </w:rPr>
              <w:t>Underutilisation</w:t>
            </w:r>
          </w:p>
        </w:tc>
        <w:tc>
          <w:tcPr>
            <w:tcW w:w="6379" w:type="dxa"/>
          </w:tcPr>
          <w:p w:rsidR="00BA77D8" w:rsidRPr="000B70AA" w:rsidRDefault="00BA77D8" w:rsidP="00FB1B84">
            <w:pPr>
              <w:keepNext/>
              <w:keepLines/>
              <w:spacing w:after="40" w:line="220" w:lineRule="atLeast"/>
              <w:ind w:left="6" w:right="113"/>
              <w:jc w:val="both"/>
              <w:rPr>
                <w:rFonts w:ascii="Arial" w:hAnsi="Arial"/>
                <w:sz w:val="24"/>
                <w:szCs w:val="20"/>
                <w:u w:val="dotted"/>
              </w:rPr>
            </w:pPr>
            <w:r w:rsidRPr="000B70AA">
              <w:rPr>
                <w:rFonts w:ascii="Arial" w:hAnsi="Arial"/>
                <w:sz w:val="20"/>
                <w:szCs w:val="20"/>
              </w:rPr>
              <w:t>Where there are two or more bedrooms additional to the number required in the dwelling to satisfy CNOS.</w:t>
            </w:r>
          </w:p>
        </w:tc>
      </w:tr>
    </w:tbl>
    <w:p w:rsidR="007313D0" w:rsidRPr="000B70AA" w:rsidRDefault="007313D0" w:rsidP="007313D0">
      <w:pPr>
        <w:pStyle w:val="Heading3"/>
        <w:spacing w:before="240"/>
      </w:pPr>
      <w:bookmarkStart w:id="118" w:name="_Toc290293211"/>
      <w:bookmarkStart w:id="119" w:name="_Toc319998386"/>
      <w:bookmarkStart w:id="120" w:name="_Toc321219890"/>
      <w:bookmarkStart w:id="121" w:name="_Toc321223475"/>
      <w:bookmarkStart w:id="122" w:name="_Toc349025860"/>
      <w:bookmarkStart w:id="123" w:name="_Toc349050059"/>
      <w:bookmarkEnd w:id="111"/>
      <w:bookmarkEnd w:id="112"/>
      <w:bookmarkEnd w:id="113"/>
      <w:bookmarkEnd w:id="114"/>
      <w:bookmarkEnd w:id="115"/>
      <w:r w:rsidRPr="000B70AA">
        <w:t>List of attachment tables</w:t>
      </w:r>
      <w:bookmarkEnd w:id="118"/>
      <w:bookmarkEnd w:id="119"/>
      <w:bookmarkEnd w:id="120"/>
      <w:bookmarkEnd w:id="121"/>
      <w:bookmarkEnd w:id="122"/>
      <w:bookmarkEnd w:id="123"/>
    </w:p>
    <w:p w:rsidR="007313D0" w:rsidRPr="000B70AA" w:rsidRDefault="007313D0" w:rsidP="007313D0">
      <w:pPr>
        <w:pStyle w:val="BodyText"/>
      </w:pPr>
      <w:r w:rsidRPr="000B70AA">
        <w:t>Attachment tables for data within this chapter are contained in the attachment to the Compendium. These tables are identified in references throughout this chapter by an ‘16A’ prefix (for example, table 16A.1 is table 1 in the Housing attachment). Attachment tables are on the Review website (www.pc.gov.au/gsp).</w:t>
      </w:r>
    </w:p>
    <w:p w:rsidR="007313D0" w:rsidRPr="000B70AA" w:rsidRDefault="007313D0" w:rsidP="007313D0">
      <w:pPr>
        <w:pStyle w:val="BodyText"/>
      </w:pPr>
    </w:p>
    <w:tbl>
      <w:tblPr>
        <w:tblW w:w="9096" w:type="dxa"/>
        <w:tblInd w:w="93" w:type="dxa"/>
        <w:tblLook w:val="04A0" w:firstRow="1" w:lastRow="0" w:firstColumn="1" w:lastColumn="0" w:noHBand="0" w:noVBand="1"/>
      </w:tblPr>
      <w:tblGrid>
        <w:gridCol w:w="1811"/>
        <w:gridCol w:w="7285"/>
      </w:tblGrid>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16A.3</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number of social housing dwellings, at 30 June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number of households in social housing, at 30 June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public housing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16A.6</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State owned and managed Indigenous housing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16A.7</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community housing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lastRenderedPageBreak/>
              <w:t>Table 16A.8</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Descriptive data ― Indigenous community housing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16A.10</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new tenancies allocated to households with special needs — SOMIH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16A.13</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Greatest need allocations as a proportion of all new allocations — SOMIH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16A.15</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Dwelling condition  — Public housing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16A.16</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Dwelling condition  — SOMIH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16A.17</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Dwelling condition  — Community housing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16A.18</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Dwelling condition — Indigenous community housing (per cent)</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16A.21</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Net recurrent cost of providing assistance per dwelling (excluding the cost of capital) — SOMIH ($ per dwelling)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16A.23</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Net recurrent cost per dwelling — Indigenous community housing (2010-11 dollars)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16A.25</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SOMIH occupancy rates as at 30 June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16A.27</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Indigenous community housing occupancy rates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16A.29</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Average turnaround times for vacant stock — SOMIH (days)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16A.31</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SOMIH rent collection rate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16A.33</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Indigenous community housing rent collection rate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16A.36</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Amenity, location and customer satisfaction with SOMIH, 2012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16A.40</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Average weekly subsidy per rebated household, at 30 June — SOMIH ($ per week)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16A.41</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Low income households in social housing, at 30 June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16A.42</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low income households in social housing spending more than 30 per cent of their gross income on rent, at 30 June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16A.45</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household gross income spent on rent — low income households in SOMIH, at 30 June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16A.48</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overcrowded households at 30 June — SOMIH </w:t>
            </w:r>
            <w:r w:rsidRPr="000B70AA">
              <w:rPr>
                <w:rFonts w:ascii="Arial" w:hAnsi="Arial" w:cs="Arial"/>
                <w:sz w:val="20"/>
                <w:szCs w:val="20"/>
              </w:rPr>
              <w:br/>
              <w:t xml:space="preserve">(per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16A.50</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overcrowded households in Indigenous community housing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16A.51</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Indigenous households in public housing living in overcrowded conditions, by remoteness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16A.52</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Indigenous households in SOMIH living in overcrowded conditions, by remoteness (per cent)  </w:t>
            </w:r>
          </w:p>
        </w:tc>
      </w:tr>
      <w:tr w:rsidR="00D865AB" w:rsidRPr="000B70AA" w:rsidTr="00D865AB">
        <w:trPr>
          <w:trHeight w:val="612"/>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16A.53</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Proportion of Indigenous households in Indigenous community housing living in overcrowded conditions, by number of bedrooms needed (per cent) </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16A.54</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Underutilisation in social housing at 30 June (per cent)    </w:t>
            </w:r>
          </w:p>
        </w:tc>
      </w:tr>
      <w:tr w:rsidR="00D93BE0" w:rsidRPr="000B70AA" w:rsidTr="00D865AB">
        <w:trPr>
          <w:trHeight w:val="357"/>
        </w:trPr>
        <w:tc>
          <w:tcPr>
            <w:tcW w:w="9096" w:type="dxa"/>
            <w:gridSpan w:val="2"/>
            <w:tcBorders>
              <w:top w:val="nil"/>
              <w:left w:val="nil"/>
              <w:bottom w:val="nil"/>
              <w:right w:val="nil"/>
            </w:tcBorders>
            <w:shd w:val="clear" w:color="auto" w:fill="auto"/>
            <w:noWrap/>
            <w:hideMark/>
          </w:tcPr>
          <w:p w:rsidR="00D93BE0" w:rsidRPr="000B70AA" w:rsidRDefault="00D93BE0" w:rsidP="00D93BE0">
            <w:pPr>
              <w:rPr>
                <w:rFonts w:ascii="Arial" w:hAnsi="Arial" w:cs="Arial"/>
                <w:b/>
                <w:bCs/>
                <w:sz w:val="20"/>
                <w:szCs w:val="20"/>
              </w:rPr>
            </w:pPr>
            <w:r w:rsidRPr="000B70AA">
              <w:rPr>
                <w:rFonts w:ascii="Arial" w:hAnsi="Arial" w:cs="Arial"/>
                <w:b/>
                <w:bCs/>
                <w:sz w:val="20"/>
                <w:szCs w:val="20"/>
              </w:rPr>
              <w:t>Contextual information</w:t>
            </w:r>
          </w:p>
        </w:tc>
      </w:tr>
      <w:tr w:rsidR="00D865AB" w:rsidRPr="000B70AA" w:rsidTr="00D865AB">
        <w:trPr>
          <w:trHeight w:val="357"/>
        </w:trPr>
        <w:tc>
          <w:tcPr>
            <w:tcW w:w="1811" w:type="dxa"/>
            <w:tcBorders>
              <w:top w:val="nil"/>
              <w:left w:val="nil"/>
              <w:bottom w:val="nil"/>
              <w:right w:val="nil"/>
            </w:tcBorders>
            <w:shd w:val="clear" w:color="auto" w:fill="auto"/>
            <w:noWrap/>
            <w:hideMark/>
          </w:tcPr>
          <w:p w:rsidR="00D865AB" w:rsidRPr="000B70AA" w:rsidRDefault="00D865AB" w:rsidP="00182C6E">
            <w:pPr>
              <w:rPr>
                <w:rFonts w:ascii="Arial" w:hAnsi="Arial" w:cs="Arial"/>
                <w:b/>
                <w:sz w:val="20"/>
                <w:szCs w:val="20"/>
              </w:rPr>
            </w:pPr>
            <w:r w:rsidRPr="000B70AA">
              <w:rPr>
                <w:rFonts w:ascii="Arial" w:hAnsi="Arial" w:cs="Arial"/>
                <w:b/>
                <w:sz w:val="20"/>
                <w:szCs w:val="20"/>
              </w:rPr>
              <w:t>Table 16A.61</w:t>
            </w:r>
          </w:p>
        </w:tc>
        <w:tc>
          <w:tcPr>
            <w:tcW w:w="7285" w:type="dxa"/>
            <w:tcBorders>
              <w:top w:val="nil"/>
              <w:left w:val="nil"/>
              <w:bottom w:val="nil"/>
              <w:right w:val="nil"/>
            </w:tcBorders>
            <w:shd w:val="clear" w:color="auto" w:fill="auto"/>
            <w:hideMark/>
          </w:tcPr>
          <w:p w:rsidR="00D865AB" w:rsidRPr="000B70AA" w:rsidRDefault="00D865AB" w:rsidP="00D93BE0">
            <w:pPr>
              <w:jc w:val="both"/>
              <w:rPr>
                <w:rFonts w:ascii="Arial" w:hAnsi="Arial" w:cs="Arial"/>
                <w:sz w:val="20"/>
                <w:szCs w:val="20"/>
              </w:rPr>
            </w:pPr>
            <w:r w:rsidRPr="000B70AA">
              <w:rPr>
                <w:rFonts w:ascii="Arial" w:hAnsi="Arial" w:cs="Arial"/>
                <w:sz w:val="20"/>
                <w:szCs w:val="20"/>
              </w:rPr>
              <w:t xml:space="preserve">SOMIH housing policy context, 2012 </w:t>
            </w:r>
          </w:p>
        </w:tc>
      </w:tr>
    </w:tbl>
    <w:p w:rsidR="007313D0" w:rsidRPr="000B70AA" w:rsidRDefault="007313D0" w:rsidP="007313D0">
      <w:pPr>
        <w:pStyle w:val="Heading3"/>
      </w:pPr>
      <w:bookmarkStart w:id="124" w:name="_Toc290293212"/>
      <w:bookmarkStart w:id="125" w:name="_Toc319998387"/>
      <w:bookmarkStart w:id="126" w:name="_Toc321219891"/>
      <w:bookmarkStart w:id="127" w:name="_Toc321223476"/>
      <w:bookmarkStart w:id="128" w:name="_Toc349025861"/>
      <w:bookmarkStart w:id="129" w:name="_Toc349050060"/>
      <w:r w:rsidRPr="000B70AA">
        <w:lastRenderedPageBreak/>
        <w:t>References</w:t>
      </w:r>
      <w:bookmarkEnd w:id="124"/>
      <w:bookmarkEnd w:id="125"/>
      <w:bookmarkEnd w:id="126"/>
      <w:bookmarkEnd w:id="127"/>
      <w:bookmarkEnd w:id="128"/>
      <w:bookmarkEnd w:id="129"/>
    </w:p>
    <w:p w:rsidR="00182C6E" w:rsidRPr="000B70AA" w:rsidRDefault="00182C6E" w:rsidP="00182C6E">
      <w:pPr>
        <w:pStyle w:val="Reference"/>
        <w:rPr>
          <w:color w:val="000000" w:themeColor="text1"/>
        </w:rPr>
      </w:pPr>
      <w:r w:rsidRPr="000B70AA">
        <w:t xml:space="preserve">ABS (Australian Bureau of Statistics) 2012, </w:t>
      </w:r>
      <w:r w:rsidRPr="000B70AA">
        <w:rPr>
          <w:i/>
        </w:rPr>
        <w:t xml:space="preserve">2011 Census of Population and Housing — Basic </w:t>
      </w:r>
      <w:r w:rsidRPr="000B70AA">
        <w:rPr>
          <w:i/>
          <w:color w:val="000000" w:themeColor="text1"/>
        </w:rPr>
        <w:t xml:space="preserve">Community Profile, </w:t>
      </w:r>
      <w:r w:rsidRPr="000B70AA">
        <w:rPr>
          <w:color w:val="000000" w:themeColor="text1"/>
        </w:rPr>
        <w:t>Cat no. 2001.0 Canberra</w:t>
      </w:r>
    </w:p>
    <w:p w:rsidR="00F626B3" w:rsidRPr="000B70AA" w:rsidRDefault="00182C6E" w:rsidP="00182C6E">
      <w:pPr>
        <w:pStyle w:val="Reference"/>
        <w:rPr>
          <w:b/>
          <w:color w:val="000000" w:themeColor="text1"/>
        </w:rPr>
      </w:pPr>
      <w:r w:rsidRPr="000B70AA">
        <w:rPr>
          <w:color w:val="000000" w:themeColor="text1"/>
        </w:rPr>
        <w:t xml:space="preserve">—— 2012, </w:t>
      </w:r>
      <w:r w:rsidRPr="000B70AA">
        <w:rPr>
          <w:i/>
          <w:color w:val="000000" w:themeColor="text1"/>
        </w:rPr>
        <w:t xml:space="preserve">2011 Census of Population and Housing — Expanded Community Profile, </w:t>
      </w:r>
      <w:r w:rsidRPr="000B70AA">
        <w:rPr>
          <w:color w:val="000000" w:themeColor="text1"/>
        </w:rPr>
        <w:t xml:space="preserve">Cat no. 2005.0 Canberra </w:t>
      </w:r>
    </w:p>
    <w:p w:rsidR="00182C6E" w:rsidRPr="000B70AA" w:rsidRDefault="00182C6E" w:rsidP="00182C6E">
      <w:pPr>
        <w:pStyle w:val="Reference"/>
        <w:rPr>
          <w:color w:val="000000" w:themeColor="text1"/>
        </w:rPr>
      </w:pPr>
      <w:r w:rsidRPr="000B70AA">
        <w:rPr>
          <w:color w:val="000000" w:themeColor="text1"/>
        </w:rPr>
        <w:t xml:space="preserve">—— 2011, </w:t>
      </w:r>
      <w:r w:rsidRPr="000B70AA">
        <w:rPr>
          <w:i/>
          <w:color w:val="000000" w:themeColor="text1"/>
        </w:rPr>
        <w:t>Household Income and Income Distribution, Australia 2009-10</w:t>
      </w:r>
      <w:r w:rsidRPr="000B70AA">
        <w:rPr>
          <w:color w:val="000000" w:themeColor="text1"/>
        </w:rPr>
        <w:t>, Cat. no. 6523.0, Canberra</w:t>
      </w:r>
    </w:p>
    <w:p w:rsidR="00182C6E" w:rsidRPr="000B70AA" w:rsidRDefault="00182C6E" w:rsidP="00182C6E">
      <w:pPr>
        <w:pStyle w:val="Reference"/>
      </w:pPr>
      <w:r w:rsidRPr="000B70AA">
        <w:rPr>
          <w:color w:val="000000" w:themeColor="text1"/>
        </w:rPr>
        <w:t xml:space="preserve">AIHW (Australian Institute of Health and </w:t>
      </w:r>
      <w:r w:rsidRPr="000B70AA">
        <w:t xml:space="preserve">Welfare) 2006, </w:t>
      </w:r>
      <w:r w:rsidRPr="000B70AA">
        <w:rPr>
          <w:i/>
        </w:rPr>
        <w:t>National Housing Assistance Data Dictionary Version 3</w:t>
      </w:r>
      <w:r w:rsidRPr="000B70AA">
        <w:t>, Cat. no. HOU-147, Canberra</w:t>
      </w:r>
    </w:p>
    <w:p w:rsidR="009C05A7" w:rsidRPr="000B70AA" w:rsidRDefault="009C05A7" w:rsidP="009C05A7">
      <w:pPr>
        <w:pStyle w:val="Reference"/>
      </w:pPr>
      <w:r w:rsidRPr="000B70AA">
        <w:t xml:space="preserve">COAG (Council of Australian Governments) 2009, </w:t>
      </w:r>
      <w:r w:rsidRPr="000B70AA">
        <w:rPr>
          <w:i/>
        </w:rPr>
        <w:t>National Affordable Housing Agreement</w:t>
      </w:r>
      <w:r w:rsidRPr="000B70AA">
        <w:t>, Intergovernmental Agreement on Federal Financial Relations, Australian Government, Council of Australian Governments, Canberra</w:t>
      </w:r>
    </w:p>
    <w:p w:rsidR="009C05A7" w:rsidRPr="000B70AA" w:rsidRDefault="009C05A7" w:rsidP="009C05A7">
      <w:pPr>
        <w:pStyle w:val="Reference"/>
      </w:pPr>
      <w:r w:rsidRPr="000B70AA">
        <w:t xml:space="preserve">FaCS (Department of Family and Community Services) 2003, </w:t>
      </w:r>
      <w:r w:rsidRPr="000B70AA">
        <w:rPr>
          <w:i/>
        </w:rPr>
        <w:t>Commonwealth State Housing Agreement</w:t>
      </w:r>
      <w:r w:rsidRPr="000B70AA">
        <w:t>, Australian Government, Department of Family and Community Services, Canberra</w:t>
      </w:r>
    </w:p>
    <w:p w:rsidR="00182C6E" w:rsidRPr="000B70AA" w:rsidRDefault="00182C6E" w:rsidP="00182C6E">
      <w:pPr>
        <w:pStyle w:val="Reference"/>
      </w:pPr>
      <w:r w:rsidRPr="000B70AA">
        <w:t xml:space="preserve">Morel, P. and Ross, H. 1993, </w:t>
      </w:r>
      <w:r w:rsidRPr="000B70AA">
        <w:rPr>
          <w:i/>
        </w:rPr>
        <w:t>Housing Design Assessment for Bush Communities</w:t>
      </w:r>
      <w:r w:rsidRPr="000B70AA">
        <w:t>, Tangentyere Council, Alice Springs</w:t>
      </w:r>
    </w:p>
    <w:p w:rsidR="00182C6E" w:rsidRPr="000B70AA" w:rsidRDefault="00182C6E" w:rsidP="00182C6E">
      <w:pPr>
        <w:pStyle w:val="Reference"/>
      </w:pPr>
      <w:r w:rsidRPr="000B70AA">
        <w:t xml:space="preserve">Yates, J. and Gabriel, M. 2006, </w:t>
      </w:r>
      <w:r w:rsidRPr="000B70AA">
        <w:rPr>
          <w:i/>
        </w:rPr>
        <w:t>Housing Affordability in Australia</w:t>
      </w:r>
      <w:r w:rsidRPr="000B70AA">
        <w:t>, Research Paper No. 3, Australian Housing and Urban Research Institute, Melbourne</w:t>
      </w:r>
    </w:p>
    <w:p w:rsidR="00182C6E" w:rsidRPr="00AC1B57" w:rsidRDefault="00182C6E" w:rsidP="00182C6E">
      <w:pPr>
        <w:pStyle w:val="Reference"/>
      </w:pPr>
      <w:r w:rsidRPr="000B70AA">
        <w:t xml:space="preserve">Yates, J. and Milligan, V. 2007, </w:t>
      </w:r>
      <w:r w:rsidRPr="000B70AA">
        <w:rPr>
          <w:i/>
        </w:rPr>
        <w:t>Housing affordability: a 21st century problem</w:t>
      </w:r>
      <w:r w:rsidRPr="000B70AA">
        <w:t>, Final Report No. 105, Australian Housing and Urban Research Institute, Melbourne.</w:t>
      </w:r>
    </w:p>
    <w:p w:rsidR="00D322D9" w:rsidRPr="00A217EC" w:rsidRDefault="00D322D9" w:rsidP="007313D0">
      <w:pPr>
        <w:pStyle w:val="BodyText"/>
        <w:rPr>
          <w:rStyle w:val="Hyperlink"/>
          <w:color w:val="auto"/>
          <w:u w:val="none"/>
        </w:rPr>
      </w:pPr>
    </w:p>
    <w:sectPr w:rsidR="00D322D9" w:rsidRPr="00A217EC" w:rsidSect="00B95C6D">
      <w:headerReference w:type="even" r:id="rId26"/>
      <w:headerReference w:type="default" r:id="rId27"/>
      <w:footerReference w:type="even" r:id="rId28"/>
      <w:footerReference w:type="default" r:id="rId29"/>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94A" w:rsidRDefault="00AA794A">
      <w:r>
        <w:separator/>
      </w:r>
    </w:p>
  </w:endnote>
  <w:endnote w:type="continuationSeparator" w:id="0">
    <w:p w:rsidR="00AA794A" w:rsidRDefault="00AA79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AA794A">
      <w:trPr>
        <w:trHeight w:hRule="exact" w:val="740"/>
      </w:trPr>
      <w:tc>
        <w:tcPr>
          <w:tcW w:w="510" w:type="dxa"/>
          <w:tcBorders>
            <w:top w:val="single" w:sz="6" w:space="0" w:color="auto"/>
          </w:tcBorders>
        </w:tcPr>
        <w:p w:rsidR="00AA794A" w:rsidRDefault="004A611F" w:rsidP="00860C85">
          <w:pPr>
            <w:pStyle w:val="Footer"/>
            <w:tabs>
              <w:tab w:val="left" w:pos="0"/>
            </w:tabs>
            <w:ind w:right="0"/>
            <w:rPr>
              <w:rStyle w:val="PageNumber"/>
            </w:rPr>
          </w:pPr>
          <w:r>
            <w:fldChar w:fldCharType="begin"/>
          </w:r>
          <w:r>
            <w:instrText xml:space="preserve"> COMMENTS  \* MERGEFORMAT </w:instrText>
          </w:r>
          <w:r>
            <w:fldChar w:fldCharType="separate"/>
          </w:r>
          <w:r w:rsidR="00F03297">
            <w:rPr>
              <w:rStyle w:val="PageNumber"/>
            </w:rPr>
            <w:t>16.</w:t>
          </w:r>
          <w:r>
            <w:rPr>
              <w:rStyle w:val="PageNumber"/>
            </w:rPr>
            <w:fldChar w:fldCharType="end"/>
          </w:r>
          <w:r w:rsidR="00F03297">
            <w:rPr>
              <w:rStyle w:val="PageNumber"/>
            </w:rPr>
            <w:fldChar w:fldCharType="begin"/>
          </w:r>
          <w:r w:rsidR="00F03297">
            <w:rPr>
              <w:rStyle w:val="PageNumber"/>
            </w:rPr>
            <w:instrText xml:space="preserve">PAGE  </w:instrText>
          </w:r>
          <w:r w:rsidR="00F03297">
            <w:rPr>
              <w:rStyle w:val="PageNumber"/>
            </w:rPr>
            <w:fldChar w:fldCharType="separate"/>
          </w:r>
          <w:r>
            <w:rPr>
              <w:rStyle w:val="PageNumber"/>
              <w:noProof/>
            </w:rPr>
            <w:t>40</w:t>
          </w:r>
          <w:r w:rsidR="00F03297">
            <w:rPr>
              <w:rStyle w:val="PageNumber"/>
            </w:rPr>
            <w:fldChar w:fldCharType="end"/>
          </w:r>
        </w:p>
      </w:tc>
      <w:tc>
        <w:tcPr>
          <w:tcW w:w="1644" w:type="dxa"/>
          <w:tcBorders>
            <w:top w:val="single" w:sz="6" w:space="0" w:color="auto"/>
          </w:tcBorders>
        </w:tcPr>
        <w:p w:rsidR="00AA794A" w:rsidRDefault="00171354" w:rsidP="0019293B">
          <w:pPr>
            <w:pStyle w:val="Footer"/>
          </w:pPr>
          <w:fldSimple w:instr=" SUBJECT  \* MERGEFORMAT ">
            <w:r w:rsidR="00AA794A">
              <w:t>Report on Government Services 2013</w:t>
            </w:r>
          </w:fldSimple>
        </w:p>
      </w:tc>
      <w:tc>
        <w:tcPr>
          <w:tcW w:w="6634" w:type="dxa"/>
        </w:tcPr>
        <w:p w:rsidR="00AA794A" w:rsidRDefault="00AA794A" w:rsidP="0019293B">
          <w:pPr>
            <w:pStyle w:val="Footer"/>
          </w:pPr>
        </w:p>
      </w:tc>
    </w:tr>
  </w:tbl>
  <w:p w:rsidR="00AA794A" w:rsidRDefault="00AA794A"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AA794A">
      <w:trPr>
        <w:trHeight w:hRule="exact" w:val="740"/>
      </w:trPr>
      <w:tc>
        <w:tcPr>
          <w:tcW w:w="6634" w:type="dxa"/>
        </w:tcPr>
        <w:p w:rsidR="00AA794A" w:rsidRDefault="00AA794A">
          <w:pPr>
            <w:pStyle w:val="Footer"/>
            <w:ind w:right="360" w:firstLine="360"/>
          </w:pPr>
        </w:p>
      </w:tc>
      <w:tc>
        <w:tcPr>
          <w:tcW w:w="1644" w:type="dxa"/>
          <w:tcBorders>
            <w:top w:val="single" w:sz="6" w:space="0" w:color="auto"/>
          </w:tcBorders>
        </w:tcPr>
        <w:p w:rsidR="00AA794A" w:rsidRDefault="00171354">
          <w:pPr>
            <w:pStyle w:val="Footer"/>
          </w:pPr>
          <w:fldSimple w:instr=" TITLE  \* MERGEFORMAT ">
            <w:r w:rsidR="00AA794A">
              <w:t>Indigenous Compendium 2013</w:t>
            </w:r>
          </w:fldSimple>
        </w:p>
      </w:tc>
      <w:tc>
        <w:tcPr>
          <w:tcW w:w="510" w:type="dxa"/>
          <w:tcBorders>
            <w:top w:val="single" w:sz="6" w:space="0" w:color="auto"/>
          </w:tcBorders>
        </w:tcPr>
        <w:p w:rsidR="00AA794A" w:rsidRDefault="004A611F">
          <w:pPr>
            <w:pStyle w:val="Footer"/>
            <w:jc w:val="right"/>
          </w:pPr>
          <w:r>
            <w:fldChar w:fldCharType="begin"/>
          </w:r>
          <w:r>
            <w:instrText xml:space="preserve"> COMMENTS  \* MERGEFORMAT </w:instrText>
          </w:r>
          <w:r>
            <w:fldChar w:fldCharType="separate"/>
          </w:r>
          <w:r w:rsidR="00F03297">
            <w:rPr>
              <w:rStyle w:val="PageNumber"/>
            </w:rPr>
            <w:t>16.</w:t>
          </w:r>
          <w:r>
            <w:rPr>
              <w:rStyle w:val="PageNumber"/>
            </w:rPr>
            <w:fldChar w:fldCharType="end"/>
          </w:r>
          <w:r w:rsidR="00F03297">
            <w:rPr>
              <w:rStyle w:val="PageNumber"/>
            </w:rPr>
            <w:fldChar w:fldCharType="begin"/>
          </w:r>
          <w:r w:rsidR="00F03297">
            <w:rPr>
              <w:rStyle w:val="PageNumber"/>
            </w:rPr>
            <w:instrText xml:space="preserve">PAGE  </w:instrText>
          </w:r>
          <w:r w:rsidR="00F03297">
            <w:rPr>
              <w:rStyle w:val="PageNumber"/>
            </w:rPr>
            <w:fldChar w:fldCharType="separate"/>
          </w:r>
          <w:r>
            <w:rPr>
              <w:rStyle w:val="PageNumber"/>
              <w:noProof/>
            </w:rPr>
            <w:t>1</w:t>
          </w:r>
          <w:r w:rsidR="00F03297">
            <w:rPr>
              <w:rStyle w:val="PageNumber"/>
            </w:rPr>
            <w:fldChar w:fldCharType="end"/>
          </w:r>
        </w:p>
      </w:tc>
    </w:tr>
  </w:tbl>
  <w:p w:rsidR="00AA794A" w:rsidRDefault="00AA794A">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94A" w:rsidRDefault="00AA794A">
      <w:r>
        <w:separator/>
      </w:r>
    </w:p>
  </w:footnote>
  <w:footnote w:type="continuationSeparator" w:id="0">
    <w:p w:rsidR="00AA794A" w:rsidRDefault="00AA79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AA794A">
      <w:tc>
        <w:tcPr>
          <w:tcW w:w="2155" w:type="dxa"/>
          <w:tcBorders>
            <w:top w:val="single" w:sz="24" w:space="0" w:color="auto"/>
          </w:tcBorders>
        </w:tcPr>
        <w:p w:rsidR="00AA794A" w:rsidRDefault="00AA794A" w:rsidP="0019293B">
          <w:pPr>
            <w:pStyle w:val="HeaderEven"/>
          </w:pPr>
        </w:p>
      </w:tc>
      <w:tc>
        <w:tcPr>
          <w:tcW w:w="6634" w:type="dxa"/>
          <w:tcBorders>
            <w:top w:val="single" w:sz="6" w:space="0" w:color="auto"/>
          </w:tcBorders>
        </w:tcPr>
        <w:p w:rsidR="00AA794A" w:rsidRDefault="00AA794A" w:rsidP="0019293B">
          <w:pPr>
            <w:pStyle w:val="HeaderEven"/>
          </w:pPr>
        </w:p>
      </w:tc>
    </w:tr>
  </w:tbl>
  <w:p w:rsidR="00AA794A" w:rsidRDefault="00AA794A"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A794A">
      <w:tc>
        <w:tcPr>
          <w:tcW w:w="6634" w:type="dxa"/>
          <w:tcBorders>
            <w:top w:val="single" w:sz="6" w:space="0" w:color="auto"/>
          </w:tcBorders>
        </w:tcPr>
        <w:p w:rsidR="00AA794A" w:rsidRDefault="00AA794A" w:rsidP="00E669E2">
          <w:pPr>
            <w:pStyle w:val="HeaderOdd"/>
          </w:pPr>
        </w:p>
      </w:tc>
      <w:tc>
        <w:tcPr>
          <w:tcW w:w="2155" w:type="dxa"/>
          <w:tcBorders>
            <w:top w:val="single" w:sz="24" w:space="0" w:color="auto"/>
          </w:tcBorders>
        </w:tcPr>
        <w:p w:rsidR="00AA794A" w:rsidRDefault="00AA794A" w:rsidP="00E669E2">
          <w:pPr>
            <w:pStyle w:val="HeaderOdd"/>
          </w:pPr>
        </w:p>
      </w:tc>
    </w:tr>
  </w:tbl>
  <w:p w:rsidR="00AA794A" w:rsidRDefault="00AA794A"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3594BE5E"/>
    <w:lvl w:ilvl="0">
      <w:numFmt w:val="bullet"/>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dotpoint"/>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6">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C40609"/>
    <w:multiLevelType w:val="hybridMultilevel"/>
    <w:tmpl w:val="FC2A9516"/>
    <w:lvl w:ilvl="0" w:tplc="6B1C68EE">
      <w:start w:val="16"/>
      <w:numFmt w:val="decimal"/>
      <w:lvlText w:val="%1"/>
      <w:lvlJc w:val="left"/>
      <w:pPr>
        <w:tabs>
          <w:tab w:val="num" w:pos="1440"/>
        </w:tabs>
        <w:ind w:left="1440" w:hanging="10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4"/>
  </w:num>
  <w:num w:numId="2">
    <w:abstractNumId w:val="4"/>
  </w:num>
  <w:num w:numId="3">
    <w:abstractNumId w:val="18"/>
  </w:num>
  <w:num w:numId="4">
    <w:abstractNumId w:val="5"/>
  </w:num>
  <w:num w:numId="5">
    <w:abstractNumId w:val="22"/>
  </w:num>
  <w:num w:numId="6">
    <w:abstractNumId w:val="20"/>
  </w:num>
  <w:num w:numId="7">
    <w:abstractNumId w:val="25"/>
  </w:num>
  <w:num w:numId="8">
    <w:abstractNumId w:val="9"/>
  </w:num>
  <w:num w:numId="9">
    <w:abstractNumId w:val="19"/>
  </w:num>
  <w:num w:numId="10">
    <w:abstractNumId w:val="8"/>
  </w:num>
  <w:num w:numId="11">
    <w:abstractNumId w:val="7"/>
  </w:num>
  <w:num w:numId="12">
    <w:abstractNumId w:val="13"/>
  </w:num>
  <w:num w:numId="13">
    <w:abstractNumId w:val="14"/>
  </w:num>
  <w:num w:numId="14">
    <w:abstractNumId w:val="17"/>
  </w:num>
  <w:num w:numId="15">
    <w:abstractNumId w:val="6"/>
  </w:num>
  <w:num w:numId="16">
    <w:abstractNumId w:val="21"/>
  </w:num>
  <w:num w:numId="17">
    <w:abstractNumId w:val="15"/>
  </w:num>
  <w:num w:numId="18">
    <w:abstractNumId w:val="2"/>
  </w:num>
  <w:num w:numId="19">
    <w:abstractNumId w:val="12"/>
  </w:num>
  <w:num w:numId="20">
    <w:abstractNumId w:val="11"/>
  </w:num>
  <w:num w:numId="21">
    <w:abstractNumId w:val="3"/>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
  </w:num>
  <w:num w:numId="23">
    <w:abstractNumId w:val="16"/>
  </w:num>
  <w:num w:numId="24">
    <w:abstractNumId w:val="10"/>
  </w:num>
  <w:num w:numId="25">
    <w:abstractNumId w:val="0"/>
  </w:num>
  <w:num w:numId="26">
    <w:abstractNumId w:val="23"/>
  </w:num>
  <w:num w:numId="27">
    <w:abstractNumId w:val="19"/>
  </w:num>
  <w:num w:numId="28">
    <w:abstractNumId w:val="19"/>
  </w:num>
  <w:num w:numId="2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16"/>
    <w:docVar w:name="FindingOptions" w:val="1"/>
    <w:docVar w:name="RecOptions" w:val="111"/>
    <w:docVar w:name="ShortChapterTitle" w:val="Indigenous Compendium 2013"/>
    <w:docVar w:name="ShortReportTitle" w:val="Report on Government Services 2013"/>
  </w:docVars>
  <w:rsids>
    <w:rsidRoot w:val="00B86CB4"/>
    <w:rsid w:val="00000FFC"/>
    <w:rsid w:val="00002CC5"/>
    <w:rsid w:val="00014F3D"/>
    <w:rsid w:val="000227D5"/>
    <w:rsid w:val="000245AA"/>
    <w:rsid w:val="00025E33"/>
    <w:rsid w:val="00035625"/>
    <w:rsid w:val="0003664B"/>
    <w:rsid w:val="00037202"/>
    <w:rsid w:val="0004111F"/>
    <w:rsid w:val="000444A1"/>
    <w:rsid w:val="000565B3"/>
    <w:rsid w:val="0007150B"/>
    <w:rsid w:val="000759D7"/>
    <w:rsid w:val="00076021"/>
    <w:rsid w:val="00081E65"/>
    <w:rsid w:val="00085ED5"/>
    <w:rsid w:val="00092918"/>
    <w:rsid w:val="000938F5"/>
    <w:rsid w:val="00096E55"/>
    <w:rsid w:val="00096F64"/>
    <w:rsid w:val="000A144E"/>
    <w:rsid w:val="000B5609"/>
    <w:rsid w:val="000B5F1D"/>
    <w:rsid w:val="000B601B"/>
    <w:rsid w:val="000B70AA"/>
    <w:rsid w:val="000B7D9A"/>
    <w:rsid w:val="000C207E"/>
    <w:rsid w:val="000C65C8"/>
    <w:rsid w:val="000D1E2A"/>
    <w:rsid w:val="000E1A85"/>
    <w:rsid w:val="000E39D8"/>
    <w:rsid w:val="000E4ACF"/>
    <w:rsid w:val="000F0035"/>
    <w:rsid w:val="000F420B"/>
    <w:rsid w:val="00110116"/>
    <w:rsid w:val="0011279A"/>
    <w:rsid w:val="00114B50"/>
    <w:rsid w:val="00116F93"/>
    <w:rsid w:val="00117823"/>
    <w:rsid w:val="0011785C"/>
    <w:rsid w:val="00120072"/>
    <w:rsid w:val="0012158A"/>
    <w:rsid w:val="00126EB8"/>
    <w:rsid w:val="001274D4"/>
    <w:rsid w:val="001311E9"/>
    <w:rsid w:val="001350E7"/>
    <w:rsid w:val="001363AA"/>
    <w:rsid w:val="00144BE9"/>
    <w:rsid w:val="001457FC"/>
    <w:rsid w:val="00147147"/>
    <w:rsid w:val="00156907"/>
    <w:rsid w:val="001678E5"/>
    <w:rsid w:val="00167CA3"/>
    <w:rsid w:val="00171354"/>
    <w:rsid w:val="00172567"/>
    <w:rsid w:val="00172838"/>
    <w:rsid w:val="00172DF5"/>
    <w:rsid w:val="00182C6E"/>
    <w:rsid w:val="001838A3"/>
    <w:rsid w:val="00183E82"/>
    <w:rsid w:val="001875E0"/>
    <w:rsid w:val="001876B5"/>
    <w:rsid w:val="001878BB"/>
    <w:rsid w:val="00187EEA"/>
    <w:rsid w:val="001918E7"/>
    <w:rsid w:val="00191AE0"/>
    <w:rsid w:val="0019293B"/>
    <w:rsid w:val="00195954"/>
    <w:rsid w:val="001A5435"/>
    <w:rsid w:val="001A7E29"/>
    <w:rsid w:val="001B0F05"/>
    <w:rsid w:val="001B62EC"/>
    <w:rsid w:val="001B7720"/>
    <w:rsid w:val="001C0865"/>
    <w:rsid w:val="001C18F8"/>
    <w:rsid w:val="001C3ABA"/>
    <w:rsid w:val="001C5B5C"/>
    <w:rsid w:val="001C601E"/>
    <w:rsid w:val="001D0A18"/>
    <w:rsid w:val="001D4ABC"/>
    <w:rsid w:val="001D4BAC"/>
    <w:rsid w:val="001E7BE8"/>
    <w:rsid w:val="001F0248"/>
    <w:rsid w:val="001F2E1B"/>
    <w:rsid w:val="001F3EB3"/>
    <w:rsid w:val="001F4F86"/>
    <w:rsid w:val="001F67CD"/>
    <w:rsid w:val="00201E83"/>
    <w:rsid w:val="00202C2C"/>
    <w:rsid w:val="0020524B"/>
    <w:rsid w:val="002059A0"/>
    <w:rsid w:val="002135AB"/>
    <w:rsid w:val="002144BE"/>
    <w:rsid w:val="0021534E"/>
    <w:rsid w:val="00222B03"/>
    <w:rsid w:val="0023047A"/>
    <w:rsid w:val="00231ED8"/>
    <w:rsid w:val="002339BA"/>
    <w:rsid w:val="00236CCF"/>
    <w:rsid w:val="00240CB3"/>
    <w:rsid w:val="00242279"/>
    <w:rsid w:val="00245C82"/>
    <w:rsid w:val="002504EE"/>
    <w:rsid w:val="00260781"/>
    <w:rsid w:val="00266112"/>
    <w:rsid w:val="00270B27"/>
    <w:rsid w:val="00271A32"/>
    <w:rsid w:val="00273B38"/>
    <w:rsid w:val="00275CD8"/>
    <w:rsid w:val="0028038E"/>
    <w:rsid w:val="00280FB3"/>
    <w:rsid w:val="00285231"/>
    <w:rsid w:val="00287BA4"/>
    <w:rsid w:val="00287D81"/>
    <w:rsid w:val="0029178B"/>
    <w:rsid w:val="00291B40"/>
    <w:rsid w:val="002A286E"/>
    <w:rsid w:val="002A390F"/>
    <w:rsid w:val="002A478F"/>
    <w:rsid w:val="002B4008"/>
    <w:rsid w:val="002B4766"/>
    <w:rsid w:val="002C0C2B"/>
    <w:rsid w:val="002C0FA5"/>
    <w:rsid w:val="002D0E8E"/>
    <w:rsid w:val="002D7767"/>
    <w:rsid w:val="002E60CF"/>
    <w:rsid w:val="002E7DDE"/>
    <w:rsid w:val="002F658B"/>
    <w:rsid w:val="00301189"/>
    <w:rsid w:val="003024A0"/>
    <w:rsid w:val="00310609"/>
    <w:rsid w:val="003133E9"/>
    <w:rsid w:val="003226FB"/>
    <w:rsid w:val="00323E09"/>
    <w:rsid w:val="003323E0"/>
    <w:rsid w:val="00333932"/>
    <w:rsid w:val="003345AE"/>
    <w:rsid w:val="00342143"/>
    <w:rsid w:val="00344001"/>
    <w:rsid w:val="00346421"/>
    <w:rsid w:val="00351694"/>
    <w:rsid w:val="003518AA"/>
    <w:rsid w:val="003519C6"/>
    <w:rsid w:val="00352165"/>
    <w:rsid w:val="0035307E"/>
    <w:rsid w:val="00353182"/>
    <w:rsid w:val="00353AAF"/>
    <w:rsid w:val="00355DF0"/>
    <w:rsid w:val="003565D9"/>
    <w:rsid w:val="003568DE"/>
    <w:rsid w:val="003602E1"/>
    <w:rsid w:val="003678C4"/>
    <w:rsid w:val="0037026F"/>
    <w:rsid w:val="003703CB"/>
    <w:rsid w:val="00371131"/>
    <w:rsid w:val="0037121A"/>
    <w:rsid w:val="00371240"/>
    <w:rsid w:val="00371A1C"/>
    <w:rsid w:val="00374731"/>
    <w:rsid w:val="00374877"/>
    <w:rsid w:val="00376E59"/>
    <w:rsid w:val="003771FF"/>
    <w:rsid w:val="0039166D"/>
    <w:rsid w:val="003919F9"/>
    <w:rsid w:val="00393A0D"/>
    <w:rsid w:val="0039497F"/>
    <w:rsid w:val="003A2850"/>
    <w:rsid w:val="003A3019"/>
    <w:rsid w:val="003B08D7"/>
    <w:rsid w:val="003B1BB5"/>
    <w:rsid w:val="003B563F"/>
    <w:rsid w:val="003C1570"/>
    <w:rsid w:val="003C38B5"/>
    <w:rsid w:val="003C5D99"/>
    <w:rsid w:val="003D3B04"/>
    <w:rsid w:val="003D530B"/>
    <w:rsid w:val="003D5E1E"/>
    <w:rsid w:val="003E2F59"/>
    <w:rsid w:val="003F0789"/>
    <w:rsid w:val="003F61EB"/>
    <w:rsid w:val="003F77E5"/>
    <w:rsid w:val="00401882"/>
    <w:rsid w:val="00405CFE"/>
    <w:rsid w:val="00407AFB"/>
    <w:rsid w:val="004100C8"/>
    <w:rsid w:val="00411DBD"/>
    <w:rsid w:val="00412066"/>
    <w:rsid w:val="00412ACE"/>
    <w:rsid w:val="00416111"/>
    <w:rsid w:val="0041694A"/>
    <w:rsid w:val="00422688"/>
    <w:rsid w:val="00422B5F"/>
    <w:rsid w:val="0042414C"/>
    <w:rsid w:val="00431249"/>
    <w:rsid w:val="00434C19"/>
    <w:rsid w:val="004417C1"/>
    <w:rsid w:val="004445D5"/>
    <w:rsid w:val="00445388"/>
    <w:rsid w:val="004476A9"/>
    <w:rsid w:val="00450810"/>
    <w:rsid w:val="00450B91"/>
    <w:rsid w:val="004546FE"/>
    <w:rsid w:val="004578BC"/>
    <w:rsid w:val="00461F54"/>
    <w:rsid w:val="00464B60"/>
    <w:rsid w:val="004663EC"/>
    <w:rsid w:val="00470E40"/>
    <w:rsid w:val="00472558"/>
    <w:rsid w:val="00475C2A"/>
    <w:rsid w:val="00477144"/>
    <w:rsid w:val="00482397"/>
    <w:rsid w:val="00482CB9"/>
    <w:rsid w:val="00485B11"/>
    <w:rsid w:val="00485EEA"/>
    <w:rsid w:val="00486AC8"/>
    <w:rsid w:val="00490D83"/>
    <w:rsid w:val="00490E5D"/>
    <w:rsid w:val="00491380"/>
    <w:rsid w:val="00492BF6"/>
    <w:rsid w:val="0049459F"/>
    <w:rsid w:val="004956FF"/>
    <w:rsid w:val="00497199"/>
    <w:rsid w:val="004A0126"/>
    <w:rsid w:val="004A292E"/>
    <w:rsid w:val="004A38DD"/>
    <w:rsid w:val="004A611F"/>
    <w:rsid w:val="004A67C8"/>
    <w:rsid w:val="004B16F9"/>
    <w:rsid w:val="004B43AE"/>
    <w:rsid w:val="004B77C9"/>
    <w:rsid w:val="004C30ED"/>
    <w:rsid w:val="004D5675"/>
    <w:rsid w:val="004E01E4"/>
    <w:rsid w:val="004E1C9C"/>
    <w:rsid w:val="004E4C1D"/>
    <w:rsid w:val="004F1489"/>
    <w:rsid w:val="004F3586"/>
    <w:rsid w:val="004F52A5"/>
    <w:rsid w:val="00502461"/>
    <w:rsid w:val="005050E8"/>
    <w:rsid w:val="0050695A"/>
    <w:rsid w:val="00506E88"/>
    <w:rsid w:val="00523639"/>
    <w:rsid w:val="00531FE5"/>
    <w:rsid w:val="00532335"/>
    <w:rsid w:val="005426DE"/>
    <w:rsid w:val="0056313E"/>
    <w:rsid w:val="0056489A"/>
    <w:rsid w:val="0057227C"/>
    <w:rsid w:val="00573705"/>
    <w:rsid w:val="00576AD4"/>
    <w:rsid w:val="005831C7"/>
    <w:rsid w:val="00583C39"/>
    <w:rsid w:val="00587F28"/>
    <w:rsid w:val="005909CF"/>
    <w:rsid w:val="00590DAD"/>
    <w:rsid w:val="00591E71"/>
    <w:rsid w:val="005A0D41"/>
    <w:rsid w:val="005A1951"/>
    <w:rsid w:val="005A2C7D"/>
    <w:rsid w:val="005A45DD"/>
    <w:rsid w:val="005A4B47"/>
    <w:rsid w:val="005A7405"/>
    <w:rsid w:val="005B6662"/>
    <w:rsid w:val="005B6701"/>
    <w:rsid w:val="005D09F1"/>
    <w:rsid w:val="005D3127"/>
    <w:rsid w:val="005D44E1"/>
    <w:rsid w:val="005E200F"/>
    <w:rsid w:val="005E2138"/>
    <w:rsid w:val="005E5169"/>
    <w:rsid w:val="005E7265"/>
    <w:rsid w:val="005F3481"/>
    <w:rsid w:val="005F4C5C"/>
    <w:rsid w:val="005F6B0C"/>
    <w:rsid w:val="006050F4"/>
    <w:rsid w:val="0060756E"/>
    <w:rsid w:val="0060775A"/>
    <w:rsid w:val="00607BF1"/>
    <w:rsid w:val="00616292"/>
    <w:rsid w:val="00621DFC"/>
    <w:rsid w:val="00625C15"/>
    <w:rsid w:val="00630D4D"/>
    <w:rsid w:val="006322C8"/>
    <w:rsid w:val="00632A74"/>
    <w:rsid w:val="006337B2"/>
    <w:rsid w:val="00636649"/>
    <w:rsid w:val="00636F7C"/>
    <w:rsid w:val="00640BCE"/>
    <w:rsid w:val="00641D7B"/>
    <w:rsid w:val="00647552"/>
    <w:rsid w:val="006504C7"/>
    <w:rsid w:val="00661EBF"/>
    <w:rsid w:val="00664879"/>
    <w:rsid w:val="006730C5"/>
    <w:rsid w:val="00675BC8"/>
    <w:rsid w:val="00676C2D"/>
    <w:rsid w:val="0069259D"/>
    <w:rsid w:val="00694517"/>
    <w:rsid w:val="0069518A"/>
    <w:rsid w:val="006A4655"/>
    <w:rsid w:val="006A4704"/>
    <w:rsid w:val="006B0CF1"/>
    <w:rsid w:val="006B2B3C"/>
    <w:rsid w:val="006C1D81"/>
    <w:rsid w:val="006C6EED"/>
    <w:rsid w:val="006C7038"/>
    <w:rsid w:val="006C7C14"/>
    <w:rsid w:val="006E0FFA"/>
    <w:rsid w:val="006E177F"/>
    <w:rsid w:val="006E73EF"/>
    <w:rsid w:val="00700C86"/>
    <w:rsid w:val="00704DCC"/>
    <w:rsid w:val="0070745B"/>
    <w:rsid w:val="00707B10"/>
    <w:rsid w:val="00707BE0"/>
    <w:rsid w:val="007119F3"/>
    <w:rsid w:val="00714D4D"/>
    <w:rsid w:val="00715BD1"/>
    <w:rsid w:val="00721197"/>
    <w:rsid w:val="0072192B"/>
    <w:rsid w:val="00722BE7"/>
    <w:rsid w:val="00723B87"/>
    <w:rsid w:val="007262E3"/>
    <w:rsid w:val="007313D0"/>
    <w:rsid w:val="00733B6D"/>
    <w:rsid w:val="00734316"/>
    <w:rsid w:val="0074069E"/>
    <w:rsid w:val="00743052"/>
    <w:rsid w:val="007442CE"/>
    <w:rsid w:val="00757BDE"/>
    <w:rsid w:val="007604BB"/>
    <w:rsid w:val="0076310E"/>
    <w:rsid w:val="00765910"/>
    <w:rsid w:val="00772DFC"/>
    <w:rsid w:val="00775DC1"/>
    <w:rsid w:val="00776B37"/>
    <w:rsid w:val="00785232"/>
    <w:rsid w:val="0079170F"/>
    <w:rsid w:val="007A21EB"/>
    <w:rsid w:val="007A2D09"/>
    <w:rsid w:val="007B1A93"/>
    <w:rsid w:val="007C09A7"/>
    <w:rsid w:val="007C1CDB"/>
    <w:rsid w:val="007C36C9"/>
    <w:rsid w:val="007D6401"/>
    <w:rsid w:val="007E01E4"/>
    <w:rsid w:val="007E210F"/>
    <w:rsid w:val="007E26CA"/>
    <w:rsid w:val="007E58C5"/>
    <w:rsid w:val="007F4085"/>
    <w:rsid w:val="007F43FA"/>
    <w:rsid w:val="007F7107"/>
    <w:rsid w:val="00800D4C"/>
    <w:rsid w:val="0080417A"/>
    <w:rsid w:val="0081030F"/>
    <w:rsid w:val="00810DD5"/>
    <w:rsid w:val="008204E0"/>
    <w:rsid w:val="0082087D"/>
    <w:rsid w:val="00827003"/>
    <w:rsid w:val="00827929"/>
    <w:rsid w:val="00831511"/>
    <w:rsid w:val="00835771"/>
    <w:rsid w:val="00842933"/>
    <w:rsid w:val="00852E24"/>
    <w:rsid w:val="0086082C"/>
    <w:rsid w:val="00860C85"/>
    <w:rsid w:val="00862650"/>
    <w:rsid w:val="00864ADC"/>
    <w:rsid w:val="00876D47"/>
    <w:rsid w:val="00880153"/>
    <w:rsid w:val="00880F97"/>
    <w:rsid w:val="0088133A"/>
    <w:rsid w:val="0088688A"/>
    <w:rsid w:val="0089285E"/>
    <w:rsid w:val="0089436C"/>
    <w:rsid w:val="008A0CA2"/>
    <w:rsid w:val="008A4D38"/>
    <w:rsid w:val="008A6F90"/>
    <w:rsid w:val="008B203B"/>
    <w:rsid w:val="008C2AE7"/>
    <w:rsid w:val="008C2E3D"/>
    <w:rsid w:val="008C5635"/>
    <w:rsid w:val="008D0CB9"/>
    <w:rsid w:val="008D0F22"/>
    <w:rsid w:val="008D365C"/>
    <w:rsid w:val="008D743B"/>
    <w:rsid w:val="008E1073"/>
    <w:rsid w:val="008E544F"/>
    <w:rsid w:val="008E5E58"/>
    <w:rsid w:val="008F50FE"/>
    <w:rsid w:val="00900FAA"/>
    <w:rsid w:val="00902762"/>
    <w:rsid w:val="009030BF"/>
    <w:rsid w:val="00904D33"/>
    <w:rsid w:val="0091032F"/>
    <w:rsid w:val="0091304B"/>
    <w:rsid w:val="00914368"/>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81E05"/>
    <w:rsid w:val="00990C2C"/>
    <w:rsid w:val="009932EB"/>
    <w:rsid w:val="009A0700"/>
    <w:rsid w:val="009A080A"/>
    <w:rsid w:val="009A18E4"/>
    <w:rsid w:val="009A7948"/>
    <w:rsid w:val="009B111A"/>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5380"/>
    <w:rsid w:val="009F54BA"/>
    <w:rsid w:val="009F696D"/>
    <w:rsid w:val="009F6BC6"/>
    <w:rsid w:val="009F6DA5"/>
    <w:rsid w:val="00A02721"/>
    <w:rsid w:val="00A02C7C"/>
    <w:rsid w:val="00A12154"/>
    <w:rsid w:val="00A151B9"/>
    <w:rsid w:val="00A17328"/>
    <w:rsid w:val="00A217EC"/>
    <w:rsid w:val="00A23A20"/>
    <w:rsid w:val="00A24E69"/>
    <w:rsid w:val="00A252AF"/>
    <w:rsid w:val="00A268B9"/>
    <w:rsid w:val="00A2703A"/>
    <w:rsid w:val="00A33DFF"/>
    <w:rsid w:val="00A35115"/>
    <w:rsid w:val="00A36D9A"/>
    <w:rsid w:val="00A40B8E"/>
    <w:rsid w:val="00A52210"/>
    <w:rsid w:val="00A5394A"/>
    <w:rsid w:val="00A554AB"/>
    <w:rsid w:val="00A57062"/>
    <w:rsid w:val="00A738FD"/>
    <w:rsid w:val="00A85DA1"/>
    <w:rsid w:val="00A9231C"/>
    <w:rsid w:val="00A92B53"/>
    <w:rsid w:val="00A94FA6"/>
    <w:rsid w:val="00AA49A0"/>
    <w:rsid w:val="00AA6710"/>
    <w:rsid w:val="00AA6D99"/>
    <w:rsid w:val="00AA6DFD"/>
    <w:rsid w:val="00AA794A"/>
    <w:rsid w:val="00AB0681"/>
    <w:rsid w:val="00AD49D7"/>
    <w:rsid w:val="00AD520B"/>
    <w:rsid w:val="00AE2093"/>
    <w:rsid w:val="00AF1227"/>
    <w:rsid w:val="00AF3DF7"/>
    <w:rsid w:val="00AF60AD"/>
    <w:rsid w:val="00B0085D"/>
    <w:rsid w:val="00B0338A"/>
    <w:rsid w:val="00B04947"/>
    <w:rsid w:val="00B20091"/>
    <w:rsid w:val="00B27B21"/>
    <w:rsid w:val="00B31ED3"/>
    <w:rsid w:val="00B4104A"/>
    <w:rsid w:val="00B425C3"/>
    <w:rsid w:val="00B440AD"/>
    <w:rsid w:val="00B53A33"/>
    <w:rsid w:val="00B53E7E"/>
    <w:rsid w:val="00B56EB5"/>
    <w:rsid w:val="00B61700"/>
    <w:rsid w:val="00B61C2C"/>
    <w:rsid w:val="00B6342E"/>
    <w:rsid w:val="00B64295"/>
    <w:rsid w:val="00B64F45"/>
    <w:rsid w:val="00B65CF9"/>
    <w:rsid w:val="00B7113F"/>
    <w:rsid w:val="00B856EF"/>
    <w:rsid w:val="00B8584C"/>
    <w:rsid w:val="00B86CB4"/>
    <w:rsid w:val="00B87DE1"/>
    <w:rsid w:val="00B9198E"/>
    <w:rsid w:val="00B93513"/>
    <w:rsid w:val="00B949D4"/>
    <w:rsid w:val="00B95C6D"/>
    <w:rsid w:val="00BA6CE8"/>
    <w:rsid w:val="00BA73B6"/>
    <w:rsid w:val="00BA77D8"/>
    <w:rsid w:val="00BA7E27"/>
    <w:rsid w:val="00BB2603"/>
    <w:rsid w:val="00BB4FCD"/>
    <w:rsid w:val="00BB71A6"/>
    <w:rsid w:val="00BC7D06"/>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27D55"/>
    <w:rsid w:val="00C3066D"/>
    <w:rsid w:val="00C34193"/>
    <w:rsid w:val="00C35A4D"/>
    <w:rsid w:val="00C42AD5"/>
    <w:rsid w:val="00C543F4"/>
    <w:rsid w:val="00C6291C"/>
    <w:rsid w:val="00C633CB"/>
    <w:rsid w:val="00C63BA9"/>
    <w:rsid w:val="00C63EDC"/>
    <w:rsid w:val="00C65D2B"/>
    <w:rsid w:val="00C66D3D"/>
    <w:rsid w:val="00C67AE1"/>
    <w:rsid w:val="00C70324"/>
    <w:rsid w:val="00C73632"/>
    <w:rsid w:val="00C81D4A"/>
    <w:rsid w:val="00C85A52"/>
    <w:rsid w:val="00C8762C"/>
    <w:rsid w:val="00C9019E"/>
    <w:rsid w:val="00C93E29"/>
    <w:rsid w:val="00C9588D"/>
    <w:rsid w:val="00C962E9"/>
    <w:rsid w:val="00CA00F9"/>
    <w:rsid w:val="00CA1919"/>
    <w:rsid w:val="00CA2961"/>
    <w:rsid w:val="00CA3DF2"/>
    <w:rsid w:val="00CA7596"/>
    <w:rsid w:val="00CB50D7"/>
    <w:rsid w:val="00CB7177"/>
    <w:rsid w:val="00CC1998"/>
    <w:rsid w:val="00CC34EF"/>
    <w:rsid w:val="00CC4946"/>
    <w:rsid w:val="00CD02F3"/>
    <w:rsid w:val="00CE01A1"/>
    <w:rsid w:val="00CF0B63"/>
    <w:rsid w:val="00CF3F93"/>
    <w:rsid w:val="00D0212B"/>
    <w:rsid w:val="00D06E46"/>
    <w:rsid w:val="00D10825"/>
    <w:rsid w:val="00D122C9"/>
    <w:rsid w:val="00D13483"/>
    <w:rsid w:val="00D16EE4"/>
    <w:rsid w:val="00D270A4"/>
    <w:rsid w:val="00D31FE9"/>
    <w:rsid w:val="00D322D9"/>
    <w:rsid w:val="00D32E18"/>
    <w:rsid w:val="00D336E8"/>
    <w:rsid w:val="00D34E1B"/>
    <w:rsid w:val="00D376BA"/>
    <w:rsid w:val="00D4112D"/>
    <w:rsid w:val="00D42157"/>
    <w:rsid w:val="00D45634"/>
    <w:rsid w:val="00D45A2A"/>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865AB"/>
    <w:rsid w:val="00D93BE0"/>
    <w:rsid w:val="00D96A29"/>
    <w:rsid w:val="00D97630"/>
    <w:rsid w:val="00D97BDD"/>
    <w:rsid w:val="00DA0CD2"/>
    <w:rsid w:val="00DA5BBA"/>
    <w:rsid w:val="00DB26D2"/>
    <w:rsid w:val="00DB67C9"/>
    <w:rsid w:val="00DB776A"/>
    <w:rsid w:val="00DC0C95"/>
    <w:rsid w:val="00DC1136"/>
    <w:rsid w:val="00DC75E3"/>
    <w:rsid w:val="00DD4A36"/>
    <w:rsid w:val="00DD6580"/>
    <w:rsid w:val="00DD7B49"/>
    <w:rsid w:val="00DE1A14"/>
    <w:rsid w:val="00DE28B3"/>
    <w:rsid w:val="00DE4726"/>
    <w:rsid w:val="00DF0215"/>
    <w:rsid w:val="00DF70FF"/>
    <w:rsid w:val="00E0363B"/>
    <w:rsid w:val="00E04885"/>
    <w:rsid w:val="00E0589B"/>
    <w:rsid w:val="00E17C72"/>
    <w:rsid w:val="00E21FC6"/>
    <w:rsid w:val="00E22A42"/>
    <w:rsid w:val="00E22BDF"/>
    <w:rsid w:val="00E364D1"/>
    <w:rsid w:val="00E431A9"/>
    <w:rsid w:val="00E441AE"/>
    <w:rsid w:val="00E568F3"/>
    <w:rsid w:val="00E669E2"/>
    <w:rsid w:val="00E72082"/>
    <w:rsid w:val="00E750D9"/>
    <w:rsid w:val="00E76135"/>
    <w:rsid w:val="00E82F4F"/>
    <w:rsid w:val="00EA4F63"/>
    <w:rsid w:val="00EB50D0"/>
    <w:rsid w:val="00EC2844"/>
    <w:rsid w:val="00EC2A85"/>
    <w:rsid w:val="00EC5500"/>
    <w:rsid w:val="00EC56EE"/>
    <w:rsid w:val="00ED73AE"/>
    <w:rsid w:val="00EF5CBE"/>
    <w:rsid w:val="00EF6C6C"/>
    <w:rsid w:val="00F03297"/>
    <w:rsid w:val="00F05336"/>
    <w:rsid w:val="00F056FC"/>
    <w:rsid w:val="00F10476"/>
    <w:rsid w:val="00F135D8"/>
    <w:rsid w:val="00F22391"/>
    <w:rsid w:val="00F31299"/>
    <w:rsid w:val="00F32BDD"/>
    <w:rsid w:val="00F3517A"/>
    <w:rsid w:val="00F3534A"/>
    <w:rsid w:val="00F36DB3"/>
    <w:rsid w:val="00F47F91"/>
    <w:rsid w:val="00F51609"/>
    <w:rsid w:val="00F626B3"/>
    <w:rsid w:val="00F7280D"/>
    <w:rsid w:val="00F7572F"/>
    <w:rsid w:val="00F82385"/>
    <w:rsid w:val="00F85325"/>
    <w:rsid w:val="00F85A3F"/>
    <w:rsid w:val="00F8746D"/>
    <w:rsid w:val="00F93830"/>
    <w:rsid w:val="00F94683"/>
    <w:rsid w:val="00F973F6"/>
    <w:rsid w:val="00FA622F"/>
    <w:rsid w:val="00FB1B84"/>
    <w:rsid w:val="00FB57A6"/>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A77D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678C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3678C4"/>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678C4"/>
    <w:pPr>
      <w:numPr>
        <w:numId w:val="29"/>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tabs>
        <w:tab w:val="clear" w:pos="170"/>
        <w:tab w:val="num" w:pos="360"/>
      </w:tabs>
      <w:ind w:left="6" w:firstLine="0"/>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3678C4"/>
    <w:rPr>
      <w:rFonts w:ascii="Tahoma" w:hAnsi="Tahoma" w:cs="Tahoma"/>
      <w:sz w:val="16"/>
      <w:szCs w:val="16"/>
    </w:rPr>
  </w:style>
  <w:style w:type="character" w:customStyle="1" w:styleId="BalloonTextChar">
    <w:name w:val="Balloon Text Char"/>
    <w:basedOn w:val="DefaultParagraphFont"/>
    <w:link w:val="BalloonText"/>
    <w:rsid w:val="003678C4"/>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678C4"/>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BA77D8"/>
    <w:rPr>
      <w:sz w:val="26"/>
      <w:szCs w:val="24"/>
    </w:rPr>
  </w:style>
  <w:style w:type="paragraph" w:styleId="Heading1">
    <w:name w:val="heading 1"/>
    <w:basedOn w:val="Normal"/>
    <w:next w:val="BodyText"/>
    <w:link w:val="Heading1Char"/>
    <w:qFormat/>
    <w:rsid w:val="00FD22B1"/>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A17328"/>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link w:val="Heading6Char"/>
    <w:qFormat/>
    <w:rsid w:val="00A17328"/>
    <w:pPr>
      <w:spacing w:after="60"/>
      <w:jc w:val="left"/>
      <w:outlineLvl w:val="5"/>
    </w:pPr>
    <w:rPr>
      <w:i/>
      <w:sz w:val="22"/>
    </w:rPr>
  </w:style>
  <w:style w:type="paragraph" w:styleId="Heading7">
    <w:name w:val="heading 7"/>
    <w:basedOn w:val="BodyText"/>
    <w:next w:val="BodyText"/>
    <w:link w:val="Heading7Char"/>
    <w:qFormat/>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qFormat/>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3678C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3678C4"/>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3678C4"/>
    <w:pPr>
      <w:numPr>
        <w:numId w:val="29"/>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tabs>
        <w:tab w:val="clear" w:pos="170"/>
        <w:tab w:val="num" w:pos="360"/>
      </w:tabs>
      <w:ind w:left="6" w:firstLine="0"/>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3678C4"/>
    <w:rPr>
      <w:rFonts w:ascii="Tahoma" w:hAnsi="Tahoma" w:cs="Tahoma"/>
      <w:sz w:val="16"/>
      <w:szCs w:val="16"/>
    </w:rPr>
  </w:style>
  <w:style w:type="character" w:customStyle="1" w:styleId="BalloonTextChar">
    <w:name w:val="Balloon Text Char"/>
    <w:basedOn w:val="DefaultParagraphFont"/>
    <w:link w:val="BalloonText"/>
    <w:rsid w:val="003678C4"/>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3678C4"/>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szCs w:val="24"/>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szCs w:val="24"/>
    </w:rPr>
  </w:style>
  <w:style w:type="character" w:customStyle="1" w:styleId="Heading2Char">
    <w:name w:val="Heading 2 Char"/>
    <w:basedOn w:val="DefaultParagraphFont"/>
    <w:link w:val="Heading2"/>
    <w:rsid w:val="001C601E"/>
    <w:rPr>
      <w:rFonts w:ascii="Arial" w:hAnsi="Arial"/>
      <w:b/>
      <w:sz w:val="32"/>
      <w:szCs w:val="24"/>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rPr>
      <w:szCs w:val="20"/>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A7F99-4318-4DAF-9201-714060C77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41</Pages>
  <Words>10775</Words>
  <Characters>61421</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72052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16.</dc:description>
  <cp:lastModifiedBy>Productivity Commission</cp:lastModifiedBy>
  <cp:revision>4</cp:revision>
  <cp:lastPrinted>2012-07-19T02:05:00Z</cp:lastPrinted>
  <dcterms:created xsi:type="dcterms:W3CDTF">2013-04-08T23:03:00Z</dcterms:created>
  <dcterms:modified xsi:type="dcterms:W3CDTF">2013-04-16T05:33:00Z</dcterms:modified>
</cp:coreProperties>
</file>